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85E7E" w14:textId="66B3922D" w:rsidR="00C77A4E" w:rsidRPr="00E22158" w:rsidRDefault="00383476" w:rsidP="002C50B2">
      <w:pPr>
        <w:pStyle w:val="Photoauteur"/>
      </w:pPr>
      <w:r>
        <w:drawing>
          <wp:anchor distT="0" distB="0" distL="114300" distR="114300" simplePos="0" relativeHeight="251657728" behindDoc="0" locked="0" layoutInCell="1" allowOverlap="1" wp14:anchorId="3400C5F7" wp14:editId="7F39A5D5">
            <wp:simplePos x="0" y="0"/>
            <wp:positionH relativeFrom="page">
              <wp:posOffset>-17145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0B2">
        <w:drawing>
          <wp:inline distT="0" distB="0" distL="0" distR="0" wp14:anchorId="11FBAD47" wp14:editId="673362E0">
            <wp:extent cx="4031786" cy="4731026"/>
            <wp:effectExtent l="0" t="0" r="6985" b="0"/>
            <wp:docPr id="7808151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81512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2346" cy="473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DD0D5" w14:textId="77777777" w:rsidR="00C77A4E" w:rsidRPr="00E22158" w:rsidRDefault="00C77A4E">
      <w:pPr>
        <w:pStyle w:val="Auteur"/>
        <w:spacing w:after="2160"/>
      </w:pPr>
      <w:r>
        <w:t>Arthur Bernède</w:t>
      </w:r>
    </w:p>
    <w:p w14:paraId="274FDC11" w14:textId="77777777" w:rsidR="002C50B2" w:rsidRDefault="00C77A4E">
      <w:pPr>
        <w:pStyle w:val="Titrelivre"/>
        <w:spacing w:after="2160"/>
      </w:pPr>
      <w:r w:rsidRPr="00FF22FB">
        <w:t>BELPHÉGOR</w:t>
      </w:r>
    </w:p>
    <w:p w14:paraId="57F58C08" w14:textId="39652788" w:rsidR="002C50B2" w:rsidRDefault="00C77A4E">
      <w:pPr>
        <w:pStyle w:val="DateSortie"/>
      </w:pPr>
      <w:r>
        <w:t>1927</w:t>
      </w:r>
      <w:r w:rsidR="002C50B2">
        <w:t>)</w:t>
      </w:r>
    </w:p>
    <w:p w14:paraId="60C61E3F" w14:textId="7C68B505" w:rsidR="00C77A4E" w:rsidRPr="002C50B2" w:rsidRDefault="00C77A4E" w:rsidP="002C50B2">
      <w:pPr>
        <w:ind w:left="2340" w:firstLine="0"/>
        <w:sectPr w:rsidR="00C77A4E" w:rsidRPr="002C50B2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2B833838" w14:textId="77777777" w:rsidR="00C77A4E" w:rsidRPr="00E22158" w:rsidRDefault="00C77A4E" w:rsidP="002C50B2">
      <w:pPr>
        <w:pStyle w:val="Titretablematires"/>
      </w:pPr>
      <w:r w:rsidRPr="00E22158">
        <w:lastRenderedPageBreak/>
        <w:t>Table des matières</w:t>
      </w:r>
    </w:p>
    <w:p w14:paraId="6410944F" w14:textId="77777777" w:rsidR="00C77A4E" w:rsidRPr="00E22158" w:rsidRDefault="00C77A4E"/>
    <w:p w14:paraId="02B08941" w14:textId="7FC3677B" w:rsidR="00762D79" w:rsidRDefault="00C77A4E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 w:rsidRPr="00E22158">
        <w:rPr>
          <w:noProof w:val="0"/>
        </w:rPr>
        <w:fldChar w:fldCharType="begin"/>
      </w:r>
      <w:r w:rsidRPr="00E22158">
        <w:rPr>
          <w:noProof w:val="0"/>
        </w:rPr>
        <w:instrText xml:space="preserve"> TOC \o "1-3" \h \z </w:instrText>
      </w:r>
      <w:r w:rsidRPr="00E22158">
        <w:rPr>
          <w:noProof w:val="0"/>
        </w:rPr>
        <w:fldChar w:fldCharType="separate"/>
      </w:r>
      <w:hyperlink w:anchor="_Toc203477058" w:history="1">
        <w:r w:rsidR="00762D79" w:rsidRPr="007C3955">
          <w:rPr>
            <w:rStyle w:val="Lienhypertexte"/>
          </w:rPr>
          <w:t>PREMIÈRE PARTIE  LE MYSTÈRE DU LOUVRE</w:t>
        </w:r>
        <w:r w:rsidR="00762D79">
          <w:rPr>
            <w:webHidden/>
          </w:rPr>
          <w:tab/>
        </w:r>
        <w:r w:rsidR="00762D79">
          <w:rPr>
            <w:webHidden/>
          </w:rPr>
          <w:fldChar w:fldCharType="begin"/>
        </w:r>
        <w:r w:rsidR="00762D79">
          <w:rPr>
            <w:webHidden/>
          </w:rPr>
          <w:instrText xml:space="preserve"> PAGEREF _Toc203477058 \h </w:instrText>
        </w:r>
        <w:r w:rsidR="00762D79">
          <w:rPr>
            <w:webHidden/>
          </w:rPr>
        </w:r>
        <w:r w:rsidR="00762D79">
          <w:rPr>
            <w:webHidden/>
          </w:rPr>
          <w:fldChar w:fldCharType="separate"/>
        </w:r>
        <w:r w:rsidR="0025408A">
          <w:rPr>
            <w:webHidden/>
          </w:rPr>
          <w:t>4</w:t>
        </w:r>
        <w:r w:rsidR="00762D79">
          <w:rPr>
            <w:webHidden/>
          </w:rPr>
          <w:fldChar w:fldCharType="end"/>
        </w:r>
      </w:hyperlink>
    </w:p>
    <w:p w14:paraId="498E42AD" w14:textId="07D3F67F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59" w:history="1">
        <w:r w:rsidRPr="007C3955">
          <w:rPr>
            <w:rStyle w:val="Lienhypertexte"/>
          </w:rPr>
          <w:t>I  LA SALLE DES DIEUX BARBARES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1A0CC4D" w14:textId="57C51897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0" w:history="1">
        <w:r w:rsidRPr="007C3955">
          <w:rPr>
            <w:rStyle w:val="Lienhypertexte"/>
          </w:rPr>
          <w:t>II  JACQUES BELLEGARDE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0CA9491" w14:textId="12DD62F7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1" w:history="1">
        <w:r w:rsidRPr="007C3955">
          <w:rPr>
            <w:rStyle w:val="Lienhypertexte"/>
          </w:rPr>
          <w:t>III  SIMONE DESROCHES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6B25C69" w14:textId="3C26D3AD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2" w:history="1">
        <w:r w:rsidRPr="007C3955">
          <w:rPr>
            <w:rStyle w:val="Lienhypertexte"/>
          </w:rPr>
          <w:t xml:space="preserve">IV  LE RESTAURANT DES </w:t>
        </w:r>
        <w:r w:rsidRPr="007C3955">
          <w:rPr>
            <w:rStyle w:val="Lienhypertexte"/>
            <w:i/>
          </w:rPr>
          <w:t>GLYCINES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73900AE6" w14:textId="0B7C23C2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3" w:history="1">
        <w:r w:rsidRPr="007C3955">
          <w:rPr>
            <w:rStyle w:val="Lienhypertexte"/>
          </w:rPr>
          <w:t>V  OÙ L’ON ASSISTE À DES FAITS TROUBLANTS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77FF02D3" w14:textId="759C7AC8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4" w:history="1">
        <w:r w:rsidRPr="007C3955">
          <w:rPr>
            <w:rStyle w:val="Lienhypertexte"/>
          </w:rPr>
          <w:t>VI  OÙ GRANDIT LE MYSTÈRE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14:paraId="0D1C60CD" w14:textId="3D319AFC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5" w:history="1">
        <w:r w:rsidRPr="007C3955">
          <w:rPr>
            <w:rStyle w:val="Lienhypertexte"/>
          </w:rPr>
          <w:t>VII  LE ROI DES DÉTECTIVES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14BA4D9A" w14:textId="0F2049C5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6" w:history="1">
        <w:r w:rsidRPr="007C3955">
          <w:rPr>
            <w:rStyle w:val="Lienhypertexte"/>
          </w:rPr>
          <w:t>VIII  LE BOSSU MYSTÉRIEUX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4A3FB81B" w14:textId="6E4CB8CF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7" w:history="1">
        <w:r w:rsidRPr="007C3955">
          <w:rPr>
            <w:rStyle w:val="Lienhypertexte"/>
          </w:rPr>
          <w:t>IX  L’AGONIE D’UN CŒUR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14:paraId="0986AF44" w14:textId="0551D3C2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8" w:history="1">
        <w:r w:rsidRPr="007C3955">
          <w:rPr>
            <w:rStyle w:val="Lienhypertexte"/>
          </w:rPr>
          <w:t>X  OÙ CHANTECOQ ENTRE EN CAMPAGNE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14:paraId="0EFE73CF" w14:textId="2EAD494E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69" w:history="1">
        <w:r w:rsidRPr="007C3955">
          <w:rPr>
            <w:rStyle w:val="Lienhypertexte"/>
          </w:rPr>
          <w:t>XI  OÙ BELPHÉGOR DÉCLARE DIRECTEMENT LA GUERRE À CHANTECOQ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87</w:t>
        </w:r>
        <w:r>
          <w:rPr>
            <w:webHidden/>
          </w:rPr>
          <w:fldChar w:fldCharType="end"/>
        </w:r>
      </w:hyperlink>
    </w:p>
    <w:p w14:paraId="52AD9734" w14:textId="241C5B22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0" w:history="1">
        <w:r w:rsidRPr="007C3955">
          <w:rPr>
            <w:rStyle w:val="Lienhypertexte"/>
          </w:rPr>
          <w:t>XII  OÙ LE FANTÔME REPARAÎT…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96</w:t>
        </w:r>
        <w:r>
          <w:rPr>
            <w:webHidden/>
          </w:rPr>
          <w:fldChar w:fldCharType="end"/>
        </w:r>
      </w:hyperlink>
    </w:p>
    <w:p w14:paraId="688E78E9" w14:textId="45B8CBD9" w:rsidR="00762D79" w:rsidRDefault="00762D7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3477071" w:history="1">
        <w:r w:rsidRPr="007C3955">
          <w:rPr>
            <w:rStyle w:val="Lienhypertexte"/>
          </w:rPr>
          <w:t>DEUXIÈME PARTIE  DE MYSTÈRE EN MYSTÈRE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14:paraId="3CC16660" w14:textId="57BFDED4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2" w:history="1">
        <w:r w:rsidRPr="007C3955">
          <w:rPr>
            <w:rStyle w:val="Lienhypertexte"/>
          </w:rPr>
          <w:t>I  OÙ CHANTECOQ APPREND SUCCESSIVEMENT LA DISPARITION DE JACQUES BELLEGARDE ET LA RÉAPPARITION DE BELPHÉGOR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104</w:t>
        </w:r>
        <w:r>
          <w:rPr>
            <w:webHidden/>
          </w:rPr>
          <w:fldChar w:fldCharType="end"/>
        </w:r>
      </w:hyperlink>
    </w:p>
    <w:p w14:paraId="628141A5" w14:textId="48B2D39C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3" w:history="1">
        <w:r w:rsidRPr="007C3955">
          <w:rPr>
            <w:rStyle w:val="Lienhypertexte"/>
          </w:rPr>
          <w:t>II  PREMIÈRE ENQUÊTE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113</w:t>
        </w:r>
        <w:r>
          <w:rPr>
            <w:webHidden/>
          </w:rPr>
          <w:fldChar w:fldCharType="end"/>
        </w:r>
      </w:hyperlink>
    </w:p>
    <w:p w14:paraId="13C04FCE" w14:textId="5EFD314B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4" w:history="1">
        <w:r w:rsidRPr="007C3955">
          <w:rPr>
            <w:rStyle w:val="Lienhypertexte"/>
          </w:rPr>
          <w:t>III  LES BONBONS EMPOISONNÉS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124</w:t>
        </w:r>
        <w:r>
          <w:rPr>
            <w:webHidden/>
          </w:rPr>
          <w:fldChar w:fldCharType="end"/>
        </w:r>
      </w:hyperlink>
    </w:p>
    <w:p w14:paraId="53C244C9" w14:textId="1C12798A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5" w:history="1">
        <w:r w:rsidRPr="007C3955">
          <w:rPr>
            <w:rStyle w:val="Lienhypertexte"/>
          </w:rPr>
          <w:t>IV  LE TRÉSOR DES VALOIS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138</w:t>
        </w:r>
        <w:r>
          <w:rPr>
            <w:webHidden/>
          </w:rPr>
          <w:fldChar w:fldCharType="end"/>
        </w:r>
      </w:hyperlink>
    </w:p>
    <w:p w14:paraId="5ED5C0A3" w14:textId="619CD807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6" w:history="1">
        <w:r w:rsidRPr="007C3955">
          <w:rPr>
            <w:rStyle w:val="Lienhypertexte"/>
          </w:rPr>
          <w:t>V  OÙ MÉNARDIER LANCE UN DÉFI À CHANTECOQ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151</w:t>
        </w:r>
        <w:r>
          <w:rPr>
            <w:webHidden/>
          </w:rPr>
          <w:fldChar w:fldCharType="end"/>
        </w:r>
      </w:hyperlink>
    </w:p>
    <w:p w14:paraId="494C2374" w14:textId="1B78B2C5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7" w:history="1">
        <w:r w:rsidRPr="007C3955">
          <w:rPr>
            <w:rStyle w:val="Lienhypertexte"/>
          </w:rPr>
          <w:t>VI  UNE FLAMME QUI MEURT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160</w:t>
        </w:r>
        <w:r>
          <w:rPr>
            <w:webHidden/>
          </w:rPr>
          <w:fldChar w:fldCharType="end"/>
        </w:r>
      </w:hyperlink>
    </w:p>
    <w:p w14:paraId="08F8E4BF" w14:textId="3B30D5D7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78" w:history="1">
        <w:r w:rsidRPr="007C3955">
          <w:rPr>
            <w:rStyle w:val="Lienhypertexte"/>
          </w:rPr>
          <w:t>VII  OÙ L’ON VOIT LES PRÉVISIONS DE CHANTECOQ SE RÉALISER D’UNE FAÇON MATHÉMATIQUE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171</w:t>
        </w:r>
        <w:r>
          <w:rPr>
            <w:webHidden/>
          </w:rPr>
          <w:fldChar w:fldCharType="end"/>
        </w:r>
      </w:hyperlink>
    </w:p>
    <w:p w14:paraId="4F6C316D" w14:textId="19057536" w:rsidR="00762D79" w:rsidRDefault="00762D7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3477079" w:history="1">
        <w:r w:rsidRPr="007C3955">
          <w:rPr>
            <w:rStyle w:val="Lienhypertexte"/>
          </w:rPr>
          <w:t>TROISIÈME PARTIE  LE FANTÔME NOIR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184</w:t>
        </w:r>
        <w:r>
          <w:rPr>
            <w:webHidden/>
          </w:rPr>
          <w:fldChar w:fldCharType="end"/>
        </w:r>
      </w:hyperlink>
    </w:p>
    <w:p w14:paraId="04B10BBA" w14:textId="0401B180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0" w:history="1">
        <w:r w:rsidRPr="007C3955">
          <w:rPr>
            <w:rStyle w:val="Lienhypertexte"/>
          </w:rPr>
          <w:t>I  LE GRIMOIRE DE RUGGIERI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185</w:t>
        </w:r>
        <w:r>
          <w:rPr>
            <w:webHidden/>
          </w:rPr>
          <w:fldChar w:fldCharType="end"/>
        </w:r>
      </w:hyperlink>
    </w:p>
    <w:p w14:paraId="171B8BFB" w14:textId="257BA680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1" w:history="1">
        <w:r w:rsidRPr="007C3955">
          <w:rPr>
            <w:rStyle w:val="Lienhypertexte"/>
          </w:rPr>
          <w:t>II  MONSIEUR LÜCHNER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205</w:t>
        </w:r>
        <w:r>
          <w:rPr>
            <w:webHidden/>
          </w:rPr>
          <w:fldChar w:fldCharType="end"/>
        </w:r>
      </w:hyperlink>
    </w:p>
    <w:p w14:paraId="16D5D282" w14:textId="445FE984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2" w:history="1">
        <w:r w:rsidRPr="007C3955">
          <w:rPr>
            <w:rStyle w:val="Lienhypertexte"/>
          </w:rPr>
          <w:t>III  PAUVRE JACQUES !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213</w:t>
        </w:r>
        <w:r>
          <w:rPr>
            <w:webHidden/>
          </w:rPr>
          <w:fldChar w:fldCharType="end"/>
        </w:r>
      </w:hyperlink>
    </w:p>
    <w:p w14:paraId="23F99327" w14:textId="239207AB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3" w:history="1">
        <w:r w:rsidRPr="007C3955">
          <w:rPr>
            <w:rStyle w:val="Lienhypertexte"/>
          </w:rPr>
          <w:t>IV  OÙ ON VOIT CHANTECOQ PROUVER QU’IL EST AUSSI FIN PSYCHOLOGUE QU’HABILE DÉTECTIVE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227</w:t>
        </w:r>
        <w:r>
          <w:rPr>
            <w:webHidden/>
          </w:rPr>
          <w:fldChar w:fldCharType="end"/>
        </w:r>
      </w:hyperlink>
    </w:p>
    <w:p w14:paraId="388F1569" w14:textId="23394B73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4" w:history="1">
        <w:r w:rsidRPr="007C3955">
          <w:rPr>
            <w:rStyle w:val="Lienhypertexte"/>
          </w:rPr>
          <w:t>V  OÙ L’ON VOIT LE BOSSU ET L’HOMME À LA SALOPETTE TRAVAILLER UNE FOIS DE PLUS POUR BELPHÉGOR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237</w:t>
        </w:r>
        <w:r>
          <w:rPr>
            <w:webHidden/>
          </w:rPr>
          <w:fldChar w:fldCharType="end"/>
        </w:r>
      </w:hyperlink>
    </w:p>
    <w:p w14:paraId="6435399B" w14:textId="4FA02739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5" w:history="1">
        <w:r w:rsidRPr="007C3955">
          <w:rPr>
            <w:rStyle w:val="Lienhypertexte"/>
          </w:rPr>
          <w:t>VI  OÙ LE FANTÔME REPARAÎT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254</w:t>
        </w:r>
        <w:r>
          <w:rPr>
            <w:webHidden/>
          </w:rPr>
          <w:fldChar w:fldCharType="end"/>
        </w:r>
      </w:hyperlink>
    </w:p>
    <w:p w14:paraId="68EFCEB1" w14:textId="7CBB37D3" w:rsidR="00762D79" w:rsidRDefault="00762D7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3477086" w:history="1">
        <w:r w:rsidRPr="007C3955">
          <w:rPr>
            <w:rStyle w:val="Lienhypertexte"/>
          </w:rPr>
          <w:t>QUATRIÈME PARTIE  LES DEUX POLICES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269</w:t>
        </w:r>
        <w:r>
          <w:rPr>
            <w:webHidden/>
          </w:rPr>
          <w:fldChar w:fldCharType="end"/>
        </w:r>
      </w:hyperlink>
    </w:p>
    <w:p w14:paraId="52D93EE8" w14:textId="497E9795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7" w:history="1">
        <w:r w:rsidRPr="007C3955">
          <w:rPr>
            <w:rStyle w:val="Lienhypertexte"/>
          </w:rPr>
          <w:t>I  VERS LA LUMIÈRE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270</w:t>
        </w:r>
        <w:r>
          <w:rPr>
            <w:webHidden/>
          </w:rPr>
          <w:fldChar w:fldCharType="end"/>
        </w:r>
      </w:hyperlink>
    </w:p>
    <w:p w14:paraId="734F259E" w14:textId="051EE5E5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8" w:history="1">
        <w:r w:rsidRPr="007C3955">
          <w:rPr>
            <w:rStyle w:val="Lienhypertexte"/>
          </w:rPr>
          <w:t>II  LA JUSTICE TRAVAILLE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285</w:t>
        </w:r>
        <w:r>
          <w:rPr>
            <w:webHidden/>
          </w:rPr>
          <w:fldChar w:fldCharType="end"/>
        </w:r>
      </w:hyperlink>
    </w:p>
    <w:p w14:paraId="3E630859" w14:textId="26258749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89" w:history="1">
        <w:r w:rsidRPr="007C3955">
          <w:rPr>
            <w:rStyle w:val="Lienhypertexte"/>
          </w:rPr>
          <w:t>III  LE « PETIT FOUINARD 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301</w:t>
        </w:r>
        <w:r>
          <w:rPr>
            <w:webHidden/>
          </w:rPr>
          <w:fldChar w:fldCharType="end"/>
        </w:r>
      </w:hyperlink>
    </w:p>
    <w:p w14:paraId="7844122C" w14:textId="5892C1FC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90" w:history="1">
        <w:r w:rsidRPr="007C3955">
          <w:rPr>
            <w:rStyle w:val="Lienhypertexte"/>
          </w:rPr>
          <w:t>IV  OÙ CHANTECOQ FRAPPE UN GRAND COUP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309</w:t>
        </w:r>
        <w:r>
          <w:rPr>
            <w:webHidden/>
          </w:rPr>
          <w:fldChar w:fldCharType="end"/>
        </w:r>
      </w:hyperlink>
    </w:p>
    <w:p w14:paraId="667A2C00" w14:textId="652C7AFC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91" w:history="1">
        <w:r w:rsidRPr="007C3955">
          <w:rPr>
            <w:rStyle w:val="Lienhypertexte"/>
          </w:rPr>
          <w:t>V  BELPHÉGOR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328</w:t>
        </w:r>
        <w:r>
          <w:rPr>
            <w:webHidden/>
          </w:rPr>
          <w:fldChar w:fldCharType="end"/>
        </w:r>
      </w:hyperlink>
    </w:p>
    <w:p w14:paraId="77F6EC50" w14:textId="4ED57797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92" w:history="1">
        <w:r w:rsidRPr="007C3955">
          <w:rPr>
            <w:rStyle w:val="Lienhypertexte"/>
          </w:rPr>
          <w:t>VI  LES NUITS ET LES ENNUIS DU BARON PAPILLON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342</w:t>
        </w:r>
        <w:r>
          <w:rPr>
            <w:webHidden/>
          </w:rPr>
          <w:fldChar w:fldCharType="end"/>
        </w:r>
      </w:hyperlink>
    </w:p>
    <w:p w14:paraId="56D4C3FA" w14:textId="01EA075C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93" w:history="1">
        <w:r w:rsidRPr="007C3955">
          <w:rPr>
            <w:rStyle w:val="Lienhypertexte"/>
          </w:rPr>
          <w:t>VII  OÙ SIMONE DESROCHES CROIT TRIOMPHER… MAIS…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354</w:t>
        </w:r>
        <w:r>
          <w:rPr>
            <w:webHidden/>
          </w:rPr>
          <w:fldChar w:fldCharType="end"/>
        </w:r>
      </w:hyperlink>
    </w:p>
    <w:p w14:paraId="3B6F4508" w14:textId="611B6B81" w:rsidR="00762D79" w:rsidRDefault="00762D7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3477094" w:history="1">
        <w:r w:rsidRPr="007C3955">
          <w:rPr>
            <w:rStyle w:val="Lienhypertexte"/>
          </w:rPr>
          <w:t>VIII  L’EXPIATION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366</w:t>
        </w:r>
        <w:r>
          <w:rPr>
            <w:webHidden/>
          </w:rPr>
          <w:fldChar w:fldCharType="end"/>
        </w:r>
      </w:hyperlink>
    </w:p>
    <w:p w14:paraId="36B81D5F" w14:textId="1381CAE2" w:rsidR="00762D79" w:rsidRDefault="00762D7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3477095" w:history="1">
        <w:r w:rsidRPr="007C3955">
          <w:rPr>
            <w:rStyle w:val="Lienhypertexte"/>
          </w:rPr>
          <w:t>ÉPILOGUE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373</w:t>
        </w:r>
        <w:r>
          <w:rPr>
            <w:webHidden/>
          </w:rPr>
          <w:fldChar w:fldCharType="end"/>
        </w:r>
      </w:hyperlink>
    </w:p>
    <w:p w14:paraId="504B9AB4" w14:textId="3E553E29" w:rsidR="00762D79" w:rsidRDefault="00762D7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3477096" w:history="1">
        <w:r w:rsidRPr="007C3955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_Toc203477096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5408A">
          <w:rPr>
            <w:webHidden/>
          </w:rPr>
          <w:t>375</w:t>
        </w:r>
        <w:r>
          <w:rPr>
            <w:webHidden/>
          </w:rPr>
          <w:fldChar w:fldCharType="end"/>
        </w:r>
      </w:hyperlink>
    </w:p>
    <w:p w14:paraId="6AD3D342" w14:textId="7F7AD962" w:rsidR="00C77A4E" w:rsidRPr="000028DA" w:rsidRDefault="00C77A4E">
      <w:r w:rsidRPr="00E22158">
        <w:fldChar w:fldCharType="end"/>
      </w:r>
    </w:p>
    <w:p w14:paraId="5B5C6890" w14:textId="678C4C2F" w:rsidR="00C77A4E" w:rsidRPr="00EC7B97" w:rsidRDefault="002C50B2" w:rsidP="002C50B2">
      <w:pPr>
        <w:pStyle w:val="Titre1"/>
      </w:pPr>
      <w:r>
        <w:lastRenderedPageBreak/>
        <w:br/>
      </w:r>
      <w:r>
        <w:br/>
      </w:r>
      <w:bookmarkStart w:id="0" w:name="_Toc203477058"/>
      <w:r w:rsidR="00C77A4E" w:rsidRPr="00EC7B97">
        <w:t>PREMIÈRE PARTIE</w:t>
      </w:r>
      <w:r w:rsidR="00C77A4E" w:rsidRPr="00EC7B97">
        <w:br/>
      </w:r>
      <w:r w:rsidR="00C77A4E" w:rsidRPr="00EC7B97">
        <w:br/>
      </w:r>
      <w:bookmarkStart w:id="1" w:name="_Toc145914589"/>
      <w:r w:rsidR="00C77A4E" w:rsidRPr="00EC7B97">
        <w:t>LE MYSTÈRE DU LOUVRE</w:t>
      </w:r>
      <w:bookmarkEnd w:id="0"/>
      <w:bookmarkEnd w:id="1"/>
    </w:p>
    <w:p w14:paraId="6E1CFED1" w14:textId="77777777" w:rsidR="002C50B2" w:rsidRDefault="00C77A4E" w:rsidP="002C50B2">
      <w:pPr>
        <w:pStyle w:val="Titre2"/>
      </w:pPr>
      <w:bookmarkStart w:id="2" w:name="_Toc145914590"/>
      <w:bookmarkStart w:id="3" w:name="_Toc203477059"/>
      <w:r w:rsidRPr="00EC7B97">
        <w:lastRenderedPageBreak/>
        <w:t>I</w:t>
      </w:r>
      <w:bookmarkEnd w:id="2"/>
      <w:r w:rsidRPr="00EC7B97">
        <w:br/>
      </w:r>
      <w:bookmarkStart w:id="4" w:name="_Toc145914591"/>
      <w:r w:rsidRPr="00EC7B97">
        <w:br/>
        <w:t>LA SALLE DES DIEUX BARBARES</w:t>
      </w:r>
      <w:bookmarkEnd w:id="3"/>
      <w:bookmarkEnd w:id="4"/>
      <w:r w:rsidRPr="00EC7B97">
        <w:br/>
      </w:r>
    </w:p>
    <w:p w14:paraId="54071878" w14:textId="77777777" w:rsidR="002C50B2" w:rsidRDefault="002C50B2" w:rsidP="002C50B2">
      <w:r>
        <w:t>— </w:t>
      </w:r>
      <w:r w:rsidR="00C77A4E" w:rsidRPr="00275B88">
        <w:t>Il y a un fantôme au Louvre</w:t>
      </w:r>
      <w:r>
        <w:t> !</w:t>
      </w:r>
    </w:p>
    <w:p w14:paraId="26C0096F" w14:textId="16801C3F" w:rsidR="002C50B2" w:rsidRDefault="00C77A4E" w:rsidP="002C50B2">
      <w:r w:rsidRPr="00275B88">
        <w:t>Telle était l</w:t>
      </w:r>
      <w:r w:rsidR="002C50B2">
        <w:t>’</w:t>
      </w:r>
      <w:r w:rsidRPr="00275B88">
        <w:t>étrange rumeur qui</w:t>
      </w:r>
      <w:r w:rsidR="002C50B2">
        <w:t xml:space="preserve">, </w:t>
      </w:r>
      <w:r w:rsidRPr="00275B88">
        <w:t>le matin du 1</w:t>
      </w:r>
      <w:r w:rsidR="002C50B2" w:rsidRPr="00275B88">
        <w:t>7</w:t>
      </w:r>
      <w:r w:rsidR="002C50B2">
        <w:t> </w:t>
      </w:r>
      <w:r w:rsidR="002C50B2" w:rsidRPr="00275B88">
        <w:t>mai</w:t>
      </w:r>
      <w:r w:rsidRPr="00275B88">
        <w:t xml:space="preserve"> 1925</w:t>
      </w:r>
      <w:r w:rsidR="002C50B2">
        <w:t xml:space="preserve">, </w:t>
      </w:r>
      <w:r w:rsidRPr="00275B88">
        <w:t>circulait dans notre musée national</w:t>
      </w:r>
      <w:r w:rsidR="002C50B2">
        <w:t>.</w:t>
      </w:r>
    </w:p>
    <w:p w14:paraId="3B618AB0" w14:textId="77777777" w:rsidR="002C50B2" w:rsidRDefault="00C77A4E" w:rsidP="002C50B2">
      <w:r w:rsidRPr="00275B88">
        <w:t>Partout</w:t>
      </w:r>
      <w:r w:rsidR="002C50B2">
        <w:t xml:space="preserve">, </w:t>
      </w:r>
      <w:r w:rsidRPr="00275B88">
        <w:t>dans les vestibules</w:t>
      </w:r>
      <w:r w:rsidR="002C50B2">
        <w:t xml:space="preserve">, </w:t>
      </w:r>
      <w:r w:rsidRPr="00275B88">
        <w:t>dans les couloirs</w:t>
      </w:r>
      <w:r w:rsidR="002C50B2">
        <w:t xml:space="preserve">, </w:t>
      </w:r>
      <w:r w:rsidRPr="00275B88">
        <w:t>dans les escaliers</w:t>
      </w:r>
      <w:r w:rsidR="002C50B2">
        <w:t xml:space="preserve">, </w:t>
      </w:r>
      <w:r w:rsidRPr="00275B88">
        <w:t>on ne voyait que des gens qui s</w:t>
      </w:r>
      <w:r w:rsidR="002C50B2">
        <w:t>’</w:t>
      </w:r>
      <w:r w:rsidRPr="00275B88">
        <w:t>abordaient</w:t>
      </w:r>
      <w:r w:rsidR="002C50B2">
        <w:t xml:space="preserve">, </w:t>
      </w:r>
      <w:r w:rsidRPr="00275B88">
        <w:t>les uns effrayés</w:t>
      </w:r>
      <w:r w:rsidR="002C50B2">
        <w:t xml:space="preserve">, </w:t>
      </w:r>
      <w:r w:rsidRPr="00275B88">
        <w:t>les autres incrédules</w:t>
      </w:r>
      <w:r w:rsidR="002C50B2">
        <w:t xml:space="preserve">, </w:t>
      </w:r>
      <w:r w:rsidRPr="00275B88">
        <w:t>et s</w:t>
      </w:r>
      <w:r w:rsidR="002C50B2">
        <w:t>’</w:t>
      </w:r>
      <w:r w:rsidRPr="00275B88">
        <w:t>empressaient de commenter l</w:t>
      </w:r>
      <w:r w:rsidR="002C50B2">
        <w:t>’</w:t>
      </w:r>
      <w:r w:rsidRPr="00275B88">
        <w:t>étrange et fantastique nouvelle</w:t>
      </w:r>
      <w:r w:rsidR="002C50B2">
        <w:t>.</w:t>
      </w:r>
    </w:p>
    <w:p w14:paraId="6063B4FA" w14:textId="77777777" w:rsidR="002C50B2" w:rsidRDefault="00C77A4E" w:rsidP="002C50B2">
      <w:r w:rsidRPr="00275B88">
        <w:t xml:space="preserve">Dans la salle dite des </w:t>
      </w:r>
      <w:r w:rsidR="002C50B2">
        <w:t>« </w:t>
      </w:r>
      <w:r w:rsidRPr="00275B88">
        <w:t>David</w:t>
      </w:r>
      <w:r w:rsidR="002C50B2">
        <w:t xml:space="preserve"> », </w:t>
      </w:r>
      <w:r w:rsidRPr="00275B88">
        <w:t>devant le célèbre tableau</w:t>
      </w:r>
      <w:r w:rsidR="002C50B2">
        <w:t xml:space="preserve">, </w:t>
      </w:r>
      <w:r w:rsidRPr="00275B88">
        <w:t xml:space="preserve">le </w:t>
      </w:r>
      <w:r w:rsidRPr="00275B88">
        <w:rPr>
          <w:i/>
          <w:iCs/>
        </w:rPr>
        <w:t>Sacre de Napoléon</w:t>
      </w:r>
      <w:r w:rsidR="002C50B2">
        <w:rPr>
          <w:i/>
          <w:iCs/>
        </w:rPr>
        <w:t xml:space="preserve">, </w:t>
      </w:r>
      <w:r w:rsidRPr="00275B88">
        <w:t>deux gardiens discutaient avec animation</w:t>
      </w:r>
      <w:r w:rsidR="002C50B2">
        <w:t>.</w:t>
      </w:r>
    </w:p>
    <w:p w14:paraId="0BDB192A" w14:textId="77777777" w:rsidR="002C50B2" w:rsidRDefault="00C77A4E" w:rsidP="002C50B2">
      <w:r w:rsidRPr="00275B88">
        <w:t>Bientôt</w:t>
      </w:r>
      <w:r w:rsidR="002C50B2">
        <w:t xml:space="preserve">, </w:t>
      </w:r>
      <w:r w:rsidRPr="00275B88">
        <w:t>les balayeuses et les frotteurs qui</w:t>
      </w:r>
      <w:r w:rsidR="002C50B2">
        <w:t xml:space="preserve">, </w:t>
      </w:r>
      <w:r w:rsidRPr="00275B88">
        <w:t>ce jour</w:t>
      </w:r>
      <w:r>
        <w:t>-</w:t>
      </w:r>
      <w:r w:rsidRPr="00275B88">
        <w:t>là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accomplissaient que fort distraitement leur besogne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approchaient d</w:t>
      </w:r>
      <w:r w:rsidR="002C50B2">
        <w:t>’</w:t>
      </w:r>
      <w:r w:rsidRPr="00275B88">
        <w:t>eux</w:t>
      </w:r>
      <w:r w:rsidR="002C50B2">
        <w:t xml:space="preserve">, </w:t>
      </w:r>
      <w:r w:rsidRPr="00275B88">
        <w:t>afin d</w:t>
      </w:r>
      <w:r w:rsidR="002C50B2">
        <w:t>’</w:t>
      </w:r>
      <w:r w:rsidRPr="00275B88">
        <w:t>écouter leur conversation</w:t>
      </w:r>
      <w:r w:rsidR="002C50B2">
        <w:t xml:space="preserve">, </w:t>
      </w:r>
      <w:r w:rsidRPr="00275B88">
        <w:t>qui ne pouvait manquer d</w:t>
      </w:r>
      <w:r w:rsidR="002C50B2">
        <w:t>’</w:t>
      </w:r>
      <w:r w:rsidRPr="00275B88">
        <w:t>être fort intéressante</w:t>
      </w:r>
      <w:r w:rsidR="002C50B2">
        <w:t>.</w:t>
      </w:r>
    </w:p>
    <w:p w14:paraId="78F733B5" w14:textId="77777777" w:rsidR="002C50B2" w:rsidRDefault="002C50B2" w:rsidP="002C50B2">
      <w:r>
        <w:t>— </w:t>
      </w:r>
      <w:r w:rsidR="00C77A4E" w:rsidRPr="00275B88">
        <w:t>Moi</w:t>
      </w:r>
      <w:r>
        <w:t xml:space="preserve">, </w:t>
      </w:r>
      <w:r w:rsidR="00C77A4E" w:rsidRPr="00275B88">
        <w:t>je te dis que c</w:t>
      </w:r>
      <w:r>
        <w:t>’</w:t>
      </w:r>
      <w:r w:rsidR="00C77A4E" w:rsidRPr="00275B88">
        <w:t>est un fantôme</w:t>
      </w:r>
      <w:r>
        <w:t xml:space="preserve"> ! </w:t>
      </w:r>
      <w:r w:rsidR="00C77A4E" w:rsidRPr="00275B88">
        <w:t>scandait l</w:t>
      </w:r>
      <w:r>
        <w:t>’</w:t>
      </w:r>
      <w:r w:rsidR="00C77A4E" w:rsidRPr="00275B88">
        <w:t>un des gardiens</w:t>
      </w:r>
      <w:r>
        <w:t>.</w:t>
      </w:r>
    </w:p>
    <w:p w14:paraId="7675C73B" w14:textId="77777777" w:rsidR="002C50B2" w:rsidRDefault="00C77A4E" w:rsidP="002C50B2">
      <w:r w:rsidRPr="00275B88">
        <w:t>Et tandis que son collègue éclatait de rire et haussait les épaules</w:t>
      </w:r>
      <w:r w:rsidR="002C50B2">
        <w:t xml:space="preserve">, </w:t>
      </w:r>
      <w:r w:rsidRPr="00275B88">
        <w:t>il martelait avec un accent de conviction sous lequel perçait un certain émoi</w:t>
      </w:r>
      <w:r w:rsidR="002C50B2">
        <w:t> :</w:t>
      </w:r>
    </w:p>
    <w:p w14:paraId="1B3DE8C3" w14:textId="5E508AF3" w:rsidR="002C50B2" w:rsidRDefault="002C50B2" w:rsidP="002C50B2">
      <w:r>
        <w:t>— </w:t>
      </w:r>
      <w:proofErr w:type="spellStart"/>
      <w:r w:rsidR="00C77A4E" w:rsidRPr="00275B88">
        <w:t>Gautrais</w:t>
      </w:r>
      <w:proofErr w:type="spellEnd"/>
      <w:r w:rsidR="00C77A4E" w:rsidRPr="00275B88">
        <w:t xml:space="preserve"> l</w:t>
      </w:r>
      <w:r>
        <w:t>’</w:t>
      </w:r>
      <w:r w:rsidR="00C77A4E" w:rsidRPr="00275B88">
        <w:t>a vu</w:t>
      </w:r>
      <w:r>
        <w:t xml:space="preserve"> !… </w:t>
      </w:r>
      <w:r w:rsidR="00C77A4E" w:rsidRPr="00275B88">
        <w:t>Et c</w:t>
      </w:r>
      <w:r>
        <w:t>’</w:t>
      </w:r>
      <w:r w:rsidR="00C77A4E" w:rsidRPr="00275B88">
        <w:t>est pas un blagueur ni un poltron</w:t>
      </w:r>
      <w:r>
        <w:t xml:space="preserve"> !… </w:t>
      </w:r>
      <w:r w:rsidR="00C77A4E" w:rsidRPr="00275B88">
        <w:t>Même qu</w:t>
      </w:r>
      <w:r>
        <w:t>’</w:t>
      </w:r>
      <w:r w:rsidR="00C77A4E" w:rsidRPr="00275B88">
        <w:t xml:space="preserve">il est en train de faire son rapport à </w:t>
      </w:r>
      <w:r>
        <w:t>M. </w:t>
      </w:r>
      <w:r w:rsidR="00C77A4E" w:rsidRPr="00275B88">
        <w:t>le conservateur</w:t>
      </w:r>
      <w:r>
        <w:t> !</w:t>
      </w:r>
    </w:p>
    <w:p w14:paraId="623079BE" w14:textId="77777777" w:rsidR="002C50B2" w:rsidRDefault="00C77A4E" w:rsidP="002C50B2">
      <w:r w:rsidRPr="00275B88">
        <w:lastRenderedPageBreak/>
        <w:t>C</w:t>
      </w:r>
      <w:r w:rsidR="002C50B2">
        <w:t>’</w:t>
      </w:r>
      <w:r w:rsidRPr="00275B88">
        <w:t>était exact</w:t>
      </w:r>
      <w:r w:rsidR="002C50B2">
        <w:t>.</w:t>
      </w:r>
    </w:p>
    <w:p w14:paraId="46C5F82B" w14:textId="4971AD6D" w:rsidR="002C50B2" w:rsidRDefault="00C77A4E" w:rsidP="002C50B2">
      <w:r w:rsidRPr="00275B88">
        <w:t>Dans le bureau de ce haut fonctionnaire</w:t>
      </w:r>
      <w:r w:rsidR="002C50B2">
        <w:t xml:space="preserve">, </w:t>
      </w:r>
      <w:r w:rsidRPr="00275B88">
        <w:t xml:space="preserve">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un grand gaillard solide</w:t>
      </w:r>
      <w:r w:rsidR="002C50B2">
        <w:t xml:space="preserve">, </w:t>
      </w:r>
      <w:r w:rsidRPr="00275B88">
        <w:t>robuste</w:t>
      </w:r>
      <w:r w:rsidR="002C50B2">
        <w:t xml:space="preserve">, </w:t>
      </w:r>
      <w:r w:rsidRPr="00275B88">
        <w:t>aux épaules carrées</w:t>
      </w:r>
      <w:r w:rsidR="002C50B2">
        <w:t xml:space="preserve">, </w:t>
      </w:r>
      <w:r w:rsidRPr="00275B88">
        <w:t>à la figure franche et un peu naïve</w:t>
      </w:r>
      <w:r w:rsidR="002C50B2">
        <w:t xml:space="preserve">, </w:t>
      </w:r>
      <w:r w:rsidRPr="00275B88">
        <w:t>déclarait à son supérieur</w:t>
      </w:r>
      <w:r w:rsidR="002C50B2">
        <w:t>, M. </w:t>
      </w:r>
      <w:r w:rsidRPr="00275B88">
        <w:t>Lavergne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assis devant sa table de travail et flanqué de son adjoint et de son secrétaire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écoutait d</w:t>
      </w:r>
      <w:r w:rsidR="002C50B2">
        <w:t>’</w:t>
      </w:r>
      <w:r w:rsidRPr="00275B88">
        <w:t>un air bienveillant mais plutôt sceptique</w:t>
      </w:r>
      <w:r w:rsidR="002C50B2">
        <w:t> :</w:t>
      </w:r>
    </w:p>
    <w:p w14:paraId="10547156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ai vu comme je vous vois</w:t>
      </w:r>
      <w:r>
        <w:t xml:space="preserve"> !… </w:t>
      </w:r>
      <w:r w:rsidR="00C77A4E" w:rsidRPr="00275B88">
        <w:t>Je me laisserais plutôt couper la tête que de dire le contraire</w:t>
      </w:r>
      <w:r>
        <w:t>.</w:t>
      </w:r>
    </w:p>
    <w:p w14:paraId="377A66A3" w14:textId="74A2B73C" w:rsidR="002C50B2" w:rsidRDefault="002C50B2" w:rsidP="002C50B2">
      <w:r>
        <w:t>— </w:t>
      </w:r>
      <w:r w:rsidR="00C77A4E" w:rsidRPr="00275B88">
        <w:t>Dites</w:t>
      </w:r>
      <w:r w:rsidR="00C77A4E">
        <w:t>-</w:t>
      </w:r>
      <w:r w:rsidR="00C77A4E" w:rsidRPr="00275B88">
        <w:t>moi</w:t>
      </w:r>
      <w:r>
        <w:t xml:space="preserve">, </w:t>
      </w:r>
      <w:proofErr w:type="spellStart"/>
      <w:r w:rsidR="00C77A4E" w:rsidRPr="00275B88">
        <w:t>Gautrais</w:t>
      </w:r>
      <w:proofErr w:type="spellEnd"/>
      <w:r>
        <w:t xml:space="preserve">… </w:t>
      </w:r>
      <w:r w:rsidR="00C77A4E" w:rsidRPr="00275B88">
        <w:t>Vous n</w:t>
      </w:r>
      <w:r>
        <w:t>’</w:t>
      </w:r>
      <w:r w:rsidR="00C77A4E" w:rsidRPr="00275B88">
        <w:t>aviez pas bu un petit coup de trop</w:t>
      </w:r>
      <w:r>
        <w:t xml:space="preserve"> ? </w:t>
      </w:r>
      <w:r w:rsidR="00C77A4E" w:rsidRPr="00275B88">
        <w:t xml:space="preserve">observait </w:t>
      </w:r>
      <w:r>
        <w:t>M. </w:t>
      </w:r>
      <w:r w:rsidR="00C77A4E" w:rsidRPr="00275B88">
        <w:t>Lavergne</w:t>
      </w:r>
      <w:r>
        <w:t>.</w:t>
      </w:r>
    </w:p>
    <w:p w14:paraId="07D93CC2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Monsieur le conservateur sait bien que je ne me grise jamais</w:t>
      </w:r>
      <w:r>
        <w:t xml:space="preserve"> ! </w:t>
      </w:r>
      <w:r w:rsidR="00C77A4E" w:rsidRPr="00275B88">
        <w:t xml:space="preserve">protestait Pierre </w:t>
      </w:r>
      <w:proofErr w:type="spellStart"/>
      <w:r w:rsidR="00C77A4E" w:rsidRPr="00275B88">
        <w:t>Gautrais</w:t>
      </w:r>
      <w:proofErr w:type="spellEnd"/>
      <w:r>
        <w:t>.</w:t>
      </w:r>
    </w:p>
    <w:p w14:paraId="7E85EC22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vous avez eu une hallucination</w:t>
      </w:r>
      <w:r>
        <w:t>.</w:t>
      </w:r>
    </w:p>
    <w:p w14:paraId="6953EC97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non</w:t>
      </w:r>
      <w:r>
        <w:t xml:space="preserve">, </w:t>
      </w:r>
      <w:r w:rsidR="00C77A4E" w:rsidRPr="00275B88">
        <w:t>monsieur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étais bien réveillé</w:t>
      </w:r>
      <w:r>
        <w:t xml:space="preserve">, </w:t>
      </w:r>
      <w:r w:rsidR="00C77A4E" w:rsidRPr="00275B88">
        <w:t>bien maître de moi</w:t>
      </w:r>
      <w:r>
        <w:t xml:space="preserve">. </w:t>
      </w:r>
      <w:r w:rsidR="00C77A4E" w:rsidRPr="00275B88">
        <w:t>Je suis un ancien soldat</w:t>
      </w:r>
      <w:r>
        <w:t xml:space="preserve">… </w:t>
      </w:r>
      <w:r w:rsidR="00C77A4E" w:rsidRPr="00275B88">
        <w:t>et je puis dire</w:t>
      </w:r>
      <w:r>
        <w:t xml:space="preserve">, </w:t>
      </w:r>
      <w:r w:rsidR="00C77A4E" w:rsidRPr="00275B88">
        <w:t>sans me vanter</w:t>
      </w:r>
      <w:r>
        <w:t xml:space="preserve">, </w:t>
      </w:r>
      <w:r w:rsidR="00C77A4E" w:rsidRPr="00275B88">
        <w:t>que je n</w:t>
      </w:r>
      <w:r>
        <w:t>’</w:t>
      </w:r>
      <w:r w:rsidR="00C77A4E" w:rsidRPr="00275B88">
        <w:t>ai jamais eu peur</w:t>
      </w:r>
      <w:r>
        <w:t xml:space="preserve">, </w:t>
      </w:r>
      <w:r w:rsidR="00C77A4E" w:rsidRPr="00275B88">
        <w:t>même lorsque</w:t>
      </w:r>
      <w:r>
        <w:t xml:space="preserve">, </w:t>
      </w:r>
      <w:r w:rsidR="00C77A4E" w:rsidRPr="00275B88">
        <w:t>à Verdun</w:t>
      </w:r>
      <w:r>
        <w:t xml:space="preserve">, </w:t>
      </w:r>
      <w:r w:rsidR="00C77A4E" w:rsidRPr="00275B88">
        <w:t>les marmites me tombaient sur la tête dru comme grêle</w:t>
      </w:r>
      <w:r>
        <w:t xml:space="preserve">… </w:t>
      </w:r>
      <w:r w:rsidR="00C77A4E" w:rsidRPr="00275B88">
        <w:t>Eh bien</w:t>
      </w:r>
      <w:r>
        <w:t xml:space="preserve"> ! </w:t>
      </w:r>
      <w:r w:rsidR="00C77A4E" w:rsidRPr="00275B88">
        <w:t>je n</w:t>
      </w:r>
      <w:r>
        <w:t>’</w:t>
      </w:r>
      <w:r w:rsidR="00C77A4E" w:rsidRPr="00275B88">
        <w:t>hésite pas à vous avouer que</w:t>
      </w:r>
      <w:r>
        <w:t xml:space="preserve">, </w:t>
      </w:r>
      <w:r w:rsidR="00C77A4E" w:rsidRPr="00275B88">
        <w:t>rien que de penser à ce que j</w:t>
      </w:r>
      <w:r>
        <w:t>’</w:t>
      </w:r>
      <w:r w:rsidR="00C77A4E" w:rsidRPr="00275B88">
        <w:t>ai vu la nuit dernière</w:t>
      </w:r>
      <w:r>
        <w:t xml:space="preserve">, </w:t>
      </w:r>
      <w:r w:rsidR="00C77A4E" w:rsidRPr="00275B88">
        <w:t xml:space="preserve">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… </w:t>
      </w:r>
      <w:r w:rsidR="00C77A4E" w:rsidRPr="00275B88">
        <w:t xml:space="preserve">cela me fait courir un frisson dans le </w:t>
      </w:r>
      <w:r w:rsidR="00C77A4E" w:rsidRPr="00A87CF8">
        <w:t>dos</w:t>
      </w:r>
      <w:r w:rsidR="00C77A4E" w:rsidRPr="00275B88">
        <w:t xml:space="preserve"> et dresser mes cheveux sur ma tête</w:t>
      </w:r>
      <w:r>
        <w:t> !</w:t>
      </w:r>
    </w:p>
    <w:p w14:paraId="7C26A435" w14:textId="77777777" w:rsidR="002C50B2" w:rsidRDefault="002C50B2" w:rsidP="002C50B2">
      <w:r>
        <w:t>— </w:t>
      </w:r>
      <w:r w:rsidR="00C77A4E" w:rsidRPr="00275B88">
        <w:t>Quelle heure était</w:t>
      </w:r>
      <w:r w:rsidR="00C77A4E">
        <w:t>-</w:t>
      </w:r>
      <w:r w:rsidR="00C77A4E" w:rsidRPr="00275B88">
        <w:t>il quand ce phénomène s</w:t>
      </w:r>
      <w:r>
        <w:t>’</w:t>
      </w:r>
      <w:r w:rsidR="00C77A4E" w:rsidRPr="00275B88">
        <w:t>est produit</w:t>
      </w:r>
      <w:r>
        <w:t xml:space="preserve"> ? </w:t>
      </w:r>
      <w:r w:rsidR="00C77A4E" w:rsidRPr="00275B88">
        <w:t>interrogeait le conservateur</w:t>
      </w:r>
      <w:r w:rsidR="00C77A4E">
        <w:t>-</w:t>
      </w:r>
      <w:r w:rsidR="00C77A4E" w:rsidRPr="00275B88">
        <w:t>adjoint</w:t>
      </w:r>
      <w:r>
        <w:t>.</w:t>
      </w:r>
    </w:p>
    <w:p w14:paraId="67475526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Une heure du matin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Rabusson</w:t>
      </w:r>
      <w:proofErr w:type="spellEnd"/>
      <w:r>
        <w:t xml:space="preserve">, </w:t>
      </w:r>
      <w:r w:rsidR="00C77A4E" w:rsidRPr="00275B88">
        <w:t>répliquait le gardien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étais en train de faire ma ronde dans les salles du rez</w:t>
      </w:r>
      <w:r w:rsidR="00C77A4E">
        <w:t>-</w:t>
      </w:r>
      <w:r w:rsidR="00C77A4E" w:rsidRPr="00275B88">
        <w:t>de</w:t>
      </w:r>
      <w:r w:rsidR="00C77A4E">
        <w:t>-</w:t>
      </w:r>
      <w:r w:rsidR="00C77A4E" w:rsidRPr="00275B88">
        <w:t>chaussée qui donnent sur le bord de l</w:t>
      </w:r>
      <w:r>
        <w:t>’</w:t>
      </w:r>
      <w:r w:rsidR="00C77A4E" w:rsidRPr="00275B88">
        <w:t>eau</w:t>
      </w:r>
      <w:r>
        <w:t xml:space="preserve">, </w:t>
      </w:r>
      <w:r w:rsidR="00C77A4E" w:rsidRPr="00275B88">
        <w:t>lorsque</w:t>
      </w:r>
      <w:r>
        <w:t xml:space="preserve">, </w:t>
      </w:r>
      <w:r w:rsidR="00C77A4E" w:rsidRPr="00275B88">
        <w:t>tout à coup</w:t>
      </w:r>
      <w:r>
        <w:t xml:space="preserve">, </w:t>
      </w:r>
      <w:r w:rsidR="00C77A4E" w:rsidRPr="00275B88">
        <w:t xml:space="preserve">en arrivant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, </w:t>
      </w:r>
      <w:r w:rsidR="00C77A4E" w:rsidRPr="00275B88">
        <w:t>j</w:t>
      </w:r>
      <w:r>
        <w:t>’</w:t>
      </w:r>
      <w:r w:rsidR="00C77A4E" w:rsidRPr="00275B88">
        <w:t>aperçois une forme humaine qui</w:t>
      </w:r>
      <w:r>
        <w:t xml:space="preserve">, </w:t>
      </w:r>
      <w:r w:rsidR="00C77A4E" w:rsidRPr="00275B88">
        <w:t>enveloppée d</w:t>
      </w:r>
      <w:r>
        <w:t>’</w:t>
      </w:r>
      <w:r w:rsidR="00C77A4E" w:rsidRPr="00275B88">
        <w:t xml:space="preserve">un suaire noir et coiffée </w:t>
      </w:r>
      <w:r w:rsidR="00C77A4E" w:rsidRPr="00275B88">
        <w:lastRenderedPageBreak/>
        <w:t>d</w:t>
      </w:r>
      <w:r>
        <w:t>’</w:t>
      </w:r>
      <w:r w:rsidR="00C77A4E" w:rsidRPr="00275B88">
        <w:t>une sorte de capuchon</w:t>
      </w:r>
      <w:r>
        <w:t xml:space="preserve">, </w:t>
      </w:r>
      <w:r w:rsidR="00C77A4E" w:rsidRPr="00275B88">
        <w:t xml:space="preserve">me tournait le </w:t>
      </w:r>
      <w:r w:rsidR="00C77A4E" w:rsidRPr="00A87CF8">
        <w:t>dos</w:t>
      </w:r>
      <w:r w:rsidR="00C77A4E" w:rsidRPr="00275B88">
        <w:t xml:space="preserve"> et se tenait debout auprès de la statue de </w:t>
      </w:r>
      <w:r w:rsidR="00C77A4E" w:rsidRPr="00275B88">
        <w:rPr>
          <w:i/>
          <w:iCs/>
        </w:rPr>
        <w:t>Belphégor</w:t>
      </w:r>
      <w:r>
        <w:rPr>
          <w:i/>
          <w:iCs/>
        </w:rPr>
        <w:t>…</w:t>
      </w:r>
    </w:p>
    <w:p w14:paraId="62E406F3" w14:textId="77777777" w:rsidR="002C50B2" w:rsidRDefault="002C50B2" w:rsidP="002C50B2">
      <w:r>
        <w:t>« </w:t>
      </w:r>
      <w:r w:rsidR="00C77A4E" w:rsidRPr="00275B88">
        <w:t>Tout en dirigeant vers elle la lumière de mon falot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écrie</w:t>
      </w:r>
      <w:r>
        <w:t> : « </w:t>
      </w:r>
      <w:r w:rsidR="00C77A4E" w:rsidRPr="00275B88">
        <w:t>Qui est là</w:t>
      </w:r>
      <w:r>
        <w:t> ?… »</w:t>
      </w:r>
      <w:r w:rsidR="00C77A4E" w:rsidRPr="00275B88">
        <w:t xml:space="preserve"> Mais le fantôme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bond prodigieux</w:t>
      </w:r>
      <w:r>
        <w:t xml:space="preserve">, </w:t>
      </w:r>
      <w:r w:rsidR="00C77A4E" w:rsidRPr="00275B88">
        <w:t>se jette hors de la lumière de ma lanterne</w:t>
      </w:r>
      <w:r>
        <w:t xml:space="preserve">… </w:t>
      </w:r>
      <w:r w:rsidR="00C77A4E" w:rsidRPr="00275B88">
        <w:t>À la clarté de la lune qui passait à travers les fenêtres</w:t>
      </w:r>
      <w:r>
        <w:t xml:space="preserve">, </w:t>
      </w:r>
      <w:r w:rsidR="00C77A4E" w:rsidRPr="00275B88">
        <w:t>je le vois se faufiler entre deux rangées de statues et s</w:t>
      </w:r>
      <w:r>
        <w:t>’</w:t>
      </w:r>
      <w:r w:rsidR="00C77A4E" w:rsidRPr="00275B88">
        <w:t>engouffrer dans la galerie qui conduit à l</w:t>
      </w:r>
      <w:r>
        <w:t>’</w:t>
      </w:r>
      <w:r w:rsidR="00C77A4E" w:rsidRPr="00275B88">
        <w:t xml:space="preserve">escalier de la </w:t>
      </w:r>
      <w:r w:rsidR="00C77A4E" w:rsidRPr="00275B88">
        <w:rPr>
          <w:i/>
          <w:iCs/>
        </w:rPr>
        <w:t>Victoire de Samothrace</w:t>
      </w:r>
      <w:r>
        <w:rPr>
          <w:i/>
          <w:iCs/>
        </w:rPr>
        <w:t xml:space="preserve">… </w:t>
      </w:r>
      <w:r w:rsidR="00C77A4E" w:rsidRPr="00275B88">
        <w:t>Empoignant mon revolver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élance à sa poursuite</w:t>
      </w:r>
      <w:r>
        <w:t xml:space="preserve">… </w:t>
      </w:r>
      <w:r w:rsidR="00C77A4E" w:rsidRPr="00275B88">
        <w:t>Je le rejoins au moment où</w:t>
      </w:r>
      <w:r>
        <w:t xml:space="preserve">, </w:t>
      </w:r>
      <w:r w:rsidR="00C77A4E" w:rsidRPr="00275B88">
        <w:t>après avoir grimpé les marches</w:t>
      </w:r>
      <w:r>
        <w:t xml:space="preserve">, </w:t>
      </w:r>
      <w:r w:rsidR="00C77A4E" w:rsidRPr="00275B88">
        <w:t>il atteignait le palier</w:t>
      </w:r>
      <w:r>
        <w:t xml:space="preserve">, </w:t>
      </w:r>
      <w:r w:rsidR="00C77A4E" w:rsidRPr="00275B88">
        <w:t>et braquant sur lui mon arme</w:t>
      </w:r>
      <w:r>
        <w:t xml:space="preserve">, </w:t>
      </w:r>
      <w:r w:rsidR="00C77A4E" w:rsidRPr="00275B88">
        <w:t>je lui ordonne</w:t>
      </w:r>
      <w:r>
        <w:t> : « </w:t>
      </w:r>
      <w:r w:rsidR="00C77A4E" w:rsidRPr="00275B88">
        <w:t>Halte</w:t>
      </w:r>
      <w:r>
        <w:t xml:space="preserve"> ! </w:t>
      </w:r>
      <w:r w:rsidR="00C77A4E" w:rsidRPr="00275B88">
        <w:t>ou je tire</w:t>
      </w:r>
      <w:r>
        <w:t> ! »</w:t>
      </w:r>
      <w:r w:rsidR="00C77A4E" w:rsidRPr="00275B88">
        <w:t xml:space="preserve"> Mais à peine avais</w:t>
      </w:r>
      <w:r w:rsidR="00C77A4E">
        <w:t>-</w:t>
      </w:r>
      <w:r w:rsidR="00C77A4E" w:rsidRPr="00275B88">
        <w:t>je mis le doigt sur la détente que le fantôme faisait un bond de côté et disparaissait comme s</w:t>
      </w:r>
      <w:r>
        <w:t>’</w:t>
      </w:r>
      <w:r w:rsidR="00C77A4E" w:rsidRPr="00275B88">
        <w:t>il s</w:t>
      </w:r>
      <w:r>
        <w:t>’</w:t>
      </w:r>
      <w:r w:rsidR="00C77A4E" w:rsidRPr="00275B88">
        <w:t>était fondu dans les ténèbres</w:t>
      </w:r>
      <w:r>
        <w:t xml:space="preserve">… </w:t>
      </w:r>
      <w:r w:rsidR="00C77A4E" w:rsidRPr="00275B88">
        <w:t>Affolé</w:t>
      </w:r>
      <w:r>
        <w:t xml:space="preserve">, </w:t>
      </w:r>
      <w:r w:rsidR="00C77A4E" w:rsidRPr="00275B88">
        <w:t>je monte les degrés quatre à quatre</w:t>
      </w:r>
      <w:r>
        <w:t xml:space="preserve">, </w:t>
      </w:r>
      <w:r w:rsidR="00C77A4E" w:rsidRPr="00275B88">
        <w:t>tout en déchargeant mon revolver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atteins le palier</w:t>
      </w:r>
      <w:r>
        <w:t xml:space="preserve">… </w:t>
      </w:r>
      <w:r w:rsidR="00C77A4E" w:rsidRPr="00275B88">
        <w:t>Je cherche</w:t>
      </w:r>
      <w:r>
        <w:t xml:space="preserve">, </w:t>
      </w:r>
      <w:r w:rsidR="00C77A4E" w:rsidRPr="00275B88">
        <w:t>avec mon falot</w:t>
      </w:r>
      <w:r>
        <w:t xml:space="preserve">, </w:t>
      </w:r>
      <w:r w:rsidR="00C77A4E" w:rsidRPr="00275B88">
        <w:t>où pouvait bien se cacher mon lascar</w:t>
      </w:r>
      <w:r>
        <w:t xml:space="preserve">… </w:t>
      </w:r>
      <w:r w:rsidR="00C77A4E" w:rsidRPr="00275B88">
        <w:t>Mais je ne découvre rien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examine le sol</w:t>
      </w:r>
      <w:r>
        <w:t xml:space="preserve">… </w:t>
      </w:r>
      <w:r w:rsidR="00C77A4E" w:rsidRPr="00275B88">
        <w:t>Je palpe les murs qui portent les marques de mes balles</w:t>
      </w:r>
      <w:r>
        <w:t xml:space="preserve">… </w:t>
      </w:r>
      <w:r w:rsidR="00C77A4E" w:rsidRPr="00275B88">
        <w:t>Toujours rien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à croire que le fantôme s</w:t>
      </w:r>
      <w:r>
        <w:t>’</w:t>
      </w:r>
      <w:r w:rsidR="00C77A4E" w:rsidRPr="00275B88">
        <w:t>est volatilisé à travers les murs du palais</w:t>
      </w:r>
      <w:r>
        <w:t xml:space="preserve">… </w:t>
      </w:r>
      <w:r w:rsidR="00C77A4E" w:rsidRPr="00275B88">
        <w:t>Voilà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la vérité</w:t>
      </w:r>
      <w:r>
        <w:t xml:space="preserve">, </w:t>
      </w:r>
      <w:r w:rsidR="00C77A4E" w:rsidRPr="00275B88">
        <w:t>toute la vérité</w:t>
      </w:r>
      <w:r>
        <w:t xml:space="preserve">, </w:t>
      </w:r>
      <w:r w:rsidR="00C77A4E" w:rsidRPr="00275B88">
        <w:t>je vous le jure</w:t>
      </w:r>
      <w:r>
        <w:t> !</w:t>
      </w:r>
    </w:p>
    <w:p w14:paraId="451DE835" w14:textId="722AD74C" w:rsidR="002C50B2" w:rsidRDefault="00C77A4E" w:rsidP="002C50B2">
      <w:r w:rsidRPr="00275B88">
        <w:t>Visiblement impressionné par la manifeste sincérité du gardien</w:t>
      </w:r>
      <w:r w:rsidR="002C50B2">
        <w:t xml:space="preserve">, </w:t>
      </w:r>
      <w:r w:rsidRPr="00275B88">
        <w:t>excellent serviteur dont la bonne foi et le courage étaient au</w:t>
      </w:r>
      <w:r>
        <w:t>-</w:t>
      </w:r>
      <w:r w:rsidRPr="00275B88">
        <w:t>dessus de tout soupçon</w:t>
      </w:r>
      <w:r w:rsidR="002C50B2">
        <w:t>, M. </w:t>
      </w:r>
      <w:r w:rsidRPr="00275B88">
        <w:t>Lavergne regarda tour à tour ses deux collaborateurs qui ne semblaient guère moins troublés que lui par le récit qu</w:t>
      </w:r>
      <w:r w:rsidR="002C50B2">
        <w:t>’</w:t>
      </w:r>
      <w:r w:rsidRPr="00275B88">
        <w:t>ils venaient d</w:t>
      </w:r>
      <w:r w:rsidR="002C50B2">
        <w:t>’</w:t>
      </w:r>
      <w:r w:rsidRPr="00275B88">
        <w:t>entendre</w:t>
      </w:r>
      <w:r w:rsidR="002C50B2">
        <w:t>.</w:t>
      </w:r>
    </w:p>
    <w:p w14:paraId="76FC62FA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>il fit</w:t>
      </w:r>
      <w:r w:rsidR="002C50B2">
        <w:t> :</w:t>
      </w:r>
    </w:p>
    <w:p w14:paraId="563FBF91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nous allons voir</w:t>
      </w:r>
      <w:r>
        <w:t xml:space="preserve">… </w:t>
      </w:r>
      <w:r w:rsidR="00C77A4E" w:rsidRPr="00275B88">
        <w:t>Suivez</w:t>
      </w:r>
      <w:r w:rsidR="00C77A4E">
        <w:t>-</w:t>
      </w:r>
      <w:r w:rsidR="00C77A4E" w:rsidRPr="00275B88">
        <w:t>nous</w:t>
      </w:r>
      <w:r>
        <w:t xml:space="preserve">, </w:t>
      </w:r>
      <w:proofErr w:type="spellStart"/>
      <w:r w:rsidR="00C77A4E" w:rsidRPr="00275B88">
        <w:t>Gautrais</w:t>
      </w:r>
      <w:proofErr w:type="spellEnd"/>
      <w:r>
        <w:t>.</w:t>
      </w:r>
    </w:p>
    <w:p w14:paraId="637020D6" w14:textId="77777777" w:rsidR="002C50B2" w:rsidRDefault="00C77A4E" w:rsidP="002C50B2">
      <w:pPr>
        <w:rPr>
          <w:i/>
          <w:iCs/>
        </w:rPr>
      </w:pPr>
      <w:r w:rsidRPr="00275B88">
        <w:lastRenderedPageBreak/>
        <w:t xml:space="preserve">Ils gagnèrent aussitôt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r w:rsidRPr="00275B88">
        <w:t>où un groupe d</w:t>
      </w:r>
      <w:r w:rsidR="002C50B2">
        <w:t>’</w:t>
      </w:r>
      <w:r w:rsidRPr="00275B88">
        <w:t>employés et d</w:t>
      </w:r>
      <w:r w:rsidR="002C50B2">
        <w:t>’</w:t>
      </w:r>
      <w:r w:rsidRPr="00275B88">
        <w:t xml:space="preserve">hommes de service péroraient devant la statue de </w:t>
      </w:r>
      <w:r w:rsidRPr="00275B88">
        <w:rPr>
          <w:i/>
          <w:iCs/>
        </w:rPr>
        <w:t>Belphégor</w:t>
      </w:r>
      <w:r w:rsidR="002C50B2">
        <w:rPr>
          <w:i/>
          <w:iCs/>
        </w:rPr>
        <w:t>.</w:t>
      </w:r>
    </w:p>
    <w:p w14:paraId="632D2033" w14:textId="77777777" w:rsidR="002C50B2" w:rsidRDefault="00C77A4E" w:rsidP="002C50B2">
      <w:r w:rsidRPr="00275B88">
        <w:t>Dès qu</w:t>
      </w:r>
      <w:r w:rsidR="002C50B2">
        <w:t>’</w:t>
      </w:r>
      <w:r w:rsidRPr="00275B88">
        <w:t>ils virent apparaître les nouveaux arrivants</w:t>
      </w:r>
      <w:r w:rsidR="002C50B2">
        <w:t xml:space="preserve">, </w:t>
      </w:r>
      <w:r w:rsidRPr="00275B88">
        <w:t>tous s</w:t>
      </w:r>
      <w:r w:rsidR="002C50B2">
        <w:t>’</w:t>
      </w:r>
      <w:r w:rsidRPr="00275B88">
        <w:t>empressèrent de déguerpir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exception du gardien en chef</w:t>
      </w:r>
      <w:r w:rsidR="002C50B2">
        <w:t xml:space="preserve">, </w:t>
      </w:r>
      <w:r w:rsidRPr="00275B88">
        <w:t>Jean Sabarat</w:t>
      </w:r>
      <w:r w:rsidR="002C50B2">
        <w:t xml:space="preserve">, </w:t>
      </w:r>
      <w:r w:rsidRPr="00275B88">
        <w:t>sorte d</w:t>
      </w:r>
      <w:r w:rsidR="002C50B2">
        <w:t>’</w:t>
      </w:r>
      <w:r w:rsidRPr="00275B88">
        <w:t>hercule aux proportions athlétiques</w:t>
      </w:r>
      <w:r w:rsidR="002C50B2">
        <w:t xml:space="preserve">, </w:t>
      </w:r>
      <w:r w:rsidRPr="00275B88">
        <w:t>qui respirait à la fois la force</w:t>
      </w:r>
      <w:r w:rsidR="002C50B2">
        <w:t xml:space="preserve">, </w:t>
      </w:r>
      <w:r w:rsidRPr="00275B88">
        <w:t>le calme et la bravoure</w:t>
      </w:r>
      <w:r w:rsidR="002C50B2">
        <w:t>.</w:t>
      </w:r>
    </w:p>
    <w:p w14:paraId="0EB006E6" w14:textId="77777777" w:rsidR="002C50B2" w:rsidRDefault="00C77A4E" w:rsidP="002C50B2">
      <w:r w:rsidRPr="00275B88">
        <w:t>Tout en relevant respectueusement sa casquette</w:t>
      </w:r>
      <w:r w:rsidR="002C50B2">
        <w:t xml:space="preserve">, </w:t>
      </w:r>
      <w:r w:rsidRPr="00275B88">
        <w:t>Sabarat se dirigea vers son chef</w:t>
      </w:r>
      <w:r w:rsidR="002C50B2">
        <w:t>.</w:t>
      </w:r>
    </w:p>
    <w:p w14:paraId="70389077" w14:textId="77777777" w:rsidR="002C50B2" w:rsidRDefault="002C50B2" w:rsidP="002C50B2">
      <w:r>
        <w:t>— </w:t>
      </w:r>
      <w:r w:rsidR="00C77A4E" w:rsidRPr="00275B88">
        <w:t>Monsieur le conservateur</w:t>
      </w:r>
      <w:r>
        <w:t xml:space="preserve">, </w:t>
      </w:r>
      <w:r w:rsidR="00C77A4E" w:rsidRPr="00275B88">
        <w:t>annonça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on vient de découvrir ici des traces suspectes</w:t>
      </w:r>
      <w:r>
        <w:t>…</w:t>
      </w:r>
    </w:p>
    <w:p w14:paraId="57AAC4DE" w14:textId="77777777" w:rsidR="002C50B2" w:rsidRDefault="00C77A4E" w:rsidP="002C50B2">
      <w:r w:rsidRPr="00275B88">
        <w:t xml:space="preserve">Et il désigna le socle de la statue de </w:t>
      </w:r>
      <w:r w:rsidRPr="00275B88">
        <w:rPr>
          <w:i/>
          <w:iCs/>
        </w:rPr>
        <w:t>Belphégor</w:t>
      </w:r>
      <w:r w:rsidR="002C50B2">
        <w:rPr>
          <w:i/>
          <w:iCs/>
        </w:rPr>
        <w:t xml:space="preserve">, </w:t>
      </w:r>
      <w:r w:rsidRPr="00275B88">
        <w:t>dieu des Moabites</w:t>
      </w:r>
      <w:r w:rsidR="002C50B2">
        <w:t xml:space="preserve">, </w:t>
      </w:r>
      <w:r w:rsidRPr="00275B88">
        <w:t>dont le masque grimaçant</w:t>
      </w:r>
      <w:r w:rsidR="002C50B2">
        <w:t xml:space="preserve">, </w:t>
      </w:r>
      <w:r w:rsidRPr="00275B88">
        <w:t>déconcertant</w:t>
      </w:r>
      <w:r w:rsidR="002C50B2">
        <w:t xml:space="preserve">, </w:t>
      </w:r>
      <w:r w:rsidRPr="00275B88">
        <w:t>énigmatique</w:t>
      </w:r>
      <w:r w:rsidR="002C50B2">
        <w:t xml:space="preserve">, </w:t>
      </w:r>
      <w:r w:rsidRPr="00275B88">
        <w:t>semblait contempler en ricanant les humains qui l</w:t>
      </w:r>
      <w:r w:rsidR="002C50B2">
        <w:t>’</w:t>
      </w:r>
      <w:r w:rsidRPr="00275B88">
        <w:t>entouraient</w:t>
      </w:r>
      <w:r w:rsidR="002C50B2">
        <w:t>.</w:t>
      </w:r>
    </w:p>
    <w:p w14:paraId="766CFEF8" w14:textId="3EA1E8B0" w:rsidR="002C50B2" w:rsidRDefault="002C50B2" w:rsidP="002C50B2">
      <w:r>
        <w:t>M. </w:t>
      </w:r>
      <w:r w:rsidR="00C77A4E" w:rsidRPr="00275B88">
        <w:t>Lavergne s</w:t>
      </w:r>
      <w:r>
        <w:t>’</w:t>
      </w:r>
      <w:r w:rsidR="00C77A4E" w:rsidRPr="00275B88">
        <w:t>approcha et examina avec attention le piédestal</w:t>
      </w:r>
      <w:r>
        <w:t xml:space="preserve">. </w:t>
      </w:r>
      <w:r w:rsidR="00C77A4E" w:rsidRPr="00275B88">
        <w:t>Il portait des éraflures toutes fraîches</w:t>
      </w:r>
      <w:r>
        <w:t xml:space="preserve">, </w:t>
      </w:r>
      <w:r w:rsidR="00C77A4E" w:rsidRPr="00275B88">
        <w:t>assez profondes</w:t>
      </w:r>
      <w:r>
        <w:t xml:space="preserve">, </w:t>
      </w:r>
      <w:r w:rsidR="00C77A4E" w:rsidRPr="00275B88">
        <w:t>qui semblaient avoir été faites à l</w:t>
      </w:r>
      <w:r>
        <w:t>’</w:t>
      </w:r>
      <w:r w:rsidR="00C77A4E" w:rsidRPr="00275B88">
        <w:t>aide d</w:t>
      </w:r>
      <w:r>
        <w:t>’</w:t>
      </w:r>
      <w:r w:rsidR="00C77A4E" w:rsidRPr="00275B88">
        <w:t>un ciseau à froid</w:t>
      </w:r>
      <w:r>
        <w:t>.</w:t>
      </w:r>
    </w:p>
    <w:p w14:paraId="610363AC" w14:textId="77777777" w:rsidR="002C50B2" w:rsidRDefault="00C77A4E" w:rsidP="002C50B2">
      <w:r w:rsidRPr="00275B88">
        <w:t>Troublé par cette découverte</w:t>
      </w:r>
      <w:r w:rsidR="002C50B2">
        <w:t xml:space="preserve">, </w:t>
      </w:r>
      <w:r w:rsidRPr="00275B88">
        <w:t>le conservateur en chef reprenait</w:t>
      </w:r>
      <w:r w:rsidR="002C50B2">
        <w:t> :</w:t>
      </w:r>
    </w:p>
    <w:p w14:paraId="3DF72D6F" w14:textId="77777777" w:rsidR="002C50B2" w:rsidRDefault="002C50B2" w:rsidP="002C50B2">
      <w:r>
        <w:t>— </w:t>
      </w:r>
      <w:r w:rsidR="00C77A4E" w:rsidRPr="00275B88">
        <w:t>Voilà qui n</w:t>
      </w:r>
      <w:r>
        <w:t>’</w:t>
      </w:r>
      <w:r w:rsidR="00C77A4E" w:rsidRPr="00275B88">
        <w:t>est pas ordinaire</w:t>
      </w:r>
      <w:r>
        <w:t xml:space="preserve"> ; </w:t>
      </w:r>
      <w:r w:rsidR="00C77A4E" w:rsidRPr="00275B88">
        <w:t>et c</w:t>
      </w:r>
      <w:r>
        <w:t>’</w:t>
      </w:r>
      <w:r w:rsidR="00C77A4E" w:rsidRPr="00275B88">
        <w:t>est à se demander si un cambrioleur ne s</w:t>
      </w:r>
      <w:r>
        <w:t>’</w:t>
      </w:r>
      <w:r w:rsidR="00C77A4E" w:rsidRPr="00275B88">
        <w:t>est pas introduit dans le musée</w:t>
      </w:r>
      <w:r>
        <w:t>.</w:t>
      </w:r>
    </w:p>
    <w:p w14:paraId="0CAA505B" w14:textId="16E31101" w:rsidR="002C50B2" w:rsidRDefault="002C50B2" w:rsidP="002C50B2">
      <w:r>
        <w:t>— </w:t>
      </w:r>
      <w:r w:rsidR="00C77A4E" w:rsidRPr="00275B88">
        <w:t xml:space="preserve">Depuis le vol de </w:t>
      </w:r>
      <w:r w:rsidR="00C77A4E" w:rsidRPr="00275B88">
        <w:rPr>
          <w:i/>
          <w:iCs/>
        </w:rPr>
        <w:t>La Joconde</w:t>
      </w:r>
      <w:r>
        <w:rPr>
          <w:i/>
          <w:iCs/>
        </w:rPr>
        <w:t xml:space="preserve">, </w:t>
      </w:r>
      <w:r w:rsidR="00C77A4E" w:rsidRPr="00275B88">
        <w:t xml:space="preserve">observait </w:t>
      </w:r>
      <w:r>
        <w:t>M. </w:t>
      </w:r>
      <w:proofErr w:type="spellStart"/>
      <w:r w:rsidR="00C77A4E" w:rsidRPr="00275B88">
        <w:t>Rabusson</w:t>
      </w:r>
      <w:proofErr w:type="spellEnd"/>
      <w:r>
        <w:t xml:space="preserve">, </w:t>
      </w:r>
      <w:r w:rsidR="00C77A4E" w:rsidRPr="00275B88">
        <w:t>de telles précautions ont été prises qu</w:t>
      </w:r>
      <w:r>
        <w:t>’</w:t>
      </w:r>
      <w:r w:rsidR="00C77A4E" w:rsidRPr="00275B88">
        <w:t>il est impossible de pénétrer la nuit dans le Louvre</w:t>
      </w:r>
      <w:r>
        <w:t>.</w:t>
      </w:r>
    </w:p>
    <w:p w14:paraId="39931AB6" w14:textId="77777777" w:rsidR="002C50B2" w:rsidRDefault="00C77A4E" w:rsidP="002C50B2">
      <w:r w:rsidRPr="00275B88">
        <w:t>Le secrétaire ajoutait</w:t>
      </w:r>
      <w:r w:rsidR="002C50B2">
        <w:t> :</w:t>
      </w:r>
    </w:p>
    <w:p w14:paraId="220A75F0" w14:textId="77777777" w:rsidR="002C50B2" w:rsidRDefault="002C50B2" w:rsidP="002C50B2">
      <w:r>
        <w:t>— </w:t>
      </w:r>
      <w:r w:rsidR="00C77A4E" w:rsidRPr="00275B88">
        <w:t>Et même de s</w:t>
      </w:r>
      <w:r>
        <w:t>’</w:t>
      </w:r>
      <w:r w:rsidR="00C77A4E" w:rsidRPr="00275B88">
        <w:t>y cacher avant la fermeture</w:t>
      </w:r>
      <w:r>
        <w:t>.</w:t>
      </w:r>
    </w:p>
    <w:p w14:paraId="73D1DCFA" w14:textId="23A96359" w:rsidR="002C50B2" w:rsidRDefault="00C77A4E" w:rsidP="002C50B2">
      <w:r w:rsidRPr="00275B88">
        <w:lastRenderedPageBreak/>
        <w:t>Grave</w:t>
      </w:r>
      <w:r w:rsidR="002C50B2">
        <w:t xml:space="preserve">, </w:t>
      </w:r>
      <w:r w:rsidRPr="00275B88">
        <w:t>pensif</w:t>
      </w:r>
      <w:r w:rsidR="002C50B2">
        <w:t>, M. </w:t>
      </w:r>
      <w:r w:rsidRPr="00275B88">
        <w:t>Lavergne décidait</w:t>
      </w:r>
      <w:r w:rsidR="002C50B2">
        <w:t> :</w:t>
      </w:r>
    </w:p>
    <w:p w14:paraId="7C307B14" w14:textId="77777777" w:rsidR="002C50B2" w:rsidRDefault="002C50B2" w:rsidP="002C50B2">
      <w:r>
        <w:t>— </w:t>
      </w:r>
      <w:r w:rsidR="00C77A4E" w:rsidRPr="00275B88">
        <w:t>Je vais prévenir la police</w:t>
      </w:r>
      <w:r>
        <w:t>.</w:t>
      </w:r>
    </w:p>
    <w:p w14:paraId="6331D18C" w14:textId="77777777" w:rsidR="002C50B2" w:rsidRDefault="00C77A4E" w:rsidP="002C50B2">
      <w:r w:rsidRPr="00275B88">
        <w:t>Déjà il s</w:t>
      </w:r>
      <w:r w:rsidR="002C50B2">
        <w:t>’</w:t>
      </w:r>
      <w:r w:rsidRPr="00275B88">
        <w:t>éloignait avec ses collaborateurs</w:t>
      </w:r>
      <w:r w:rsidR="002C50B2">
        <w:t xml:space="preserve">. </w:t>
      </w:r>
      <w:r w:rsidRPr="00275B88">
        <w:t>Mais Sabarat</w:t>
      </w:r>
      <w:r w:rsidR="002C50B2">
        <w:t xml:space="preserve">, </w:t>
      </w:r>
      <w:r w:rsidRPr="00275B88">
        <w:t>saisi d</w:t>
      </w:r>
      <w:r w:rsidR="002C50B2">
        <w:t>’</w:t>
      </w:r>
      <w:r w:rsidRPr="00275B88">
        <w:t>une idée subite</w:t>
      </w:r>
      <w:r w:rsidR="002C50B2">
        <w:t xml:space="preserve">, </w:t>
      </w:r>
      <w:r w:rsidRPr="00275B88">
        <w:t>le rejoignit en disant</w:t>
      </w:r>
      <w:r w:rsidR="002C50B2">
        <w:t> :</w:t>
      </w:r>
    </w:p>
    <w:p w14:paraId="15E62F99" w14:textId="77777777" w:rsidR="002C50B2" w:rsidRDefault="002C50B2" w:rsidP="002C50B2">
      <w:r>
        <w:t>— </w:t>
      </w:r>
      <w:r w:rsidR="00C77A4E" w:rsidRPr="00275B88">
        <w:t>Monsieur le conservateur</w:t>
      </w:r>
      <w:r>
        <w:t xml:space="preserve">, </w:t>
      </w:r>
      <w:r w:rsidR="00C77A4E" w:rsidRPr="00275B88">
        <w:t>si nous mêlons la police à cette histoire</w:t>
      </w:r>
      <w:r>
        <w:t xml:space="preserve">, </w:t>
      </w:r>
      <w:r w:rsidR="00C77A4E" w:rsidRPr="00275B88">
        <w:t>le fantôme</w:t>
      </w:r>
      <w:r>
        <w:t xml:space="preserve">, </w:t>
      </w:r>
      <w:r w:rsidR="00C77A4E" w:rsidRPr="00275B88">
        <w:t>si tant est que ce soit un fantôme</w:t>
      </w:r>
      <w:r>
        <w:t xml:space="preserve">, </w:t>
      </w:r>
      <w:r w:rsidR="00C77A4E" w:rsidRPr="00275B88">
        <w:t>se gardera bien de reparaître</w:t>
      </w:r>
      <w:r>
        <w:t>.</w:t>
      </w:r>
    </w:p>
    <w:p w14:paraId="7409B87B" w14:textId="77777777" w:rsidR="002C50B2" w:rsidRDefault="002C50B2" w:rsidP="002C50B2">
      <w:r>
        <w:t>— </w:t>
      </w:r>
      <w:r w:rsidR="00C77A4E" w:rsidRPr="00275B88">
        <w:t>Très juste</w:t>
      </w:r>
      <w:r>
        <w:t>…</w:t>
      </w:r>
    </w:p>
    <w:p w14:paraId="2F2552B3" w14:textId="77777777" w:rsidR="002C50B2" w:rsidRDefault="002C50B2" w:rsidP="002C50B2">
      <w:r>
        <w:t>— </w:t>
      </w:r>
      <w:r w:rsidR="00C77A4E" w:rsidRPr="00275B88">
        <w:t>Aussi</w:t>
      </w:r>
      <w:r>
        <w:t xml:space="preserve">, </w:t>
      </w:r>
      <w:r w:rsidR="00C77A4E" w:rsidRPr="00275B88">
        <w:t>je vous demande la permission de me cacher ce soir dans cette salle</w:t>
      </w:r>
      <w:r>
        <w:t xml:space="preserve">… </w:t>
      </w:r>
      <w:r w:rsidR="00C77A4E" w:rsidRPr="00275B88">
        <w:t>et je vous garantis que si notre gaillard revient</w:t>
      </w:r>
      <w:r>
        <w:t xml:space="preserve">, </w:t>
      </w:r>
      <w:r w:rsidR="00C77A4E" w:rsidRPr="00275B88">
        <w:t>je me charge de lui régler son compte</w:t>
      </w:r>
      <w:r>
        <w:t>.</w:t>
      </w:r>
    </w:p>
    <w:p w14:paraId="175F4938" w14:textId="3C23D5D6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en pensez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messieurs</w:t>
      </w:r>
      <w:r>
        <w:t xml:space="preserve"> ? </w:t>
      </w:r>
      <w:r w:rsidR="00C77A4E" w:rsidRPr="00275B88">
        <w:t xml:space="preserve">demandait </w:t>
      </w:r>
      <w:r>
        <w:t>M. </w:t>
      </w:r>
      <w:r w:rsidR="00C77A4E" w:rsidRPr="00275B88">
        <w:t>Lavergne</w:t>
      </w:r>
      <w:r>
        <w:t>.</w:t>
      </w:r>
    </w:p>
    <w:p w14:paraId="3C84DB01" w14:textId="3D777944" w:rsidR="002C50B2" w:rsidRDefault="002C50B2" w:rsidP="002C50B2">
      <w:r>
        <w:t>— </w:t>
      </w:r>
      <w:r w:rsidR="00C77A4E" w:rsidRPr="00275B88">
        <w:t>Sabarat a raison</w:t>
      </w:r>
      <w:r>
        <w:t xml:space="preserve">… </w:t>
      </w:r>
      <w:r w:rsidR="00C77A4E" w:rsidRPr="00275B88">
        <w:t xml:space="preserve">approuvait </w:t>
      </w:r>
      <w:r>
        <w:t>M. </w:t>
      </w:r>
      <w:proofErr w:type="spellStart"/>
      <w:r w:rsidR="00C77A4E" w:rsidRPr="00275B88">
        <w:t>Rabusson</w:t>
      </w:r>
      <w:proofErr w:type="spellEnd"/>
      <w:r>
        <w:t>.</w:t>
      </w:r>
    </w:p>
    <w:p w14:paraId="5CD223CB" w14:textId="77777777" w:rsidR="002C50B2" w:rsidRDefault="002C50B2" w:rsidP="002C50B2">
      <w:r>
        <w:t>— </w:t>
      </w:r>
      <w:r w:rsidR="00C77A4E" w:rsidRPr="00275B88">
        <w:t>Avec lui</w:t>
      </w:r>
      <w:r>
        <w:t xml:space="preserve">, </w:t>
      </w:r>
      <w:r w:rsidR="00C77A4E" w:rsidRPr="00275B88">
        <w:t>on peut être tranquille</w:t>
      </w:r>
      <w:r>
        <w:t xml:space="preserve">, </w:t>
      </w:r>
      <w:r w:rsidR="00C77A4E" w:rsidRPr="00275B88">
        <w:t>affirmait le secrétaire</w:t>
      </w:r>
      <w:r>
        <w:t>.</w:t>
      </w:r>
    </w:p>
    <w:p w14:paraId="09272A12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entendu</w:t>
      </w:r>
      <w:r>
        <w:t xml:space="preserve">, </w:t>
      </w:r>
      <w:r w:rsidR="00C77A4E" w:rsidRPr="00275B88">
        <w:t>mon cher Sabarat</w:t>
      </w:r>
      <w:r>
        <w:t xml:space="preserve">… </w:t>
      </w:r>
      <w:r w:rsidR="00C77A4E" w:rsidRPr="00275B88">
        <w:t>La nuit prochaine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vous qui serez de garde</w:t>
      </w:r>
      <w:r>
        <w:t> !</w:t>
      </w:r>
    </w:p>
    <w:p w14:paraId="2A2680A2" w14:textId="77777777" w:rsidR="002C50B2" w:rsidRDefault="00C77A4E" w:rsidP="002C50B2">
      <w:r w:rsidRPr="00275B88">
        <w:t>Tous trois quittèrent la salle</w:t>
      </w:r>
      <w:r w:rsidR="002C50B2">
        <w:t>.</w:t>
      </w:r>
    </w:p>
    <w:p w14:paraId="7CF970AC" w14:textId="77777777" w:rsidR="002C50B2" w:rsidRDefault="00C77A4E" w:rsidP="002C50B2">
      <w:r w:rsidRPr="00275B88">
        <w:t>Dès qu</w:t>
      </w:r>
      <w:r w:rsidR="002C50B2">
        <w:t>’</w:t>
      </w:r>
      <w:r w:rsidRPr="00275B88">
        <w:t>ils eurent disparu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s</w:t>
      </w:r>
      <w:r w:rsidR="002C50B2">
        <w:t>’</w:t>
      </w:r>
      <w:r w:rsidRPr="00275B88">
        <w:t>approcha de Sabarat et lui demanda</w:t>
      </w:r>
      <w:r w:rsidR="002C50B2">
        <w:t> :</w:t>
      </w:r>
    </w:p>
    <w:p w14:paraId="0E52D07B" w14:textId="77777777" w:rsidR="002C50B2" w:rsidRDefault="002C50B2" w:rsidP="002C50B2">
      <w:r>
        <w:t>— </w:t>
      </w:r>
      <w:r w:rsidR="00C77A4E" w:rsidRPr="00275B88">
        <w:t>Brigadier</w:t>
      </w:r>
      <w:r>
        <w:t xml:space="preserve">, </w:t>
      </w:r>
      <w:r w:rsidR="00C77A4E" w:rsidRPr="00275B88">
        <w:t>voulez</w:t>
      </w:r>
      <w:r w:rsidR="00C77A4E">
        <w:t>-</w:t>
      </w:r>
      <w:r w:rsidR="00C77A4E" w:rsidRPr="00275B88">
        <w:t>vous que</w:t>
      </w:r>
      <w:r>
        <w:t xml:space="preserve">, </w:t>
      </w:r>
      <w:r w:rsidR="00C77A4E" w:rsidRPr="00275B88">
        <w:t>cette nuit</w:t>
      </w:r>
      <w:r>
        <w:t xml:space="preserve">, </w:t>
      </w:r>
      <w:r w:rsidR="00C77A4E" w:rsidRPr="00275B88">
        <w:t>je reste avec vous</w:t>
      </w:r>
      <w:r>
        <w:t> ?</w:t>
      </w:r>
    </w:p>
    <w:p w14:paraId="2A0E9D85" w14:textId="77777777" w:rsidR="002C50B2" w:rsidRDefault="002C50B2" w:rsidP="002C50B2">
      <w:r>
        <w:t>— </w:t>
      </w:r>
      <w:r w:rsidR="00C77A4E" w:rsidRPr="00275B88">
        <w:t>Je te remercie</w:t>
      </w:r>
      <w:r>
        <w:t xml:space="preserve">, </w:t>
      </w:r>
      <w:r w:rsidR="00C77A4E" w:rsidRPr="00275B88">
        <w:t>mon vieux</w:t>
      </w:r>
      <w:r>
        <w:t xml:space="preserve">… </w:t>
      </w:r>
      <w:r w:rsidR="00C77A4E" w:rsidRPr="00275B88">
        <w:t>mais ce n</w:t>
      </w:r>
      <w:r>
        <w:t>’</w:t>
      </w:r>
      <w:r w:rsidR="00C77A4E" w:rsidRPr="00275B88">
        <w:t>est pas la peine</w:t>
      </w:r>
      <w:r>
        <w:t> !</w:t>
      </w:r>
    </w:p>
    <w:p w14:paraId="4558A55A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il me semble que je pourrais vous être utile</w:t>
      </w:r>
      <w:r>
        <w:t>.</w:t>
      </w:r>
    </w:p>
    <w:p w14:paraId="5A79D49B" w14:textId="77777777" w:rsidR="002C50B2" w:rsidRDefault="002C50B2" w:rsidP="002C50B2">
      <w:r>
        <w:lastRenderedPageBreak/>
        <w:t>— </w:t>
      </w:r>
      <w:r w:rsidR="00C77A4E" w:rsidRPr="00275B88">
        <w:t>J</w:t>
      </w:r>
      <w:r>
        <w:t>’</w:t>
      </w:r>
      <w:r w:rsidR="00C77A4E" w:rsidRPr="00275B88">
        <w:t>aime mieux être seul</w:t>
      </w:r>
      <w:r>
        <w:t>.</w:t>
      </w:r>
    </w:p>
    <w:p w14:paraId="7BB85FCC" w14:textId="77777777" w:rsidR="002C50B2" w:rsidRDefault="00C77A4E" w:rsidP="002C50B2">
      <w:proofErr w:type="spellStart"/>
      <w:r w:rsidRPr="00275B88">
        <w:t>Gautrais</w:t>
      </w:r>
      <w:proofErr w:type="spellEnd"/>
      <w:r w:rsidRPr="00275B88">
        <w:t xml:space="preserve"> connaissait l</w:t>
      </w:r>
      <w:r w:rsidR="002C50B2">
        <w:t>’</w:t>
      </w:r>
      <w:r w:rsidRPr="00275B88">
        <w:t>entêtement de son collègue</w:t>
      </w:r>
      <w:r w:rsidR="002C50B2">
        <w:t xml:space="preserve">, </w:t>
      </w:r>
      <w:r w:rsidRPr="00275B88">
        <w:t>un Basque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par sa mère</w:t>
      </w:r>
      <w:r w:rsidR="002C50B2">
        <w:t xml:space="preserve">, </w:t>
      </w:r>
      <w:r w:rsidRPr="00275B88">
        <w:t>avait du sang breton dans les veines</w:t>
      </w:r>
      <w:r w:rsidR="002C50B2">
        <w:t xml:space="preserve">… </w:t>
      </w:r>
      <w:r w:rsidRPr="00275B88">
        <w:t>Il n</w:t>
      </w:r>
      <w:r w:rsidR="002C50B2">
        <w:t>’</w:t>
      </w:r>
      <w:r w:rsidRPr="00275B88">
        <w:t>insista pas</w:t>
      </w:r>
      <w:r w:rsidR="002C50B2">
        <w:t>.</w:t>
      </w:r>
    </w:p>
    <w:p w14:paraId="147E6FD0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bonne chance</w:t>
      </w:r>
      <w:r>
        <w:t xml:space="preserve">, </w:t>
      </w:r>
      <w:r w:rsidR="00C77A4E" w:rsidRPr="00275B88">
        <w:t>brigadier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en lui serrant la main</w:t>
      </w:r>
      <w:r>
        <w:t>.</w:t>
      </w:r>
    </w:p>
    <w:p w14:paraId="3E4D6FED" w14:textId="77777777" w:rsidR="002C50B2" w:rsidRDefault="00C77A4E" w:rsidP="002C50B2">
      <w:r w:rsidRPr="00275B88">
        <w:t>Et encore sous l</w:t>
      </w:r>
      <w:r w:rsidR="002C50B2">
        <w:t>’</w:t>
      </w:r>
      <w:r w:rsidRPr="00275B88">
        <w:t>impression des événements auxquels il avait été mêlé</w:t>
      </w:r>
      <w:r w:rsidR="002C50B2">
        <w:t xml:space="preserve">, </w:t>
      </w:r>
      <w:r w:rsidRPr="00275B88">
        <w:t>la nuit précédente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rejoindre sa femme</w:t>
      </w:r>
      <w:r w:rsidR="002C50B2">
        <w:t xml:space="preserve">, </w:t>
      </w:r>
      <w:r w:rsidRPr="00275B88">
        <w:t>une bonne grosse commère</w:t>
      </w:r>
      <w:r w:rsidR="002C50B2">
        <w:t xml:space="preserve">, </w:t>
      </w:r>
      <w:r w:rsidRPr="00275B88">
        <w:t>au visage un peu empâté</w:t>
      </w:r>
      <w:r w:rsidR="002C50B2">
        <w:t xml:space="preserve">, </w:t>
      </w:r>
      <w:r w:rsidRPr="00275B88">
        <w:t>mais naturellement réjoui</w:t>
      </w:r>
      <w:r w:rsidR="002C50B2">
        <w:t xml:space="preserve">, </w:t>
      </w:r>
      <w:r w:rsidRPr="00275B88">
        <w:t>et qui</w:t>
      </w:r>
      <w:r w:rsidR="002C50B2">
        <w:t xml:space="preserve">, </w:t>
      </w:r>
      <w:r w:rsidRPr="00275B88">
        <w:t>anxieuse de savoir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attendait dans la grande cour du Louvre</w:t>
      </w:r>
      <w:r w:rsidR="002C50B2">
        <w:t>.</w:t>
      </w:r>
    </w:p>
    <w:p w14:paraId="0DA397A4" w14:textId="77777777" w:rsidR="002C50B2" w:rsidRDefault="002C50B2" w:rsidP="002C50B2">
      <w:r>
        <w:t>— </w:t>
      </w:r>
      <w:r w:rsidR="00C77A4E" w:rsidRPr="00275B88">
        <w:t>Quoi de nouveau</w:t>
      </w:r>
      <w:r>
        <w:t xml:space="preserve"> ? </w:t>
      </w:r>
      <w:r w:rsidR="00C77A4E" w:rsidRPr="00275B88">
        <w:t>interrogea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>.</w:t>
      </w:r>
    </w:p>
    <w:p w14:paraId="2840A008" w14:textId="77777777" w:rsidR="002C50B2" w:rsidRDefault="00C77A4E" w:rsidP="002C50B2">
      <w:r w:rsidRPr="00275B88">
        <w:t>L</w:t>
      </w:r>
      <w:r w:rsidR="002C50B2">
        <w:t>’</w:t>
      </w:r>
      <w:r w:rsidRPr="00275B88">
        <w:t>air sombre</w:t>
      </w:r>
      <w:r w:rsidR="002C50B2">
        <w:t xml:space="preserve">, </w:t>
      </w:r>
      <w:r w:rsidRPr="00275B88">
        <w:t xml:space="preserve">le brave </w:t>
      </w:r>
      <w:proofErr w:type="spellStart"/>
      <w:r w:rsidRPr="00275B88">
        <w:t>Gautrais</w:t>
      </w:r>
      <w:proofErr w:type="spellEnd"/>
      <w:r w:rsidRPr="00275B88">
        <w:t xml:space="preserve"> répliquait</w:t>
      </w:r>
      <w:r w:rsidR="002C50B2">
        <w:t> :</w:t>
      </w:r>
    </w:p>
    <w:p w14:paraId="32ECCF76" w14:textId="77777777" w:rsidR="002C50B2" w:rsidRDefault="002C50B2" w:rsidP="002C50B2">
      <w:r>
        <w:t>— </w:t>
      </w:r>
      <w:r w:rsidR="00C77A4E" w:rsidRPr="00275B88">
        <w:t>Rien</w:t>
      </w:r>
      <w:r>
        <w:t xml:space="preserve"> !…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que si</w:t>
      </w:r>
      <w:r>
        <w:t xml:space="preserve"> !… </w:t>
      </w:r>
      <w:r w:rsidR="00C77A4E" w:rsidRPr="00275B88">
        <w:t xml:space="preserve">Sabarat a demandé à passer la nuit prochaine tout seul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. </w:t>
      </w:r>
      <w:r w:rsidR="00C77A4E" w:rsidRPr="00275B88">
        <w:t>Je voulais veiller avec lui</w:t>
      </w:r>
      <w:r>
        <w:t xml:space="preserve">… </w:t>
      </w:r>
      <w:r w:rsidR="00C77A4E" w:rsidRPr="00275B88">
        <w:t>mais il m</w:t>
      </w:r>
      <w:r>
        <w:t>’</w:t>
      </w:r>
      <w:r w:rsidR="00C77A4E" w:rsidRPr="00275B88">
        <w:t>a envoyé promener</w:t>
      </w:r>
      <w:r>
        <w:t>…</w:t>
      </w:r>
    </w:p>
    <w:p w14:paraId="3CACFD65" w14:textId="77777777" w:rsidR="002C50B2" w:rsidRDefault="002C50B2" w:rsidP="002C50B2">
      <w:r>
        <w:t>— </w:t>
      </w:r>
      <w:r w:rsidR="00C77A4E" w:rsidRPr="00275B88">
        <w:t>Il a bien fait</w:t>
      </w:r>
      <w:r>
        <w:t>.</w:t>
      </w:r>
    </w:p>
    <w:p w14:paraId="399A20B7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57E11C87" w14:textId="77777777" w:rsidR="002C50B2" w:rsidRDefault="002C50B2" w:rsidP="002C50B2">
      <w:r>
        <w:t>— </w:t>
      </w:r>
      <w:r w:rsidR="00C77A4E" w:rsidRPr="00275B88">
        <w:t>Parce que j</w:t>
      </w:r>
      <w:r>
        <w:t>’</w:t>
      </w:r>
      <w:r w:rsidR="00C77A4E" w:rsidRPr="00275B88">
        <w:t>ai idée qu</w:t>
      </w:r>
      <w:r>
        <w:t>’</w:t>
      </w:r>
      <w:r w:rsidR="00C77A4E" w:rsidRPr="00275B88">
        <w:t>il arrivera malheur à tous ceux qui s</w:t>
      </w:r>
      <w:r>
        <w:t>’</w:t>
      </w:r>
      <w:r w:rsidR="00C77A4E" w:rsidRPr="00275B88">
        <w:t>occuperont de cette affaire</w:t>
      </w:r>
      <w:r>
        <w:t>.</w:t>
      </w:r>
    </w:p>
    <w:p w14:paraId="76001F7A" w14:textId="77777777" w:rsidR="002C50B2" w:rsidRDefault="002C50B2" w:rsidP="002C50B2">
      <w:r>
        <w:t>— </w:t>
      </w:r>
      <w:r w:rsidR="00C77A4E" w:rsidRPr="00275B88">
        <w:t>Allons donc</w:t>
      </w:r>
      <w:r>
        <w:t xml:space="preserve"> ! </w:t>
      </w:r>
      <w:r w:rsidR="00C77A4E" w:rsidRPr="00275B88">
        <w:t>Tu dis des bêtises</w:t>
      </w:r>
      <w:r>
        <w:t>…</w:t>
      </w:r>
    </w:p>
    <w:p w14:paraId="750489A3" w14:textId="77777777" w:rsidR="002C50B2" w:rsidRDefault="002C50B2" w:rsidP="002C50B2">
      <w:r>
        <w:t>— </w:t>
      </w:r>
      <w:r w:rsidR="00C77A4E" w:rsidRPr="00275B88">
        <w:t>On verra bien</w:t>
      </w:r>
      <w:r>
        <w:t xml:space="preserve"> ! </w:t>
      </w:r>
      <w:r w:rsidR="00C77A4E" w:rsidRPr="00275B88">
        <w:t>Moi</w:t>
      </w:r>
      <w:r>
        <w:t xml:space="preserve">, </w:t>
      </w:r>
      <w:r w:rsidR="00C77A4E" w:rsidRPr="00275B88">
        <w:t>mes pressentiments ne me trompent jamais</w:t>
      </w:r>
      <w:r>
        <w:t>.</w:t>
      </w:r>
    </w:p>
    <w:p w14:paraId="72483647" w14:textId="166ECE0E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proofErr w:type="spellStart"/>
      <w:r w:rsidR="00C77A4E" w:rsidRPr="00275B88">
        <w:t>Gautrais</w:t>
      </w:r>
      <w:proofErr w:type="spellEnd"/>
      <w:r w:rsidR="00C77A4E" w:rsidRPr="00275B88">
        <w:t xml:space="preserve"> avait raison</w:t>
      </w:r>
      <w:r>
        <w:t xml:space="preserve">… </w:t>
      </w:r>
      <w:r w:rsidR="00C77A4E" w:rsidRPr="00275B88">
        <w:t xml:space="preserve">La comédie de la veille allait se transformer en un des drames les plus mystérieux et les </w:t>
      </w:r>
      <w:r w:rsidR="00C77A4E" w:rsidRPr="00275B88">
        <w:lastRenderedPageBreak/>
        <w:t>plus effrayants qui eussent jamais bouleversé l</w:t>
      </w:r>
      <w:r>
        <w:t>’</w:t>
      </w:r>
      <w:r w:rsidR="00C77A4E" w:rsidRPr="00275B88">
        <w:t>opinion publique</w:t>
      </w:r>
      <w:r>
        <w:t>.</w:t>
      </w:r>
    </w:p>
    <w:p w14:paraId="4635EBDE" w14:textId="77777777" w:rsidR="002C50B2" w:rsidRDefault="00C77A4E" w:rsidP="002C50B2">
      <w:r w:rsidRPr="00275B88">
        <w:t>Lorsque le lendemain</w:t>
      </w:r>
      <w:r w:rsidR="002C50B2">
        <w:t xml:space="preserve">, </w:t>
      </w:r>
      <w:r w:rsidRPr="00275B88">
        <w:t>dès la première heure</w:t>
      </w:r>
      <w:r w:rsidR="002C50B2">
        <w:t xml:space="preserve">,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qui n</w:t>
      </w:r>
      <w:r w:rsidR="002C50B2">
        <w:t>’</w:t>
      </w:r>
      <w:r w:rsidRPr="00275B88">
        <w:t>avait pas fermé l</w:t>
      </w:r>
      <w:r w:rsidR="002C50B2">
        <w:t>’</w:t>
      </w:r>
      <w:r w:rsidRPr="00275B88">
        <w:t>œil</w:t>
      </w:r>
      <w:r w:rsidR="002C50B2">
        <w:t xml:space="preserve">, </w:t>
      </w:r>
      <w:r w:rsidRPr="00275B88">
        <w:t>pénétra</w:t>
      </w:r>
      <w:r w:rsidR="002C50B2">
        <w:t xml:space="preserve">, </w:t>
      </w:r>
      <w:r w:rsidRPr="00275B88">
        <w:t>le premier de tous</w:t>
      </w:r>
      <w:r w:rsidR="002C50B2">
        <w:t xml:space="preserve">, </w:t>
      </w:r>
      <w:r w:rsidRPr="00275B88">
        <w:t xml:space="preserve">dans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r w:rsidRPr="00275B88">
        <w:t>quel ne fut pas son effroi en découvrant</w:t>
      </w:r>
      <w:r w:rsidR="002C50B2">
        <w:t xml:space="preserve">, </w:t>
      </w:r>
      <w:r w:rsidRPr="00275B88">
        <w:t xml:space="preserve">près de la statue de </w:t>
      </w:r>
      <w:r w:rsidRPr="00275B88">
        <w:rPr>
          <w:i/>
          <w:iCs/>
        </w:rPr>
        <w:t>Belphégor</w:t>
      </w:r>
      <w:r w:rsidR="002C50B2">
        <w:rPr>
          <w:i/>
          <w:iCs/>
        </w:rPr>
        <w:t xml:space="preserve">, </w:t>
      </w:r>
      <w:r w:rsidRPr="00275B88">
        <w:t>renversée de son socle sur les dalles</w:t>
      </w:r>
      <w:r w:rsidR="002C50B2">
        <w:t xml:space="preserve">, </w:t>
      </w:r>
      <w:r w:rsidRPr="00275B88">
        <w:t>le corps inanimé de Sabarat</w:t>
      </w:r>
      <w:r w:rsidR="002C50B2">
        <w:t>.</w:t>
      </w:r>
    </w:p>
    <w:p w14:paraId="18A18525" w14:textId="77777777" w:rsidR="002C50B2" w:rsidRDefault="00C77A4E" w:rsidP="002C50B2">
      <w:r w:rsidRPr="00275B88">
        <w:t>Étouffant un cri d</w:t>
      </w:r>
      <w:r w:rsidR="002C50B2">
        <w:t>’</w:t>
      </w:r>
      <w:r w:rsidRPr="00275B88">
        <w:t>angoisse et cherchant à surmonter la terreur qui s</w:t>
      </w:r>
      <w:r w:rsidR="002C50B2">
        <w:t>’</w:t>
      </w:r>
      <w:r w:rsidRPr="00275B88">
        <w:t>était emparée de lui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se pencha vers le malheureux</w:t>
      </w:r>
      <w:r w:rsidR="002C50B2">
        <w:t xml:space="preserve">… </w:t>
      </w:r>
      <w:r w:rsidRPr="00275B88">
        <w:t>Bien qu</w:t>
      </w:r>
      <w:r w:rsidR="002C50B2">
        <w:t>’</w:t>
      </w:r>
      <w:r w:rsidRPr="00275B88">
        <w:t>il ne portât aucune blessure apparente</w:t>
      </w:r>
      <w:r w:rsidR="002C50B2">
        <w:t xml:space="preserve">, </w:t>
      </w:r>
      <w:r w:rsidRPr="00275B88">
        <w:t>le gardien en chef ne donnait plus signe de vie</w:t>
      </w:r>
      <w:r w:rsidR="002C50B2">
        <w:t xml:space="preserve">. </w:t>
      </w:r>
      <w:r w:rsidRPr="00275B88">
        <w:t>Son revolver gisait près de lui</w:t>
      </w:r>
      <w:r w:rsidR="002C50B2">
        <w:t xml:space="preserve">, </w:t>
      </w:r>
      <w:r w:rsidRPr="00275B88">
        <w:t>à portée de sa main crispée en un geste de suprême menace</w:t>
      </w:r>
      <w:r w:rsidR="002C50B2">
        <w:t>.</w:t>
      </w:r>
    </w:p>
    <w:p w14:paraId="768B619A" w14:textId="77777777" w:rsidR="002C50B2" w:rsidRDefault="00C77A4E" w:rsidP="002C50B2">
      <w:r w:rsidRPr="00275B88">
        <w:t>Au comble de l</w:t>
      </w:r>
      <w:r w:rsidR="002C50B2">
        <w:t>’</w:t>
      </w:r>
      <w:r w:rsidRPr="00275B88">
        <w:t>affolement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se précipita dans la galerie voisine</w:t>
      </w:r>
      <w:r w:rsidR="002C50B2">
        <w:t xml:space="preserve">, </w:t>
      </w:r>
      <w:r w:rsidRPr="00275B88">
        <w:t>appelant d</w:t>
      </w:r>
      <w:r w:rsidR="002C50B2">
        <w:t>’</w:t>
      </w:r>
      <w:r w:rsidRPr="00275B88">
        <w:t>une voix de tonnerre</w:t>
      </w:r>
      <w:r w:rsidR="002C50B2">
        <w:t> :</w:t>
      </w:r>
    </w:p>
    <w:p w14:paraId="28F02A9F" w14:textId="77777777" w:rsidR="002C50B2" w:rsidRDefault="002C50B2" w:rsidP="002C50B2">
      <w:r>
        <w:t>— </w:t>
      </w:r>
      <w:r w:rsidR="00C77A4E" w:rsidRPr="00275B88">
        <w:t>Au secours</w:t>
      </w:r>
      <w:r>
        <w:t xml:space="preserve"> ! </w:t>
      </w:r>
      <w:r w:rsidR="00C77A4E" w:rsidRPr="00275B88">
        <w:t>au secours</w:t>
      </w:r>
      <w:r>
        <w:t> !</w:t>
      </w:r>
    </w:p>
    <w:p w14:paraId="32645C5E" w14:textId="77777777" w:rsidR="002C50B2" w:rsidRDefault="00C77A4E" w:rsidP="002C50B2">
      <w:r w:rsidRPr="00275B88">
        <w:t>Deux gardiens qui</w:t>
      </w:r>
      <w:r w:rsidR="002C50B2">
        <w:t xml:space="preserve">, </w:t>
      </w:r>
      <w:r w:rsidRPr="00275B88">
        <w:t>eux aussi</w:t>
      </w:r>
      <w:r w:rsidR="002C50B2">
        <w:t xml:space="preserve">, </w:t>
      </w:r>
      <w:r w:rsidRPr="00275B88">
        <w:t>venaient aux nouvelles</w:t>
      </w:r>
      <w:r w:rsidR="002C50B2">
        <w:t xml:space="preserve">, </w:t>
      </w:r>
      <w:r w:rsidRPr="00275B88">
        <w:t>accouraient et s</w:t>
      </w:r>
      <w:r w:rsidR="002C50B2">
        <w:t>’</w:t>
      </w:r>
      <w:r w:rsidRPr="00275B88">
        <w:t>empressaient autour de Sabarat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les yeux clos</w:t>
      </w:r>
      <w:r w:rsidR="002C50B2">
        <w:t xml:space="preserve">, </w:t>
      </w:r>
      <w:r w:rsidRPr="00275B88">
        <w:t>exhala une faible plainte</w:t>
      </w:r>
      <w:r w:rsidR="002C50B2">
        <w:t>.</w:t>
      </w:r>
    </w:p>
    <w:p w14:paraId="40C623BA" w14:textId="77777777" w:rsidR="002C50B2" w:rsidRDefault="002C50B2" w:rsidP="002C50B2">
      <w:r>
        <w:t>— </w:t>
      </w:r>
      <w:r w:rsidR="00C77A4E" w:rsidRPr="00275B88">
        <w:t>Vivant</w:t>
      </w:r>
      <w:r>
        <w:t xml:space="preserve"> !… </w:t>
      </w:r>
      <w:r w:rsidR="00C77A4E" w:rsidRPr="00275B88">
        <w:t>Il est vivant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 xml:space="preserve">exclama </w:t>
      </w:r>
      <w:proofErr w:type="spellStart"/>
      <w:r w:rsidR="00C77A4E" w:rsidRPr="00275B88">
        <w:t>Gautrais</w:t>
      </w:r>
      <w:proofErr w:type="spellEnd"/>
      <w:r>
        <w:t>.</w:t>
      </w:r>
    </w:p>
    <w:p w14:paraId="46784A4A" w14:textId="77777777" w:rsidR="002C50B2" w:rsidRDefault="00C77A4E" w:rsidP="002C50B2">
      <w:r w:rsidRPr="00275B88">
        <w:t>Un de ses collègues</w:t>
      </w:r>
      <w:r w:rsidR="002C50B2">
        <w:t xml:space="preserve">, </w:t>
      </w:r>
      <w:r w:rsidRPr="00275B88">
        <w:t>qui venait de soulever le blessé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en montrant du doigt le derrière de sa tête</w:t>
      </w:r>
      <w:r w:rsidR="002C50B2">
        <w:t> :</w:t>
      </w:r>
    </w:p>
    <w:p w14:paraId="5838C444" w14:textId="77777777" w:rsidR="002C50B2" w:rsidRDefault="002C50B2" w:rsidP="002C50B2">
      <w:r>
        <w:t>— </w:t>
      </w:r>
      <w:r w:rsidR="00C77A4E" w:rsidRPr="00275B88">
        <w:t>Regardez</w:t>
      </w:r>
      <w:r>
        <w:t xml:space="preserve">… </w:t>
      </w:r>
      <w:r w:rsidR="00C77A4E" w:rsidRPr="00275B88">
        <w:t>là</w:t>
      </w:r>
      <w:r>
        <w:t> !</w:t>
      </w:r>
    </w:p>
    <w:p w14:paraId="4BB19915" w14:textId="77777777" w:rsidR="002C50B2" w:rsidRDefault="00C77A4E" w:rsidP="002C50B2">
      <w:r w:rsidRPr="00275B88">
        <w:t>Sabarat portait à la base du crâne une forte contusion qui avait dû être produite par un violent coup de marteau ou de massue</w:t>
      </w:r>
      <w:r w:rsidR="002C50B2">
        <w:t>.</w:t>
      </w:r>
    </w:p>
    <w:p w14:paraId="0661CC69" w14:textId="77777777" w:rsidR="002C50B2" w:rsidRDefault="00C77A4E" w:rsidP="002C50B2">
      <w:proofErr w:type="spellStart"/>
      <w:r w:rsidRPr="00275B88">
        <w:lastRenderedPageBreak/>
        <w:t>Gautrais</w:t>
      </w:r>
      <w:proofErr w:type="spellEnd"/>
      <w:r w:rsidR="002C50B2">
        <w:t xml:space="preserve">, </w:t>
      </w:r>
      <w:r w:rsidRPr="00275B88">
        <w:t>qui avait ramassé le revolver</w:t>
      </w:r>
      <w:r w:rsidR="002C50B2">
        <w:t xml:space="preserve">, </w:t>
      </w:r>
      <w:r w:rsidRPr="00275B88">
        <w:t>en ouvrait le barillet</w:t>
      </w:r>
      <w:r w:rsidR="002C50B2">
        <w:t xml:space="preserve">… </w:t>
      </w:r>
      <w:r w:rsidRPr="00275B88">
        <w:t>Les six cartouches étaient intactes</w:t>
      </w:r>
      <w:r w:rsidR="002C50B2">
        <w:t xml:space="preserve">. </w:t>
      </w:r>
      <w:r w:rsidRPr="00275B88">
        <w:t>Tout en montrant l</w:t>
      </w:r>
      <w:r w:rsidR="002C50B2">
        <w:t>’</w:t>
      </w:r>
      <w:r w:rsidRPr="00275B88">
        <w:t>arme à ses compagnons</w:t>
      </w:r>
      <w:r w:rsidR="002C50B2">
        <w:t xml:space="preserve">, </w:t>
      </w:r>
      <w:r w:rsidRPr="00275B88">
        <w:t>il fit</w:t>
      </w:r>
      <w:r w:rsidR="002C50B2">
        <w:t> :</w:t>
      </w:r>
    </w:p>
    <w:p w14:paraId="19800B9B" w14:textId="77777777" w:rsidR="002C50B2" w:rsidRDefault="002C50B2" w:rsidP="002C50B2">
      <w:r>
        <w:t>— </w:t>
      </w:r>
      <w:r w:rsidR="00C77A4E" w:rsidRPr="00275B88">
        <w:t>Il a dû être surpris</w:t>
      </w:r>
      <w:r>
        <w:t xml:space="preserve">… </w:t>
      </w:r>
      <w:r w:rsidR="00C77A4E" w:rsidRPr="00275B88">
        <w:t>Il n</w:t>
      </w:r>
      <w:r>
        <w:t>’</w:t>
      </w:r>
      <w:r w:rsidR="00C77A4E" w:rsidRPr="00275B88">
        <w:t>a même pas eu le temps de se défendre</w:t>
      </w:r>
      <w:r>
        <w:t> !</w:t>
      </w:r>
    </w:p>
    <w:p w14:paraId="112A1462" w14:textId="77777777" w:rsidR="002C50B2" w:rsidRDefault="00C77A4E" w:rsidP="002C50B2">
      <w:r w:rsidRPr="00275B88">
        <w:t>À peine avait</w:t>
      </w:r>
      <w:r>
        <w:t>-</w:t>
      </w:r>
      <w:r w:rsidRPr="00275B88">
        <w:t>il prononcé ces mots que Sabarat entrouvrait les paupières</w:t>
      </w:r>
      <w:r w:rsidR="002C50B2">
        <w:t xml:space="preserve">. </w:t>
      </w:r>
      <w:r w:rsidRPr="00275B88">
        <w:t>On eût dit que ses yeux</w:t>
      </w:r>
      <w:r w:rsidR="002C50B2">
        <w:t xml:space="preserve">, </w:t>
      </w:r>
      <w:r w:rsidRPr="00275B88">
        <w:t>déjà voilés par la mort</w:t>
      </w:r>
      <w:r w:rsidR="002C50B2">
        <w:t xml:space="preserve">, </w:t>
      </w:r>
      <w:r w:rsidRPr="00275B88">
        <w:t>cherchaient à percer les ténèbres qui l</w:t>
      </w:r>
      <w:r w:rsidR="002C50B2">
        <w:t>’</w:t>
      </w:r>
      <w:r w:rsidRPr="00275B88">
        <w:t>environnaient de leur implacable linceul</w:t>
      </w:r>
      <w:r w:rsidR="002C50B2">
        <w:t>.</w:t>
      </w:r>
    </w:p>
    <w:p w14:paraId="7A51C9A5" w14:textId="77777777" w:rsidR="002C50B2" w:rsidRDefault="00C77A4E" w:rsidP="002C50B2">
      <w:r w:rsidRPr="00275B88">
        <w:t>Sa main</w:t>
      </w:r>
      <w:r w:rsidR="002C50B2">
        <w:t xml:space="preserve">, </w:t>
      </w:r>
      <w:r w:rsidRPr="00275B88">
        <w:t>qui semblait avoir retrouvé un vestige de force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accrocha au bras de l</w:t>
      </w:r>
      <w:r w:rsidR="002C50B2">
        <w:t>’</w:t>
      </w:r>
      <w:r w:rsidRPr="00275B88">
        <w:t>homme qui le soutenait</w:t>
      </w:r>
      <w:r w:rsidR="002C50B2">
        <w:t xml:space="preserve">. </w:t>
      </w:r>
      <w:r w:rsidRPr="00275B88">
        <w:t>Ses lèvres s</w:t>
      </w:r>
      <w:r w:rsidR="002C50B2">
        <w:t>’</w:t>
      </w:r>
      <w:r w:rsidRPr="00275B88">
        <w:t>agitèrent</w:t>
      </w:r>
      <w:r w:rsidR="002C50B2">
        <w:t xml:space="preserve">… </w:t>
      </w:r>
      <w:r w:rsidRPr="00275B88">
        <w:t>Un soupir rauque et prolongé gonfla sa poitrine</w:t>
      </w:r>
      <w:r w:rsidR="002C50B2">
        <w:t xml:space="preserve">… </w:t>
      </w:r>
      <w:r w:rsidRPr="00275B88">
        <w:t>Et d</w:t>
      </w:r>
      <w:r w:rsidR="002C50B2">
        <w:t>’</w:t>
      </w:r>
      <w:r w:rsidRPr="00275B88">
        <w:t>une voix à demi éteinte</w:t>
      </w:r>
      <w:r w:rsidR="002C50B2">
        <w:t xml:space="preserve">, </w:t>
      </w:r>
      <w:r w:rsidRPr="00275B88">
        <w:t>mais où tremblait encore un écho d</w:t>
      </w:r>
      <w:r w:rsidR="002C50B2">
        <w:t>’</w:t>
      </w:r>
      <w:r w:rsidRPr="00275B88">
        <w:t>épouvante</w:t>
      </w:r>
      <w:r w:rsidR="002C50B2">
        <w:t xml:space="preserve">, </w:t>
      </w:r>
      <w:r w:rsidRPr="00275B88">
        <w:t>il râla</w:t>
      </w:r>
      <w:r w:rsidR="002C50B2">
        <w:t> :</w:t>
      </w:r>
    </w:p>
    <w:p w14:paraId="7066E992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 !… </w:t>
      </w:r>
      <w:r w:rsidR="00C77A4E" w:rsidRPr="00275B88">
        <w:t>Le fantôme</w:t>
      </w:r>
      <w:r>
        <w:t> !…</w:t>
      </w:r>
    </w:p>
    <w:p w14:paraId="335C087B" w14:textId="77777777" w:rsidR="002C50B2" w:rsidRDefault="00C77A4E" w:rsidP="002C50B2">
      <w:r w:rsidRPr="00275B88">
        <w:t>Un spasme suprême lui tordit les membres</w:t>
      </w:r>
      <w:r w:rsidR="002C50B2">
        <w:t xml:space="preserve">… </w:t>
      </w:r>
      <w:r w:rsidRPr="00275B88">
        <w:t>Sa tête ballotta sur ses épaules</w:t>
      </w:r>
      <w:r w:rsidR="002C50B2">
        <w:t xml:space="preserve">… </w:t>
      </w:r>
      <w:r w:rsidRPr="00275B88">
        <w:t>Une écume rougeâtre frangea sa bouche entrouverte</w:t>
      </w:r>
      <w:r w:rsidR="002C50B2">
        <w:t>…</w:t>
      </w:r>
    </w:p>
    <w:p w14:paraId="53C91F59" w14:textId="77777777" w:rsidR="002C50B2" w:rsidRDefault="00C77A4E" w:rsidP="002C50B2">
      <w:r w:rsidRPr="00275B88">
        <w:t>Le gardien Sabarat était mort</w:t>
      </w:r>
      <w:r w:rsidR="002C50B2">
        <w:t> !</w:t>
      </w:r>
    </w:p>
    <w:p w14:paraId="67834B50" w14:textId="6CBE18C5" w:rsidR="00C77A4E" w:rsidRPr="00275B88" w:rsidRDefault="00C77A4E" w:rsidP="002C50B2">
      <w:pPr>
        <w:pStyle w:val="Titre2"/>
      </w:pPr>
      <w:bookmarkStart w:id="5" w:name="_Toc145914592"/>
      <w:bookmarkStart w:id="6" w:name="_Toc203477060"/>
      <w:r w:rsidRPr="00A87CF8">
        <w:lastRenderedPageBreak/>
        <w:t>II</w:t>
      </w:r>
      <w:r w:rsidRPr="00275B88">
        <w:br/>
      </w:r>
      <w:r w:rsidRPr="00275B88">
        <w:br/>
        <w:t>JACQUES BELLEGARDE</w:t>
      </w:r>
      <w:bookmarkEnd w:id="5"/>
      <w:bookmarkEnd w:id="6"/>
      <w:r w:rsidRPr="00275B88">
        <w:br/>
      </w:r>
    </w:p>
    <w:p w14:paraId="67F11052" w14:textId="472686C5" w:rsidR="002C50B2" w:rsidRDefault="00C77A4E" w:rsidP="002C50B2">
      <w:r w:rsidRPr="00275B88">
        <w:t>Le même soir</w:t>
      </w:r>
      <w:r w:rsidR="002C50B2">
        <w:t xml:space="preserve">, </w:t>
      </w:r>
      <w:r w:rsidRPr="00275B88">
        <w:t>vers dix</w:t>
      </w:r>
      <w:r>
        <w:t>-</w:t>
      </w:r>
      <w:r w:rsidRPr="00275B88">
        <w:t>sept heures</w:t>
      </w:r>
      <w:r w:rsidR="002C50B2">
        <w:t xml:space="preserve">, </w:t>
      </w:r>
      <w:r w:rsidRPr="00275B88">
        <w:t>à la préfecture</w:t>
      </w:r>
      <w:r w:rsidR="002C50B2">
        <w:t xml:space="preserve">, </w:t>
      </w:r>
      <w:r w:rsidRPr="00275B88">
        <w:t xml:space="preserve">tandis que </w:t>
      </w:r>
      <w:r w:rsidR="002C50B2">
        <w:t>M. 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directeur de la police judiciaire</w:t>
      </w:r>
      <w:r w:rsidR="002C50B2">
        <w:t xml:space="preserve">, </w:t>
      </w:r>
      <w:r w:rsidRPr="00275B88">
        <w:t>avait</w:t>
      </w:r>
      <w:r w:rsidR="002C50B2">
        <w:t xml:space="preserve">, </w:t>
      </w:r>
      <w:r w:rsidRPr="00275B88">
        <w:t>dans son bureau</w:t>
      </w:r>
      <w:r w:rsidR="002C50B2">
        <w:t xml:space="preserve">, </w:t>
      </w:r>
      <w:r w:rsidRPr="00275B88">
        <w:t xml:space="preserve">un important entretien avec </w:t>
      </w:r>
      <w:r w:rsidR="002C50B2">
        <w:t>M. </w:t>
      </w:r>
      <w:r w:rsidRPr="00275B88">
        <w:t>Lavergne et son adjoint</w:t>
      </w:r>
      <w:r w:rsidR="002C50B2">
        <w:t xml:space="preserve">, </w:t>
      </w:r>
      <w:r w:rsidRPr="00275B88">
        <w:t>une vive animation régnait dans la salle réservée aux informateurs judiciaires</w:t>
      </w:r>
      <w:r w:rsidR="002C50B2">
        <w:t xml:space="preserve">… </w:t>
      </w:r>
      <w:r w:rsidRPr="00275B88">
        <w:t>Inutile d</w:t>
      </w:r>
      <w:r w:rsidR="002C50B2">
        <w:t>’</w:t>
      </w:r>
      <w:r w:rsidRPr="00275B88">
        <w:t>ajouter qu</w:t>
      </w:r>
      <w:r w:rsidR="002C50B2">
        <w:t>’</w:t>
      </w:r>
      <w:r w:rsidRPr="00275B88">
        <w:t>elle était provoquée par la nouvelle du drame qui</w:t>
      </w:r>
      <w:r w:rsidR="002C50B2">
        <w:t xml:space="preserve">, </w:t>
      </w:r>
      <w:r w:rsidRPr="00275B88">
        <w:t>la nuit précédente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déroulé au Louvre</w:t>
      </w:r>
      <w:r w:rsidR="002C50B2">
        <w:t>.</w:t>
      </w:r>
    </w:p>
    <w:p w14:paraId="3834439F" w14:textId="77777777" w:rsidR="002C50B2" w:rsidRDefault="00C77A4E" w:rsidP="002C50B2">
      <w:r w:rsidRPr="00275B88">
        <w:t>Tout en attendant le communiqué officiel</w:t>
      </w:r>
      <w:r w:rsidR="002C50B2">
        <w:t xml:space="preserve">, </w:t>
      </w:r>
      <w:r w:rsidRPr="00275B88">
        <w:t>les représentants de la presse parisienne</w:t>
      </w:r>
      <w:r w:rsidR="002C50B2">
        <w:t xml:space="preserve">, </w:t>
      </w:r>
      <w:r w:rsidRPr="00275B88">
        <w:t>auxquels s</w:t>
      </w:r>
      <w:r w:rsidR="002C50B2">
        <w:t>’</w:t>
      </w:r>
      <w:r w:rsidRPr="00275B88">
        <w:t>étaient joints ceux des grands quotidiens de province</w:t>
      </w:r>
      <w:r w:rsidR="002C50B2">
        <w:t xml:space="preserve">, </w:t>
      </w:r>
      <w:r w:rsidRPr="00275B88">
        <w:t>se livraient aux commentaires les plus variés et les plus contradictoires</w:t>
      </w:r>
      <w:r w:rsidR="002C50B2">
        <w:t>.</w:t>
      </w:r>
    </w:p>
    <w:p w14:paraId="19DB79B1" w14:textId="77777777" w:rsidR="002C50B2" w:rsidRDefault="00C77A4E" w:rsidP="002C50B2">
      <w:r w:rsidRPr="00275B88">
        <w:t>De bruyantes discussions s</w:t>
      </w:r>
      <w:r w:rsidR="002C50B2">
        <w:t>’</w:t>
      </w:r>
      <w:r w:rsidRPr="00275B88">
        <w:t>engageaient</w:t>
      </w:r>
      <w:r w:rsidR="002C50B2">
        <w:t xml:space="preserve">. </w:t>
      </w:r>
      <w:r w:rsidRPr="00275B88">
        <w:t>Les voix prenaient un diapason auquel n</w:t>
      </w:r>
      <w:r w:rsidR="002C50B2">
        <w:t>’</w:t>
      </w:r>
      <w:r w:rsidRPr="00275B88">
        <w:t>étaient guère habitués les murs au papier vert sombre de cette pièce austère et réfrigérante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à plusieurs reprises</w:t>
      </w:r>
      <w:r w:rsidR="002C50B2">
        <w:t xml:space="preserve">, </w:t>
      </w:r>
      <w:r w:rsidRPr="00275B88">
        <w:t>le garçon de bureau de service avait dû prier poliment ces messieurs de parler un peu moins fort</w:t>
      </w:r>
      <w:r w:rsidR="002C50B2">
        <w:t xml:space="preserve">, </w:t>
      </w:r>
      <w:r w:rsidRPr="00275B88">
        <w:t>observation dont il n</w:t>
      </w:r>
      <w:r w:rsidR="002C50B2">
        <w:t>’</w:t>
      </w:r>
      <w:r w:rsidRPr="00275B88">
        <w:t>avait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été tenu aucun compte</w:t>
      </w:r>
      <w:r w:rsidR="002C50B2">
        <w:t>.</w:t>
      </w:r>
    </w:p>
    <w:p w14:paraId="6B24F052" w14:textId="77777777" w:rsidR="002C50B2" w:rsidRDefault="00C77A4E" w:rsidP="002C50B2">
      <w:r w:rsidRPr="00275B88">
        <w:t>Assis un peu à l</w:t>
      </w:r>
      <w:r w:rsidR="002C50B2">
        <w:t>’</w:t>
      </w:r>
      <w:r w:rsidRPr="00275B88">
        <w:t>écart</w:t>
      </w:r>
      <w:r w:rsidR="002C50B2">
        <w:t xml:space="preserve">, </w:t>
      </w:r>
      <w:r w:rsidRPr="00275B88">
        <w:t>un jeune homme d</w:t>
      </w:r>
      <w:r w:rsidR="002C50B2">
        <w:t>’</w:t>
      </w:r>
      <w:r w:rsidRPr="00275B88">
        <w:t>une trentaine d</w:t>
      </w:r>
      <w:r w:rsidR="002C50B2">
        <w:t>’</w:t>
      </w:r>
      <w:r w:rsidRPr="00275B88">
        <w:t>années</w:t>
      </w:r>
      <w:r w:rsidR="002C50B2">
        <w:t xml:space="preserve">, </w:t>
      </w:r>
      <w:r w:rsidRPr="00275B88">
        <w:t>au visage énergique</w:t>
      </w:r>
      <w:r w:rsidR="002C50B2">
        <w:t xml:space="preserve">, </w:t>
      </w:r>
      <w:r w:rsidRPr="00275B88">
        <w:t>au regard intelligent et profond</w:t>
      </w:r>
      <w:r w:rsidR="002C50B2">
        <w:t xml:space="preserve">, </w:t>
      </w:r>
      <w:r w:rsidRPr="00275B88">
        <w:t>aux allures sportives et élégantes</w:t>
      </w:r>
      <w:r w:rsidR="002C50B2">
        <w:t xml:space="preserve">, </w:t>
      </w:r>
      <w:r w:rsidRPr="00275B88">
        <w:t>semblait ne prêter aucune attention au brouhaha qui l</w:t>
      </w:r>
      <w:r w:rsidR="002C50B2">
        <w:t>’</w:t>
      </w:r>
      <w:r w:rsidRPr="00275B88">
        <w:t>environnait</w:t>
      </w:r>
      <w:r w:rsidR="002C50B2">
        <w:t>.</w:t>
      </w:r>
    </w:p>
    <w:p w14:paraId="25F37EDB" w14:textId="77777777" w:rsidR="002C50B2" w:rsidRDefault="00C77A4E" w:rsidP="002C50B2">
      <w:r w:rsidRPr="00275B88">
        <w:t>Jacques Bellegarde</w:t>
      </w:r>
      <w:r w:rsidR="002C50B2">
        <w:t xml:space="preserve">, </w:t>
      </w:r>
      <w:r w:rsidRPr="00275B88">
        <w:t xml:space="preserve">le brillant rédacteur du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 xml:space="preserve">, </w:t>
      </w:r>
      <w:r w:rsidRPr="00275B88">
        <w:t>que ses reportages en France et à l</w:t>
      </w:r>
      <w:r w:rsidR="002C50B2">
        <w:t>’</w:t>
      </w:r>
      <w:r w:rsidRPr="00275B88">
        <w:t>étranger avaient rendu presque célèbre</w:t>
      </w:r>
      <w:r w:rsidR="002C50B2">
        <w:t xml:space="preserve">, </w:t>
      </w:r>
      <w:r w:rsidRPr="00275B88">
        <w:t>appartenait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 xml:space="preserve">à cette race de </w:t>
      </w:r>
      <w:r w:rsidRPr="00275B88">
        <w:lastRenderedPageBreak/>
        <w:t>journalistes qui parlent peu</w:t>
      </w:r>
      <w:r w:rsidR="002C50B2">
        <w:t xml:space="preserve">, </w:t>
      </w:r>
      <w:r w:rsidRPr="00275B88">
        <w:t>agissent beaucoup et pensent davantage</w:t>
      </w:r>
      <w:r w:rsidR="002C50B2">
        <w:t>.</w:t>
      </w:r>
    </w:p>
    <w:p w14:paraId="50021001" w14:textId="77777777" w:rsidR="002C50B2" w:rsidRDefault="00C77A4E" w:rsidP="002C50B2">
      <w:r w:rsidRPr="00275B88">
        <w:t>Se méfiant de son imagination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avait très vive</w:t>
      </w:r>
      <w:r w:rsidR="002C50B2">
        <w:t xml:space="preserve">, </w:t>
      </w:r>
      <w:r w:rsidRPr="00275B88">
        <w:t>procédant beaucoup plus par analyse que par synthèse</w:t>
      </w:r>
      <w:r w:rsidR="002C50B2">
        <w:t xml:space="preserve">, </w:t>
      </w:r>
      <w:r w:rsidRPr="00275B88">
        <w:t>très prudent dans ses déductions</w:t>
      </w:r>
      <w:r w:rsidR="002C50B2">
        <w:t xml:space="preserve">, </w:t>
      </w:r>
      <w:r w:rsidRPr="00275B88">
        <w:t>et conservant toujours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exercice de ses délicates fonctions</w:t>
      </w:r>
      <w:r w:rsidR="002C50B2">
        <w:t xml:space="preserve">, </w:t>
      </w:r>
      <w:r w:rsidRPr="00275B88">
        <w:t>un parfait bon sens</w:t>
      </w:r>
      <w:r w:rsidR="002C50B2">
        <w:t xml:space="preserve">, </w:t>
      </w:r>
      <w:r w:rsidRPr="00275B88">
        <w:t>en même temps qu</w:t>
      </w:r>
      <w:r w:rsidR="002C50B2">
        <w:t>’</w:t>
      </w:r>
      <w:r w:rsidRPr="00275B88">
        <w:t>une entière maîtrise de lui</w:t>
      </w:r>
      <w:r>
        <w:t>-</w:t>
      </w:r>
      <w:r w:rsidRPr="00275B88">
        <w:t>même</w:t>
      </w:r>
      <w:r w:rsidR="002C50B2">
        <w:t xml:space="preserve">, </w:t>
      </w:r>
      <w:r w:rsidRPr="00275B88">
        <w:t>il avait pour principe de ne jamais s</w:t>
      </w:r>
      <w:r w:rsidR="002C50B2">
        <w:t>’</w:t>
      </w:r>
      <w:r w:rsidRPr="00275B88">
        <w:t>emballer et d</w:t>
      </w:r>
      <w:r w:rsidR="002C50B2">
        <w:t>’</w:t>
      </w:r>
      <w:r w:rsidRPr="00275B88">
        <w:t>étudier à fond tous ses sujets</w:t>
      </w:r>
      <w:r w:rsidR="002C50B2">
        <w:t>.</w:t>
      </w:r>
    </w:p>
    <w:p w14:paraId="2264C1C6" w14:textId="77777777" w:rsidR="002C50B2" w:rsidRDefault="00C77A4E" w:rsidP="002C50B2">
      <w:r w:rsidRPr="00275B88">
        <w:t>Ayant une prédilection toute particulière pour tous les cas difficiles</w:t>
      </w:r>
      <w:r w:rsidR="002C50B2">
        <w:t xml:space="preserve">, </w:t>
      </w:r>
      <w:r w:rsidRPr="00275B88">
        <w:t>le mystère du Louvre</w:t>
      </w:r>
      <w:r w:rsidR="002C50B2">
        <w:t xml:space="preserve">, </w:t>
      </w:r>
      <w:r w:rsidRPr="00275B88">
        <w:t>bien qu</w:t>
      </w:r>
      <w:r w:rsidR="002C50B2">
        <w:t>’</w:t>
      </w:r>
      <w:r w:rsidRPr="00275B88">
        <w:t>il n</w:t>
      </w:r>
      <w:r w:rsidR="002C50B2">
        <w:t>’</w:t>
      </w:r>
      <w:r w:rsidRPr="00275B88">
        <w:t>en connût encore rien de plus que ses collègues</w:t>
      </w:r>
      <w:r w:rsidR="002C50B2">
        <w:t xml:space="preserve">, </w:t>
      </w:r>
      <w:r w:rsidRPr="00275B88">
        <w:t>avait immédiatement éveillé son intérêt</w:t>
      </w:r>
      <w:r w:rsidR="002C50B2">
        <w:t>.</w:t>
      </w:r>
    </w:p>
    <w:p w14:paraId="29B44B1B" w14:textId="77777777" w:rsidR="002C50B2" w:rsidRDefault="00C77A4E" w:rsidP="002C50B2">
      <w:r w:rsidRPr="00275B88">
        <w:t>Aussitôt</w:t>
      </w:r>
      <w:r w:rsidR="002C50B2">
        <w:t xml:space="preserve">, </w:t>
      </w:r>
      <w:r w:rsidRPr="00275B88">
        <w:t>et nous verrons par la suite combien il avait deviné juste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dit que cette affaire</w:t>
      </w:r>
      <w:r w:rsidR="002C50B2">
        <w:t xml:space="preserve">, </w:t>
      </w:r>
      <w:r w:rsidRPr="00275B88">
        <w:t>qui débutait d</w:t>
      </w:r>
      <w:r w:rsidR="002C50B2">
        <w:t>’</w:t>
      </w:r>
      <w:r w:rsidRPr="00275B88">
        <w:t>une façon si étrange</w:t>
      </w:r>
      <w:r w:rsidR="002C50B2">
        <w:t xml:space="preserve">, </w:t>
      </w:r>
      <w:r w:rsidRPr="00275B88">
        <w:t>était appelée à un grand retentissement</w:t>
      </w:r>
      <w:r w:rsidR="002C50B2">
        <w:t xml:space="preserve">… </w:t>
      </w:r>
      <w:r w:rsidRPr="00275B88">
        <w:t>et il s</w:t>
      </w:r>
      <w:r w:rsidR="002C50B2">
        <w:t>’</w:t>
      </w:r>
      <w:r w:rsidRPr="00275B88">
        <w:t>était mis en tête d</w:t>
      </w:r>
      <w:r w:rsidR="002C50B2">
        <w:t>’</w:t>
      </w:r>
      <w:r w:rsidRPr="00275B88">
        <w:t>élucider ce troublant mystère</w:t>
      </w:r>
      <w:r w:rsidR="002C50B2">
        <w:t xml:space="preserve">, </w:t>
      </w:r>
      <w:r w:rsidRPr="00275B88">
        <w:t>en marge de la police</w:t>
      </w:r>
      <w:r w:rsidR="002C50B2">
        <w:t>.</w:t>
      </w:r>
    </w:p>
    <w:p w14:paraId="3E2CA8E5" w14:textId="77777777" w:rsidR="002C50B2" w:rsidRDefault="00C77A4E" w:rsidP="002C50B2">
      <w:r w:rsidRPr="00275B88">
        <w:t>Avant d</w:t>
      </w:r>
      <w:r w:rsidR="002C50B2">
        <w:t>’</w:t>
      </w:r>
      <w:r w:rsidRPr="00275B88">
        <w:t>entrer en campagne</w:t>
      </w:r>
      <w:r w:rsidR="002C50B2">
        <w:t xml:space="preserve">, </w:t>
      </w:r>
      <w:r w:rsidRPr="00275B88">
        <w:t>Bellegarde avait tenu à venir</w:t>
      </w:r>
      <w:r w:rsidR="002C50B2">
        <w:t xml:space="preserve">, </w:t>
      </w:r>
      <w:r w:rsidRPr="00275B88">
        <w:t>lui aussi</w:t>
      </w:r>
      <w:r w:rsidR="002C50B2">
        <w:t xml:space="preserve">, </w:t>
      </w:r>
      <w:r w:rsidRPr="00275B88">
        <w:t>aux renseignements</w:t>
      </w:r>
      <w:r w:rsidR="002C50B2">
        <w:t xml:space="preserve">, </w:t>
      </w:r>
      <w:r w:rsidRPr="00275B88">
        <w:t>et il attendait patiemment les événements lorsqu</w:t>
      </w:r>
      <w:r w:rsidR="002C50B2">
        <w:t>’</w:t>
      </w:r>
      <w:r w:rsidRPr="00275B88">
        <w:t>un de ses collègues</w:t>
      </w:r>
      <w:r w:rsidR="002C50B2">
        <w:t xml:space="preserve">, </w:t>
      </w:r>
      <w:r w:rsidRPr="00275B88">
        <w:t>un gros gaillard à la figure rubiconde</w:t>
      </w:r>
      <w:r w:rsidR="002C50B2">
        <w:t xml:space="preserve">, </w:t>
      </w:r>
      <w:r w:rsidRPr="00275B88">
        <w:t>mais au caractère grincheux</w:t>
      </w:r>
      <w:r w:rsidR="002C50B2">
        <w:t xml:space="preserve">, </w:t>
      </w:r>
      <w:r w:rsidRPr="00275B88">
        <w:t>que ses camarades avaient surnommé l</w:t>
      </w:r>
      <w:r w:rsidR="002C50B2">
        <w:t>’« </w:t>
      </w:r>
      <w:r w:rsidRPr="00275B88">
        <w:t>Amer Menthe</w:t>
      </w:r>
      <w:r w:rsidR="002C50B2">
        <w:t xml:space="preserve"> », </w:t>
      </w:r>
      <w:r w:rsidRPr="00275B88">
        <w:t>s</w:t>
      </w:r>
      <w:r w:rsidR="002C50B2">
        <w:t>’</w:t>
      </w:r>
      <w:r w:rsidRPr="00275B88">
        <w:t>approcha de lui et</w:t>
      </w:r>
      <w:r w:rsidR="002C50B2">
        <w:t xml:space="preserve">, </w:t>
      </w:r>
      <w:r w:rsidRPr="00275B88">
        <w:t>lui frappant cordialement sur l</w:t>
      </w:r>
      <w:r w:rsidR="002C50B2">
        <w:t>’</w:t>
      </w:r>
      <w:r w:rsidRPr="00275B88">
        <w:t>épaule</w:t>
      </w:r>
      <w:r w:rsidR="002C50B2">
        <w:t xml:space="preserve">, </w:t>
      </w:r>
      <w:r w:rsidRPr="00275B88">
        <w:t>fit</w:t>
      </w:r>
      <w:r w:rsidR="002C50B2">
        <w:t> :</w:t>
      </w:r>
    </w:p>
    <w:p w14:paraId="1C9F0C19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l</w:t>
      </w:r>
      <w:r>
        <w:t>’</w:t>
      </w:r>
      <w:r w:rsidR="00C77A4E" w:rsidRPr="00275B88">
        <w:t>as des as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tu penses de cette histoire</w:t>
      </w:r>
      <w:r>
        <w:t> ?</w:t>
      </w:r>
    </w:p>
    <w:p w14:paraId="3C2B39F2" w14:textId="77777777" w:rsidR="002C50B2" w:rsidRDefault="002C50B2" w:rsidP="002C50B2">
      <w:r>
        <w:t>— </w:t>
      </w:r>
      <w:r w:rsidR="00C77A4E" w:rsidRPr="00275B88">
        <w:t>Rien encore</w:t>
      </w:r>
      <w:r>
        <w:t>.</w:t>
      </w:r>
    </w:p>
    <w:p w14:paraId="745407C8" w14:textId="77777777" w:rsidR="002C50B2" w:rsidRDefault="002C50B2" w:rsidP="002C50B2">
      <w:r>
        <w:t>— </w:t>
      </w:r>
      <w:r w:rsidR="00C77A4E" w:rsidRPr="00275B88">
        <w:t>Allons donc</w:t>
      </w:r>
      <w:r>
        <w:t> !…</w:t>
      </w:r>
    </w:p>
    <w:p w14:paraId="72AD2171" w14:textId="77777777" w:rsidR="002C50B2" w:rsidRDefault="002C50B2" w:rsidP="002C50B2">
      <w:r>
        <w:t>— </w:t>
      </w:r>
      <w:r w:rsidR="00C77A4E" w:rsidRPr="00275B88">
        <w:t>Et toi</w:t>
      </w:r>
      <w:r>
        <w:t> ?</w:t>
      </w:r>
    </w:p>
    <w:p w14:paraId="5FAB3792" w14:textId="77777777" w:rsidR="002C50B2" w:rsidRDefault="002C50B2" w:rsidP="002C50B2">
      <w:r>
        <w:lastRenderedPageBreak/>
        <w:t>— </w:t>
      </w:r>
      <w:r w:rsidR="00C77A4E" w:rsidRPr="00275B88">
        <w:t>Moi</w:t>
      </w:r>
      <w:r>
        <w:t xml:space="preserve">, </w:t>
      </w:r>
      <w:r w:rsidR="00C77A4E" w:rsidRPr="00275B88">
        <w:t>ça m</w:t>
      </w:r>
      <w:r>
        <w:t>’</w:t>
      </w:r>
      <w:r w:rsidR="00C77A4E" w:rsidRPr="00275B88">
        <w:t>embête</w:t>
      </w:r>
      <w:r>
        <w:t xml:space="preserve"> ! </w:t>
      </w:r>
      <w:r w:rsidR="00C77A4E" w:rsidRPr="00275B88">
        <w:t>déclarait le collègue de Bellegarde</w:t>
      </w:r>
      <w:r>
        <w:t>.</w:t>
      </w:r>
    </w:p>
    <w:p w14:paraId="2D90BD7B" w14:textId="77777777" w:rsidR="002C50B2" w:rsidRDefault="002C50B2" w:rsidP="002C50B2">
      <w:r>
        <w:t>« </w:t>
      </w:r>
      <w:r w:rsidR="00C77A4E" w:rsidRPr="00275B88">
        <w:t>Les crimes</w:t>
      </w:r>
      <w:r>
        <w:t xml:space="preserve">, </w:t>
      </w:r>
      <w:r w:rsidR="00C77A4E" w:rsidRPr="00275B88">
        <w:t>ça me va guère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ça me donne des idées noires</w:t>
      </w:r>
      <w:r>
        <w:t xml:space="preserve"> ; </w:t>
      </w:r>
      <w:r w:rsidR="00C77A4E" w:rsidRPr="00275B88">
        <w:t>et puis</w:t>
      </w:r>
      <w:r>
        <w:t xml:space="preserve">, </w:t>
      </w:r>
      <w:r w:rsidR="00C77A4E" w:rsidRPr="00275B88">
        <w:t>ça me force à trotter à toute heure du jour et de la nuit dans des endroits impossibles</w:t>
      </w:r>
      <w:r>
        <w:t xml:space="preserve">, </w:t>
      </w:r>
      <w:r w:rsidR="00C77A4E" w:rsidRPr="00275B88">
        <w:t>au risque d</w:t>
      </w:r>
      <w:r>
        <w:t>’</w:t>
      </w:r>
      <w:r w:rsidR="00C77A4E" w:rsidRPr="00275B88">
        <w:t>attraper un rhume ou une congestion</w:t>
      </w:r>
      <w:r>
        <w:t xml:space="preserve">… </w:t>
      </w:r>
      <w:r w:rsidR="00C77A4E" w:rsidRPr="00275B88">
        <w:t>Moi j</w:t>
      </w:r>
      <w:r>
        <w:t>’</w:t>
      </w:r>
      <w:r w:rsidR="00C77A4E" w:rsidRPr="00275B88">
        <w:t>aime mieux un voyage présidentiel ou une exposition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plus pépère</w:t>
      </w:r>
      <w:r>
        <w:t> !…</w:t>
      </w:r>
    </w:p>
    <w:p w14:paraId="3B05E546" w14:textId="77777777" w:rsidR="002C50B2" w:rsidRDefault="002C50B2" w:rsidP="002C50B2">
      <w:r>
        <w:t>— </w:t>
      </w:r>
      <w:r w:rsidR="00C77A4E" w:rsidRPr="00275B88">
        <w:t>Chacun son goût</w:t>
      </w:r>
      <w:r>
        <w:t xml:space="preserve"> ! </w:t>
      </w:r>
      <w:r w:rsidR="00C77A4E" w:rsidRPr="00275B88">
        <w:t>ponctua Bellegarde</w:t>
      </w:r>
      <w:r>
        <w:t xml:space="preserve">, </w:t>
      </w:r>
      <w:r w:rsidR="00C77A4E" w:rsidRPr="00275B88">
        <w:t>avec un fin sourire</w:t>
      </w:r>
      <w:r>
        <w:t>.</w:t>
      </w:r>
    </w:p>
    <w:p w14:paraId="7308B4F2" w14:textId="77777777" w:rsidR="002C50B2" w:rsidRDefault="002C50B2" w:rsidP="002C50B2">
      <w:r>
        <w:t>— </w:t>
      </w:r>
      <w:r w:rsidR="00C77A4E" w:rsidRPr="00275B88">
        <w:t>Ça te passionne</w:t>
      </w:r>
      <w:r>
        <w:t xml:space="preserve">, </w:t>
      </w:r>
      <w:r w:rsidR="00C77A4E" w:rsidRPr="00275B88">
        <w:t>toi</w:t>
      </w:r>
      <w:r>
        <w:t xml:space="preserve">, </w:t>
      </w:r>
      <w:r w:rsidR="00C77A4E" w:rsidRPr="00275B88">
        <w:t>ces machines</w:t>
      </w:r>
      <w:r w:rsidR="00C77A4E">
        <w:t>-</w:t>
      </w:r>
      <w:r w:rsidR="00C77A4E" w:rsidRPr="00275B88">
        <w:t>là</w:t>
      </w:r>
      <w:r>
        <w:t> ?</w:t>
      </w:r>
    </w:p>
    <w:p w14:paraId="572FD3FD" w14:textId="77777777" w:rsidR="002C50B2" w:rsidRDefault="002C50B2" w:rsidP="002C50B2">
      <w:r>
        <w:t>— </w:t>
      </w:r>
      <w:r w:rsidR="00C77A4E" w:rsidRPr="00275B88">
        <w:t>Pourquoi pas</w:t>
      </w:r>
      <w:r>
        <w:t> ?</w:t>
      </w:r>
    </w:p>
    <w:p w14:paraId="379DA561" w14:textId="77777777" w:rsidR="002C50B2" w:rsidRDefault="002C50B2" w:rsidP="002C50B2">
      <w:r>
        <w:t>— </w:t>
      </w:r>
      <w:r w:rsidR="00C77A4E" w:rsidRPr="00275B88">
        <w:t>Toi</w:t>
      </w:r>
      <w:r>
        <w:t xml:space="preserve"> ! </w:t>
      </w:r>
      <w:r w:rsidR="00C77A4E" w:rsidRPr="00275B88">
        <w:t xml:space="preserve">fit </w:t>
      </w:r>
      <w:r>
        <w:t>« </w:t>
      </w:r>
      <w:r w:rsidR="00C77A4E" w:rsidRPr="00275B88">
        <w:t>Amer Menthe</w:t>
      </w:r>
      <w:r>
        <w:t xml:space="preserve"> », </w:t>
      </w:r>
      <w:r w:rsidR="00C77A4E" w:rsidRPr="00275B88">
        <w:t>avec une mine dédaigneuse</w:t>
      </w:r>
      <w:r>
        <w:t xml:space="preserve">, </w:t>
      </w:r>
      <w:r w:rsidR="00C77A4E" w:rsidRPr="00275B88">
        <w:t>tu finiras dans la peau d</w:t>
      </w:r>
      <w:r>
        <w:t>’</w:t>
      </w:r>
      <w:r w:rsidR="00C77A4E" w:rsidRPr="00275B88">
        <w:t>un romancier populaire</w:t>
      </w:r>
      <w:r>
        <w:t>.</w:t>
      </w:r>
    </w:p>
    <w:p w14:paraId="297DE0C8" w14:textId="7FA0E8CE" w:rsidR="002C50B2" w:rsidRDefault="00C77A4E" w:rsidP="002C50B2">
      <w:r w:rsidRPr="00275B88">
        <w:t>Bellegarde allait répliquer</w:t>
      </w:r>
      <w:r w:rsidR="002C50B2">
        <w:t xml:space="preserve"> ; </w:t>
      </w:r>
      <w:r w:rsidRPr="00275B88">
        <w:t>mais une porte s</w:t>
      </w:r>
      <w:r w:rsidR="002C50B2">
        <w:t>’</w:t>
      </w:r>
      <w:r w:rsidRPr="00275B88">
        <w:t>ouvrit</w:t>
      </w:r>
      <w:r w:rsidR="002C50B2">
        <w:t xml:space="preserve">, </w:t>
      </w:r>
      <w:r w:rsidRPr="00275B88">
        <w:t xml:space="preserve">livrant passage à </w:t>
      </w:r>
      <w:r w:rsidR="002C50B2">
        <w:t>M. </w:t>
      </w:r>
      <w:r w:rsidRPr="00275B88">
        <w:t xml:space="preserve">Lavergne et à </w:t>
      </w:r>
      <w:r w:rsidR="002C50B2">
        <w:t>M. </w:t>
      </w:r>
      <w:proofErr w:type="spellStart"/>
      <w:r w:rsidRPr="00275B88">
        <w:t>Rabusson</w:t>
      </w:r>
      <w:proofErr w:type="spellEnd"/>
      <w:r w:rsidR="002C50B2">
        <w:t>.</w:t>
      </w:r>
    </w:p>
    <w:p w14:paraId="73A24B40" w14:textId="77777777" w:rsidR="002C50B2" w:rsidRDefault="00C77A4E" w:rsidP="002C50B2">
      <w:r w:rsidRPr="00275B88">
        <w:t>Tous se précipitèrent vers les deux fonctionnaires</w:t>
      </w:r>
      <w:r w:rsidR="002C50B2">
        <w:t xml:space="preserve">, </w:t>
      </w:r>
      <w:r w:rsidRPr="00275B88">
        <w:t>les harcelant de questions</w:t>
      </w:r>
      <w:r w:rsidR="002C50B2">
        <w:t>.</w:t>
      </w:r>
    </w:p>
    <w:p w14:paraId="5C1BE23C" w14:textId="13101AE7" w:rsidR="002C50B2" w:rsidRDefault="002C50B2" w:rsidP="002C50B2">
      <w:r>
        <w:t>— </w:t>
      </w:r>
      <w:r w:rsidR="00C77A4E" w:rsidRPr="00275B88">
        <w:t>Messieurs</w:t>
      </w:r>
      <w:r>
        <w:t xml:space="preserve">, </w:t>
      </w:r>
      <w:r w:rsidR="00C77A4E" w:rsidRPr="00275B88">
        <w:t>je vous en prie</w:t>
      </w:r>
      <w:r>
        <w:t xml:space="preserve"> ! </w:t>
      </w:r>
      <w:r w:rsidR="00C77A4E" w:rsidRPr="00275B88">
        <w:t xml:space="preserve">suppliait </w:t>
      </w:r>
      <w:r>
        <w:t>M. </w:t>
      </w:r>
      <w:r w:rsidR="00C77A4E" w:rsidRPr="00275B88">
        <w:t>Lavergne</w:t>
      </w:r>
      <w:r>
        <w:t xml:space="preserve">, </w:t>
      </w:r>
      <w:r w:rsidR="00C77A4E" w:rsidRPr="00275B88">
        <w:t>en cherchant à se dégager</w:t>
      </w:r>
      <w:r>
        <w:t>.</w:t>
      </w:r>
    </w:p>
    <w:p w14:paraId="395D421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désignant à ses assaillants un homme d</w:t>
      </w:r>
      <w:r w:rsidR="002C50B2">
        <w:t>’</w:t>
      </w:r>
      <w:r w:rsidRPr="00275B88">
        <w:t>une quarantaine d</w:t>
      </w:r>
      <w:r w:rsidR="002C50B2">
        <w:t>’</w:t>
      </w:r>
      <w:r w:rsidRPr="00275B88">
        <w:t>années</w:t>
      </w:r>
      <w:r w:rsidR="002C50B2">
        <w:t xml:space="preserve">, </w:t>
      </w:r>
      <w:r w:rsidRPr="00275B88">
        <w:t>de taille moyenne</w:t>
      </w:r>
      <w:r w:rsidR="002C50B2">
        <w:t xml:space="preserve">, </w:t>
      </w:r>
      <w:r w:rsidRPr="00275B88">
        <w:t>à la moustache taillée à l</w:t>
      </w:r>
      <w:r w:rsidR="002C50B2">
        <w:t>’</w:t>
      </w:r>
      <w:r w:rsidRPr="00275B88">
        <w:t>américaine</w:t>
      </w:r>
      <w:r w:rsidR="002C50B2">
        <w:t xml:space="preserve">, </w:t>
      </w:r>
      <w:r w:rsidRPr="00275B88">
        <w:t>aux yeux perçants</w:t>
      </w:r>
      <w:r w:rsidR="002C50B2">
        <w:t xml:space="preserve">, </w:t>
      </w:r>
      <w:r w:rsidRPr="00275B88">
        <w:t>et qui</w:t>
      </w:r>
      <w:r w:rsidR="002C50B2">
        <w:t xml:space="preserve">, </w:t>
      </w:r>
      <w:r w:rsidRPr="00275B88">
        <w:t>surgissant tout à coup du bureau du directeur de la police</w:t>
      </w:r>
      <w:r w:rsidR="002C50B2">
        <w:t xml:space="preserve">, </w:t>
      </w:r>
      <w:r w:rsidRPr="00275B88">
        <w:t>considérait l</w:t>
      </w:r>
      <w:r w:rsidR="002C50B2">
        <w:t>’</w:t>
      </w:r>
      <w:r w:rsidRPr="00275B88">
        <w:t>assistance d</w:t>
      </w:r>
      <w:r w:rsidR="002C50B2">
        <w:t>’</w:t>
      </w:r>
      <w:r w:rsidRPr="00275B88">
        <w:t>un regard aigu</w:t>
      </w:r>
      <w:r w:rsidR="002C50B2">
        <w:t xml:space="preserve">, </w:t>
      </w:r>
      <w:r w:rsidRPr="00275B88">
        <w:t>sous lequel perçait une sourde hostilité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21657D48" w14:textId="452848D5" w:rsidR="002C50B2" w:rsidRDefault="002C50B2" w:rsidP="002C50B2">
      <w:r>
        <w:t>— </w:t>
      </w:r>
      <w:r w:rsidR="00C77A4E" w:rsidRPr="00275B88">
        <w:t xml:space="preserve">Voici </w:t>
      </w:r>
      <w:r>
        <w:t>M. 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un de nos meilleurs inspecteurs</w:t>
      </w:r>
      <w:r>
        <w:t xml:space="preserve">, </w:t>
      </w:r>
      <w:r w:rsidR="00C77A4E" w:rsidRPr="00275B88">
        <w:t>qui a précisément la mission de rechercher l</w:t>
      </w:r>
      <w:r>
        <w:t>’</w:t>
      </w:r>
      <w:r w:rsidR="00C77A4E" w:rsidRPr="00275B88">
        <w:t xml:space="preserve">assassin de ce </w:t>
      </w:r>
      <w:r w:rsidR="00C77A4E" w:rsidRPr="00275B88">
        <w:lastRenderedPageBreak/>
        <w:t>pauvre Sabarat</w:t>
      </w:r>
      <w:r>
        <w:t xml:space="preserve">… </w:t>
      </w:r>
      <w:r w:rsidR="00C77A4E" w:rsidRPr="00275B88">
        <w:t>Sans doute pourra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vous renseigner mieux que nous</w:t>
      </w:r>
      <w:r>
        <w:t> ?</w:t>
      </w:r>
    </w:p>
    <w:p w14:paraId="5819C7B0" w14:textId="393D1DBB" w:rsidR="002C50B2" w:rsidRDefault="00C77A4E" w:rsidP="002C50B2">
      <w:r w:rsidRPr="00275B88">
        <w:t>Aussitôt les informateurs</w:t>
      </w:r>
      <w:r w:rsidR="002C50B2">
        <w:t xml:space="preserve">, </w:t>
      </w:r>
      <w:r w:rsidRPr="00275B88">
        <w:t xml:space="preserve">abandonnant </w:t>
      </w:r>
      <w:r w:rsidR="002C50B2">
        <w:t>M. </w:t>
      </w:r>
      <w:r w:rsidRPr="00275B88">
        <w:t>Lavergne</w:t>
      </w:r>
      <w:r w:rsidR="002C50B2">
        <w:t xml:space="preserve">, </w:t>
      </w:r>
      <w:r w:rsidRPr="00275B88">
        <w:t xml:space="preserve">entouraient </w:t>
      </w:r>
      <w:proofErr w:type="spellStart"/>
      <w:r w:rsidRPr="00275B88">
        <w:t>Ménardier</w:t>
      </w:r>
      <w:proofErr w:type="spellEnd"/>
      <w:r w:rsidR="002C50B2">
        <w:t xml:space="preserve">… </w:t>
      </w:r>
      <w:r w:rsidRPr="00275B88">
        <w:t>Déjà plusieurs d</w:t>
      </w:r>
      <w:r w:rsidR="002C50B2">
        <w:t>’</w:t>
      </w:r>
      <w:r w:rsidRPr="00275B88">
        <w:t>entre eux</w:t>
      </w:r>
      <w:r w:rsidR="002C50B2">
        <w:t xml:space="preserve">, </w:t>
      </w:r>
      <w:r w:rsidRPr="00275B88">
        <w:t>sortant leurs carnets de leur poche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apprêtaient à prendre des notes</w:t>
      </w:r>
      <w:r w:rsidR="002C50B2">
        <w:t xml:space="preserve">. </w:t>
      </w: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incisif</w:t>
      </w:r>
      <w:r w:rsidR="002C50B2">
        <w:t>, M. </w:t>
      </w:r>
      <w:proofErr w:type="spellStart"/>
      <w:r w:rsidRPr="00275B88">
        <w:t>Ménardier</w:t>
      </w:r>
      <w:proofErr w:type="spellEnd"/>
      <w:r w:rsidRPr="00275B88">
        <w:t xml:space="preserve"> déclarait</w:t>
      </w:r>
      <w:r w:rsidR="002C50B2">
        <w:t xml:space="preserve">, </w:t>
      </w:r>
      <w:r w:rsidRPr="00275B88">
        <w:t>au milieu d</w:t>
      </w:r>
      <w:r w:rsidR="002C50B2">
        <w:t>’</w:t>
      </w:r>
      <w:r w:rsidRPr="00275B88">
        <w:t>un silence qui s</w:t>
      </w:r>
      <w:r w:rsidR="002C50B2">
        <w:t>’</w:t>
      </w:r>
      <w:r w:rsidRPr="00275B88">
        <w:t>était établi comme par enchantement</w:t>
      </w:r>
      <w:r w:rsidR="002C50B2">
        <w:t> :</w:t>
      </w:r>
    </w:p>
    <w:p w14:paraId="77C67AF0" w14:textId="77777777" w:rsidR="002C50B2" w:rsidRDefault="002C50B2" w:rsidP="002C50B2">
      <w:r>
        <w:t>— </w:t>
      </w:r>
      <w:r w:rsidR="00C77A4E" w:rsidRPr="00275B88">
        <w:t>Messieurs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rien à vous dire</w:t>
      </w:r>
      <w:r>
        <w:t> !</w:t>
      </w:r>
    </w:p>
    <w:p w14:paraId="565DF6C5" w14:textId="77777777" w:rsidR="002C50B2" w:rsidRDefault="00C77A4E" w:rsidP="002C50B2">
      <w:r w:rsidRPr="00275B88">
        <w:t>Un murmure de protestation s</w:t>
      </w:r>
      <w:r w:rsidR="002C50B2">
        <w:t>’</w:t>
      </w:r>
      <w:r w:rsidRPr="00275B88">
        <w:t>éleva</w:t>
      </w:r>
      <w:r w:rsidR="002C50B2">
        <w:t xml:space="preserve">, </w:t>
      </w:r>
      <w:r w:rsidRPr="00275B88">
        <w:t>dominé aussitôt par la voix tranchante de l</w:t>
      </w:r>
      <w:r w:rsidR="002C50B2">
        <w:t>’</w:t>
      </w:r>
      <w:r w:rsidRPr="00275B88">
        <w:t>inspecteur qui</w:t>
      </w:r>
      <w:r w:rsidR="002C50B2">
        <w:t xml:space="preserve">, </w:t>
      </w:r>
      <w:r w:rsidRPr="00275B88">
        <w:t>se retournant vers le conservateur et son adjoint</w:t>
      </w:r>
      <w:r w:rsidR="002C50B2">
        <w:t xml:space="preserve">, </w:t>
      </w:r>
      <w:r w:rsidRPr="00275B88">
        <w:t>ajoutait</w:t>
      </w:r>
      <w:r w:rsidR="002C50B2">
        <w:t> :</w:t>
      </w:r>
    </w:p>
    <w:p w14:paraId="7AF3BC7A" w14:textId="77777777" w:rsidR="002C50B2" w:rsidRDefault="002C50B2" w:rsidP="002C50B2">
      <w:r>
        <w:t xml:space="preserve">— … </w:t>
      </w:r>
      <w:r w:rsidR="00C77A4E" w:rsidRPr="00275B88">
        <w:t>et je serai reconnaissant à ces messieurs de bien vouloir adopter la même attitude</w:t>
      </w:r>
      <w:r>
        <w:t>.</w:t>
      </w:r>
    </w:p>
    <w:p w14:paraId="593BEBB8" w14:textId="77777777" w:rsidR="002C50B2" w:rsidRDefault="00C77A4E" w:rsidP="002C50B2">
      <w:r w:rsidRPr="00275B88">
        <w:t>De nouveaux murmures éclatèrent</w:t>
      </w:r>
      <w:r w:rsidR="002C50B2">
        <w:t xml:space="preserve">… </w:t>
      </w:r>
      <w:r w:rsidRPr="00275B88">
        <w:t>Mais Jacques Bellegarde s</w:t>
      </w:r>
      <w:r w:rsidR="002C50B2">
        <w:t>’</w:t>
      </w:r>
      <w:r w:rsidRPr="00275B88">
        <w:t>avançant vers le limier lui disait d</w:t>
      </w:r>
      <w:r w:rsidR="002C50B2">
        <w:t>’</w:t>
      </w:r>
      <w:r w:rsidRPr="00275B88">
        <w:t>un ton de courtois reproche</w:t>
      </w:r>
      <w:r w:rsidR="002C50B2">
        <w:t> :</w:t>
      </w:r>
    </w:p>
    <w:p w14:paraId="1BD2F9F4" w14:textId="77777777" w:rsidR="002C50B2" w:rsidRDefault="002C50B2" w:rsidP="002C50B2">
      <w:r>
        <w:t>— </w:t>
      </w:r>
      <w:r w:rsidR="00C77A4E" w:rsidRPr="00275B88">
        <w:t>Vous n</w:t>
      </w:r>
      <w:r>
        <w:t>’</w:t>
      </w:r>
      <w:r w:rsidR="00C77A4E" w:rsidRPr="00275B88">
        <w:t>êtes guère aimable pour la presse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Ménardier</w:t>
      </w:r>
      <w:proofErr w:type="spellEnd"/>
      <w:r>
        <w:t>…</w:t>
      </w:r>
    </w:p>
    <w:p w14:paraId="30246791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répliquait nerveusement</w:t>
      </w:r>
      <w:r w:rsidR="002C50B2">
        <w:t> :</w:t>
      </w:r>
    </w:p>
    <w:p w14:paraId="1EA9F83B" w14:textId="77777777" w:rsidR="002C50B2" w:rsidRDefault="002C50B2" w:rsidP="002C50B2">
      <w:r>
        <w:t>— </w:t>
      </w:r>
      <w:r w:rsidR="00C77A4E" w:rsidRPr="00275B88">
        <w:t>Dans cette affaire plus qu</w:t>
      </w:r>
      <w:r>
        <w:t>’</w:t>
      </w:r>
      <w:r w:rsidR="00C77A4E" w:rsidRPr="00275B88">
        <w:t>en toute autre</w:t>
      </w:r>
      <w:r>
        <w:t xml:space="preserve">, </w:t>
      </w:r>
      <w:r w:rsidR="00C77A4E" w:rsidRPr="00275B88">
        <w:t>une discrétion absolue est nécessaire</w:t>
      </w:r>
      <w:r>
        <w:t>.</w:t>
      </w:r>
    </w:p>
    <w:p w14:paraId="3DF90013" w14:textId="77777777" w:rsidR="002C50B2" w:rsidRDefault="002C50B2" w:rsidP="002C50B2">
      <w:r>
        <w:t>— </w:t>
      </w:r>
      <w:r w:rsidR="00C77A4E" w:rsidRPr="00275B88">
        <w:t>Cependant</w:t>
      </w:r>
      <w:r>
        <w:t>…</w:t>
      </w:r>
    </w:p>
    <w:p w14:paraId="3F0114C5" w14:textId="77777777" w:rsidR="002C50B2" w:rsidRDefault="002C50B2" w:rsidP="002C50B2">
      <w:r>
        <w:t>— 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messieurs</w:t>
      </w:r>
      <w:r>
        <w:t xml:space="preserve">, </w:t>
      </w:r>
      <w:r w:rsidR="00C77A4E" w:rsidRPr="00275B88">
        <w:t>je fais mon métier</w:t>
      </w:r>
      <w:r>
        <w:t>.</w:t>
      </w:r>
    </w:p>
    <w:p w14:paraId="71157706" w14:textId="77777777" w:rsidR="002C50B2" w:rsidRDefault="00C77A4E" w:rsidP="002C50B2">
      <w:r w:rsidRPr="00275B88">
        <w:t>Avec un sourire plein de finesse</w:t>
      </w:r>
      <w:r w:rsidR="002C50B2">
        <w:t xml:space="preserve">, </w:t>
      </w:r>
      <w:r w:rsidRPr="00275B88">
        <w:t>Bellegarde répliqua</w:t>
      </w:r>
      <w:r w:rsidR="002C50B2">
        <w:t> :</w:t>
      </w:r>
    </w:p>
    <w:p w14:paraId="678C262E" w14:textId="77777777" w:rsidR="002C50B2" w:rsidRDefault="002C50B2" w:rsidP="002C50B2">
      <w:r>
        <w:t>— </w:t>
      </w:r>
      <w:r w:rsidR="00C77A4E" w:rsidRPr="00275B88">
        <w:t>Et moi</w:t>
      </w:r>
      <w:r>
        <w:t xml:space="preserve">, </w:t>
      </w:r>
      <w:r w:rsidR="00C77A4E" w:rsidRPr="00275B88">
        <w:t>je vais tâcher de faire aussi le mien</w:t>
      </w:r>
      <w:r>
        <w:t>.</w:t>
      </w:r>
    </w:p>
    <w:p w14:paraId="00125DF5" w14:textId="3D3FFD11" w:rsidR="002C50B2" w:rsidRDefault="00C77A4E" w:rsidP="002C50B2">
      <w:r w:rsidRPr="00275B88">
        <w:lastRenderedPageBreak/>
        <w:t>Sans insister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>esquiva</w:t>
      </w:r>
      <w:r w:rsidR="002C50B2">
        <w:t xml:space="preserve">, </w:t>
      </w:r>
      <w:r w:rsidRPr="00275B88">
        <w:t xml:space="preserve">entraînant avec lui </w:t>
      </w:r>
      <w:r w:rsidR="002C50B2">
        <w:t>M. </w:t>
      </w:r>
      <w:r w:rsidRPr="00275B88">
        <w:t>Lavergne et son adjoint</w:t>
      </w:r>
      <w:r w:rsidR="002C50B2">
        <w:t xml:space="preserve">. </w:t>
      </w:r>
      <w:r w:rsidRPr="00275B88">
        <w:t xml:space="preserve">Le reporter du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 xml:space="preserve">, </w:t>
      </w:r>
      <w:r w:rsidRPr="00275B88">
        <w:t>laissant ses confrères manifester bruyamment le mécontentement que leur causait l</w:t>
      </w:r>
      <w:r w:rsidR="002C50B2">
        <w:t>’</w:t>
      </w:r>
      <w:r w:rsidRPr="00275B88">
        <w:t>attitude du policier</w:t>
      </w:r>
      <w:r w:rsidR="002C50B2">
        <w:t xml:space="preserve">, </w:t>
      </w:r>
      <w:r w:rsidRPr="00275B88">
        <w:t>gagna aussitôt le dehors</w:t>
      </w:r>
      <w:r w:rsidR="002C50B2">
        <w:t>.</w:t>
      </w:r>
    </w:p>
    <w:p w14:paraId="51672CEB" w14:textId="77777777" w:rsidR="002C50B2" w:rsidRDefault="00C77A4E" w:rsidP="002C50B2">
      <w:r w:rsidRPr="00275B88">
        <w:t>Il se heurta presque à l</w:t>
      </w:r>
      <w:r w:rsidR="002C50B2">
        <w:t>’</w:t>
      </w:r>
      <w:r w:rsidRPr="00275B88">
        <w:t>inspecteur</w:t>
      </w:r>
      <w:r w:rsidR="002C50B2">
        <w:t xml:space="preserve">, </w:t>
      </w:r>
      <w:r w:rsidRPr="00275B88">
        <w:t>qui arrêté sur le trottoir avec les deux fonctionnaires</w:t>
      </w:r>
      <w:r w:rsidR="002C50B2">
        <w:t xml:space="preserve">, </w:t>
      </w:r>
      <w:r w:rsidRPr="00275B88">
        <w:t>leur recommandait une dernière fois d</w:t>
      </w:r>
      <w:r w:rsidR="002C50B2">
        <w:t>’</w:t>
      </w:r>
      <w:r w:rsidRPr="00275B88">
        <w:t>observer la plus prudente réserve</w:t>
      </w:r>
      <w:r w:rsidR="002C50B2">
        <w:t xml:space="preserve">. </w:t>
      </w:r>
      <w:r w:rsidRPr="00275B88">
        <w:t>À la vue du journaliste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fronça le sourcil</w:t>
      </w:r>
      <w:r w:rsidR="002C50B2">
        <w:t>.</w:t>
      </w:r>
    </w:p>
    <w:p w14:paraId="075804C0" w14:textId="77777777" w:rsidR="002C50B2" w:rsidRDefault="002C50B2" w:rsidP="002C50B2">
      <w:r>
        <w:t>— </w:t>
      </w:r>
      <w:r w:rsidR="00C77A4E" w:rsidRPr="00275B88">
        <w:t>Rassurez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>lança Bellegarde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nullement l</w:t>
      </w:r>
      <w:r>
        <w:t>’</w:t>
      </w:r>
      <w:r w:rsidR="00C77A4E" w:rsidRPr="00275B88">
        <w:t>intention de vous suivre</w:t>
      </w:r>
      <w:r>
        <w:t> !</w:t>
      </w:r>
    </w:p>
    <w:p w14:paraId="5C5999AC" w14:textId="77777777" w:rsidR="002C50B2" w:rsidRDefault="00C77A4E" w:rsidP="002C50B2">
      <w:r w:rsidRPr="00275B88">
        <w:t>Et il ajouta avec une légère pointe d</w:t>
      </w:r>
      <w:r w:rsidR="002C50B2">
        <w:t>’</w:t>
      </w:r>
      <w:r w:rsidRPr="00275B88">
        <w:t>ironie</w:t>
      </w:r>
      <w:r w:rsidR="002C50B2">
        <w:t> :</w:t>
      </w:r>
    </w:p>
    <w:p w14:paraId="04BC30FB" w14:textId="77777777" w:rsidR="002C50B2" w:rsidRDefault="002C50B2" w:rsidP="002C50B2">
      <w:r>
        <w:t>— </w:t>
      </w:r>
      <w:r w:rsidR="00C77A4E" w:rsidRPr="00275B88">
        <w:t>Je crois même pouvoir vous affirmer que je vais prendre une route tout à fait différente de la vôtre</w:t>
      </w:r>
      <w:r>
        <w:t>.</w:t>
      </w:r>
    </w:p>
    <w:p w14:paraId="6C705A33" w14:textId="77777777" w:rsidR="002C50B2" w:rsidRDefault="00C77A4E" w:rsidP="002C50B2">
      <w:r w:rsidRPr="00275B88">
        <w:t>Il s</w:t>
      </w:r>
      <w:r w:rsidR="002C50B2">
        <w:t>’</w:t>
      </w:r>
      <w:r w:rsidRPr="00275B88">
        <w:t>éloigna</w:t>
      </w:r>
      <w:r w:rsidR="002C50B2">
        <w:t xml:space="preserve">, </w:t>
      </w:r>
      <w:r w:rsidRPr="00275B88">
        <w:t>après avoir poliment soulevé son chapeau</w:t>
      </w:r>
      <w:r w:rsidR="002C50B2">
        <w:t>.</w:t>
      </w:r>
    </w:p>
    <w:p w14:paraId="3E755802" w14:textId="77777777" w:rsidR="002C50B2" w:rsidRDefault="002C50B2" w:rsidP="002C50B2">
      <w:r>
        <w:t>— </w:t>
      </w:r>
      <w:r w:rsidR="00C77A4E" w:rsidRPr="00275B88">
        <w:t>Ce lascar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grommela le limier</w:t>
      </w:r>
      <w:r>
        <w:t xml:space="preserve">, </w:t>
      </w:r>
      <w:r w:rsidR="00C77A4E" w:rsidRPr="00275B88">
        <w:t>avec un accent de mauvaise humeur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aimerais mieux le savoir aux cinq cents diables</w:t>
      </w:r>
      <w:r>
        <w:t> !</w:t>
      </w:r>
    </w:p>
    <w:p w14:paraId="373FCB7F" w14:textId="503AA4D9" w:rsidR="002C50B2" w:rsidRDefault="002C50B2" w:rsidP="002C50B2">
      <w:r>
        <w:t>— </w:t>
      </w:r>
      <w:r w:rsidR="00C77A4E" w:rsidRPr="00275B88">
        <w:t>Sans doute</w:t>
      </w:r>
      <w:r>
        <w:t xml:space="preserve">, </w:t>
      </w:r>
      <w:r w:rsidR="00C77A4E" w:rsidRPr="00275B88">
        <w:t xml:space="preserve">reprenait </w:t>
      </w:r>
      <w:r>
        <w:t>M. </w:t>
      </w:r>
      <w:r w:rsidR="00C77A4E" w:rsidRPr="00275B88">
        <w:t>Lavergne</w:t>
      </w:r>
      <w:r>
        <w:t xml:space="preserve">, </w:t>
      </w:r>
      <w:r w:rsidR="00C77A4E" w:rsidRPr="00275B88">
        <w:t>redoutez</w:t>
      </w:r>
      <w:r w:rsidR="00C77A4E">
        <w:t>-</w:t>
      </w:r>
      <w:r w:rsidR="00C77A4E" w:rsidRPr="00275B88">
        <w:t>vous qu</w:t>
      </w:r>
      <w:r>
        <w:t>’</w:t>
      </w:r>
      <w:r w:rsidR="00C77A4E" w:rsidRPr="00275B88">
        <w:t>il n</w:t>
      </w:r>
      <w:r>
        <w:t>’</w:t>
      </w:r>
      <w:r w:rsidR="00C77A4E" w:rsidRPr="00275B88">
        <w:t>en raconte trop long et ne donne ainsi l</w:t>
      </w:r>
      <w:r>
        <w:t>’</w:t>
      </w:r>
      <w:r w:rsidR="00C77A4E" w:rsidRPr="00275B88">
        <w:t>éveil au coupable</w:t>
      </w:r>
      <w:r>
        <w:t> ?</w:t>
      </w:r>
    </w:p>
    <w:p w14:paraId="1C14B72E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cela</w:t>
      </w:r>
      <w:r>
        <w:t xml:space="preserve"> ! </w:t>
      </w:r>
      <w:r w:rsidR="00C77A4E" w:rsidRPr="00275B88">
        <w:t xml:space="preserve">fit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avec un accent de franchise spontanée</w:t>
      </w:r>
      <w:r>
        <w:t>.</w:t>
      </w:r>
    </w:p>
    <w:p w14:paraId="3E8A9749" w14:textId="77777777" w:rsidR="002C50B2" w:rsidRDefault="00C77A4E" w:rsidP="002C50B2">
      <w:r w:rsidRPr="00275B88">
        <w:t>Et il ajouta d</w:t>
      </w:r>
      <w:r w:rsidR="002C50B2">
        <w:t>’</w:t>
      </w:r>
      <w:r w:rsidRPr="00275B88">
        <w:t>un ton inquiet</w:t>
      </w:r>
      <w:r w:rsidR="002C50B2">
        <w:t> :</w:t>
      </w:r>
    </w:p>
    <w:p w14:paraId="0EB63B3A" w14:textId="77777777" w:rsidR="002C50B2" w:rsidRDefault="002C50B2" w:rsidP="002C50B2">
      <w:r>
        <w:t>— </w:t>
      </w:r>
      <w:proofErr w:type="gramStart"/>
      <w:r w:rsidR="00C77A4E" w:rsidRPr="00275B88">
        <w:t>J</w:t>
      </w:r>
      <w:r>
        <w:t>’</w:t>
      </w:r>
      <w:r w:rsidR="00C77A4E" w:rsidRPr="00275B88">
        <w:t>ai surtout peur</w:t>
      </w:r>
      <w:proofErr w:type="gramEnd"/>
      <w:r w:rsidR="00C77A4E" w:rsidRPr="00275B88">
        <w:t xml:space="preserve"> qu</w:t>
      </w:r>
      <w:r>
        <w:t>’</w:t>
      </w:r>
      <w:r w:rsidR="00C77A4E" w:rsidRPr="00275B88">
        <w:t>il me grille</w:t>
      </w:r>
      <w:r>
        <w:t> !</w:t>
      </w:r>
    </w:p>
    <w:p w14:paraId="1DB839CE" w14:textId="65DA9C97" w:rsidR="002C50B2" w:rsidRDefault="002C50B2" w:rsidP="002C50B2"/>
    <w:p w14:paraId="3D95AEAC" w14:textId="77777777" w:rsidR="002C50B2" w:rsidRDefault="00C77A4E" w:rsidP="002C50B2">
      <w:pPr>
        <w:rPr>
          <w:i/>
          <w:iCs/>
        </w:rPr>
      </w:pPr>
      <w:r w:rsidRPr="00275B88">
        <w:lastRenderedPageBreak/>
        <w:t>Après avoir en vain tenté de pénétrer au Louvre</w:t>
      </w:r>
      <w:r w:rsidR="002C50B2">
        <w:t xml:space="preserve">, </w:t>
      </w:r>
      <w:r w:rsidRPr="00275B88">
        <w:t>dont une consigne formelle fermait</w:t>
      </w:r>
      <w:r w:rsidR="002C50B2">
        <w:t xml:space="preserve">, </w:t>
      </w:r>
      <w:r w:rsidRPr="00275B88">
        <w:t>jusqu</w:t>
      </w:r>
      <w:r w:rsidR="002C50B2">
        <w:t>’</w:t>
      </w:r>
      <w:r w:rsidRPr="00275B88">
        <w:t>à nouvel ordre</w:t>
      </w:r>
      <w:r w:rsidR="002C50B2">
        <w:t xml:space="preserve">, </w:t>
      </w:r>
      <w:r w:rsidRPr="00275B88">
        <w:t>les portes au public</w:t>
      </w:r>
      <w:r w:rsidR="002C50B2">
        <w:t xml:space="preserve">, </w:t>
      </w:r>
      <w:r w:rsidRPr="00275B88">
        <w:t>Jacques Bellegarde s</w:t>
      </w:r>
      <w:r w:rsidR="002C50B2">
        <w:t>’</w:t>
      </w:r>
      <w:r w:rsidRPr="00275B88">
        <w:t xml:space="preserve">était décidé à regagner à pied </w:t>
      </w:r>
      <w:r w:rsidRPr="00275B88">
        <w:rPr>
          <w:i/>
          <w:iCs/>
        </w:rPr>
        <w:t>Le Petit Parisien</w:t>
      </w:r>
      <w:r w:rsidR="002C50B2">
        <w:rPr>
          <w:i/>
          <w:iCs/>
        </w:rPr>
        <w:t>.</w:t>
      </w:r>
    </w:p>
    <w:p w14:paraId="640214C2" w14:textId="77777777" w:rsidR="002C50B2" w:rsidRDefault="00C77A4E" w:rsidP="002C50B2">
      <w:r w:rsidRPr="00275B88">
        <w:t>Il avait pour principe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il se trouvait en face d</w:t>
      </w:r>
      <w:r w:rsidR="002C50B2">
        <w:t>’</w:t>
      </w:r>
      <w:r w:rsidRPr="00275B88">
        <w:t>un cas embarrassant</w:t>
      </w:r>
      <w:r w:rsidR="002C50B2">
        <w:t xml:space="preserve">, </w:t>
      </w:r>
      <w:r w:rsidRPr="00275B88">
        <w:t>non point de s</w:t>
      </w:r>
      <w:r w:rsidR="002C50B2">
        <w:t>’</w:t>
      </w:r>
      <w:r w:rsidRPr="00275B88">
        <w:t>isoler dans le calme de son bureau</w:t>
      </w:r>
      <w:r w:rsidR="002C50B2">
        <w:t xml:space="preserve">, </w:t>
      </w:r>
      <w:r w:rsidRPr="00275B88">
        <w:t>mais de marcher à travers les artères les plus animées de la capitale</w:t>
      </w:r>
      <w:r w:rsidR="002C50B2">
        <w:t xml:space="preserve">. </w:t>
      </w:r>
      <w:r w:rsidRPr="00275B88">
        <w:t>Contrairement à tant d</w:t>
      </w:r>
      <w:r w:rsidR="002C50B2">
        <w:t>’</w:t>
      </w:r>
      <w:r w:rsidRPr="00275B88">
        <w:t>autres</w:t>
      </w:r>
      <w:r w:rsidR="002C50B2">
        <w:t xml:space="preserve">, </w:t>
      </w:r>
      <w:r w:rsidRPr="00275B88">
        <w:t>le mouvement</w:t>
      </w:r>
      <w:r w:rsidR="002C50B2">
        <w:t xml:space="preserve">, </w:t>
      </w:r>
      <w:r w:rsidRPr="00275B88">
        <w:t>le bruit de la rue</w:t>
      </w:r>
      <w:r w:rsidR="002C50B2">
        <w:t xml:space="preserve">, </w:t>
      </w:r>
      <w:r w:rsidRPr="00275B88">
        <w:t>loin de le distraire</w:t>
      </w:r>
      <w:r w:rsidR="002C50B2">
        <w:t xml:space="preserve">, </w:t>
      </w:r>
      <w:r w:rsidRPr="00275B88">
        <w:t>rendaient plus apte son cerveau à saisir au vol et à classer les pensées qui s</w:t>
      </w:r>
      <w:r w:rsidR="002C50B2">
        <w:t>’</w:t>
      </w:r>
      <w:r w:rsidRPr="00275B88">
        <w:t>y entrecroisaient dans le premier tumulte des discussions qu</w:t>
      </w:r>
      <w:r w:rsidR="002C50B2">
        <w:t>’</w:t>
      </w:r>
      <w:r w:rsidRPr="00275B88">
        <w:t>il se livrait à lui</w:t>
      </w:r>
      <w:r>
        <w:t>-</w:t>
      </w:r>
      <w:r w:rsidRPr="00275B88">
        <w:t>même</w:t>
      </w:r>
      <w:r w:rsidR="002C50B2">
        <w:t>.</w:t>
      </w:r>
    </w:p>
    <w:p w14:paraId="2FCC620D" w14:textId="77777777" w:rsidR="002C50B2" w:rsidRDefault="00C77A4E" w:rsidP="002C50B2">
      <w:r w:rsidRPr="00275B88">
        <w:t>Après avoir longé la rue de Rivoli et s</w:t>
      </w:r>
      <w:r w:rsidR="002C50B2">
        <w:t>’</w:t>
      </w:r>
      <w:r w:rsidRPr="00275B88">
        <w:t>être engagé sur le boulevard Sébastopol</w:t>
      </w:r>
      <w:r w:rsidR="002C50B2">
        <w:t xml:space="preserve">, </w:t>
      </w:r>
      <w:r w:rsidRPr="00275B88">
        <w:t>il se disait</w:t>
      </w:r>
      <w:r w:rsidR="002C50B2">
        <w:t xml:space="preserve">, </w:t>
      </w:r>
      <w:r w:rsidRPr="00275B88">
        <w:t>tout en cheminant</w:t>
      </w:r>
      <w:r w:rsidR="002C50B2">
        <w:t> :</w:t>
      </w:r>
    </w:p>
    <w:p w14:paraId="2AE85C22" w14:textId="77777777" w:rsidR="002C50B2" w:rsidRDefault="002C50B2" w:rsidP="002C50B2">
      <w:r>
        <w:t>— </w:t>
      </w:r>
      <w:r w:rsidR="00C77A4E" w:rsidRPr="00275B88">
        <w:t>Je me fais l</w:t>
      </w:r>
      <w:r>
        <w:t>’</w:t>
      </w:r>
      <w:r w:rsidR="00C77A4E" w:rsidRPr="00275B88">
        <w:t>effet d</w:t>
      </w:r>
      <w:r>
        <w:t>’</w:t>
      </w:r>
      <w:r w:rsidR="00C77A4E" w:rsidRPr="00275B88">
        <w:t>un romancier qui se trouverait en face d</w:t>
      </w:r>
      <w:r>
        <w:t>’</w:t>
      </w:r>
      <w:r w:rsidR="00C77A4E" w:rsidRPr="00275B88">
        <w:t>une page blanche</w:t>
      </w:r>
      <w:r>
        <w:t xml:space="preserve">, </w:t>
      </w:r>
      <w:r w:rsidR="00C77A4E" w:rsidRPr="00275B88">
        <w:t>avec un unique point de départ</w:t>
      </w:r>
      <w:r>
        <w:t xml:space="preserve">, </w:t>
      </w:r>
      <w:r w:rsidR="00C77A4E" w:rsidRPr="00275B88">
        <w:t>fort captivant</w:t>
      </w:r>
      <w:r>
        <w:t xml:space="preserve">, </w:t>
      </w:r>
      <w:r w:rsidR="00C77A4E" w:rsidRPr="00275B88">
        <w:t>certes</w:t>
      </w:r>
      <w:r>
        <w:t xml:space="preserve">, </w:t>
      </w:r>
      <w:r w:rsidR="00C77A4E" w:rsidRPr="00275B88">
        <w:t>mais dont il ignorerait encore le développement et la fin</w:t>
      </w:r>
      <w:r>
        <w:t>.</w:t>
      </w:r>
    </w:p>
    <w:p w14:paraId="7F243CD0" w14:textId="4EDA61D7" w:rsidR="002C50B2" w:rsidRDefault="002C50B2" w:rsidP="002C50B2">
      <w:r>
        <w:t>« </w:t>
      </w:r>
      <w:r w:rsidR="00C77A4E" w:rsidRPr="00275B88">
        <w:t>En effet</w:t>
      </w:r>
      <w:r>
        <w:t xml:space="preserve">, </w:t>
      </w:r>
      <w:r w:rsidR="00C77A4E" w:rsidRPr="00275B88">
        <w:t>le problème se pose ainsi</w:t>
      </w:r>
      <w:r>
        <w:t> : « </w:t>
      </w:r>
      <w:r w:rsidR="00C77A4E" w:rsidRPr="00275B88">
        <w:t>Une nuit</w:t>
      </w:r>
      <w:r>
        <w:t xml:space="preserve">, </w:t>
      </w:r>
      <w:r w:rsidR="00C77A4E" w:rsidRPr="00275B88">
        <w:t>au Louvre</w:t>
      </w:r>
      <w:r>
        <w:t xml:space="preserve">, </w:t>
      </w:r>
      <w:r w:rsidR="00C77A4E" w:rsidRPr="00275B88">
        <w:t>un gardien</w:t>
      </w:r>
      <w:r>
        <w:t xml:space="preserve">, </w:t>
      </w:r>
      <w:r w:rsidR="00C77A4E" w:rsidRPr="00275B88">
        <w:t>en faisant sa ronde</w:t>
      </w:r>
      <w:r>
        <w:t xml:space="preserve">, </w:t>
      </w:r>
      <w:r w:rsidR="00C77A4E" w:rsidRPr="00275B88">
        <w:t>croit apercevoir un fantôme qui s</w:t>
      </w:r>
      <w:r>
        <w:t>’</w:t>
      </w:r>
      <w:r w:rsidR="00C77A4E" w:rsidRPr="00275B88">
        <w:t>enfuit à sa vue</w:t>
      </w:r>
      <w:r>
        <w:t xml:space="preserve">. </w:t>
      </w:r>
      <w:r w:rsidR="00C77A4E" w:rsidRPr="00275B88">
        <w:t>Il s</w:t>
      </w:r>
      <w:r>
        <w:t>’</w:t>
      </w:r>
      <w:r w:rsidR="00C77A4E" w:rsidRPr="00275B88">
        <w:t>élance à sa poursuite</w:t>
      </w:r>
      <w:r>
        <w:t xml:space="preserve">, </w:t>
      </w:r>
      <w:r w:rsidR="00C77A4E" w:rsidRPr="00275B88">
        <w:t>tire sur lui plusieurs coups de revolver</w:t>
      </w:r>
      <w:r>
        <w:t xml:space="preserve">… </w:t>
      </w:r>
      <w:r w:rsidR="00C77A4E" w:rsidRPr="00275B88">
        <w:t>Et le fantôme s</w:t>
      </w:r>
      <w:r>
        <w:t>’</w:t>
      </w:r>
      <w:r w:rsidR="00C77A4E" w:rsidRPr="00275B88">
        <w:t>évanouit dans les ténèbres</w:t>
      </w:r>
      <w:r>
        <w:t>. »</w:t>
      </w:r>
    </w:p>
    <w:p w14:paraId="7979FFA3" w14:textId="77777777" w:rsidR="002C50B2" w:rsidRDefault="002C50B2" w:rsidP="002C50B2">
      <w:r>
        <w:t>« </w:t>
      </w:r>
      <w:r w:rsidR="00C77A4E" w:rsidRPr="00275B88">
        <w:t>Ce n</w:t>
      </w:r>
      <w:r>
        <w:t>’</w:t>
      </w:r>
      <w:r w:rsidR="00C77A4E" w:rsidRPr="00275B88">
        <w:t>est déjà pas trop mal</w:t>
      </w:r>
      <w:r>
        <w:t xml:space="preserve">, </w:t>
      </w:r>
      <w:r w:rsidR="00C77A4E" w:rsidRPr="00275B88">
        <w:t>et ce n</w:t>
      </w:r>
      <w:r>
        <w:t>’</w:t>
      </w:r>
      <w:r w:rsidR="00C77A4E" w:rsidRPr="00275B88">
        <w:t>est pas tout</w:t>
      </w:r>
      <w:r>
        <w:t> !…</w:t>
      </w:r>
    </w:p>
    <w:p w14:paraId="35943136" w14:textId="77777777" w:rsidR="002C50B2" w:rsidRDefault="002C50B2" w:rsidP="002C50B2">
      <w:r>
        <w:t>« </w:t>
      </w:r>
      <w:r w:rsidR="00C77A4E" w:rsidRPr="00275B88">
        <w:t>Le lendemain</w:t>
      </w:r>
      <w:r>
        <w:t xml:space="preserve">, </w:t>
      </w:r>
      <w:r w:rsidR="00C77A4E" w:rsidRPr="00275B88">
        <w:t>un autre gardien</w:t>
      </w:r>
      <w:r>
        <w:t xml:space="preserve">, </w:t>
      </w:r>
      <w:r w:rsidR="00C77A4E" w:rsidRPr="00275B88">
        <w:t>qui s</w:t>
      </w:r>
      <w:r>
        <w:t>’</w:t>
      </w:r>
      <w:r w:rsidR="00C77A4E" w:rsidRPr="00275B88">
        <w:t>est offert la fantaisie de passer la nuit tout seul dans la salle où est apparu le fantôme</w:t>
      </w:r>
      <w:r>
        <w:t xml:space="preserve">, </w:t>
      </w:r>
      <w:r w:rsidR="00C77A4E" w:rsidRPr="00275B88">
        <w:t>est trouvé assommé au pied de la statue renversée du dieu Belphégor</w:t>
      </w:r>
      <w:r>
        <w:t xml:space="preserve">, </w:t>
      </w:r>
      <w:r w:rsidR="00C77A4E" w:rsidRPr="00275B88">
        <w:t>dont le socle porte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après le peu que j</w:t>
      </w:r>
      <w:r>
        <w:t>’</w:t>
      </w:r>
      <w:r w:rsidR="00C77A4E" w:rsidRPr="00275B88">
        <w:t>ai pu savoir</w:t>
      </w:r>
      <w:r>
        <w:t xml:space="preserve">, </w:t>
      </w:r>
      <w:r w:rsidR="00C77A4E" w:rsidRPr="00275B88">
        <w:t>des traces d</w:t>
      </w:r>
      <w:r>
        <w:t>’</w:t>
      </w:r>
      <w:r w:rsidR="00C77A4E" w:rsidRPr="00275B88">
        <w:t>éraflures</w:t>
      </w:r>
      <w:r>
        <w:t>…</w:t>
      </w:r>
    </w:p>
    <w:p w14:paraId="16A57911" w14:textId="77777777" w:rsidR="002C50B2" w:rsidRDefault="002C50B2" w:rsidP="002C50B2">
      <w:r>
        <w:lastRenderedPageBreak/>
        <w:t>« </w:t>
      </w:r>
      <w:r w:rsidR="00C77A4E" w:rsidRPr="00275B88">
        <w:t>Quel est ce mystérieux et terrible assassin</w:t>
      </w:r>
      <w:r>
        <w:t xml:space="preserve"> ?… </w:t>
      </w:r>
      <w:r w:rsidR="00C77A4E" w:rsidRPr="00275B88">
        <w:t>Comment et dans quel dessein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introduit dans le musée</w:t>
      </w:r>
      <w:r>
        <w:t xml:space="preserve"> ? </w:t>
      </w:r>
      <w:r w:rsidR="00C77A4E" w:rsidRPr="00275B88">
        <w:t>Pourquoi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attaqué à la statue de ce brave Belphégor</w:t>
      </w:r>
      <w:r>
        <w:t xml:space="preserve">, </w:t>
      </w:r>
      <w:r w:rsidR="00C77A4E" w:rsidRPr="00275B88">
        <w:t>qui</w:t>
      </w:r>
      <w:r>
        <w:t xml:space="preserve">, </w:t>
      </w:r>
      <w:r w:rsidR="00C77A4E" w:rsidRPr="00275B88">
        <w:t>sans aucun doute</w:t>
      </w:r>
      <w:r>
        <w:t xml:space="preserve">, </w:t>
      </w:r>
      <w:r w:rsidR="00C77A4E" w:rsidRPr="00275B88">
        <w:t>ne lui avait fait aucun mal</w:t>
      </w:r>
      <w:r>
        <w:t xml:space="preserve"> ?… </w:t>
      </w:r>
      <w:r w:rsidR="00C77A4E" w:rsidRPr="00275B88">
        <w:t>Pour l</w:t>
      </w:r>
      <w:r>
        <w:t>’</w:t>
      </w:r>
      <w:r w:rsidR="00C77A4E" w:rsidRPr="00275B88">
        <w:t>emporter</w:t>
      </w:r>
      <w:r>
        <w:t xml:space="preserve"> ?… </w:t>
      </w:r>
      <w:r w:rsidR="00C77A4E" w:rsidRPr="00275B88">
        <w:t>Heu</w:t>
      </w:r>
      <w:r>
        <w:t xml:space="preserve"> ! </w:t>
      </w:r>
      <w:r w:rsidR="00C77A4E" w:rsidRPr="00275B88">
        <w:t>Cela me paraît à la fois bien difficile et fort peu vraisemblable</w:t>
      </w:r>
      <w:r>
        <w:t xml:space="preserve">… </w:t>
      </w:r>
      <w:r w:rsidR="00C77A4E" w:rsidRPr="00275B88">
        <w:t>Alors</w:t>
      </w:r>
      <w:r>
        <w:t> ?…</w:t>
      </w:r>
    </w:p>
    <w:p w14:paraId="6CC09709" w14:textId="77777777" w:rsidR="002C50B2" w:rsidRDefault="002C50B2" w:rsidP="002C50B2">
      <w:r>
        <w:t>« </w:t>
      </w:r>
      <w:r w:rsidR="00C77A4E" w:rsidRPr="00275B88">
        <w:t>Alors</w:t>
      </w:r>
      <w:r>
        <w:t xml:space="preserve">, </w:t>
      </w:r>
      <w:r w:rsidR="00C77A4E" w:rsidRPr="00275B88">
        <w:t>allumons une cigarette</w:t>
      </w:r>
      <w:r>
        <w:t>.</w:t>
      </w:r>
    </w:p>
    <w:p w14:paraId="49D89353" w14:textId="77777777" w:rsidR="002C50B2" w:rsidRDefault="00C77A4E" w:rsidP="002C50B2">
      <w:r w:rsidRPr="00275B88">
        <w:t>Bellegarde tirait de la poche de son veston un étui en argent</w:t>
      </w:r>
      <w:r w:rsidR="002C50B2">
        <w:t xml:space="preserve">, </w:t>
      </w:r>
      <w:r w:rsidRPr="00275B88">
        <w:t xml:space="preserve">dont il allait extirper une savoureuse </w:t>
      </w:r>
      <w:proofErr w:type="spellStart"/>
      <w:r w:rsidRPr="00275B88">
        <w:t>abdullah</w:t>
      </w:r>
      <w:proofErr w:type="spellEnd"/>
      <w:r w:rsidR="002C50B2">
        <w:t xml:space="preserve">, </w:t>
      </w:r>
      <w:r w:rsidRPr="00275B88">
        <w:t>lorsqu</w:t>
      </w:r>
      <w:r w:rsidR="002C50B2">
        <w:t>’</w:t>
      </w:r>
      <w:r w:rsidRPr="00275B88">
        <w:t>il se vit tout à coup environné par une bande de camelots qui criaient la troisième édition d</w:t>
      </w:r>
      <w:r w:rsidR="002C50B2">
        <w:t>’</w:t>
      </w:r>
      <w:r w:rsidRPr="00275B88">
        <w:t>un journal du soir</w:t>
      </w:r>
      <w:r w:rsidR="002C50B2">
        <w:t xml:space="preserve">… </w:t>
      </w:r>
      <w:r w:rsidRPr="00275B88">
        <w:t>La foule s</w:t>
      </w:r>
      <w:r w:rsidR="002C50B2">
        <w:t>’</w:t>
      </w:r>
      <w:r w:rsidRPr="00275B88">
        <w:t>en arrachait les exemplaires et en attaquait aussitôt la lecture avec un intérêt qui se lisait sur tous les visages</w:t>
      </w:r>
      <w:r w:rsidR="002C50B2">
        <w:t xml:space="preserve">. </w:t>
      </w:r>
      <w:r w:rsidRPr="00275B88">
        <w:t>Il était évident que l</w:t>
      </w:r>
      <w:r w:rsidR="002C50B2">
        <w:t>’</w:t>
      </w:r>
      <w:r w:rsidRPr="00275B88">
        <w:t>affaire du Louvre passionnait le public</w:t>
      </w:r>
      <w:r w:rsidR="002C50B2">
        <w:t>.</w:t>
      </w:r>
    </w:p>
    <w:p w14:paraId="4220E28E" w14:textId="3C6FDEF9" w:rsidR="002C50B2" w:rsidRDefault="00C77A4E" w:rsidP="002C50B2">
      <w:r w:rsidRPr="00275B88">
        <w:t>Le reporter s</w:t>
      </w:r>
      <w:r w:rsidR="002C50B2">
        <w:t>’</w:t>
      </w:r>
      <w:r w:rsidRPr="00275B88">
        <w:t>empressa</w:t>
      </w:r>
      <w:r w:rsidR="002C50B2">
        <w:t xml:space="preserve">, </w:t>
      </w:r>
      <w:r w:rsidRPr="00275B88">
        <w:t>lui aussi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acheter un numéro</w:t>
      </w:r>
      <w:r w:rsidR="002C50B2">
        <w:t xml:space="preserve">… </w:t>
      </w:r>
      <w:r w:rsidRPr="00275B88">
        <w:t>Il le parcourut rapidement</w:t>
      </w:r>
      <w:r w:rsidR="002C50B2">
        <w:t xml:space="preserve">. </w:t>
      </w:r>
      <w:r w:rsidRPr="00275B88">
        <w:t>Il ne lui apprit rien qu</w:t>
      </w:r>
      <w:r w:rsidR="002C50B2">
        <w:t>’</w:t>
      </w:r>
      <w:r w:rsidRPr="00275B88">
        <w:t>il ne sût lui</w:t>
      </w:r>
      <w:r>
        <w:t>-</w:t>
      </w:r>
      <w:r w:rsidRPr="00275B88">
        <w:t>même</w:t>
      </w:r>
      <w:r w:rsidR="002C50B2">
        <w:t xml:space="preserve">. </w:t>
      </w:r>
      <w:r w:rsidRPr="00275B88">
        <w:t>Et</w:t>
      </w:r>
      <w:r w:rsidR="002C50B2">
        <w:t xml:space="preserve">, </w:t>
      </w:r>
      <w:r w:rsidRPr="00275B88">
        <w:t>aussitôt</w:t>
      </w:r>
      <w:r w:rsidR="002C50B2">
        <w:t xml:space="preserve">, </w:t>
      </w:r>
      <w:r w:rsidRPr="00275B88">
        <w:t>il reprit sa route tout en continuant son monologue mental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 peu avant d</w:t>
      </w:r>
      <w:r w:rsidR="002C50B2">
        <w:t>’</w:t>
      </w:r>
      <w:r w:rsidRPr="00275B88">
        <w:t>arriver aux grands boulevards</w:t>
      </w:r>
      <w:r w:rsidR="002C50B2">
        <w:t xml:space="preserve">, </w:t>
      </w:r>
      <w:r w:rsidRPr="00275B88">
        <w:t>il se heurta à un rassemblement assez nombreux de badauds arrêtés devant la terrasse d</w:t>
      </w:r>
      <w:r w:rsidR="002C50B2">
        <w:t>’</w:t>
      </w:r>
      <w:r w:rsidRPr="00275B88">
        <w:t>un café et écoutant les vociférations d</w:t>
      </w:r>
      <w:r w:rsidR="002C50B2">
        <w:t>’</w:t>
      </w:r>
      <w:r w:rsidRPr="00275B88">
        <w:t>un haut</w:t>
      </w:r>
      <w:r>
        <w:t>-</w:t>
      </w:r>
      <w:r w:rsidRPr="00275B88">
        <w:t>parleur de</w:t>
      </w:r>
      <w:r w:rsidR="002C50B2" w:rsidRPr="00275B88">
        <w:t xml:space="preserve"> T</w:t>
      </w:r>
      <w:r w:rsidR="002C50B2">
        <w:t>.</w:t>
      </w:r>
      <w:r w:rsidR="002C50B2" w:rsidRPr="00275B88">
        <w:t>S</w:t>
      </w:r>
      <w:r w:rsidR="002C50B2">
        <w:t>.</w:t>
      </w:r>
      <w:r w:rsidR="002C50B2" w:rsidRPr="00275B88">
        <w:t>F</w:t>
      </w:r>
      <w:r w:rsidR="002C50B2">
        <w:t xml:space="preserve">. </w:t>
      </w:r>
      <w:r w:rsidRPr="00A87CF8">
        <w:t>q</w:t>
      </w:r>
      <w:r w:rsidRPr="00275B88">
        <w:t>ui</w:t>
      </w:r>
      <w:r w:rsidR="002C50B2">
        <w:t xml:space="preserve">, </w:t>
      </w:r>
      <w:r w:rsidRPr="00275B88">
        <w:t>placé au</w:t>
      </w:r>
      <w:r>
        <w:t>-</w:t>
      </w:r>
      <w:r w:rsidRPr="00275B88">
        <w:t>dessus de la porte d</w:t>
      </w:r>
      <w:r w:rsidR="002C50B2">
        <w:t>’</w:t>
      </w:r>
      <w:r w:rsidRPr="00275B88">
        <w:t>entrée de l</w:t>
      </w:r>
      <w:r w:rsidR="002C50B2">
        <w:t>’</w:t>
      </w:r>
      <w:r w:rsidRPr="00275B88">
        <w:t>établissement</w:t>
      </w:r>
      <w:r w:rsidR="002C50B2">
        <w:t xml:space="preserve">, </w:t>
      </w:r>
      <w:r w:rsidRPr="00275B88">
        <w:t>commentait</w:t>
      </w:r>
      <w:r w:rsidR="002C50B2">
        <w:t xml:space="preserve">, </w:t>
      </w:r>
      <w:r w:rsidRPr="00275B88">
        <w:t>sur un ton tragique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assassinat du gardien Sabarat</w:t>
      </w:r>
      <w:r w:rsidR="002C50B2">
        <w:t>.</w:t>
      </w:r>
    </w:p>
    <w:p w14:paraId="594268B0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une commère qui</w:t>
      </w:r>
      <w:r w:rsidR="002C50B2">
        <w:t xml:space="preserve">, </w:t>
      </w:r>
      <w:r w:rsidRPr="00275B88">
        <w:t>un filet de provisions à la main et le visage congestionné d</w:t>
      </w:r>
      <w:r w:rsidR="002C50B2">
        <w:t>’</w:t>
      </w:r>
      <w:r w:rsidRPr="00275B88">
        <w:t>émotion</w:t>
      </w:r>
      <w:r w:rsidR="002C50B2">
        <w:t xml:space="preserve">, </w:t>
      </w:r>
      <w:r w:rsidRPr="00275B88">
        <w:t>absorbait</w:t>
      </w:r>
      <w:r w:rsidR="002C50B2">
        <w:t xml:space="preserve">, </w:t>
      </w:r>
      <w:r w:rsidRPr="00275B88">
        <w:t>le nez en l</w:t>
      </w:r>
      <w:r w:rsidR="002C50B2">
        <w:t>’</w:t>
      </w:r>
      <w:r w:rsidRPr="00275B88">
        <w:t>air</w:t>
      </w:r>
      <w:r w:rsidR="002C50B2">
        <w:t xml:space="preserve">, </w:t>
      </w:r>
      <w:r w:rsidRPr="00275B88">
        <w:t>ce récit sensationnel</w:t>
      </w:r>
      <w:r w:rsidR="002C50B2">
        <w:t xml:space="preserve">, </w:t>
      </w:r>
      <w:r w:rsidRPr="00275B88">
        <w:t>poussa un hurlement d</w:t>
      </w:r>
      <w:r w:rsidR="002C50B2">
        <w:t>’</w:t>
      </w:r>
      <w:r w:rsidRPr="00275B88">
        <w:t>effroi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désignant du doigt le pavillon d</w:t>
      </w:r>
      <w:r w:rsidR="002C50B2">
        <w:t>’</w:t>
      </w:r>
      <w:r w:rsidRPr="00275B88">
        <w:t>où s</w:t>
      </w:r>
      <w:r w:rsidR="002C50B2">
        <w:t>’</w:t>
      </w:r>
      <w:r w:rsidRPr="00275B88">
        <w:t>échappait le récit de ce crime épouvantable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</w:t>
      </w:r>
      <w:r w:rsidR="002C50B2">
        <w:t> :</w:t>
      </w:r>
    </w:p>
    <w:p w14:paraId="02DF8907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… </w:t>
      </w:r>
      <w:r w:rsidR="00C77A4E" w:rsidRPr="00275B88">
        <w:t>je l</w:t>
      </w:r>
      <w:r>
        <w:t>’</w:t>
      </w:r>
      <w:r w:rsidR="00C77A4E" w:rsidRPr="00275B88">
        <w:t>ai vu là</w:t>
      </w:r>
      <w:r>
        <w:t xml:space="preserve">, </w:t>
      </w:r>
      <w:r w:rsidR="00C77A4E" w:rsidRPr="00275B88">
        <w:t>dans le truc</w:t>
      </w:r>
      <w:r>
        <w:t> !</w:t>
      </w:r>
    </w:p>
    <w:p w14:paraId="78CF7286" w14:textId="77777777" w:rsidR="002C50B2" w:rsidRDefault="00C77A4E" w:rsidP="002C50B2">
      <w:r w:rsidRPr="00275B88">
        <w:lastRenderedPageBreak/>
        <w:t>Des rires fusèrent</w:t>
      </w:r>
      <w:r w:rsidR="002C50B2">
        <w:t xml:space="preserve">… </w:t>
      </w:r>
      <w:r w:rsidRPr="00275B88">
        <w:t>Jacques Bellegarde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approché</w:t>
      </w:r>
      <w:r w:rsidR="002C50B2">
        <w:t xml:space="preserve">, </w:t>
      </w:r>
      <w:r w:rsidRPr="00275B88">
        <w:t>partageait l</w:t>
      </w:r>
      <w:r w:rsidR="002C50B2">
        <w:t>’</w:t>
      </w:r>
      <w:r w:rsidRPr="00275B88">
        <w:t>hilarité générale</w:t>
      </w:r>
      <w:r w:rsidR="002C50B2">
        <w:t xml:space="preserve">, </w:t>
      </w:r>
      <w:r w:rsidRPr="00275B88">
        <w:t>lorsque son attention fut attirée par une délicieuse jeune fille dont la sobre et gentille élégance</w:t>
      </w:r>
      <w:r w:rsidR="002C50B2">
        <w:t xml:space="preserve">, </w:t>
      </w:r>
      <w:r w:rsidRPr="00275B88">
        <w:t>le profil charmant</w:t>
      </w:r>
      <w:r w:rsidR="002C50B2">
        <w:t xml:space="preserve">, </w:t>
      </w:r>
      <w:r w:rsidRPr="00275B88">
        <w:t>la blondeur dorée et le visage tout de grâce spirituelle et de malicieuse gaieté</w:t>
      </w:r>
      <w:r w:rsidR="002C50B2">
        <w:t xml:space="preserve">, </w:t>
      </w:r>
      <w:r w:rsidRPr="00275B88">
        <w:t>en faisait le type de la vraie Parisienne</w:t>
      </w:r>
      <w:r w:rsidR="002C50B2">
        <w:t>.</w:t>
      </w:r>
    </w:p>
    <w:p w14:paraId="6EAE5BD9" w14:textId="77777777" w:rsidR="002C50B2" w:rsidRDefault="00C77A4E" w:rsidP="002C50B2">
      <w:r w:rsidRPr="00275B88">
        <w:t>Autour d</w:t>
      </w:r>
      <w:r w:rsidR="002C50B2">
        <w:t>’</w:t>
      </w:r>
      <w:r w:rsidRPr="00275B88">
        <w:t>eux</w:t>
      </w:r>
      <w:r w:rsidR="002C50B2">
        <w:t xml:space="preserve">, </w:t>
      </w:r>
      <w:r w:rsidRPr="00275B88">
        <w:t>des colloques s</w:t>
      </w:r>
      <w:r w:rsidR="002C50B2">
        <w:t>’</w:t>
      </w:r>
      <w:r w:rsidRPr="00275B88">
        <w:t>engageaient</w:t>
      </w:r>
      <w:r w:rsidR="002C50B2">
        <w:t> :</w:t>
      </w:r>
    </w:p>
    <w:p w14:paraId="41A08CA2" w14:textId="77777777" w:rsidR="002C50B2" w:rsidRDefault="002C50B2" w:rsidP="002C50B2">
      <w:r>
        <w:t>— </w:t>
      </w:r>
      <w:r w:rsidR="00C77A4E" w:rsidRPr="00275B88">
        <w:t>Moi</w:t>
      </w:r>
      <w:r>
        <w:t xml:space="preserve"> ! </w:t>
      </w:r>
      <w:r w:rsidR="00C77A4E" w:rsidRPr="00275B88">
        <w:t>clamait un petit trottin</w:t>
      </w:r>
      <w:r>
        <w:t xml:space="preserve">, </w:t>
      </w:r>
      <w:r w:rsidR="00C77A4E" w:rsidRPr="00275B88">
        <w:t>je vous dis que c</w:t>
      </w:r>
      <w:r>
        <w:t>’</w:t>
      </w:r>
      <w:r w:rsidR="00C77A4E" w:rsidRPr="00275B88">
        <w:t>est un fantôme</w:t>
      </w:r>
      <w:r>
        <w:t>.</w:t>
      </w:r>
    </w:p>
    <w:p w14:paraId="7E96EF68" w14:textId="77777777" w:rsidR="002C50B2" w:rsidRDefault="002C50B2" w:rsidP="002C50B2">
      <w:r>
        <w:t>— </w:t>
      </w:r>
      <w:r w:rsidR="00C77A4E" w:rsidRPr="00275B88">
        <w:t>Moi</w:t>
      </w:r>
      <w:r>
        <w:t xml:space="preserve"> ! </w:t>
      </w:r>
      <w:r w:rsidR="00C77A4E" w:rsidRPr="00275B88">
        <w:t>répliquait un vieux monsieur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air indigné</w:t>
      </w:r>
      <w:r>
        <w:t xml:space="preserve">, </w:t>
      </w:r>
      <w:r w:rsidR="00C77A4E" w:rsidRPr="00275B88">
        <w:t>je vous dis que c</w:t>
      </w:r>
      <w:r>
        <w:t>’</w:t>
      </w:r>
      <w:r w:rsidR="00C77A4E" w:rsidRPr="00275B88">
        <w:t>est un voleur</w:t>
      </w:r>
      <w:r>
        <w:t>.</w:t>
      </w:r>
    </w:p>
    <w:p w14:paraId="5620434C" w14:textId="77777777" w:rsidR="002C50B2" w:rsidRDefault="00C77A4E" w:rsidP="002C50B2">
      <w:r w:rsidRPr="00275B88">
        <w:t>Un voleur</w:t>
      </w:r>
      <w:r w:rsidR="002C50B2">
        <w:t xml:space="preserve"> !… </w:t>
      </w:r>
      <w:r w:rsidRPr="00275B88">
        <w:t>un fantôme</w:t>
      </w:r>
      <w:r w:rsidR="002C50B2">
        <w:t xml:space="preserve"> !… </w:t>
      </w:r>
      <w:r w:rsidRPr="00275B88">
        <w:t>Un fantôme</w:t>
      </w:r>
      <w:r w:rsidR="002C50B2">
        <w:t xml:space="preserve"> !… </w:t>
      </w:r>
      <w:r w:rsidRPr="00275B88">
        <w:t>un voleur</w:t>
      </w:r>
      <w:r w:rsidR="002C50B2">
        <w:t xml:space="preserve"> !… </w:t>
      </w:r>
      <w:r w:rsidRPr="00275B88">
        <w:t>ces deux mots se croisaient en un choc de dispute qui commence</w:t>
      </w:r>
      <w:r w:rsidR="002C50B2">
        <w:t>.</w:t>
      </w:r>
    </w:p>
    <w:p w14:paraId="79FF4EDC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à la jeune fille que</w:t>
      </w:r>
      <w:r w:rsidR="002C50B2">
        <w:t xml:space="preserve">, </w:t>
      </w:r>
      <w:r w:rsidRPr="00275B88">
        <w:t>depuis qu</w:t>
      </w:r>
      <w:r w:rsidR="002C50B2">
        <w:t>’</w:t>
      </w:r>
      <w:r w:rsidRPr="00275B88">
        <w:t>il l</w:t>
      </w:r>
      <w:r w:rsidR="002C50B2">
        <w:t>’</w:t>
      </w:r>
      <w:r w:rsidRPr="00275B88">
        <w:t>avait remarquée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avait pas quittée des yeux</w:t>
      </w:r>
      <w:r w:rsidR="002C50B2">
        <w:t xml:space="preserve">, </w:t>
      </w:r>
      <w:r w:rsidRPr="00275B88">
        <w:t>le reporter fit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aimable</w:t>
      </w:r>
      <w:r w:rsidR="002C50B2">
        <w:t> :</w:t>
      </w:r>
    </w:p>
    <w:p w14:paraId="44B33DFA" w14:textId="77777777" w:rsidR="002C50B2" w:rsidRDefault="002C50B2" w:rsidP="002C50B2">
      <w:r>
        <w:t>— </w:t>
      </w:r>
      <w:r w:rsidR="00C77A4E" w:rsidRPr="00275B88">
        <w:t>Et vous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vous en pensez</w:t>
      </w:r>
      <w:r>
        <w:t> ?</w:t>
      </w:r>
    </w:p>
    <w:p w14:paraId="3BF17B7D" w14:textId="77777777" w:rsidR="002C50B2" w:rsidRDefault="002C50B2" w:rsidP="002C50B2">
      <w:r>
        <w:t>— </w:t>
      </w:r>
      <w:r w:rsidR="00C77A4E" w:rsidRPr="00275B88">
        <w:t>Vous êtes trop curieux</w:t>
      </w:r>
      <w:r>
        <w:t xml:space="preserve">, </w:t>
      </w:r>
      <w:r w:rsidR="00C77A4E" w:rsidRPr="00275B88">
        <w:t>monsieur Bellegarde</w:t>
      </w:r>
      <w:r>
        <w:t xml:space="preserve">, </w:t>
      </w:r>
      <w:r w:rsidR="00C77A4E" w:rsidRPr="00275B88">
        <w:t>répondit la jolie inconnue</w:t>
      </w:r>
      <w:r>
        <w:t>.</w:t>
      </w:r>
    </w:p>
    <w:p w14:paraId="441031AC" w14:textId="77777777" w:rsidR="002C50B2" w:rsidRDefault="00C77A4E" w:rsidP="002C50B2">
      <w:r w:rsidRPr="00275B88">
        <w:t>Le journaliste demeura tout interloqué</w:t>
      </w:r>
      <w:r w:rsidR="002C50B2">
        <w:t xml:space="preserve">. </w:t>
      </w:r>
      <w:r w:rsidRPr="00275B88">
        <w:t>En effet</w:t>
      </w:r>
      <w:r w:rsidR="002C50B2">
        <w:t xml:space="preserve">, </w:t>
      </w:r>
      <w:r w:rsidRPr="00275B88">
        <w:t>bien qu</w:t>
      </w:r>
      <w:r w:rsidR="002C50B2">
        <w:t>’</w:t>
      </w:r>
      <w:r w:rsidRPr="00275B88">
        <w:t>il pût se vanter</w:t>
      </w:r>
      <w:r w:rsidR="002C50B2">
        <w:t xml:space="preserve">, </w:t>
      </w:r>
      <w:r w:rsidRPr="00275B88">
        <w:t>à juste titre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avoir une infaillible mémoire des physionomies</w:t>
      </w:r>
      <w:r w:rsidR="002C50B2">
        <w:t xml:space="preserve">, </w:t>
      </w:r>
      <w:r w:rsidRPr="00275B88">
        <w:t>il ne se souvenait pas d</w:t>
      </w:r>
      <w:r w:rsidR="002C50B2">
        <w:t>’</w:t>
      </w:r>
      <w:r w:rsidRPr="00275B88">
        <w:t>avoir jamais rencontré cette ravissante personne</w:t>
      </w:r>
      <w:r w:rsidR="002C50B2">
        <w:t xml:space="preserve">. </w:t>
      </w:r>
      <w:r w:rsidRPr="00275B88">
        <w:t>Alors</w:t>
      </w:r>
      <w:r w:rsidR="002C50B2">
        <w:t xml:space="preserve">, </w:t>
      </w:r>
      <w:r w:rsidRPr="00275B88">
        <w:t>comment le connaissait</w:t>
      </w:r>
      <w:r>
        <w:t>-</w:t>
      </w:r>
      <w:r w:rsidRPr="00275B88">
        <w:t>elle</w:t>
      </w:r>
      <w:r w:rsidR="002C50B2">
        <w:t> ?</w:t>
      </w:r>
    </w:p>
    <w:p w14:paraId="25B6D27E" w14:textId="77777777" w:rsidR="002C50B2" w:rsidRDefault="00C77A4E" w:rsidP="002C50B2">
      <w:r w:rsidRPr="00275B88">
        <w:t>Le désir de savoir l</w:t>
      </w:r>
      <w:r w:rsidR="002C50B2">
        <w:t>’</w:t>
      </w:r>
      <w:r w:rsidRPr="00275B88">
        <w:t>engagea même à emboîter le pas à son exquise interlocutrice</w:t>
      </w:r>
      <w:r w:rsidR="002C50B2">
        <w:t xml:space="preserve">… </w:t>
      </w:r>
      <w:r w:rsidRPr="00275B88">
        <w:t>Bien qu</w:t>
      </w:r>
      <w:r w:rsidR="002C50B2">
        <w:t>’</w:t>
      </w:r>
      <w:r w:rsidRPr="00275B88">
        <w:t>elle eût pris sur lui une certaine avance</w:t>
      </w:r>
      <w:r w:rsidR="002C50B2">
        <w:t xml:space="preserve">, </w:t>
      </w:r>
      <w:r w:rsidRPr="00275B88">
        <w:t>il ne tarda pas à la rejoindre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 xml:space="preserve">tout en </w:t>
      </w:r>
      <w:r w:rsidRPr="00275B88">
        <w:lastRenderedPageBreak/>
        <w:t>soulevant son chapeau</w:t>
      </w:r>
      <w:r w:rsidR="002C50B2">
        <w:t xml:space="preserve">, </w:t>
      </w:r>
      <w:r w:rsidRPr="00275B88">
        <w:t>il allait lui adresser la parole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elle se retourna</w:t>
      </w:r>
      <w:r w:rsidR="002C50B2">
        <w:t xml:space="preserve">… </w:t>
      </w:r>
      <w:r w:rsidRPr="00275B88">
        <w:t>Son joli visage n</w:t>
      </w:r>
      <w:r w:rsidR="002C50B2">
        <w:t>’</w:t>
      </w:r>
      <w:r w:rsidRPr="00275B88">
        <w:t>exprimait aucune indignation</w:t>
      </w:r>
      <w:r w:rsidR="002C50B2">
        <w:t xml:space="preserve">, </w:t>
      </w:r>
      <w:r w:rsidRPr="00275B88">
        <w:t>aucun courroux</w:t>
      </w:r>
      <w:r w:rsidR="002C50B2">
        <w:t xml:space="preserve">, </w:t>
      </w:r>
      <w:r w:rsidRPr="00275B88">
        <w:t>mais il révélait une si pudique réserve</w:t>
      </w:r>
      <w:r w:rsidR="002C50B2">
        <w:t xml:space="preserve">, </w:t>
      </w:r>
      <w:r w:rsidRPr="00275B88">
        <w:t>et son regard exprimait une invitation au respect si éloquente</w:t>
      </w:r>
      <w:r w:rsidR="002C50B2">
        <w:t xml:space="preserve">, </w:t>
      </w:r>
      <w:r w:rsidRPr="00275B88">
        <w:t>que Bellegarde eut l</w:t>
      </w:r>
      <w:r w:rsidR="002C50B2">
        <w:t>’</w:t>
      </w:r>
      <w:r w:rsidRPr="00275B88">
        <w:t>intuition qu</w:t>
      </w:r>
      <w:r w:rsidR="002C50B2">
        <w:t>’</w:t>
      </w:r>
      <w:r w:rsidRPr="00275B88">
        <w:t>en lui adressant la parole</w:t>
      </w:r>
      <w:r w:rsidR="002C50B2">
        <w:t xml:space="preserve">, </w:t>
      </w:r>
      <w:r w:rsidRPr="00275B88">
        <w:t>il se rendrait coupable d</w:t>
      </w:r>
      <w:r w:rsidR="002C50B2">
        <w:t>’</w:t>
      </w:r>
      <w:r w:rsidRPr="00275B88">
        <w:t>un manque de tact impardonnable</w:t>
      </w:r>
      <w:r w:rsidR="002C50B2">
        <w:t xml:space="preserve">… </w:t>
      </w:r>
      <w:r w:rsidRPr="00275B88">
        <w:t>Et après s</w:t>
      </w:r>
      <w:r w:rsidR="002C50B2">
        <w:t>’</w:t>
      </w:r>
      <w:r w:rsidRPr="00275B88">
        <w:t>être contenté d</w:t>
      </w:r>
      <w:r w:rsidR="002C50B2">
        <w:t>’</w:t>
      </w:r>
      <w:r w:rsidRPr="00275B88">
        <w:t>accentuer la déférence de son salut</w:t>
      </w:r>
      <w:r w:rsidR="002C50B2">
        <w:t xml:space="preserve">, </w:t>
      </w:r>
      <w:r w:rsidRPr="00275B88">
        <w:t>il laissa s</w:t>
      </w:r>
      <w:r w:rsidR="002C50B2">
        <w:t>’</w:t>
      </w:r>
      <w:r w:rsidRPr="00275B88">
        <w:t>éloigner la jolie Parisienne</w:t>
      </w:r>
      <w:r w:rsidR="002C50B2">
        <w:t xml:space="preserve">, </w:t>
      </w:r>
      <w:r w:rsidRPr="00275B88">
        <w:t>tout en suivant des yeux son exquise silhouette</w:t>
      </w:r>
      <w:r w:rsidR="002C50B2">
        <w:t xml:space="preserve">, </w:t>
      </w:r>
      <w:r w:rsidRPr="00275B88">
        <w:t>qui se perdit bientôt dans le tohu</w:t>
      </w:r>
      <w:r>
        <w:t>-</w:t>
      </w:r>
      <w:r w:rsidRPr="00275B88">
        <w:t>bohu des grands boulevards</w:t>
      </w:r>
      <w:r w:rsidR="002C50B2">
        <w:t>.</w:t>
      </w:r>
    </w:p>
    <w:p w14:paraId="6CF9E11D" w14:textId="77777777" w:rsidR="002C50B2" w:rsidRDefault="00C77A4E" w:rsidP="002C50B2">
      <w:pPr>
        <w:rPr>
          <w:i/>
          <w:iCs/>
        </w:rPr>
      </w:pPr>
      <w:r w:rsidRPr="00275B88">
        <w:t>Un peu pensif</w:t>
      </w:r>
      <w:r w:rsidR="002C50B2">
        <w:t xml:space="preserve">, </w:t>
      </w:r>
      <w:r w:rsidRPr="00275B88">
        <w:t>et sous le charme presque inconscient de cette première rencontre</w:t>
      </w:r>
      <w:r w:rsidR="002C50B2">
        <w:t xml:space="preserve">, </w:t>
      </w:r>
      <w:r w:rsidRPr="00275B88">
        <w:t>aussi brève qu</w:t>
      </w:r>
      <w:r w:rsidR="002C50B2">
        <w:t>’</w:t>
      </w:r>
      <w:r w:rsidRPr="00275B88">
        <w:t>inattendue</w:t>
      </w:r>
      <w:r w:rsidR="002C50B2">
        <w:t xml:space="preserve">, </w:t>
      </w:r>
      <w:r w:rsidRPr="00275B88">
        <w:t>Bellegarde s</w:t>
      </w:r>
      <w:r w:rsidR="002C50B2">
        <w:t>’</w:t>
      </w:r>
      <w:r w:rsidRPr="00275B88">
        <w:t>engagea dans le boulevard de Strasbourg</w:t>
      </w:r>
      <w:r w:rsidR="002C50B2">
        <w:t xml:space="preserve">, </w:t>
      </w:r>
      <w:r w:rsidRPr="00275B88">
        <w:t>obliqua rue d</w:t>
      </w:r>
      <w:r w:rsidR="002C50B2">
        <w:t>’</w:t>
      </w:r>
      <w:r w:rsidRPr="00275B88">
        <w:t>Enghien</w:t>
      </w:r>
      <w:r w:rsidR="002C50B2">
        <w:t xml:space="preserve">, </w:t>
      </w:r>
      <w:r w:rsidRPr="00275B88">
        <w:t xml:space="preserve">et regagna Le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>.</w:t>
      </w:r>
    </w:p>
    <w:p w14:paraId="6A932AE9" w14:textId="77777777" w:rsidR="002C50B2" w:rsidRDefault="00C77A4E" w:rsidP="002C50B2">
      <w:r w:rsidRPr="00275B88">
        <w:t>D</w:t>
      </w:r>
      <w:r w:rsidR="002C50B2">
        <w:t>’</w:t>
      </w:r>
      <w:r w:rsidRPr="00275B88">
        <w:t>un pas rapide</w:t>
      </w:r>
      <w:r w:rsidR="002C50B2">
        <w:t xml:space="preserve">, </w:t>
      </w:r>
      <w:r w:rsidRPr="00275B88">
        <w:t>il escalada l</w:t>
      </w:r>
      <w:r w:rsidR="002C50B2">
        <w:t>’</w:t>
      </w:r>
      <w:r w:rsidRPr="00275B88">
        <w:t>escalier à rampe en fer forgé</w:t>
      </w:r>
      <w:r w:rsidR="002C50B2">
        <w:t xml:space="preserve">, </w:t>
      </w:r>
      <w:r w:rsidRPr="00275B88">
        <w:t>traversa le hall monumental</w:t>
      </w:r>
      <w:r w:rsidR="002C50B2">
        <w:t xml:space="preserve">, </w:t>
      </w:r>
      <w:r w:rsidRPr="00275B88">
        <w:t>prit place dans l</w:t>
      </w:r>
      <w:r w:rsidR="002C50B2">
        <w:t>’</w:t>
      </w:r>
      <w:r w:rsidRPr="00275B88">
        <w:t>ascenseur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arrêta à l</w:t>
      </w:r>
      <w:r w:rsidR="002C50B2">
        <w:t>’</w:t>
      </w:r>
      <w:r w:rsidRPr="00275B88">
        <w:t>étage de la rédaction et pénétra dans son bureau</w:t>
      </w:r>
      <w:r w:rsidR="002C50B2">
        <w:t>.</w:t>
      </w:r>
    </w:p>
    <w:p w14:paraId="3DF9DF61" w14:textId="77777777" w:rsidR="002C50B2" w:rsidRDefault="00C77A4E" w:rsidP="002C50B2">
      <w:r w:rsidRPr="00275B88">
        <w:t>Après avoir pris connaissance de son courrier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installa à sa table</w:t>
      </w:r>
      <w:r w:rsidR="002C50B2">
        <w:t xml:space="preserve">, </w:t>
      </w:r>
      <w:r w:rsidRPr="00275B88">
        <w:t>réfléchit quelques instants</w:t>
      </w:r>
      <w:r w:rsidR="002C50B2">
        <w:t xml:space="preserve">, </w:t>
      </w: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armant de son stylo</w:t>
      </w:r>
      <w:r w:rsidR="002C50B2">
        <w:t xml:space="preserve">, </w:t>
      </w:r>
      <w:r w:rsidRPr="00275B88">
        <w:t>il rédigea avec une facilité surprenante et sans la moindre rature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haute écriture large</w:t>
      </w:r>
      <w:r w:rsidR="002C50B2">
        <w:t xml:space="preserve">, </w:t>
      </w:r>
      <w:r w:rsidRPr="00275B88">
        <w:t>un peu gothique</w:t>
      </w:r>
      <w:r w:rsidR="002C50B2">
        <w:t xml:space="preserve">, </w:t>
      </w:r>
      <w:r w:rsidRPr="00275B88">
        <w:t>et aussi lisible que des caractères d</w:t>
      </w:r>
      <w:r w:rsidR="002C50B2">
        <w:t>’</w:t>
      </w:r>
      <w:r w:rsidRPr="00275B88">
        <w:t>imprimerie</w:t>
      </w:r>
      <w:r w:rsidR="002C50B2">
        <w:t xml:space="preserve">, </w:t>
      </w:r>
      <w:r w:rsidRPr="00275B88">
        <w:t>un article qui se terminait ainsi</w:t>
      </w:r>
      <w:r w:rsidR="002C50B2">
        <w:t> :</w:t>
      </w:r>
    </w:p>
    <w:p w14:paraId="0A0BED7B" w14:textId="77777777" w:rsidR="002C50B2" w:rsidRDefault="00C77A4E" w:rsidP="002C50B2">
      <w:r w:rsidRPr="00275B88">
        <w:t>S</w:t>
      </w:r>
      <w:r w:rsidR="002C50B2">
        <w:t>’</w:t>
      </w:r>
      <w:r w:rsidRPr="00275B88">
        <w:t>agit</w:t>
      </w:r>
      <w:r>
        <w:t>-</w:t>
      </w:r>
      <w:r w:rsidRPr="00275B88">
        <w:t>il d</w:t>
      </w:r>
      <w:r w:rsidR="002C50B2">
        <w:t>’</w:t>
      </w:r>
      <w:r w:rsidRPr="00275B88">
        <w:t>un criminel isolé ou bien est</w:t>
      </w:r>
      <w:r>
        <w:t>-</w:t>
      </w:r>
      <w:r w:rsidRPr="00275B88">
        <w:t>ce un nouvel exploit de cette bande internationale qui a déjà opéré dans un musée d</w:t>
      </w:r>
      <w:r w:rsidR="002C50B2">
        <w:t>’</w:t>
      </w:r>
      <w:r w:rsidRPr="00275B88">
        <w:t>Italie</w:t>
      </w:r>
      <w:r w:rsidR="002C50B2">
        <w:t xml:space="preserve"> ?… </w:t>
      </w:r>
      <w:r w:rsidRPr="00275B88">
        <w:t>Nous ne tarderons pas à le préciser</w:t>
      </w:r>
      <w:r w:rsidR="002C50B2">
        <w:t xml:space="preserve">… </w:t>
      </w:r>
      <w:r w:rsidRPr="00275B88">
        <w:t>En tout cas</w:t>
      </w:r>
      <w:r w:rsidR="002C50B2">
        <w:t xml:space="preserve">, </w:t>
      </w:r>
      <w:r w:rsidRPr="00275B88">
        <w:t>nous pouvons affirmer qu</w:t>
      </w:r>
      <w:r w:rsidR="002C50B2">
        <w:t>’</w:t>
      </w:r>
      <w:r w:rsidRPr="00275B88">
        <w:t>il n</w:t>
      </w:r>
      <w:r w:rsidR="002C50B2">
        <w:t>’</w:t>
      </w:r>
      <w:r w:rsidRPr="00275B88">
        <w:t>y a pas eu de fantôme au Louvre</w:t>
      </w:r>
      <w:r w:rsidR="002C50B2">
        <w:t xml:space="preserve">, </w:t>
      </w:r>
      <w:r w:rsidRPr="00275B88">
        <w:t>mais un voleur doublé d</w:t>
      </w:r>
      <w:r w:rsidR="002C50B2">
        <w:t>’</w:t>
      </w:r>
      <w:r w:rsidRPr="00275B88">
        <w:t>un assassin</w:t>
      </w:r>
      <w:r w:rsidR="002C50B2">
        <w:t>…</w:t>
      </w:r>
    </w:p>
    <w:p w14:paraId="1B90255E" w14:textId="77777777" w:rsidR="002C50B2" w:rsidRDefault="00C77A4E" w:rsidP="002C50B2">
      <w:r w:rsidRPr="00275B88">
        <w:lastRenderedPageBreak/>
        <w:t>Et il allait apposer sa signature au bas de ces lignes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on frappa à sa porte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un garçon de bureau qui lui apportait un pneumatique que Bellegarde s</w:t>
      </w:r>
      <w:r w:rsidR="002C50B2">
        <w:t>’</w:t>
      </w:r>
      <w:r w:rsidRPr="00275B88">
        <w:t>empressa de décacheter</w:t>
      </w:r>
      <w:r w:rsidR="002C50B2">
        <w:t>.</w:t>
      </w:r>
    </w:p>
    <w:p w14:paraId="19956DE4" w14:textId="77777777" w:rsidR="002C50B2" w:rsidRDefault="00C77A4E" w:rsidP="002C50B2">
      <w:r w:rsidRPr="00275B88">
        <w:t>Comme il le parcourait</w:t>
      </w:r>
      <w:r w:rsidR="002C50B2">
        <w:t xml:space="preserve">, </w:t>
      </w:r>
      <w:r w:rsidRPr="00275B88">
        <w:t>il ne put retenir un cri de surprise</w:t>
      </w:r>
      <w:r w:rsidR="002C50B2">
        <w:t>.</w:t>
      </w:r>
    </w:p>
    <w:p w14:paraId="2F53E9AB" w14:textId="77777777" w:rsidR="002C50B2" w:rsidRDefault="00C77A4E" w:rsidP="002C50B2">
      <w:r w:rsidRPr="00275B88">
        <w:t>Voici en effet</w:t>
      </w:r>
      <w:r w:rsidR="002C50B2">
        <w:t xml:space="preserve">, </w:t>
      </w:r>
      <w:r w:rsidRPr="00275B88">
        <w:t>ce que contenait le petit bleu</w:t>
      </w:r>
      <w:r w:rsidR="002C50B2">
        <w:t> :</w:t>
      </w:r>
    </w:p>
    <w:p w14:paraId="1D3FE0A0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Je vous préviens que si vous continuez de vous occuper de l</w:t>
      </w:r>
      <w:r w:rsidR="002C50B2">
        <w:rPr>
          <w:i/>
          <w:iCs/>
        </w:rPr>
        <w:t>’</w:t>
      </w:r>
      <w:r w:rsidRPr="00275B88">
        <w:rPr>
          <w:i/>
          <w:iCs/>
        </w:rPr>
        <w:t>affaire du Louvre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je n</w:t>
      </w:r>
      <w:r w:rsidR="002C50B2">
        <w:rPr>
          <w:i/>
          <w:iCs/>
        </w:rPr>
        <w:t>’</w:t>
      </w:r>
      <w:r w:rsidRPr="00275B88">
        <w:rPr>
          <w:i/>
          <w:iCs/>
        </w:rPr>
        <w:t>hésiterai pas à vous envoyer rejoindre le gardien Sabarat</w:t>
      </w:r>
      <w:r w:rsidR="002C50B2">
        <w:rPr>
          <w:i/>
          <w:iCs/>
        </w:rPr>
        <w:t>.</w:t>
      </w:r>
    </w:p>
    <w:p w14:paraId="29C27213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Belphégor</w:t>
      </w:r>
      <w:r w:rsidR="002C50B2">
        <w:rPr>
          <w:i/>
          <w:iCs/>
        </w:rPr>
        <w:t>.</w:t>
      </w:r>
    </w:p>
    <w:p w14:paraId="27A33347" w14:textId="77777777" w:rsidR="002C50B2" w:rsidRDefault="002C50B2" w:rsidP="002C50B2">
      <w:r>
        <w:t>— </w:t>
      </w:r>
      <w:r w:rsidR="00C77A4E" w:rsidRPr="00275B88">
        <w:t>Belphégor</w:t>
      </w:r>
      <w:r>
        <w:t xml:space="preserve"> ! </w:t>
      </w:r>
      <w:r w:rsidR="00C77A4E" w:rsidRPr="00275B88">
        <w:t>fit Jacques</w:t>
      </w:r>
      <w:r>
        <w:t xml:space="preserve">, </w:t>
      </w:r>
      <w:r w:rsidR="00C77A4E" w:rsidRPr="00275B88">
        <w:t>surpris</w:t>
      </w:r>
      <w:r>
        <w:t xml:space="preserve">… </w:t>
      </w:r>
      <w:r w:rsidR="00C77A4E" w:rsidRPr="00275B88">
        <w:t>Ah çà</w:t>
      </w:r>
      <w:r>
        <w:t xml:space="preserve"> !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cela signifie</w:t>
      </w:r>
      <w:r>
        <w:t> ?</w:t>
      </w:r>
    </w:p>
    <w:p w14:paraId="1675FE81" w14:textId="77777777" w:rsidR="002C50B2" w:rsidRDefault="00C77A4E" w:rsidP="002C50B2">
      <w:r w:rsidRPr="00275B88">
        <w:t>À peine avait</w:t>
      </w:r>
      <w:r>
        <w:t>-</w:t>
      </w:r>
      <w:r w:rsidRPr="00275B88">
        <w:t>il prononcé ces mots</w:t>
      </w:r>
      <w:r w:rsidR="002C50B2">
        <w:t xml:space="preserve">, </w:t>
      </w:r>
      <w:r w:rsidRPr="00275B88">
        <w:t>que la sonnerie de son téléphone faisait entendre un appel strident et répété</w:t>
      </w:r>
      <w:r w:rsidR="002C50B2">
        <w:t xml:space="preserve">. </w:t>
      </w:r>
      <w:r w:rsidRPr="00275B88">
        <w:t>Bellegarde s</w:t>
      </w:r>
      <w:r w:rsidR="002C50B2">
        <w:t>’</w:t>
      </w:r>
      <w:r w:rsidRPr="00275B88">
        <w:t>empara du récepteur</w:t>
      </w:r>
      <w:r w:rsidR="002C50B2">
        <w:t xml:space="preserve">… </w:t>
      </w:r>
      <w:r w:rsidRPr="00275B88">
        <w:t>Une voix vibrait dans l</w:t>
      </w:r>
      <w:r w:rsidR="002C50B2">
        <w:t>’</w:t>
      </w:r>
      <w:r w:rsidRPr="00275B88">
        <w:t>appareil</w:t>
      </w:r>
      <w:r w:rsidR="002C50B2">
        <w:t xml:space="preserve">… </w:t>
      </w:r>
      <w:r w:rsidRPr="00275B88">
        <w:t>Une voix de femme impatiente</w:t>
      </w:r>
      <w:r w:rsidR="002C50B2">
        <w:t xml:space="preserve">, </w:t>
      </w:r>
      <w:r w:rsidRPr="00275B88">
        <w:t>nerveuse</w:t>
      </w:r>
      <w:r w:rsidR="002C50B2">
        <w:t> :</w:t>
      </w:r>
    </w:p>
    <w:p w14:paraId="77A15694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toi</w:t>
      </w:r>
      <w:r>
        <w:t xml:space="preserve">, </w:t>
      </w:r>
      <w:r w:rsidR="00C77A4E" w:rsidRPr="00275B88">
        <w:t>mon Jacques</w:t>
      </w:r>
      <w:r>
        <w:t xml:space="preserve"> ?… </w:t>
      </w:r>
      <w:r w:rsidR="00C77A4E" w:rsidRPr="00275B88">
        <w:t>Allô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moi</w:t>
      </w:r>
      <w:r>
        <w:t xml:space="preserve">, </w:t>
      </w:r>
      <w:r w:rsidR="00C77A4E" w:rsidRPr="00275B88">
        <w:t>Simone</w:t>
      </w:r>
      <w:r>
        <w:t>.</w:t>
      </w:r>
    </w:p>
    <w:p w14:paraId="6053E2FC" w14:textId="77777777" w:rsidR="002C50B2" w:rsidRDefault="002C50B2" w:rsidP="002C50B2">
      <w:r>
        <w:t>— </w:t>
      </w:r>
      <w:r w:rsidR="00C77A4E" w:rsidRPr="00275B88">
        <w:t>Tu vas bien</w:t>
      </w:r>
      <w:r>
        <w:t xml:space="preserve">, </w:t>
      </w:r>
      <w:r w:rsidR="00C77A4E" w:rsidRPr="00275B88">
        <w:t>mon petit</w:t>
      </w:r>
      <w:r>
        <w:t xml:space="preserve"> ? </w:t>
      </w:r>
      <w:r w:rsidR="00C77A4E" w:rsidRPr="00275B88">
        <w:t>répliquait le reporter sans enthousiasme</w:t>
      </w:r>
      <w:r>
        <w:t>.</w:t>
      </w:r>
    </w:p>
    <w:p w14:paraId="2FCAA863" w14:textId="77777777" w:rsidR="002C50B2" w:rsidRDefault="002C50B2" w:rsidP="002C50B2">
      <w:r>
        <w:t>— </w:t>
      </w:r>
      <w:r w:rsidR="00C77A4E" w:rsidRPr="00275B88">
        <w:t>Allô</w:t>
      </w:r>
      <w:r>
        <w:t xml:space="preserve"> ! </w:t>
      </w:r>
      <w:r w:rsidR="00C77A4E" w:rsidRPr="00275B88">
        <w:t>tu m</w:t>
      </w:r>
      <w:r>
        <w:t>’</w:t>
      </w:r>
      <w:r w:rsidR="00C77A4E" w:rsidRPr="00275B88">
        <w:t>entends</w:t>
      </w:r>
      <w:r>
        <w:t xml:space="preserve"> ?… </w:t>
      </w:r>
      <w:r w:rsidR="00C77A4E" w:rsidRPr="00275B88">
        <w:t>Je te rappelle que je réunis ce soir quelques amis</w:t>
      </w:r>
      <w:r>
        <w:t xml:space="preserve">… </w:t>
      </w:r>
      <w:r w:rsidR="00C77A4E" w:rsidRPr="00275B88">
        <w:t>Je compte absolument sur toi</w:t>
      </w:r>
      <w:r>
        <w:t> !</w:t>
      </w:r>
    </w:p>
    <w:p w14:paraId="07A5C1B3" w14:textId="77777777" w:rsidR="002C50B2" w:rsidRDefault="00C77A4E" w:rsidP="002C50B2">
      <w:r w:rsidRPr="00275B88">
        <w:t>Visiblement agacé</w:t>
      </w:r>
      <w:r w:rsidR="002C50B2">
        <w:t xml:space="preserve">, </w:t>
      </w:r>
      <w:r w:rsidRPr="00275B88">
        <w:t>Bellegarde répliquait</w:t>
      </w:r>
      <w:r w:rsidR="002C50B2">
        <w:t> :</w:t>
      </w:r>
    </w:p>
    <w:p w14:paraId="35FE7DA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que je suis très pris</w:t>
      </w:r>
      <w:r>
        <w:t xml:space="preserve">… </w:t>
      </w:r>
      <w:r w:rsidR="00C77A4E" w:rsidRPr="00275B88">
        <w:t>Cette affaire du Louvre</w:t>
      </w:r>
      <w:r>
        <w:t>…</w:t>
      </w:r>
    </w:p>
    <w:p w14:paraId="330AC4CA" w14:textId="77777777" w:rsidR="002C50B2" w:rsidRDefault="002C50B2" w:rsidP="002C50B2">
      <w:r>
        <w:t>— </w:t>
      </w:r>
      <w:r w:rsidR="00C77A4E" w:rsidRPr="00275B88">
        <w:t>Quelle affaire</w:t>
      </w:r>
      <w:r>
        <w:t> ?</w:t>
      </w:r>
    </w:p>
    <w:p w14:paraId="204E1CBB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Ah</w:t>
      </w:r>
      <w:r>
        <w:t xml:space="preserve"> ! </w:t>
      </w:r>
      <w:r w:rsidR="00C77A4E" w:rsidRPr="00275B88">
        <w:t>tu n</w:t>
      </w:r>
      <w:r>
        <w:t>’</w:t>
      </w:r>
      <w:r w:rsidR="00C77A4E" w:rsidRPr="00275B88">
        <w:t>es pas au courant</w:t>
      </w:r>
      <w:r>
        <w:t xml:space="preserve"> ?… </w:t>
      </w:r>
      <w:r w:rsidR="00C77A4E" w:rsidRPr="00275B88">
        <w:t>Eh bien</w:t>
      </w:r>
      <w:r>
        <w:t xml:space="preserve"> ! </w:t>
      </w:r>
      <w:r w:rsidR="00C77A4E" w:rsidRPr="00275B88">
        <w:t xml:space="preserve">lis demain </w:t>
      </w:r>
      <w:r w:rsidR="00C77A4E" w:rsidRPr="00275B88">
        <w:rPr>
          <w:i/>
          <w:iCs/>
        </w:rPr>
        <w:t>Le Petit Parisien</w:t>
      </w:r>
      <w:r>
        <w:rPr>
          <w:i/>
          <w:iCs/>
        </w:rPr>
        <w:t>.</w:t>
      </w:r>
    </w:p>
    <w:p w14:paraId="709CFBF8" w14:textId="77777777" w:rsidR="002C50B2" w:rsidRDefault="002C50B2" w:rsidP="002C50B2">
      <w:r>
        <w:lastRenderedPageBreak/>
        <w:t>— </w:t>
      </w:r>
      <w:r w:rsidR="00C77A4E" w:rsidRPr="00275B88">
        <w:t>Alors</w:t>
      </w:r>
      <w:r>
        <w:t xml:space="preserve">, </w:t>
      </w:r>
      <w:r w:rsidR="00C77A4E" w:rsidRPr="00275B88">
        <w:t>tu viens</w:t>
      </w:r>
      <w:r>
        <w:t xml:space="preserve"> ?… </w:t>
      </w:r>
      <w:r w:rsidR="00C77A4E" w:rsidRPr="00275B88">
        <w:t>suppliait presque la voix inquiète</w:t>
      </w:r>
      <w:r>
        <w:t>.</w:t>
      </w:r>
    </w:p>
    <w:p w14:paraId="01F5A331" w14:textId="77777777" w:rsidR="002C50B2" w:rsidRDefault="002C50B2" w:rsidP="002C50B2">
      <w:r>
        <w:t>— </w:t>
      </w:r>
      <w:r w:rsidR="00C77A4E" w:rsidRPr="00275B88">
        <w:t>Si je peux</w:t>
      </w:r>
      <w:r>
        <w:t xml:space="preserve">… </w:t>
      </w:r>
      <w:r w:rsidR="00C77A4E" w:rsidRPr="00275B88">
        <w:t>je te le promets</w:t>
      </w:r>
      <w:r>
        <w:t xml:space="preserve">…, </w:t>
      </w:r>
      <w:r w:rsidR="00C77A4E" w:rsidRPr="00275B88">
        <w:t>répliquait le reporter</w:t>
      </w:r>
      <w:r>
        <w:t>.</w:t>
      </w:r>
    </w:p>
    <w:p w14:paraId="6A079D0B" w14:textId="77777777" w:rsidR="002C50B2" w:rsidRDefault="002C50B2" w:rsidP="002C50B2">
      <w:r>
        <w:t>— </w:t>
      </w:r>
      <w:r w:rsidR="00C77A4E" w:rsidRPr="00275B88">
        <w:t>Tu le pourras</w:t>
      </w:r>
      <w:r>
        <w:t xml:space="preserve">, </w:t>
      </w:r>
      <w:r w:rsidR="00C77A4E" w:rsidRPr="00275B88">
        <w:t>si tu le veux</w:t>
      </w:r>
      <w:r>
        <w:t>…</w:t>
      </w:r>
    </w:p>
    <w:p w14:paraId="1D2A91FF" w14:textId="77777777" w:rsidR="002C50B2" w:rsidRDefault="002C50B2" w:rsidP="002C50B2">
      <w:r>
        <w:t>— </w:t>
      </w:r>
      <w:r w:rsidR="00C77A4E" w:rsidRPr="00275B88">
        <w:t>De toute façon</w:t>
      </w:r>
      <w:r>
        <w:t xml:space="preserve">, </w:t>
      </w:r>
      <w:r w:rsidR="00C77A4E" w:rsidRPr="00275B88">
        <w:t>je ne serai chez toi qu</w:t>
      </w:r>
      <w:r>
        <w:t>’</w:t>
      </w:r>
      <w:r w:rsidR="00C77A4E" w:rsidRPr="00275B88">
        <w:t>assez tard</w:t>
      </w:r>
      <w:r>
        <w:t>.</w:t>
      </w:r>
    </w:p>
    <w:p w14:paraId="0F7431D0" w14:textId="77777777" w:rsidR="002C50B2" w:rsidRDefault="002C50B2" w:rsidP="002C50B2">
      <w:r>
        <w:t>— </w:t>
      </w:r>
      <w:r w:rsidR="00C77A4E" w:rsidRPr="00275B88">
        <w:t>Entendu</w:t>
      </w:r>
      <w:r>
        <w:t xml:space="preserve">… </w:t>
      </w:r>
      <w:r w:rsidR="00C77A4E" w:rsidRPr="00275B88">
        <w:t>pourvu que tu sois là</w:t>
      </w:r>
      <w:r>
        <w:t xml:space="preserve"> !… </w:t>
      </w:r>
      <w:r w:rsidR="00C77A4E" w:rsidRPr="00275B88">
        <w:t>Alors à 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mon chéri</w:t>
      </w:r>
      <w:r>
        <w:t>.</w:t>
      </w:r>
    </w:p>
    <w:p w14:paraId="75C7D594" w14:textId="77777777" w:rsidR="002C50B2" w:rsidRDefault="002C50B2" w:rsidP="002C50B2">
      <w:r>
        <w:t>— </w:t>
      </w:r>
      <w:r w:rsidR="00C77A4E" w:rsidRPr="00275B88">
        <w:t>À tout à l</w:t>
      </w:r>
      <w:r>
        <w:t>’</w:t>
      </w:r>
      <w:r w:rsidR="00C77A4E" w:rsidRPr="00275B88">
        <w:t>heure</w:t>
      </w:r>
      <w:r>
        <w:t>.</w:t>
      </w:r>
    </w:p>
    <w:p w14:paraId="1C0B1AA3" w14:textId="77777777" w:rsidR="002C50B2" w:rsidRDefault="00C77A4E" w:rsidP="002C50B2">
      <w:r w:rsidRPr="00275B88">
        <w:t>Bellegarde raccrocha l</w:t>
      </w:r>
      <w:r w:rsidR="002C50B2">
        <w:t>’</w:t>
      </w:r>
      <w:r w:rsidRPr="00275B88">
        <w:t>appareil</w:t>
      </w:r>
      <w:r w:rsidR="002C50B2">
        <w:t xml:space="preserve">. </w:t>
      </w:r>
      <w:r w:rsidRPr="00275B88">
        <w:t>Ce coup de téléphone l</w:t>
      </w:r>
      <w:r w:rsidR="002C50B2">
        <w:t>’</w:t>
      </w:r>
      <w:r w:rsidRPr="00275B88">
        <w:t>avait rendu soucieux</w:t>
      </w:r>
      <w:r w:rsidR="002C50B2">
        <w:t xml:space="preserve">. </w:t>
      </w:r>
      <w:r w:rsidRPr="00275B88">
        <w:t>Une grande lassitude morale semblait s</w:t>
      </w:r>
      <w:r w:rsidR="002C50B2">
        <w:t>’</w:t>
      </w:r>
      <w:r w:rsidRPr="00275B88">
        <w:t>être emparée de lui</w:t>
      </w:r>
      <w:r w:rsidR="002C50B2">
        <w:t xml:space="preserve">. </w:t>
      </w:r>
      <w:r w:rsidRPr="00275B88">
        <w:t>Il eut un bref mouvement d</w:t>
      </w:r>
      <w:r w:rsidR="002C50B2">
        <w:t>’</w:t>
      </w:r>
      <w:r w:rsidRPr="00275B88">
        <w:t>épaules</w:t>
      </w:r>
      <w:r w:rsidR="002C50B2">
        <w:t xml:space="preserve">, </w:t>
      </w:r>
      <w:r w:rsidRPr="00275B88">
        <w:t>comme s</w:t>
      </w:r>
      <w:r w:rsidR="002C50B2">
        <w:t>’</w:t>
      </w:r>
      <w:r w:rsidRPr="00275B88">
        <w:t>il voulait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instinct</w:t>
      </w:r>
      <w:r w:rsidR="002C50B2">
        <w:t xml:space="preserve">, </w:t>
      </w:r>
      <w:r w:rsidRPr="00275B88">
        <w:t>se débarrasser d</w:t>
      </w:r>
      <w:r w:rsidR="002C50B2">
        <w:t>’</w:t>
      </w:r>
      <w:r w:rsidRPr="00275B88">
        <w:t>un poids qui lui pèserait trop lourdement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nerveux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empara de l</w:t>
      </w:r>
      <w:r w:rsidR="002C50B2">
        <w:t>’</w:t>
      </w:r>
      <w:r w:rsidRPr="00275B88">
        <w:t>étrange message qu</w:t>
      </w:r>
      <w:r w:rsidR="002C50B2">
        <w:t>’</w:t>
      </w:r>
      <w:r w:rsidRPr="00275B88">
        <w:t>il venait de recevoir et se mit à le relire attentivement</w:t>
      </w:r>
      <w:r w:rsidR="002C50B2">
        <w:t xml:space="preserve">… </w:t>
      </w:r>
      <w:r w:rsidRPr="00275B88">
        <w:t>répétant tout haut ces derniers mots</w:t>
      </w:r>
      <w:r w:rsidR="002C50B2">
        <w:t xml:space="preserve"> : </w:t>
      </w:r>
      <w:r w:rsidRPr="00275B88">
        <w:rPr>
          <w:i/>
          <w:iCs/>
        </w:rPr>
        <w:t>Je n</w:t>
      </w:r>
      <w:r w:rsidR="002C50B2">
        <w:rPr>
          <w:i/>
          <w:iCs/>
        </w:rPr>
        <w:t>’</w:t>
      </w:r>
      <w:r w:rsidRPr="00275B88">
        <w:rPr>
          <w:i/>
          <w:iCs/>
        </w:rPr>
        <w:t>hésiterai pas à vous envoyer rejoindre le gardien Sabarat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Belphégor</w:t>
      </w:r>
      <w:r w:rsidR="002C50B2">
        <w:t>.</w:t>
      </w:r>
    </w:p>
    <w:p w14:paraId="1A07E28D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tandis qu</w:t>
      </w:r>
      <w:r w:rsidR="002C50B2">
        <w:t>’</w:t>
      </w:r>
      <w:r w:rsidRPr="00275B88">
        <w:t>une flamme d</w:t>
      </w:r>
      <w:r w:rsidR="002C50B2">
        <w:t>’</w:t>
      </w:r>
      <w:r w:rsidRPr="00275B88">
        <w:t>audace illuminait ses yeux</w:t>
      </w:r>
      <w:r w:rsidR="002C50B2">
        <w:t xml:space="preserve">, </w:t>
      </w:r>
      <w:r w:rsidRPr="00275B88">
        <w:t>le jeune journaliste s</w:t>
      </w:r>
      <w:r w:rsidR="002C50B2">
        <w:t>’</w:t>
      </w:r>
      <w:r w:rsidRPr="00275B88">
        <w:t>écria</w:t>
      </w:r>
      <w:r w:rsidR="002C50B2">
        <w:t> :</w:t>
      </w:r>
    </w:p>
    <w:p w14:paraId="5B4D6233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seigneur Belphégor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accepte le défi</w:t>
      </w:r>
      <w:r>
        <w:t xml:space="preserve">, </w:t>
      </w:r>
      <w:r w:rsidR="00C77A4E" w:rsidRPr="00275B88">
        <w:t>et nous verrons bien lequel de nous deux sera le plus fort</w:t>
      </w:r>
      <w:r>
        <w:t> !</w:t>
      </w:r>
    </w:p>
    <w:p w14:paraId="139C7A67" w14:textId="3B8AEA5A" w:rsidR="00C77A4E" w:rsidRPr="00275B88" w:rsidRDefault="00C77A4E" w:rsidP="002C50B2">
      <w:pPr>
        <w:pStyle w:val="Titre2"/>
      </w:pPr>
      <w:bookmarkStart w:id="7" w:name="_Toc145914593"/>
      <w:bookmarkStart w:id="8" w:name="_Toc203477061"/>
      <w:r w:rsidRPr="00275B88">
        <w:lastRenderedPageBreak/>
        <w:t>III</w:t>
      </w:r>
      <w:bookmarkEnd w:id="7"/>
      <w:r w:rsidRPr="00275B88">
        <w:br/>
      </w:r>
      <w:r w:rsidRPr="00275B88">
        <w:br/>
      </w:r>
      <w:bookmarkStart w:id="9" w:name="_Toc145914594"/>
      <w:r w:rsidRPr="00275B88">
        <w:t>SIMONE DESROCHES</w:t>
      </w:r>
      <w:bookmarkEnd w:id="8"/>
      <w:bookmarkEnd w:id="9"/>
      <w:r w:rsidRPr="00275B88">
        <w:br/>
      </w:r>
    </w:p>
    <w:p w14:paraId="4874ADE0" w14:textId="77777777" w:rsidR="002C50B2" w:rsidRDefault="00C77A4E" w:rsidP="002C50B2">
      <w:r w:rsidRPr="00275B88">
        <w:t>Le même soir</w:t>
      </w:r>
      <w:r w:rsidR="002C50B2">
        <w:t xml:space="preserve">, </w:t>
      </w:r>
      <w:r w:rsidRPr="00275B88">
        <w:t>vers onze heures</w:t>
      </w:r>
      <w:r w:rsidR="002C50B2">
        <w:t xml:space="preserve">, </w:t>
      </w:r>
      <w:r w:rsidRPr="00275B88">
        <w:t>une file d</w:t>
      </w:r>
      <w:r w:rsidR="002C50B2">
        <w:t>’</w:t>
      </w:r>
      <w:r w:rsidRPr="00275B88">
        <w:t>autos de maîtres</w:t>
      </w:r>
      <w:r w:rsidR="002C50B2">
        <w:t xml:space="preserve">, </w:t>
      </w:r>
      <w:r w:rsidRPr="00275B88">
        <w:t>auxquelles se mélangeaient quelques rares et modestes taxis</w:t>
      </w:r>
      <w:r w:rsidR="002C50B2">
        <w:t xml:space="preserve">, </w:t>
      </w:r>
      <w:r w:rsidRPr="00275B88">
        <w:t>stationnaient rue Boileau</w:t>
      </w:r>
      <w:r w:rsidR="002C50B2">
        <w:t xml:space="preserve">, </w:t>
      </w:r>
      <w:r w:rsidRPr="00275B88">
        <w:t>à Auteuil</w:t>
      </w:r>
      <w:r w:rsidR="002C50B2">
        <w:t xml:space="preserve">, </w:t>
      </w:r>
      <w:r w:rsidRPr="00275B88">
        <w:t>près d</w:t>
      </w:r>
      <w:r w:rsidR="002C50B2">
        <w:t>’</w:t>
      </w:r>
      <w:r w:rsidRPr="00275B88">
        <w:t>un hôtel particulier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architecture très moderne</w:t>
      </w:r>
      <w:r w:rsidR="002C50B2">
        <w:t xml:space="preserve">… </w:t>
      </w:r>
      <w:r w:rsidRPr="00275B88">
        <w:t>De nouvelles voitures ne cessaient d</w:t>
      </w:r>
      <w:r w:rsidR="002C50B2">
        <w:t>’</w:t>
      </w:r>
      <w:r w:rsidRPr="00275B88">
        <w:t>arriver</w:t>
      </w:r>
      <w:r w:rsidR="002C50B2">
        <w:t xml:space="preserve">, </w:t>
      </w:r>
      <w:r w:rsidRPr="00275B88">
        <w:t>amenant de nombreux invités</w:t>
      </w:r>
      <w:r w:rsidR="002C50B2">
        <w:t xml:space="preserve">… </w:t>
      </w:r>
      <w:r w:rsidRPr="00275B88">
        <w:t>Ceux</w:t>
      </w:r>
      <w:r>
        <w:t>-</w:t>
      </w:r>
      <w:r w:rsidRPr="00275B88">
        <w:t>ci</w:t>
      </w:r>
      <w:r w:rsidR="002C50B2">
        <w:t xml:space="preserve">, </w:t>
      </w:r>
      <w:r w:rsidRPr="00275B88">
        <w:t>après être entrés dans la maison et avoir remis leurs manteaux et leurs chapeaux au vestiaire</w:t>
      </w:r>
      <w:r w:rsidR="002C50B2">
        <w:t xml:space="preserve">, </w:t>
      </w:r>
      <w:r w:rsidRPr="00275B88">
        <w:t>au lieu de pénétrer dans les salons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 plongés dans l</w:t>
      </w:r>
      <w:r w:rsidR="002C50B2">
        <w:t>’</w:t>
      </w:r>
      <w:r w:rsidRPr="00275B88">
        <w:t>ombre</w:t>
      </w:r>
      <w:r w:rsidR="002C50B2">
        <w:t xml:space="preserve">, </w:t>
      </w:r>
      <w:r w:rsidRPr="00275B88">
        <w:t>longeaient</w:t>
      </w:r>
      <w:r w:rsidR="002C50B2">
        <w:t xml:space="preserve">, </w:t>
      </w:r>
      <w:r w:rsidRPr="00275B88">
        <w:t>sous la conduite de valets de chambre en impeccable livrée</w:t>
      </w:r>
      <w:r w:rsidR="002C50B2">
        <w:t xml:space="preserve">, </w:t>
      </w:r>
      <w:r w:rsidRPr="00275B88">
        <w:t>la longue galerie qui desservait tout le rez</w:t>
      </w:r>
      <w:r>
        <w:t>-</w:t>
      </w:r>
      <w:r w:rsidRPr="00275B88">
        <w:t>de</w:t>
      </w:r>
      <w:r>
        <w:t>-</w:t>
      </w:r>
      <w:r w:rsidRPr="00275B88">
        <w:t>chaussée</w:t>
      </w:r>
      <w:r w:rsidR="002C50B2">
        <w:t xml:space="preserve">, </w:t>
      </w:r>
      <w:r w:rsidRPr="00275B88">
        <w:t>traversaient un petit jardin très ombragé</w:t>
      </w:r>
      <w:r w:rsidR="002C50B2">
        <w:t xml:space="preserve">, </w:t>
      </w:r>
      <w:r w:rsidRPr="00275B88">
        <w:t>et pénétraient dans un vaste atelier dont la décoration n</w:t>
      </w:r>
      <w:r w:rsidR="002C50B2">
        <w:t>’</w:t>
      </w:r>
      <w:r w:rsidRPr="00275B88">
        <w:t>était pas sans évoquer le souvenir des manifestations les plus outrancières de feu l</w:t>
      </w:r>
      <w:r w:rsidR="002C50B2">
        <w:t>’</w:t>
      </w:r>
      <w:r w:rsidRPr="00275B88">
        <w:t>exposition des Arts décoratifs</w:t>
      </w:r>
      <w:r w:rsidR="002C50B2">
        <w:t>.</w:t>
      </w:r>
    </w:p>
    <w:p w14:paraId="76B33FF9" w14:textId="77777777" w:rsidR="002C50B2" w:rsidRDefault="00C77A4E" w:rsidP="002C50B2">
      <w:r w:rsidRPr="00275B88">
        <w:t>À la clarté discrète de lampes voilées</w:t>
      </w:r>
      <w:r w:rsidR="002C50B2">
        <w:t xml:space="preserve">, </w:t>
      </w:r>
      <w:r w:rsidRPr="00275B88">
        <w:t>on distinguait dans cette pièce</w:t>
      </w:r>
      <w:r w:rsidR="002C50B2">
        <w:t xml:space="preserve">, </w:t>
      </w:r>
      <w:r w:rsidRPr="00275B88">
        <w:t>encombrée de divans profonds et de sièges aux formes cubiques</w:t>
      </w:r>
      <w:r w:rsidR="002C50B2">
        <w:t xml:space="preserve">, </w:t>
      </w:r>
      <w:r w:rsidRPr="00275B88">
        <w:t>une foule qui</w:t>
      </w:r>
      <w:r w:rsidR="002C50B2">
        <w:t xml:space="preserve">, </w:t>
      </w:r>
      <w:r w:rsidRPr="00275B88">
        <w:t>dès le premier abord</w:t>
      </w:r>
      <w:r w:rsidR="002C50B2">
        <w:t xml:space="preserve">, </w:t>
      </w:r>
      <w:r w:rsidRPr="00275B88">
        <w:t>semblait singulièrement mélangée</w:t>
      </w:r>
      <w:r w:rsidR="002C50B2">
        <w:t xml:space="preserve"> : </w:t>
      </w:r>
      <w:r w:rsidRPr="00275B88">
        <w:t>inévitables snobs</w:t>
      </w:r>
      <w:r w:rsidR="002C50B2">
        <w:t xml:space="preserve">, </w:t>
      </w:r>
      <w:r w:rsidRPr="00275B88">
        <w:t>toujours prêts à s</w:t>
      </w:r>
      <w:r w:rsidR="002C50B2">
        <w:t>’</w:t>
      </w:r>
      <w:r w:rsidRPr="00275B88">
        <w:t>enthousiasmer de ce qui ennuie les uns</w:t>
      </w:r>
      <w:r w:rsidR="002C50B2">
        <w:t xml:space="preserve">, </w:t>
      </w:r>
      <w:r w:rsidRPr="00275B88">
        <w:t xml:space="preserve">et à déclarer </w:t>
      </w:r>
      <w:r w:rsidR="002C50B2">
        <w:t>« </w:t>
      </w:r>
      <w:r w:rsidRPr="00275B88">
        <w:t>infect</w:t>
      </w:r>
      <w:r w:rsidR="002C50B2">
        <w:t> »</w:t>
      </w:r>
      <w:r w:rsidRPr="00275B88">
        <w:t xml:space="preserve"> ce qui plaît aux autres</w:t>
      </w:r>
      <w:r w:rsidR="002C50B2">
        <w:t xml:space="preserve"> ; </w:t>
      </w:r>
      <w:r w:rsidRPr="00275B88">
        <w:t xml:space="preserve">vieilles dames aux cheveux coupés à la Ninon et même à la </w:t>
      </w:r>
      <w:r w:rsidR="002C50B2">
        <w:t>« </w:t>
      </w:r>
      <w:r w:rsidRPr="00275B88">
        <w:t>garçonne</w:t>
      </w:r>
      <w:r w:rsidR="002C50B2">
        <w:t xml:space="preserve"> » ; </w:t>
      </w:r>
      <w:r w:rsidRPr="00275B88">
        <w:t xml:space="preserve">jeunes bohèmes des deux sexes accourus de la </w:t>
      </w:r>
      <w:r w:rsidR="002C50B2">
        <w:t>« </w:t>
      </w:r>
      <w:r w:rsidRPr="00275B88">
        <w:t>Rotonde</w:t>
      </w:r>
      <w:r w:rsidR="002C50B2">
        <w:t xml:space="preserve"> », </w:t>
      </w:r>
      <w:r w:rsidRPr="00275B88">
        <w:t xml:space="preserve">et du </w:t>
      </w:r>
      <w:r w:rsidR="002C50B2">
        <w:t>« </w:t>
      </w:r>
      <w:r w:rsidRPr="00275B88">
        <w:t>Dôme</w:t>
      </w:r>
      <w:r w:rsidR="002C50B2">
        <w:t> »</w:t>
      </w:r>
      <w:r w:rsidRPr="00275B88">
        <w:t xml:space="preserve"> de Montparnasse</w:t>
      </w:r>
      <w:r w:rsidR="002C50B2">
        <w:t xml:space="preserve"> ; </w:t>
      </w:r>
      <w:r w:rsidRPr="00275B88">
        <w:t xml:space="preserve">rimailleurs faméliques échappés du </w:t>
      </w:r>
      <w:r w:rsidR="002C50B2">
        <w:t>« </w:t>
      </w:r>
      <w:r w:rsidRPr="00275B88">
        <w:t>Lapin agile</w:t>
      </w:r>
      <w:r w:rsidR="002C50B2">
        <w:t> »</w:t>
      </w:r>
      <w:r w:rsidRPr="00275B88">
        <w:t xml:space="preserve"> de Montmartre</w:t>
      </w:r>
      <w:r w:rsidR="002C50B2">
        <w:t xml:space="preserve"> ; </w:t>
      </w:r>
      <w:r w:rsidRPr="00275B88">
        <w:t>rares gens du monde authentiques</w:t>
      </w:r>
      <w:r w:rsidR="002C50B2">
        <w:t xml:space="preserve">, </w:t>
      </w:r>
      <w:r w:rsidRPr="00275B88">
        <w:t>qui semblaient déjà regretter de s</w:t>
      </w:r>
      <w:r w:rsidR="002C50B2">
        <w:t>’</w:t>
      </w:r>
      <w:r w:rsidRPr="00275B88">
        <w:t>être fourvoyés</w:t>
      </w:r>
      <w:r w:rsidR="002C50B2">
        <w:t xml:space="preserve">, </w:t>
      </w:r>
      <w:r w:rsidRPr="00275B88">
        <w:t>par curiosité</w:t>
      </w:r>
      <w:r w:rsidR="002C50B2">
        <w:t xml:space="preserve">, </w:t>
      </w:r>
      <w:r w:rsidRPr="00275B88">
        <w:t>dans ce milieu vraiment par trop original</w:t>
      </w:r>
      <w:r w:rsidR="002C50B2">
        <w:t>.</w:t>
      </w:r>
    </w:p>
    <w:p w14:paraId="7AC0EC6A" w14:textId="77777777" w:rsidR="002C50B2" w:rsidRDefault="00C77A4E" w:rsidP="002C50B2">
      <w:r w:rsidRPr="00275B88">
        <w:lastRenderedPageBreak/>
        <w:t>Une vive lueur qui provenait d</w:t>
      </w:r>
      <w:r w:rsidR="002C50B2">
        <w:t>’</w:t>
      </w:r>
      <w:r w:rsidRPr="00275B88">
        <w:t>un plafonnier invisible éclaira tout à coup</w:t>
      </w:r>
      <w:r w:rsidR="002C50B2">
        <w:t xml:space="preserve">, </w:t>
      </w:r>
      <w:r w:rsidRPr="00275B88">
        <w:t>dressée debout sur une estrade aux tentures sombres</w:t>
      </w:r>
      <w:r w:rsidR="002C50B2">
        <w:t xml:space="preserve">, </w:t>
      </w:r>
      <w:r w:rsidRPr="00275B88">
        <w:t>une jeune femme d</w:t>
      </w:r>
      <w:r w:rsidR="002C50B2">
        <w:t>’</w:t>
      </w:r>
      <w:r w:rsidRPr="00275B88">
        <w:t>une remarquable beauté</w:t>
      </w:r>
      <w:r w:rsidR="002C50B2">
        <w:t xml:space="preserve">. </w:t>
      </w:r>
      <w:r w:rsidRPr="00275B88">
        <w:t>Drapée dans une sorte de péplum blanc qui laissait apparaître ses épaules de marbre et ses bras magnifiques</w:t>
      </w:r>
      <w:r w:rsidR="002C50B2">
        <w:t xml:space="preserve">, </w:t>
      </w:r>
      <w:r w:rsidRPr="00275B88">
        <w:t>on eût dit une fée shakespearienne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évadant tout à coup de la nuit</w:t>
      </w:r>
      <w:r w:rsidR="002C50B2">
        <w:t>.</w:t>
      </w:r>
    </w:p>
    <w:p w14:paraId="227A1758" w14:textId="65EBD76F" w:rsidR="002C50B2" w:rsidRDefault="00C77A4E" w:rsidP="002C50B2">
      <w:r w:rsidRPr="00275B88">
        <w:t>C</w:t>
      </w:r>
      <w:r w:rsidR="002C50B2">
        <w:t>’</w:t>
      </w:r>
      <w:r w:rsidRPr="00275B88">
        <w:t>était la maîtresse de la maison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Simone Desroches</w:t>
      </w:r>
      <w:r w:rsidR="002C50B2">
        <w:t xml:space="preserve">, </w:t>
      </w:r>
      <w:r w:rsidRPr="00275B88">
        <w:t>jeune déesse mondaine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apprêtait à déclamer sa dernière œuvre devant ses amis</w:t>
      </w:r>
      <w:r w:rsidR="002C50B2">
        <w:t>.</w:t>
      </w:r>
    </w:p>
    <w:p w14:paraId="2E135347" w14:textId="77777777" w:rsidR="002C50B2" w:rsidRDefault="00C77A4E" w:rsidP="002C50B2">
      <w:r w:rsidRPr="00275B88">
        <w:t>Tout d</w:t>
      </w:r>
      <w:r w:rsidR="002C50B2">
        <w:t>’</w:t>
      </w:r>
      <w:r w:rsidRPr="00275B88">
        <w:t>abord</w:t>
      </w:r>
      <w:r w:rsidR="002C50B2">
        <w:t xml:space="preserve">, </w:t>
      </w:r>
      <w:r w:rsidRPr="00275B88">
        <w:t>elle promena ses grands yeux sur ses invités</w:t>
      </w:r>
      <w:r w:rsidR="002C50B2">
        <w:t xml:space="preserve">, </w:t>
      </w:r>
      <w:r w:rsidRPr="00275B88">
        <w:t>tous figés en une attitude dévotieuse</w:t>
      </w:r>
      <w:r w:rsidR="002C50B2">
        <w:t xml:space="preserve">. </w:t>
      </w:r>
      <w:r w:rsidRPr="00275B88">
        <w:t>Son regard s</w:t>
      </w:r>
      <w:r w:rsidR="002C50B2">
        <w:t>’</w:t>
      </w:r>
      <w:r w:rsidRPr="00275B88">
        <w:t>arrêta un moment sur la porte d</w:t>
      </w:r>
      <w:r w:rsidR="002C50B2">
        <w:t>’</w:t>
      </w:r>
      <w:r w:rsidRPr="00275B88">
        <w:t>entrée</w:t>
      </w:r>
      <w:r w:rsidR="002C50B2">
        <w:t xml:space="preserve">, </w:t>
      </w:r>
      <w:r w:rsidRPr="00275B88">
        <w:t>comme si elle n</w:t>
      </w:r>
      <w:r w:rsidR="002C50B2">
        <w:t>’</w:t>
      </w:r>
      <w:r w:rsidRPr="00275B88">
        <w:t>attendait plus que quelqu</w:t>
      </w:r>
      <w:r w:rsidR="002C50B2">
        <w:t>’</w:t>
      </w:r>
      <w:r w:rsidRPr="00275B88">
        <w:t>un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elle avait hâte de voir</w:t>
      </w:r>
      <w:r w:rsidR="002C50B2">
        <w:t xml:space="preserve">, </w:t>
      </w:r>
      <w:r w:rsidRPr="00275B88">
        <w:t>pour attaquer les premières strophes de son poème</w:t>
      </w:r>
      <w:r w:rsidR="002C50B2">
        <w:t xml:space="preserve">… </w:t>
      </w:r>
      <w:r w:rsidRPr="00275B88">
        <w:t>Mais la porte demeurait obstinément close</w:t>
      </w:r>
      <w:r w:rsidR="002C50B2">
        <w:t xml:space="preserve">… </w:t>
      </w:r>
      <w:r w:rsidRPr="00275B88">
        <w:t>Simone ne put réprimer un léger soupir</w:t>
      </w:r>
      <w:r w:rsidR="002C50B2">
        <w:t xml:space="preserve">. </w:t>
      </w:r>
      <w:r w:rsidRPr="00275B88">
        <w:t>Mais comprenant</w:t>
      </w:r>
      <w:r w:rsidR="002C50B2">
        <w:t xml:space="preserve">, </w:t>
      </w:r>
      <w:r w:rsidRPr="00275B88">
        <w:t>au frémissement qui courait parmi l</w:t>
      </w:r>
      <w:r w:rsidR="002C50B2">
        <w:t>’</w:t>
      </w:r>
      <w:r w:rsidRPr="00275B88">
        <w:t>assistance</w:t>
      </w:r>
      <w:r w:rsidR="002C50B2">
        <w:t xml:space="preserve">, </w:t>
      </w:r>
      <w:r w:rsidRPr="00275B88">
        <w:t>que l</w:t>
      </w:r>
      <w:r w:rsidR="002C50B2">
        <w:t>’</w:t>
      </w:r>
      <w:r w:rsidRPr="00275B88">
        <w:t>on commençait à trouver un peu trop long ce silence préparatoire</w:t>
      </w:r>
      <w:r w:rsidR="002C50B2">
        <w:t xml:space="preserve">, </w:t>
      </w:r>
      <w:r w:rsidRPr="00275B88">
        <w:t>Simone attaqua d</w:t>
      </w:r>
      <w:r w:rsidR="002C50B2">
        <w:t>’</w:t>
      </w:r>
      <w:r w:rsidRPr="00275B88">
        <w:t>une voix harmonieuse</w:t>
      </w:r>
      <w:r w:rsidR="002C50B2">
        <w:t> :</w:t>
      </w:r>
    </w:p>
    <w:p w14:paraId="795C1938" w14:textId="40DE5FF0" w:rsidR="002C50B2" w:rsidRDefault="00C77A4E" w:rsidP="002C50B2">
      <w:pPr>
        <w:ind w:firstLine="0"/>
        <w:jc w:val="center"/>
      </w:pPr>
      <w:r w:rsidRPr="002C50B2">
        <w:rPr>
          <w:i/>
          <w:iCs/>
        </w:rPr>
        <w:t>LES FLEURS DU MENSONGE</w:t>
      </w:r>
    </w:p>
    <w:p w14:paraId="0A14292F" w14:textId="77777777" w:rsidR="002C50B2" w:rsidRDefault="00C77A4E" w:rsidP="002C50B2">
      <w:pPr>
        <w:ind w:firstLine="0"/>
        <w:jc w:val="center"/>
      </w:pPr>
      <w:r w:rsidRPr="002C50B2">
        <w:rPr>
          <w:i/>
          <w:iCs/>
        </w:rPr>
        <w:t>Ode symphonique</w:t>
      </w:r>
    </w:p>
    <w:p w14:paraId="4D838E76" w14:textId="77777777" w:rsidR="002C50B2" w:rsidRDefault="00C77A4E" w:rsidP="002C50B2">
      <w:r w:rsidRPr="0033623F">
        <w:t>Et</w:t>
      </w:r>
      <w:r w:rsidR="002C50B2">
        <w:t xml:space="preserve">, </w:t>
      </w:r>
      <w:r w:rsidRPr="0033623F">
        <w:t>sur un ton de mélopée</w:t>
      </w:r>
      <w:r w:rsidR="002C50B2">
        <w:t xml:space="preserve">, </w:t>
      </w:r>
      <w:r w:rsidRPr="0033623F">
        <w:t>elle poursuivit</w:t>
      </w:r>
      <w:r w:rsidR="002C50B2">
        <w:t xml:space="preserve">, </w:t>
      </w:r>
      <w:r w:rsidRPr="0033623F">
        <w:t>en appuyant chaque mot et en scandant chaque syllabe</w:t>
      </w:r>
      <w:r w:rsidR="002C50B2">
        <w:t> :</w:t>
      </w:r>
    </w:p>
    <w:p w14:paraId="61324F1F" w14:textId="366EA382" w:rsidR="00C77A4E" w:rsidRP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Mon âme est une forteresse</w:t>
      </w:r>
    </w:p>
    <w:p w14:paraId="6F024FB8" w14:textId="77777777" w:rsid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Dont j</w:t>
      </w:r>
      <w:r w:rsidR="002C50B2">
        <w:rPr>
          <w:i/>
          <w:iCs/>
        </w:rPr>
        <w:t>’</w:t>
      </w:r>
      <w:r w:rsidRPr="002C50B2">
        <w:rPr>
          <w:i/>
          <w:iCs/>
        </w:rPr>
        <w:t>ai fait le jardin de mon cœur</w:t>
      </w:r>
      <w:r w:rsidR="002C50B2">
        <w:rPr>
          <w:i/>
          <w:iCs/>
        </w:rPr>
        <w:t>…</w:t>
      </w:r>
    </w:p>
    <w:p w14:paraId="6FED978B" w14:textId="4AFD35B5" w:rsidR="00C77A4E" w:rsidRP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Mon cœur est le jardin terrestre</w:t>
      </w:r>
    </w:p>
    <w:p w14:paraId="4CCF6B62" w14:textId="77777777" w:rsid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Où s</w:t>
      </w:r>
      <w:r w:rsidR="002C50B2">
        <w:rPr>
          <w:i/>
          <w:iCs/>
        </w:rPr>
        <w:t>’</w:t>
      </w:r>
      <w:r w:rsidRPr="002C50B2">
        <w:rPr>
          <w:i/>
          <w:iCs/>
        </w:rPr>
        <w:t>étiolent d</w:t>
      </w:r>
      <w:r w:rsidR="002C50B2">
        <w:rPr>
          <w:i/>
          <w:iCs/>
        </w:rPr>
        <w:t>’</w:t>
      </w:r>
      <w:r w:rsidRPr="002C50B2">
        <w:rPr>
          <w:i/>
          <w:iCs/>
        </w:rPr>
        <w:t>étranges fleurs</w:t>
      </w:r>
      <w:r w:rsidR="002C50B2">
        <w:rPr>
          <w:i/>
          <w:iCs/>
        </w:rPr>
        <w:t>…</w:t>
      </w:r>
    </w:p>
    <w:p w14:paraId="52E68AD9" w14:textId="77777777" w:rsidR="002C50B2" w:rsidRDefault="00C77A4E" w:rsidP="002C50B2">
      <w:r w:rsidRPr="00275B88">
        <w:lastRenderedPageBreak/>
        <w:t>Laissons la poétesse infliger à ses hôtes un long supplice que nos lecteurs ne nous pardonneraient pas de leur faire partager</w:t>
      </w:r>
      <w:r w:rsidR="002C50B2">
        <w:t xml:space="preserve">… </w:t>
      </w:r>
      <w:r w:rsidRPr="00275B88">
        <w:t>et ne nous occupons plus que de la femme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 captivante entre toutes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était Simone Desroches</w:t>
      </w:r>
      <w:r w:rsidR="002C50B2">
        <w:t>.</w:t>
      </w:r>
    </w:p>
    <w:p w14:paraId="7879ECA5" w14:textId="0F254C75" w:rsidR="002C50B2" w:rsidRDefault="00C77A4E" w:rsidP="002C50B2">
      <w:r w:rsidRPr="00275B88">
        <w:t>Unique enfant d</w:t>
      </w:r>
      <w:r w:rsidR="002C50B2">
        <w:t>’</w:t>
      </w:r>
      <w:r w:rsidRPr="00275B88">
        <w:t>un banquier de Paris très connu</w:t>
      </w:r>
      <w:r w:rsidR="002C50B2">
        <w:t xml:space="preserve">, </w:t>
      </w:r>
      <w:r w:rsidRPr="00275B88">
        <w:t>elle avait perdu sa mère de bonne heure</w:t>
      </w:r>
      <w:r w:rsidR="002C50B2">
        <w:t xml:space="preserve">. </w:t>
      </w:r>
      <w:r w:rsidRPr="00275B88">
        <w:t>Son père</w:t>
      </w:r>
      <w:r w:rsidR="002C50B2">
        <w:t xml:space="preserve">, </w:t>
      </w:r>
      <w:r w:rsidRPr="00275B88">
        <w:t>entièrement absorbé par ses affaires</w:t>
      </w:r>
      <w:r w:rsidR="002C50B2">
        <w:t xml:space="preserve">, </w:t>
      </w:r>
      <w:r w:rsidRPr="00275B88">
        <w:t>avait dû confier l</w:t>
      </w:r>
      <w:r w:rsidR="002C50B2">
        <w:t>’</w:t>
      </w:r>
      <w:r w:rsidRPr="00275B88">
        <w:t>éducation et l</w:t>
      </w:r>
      <w:r w:rsidR="002C50B2">
        <w:t>’</w:t>
      </w:r>
      <w:r w:rsidRPr="00275B88">
        <w:t>instruction de sa fille à une institutrice d</w:t>
      </w:r>
      <w:r w:rsidR="002C50B2">
        <w:t>’</w:t>
      </w:r>
      <w:r w:rsidRPr="00275B88">
        <w:t>origine Scandinave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Elsa Bergen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tout en meublant l</w:t>
      </w:r>
      <w:r w:rsidR="002C50B2">
        <w:t>’</w:t>
      </w:r>
      <w:r w:rsidRPr="00275B88">
        <w:t>esprit de son élève des connaissances les plus étendues et en développant ses réelles aptitudes artistiques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pas su lui inspirer les principes qui eussent fait d</w:t>
      </w:r>
      <w:r w:rsidR="002C50B2">
        <w:t>’</w:t>
      </w:r>
      <w:r w:rsidRPr="00275B88">
        <w:t>elle une vraie jeune fille</w:t>
      </w:r>
      <w:r w:rsidR="002C50B2">
        <w:t>.</w:t>
      </w:r>
    </w:p>
    <w:p w14:paraId="3D11E0F4" w14:textId="77777777" w:rsidR="002C50B2" w:rsidRDefault="00C77A4E" w:rsidP="002C50B2">
      <w:r w:rsidRPr="00275B88">
        <w:t>D</w:t>
      </w:r>
      <w:r w:rsidR="002C50B2">
        <w:t>’</w:t>
      </w:r>
      <w:r w:rsidRPr="00275B88">
        <w:t>un caractère indépendant et d</w:t>
      </w:r>
      <w:r w:rsidR="002C50B2">
        <w:t>’</w:t>
      </w:r>
      <w:r w:rsidRPr="00275B88">
        <w:t>un esprit romanesque</w:t>
      </w:r>
      <w:r w:rsidR="002C50B2">
        <w:t xml:space="preserve">, </w:t>
      </w:r>
      <w:r w:rsidRPr="00275B88">
        <w:t>à la mort de son père</w:t>
      </w:r>
      <w:r w:rsidR="002C50B2">
        <w:t xml:space="preserve">, </w:t>
      </w:r>
      <w:r w:rsidRPr="00275B88">
        <w:t>qui était survenue très peu de temps après sa majorité</w:t>
      </w:r>
      <w:r w:rsidR="002C50B2">
        <w:t xml:space="preserve">, </w:t>
      </w:r>
      <w:r w:rsidRPr="00275B88">
        <w:t xml:space="preserve">Simone avait décidé de </w:t>
      </w:r>
      <w:r w:rsidRPr="00275B88">
        <w:rPr>
          <w:i/>
          <w:iCs/>
        </w:rPr>
        <w:t>vivre sa vie</w:t>
      </w:r>
      <w:r w:rsidR="002C50B2">
        <w:rPr>
          <w:i/>
          <w:iCs/>
        </w:rPr>
        <w:t xml:space="preserve">. </w:t>
      </w:r>
      <w:r w:rsidRPr="00275B88">
        <w:t>À la tête d</w:t>
      </w:r>
      <w:r w:rsidR="002C50B2">
        <w:t>’</w:t>
      </w:r>
      <w:r w:rsidRPr="00275B88">
        <w:t>un héritage que l</w:t>
      </w:r>
      <w:r w:rsidR="002C50B2">
        <w:t>’</w:t>
      </w:r>
      <w:r w:rsidRPr="00275B88">
        <w:t>on disait considérable</w:t>
      </w:r>
      <w:r w:rsidR="002C50B2">
        <w:t xml:space="preserve">, </w:t>
      </w:r>
      <w:r w:rsidRPr="00275B88">
        <w:t>elle avait acheté cet hôtel d</w:t>
      </w:r>
      <w:r w:rsidR="002C50B2">
        <w:t>’</w:t>
      </w:r>
      <w:r w:rsidRPr="00275B88">
        <w:t>Auteuil</w:t>
      </w:r>
      <w:r w:rsidR="002C50B2">
        <w:t xml:space="preserve">, </w:t>
      </w:r>
      <w:r w:rsidRPr="00275B88">
        <w:t>où elle s</w:t>
      </w:r>
      <w:r w:rsidR="002C50B2">
        <w:t>’</w:t>
      </w:r>
      <w:r w:rsidRPr="00275B88">
        <w:t>était installée avec Elsa Bergen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grâce à l</w:t>
      </w:r>
      <w:r w:rsidR="002C50B2">
        <w:t>’</w:t>
      </w:r>
      <w:r w:rsidRPr="00275B88">
        <w:t>ascendant qu</w:t>
      </w:r>
      <w:r w:rsidR="002C50B2">
        <w:t>’</w:t>
      </w:r>
      <w:r w:rsidRPr="00275B88">
        <w:t>elle avait pris sur son ancienne pupille</w:t>
      </w:r>
      <w:r w:rsidR="002C50B2">
        <w:t xml:space="preserve">, </w:t>
      </w:r>
      <w:r w:rsidRPr="00275B88">
        <w:t>avait réussi à se faire attacher à elle en qualité de dame de compagnie</w:t>
      </w:r>
      <w:r w:rsidR="002C50B2">
        <w:t>.</w:t>
      </w:r>
    </w:p>
    <w:p w14:paraId="149140E1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Simone</w:t>
      </w:r>
      <w:r w:rsidR="002C50B2">
        <w:t xml:space="preserve">, </w:t>
      </w:r>
      <w:r w:rsidRPr="00275B88">
        <w:t>qui se croyait une grande poétesse</w:t>
      </w:r>
      <w:r w:rsidR="002C50B2">
        <w:t xml:space="preserve">, </w:t>
      </w:r>
      <w:r w:rsidRPr="00275B88">
        <w:t>avait réuni autour d</w:t>
      </w:r>
      <w:r w:rsidR="002C50B2">
        <w:t>’</w:t>
      </w:r>
      <w:r w:rsidRPr="00275B88">
        <w:t>elle une cour d</w:t>
      </w:r>
      <w:r w:rsidR="002C50B2">
        <w:t>’</w:t>
      </w:r>
      <w:r w:rsidRPr="00275B88">
        <w:t>admirateurs</w:t>
      </w:r>
      <w:r w:rsidR="002C50B2">
        <w:t xml:space="preserve">, </w:t>
      </w:r>
      <w:r w:rsidRPr="00275B88">
        <w:t>subjugués par sa beauté</w:t>
      </w:r>
      <w:r w:rsidR="002C50B2">
        <w:t xml:space="preserve">, </w:t>
      </w:r>
      <w:r w:rsidRPr="00275B88">
        <w:t>ou simplement attirés par l</w:t>
      </w:r>
      <w:r w:rsidR="002C50B2">
        <w:t>’</w:t>
      </w:r>
      <w:r w:rsidRPr="00275B88">
        <w:t>appât de sa fortune</w:t>
      </w:r>
      <w:r w:rsidR="002C50B2">
        <w:t>.</w:t>
      </w:r>
    </w:p>
    <w:p w14:paraId="031917E5" w14:textId="77777777" w:rsidR="002C50B2" w:rsidRDefault="00C77A4E" w:rsidP="002C50B2">
      <w:r w:rsidRPr="00275B88">
        <w:t>Parmi eux</w:t>
      </w:r>
      <w:r w:rsidR="002C50B2">
        <w:t xml:space="preserve">, </w:t>
      </w:r>
      <w:r w:rsidRPr="00275B88">
        <w:t>on remarquait un certain Maurice de Thouars</w:t>
      </w:r>
      <w:r w:rsidR="002C50B2">
        <w:t xml:space="preserve">, </w:t>
      </w:r>
      <w:r w:rsidRPr="00275B88">
        <w:t>fils de famille décavé</w:t>
      </w:r>
      <w:r w:rsidR="002C50B2">
        <w:t xml:space="preserve">, </w:t>
      </w:r>
      <w:r w:rsidRPr="00275B88">
        <w:t>qui représentait une marque d</w:t>
      </w:r>
      <w:r w:rsidR="002C50B2">
        <w:t>’</w:t>
      </w:r>
      <w:r w:rsidRPr="00275B88">
        <w:t>automobiles</w:t>
      </w:r>
      <w:r w:rsidR="002C50B2">
        <w:t xml:space="preserve">, </w:t>
      </w:r>
      <w:r w:rsidRPr="00275B88">
        <w:t>toujours à court de capitaux</w:t>
      </w:r>
      <w:r w:rsidR="002C50B2">
        <w:t xml:space="preserve">. </w:t>
      </w:r>
      <w:r w:rsidRPr="00275B88">
        <w:t>Très beau</w:t>
      </w:r>
      <w:r w:rsidR="002C50B2">
        <w:t xml:space="preserve">, </w:t>
      </w:r>
      <w:r w:rsidRPr="00275B88">
        <w:t>très sportif</w:t>
      </w:r>
      <w:r w:rsidR="002C50B2">
        <w:t xml:space="preserve">, </w:t>
      </w:r>
      <w:r w:rsidRPr="00275B88">
        <w:t>véritable don Juan de dancing et de bar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par conséquent</w:t>
      </w:r>
      <w:r w:rsidR="002C50B2">
        <w:t xml:space="preserve">, </w:t>
      </w:r>
      <w:r w:rsidRPr="00275B88">
        <w:t>très infatué de sa personne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vite convaincu qu</w:t>
      </w:r>
      <w:r w:rsidR="002C50B2">
        <w:t>’</w:t>
      </w:r>
      <w:r w:rsidRPr="00275B88">
        <w:t>il n</w:t>
      </w:r>
      <w:r w:rsidR="002C50B2">
        <w:t>’</w:t>
      </w:r>
      <w:r w:rsidRPr="00275B88">
        <w:t>avait qu</w:t>
      </w:r>
      <w:r w:rsidR="002C50B2">
        <w:t>’</w:t>
      </w:r>
      <w:r w:rsidRPr="00275B88">
        <w:t>un mot à dire pour que la belle Simone tombât dans ses bras</w:t>
      </w:r>
      <w:r w:rsidR="002C50B2">
        <w:t>.</w:t>
      </w:r>
    </w:p>
    <w:p w14:paraId="13F9AF5E" w14:textId="77777777" w:rsidR="002C50B2" w:rsidRDefault="00C77A4E" w:rsidP="002C50B2">
      <w:r w:rsidRPr="00275B88">
        <w:lastRenderedPageBreak/>
        <w:t>À son vif désappointement</w:t>
      </w:r>
      <w:r w:rsidR="002C50B2">
        <w:t xml:space="preserve">, </w:t>
      </w:r>
      <w:r w:rsidRPr="00275B88">
        <w:t>celle</w:t>
      </w:r>
      <w:r>
        <w:t>-</w:t>
      </w:r>
      <w:r w:rsidRPr="00275B88">
        <w:t>ci lui avait déclaré</w:t>
      </w:r>
      <w:r w:rsidR="002C50B2">
        <w:t> :</w:t>
      </w:r>
    </w:p>
    <w:p w14:paraId="046632A1" w14:textId="77777777" w:rsidR="002C50B2" w:rsidRDefault="002C50B2" w:rsidP="002C50B2">
      <w:r>
        <w:t>— </w:t>
      </w:r>
      <w:r w:rsidR="00C77A4E" w:rsidRPr="00275B88">
        <w:t>Je ne veux pas plus d</w:t>
      </w:r>
      <w:r>
        <w:t>’</w:t>
      </w:r>
      <w:r w:rsidR="00C77A4E" w:rsidRPr="00275B88">
        <w:t>un mari que d</w:t>
      </w:r>
      <w:r>
        <w:t>’</w:t>
      </w:r>
      <w:r w:rsidR="00C77A4E" w:rsidRPr="00275B88">
        <w:t>un amant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entends rester moi</w:t>
      </w:r>
      <w:r w:rsidR="00C77A4E">
        <w:t>-</w:t>
      </w:r>
      <w:r w:rsidR="00C77A4E" w:rsidRPr="00275B88">
        <w:t>même et ne pas m</w:t>
      </w:r>
      <w:r>
        <w:t>’</w:t>
      </w:r>
      <w:r w:rsidR="00C77A4E" w:rsidRPr="00275B88">
        <w:t>embarrasser d</w:t>
      </w:r>
      <w:r>
        <w:t>’</w:t>
      </w:r>
      <w:r w:rsidR="00C77A4E" w:rsidRPr="00275B88">
        <w:t>entraves qui me coûteraient ma liberté</w:t>
      </w:r>
      <w:r>
        <w:t>.</w:t>
      </w:r>
    </w:p>
    <w:p w14:paraId="224B5294" w14:textId="77777777" w:rsidR="002C50B2" w:rsidRDefault="00C77A4E" w:rsidP="002C50B2">
      <w:r w:rsidRPr="00275B88">
        <w:t>Mais elle avait compté sans l</w:t>
      </w:r>
      <w:r w:rsidR="002C50B2">
        <w:t>’</w:t>
      </w:r>
      <w:r w:rsidRPr="00275B88">
        <w:t>amour</w:t>
      </w:r>
      <w:r w:rsidR="002C50B2">
        <w:t xml:space="preserve">, </w:t>
      </w:r>
      <w:r w:rsidRPr="00275B88">
        <w:t>qui ne devait pas tarder à s</w:t>
      </w:r>
      <w:r w:rsidR="002C50B2">
        <w:t>’</w:t>
      </w:r>
      <w:r w:rsidRPr="00275B88">
        <w:t>emparer victorieusement</w:t>
      </w:r>
      <w:r w:rsidR="002C50B2">
        <w:t xml:space="preserve">, </w:t>
      </w:r>
      <w:r w:rsidRPr="00275B88">
        <w:t>tyranniquement de son âme</w:t>
      </w:r>
      <w:r w:rsidR="002C50B2">
        <w:t>.</w:t>
      </w:r>
    </w:p>
    <w:p w14:paraId="5F1F49CB" w14:textId="77777777" w:rsidR="002C50B2" w:rsidRDefault="00C77A4E" w:rsidP="002C50B2">
      <w:r w:rsidRPr="00275B88">
        <w:t>Simone Desroches</w:t>
      </w:r>
      <w:r w:rsidR="002C50B2">
        <w:t xml:space="preserve">, </w:t>
      </w:r>
      <w:r w:rsidRPr="00275B88">
        <w:t>trois mois après</w:t>
      </w:r>
      <w:r w:rsidR="002C50B2">
        <w:t xml:space="preserve">, </w:t>
      </w:r>
      <w:r w:rsidRPr="00275B88">
        <w:t>était devenue l</w:t>
      </w:r>
      <w:r w:rsidR="002C50B2">
        <w:t>’</w:t>
      </w:r>
      <w:r w:rsidRPr="00275B88">
        <w:t>esclave de son cœur</w:t>
      </w:r>
      <w:r w:rsidR="002C50B2">
        <w:t xml:space="preserve">. </w:t>
      </w:r>
      <w:r w:rsidRPr="00275B88">
        <w:t>La forteresse s</w:t>
      </w:r>
      <w:r w:rsidR="002C50B2">
        <w:t>’</w:t>
      </w:r>
      <w:r w:rsidRPr="00275B88">
        <w:t>était laissé prendre</w:t>
      </w:r>
      <w:r w:rsidR="002C50B2">
        <w:t xml:space="preserve">, </w:t>
      </w:r>
      <w:r w:rsidRPr="00275B88">
        <w:t>et c</w:t>
      </w:r>
      <w:r w:rsidR="002C50B2">
        <w:t>’</w:t>
      </w:r>
      <w:r w:rsidRPr="00275B88">
        <w:t>était Jacques Bellegarde qui en était le vainqueur</w:t>
      </w:r>
      <w:r w:rsidR="002C50B2">
        <w:t>.</w:t>
      </w:r>
    </w:p>
    <w:p w14:paraId="2549B145" w14:textId="77777777" w:rsidR="002C50B2" w:rsidRDefault="00C77A4E" w:rsidP="002C50B2">
      <w:r w:rsidRPr="00275B88">
        <w:t>Ils s</w:t>
      </w:r>
      <w:r w:rsidR="002C50B2">
        <w:t>’</w:t>
      </w:r>
      <w:r w:rsidRPr="00275B88">
        <w:t>étaient rencontrés en Syrie</w:t>
      </w:r>
      <w:r w:rsidR="002C50B2">
        <w:t xml:space="preserve">, </w:t>
      </w:r>
      <w:r w:rsidRPr="00275B88">
        <w:t>où Simone excursionnait</w:t>
      </w:r>
      <w:r w:rsidR="002C50B2">
        <w:t xml:space="preserve">, </w:t>
      </w:r>
      <w:r w:rsidRPr="00275B88">
        <w:t>et où Bellegarde se trouvait en tournée de reportage</w:t>
      </w:r>
      <w:r w:rsidR="002C50B2">
        <w:t xml:space="preserve">. </w:t>
      </w:r>
      <w:r w:rsidRPr="00275B88">
        <w:t>Ils avaient d</w:t>
      </w:r>
      <w:r w:rsidR="002C50B2">
        <w:t>’</w:t>
      </w:r>
      <w:r w:rsidRPr="00275B88">
        <w:t>abord vécu en camarades</w:t>
      </w:r>
      <w:r w:rsidR="002C50B2">
        <w:t xml:space="preserve">. </w:t>
      </w:r>
      <w:r w:rsidRPr="00275B88">
        <w:t>Mais bientôt l</w:t>
      </w:r>
      <w:r w:rsidR="002C50B2">
        <w:t>’</w:t>
      </w:r>
      <w:r w:rsidRPr="00275B88">
        <w:t>atmosphère</w:t>
      </w:r>
      <w:r w:rsidR="002C50B2">
        <w:t xml:space="preserve">, </w:t>
      </w:r>
      <w:r w:rsidRPr="00275B88">
        <w:t>le décor</w:t>
      </w:r>
      <w:r w:rsidR="002C50B2">
        <w:t xml:space="preserve">, </w:t>
      </w:r>
      <w:r w:rsidRPr="00275B88">
        <w:t>quelques aventures pittoresques et même corsées</w:t>
      </w:r>
      <w:r w:rsidR="002C50B2">
        <w:t xml:space="preserve">, </w:t>
      </w:r>
      <w:r w:rsidRPr="00275B88">
        <w:t>au cours desquelles le jeune journaliste eut l</w:t>
      </w:r>
      <w:r w:rsidR="002C50B2">
        <w:t>’</w:t>
      </w:r>
      <w:r w:rsidRPr="00275B88">
        <w:t>occasion de donner la mesure de sa vive intelligence</w:t>
      </w:r>
      <w:r w:rsidR="002C50B2">
        <w:t xml:space="preserve">, </w:t>
      </w:r>
      <w:r w:rsidRPr="00275B88">
        <w:t>de son adresse et de son courage</w:t>
      </w:r>
      <w:r w:rsidR="002C50B2">
        <w:t xml:space="preserve">, </w:t>
      </w:r>
      <w:r w:rsidRPr="00275B88">
        <w:t>avaient eu raison de ses principes de poétesse</w:t>
      </w:r>
      <w:r w:rsidR="002C50B2">
        <w:t xml:space="preserve"> ; </w:t>
      </w:r>
      <w:r w:rsidRPr="00275B88">
        <w:t>et elle s</w:t>
      </w:r>
      <w:r w:rsidR="002C50B2">
        <w:t>’</w:t>
      </w:r>
      <w:r w:rsidRPr="00275B88">
        <w:t>était donnée à Jacques avec la même ardeur qu</w:t>
      </w:r>
      <w:r w:rsidR="002C50B2">
        <w:t>’</w:t>
      </w:r>
      <w:r w:rsidRPr="00275B88">
        <w:t>elle avait mise à se défendre contre les attaques de ses autres soupirants</w:t>
      </w:r>
      <w:r w:rsidR="002C50B2">
        <w:t>.</w:t>
      </w:r>
    </w:p>
    <w:p w14:paraId="1EC6DBAA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dès leur retour à Paris</w:t>
      </w:r>
      <w:r w:rsidR="002C50B2">
        <w:t xml:space="preserve">, </w:t>
      </w:r>
      <w:r w:rsidRPr="00275B88">
        <w:t>Simone s</w:t>
      </w:r>
      <w:r w:rsidR="002C50B2">
        <w:t>’</w:t>
      </w:r>
      <w:r w:rsidRPr="00275B88">
        <w:t>était montrée une compagne tellement inquiète</w:t>
      </w:r>
      <w:r w:rsidR="002C50B2">
        <w:t xml:space="preserve">, </w:t>
      </w:r>
      <w:r w:rsidRPr="00275B88">
        <w:t>jalouse et tyrannique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elle en était arrivée à refroidir et même presque à éteindre le sentiment très vif et très sincère qu</w:t>
      </w:r>
      <w:r w:rsidR="002C50B2">
        <w:t>’</w:t>
      </w:r>
      <w:r w:rsidRPr="00275B88">
        <w:t>elle avait inspiré au reporter</w:t>
      </w:r>
      <w:r w:rsidR="002C50B2">
        <w:t>.</w:t>
      </w:r>
    </w:p>
    <w:p w14:paraId="0641641F" w14:textId="77777777" w:rsidR="002C50B2" w:rsidRDefault="00C77A4E" w:rsidP="002C50B2"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soucieux avant tout de conserver intacte sa dignité d</w:t>
      </w:r>
      <w:r w:rsidR="002C50B2">
        <w:t>’</w:t>
      </w:r>
      <w:r w:rsidRPr="00275B88">
        <w:t>homme et de remplir consciencieusement ses obligations professionnelles</w:t>
      </w:r>
      <w:r w:rsidR="002C50B2">
        <w:t xml:space="preserve">, </w:t>
      </w:r>
      <w:r w:rsidRPr="00275B88">
        <w:t>ne supportait plus qu</w:t>
      </w:r>
      <w:r w:rsidR="002C50B2">
        <w:t>’</w:t>
      </w:r>
      <w:r w:rsidRPr="00275B88">
        <w:t>avec peine l</w:t>
      </w:r>
      <w:r w:rsidR="002C50B2">
        <w:t>’</w:t>
      </w:r>
      <w:r w:rsidRPr="00275B88">
        <w:t>esclavage dans lequel Simone voulait l</w:t>
      </w:r>
      <w:r w:rsidR="002C50B2">
        <w:t>’</w:t>
      </w:r>
      <w:r w:rsidRPr="00275B88">
        <w:t>asservir</w:t>
      </w:r>
      <w:r w:rsidR="002C50B2">
        <w:t xml:space="preserve">. </w:t>
      </w:r>
      <w:r w:rsidRPr="00275B88">
        <w:t>Elle</w:t>
      </w:r>
      <w:r w:rsidR="002C50B2">
        <w:t xml:space="preserve">, </w:t>
      </w:r>
      <w:r w:rsidRPr="00275B88">
        <w:t>au contraire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attachée de plus en plus à lui</w:t>
      </w:r>
      <w:r w:rsidR="002C50B2">
        <w:t xml:space="preserve">… </w:t>
      </w:r>
      <w:r w:rsidRPr="00275B88">
        <w:t>Elle rêvait même de mariage</w:t>
      </w:r>
      <w:r w:rsidR="002C50B2">
        <w:t xml:space="preserve">… </w:t>
      </w:r>
      <w:r w:rsidRPr="00275B88">
        <w:t>Il refusa</w:t>
      </w:r>
      <w:r w:rsidR="002C50B2">
        <w:t xml:space="preserve">… </w:t>
      </w:r>
      <w:r w:rsidRPr="00275B88">
        <w:t>Elle était riche</w:t>
      </w:r>
      <w:r w:rsidR="002C50B2">
        <w:t xml:space="preserve">… </w:t>
      </w:r>
      <w:r w:rsidRPr="00275B88">
        <w:t>Lui n</w:t>
      </w:r>
      <w:r w:rsidR="002C50B2">
        <w:t>’</w:t>
      </w:r>
      <w:r w:rsidRPr="00275B88">
        <w:t xml:space="preserve">avait que son </w:t>
      </w:r>
      <w:r w:rsidRPr="00275B88">
        <w:lastRenderedPageBreak/>
        <w:t>talent pour toute fortune</w:t>
      </w:r>
      <w:r w:rsidR="002C50B2">
        <w:t xml:space="preserve">… </w:t>
      </w:r>
      <w:r w:rsidRPr="00275B88">
        <w:t>Alors</w:t>
      </w:r>
      <w:r w:rsidR="002C50B2">
        <w:t xml:space="preserve">, </w:t>
      </w:r>
      <w:r w:rsidRPr="00275B88">
        <w:t>ce furent des drames</w:t>
      </w:r>
      <w:r w:rsidR="002C50B2">
        <w:t xml:space="preserve">, </w:t>
      </w:r>
      <w:r w:rsidRPr="00275B88">
        <w:t>des scènes</w:t>
      </w:r>
      <w:r w:rsidR="002C50B2">
        <w:t xml:space="preserve">, </w:t>
      </w:r>
      <w:r w:rsidRPr="00275B88">
        <w:t>des reproches</w:t>
      </w:r>
      <w:r w:rsidR="002C50B2">
        <w:t xml:space="preserve">, </w:t>
      </w:r>
      <w:r w:rsidRPr="00275B88">
        <w:t>des prières</w:t>
      </w:r>
      <w:r w:rsidR="002C50B2">
        <w:t xml:space="preserve">, </w:t>
      </w:r>
      <w:r w:rsidRPr="00275B88">
        <w:t>qui excédaient Bellegarde</w:t>
      </w:r>
      <w:r w:rsidR="002C50B2">
        <w:t xml:space="preserve">… </w:t>
      </w:r>
      <w:r w:rsidRPr="00275B88">
        <w:t>Il songea à la rupture</w:t>
      </w:r>
      <w:r w:rsidR="002C50B2">
        <w:t xml:space="preserve">. </w:t>
      </w:r>
      <w:r w:rsidRPr="00275B88">
        <w:t>Seule une crainte l</w:t>
      </w:r>
      <w:r w:rsidR="002C50B2">
        <w:t>’</w:t>
      </w:r>
      <w:r w:rsidRPr="00275B88">
        <w:t>arrêta</w:t>
      </w:r>
      <w:r w:rsidR="002C50B2">
        <w:t xml:space="preserve"> : </w:t>
      </w:r>
      <w:r w:rsidRPr="00275B88">
        <w:t>celle que Simone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exaspération de son désespoir</w:t>
      </w:r>
      <w:r w:rsidR="002C50B2">
        <w:t xml:space="preserve">, </w:t>
      </w:r>
      <w:r w:rsidRPr="00275B88">
        <w:t>ne cherchât à se tuer</w:t>
      </w:r>
      <w:r w:rsidR="002C50B2">
        <w:t xml:space="preserve">, </w:t>
      </w:r>
      <w:r w:rsidRPr="00275B88">
        <w:t>ainsi qu</w:t>
      </w:r>
      <w:r w:rsidR="002C50B2">
        <w:t>’</w:t>
      </w:r>
      <w:r w:rsidRPr="00275B88">
        <w:t>elle l</w:t>
      </w:r>
      <w:r w:rsidR="002C50B2">
        <w:t>’</w:t>
      </w:r>
      <w:r w:rsidRPr="00275B88">
        <w:t>en avait plusieurs fois menacé</w:t>
      </w:r>
      <w:r w:rsidR="002C50B2">
        <w:t>.</w:t>
      </w:r>
    </w:p>
    <w:p w14:paraId="4FC2DF8E" w14:textId="77777777" w:rsidR="002C50B2" w:rsidRDefault="00C77A4E" w:rsidP="002C50B2">
      <w:r w:rsidRPr="00275B88">
        <w:t>Et voilà pourquoi bien qu</w:t>
      </w:r>
      <w:r w:rsidR="002C50B2">
        <w:t>’</w:t>
      </w:r>
      <w:r w:rsidRPr="00275B88">
        <w:t>il éprouvât</w:t>
      </w:r>
      <w:r w:rsidR="002C50B2">
        <w:t xml:space="preserve">, </w:t>
      </w:r>
      <w:r w:rsidRPr="00275B88">
        <w:t xml:space="preserve">surtout après le mystérieux billet signé </w:t>
      </w:r>
      <w:r w:rsidRPr="00275B88">
        <w:rPr>
          <w:i/>
          <w:iCs/>
        </w:rPr>
        <w:t>Belphégor</w:t>
      </w:r>
      <w:r w:rsidR="002C50B2">
        <w:rPr>
          <w:i/>
          <w:iCs/>
        </w:rPr>
        <w:t xml:space="preserve">, </w:t>
      </w:r>
      <w:r w:rsidRPr="00275B88">
        <w:t>le besoin de se recueillir au moment où allait s</w:t>
      </w:r>
      <w:r w:rsidR="002C50B2">
        <w:t>’</w:t>
      </w:r>
      <w:r w:rsidRPr="00275B88">
        <w:t>engager entre le fantôme du Louvre et lui un duel qu</w:t>
      </w:r>
      <w:r w:rsidR="002C50B2">
        <w:t>’</w:t>
      </w:r>
      <w:r w:rsidRPr="00275B88">
        <w:t>il pressentait implacable</w:t>
      </w:r>
      <w:r w:rsidR="002C50B2">
        <w:t xml:space="preserve">, </w:t>
      </w:r>
      <w:r w:rsidRPr="00275B88">
        <w:t>il avait décidé d</w:t>
      </w:r>
      <w:r w:rsidR="002C50B2">
        <w:t>’</w:t>
      </w:r>
      <w:r w:rsidRPr="00275B88">
        <w:t>aller faire acte de présence chez Simone</w:t>
      </w:r>
      <w:r w:rsidR="002C50B2">
        <w:t xml:space="preserve">, </w:t>
      </w:r>
      <w:r w:rsidRPr="00275B88">
        <w:t>quitte à filer à l</w:t>
      </w:r>
      <w:r w:rsidR="002C50B2">
        <w:t>’</w:t>
      </w:r>
      <w:r w:rsidRPr="00275B88">
        <w:t>anglaise si la séance se prolongeait trop avant dans la nuit</w:t>
      </w:r>
      <w:r w:rsidR="002C50B2">
        <w:t>.</w:t>
      </w:r>
    </w:p>
    <w:p w14:paraId="512A3009" w14:textId="15AAAD31" w:rsidR="002C50B2" w:rsidRDefault="002C50B2" w:rsidP="002C50B2"/>
    <w:p w14:paraId="69072482" w14:textId="77777777" w:rsidR="002C50B2" w:rsidRDefault="00C77A4E" w:rsidP="002C50B2">
      <w:r w:rsidRPr="00275B88">
        <w:t>Lorsqu</w:t>
      </w:r>
      <w:r w:rsidR="002C50B2">
        <w:t>’</w:t>
      </w:r>
      <w:r w:rsidRPr="00275B88">
        <w:t>il pénétra dans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Simone achevait son ode symphonique</w:t>
      </w:r>
      <w:r w:rsidR="002C50B2">
        <w:t xml:space="preserve">, </w:t>
      </w:r>
      <w:r w:rsidRPr="00275B88">
        <w:t>au milieu des acclamations frénétiques et des cris pâmés de son entourage</w:t>
      </w:r>
      <w:r w:rsidR="002C50B2">
        <w:t>.</w:t>
      </w:r>
    </w:p>
    <w:p w14:paraId="5B14546B" w14:textId="77777777" w:rsidR="002C50B2" w:rsidRDefault="00C77A4E" w:rsidP="002C50B2">
      <w:r w:rsidRPr="00275B88">
        <w:t>Dès qu</w:t>
      </w:r>
      <w:r w:rsidR="002C50B2">
        <w:t>’</w:t>
      </w:r>
      <w:r w:rsidRPr="00275B88">
        <w:t>elle aperçut Jacques</w:t>
      </w:r>
      <w:r w:rsidR="002C50B2">
        <w:t xml:space="preserve">, </w:t>
      </w:r>
      <w:r w:rsidRPr="00275B88">
        <w:t>son visage se colora d</w:t>
      </w:r>
      <w:r w:rsidR="002C50B2">
        <w:t>’</w:t>
      </w:r>
      <w:r w:rsidRPr="00275B88">
        <w:t>une expression de joie que tous attribuèrent au plaisir et à la fierté que lui causait son triomphe</w:t>
      </w:r>
      <w:r w:rsidR="002C50B2">
        <w:t xml:space="preserve">… </w:t>
      </w:r>
      <w:r w:rsidRPr="00275B88">
        <w:t>En réalité</w:t>
      </w:r>
      <w:r w:rsidR="002C50B2">
        <w:t xml:space="preserve">, </w:t>
      </w:r>
      <w:r w:rsidRPr="00275B88">
        <w:t>peu lui importaient ces bravos</w:t>
      </w:r>
      <w:r w:rsidR="002C50B2">
        <w:t xml:space="preserve">, </w:t>
      </w:r>
      <w:r w:rsidRPr="00275B88">
        <w:t>ces cris d</w:t>
      </w:r>
      <w:r w:rsidR="002C50B2">
        <w:t>’</w:t>
      </w:r>
      <w:r w:rsidRPr="00275B88">
        <w:t>admiration</w:t>
      </w:r>
      <w:r w:rsidR="002C50B2">
        <w:t xml:space="preserve">, </w:t>
      </w:r>
      <w:r w:rsidRPr="00275B88">
        <w:t>ce concert d</w:t>
      </w:r>
      <w:r w:rsidR="002C50B2">
        <w:t>’</w:t>
      </w:r>
      <w:r w:rsidRPr="00275B88">
        <w:t>éloges</w:t>
      </w:r>
      <w:r w:rsidR="002C50B2">
        <w:t xml:space="preserve">… </w:t>
      </w:r>
      <w:r w:rsidRPr="00275B88">
        <w:t>Maintenant qu</w:t>
      </w:r>
      <w:r w:rsidR="002C50B2">
        <w:t>’</w:t>
      </w:r>
      <w:r w:rsidRPr="00275B88">
        <w:t>il était là</w:t>
      </w:r>
      <w:r w:rsidR="002C50B2">
        <w:t xml:space="preserve">, </w:t>
      </w:r>
      <w:r w:rsidRPr="00275B88">
        <w:t>elle ne voyait plus que lui</w:t>
      </w:r>
      <w:r w:rsidR="002C50B2">
        <w:t xml:space="preserve">, </w:t>
      </w:r>
      <w:r w:rsidRPr="00275B88">
        <w:t>et c</w:t>
      </w:r>
      <w:r w:rsidR="002C50B2">
        <w:t>’</w:t>
      </w:r>
      <w:r w:rsidRPr="00275B88">
        <w:t>est vers lui seul qu</w:t>
      </w:r>
      <w:r w:rsidR="002C50B2">
        <w:t>’</w:t>
      </w:r>
      <w:r w:rsidRPr="00275B88">
        <w:t>elle voulait aller</w:t>
      </w:r>
      <w:r w:rsidR="002C50B2">
        <w:t xml:space="preserve">, </w:t>
      </w:r>
      <w:r w:rsidRPr="00275B88">
        <w:t>à lui seul qu</w:t>
      </w:r>
      <w:r w:rsidR="002C50B2">
        <w:t>’</w:t>
      </w:r>
      <w:r w:rsidRPr="00275B88">
        <w:t>elle voulait être</w:t>
      </w:r>
      <w:r w:rsidR="002C50B2">
        <w:t>.</w:t>
      </w:r>
    </w:p>
    <w:p w14:paraId="708DB5E1" w14:textId="77777777" w:rsidR="002C50B2" w:rsidRDefault="00C77A4E" w:rsidP="002C50B2">
      <w:r w:rsidRPr="00275B88">
        <w:t>Mais le flot de ses invités la pressait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emprisonnait</w:t>
      </w:r>
      <w:r w:rsidR="002C50B2">
        <w:t xml:space="preserve">… </w:t>
      </w:r>
      <w:r w:rsidRPr="00275B88">
        <w:t>l</w:t>
      </w:r>
      <w:r w:rsidR="002C50B2">
        <w:t>’</w:t>
      </w:r>
      <w:r w:rsidRPr="00275B88">
        <w:t>étouffait</w:t>
      </w:r>
      <w:r w:rsidR="002C50B2">
        <w:t xml:space="preserve">… </w:t>
      </w:r>
      <w:r w:rsidRPr="00275B88">
        <w:t>Des esthètes voulaient lui baiser les mains</w:t>
      </w:r>
      <w:r w:rsidR="002C50B2">
        <w:t xml:space="preserve">. </w:t>
      </w:r>
      <w:r w:rsidRPr="00275B88">
        <w:t>Le baron Papillon</w:t>
      </w:r>
      <w:r w:rsidR="002C50B2">
        <w:t xml:space="preserve">, </w:t>
      </w:r>
      <w:r w:rsidRPr="00275B88">
        <w:t>le riche collectionneur et la baronne</w:t>
      </w:r>
      <w:r w:rsidR="002C50B2">
        <w:t xml:space="preserve">, </w:t>
      </w:r>
      <w:r w:rsidRPr="00275B88">
        <w:t>aussi snobs que riches et aussi sots que vains</w:t>
      </w:r>
      <w:r w:rsidR="002C50B2">
        <w:t xml:space="preserve">, </w:t>
      </w:r>
      <w:r w:rsidRPr="00275B88">
        <w:t>proféraient</w:t>
      </w:r>
      <w:r w:rsidR="002C50B2">
        <w:t xml:space="preserve">, </w:t>
      </w:r>
      <w:r w:rsidRPr="00275B88">
        <w:t>lui d</w:t>
      </w:r>
      <w:r w:rsidR="002C50B2">
        <w:t>’</w:t>
      </w:r>
      <w:r w:rsidRPr="00275B88">
        <w:t>une voix de basse profonde</w:t>
      </w:r>
      <w:r w:rsidR="002C50B2">
        <w:t xml:space="preserve">, </w:t>
      </w:r>
      <w:r w:rsidRPr="00275B88">
        <w:t>elle d</w:t>
      </w:r>
      <w:r w:rsidR="002C50B2">
        <w:t>’</w:t>
      </w:r>
      <w:r w:rsidRPr="00275B88">
        <w:t>un ton criard et suraigu de soprano léger</w:t>
      </w:r>
      <w:r w:rsidR="002C50B2">
        <w:t xml:space="preserve">, </w:t>
      </w:r>
      <w:r w:rsidRPr="00275B88">
        <w:t>des louanges qui tendaient à prouver qu</w:t>
      </w:r>
      <w:r w:rsidR="002C50B2">
        <w:t>’</w:t>
      </w:r>
      <w:r w:rsidRPr="00275B88">
        <w:t>ils étaient aussi connaisseurs en poésie qu</w:t>
      </w:r>
      <w:r w:rsidR="002C50B2">
        <w:t>’</w:t>
      </w:r>
      <w:r w:rsidRPr="00275B88">
        <w:t>en bibelots</w:t>
      </w:r>
      <w:r w:rsidR="002C50B2">
        <w:t xml:space="preserve">. </w:t>
      </w:r>
      <w:r w:rsidRPr="00275B88">
        <w:t>Le beau Maurice de Thouars</w:t>
      </w:r>
      <w:r w:rsidR="002C50B2">
        <w:t xml:space="preserve">, </w:t>
      </w:r>
      <w:r w:rsidRPr="00275B88">
        <w:t>qui avait réussi à s</w:t>
      </w:r>
      <w:r w:rsidR="002C50B2">
        <w:t>’</w:t>
      </w:r>
      <w:r w:rsidRPr="00275B88">
        <w:t>approcher de l</w:t>
      </w:r>
      <w:r w:rsidR="002C50B2">
        <w:t>’</w:t>
      </w:r>
      <w:r w:rsidRPr="00275B88">
        <w:t>artiste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apprêtait à lui adresser ses plus chaleureux compliments</w:t>
      </w:r>
      <w:r w:rsidR="002C50B2">
        <w:t xml:space="preserve">, </w:t>
      </w:r>
      <w:r w:rsidRPr="00275B88">
        <w:t>mais Simone</w:t>
      </w:r>
      <w:r w:rsidR="002C50B2">
        <w:t xml:space="preserve">, </w:t>
      </w:r>
      <w:r w:rsidRPr="00275B88">
        <w:lastRenderedPageBreak/>
        <w:t>qui avait réussi à échapper à la cohue bourdonnante</w:t>
      </w:r>
      <w:r w:rsidR="002C50B2">
        <w:t xml:space="preserve">, </w:t>
      </w:r>
      <w:r w:rsidRPr="00275B88">
        <w:t>le repoussait en disant</w:t>
      </w:r>
      <w:r w:rsidR="002C50B2">
        <w:t> :</w:t>
      </w:r>
    </w:p>
    <w:p w14:paraId="71ECF618" w14:textId="77777777" w:rsidR="002C50B2" w:rsidRDefault="002C50B2" w:rsidP="002C50B2">
      <w:r>
        <w:t>— </w:t>
      </w:r>
      <w:r w:rsidR="00C77A4E" w:rsidRPr="00275B88">
        <w:t>Je vous en prie</w:t>
      </w:r>
      <w:r>
        <w:t xml:space="preserve">… </w:t>
      </w:r>
      <w:r w:rsidR="00C77A4E" w:rsidRPr="00275B88">
        <w:t>Laissez</w:t>
      </w:r>
      <w:r w:rsidR="00C77A4E">
        <w:t>-</w:t>
      </w:r>
      <w:r w:rsidR="00C77A4E" w:rsidRPr="00275B88">
        <w:t>moi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en puis plus</w:t>
      </w:r>
      <w:r>
        <w:t xml:space="preserve"> ! </w:t>
      </w:r>
      <w:r w:rsidR="00C77A4E" w:rsidRPr="00275B88">
        <w:t>Je suis brisée</w:t>
      </w:r>
      <w:r>
        <w:t> !</w:t>
      </w:r>
    </w:p>
    <w:p w14:paraId="51A9D923" w14:textId="77777777" w:rsidR="002C50B2" w:rsidRDefault="00C77A4E" w:rsidP="002C50B2">
      <w:r w:rsidRPr="00275B88">
        <w:t>Et rejoignant vite Jacques Bellegarde</w:t>
      </w:r>
      <w:r w:rsidR="002C50B2">
        <w:t xml:space="preserve">, </w:t>
      </w:r>
      <w:r w:rsidRPr="00275B88">
        <w:t>elle lui tendit la main</w:t>
      </w:r>
      <w:r w:rsidR="002C50B2">
        <w:t xml:space="preserve">, </w:t>
      </w:r>
      <w:r w:rsidRPr="00275B88">
        <w:t>tout en disant d</w:t>
      </w:r>
      <w:r w:rsidR="002C50B2">
        <w:t>’</w:t>
      </w:r>
      <w:r w:rsidRPr="00275B88">
        <w:t>une voix mourante</w:t>
      </w:r>
      <w:r w:rsidR="002C50B2">
        <w:t> :</w:t>
      </w:r>
    </w:p>
    <w:p w14:paraId="0E02ADA9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vous voilà</w:t>
      </w:r>
      <w:r>
        <w:t xml:space="preserve">, </w:t>
      </w:r>
      <w:r w:rsidR="00C77A4E" w:rsidRPr="00275B88">
        <w:t>vous</w:t>
      </w:r>
      <w:r>
        <w:t xml:space="preserve">… </w:t>
      </w:r>
      <w:r w:rsidR="00C77A4E" w:rsidRPr="00275B88">
        <w:t>Enfin</w:t>
      </w:r>
      <w:r>
        <w:t> !</w:t>
      </w:r>
    </w:p>
    <w:p w14:paraId="2D1958A1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tout en le regardant longuement d</w:t>
      </w:r>
      <w:r w:rsidR="002C50B2">
        <w:t>’</w:t>
      </w:r>
      <w:r w:rsidRPr="00275B88">
        <w:t>un air de tendre reproche</w:t>
      </w:r>
      <w:r w:rsidR="002C50B2">
        <w:t xml:space="preserve">, </w:t>
      </w:r>
      <w:r w:rsidRPr="00275B88">
        <w:t>elle ajouta tout bas</w:t>
      </w:r>
      <w:r w:rsidR="002C50B2">
        <w:t> :</w:t>
      </w:r>
    </w:p>
    <w:p w14:paraId="38E77031" w14:textId="77777777" w:rsidR="002C50B2" w:rsidRDefault="002C50B2" w:rsidP="002C50B2">
      <w:r>
        <w:t>— </w:t>
      </w:r>
      <w:r w:rsidR="00C77A4E" w:rsidRPr="00275B88">
        <w:t>Pourquoi viens</w:t>
      </w:r>
      <w:r w:rsidR="00C77A4E">
        <w:t>-</w:t>
      </w:r>
      <w:r w:rsidR="00C77A4E" w:rsidRPr="00275B88">
        <w:t>tu si tard</w:t>
      </w:r>
      <w:r>
        <w:t> ?</w:t>
      </w:r>
    </w:p>
    <w:p w14:paraId="0BA3E834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ai pas pu</w:t>
      </w:r>
      <w:r>
        <w:t>…</w:t>
      </w:r>
    </w:p>
    <w:p w14:paraId="39D25A7A" w14:textId="77777777" w:rsidR="002C50B2" w:rsidRDefault="002C50B2" w:rsidP="002C50B2">
      <w:r>
        <w:t>— </w:t>
      </w:r>
      <w:r w:rsidR="00C77A4E" w:rsidRPr="00275B88">
        <w:t>Tu vas rester</w:t>
      </w:r>
      <w:r>
        <w:t> ?…</w:t>
      </w:r>
    </w:p>
    <w:p w14:paraId="6C344422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… </w:t>
      </w:r>
      <w:r w:rsidR="00C77A4E" w:rsidRPr="00275B88">
        <w:t>cette affaire du Louvre</w:t>
      </w:r>
      <w:r>
        <w:t>…</w:t>
      </w:r>
    </w:p>
    <w:p w14:paraId="67263978" w14:textId="77777777" w:rsidR="002C50B2" w:rsidRDefault="002C50B2" w:rsidP="002C50B2">
      <w:r>
        <w:t>— </w:t>
      </w:r>
      <w:r w:rsidR="00C77A4E" w:rsidRPr="00275B88">
        <w:t>Un prétexte</w:t>
      </w:r>
      <w:r>
        <w:t>…</w:t>
      </w:r>
    </w:p>
    <w:p w14:paraId="48848DC7" w14:textId="77777777" w:rsidR="002C50B2" w:rsidRDefault="002C50B2" w:rsidP="002C50B2">
      <w:r>
        <w:t>— </w:t>
      </w:r>
      <w:r w:rsidR="00C77A4E" w:rsidRPr="00275B88">
        <w:t>Je t</w:t>
      </w:r>
      <w:r>
        <w:t>’</w:t>
      </w:r>
      <w:r w:rsidR="00C77A4E" w:rsidRPr="00275B88">
        <w:t>assure que c</w:t>
      </w:r>
      <w:r>
        <w:t>’</w:t>
      </w:r>
      <w:r w:rsidR="00C77A4E" w:rsidRPr="00275B88">
        <w:t>est très sérieux</w:t>
      </w:r>
      <w:r>
        <w:t xml:space="preserve">. </w:t>
      </w:r>
      <w:r w:rsidR="00C77A4E" w:rsidRPr="00275B88">
        <w:t>Laisse</w:t>
      </w:r>
      <w:r w:rsidR="00C77A4E">
        <w:t>-</w:t>
      </w:r>
      <w:r w:rsidR="00C77A4E" w:rsidRPr="00275B88">
        <w:t>moi te raconter</w:t>
      </w:r>
      <w:r>
        <w:t>.</w:t>
      </w:r>
    </w:p>
    <w:p w14:paraId="4BDC16D4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inutile</w:t>
      </w:r>
      <w:r>
        <w:t>…</w:t>
      </w:r>
    </w:p>
    <w:p w14:paraId="105DE9AC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3601DC99" w14:textId="77777777" w:rsidR="002C50B2" w:rsidRDefault="002C50B2" w:rsidP="002C50B2">
      <w:r>
        <w:t>— </w:t>
      </w:r>
      <w:r w:rsidR="00C77A4E" w:rsidRPr="00275B88">
        <w:t>Je préfère t</w:t>
      </w:r>
      <w:r>
        <w:t>’</w:t>
      </w:r>
      <w:r w:rsidR="00C77A4E" w:rsidRPr="00275B88">
        <w:t>épargner un mensonge</w:t>
      </w:r>
      <w:r>
        <w:t>.</w:t>
      </w:r>
    </w:p>
    <w:p w14:paraId="2FBC1C9A" w14:textId="77777777" w:rsidR="002C50B2" w:rsidRDefault="002C50B2" w:rsidP="002C50B2">
      <w:r>
        <w:t>— </w:t>
      </w:r>
      <w:r w:rsidR="00C77A4E" w:rsidRPr="00275B88">
        <w:t>Tu verras demain dans les journaux</w:t>
      </w:r>
      <w:r>
        <w:t>…</w:t>
      </w:r>
    </w:p>
    <w:p w14:paraId="070707C6" w14:textId="77777777" w:rsidR="002C50B2" w:rsidRDefault="002C50B2" w:rsidP="002C50B2">
      <w:r>
        <w:t>— </w:t>
      </w:r>
      <w:r w:rsidR="00C77A4E" w:rsidRPr="00275B88">
        <w:t>Je ne lis jamais les journaux</w:t>
      </w:r>
      <w:r>
        <w:t>.</w:t>
      </w:r>
    </w:p>
    <w:p w14:paraId="2F929D3E" w14:textId="77777777" w:rsidR="002C50B2" w:rsidRDefault="00C77A4E" w:rsidP="002C50B2">
      <w:r w:rsidRPr="00275B88">
        <w:t>Des domestiques apportaient sur des plateaux des rafraîchissements vers lesquels se ruaient les invités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étaient pas tous des gens d</w:t>
      </w:r>
      <w:r w:rsidR="002C50B2">
        <w:t>’</w:t>
      </w:r>
      <w:r w:rsidRPr="00275B88">
        <w:t>une éducation parfaite</w:t>
      </w:r>
      <w:r w:rsidR="002C50B2">
        <w:t>.</w:t>
      </w:r>
    </w:p>
    <w:p w14:paraId="7334209B" w14:textId="77777777" w:rsidR="002C50B2" w:rsidRDefault="00C77A4E" w:rsidP="002C50B2">
      <w:r w:rsidRPr="00275B88">
        <w:lastRenderedPageBreak/>
        <w:t>La poétesse et le reporter continuaient à s</w:t>
      </w:r>
      <w:r w:rsidR="002C50B2">
        <w:t>’</w:t>
      </w:r>
      <w:r w:rsidRPr="00275B88">
        <w:t>entretenir à voix basse</w:t>
      </w:r>
      <w:r w:rsidR="002C50B2">
        <w:t xml:space="preserve">. </w:t>
      </w:r>
      <w:r w:rsidRPr="00275B88">
        <w:t>Maurice de Thouars</w:t>
      </w:r>
      <w:r w:rsidR="002C50B2">
        <w:t xml:space="preserve">, </w:t>
      </w:r>
      <w:r w:rsidRPr="00275B88">
        <w:t>qui les observait avec une expression de jalousie mauvaise</w:t>
      </w:r>
      <w:r w:rsidR="002C50B2">
        <w:t xml:space="preserve">, </w:t>
      </w:r>
      <w:r w:rsidRPr="00275B88">
        <w:t>se dirigea vers une femme d</w:t>
      </w:r>
      <w:r w:rsidR="002C50B2">
        <w:t>’</w:t>
      </w:r>
      <w:r w:rsidRPr="00275B88">
        <w:t>une cinquantaine d</w:t>
      </w:r>
      <w:r w:rsidR="002C50B2">
        <w:t>’</w:t>
      </w:r>
      <w:r w:rsidRPr="00275B88">
        <w:t>années</w:t>
      </w:r>
      <w:r w:rsidR="002C50B2">
        <w:t xml:space="preserve">, </w:t>
      </w:r>
      <w:r w:rsidRPr="00275B88">
        <w:t>aux cheveux presque blancs</w:t>
      </w:r>
      <w:r w:rsidR="002C50B2">
        <w:t xml:space="preserve">, </w:t>
      </w:r>
      <w:r w:rsidRPr="00275B88">
        <w:t>au visage naturellement sévère</w:t>
      </w:r>
      <w:r w:rsidR="002C50B2">
        <w:t xml:space="preserve">, </w:t>
      </w:r>
      <w:r w:rsidRPr="00275B88">
        <w:t>et qui</w:t>
      </w:r>
      <w:r w:rsidR="002C50B2">
        <w:t xml:space="preserve">, </w:t>
      </w:r>
      <w:r w:rsidRPr="00275B88">
        <w:t>dès le début de la soirée</w:t>
      </w:r>
      <w:r w:rsidR="002C50B2">
        <w:t xml:space="preserve">, </w:t>
      </w:r>
      <w:r w:rsidRPr="00275B88">
        <w:t>affectait de se tenir discrètement à l</w:t>
      </w:r>
      <w:r w:rsidR="002C50B2">
        <w:t>’</w:t>
      </w:r>
      <w:r w:rsidRPr="00275B88">
        <w:t>écart</w:t>
      </w:r>
      <w:r w:rsidR="002C50B2">
        <w:t>.</w:t>
      </w:r>
    </w:p>
    <w:p w14:paraId="25985AC1" w14:textId="77777777" w:rsidR="002C50B2" w:rsidRDefault="00C77A4E" w:rsidP="002C50B2">
      <w:r w:rsidRPr="00275B88">
        <w:t>C</w:t>
      </w:r>
      <w:r w:rsidR="002C50B2">
        <w:t>’</w:t>
      </w:r>
      <w:r w:rsidRPr="00275B88">
        <w:t>était Elsa Bergen</w:t>
      </w:r>
      <w:r w:rsidR="002C50B2">
        <w:t xml:space="preserve">, </w:t>
      </w:r>
      <w:r w:rsidRPr="00275B88">
        <w:t>la demoiselle de compagnie de Simone</w:t>
      </w:r>
      <w:r w:rsidR="002C50B2">
        <w:t>.</w:t>
      </w:r>
    </w:p>
    <w:p w14:paraId="4C5CFA7C" w14:textId="4D81AC05" w:rsidR="002C50B2" w:rsidRDefault="00C77A4E" w:rsidP="002C50B2">
      <w:r w:rsidRPr="00275B88">
        <w:t>Tout en lui désignant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coup d</w:t>
      </w:r>
      <w:r w:rsidR="002C50B2">
        <w:t>’</w:t>
      </w:r>
      <w:r w:rsidRPr="00275B88">
        <w:t>œil significatif</w:t>
      </w:r>
      <w:r w:rsidR="002C50B2">
        <w:t xml:space="preserve">, </w:t>
      </w:r>
      <w:r w:rsidRPr="00275B88">
        <w:t>les deux amoureux</w:t>
      </w:r>
      <w:r w:rsidR="002C50B2">
        <w:t>, M. de </w:t>
      </w:r>
      <w:r w:rsidRPr="00275B88">
        <w:t>Thouars lui murmura</w:t>
      </w:r>
      <w:r w:rsidR="002C50B2">
        <w:t xml:space="preserve">, </w:t>
      </w:r>
      <w:r w:rsidRPr="00275B88">
        <w:t>non sans une certaine amertume</w:t>
      </w:r>
      <w:r w:rsidR="002C50B2">
        <w:t> :</w:t>
      </w:r>
    </w:p>
    <w:p w14:paraId="3E580375" w14:textId="77777777" w:rsidR="002C50B2" w:rsidRDefault="002C50B2" w:rsidP="002C50B2">
      <w:r>
        <w:t>— </w:t>
      </w:r>
      <w:r w:rsidR="00C77A4E" w:rsidRPr="00275B88">
        <w:t>Toujours aussi toquée de ce journaliste</w:t>
      </w:r>
      <w:r>
        <w:t> ?</w:t>
      </w:r>
    </w:p>
    <w:p w14:paraId="224E9327" w14:textId="77777777" w:rsidR="002C50B2" w:rsidRDefault="002C50B2" w:rsidP="002C50B2">
      <w:r>
        <w:t>— </w:t>
      </w:r>
      <w:r w:rsidR="00C77A4E" w:rsidRPr="00275B88">
        <w:t>Ne m</w:t>
      </w:r>
      <w:r>
        <w:t>’</w:t>
      </w:r>
      <w:r w:rsidR="00C77A4E" w:rsidRPr="00275B88">
        <w:t>en parlez pas</w:t>
      </w:r>
      <w:r>
        <w:t xml:space="preserve"> ! </w:t>
      </w:r>
      <w:r w:rsidR="00C77A4E" w:rsidRPr="00275B88">
        <w:t>répliqua Elsa Bergen d</w:t>
      </w:r>
      <w:r>
        <w:t>’</w:t>
      </w:r>
      <w:r w:rsidR="00C77A4E" w:rsidRPr="00275B88">
        <w:t>un air pincé</w:t>
      </w:r>
      <w:r>
        <w:t xml:space="preserve">… </w:t>
      </w:r>
      <w:r w:rsidR="00C77A4E" w:rsidRPr="00275B88">
        <w:t>Elle veut l</w:t>
      </w:r>
      <w:r>
        <w:t>’</w:t>
      </w:r>
      <w:r w:rsidR="00C77A4E" w:rsidRPr="00275B88">
        <w:t>épouser</w:t>
      </w:r>
      <w:r>
        <w:t>.</w:t>
      </w:r>
    </w:p>
    <w:p w14:paraId="513DCFCB" w14:textId="77777777" w:rsidR="002C50B2" w:rsidRDefault="00C77A4E" w:rsidP="002C50B2">
      <w:r w:rsidRPr="00275B88">
        <w:t>Le beau Maurice eut un léger sursaut</w:t>
      </w:r>
      <w:r w:rsidR="002C50B2">
        <w:t xml:space="preserve">… </w:t>
      </w:r>
      <w:r w:rsidRPr="00275B88">
        <w:t>La Scandinave reprenait</w:t>
      </w:r>
      <w:r w:rsidR="002C50B2">
        <w:t> :</w:t>
      </w:r>
    </w:p>
    <w:p w14:paraId="4356F9F3" w14:textId="77777777" w:rsidR="002C50B2" w:rsidRDefault="002C50B2" w:rsidP="002C50B2">
      <w:r>
        <w:t>— </w:t>
      </w:r>
      <w:r w:rsidR="00C77A4E" w:rsidRPr="00275B88">
        <w:t>Mais</w:t>
      </w:r>
      <w:r>
        <w:t xml:space="preserve">… </w:t>
      </w:r>
      <w:r w:rsidR="00C77A4E" w:rsidRPr="00275B88">
        <w:t>il refuse</w:t>
      </w:r>
      <w:r>
        <w:t xml:space="preserve">… </w:t>
      </w:r>
      <w:r w:rsidR="00C77A4E" w:rsidRPr="00275B88">
        <w:t>Il prétend qu</w:t>
      </w:r>
      <w:r>
        <w:t>’</w:t>
      </w:r>
      <w:r w:rsidR="00C77A4E" w:rsidRPr="00275B88">
        <w:t>elle est trop riche pour lui</w:t>
      </w:r>
      <w:r>
        <w:t>.</w:t>
      </w:r>
    </w:p>
    <w:p w14:paraId="2550868D" w14:textId="77777777" w:rsidR="002C50B2" w:rsidRDefault="00C77A4E" w:rsidP="002C50B2">
      <w:r w:rsidRPr="00275B88">
        <w:t>Puis elle ajouta sur un ton de confidence</w:t>
      </w:r>
      <w:r w:rsidR="002C50B2">
        <w:t> :</w:t>
      </w:r>
    </w:p>
    <w:p w14:paraId="3744455A" w14:textId="77777777" w:rsidR="002C50B2" w:rsidRDefault="002C50B2" w:rsidP="002C50B2">
      <w:r>
        <w:t>— </w:t>
      </w:r>
      <w:r w:rsidR="00C77A4E" w:rsidRPr="00275B88">
        <w:t>Je crois plutôt qu</w:t>
      </w:r>
      <w:r>
        <w:t>’</w:t>
      </w:r>
      <w:r w:rsidR="00C77A4E" w:rsidRPr="00275B88">
        <w:t>il en a assez</w:t>
      </w:r>
      <w:r>
        <w:t>…</w:t>
      </w:r>
    </w:p>
    <w:p w14:paraId="22A008D7" w14:textId="77777777" w:rsidR="002C50B2" w:rsidRDefault="002C50B2" w:rsidP="002C50B2">
      <w:r>
        <w:t>— </w:t>
      </w:r>
      <w:r w:rsidR="00C77A4E" w:rsidRPr="00275B88">
        <w:t>Le fait est qu</w:t>
      </w:r>
      <w:r>
        <w:t>’</w:t>
      </w:r>
      <w:r w:rsidR="00C77A4E" w:rsidRPr="00275B88">
        <w:t>ils ont l</w:t>
      </w:r>
      <w:r>
        <w:t>’</w:t>
      </w:r>
      <w:r w:rsidR="00C77A4E" w:rsidRPr="00275B88">
        <w:t>air de se disputer ferme</w:t>
      </w:r>
      <w:r>
        <w:t>.</w:t>
      </w:r>
    </w:p>
    <w:p w14:paraId="7693A261" w14:textId="77777777" w:rsidR="002C50B2" w:rsidRDefault="002C50B2" w:rsidP="002C50B2">
      <w:r>
        <w:t>— </w:t>
      </w:r>
      <w:r w:rsidR="00C77A4E" w:rsidRPr="00275B88">
        <w:t>Elle lui fait encore une scène</w:t>
      </w:r>
      <w:r>
        <w:t>.</w:t>
      </w:r>
    </w:p>
    <w:p w14:paraId="7F9447D5" w14:textId="77777777" w:rsidR="002C50B2" w:rsidRDefault="002C50B2" w:rsidP="002C50B2">
      <w:r>
        <w:t>— </w:t>
      </w:r>
      <w:r w:rsidR="00C77A4E" w:rsidRPr="00275B88">
        <w:t>Elle est terrible</w:t>
      </w:r>
      <w:r>
        <w:t>.</w:t>
      </w:r>
    </w:p>
    <w:p w14:paraId="3F3F05B4" w14:textId="16212BE9" w:rsidR="002C50B2" w:rsidRDefault="002C50B2" w:rsidP="002C50B2">
      <w:r>
        <w:t>— </w:t>
      </w:r>
      <w:r w:rsidR="00C77A4E" w:rsidRPr="00275B88">
        <w:t>Il finira par se lasser</w:t>
      </w:r>
      <w:r>
        <w:t xml:space="preserve">, </w:t>
      </w:r>
      <w:r w:rsidR="00C77A4E" w:rsidRPr="00275B88">
        <w:t xml:space="preserve">prédisait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.</w:t>
      </w:r>
    </w:p>
    <w:p w14:paraId="4E4A233D" w14:textId="77777777" w:rsidR="002C50B2" w:rsidRDefault="002C50B2" w:rsidP="002C50B2">
      <w:r>
        <w:t>— </w:t>
      </w:r>
      <w:r w:rsidR="00C77A4E" w:rsidRPr="00275B88">
        <w:t>Tant mieux</w:t>
      </w:r>
      <w:r>
        <w:t xml:space="preserve"> ! </w:t>
      </w:r>
      <w:r w:rsidR="00C77A4E" w:rsidRPr="00275B88">
        <w:t>fit Maurice de Thouars avec un inquiétant sourire</w:t>
      </w:r>
      <w:r>
        <w:t>.</w:t>
      </w:r>
    </w:p>
    <w:p w14:paraId="09B5F10D" w14:textId="77777777" w:rsidR="002C50B2" w:rsidRDefault="00C77A4E" w:rsidP="002C50B2">
      <w:r w:rsidRPr="00275B88">
        <w:lastRenderedPageBreak/>
        <w:t>Un virtuose à l</w:t>
      </w:r>
      <w:r w:rsidR="002C50B2">
        <w:t>’</w:t>
      </w:r>
      <w:r w:rsidRPr="00275B88">
        <w:t>air grave et ennuyé venait de s</w:t>
      </w:r>
      <w:r w:rsidR="002C50B2">
        <w:t>’</w:t>
      </w:r>
      <w:r w:rsidRPr="00275B88">
        <w:t>installer devant un grand piano à queue de concert</w:t>
      </w:r>
      <w:r w:rsidR="002C50B2">
        <w:t xml:space="preserve">. </w:t>
      </w:r>
      <w:r w:rsidRPr="00275B88">
        <w:t>Et projetant d</w:t>
      </w:r>
      <w:r w:rsidR="002C50B2">
        <w:t>’</w:t>
      </w:r>
      <w:r w:rsidRPr="00275B88">
        <w:t>un air inspiré ses dix doigts sur le clavier</w:t>
      </w:r>
      <w:r w:rsidR="002C50B2">
        <w:t xml:space="preserve">, </w:t>
      </w:r>
      <w:r w:rsidRPr="00275B88">
        <w:t>il fit résonner un accord dont la dissonance eut le don d</w:t>
      </w:r>
      <w:r w:rsidR="002C50B2">
        <w:t>’</w:t>
      </w:r>
      <w:r w:rsidRPr="00275B88">
        <w:t>imposer silence à tous et de figer chacun à sa place</w:t>
      </w:r>
      <w:r w:rsidR="002C50B2">
        <w:t>.</w:t>
      </w:r>
    </w:p>
    <w:p w14:paraId="5E283951" w14:textId="77777777" w:rsidR="002C50B2" w:rsidRDefault="00C77A4E" w:rsidP="002C50B2">
      <w:r w:rsidRPr="00275B88">
        <w:t>Le baron Papillon</w:t>
      </w:r>
      <w:r w:rsidR="002C50B2">
        <w:t xml:space="preserve">, </w:t>
      </w:r>
      <w:r w:rsidRPr="00275B88">
        <w:t>assourdi par ce tapage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 de Simone</w:t>
      </w:r>
      <w:r w:rsidR="002C50B2">
        <w:t xml:space="preserve">, </w:t>
      </w:r>
      <w:r w:rsidRPr="00275B88">
        <w:t>et lui demanda</w:t>
      </w:r>
      <w:r w:rsidR="002C50B2">
        <w:t> :</w:t>
      </w:r>
    </w:p>
    <w:p w14:paraId="53C979AE" w14:textId="77777777" w:rsidR="002C50B2" w:rsidRDefault="002C50B2" w:rsidP="002C50B2">
      <w:r>
        <w:t>— </w:t>
      </w:r>
      <w:r w:rsidR="00C77A4E" w:rsidRPr="00275B88">
        <w:t>Quel est ce virtuose</w:t>
      </w:r>
      <w:r>
        <w:t> ?</w:t>
      </w:r>
    </w:p>
    <w:p w14:paraId="0D33A66B" w14:textId="1921B3D9" w:rsidR="002C50B2" w:rsidRDefault="00C77A4E" w:rsidP="002C50B2">
      <w:r w:rsidRPr="00275B88">
        <w:t>Profitant que l</w:t>
      </w:r>
      <w:r w:rsidR="002C50B2">
        <w:t>’</w:t>
      </w:r>
      <w:r w:rsidRPr="00275B88">
        <w:t xml:space="preserve">attention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était distraite par le riche collectionneur</w:t>
      </w:r>
      <w:r w:rsidR="002C50B2">
        <w:t xml:space="preserve">, </w:t>
      </w:r>
      <w:r w:rsidRPr="00275B88">
        <w:t>Jacques Bellegarde s</w:t>
      </w:r>
      <w:r w:rsidR="002C50B2">
        <w:t>’</w:t>
      </w:r>
      <w:r w:rsidRPr="00275B88">
        <w:t>esquiva rapidement</w:t>
      </w:r>
      <w:r w:rsidR="002C50B2">
        <w:t xml:space="preserve">, </w:t>
      </w:r>
      <w:r w:rsidRPr="00275B88">
        <w:t>et lorsque Simone se retourna</w:t>
      </w:r>
      <w:r w:rsidR="002C50B2">
        <w:t xml:space="preserve">, </w:t>
      </w:r>
      <w:r w:rsidRPr="00275B88">
        <w:t>elle le vit franchir le seuil de la porte</w:t>
      </w:r>
      <w:r w:rsidR="002C50B2">
        <w:t xml:space="preserve">… </w:t>
      </w:r>
      <w:r w:rsidRPr="00275B88">
        <w:t>Un cri faillit lui échapper</w:t>
      </w:r>
      <w:r w:rsidR="002C50B2">
        <w:t xml:space="preserve">. </w:t>
      </w:r>
      <w:r w:rsidRPr="00275B88">
        <w:t>Mais elle se contint</w:t>
      </w:r>
      <w:r w:rsidR="002C50B2">
        <w:t xml:space="preserve">. </w:t>
      </w:r>
      <w:r w:rsidRPr="00275B88">
        <w:t>Deux perles au bord de ses cils révélèrent seulement la grande douleur qui était en elle</w:t>
      </w:r>
      <w:r w:rsidR="002C50B2">
        <w:t xml:space="preserve">. </w:t>
      </w:r>
      <w:r w:rsidRPr="00275B88">
        <w:t>Alors</w:t>
      </w:r>
      <w:r w:rsidR="002C50B2">
        <w:t xml:space="preserve">, </w:t>
      </w:r>
      <w:r w:rsidRPr="00275B88">
        <w:t>tandis que le pianiste continuait le fracas de son tonnerre inharmonieux</w:t>
      </w:r>
      <w:r w:rsidR="002C50B2">
        <w:t xml:space="preserve">, </w:t>
      </w:r>
      <w:r w:rsidRPr="00275B88">
        <w:t>la jeune poétesse s</w:t>
      </w:r>
      <w:r w:rsidR="002C50B2">
        <w:t>’</w:t>
      </w:r>
      <w:r w:rsidRPr="00275B88">
        <w:t>assit tristement sur un siège et se cacha la figure entre les mains</w:t>
      </w:r>
      <w:r w:rsidR="002C50B2">
        <w:t>.</w:t>
      </w:r>
    </w:p>
    <w:p w14:paraId="0F886149" w14:textId="494A7493" w:rsidR="002C50B2" w:rsidRDefault="002C50B2" w:rsidP="002C50B2">
      <w:r>
        <w:t>— </w:t>
      </w:r>
      <w:r w:rsidR="00C77A4E" w:rsidRPr="00275B88">
        <w:t>Quelle artiste</w:t>
      </w:r>
      <w:r>
        <w:t xml:space="preserve"> ! </w:t>
      </w:r>
      <w:r w:rsidR="00C77A4E" w:rsidRPr="00275B88">
        <w:t xml:space="preserve">murmura </w:t>
      </w:r>
      <w:r>
        <w:t>M. </w:t>
      </w:r>
      <w:r w:rsidR="00C77A4E" w:rsidRPr="00275B88">
        <w:t>Papillon en désignant Simone à sa femme</w:t>
      </w:r>
      <w:r>
        <w:t>.</w:t>
      </w:r>
    </w:p>
    <w:p w14:paraId="378992D7" w14:textId="77777777" w:rsidR="002C50B2" w:rsidRDefault="002C50B2" w:rsidP="002C50B2">
      <w:r>
        <w:t>— </w:t>
      </w:r>
      <w:r w:rsidR="00C77A4E" w:rsidRPr="00275B88">
        <w:t>On dirait qu</w:t>
      </w:r>
      <w:r>
        <w:t>’</w:t>
      </w:r>
      <w:r w:rsidR="00C77A4E" w:rsidRPr="00275B88">
        <w:t>elle pleure</w:t>
      </w:r>
      <w:r>
        <w:t xml:space="preserve">, </w:t>
      </w:r>
      <w:r w:rsidR="00C77A4E" w:rsidRPr="00275B88">
        <w:t>fit la baronne</w:t>
      </w:r>
      <w:r>
        <w:t>.</w:t>
      </w:r>
    </w:p>
    <w:p w14:paraId="45C9DA3D" w14:textId="77777777" w:rsidR="002C50B2" w:rsidRDefault="00C77A4E" w:rsidP="002C50B2">
      <w:r w:rsidRPr="00275B88">
        <w:t>Simone pleurait en effet</w:t>
      </w:r>
      <w:r w:rsidR="002C50B2">
        <w:t xml:space="preserve">, </w:t>
      </w:r>
      <w:r w:rsidRPr="00275B88">
        <w:t>mais ce n</w:t>
      </w:r>
      <w:r w:rsidR="002C50B2">
        <w:t>’</w:t>
      </w:r>
      <w:r w:rsidRPr="00275B88">
        <w:t>était pas l</w:t>
      </w:r>
      <w:r w:rsidR="002C50B2">
        <w:t>’</w:t>
      </w:r>
      <w:r w:rsidRPr="00275B88">
        <w:t>émotion artistique qui lui arrachait des larmes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son amour en détresse</w:t>
      </w:r>
      <w:r w:rsidR="002C50B2">
        <w:t xml:space="preserve">… </w:t>
      </w:r>
      <w:r w:rsidRPr="00275B88">
        <w:t>son rêve brisé</w:t>
      </w:r>
      <w:r w:rsidR="002C50B2">
        <w:t>.</w:t>
      </w:r>
    </w:p>
    <w:p w14:paraId="39F69F5F" w14:textId="33D321F1" w:rsidR="002C50B2" w:rsidRDefault="002C50B2" w:rsidP="002C50B2"/>
    <w:p w14:paraId="2F70E78D" w14:textId="77777777" w:rsidR="002C50B2" w:rsidRDefault="00C77A4E" w:rsidP="002C50B2">
      <w:r w:rsidRPr="00275B88">
        <w:t>Jacques Bellegarde avait regagné aussitôt son petit rez</w:t>
      </w:r>
      <w:r>
        <w:t>-</w:t>
      </w:r>
      <w:r w:rsidRPr="00275B88">
        <w:t>de</w:t>
      </w:r>
      <w:r>
        <w:t>-</w:t>
      </w:r>
      <w:r w:rsidRPr="00275B88">
        <w:t>chaussée de l</w:t>
      </w:r>
      <w:r w:rsidR="002C50B2">
        <w:t>’</w:t>
      </w:r>
      <w:r w:rsidRPr="00275B88">
        <w:t>avenue d</w:t>
      </w:r>
      <w:r w:rsidR="002C50B2">
        <w:t>’</w:t>
      </w:r>
      <w:r w:rsidRPr="00275B88">
        <w:t>Antin et</w:t>
      </w:r>
      <w:r w:rsidR="002C50B2">
        <w:t xml:space="preserve">, </w:t>
      </w:r>
      <w:r w:rsidRPr="00275B88">
        <w:t>après une nuit de repos bien gagné</w:t>
      </w:r>
      <w:r w:rsidR="002C50B2">
        <w:t xml:space="preserve">, </w:t>
      </w:r>
      <w:r w:rsidRPr="00275B88">
        <w:t>et même une assez grasse matinée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levé très en forme et prêt à reprendre son enquête</w:t>
      </w:r>
      <w:r w:rsidR="002C50B2">
        <w:t>.</w:t>
      </w:r>
    </w:p>
    <w:p w14:paraId="70C3748E" w14:textId="77777777" w:rsidR="002C50B2" w:rsidRDefault="00C77A4E" w:rsidP="002C50B2">
      <w:r w:rsidRPr="00275B88">
        <w:lastRenderedPageBreak/>
        <w:t>Comme il passait de son cabinet de toilette dans sa chambre</w:t>
      </w:r>
      <w:r w:rsidR="002C50B2">
        <w:t xml:space="preserve">, </w:t>
      </w:r>
      <w:r w:rsidRPr="00275B88">
        <w:t>il aperçut</w:t>
      </w:r>
      <w:r w:rsidR="002C50B2">
        <w:t xml:space="preserve">, </w:t>
      </w:r>
      <w:r w:rsidRPr="00275B88">
        <w:t xml:space="preserve">assise dans un fauteuil et lisant </w:t>
      </w:r>
      <w:r w:rsidRPr="00275B88">
        <w:rPr>
          <w:i/>
          <w:iCs/>
        </w:rPr>
        <w:t>Le Petit Parisien</w:t>
      </w:r>
      <w:r w:rsidR="002C50B2">
        <w:rPr>
          <w:i/>
          <w:iCs/>
        </w:rPr>
        <w:t xml:space="preserve">, </w:t>
      </w:r>
      <w:r w:rsidRPr="00275B88">
        <w:t>sa femme de ménage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était autre que Marie</w:t>
      </w:r>
      <w:r>
        <w:t>-</w:t>
      </w:r>
      <w:r w:rsidRPr="00275B88">
        <w:t>Jeanne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épouse légitime de 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le gardien du Louvre</w:t>
      </w:r>
      <w:r w:rsidR="002C50B2">
        <w:t>.</w:t>
      </w:r>
    </w:p>
    <w:p w14:paraId="6FC7302E" w14:textId="77777777" w:rsidR="002C50B2" w:rsidRDefault="00C77A4E" w:rsidP="002C50B2">
      <w:r w:rsidRPr="00275B88">
        <w:t>Plongée dans sa lecture</w:t>
      </w:r>
      <w:r w:rsidR="002C50B2">
        <w:t xml:space="preserve">, </w:t>
      </w:r>
      <w:r w:rsidRPr="00275B88">
        <w:t>Marie</w:t>
      </w:r>
      <w:r>
        <w:t>-</w:t>
      </w:r>
      <w:r w:rsidRPr="00275B88">
        <w:t>Jeanne ne l</w:t>
      </w:r>
      <w:r w:rsidR="002C50B2">
        <w:t>’</w:t>
      </w:r>
      <w:r w:rsidRPr="00275B88">
        <w:t>avait pas vu venir</w:t>
      </w:r>
      <w:r w:rsidR="002C50B2">
        <w:t xml:space="preserve">. </w:t>
      </w:r>
      <w:r w:rsidRPr="00275B88">
        <w:t>Pendant un instant</w:t>
      </w:r>
      <w:r w:rsidR="002C50B2">
        <w:t xml:space="preserve">, </w:t>
      </w:r>
      <w:r w:rsidRPr="00275B88">
        <w:t>il la regarda d</w:t>
      </w:r>
      <w:r w:rsidR="002C50B2">
        <w:t>’</w:t>
      </w:r>
      <w:r w:rsidRPr="00275B88">
        <w:t>un air amusé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tout à coup</w:t>
      </w:r>
      <w:r w:rsidR="002C50B2">
        <w:t xml:space="preserve">, </w:t>
      </w:r>
      <w:r w:rsidRPr="00275B88">
        <w:t>il frappa dans ses mains</w:t>
      </w:r>
      <w:r w:rsidR="002C50B2">
        <w:t>.</w:t>
      </w:r>
    </w:p>
    <w:p w14:paraId="02A6F9C4" w14:textId="77777777" w:rsidR="002C50B2" w:rsidRDefault="00C77A4E" w:rsidP="002C50B2">
      <w:r w:rsidRPr="00275B88">
        <w:t>La plantureuse commère eut un cri de surprise et de frayeur</w:t>
      </w:r>
      <w:r w:rsidR="002C50B2">
        <w:t>.</w:t>
      </w:r>
    </w:p>
    <w:p w14:paraId="5C73F414" w14:textId="77777777" w:rsidR="002C50B2" w:rsidRDefault="002C50B2" w:rsidP="002C50B2">
      <w:r>
        <w:t>— </w:t>
      </w:r>
      <w:r w:rsidR="00C77A4E" w:rsidRPr="00275B88">
        <w:t>Le fantôme</w:t>
      </w:r>
      <w:r>
        <w:t> !</w:t>
      </w:r>
    </w:p>
    <w:p w14:paraId="0B0BA5E5" w14:textId="77777777" w:rsidR="002C50B2" w:rsidRDefault="00C77A4E" w:rsidP="002C50B2">
      <w:r w:rsidRPr="00275B88">
        <w:t>Mais reconnaissant le journaliste</w:t>
      </w:r>
      <w:r w:rsidR="002C50B2">
        <w:t xml:space="preserve">, </w:t>
      </w:r>
      <w:r w:rsidRPr="00275B88">
        <w:t>elle fit</w:t>
      </w:r>
      <w:r w:rsidR="002C50B2">
        <w:t xml:space="preserve">, </w:t>
      </w:r>
      <w:r w:rsidRPr="00275B88">
        <w:t>la main sur son cœur</w:t>
      </w:r>
      <w:r w:rsidR="002C50B2">
        <w:t xml:space="preserve">, </w:t>
      </w:r>
      <w:r w:rsidRPr="00275B88">
        <w:t>comme pour en comprimer les battements</w:t>
      </w:r>
      <w:r w:rsidR="002C50B2">
        <w:t> :</w:t>
      </w:r>
    </w:p>
    <w:p w14:paraId="554FB839" w14:textId="77777777" w:rsidR="002C50B2" w:rsidRDefault="002C50B2" w:rsidP="002C50B2">
      <w:r>
        <w:t>— 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en train de lire votre article</w:t>
      </w:r>
      <w:r>
        <w:t xml:space="preserve">… </w:t>
      </w:r>
      <w:r w:rsidR="00C77A4E" w:rsidRPr="00275B88">
        <w:t>Il est rudement tapé</w:t>
      </w:r>
      <w:r>
        <w:t> !</w:t>
      </w:r>
    </w:p>
    <w:p w14:paraId="400E776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déposant le journal sur la table</w:t>
      </w:r>
      <w:r w:rsidR="002C50B2">
        <w:t xml:space="preserve">, </w:t>
      </w:r>
      <w:r w:rsidRPr="00275B88">
        <w:t>elle allait se retirer</w:t>
      </w:r>
      <w:r w:rsidR="002C50B2">
        <w:t xml:space="preserve">, </w:t>
      </w:r>
      <w:r w:rsidRPr="00275B88">
        <w:t>mais Jacques la rappela</w:t>
      </w:r>
      <w:r w:rsidR="002C50B2">
        <w:t>.</w:t>
      </w:r>
    </w:p>
    <w:p w14:paraId="08FCBDFD" w14:textId="77777777" w:rsidR="002C50B2" w:rsidRDefault="002C50B2" w:rsidP="002C50B2">
      <w:r>
        <w:t>— </w:t>
      </w:r>
      <w:r w:rsidR="00C77A4E" w:rsidRPr="00275B88">
        <w:t>Un mot</w:t>
      </w:r>
      <w:r>
        <w:t xml:space="preserve">, </w:t>
      </w:r>
      <w:r w:rsidR="00C77A4E" w:rsidRPr="00275B88">
        <w:t xml:space="preserve">madame </w:t>
      </w:r>
      <w:proofErr w:type="spellStart"/>
      <w:r w:rsidR="00C77A4E" w:rsidRPr="00275B88">
        <w:t>Gautrais</w:t>
      </w:r>
      <w:proofErr w:type="spellEnd"/>
      <w:r>
        <w:t>.</w:t>
      </w:r>
    </w:p>
    <w:p w14:paraId="284D5B12" w14:textId="77777777" w:rsidR="002C50B2" w:rsidRDefault="002C50B2" w:rsidP="002C50B2">
      <w:r>
        <w:t>— </w:t>
      </w:r>
      <w:r w:rsidR="00C77A4E" w:rsidRPr="00275B88">
        <w:t>À votre service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fit la brave femme en se rapprochant</w:t>
      </w:r>
      <w:r>
        <w:t>.</w:t>
      </w:r>
    </w:p>
    <w:p w14:paraId="6194CB04" w14:textId="77777777" w:rsidR="002C50B2" w:rsidRDefault="00C77A4E" w:rsidP="002C50B2">
      <w:r w:rsidRPr="00275B88">
        <w:t>Bellegarde réfléchit quelques secondes</w:t>
      </w:r>
      <w:r w:rsidR="002C50B2">
        <w:t xml:space="preserve">, </w:t>
      </w:r>
      <w:r w:rsidRPr="00275B88">
        <w:t>puis reprit</w:t>
      </w:r>
      <w:r w:rsidR="002C50B2">
        <w:t> :</w:t>
      </w:r>
    </w:p>
    <w:p w14:paraId="5D8DD896" w14:textId="77777777" w:rsidR="002C50B2" w:rsidRDefault="002C50B2" w:rsidP="002C50B2">
      <w:r>
        <w:t>— </w:t>
      </w:r>
      <w:r w:rsidR="00C77A4E" w:rsidRPr="00275B88">
        <w:t>Pouvez</w:t>
      </w:r>
      <w:r w:rsidR="00C77A4E">
        <w:t>-</w:t>
      </w:r>
      <w:r w:rsidR="00C77A4E" w:rsidRPr="00275B88">
        <w:t>vous me rendre un grand service</w:t>
      </w:r>
      <w:r>
        <w:t> ?</w:t>
      </w:r>
    </w:p>
    <w:p w14:paraId="0B0121C3" w14:textId="77777777" w:rsidR="002C50B2" w:rsidRDefault="002C50B2" w:rsidP="002C50B2">
      <w:r>
        <w:t>— </w:t>
      </w:r>
      <w:r w:rsidR="00C77A4E" w:rsidRPr="00275B88">
        <w:t>Avec plaisir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vous êtes si gentil pour moi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grâce à vous si je vais parfois au théâtre presque à l</w:t>
      </w:r>
      <w:r>
        <w:t>’</w:t>
      </w:r>
      <w:r w:rsidR="00C77A4E" w:rsidRPr="00275B88">
        <w:t>œil</w:t>
      </w:r>
      <w:r>
        <w:t xml:space="preserve">, </w:t>
      </w:r>
      <w:r w:rsidR="00C77A4E" w:rsidRPr="00275B88">
        <w:t>et à la Chambre des députés sans rien payer du tout</w:t>
      </w:r>
      <w:r>
        <w:t xml:space="preserve">… </w:t>
      </w:r>
      <w:r w:rsidR="00C77A4E" w:rsidRPr="00275B88">
        <w:t>Aussi croyez que si c</w:t>
      </w:r>
      <w:r>
        <w:t>’</w:t>
      </w:r>
      <w:r w:rsidR="00C77A4E" w:rsidRPr="00275B88">
        <w:t>est en mon pouvoir</w:t>
      </w:r>
      <w:r>
        <w:t>…</w:t>
      </w:r>
    </w:p>
    <w:p w14:paraId="48C9EF0C" w14:textId="77777777" w:rsidR="002C50B2" w:rsidRDefault="00C77A4E" w:rsidP="002C50B2">
      <w:r w:rsidRPr="00275B88">
        <w:lastRenderedPageBreak/>
        <w:t>D</w:t>
      </w:r>
      <w:r w:rsidR="002C50B2">
        <w:t>’</w:t>
      </w:r>
      <w:r w:rsidRPr="00275B88">
        <w:t>un geste amical</w:t>
      </w:r>
      <w:r w:rsidR="002C50B2">
        <w:t xml:space="preserve">, </w:t>
      </w:r>
      <w:r w:rsidRPr="00275B88">
        <w:t>le reporter arrêta le flot de paroles qui menaçait de le submerger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air grave et pesant bien chaque mot</w:t>
      </w:r>
      <w:r w:rsidR="002C50B2">
        <w:t xml:space="preserve">, </w:t>
      </w:r>
      <w:r w:rsidRPr="00275B88">
        <w:t>il fit</w:t>
      </w:r>
      <w:r w:rsidR="002C50B2">
        <w:t> :</w:t>
      </w:r>
    </w:p>
    <w:p w14:paraId="2B495156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Il faut que votre mari m</w:t>
      </w:r>
      <w:r>
        <w:t>’</w:t>
      </w:r>
      <w:r w:rsidR="00C77A4E" w:rsidRPr="00275B88">
        <w:t xml:space="preserve">aide à me cacher ce soir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4EFB1A26" w14:textId="77777777" w:rsidR="002C50B2" w:rsidRDefault="002C50B2" w:rsidP="002C50B2">
      <w:r>
        <w:t>— </w:t>
      </w:r>
      <w:r w:rsidR="00C77A4E" w:rsidRPr="00275B88">
        <w:t>Diable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 Marie</w:t>
      </w:r>
      <w:r w:rsidR="00C77A4E">
        <w:t>-</w:t>
      </w:r>
      <w:r w:rsidR="00C77A4E" w:rsidRPr="00275B88">
        <w:t>Jeanne</w:t>
      </w:r>
      <w:r>
        <w:t xml:space="preserve">… </w:t>
      </w:r>
      <w:r w:rsidR="00C77A4E" w:rsidRPr="00275B88">
        <w:t>Ça ne va pas être commode</w:t>
      </w:r>
      <w:r>
        <w:t>.</w:t>
      </w:r>
    </w:p>
    <w:p w14:paraId="7E6FE281" w14:textId="77777777" w:rsidR="002C50B2" w:rsidRDefault="00C77A4E" w:rsidP="002C50B2">
      <w:r w:rsidRPr="00275B88">
        <w:t>Jacques insistait</w:t>
      </w:r>
      <w:r w:rsidR="002C50B2">
        <w:t> :</w:t>
      </w:r>
    </w:p>
    <w:p w14:paraId="3FD3F449" w14:textId="77777777" w:rsidR="002C50B2" w:rsidRDefault="002C50B2" w:rsidP="002C50B2">
      <w:r>
        <w:t>— </w:t>
      </w:r>
      <w:r w:rsidR="00C77A4E" w:rsidRPr="00275B88">
        <w:t>Mais si</w:t>
      </w:r>
      <w:r>
        <w:t xml:space="preserve">, </w:t>
      </w:r>
      <w:r w:rsidR="00C77A4E" w:rsidRPr="00275B88">
        <w:t>voyons</w:t>
      </w:r>
      <w:r>
        <w:t>…</w:t>
      </w:r>
    </w:p>
    <w:p w14:paraId="1F12F38E" w14:textId="77777777" w:rsidR="002C50B2" w:rsidRDefault="002C50B2" w:rsidP="002C50B2">
      <w:r>
        <w:t>— </w:t>
      </w:r>
      <w:r w:rsidR="00C77A4E" w:rsidRPr="00275B88">
        <w:t>Je veux bien essayer</w:t>
      </w:r>
      <w:r>
        <w:t xml:space="preserve">, </w:t>
      </w:r>
      <w:r w:rsidR="00C77A4E" w:rsidRPr="00275B88">
        <w:t>seulement</w:t>
      </w:r>
      <w:r>
        <w:t>…</w:t>
      </w:r>
    </w:p>
    <w:p w14:paraId="321C4F8C" w14:textId="77777777" w:rsidR="002C50B2" w:rsidRDefault="00C77A4E" w:rsidP="002C50B2">
      <w:r w:rsidRPr="00275B88">
        <w:t>Une sonnerie électrique vibrait dans l</w:t>
      </w:r>
      <w:r w:rsidR="002C50B2">
        <w:t>’</w:t>
      </w:r>
      <w:r w:rsidRPr="00275B88">
        <w:t>antichambre</w:t>
      </w:r>
      <w:r w:rsidR="002C50B2">
        <w:t>.</w:t>
      </w:r>
    </w:p>
    <w:p w14:paraId="27E1B8F5" w14:textId="77777777" w:rsidR="002C50B2" w:rsidRDefault="002C50B2" w:rsidP="002C50B2">
      <w:r>
        <w:t>— </w:t>
      </w:r>
      <w:r w:rsidR="00C77A4E" w:rsidRPr="00275B88">
        <w:t>Allez voir</w:t>
      </w:r>
      <w:r>
        <w:t xml:space="preserve">, </w:t>
      </w:r>
      <w:r w:rsidR="00C77A4E" w:rsidRPr="00275B88">
        <w:t>ordonna le journaliste</w:t>
      </w:r>
      <w:r>
        <w:t xml:space="preserve">. </w:t>
      </w:r>
      <w:r w:rsidR="00C77A4E" w:rsidRPr="00275B88">
        <w:t>En tout cas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y suis pour personne</w:t>
      </w:r>
      <w:r>
        <w:t> !</w:t>
      </w:r>
    </w:p>
    <w:p w14:paraId="1058E06C" w14:textId="77777777" w:rsidR="002C50B2" w:rsidRDefault="00C77A4E" w:rsidP="002C50B2">
      <w:r w:rsidRPr="00275B88">
        <w:t>La femme de ménage s</w:t>
      </w:r>
      <w:r w:rsidR="002C50B2">
        <w:t>’</w:t>
      </w:r>
      <w:r w:rsidRPr="00275B88">
        <w:t>en fut</w:t>
      </w:r>
      <w:r w:rsidR="002C50B2">
        <w:t xml:space="preserve">, </w:t>
      </w:r>
      <w:r w:rsidRPr="00275B88">
        <w:t>pour revenir presque aussitôt</w:t>
      </w:r>
      <w:r w:rsidR="002C50B2">
        <w:t xml:space="preserve">, </w:t>
      </w:r>
      <w:r w:rsidRPr="00275B88">
        <w:t>annonçant d</w:t>
      </w:r>
      <w:r w:rsidR="002C50B2">
        <w:t>’</w:t>
      </w:r>
      <w:r w:rsidRPr="00275B88">
        <w:t>un air d</w:t>
      </w:r>
      <w:r w:rsidR="002C50B2">
        <w:t>’</w:t>
      </w:r>
      <w:r w:rsidRPr="00275B88">
        <w:t>hostilité</w:t>
      </w:r>
      <w:r w:rsidR="002C50B2">
        <w:t> :</w:t>
      </w:r>
    </w:p>
    <w:p w14:paraId="4F82A6FF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C</w:t>
      </w:r>
      <w:r>
        <w:t>’</w:t>
      </w:r>
      <w:r w:rsidR="00C77A4E" w:rsidRPr="00275B88">
        <w:t xml:space="preserve">est encore </w:t>
      </w:r>
      <w:r w:rsidR="00C77A4E" w:rsidRPr="00275B88">
        <w:rPr>
          <w:i/>
          <w:iCs/>
        </w:rPr>
        <w:t>elle</w:t>
      </w:r>
      <w:r>
        <w:rPr>
          <w:i/>
          <w:iCs/>
        </w:rPr>
        <w:t> !</w:t>
      </w:r>
    </w:p>
    <w:p w14:paraId="50A957E7" w14:textId="77777777" w:rsidR="002C50B2" w:rsidRDefault="00C77A4E" w:rsidP="002C50B2">
      <w:r w:rsidRPr="00275B88">
        <w:t>Jacques eut un geste d</w:t>
      </w:r>
      <w:r w:rsidR="002C50B2">
        <w:t>’</w:t>
      </w:r>
      <w:r w:rsidRPr="00275B88">
        <w:t>agacement</w:t>
      </w:r>
      <w:r w:rsidR="002C50B2">
        <w:t>.</w:t>
      </w:r>
    </w:p>
    <w:p w14:paraId="487682D7" w14:textId="77777777" w:rsidR="002C50B2" w:rsidRDefault="002C50B2" w:rsidP="002C50B2">
      <w:r>
        <w:t>— </w:t>
      </w:r>
      <w:r w:rsidR="00C77A4E" w:rsidRPr="00275B88">
        <w:t>En voilà un crampon</w:t>
      </w:r>
      <w:r>
        <w:t xml:space="preserve"> ! </w:t>
      </w:r>
      <w:r w:rsidR="00C77A4E" w:rsidRPr="00275B88">
        <w:t>souligna Marie</w:t>
      </w:r>
      <w:r w:rsidR="00C77A4E">
        <w:t>-</w:t>
      </w:r>
      <w:r w:rsidR="00C77A4E" w:rsidRPr="00275B88">
        <w:t>Jeanne</w:t>
      </w:r>
      <w:r>
        <w:t>.</w:t>
      </w:r>
    </w:p>
    <w:p w14:paraId="0D1F08F3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comme Bellegarde</w:t>
      </w:r>
      <w:r w:rsidR="002C50B2">
        <w:t xml:space="preserve">, </w:t>
      </w:r>
      <w:r w:rsidRPr="00275B88">
        <w:t>nerveusement</w:t>
      </w:r>
      <w:r w:rsidR="002C50B2">
        <w:t xml:space="preserve">, </w:t>
      </w:r>
      <w:r w:rsidRPr="00275B88">
        <w:t>écrasait dans un cendrier la cigarette allumée qu</w:t>
      </w:r>
      <w:r w:rsidR="002C50B2">
        <w:t>’</w:t>
      </w:r>
      <w:r w:rsidRPr="00275B88">
        <w:t>il tenait à la main</w:t>
      </w:r>
      <w:r w:rsidR="002C50B2">
        <w:t xml:space="preserve">, </w:t>
      </w:r>
      <w:r w:rsidRPr="00275B88">
        <w:t>elle demanda</w:t>
      </w:r>
      <w:r w:rsidR="002C50B2">
        <w:t> :</w:t>
      </w:r>
    </w:p>
    <w:p w14:paraId="766BF993" w14:textId="77777777" w:rsidR="002C50B2" w:rsidRDefault="002C50B2" w:rsidP="002C50B2">
      <w:r>
        <w:t>— </w:t>
      </w:r>
      <w:r w:rsidR="00C77A4E" w:rsidRPr="00275B88">
        <w:t>Faut</w:t>
      </w:r>
      <w:r w:rsidR="00C77A4E">
        <w:t>-</w:t>
      </w:r>
      <w:r w:rsidR="00C77A4E" w:rsidRPr="00275B88">
        <w:t>il lui dire que vous n</w:t>
      </w:r>
      <w:r>
        <w:t>’</w:t>
      </w:r>
      <w:r w:rsidR="00C77A4E" w:rsidRPr="00275B88">
        <w:t>êtes pas là</w:t>
      </w:r>
      <w:r>
        <w:t> ?</w:t>
      </w:r>
    </w:p>
    <w:p w14:paraId="1EEB4171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répliquait Jacques</w:t>
      </w:r>
      <w:r>
        <w:t xml:space="preserve">… </w:t>
      </w:r>
      <w:r w:rsidR="00C77A4E" w:rsidRPr="00275B88">
        <w:t>Elle serait capable de m</w:t>
      </w:r>
      <w:r>
        <w:t>’</w:t>
      </w:r>
      <w:r w:rsidR="00C77A4E" w:rsidRPr="00275B88">
        <w:t>attendre dans la rue</w:t>
      </w:r>
      <w:r>
        <w:t xml:space="preserve">. </w:t>
      </w:r>
      <w:r w:rsidR="00C77A4E" w:rsidRPr="00275B88">
        <w:t>Faites</w:t>
      </w:r>
      <w:r w:rsidR="00C77A4E">
        <w:t>-</w:t>
      </w:r>
      <w:r w:rsidR="00C77A4E" w:rsidRPr="00275B88">
        <w:t>la entrer dans mon bureau</w:t>
      </w:r>
      <w:r>
        <w:t>.</w:t>
      </w:r>
    </w:p>
    <w:p w14:paraId="52C5EBA2" w14:textId="77777777" w:rsidR="002C50B2" w:rsidRDefault="00C77A4E" w:rsidP="002C50B2">
      <w:r w:rsidRPr="00275B88">
        <w:lastRenderedPageBreak/>
        <w:t>Lorsque Marie</w:t>
      </w:r>
      <w:r>
        <w:t>-</w:t>
      </w:r>
      <w:r w:rsidRPr="00275B88">
        <w:t>Jeanne eut disparu</w:t>
      </w:r>
      <w:r w:rsidR="002C50B2">
        <w:t xml:space="preserve">, </w:t>
      </w:r>
      <w:r w:rsidRPr="00275B88">
        <w:t>le reporter grommela entre ses dents</w:t>
      </w:r>
      <w:r w:rsidR="002C50B2">
        <w:t> :</w:t>
      </w:r>
    </w:p>
    <w:p w14:paraId="6B6259CE" w14:textId="77777777" w:rsidR="002C50B2" w:rsidRDefault="002C50B2" w:rsidP="002C50B2">
      <w:r>
        <w:t>— </w:t>
      </w:r>
      <w:r w:rsidR="00C77A4E" w:rsidRPr="00275B88">
        <w:t>Cette femme me rend la vie intenable</w:t>
      </w:r>
      <w:r>
        <w:t xml:space="preserve">… </w:t>
      </w:r>
      <w:r w:rsidR="00C77A4E" w:rsidRPr="00275B88">
        <w:t>Cela ne peut pas durer</w:t>
      </w:r>
      <w:r>
        <w:t> !</w:t>
      </w:r>
    </w:p>
    <w:p w14:paraId="5024D408" w14:textId="0FF90D4A" w:rsidR="002C50B2" w:rsidRDefault="00C77A4E" w:rsidP="002C50B2">
      <w:r w:rsidRPr="00275B88">
        <w:t>Et après avoir arpenté deux ou trois fois sa chambre</w:t>
      </w:r>
      <w:r w:rsidR="002C50B2">
        <w:t xml:space="preserve">, </w:t>
      </w:r>
      <w:r w:rsidRPr="00275B88">
        <w:t>cherchant le moyen de rompre avec Simone sans trop de tracas</w:t>
      </w:r>
      <w:r w:rsidR="002C50B2">
        <w:t xml:space="preserve">, </w:t>
      </w:r>
      <w:r w:rsidRPr="00275B88">
        <w:t>il ouvrit la porte qui donnait dans son cabinet de travail</w:t>
      </w:r>
      <w:r w:rsidR="002C50B2">
        <w:t>…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 xml:space="preserve">, </w:t>
      </w:r>
      <w:r w:rsidRPr="00275B88">
        <w:t>qui semblait émue</w:t>
      </w:r>
      <w:r w:rsidR="002C50B2">
        <w:t xml:space="preserve">, </w:t>
      </w:r>
      <w:r w:rsidRPr="00275B88">
        <w:t>angoissée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 vers lui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tirant brusquement un billet de son sac</w:t>
      </w:r>
      <w:r w:rsidR="002C50B2">
        <w:t xml:space="preserve">, </w:t>
      </w:r>
      <w:r w:rsidRPr="00275B88">
        <w:t>elle le tendit au journaliste</w:t>
      </w:r>
      <w:r w:rsidR="002C50B2">
        <w:t xml:space="preserve">, </w:t>
      </w:r>
      <w:r w:rsidRPr="00275B88">
        <w:t>en disant d</w:t>
      </w:r>
      <w:r w:rsidR="002C50B2">
        <w:t>’</w:t>
      </w:r>
      <w:r w:rsidRPr="00275B88">
        <w:t>une voix tremblante</w:t>
      </w:r>
      <w:r w:rsidR="002C50B2">
        <w:t> :</w:t>
      </w:r>
    </w:p>
    <w:p w14:paraId="4F7455CE" w14:textId="77777777" w:rsidR="002C50B2" w:rsidRDefault="002C50B2" w:rsidP="002C50B2">
      <w:r>
        <w:t>— </w:t>
      </w:r>
      <w:r w:rsidR="00C77A4E" w:rsidRPr="00275B88">
        <w:t>Voilà ce que je viens de recevoir</w:t>
      </w:r>
      <w:r>
        <w:t> !</w:t>
      </w:r>
    </w:p>
    <w:p w14:paraId="2B2208F9" w14:textId="77777777" w:rsidR="002C50B2" w:rsidRDefault="00C77A4E" w:rsidP="002C50B2">
      <w:r w:rsidRPr="00275B88">
        <w:t>Jacques prit le message et lut</w:t>
      </w:r>
      <w:r w:rsidR="002C50B2">
        <w:t> :</w:t>
      </w:r>
    </w:p>
    <w:p w14:paraId="622576B0" w14:textId="77777777" w:rsidR="002C50B2" w:rsidRDefault="00C77A4E" w:rsidP="002C50B2">
      <w:pPr>
        <w:rPr>
          <w:i/>
          <w:iCs/>
        </w:rPr>
      </w:pPr>
      <w:r w:rsidRPr="0033623F">
        <w:rPr>
          <w:i/>
          <w:iCs/>
        </w:rPr>
        <w:t>Mademoiselle</w:t>
      </w:r>
      <w:r w:rsidR="002C50B2">
        <w:rPr>
          <w:i/>
          <w:iCs/>
        </w:rPr>
        <w:t>,</w:t>
      </w:r>
    </w:p>
    <w:p w14:paraId="0EE34263" w14:textId="3135C4BC" w:rsidR="002C50B2" w:rsidRDefault="00C77A4E" w:rsidP="002C50B2">
      <w:pPr>
        <w:rPr>
          <w:i/>
          <w:iCs/>
        </w:rPr>
      </w:pPr>
      <w:r w:rsidRPr="00275B88">
        <w:rPr>
          <w:i/>
          <w:iCs/>
        </w:rPr>
        <w:t xml:space="preserve">Je sais combien vous vous intéressez à </w:t>
      </w:r>
      <w:r w:rsidR="002C50B2">
        <w:rPr>
          <w:i/>
          <w:iCs/>
        </w:rPr>
        <w:t>M. </w:t>
      </w:r>
      <w:r w:rsidRPr="00275B88">
        <w:rPr>
          <w:i/>
          <w:iCs/>
        </w:rPr>
        <w:t>Jacques Bellegarde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Aussi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je vous conseille vivement d</w:t>
      </w:r>
      <w:r w:rsidR="002C50B2">
        <w:rPr>
          <w:i/>
          <w:iCs/>
        </w:rPr>
        <w:t>’</w:t>
      </w:r>
      <w:r w:rsidRPr="00275B88">
        <w:rPr>
          <w:i/>
          <w:iCs/>
        </w:rPr>
        <w:t>user de toute l</w:t>
      </w:r>
      <w:r w:rsidR="002C50B2">
        <w:rPr>
          <w:i/>
          <w:iCs/>
        </w:rPr>
        <w:t>’</w:t>
      </w:r>
      <w:r w:rsidRPr="00275B88">
        <w:rPr>
          <w:i/>
          <w:iCs/>
        </w:rPr>
        <w:t>influence que vous avez sur lui pour l</w:t>
      </w:r>
      <w:r w:rsidR="002C50B2">
        <w:rPr>
          <w:i/>
          <w:iCs/>
        </w:rPr>
        <w:t>’</w:t>
      </w:r>
      <w:r w:rsidRPr="00275B88">
        <w:rPr>
          <w:i/>
          <w:iCs/>
        </w:rPr>
        <w:t>empêcher de s</w:t>
      </w:r>
      <w:r w:rsidR="002C50B2">
        <w:rPr>
          <w:i/>
          <w:iCs/>
        </w:rPr>
        <w:t>’</w:t>
      </w:r>
      <w:r w:rsidRPr="00275B88">
        <w:rPr>
          <w:i/>
          <w:iCs/>
        </w:rPr>
        <w:t>occuper plus longtemps de l</w:t>
      </w:r>
      <w:r w:rsidR="002C50B2">
        <w:rPr>
          <w:i/>
          <w:iCs/>
        </w:rPr>
        <w:t>’</w:t>
      </w:r>
      <w:r w:rsidRPr="00275B88">
        <w:rPr>
          <w:i/>
          <w:iCs/>
        </w:rPr>
        <w:t>affaire du Louvre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Sinon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il est condamné</w:t>
      </w:r>
      <w:r w:rsidR="002C50B2">
        <w:rPr>
          <w:i/>
          <w:iCs/>
        </w:rPr>
        <w:t>.</w:t>
      </w:r>
    </w:p>
    <w:p w14:paraId="420A674C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Belphégor</w:t>
      </w:r>
      <w:r w:rsidR="002C50B2">
        <w:rPr>
          <w:i/>
          <w:iCs/>
        </w:rPr>
        <w:t>.</w:t>
      </w:r>
    </w:p>
    <w:p w14:paraId="6F2CDE8E" w14:textId="77777777" w:rsidR="002C50B2" w:rsidRDefault="002C50B2" w:rsidP="002C50B2">
      <w:r>
        <w:t>— </w:t>
      </w:r>
      <w:r w:rsidR="00C77A4E" w:rsidRPr="00275B88">
        <w:t>Pas possible</w:t>
      </w:r>
      <w:r>
        <w:t xml:space="preserve"> ! </w:t>
      </w:r>
      <w:r w:rsidR="00C77A4E" w:rsidRPr="00275B88">
        <w:t>fit le reporter en affectant de sourire</w:t>
      </w:r>
      <w:r>
        <w:t>.</w:t>
      </w:r>
    </w:p>
    <w:p w14:paraId="1923D1E3" w14:textId="77777777" w:rsidR="002C50B2" w:rsidRDefault="002C50B2" w:rsidP="002C50B2">
      <w:r>
        <w:t>— </w:t>
      </w:r>
      <w:r w:rsidR="00C77A4E" w:rsidRPr="00275B88">
        <w:t>Je t</w:t>
      </w:r>
      <w:r>
        <w:t>’</w:t>
      </w:r>
      <w:r w:rsidR="00C77A4E" w:rsidRPr="00275B88">
        <w:t>en supplie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Simone</w:t>
      </w:r>
      <w:r>
        <w:t xml:space="preserve">… </w:t>
      </w:r>
      <w:r w:rsidR="00C77A4E" w:rsidRPr="00275B88">
        <w:t>renonce à cette enquête</w:t>
      </w:r>
      <w:r>
        <w:t>.</w:t>
      </w:r>
    </w:p>
    <w:p w14:paraId="0C0C71B2" w14:textId="77777777" w:rsidR="002C50B2" w:rsidRDefault="002C50B2" w:rsidP="002C50B2">
      <w:r>
        <w:t>— </w:t>
      </w:r>
      <w:r w:rsidR="00C77A4E" w:rsidRPr="00275B88">
        <w:t>Tu es folle</w:t>
      </w:r>
      <w:r>
        <w:t xml:space="preserve"> ! </w:t>
      </w:r>
      <w:r w:rsidR="00C77A4E" w:rsidRPr="00275B88">
        <w:t>ripostait Jacques</w:t>
      </w:r>
      <w:r>
        <w:t>.</w:t>
      </w:r>
    </w:p>
    <w:p w14:paraId="43EEB9F7" w14:textId="77777777" w:rsidR="002C50B2" w:rsidRDefault="002C50B2" w:rsidP="002C50B2">
      <w:r>
        <w:t>— </w:t>
      </w:r>
      <w:r w:rsidR="00C77A4E" w:rsidRPr="00275B88">
        <w:t>Tu ne m</w:t>
      </w:r>
      <w:r>
        <w:t>’</w:t>
      </w:r>
      <w:r w:rsidR="00C77A4E" w:rsidRPr="00275B88">
        <w:t>aimes plus</w:t>
      </w:r>
      <w:r>
        <w:t xml:space="preserve"> !… </w:t>
      </w:r>
      <w:r w:rsidR="00C77A4E" w:rsidRPr="00275B88">
        <w:t>haletait la jeune femme</w:t>
      </w:r>
      <w:r>
        <w:t>.</w:t>
      </w:r>
    </w:p>
    <w:p w14:paraId="01CCBD4A" w14:textId="77777777" w:rsidR="002C50B2" w:rsidRDefault="00C77A4E" w:rsidP="002C50B2">
      <w:r w:rsidRPr="00275B88">
        <w:t>Et elle se laissa tomber sur un siège</w:t>
      </w:r>
      <w:r w:rsidR="002C50B2">
        <w:t xml:space="preserve">, </w:t>
      </w:r>
      <w:r w:rsidRPr="00275B88">
        <w:t>les épaules secouées par de douloureux sanglots</w:t>
      </w:r>
      <w:r w:rsidR="002C50B2">
        <w:t>.</w:t>
      </w:r>
    </w:p>
    <w:p w14:paraId="0E5AC9BB" w14:textId="77777777" w:rsidR="002C50B2" w:rsidRDefault="00C77A4E" w:rsidP="002C50B2">
      <w:r w:rsidRPr="00275B88">
        <w:lastRenderedPageBreak/>
        <w:t>Bellegarde</w:t>
      </w:r>
      <w:r w:rsidR="002C50B2">
        <w:t xml:space="preserve">, </w:t>
      </w:r>
      <w:r w:rsidRPr="00275B88">
        <w:t>gêné</w:t>
      </w:r>
      <w:r w:rsidR="002C50B2">
        <w:t xml:space="preserve">, </w:t>
      </w:r>
      <w:r w:rsidRPr="00275B88">
        <w:t>se rapprocha d</w:t>
      </w:r>
      <w:r w:rsidR="002C50B2">
        <w:t>’</w:t>
      </w:r>
      <w:r w:rsidRPr="00275B88">
        <w:t>elle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avec plus de douceur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469D58BB" w14:textId="77777777" w:rsidR="002C50B2" w:rsidRDefault="002C50B2" w:rsidP="002C50B2">
      <w:r>
        <w:t>— </w:t>
      </w:r>
      <w:r w:rsidR="00C77A4E" w:rsidRPr="00275B88">
        <w:t>Voyons</w:t>
      </w:r>
      <w:r>
        <w:t xml:space="preserve">, </w:t>
      </w:r>
      <w:r w:rsidR="00C77A4E" w:rsidRPr="00275B88">
        <w:t>sois raisonnable</w:t>
      </w:r>
      <w:r>
        <w:t> !</w:t>
      </w:r>
    </w:p>
    <w:p w14:paraId="4E0713F2" w14:textId="77777777" w:rsidR="002C50B2" w:rsidRDefault="00C77A4E" w:rsidP="002C50B2">
      <w:r w:rsidRPr="00275B88">
        <w:t>Être raisonnable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est</w:t>
      </w:r>
      <w:r>
        <w:t>-</w:t>
      </w:r>
      <w:r w:rsidRPr="00275B88">
        <w:t>ce pas demander l</w:t>
      </w:r>
      <w:r w:rsidR="002C50B2">
        <w:t>’</w:t>
      </w:r>
      <w:r w:rsidRPr="00275B88">
        <w:t>impossible à une amoureuse</w:t>
      </w:r>
      <w:r w:rsidR="002C50B2">
        <w:t xml:space="preserve"> ?… </w:t>
      </w:r>
      <w:r w:rsidRPr="00275B88">
        <w:t>N</w:t>
      </w:r>
      <w:r w:rsidR="002C50B2">
        <w:t>’</w:t>
      </w:r>
      <w:r w:rsidRPr="00275B88">
        <w:t>est</w:t>
      </w:r>
      <w:r>
        <w:t>-</w:t>
      </w:r>
      <w:r w:rsidRPr="00275B88">
        <w:t>ce pas surexciter</w:t>
      </w:r>
      <w:r w:rsidR="002C50B2">
        <w:t xml:space="preserve">, </w:t>
      </w:r>
      <w:r w:rsidRPr="00275B88">
        <w:t>exaspérer le déchaînement de ses inquiétudes</w:t>
      </w:r>
      <w:r w:rsidR="002C50B2">
        <w:t> ?</w:t>
      </w:r>
    </w:p>
    <w:p w14:paraId="709669C4" w14:textId="77777777" w:rsidR="002C50B2" w:rsidRDefault="00C77A4E" w:rsidP="002C50B2">
      <w:r w:rsidRPr="00275B88">
        <w:t>Relevant la tête</w:t>
      </w:r>
      <w:r w:rsidR="002C50B2">
        <w:t xml:space="preserve">, </w:t>
      </w:r>
      <w:r w:rsidRPr="00275B88">
        <w:t>Simone protestait</w:t>
      </w:r>
      <w:r w:rsidR="002C50B2">
        <w:t> :</w:t>
      </w:r>
    </w:p>
    <w:p w14:paraId="085B938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précisément parce que je suis raisonnable que je te supplie de m</w:t>
      </w:r>
      <w:r>
        <w:t>’</w:t>
      </w:r>
      <w:r w:rsidR="00C77A4E" w:rsidRPr="00275B88">
        <w:t>écouter</w:t>
      </w:r>
      <w:r>
        <w:t>.</w:t>
      </w:r>
    </w:p>
    <w:p w14:paraId="606368EE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fébrile</w:t>
      </w:r>
      <w:r w:rsidR="002C50B2">
        <w:t xml:space="preserve">, </w:t>
      </w:r>
      <w:r w:rsidRPr="00275B88">
        <w:t>elle accentua</w:t>
      </w:r>
      <w:r w:rsidR="002C50B2">
        <w:t> :</w:t>
      </w:r>
    </w:p>
    <w:p w14:paraId="5D4F67AA" w14:textId="77777777" w:rsidR="002C50B2" w:rsidRDefault="002C50B2" w:rsidP="002C50B2">
      <w:r>
        <w:t>— </w:t>
      </w:r>
      <w:r w:rsidR="00C77A4E" w:rsidRPr="00275B88">
        <w:t>Jacques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ai le pressentiment</w:t>
      </w:r>
      <w:r>
        <w:t xml:space="preserve">, </w:t>
      </w:r>
      <w:r w:rsidR="00C77A4E" w:rsidRPr="00275B88">
        <w:t>tu cours un grand danger</w:t>
      </w:r>
      <w:r>
        <w:t>.</w:t>
      </w:r>
    </w:p>
    <w:p w14:paraId="648B1C54" w14:textId="77777777" w:rsidR="002C50B2" w:rsidRDefault="002C50B2" w:rsidP="002C50B2">
      <w:r>
        <w:t>— </w:t>
      </w:r>
      <w:r w:rsidR="00C77A4E" w:rsidRPr="00275B88">
        <w:t>Moi</w:t>
      </w:r>
      <w:r>
        <w:t> !…</w:t>
      </w:r>
    </w:p>
    <w:p w14:paraId="462D1A94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toi</w:t>
      </w:r>
      <w:r>
        <w:t>.</w:t>
      </w:r>
    </w:p>
    <w:p w14:paraId="773ACD31" w14:textId="77777777" w:rsidR="002C50B2" w:rsidRDefault="002C50B2" w:rsidP="002C50B2">
      <w:r>
        <w:t>— </w:t>
      </w:r>
      <w:r w:rsidR="00C77A4E" w:rsidRPr="00275B88">
        <w:t>Mais non</w:t>
      </w:r>
      <w:r>
        <w:t> !</w:t>
      </w:r>
    </w:p>
    <w:p w14:paraId="6D72A2CC" w14:textId="77777777" w:rsidR="002C50B2" w:rsidRDefault="002C50B2" w:rsidP="002C50B2">
      <w:r>
        <w:t>— </w:t>
      </w:r>
      <w:r w:rsidR="00C77A4E" w:rsidRPr="00275B88">
        <w:t>Ce matin</w:t>
      </w:r>
      <w:r>
        <w:t xml:space="preserve">, </w:t>
      </w:r>
      <w:r w:rsidR="00C77A4E" w:rsidRPr="00275B88">
        <w:t>contrairement à mes habitudes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lu les journaux</w:t>
      </w:r>
      <w:r>
        <w:t xml:space="preserve">… </w:t>
      </w:r>
      <w:r w:rsidR="00C77A4E" w:rsidRPr="00275B88">
        <w:t>qui rendaient compte de l</w:t>
      </w:r>
      <w:r>
        <w:t>’</w:t>
      </w:r>
      <w:r w:rsidR="00C77A4E" w:rsidRPr="00275B88">
        <w:t>assassinat du Louvre</w:t>
      </w:r>
      <w:r>
        <w:t>.</w:t>
      </w:r>
    </w:p>
    <w:p w14:paraId="5FEC2E1E" w14:textId="77777777" w:rsidR="002C50B2" w:rsidRDefault="002C50B2" w:rsidP="002C50B2">
      <w:r>
        <w:t>— </w:t>
      </w:r>
      <w:r w:rsidR="00C77A4E" w:rsidRPr="00275B88">
        <w:t>Eh bien</w:t>
      </w:r>
      <w:r>
        <w:t> ?…</w:t>
      </w:r>
    </w:p>
    <w:p w14:paraId="0422D7E1" w14:textId="77777777" w:rsidR="002C50B2" w:rsidRDefault="002C50B2" w:rsidP="002C50B2">
      <w:r>
        <w:t>— </w:t>
      </w:r>
      <w:r w:rsidR="00C77A4E" w:rsidRPr="00275B88">
        <w:t>À peine les avais</w:t>
      </w:r>
      <w:r w:rsidR="00C77A4E">
        <w:t>-</w:t>
      </w:r>
      <w:r w:rsidR="00C77A4E" w:rsidRPr="00275B88">
        <w:t>je terminés</w:t>
      </w:r>
      <w:r>
        <w:t xml:space="preserve">, </w:t>
      </w:r>
      <w:r w:rsidR="00C77A4E" w:rsidRPr="00275B88">
        <w:t>que je recevais ce billet</w:t>
      </w:r>
      <w:r>
        <w:t>.</w:t>
      </w:r>
    </w:p>
    <w:p w14:paraId="3F9C3823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reçu le même hier soir</w:t>
      </w:r>
      <w:r>
        <w:t>…</w:t>
      </w:r>
    </w:p>
    <w:p w14:paraId="30BA7872" w14:textId="77777777" w:rsidR="002C50B2" w:rsidRDefault="002C50B2" w:rsidP="002C50B2">
      <w:r>
        <w:t>— </w:t>
      </w:r>
      <w:r w:rsidR="00C77A4E" w:rsidRPr="00275B88">
        <w:t>Et tu n</w:t>
      </w:r>
      <w:r>
        <w:t>’</w:t>
      </w:r>
      <w:r w:rsidR="00C77A4E" w:rsidRPr="00275B88">
        <w:t>y attaches pas plus d</w:t>
      </w:r>
      <w:r>
        <w:t>’</w:t>
      </w:r>
      <w:r w:rsidR="00C77A4E" w:rsidRPr="00275B88">
        <w:t>importance</w:t>
      </w:r>
      <w:r>
        <w:t> ?</w:t>
      </w:r>
    </w:p>
    <w:p w14:paraId="5B9318BB" w14:textId="77777777" w:rsidR="002C50B2" w:rsidRDefault="002C50B2" w:rsidP="002C50B2">
      <w:r>
        <w:t>— </w:t>
      </w:r>
      <w:r w:rsidR="00C77A4E" w:rsidRPr="00275B88">
        <w:t>Malice cousue de fil blanc</w:t>
      </w:r>
      <w:r>
        <w:t> !</w:t>
      </w:r>
    </w:p>
    <w:p w14:paraId="755E2A0B" w14:textId="77777777" w:rsidR="002C50B2" w:rsidRDefault="002C50B2" w:rsidP="002C50B2">
      <w:r>
        <w:t>— </w:t>
      </w:r>
      <w:r w:rsidR="00C77A4E" w:rsidRPr="00275B88">
        <w:t>Comment cela</w:t>
      </w:r>
      <w:r>
        <w:t> ?</w:t>
      </w:r>
    </w:p>
    <w:p w14:paraId="1A0DAB8A" w14:textId="77777777" w:rsidR="002C50B2" w:rsidRDefault="002C50B2" w:rsidP="002C50B2">
      <w:r>
        <w:lastRenderedPageBreak/>
        <w:t>— </w:t>
      </w:r>
      <w:r w:rsidR="00C77A4E" w:rsidRPr="00275B88">
        <w:t>Hier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très bien compris que je gênais 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qui est chargé de cette affaire</w:t>
      </w:r>
      <w:r>
        <w:t xml:space="preserve"> ; </w:t>
      </w:r>
      <w:r w:rsidR="00C77A4E" w:rsidRPr="00275B88">
        <w:t>et maintenant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lui qui aura employé ce subterfuge pour se débarrasser de moi</w:t>
      </w:r>
      <w:r>
        <w:t>.</w:t>
      </w:r>
    </w:p>
    <w:p w14:paraId="100E5F86" w14:textId="77777777" w:rsidR="002C50B2" w:rsidRDefault="002C50B2" w:rsidP="002C50B2">
      <w:r>
        <w:t>— </w:t>
      </w:r>
      <w:r w:rsidR="00C77A4E" w:rsidRPr="00275B88">
        <w:t>Un policier tel que lui</w:t>
      </w:r>
      <w:r>
        <w:t xml:space="preserve">, </w:t>
      </w:r>
      <w:r w:rsidR="00C77A4E" w:rsidRPr="00275B88">
        <w:t>objectait Simone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emploierait pas des procédés aussi enfantins</w:t>
      </w:r>
      <w:r>
        <w:t xml:space="preserve">… </w:t>
      </w:r>
      <w:r w:rsidR="00C77A4E" w:rsidRPr="00275B88">
        <w:t>Pour moi</w:t>
      </w:r>
      <w:r>
        <w:t xml:space="preserve">, </w:t>
      </w:r>
      <w:r w:rsidR="00C77A4E" w:rsidRPr="00275B88">
        <w:t>cette missive est réelle</w:t>
      </w:r>
      <w:r>
        <w:t xml:space="preserve">… </w:t>
      </w:r>
      <w:r w:rsidR="00C77A4E" w:rsidRPr="00275B88">
        <w:t>Jacques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en supplie</w:t>
      </w:r>
      <w:r>
        <w:t xml:space="preserve">, </w:t>
      </w:r>
      <w:r w:rsidR="00C77A4E" w:rsidRPr="00275B88">
        <w:t>renonce à une entreprise où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ai la conviction</w:t>
      </w:r>
      <w:r>
        <w:t xml:space="preserve">, </w:t>
      </w:r>
      <w:r w:rsidR="00C77A4E" w:rsidRPr="00275B88">
        <w:t>tu t</w:t>
      </w:r>
      <w:r>
        <w:t>’</w:t>
      </w:r>
      <w:r w:rsidR="00C77A4E" w:rsidRPr="00275B88">
        <w:t>exposes aux plus graves dangers</w:t>
      </w:r>
      <w:r>
        <w:t>.</w:t>
      </w:r>
    </w:p>
    <w:p w14:paraId="6AC6BE55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je t</w:t>
      </w:r>
      <w:r>
        <w:t>’</w:t>
      </w:r>
      <w:r w:rsidR="00C77A4E" w:rsidRPr="00275B88">
        <w:t>en prie</w:t>
      </w:r>
      <w:r>
        <w:t xml:space="preserve">… </w:t>
      </w:r>
      <w:r w:rsidR="00C77A4E" w:rsidRPr="00275B88">
        <w:t>scandait le journaliste</w:t>
      </w:r>
      <w:r>
        <w:t xml:space="preserve">, </w:t>
      </w:r>
      <w:r w:rsidR="00C77A4E" w:rsidRPr="00275B88">
        <w:t>excédé</w:t>
      </w:r>
      <w:r>
        <w:t>.</w:t>
      </w:r>
    </w:p>
    <w:p w14:paraId="153C4BA9" w14:textId="77777777" w:rsidR="002C50B2" w:rsidRDefault="00C77A4E" w:rsidP="002C50B2">
      <w:r w:rsidRPr="00275B88">
        <w:t>Bouleversée</w:t>
      </w:r>
      <w:r w:rsidR="002C50B2">
        <w:t xml:space="preserve">, </w:t>
      </w:r>
      <w:r w:rsidRPr="00275B88">
        <w:t>la jeune femme s</w:t>
      </w:r>
      <w:r w:rsidR="002C50B2">
        <w:t>’</w:t>
      </w:r>
      <w:r w:rsidRPr="00275B88">
        <w:t>écriait</w:t>
      </w:r>
      <w:r w:rsidR="002C50B2">
        <w:t> :</w:t>
      </w:r>
    </w:p>
    <w:p w14:paraId="43BD54FB" w14:textId="77777777" w:rsidR="002C50B2" w:rsidRDefault="002C50B2" w:rsidP="002C50B2">
      <w:r>
        <w:t>— </w:t>
      </w:r>
      <w:r w:rsidR="00C77A4E" w:rsidRPr="00275B88">
        <w:t>S</w:t>
      </w:r>
      <w:r>
        <w:t>’</w:t>
      </w:r>
      <w:r w:rsidR="00C77A4E" w:rsidRPr="00275B88">
        <w:t>il t</w:t>
      </w:r>
      <w:r>
        <w:t>’</w:t>
      </w:r>
      <w:r w:rsidR="00C77A4E" w:rsidRPr="00275B88">
        <w:t>arrive malheur</w:t>
      </w:r>
      <w:r>
        <w:t xml:space="preserve">, </w:t>
      </w:r>
      <w:r w:rsidR="00C77A4E" w:rsidRPr="00275B88">
        <w:t>je ne te survivrai pas</w:t>
      </w:r>
      <w:r>
        <w:t> !</w:t>
      </w:r>
    </w:p>
    <w:p w14:paraId="1F6CA7B0" w14:textId="77777777" w:rsidR="002C50B2" w:rsidRDefault="002C50B2" w:rsidP="002C50B2">
      <w:r>
        <w:t>— </w:t>
      </w:r>
      <w:r w:rsidR="00C77A4E" w:rsidRPr="00275B88">
        <w:t>Ma pauvre Simone</w:t>
      </w:r>
      <w:r>
        <w:t xml:space="preserve">, </w:t>
      </w:r>
      <w:r w:rsidR="00C77A4E" w:rsidRPr="00275B88">
        <w:t>reprenait Jacques Bellegarde</w:t>
      </w:r>
      <w:r>
        <w:t xml:space="preserve">, </w:t>
      </w:r>
      <w:r w:rsidR="00C77A4E" w:rsidRPr="00275B88">
        <w:t>tu es une grande romanesque</w:t>
      </w:r>
      <w:r>
        <w:t>.</w:t>
      </w:r>
    </w:p>
    <w:p w14:paraId="424D5396" w14:textId="77777777" w:rsidR="002C50B2" w:rsidRDefault="00C77A4E" w:rsidP="002C50B2">
      <w:r w:rsidRPr="00275B88">
        <w:t>Elle n</w:t>
      </w:r>
      <w:r w:rsidR="002C50B2">
        <w:t>’</w:t>
      </w:r>
      <w:r w:rsidRPr="00275B88">
        <w:t>eut qu</w:t>
      </w:r>
      <w:r w:rsidR="002C50B2">
        <w:t>’</w:t>
      </w:r>
      <w:r w:rsidRPr="00275B88">
        <w:t>un cri</w:t>
      </w:r>
      <w:r w:rsidR="002C50B2">
        <w:t> :</w:t>
      </w:r>
    </w:p>
    <w:p w14:paraId="4492BE03" w14:textId="77777777" w:rsidR="002C50B2" w:rsidRDefault="002C50B2" w:rsidP="002C50B2">
      <w:r>
        <w:t>— </w:t>
      </w:r>
      <w:r w:rsidR="00C77A4E" w:rsidRPr="00275B88">
        <w:t>Je t</w:t>
      </w:r>
      <w:r>
        <w:t>’</w:t>
      </w:r>
      <w:r w:rsidR="00C77A4E" w:rsidRPr="00275B88">
        <w:t>adore</w:t>
      </w:r>
      <w:r>
        <w:t> !</w:t>
      </w:r>
    </w:p>
    <w:p w14:paraId="5782695D" w14:textId="0B0DEE0B" w:rsidR="002C50B2" w:rsidRDefault="00C77A4E" w:rsidP="002C50B2">
      <w:r w:rsidRPr="00275B88">
        <w:t>Jacques</w:t>
      </w:r>
      <w:r w:rsidR="002C50B2">
        <w:t xml:space="preserve">, </w:t>
      </w:r>
      <w:r w:rsidRPr="00275B88">
        <w:t>presque malgré lui</w:t>
      </w:r>
      <w:r w:rsidR="002C50B2">
        <w:t xml:space="preserve">, </w:t>
      </w:r>
      <w:r w:rsidRPr="00275B88">
        <w:t>détourna la tête</w:t>
      </w:r>
      <w:r w:rsidR="002C50B2">
        <w:t xml:space="preserve">. </w:t>
      </w:r>
      <w:r w:rsidRPr="00275B88">
        <w:t>Lentement</w:t>
      </w:r>
      <w:r w:rsidR="002C50B2">
        <w:t xml:space="preserve">, </w:t>
      </w:r>
      <w:r w:rsidRPr="00275B88">
        <w:t>il dégagea ses mains que sa maîtresse tenait emprisonnées dans les siennes</w:t>
      </w:r>
      <w:r w:rsidR="002C50B2">
        <w:t xml:space="preserve"> ; </w:t>
      </w:r>
      <w:r w:rsidRPr="00275B88">
        <w:t>puis il s</w:t>
      </w:r>
      <w:r w:rsidR="002C50B2">
        <w:t>’</w:t>
      </w:r>
      <w:r w:rsidRPr="00275B88">
        <w:t>en fut vers son bureau</w:t>
      </w:r>
      <w:r w:rsidR="002C50B2">
        <w:t xml:space="preserve">, </w:t>
      </w:r>
      <w:r w:rsidRPr="00275B88">
        <w:t xml:space="preserve">ouvrit un tiroir et y renferma le message que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venait de lui remettre</w:t>
      </w:r>
      <w:r w:rsidR="002C50B2">
        <w:t>.</w:t>
      </w:r>
    </w:p>
    <w:p w14:paraId="457EF52E" w14:textId="77777777" w:rsidR="002C50B2" w:rsidRDefault="00C77A4E" w:rsidP="002C50B2">
      <w:r w:rsidRPr="00275B88">
        <w:t>Celle</w:t>
      </w:r>
      <w:r>
        <w:t>-</w:t>
      </w:r>
      <w:r w:rsidRPr="00275B88">
        <w:t>ci</w:t>
      </w:r>
      <w:r w:rsidR="002C50B2">
        <w:t xml:space="preserve">, </w:t>
      </w:r>
      <w:r w:rsidRPr="00275B88">
        <w:t>qui ne l</w:t>
      </w:r>
      <w:r w:rsidR="002C50B2">
        <w:t>’</w:t>
      </w:r>
      <w:r w:rsidRPr="00275B88">
        <w:t>avait pas quitté des yeux</w:t>
      </w:r>
      <w:r w:rsidR="002C50B2">
        <w:t xml:space="preserve">, </w:t>
      </w:r>
      <w:r w:rsidRPr="00275B88">
        <w:t>murmurait</w:t>
      </w:r>
      <w:r w:rsidR="002C50B2">
        <w:t xml:space="preserve">, </w:t>
      </w:r>
      <w:r w:rsidRPr="00275B88">
        <w:t>accablée</w:t>
      </w:r>
      <w:r w:rsidR="002C50B2">
        <w:t> :</w:t>
      </w:r>
    </w:p>
    <w:p w14:paraId="75A6FAAD" w14:textId="77777777" w:rsidR="002C50B2" w:rsidRDefault="002C50B2" w:rsidP="002C50B2">
      <w:r>
        <w:t>— </w:t>
      </w:r>
      <w:r w:rsidR="00C77A4E" w:rsidRPr="00275B88">
        <w:t>Je sens bien que tout est fini</w:t>
      </w:r>
      <w:r>
        <w:t> !</w:t>
      </w:r>
    </w:p>
    <w:p w14:paraId="6BD689D9" w14:textId="77777777" w:rsidR="002C50B2" w:rsidRDefault="00C77A4E" w:rsidP="002C50B2">
      <w:r w:rsidRPr="00275B88">
        <w:t>D</w:t>
      </w:r>
      <w:r w:rsidR="002C50B2">
        <w:t>’</w:t>
      </w:r>
      <w:r w:rsidRPr="00275B88">
        <w:t>un mouvement brusque</w:t>
      </w:r>
      <w:r w:rsidR="002C50B2">
        <w:t xml:space="preserve">, </w:t>
      </w:r>
      <w:r w:rsidRPr="00275B88">
        <w:t>comme si elle rassemblait le restant de ses forces prêtes à l</w:t>
      </w:r>
      <w:r w:rsidR="002C50B2">
        <w:t>’</w:t>
      </w:r>
      <w:r w:rsidRPr="00275B88">
        <w:t>abandonner</w:t>
      </w:r>
      <w:r w:rsidR="002C50B2">
        <w:t xml:space="preserve">, </w:t>
      </w:r>
      <w:r w:rsidRPr="00275B88">
        <w:t>elle se leva</w:t>
      </w:r>
      <w:r w:rsidR="002C50B2">
        <w:t xml:space="preserve">. </w:t>
      </w:r>
      <w:r w:rsidRPr="00275B88">
        <w:t>Bellegarde eut un geste</w:t>
      </w:r>
      <w:r w:rsidR="002C50B2">
        <w:t xml:space="preserve">, </w:t>
      </w:r>
      <w:r w:rsidRPr="00275B88">
        <w:t>mais un geste vague</w:t>
      </w:r>
      <w:r w:rsidR="002C50B2">
        <w:t xml:space="preserve">, </w:t>
      </w:r>
      <w:r w:rsidRPr="00275B88">
        <w:t>pour la retenir</w:t>
      </w:r>
      <w:r w:rsidR="002C50B2">
        <w:t>.</w:t>
      </w:r>
    </w:p>
    <w:p w14:paraId="02172B28" w14:textId="77777777" w:rsidR="002C50B2" w:rsidRDefault="002C50B2" w:rsidP="002C50B2">
      <w:r>
        <w:lastRenderedPageBreak/>
        <w:t>— </w:t>
      </w:r>
      <w:r w:rsidR="00C77A4E" w:rsidRPr="00275B88">
        <w:t>Adieu</w:t>
      </w:r>
      <w:r>
        <w:t xml:space="preserve">… </w:t>
      </w:r>
      <w:r w:rsidR="00C77A4E" w:rsidRPr="00275B88">
        <w:t>fit</w:t>
      </w:r>
      <w:r w:rsidR="00C77A4E">
        <w:t>-</w:t>
      </w:r>
      <w:r w:rsidR="00C77A4E" w:rsidRPr="00275B88">
        <w:t>elle en chancelant</w:t>
      </w:r>
      <w:r>
        <w:t>.</w:t>
      </w:r>
    </w:p>
    <w:p w14:paraId="09B53C9B" w14:textId="77777777" w:rsidR="002C50B2" w:rsidRDefault="00C77A4E" w:rsidP="002C50B2">
      <w:r w:rsidRPr="00275B88">
        <w:t>Dans ce mot</w:t>
      </w:r>
      <w:r w:rsidR="002C50B2">
        <w:t xml:space="preserve">, </w:t>
      </w:r>
      <w:r w:rsidRPr="00275B88">
        <w:t>il y avait tant de détresse</w:t>
      </w:r>
      <w:r w:rsidR="002C50B2">
        <w:t xml:space="preserve">, </w:t>
      </w:r>
      <w:r w:rsidRPr="00275B88">
        <w:t>que Jacques eut l</w:t>
      </w:r>
      <w:r w:rsidR="002C50B2">
        <w:t>’</w:t>
      </w:r>
      <w:r w:rsidRPr="00275B88">
        <w:t>impression qu</w:t>
      </w:r>
      <w:r w:rsidR="002C50B2">
        <w:t>’</w:t>
      </w:r>
      <w:r w:rsidRPr="00275B88">
        <w:t>un glas tintait à ses oreilles</w:t>
      </w:r>
      <w:r w:rsidR="002C50B2">
        <w:t>.</w:t>
      </w:r>
    </w:p>
    <w:p w14:paraId="7C462DF7" w14:textId="77777777" w:rsidR="002C50B2" w:rsidRDefault="00C77A4E" w:rsidP="002C50B2">
      <w:r w:rsidRPr="00275B88">
        <w:t>Angoissé</w:t>
      </w:r>
      <w:r w:rsidR="002C50B2">
        <w:t xml:space="preserve">, </w:t>
      </w:r>
      <w:r w:rsidRPr="00275B88">
        <w:t>il lui barra la route</w:t>
      </w:r>
      <w:r w:rsidR="002C50B2">
        <w:t xml:space="preserve">… </w:t>
      </w:r>
      <w:r w:rsidRPr="00275B88">
        <w:t>Elle s</w:t>
      </w:r>
      <w:r w:rsidR="002C50B2">
        <w:t>’</w:t>
      </w:r>
      <w:r w:rsidRPr="00275B88">
        <w:t>effondra dans ses bras</w:t>
      </w:r>
      <w:r w:rsidR="002C50B2">
        <w:t>.</w:t>
      </w:r>
    </w:p>
    <w:p w14:paraId="5D56D79F" w14:textId="77777777" w:rsidR="002C50B2" w:rsidRDefault="00C77A4E" w:rsidP="002C50B2">
      <w:r w:rsidRPr="00275B88">
        <w:t>En sentant son étreinte l</w:t>
      </w:r>
      <w:r w:rsidR="002C50B2">
        <w:t>’</w:t>
      </w:r>
      <w:r w:rsidRPr="00275B88">
        <w:t>enserrer avec désespoir</w:t>
      </w:r>
      <w:r w:rsidR="002C50B2">
        <w:t xml:space="preserve">, </w:t>
      </w:r>
      <w:r w:rsidRPr="00275B88">
        <w:t>son cœur battre contre le sien si précipitamment qu</w:t>
      </w:r>
      <w:r w:rsidR="002C50B2">
        <w:t>’</w:t>
      </w:r>
      <w:r w:rsidRPr="00275B88">
        <w:t>on eût dit qu</w:t>
      </w:r>
      <w:r w:rsidR="002C50B2">
        <w:t>’</w:t>
      </w:r>
      <w:r w:rsidRPr="00275B88">
        <w:t>il allait se briser</w:t>
      </w:r>
      <w:r w:rsidR="002C50B2">
        <w:t xml:space="preserve">, </w:t>
      </w:r>
      <w:r w:rsidRPr="00275B88">
        <w:t>Jacques</w:t>
      </w:r>
      <w:r w:rsidR="002C50B2">
        <w:t xml:space="preserve">, </w:t>
      </w:r>
      <w:r w:rsidRPr="00275B88">
        <w:t>envahi par une de ces pitiés d</w:t>
      </w:r>
      <w:r w:rsidR="002C50B2">
        <w:t>’</w:t>
      </w:r>
      <w:r w:rsidRPr="00275B88">
        <w:t>autant plus fortes qu</w:t>
      </w:r>
      <w:r w:rsidR="002C50B2">
        <w:t>’</w:t>
      </w:r>
      <w:r w:rsidRPr="00275B88">
        <w:t>elles sont la dernière flambée d</w:t>
      </w:r>
      <w:r w:rsidR="002C50B2">
        <w:t>’</w:t>
      </w:r>
      <w:r w:rsidRPr="00275B88">
        <w:t>un amour qui s</w:t>
      </w:r>
      <w:r w:rsidR="002C50B2">
        <w:t>’</w:t>
      </w:r>
      <w:r w:rsidRPr="00275B88">
        <w:t>éteint</w:t>
      </w:r>
      <w:r w:rsidR="002C50B2">
        <w:t xml:space="preserve">… </w:t>
      </w:r>
      <w:r w:rsidRPr="00275B88">
        <w:t>ne put que murmurer</w:t>
      </w:r>
      <w:r w:rsidR="002C50B2">
        <w:t> :</w:t>
      </w:r>
    </w:p>
    <w:p w14:paraId="3C053FF7" w14:textId="77777777" w:rsidR="002C50B2" w:rsidRDefault="002C50B2" w:rsidP="002C50B2">
      <w:r>
        <w:t>— </w:t>
      </w:r>
      <w:r w:rsidR="00C77A4E" w:rsidRPr="00275B88">
        <w:t>Calme</w:t>
      </w:r>
      <w:r w:rsidR="00C77A4E">
        <w:t>-</w:t>
      </w:r>
      <w:r w:rsidR="00C77A4E" w:rsidRPr="00275B88">
        <w:t>toi</w:t>
      </w:r>
      <w:r>
        <w:t xml:space="preserve">… </w:t>
      </w:r>
      <w:r w:rsidR="00C77A4E" w:rsidRPr="00275B88">
        <w:t>nous allons déjeuner ensemble</w:t>
      </w:r>
      <w:r>
        <w:t> !</w:t>
      </w:r>
    </w:p>
    <w:p w14:paraId="64140E2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vrai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 Simone avec un sursaut de joie presque enfantine</w:t>
      </w:r>
      <w:r>
        <w:t>.</w:t>
      </w:r>
    </w:p>
    <w:p w14:paraId="3AA7058D" w14:textId="77777777" w:rsidR="002C50B2" w:rsidRDefault="002C50B2" w:rsidP="002C50B2">
      <w:r>
        <w:t>— </w:t>
      </w:r>
      <w:r w:rsidR="00C77A4E" w:rsidRPr="00275B88">
        <w:t>Oui</w:t>
      </w:r>
      <w:r>
        <w:t>.</w:t>
      </w:r>
    </w:p>
    <w:p w14:paraId="152A79C5" w14:textId="77777777" w:rsidR="002C50B2" w:rsidRDefault="002C50B2" w:rsidP="002C50B2">
      <w:r>
        <w:t>— </w:t>
      </w:r>
      <w:r w:rsidR="00C77A4E" w:rsidRPr="00275B88">
        <w:t>Où cela</w:t>
      </w:r>
      <w:r>
        <w:t> ?</w:t>
      </w:r>
    </w:p>
    <w:p w14:paraId="7D4CFBE4" w14:textId="77777777" w:rsidR="002C50B2" w:rsidRDefault="002C50B2" w:rsidP="002C50B2">
      <w:r>
        <w:t>— </w:t>
      </w:r>
      <w:r w:rsidR="00C77A4E" w:rsidRPr="00275B88">
        <w:t xml:space="preserve">Aux </w:t>
      </w:r>
      <w:r w:rsidR="00C77A4E" w:rsidRPr="00275B88">
        <w:rPr>
          <w:i/>
          <w:iCs/>
        </w:rPr>
        <w:t>Glycines</w:t>
      </w:r>
      <w:r>
        <w:t>.</w:t>
      </w:r>
    </w:p>
    <w:p w14:paraId="76334395" w14:textId="77777777" w:rsidR="002C50B2" w:rsidRDefault="00C77A4E" w:rsidP="002C50B2">
      <w:r w:rsidRPr="00275B88">
        <w:t>Une expression de joie subite illumina le visage douloureux de la jeune femme</w:t>
      </w:r>
      <w:r w:rsidR="002C50B2">
        <w:t xml:space="preserve">. </w:t>
      </w:r>
      <w:r w:rsidRPr="00275B88">
        <w:t>Jacques déposa un baiser rapide sur son front fiévreux</w:t>
      </w:r>
      <w:r w:rsidR="002C50B2">
        <w:t xml:space="preserve"> ; </w:t>
      </w:r>
      <w:r w:rsidRPr="00275B88">
        <w:t>puis il sonna Marie</w:t>
      </w:r>
      <w:r>
        <w:t>-</w:t>
      </w:r>
      <w:r w:rsidRPr="00275B88">
        <w:t>Jeanne</w:t>
      </w:r>
      <w:r w:rsidR="002C50B2">
        <w:t>.</w:t>
      </w:r>
    </w:p>
    <w:p w14:paraId="589C5385" w14:textId="77777777" w:rsidR="002C50B2" w:rsidRDefault="002C50B2" w:rsidP="002C50B2">
      <w:r>
        <w:t>— </w:t>
      </w:r>
      <w:r w:rsidR="00C77A4E" w:rsidRPr="00275B88">
        <w:t>Ma canne</w:t>
      </w:r>
      <w:r>
        <w:t xml:space="preserve">…, </w:t>
      </w:r>
      <w:r w:rsidR="00C77A4E" w:rsidRPr="00275B88">
        <w:t>mon chapeau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>.</w:t>
      </w:r>
    </w:p>
    <w:p w14:paraId="3DC0B6EB" w14:textId="77777777" w:rsidR="002C50B2" w:rsidRDefault="00C77A4E" w:rsidP="002C50B2">
      <w:r w:rsidRPr="00275B88">
        <w:t>Simone sortit de son sac une petite boîte à poudre</w:t>
      </w:r>
      <w:r w:rsidR="002C50B2">
        <w:t xml:space="preserve">… </w:t>
      </w:r>
      <w:r w:rsidRPr="00275B88">
        <w:t>et se campant devant une glace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efforça de faire disparaître les traces de son chagrin</w:t>
      </w:r>
      <w:r w:rsidR="002C50B2">
        <w:t xml:space="preserve">, </w:t>
      </w:r>
      <w:r w:rsidRPr="00275B88">
        <w:t>qui rougissait ses beaux yeux si tendres</w:t>
      </w:r>
      <w:r w:rsidR="002C50B2">
        <w:t>.</w:t>
      </w:r>
    </w:p>
    <w:p w14:paraId="297EF908" w14:textId="77777777" w:rsidR="002C50B2" w:rsidRDefault="00C77A4E" w:rsidP="002C50B2">
      <w:r w:rsidRPr="00275B88">
        <w:t>La femme de ménage revenait avec les objets demandés</w:t>
      </w:r>
      <w:r w:rsidR="002C50B2">
        <w:t xml:space="preserve">. </w:t>
      </w:r>
      <w:r w:rsidRPr="00275B88">
        <w:t>Le reporter lui glissa à l</w:t>
      </w:r>
      <w:r w:rsidR="002C50B2">
        <w:t>’</w:t>
      </w:r>
      <w:r w:rsidRPr="00275B88">
        <w:t>oreille</w:t>
      </w:r>
      <w:r w:rsidR="002C50B2">
        <w:t>.</w:t>
      </w:r>
    </w:p>
    <w:p w14:paraId="1D58FC28" w14:textId="77777777" w:rsidR="002C50B2" w:rsidRDefault="002C50B2" w:rsidP="002C50B2">
      <w:r>
        <w:lastRenderedPageBreak/>
        <w:t>— </w:t>
      </w:r>
      <w:r w:rsidR="00C77A4E" w:rsidRPr="00275B88">
        <w:t>Surtout n</w:t>
      </w:r>
      <w:r>
        <w:t>’</w:t>
      </w:r>
      <w:r w:rsidR="00C77A4E" w:rsidRPr="00275B88">
        <w:t>oubliez pas de demander à votre mari</w:t>
      </w:r>
      <w:r>
        <w:t>…</w:t>
      </w:r>
    </w:p>
    <w:p w14:paraId="7C2FD63A" w14:textId="77777777" w:rsidR="002C50B2" w:rsidRDefault="00C77A4E" w:rsidP="002C50B2">
      <w:r w:rsidRPr="00275B88">
        <w:t>Marie</w:t>
      </w:r>
      <w:r>
        <w:t>-</w:t>
      </w:r>
      <w:r w:rsidRPr="00275B88">
        <w:t>Jeanne eut un geste d</w:t>
      </w:r>
      <w:r w:rsidR="002C50B2">
        <w:t>’</w:t>
      </w:r>
      <w:r w:rsidRPr="00275B88">
        <w:t>acquiescement</w:t>
      </w:r>
      <w:r w:rsidR="002C50B2">
        <w:t xml:space="preserve"> ; </w:t>
      </w:r>
      <w:r w:rsidRPr="00275B88">
        <w:t>puis Jacques et Simone gagnèrent le dehors</w:t>
      </w:r>
      <w:r w:rsidR="002C50B2">
        <w:t>.</w:t>
      </w:r>
    </w:p>
    <w:p w14:paraId="24BAB9F9" w14:textId="0A431C44" w:rsidR="002C50B2" w:rsidRDefault="00C77A4E" w:rsidP="002C50B2">
      <w:r w:rsidRPr="00275B88">
        <w:t>Alors</w:t>
      </w:r>
      <w:r w:rsidR="002C50B2">
        <w:t xml:space="preserve">, </w:t>
      </w:r>
      <w:r w:rsidRPr="00275B88">
        <w:t>tout en les regardant s</w:t>
      </w:r>
      <w:r w:rsidR="002C50B2">
        <w:t>’</w:t>
      </w:r>
      <w:r w:rsidRPr="00275B88">
        <w:t>éloigner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proofErr w:type="spellStart"/>
      <w:r w:rsidRPr="00275B88">
        <w:t>Gautrais</w:t>
      </w:r>
      <w:proofErr w:type="spellEnd"/>
      <w:r w:rsidRPr="00275B88">
        <w:t xml:space="preserve"> grommela</w:t>
      </w:r>
      <w:r w:rsidR="002C50B2">
        <w:t> :</w:t>
      </w:r>
    </w:p>
    <w:p w14:paraId="265EDC8D" w14:textId="1E21C0E9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Faut</w:t>
      </w:r>
      <w:r w:rsidR="00C77A4E">
        <w:t>-</w:t>
      </w:r>
      <w:r w:rsidR="00C77A4E" w:rsidRPr="00275B88">
        <w:t>il qu</w:t>
      </w:r>
      <w:r>
        <w:t>’</w:t>
      </w:r>
      <w:r w:rsidR="00C77A4E" w:rsidRPr="00275B88">
        <w:t>il en ait du courage</w:t>
      </w:r>
      <w:r>
        <w:t>, M. </w:t>
      </w:r>
      <w:r w:rsidR="00C77A4E" w:rsidRPr="00275B88">
        <w:t>Jacques</w:t>
      </w:r>
      <w:r>
        <w:t xml:space="preserve">, </w:t>
      </w:r>
      <w:r w:rsidR="00C77A4E" w:rsidRPr="00275B88">
        <w:t xml:space="preserve">pour passer la journée avec cette raseuse et la nuit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 !</w:t>
      </w:r>
    </w:p>
    <w:p w14:paraId="1634A07F" w14:textId="2A7D5CD3" w:rsidR="00C77A4E" w:rsidRPr="00275B88" w:rsidRDefault="00C77A4E" w:rsidP="002C50B2">
      <w:pPr>
        <w:pStyle w:val="Titre2"/>
      </w:pPr>
      <w:bookmarkStart w:id="10" w:name="_Toc145914595"/>
      <w:bookmarkStart w:id="11" w:name="_Toc203477062"/>
      <w:r w:rsidRPr="00275B88">
        <w:lastRenderedPageBreak/>
        <w:t>IV</w:t>
      </w:r>
      <w:r w:rsidRPr="00275B88">
        <w:br/>
      </w:r>
      <w:r w:rsidRPr="00275B88">
        <w:br/>
        <w:t xml:space="preserve">LE RESTAURANT DES </w:t>
      </w:r>
      <w:r w:rsidRPr="00066AF6">
        <w:rPr>
          <w:i/>
          <w:iCs w:val="0"/>
        </w:rPr>
        <w:t>GLYCINES</w:t>
      </w:r>
      <w:bookmarkEnd w:id="10"/>
      <w:bookmarkEnd w:id="11"/>
      <w:r w:rsidRPr="00275B88">
        <w:br/>
      </w:r>
    </w:p>
    <w:p w14:paraId="3F4C1965" w14:textId="77777777" w:rsidR="002C50B2" w:rsidRDefault="00C77A4E" w:rsidP="002C50B2">
      <w:r w:rsidRPr="00275B88">
        <w:t xml:space="preserve">Le restaurant des </w:t>
      </w:r>
      <w:r w:rsidRPr="00275B88">
        <w:rPr>
          <w:i/>
          <w:iCs/>
        </w:rPr>
        <w:t xml:space="preserve">Glycines </w:t>
      </w:r>
      <w:r w:rsidRPr="00275B88">
        <w:t>était</w:t>
      </w:r>
      <w:r w:rsidR="002C50B2">
        <w:t xml:space="preserve">, </w:t>
      </w:r>
      <w:r w:rsidRPr="00275B88">
        <w:t>au moment où se déroule cette histoire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établissement le plus en vogue du bois de Boulogne</w:t>
      </w:r>
      <w:r w:rsidR="002C50B2">
        <w:t xml:space="preserve">. </w:t>
      </w:r>
      <w:r w:rsidRPr="00275B88">
        <w:t>Ce jour</w:t>
      </w:r>
      <w:r>
        <w:t>-</w:t>
      </w:r>
      <w:r w:rsidRPr="00275B88">
        <w:t>là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heure du déjeuner</w:t>
      </w:r>
      <w:r w:rsidR="002C50B2">
        <w:t xml:space="preserve">, </w:t>
      </w:r>
      <w:r w:rsidRPr="00275B88">
        <w:t>il faisait un temps magnifique</w:t>
      </w:r>
      <w:r w:rsidR="002C50B2">
        <w:t xml:space="preserve">. </w:t>
      </w:r>
      <w:r w:rsidRPr="00275B88">
        <w:t>Profitant des premières caresses du printemps</w:t>
      </w:r>
      <w:r w:rsidR="002C50B2">
        <w:t xml:space="preserve">, </w:t>
      </w:r>
      <w:r w:rsidRPr="00275B88">
        <w:t>une clientèle très sélecte avait envahi la plupart des tables qui se dressaient dans le joli décor de verdure d</w:t>
      </w:r>
      <w:r w:rsidR="002C50B2">
        <w:t>’</w:t>
      </w:r>
      <w:r w:rsidRPr="00275B88">
        <w:t>un beau jardin fleuri et ombragé</w:t>
      </w:r>
      <w:r w:rsidR="002C50B2">
        <w:t>.</w:t>
      </w:r>
    </w:p>
    <w:p w14:paraId="2283F01E" w14:textId="77777777" w:rsidR="002C50B2" w:rsidRDefault="00C77A4E" w:rsidP="002C50B2">
      <w:r w:rsidRPr="00275B88">
        <w:t>Un homme déjà d</w:t>
      </w:r>
      <w:r w:rsidR="002C50B2">
        <w:t>’</w:t>
      </w:r>
      <w:r w:rsidRPr="00275B88">
        <w:t>un certain âge</w:t>
      </w:r>
      <w:r w:rsidR="002C50B2">
        <w:t xml:space="preserve">, </w:t>
      </w:r>
      <w:r w:rsidRPr="00275B88">
        <w:t>habillé avec une sobre élégance</w:t>
      </w:r>
      <w:r w:rsidR="002C50B2">
        <w:t xml:space="preserve">, </w:t>
      </w:r>
      <w:r w:rsidRPr="00275B88">
        <w:t>au regard très vif sous ses lunettes à monture d</w:t>
      </w:r>
      <w:r w:rsidR="002C50B2">
        <w:t>’</w:t>
      </w:r>
      <w:r w:rsidRPr="00275B88">
        <w:t>écaille</w:t>
      </w:r>
      <w:r w:rsidR="002C50B2">
        <w:t xml:space="preserve">, </w:t>
      </w:r>
      <w:r w:rsidRPr="00275B88">
        <w:t>à la barbe et aux cheveux grisonnants</w:t>
      </w:r>
      <w:r w:rsidR="002C50B2">
        <w:t xml:space="preserve">, </w:t>
      </w:r>
      <w:r w:rsidRPr="00275B88">
        <w:t>et qu</w:t>
      </w:r>
      <w:r w:rsidR="002C50B2">
        <w:t>’</w:t>
      </w:r>
      <w:r w:rsidRPr="00275B88">
        <w:t>accompagnait une délicieuse jeune fille vêtue d</w:t>
      </w:r>
      <w:r w:rsidR="002C50B2">
        <w:t>’</w:t>
      </w:r>
      <w:r w:rsidRPr="00275B88">
        <w:t>une toilette d</w:t>
      </w:r>
      <w:r w:rsidR="002C50B2">
        <w:t>’</w:t>
      </w:r>
      <w:r w:rsidRPr="00275B88">
        <w:t>une fraîcheur exquise et d</w:t>
      </w:r>
      <w:r w:rsidR="002C50B2">
        <w:t>’</w:t>
      </w:r>
      <w:r w:rsidRPr="00275B88">
        <w:t>un goût parfait</w:t>
      </w:r>
      <w:r w:rsidR="002C50B2">
        <w:t xml:space="preserve">, </w:t>
      </w:r>
      <w:r w:rsidRPr="00275B88">
        <w:t>venait de s</w:t>
      </w:r>
      <w:r w:rsidR="002C50B2">
        <w:t>’</w:t>
      </w:r>
      <w:r w:rsidRPr="00275B88">
        <w:t>installer sous un parasol</w:t>
      </w:r>
      <w:r w:rsidR="002C50B2">
        <w:t>.</w:t>
      </w:r>
    </w:p>
    <w:p w14:paraId="1153FA1E" w14:textId="77777777" w:rsidR="002C50B2" w:rsidRDefault="00C77A4E" w:rsidP="002C50B2">
      <w:r w:rsidRPr="00275B88">
        <w:t>Leur entrée était passée inaperçue</w:t>
      </w:r>
      <w:r w:rsidR="002C50B2">
        <w:t xml:space="preserve">, </w:t>
      </w:r>
      <w:r w:rsidRPr="00275B88">
        <w:t>même à Bellegarde et à Simone Desroches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à une table voisine</w:t>
      </w:r>
      <w:r w:rsidR="002C50B2">
        <w:t xml:space="preserve">, </w:t>
      </w:r>
      <w:r w:rsidRPr="00275B88">
        <w:t>venaient d</w:t>
      </w:r>
      <w:r w:rsidR="002C50B2">
        <w:t>’</w:t>
      </w:r>
      <w:r w:rsidRPr="00275B88">
        <w:t>attaquer de savoureuses tartines de caviar</w:t>
      </w:r>
      <w:r w:rsidR="002C50B2">
        <w:t xml:space="preserve">… </w:t>
      </w:r>
      <w:r w:rsidRPr="00275B88">
        <w:t>S</w:t>
      </w:r>
      <w:r w:rsidR="002C50B2">
        <w:t>’</w:t>
      </w:r>
      <w:r w:rsidRPr="00275B88">
        <w:t>approchant des nouveaux arrivants</w:t>
      </w:r>
      <w:r w:rsidR="002C50B2">
        <w:t xml:space="preserve">, </w:t>
      </w:r>
      <w:r w:rsidRPr="00275B88">
        <w:t>le maître d</w:t>
      </w:r>
      <w:r w:rsidR="002C50B2">
        <w:t>’</w:t>
      </w:r>
      <w:r w:rsidRPr="00275B88">
        <w:t>hôtel tendit la carte à la jeune fille</w:t>
      </w:r>
      <w:r w:rsidR="002C50B2">
        <w:t xml:space="preserve">… </w:t>
      </w:r>
      <w:r w:rsidRPr="00275B88">
        <w:t>Mais celle</w:t>
      </w:r>
      <w:r>
        <w:t>-</w:t>
      </w:r>
      <w:r w:rsidRPr="00275B88">
        <w:t>ci</w:t>
      </w:r>
      <w:r w:rsidR="002C50B2">
        <w:t xml:space="preserve">, </w:t>
      </w:r>
      <w:r w:rsidRPr="00275B88">
        <w:t>la remettant au vieux monsieur</w:t>
      </w:r>
      <w:r w:rsidR="002C50B2">
        <w:t xml:space="preserve">, </w:t>
      </w:r>
      <w:r w:rsidRPr="00275B88">
        <w:t>fit d</w:t>
      </w:r>
      <w:r w:rsidR="002C50B2">
        <w:t>’</w:t>
      </w:r>
      <w:r w:rsidRPr="00275B88">
        <w:t>une voix claire</w:t>
      </w:r>
      <w:r w:rsidR="002C50B2">
        <w:t xml:space="preserve">, </w:t>
      </w:r>
      <w:r w:rsidRPr="00275B88">
        <w:t>harmonieuse</w:t>
      </w:r>
      <w:r w:rsidR="002C50B2">
        <w:t> :</w:t>
      </w:r>
    </w:p>
    <w:p w14:paraId="1E5EA784" w14:textId="77777777" w:rsidR="002C50B2" w:rsidRDefault="002C50B2" w:rsidP="002C50B2">
      <w:r>
        <w:t>— </w:t>
      </w:r>
      <w:r w:rsidR="00C77A4E" w:rsidRPr="00275B88">
        <w:t>Commande</w:t>
      </w:r>
      <w:r>
        <w:t xml:space="preserve">, </w:t>
      </w:r>
      <w:r w:rsidR="00C77A4E" w:rsidRPr="00275B88">
        <w:t>papa</w:t>
      </w:r>
      <w:r>
        <w:t xml:space="preserve">, </w:t>
      </w:r>
      <w:r w:rsidR="00C77A4E" w:rsidRPr="00275B88">
        <w:t>tu t</w:t>
      </w:r>
      <w:r>
        <w:t>’</w:t>
      </w:r>
      <w:r w:rsidR="00C77A4E" w:rsidRPr="00275B88">
        <w:t>y entends beaucoup mieux que moi</w:t>
      </w:r>
      <w:r>
        <w:t>.</w:t>
      </w:r>
    </w:p>
    <w:p w14:paraId="1B85D31A" w14:textId="77777777" w:rsidR="002C50B2" w:rsidRDefault="002C50B2" w:rsidP="002C50B2">
      <w:r>
        <w:t>— </w:t>
      </w:r>
      <w:r w:rsidR="00C77A4E" w:rsidRPr="00275B88">
        <w:t>Entendu</w:t>
      </w:r>
      <w:r>
        <w:t xml:space="preserve">, </w:t>
      </w:r>
      <w:r w:rsidR="00C77A4E" w:rsidRPr="00275B88">
        <w:t>ma petite Colette</w:t>
      </w:r>
      <w:r>
        <w:t>.</w:t>
      </w:r>
    </w:p>
    <w:p w14:paraId="3C0B9922" w14:textId="77777777" w:rsidR="002C50B2" w:rsidRDefault="00C77A4E" w:rsidP="002C50B2">
      <w:r w:rsidRPr="00275B88">
        <w:t>À ces mots</w:t>
      </w:r>
      <w:r w:rsidR="002C50B2">
        <w:t xml:space="preserve">, </w:t>
      </w:r>
      <w:r w:rsidRPr="00275B88">
        <w:t>Jacques retourna légèrement la tête</w:t>
      </w:r>
      <w:r w:rsidR="002C50B2">
        <w:t xml:space="preserve">. </w:t>
      </w:r>
      <w:r w:rsidRPr="00275B88">
        <w:t>Il ne put réprimer un léger mouvement de surprise</w:t>
      </w:r>
      <w:r w:rsidR="002C50B2">
        <w:t xml:space="preserve">… </w:t>
      </w:r>
      <w:r w:rsidRPr="00275B88">
        <w:t xml:space="preserve">Il venait de </w:t>
      </w:r>
      <w:r w:rsidRPr="00275B88">
        <w:lastRenderedPageBreak/>
        <w:t>reconnaître la charmante personne que</w:t>
      </w:r>
      <w:r w:rsidR="002C50B2">
        <w:t xml:space="preserve">, </w:t>
      </w:r>
      <w:r w:rsidRPr="00275B88">
        <w:t>la veille</w:t>
      </w:r>
      <w:r w:rsidR="002C50B2">
        <w:t xml:space="preserve">, </w:t>
      </w:r>
      <w:r w:rsidRPr="00275B88">
        <w:t>il avait rencontrée boulevard Sébastopol</w:t>
      </w:r>
      <w:r w:rsidR="002C50B2">
        <w:t>.</w:t>
      </w:r>
    </w:p>
    <w:p w14:paraId="74285067" w14:textId="77777777" w:rsidR="002C50B2" w:rsidRDefault="00C77A4E" w:rsidP="002C50B2">
      <w:r w:rsidRPr="00275B88">
        <w:t>Elle</w:t>
      </w:r>
      <w:r w:rsidR="002C50B2">
        <w:t xml:space="preserve">, </w:t>
      </w:r>
      <w:r w:rsidRPr="00275B88">
        <w:t>de son côté</w:t>
      </w:r>
      <w:r w:rsidR="002C50B2">
        <w:t xml:space="preserve">, </w:t>
      </w:r>
      <w:r w:rsidRPr="00275B88">
        <w:t>en apercevant le journaliste</w:t>
      </w:r>
      <w:r w:rsidR="002C50B2">
        <w:t xml:space="preserve">, </w:t>
      </w:r>
      <w:r w:rsidRPr="00275B88">
        <w:t>esquissa un rapide sourire</w:t>
      </w:r>
      <w:r w:rsidR="002C50B2">
        <w:t xml:space="preserve"> ; </w:t>
      </w:r>
      <w:r w:rsidRPr="00275B88">
        <w:t>puis</w:t>
      </w:r>
      <w:r w:rsidR="002C50B2">
        <w:t xml:space="preserve">, </w:t>
      </w:r>
      <w:r w:rsidRPr="00275B88">
        <w:t>baissant les yeux</w:t>
      </w:r>
      <w:r w:rsidR="002C50B2">
        <w:t xml:space="preserve">, </w:t>
      </w:r>
      <w:r w:rsidRPr="00275B88">
        <w:t>tandis que son père commandait le menu</w:t>
      </w:r>
      <w:r w:rsidR="002C50B2">
        <w:t xml:space="preserve">, </w:t>
      </w:r>
      <w:r w:rsidRPr="00275B88">
        <w:t>elle prit l</w:t>
      </w:r>
      <w:r w:rsidR="002C50B2">
        <w:t>’</w:t>
      </w:r>
      <w:r w:rsidRPr="00275B88">
        <w:t>un des œillets semés sur la table et l</w:t>
      </w:r>
      <w:r w:rsidR="002C50B2">
        <w:t>’</w:t>
      </w:r>
      <w:r w:rsidRPr="00275B88">
        <w:t>approchant de son visage</w:t>
      </w:r>
      <w:r w:rsidR="002C50B2">
        <w:t xml:space="preserve">, </w:t>
      </w:r>
      <w:r w:rsidRPr="00275B88">
        <w:t>elle parut prendre un vif plaisir à en respirer le parfum</w:t>
      </w:r>
      <w:r w:rsidR="002C50B2">
        <w:t xml:space="preserve">. </w:t>
      </w:r>
      <w:r w:rsidRPr="00275B88">
        <w:t>Simone</w:t>
      </w:r>
      <w:r w:rsidR="002C50B2">
        <w:t xml:space="preserve">, </w:t>
      </w:r>
      <w:r w:rsidRPr="00275B88">
        <w:t>toujours aux aguets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pas été sans saisir au passage cette petite scène rapide dont aucune nuance ne lui avait échappé</w:t>
      </w:r>
      <w:r w:rsidR="002C50B2">
        <w:t>.</w:t>
      </w:r>
    </w:p>
    <w:p w14:paraId="54C37BD5" w14:textId="77777777" w:rsidR="002C50B2" w:rsidRDefault="002C50B2" w:rsidP="002C50B2">
      <w:r>
        <w:t>— </w:t>
      </w:r>
      <w:r w:rsidR="00C77A4E" w:rsidRPr="00275B88">
        <w:t>Tu connais ces gens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tout bas à son ami</w:t>
      </w:r>
      <w:r>
        <w:t>.</w:t>
      </w:r>
    </w:p>
    <w:p w14:paraId="47930F78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 !… </w:t>
      </w:r>
      <w:r w:rsidR="00C77A4E" w:rsidRPr="00275B88">
        <w:t>répliqua celui</w:t>
      </w:r>
      <w:r w:rsidR="00C77A4E">
        <w:t>-</w:t>
      </w:r>
      <w:r w:rsidR="00C77A4E" w:rsidRPr="00275B88">
        <w:t>ci</w:t>
      </w:r>
      <w:r>
        <w:t xml:space="preserve">, </w:t>
      </w:r>
      <w:r w:rsidR="00C77A4E" w:rsidRPr="00275B88">
        <w:t>en affectant un air indifférent</w:t>
      </w:r>
      <w:r>
        <w:t>.</w:t>
      </w:r>
    </w:p>
    <w:p w14:paraId="7C705367" w14:textId="77777777" w:rsidR="002C50B2" w:rsidRDefault="002C50B2" w:rsidP="002C50B2">
      <w:r>
        <w:t>— </w:t>
      </w:r>
      <w:r w:rsidR="00C77A4E" w:rsidRPr="00275B88">
        <w:t>Tiens</w:t>
      </w:r>
      <w:r>
        <w:t xml:space="preserve">, </w:t>
      </w:r>
      <w:r w:rsidR="00C77A4E" w:rsidRPr="00275B88">
        <w:t>je croyais</w:t>
      </w:r>
      <w:r>
        <w:t> !…</w:t>
      </w:r>
    </w:p>
    <w:p w14:paraId="38298904" w14:textId="77777777" w:rsidR="002C50B2" w:rsidRDefault="00C77A4E" w:rsidP="002C50B2">
      <w:r w:rsidRPr="00275B88">
        <w:t>Simone se tut</w:t>
      </w:r>
      <w:r w:rsidR="002C50B2">
        <w:t xml:space="preserve">, </w:t>
      </w:r>
      <w:r w:rsidRPr="00275B88">
        <w:t>rongeant son frein</w:t>
      </w:r>
      <w:r w:rsidR="002C50B2">
        <w:t>.</w:t>
      </w:r>
    </w:p>
    <w:p w14:paraId="63EBD3AA" w14:textId="77777777" w:rsidR="002C50B2" w:rsidRDefault="00C77A4E" w:rsidP="002C50B2">
      <w:r w:rsidRPr="00275B88">
        <w:t>Tandis qu</w:t>
      </w:r>
      <w:r w:rsidR="002C50B2">
        <w:t>’</w:t>
      </w:r>
      <w:r w:rsidRPr="00275B88">
        <w:t>on apportait les quenelles de brochet au bourgogne</w:t>
      </w:r>
      <w:r w:rsidR="002C50B2">
        <w:t xml:space="preserve">, </w:t>
      </w:r>
      <w:r w:rsidRPr="00275B88">
        <w:t>Jacques ne put s</w:t>
      </w:r>
      <w:r w:rsidR="002C50B2">
        <w:t>’</w:t>
      </w:r>
      <w:r w:rsidRPr="00275B88">
        <w:t>empêcher de jeter à la dérobée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adresse de la jolie Parisienne</w:t>
      </w:r>
      <w:r w:rsidR="002C50B2">
        <w:t xml:space="preserve">, </w:t>
      </w:r>
      <w:r w:rsidRPr="00275B88">
        <w:t>quelques furtifs regards que Simone ne manqua pas de surprendre</w:t>
      </w:r>
      <w:r w:rsidR="002C50B2">
        <w:t xml:space="preserve">… </w:t>
      </w:r>
      <w:r w:rsidRPr="00275B88">
        <w:t>Alors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les sourcils froncés</w:t>
      </w:r>
      <w:r w:rsidR="002C50B2">
        <w:t xml:space="preserve">, </w:t>
      </w:r>
      <w:r w:rsidRPr="00275B88">
        <w:t>elle lança à Jacques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bref</w:t>
      </w:r>
      <w:r w:rsidR="002C50B2">
        <w:t> :</w:t>
      </w:r>
    </w:p>
    <w:p w14:paraId="253786E9" w14:textId="77777777" w:rsidR="002C50B2" w:rsidRDefault="002C50B2" w:rsidP="002C50B2">
      <w:r>
        <w:t>— </w:t>
      </w:r>
      <w:r w:rsidR="00C77A4E" w:rsidRPr="00275B88">
        <w:t>Tu es toujours décidé à t</w:t>
      </w:r>
      <w:r>
        <w:t>’</w:t>
      </w:r>
      <w:r w:rsidR="00C77A4E" w:rsidRPr="00275B88">
        <w:t>occuper de cette affaire du Louvre</w:t>
      </w:r>
      <w:r>
        <w:t> ?</w:t>
      </w:r>
    </w:p>
    <w:p w14:paraId="3F9CB8CF" w14:textId="77777777" w:rsidR="002C50B2" w:rsidRDefault="00C77A4E" w:rsidP="002C50B2">
      <w:r w:rsidRPr="00275B88">
        <w:t>Sans doute le vieux monsieur et sa fille avaient</w:t>
      </w:r>
      <w:r>
        <w:t>-</w:t>
      </w:r>
      <w:r w:rsidRPr="00275B88">
        <w:t>ils surpris ce propos</w:t>
      </w:r>
      <w:r w:rsidR="002C50B2">
        <w:t xml:space="preserve"> ; </w:t>
      </w:r>
      <w:r w:rsidRPr="00275B88">
        <w:t>car ils échangèrent un rapide coup d</w:t>
      </w:r>
      <w:r w:rsidR="002C50B2">
        <w:t>’</w:t>
      </w:r>
      <w:r w:rsidRPr="00275B88">
        <w:t>œil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pour un observateur avisé</w:t>
      </w:r>
      <w:r w:rsidR="002C50B2">
        <w:t xml:space="preserve">, </w:t>
      </w:r>
      <w:r w:rsidRPr="00275B88">
        <w:t>aurait pu paraître quelque peu étrange</w:t>
      </w:r>
      <w:r w:rsidR="002C50B2">
        <w:t>.</w:t>
      </w:r>
    </w:p>
    <w:p w14:paraId="6CA63929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distrait</w:t>
      </w:r>
      <w:r w:rsidR="002C50B2">
        <w:t xml:space="preserve">, </w:t>
      </w:r>
      <w:r w:rsidRPr="00275B88">
        <w:t>ne répondait toujours pas à la question que venait de lui poser son amie</w:t>
      </w:r>
      <w:r w:rsidR="002C50B2">
        <w:t>.</w:t>
      </w:r>
    </w:p>
    <w:p w14:paraId="56A4BC9F" w14:textId="77777777" w:rsidR="002C50B2" w:rsidRDefault="00C77A4E" w:rsidP="002C50B2">
      <w:r w:rsidRPr="00275B88">
        <w:lastRenderedPageBreak/>
        <w:t>Celle</w:t>
      </w:r>
      <w:r>
        <w:t>-</w:t>
      </w:r>
      <w:r w:rsidRPr="00275B88">
        <w:t>ci</w:t>
      </w:r>
      <w:r w:rsidR="002C50B2">
        <w:t xml:space="preserve">, </w:t>
      </w:r>
      <w:r w:rsidRPr="00275B88">
        <w:t>de plus en plus nerveuse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> :</w:t>
      </w:r>
    </w:p>
    <w:p w14:paraId="535C79B6" w14:textId="77777777" w:rsidR="002C50B2" w:rsidRDefault="002C50B2" w:rsidP="002C50B2">
      <w:r>
        <w:t>— </w:t>
      </w:r>
      <w:r w:rsidR="00C77A4E" w:rsidRPr="00275B88">
        <w:t>Tu pourrais au moins m</w:t>
      </w:r>
      <w:r>
        <w:t>’</w:t>
      </w:r>
      <w:r w:rsidR="00C77A4E" w:rsidRPr="00275B88">
        <w:t>écouter quand je te parle</w:t>
      </w:r>
      <w:r>
        <w:t>.</w:t>
      </w:r>
    </w:p>
    <w:p w14:paraId="6EAA9D06" w14:textId="77777777" w:rsidR="002C50B2" w:rsidRDefault="00C77A4E" w:rsidP="002C50B2">
      <w:r w:rsidRPr="00275B88">
        <w:t>Jacques tressaillit</w:t>
      </w:r>
      <w:r w:rsidR="002C50B2">
        <w:t xml:space="preserve">… </w:t>
      </w:r>
      <w:r w:rsidRPr="00275B88">
        <w:t>Puis il fit</w:t>
      </w:r>
      <w:r w:rsidR="002C50B2">
        <w:t xml:space="preserve">, </w:t>
      </w:r>
      <w:r w:rsidRPr="00275B88">
        <w:t>un peu gêné</w:t>
      </w:r>
      <w:r w:rsidR="002C50B2">
        <w:t> :</w:t>
      </w:r>
    </w:p>
    <w:p w14:paraId="7C1BF511" w14:textId="77777777" w:rsidR="002C50B2" w:rsidRDefault="002C50B2" w:rsidP="002C50B2">
      <w:r>
        <w:t>— </w:t>
      </w:r>
      <w:r w:rsidR="00C77A4E" w:rsidRPr="00275B88">
        <w:t>Que me disais</w:t>
      </w:r>
      <w:r w:rsidR="00C77A4E">
        <w:t>-</w:t>
      </w:r>
      <w:r w:rsidR="00C77A4E" w:rsidRPr="00275B88">
        <w:t>tu donc</w:t>
      </w:r>
      <w:r>
        <w:t> ?</w:t>
      </w:r>
    </w:p>
    <w:p w14:paraId="1EB9BB6F" w14:textId="77777777" w:rsidR="002C50B2" w:rsidRDefault="002C50B2" w:rsidP="002C50B2">
      <w:r>
        <w:t>— </w:t>
      </w:r>
      <w:r w:rsidR="00C77A4E" w:rsidRPr="00275B88">
        <w:t>Rien</w:t>
      </w:r>
      <w:r>
        <w:t xml:space="preserve"> ! </w:t>
      </w:r>
      <w:r w:rsidR="00C77A4E" w:rsidRPr="00275B88">
        <w:t>répliqua Simone</w:t>
      </w:r>
      <w:r>
        <w:t xml:space="preserve">, </w:t>
      </w:r>
      <w:r w:rsidR="00C77A4E" w:rsidRPr="00275B88">
        <w:t>en prenant une attitude boudeuse</w:t>
      </w:r>
      <w:r>
        <w:t>.</w:t>
      </w:r>
    </w:p>
    <w:p w14:paraId="160EBEB9" w14:textId="77777777" w:rsidR="002C50B2" w:rsidRDefault="00C77A4E" w:rsidP="002C50B2">
      <w:r w:rsidRPr="00275B88">
        <w:t>Le maître d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avec des gestes onctueux</w:t>
      </w:r>
      <w:r w:rsidR="002C50B2">
        <w:t xml:space="preserve">, </w:t>
      </w:r>
      <w:r w:rsidRPr="00275B88">
        <w:t>sacerdotaux</w:t>
      </w:r>
      <w:r w:rsidR="002C50B2">
        <w:t xml:space="preserve">, </w:t>
      </w:r>
      <w:r w:rsidRPr="00275B88">
        <w:t>disposait sur les assiettes les appétissantes quenelles</w:t>
      </w:r>
      <w:r w:rsidR="002C50B2">
        <w:t xml:space="preserve">. </w:t>
      </w:r>
      <w:r w:rsidRPr="00275B88">
        <w:t>Bellegarde tourna légèrement la tête vers la table voisine</w:t>
      </w:r>
      <w:r w:rsidR="002C50B2">
        <w:t xml:space="preserve">. </w:t>
      </w:r>
      <w:r w:rsidRPr="00275B88">
        <w:t>Colette continuait à parler à son père sur un ton de confidence</w:t>
      </w:r>
      <w:r w:rsidR="002C50B2">
        <w:t xml:space="preserve">… </w:t>
      </w:r>
      <w:r w:rsidRPr="00275B88">
        <w:t>Bientôt son regard</w:t>
      </w:r>
      <w:r w:rsidR="002C50B2">
        <w:t xml:space="preserve">, </w:t>
      </w:r>
      <w:r w:rsidRPr="00275B88">
        <w:t>tout pétillant de malice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obliqua vers le journaliste</w:t>
      </w:r>
      <w:r w:rsidR="002C50B2">
        <w:t xml:space="preserve">, </w:t>
      </w:r>
      <w:r w:rsidRPr="00275B88">
        <w:t>qui accentua involontairement son sourire</w:t>
      </w:r>
      <w:r w:rsidR="002C50B2">
        <w:t>.</w:t>
      </w:r>
    </w:p>
    <w:p w14:paraId="6E0DDCE0" w14:textId="77777777" w:rsidR="002C50B2" w:rsidRDefault="00C77A4E" w:rsidP="002C50B2">
      <w:r w:rsidRPr="00275B88">
        <w:t>Cette fois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en était trop</w:t>
      </w:r>
      <w:r w:rsidR="002C50B2">
        <w:t xml:space="preserve">. </w:t>
      </w:r>
      <w:r w:rsidRPr="00275B88">
        <w:t>Jetant rageusement sa serviette sur la table</w:t>
      </w:r>
      <w:r w:rsidR="002C50B2">
        <w:t xml:space="preserve">, </w:t>
      </w:r>
      <w:r w:rsidRPr="00275B88">
        <w:t>Simone martelait</w:t>
      </w:r>
      <w:r w:rsidR="002C50B2">
        <w:t> :</w:t>
      </w:r>
    </w:p>
    <w:p w14:paraId="2901B535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ai assez</w:t>
      </w:r>
      <w:r>
        <w:t> !</w:t>
      </w:r>
    </w:p>
    <w:p w14:paraId="04570D52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déconcerté</w:t>
      </w:r>
      <w:r w:rsidR="002C50B2">
        <w:t xml:space="preserve">, </w:t>
      </w:r>
      <w:r w:rsidRPr="00275B88">
        <w:t>tenta</w:t>
      </w:r>
      <w:r w:rsidR="002C50B2">
        <w:t> :</w:t>
      </w:r>
    </w:p>
    <w:p w14:paraId="0A856B0A" w14:textId="77777777" w:rsidR="002C50B2" w:rsidRDefault="002C50B2" w:rsidP="002C50B2">
      <w:r>
        <w:t>— </w:t>
      </w:r>
      <w:r w:rsidR="00C77A4E" w:rsidRPr="00275B88">
        <w:t>Voyons</w:t>
      </w:r>
      <w:r>
        <w:t xml:space="preserve">…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</w:t>
      </w:r>
      <w:r>
        <w:t>’</w:t>
      </w:r>
      <w:r w:rsidR="00C77A4E" w:rsidRPr="00275B88">
        <w:t>il y a encore</w:t>
      </w:r>
      <w:r>
        <w:t> ?</w:t>
      </w:r>
    </w:p>
    <w:p w14:paraId="240F9C63" w14:textId="77777777" w:rsidR="002C50B2" w:rsidRDefault="00C77A4E" w:rsidP="002C50B2">
      <w:r w:rsidRPr="00275B88">
        <w:t>D</w:t>
      </w:r>
      <w:r w:rsidR="002C50B2">
        <w:t>’</w:t>
      </w:r>
      <w:r w:rsidRPr="00275B88">
        <w:t>une voix agressive</w:t>
      </w:r>
      <w:r w:rsidR="002C50B2">
        <w:t xml:space="preserve">, </w:t>
      </w:r>
      <w:r w:rsidRPr="00275B88">
        <w:t>la jeune femme poursuivait</w:t>
      </w:r>
      <w:r w:rsidR="002C50B2">
        <w:t> :</w:t>
      </w:r>
    </w:p>
    <w:p w14:paraId="47ADC185" w14:textId="77777777" w:rsidR="002C50B2" w:rsidRDefault="002C50B2" w:rsidP="002C50B2">
      <w:r>
        <w:t>— </w:t>
      </w:r>
      <w:r w:rsidR="00C77A4E" w:rsidRPr="00275B88">
        <w:t>Parce qu</w:t>
      </w:r>
      <w:r>
        <w:t>’</w:t>
      </w:r>
      <w:r w:rsidR="00C77A4E" w:rsidRPr="00275B88">
        <w:t>une jeune personne mal élevée te regarde avec effronterie</w:t>
      </w:r>
      <w:r>
        <w:t xml:space="preserve">, </w:t>
      </w:r>
      <w:r w:rsidR="00C77A4E" w:rsidRPr="00275B88">
        <w:t>tu te figures tout de suite</w:t>
      </w:r>
      <w:r>
        <w:t>…</w:t>
      </w:r>
    </w:p>
    <w:p w14:paraId="62F6914B" w14:textId="77777777" w:rsidR="002C50B2" w:rsidRDefault="002C50B2" w:rsidP="002C50B2">
      <w:r>
        <w:t>— </w:t>
      </w:r>
      <w:r w:rsidR="00C77A4E" w:rsidRPr="00275B88">
        <w:t>Simone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en prie</w:t>
      </w:r>
      <w:r>
        <w:t>.</w:t>
      </w:r>
    </w:p>
    <w:p w14:paraId="76575E30" w14:textId="77777777" w:rsidR="002C50B2" w:rsidRDefault="002C50B2" w:rsidP="002C50B2">
      <w:r>
        <w:t>— </w:t>
      </w:r>
      <w:r w:rsidR="00C77A4E" w:rsidRPr="00275B88">
        <w:t>Laisse</w:t>
      </w:r>
      <w:r w:rsidR="00C77A4E">
        <w:t>-</w:t>
      </w:r>
      <w:r w:rsidR="00C77A4E" w:rsidRPr="00275B88">
        <w:t>moi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vu ce que j</w:t>
      </w:r>
      <w:r>
        <w:t>’</w:t>
      </w:r>
      <w:r w:rsidR="00C77A4E" w:rsidRPr="00275B88">
        <w:t>ai vu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> !</w:t>
      </w:r>
    </w:p>
    <w:p w14:paraId="7F18F0CD" w14:textId="77777777" w:rsidR="002C50B2" w:rsidRDefault="00C77A4E" w:rsidP="002C50B2">
      <w:r w:rsidRPr="00275B88">
        <w:t>Jacques voulut la calmer</w:t>
      </w:r>
      <w:r w:rsidR="002C50B2">
        <w:t xml:space="preserve">, </w:t>
      </w:r>
      <w:r w:rsidRPr="00275B88">
        <w:t>mais en vain</w:t>
      </w:r>
      <w:r w:rsidR="002C50B2">
        <w:t xml:space="preserve">… </w:t>
      </w:r>
      <w:r w:rsidRPr="00275B88">
        <w:t>Elle se leva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de son sac</w:t>
      </w:r>
      <w:r w:rsidR="002C50B2">
        <w:t xml:space="preserve">, </w:t>
      </w:r>
      <w:r w:rsidRPr="00275B88">
        <w:t>toute frémissante de colère contenue</w:t>
      </w:r>
      <w:r w:rsidR="002C50B2">
        <w:t xml:space="preserve">, </w:t>
      </w:r>
      <w:r w:rsidRPr="00275B88">
        <w:lastRenderedPageBreak/>
        <w:t>elle lança au journaliste</w:t>
      </w:r>
      <w:r w:rsidR="002C50B2">
        <w:t xml:space="preserve">, </w:t>
      </w:r>
      <w:r w:rsidRPr="00275B88">
        <w:t>sur un ton qui n</w:t>
      </w:r>
      <w:r w:rsidR="002C50B2">
        <w:t>’</w:t>
      </w:r>
      <w:r w:rsidRPr="00275B88">
        <w:t>admettait pas de réplique</w:t>
      </w:r>
      <w:r w:rsidR="002C50B2">
        <w:t> :</w:t>
      </w:r>
    </w:p>
    <w:p w14:paraId="3CB8142D" w14:textId="77777777" w:rsidR="002C50B2" w:rsidRDefault="002C50B2" w:rsidP="002C50B2">
      <w:r>
        <w:t>— </w:t>
      </w:r>
      <w:r w:rsidR="00C77A4E" w:rsidRPr="00275B88">
        <w:t>Ça va</w:t>
      </w:r>
      <w:r>
        <w:t xml:space="preserve">… </w:t>
      </w:r>
      <w:r w:rsidR="00C77A4E" w:rsidRPr="00275B88">
        <w:t>Adieu</w:t>
      </w:r>
      <w:r>
        <w:t> !</w:t>
      </w:r>
    </w:p>
    <w:p w14:paraId="59026FA0" w14:textId="77777777" w:rsidR="002C50B2" w:rsidRDefault="00C77A4E" w:rsidP="002C50B2">
      <w:r w:rsidRPr="00275B88">
        <w:t>Et elle s</w:t>
      </w:r>
      <w:r w:rsidR="002C50B2">
        <w:t>’</w:t>
      </w:r>
      <w:r w:rsidRPr="00275B88">
        <w:t>en fut</w:t>
      </w:r>
      <w:r w:rsidR="002C50B2">
        <w:t xml:space="preserve">, </w:t>
      </w:r>
      <w:r w:rsidRPr="00275B88">
        <w:t>après avoir adressé à Colette un regard foudroyant</w:t>
      </w:r>
      <w:r w:rsidR="002C50B2">
        <w:t xml:space="preserve">… </w:t>
      </w:r>
      <w:r w:rsidRPr="00275B88">
        <w:t>et sans que Bellegarde</w:t>
      </w:r>
      <w:r w:rsidR="002C50B2">
        <w:t xml:space="preserve">, </w:t>
      </w:r>
      <w:r w:rsidRPr="00275B88">
        <w:t>littéralement médusé</w:t>
      </w:r>
      <w:r w:rsidR="002C50B2">
        <w:t xml:space="preserve">, </w:t>
      </w:r>
      <w:r w:rsidRPr="00275B88">
        <w:t>eût rien tenté pour la retenir</w:t>
      </w:r>
      <w:r w:rsidR="002C50B2">
        <w:t>.</w:t>
      </w:r>
    </w:p>
    <w:p w14:paraId="712D8777" w14:textId="77777777" w:rsidR="002C50B2" w:rsidRDefault="00C77A4E" w:rsidP="002C50B2">
      <w:r w:rsidRPr="00275B88">
        <w:t>Au moment où il s</w:t>
      </w:r>
      <w:r w:rsidR="002C50B2">
        <w:t>’</w:t>
      </w:r>
      <w:r w:rsidRPr="00275B88">
        <w:t>apprêtait à adresser des excuses à ses voisins qui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avaient paru prêter aucune attention à cette algarade</w:t>
      </w:r>
      <w:r w:rsidR="002C50B2">
        <w:t xml:space="preserve">, </w:t>
      </w:r>
      <w:r w:rsidRPr="00275B88">
        <w:t>un chasseur survenait</w:t>
      </w:r>
      <w:r w:rsidR="002C50B2">
        <w:t xml:space="preserve">, </w:t>
      </w:r>
      <w:r w:rsidRPr="00275B88">
        <w:t>annonçant</w:t>
      </w:r>
      <w:r w:rsidR="002C50B2">
        <w:t> :</w:t>
      </w:r>
    </w:p>
    <w:p w14:paraId="3A1CA24C" w14:textId="620B862C" w:rsidR="002C50B2" w:rsidRDefault="002C50B2" w:rsidP="002C50B2">
      <w:r>
        <w:t>— </w:t>
      </w:r>
      <w:r w:rsidR="00C77A4E" w:rsidRPr="00275B88">
        <w:t xml:space="preserve">On demande </w:t>
      </w:r>
      <w:r>
        <w:t>M. </w:t>
      </w:r>
      <w:r w:rsidR="00C77A4E" w:rsidRPr="00275B88">
        <w:t>Claude Barjac au téléphone</w:t>
      </w:r>
      <w:r>
        <w:t>.</w:t>
      </w:r>
    </w:p>
    <w:p w14:paraId="2DFE293A" w14:textId="77777777" w:rsidR="002C50B2" w:rsidRDefault="00C77A4E" w:rsidP="002C50B2">
      <w:r w:rsidRPr="00275B88">
        <w:t>Le vieux monsieur se leva aussitôt et suivit le chasseur</w:t>
      </w:r>
      <w:r w:rsidR="002C50B2">
        <w:t xml:space="preserve">. </w:t>
      </w:r>
      <w:r w:rsidRPr="00275B88">
        <w:t>Colette</w:t>
      </w:r>
      <w:r w:rsidR="002C50B2">
        <w:t xml:space="preserve">, </w:t>
      </w:r>
      <w:r w:rsidRPr="00275B88">
        <w:t>demeurée seule</w:t>
      </w:r>
      <w:r w:rsidR="002C50B2">
        <w:t xml:space="preserve">, </w:t>
      </w:r>
      <w:r w:rsidRPr="00275B88">
        <w:t>dirigea ses yeux vers le journaliste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remis à manger ses quenelles d</w:t>
      </w:r>
      <w:r w:rsidR="002C50B2">
        <w:t>’</w:t>
      </w:r>
      <w:r w:rsidRPr="00275B88">
        <w:t>un air distrait et renfrogné</w:t>
      </w:r>
      <w:r w:rsidR="002C50B2">
        <w:t>.</w:t>
      </w:r>
    </w:p>
    <w:p w14:paraId="7A35A7A0" w14:textId="4B756DE4" w:rsidR="002C50B2" w:rsidRDefault="00C77A4E" w:rsidP="002C50B2">
      <w:r w:rsidRPr="00275B88">
        <w:t xml:space="preserve">Sans doute </w:t>
      </w:r>
      <w:proofErr w:type="spellStart"/>
      <w:r w:rsidRPr="00275B88">
        <w:t>subit</w:t>
      </w:r>
      <w:r>
        <w:t>-</w:t>
      </w:r>
      <w:r w:rsidRPr="00275B88">
        <w:t>il</w:t>
      </w:r>
      <w:proofErr w:type="spellEnd"/>
      <w:r w:rsidRPr="00275B88">
        <w:t xml:space="preserve"> l</w:t>
      </w:r>
      <w:r w:rsidR="002C50B2">
        <w:t>’</w:t>
      </w:r>
      <w:r w:rsidRPr="00275B88">
        <w:t>attraction de cette âme qui déjà semblait se pencher vers la sienne</w:t>
      </w:r>
      <w:r w:rsidR="002C50B2">
        <w:t xml:space="preserve"> ; </w:t>
      </w:r>
      <w:r w:rsidRPr="00275B88">
        <w:t>car</w:t>
      </w:r>
      <w:r w:rsidR="002C50B2">
        <w:t xml:space="preserve">, </w:t>
      </w:r>
      <w:r w:rsidRPr="00275B88">
        <w:t>bientôt</w:t>
      </w:r>
      <w:r w:rsidR="002C50B2">
        <w:t xml:space="preserve">, </w:t>
      </w:r>
      <w:r w:rsidRPr="00275B88">
        <w:t>son regard se croisa avec celui de la jeune fille et il y découvrit tout à coup une expression de douceur et de bienveillance qui était comme un acquiescement tacite aux excuses qu</w:t>
      </w:r>
      <w:r w:rsidR="002C50B2">
        <w:t>’</w:t>
      </w:r>
      <w:r w:rsidRPr="00275B88">
        <w:t>il n</w:t>
      </w:r>
      <w:r w:rsidR="002C50B2">
        <w:t>’</w:t>
      </w:r>
      <w:r w:rsidRPr="00275B88">
        <w:t>avait pas encore eu le temps de lui présenter</w:t>
      </w:r>
      <w:r w:rsidR="002C50B2">
        <w:t xml:space="preserve">… </w:t>
      </w:r>
      <w:r w:rsidRPr="00275B88">
        <w:t>S</w:t>
      </w:r>
      <w:r w:rsidR="002C50B2">
        <w:t>’</w:t>
      </w:r>
      <w:r w:rsidRPr="00275B88">
        <w:t>enhardissant</w:t>
      </w:r>
      <w:r w:rsidR="002C50B2">
        <w:t xml:space="preserve">, </w:t>
      </w:r>
      <w:r w:rsidRPr="00275B88">
        <w:t>il allait lui parler</w:t>
      </w:r>
      <w:r w:rsidR="002C50B2">
        <w:t xml:space="preserve">, </w:t>
      </w:r>
      <w:r w:rsidRPr="00275B88">
        <w:t xml:space="preserve">mais </w:t>
      </w:r>
      <w:r w:rsidR="002C50B2">
        <w:t>M. </w:t>
      </w:r>
      <w:r w:rsidRPr="00275B88">
        <w:t>Barjac revenait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asseyant en face de sa fille</w:t>
      </w:r>
      <w:r w:rsidR="002C50B2">
        <w:t xml:space="preserve">, </w:t>
      </w:r>
      <w:r w:rsidRPr="00275B88">
        <w:t>il lui murmura d</w:t>
      </w:r>
      <w:r w:rsidR="002C50B2">
        <w:t>’</w:t>
      </w:r>
      <w:r w:rsidRPr="00275B88">
        <w:t>un air énigmatique</w:t>
      </w:r>
      <w:r w:rsidR="002C50B2">
        <w:t> :</w:t>
      </w:r>
    </w:p>
    <w:p w14:paraId="1F1D8D1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pour ce soir</w:t>
      </w:r>
      <w:r>
        <w:t> !</w:t>
      </w:r>
    </w:p>
    <w:p w14:paraId="6500D30F" w14:textId="77777777" w:rsidR="002C50B2" w:rsidRDefault="00C77A4E" w:rsidP="002C50B2">
      <w:r w:rsidRPr="00275B88">
        <w:t>D</w:t>
      </w:r>
      <w:r w:rsidR="002C50B2">
        <w:t>’</w:t>
      </w:r>
      <w:r w:rsidRPr="00275B88">
        <w:t>un rapide clignement d</w:t>
      </w:r>
      <w:r w:rsidR="002C50B2">
        <w:t>’</w:t>
      </w:r>
      <w:r w:rsidRPr="00275B88">
        <w:t>œil</w:t>
      </w:r>
      <w:r w:rsidR="002C50B2">
        <w:t xml:space="preserve">, </w:t>
      </w:r>
      <w:r w:rsidRPr="00275B88">
        <w:t>Colette lui désigna le reporter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pour se donner une contenance</w:t>
      </w:r>
      <w:r w:rsidR="002C50B2">
        <w:t xml:space="preserve">, </w:t>
      </w:r>
      <w:r w:rsidRPr="00275B88">
        <w:t>vidait d</w:t>
      </w:r>
      <w:r w:rsidR="002C50B2">
        <w:t>’</w:t>
      </w:r>
      <w:r w:rsidRPr="00275B88">
        <w:t>un trait son verre de graves</w:t>
      </w:r>
      <w:r w:rsidR="002C50B2">
        <w:t>.</w:t>
      </w:r>
    </w:p>
    <w:p w14:paraId="08EC6C8D" w14:textId="3C3BDB3D" w:rsidR="002C50B2" w:rsidRDefault="00C77A4E" w:rsidP="002C50B2">
      <w:r w:rsidRPr="00275B88">
        <w:t xml:space="preserve">Un sourire un peu narquois se dessina sur les lèvres de </w:t>
      </w:r>
      <w:r w:rsidR="002C50B2">
        <w:t>M. </w:t>
      </w:r>
      <w:r w:rsidRPr="00275B88">
        <w:t>Barjac</w:t>
      </w:r>
      <w:r w:rsidR="002C50B2">
        <w:t xml:space="preserve">… </w:t>
      </w:r>
      <w:r w:rsidRPr="00275B88">
        <w:t xml:space="preserve">tandis que derrière ses lunettes ses yeux avaient </w:t>
      </w:r>
      <w:r w:rsidRPr="00275B88">
        <w:lastRenderedPageBreak/>
        <w:t>d</w:t>
      </w:r>
      <w:r w:rsidR="002C50B2">
        <w:t>’</w:t>
      </w:r>
      <w:r w:rsidRPr="00275B88">
        <w:t>étranges pétillements</w:t>
      </w:r>
      <w:r w:rsidR="002C50B2">
        <w:t xml:space="preserve">. </w:t>
      </w:r>
      <w:r w:rsidRPr="00275B88">
        <w:t>Et Jacques comprenant</w:t>
      </w:r>
      <w:r w:rsidR="002C50B2">
        <w:t xml:space="preserve">, </w:t>
      </w:r>
      <w:r w:rsidRPr="00275B88">
        <w:t>malgré tout le désir qu</w:t>
      </w:r>
      <w:r w:rsidR="002C50B2">
        <w:t>’</w:t>
      </w:r>
      <w:r w:rsidRPr="00275B88">
        <w:t>il avait d</w:t>
      </w:r>
      <w:r w:rsidR="002C50B2">
        <w:t>’</w:t>
      </w:r>
      <w:r w:rsidRPr="00275B88">
        <w:t>entamer la conversation avec sa jolie voisine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risquait de se rendre un tantinet ridicule</w:t>
      </w:r>
      <w:r w:rsidR="002C50B2">
        <w:t xml:space="preserve">, </w:t>
      </w:r>
      <w:r w:rsidRPr="00275B88">
        <w:t>en donnant suite à un incident qui semblait apaisé</w:t>
      </w:r>
      <w:r w:rsidR="002C50B2">
        <w:t xml:space="preserve">, </w:t>
      </w:r>
      <w:r w:rsidRPr="00275B88">
        <w:t>prit dans son portefeuille un pneumatique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aide de son stylo</w:t>
      </w:r>
      <w:r w:rsidR="002C50B2">
        <w:t xml:space="preserve">, </w:t>
      </w:r>
      <w:r w:rsidRPr="00275B88">
        <w:t>y traça ces mots</w:t>
      </w:r>
      <w:r w:rsidR="002C50B2">
        <w:t> :</w:t>
      </w:r>
    </w:p>
    <w:p w14:paraId="1E20EADF" w14:textId="77777777" w:rsidR="002C50B2" w:rsidRDefault="00C77A4E" w:rsidP="002C50B2">
      <w:pPr>
        <w:rPr>
          <w:i/>
          <w:iCs/>
        </w:rPr>
      </w:pPr>
      <w:r w:rsidRPr="0080421C">
        <w:rPr>
          <w:i/>
          <w:iCs/>
        </w:rPr>
        <w:t>Ma chère Simone</w:t>
      </w:r>
      <w:r w:rsidR="002C50B2">
        <w:rPr>
          <w:i/>
          <w:iCs/>
        </w:rPr>
        <w:t>,</w:t>
      </w:r>
    </w:p>
    <w:p w14:paraId="62B0F63F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Bien qu</w:t>
      </w:r>
      <w:r w:rsidR="002C50B2">
        <w:rPr>
          <w:i/>
          <w:iCs/>
        </w:rPr>
        <w:t>’</w:t>
      </w:r>
      <w:r w:rsidRPr="00275B88">
        <w:rPr>
          <w:i/>
          <w:iCs/>
        </w:rPr>
        <w:t>il m</w:t>
      </w:r>
      <w:r w:rsidR="002C50B2">
        <w:rPr>
          <w:i/>
          <w:iCs/>
        </w:rPr>
        <w:t>’</w:t>
      </w:r>
      <w:r w:rsidRPr="00275B88">
        <w:rPr>
          <w:i/>
          <w:iCs/>
        </w:rPr>
        <w:t>en coûte beaucoup de te faire de la peine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il m</w:t>
      </w:r>
      <w:r w:rsidR="002C50B2">
        <w:rPr>
          <w:i/>
          <w:iCs/>
        </w:rPr>
        <w:t>’</w:t>
      </w:r>
      <w:r w:rsidRPr="00275B88">
        <w:rPr>
          <w:i/>
          <w:iCs/>
        </w:rPr>
        <w:t>est impossible de supporter plus longtemps tes scènes de jalousie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aussi ridicules qu</w:t>
      </w:r>
      <w:r w:rsidR="002C50B2">
        <w:rPr>
          <w:i/>
          <w:iCs/>
        </w:rPr>
        <w:t>’</w:t>
      </w:r>
      <w:r w:rsidRPr="00275B88">
        <w:rPr>
          <w:i/>
          <w:iCs/>
        </w:rPr>
        <w:t>injustifiées</w:t>
      </w:r>
      <w:r w:rsidR="002C50B2">
        <w:rPr>
          <w:i/>
          <w:iCs/>
        </w:rPr>
        <w:t>.</w:t>
      </w:r>
    </w:p>
    <w:p w14:paraId="705C1BC1" w14:textId="77777777" w:rsidR="002C50B2" w:rsidRDefault="00C77A4E" w:rsidP="002C50B2">
      <w:r w:rsidRPr="00275B88">
        <w:t>Le maître d</w:t>
      </w:r>
      <w:r w:rsidR="002C50B2">
        <w:t>’</w:t>
      </w:r>
      <w:r w:rsidRPr="00275B88">
        <w:t>hôtel s</w:t>
      </w:r>
      <w:r w:rsidR="002C50B2">
        <w:t>’</w:t>
      </w:r>
      <w:r w:rsidRPr="00275B88">
        <w:t>approchait de lui</w:t>
      </w:r>
      <w:r w:rsidR="002C50B2">
        <w:t xml:space="preserve">, </w:t>
      </w:r>
      <w:r w:rsidRPr="00275B88">
        <w:t>la carte à la main</w:t>
      </w:r>
      <w:r w:rsidR="002C50B2">
        <w:t>.</w:t>
      </w:r>
    </w:p>
    <w:p w14:paraId="0CB6458B" w14:textId="77777777" w:rsidR="002C50B2" w:rsidRDefault="002C50B2" w:rsidP="002C50B2">
      <w:r>
        <w:t>— </w:t>
      </w:r>
      <w:r w:rsidR="00C77A4E" w:rsidRPr="00275B88">
        <w:t>Et maintenant</w:t>
      </w:r>
      <w:r>
        <w:t xml:space="preserve">, </w:t>
      </w:r>
      <w:r w:rsidR="00C77A4E" w:rsidRPr="00275B88">
        <w:t>demandait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monsieur choisit</w:t>
      </w:r>
      <w:r>
        <w:t> ?</w:t>
      </w:r>
    </w:p>
    <w:p w14:paraId="76CDC1C2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fini</w:t>
      </w:r>
      <w:r>
        <w:t xml:space="preserve">, </w:t>
      </w:r>
      <w:r w:rsidR="00C77A4E" w:rsidRPr="00275B88">
        <w:t>répliquait Bellegarde</w:t>
      </w:r>
      <w:r>
        <w:t xml:space="preserve">. </w:t>
      </w:r>
      <w:r w:rsidR="00C77A4E" w:rsidRPr="00275B88">
        <w:t>Donnez</w:t>
      </w:r>
      <w:r w:rsidR="00C77A4E">
        <w:t>-</w:t>
      </w:r>
      <w:r w:rsidR="00C77A4E" w:rsidRPr="00275B88">
        <w:t>moi l</w:t>
      </w:r>
      <w:r>
        <w:t>’</w:t>
      </w:r>
      <w:r w:rsidR="00C77A4E" w:rsidRPr="00275B88">
        <w:t>addition</w:t>
      </w:r>
      <w:r>
        <w:t>.</w:t>
      </w:r>
    </w:p>
    <w:p w14:paraId="624544A6" w14:textId="77777777" w:rsidR="002C50B2" w:rsidRDefault="00C77A4E" w:rsidP="002C50B2">
      <w:r w:rsidRPr="00275B88">
        <w:t>Et il continua à écrire</w:t>
      </w:r>
      <w:r w:rsidR="002C50B2">
        <w:t> :</w:t>
      </w:r>
    </w:p>
    <w:p w14:paraId="1B57D7D4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Mieux vaut donc ne plus nous revoir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puisque nous ne nous comprenons pas et que nous ne pouvons plus nous entendre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Ne m</w:t>
      </w:r>
      <w:r w:rsidR="002C50B2">
        <w:rPr>
          <w:i/>
          <w:iCs/>
        </w:rPr>
        <w:t>’</w:t>
      </w:r>
      <w:r w:rsidRPr="00275B88">
        <w:rPr>
          <w:i/>
          <w:iCs/>
        </w:rPr>
        <w:t>en veux pas d</w:t>
      </w:r>
      <w:r w:rsidR="002C50B2">
        <w:rPr>
          <w:i/>
          <w:iCs/>
        </w:rPr>
        <w:t>’</w:t>
      </w:r>
      <w:r w:rsidRPr="00275B88">
        <w:rPr>
          <w:i/>
          <w:iCs/>
        </w:rPr>
        <w:t>une décision que toi seule as provoquée et rendue irrévocable</w:t>
      </w:r>
      <w:r w:rsidR="002C50B2">
        <w:rPr>
          <w:i/>
          <w:iCs/>
        </w:rPr>
        <w:t>.</w:t>
      </w:r>
    </w:p>
    <w:p w14:paraId="50A4651B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Adieu</w:t>
      </w:r>
      <w:r w:rsidR="002C50B2">
        <w:rPr>
          <w:i/>
          <w:iCs/>
        </w:rPr>
        <w:t>.</w:t>
      </w:r>
    </w:p>
    <w:p w14:paraId="7E6F3E84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Jacques</w:t>
      </w:r>
      <w:r w:rsidR="002C50B2">
        <w:rPr>
          <w:i/>
          <w:iCs/>
        </w:rPr>
        <w:t>.</w:t>
      </w:r>
    </w:p>
    <w:p w14:paraId="78D52836" w14:textId="77777777" w:rsidR="002C50B2" w:rsidRDefault="00C77A4E" w:rsidP="002C50B2">
      <w:r w:rsidRPr="00275B88">
        <w:t>Le reporter cacheta son pneu et traça l</w:t>
      </w:r>
      <w:r w:rsidR="002C50B2">
        <w:t>’</w:t>
      </w:r>
      <w:r w:rsidRPr="00275B88">
        <w:t>adresse</w:t>
      </w:r>
      <w:r w:rsidR="002C50B2">
        <w:t xml:space="preserve">. </w:t>
      </w:r>
      <w:r w:rsidRPr="00275B88">
        <w:t>Un garçon apporta l</w:t>
      </w:r>
      <w:r w:rsidR="002C50B2">
        <w:t>’</w:t>
      </w:r>
      <w:r w:rsidRPr="00275B88">
        <w:t>addition qu</w:t>
      </w:r>
      <w:r w:rsidR="002C50B2">
        <w:t>’</w:t>
      </w:r>
      <w:r w:rsidRPr="00275B88">
        <w:t>il régla rapidement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tandis qu</w:t>
      </w:r>
      <w:r w:rsidR="002C50B2">
        <w:t>’</w:t>
      </w:r>
      <w:r w:rsidRPr="00275B88">
        <w:t>on lui remettait son vestiaire</w:t>
      </w:r>
      <w:r w:rsidR="002C50B2">
        <w:t xml:space="preserve">, </w:t>
      </w:r>
      <w:r w:rsidRPr="00275B88">
        <w:t>il glissa à l</w:t>
      </w:r>
      <w:r w:rsidR="002C50B2">
        <w:t>’</w:t>
      </w:r>
      <w:r w:rsidRPr="00275B88">
        <w:t>oreille du maître d</w:t>
      </w:r>
      <w:r w:rsidR="002C50B2">
        <w:t>’</w:t>
      </w:r>
      <w:r w:rsidRPr="00275B88">
        <w:t>hôtel</w:t>
      </w:r>
      <w:r w:rsidR="002C50B2">
        <w:t> :</w:t>
      </w:r>
    </w:p>
    <w:p w14:paraId="2A859D35" w14:textId="77777777" w:rsidR="002C50B2" w:rsidRDefault="002C50B2" w:rsidP="002C50B2">
      <w:r>
        <w:t>— </w:t>
      </w:r>
      <w:r w:rsidR="00C77A4E" w:rsidRPr="00275B88">
        <w:t>Pouvez</w:t>
      </w:r>
      <w:r w:rsidR="00C77A4E">
        <w:t>-</w:t>
      </w:r>
      <w:r w:rsidR="00C77A4E" w:rsidRPr="00275B88">
        <w:t>vous me dire qui sont ce monsieur et cette jeune fille qui déjeunent là</w:t>
      </w:r>
      <w:r w:rsidR="00C77A4E">
        <w:t>-</w:t>
      </w:r>
      <w:r w:rsidR="00C77A4E" w:rsidRPr="00275B88">
        <w:t>bas</w:t>
      </w:r>
      <w:r>
        <w:t xml:space="preserve">, </w:t>
      </w:r>
      <w:r w:rsidR="00C77A4E" w:rsidRPr="00275B88">
        <w:t>à cette table</w:t>
      </w:r>
      <w:r>
        <w:t> ?</w:t>
      </w:r>
    </w:p>
    <w:p w14:paraId="2D9DC76D" w14:textId="77777777" w:rsidR="002C50B2" w:rsidRDefault="00C77A4E" w:rsidP="002C50B2">
      <w:r w:rsidRPr="00275B88">
        <w:lastRenderedPageBreak/>
        <w:t>Le maître d</w:t>
      </w:r>
      <w:r w:rsidR="002C50B2">
        <w:t>’</w:t>
      </w:r>
      <w:r w:rsidRPr="00275B88">
        <w:t>hôtel répondit</w:t>
      </w:r>
      <w:r w:rsidR="002C50B2">
        <w:t> :</w:t>
      </w:r>
    </w:p>
    <w:p w14:paraId="0BD1F6A7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Je l</w:t>
      </w:r>
      <w:r>
        <w:t>’</w:t>
      </w:r>
      <w:r w:rsidR="00C77A4E" w:rsidRPr="00275B88">
        <w:t>ignore</w:t>
      </w:r>
      <w:r>
        <w:t xml:space="preserve">, </w:t>
      </w:r>
      <w:r w:rsidR="00C77A4E" w:rsidRPr="00275B88">
        <w:t>monsieur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la première fois qu</w:t>
      </w:r>
      <w:r>
        <w:t>’</w:t>
      </w:r>
      <w:r w:rsidR="00C77A4E" w:rsidRPr="00275B88">
        <w:t xml:space="preserve">ils viennent aux </w:t>
      </w:r>
      <w:r w:rsidR="00C77A4E" w:rsidRPr="00275B88">
        <w:rPr>
          <w:i/>
          <w:iCs/>
        </w:rPr>
        <w:t>Glycines</w:t>
      </w:r>
      <w:r>
        <w:rPr>
          <w:i/>
          <w:iCs/>
        </w:rPr>
        <w:t>.</w:t>
      </w:r>
    </w:p>
    <w:p w14:paraId="6684AD7B" w14:textId="77777777" w:rsidR="002C50B2" w:rsidRDefault="00C77A4E" w:rsidP="002C50B2">
      <w:r w:rsidRPr="00275B88">
        <w:t>Jacques eut un dernier regard vers Colette</w:t>
      </w:r>
      <w:r w:rsidR="002C50B2">
        <w:t xml:space="preserve">, </w:t>
      </w:r>
      <w:r w:rsidRPr="00275B88">
        <w:t>qui croquait</w:t>
      </w:r>
      <w:r w:rsidR="002C50B2">
        <w:t xml:space="preserve">, </w:t>
      </w:r>
      <w:r w:rsidRPr="00275B88">
        <w:t>de ses jolies dents</w:t>
      </w:r>
      <w:r w:rsidR="002C50B2">
        <w:t xml:space="preserve">, </w:t>
      </w:r>
      <w:r w:rsidRPr="00275B88">
        <w:t>de belles crevettes roses</w:t>
      </w:r>
      <w:r w:rsidR="002C50B2">
        <w:t xml:space="preserve">. </w:t>
      </w:r>
      <w:r w:rsidRPr="00275B88">
        <w:t>Puis il s</w:t>
      </w:r>
      <w:r w:rsidR="002C50B2">
        <w:t>’</w:t>
      </w:r>
      <w:r w:rsidRPr="00275B88">
        <w:t>éloigna</w:t>
      </w:r>
      <w:r w:rsidR="002C50B2">
        <w:t>.</w:t>
      </w:r>
    </w:p>
    <w:p w14:paraId="22D0184A" w14:textId="77777777" w:rsidR="002C50B2" w:rsidRDefault="00C77A4E" w:rsidP="002C50B2">
      <w:r w:rsidRPr="00275B88">
        <w:t>Colette le suivit des yeux</w:t>
      </w:r>
      <w:r w:rsidR="002C50B2">
        <w:t xml:space="preserve">… </w:t>
      </w:r>
      <w:r w:rsidRPr="00275B88">
        <w:t>et elle soupira</w:t>
      </w:r>
      <w:r w:rsidR="002C50B2">
        <w:t> :</w:t>
      </w:r>
    </w:p>
    <w:p w14:paraId="5B14E6BD" w14:textId="77777777" w:rsidR="002C50B2" w:rsidRDefault="002C50B2" w:rsidP="002C50B2">
      <w:r>
        <w:t>— </w:t>
      </w:r>
      <w:r w:rsidR="00C77A4E" w:rsidRPr="00275B88">
        <w:t>Pauvre garçon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dommage</w:t>
      </w:r>
      <w:r>
        <w:t> !</w:t>
      </w:r>
    </w:p>
    <w:p w14:paraId="21326DE8" w14:textId="77777777" w:rsidR="002C50B2" w:rsidRDefault="00C77A4E" w:rsidP="002C50B2">
      <w:r w:rsidRPr="00275B88">
        <w:t>Et s</w:t>
      </w:r>
      <w:r w:rsidR="002C50B2">
        <w:t>’</w:t>
      </w:r>
      <w:r w:rsidRPr="00275B88">
        <w:t>adressant à son père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délaissant les nombreux et appétissants hors</w:t>
      </w:r>
      <w:r>
        <w:t>-</w:t>
      </w:r>
      <w:r w:rsidRPr="00275B88">
        <w:t>d</w:t>
      </w:r>
      <w:r w:rsidR="002C50B2">
        <w:t>’</w:t>
      </w:r>
      <w:r w:rsidRPr="00275B88">
        <w:t>œuvre étalés devant lui</w:t>
      </w:r>
      <w:r w:rsidR="002C50B2">
        <w:t xml:space="preserve">, </w:t>
      </w:r>
      <w:r w:rsidRPr="00275B88">
        <w:t>griffonnait sur son calepin des mots illisibles</w:t>
      </w:r>
      <w:r w:rsidR="002C50B2">
        <w:t xml:space="preserve">, </w:t>
      </w:r>
      <w:r w:rsidRPr="00275B88">
        <w:t>elle fit</w:t>
      </w:r>
      <w:r w:rsidR="002C50B2">
        <w:t> :</w:t>
      </w:r>
    </w:p>
    <w:p w14:paraId="27AF36CB" w14:textId="77777777" w:rsidR="002C50B2" w:rsidRDefault="002C50B2" w:rsidP="002C50B2">
      <w:r>
        <w:t>— </w:t>
      </w:r>
      <w:r w:rsidR="00C77A4E" w:rsidRPr="00275B88">
        <w:t>Tu dis que c</w:t>
      </w:r>
      <w:r>
        <w:t>’</w:t>
      </w:r>
      <w:r w:rsidR="00C77A4E" w:rsidRPr="00275B88">
        <w:t>est pour ce soir</w:t>
      </w:r>
      <w:r>
        <w:t> ?</w:t>
      </w:r>
    </w:p>
    <w:p w14:paraId="31413D6B" w14:textId="77777777" w:rsidR="002C50B2" w:rsidRDefault="00C77A4E" w:rsidP="002C50B2">
      <w:r w:rsidRPr="00275B88">
        <w:t>Barjac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releva la tête</w:t>
      </w:r>
      <w:r w:rsidR="002C50B2">
        <w:t>.</w:t>
      </w:r>
    </w:p>
    <w:p w14:paraId="1646445F" w14:textId="77777777" w:rsidR="002C50B2" w:rsidRDefault="002C50B2" w:rsidP="002C50B2">
      <w:r>
        <w:t>— </w:t>
      </w:r>
      <w:r w:rsidR="00C77A4E" w:rsidRPr="00275B88">
        <w:t>Je te raconterai cela 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 air grave</w:t>
      </w:r>
      <w:r>
        <w:t>.</w:t>
      </w:r>
    </w:p>
    <w:p w14:paraId="0E5EC0DE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mystérieux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4B490352" w14:textId="77777777" w:rsidR="002C50B2" w:rsidRDefault="002C50B2" w:rsidP="002C50B2">
      <w:r>
        <w:t>— </w:t>
      </w:r>
      <w:r w:rsidR="00C77A4E" w:rsidRPr="00275B88">
        <w:t>Ici</w:t>
      </w:r>
      <w:r>
        <w:t xml:space="preserve">, </w:t>
      </w:r>
      <w:r w:rsidR="00C77A4E" w:rsidRPr="00275B88">
        <w:t>les bosquets pourraient bien avoir des oreilles</w:t>
      </w:r>
      <w:r>
        <w:t>…</w:t>
      </w:r>
    </w:p>
    <w:p w14:paraId="2EA08369" w14:textId="6419C28A" w:rsidR="00C77A4E" w:rsidRPr="007E357D" w:rsidRDefault="00C77A4E" w:rsidP="002C50B2">
      <w:pPr>
        <w:pStyle w:val="Titre2"/>
      </w:pPr>
      <w:bookmarkStart w:id="12" w:name="_Toc145914596"/>
      <w:bookmarkStart w:id="13" w:name="_Toc203477063"/>
      <w:r w:rsidRPr="007E357D">
        <w:lastRenderedPageBreak/>
        <w:t>V</w:t>
      </w:r>
      <w:bookmarkEnd w:id="12"/>
      <w:r>
        <w:br/>
      </w:r>
      <w:r>
        <w:br/>
      </w:r>
      <w:bookmarkStart w:id="14" w:name="_Toc145914597"/>
      <w:r w:rsidRPr="007E357D">
        <w:t>OÙ L</w:t>
      </w:r>
      <w:r w:rsidR="002C50B2">
        <w:t>’</w:t>
      </w:r>
      <w:r w:rsidRPr="007E357D">
        <w:t>ON ASSISTE À DES FAITS TROUBLANTS</w:t>
      </w:r>
      <w:bookmarkEnd w:id="13"/>
      <w:bookmarkEnd w:id="14"/>
      <w:r>
        <w:br/>
      </w:r>
    </w:p>
    <w:p w14:paraId="7CB1BD55" w14:textId="77777777" w:rsidR="002C50B2" w:rsidRDefault="00C77A4E" w:rsidP="002C50B2">
      <w:r w:rsidRPr="00275B88">
        <w:t>Depuis le matin</w:t>
      </w:r>
      <w:r w:rsidR="002C50B2">
        <w:t xml:space="preserve">, </w:t>
      </w:r>
      <w:r w:rsidRPr="00275B88">
        <w:t>le musée du Louvre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 xml:space="preserve">exception de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r w:rsidRPr="00275B88">
        <w:t>dont les portes avaient été hermétiquement closes</w:t>
      </w:r>
      <w:r w:rsidR="002C50B2">
        <w:t xml:space="preserve">, </w:t>
      </w:r>
      <w:r w:rsidRPr="00275B88">
        <w:t>avait été rouvert au public qui</w:t>
      </w:r>
      <w:r w:rsidR="002C50B2">
        <w:t xml:space="preserve">, </w:t>
      </w:r>
      <w:r w:rsidRPr="00275B88">
        <w:t>naturellement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y était précipité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espoir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 vain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y apprendre ou d</w:t>
      </w:r>
      <w:r w:rsidR="002C50B2">
        <w:t>’</w:t>
      </w:r>
      <w:r w:rsidRPr="00275B88">
        <w:t>y voir quelque chose</w:t>
      </w:r>
      <w:r w:rsidR="002C50B2">
        <w:t xml:space="preserve">. </w:t>
      </w:r>
      <w:r w:rsidRPr="00275B88">
        <w:t>Le mystère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demeurait impénétrable</w:t>
      </w:r>
      <w:r w:rsidR="002C50B2">
        <w:t>.</w:t>
      </w:r>
    </w:p>
    <w:p w14:paraId="65AE267B" w14:textId="77777777" w:rsidR="002C50B2" w:rsidRDefault="00C77A4E" w:rsidP="002C50B2">
      <w:r w:rsidRPr="00275B88">
        <w:t>L</w:t>
      </w:r>
      <w:r w:rsidR="002C50B2">
        <w:t>’</w:t>
      </w:r>
      <w:r w:rsidRPr="00275B88">
        <w:t xml:space="preserve">inspecteur </w:t>
      </w:r>
      <w:proofErr w:type="spellStart"/>
      <w:r w:rsidRPr="00275B88">
        <w:t>Ménardier</w:t>
      </w:r>
      <w:proofErr w:type="spellEnd"/>
      <w:r w:rsidRPr="00275B88">
        <w:t xml:space="preserve"> n</w:t>
      </w:r>
      <w:r w:rsidR="002C50B2">
        <w:t>’</w:t>
      </w:r>
      <w:r w:rsidRPr="00275B88">
        <w:t>était cependant pas resté inactif</w:t>
      </w:r>
      <w:r w:rsidR="002C50B2">
        <w:t>.</w:t>
      </w:r>
    </w:p>
    <w:p w14:paraId="5FD1D7FE" w14:textId="77777777" w:rsidR="002C50B2" w:rsidRDefault="00C77A4E" w:rsidP="002C50B2">
      <w:r w:rsidRPr="00275B88">
        <w:t>N</w:t>
      </w:r>
      <w:r w:rsidR="002C50B2">
        <w:t>’</w:t>
      </w:r>
      <w:r w:rsidRPr="00275B88">
        <w:t>ayant découvert dans le vieux palais</w:t>
      </w:r>
      <w:r w:rsidR="002C50B2">
        <w:t xml:space="preserve">, </w:t>
      </w:r>
      <w:r w:rsidRPr="00275B88">
        <w:t>à la suite d</w:t>
      </w:r>
      <w:r w:rsidR="002C50B2">
        <w:t>’</w:t>
      </w:r>
      <w:r w:rsidRPr="00275B88">
        <w:t>un minutieux examen</w:t>
      </w:r>
      <w:r w:rsidR="002C50B2">
        <w:t xml:space="preserve">, </w:t>
      </w:r>
      <w:r w:rsidRPr="00275B88">
        <w:t>aucune trace d</w:t>
      </w:r>
      <w:r w:rsidR="002C50B2">
        <w:t>’</w:t>
      </w:r>
      <w:r w:rsidRPr="00275B88">
        <w:t>effraction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habile limier en était arrivé à la conclusion logique que </w:t>
      </w:r>
      <w:r w:rsidRPr="00275B88">
        <w:rPr>
          <w:i/>
          <w:iCs/>
        </w:rPr>
        <w:t xml:space="preserve">le </w:t>
      </w:r>
      <w:r w:rsidRPr="00275B88">
        <w:t xml:space="preserve">ou </w:t>
      </w:r>
      <w:r w:rsidRPr="00275B88">
        <w:rPr>
          <w:i/>
          <w:iCs/>
        </w:rPr>
        <w:t xml:space="preserve">les </w:t>
      </w:r>
      <w:r w:rsidRPr="00275B88">
        <w:t>assassins de Sabarat devaient avoir un complice dans la place</w:t>
      </w:r>
      <w:r w:rsidR="002C50B2">
        <w:t xml:space="preserve">. </w:t>
      </w:r>
      <w:r w:rsidRPr="00275B88">
        <w:t>Un moment</w:t>
      </w:r>
      <w:r w:rsidR="002C50B2">
        <w:t xml:space="preserve">, </w:t>
      </w:r>
      <w:r w:rsidRPr="00275B88">
        <w:t>ses soupçons s</w:t>
      </w:r>
      <w:r w:rsidR="002C50B2">
        <w:t>’</w:t>
      </w:r>
      <w:r w:rsidRPr="00275B88">
        <w:t xml:space="preserve">étaient même arrêtés sur </w:t>
      </w:r>
      <w:proofErr w:type="spellStart"/>
      <w:r w:rsidRPr="00275B88">
        <w:t>Gautrais</w:t>
      </w:r>
      <w:proofErr w:type="spellEnd"/>
      <w:r w:rsidR="002C50B2">
        <w:t xml:space="preserve">. </w:t>
      </w:r>
      <w:r w:rsidRPr="00275B88">
        <w:t>Or</w:t>
      </w:r>
      <w:r w:rsidR="002C50B2">
        <w:t xml:space="preserve">, </w:t>
      </w:r>
      <w:r w:rsidRPr="00275B88">
        <w:t>non seulement les renseignements qu</w:t>
      </w:r>
      <w:r w:rsidR="002C50B2">
        <w:t>’</w:t>
      </w:r>
      <w:r w:rsidRPr="00275B88">
        <w:t>il avait recueillis sur le brave gardien étaient excellents</w:t>
      </w:r>
      <w:r w:rsidR="002C50B2">
        <w:t xml:space="preserve">, </w:t>
      </w:r>
      <w:r w:rsidRPr="00275B88">
        <w:t>mais il avait encore acquis la preuve que ce dernier</w:t>
      </w:r>
      <w:r w:rsidR="002C50B2">
        <w:t xml:space="preserve">, </w:t>
      </w:r>
      <w:r w:rsidRPr="00275B88">
        <w:t>au cours de la nuit du crime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pas quitté son domicile</w:t>
      </w:r>
      <w:r w:rsidR="002C50B2">
        <w:t>.</w:t>
      </w:r>
    </w:p>
    <w:p w14:paraId="1C9AD1C5" w14:textId="77777777" w:rsidR="002C50B2" w:rsidRDefault="00C77A4E" w:rsidP="002C50B2">
      <w:r w:rsidRPr="00275B88">
        <w:t>Donc</w:t>
      </w:r>
      <w:r w:rsidR="002C50B2">
        <w:t xml:space="preserve">, </w:t>
      </w:r>
      <w:r w:rsidRPr="00275B88">
        <w:t xml:space="preserve">la piste </w:t>
      </w:r>
      <w:proofErr w:type="spellStart"/>
      <w:r w:rsidRPr="00275B88">
        <w:t>Gautrais</w:t>
      </w:r>
      <w:proofErr w:type="spellEnd"/>
      <w:r w:rsidRPr="00275B88">
        <w:t xml:space="preserve"> était mauvaise</w:t>
      </w:r>
      <w:r w:rsidR="002C50B2">
        <w:t xml:space="preserve">, </w:t>
      </w:r>
      <w:r w:rsidRPr="00275B88">
        <w:t>et il était inutile de s</w:t>
      </w:r>
      <w:r w:rsidR="002C50B2">
        <w:t>’</w:t>
      </w:r>
      <w:r w:rsidRPr="00275B88">
        <w:t>y attarder</w:t>
      </w:r>
      <w:r w:rsidR="002C50B2">
        <w:t>.</w:t>
      </w:r>
    </w:p>
    <w:p w14:paraId="6F8DDBF7" w14:textId="77777777" w:rsidR="002C50B2" w:rsidRDefault="00C77A4E" w:rsidP="002C50B2">
      <w:r w:rsidRPr="00275B88">
        <w:t>Persuadé qu</w:t>
      </w:r>
      <w:r w:rsidR="002C50B2">
        <w:t>’</w:t>
      </w:r>
      <w:r w:rsidRPr="00275B88">
        <w:t>il avait à lutter contre un adversaire d</w:t>
      </w:r>
      <w:r w:rsidR="002C50B2">
        <w:t>’</w:t>
      </w:r>
      <w:r w:rsidRPr="00275B88">
        <w:t>une rare audace et d</w:t>
      </w:r>
      <w:r w:rsidR="002C50B2">
        <w:t>’</w:t>
      </w:r>
      <w:r w:rsidRPr="00275B88">
        <w:t>une habileté peu commune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en était arrivé promptement à se convaincre que la première chose à faire était de rechercher d</w:t>
      </w:r>
      <w:r w:rsidR="002C50B2">
        <w:t>’</w:t>
      </w:r>
      <w:r w:rsidRPr="00275B88">
        <w:t xml:space="preserve">abord comment il avait pu </w:t>
      </w:r>
      <w:r w:rsidRPr="00275B88">
        <w:lastRenderedPageBreak/>
        <w:t>entrer au Louvre et en sortir avec une facilité qui tenait du prodige</w:t>
      </w:r>
      <w:r w:rsidR="002C50B2">
        <w:t xml:space="preserve"> ; </w:t>
      </w:r>
      <w:r w:rsidRPr="00275B88">
        <w:t>et il avait décidé de se livrer</w:t>
      </w:r>
      <w:r w:rsidR="002C50B2">
        <w:t xml:space="preserve">, </w:t>
      </w:r>
      <w:r w:rsidRPr="00275B88">
        <w:t>la nuit prochaine</w:t>
      </w:r>
      <w:r w:rsidR="002C50B2">
        <w:t xml:space="preserve">, </w:t>
      </w:r>
      <w:r w:rsidRPr="00275B88">
        <w:t>en compagnie de quelques agents triés sur le volet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abri de tout œil inquisiteur ou de toute oreille indiscrète</w:t>
      </w:r>
      <w:r w:rsidR="002C50B2">
        <w:t xml:space="preserve">, </w:t>
      </w:r>
      <w:r w:rsidRPr="00275B88">
        <w:t>à une exploration nocturne du musée</w:t>
      </w:r>
      <w:r w:rsidR="002C50B2">
        <w:t>.</w:t>
      </w:r>
    </w:p>
    <w:p w14:paraId="1E7BF0F8" w14:textId="152A1929" w:rsidR="002C50B2" w:rsidRDefault="00C77A4E" w:rsidP="002C50B2">
      <w:r w:rsidRPr="00275B88">
        <w:t>À cet effet</w:t>
      </w:r>
      <w:r w:rsidR="002C50B2">
        <w:t xml:space="preserve">, </w:t>
      </w:r>
      <w:r w:rsidRPr="00275B88">
        <w:t xml:space="preserve">il avait prié </w:t>
      </w:r>
      <w:r w:rsidR="002C50B2">
        <w:t>M. </w:t>
      </w:r>
      <w:r w:rsidRPr="00275B88">
        <w:t>Lavergne de lui confier les plans du palais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s</w:t>
      </w:r>
      <w:r w:rsidR="002C50B2">
        <w:t>’</w:t>
      </w:r>
      <w:r w:rsidRPr="00275B88">
        <w:t>était mis à étudier avec la plus grande attention</w:t>
      </w:r>
      <w:r w:rsidR="002C50B2">
        <w:t>.</w:t>
      </w:r>
    </w:p>
    <w:p w14:paraId="67479543" w14:textId="77777777" w:rsidR="002C50B2" w:rsidRDefault="00C77A4E" w:rsidP="002C50B2">
      <w:r w:rsidRPr="00275B88">
        <w:t>Jacques Bellegarde</w:t>
      </w:r>
      <w:r w:rsidR="002C50B2">
        <w:t xml:space="preserve">, </w:t>
      </w:r>
      <w:r w:rsidRPr="00275B88">
        <w:t>plus que jamais décidé à élucider ce terrible mystère</w:t>
      </w:r>
      <w:r w:rsidR="002C50B2">
        <w:t xml:space="preserve">, </w:t>
      </w:r>
      <w:r w:rsidRPr="00275B88">
        <w:t>avait agi de son côté</w:t>
      </w:r>
      <w:r w:rsidR="002C50B2">
        <w:t>…</w:t>
      </w:r>
    </w:p>
    <w:p w14:paraId="77D574D0" w14:textId="77777777" w:rsidR="002C50B2" w:rsidRDefault="00C77A4E" w:rsidP="002C50B2">
      <w:r w:rsidRPr="00275B88">
        <w:t xml:space="preserve">Après être passé au </w:t>
      </w:r>
      <w:r w:rsidRPr="00275B88">
        <w:rPr>
          <w:i/>
          <w:iCs/>
        </w:rPr>
        <w:t xml:space="preserve">Petit Parisien </w:t>
      </w:r>
      <w:r w:rsidRPr="00275B88">
        <w:t>pour y prendre connaissance de son courrier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rendu au Louvre</w:t>
      </w:r>
      <w:r w:rsidR="002C50B2">
        <w:t xml:space="preserve">. </w:t>
      </w:r>
      <w:r w:rsidRPr="00275B88">
        <w:t>Lorsqu</w:t>
      </w:r>
      <w:r w:rsidR="002C50B2">
        <w:t>’</w:t>
      </w:r>
      <w:r w:rsidRPr="00275B88">
        <w:t>il y arriva</w:t>
      </w:r>
      <w:r w:rsidR="002C50B2">
        <w:t xml:space="preserve">, </w:t>
      </w:r>
      <w:r w:rsidRPr="00275B88">
        <w:t>il était trois heures de l</w:t>
      </w:r>
      <w:r w:rsidR="002C50B2">
        <w:t>’</w:t>
      </w:r>
      <w:r w:rsidRPr="00275B88">
        <w:t>après</w:t>
      </w:r>
      <w:r>
        <w:t>-</w:t>
      </w:r>
      <w:r w:rsidRPr="00275B88">
        <w:t>midi</w:t>
      </w:r>
      <w:r w:rsidR="002C50B2">
        <w:t xml:space="preserve">. </w:t>
      </w:r>
      <w:r w:rsidRPr="00275B88">
        <w:t xml:space="preserve">Son premier soin fut de se rendre à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 ; </w:t>
      </w:r>
      <w:r w:rsidRPr="00275B88">
        <w:t>mais il constata</w:t>
      </w:r>
      <w:r w:rsidR="002C50B2">
        <w:t xml:space="preserve">, </w:t>
      </w:r>
      <w:r w:rsidRPr="00275B88">
        <w:t>aussitôt qu</w:t>
      </w:r>
      <w:r w:rsidR="002C50B2">
        <w:t>’</w:t>
      </w:r>
      <w:r w:rsidRPr="00275B88">
        <w:t>il était impossible d</w:t>
      </w:r>
      <w:r w:rsidR="002C50B2">
        <w:t>’</w:t>
      </w:r>
      <w:r w:rsidRPr="00275B88">
        <w:t>y pénétrer</w:t>
      </w:r>
      <w:r w:rsidR="002C50B2">
        <w:t xml:space="preserve">. </w:t>
      </w:r>
      <w:r w:rsidRPr="00275B88">
        <w:t>Deux agents montaient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une garde vigilante devant la porte d</w:t>
      </w:r>
      <w:r w:rsidR="002C50B2">
        <w:t>’</w:t>
      </w:r>
      <w:r w:rsidRPr="00275B88">
        <w:t>entrée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obstruait une barrière de bois improvisée</w:t>
      </w:r>
      <w:r w:rsidR="002C50B2">
        <w:t xml:space="preserve">, </w:t>
      </w:r>
      <w:r w:rsidRPr="00275B88">
        <w:t>mais infranchissable</w:t>
      </w:r>
      <w:r w:rsidR="002C50B2">
        <w:t>.</w:t>
      </w:r>
    </w:p>
    <w:p w14:paraId="41BFC4C8" w14:textId="77777777" w:rsidR="002C50B2" w:rsidRDefault="00C77A4E" w:rsidP="002C50B2">
      <w:r w:rsidRPr="00275B88">
        <w:t>Sans tenter de fléchir une consigne qu</w:t>
      </w:r>
      <w:r w:rsidR="002C50B2">
        <w:t>’</w:t>
      </w:r>
      <w:r w:rsidRPr="00275B88">
        <w:t>il savait formelle</w:t>
      </w:r>
      <w:r w:rsidR="002C50B2">
        <w:t xml:space="preserve">, </w:t>
      </w:r>
      <w:r w:rsidRPr="00275B88">
        <w:t>le jeune reporter rebroussa chemin</w:t>
      </w:r>
      <w:r w:rsidR="002C50B2">
        <w:t xml:space="preserve">, </w:t>
      </w:r>
      <w:r w:rsidRPr="00275B88">
        <w:t>sans même prêter l</w:t>
      </w:r>
      <w:r w:rsidR="002C50B2">
        <w:t>’</w:t>
      </w:r>
      <w:r w:rsidRPr="00275B88">
        <w:t>oreille aux propos plus ou moins abracadabrants qu</w:t>
      </w:r>
      <w:r w:rsidR="002C50B2">
        <w:t>’</w:t>
      </w:r>
      <w:r w:rsidRPr="00275B88">
        <w:t>échangeaient les visiteurs</w:t>
      </w:r>
      <w:r w:rsidR="002C50B2">
        <w:t xml:space="preserve"> ; </w:t>
      </w:r>
      <w:r w:rsidRPr="00275B88">
        <w:t xml:space="preserve">et il résolut de se mettre tout de suite à la recherche du gardien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comptant bien que celui</w:t>
      </w:r>
      <w:r>
        <w:t>-</w:t>
      </w:r>
      <w:r w:rsidRPr="00275B88">
        <w:t>ci donnerait une réponse favorable à la requête qu</w:t>
      </w:r>
      <w:r w:rsidR="002C50B2">
        <w:t>’</w:t>
      </w:r>
      <w:r w:rsidRPr="00275B88">
        <w:t>il lui avait fait adresser par Marie</w:t>
      </w:r>
      <w:r>
        <w:t>-</w:t>
      </w:r>
      <w:r w:rsidRPr="00275B88">
        <w:t>Jeanne</w:t>
      </w:r>
      <w:r w:rsidR="002C50B2">
        <w:t xml:space="preserve">. </w:t>
      </w:r>
      <w:r w:rsidRPr="00275B88">
        <w:t>Et s</w:t>
      </w:r>
      <w:r w:rsidR="002C50B2">
        <w:t>’</w:t>
      </w:r>
      <w:r w:rsidRPr="00275B88">
        <w:t xml:space="preserve">engageant dans la galerie des </w:t>
      </w:r>
      <w:r w:rsidRPr="00275B88">
        <w:rPr>
          <w:i/>
          <w:iCs/>
        </w:rPr>
        <w:t>Antiques</w:t>
      </w:r>
      <w:r w:rsidR="002C50B2">
        <w:rPr>
          <w:i/>
          <w:iCs/>
        </w:rPr>
        <w:t xml:space="preserve">, </w:t>
      </w:r>
      <w:r w:rsidRPr="00275B88">
        <w:t>il se dirigeait d</w:t>
      </w:r>
      <w:r w:rsidR="002C50B2">
        <w:t>’</w:t>
      </w:r>
      <w:r w:rsidRPr="00275B88">
        <w:t xml:space="preserve">un pas rapide vers la statue de la </w:t>
      </w:r>
      <w:r w:rsidRPr="00275B88">
        <w:rPr>
          <w:i/>
          <w:iCs/>
        </w:rPr>
        <w:t>Vénus de Milo</w:t>
      </w:r>
      <w:r w:rsidR="002C50B2">
        <w:rPr>
          <w:i/>
          <w:iCs/>
        </w:rPr>
        <w:t xml:space="preserve">, </w:t>
      </w:r>
      <w:r w:rsidRPr="00275B88">
        <w:t>qui détachait nettement</w:t>
      </w:r>
      <w:r w:rsidR="002C50B2">
        <w:t xml:space="preserve">, </w:t>
      </w:r>
      <w:r w:rsidRPr="00275B88">
        <w:t>sur le fond noir</w:t>
      </w:r>
      <w:r w:rsidR="002C50B2">
        <w:t xml:space="preserve">, </w:t>
      </w:r>
      <w:r w:rsidRPr="00275B88">
        <w:t>ses formes harmonieuses lorsqu</w:t>
      </w:r>
      <w:r w:rsidR="002C50B2">
        <w:t>’</w:t>
      </w:r>
      <w:r w:rsidRPr="00275B88">
        <w:t>il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saisi de stupeur</w:t>
      </w:r>
      <w:r w:rsidR="002C50B2">
        <w:t>.</w:t>
      </w:r>
    </w:p>
    <w:p w14:paraId="42A0B902" w14:textId="77777777" w:rsidR="002C50B2" w:rsidRDefault="00C77A4E" w:rsidP="002C50B2">
      <w:r w:rsidRPr="00275B88">
        <w:t>Assise sur un pliant</w:t>
      </w:r>
      <w:r w:rsidR="002C50B2">
        <w:t xml:space="preserve">, </w:t>
      </w:r>
      <w:r w:rsidRPr="00275B88">
        <w:t>un album sur ses genoux et un crayon à la main</w:t>
      </w:r>
      <w:r w:rsidR="002C50B2">
        <w:t xml:space="preserve">, </w:t>
      </w:r>
      <w:r w:rsidRPr="00275B88">
        <w:t xml:space="preserve">la charmante Parisienne dont il avait fait la </w:t>
      </w:r>
      <w:r w:rsidRPr="00275B88">
        <w:lastRenderedPageBreak/>
        <w:t>connaissance la veille</w:t>
      </w:r>
      <w:r w:rsidR="002C50B2">
        <w:t xml:space="preserve">, </w:t>
      </w:r>
      <w:r w:rsidRPr="00275B88">
        <w:t>boulevard Sébastopol</w:t>
      </w:r>
      <w:r w:rsidR="002C50B2">
        <w:t xml:space="preserve">, </w:t>
      </w:r>
      <w:r w:rsidRPr="00275B88">
        <w:t>et qui</w:t>
      </w:r>
      <w:r w:rsidR="002C50B2">
        <w:t xml:space="preserve">, </w:t>
      </w:r>
      <w:r w:rsidRPr="00275B88">
        <w:t>deux heures auparavant</w:t>
      </w:r>
      <w:r w:rsidR="002C50B2">
        <w:t xml:space="preserve">, </w:t>
      </w:r>
      <w:r w:rsidRPr="00275B88">
        <w:t>avait provoqué</w:t>
      </w:r>
      <w:r w:rsidR="002C50B2">
        <w:t xml:space="preserve">, </w:t>
      </w:r>
      <w:r w:rsidRPr="00275B88">
        <w:t xml:space="preserve">au restaurant des </w:t>
      </w:r>
      <w:r w:rsidRPr="00275B88">
        <w:rPr>
          <w:i/>
          <w:iCs/>
        </w:rPr>
        <w:t>Glycines</w:t>
      </w:r>
      <w:r w:rsidR="002C50B2">
        <w:rPr>
          <w:i/>
          <w:iCs/>
        </w:rPr>
        <w:t xml:space="preserve">, </w:t>
      </w:r>
      <w:r w:rsidRPr="00275B88">
        <w:t>la colère de Simone Desroches</w:t>
      </w:r>
      <w:r w:rsidR="002C50B2">
        <w:t xml:space="preserve">, </w:t>
      </w:r>
      <w:r w:rsidRPr="00275B88">
        <w:t>contemplait d</w:t>
      </w:r>
      <w:r w:rsidR="002C50B2">
        <w:t>’</w:t>
      </w:r>
      <w:r w:rsidRPr="00275B88">
        <w:t>un air extasié la divine statue</w:t>
      </w:r>
      <w:r w:rsidR="002C50B2">
        <w:t>.</w:t>
      </w:r>
    </w:p>
    <w:p w14:paraId="63EBC8FB" w14:textId="77777777" w:rsidR="002C50B2" w:rsidRDefault="00C77A4E" w:rsidP="002C50B2">
      <w:r w:rsidRPr="00275B88">
        <w:t>Jacques eut une minute d</w:t>
      </w:r>
      <w:r w:rsidR="002C50B2">
        <w:t>’</w:t>
      </w:r>
      <w:r w:rsidRPr="00275B88">
        <w:t>hésitation</w:t>
      </w:r>
      <w:r w:rsidR="002C50B2">
        <w:t xml:space="preserve"> ; </w:t>
      </w: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avançant vers elle</w:t>
      </w:r>
      <w:r w:rsidR="002C50B2">
        <w:t xml:space="preserve">, </w:t>
      </w:r>
      <w:r w:rsidRPr="00275B88">
        <w:t>et tout en la saluant avec beaucoup de déférence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3D0DCA3A" w14:textId="77777777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nous sommes destinés à nous rencontrer</w:t>
      </w:r>
      <w:r>
        <w:t xml:space="preserve">… </w:t>
      </w:r>
      <w:r w:rsidR="00C77A4E" w:rsidRPr="00275B88">
        <w:t>Je ne me présente pas</w:t>
      </w:r>
      <w:r>
        <w:t xml:space="preserve">, </w:t>
      </w:r>
      <w:r w:rsidR="00C77A4E" w:rsidRPr="00275B88">
        <w:t>puisque j</w:t>
      </w:r>
      <w:r>
        <w:t>’</w:t>
      </w:r>
      <w:r w:rsidR="00C77A4E" w:rsidRPr="00275B88">
        <w:t>ai déjà l</w:t>
      </w:r>
      <w:r>
        <w:t>’</w:t>
      </w:r>
      <w:r w:rsidR="00C77A4E" w:rsidRPr="00275B88">
        <w:t>honneur d</w:t>
      </w:r>
      <w:r>
        <w:t>’</w:t>
      </w:r>
      <w:r w:rsidR="00C77A4E" w:rsidRPr="00275B88">
        <w:t>être connu de vous</w:t>
      </w:r>
      <w:r>
        <w:t>.</w:t>
      </w:r>
    </w:p>
    <w:p w14:paraId="762452F4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répliquait Colette avec un gracieux sourire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vu votre portrait en tête de l</w:t>
      </w:r>
      <w:r>
        <w:t>’</w:t>
      </w:r>
      <w:r w:rsidR="00C77A4E" w:rsidRPr="00275B88">
        <w:t>un de vos livres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ajouterai que je lis tous vos articles et je ne vous cacherai pas qu</w:t>
      </w:r>
      <w:r>
        <w:t>’</w:t>
      </w:r>
      <w:r w:rsidR="00C77A4E" w:rsidRPr="00275B88">
        <w:t>ils m</w:t>
      </w:r>
      <w:r>
        <w:t>’</w:t>
      </w:r>
      <w:r w:rsidR="00C77A4E" w:rsidRPr="00275B88">
        <w:t>intéressent vivement</w:t>
      </w:r>
      <w:r>
        <w:t>.</w:t>
      </w:r>
    </w:p>
    <w:p w14:paraId="19495A75" w14:textId="77777777" w:rsidR="002C50B2" w:rsidRDefault="002C50B2" w:rsidP="002C50B2">
      <w:r>
        <w:t>— </w:t>
      </w:r>
      <w:r w:rsidR="00C77A4E" w:rsidRPr="00275B88">
        <w:t>Vous êtes trop indulgente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reprenait le reporter</w:t>
      </w:r>
      <w:r>
        <w:t xml:space="preserve">. </w:t>
      </w:r>
      <w:r w:rsidR="00C77A4E" w:rsidRPr="00275B88">
        <w:t>Aussi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espère que vous voudrez bien accepter mes excuses au sujet du fâcheux incident de tout à l</w:t>
      </w:r>
      <w:r>
        <w:t>’</w:t>
      </w:r>
      <w:r w:rsidR="00C77A4E" w:rsidRPr="00275B88">
        <w:t>heure</w:t>
      </w:r>
      <w:r>
        <w:t>.</w:t>
      </w:r>
    </w:p>
    <w:p w14:paraId="1E23F7E1" w14:textId="77777777" w:rsidR="002C50B2" w:rsidRDefault="00C77A4E" w:rsidP="002C50B2">
      <w:r w:rsidRPr="00275B88">
        <w:t>Il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un peu embarrassé</w:t>
      </w:r>
      <w:r w:rsidR="002C50B2">
        <w:t>.</w:t>
      </w:r>
    </w:p>
    <w:p w14:paraId="603234BA" w14:textId="77777777" w:rsidR="002C50B2" w:rsidRDefault="00C77A4E" w:rsidP="002C50B2">
      <w:r w:rsidRPr="00275B88">
        <w:t>Colette reprenait toujours souriante</w:t>
      </w:r>
      <w:r w:rsidR="002C50B2">
        <w:t xml:space="preserve">, </w:t>
      </w:r>
      <w:r w:rsidRPr="00275B88">
        <w:t>et feignant un certain étonnement</w:t>
      </w:r>
      <w:r w:rsidR="002C50B2">
        <w:t> :</w:t>
      </w:r>
    </w:p>
    <w:p w14:paraId="6B7C90AA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je ne sais pas ce que vous voulez dire</w:t>
      </w:r>
      <w:r>
        <w:t>.</w:t>
      </w:r>
    </w:p>
    <w:p w14:paraId="7536CE01" w14:textId="77777777" w:rsidR="002C50B2" w:rsidRDefault="00C77A4E" w:rsidP="002C50B2">
      <w:r w:rsidRPr="00275B88">
        <w:t>Jacques sentit qu</w:t>
      </w:r>
      <w:r w:rsidR="002C50B2">
        <w:t>’</w:t>
      </w:r>
      <w:r w:rsidRPr="00275B88">
        <w:t>il valait mieux ne pas insister</w:t>
      </w:r>
      <w:r w:rsidR="002C50B2">
        <w:t xml:space="preserve"> ; </w:t>
      </w:r>
      <w:r w:rsidRPr="00275B88">
        <w:t>mais désireux de continuer la conversation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>tout en jetant un regard rapide vers l</w:t>
      </w:r>
      <w:r w:rsidR="002C50B2">
        <w:t>’</w:t>
      </w:r>
      <w:r w:rsidRPr="00275B88">
        <w:t>album que Colette tenait sur ses genoux</w:t>
      </w:r>
      <w:r w:rsidR="002C50B2">
        <w:t> :</w:t>
      </w:r>
    </w:p>
    <w:p w14:paraId="0FF097C7" w14:textId="77777777" w:rsidR="002C50B2" w:rsidRDefault="002C50B2" w:rsidP="002C50B2">
      <w:r>
        <w:t>— </w:t>
      </w:r>
      <w:r w:rsidR="00C77A4E" w:rsidRPr="00275B88">
        <w:t>Vous avez beaucoup de talent</w:t>
      </w:r>
      <w:r>
        <w:t xml:space="preserve">, </w:t>
      </w:r>
      <w:r w:rsidR="00C77A4E" w:rsidRPr="00275B88">
        <w:t>mademoiselle</w:t>
      </w:r>
      <w:r>
        <w:t>.</w:t>
      </w:r>
    </w:p>
    <w:p w14:paraId="1643512A" w14:textId="77777777" w:rsidR="002C50B2" w:rsidRDefault="00C77A4E" w:rsidP="002C50B2">
      <w:r w:rsidRPr="00275B88">
        <w:lastRenderedPageBreak/>
        <w:t>La jeune fille éclata de rire</w:t>
      </w:r>
      <w:r w:rsidR="002C50B2">
        <w:t xml:space="preserve">. </w:t>
      </w:r>
      <w:r w:rsidRPr="00275B88">
        <w:t>Et tout en présentant au journaliste une page de son album</w:t>
      </w:r>
      <w:r w:rsidR="002C50B2">
        <w:t xml:space="preserve">, </w:t>
      </w:r>
      <w:r w:rsidRPr="00275B88">
        <w:t>que ne sillonnaient encore que quelques vagues traits de crayon</w:t>
      </w:r>
      <w:r w:rsidR="002C50B2">
        <w:t xml:space="preserve">, </w:t>
      </w:r>
      <w:r w:rsidRPr="00275B88">
        <w:t>elle fit</w:t>
      </w:r>
      <w:r w:rsidR="002C50B2">
        <w:t> :</w:t>
      </w:r>
    </w:p>
    <w:p w14:paraId="5F11C0FA" w14:textId="77777777" w:rsidR="002C50B2" w:rsidRDefault="002C50B2" w:rsidP="002C50B2">
      <w:r>
        <w:t>— </w:t>
      </w:r>
      <w:r w:rsidR="00C77A4E" w:rsidRPr="00275B88">
        <w:t>Vous voyez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ai pas encore commencé</w:t>
      </w:r>
      <w:r>
        <w:t>.</w:t>
      </w:r>
    </w:p>
    <w:p w14:paraId="75D17FFC" w14:textId="77777777" w:rsidR="002C50B2" w:rsidRDefault="00C77A4E" w:rsidP="002C50B2">
      <w:r w:rsidRPr="00275B88">
        <w:t>Un peu gêné de sa bévue et s</w:t>
      </w:r>
      <w:r w:rsidR="002C50B2">
        <w:t>’</w:t>
      </w:r>
      <w:r w:rsidRPr="00275B88">
        <w:t>emparant de la première idée qui lui traversait l</w:t>
      </w:r>
      <w:r w:rsidR="002C50B2">
        <w:t>’</w:t>
      </w:r>
      <w:r w:rsidRPr="00275B88">
        <w:t>esprit</w:t>
      </w:r>
      <w:r w:rsidR="002C50B2">
        <w:t xml:space="preserve">, </w:t>
      </w:r>
      <w:r w:rsidRPr="00275B88">
        <w:t>Jacques reprenait</w:t>
      </w:r>
      <w:r w:rsidR="002C50B2">
        <w:t> :</w:t>
      </w:r>
    </w:p>
    <w:p w14:paraId="6FCCA7F3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 xml:space="preserve">vous </w:t>
      </w:r>
      <w:proofErr w:type="gramStart"/>
      <w:r w:rsidR="00C77A4E" w:rsidRPr="00275B88">
        <w:t>n</w:t>
      </w:r>
      <w:r>
        <w:t>’</w:t>
      </w:r>
      <w:r w:rsidR="00C77A4E" w:rsidRPr="00275B88">
        <w:t>avez pas peur des</w:t>
      </w:r>
      <w:proofErr w:type="gramEnd"/>
      <w:r w:rsidR="00C77A4E" w:rsidRPr="00275B88">
        <w:t xml:space="preserve"> fantômes</w:t>
      </w:r>
      <w:r>
        <w:t> ?</w:t>
      </w:r>
    </w:p>
    <w:p w14:paraId="47E322C0" w14:textId="77777777" w:rsidR="002C50B2" w:rsidRDefault="00C77A4E" w:rsidP="002C50B2">
      <w:r w:rsidRPr="00275B88">
        <w:t>Gaiement</w:t>
      </w:r>
      <w:r w:rsidR="002C50B2">
        <w:t xml:space="preserve">, </w:t>
      </w:r>
      <w:r w:rsidRPr="00275B88">
        <w:t>Colette répliquait</w:t>
      </w:r>
      <w:r w:rsidR="002C50B2">
        <w:t> :</w:t>
      </w:r>
    </w:p>
    <w:p w14:paraId="26F57FE6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y crois guère</w:t>
      </w:r>
      <w:r>
        <w:t>.</w:t>
      </w:r>
    </w:p>
    <w:p w14:paraId="15D66F63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il paraît qu</w:t>
      </w:r>
      <w:r>
        <w:t>’</w:t>
      </w:r>
      <w:r w:rsidR="00C77A4E" w:rsidRPr="00275B88">
        <w:t>il y en a un au Louvre</w:t>
      </w:r>
      <w:r>
        <w:t>.</w:t>
      </w:r>
    </w:p>
    <w:p w14:paraId="5165A57B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je sais</w:t>
      </w:r>
      <w:r>
        <w:t>.</w:t>
      </w:r>
    </w:p>
    <w:p w14:paraId="28A55D2A" w14:textId="77777777" w:rsidR="002C50B2" w:rsidRDefault="002C50B2" w:rsidP="002C50B2">
      <w:r>
        <w:t>— </w:t>
      </w:r>
      <w:r w:rsidR="00C77A4E" w:rsidRPr="00275B88">
        <w:t>Figurez</w:t>
      </w:r>
      <w:r w:rsidR="00C77A4E">
        <w:t>-</w:t>
      </w:r>
      <w:r w:rsidR="00C77A4E" w:rsidRPr="00275B88">
        <w:t>vous que j</w:t>
      </w:r>
      <w:r>
        <w:t>’</w:t>
      </w:r>
      <w:r w:rsidR="00C77A4E" w:rsidRPr="00275B88">
        <w:t>ai résolu de lui donner la chasse</w:t>
      </w:r>
      <w:r>
        <w:t>.</w:t>
      </w:r>
    </w:p>
    <w:p w14:paraId="2816A861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bonne chasse</w:t>
      </w:r>
      <w:r>
        <w:t xml:space="preserve">, </w:t>
      </w:r>
      <w:r w:rsidR="00C77A4E" w:rsidRPr="00275B88">
        <w:t>monsieur Bellegarde</w:t>
      </w:r>
      <w:r>
        <w:t>.</w:t>
      </w:r>
    </w:p>
    <w:p w14:paraId="1013B51D" w14:textId="77777777" w:rsidR="002C50B2" w:rsidRDefault="00C77A4E" w:rsidP="002C50B2">
      <w:r w:rsidRPr="00275B88">
        <w:t>Et reprenant son crayon</w:t>
      </w:r>
      <w:r w:rsidR="002C50B2">
        <w:t xml:space="preserve">, </w:t>
      </w:r>
      <w:r w:rsidRPr="00275B88">
        <w:t>la jolie Parisienne se remit à dessiner</w:t>
      </w:r>
      <w:r w:rsidR="002C50B2">
        <w:t xml:space="preserve">, </w:t>
      </w:r>
      <w:r w:rsidRPr="00275B88">
        <w:t>signifiant ainsi à son interlocuteur que l</w:t>
      </w:r>
      <w:r w:rsidR="002C50B2">
        <w:t>’</w:t>
      </w:r>
      <w:r w:rsidRPr="00275B88">
        <w:t>entretien</w:t>
      </w:r>
      <w:r w:rsidR="002C50B2">
        <w:t xml:space="preserve">, </w:t>
      </w:r>
      <w:r w:rsidRPr="00275B88">
        <w:t>à son gré</w:t>
      </w:r>
      <w:r w:rsidR="002C50B2">
        <w:t xml:space="preserve">, </w:t>
      </w:r>
      <w:r w:rsidRPr="00275B88">
        <w:t>avait suffisamment duré</w:t>
      </w:r>
      <w:r w:rsidR="002C50B2">
        <w:t>.</w:t>
      </w:r>
    </w:p>
    <w:p w14:paraId="30C46AE2" w14:textId="77777777" w:rsidR="002C50B2" w:rsidRDefault="00C77A4E" w:rsidP="002C50B2">
      <w:r w:rsidRPr="00275B88">
        <w:t>Jacques était trop bien élevé pour s</w:t>
      </w:r>
      <w:r w:rsidR="002C50B2">
        <w:t>’</w:t>
      </w:r>
      <w:r w:rsidRPr="00275B88">
        <w:t>imposer davantage</w:t>
      </w:r>
      <w:r w:rsidR="002C50B2">
        <w:t xml:space="preserve"> ; </w:t>
      </w:r>
      <w:r w:rsidRPr="00275B88">
        <w:t>et après avoir salué la charmante artiste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éloigna non sans regret</w:t>
      </w:r>
      <w:r w:rsidR="002C50B2">
        <w:t xml:space="preserve">, </w:t>
      </w:r>
      <w:r w:rsidRPr="00275B88">
        <w:t>et même un peu rêveur</w:t>
      </w:r>
      <w:r w:rsidR="002C50B2">
        <w:t>.</w:t>
      </w:r>
    </w:p>
    <w:p w14:paraId="48CD5243" w14:textId="77777777" w:rsidR="002C50B2" w:rsidRDefault="00C77A4E" w:rsidP="002C50B2">
      <w:r w:rsidRPr="00275B88">
        <w:t>Lorsqu</w:t>
      </w:r>
      <w:r w:rsidR="002C50B2">
        <w:t>’</w:t>
      </w:r>
      <w:r w:rsidRPr="00275B88">
        <w:t>il eut disparu</w:t>
      </w:r>
      <w:r w:rsidR="002C50B2">
        <w:t xml:space="preserve">, </w:t>
      </w:r>
      <w:r w:rsidRPr="00275B88">
        <w:t>un homme qui se dissimulait derrière une statue et semblait observer avec beaucoup d</w:t>
      </w:r>
      <w:r w:rsidR="002C50B2">
        <w:t>’</w:t>
      </w:r>
      <w:r w:rsidRPr="00275B88">
        <w:t>attention les deux jeunes gens</w:t>
      </w:r>
      <w:r w:rsidR="002C50B2">
        <w:t xml:space="preserve">, </w:t>
      </w:r>
      <w:r w:rsidRPr="00275B88">
        <w:t>sortit de sa cachette</w:t>
      </w:r>
      <w:r w:rsidR="002C50B2">
        <w:t>.</w:t>
      </w:r>
    </w:p>
    <w:p w14:paraId="4654DCDD" w14:textId="77777777" w:rsidR="002C50B2" w:rsidRDefault="00C77A4E" w:rsidP="002C50B2">
      <w:r w:rsidRPr="00275B88">
        <w:t>C</w:t>
      </w:r>
      <w:r w:rsidR="002C50B2">
        <w:t>’</w:t>
      </w:r>
      <w:r w:rsidRPr="00275B88">
        <w:t>était Claude Barjac</w:t>
      </w:r>
      <w:r w:rsidR="002C50B2">
        <w:t>.</w:t>
      </w:r>
    </w:p>
    <w:p w14:paraId="51312AD4" w14:textId="77777777" w:rsidR="002C50B2" w:rsidRDefault="00C77A4E" w:rsidP="002C50B2">
      <w:r w:rsidRPr="00275B88">
        <w:lastRenderedPageBreak/>
        <w:t>S</w:t>
      </w:r>
      <w:r w:rsidR="002C50B2">
        <w:t>’</w:t>
      </w:r>
      <w:r w:rsidRPr="00275B88">
        <w:t>approchant de sa fille qui</w:t>
      </w:r>
      <w:r w:rsidR="002C50B2">
        <w:t xml:space="preserve">, </w:t>
      </w:r>
      <w:r w:rsidRPr="00275B88">
        <w:t>en l</w:t>
      </w:r>
      <w:r w:rsidR="002C50B2">
        <w:t>’</w:t>
      </w:r>
      <w:r w:rsidRPr="00275B88">
        <w:t>apercevant</w:t>
      </w:r>
      <w:r w:rsidR="002C50B2">
        <w:t xml:space="preserve">, </w:t>
      </w:r>
      <w:r w:rsidRPr="00275B88">
        <w:t>avait légèrement rougi</w:t>
      </w:r>
      <w:r w:rsidR="002C50B2">
        <w:t xml:space="preserve">, </w:t>
      </w:r>
      <w:r w:rsidRPr="00275B88">
        <w:t>il lui demanda d</w:t>
      </w:r>
      <w:r w:rsidR="002C50B2">
        <w:t>’</w:t>
      </w:r>
      <w:r w:rsidRPr="00275B88">
        <w:t>un air grave</w:t>
      </w:r>
      <w:r w:rsidR="002C50B2">
        <w:t> :</w:t>
      </w:r>
    </w:p>
    <w:p w14:paraId="7EFF5A5C" w14:textId="77777777" w:rsidR="002C50B2" w:rsidRDefault="002C50B2" w:rsidP="002C50B2">
      <w:r>
        <w:t>— </w:t>
      </w:r>
      <w:r w:rsidR="00C77A4E" w:rsidRPr="00275B88">
        <w:t>Que te disait</w:t>
      </w:r>
      <w:r w:rsidR="00C77A4E">
        <w:t>-</w:t>
      </w:r>
      <w:r w:rsidR="00C77A4E" w:rsidRPr="00275B88">
        <w:t>il</w:t>
      </w:r>
      <w:r>
        <w:t> ?</w:t>
      </w:r>
    </w:p>
    <w:p w14:paraId="4FE4B807" w14:textId="77777777" w:rsidR="002C50B2" w:rsidRDefault="00C77A4E" w:rsidP="002C50B2">
      <w:r w:rsidRPr="00275B88">
        <w:t>Colette allait répondre</w:t>
      </w:r>
      <w:r w:rsidR="002C50B2">
        <w:t xml:space="preserve">… </w:t>
      </w:r>
      <w:r w:rsidRPr="00275B88">
        <w:t>mais</w:t>
      </w:r>
      <w:r w:rsidR="002C50B2">
        <w:t xml:space="preserve">… </w:t>
      </w:r>
      <w:r w:rsidRPr="00275B88">
        <w:t>surgissant tout à coup d</w:t>
      </w:r>
      <w:r w:rsidR="002C50B2">
        <w:t>’</w:t>
      </w:r>
      <w:r w:rsidRPr="00275B88">
        <w:t>une salle voisine</w:t>
      </w:r>
      <w:r w:rsidR="002C50B2">
        <w:t xml:space="preserve">,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l</w:t>
      </w:r>
      <w:r w:rsidR="002C50B2">
        <w:t>’</w:t>
      </w:r>
      <w:r w:rsidRPr="00275B88">
        <w:t>air effaré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avançait vers Barjac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tout en enlevant sa casquette</w:t>
      </w:r>
      <w:r w:rsidR="002C50B2">
        <w:t xml:space="preserve">, </w:t>
      </w:r>
      <w:r w:rsidRPr="00275B88">
        <w:t>il fit</w:t>
      </w:r>
      <w:r w:rsidR="002C50B2">
        <w:t> :</w:t>
      </w:r>
    </w:p>
    <w:p w14:paraId="5C9BF413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je voudrais vous dire un mot</w:t>
      </w:r>
      <w:r>
        <w:t>.</w:t>
      </w:r>
    </w:p>
    <w:p w14:paraId="2D747F71" w14:textId="77777777" w:rsidR="002C50B2" w:rsidRDefault="00C77A4E" w:rsidP="002C50B2">
      <w:r w:rsidRPr="00275B88">
        <w:t>D</w:t>
      </w:r>
      <w:r w:rsidR="002C50B2">
        <w:t>’</w:t>
      </w:r>
      <w:r w:rsidRPr="00275B88">
        <w:t>un geste bref</w:t>
      </w:r>
      <w:r w:rsidR="002C50B2">
        <w:t xml:space="preserve">, </w:t>
      </w:r>
      <w:r w:rsidRPr="00275B88">
        <w:t>le père de Colette l</w:t>
      </w:r>
      <w:r w:rsidR="002C50B2">
        <w:t>’</w:t>
      </w:r>
      <w:r w:rsidRPr="00275B88">
        <w:t>invitait à parler</w:t>
      </w:r>
      <w:r w:rsidR="002C50B2">
        <w:t xml:space="preserve">. </w:t>
      </w:r>
      <w:r w:rsidRPr="00275B88">
        <w:t>Le gardien</w:t>
      </w:r>
      <w:r w:rsidR="002C50B2">
        <w:t xml:space="preserve">, </w:t>
      </w:r>
      <w:r w:rsidRPr="00275B88">
        <w:t>sur lequel son interlocuteur semblait exercer un singulier ascendant</w:t>
      </w:r>
      <w:r w:rsidR="002C50B2">
        <w:t xml:space="preserve">, </w:t>
      </w:r>
      <w:r w:rsidRPr="00275B88">
        <w:t>reprit aussitôt</w:t>
      </w:r>
      <w:r w:rsidR="002C50B2">
        <w:t> :</w:t>
      </w:r>
    </w:p>
    <w:p w14:paraId="52504DFE" w14:textId="77777777" w:rsidR="002C50B2" w:rsidRDefault="002C50B2" w:rsidP="002C50B2">
      <w:r>
        <w:t>— </w:t>
      </w:r>
      <w:r w:rsidR="00C77A4E" w:rsidRPr="00275B88">
        <w:t>Ce journaliste</w:t>
      </w:r>
      <w:r>
        <w:t xml:space="preserve">, </w:t>
      </w:r>
      <w:r w:rsidR="00C77A4E" w:rsidRPr="00275B88">
        <w:t>qui parlait à l</w:t>
      </w:r>
      <w:r>
        <w:t>’</w:t>
      </w:r>
      <w:r w:rsidR="00C77A4E" w:rsidRPr="00275B88">
        <w:t>instant à votre demoiselle</w:t>
      </w:r>
      <w:r>
        <w:t>…</w:t>
      </w:r>
    </w:p>
    <w:p w14:paraId="6A342A0E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eh bien</w:t>
      </w:r>
      <w:r>
        <w:t> ?</w:t>
      </w:r>
    </w:p>
    <w:p w14:paraId="67E24755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Il m</w:t>
      </w:r>
      <w:r>
        <w:t>’</w:t>
      </w:r>
      <w:r w:rsidR="00C77A4E" w:rsidRPr="00275B88">
        <w:t>a fait demander l</w:t>
      </w:r>
      <w:r>
        <w:t>’</w:t>
      </w:r>
      <w:r w:rsidR="00C77A4E" w:rsidRPr="00275B88">
        <w:t>autorisation de l</w:t>
      </w:r>
      <w:r>
        <w:t>’</w:t>
      </w:r>
      <w:r w:rsidR="00C77A4E" w:rsidRPr="00275B88">
        <w:t xml:space="preserve">introduire cette nuit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…</w:t>
      </w:r>
    </w:p>
    <w:p w14:paraId="58569B4F" w14:textId="77777777" w:rsidR="002C50B2" w:rsidRDefault="002C50B2" w:rsidP="002C50B2">
      <w:r>
        <w:t>— </w:t>
      </w:r>
      <w:r w:rsidR="00C77A4E" w:rsidRPr="00275B88">
        <w:t>Et après</w:t>
      </w:r>
      <w:r>
        <w:t> ?</w:t>
      </w:r>
    </w:p>
    <w:p w14:paraId="0DB6ADAC" w14:textId="77777777" w:rsidR="002C50B2" w:rsidRDefault="002C50B2" w:rsidP="002C50B2">
      <w:r>
        <w:t>— </w:t>
      </w:r>
      <w:r w:rsidR="00C77A4E" w:rsidRPr="00275B88">
        <w:t>En ce moment</w:t>
      </w:r>
      <w:r>
        <w:t xml:space="preserve">, </w:t>
      </w:r>
      <w:r w:rsidR="00C77A4E" w:rsidRPr="00275B88">
        <w:t>il doit courir après moi pour chercher ma réponse</w:t>
      </w:r>
      <w:r>
        <w:t>.</w:t>
      </w:r>
    </w:p>
    <w:p w14:paraId="6359B843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ordonnait Barjac sur un ton impératif</w:t>
      </w:r>
      <w:r>
        <w:t xml:space="preserve">, </w:t>
      </w:r>
      <w:r w:rsidR="00C77A4E" w:rsidRPr="00275B88">
        <w:t>rejoins</w:t>
      </w:r>
      <w:r w:rsidR="00C77A4E">
        <w:t>-</w:t>
      </w:r>
      <w:r w:rsidR="00C77A4E" w:rsidRPr="00275B88">
        <w:t>le vite et dis</w:t>
      </w:r>
      <w:r w:rsidR="00C77A4E">
        <w:t>-</w:t>
      </w:r>
      <w:r w:rsidR="00C77A4E" w:rsidRPr="00275B88">
        <w:t>lui que c</w:t>
      </w:r>
      <w:r>
        <w:t>’</w:t>
      </w:r>
      <w:r w:rsidR="00C77A4E" w:rsidRPr="00275B88">
        <w:t>est entendu</w:t>
      </w:r>
      <w:r>
        <w:t>.</w:t>
      </w:r>
    </w:p>
    <w:p w14:paraId="607FEB9F" w14:textId="77777777" w:rsidR="002C50B2" w:rsidRDefault="002C50B2" w:rsidP="002C50B2">
      <w:r>
        <w:t>— </w:t>
      </w:r>
      <w:r w:rsidR="00C77A4E" w:rsidRPr="00275B88">
        <w:t>Mais</w:t>
      </w:r>
      <w:r>
        <w:t xml:space="preserve">, </w:t>
      </w:r>
      <w:r w:rsidR="00C77A4E" w:rsidRPr="00275B88">
        <w:t>monsieur</w:t>
      </w:r>
      <w:r>
        <w:t xml:space="preserve"> ! </w:t>
      </w:r>
      <w:r w:rsidR="00C77A4E" w:rsidRPr="00275B88">
        <w:t>balbutiait le gardien</w:t>
      </w:r>
      <w:r>
        <w:t xml:space="preserve">, </w:t>
      </w:r>
      <w:r w:rsidR="00C77A4E" w:rsidRPr="00275B88">
        <w:t>littéralement ahuri</w:t>
      </w:r>
      <w:r>
        <w:t>.</w:t>
      </w:r>
    </w:p>
    <w:p w14:paraId="738BFC2F" w14:textId="77777777" w:rsidR="002C50B2" w:rsidRDefault="002C50B2" w:rsidP="002C50B2">
      <w:r>
        <w:t>— </w:t>
      </w:r>
      <w:r w:rsidR="00C77A4E" w:rsidRPr="00275B88">
        <w:t>Fais ce que je te dis</w:t>
      </w:r>
      <w:r>
        <w:t xml:space="preserve">… </w:t>
      </w:r>
      <w:r w:rsidR="00C77A4E" w:rsidRPr="00275B88">
        <w:t>imposait Barjac</w:t>
      </w:r>
      <w:r>
        <w:t xml:space="preserve">. </w:t>
      </w:r>
      <w:r w:rsidR="00C77A4E" w:rsidRPr="00275B88">
        <w:t>Tu n</w:t>
      </w:r>
      <w:r>
        <w:t>’</w:t>
      </w:r>
      <w:r w:rsidR="00C77A4E" w:rsidRPr="00275B88">
        <w:t>as pas besoin de comprendre</w:t>
      </w:r>
      <w:r>
        <w:t>.</w:t>
      </w:r>
    </w:p>
    <w:p w14:paraId="7DF3F332" w14:textId="77777777" w:rsidR="002C50B2" w:rsidRDefault="00C77A4E" w:rsidP="002C50B2">
      <w:proofErr w:type="spellStart"/>
      <w:r w:rsidRPr="00275B88">
        <w:t>Gautrais</w:t>
      </w:r>
      <w:proofErr w:type="spellEnd"/>
      <w:r w:rsidRPr="00275B88">
        <w:t xml:space="preserve"> s</w:t>
      </w:r>
      <w:r w:rsidR="002C50B2">
        <w:t>’</w:t>
      </w:r>
      <w:r w:rsidRPr="00275B88">
        <w:t>empressa de déguerpir</w:t>
      </w:r>
      <w:r w:rsidR="002C50B2">
        <w:t>.</w:t>
      </w:r>
    </w:p>
    <w:p w14:paraId="47F51BB0" w14:textId="77777777" w:rsidR="002C50B2" w:rsidRDefault="00C77A4E" w:rsidP="002C50B2">
      <w:r w:rsidRPr="00275B88">
        <w:lastRenderedPageBreak/>
        <w:t>Alors</w:t>
      </w:r>
      <w:r w:rsidR="002C50B2">
        <w:t xml:space="preserve">, </w:t>
      </w:r>
      <w:r w:rsidRPr="00275B88">
        <w:t>Colette se levant et regardant son père avec émotion</w:t>
      </w:r>
      <w:r w:rsidR="002C50B2">
        <w:t> :</w:t>
      </w:r>
    </w:p>
    <w:p w14:paraId="61FFC5F5" w14:textId="16A2E5E5" w:rsidR="002C50B2" w:rsidRDefault="002C50B2" w:rsidP="002C50B2">
      <w:r>
        <w:t>— </w:t>
      </w:r>
      <w:r w:rsidR="00C77A4E" w:rsidRPr="00275B88">
        <w:t>Père</w:t>
      </w:r>
      <w:r>
        <w:t xml:space="preserve">…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… </w:t>
      </w:r>
      <w:r w:rsidR="00C77A4E" w:rsidRPr="00275B88">
        <w:t>je ne voudrais pas qu</w:t>
      </w:r>
      <w:r>
        <w:t>’</w:t>
      </w:r>
      <w:r w:rsidR="00C77A4E" w:rsidRPr="00275B88">
        <w:t xml:space="preserve">il arrivât malheur à </w:t>
      </w:r>
      <w:r>
        <w:t>M. </w:t>
      </w:r>
      <w:r w:rsidR="00C77A4E" w:rsidRPr="00275B88">
        <w:t>Bellegarde</w:t>
      </w:r>
      <w:r>
        <w:t>.</w:t>
      </w:r>
    </w:p>
    <w:p w14:paraId="1C26E6BC" w14:textId="77777777" w:rsidR="002C50B2" w:rsidRDefault="002C50B2" w:rsidP="002C50B2">
      <w:r>
        <w:t>— </w:t>
      </w:r>
      <w:r w:rsidR="00C77A4E" w:rsidRPr="00275B88">
        <w:t>Tu t</w:t>
      </w:r>
      <w:r>
        <w:t>’</w:t>
      </w:r>
      <w:r w:rsidR="00C77A4E" w:rsidRPr="00275B88">
        <w:t>intéresses donc à lui</w:t>
      </w:r>
      <w:r>
        <w:t xml:space="preserve"> ? </w:t>
      </w:r>
      <w:r w:rsidR="00C77A4E" w:rsidRPr="00275B88">
        <w:t>questionnait Barjac</w:t>
      </w:r>
      <w:r>
        <w:t xml:space="preserve">, </w:t>
      </w:r>
      <w:r w:rsidR="00C77A4E" w:rsidRPr="00275B88">
        <w:t>fronçant les sourcils</w:t>
      </w:r>
      <w:r>
        <w:t>.</w:t>
      </w:r>
    </w:p>
    <w:p w14:paraId="76F1B10A" w14:textId="77777777" w:rsidR="002C50B2" w:rsidRDefault="00C77A4E" w:rsidP="002C50B2">
      <w:r w:rsidRPr="00275B88">
        <w:t>Visiblement troublée</w:t>
      </w:r>
      <w:r w:rsidR="002C50B2">
        <w:t xml:space="preserve">, </w:t>
      </w:r>
      <w:r w:rsidRPr="00275B88">
        <w:t>la jeune fille répondit</w:t>
      </w:r>
      <w:r w:rsidR="002C50B2">
        <w:t> :</w:t>
      </w:r>
    </w:p>
    <w:p w14:paraId="751B892F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lu ses articles</w:t>
      </w:r>
      <w:r>
        <w:t xml:space="preserve">… </w:t>
      </w:r>
      <w:r w:rsidR="00C77A4E" w:rsidRPr="00275B88">
        <w:t>ses livres</w:t>
      </w:r>
      <w:r>
        <w:t xml:space="preserve">, </w:t>
      </w:r>
      <w:r w:rsidR="00C77A4E" w:rsidRPr="00275B88">
        <w:t>et je lui trouve beaucoup de talent</w:t>
      </w:r>
      <w:r>
        <w:t>.</w:t>
      </w:r>
    </w:p>
    <w:p w14:paraId="66F63A6F" w14:textId="77777777" w:rsidR="002C50B2" w:rsidRDefault="00C77A4E" w:rsidP="002C50B2">
      <w:r w:rsidRPr="00275B88">
        <w:t>Barjac enveloppa de son regard profond sa fille</w:t>
      </w:r>
      <w:r w:rsidR="002C50B2">
        <w:t xml:space="preserve">, </w:t>
      </w:r>
      <w:r w:rsidRPr="00275B88">
        <w:t>qui ajouta</w:t>
      </w:r>
      <w:r w:rsidR="002C50B2">
        <w:t> :</w:t>
      </w:r>
    </w:p>
    <w:p w14:paraId="3F0E2820" w14:textId="77777777" w:rsidR="002C50B2" w:rsidRDefault="002C50B2" w:rsidP="002C50B2">
      <w:r>
        <w:t>— </w:t>
      </w:r>
      <w:r w:rsidR="00C77A4E" w:rsidRPr="00275B88">
        <w:t>Et je ne te cacherai pas qu</w:t>
      </w:r>
      <w:r>
        <w:t>’</w:t>
      </w:r>
      <w:r w:rsidR="00C77A4E" w:rsidRPr="00275B88">
        <w:t>il m</w:t>
      </w:r>
      <w:r>
        <w:t>’</w:t>
      </w:r>
      <w:r w:rsidR="00C77A4E" w:rsidRPr="00275B88">
        <w:t>est très sympathique</w:t>
      </w:r>
      <w:r>
        <w:t>.</w:t>
      </w:r>
    </w:p>
    <w:p w14:paraId="59668589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timidement</w:t>
      </w:r>
      <w:r w:rsidR="002C50B2">
        <w:t xml:space="preserve">, </w:t>
      </w:r>
      <w:r w:rsidRPr="00275B88">
        <w:t>baissa les yeux</w:t>
      </w:r>
      <w:r w:rsidR="002C50B2">
        <w:t xml:space="preserve">, </w:t>
      </w:r>
      <w:r w:rsidRPr="00275B88">
        <w:t>tandis que sur les lèvres de Barjac errait un étrange sourire</w:t>
      </w:r>
      <w:r w:rsidR="002C50B2">
        <w:t>…</w:t>
      </w:r>
    </w:p>
    <w:p w14:paraId="08C6EBEC" w14:textId="77777777" w:rsidR="002C50B2" w:rsidRDefault="00C77A4E" w:rsidP="002C50B2">
      <w:r w:rsidRPr="00275B88">
        <w:t>Pendant ce temps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avait rejoint Jacques Bellegarde dans le vestiaire</w:t>
      </w:r>
      <w:r w:rsidR="002C50B2">
        <w:t xml:space="preserve">… </w:t>
      </w:r>
      <w:r w:rsidRPr="00275B88">
        <w:t>Alors</w:t>
      </w:r>
      <w:r w:rsidR="002C50B2">
        <w:t xml:space="preserve">, </w:t>
      </w:r>
      <w:r w:rsidRPr="00275B88">
        <w:t>se penchant vers lui</w:t>
      </w:r>
      <w:r w:rsidR="002C50B2">
        <w:t xml:space="preserve">, </w:t>
      </w:r>
      <w:r w:rsidRPr="00275B88">
        <w:t>il lui glissa quelques mots à l</w:t>
      </w:r>
      <w:r w:rsidR="002C50B2">
        <w:t>’</w:t>
      </w:r>
      <w:r w:rsidRPr="00275B88">
        <w:t>oreille</w:t>
      </w:r>
      <w:r w:rsidR="002C50B2">
        <w:t>.</w:t>
      </w:r>
    </w:p>
    <w:p w14:paraId="34BB6266" w14:textId="77777777" w:rsidR="002C50B2" w:rsidRDefault="00C77A4E" w:rsidP="002C50B2">
      <w:r w:rsidRPr="00275B88">
        <w:t>Le jeune reporter parut très satisfait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tout en lui serrant la main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>également à voix basse</w:t>
      </w:r>
      <w:r w:rsidR="002C50B2">
        <w:t> :</w:t>
      </w:r>
    </w:p>
    <w:p w14:paraId="7DC8108B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entendu</w:t>
      </w:r>
      <w:r>
        <w:t> ?</w:t>
      </w:r>
    </w:p>
    <w:p w14:paraId="5E44C16F" w14:textId="77777777" w:rsidR="002C50B2" w:rsidRDefault="002C50B2" w:rsidP="002C50B2">
      <w:r>
        <w:t>— </w:t>
      </w:r>
      <w:r w:rsidR="00C77A4E" w:rsidRPr="00275B88">
        <w:t>Entendu</w:t>
      </w:r>
      <w:r>
        <w:t xml:space="preserve">, </w:t>
      </w:r>
      <w:r w:rsidR="00C77A4E" w:rsidRPr="00275B88">
        <w:t xml:space="preserve">ponctua </w:t>
      </w:r>
      <w:proofErr w:type="spellStart"/>
      <w:r w:rsidR="00C77A4E" w:rsidRPr="00275B88">
        <w:t>Gautrais</w:t>
      </w:r>
      <w:proofErr w:type="spellEnd"/>
      <w:r w:rsidR="00C77A4E" w:rsidRPr="00275B88">
        <w:t xml:space="preserve"> d</w:t>
      </w:r>
      <w:r>
        <w:t>’</w:t>
      </w:r>
      <w:r w:rsidR="00C77A4E" w:rsidRPr="00275B88">
        <w:t>un air sombre</w:t>
      </w:r>
      <w:r>
        <w:t>…</w:t>
      </w:r>
    </w:p>
    <w:p w14:paraId="338DC5ED" w14:textId="7F2F8D18" w:rsidR="00C77A4E" w:rsidRPr="008D175F" w:rsidRDefault="00C77A4E" w:rsidP="002C50B2">
      <w:pPr>
        <w:pStyle w:val="Titre2"/>
      </w:pPr>
      <w:bookmarkStart w:id="15" w:name="_Toc145914598"/>
      <w:bookmarkStart w:id="16" w:name="_Toc203477064"/>
      <w:r w:rsidRPr="008D175F">
        <w:lastRenderedPageBreak/>
        <w:t>VI</w:t>
      </w:r>
      <w:bookmarkEnd w:id="15"/>
      <w:r>
        <w:br/>
      </w:r>
      <w:r>
        <w:br/>
      </w:r>
      <w:bookmarkStart w:id="17" w:name="_Toc145914599"/>
      <w:r w:rsidRPr="008D175F">
        <w:t>OÙ GRANDIT LE MYSTÈRE</w:t>
      </w:r>
      <w:bookmarkEnd w:id="16"/>
      <w:bookmarkEnd w:id="17"/>
      <w:r>
        <w:br/>
      </w:r>
    </w:p>
    <w:p w14:paraId="20FE854A" w14:textId="77777777" w:rsidR="002C50B2" w:rsidRDefault="00C77A4E" w:rsidP="002C50B2">
      <w:r w:rsidRPr="00275B88">
        <w:t>Le même soir</w:t>
      </w:r>
      <w:r w:rsidR="002C50B2">
        <w:t xml:space="preserve">, </w:t>
      </w:r>
      <w:r w:rsidRPr="00275B88">
        <w:t>vers onze heures</w:t>
      </w:r>
      <w:r w:rsidR="002C50B2">
        <w:t xml:space="preserve">, </w:t>
      </w:r>
      <w:r w:rsidRPr="00275B88">
        <w:t>par une nuit que de gros nuages bas immobiles rendaient particulièrement profonde</w:t>
      </w:r>
      <w:r w:rsidR="002C50B2">
        <w:t xml:space="preserve">, </w:t>
      </w:r>
      <w:r w:rsidRPr="00275B88">
        <w:t>une ombre venant du Carrousel traversait la grande cour du Louvre</w:t>
      </w:r>
      <w:r w:rsidR="002C50B2">
        <w:t xml:space="preserve">, </w:t>
      </w:r>
      <w:r w:rsidRPr="00275B88">
        <w:t>dont les deux ailes monumentales dressaient dans les ténèbres leur imposante silhouette</w:t>
      </w:r>
      <w:r w:rsidR="002C50B2">
        <w:t>.</w:t>
      </w:r>
    </w:p>
    <w:p w14:paraId="092962E9" w14:textId="77777777" w:rsidR="002C50B2" w:rsidRDefault="00C77A4E" w:rsidP="002C50B2">
      <w:r w:rsidRPr="00275B88">
        <w:t>Bien que la vaste esplanade parût absolument déserte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ombre</w:t>
      </w:r>
      <w:r w:rsidR="002C50B2">
        <w:t xml:space="preserve"> – </w:t>
      </w:r>
      <w:r w:rsidRPr="00275B88">
        <w:t>celle d</w:t>
      </w:r>
      <w:r w:rsidR="002C50B2">
        <w:t>’</w:t>
      </w:r>
      <w:r w:rsidRPr="00275B88">
        <w:t>un homme vêtu d</w:t>
      </w:r>
      <w:r w:rsidR="002C50B2">
        <w:t>’</w:t>
      </w:r>
      <w:r w:rsidRPr="00275B88">
        <w:t>un pardessus sombre</w:t>
      </w:r>
      <w:r w:rsidR="002C50B2">
        <w:t xml:space="preserve">, </w:t>
      </w:r>
      <w:r w:rsidRPr="00275B88">
        <w:t>au col relevé et coiffé d</w:t>
      </w:r>
      <w:r w:rsidR="002C50B2">
        <w:t>’</w:t>
      </w:r>
      <w:r w:rsidRPr="00275B88">
        <w:t>un chapeau de feutre noir enfoncé jusqu</w:t>
      </w:r>
      <w:r w:rsidR="002C50B2">
        <w:t>’</w:t>
      </w:r>
      <w:r w:rsidRPr="00275B88">
        <w:t>aux oreilles</w:t>
      </w:r>
      <w:r w:rsidR="002C50B2">
        <w:t xml:space="preserve"> – </w:t>
      </w:r>
      <w:r w:rsidRPr="00275B88">
        <w:t>évitait avec soin les traînées de lumière que projetaient sur le sol les becs de gaz encore allumés</w:t>
      </w:r>
      <w:r w:rsidR="002C50B2">
        <w:t>.</w:t>
      </w:r>
    </w:p>
    <w:p w14:paraId="6C3091D5" w14:textId="77777777" w:rsidR="002C50B2" w:rsidRDefault="00C77A4E" w:rsidP="002C50B2">
      <w:r w:rsidRPr="00275B88">
        <w:t>Bientôt</w:t>
      </w:r>
      <w:r w:rsidR="002C50B2">
        <w:t xml:space="preserve">, </w:t>
      </w:r>
      <w:r w:rsidRPr="00275B88">
        <w:t>après s</w:t>
      </w:r>
      <w:r w:rsidR="002C50B2">
        <w:t>’</w:t>
      </w:r>
      <w:r w:rsidRPr="00275B88">
        <w:t>être arrêté un instant sur place et avoir constaté</w:t>
      </w:r>
      <w:r w:rsidR="002C50B2">
        <w:t xml:space="preserve">, </w:t>
      </w:r>
      <w:r w:rsidRPr="00275B88">
        <w:t>à travers le silence nocturne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n</w:t>
      </w:r>
      <w:r w:rsidR="002C50B2">
        <w:t>’</w:t>
      </w:r>
      <w:r w:rsidRPr="00275B88">
        <w:t>avait pas été suivi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approcha</w:t>
      </w:r>
      <w:r w:rsidR="002C50B2">
        <w:t xml:space="preserve">, </w:t>
      </w:r>
      <w:r w:rsidRPr="00275B88">
        <w:t>à pas de loup</w:t>
      </w:r>
      <w:r w:rsidR="002C50B2">
        <w:t xml:space="preserve">, </w:t>
      </w:r>
      <w:r w:rsidRPr="00275B88">
        <w:t>de l</w:t>
      </w:r>
      <w:r w:rsidR="002C50B2">
        <w:t>’</w:t>
      </w:r>
      <w:r w:rsidRPr="00275B88">
        <w:t>aile droite et rejoignit</w:t>
      </w:r>
      <w:r w:rsidR="002C50B2">
        <w:t xml:space="preserve">, </w:t>
      </w:r>
      <w:r w:rsidRPr="00275B88">
        <w:t>sous la galerie</w:t>
      </w:r>
      <w:r w:rsidR="002C50B2">
        <w:t xml:space="preserve">, </w:t>
      </w:r>
      <w:r w:rsidRPr="00275B88">
        <w:t>un personnage qui</w:t>
      </w:r>
      <w:r w:rsidR="002C50B2">
        <w:t xml:space="preserve">, </w:t>
      </w:r>
      <w:r w:rsidRPr="00275B88">
        <w:t>caché derrière un pilastre depuis un certain temps déjà</w:t>
      </w:r>
      <w:r w:rsidR="002C50B2">
        <w:t xml:space="preserve">, </w:t>
      </w:r>
      <w:r w:rsidRPr="00275B88">
        <w:t>semblait guetter sa venue</w:t>
      </w:r>
      <w:r w:rsidR="002C50B2">
        <w:t>.</w:t>
      </w:r>
    </w:p>
    <w:p w14:paraId="207A09FB" w14:textId="77777777" w:rsidR="002C50B2" w:rsidRDefault="00C77A4E" w:rsidP="002C50B2">
      <w:r w:rsidRPr="00275B88">
        <w:t>Sans prononcer une parole</w:t>
      </w:r>
      <w:r w:rsidR="002C50B2">
        <w:t xml:space="preserve">, </w:t>
      </w:r>
      <w:r w:rsidRPr="00275B88">
        <w:t>celui</w:t>
      </w:r>
      <w:r>
        <w:t>-</w:t>
      </w:r>
      <w:r w:rsidRPr="00275B88">
        <w:t>ci adressa de la main un signe à l</w:t>
      </w:r>
      <w:r w:rsidR="002C50B2">
        <w:t>’</w:t>
      </w:r>
      <w:r w:rsidRPr="00275B88">
        <w:t>individu en pardessus</w:t>
      </w:r>
      <w:r w:rsidR="002C50B2">
        <w:t>.</w:t>
      </w:r>
    </w:p>
    <w:p w14:paraId="45BA4F6F" w14:textId="77777777" w:rsidR="002C50B2" w:rsidRDefault="00C77A4E" w:rsidP="002C50B2">
      <w:pPr>
        <w:rPr>
          <w:i/>
          <w:iCs/>
        </w:rPr>
      </w:pP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>un trousseau de clefs</w:t>
      </w:r>
      <w:r w:rsidR="002C50B2">
        <w:t xml:space="preserve">, </w:t>
      </w:r>
      <w:r w:rsidRPr="00275B88">
        <w:t xml:space="preserve">il ouvrit avec précaution une petite porte et pénétra avec son compagnon dans le vestibule qui précédait la </w:t>
      </w:r>
      <w:r w:rsidRPr="00275B88">
        <w:rPr>
          <w:i/>
          <w:iCs/>
        </w:rPr>
        <w:t>Galerie des Antiques</w:t>
      </w:r>
      <w:r w:rsidR="002C50B2">
        <w:rPr>
          <w:i/>
          <w:iCs/>
        </w:rPr>
        <w:t>.</w:t>
      </w:r>
    </w:p>
    <w:p w14:paraId="12E30363" w14:textId="77777777" w:rsidR="002C50B2" w:rsidRDefault="00C77A4E" w:rsidP="002C50B2">
      <w:r w:rsidRPr="00275B88">
        <w:t>Tous deux</w:t>
      </w:r>
      <w:r w:rsidR="002C50B2">
        <w:t xml:space="preserve">, </w:t>
      </w:r>
      <w:r w:rsidRPr="00275B88">
        <w:t>étouffant soigneusement le bruit de leurs pas</w:t>
      </w:r>
      <w:r w:rsidR="002C50B2">
        <w:t xml:space="preserve">, </w:t>
      </w:r>
      <w:r w:rsidRPr="00275B88">
        <w:t>pénétrèrent dans la galerie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ils longèrent dans toute son étendue</w:t>
      </w:r>
      <w:r w:rsidR="002C50B2">
        <w:t>.</w:t>
      </w:r>
    </w:p>
    <w:p w14:paraId="382D5B17" w14:textId="77777777" w:rsidR="002C50B2" w:rsidRDefault="00C77A4E" w:rsidP="002C50B2">
      <w:r w:rsidRPr="00275B88">
        <w:lastRenderedPageBreak/>
        <w:t>Après avoir écarté la barrière en bois qui</w:t>
      </w:r>
      <w:r w:rsidR="002C50B2">
        <w:t xml:space="preserve">, </w:t>
      </w:r>
      <w:r w:rsidRPr="00275B88">
        <w:t>depuis la veille</w:t>
      </w:r>
      <w:r w:rsidR="002C50B2">
        <w:t xml:space="preserve">, </w:t>
      </w:r>
      <w:r w:rsidRPr="00275B88">
        <w:t xml:space="preserve">empêchait le public de pénétrer chez les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r w:rsidRPr="00275B88">
        <w:t>ils se faufilèrent dans cette salle où régnait une obscurité à peu près complète</w:t>
      </w:r>
      <w:r w:rsidR="002C50B2">
        <w:t>.</w:t>
      </w:r>
    </w:p>
    <w:p w14:paraId="5683D0D0" w14:textId="77777777" w:rsidR="002C50B2" w:rsidRDefault="00C77A4E" w:rsidP="002C50B2">
      <w:r w:rsidRPr="00275B88">
        <w:t>L</w:t>
      </w:r>
      <w:r w:rsidR="002C50B2">
        <w:t>’</w:t>
      </w:r>
      <w:r w:rsidRPr="00275B88">
        <w:t>homme au trousseau de clefs</w:t>
      </w:r>
      <w:r w:rsidR="002C50B2">
        <w:t xml:space="preserve">, </w:t>
      </w:r>
      <w:r w:rsidRPr="00275B88">
        <w:t>qui semblait gêné</w:t>
      </w:r>
      <w:r w:rsidR="002C50B2">
        <w:t xml:space="preserve">, </w:t>
      </w:r>
      <w:r w:rsidRPr="00275B88">
        <w:t>embarrassé</w:t>
      </w:r>
      <w:r w:rsidR="002C50B2">
        <w:t xml:space="preserve">, </w:t>
      </w:r>
      <w:r w:rsidRPr="00275B88">
        <w:t>regarda autour de lui d</w:t>
      </w:r>
      <w:r w:rsidR="002C50B2">
        <w:t>’</w:t>
      </w:r>
      <w:r w:rsidRPr="00275B88">
        <w:t>un air inquiet</w:t>
      </w:r>
      <w:r w:rsidR="002C50B2">
        <w:t>.</w:t>
      </w:r>
    </w:p>
    <w:p w14:paraId="70708764" w14:textId="77777777" w:rsidR="002C50B2" w:rsidRDefault="00C77A4E" w:rsidP="002C50B2">
      <w:r w:rsidRPr="00275B88">
        <w:t>Et il murmura</w:t>
      </w:r>
      <w:r w:rsidR="002C50B2">
        <w:t> :</w:t>
      </w:r>
    </w:p>
    <w:p w14:paraId="2D3AC64D" w14:textId="77777777" w:rsidR="002C50B2" w:rsidRDefault="002C50B2" w:rsidP="002C50B2">
      <w:r>
        <w:t>— </w:t>
      </w:r>
      <w:r w:rsidR="00C77A4E" w:rsidRPr="00275B88">
        <w:t>Monsieur Bellegarde</w:t>
      </w:r>
      <w:r>
        <w:t xml:space="preserve">, </w:t>
      </w:r>
      <w:r w:rsidR="00C77A4E" w:rsidRPr="00275B88">
        <w:t>mon service m</w:t>
      </w:r>
      <w:r>
        <w:t>’</w:t>
      </w:r>
      <w:r w:rsidR="00C77A4E" w:rsidRPr="00275B88">
        <w:t>appelle ailleurs</w:t>
      </w:r>
      <w:r>
        <w:t xml:space="preserve">. </w:t>
      </w:r>
      <w:r w:rsidR="00C77A4E" w:rsidRPr="00275B88">
        <w:t>Sans ça</w:t>
      </w:r>
      <w:r>
        <w:t xml:space="preserve">, </w:t>
      </w:r>
      <w:r w:rsidR="00C77A4E" w:rsidRPr="00275B88">
        <w:t>je serais bien resté avec vous</w:t>
      </w:r>
      <w:r>
        <w:t>.</w:t>
      </w:r>
    </w:p>
    <w:p w14:paraId="2F95323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inutile</w:t>
      </w:r>
      <w:r>
        <w:t xml:space="preserve">, </w:t>
      </w:r>
      <w:r w:rsidR="00C77A4E" w:rsidRPr="00275B88">
        <w:t xml:space="preserve">mon cher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répliquait le journaliste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ai vu bien d</w:t>
      </w:r>
      <w:r>
        <w:t>’</w:t>
      </w:r>
      <w:r w:rsidR="00C77A4E" w:rsidRPr="00275B88">
        <w:t>autres</w:t>
      </w:r>
      <w:r>
        <w:t>.</w:t>
      </w:r>
    </w:p>
    <w:p w14:paraId="479A8602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tirant un browning de la poche de son manteau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29CBB07B" w14:textId="77777777" w:rsidR="002C50B2" w:rsidRDefault="002C50B2" w:rsidP="002C50B2">
      <w:r>
        <w:t>— </w:t>
      </w:r>
      <w:r w:rsidR="00C77A4E" w:rsidRPr="00275B88">
        <w:t>Je suis sur mes gardes</w:t>
      </w:r>
      <w:r>
        <w:t xml:space="preserve">. </w:t>
      </w:r>
      <w:r w:rsidR="00C77A4E" w:rsidRPr="00275B88">
        <w:t>Fantôme ou bandit</w:t>
      </w:r>
      <w:r>
        <w:t xml:space="preserve">, </w:t>
      </w:r>
      <w:r w:rsidR="00C77A4E" w:rsidRPr="00275B88">
        <w:t>je ne crains personne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je ne crois pas qu</w:t>
      </w:r>
      <w:r>
        <w:t>’</w:t>
      </w:r>
      <w:r w:rsidR="00C77A4E" w:rsidRPr="00275B88">
        <w:t>il ait le cynique toupet de revenir cette nuit au Louvre</w:t>
      </w:r>
      <w:r>
        <w:t xml:space="preserve">. </w:t>
      </w:r>
      <w:r w:rsidR="00C77A4E" w:rsidRPr="00275B88">
        <w:t>Enfin</w:t>
      </w:r>
      <w:r>
        <w:t xml:space="preserve">, </w:t>
      </w:r>
      <w:r w:rsidR="00C77A4E" w:rsidRPr="00275B88">
        <w:t>quoi qu</w:t>
      </w:r>
      <w:r>
        <w:t>’</w:t>
      </w:r>
      <w:r w:rsidR="00C77A4E" w:rsidRPr="00275B88">
        <w:t>il arrive</w:t>
      </w:r>
      <w:r>
        <w:t xml:space="preserve">, </w:t>
      </w:r>
      <w:r w:rsidR="00C77A4E" w:rsidRPr="00275B88">
        <w:t>je suis là pour le recevoir</w:t>
      </w:r>
      <w:r>
        <w:t> !</w:t>
      </w:r>
    </w:p>
    <w:p w14:paraId="16D85A3B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serrant la main au gardien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78F9F855" w14:textId="77777777" w:rsidR="002C50B2" w:rsidRDefault="002C50B2" w:rsidP="002C50B2">
      <w:r>
        <w:t>— </w:t>
      </w:r>
      <w:r w:rsidR="00C77A4E" w:rsidRPr="00275B88">
        <w:t>Croyez que je n</w:t>
      </w:r>
      <w:r>
        <w:t>’</w:t>
      </w:r>
      <w:r w:rsidR="00C77A4E" w:rsidRPr="00275B88">
        <w:t>oublierai pas le service que vous me rendez</w:t>
      </w:r>
      <w:r>
        <w:t xml:space="preserve">… </w:t>
      </w:r>
      <w:r w:rsidR="00C77A4E" w:rsidRPr="00275B88">
        <w:t>car j</w:t>
      </w:r>
      <w:r>
        <w:t>’</w:t>
      </w:r>
      <w:r w:rsidR="00C77A4E" w:rsidRPr="00275B88">
        <w:t>ai la conviction que</w:t>
      </w:r>
      <w:r>
        <w:t xml:space="preserve">, </w:t>
      </w:r>
      <w:r w:rsidR="00C77A4E" w:rsidRPr="00275B88">
        <w:t>grâce à vous</w:t>
      </w:r>
      <w:r>
        <w:t xml:space="preserve">, </w:t>
      </w:r>
      <w:r w:rsidR="00C77A4E" w:rsidRPr="00275B88">
        <w:t>je vais faire ici de précieuses trouvailles qui me permettront peut</w:t>
      </w:r>
      <w:r w:rsidR="00C77A4E">
        <w:t>-</w:t>
      </w:r>
      <w:r w:rsidR="00C77A4E" w:rsidRPr="00275B88">
        <w:t xml:space="preserve">être de damer le pion à ce cher monsieur </w:t>
      </w:r>
      <w:proofErr w:type="spellStart"/>
      <w:r w:rsidR="00C77A4E" w:rsidRPr="00275B88">
        <w:t>Ménardier</w:t>
      </w:r>
      <w:proofErr w:type="spellEnd"/>
      <w:r>
        <w:t>.</w:t>
      </w:r>
    </w:p>
    <w:p w14:paraId="5699AF60" w14:textId="77777777" w:rsidR="002C50B2" w:rsidRDefault="00C77A4E" w:rsidP="002C50B2">
      <w:proofErr w:type="spellStart"/>
      <w:r w:rsidRPr="00275B88">
        <w:t>Gautrais</w:t>
      </w:r>
      <w:proofErr w:type="spellEnd"/>
      <w:r w:rsidRPr="00275B88">
        <w:t xml:space="preserve"> hocha la tête d</w:t>
      </w:r>
      <w:r w:rsidR="002C50B2">
        <w:t>’</w:t>
      </w:r>
      <w:r w:rsidRPr="00275B88">
        <w:t>un air sceptique</w:t>
      </w:r>
      <w:r w:rsidR="002C50B2">
        <w:t xml:space="preserve">… </w:t>
      </w:r>
      <w:r w:rsidRPr="00275B88">
        <w:t>et il s</w:t>
      </w:r>
      <w:r w:rsidR="002C50B2">
        <w:t>’</w:t>
      </w:r>
      <w:r w:rsidRPr="00275B88">
        <w:t>en fut laissant seul le hardi reporter</w:t>
      </w:r>
      <w:r w:rsidR="002C50B2">
        <w:t>.</w:t>
      </w:r>
    </w:p>
    <w:p w14:paraId="08226B01" w14:textId="77777777" w:rsidR="002C50B2" w:rsidRDefault="00C77A4E" w:rsidP="002C50B2">
      <w:r w:rsidRPr="00275B88">
        <w:t>Un rayon de lune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évadant des nuages</w:t>
      </w:r>
      <w:r w:rsidR="002C50B2">
        <w:t xml:space="preserve">, </w:t>
      </w:r>
      <w:r w:rsidRPr="00275B88">
        <w:t>filtra à travers l</w:t>
      </w:r>
      <w:r w:rsidR="002C50B2">
        <w:t>’</w:t>
      </w:r>
      <w:r w:rsidRPr="00275B88">
        <w:t>une des hautes et larges fenêtres</w:t>
      </w:r>
      <w:r w:rsidR="002C50B2">
        <w:t>.</w:t>
      </w:r>
    </w:p>
    <w:p w14:paraId="79CAADFD" w14:textId="77777777" w:rsidR="002C50B2" w:rsidRDefault="002C50B2" w:rsidP="002C50B2">
      <w:r>
        <w:lastRenderedPageBreak/>
        <w:t>— </w:t>
      </w:r>
      <w:r w:rsidR="00C77A4E" w:rsidRPr="00275B88">
        <w:t>Un peu de lumière</w:t>
      </w:r>
      <w:r>
        <w:t xml:space="preserve">… </w:t>
      </w:r>
      <w:r w:rsidR="00C77A4E" w:rsidRPr="00275B88">
        <w:t>se dit Bellegarde</w:t>
      </w:r>
      <w:r>
        <w:t xml:space="preserve">. </w:t>
      </w:r>
      <w:r w:rsidR="00C77A4E" w:rsidRPr="00275B88">
        <w:t>Est</w:t>
      </w:r>
      <w:r w:rsidR="00C77A4E">
        <w:t>-</w:t>
      </w:r>
      <w:r w:rsidR="00C77A4E" w:rsidRPr="00275B88">
        <w:t>ce un symbole</w:t>
      </w:r>
      <w:r>
        <w:t> ?</w:t>
      </w:r>
    </w:p>
    <w:p w14:paraId="5D94BEF9" w14:textId="77777777" w:rsidR="002C50B2" w:rsidRDefault="00C77A4E" w:rsidP="002C50B2">
      <w:r w:rsidRPr="00275B88">
        <w:t>Il regarda autour de lui</w:t>
      </w:r>
      <w:r w:rsidR="002C50B2">
        <w:t xml:space="preserve">, </w:t>
      </w:r>
      <w:r w:rsidRPr="00275B88">
        <w:t>distinguant confusément les silhouettes des dieux qui</w:t>
      </w:r>
      <w:r w:rsidR="002C50B2">
        <w:t xml:space="preserve">, </w:t>
      </w:r>
      <w:r w:rsidRPr="00275B88">
        <w:t>figés dans leur immobilité de pierre</w:t>
      </w:r>
      <w:r w:rsidR="002C50B2">
        <w:t xml:space="preserve">, </w:t>
      </w:r>
      <w:r w:rsidRPr="00275B88">
        <w:t>de marbre et de bronze</w:t>
      </w:r>
      <w:r w:rsidR="002C50B2">
        <w:t xml:space="preserve">, </w:t>
      </w:r>
      <w:r w:rsidRPr="00275B88">
        <w:t>ajoutaient encore à l</w:t>
      </w:r>
      <w:r w:rsidR="002C50B2">
        <w:t>’</w:t>
      </w:r>
      <w:r w:rsidRPr="00275B88">
        <w:t>atmosphère mystérieuse qui l</w:t>
      </w:r>
      <w:r w:rsidR="002C50B2">
        <w:t>’</w:t>
      </w:r>
      <w:r w:rsidRPr="00275B88">
        <w:t>environnait</w:t>
      </w:r>
      <w:r w:rsidR="002C50B2">
        <w:t>.</w:t>
      </w:r>
    </w:p>
    <w:p w14:paraId="7A57A862" w14:textId="77777777" w:rsidR="002C50B2" w:rsidRDefault="00C77A4E" w:rsidP="002C50B2">
      <w:r w:rsidRPr="00275B88">
        <w:t>Après avoir accordé un rapide coup d</w:t>
      </w:r>
      <w:r w:rsidR="002C50B2">
        <w:t>’</w:t>
      </w:r>
      <w:r w:rsidRPr="00275B88">
        <w:t>œil à une immense vasque en porphyre qui</w:t>
      </w:r>
      <w:r w:rsidR="002C50B2">
        <w:t xml:space="preserve">, </w:t>
      </w:r>
      <w:r w:rsidRPr="00275B88">
        <w:t>sur un piédestal massif</w:t>
      </w:r>
      <w:r w:rsidR="002C50B2">
        <w:t xml:space="preserve">, </w:t>
      </w:r>
      <w:r w:rsidRPr="00275B88">
        <w:t>se dressait presque au milieu de la salle</w:t>
      </w:r>
      <w:r w:rsidR="002C50B2">
        <w:t xml:space="preserve">, </w:t>
      </w:r>
      <w:r w:rsidRPr="00275B88">
        <w:t>Bellegarde s</w:t>
      </w:r>
      <w:r w:rsidR="002C50B2">
        <w:t>’</w:t>
      </w:r>
      <w:r w:rsidRPr="00275B88">
        <w:t xml:space="preserve">approcha de la statue de </w:t>
      </w:r>
      <w:r w:rsidRPr="00275B88">
        <w:rPr>
          <w:i/>
          <w:iCs/>
        </w:rPr>
        <w:t xml:space="preserve">Belphégor </w:t>
      </w:r>
      <w:r w:rsidRPr="00275B88">
        <w:t>qui gisait toujours sur les dalles au pied de son socle</w:t>
      </w:r>
      <w:r w:rsidR="002C50B2">
        <w:t xml:space="preserve">, </w:t>
      </w:r>
      <w:r w:rsidRPr="00275B88">
        <w:t>directement éclairée par le miroitement de la lune</w:t>
      </w:r>
      <w:r w:rsidR="002C50B2">
        <w:t xml:space="preserve"> ; </w:t>
      </w:r>
      <w:r w:rsidRPr="00275B88">
        <w:t>et il se mit à l</w:t>
      </w:r>
      <w:r w:rsidR="002C50B2">
        <w:t>’</w:t>
      </w:r>
      <w:r w:rsidRPr="00275B88">
        <w:t>examiner avec soin</w:t>
      </w:r>
      <w:r w:rsidR="002C50B2">
        <w:t>.</w:t>
      </w:r>
    </w:p>
    <w:p w14:paraId="2B91084B" w14:textId="77777777" w:rsidR="002C50B2" w:rsidRDefault="002C50B2" w:rsidP="002C50B2">
      <w:r>
        <w:t>— </w:t>
      </w:r>
      <w:r w:rsidR="00C77A4E" w:rsidRPr="00275B88">
        <w:t>Quel malheur</w:t>
      </w:r>
      <w:r>
        <w:t xml:space="preserve"> ! </w:t>
      </w:r>
      <w:r w:rsidR="00C77A4E" w:rsidRPr="00275B88">
        <w:t>murmurait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mon vieux Belphégor</w:t>
      </w:r>
      <w:r>
        <w:t xml:space="preserve">, </w:t>
      </w:r>
      <w:r w:rsidR="00C77A4E" w:rsidRPr="00275B88">
        <w:t>toi qui écris si bien</w:t>
      </w:r>
      <w:r>
        <w:t xml:space="preserve">, </w:t>
      </w:r>
      <w:r w:rsidR="00C77A4E" w:rsidRPr="00275B88">
        <w:t>que tu ne puisses pas parler</w:t>
      </w:r>
      <w:r>
        <w:t xml:space="preserve"> !… </w:t>
      </w:r>
      <w:r w:rsidR="00C77A4E" w:rsidRPr="00275B88">
        <w:t>Car tu dois en savoir long</w:t>
      </w:r>
      <w:r>
        <w:t xml:space="preserve">… </w:t>
      </w:r>
      <w:r w:rsidR="00C77A4E" w:rsidRPr="00275B88">
        <w:t>très long même</w:t>
      </w:r>
      <w:r>
        <w:t xml:space="preserve">… </w:t>
      </w:r>
      <w:r w:rsidR="00C77A4E" w:rsidRPr="00275B88">
        <w:t>sur l</w:t>
      </w:r>
      <w:r>
        <w:t>’</w:t>
      </w:r>
      <w:r w:rsidR="00C77A4E" w:rsidRPr="00275B88">
        <w:t>affaire qui nous occupe</w:t>
      </w:r>
      <w:r>
        <w:t>.</w:t>
      </w:r>
    </w:p>
    <w:p w14:paraId="461B9F80" w14:textId="77777777" w:rsidR="002C50B2" w:rsidRDefault="00C77A4E" w:rsidP="002C50B2">
      <w:r w:rsidRPr="00275B88">
        <w:t>Et se rappelant tout à coup l</w:t>
      </w:r>
      <w:r w:rsidR="002C50B2">
        <w:t>’</w:t>
      </w:r>
      <w:r w:rsidRPr="00275B88">
        <w:t>histoire</w:t>
      </w:r>
      <w:r w:rsidR="002C50B2">
        <w:t xml:space="preserve">, </w:t>
      </w:r>
      <w:r w:rsidRPr="00275B88">
        <w:t>déjà ancienne mais rigoureusement authentique de cette statue moyenâgeuse de la cathédrale de Dol</w:t>
      </w:r>
      <w:r w:rsidR="002C50B2">
        <w:t xml:space="preserve">, </w:t>
      </w:r>
      <w:r w:rsidRPr="00275B88">
        <w:t>en Bretagne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intérieur de laquelle</w:t>
      </w:r>
      <w:r w:rsidR="002C50B2">
        <w:t xml:space="preserve">, </w:t>
      </w:r>
      <w:r w:rsidRPr="00275B88">
        <w:t>un jour</w:t>
      </w:r>
      <w:r w:rsidR="002C50B2">
        <w:t xml:space="preserve">, </w:t>
      </w:r>
      <w:r w:rsidRPr="00275B88">
        <w:t>par le plus grand des hasards</w:t>
      </w:r>
      <w:r w:rsidR="002C50B2">
        <w:t xml:space="preserve">, </w:t>
      </w:r>
      <w:r w:rsidRPr="00275B88">
        <w:t>un sacristain avait découvert une cachette contenant plusieurs centaines de pièces d</w:t>
      </w:r>
      <w:r w:rsidR="002C50B2">
        <w:t>’</w:t>
      </w:r>
      <w:r w:rsidRPr="00275B88">
        <w:t>or</w:t>
      </w:r>
      <w:r w:rsidR="002C50B2">
        <w:t xml:space="preserve">, </w:t>
      </w:r>
      <w:r w:rsidRPr="00275B88">
        <w:t>il se prit à penser</w:t>
      </w:r>
      <w:r w:rsidR="002C50B2">
        <w:t> :</w:t>
      </w:r>
    </w:p>
    <w:p w14:paraId="482218BA" w14:textId="77777777" w:rsidR="002C50B2" w:rsidRDefault="002C50B2" w:rsidP="002C50B2">
      <w:r>
        <w:t>« </w:t>
      </w:r>
      <w:r w:rsidR="00C77A4E" w:rsidRPr="00275B88">
        <w:t>Est</w:t>
      </w:r>
      <w:r w:rsidR="00C77A4E">
        <w:t>-</w:t>
      </w:r>
      <w:r w:rsidR="00C77A4E" w:rsidRPr="00275B88">
        <w:t>ce que par hasard tu ne renfermerais pas</w:t>
      </w:r>
      <w:r>
        <w:t xml:space="preserve">, </w:t>
      </w:r>
      <w:r w:rsidR="00C77A4E" w:rsidRPr="00275B88">
        <w:t>dans ton enveloppe de pierre</w:t>
      </w:r>
      <w:r>
        <w:t xml:space="preserve">, </w:t>
      </w:r>
      <w:r w:rsidR="00C77A4E" w:rsidRPr="00275B88">
        <w:t>un trésor ou simplement un secret que quelqu</w:t>
      </w:r>
      <w:r>
        <w:t>’</w:t>
      </w:r>
      <w:r w:rsidR="00C77A4E" w:rsidRPr="00275B88">
        <w:t>un aurait intérêt à s</w:t>
      </w:r>
      <w:r>
        <w:t>’</w:t>
      </w:r>
      <w:r w:rsidR="00C77A4E" w:rsidRPr="00275B88">
        <w:t>approprier</w:t>
      </w:r>
      <w:r>
        <w:t> ?</w:t>
      </w:r>
    </w:p>
    <w:p w14:paraId="391FEEBC" w14:textId="77777777" w:rsidR="002C50B2" w:rsidRDefault="002C50B2" w:rsidP="002C50B2">
      <w:r>
        <w:t>« </w:t>
      </w:r>
      <w:r w:rsidR="00C77A4E" w:rsidRPr="00275B88">
        <w:t>Après tout</w:t>
      </w:r>
      <w:r>
        <w:t xml:space="preserve">, </w:t>
      </w:r>
      <w:r w:rsidR="00C77A4E" w:rsidRPr="00275B88">
        <w:t>cela n</w:t>
      </w:r>
      <w:r>
        <w:t>’</w:t>
      </w:r>
      <w:r w:rsidR="00C77A4E" w:rsidRPr="00275B88">
        <w:t>aurait rien d</w:t>
      </w:r>
      <w:r>
        <w:t>’</w:t>
      </w:r>
      <w:r w:rsidR="00C77A4E" w:rsidRPr="00275B88">
        <w:t>extraordinaire</w:t>
      </w:r>
      <w:r>
        <w:t> !</w:t>
      </w:r>
    </w:p>
    <w:p w14:paraId="7C79F23D" w14:textId="5F1B65DE" w:rsidR="002C50B2" w:rsidRDefault="002C50B2" w:rsidP="002C50B2">
      <w:r>
        <w:t>« </w:t>
      </w:r>
      <w:r w:rsidR="00C77A4E" w:rsidRPr="00275B88">
        <w:t>Cherchons donc à voir ce que cette divinité peut bien avoir dans le ventre ou dans la tête</w:t>
      </w:r>
      <w:r>
        <w:t>. »</w:t>
      </w:r>
    </w:p>
    <w:p w14:paraId="0BF33B6E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prenant dans la poche de son pardessus une petite lampe électrique à puissant foyer</w:t>
      </w:r>
      <w:r w:rsidR="002C50B2">
        <w:t xml:space="preserve">, </w:t>
      </w:r>
      <w:r w:rsidRPr="00275B88">
        <w:t>il en promena lentement la lumière tout le long de la statue</w:t>
      </w:r>
      <w:r w:rsidR="002C50B2">
        <w:t>.</w:t>
      </w:r>
    </w:p>
    <w:p w14:paraId="41E6CF9F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abord confuse</w:t>
      </w:r>
      <w:r w:rsidR="002C50B2">
        <w:t xml:space="preserve">, </w:t>
      </w:r>
      <w:r w:rsidRPr="00275B88">
        <w:t>mais se précisant peu à peu</w:t>
      </w:r>
      <w:r w:rsidR="002C50B2">
        <w:t xml:space="preserve">, </w:t>
      </w:r>
      <w:r w:rsidRPr="00275B88">
        <w:t>en son grand suaire sombre et sous son capuchon en forme de masque à travers lequel brillaient deux yeux aux lueurs phosphorescentes</w:t>
      </w:r>
      <w:r w:rsidR="002C50B2">
        <w:t xml:space="preserve">, </w:t>
      </w:r>
      <w:r w:rsidRPr="00275B88">
        <w:t>une ombre surgit des ténèbres</w:t>
      </w:r>
      <w:r w:rsidR="002C50B2">
        <w:t>.</w:t>
      </w:r>
    </w:p>
    <w:p w14:paraId="7D41DBDC" w14:textId="77777777" w:rsidR="002C50B2" w:rsidRDefault="00C77A4E" w:rsidP="002C50B2">
      <w:r w:rsidRPr="00275B88">
        <w:t>C</w:t>
      </w:r>
      <w:r w:rsidR="002C50B2">
        <w:t>’</w:t>
      </w:r>
      <w:r w:rsidRPr="00275B88">
        <w:t>était le Fantôme du Louvre</w:t>
      </w:r>
      <w:r w:rsidR="002C50B2">
        <w:t xml:space="preserve">, </w:t>
      </w:r>
      <w:r w:rsidRPr="00275B88">
        <w:t xml:space="preserve">tel que Pierre </w:t>
      </w:r>
      <w:proofErr w:type="spellStart"/>
      <w:r w:rsidRPr="00275B88">
        <w:t>Gautrais</w:t>
      </w:r>
      <w:proofErr w:type="spellEnd"/>
      <w:r w:rsidRPr="00275B88">
        <w:t xml:space="preserve"> l</w:t>
      </w:r>
      <w:r w:rsidR="002C50B2">
        <w:t>’</w:t>
      </w:r>
      <w:r w:rsidRPr="00275B88">
        <w:t>avait fidèlement décrit à ses chefs</w:t>
      </w:r>
      <w:r w:rsidR="002C50B2">
        <w:t>…</w:t>
      </w:r>
    </w:p>
    <w:p w14:paraId="26E50BCF" w14:textId="77777777" w:rsidR="002C50B2" w:rsidRDefault="00C77A4E" w:rsidP="002C50B2">
      <w:r w:rsidRPr="00275B88">
        <w:t>Serrant la poignée d</w:t>
      </w:r>
      <w:r w:rsidR="002C50B2">
        <w:t>’</w:t>
      </w:r>
      <w:r w:rsidRPr="00275B88">
        <w:t>un casse</w:t>
      </w:r>
      <w:r>
        <w:t>-</w:t>
      </w:r>
      <w:r w:rsidRPr="00275B88">
        <w:t>tête dans sa main droite gantée de noir</w:t>
      </w:r>
      <w:r w:rsidR="002C50B2">
        <w:t xml:space="preserve">, </w:t>
      </w:r>
      <w:r w:rsidRPr="00275B88">
        <w:t>silencieusement</w:t>
      </w:r>
      <w:r w:rsidR="002C50B2">
        <w:t xml:space="preserve">, </w:t>
      </w:r>
      <w:r w:rsidRPr="00275B88">
        <w:t>comme si ses pieds n</w:t>
      </w:r>
      <w:r w:rsidR="002C50B2">
        <w:t>’</w:t>
      </w:r>
      <w:r w:rsidRPr="00275B88">
        <w:t>eussent pas touché le sol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avançait vers Jacques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absorbé dans son examen</w:t>
      </w:r>
      <w:r w:rsidR="002C50B2">
        <w:t xml:space="preserve">, </w:t>
      </w:r>
      <w:r w:rsidRPr="00275B88">
        <w:t>ne pouvait ni le voir ni l</w:t>
      </w:r>
      <w:r w:rsidR="002C50B2">
        <w:t>’</w:t>
      </w:r>
      <w:r w:rsidRPr="00275B88">
        <w:t>entendre</w:t>
      </w:r>
      <w:r w:rsidR="002C50B2">
        <w:t>.</w:t>
      </w:r>
    </w:p>
    <w:p w14:paraId="52C5718F" w14:textId="77777777" w:rsidR="002C50B2" w:rsidRDefault="00C77A4E" w:rsidP="002C50B2">
      <w:r w:rsidRPr="00275B88">
        <w:t>S</w:t>
      </w:r>
      <w:r w:rsidR="002C50B2">
        <w:t>’</w:t>
      </w:r>
      <w:r w:rsidRPr="00275B88">
        <w:t>approchant du journaliste presque à le frôler</w:t>
      </w:r>
      <w:r w:rsidR="002C50B2">
        <w:t xml:space="preserve">, </w:t>
      </w:r>
      <w:r w:rsidRPr="00275B88">
        <w:t>le Fantôme levait le bras et s</w:t>
      </w:r>
      <w:r w:rsidR="002C50B2">
        <w:t>’</w:t>
      </w:r>
      <w:r w:rsidRPr="00275B88">
        <w:t>apprêtait à faire retomber sur la nuque de Bellegarde l</w:t>
      </w:r>
      <w:r w:rsidR="002C50B2">
        <w:t>’</w:t>
      </w:r>
      <w:r w:rsidRPr="00275B88">
        <w:t>arme terrible qu</w:t>
      </w:r>
      <w:r w:rsidR="002C50B2">
        <w:t>’</w:t>
      </w:r>
      <w:r w:rsidRPr="00275B88">
        <w:t>il brandissait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 homme</w:t>
      </w:r>
      <w:r w:rsidR="002C50B2">
        <w:t xml:space="preserve">, </w:t>
      </w:r>
      <w:r w:rsidRPr="00275B88">
        <w:t>qui en un bond prodigieux</w:t>
      </w:r>
      <w:r w:rsidR="002C50B2">
        <w:t xml:space="preserve">, </w:t>
      </w:r>
      <w:r w:rsidRPr="00275B88">
        <w:t>venait de s</w:t>
      </w:r>
      <w:r w:rsidR="002C50B2">
        <w:t>’</w:t>
      </w:r>
      <w:r w:rsidRPr="00275B88">
        <w:t>élancer de la vasque en porphyre</w:t>
      </w:r>
      <w:r w:rsidR="002C50B2">
        <w:t xml:space="preserve">, </w:t>
      </w:r>
      <w:r w:rsidRPr="00275B88">
        <w:t>le saisit par le poignet</w:t>
      </w:r>
      <w:r w:rsidR="002C50B2">
        <w:t xml:space="preserve">, </w:t>
      </w:r>
      <w:r w:rsidRPr="00275B88">
        <w:t>tout en criant d</w:t>
      </w:r>
      <w:r w:rsidR="002C50B2">
        <w:t>’</w:t>
      </w:r>
      <w:r w:rsidRPr="00275B88">
        <w:t>une voix vibrante</w:t>
      </w:r>
      <w:r w:rsidR="002C50B2">
        <w:t> :</w:t>
      </w:r>
    </w:p>
    <w:p w14:paraId="1C6DC8A3" w14:textId="77777777" w:rsidR="002C50B2" w:rsidRDefault="002C50B2" w:rsidP="002C50B2">
      <w:r>
        <w:t>— </w:t>
      </w:r>
      <w:r w:rsidR="00C77A4E" w:rsidRPr="00275B88">
        <w:t>Bandit</w:t>
      </w:r>
      <w:r>
        <w:t xml:space="preserve"> ! </w:t>
      </w:r>
      <w:r w:rsidR="00C77A4E" w:rsidRPr="00275B88">
        <w:t>je te tiens</w:t>
      </w:r>
      <w:r>
        <w:t> !</w:t>
      </w:r>
    </w:p>
    <w:p w14:paraId="12CAAE21" w14:textId="77777777" w:rsidR="002C50B2" w:rsidRDefault="00C77A4E" w:rsidP="002C50B2">
      <w:r w:rsidRPr="00275B88">
        <w:t>Jacques se redressa en un grand sursaut</w:t>
      </w:r>
      <w:r w:rsidR="002C50B2">
        <w:t xml:space="preserve">… </w:t>
      </w:r>
      <w:r w:rsidRPr="00275B88">
        <w:t>Un cri de stupeur jaillit de sa poitrine</w:t>
      </w:r>
      <w:r w:rsidR="002C50B2">
        <w:t xml:space="preserve">… </w:t>
      </w:r>
      <w:r w:rsidRPr="00275B88">
        <w:t>À la clarté lunaire</w:t>
      </w:r>
      <w:r w:rsidR="002C50B2">
        <w:t xml:space="preserve">, </w:t>
      </w:r>
      <w:r w:rsidRPr="00275B88">
        <w:t>il venait d</w:t>
      </w:r>
      <w:r w:rsidR="002C50B2">
        <w:t>’</w:t>
      </w:r>
      <w:r w:rsidRPr="00275B88">
        <w:t>apercevoir à deux pas de lui Claude Barjac</w:t>
      </w:r>
      <w:r w:rsidR="002C50B2">
        <w:t xml:space="preserve">, </w:t>
      </w:r>
      <w:r w:rsidRPr="00275B88">
        <w:t>le père de Colette</w:t>
      </w:r>
      <w:r w:rsidR="002C50B2">
        <w:t xml:space="preserve">, </w:t>
      </w:r>
      <w:r w:rsidRPr="00275B88">
        <w:t>aux prises avec le Fantôme du Louvre</w:t>
      </w:r>
      <w:r w:rsidR="002C50B2">
        <w:t>.</w:t>
      </w:r>
    </w:p>
    <w:p w14:paraId="458FAB0A" w14:textId="77777777" w:rsidR="002C50B2" w:rsidRDefault="00C77A4E" w:rsidP="002C50B2">
      <w:pPr>
        <w:rPr>
          <w:i/>
          <w:iCs/>
        </w:rPr>
      </w:pP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mouvement de félin</w:t>
      </w:r>
      <w:r w:rsidR="002C50B2">
        <w:t xml:space="preserve">, </w:t>
      </w:r>
      <w:r w:rsidRPr="00275B88">
        <w:t>celui</w:t>
      </w:r>
      <w:r>
        <w:t>-</w:t>
      </w:r>
      <w:r w:rsidRPr="00275B88">
        <w:t>ci échappait à l</w:t>
      </w:r>
      <w:r w:rsidR="002C50B2">
        <w:t>’</w:t>
      </w:r>
      <w:r w:rsidRPr="00275B88">
        <w:t>étreinte de Barjac et</w:t>
      </w:r>
      <w:r w:rsidR="002C50B2">
        <w:t xml:space="preserve">, </w:t>
      </w:r>
      <w:r w:rsidRPr="00275B88">
        <w:t>prompt comme l</w:t>
      </w:r>
      <w:r w:rsidR="002C50B2">
        <w:t>’</w:t>
      </w:r>
      <w:r w:rsidRPr="00275B88">
        <w:t>éclair</w:t>
      </w:r>
      <w:r w:rsidR="002C50B2">
        <w:t xml:space="preserve">, </w:t>
      </w:r>
      <w:r w:rsidRPr="00275B88">
        <w:t>il se précipitait vers la baie qui donne sur l</w:t>
      </w:r>
      <w:r w:rsidR="002C50B2">
        <w:t>’</w:t>
      </w:r>
      <w:r w:rsidRPr="00275B88">
        <w:t xml:space="preserve">escalier de la </w:t>
      </w:r>
      <w:r w:rsidRPr="00275B88">
        <w:rPr>
          <w:i/>
          <w:iCs/>
        </w:rPr>
        <w:t>Victoire de Samothrace</w:t>
      </w:r>
      <w:r w:rsidR="002C50B2">
        <w:rPr>
          <w:i/>
          <w:iCs/>
        </w:rPr>
        <w:t>.</w:t>
      </w:r>
    </w:p>
    <w:p w14:paraId="5463CDF5" w14:textId="77777777" w:rsidR="002C50B2" w:rsidRDefault="00C77A4E" w:rsidP="002C50B2">
      <w:r w:rsidRPr="00275B88">
        <w:lastRenderedPageBreak/>
        <w:t>Jacques qui</w:t>
      </w:r>
      <w:r w:rsidR="002C50B2">
        <w:t xml:space="preserve">, </w:t>
      </w:r>
      <w:r w:rsidRPr="00275B88">
        <w:t>instinctivement</w:t>
      </w:r>
      <w:r w:rsidR="002C50B2">
        <w:t xml:space="preserve">, </w:t>
      </w:r>
      <w:r w:rsidRPr="00275B88">
        <w:t>avait saisi son browning</w:t>
      </w:r>
      <w:r w:rsidR="002C50B2">
        <w:t xml:space="preserve">, </w:t>
      </w:r>
      <w:r w:rsidRPr="00275B88">
        <w:t>le déchargeait vers le Fantôme</w:t>
      </w:r>
      <w:r w:rsidR="002C50B2">
        <w:t xml:space="preserve">, </w:t>
      </w:r>
      <w:r w:rsidRPr="00275B88">
        <w:t>qui avait déjà disparu dans la nuit</w:t>
      </w:r>
      <w:r w:rsidR="002C50B2">
        <w:t>.</w:t>
      </w:r>
    </w:p>
    <w:p w14:paraId="3AD07A50" w14:textId="77777777" w:rsidR="002C50B2" w:rsidRDefault="002C50B2" w:rsidP="002C50B2">
      <w:r>
        <w:t>— </w:t>
      </w:r>
      <w:r w:rsidR="00C77A4E" w:rsidRPr="00275B88">
        <w:t>Vite</w:t>
      </w:r>
      <w:r>
        <w:t xml:space="preserve">, </w:t>
      </w:r>
      <w:r w:rsidR="00C77A4E" w:rsidRPr="00275B88">
        <w:t>à sa poursuite</w:t>
      </w:r>
      <w:r>
        <w:t xml:space="preserve"> ! </w:t>
      </w:r>
      <w:r w:rsidR="00C77A4E" w:rsidRPr="00275B88">
        <w:t>lançait Barjac</w:t>
      </w:r>
      <w:r>
        <w:t xml:space="preserve">, </w:t>
      </w:r>
      <w:r w:rsidR="00C77A4E" w:rsidRPr="00275B88">
        <w:t>qui avait retrouvé tout l</w:t>
      </w:r>
      <w:r>
        <w:t>’</w:t>
      </w:r>
      <w:r w:rsidR="00C77A4E" w:rsidRPr="00275B88">
        <w:t>élan</w:t>
      </w:r>
      <w:r>
        <w:t xml:space="preserve">, </w:t>
      </w:r>
      <w:r w:rsidR="00C77A4E" w:rsidRPr="00275B88">
        <w:t>la force et l</w:t>
      </w:r>
      <w:r>
        <w:t>’</w:t>
      </w:r>
      <w:r w:rsidR="00C77A4E" w:rsidRPr="00275B88">
        <w:t>audace d</w:t>
      </w:r>
      <w:r>
        <w:t>’</w:t>
      </w:r>
      <w:r w:rsidR="00C77A4E" w:rsidRPr="00275B88">
        <w:t>un homme de quarante ans</w:t>
      </w:r>
      <w:r>
        <w:t>.</w:t>
      </w:r>
    </w:p>
    <w:p w14:paraId="425EA4B5" w14:textId="77777777" w:rsidR="002C50B2" w:rsidRDefault="00C77A4E" w:rsidP="002C50B2">
      <w:r w:rsidRPr="00275B88">
        <w:t>Tous deux s</w:t>
      </w:r>
      <w:r w:rsidR="002C50B2">
        <w:t>’</w:t>
      </w:r>
      <w:r w:rsidRPr="00275B88">
        <w:t>élancèrent sur les traces du fugitif</w:t>
      </w:r>
      <w:r w:rsidR="002C50B2">
        <w:t xml:space="preserve">… </w:t>
      </w:r>
      <w:r w:rsidRPr="00275B88">
        <w:t>Bellegarde</w:t>
      </w:r>
      <w:r w:rsidR="002C50B2">
        <w:t xml:space="preserve">, </w:t>
      </w:r>
      <w:r w:rsidRPr="00275B88">
        <w:t>le premier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aperçut qui escaladait quatre à quatre les degrés de l</w:t>
      </w:r>
      <w:r w:rsidR="002C50B2">
        <w:t>’</w:t>
      </w:r>
      <w:r w:rsidRPr="00275B88">
        <w:t>escalier</w:t>
      </w:r>
      <w:r w:rsidR="002C50B2">
        <w:t xml:space="preserve">. </w:t>
      </w:r>
      <w:r w:rsidRPr="00275B88">
        <w:t>Très sportif</w:t>
      </w:r>
      <w:r w:rsidR="002C50B2">
        <w:t xml:space="preserve">, </w:t>
      </w:r>
      <w:r w:rsidRPr="00275B88">
        <w:t>très entraîné</w:t>
      </w:r>
      <w:r w:rsidR="002C50B2">
        <w:t xml:space="preserve">, </w:t>
      </w:r>
      <w:r w:rsidRPr="00275B88">
        <w:t>le reporter s</w:t>
      </w:r>
      <w:r w:rsidR="002C50B2">
        <w:t>’</w:t>
      </w:r>
      <w:r w:rsidRPr="00275B88">
        <w:t>élança et</w:t>
      </w:r>
      <w:r w:rsidR="002C50B2">
        <w:t xml:space="preserve">, </w:t>
      </w:r>
      <w:r w:rsidRPr="00275B88">
        <w:t>en un effort de jarret digne du vainqueur de la course du marathon</w:t>
      </w:r>
      <w:r w:rsidR="002C50B2">
        <w:t xml:space="preserve">, </w:t>
      </w:r>
      <w:r w:rsidRPr="00275B88">
        <w:t>il le rejoignit sur le palier</w:t>
      </w:r>
      <w:r w:rsidR="002C50B2">
        <w:t xml:space="preserve">… </w:t>
      </w:r>
      <w:r w:rsidRPr="00275B88">
        <w:t>Mais d</w:t>
      </w:r>
      <w:r w:rsidR="002C50B2">
        <w:t>’</w:t>
      </w:r>
      <w:r w:rsidRPr="00275B88">
        <w:t>un coup de casse</w:t>
      </w:r>
      <w:r>
        <w:t>-</w:t>
      </w:r>
      <w:r w:rsidRPr="00275B88">
        <w:t>tête qui</w:t>
      </w:r>
      <w:r w:rsidR="002C50B2">
        <w:t xml:space="preserve">, </w:t>
      </w:r>
      <w:r w:rsidRPr="00275B88">
        <w:t>heureusement</w:t>
      </w:r>
      <w:r w:rsidR="002C50B2">
        <w:t xml:space="preserve">, </w:t>
      </w:r>
      <w:r w:rsidRPr="00275B88">
        <w:t>porta à faux et ne fit que l</w:t>
      </w:r>
      <w:r w:rsidR="002C50B2">
        <w:t>’</w:t>
      </w:r>
      <w:r w:rsidRPr="00275B88">
        <w:t>étourdir légèrement</w:t>
      </w:r>
      <w:r w:rsidR="002C50B2">
        <w:t xml:space="preserve">, </w:t>
      </w:r>
      <w:r w:rsidRPr="00275B88">
        <w:t>le Fantôme l</w:t>
      </w:r>
      <w:r w:rsidR="002C50B2">
        <w:t>’</w:t>
      </w:r>
      <w:r w:rsidRPr="00275B88">
        <w:t>étendit à terre</w:t>
      </w:r>
      <w:r w:rsidR="002C50B2">
        <w:t>.</w:t>
      </w:r>
    </w:p>
    <w:p w14:paraId="40C23DB7" w14:textId="77777777" w:rsidR="002C50B2" w:rsidRDefault="00C77A4E" w:rsidP="002C50B2">
      <w:r w:rsidRPr="00275B88">
        <w:t>Au même instant</w:t>
      </w:r>
      <w:r w:rsidR="002C50B2">
        <w:t xml:space="preserve">, </w:t>
      </w:r>
      <w:r w:rsidRPr="00275B88">
        <w:t>des lumières apparaissaient au sommet de l</w:t>
      </w:r>
      <w:r w:rsidR="002C50B2">
        <w:t>’</w:t>
      </w:r>
      <w:r w:rsidRPr="00275B88">
        <w:t>escalier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 xml:space="preserve">était </w:t>
      </w:r>
      <w:proofErr w:type="spellStart"/>
      <w:r w:rsidRPr="00275B88">
        <w:t>Ménardier</w:t>
      </w:r>
      <w:proofErr w:type="spellEnd"/>
      <w:r w:rsidRPr="00275B88">
        <w:t xml:space="preserve"> et ses hommes qui</w:t>
      </w:r>
      <w:r w:rsidR="002C50B2">
        <w:t xml:space="preserve">, </w:t>
      </w:r>
      <w:r w:rsidRPr="00275B88">
        <w:t>en train d</w:t>
      </w:r>
      <w:r w:rsidR="002C50B2">
        <w:t>’</w:t>
      </w:r>
      <w:r w:rsidRPr="00275B88">
        <w:t>explorer la galerie d</w:t>
      </w:r>
      <w:r w:rsidR="002C50B2">
        <w:t>’</w:t>
      </w:r>
      <w:r w:rsidRPr="00275B88">
        <w:t>Apollon</w:t>
      </w:r>
      <w:r w:rsidR="002C50B2">
        <w:t xml:space="preserve">, </w:t>
      </w:r>
      <w:r w:rsidRPr="00275B88">
        <w:t>avaient perçu le bruit des détonations et accouraient avec des falots</w:t>
      </w:r>
      <w:r w:rsidR="002C50B2">
        <w:t>.</w:t>
      </w:r>
    </w:p>
    <w:p w14:paraId="36FC9F34" w14:textId="77777777" w:rsidR="002C50B2" w:rsidRDefault="00C77A4E" w:rsidP="002C50B2">
      <w:r w:rsidRPr="00275B88">
        <w:t>Désignant le Fantôme qui venait de frapper le journaliste</w:t>
      </w:r>
      <w:r w:rsidR="002C50B2">
        <w:t xml:space="preserve">, </w:t>
      </w:r>
      <w:r w:rsidRPr="00275B88">
        <w:t>et se silhouettait au pied de la célèbre statue aux ailes déployées</w:t>
      </w:r>
      <w:r w:rsidR="002C50B2">
        <w:t xml:space="preserve">, </w:t>
      </w:r>
      <w:r w:rsidRPr="00275B88">
        <w:t>Claude Barjac</w:t>
      </w:r>
      <w:r w:rsidR="002C50B2">
        <w:t xml:space="preserve">, </w:t>
      </w:r>
      <w:r w:rsidRPr="00275B88">
        <w:t>tout en montant les marches</w:t>
      </w:r>
      <w:r w:rsidR="002C50B2">
        <w:t xml:space="preserve">, </w:t>
      </w:r>
      <w:r w:rsidRPr="00275B88">
        <w:t>criait</w:t>
      </w:r>
      <w:r w:rsidR="002C50B2">
        <w:t> :</w:t>
      </w:r>
    </w:p>
    <w:p w14:paraId="4CC87021" w14:textId="77777777" w:rsidR="002C50B2" w:rsidRDefault="002C50B2" w:rsidP="002C50B2">
      <w:r>
        <w:t>— </w:t>
      </w:r>
      <w:r w:rsidR="00C77A4E" w:rsidRPr="00275B88">
        <w:t>Barrez</w:t>
      </w:r>
      <w:r w:rsidR="00C77A4E">
        <w:t>-</w:t>
      </w:r>
      <w:r w:rsidR="00C77A4E" w:rsidRPr="00275B88">
        <w:t>lui la route</w:t>
      </w:r>
      <w:r>
        <w:t xml:space="preserve">. </w:t>
      </w:r>
      <w:r w:rsidR="00C77A4E" w:rsidRPr="00275B88">
        <w:t>Nous le tenons</w:t>
      </w:r>
      <w:r>
        <w:t> !</w:t>
      </w:r>
    </w:p>
    <w:p w14:paraId="67B012E0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bond prodigieux</w:t>
      </w:r>
      <w:r w:rsidR="002C50B2">
        <w:t xml:space="preserve">, </w:t>
      </w:r>
      <w:r w:rsidRPr="00275B88">
        <w:t>inattendu</w:t>
      </w:r>
      <w:r w:rsidR="002C50B2">
        <w:t xml:space="preserve">, </w:t>
      </w:r>
      <w:r w:rsidRPr="00275B88">
        <w:t>le Fantôme se jeta hors du rayonnement des lanternes et disparut comme par enchantement dans un vaste trou d</w:t>
      </w:r>
      <w:r w:rsidR="002C50B2">
        <w:t>’</w:t>
      </w:r>
      <w:r w:rsidRPr="00275B88">
        <w:t>ombre qui se trouvait à sa gauche</w:t>
      </w:r>
      <w:r w:rsidR="002C50B2">
        <w:t>.</w:t>
      </w:r>
    </w:p>
    <w:p w14:paraId="38CB520F" w14:textId="77777777" w:rsidR="002C50B2" w:rsidRDefault="00C77A4E" w:rsidP="002C50B2">
      <w:r w:rsidRPr="00275B88">
        <w:t>Bellegarde s</w:t>
      </w:r>
      <w:r w:rsidR="002C50B2">
        <w:t>’</w:t>
      </w:r>
      <w:r w:rsidRPr="00275B88">
        <w:t>était déjà relevé</w:t>
      </w:r>
      <w:r w:rsidR="002C50B2">
        <w:t xml:space="preserve">… </w:t>
      </w:r>
      <w:r w:rsidRPr="00275B88">
        <w:t>Promenant autour de lui le faisceau lumineux de sa lampe</w:t>
      </w:r>
      <w:r w:rsidR="002C50B2">
        <w:t xml:space="preserve">, </w:t>
      </w:r>
      <w:r w:rsidRPr="00275B88">
        <w:t>il allait chercher à se rendre compte comment et par où le Fantôme avait bien pu lui échapper</w:t>
      </w:r>
      <w:r w:rsidR="002C50B2">
        <w:t xml:space="preserve">, </w:t>
      </w:r>
      <w:r w:rsidRPr="00275B88">
        <w:t>lorsque l</w:t>
      </w:r>
      <w:r w:rsidR="002C50B2">
        <w:t>’</w:t>
      </w:r>
      <w:r w:rsidRPr="00275B88">
        <w:t xml:space="preserve">inspecteur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 xml:space="preserve">qui avait atteint le </w:t>
      </w:r>
      <w:r w:rsidRPr="00275B88">
        <w:lastRenderedPageBreak/>
        <w:t>palier avec ses hommes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 de lui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interpellant d</w:t>
      </w:r>
      <w:r w:rsidR="002C50B2">
        <w:t>’</w:t>
      </w:r>
      <w:r w:rsidRPr="00275B88">
        <w:t>un ton courroucé</w:t>
      </w:r>
      <w:r w:rsidR="002C50B2">
        <w:t> :</w:t>
      </w:r>
    </w:p>
    <w:p w14:paraId="0E719FD1" w14:textId="77777777" w:rsidR="002C50B2" w:rsidRDefault="002C50B2" w:rsidP="002C50B2">
      <w:r>
        <w:t>— </w:t>
      </w:r>
      <w:r w:rsidR="00C77A4E" w:rsidRPr="00275B88">
        <w:t>Monsieur Bellegarde</w:t>
      </w:r>
      <w:r>
        <w:t xml:space="preserve">, </w:t>
      </w:r>
      <w:r w:rsidR="00C77A4E" w:rsidRPr="00275B88">
        <w:t>vous ici</w:t>
      </w:r>
      <w:r>
        <w:t xml:space="preserve"> !… </w:t>
      </w:r>
      <w:r w:rsidR="00C77A4E" w:rsidRPr="00275B88">
        <w:t>Votre présence est suspecte et je me vois obligé de vous arrêter</w:t>
      </w:r>
      <w:r>
        <w:t>.</w:t>
      </w:r>
    </w:p>
    <w:p w14:paraId="5E9BDBA3" w14:textId="77777777" w:rsidR="002C50B2" w:rsidRDefault="002C50B2" w:rsidP="002C50B2">
      <w:r>
        <w:t>— </w:t>
      </w:r>
      <w:r w:rsidR="00C77A4E" w:rsidRPr="00275B88">
        <w:t>Un instant</w:t>
      </w:r>
      <w:r>
        <w:t xml:space="preserve">… </w:t>
      </w:r>
      <w:r w:rsidR="00C77A4E" w:rsidRPr="00275B88">
        <w:t>intervenait Barjac</w:t>
      </w:r>
      <w:r>
        <w:t xml:space="preserve">, </w:t>
      </w:r>
      <w:r w:rsidR="00C77A4E" w:rsidRPr="00275B88">
        <w:t>qui avait rejoint le groupe</w:t>
      </w:r>
      <w:r>
        <w:t>.</w:t>
      </w:r>
    </w:p>
    <w:p w14:paraId="42E332B3" w14:textId="77777777" w:rsidR="002C50B2" w:rsidRDefault="002C50B2" w:rsidP="002C50B2">
      <w:r>
        <w:t>« </w:t>
      </w:r>
      <w:r w:rsidR="00C77A4E" w:rsidRPr="00275B88">
        <w:t>Je vous prie de ne pas arrêter cet homme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 xml:space="preserve">étais caché dans la salle des </w:t>
      </w:r>
      <w:r w:rsidR="00C77A4E" w:rsidRPr="00275B88">
        <w:rPr>
          <w:i/>
          <w:iCs/>
        </w:rPr>
        <w:t xml:space="preserve">Dieux barbares </w:t>
      </w:r>
      <w:r w:rsidR="00C77A4E" w:rsidRPr="00275B88">
        <w:t>et je puis vous affirmer que</w:t>
      </w:r>
      <w:r>
        <w:t xml:space="preserve">, </w:t>
      </w:r>
      <w:r w:rsidR="00C77A4E" w:rsidRPr="00275B88">
        <w:t>sans moi</w:t>
      </w:r>
      <w:r>
        <w:t xml:space="preserve">, </w:t>
      </w:r>
      <w:r w:rsidR="00C77A4E" w:rsidRPr="00275B88">
        <w:t>ce malheureux subissait le sort du gardien Sabarat</w:t>
      </w:r>
      <w:r>
        <w:t> !</w:t>
      </w:r>
    </w:p>
    <w:p w14:paraId="6AEA4EA1" w14:textId="77777777" w:rsidR="002C50B2" w:rsidRDefault="00C77A4E" w:rsidP="002C50B2">
      <w:r w:rsidRPr="00275B88">
        <w:t>À la vue de ce nouveau personnage qu</w:t>
      </w:r>
      <w:r w:rsidR="002C50B2">
        <w:t>’</w:t>
      </w:r>
      <w:r w:rsidRPr="00275B88">
        <w:t>il ne connaissait pas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inspecteur </w:t>
      </w:r>
      <w:proofErr w:type="spellStart"/>
      <w:r w:rsidRPr="00275B88">
        <w:t>Ménardier</w:t>
      </w:r>
      <w:proofErr w:type="spellEnd"/>
      <w:r w:rsidRPr="00275B88">
        <w:t xml:space="preserve"> interrogeait</w:t>
      </w:r>
      <w:r w:rsidR="002C50B2">
        <w:t xml:space="preserve">, </w:t>
      </w:r>
      <w:r w:rsidRPr="00275B88">
        <w:t>menaçant</w:t>
      </w:r>
      <w:r w:rsidR="002C50B2">
        <w:t> :</w:t>
      </w:r>
    </w:p>
    <w:p w14:paraId="15B2A6F0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qui êtes</w:t>
      </w:r>
      <w:r w:rsidR="00C77A4E">
        <w:t>-</w:t>
      </w:r>
      <w:r w:rsidR="00C77A4E" w:rsidRPr="00275B88">
        <w:t>vous</w:t>
      </w:r>
      <w:r>
        <w:t> ?</w:t>
      </w:r>
    </w:p>
    <w:p w14:paraId="7B97D24C" w14:textId="77777777" w:rsidR="002C50B2" w:rsidRDefault="00C77A4E" w:rsidP="002C50B2">
      <w:r w:rsidRPr="00275B88">
        <w:t>D</w:t>
      </w:r>
      <w:r w:rsidR="002C50B2">
        <w:t>’</w:t>
      </w:r>
      <w:r w:rsidRPr="00275B88">
        <w:t>un geste brusque</w:t>
      </w:r>
      <w:r w:rsidR="002C50B2">
        <w:t xml:space="preserve">, </w:t>
      </w:r>
      <w:r w:rsidRPr="00275B88">
        <w:t>Barjac</w:t>
      </w:r>
      <w:r w:rsidR="002C50B2">
        <w:t xml:space="preserve">, </w:t>
      </w:r>
      <w:r w:rsidRPr="00275B88">
        <w:t>arrachant sa barbe postiche et la perruque dont il était affublé laissa apparaître le visage d</w:t>
      </w:r>
      <w:r w:rsidR="002C50B2">
        <w:t>’</w:t>
      </w:r>
      <w:r w:rsidRPr="00275B88">
        <w:t>un homme de quarante</w:t>
      </w:r>
      <w:r>
        <w:t>-</w:t>
      </w:r>
      <w:r w:rsidRPr="00275B88">
        <w:t>cinq ans environ</w:t>
      </w:r>
      <w:r w:rsidR="002C50B2">
        <w:t xml:space="preserve">, </w:t>
      </w:r>
      <w:r w:rsidRPr="00275B88">
        <w:t>aux traits énergiques</w:t>
      </w:r>
      <w:r w:rsidR="002C50B2">
        <w:t xml:space="preserve">, </w:t>
      </w:r>
      <w:r w:rsidRPr="00275B88">
        <w:t>frappés en médaille</w:t>
      </w:r>
      <w:r w:rsidR="002C50B2">
        <w:t xml:space="preserve">, </w:t>
      </w:r>
      <w:r w:rsidRPr="00275B88">
        <w:t>au menton volontaire et aux yeux étincelants d</w:t>
      </w:r>
      <w:r w:rsidR="002C50B2">
        <w:t>’</w:t>
      </w:r>
      <w:r w:rsidRPr="00275B88">
        <w:t>audace</w:t>
      </w:r>
      <w:r w:rsidR="002C50B2">
        <w:t>.</w:t>
      </w:r>
    </w:p>
    <w:p w14:paraId="61EEF6AE" w14:textId="77777777" w:rsidR="002C50B2" w:rsidRDefault="00C77A4E" w:rsidP="002C50B2">
      <w:r w:rsidRPr="00275B88">
        <w:t>Et quelque peu gouailleur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</w:t>
      </w:r>
      <w:r w:rsidR="002C50B2">
        <w:t> :</w:t>
      </w:r>
    </w:p>
    <w:p w14:paraId="1A645A79" w14:textId="77777777" w:rsidR="002C50B2" w:rsidRDefault="002C50B2" w:rsidP="002C50B2">
      <w:r>
        <w:t>— </w:t>
      </w:r>
      <w:r w:rsidR="00C77A4E" w:rsidRPr="00275B88">
        <w:t xml:space="preserve">Mon cher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je crois que nous avons manqué notre gibier</w:t>
      </w:r>
      <w:r>
        <w:t>.</w:t>
      </w:r>
    </w:p>
    <w:p w14:paraId="017B78D9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écriait l</w:t>
      </w:r>
      <w:r>
        <w:t>’</w:t>
      </w:r>
      <w:r w:rsidR="00C77A4E" w:rsidRPr="00275B88">
        <w:t>inspecteur</w:t>
      </w:r>
      <w:r>
        <w:t xml:space="preserve">, </w:t>
      </w:r>
      <w:r w:rsidR="00C77A4E" w:rsidRPr="00275B88">
        <w:t>sidéré</w:t>
      </w:r>
      <w:r>
        <w:t xml:space="preserve">, </w:t>
      </w:r>
      <w:r w:rsidR="00C77A4E" w:rsidRPr="00275B88">
        <w:t>tandis que Bellegarde</w:t>
      </w:r>
      <w:r>
        <w:t xml:space="preserve">, </w:t>
      </w:r>
      <w:r w:rsidR="00C77A4E" w:rsidRPr="00275B88">
        <w:t>non moins stupéfait</w:t>
      </w:r>
      <w:r>
        <w:t xml:space="preserve">, </w:t>
      </w:r>
      <w:r w:rsidR="00C77A4E" w:rsidRPr="00275B88">
        <w:t>martelait</w:t>
      </w:r>
      <w:r>
        <w:t> :</w:t>
      </w:r>
    </w:p>
    <w:p w14:paraId="0C170497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!… </w:t>
      </w:r>
      <w:r w:rsidR="00C77A4E" w:rsidRPr="00275B88">
        <w:t>le grand Chantecoq</w:t>
      </w:r>
      <w:r>
        <w:t xml:space="preserve"> !… </w:t>
      </w:r>
      <w:r w:rsidR="00C77A4E" w:rsidRPr="00275B88">
        <w:t>le roi des détectives</w:t>
      </w:r>
      <w:r>
        <w:t>…</w:t>
      </w:r>
    </w:p>
    <w:p w14:paraId="717B6953" w14:textId="78D7DBC5" w:rsidR="00C77A4E" w:rsidRPr="00A637DF" w:rsidRDefault="00C77A4E" w:rsidP="002C50B2">
      <w:pPr>
        <w:pStyle w:val="Titre2"/>
      </w:pPr>
      <w:bookmarkStart w:id="18" w:name="_Toc145914600"/>
      <w:bookmarkStart w:id="19" w:name="_Toc203477065"/>
      <w:r w:rsidRPr="00A637DF">
        <w:lastRenderedPageBreak/>
        <w:t>VII</w:t>
      </w:r>
      <w:bookmarkEnd w:id="18"/>
      <w:r w:rsidRPr="00A637DF">
        <w:br/>
      </w:r>
      <w:r w:rsidRPr="00A637DF">
        <w:br/>
      </w:r>
      <w:bookmarkStart w:id="20" w:name="_Toc145914601"/>
      <w:r w:rsidRPr="00A637DF">
        <w:t>LE ROI DES DÉTECTIVES</w:t>
      </w:r>
      <w:bookmarkEnd w:id="19"/>
      <w:bookmarkEnd w:id="20"/>
      <w:r w:rsidRPr="00A637DF">
        <w:br/>
      </w:r>
    </w:p>
    <w:p w14:paraId="00467B7B" w14:textId="77777777" w:rsidR="002C50B2" w:rsidRDefault="00C77A4E" w:rsidP="002C50B2">
      <w:r w:rsidRPr="00275B88">
        <w:t>Cet étrange personnage qui venait de jouer un rôle si inattendu dans le drame du Louvre n</w:t>
      </w:r>
      <w:r w:rsidR="002C50B2">
        <w:t>’</w:t>
      </w:r>
      <w:r w:rsidRPr="00275B88">
        <w:t>était autre qu</w:t>
      </w:r>
      <w:r w:rsidR="002C50B2">
        <w:t>’</w:t>
      </w:r>
      <w:r w:rsidRPr="00275B88">
        <w:t>un ancien agent de la Sûreté générale qui</w:t>
      </w:r>
      <w:r w:rsidR="002C50B2">
        <w:t xml:space="preserve">, </w:t>
      </w:r>
      <w:r w:rsidRPr="00275B88">
        <w:t>avant la guerre</w:t>
      </w:r>
      <w:r w:rsidR="002C50B2">
        <w:t xml:space="preserve">, </w:t>
      </w:r>
      <w:r w:rsidRPr="00275B88">
        <w:t>avait acquis</w:t>
      </w:r>
      <w:r w:rsidR="002C50B2">
        <w:t xml:space="preserve">, </w:t>
      </w:r>
      <w:r w:rsidRPr="00275B88">
        <w:t>grâce à ses nombreux et retentissants exploits</w:t>
      </w:r>
      <w:r w:rsidR="002C50B2">
        <w:t xml:space="preserve">, </w:t>
      </w:r>
      <w:r w:rsidRPr="00275B88">
        <w:t>une réelle célébrité</w:t>
      </w:r>
      <w:r w:rsidR="002C50B2">
        <w:t>.</w:t>
      </w:r>
    </w:p>
    <w:p w14:paraId="165808D1" w14:textId="77777777" w:rsidR="002C50B2" w:rsidRDefault="00C77A4E" w:rsidP="002C50B2">
      <w:r w:rsidRPr="00275B88">
        <w:t>Mobilisé en 1914</w:t>
      </w:r>
      <w:r w:rsidR="002C50B2">
        <w:t xml:space="preserve">, </w:t>
      </w:r>
      <w:r w:rsidRPr="00275B88">
        <w:t>comme officier de réserve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après s</w:t>
      </w:r>
      <w:r w:rsidR="002C50B2">
        <w:t>’</w:t>
      </w:r>
      <w:r w:rsidRPr="00275B88">
        <w:t>être vaillamment battu et avoir mérité la Légion d</w:t>
      </w:r>
      <w:r w:rsidR="002C50B2">
        <w:t>’</w:t>
      </w:r>
      <w:r w:rsidRPr="00275B88">
        <w:t>honneur et la croix de guerre</w:t>
      </w:r>
      <w:r w:rsidR="002C50B2">
        <w:t xml:space="preserve">, </w:t>
      </w:r>
      <w:r w:rsidRPr="00275B88">
        <w:t>avait été mis en sursis d</w:t>
      </w:r>
      <w:r w:rsidR="002C50B2">
        <w:t>’</w:t>
      </w:r>
      <w:r w:rsidRPr="00275B88">
        <w:t>appel et s</w:t>
      </w:r>
      <w:r w:rsidR="002C50B2">
        <w:t>’</w:t>
      </w:r>
      <w:r w:rsidRPr="00275B88">
        <w:t>était livré à une chasse aux espions qui avait achevé d</w:t>
      </w:r>
      <w:r w:rsidR="002C50B2">
        <w:t>’</w:t>
      </w:r>
      <w:r w:rsidRPr="00275B88">
        <w:t>en faire un véritable héros populaire</w:t>
      </w:r>
      <w:r w:rsidR="002C50B2">
        <w:t>.</w:t>
      </w:r>
    </w:p>
    <w:p w14:paraId="0599062D" w14:textId="77777777" w:rsidR="002C50B2" w:rsidRDefault="00C77A4E" w:rsidP="002C50B2">
      <w:r w:rsidRPr="00275B88">
        <w:t>Après l</w:t>
      </w:r>
      <w:r w:rsidR="002C50B2">
        <w:t>’</w:t>
      </w:r>
      <w:r w:rsidRPr="00275B88">
        <w:t>armistice</w:t>
      </w:r>
      <w:r w:rsidR="002C50B2">
        <w:t xml:space="preserve">, </w:t>
      </w:r>
      <w:r w:rsidRPr="00275B88">
        <w:t>il avait donné sa démission et s</w:t>
      </w:r>
      <w:r w:rsidR="002C50B2">
        <w:t>’</w:t>
      </w:r>
      <w:r w:rsidRPr="00275B88">
        <w:t>était établi détective privé</w:t>
      </w:r>
      <w:r w:rsidR="002C50B2">
        <w:t>.</w:t>
      </w:r>
    </w:p>
    <w:p w14:paraId="2F2595D7" w14:textId="77777777" w:rsidR="002C50B2" w:rsidRDefault="00C77A4E" w:rsidP="002C50B2">
      <w:r w:rsidRPr="00275B88">
        <w:t>Il avait pris pour secrétaire</w:t>
      </w:r>
      <w:r w:rsidR="002C50B2">
        <w:t xml:space="preserve">, </w:t>
      </w:r>
      <w:r w:rsidRPr="00275B88">
        <w:t>ou plus exactement pour collaboratrice</w:t>
      </w:r>
      <w:r w:rsidR="002C50B2">
        <w:t xml:space="preserve">, </w:t>
      </w:r>
      <w:r w:rsidRPr="00275B88">
        <w:t>sa fille</w:t>
      </w:r>
      <w:r w:rsidR="002C50B2">
        <w:t xml:space="preserve">, </w:t>
      </w:r>
      <w:r w:rsidRPr="00275B88">
        <w:t>la charmante Colette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vite passionnée pour une profession dont son père avait su faire mieux qu</w:t>
      </w:r>
      <w:r w:rsidR="002C50B2">
        <w:t>’</w:t>
      </w:r>
      <w:r w:rsidRPr="00275B88">
        <w:t>un métier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est</w:t>
      </w:r>
      <w:r>
        <w:t>-</w:t>
      </w:r>
      <w:r w:rsidRPr="00275B88">
        <w:t>à</w:t>
      </w:r>
      <w:r>
        <w:t>-</w:t>
      </w:r>
      <w:r w:rsidRPr="00275B88">
        <w:t>dire un art</w:t>
      </w:r>
      <w:r w:rsidR="002C50B2">
        <w:t>.</w:t>
      </w:r>
    </w:p>
    <w:p w14:paraId="16B3A0F4" w14:textId="77777777" w:rsidR="002C50B2" w:rsidRDefault="00C77A4E" w:rsidP="002C50B2">
      <w:r w:rsidRPr="00275B88">
        <w:t>Sa réputation</w:t>
      </w:r>
      <w:r w:rsidR="002C50B2">
        <w:t xml:space="preserve">, </w:t>
      </w:r>
      <w:r w:rsidRPr="00275B88">
        <w:t>solidement établie et basée à la fois sur sa valeur professionnelle et son grand caractère</w:t>
      </w:r>
      <w:r w:rsidR="002C50B2">
        <w:t xml:space="preserve">, </w:t>
      </w:r>
      <w:r w:rsidRPr="00275B88">
        <w:t>lui avait valu une clientèle d</w:t>
      </w:r>
      <w:r w:rsidR="002C50B2">
        <w:t>’</w:t>
      </w:r>
      <w:r w:rsidRPr="00275B88">
        <w:t>élite qu</w:t>
      </w:r>
      <w:r w:rsidR="002C50B2">
        <w:t>’</w:t>
      </w:r>
      <w:r w:rsidRPr="00275B88">
        <w:t>il servait avec autant de succès que d</w:t>
      </w:r>
      <w:r w:rsidR="002C50B2">
        <w:t>’</w:t>
      </w:r>
      <w:r w:rsidRPr="00275B88">
        <w:t>honnêteté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intelligence et de zèle</w:t>
      </w:r>
      <w:r w:rsidR="002C50B2">
        <w:t>.</w:t>
      </w:r>
    </w:p>
    <w:p w14:paraId="20427604" w14:textId="77777777" w:rsidR="002C50B2" w:rsidRDefault="00C77A4E" w:rsidP="002C50B2">
      <w:r w:rsidRPr="00275B88">
        <w:t>Comment se trouvait</w:t>
      </w:r>
      <w:r>
        <w:t>-</w:t>
      </w:r>
      <w:r w:rsidRPr="00275B88">
        <w:t>il mêlé à cette histoire</w:t>
      </w:r>
      <w:r w:rsidR="002C50B2">
        <w:t xml:space="preserve"> ?… </w:t>
      </w:r>
      <w:r w:rsidRPr="00275B88">
        <w:t>En deux mots</w:t>
      </w:r>
      <w:r w:rsidR="002C50B2">
        <w:t xml:space="preserve">, </w:t>
      </w:r>
      <w:r w:rsidRPr="00275B88">
        <w:t>voici</w:t>
      </w:r>
      <w:r w:rsidR="002C50B2">
        <w:t> :</w:t>
      </w:r>
    </w:p>
    <w:p w14:paraId="596B692E" w14:textId="77777777" w:rsidR="002C50B2" w:rsidRDefault="00C77A4E" w:rsidP="002C50B2">
      <w:r w:rsidRPr="00275B88">
        <w:lastRenderedPageBreak/>
        <w:t>Chantecoq avait été officieusement chargé par le gouvernement italien de rechercher un bandit qui</w:t>
      </w:r>
      <w:r w:rsidR="002C50B2">
        <w:t xml:space="preserve">, </w:t>
      </w:r>
      <w:r w:rsidRPr="00275B88">
        <w:t>à la suite d</w:t>
      </w:r>
      <w:r w:rsidR="002C50B2">
        <w:t>’</w:t>
      </w:r>
      <w:r w:rsidRPr="00275B88">
        <w:t>un vol important commis dans un musée de Florence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caché à Paris</w:t>
      </w:r>
      <w:r w:rsidR="002C50B2">
        <w:t>.</w:t>
      </w:r>
    </w:p>
    <w:p w14:paraId="3BBAC319" w14:textId="77777777" w:rsidR="002C50B2" w:rsidRDefault="00C77A4E" w:rsidP="002C50B2">
      <w:r w:rsidRPr="00275B88">
        <w:t>Supposant que ce gredin pouvait être le pseudo</w:t>
      </w:r>
      <w:r>
        <w:t>-</w:t>
      </w:r>
      <w:r w:rsidRPr="00275B88">
        <w:t>Fantôme du Louvre</w:t>
      </w:r>
      <w:r w:rsidR="002C50B2">
        <w:t xml:space="preserve">, </w:t>
      </w:r>
      <w:r w:rsidRPr="00275B88">
        <w:t>le grand détective s</w:t>
      </w:r>
      <w:r w:rsidR="002C50B2">
        <w:t>’</w:t>
      </w:r>
      <w:r w:rsidRPr="00275B88">
        <w:t xml:space="preserve">était aussitôt adressé au gardien Pierre </w:t>
      </w:r>
      <w:proofErr w:type="spellStart"/>
      <w:r w:rsidRPr="00275B88">
        <w:t>Gautrais</w:t>
      </w:r>
      <w:proofErr w:type="spellEnd"/>
      <w:r w:rsidRPr="00275B88">
        <w:t xml:space="preserve"> qui avait servi autrefois sous ses ordres</w:t>
      </w:r>
      <w:r w:rsidR="002C50B2">
        <w:t xml:space="preserve">, </w:t>
      </w:r>
      <w:r w:rsidRPr="00275B88">
        <w:t>pendant la guerre</w:t>
      </w:r>
      <w:r w:rsidR="002C50B2">
        <w:t xml:space="preserve">, </w:t>
      </w:r>
      <w:r w:rsidRPr="00275B88">
        <w:t>et auquel il avait sauvé la vie</w:t>
      </w:r>
      <w:r w:rsidR="002C50B2">
        <w:t>.</w:t>
      </w:r>
    </w:p>
    <w:p w14:paraId="2A02D230" w14:textId="77777777" w:rsidR="002C50B2" w:rsidRDefault="00C77A4E" w:rsidP="002C50B2">
      <w:proofErr w:type="spellStart"/>
      <w:r w:rsidRPr="00275B88">
        <w:t>Gautrais</w:t>
      </w:r>
      <w:proofErr w:type="spellEnd"/>
      <w:r w:rsidRPr="00275B88">
        <w:t xml:space="preserve"> auquel son ancien chef inspirait une admiration et un dévouement sans bornes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d</w:t>
      </w:r>
      <w:r w:rsidR="002C50B2">
        <w:t>’</w:t>
      </w:r>
      <w:r w:rsidRPr="00275B88">
        <w:t>autant plus empressé d</w:t>
      </w:r>
      <w:r w:rsidR="002C50B2">
        <w:t>’</w:t>
      </w:r>
      <w:r w:rsidRPr="00275B88">
        <w:t>entrer dans ses vues qu</w:t>
      </w:r>
      <w:r w:rsidR="002C50B2">
        <w:t>’</w:t>
      </w:r>
      <w:r w:rsidRPr="00275B88">
        <w:t>il se sentait vaguement soupçonné par l</w:t>
      </w:r>
      <w:r w:rsidR="002C50B2">
        <w:t>’</w:t>
      </w:r>
      <w:r w:rsidRPr="00275B88">
        <w:t xml:space="preserve">inspecteur </w:t>
      </w:r>
      <w:proofErr w:type="spellStart"/>
      <w:r w:rsidRPr="00275B88">
        <w:t>Ménardier</w:t>
      </w:r>
      <w:proofErr w:type="spellEnd"/>
      <w:r w:rsidR="002C50B2">
        <w:t xml:space="preserve">… </w:t>
      </w:r>
      <w:r w:rsidRPr="00275B88">
        <w:t>Selon lui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mieux que personne</w:t>
      </w:r>
      <w:r w:rsidR="002C50B2">
        <w:t xml:space="preserve">, </w:t>
      </w:r>
      <w:r w:rsidRPr="00275B88">
        <w:t>ne manquerait pas d</w:t>
      </w:r>
      <w:r w:rsidR="002C50B2">
        <w:t>’</w:t>
      </w:r>
      <w:r w:rsidRPr="00275B88">
        <w:t>élucider promptement cette angoissante énigme</w:t>
      </w:r>
      <w:r w:rsidR="002C50B2">
        <w:t>.</w:t>
      </w:r>
    </w:p>
    <w:p w14:paraId="250C9279" w14:textId="77777777" w:rsidR="002C50B2" w:rsidRDefault="00C77A4E" w:rsidP="002C50B2">
      <w:r w:rsidRPr="00275B88">
        <w:t>Malheureusement les circonstances</w:t>
      </w:r>
      <w:r w:rsidR="002C50B2">
        <w:t xml:space="preserve">, </w:t>
      </w:r>
      <w:r w:rsidRPr="00275B88">
        <w:t>ainsi qu</w:t>
      </w:r>
      <w:r w:rsidR="002C50B2">
        <w:t>’</w:t>
      </w:r>
      <w:r w:rsidRPr="00275B88">
        <w:t>on vient de le constater n</w:t>
      </w:r>
      <w:r w:rsidR="002C50B2">
        <w:t>’</w:t>
      </w:r>
      <w:r w:rsidRPr="00275B88">
        <w:t>avaient pas donné raison à l</w:t>
      </w:r>
      <w:r w:rsidR="002C50B2">
        <w:t>’</w:t>
      </w:r>
      <w:r w:rsidRPr="00275B88">
        <w:t>excellent gardien</w:t>
      </w:r>
      <w:r w:rsidR="002C50B2">
        <w:t xml:space="preserve">. </w:t>
      </w:r>
      <w:r w:rsidRPr="00275B88">
        <w:t>Et Chantecoq</w:t>
      </w:r>
      <w:r w:rsidR="002C50B2">
        <w:t xml:space="preserve">, </w:t>
      </w:r>
      <w:r w:rsidRPr="00275B88">
        <w:t>lui aussi</w:t>
      </w:r>
      <w:r w:rsidR="002C50B2">
        <w:t xml:space="preserve">, </w:t>
      </w:r>
      <w:r w:rsidRPr="00275B88">
        <w:t>était obligé de s</w:t>
      </w:r>
      <w:r w:rsidR="002C50B2">
        <w:t>’</w:t>
      </w:r>
      <w:r w:rsidRPr="00275B88">
        <w:t>avouer qu</w:t>
      </w:r>
      <w:r w:rsidR="002C50B2">
        <w:t>’</w:t>
      </w:r>
      <w:r w:rsidRPr="00275B88">
        <w:t>il se trouvait en face du problème le plus ardu et le plus troublant qu</w:t>
      </w:r>
      <w:r w:rsidR="002C50B2">
        <w:t>’</w:t>
      </w:r>
      <w:r w:rsidRPr="00275B88">
        <w:t>il eût à résoudre</w:t>
      </w:r>
      <w:r w:rsidR="002C50B2">
        <w:t>.</w:t>
      </w:r>
    </w:p>
    <w:p w14:paraId="5A5FFFE7" w14:textId="77777777" w:rsidR="002C50B2" w:rsidRDefault="00C77A4E" w:rsidP="002C50B2">
      <w:r w:rsidRPr="00275B88">
        <w:t>Mais ces difficultés n</w:t>
      </w:r>
      <w:r w:rsidR="002C50B2">
        <w:t>’</w:t>
      </w:r>
      <w:r w:rsidRPr="00275B88">
        <w:t xml:space="preserve">étaient nullement faites pour décourager celui que Bellegarde avait salué du nom de </w:t>
      </w:r>
      <w:r w:rsidR="002C50B2">
        <w:t>« </w:t>
      </w:r>
      <w:r w:rsidRPr="00275B88">
        <w:t>roi des détectives</w:t>
      </w:r>
      <w:r w:rsidR="002C50B2">
        <w:t xml:space="preserve"> ». </w:t>
      </w:r>
      <w:r w:rsidRPr="00275B88">
        <w:t>Dès le lendemain matin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enfermé dans son cabinet de travail</w:t>
      </w:r>
      <w:r w:rsidR="002C50B2">
        <w:t xml:space="preserve">, </w:t>
      </w:r>
      <w:r w:rsidRPr="00275B88">
        <w:t>situé au rez</w:t>
      </w:r>
      <w:r>
        <w:t>-</w:t>
      </w:r>
      <w:r w:rsidRPr="00275B88">
        <w:t>de</w:t>
      </w:r>
      <w:r>
        <w:t>-</w:t>
      </w:r>
      <w:r w:rsidRPr="00275B88">
        <w:t>chaussée du petit hôtel particulier où il demeurait</w:t>
      </w:r>
      <w:r w:rsidR="002C50B2">
        <w:t xml:space="preserve">, </w:t>
      </w:r>
      <w:r w:rsidRPr="00275B88">
        <w:t>aux Ternes</w:t>
      </w:r>
      <w:r w:rsidR="002C50B2">
        <w:t xml:space="preserve">, </w:t>
      </w:r>
      <w:r w:rsidRPr="00275B88">
        <w:t>avenue de Verzy</w:t>
      </w:r>
      <w:r w:rsidR="002C50B2">
        <w:t>…</w:t>
      </w:r>
    </w:p>
    <w:p w14:paraId="1E01C726" w14:textId="77777777" w:rsidR="002C50B2" w:rsidRDefault="00C77A4E" w:rsidP="002C50B2">
      <w:r w:rsidRPr="00275B88">
        <w:t>C</w:t>
      </w:r>
      <w:r w:rsidR="002C50B2">
        <w:t>’</w:t>
      </w:r>
      <w:r w:rsidRPr="00275B88">
        <w:t>était une vaste pièce meublée avec goût</w:t>
      </w:r>
      <w:r w:rsidR="002C50B2">
        <w:t xml:space="preserve">, </w:t>
      </w:r>
      <w:r w:rsidRPr="00275B88">
        <w:t>ornée de jolis bibelots et au fond de laquelle se dressait une grande bibliothèque garnie de livres aux riches reliures</w:t>
      </w:r>
      <w:r w:rsidR="002C50B2">
        <w:t xml:space="preserve">… </w:t>
      </w:r>
      <w:r w:rsidRPr="00275B88">
        <w:t>On eût dit beaucoup plus le studio d</w:t>
      </w:r>
      <w:r w:rsidR="002C50B2">
        <w:t>’</w:t>
      </w:r>
      <w:r w:rsidRPr="00275B88">
        <w:t>un artiste que le bureau d</w:t>
      </w:r>
      <w:r w:rsidR="002C50B2">
        <w:t>’</w:t>
      </w:r>
      <w:r w:rsidRPr="00275B88">
        <w:t>un policier</w:t>
      </w:r>
      <w:r w:rsidR="002C50B2">
        <w:t>.</w:t>
      </w:r>
    </w:p>
    <w:p w14:paraId="071CA8EA" w14:textId="77777777" w:rsidR="002C50B2" w:rsidRDefault="00C77A4E" w:rsidP="002C50B2">
      <w:r w:rsidRPr="00275B88">
        <w:t>Assis devant sa table</w:t>
      </w:r>
      <w:r w:rsidR="002C50B2">
        <w:t xml:space="preserve">, </w:t>
      </w:r>
      <w:r w:rsidRPr="00275B88">
        <w:t>après avoir récapitulé les événements de la veille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efforçait d</w:t>
      </w:r>
      <w:r w:rsidR="002C50B2">
        <w:t>’</w:t>
      </w:r>
      <w:r w:rsidRPr="00275B88">
        <w:t xml:space="preserve">en tirer les déductions </w:t>
      </w:r>
      <w:r w:rsidRPr="00275B88">
        <w:lastRenderedPageBreak/>
        <w:t>capables de lui faire entrevoir</w:t>
      </w:r>
      <w:r w:rsidR="002C50B2">
        <w:t xml:space="preserve">, </w:t>
      </w:r>
      <w:r w:rsidRPr="00275B88">
        <w:t>ne fût</w:t>
      </w:r>
      <w:r>
        <w:t>-</w:t>
      </w:r>
      <w:r w:rsidRPr="00275B88">
        <w:t>ce qu</w:t>
      </w:r>
      <w:r w:rsidR="002C50B2">
        <w:t>’</w:t>
      </w:r>
      <w:r w:rsidRPr="00275B88">
        <w:t>une toute petite lueur</w:t>
      </w:r>
      <w:r w:rsidR="002C50B2">
        <w:t xml:space="preserve">, </w:t>
      </w:r>
      <w:r w:rsidRPr="00275B88">
        <w:t>à travers les ténèbres dans lesquelles il se débattait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une porte s</w:t>
      </w:r>
      <w:r w:rsidR="002C50B2">
        <w:t>’</w:t>
      </w:r>
      <w:r w:rsidRPr="00275B88">
        <w:t>ouvrit doucement</w:t>
      </w:r>
      <w:r w:rsidR="002C50B2">
        <w:t xml:space="preserve">, </w:t>
      </w:r>
      <w:r w:rsidRPr="00275B88">
        <w:t>livrant passage à Colette qui s</w:t>
      </w:r>
      <w:r w:rsidR="002C50B2">
        <w:t>’</w:t>
      </w:r>
      <w:r w:rsidRPr="00275B88">
        <w:t>arrêta pendant un instant</w:t>
      </w:r>
      <w:r w:rsidR="002C50B2">
        <w:t xml:space="preserve">, </w:t>
      </w:r>
      <w:r w:rsidRPr="00275B88">
        <w:t>pour contempler son père avec une expression de souriante tendresse</w:t>
      </w:r>
      <w:r w:rsidR="002C50B2">
        <w:t>.</w:t>
      </w:r>
    </w:p>
    <w:p w14:paraId="280283C1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absorbé dans ses réflexions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pas remarqué sa présence</w:t>
      </w:r>
      <w:r w:rsidR="002C50B2">
        <w:t xml:space="preserve">. </w:t>
      </w:r>
      <w:r w:rsidRPr="00275B88">
        <w:t>S</w:t>
      </w:r>
      <w:r w:rsidR="002C50B2">
        <w:t>’</w:t>
      </w:r>
      <w:r w:rsidRPr="00275B88">
        <w:t>avançant à pas de loup</w:t>
      </w:r>
      <w:r w:rsidR="002C50B2">
        <w:t xml:space="preserve">, </w:t>
      </w:r>
      <w:r w:rsidRPr="00275B88">
        <w:t>Colette</w:t>
      </w:r>
      <w:r w:rsidR="002C50B2">
        <w:t xml:space="preserve">, </w:t>
      </w:r>
      <w:r w:rsidRPr="00275B88">
        <w:t>en un geste plein d</w:t>
      </w:r>
      <w:r w:rsidR="002C50B2">
        <w:t>’</w:t>
      </w:r>
      <w:r w:rsidRPr="00275B88">
        <w:t>une grâce exquise</w:t>
      </w:r>
      <w:r w:rsidR="002C50B2">
        <w:t xml:space="preserve">, </w:t>
      </w:r>
      <w:r w:rsidRPr="00275B88">
        <w:t>se pencha vers son père et l</w:t>
      </w:r>
      <w:r w:rsidR="002C50B2">
        <w:t>’</w:t>
      </w:r>
      <w:r w:rsidRPr="00275B88">
        <w:t>entoura de ses bras</w:t>
      </w:r>
      <w:r w:rsidR="002C50B2">
        <w:t>.</w:t>
      </w:r>
    </w:p>
    <w:p w14:paraId="2D715825" w14:textId="77777777" w:rsidR="002C50B2" w:rsidRDefault="002C50B2" w:rsidP="002C50B2">
      <w:r>
        <w:t>— </w:t>
      </w:r>
      <w:r w:rsidR="00C77A4E" w:rsidRPr="00275B88">
        <w:t>Bonjour</w:t>
      </w:r>
      <w:r>
        <w:t xml:space="preserve">, </w:t>
      </w:r>
      <w:r w:rsidR="00C77A4E" w:rsidRPr="00275B88">
        <w:t>chérie</w:t>
      </w:r>
      <w:r>
        <w:t xml:space="preserve">, </w:t>
      </w:r>
      <w:r w:rsidR="00C77A4E" w:rsidRPr="00275B88">
        <w:t>fit le limier en lui rendant son baiser</w:t>
      </w:r>
      <w:r>
        <w:t>.</w:t>
      </w:r>
    </w:p>
    <w:p w14:paraId="2ADADCF5" w14:textId="77777777" w:rsidR="002C50B2" w:rsidRDefault="002C50B2" w:rsidP="002C50B2">
      <w:r>
        <w:t>— </w:t>
      </w:r>
      <w:r w:rsidR="00C77A4E" w:rsidRPr="00275B88">
        <w:t>Rien de nouveau depuis hier soir</w:t>
      </w:r>
      <w:r>
        <w:t xml:space="preserve"> ? </w:t>
      </w:r>
      <w:r w:rsidR="00C77A4E" w:rsidRPr="00275B88">
        <w:t>interrogeait Colette</w:t>
      </w:r>
      <w:r>
        <w:t xml:space="preserve">, </w:t>
      </w:r>
      <w:r w:rsidR="00C77A4E" w:rsidRPr="00275B88">
        <w:t>en s</w:t>
      </w:r>
      <w:r>
        <w:t>’</w:t>
      </w:r>
      <w:r w:rsidR="00C77A4E" w:rsidRPr="00275B88">
        <w:t>asseyant sur un siège</w:t>
      </w:r>
      <w:r>
        <w:t xml:space="preserve">, </w:t>
      </w:r>
      <w:r w:rsidR="00C77A4E" w:rsidRPr="00275B88">
        <w:t>en face de son père</w:t>
      </w:r>
      <w:r>
        <w:t>.</w:t>
      </w:r>
    </w:p>
    <w:p w14:paraId="33925602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rien</w:t>
      </w:r>
      <w:r>
        <w:t>.</w:t>
      </w:r>
    </w:p>
    <w:p w14:paraId="10E8C345" w14:textId="594B387B" w:rsidR="002C50B2" w:rsidRDefault="002C50B2" w:rsidP="002C50B2">
      <w:r>
        <w:t>— 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 dû être furieux</w:t>
      </w:r>
      <w:r>
        <w:t xml:space="preserve">, </w:t>
      </w:r>
      <w:r w:rsidR="00C77A4E" w:rsidRPr="00275B88">
        <w:t>lorsqu</w:t>
      </w:r>
      <w:r>
        <w:t>’</w:t>
      </w:r>
      <w:r w:rsidR="00C77A4E" w:rsidRPr="00275B88">
        <w:t>il vous a vus tous les deux</w:t>
      </w:r>
      <w:r>
        <w:t>, M. </w:t>
      </w:r>
      <w:r w:rsidR="00C77A4E" w:rsidRPr="00275B88">
        <w:t>Bellegarde et toi</w:t>
      </w:r>
      <w:r>
        <w:t> !…</w:t>
      </w:r>
    </w:p>
    <w:p w14:paraId="79A8E3AF" w14:textId="77777777" w:rsidR="002C50B2" w:rsidRDefault="002C50B2" w:rsidP="002C50B2">
      <w:r>
        <w:t>— </w:t>
      </w:r>
      <w:r w:rsidR="00C77A4E" w:rsidRPr="00275B88">
        <w:t>Et comment</w:t>
      </w:r>
      <w:r>
        <w:t xml:space="preserve"> !… </w:t>
      </w:r>
      <w:r w:rsidR="00C77A4E" w:rsidRPr="00275B88">
        <w:t>Il voulait maintenir Bellegarde en état d</w:t>
      </w:r>
      <w:r>
        <w:t>’</w:t>
      </w:r>
      <w:r w:rsidR="00C77A4E" w:rsidRPr="00275B88">
        <w:t>arrestation</w:t>
      </w:r>
      <w:r>
        <w:t> !</w:t>
      </w:r>
    </w:p>
    <w:p w14:paraId="59B8FA94" w14:textId="77777777" w:rsidR="002C50B2" w:rsidRDefault="002C50B2" w:rsidP="002C50B2">
      <w:r>
        <w:t>— </w:t>
      </w:r>
      <w:r w:rsidR="00C77A4E" w:rsidRPr="00275B88">
        <w:t>Allons donc</w:t>
      </w:r>
      <w:r>
        <w:t> !</w:t>
      </w:r>
    </w:p>
    <w:p w14:paraId="33C134F4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eu même assez de peine à le convaincre qu</w:t>
      </w:r>
      <w:r>
        <w:t>’</w:t>
      </w:r>
      <w:r w:rsidR="00C77A4E" w:rsidRPr="00275B88">
        <w:t>en agissant ainsi</w:t>
      </w:r>
      <w:r>
        <w:t xml:space="preserve">, </w:t>
      </w:r>
      <w:r w:rsidR="00C77A4E" w:rsidRPr="00275B88">
        <w:t>il se couvrirait de ridicule</w:t>
      </w:r>
      <w:r>
        <w:t xml:space="preserve">. </w:t>
      </w:r>
      <w:r w:rsidR="00C77A4E" w:rsidRPr="00275B88">
        <w:t xml:space="preserve">Mais laissons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tranquille</w:t>
      </w:r>
      <w:r>
        <w:t xml:space="preserve"> ; </w:t>
      </w:r>
      <w:r w:rsidR="00C77A4E" w:rsidRPr="00275B88">
        <w:t>nous avons à nous entretenir de choses beaucoup plus intéressantes</w:t>
      </w:r>
      <w:r>
        <w:t>.</w:t>
      </w:r>
    </w:p>
    <w:p w14:paraId="63E1B67C" w14:textId="77777777" w:rsidR="002C50B2" w:rsidRDefault="002C50B2" w:rsidP="002C50B2">
      <w:r>
        <w:t>— </w:t>
      </w:r>
      <w:r w:rsidR="00C77A4E" w:rsidRPr="00275B88">
        <w:t>Le Fantôme</w:t>
      </w:r>
      <w:r>
        <w:t> ?</w:t>
      </w:r>
    </w:p>
    <w:p w14:paraId="7A108BCC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le Fantôme</w:t>
      </w:r>
      <w:r>
        <w:t>.</w:t>
      </w:r>
    </w:p>
    <w:p w14:paraId="329FAE1F" w14:textId="77777777" w:rsidR="002C50B2" w:rsidRDefault="002C50B2" w:rsidP="002C50B2">
      <w:r>
        <w:t>— </w:t>
      </w:r>
      <w:r w:rsidR="00C77A4E" w:rsidRPr="00275B88">
        <w:t>Je crois</w:t>
      </w:r>
      <w:r>
        <w:t xml:space="preserve">, </w:t>
      </w:r>
      <w:r w:rsidR="00C77A4E" w:rsidRPr="00275B88">
        <w:t>soulignait Colette</w:t>
      </w:r>
      <w:r>
        <w:t xml:space="preserve">, </w:t>
      </w:r>
      <w:r w:rsidR="00C77A4E" w:rsidRPr="00275B88">
        <w:t>que nous avons affaire à un rude adversaire</w:t>
      </w:r>
      <w:r>
        <w:t>.</w:t>
      </w:r>
    </w:p>
    <w:p w14:paraId="7B38B95A" w14:textId="77777777" w:rsidR="002C50B2" w:rsidRDefault="00C77A4E" w:rsidP="002C50B2">
      <w:r w:rsidRPr="00275B88">
        <w:lastRenderedPageBreak/>
        <w:t>Chantecoq garda le silence</w:t>
      </w:r>
      <w:r w:rsidR="002C50B2">
        <w:t>.</w:t>
      </w:r>
    </w:p>
    <w:p w14:paraId="07019100" w14:textId="77777777" w:rsidR="002C50B2" w:rsidRDefault="002C50B2" w:rsidP="002C50B2">
      <w:r>
        <w:t>— </w:t>
      </w:r>
      <w:r w:rsidR="00C77A4E" w:rsidRPr="00275B88">
        <w:t>Et toi</w:t>
      </w:r>
      <w:r>
        <w:t xml:space="preserve">, </w:t>
      </w:r>
      <w:r w:rsidR="00C77A4E" w:rsidRPr="00275B88">
        <w:t>papa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tu en penses</w:t>
      </w:r>
      <w:r>
        <w:t xml:space="preserve"> ? </w:t>
      </w:r>
      <w:r w:rsidR="00C77A4E" w:rsidRPr="00275B88">
        <w:t>interrogea la jeune fille</w:t>
      </w:r>
      <w:r>
        <w:t>.</w:t>
      </w:r>
    </w:p>
    <w:p w14:paraId="29E08B1F" w14:textId="77777777" w:rsidR="002C50B2" w:rsidRDefault="002C50B2" w:rsidP="002C50B2">
      <w:r>
        <w:t>— </w:t>
      </w:r>
      <w:r w:rsidR="00C77A4E" w:rsidRPr="00275B88">
        <w:t>Je cherche</w:t>
      </w:r>
      <w:r>
        <w:t xml:space="preserve"> ! </w:t>
      </w:r>
      <w:r w:rsidR="00C77A4E" w:rsidRPr="00275B88">
        <w:t>répliqua le détective</w:t>
      </w:r>
      <w:r>
        <w:t xml:space="preserve">, </w:t>
      </w:r>
      <w:r w:rsidR="00C77A4E" w:rsidRPr="00275B88">
        <w:t>dont le front assombri reflétait le doute et l</w:t>
      </w:r>
      <w:r>
        <w:t>’</w:t>
      </w:r>
      <w:r w:rsidR="00C77A4E" w:rsidRPr="00275B88">
        <w:t>anxiété qui étaient en lui</w:t>
      </w:r>
      <w:r>
        <w:t>.</w:t>
      </w:r>
    </w:p>
    <w:p w14:paraId="6418754D" w14:textId="77777777" w:rsidR="002C50B2" w:rsidRDefault="00C77A4E" w:rsidP="002C50B2">
      <w:r w:rsidRPr="00275B88">
        <w:t>Brusquement</w:t>
      </w:r>
      <w:r w:rsidR="002C50B2">
        <w:t xml:space="preserve">, </w:t>
      </w:r>
      <w:r w:rsidRPr="00275B88">
        <w:t>il se leva</w:t>
      </w:r>
      <w:r w:rsidR="002C50B2">
        <w:t xml:space="preserve">… </w:t>
      </w:r>
      <w:r w:rsidRPr="00275B88">
        <w:t>et se mit à arpenter lentement son cabinet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au bout d</w:t>
      </w:r>
      <w:r w:rsidR="002C50B2">
        <w:t>’</w:t>
      </w:r>
      <w:r w:rsidRPr="00275B88">
        <w:t>un instant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</w:t>
      </w:r>
      <w:r w:rsidR="002C50B2">
        <w:t> :</w:t>
      </w:r>
    </w:p>
    <w:p w14:paraId="02BEEC32" w14:textId="77777777" w:rsidR="002C50B2" w:rsidRDefault="002C50B2" w:rsidP="002C50B2">
      <w:r>
        <w:t>— </w:t>
      </w:r>
      <w:r w:rsidR="00C77A4E" w:rsidRPr="00275B88">
        <w:t>Pourquoi ce gredin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attaqué à une statue aussi encombrante et aussi difficile à emporter</w:t>
      </w:r>
      <w:r>
        <w:t> ?</w:t>
      </w:r>
    </w:p>
    <w:p w14:paraId="1FBC6B93" w14:textId="77777777" w:rsidR="002C50B2" w:rsidRDefault="002C50B2" w:rsidP="002C50B2">
      <w:r>
        <w:t>« </w:t>
      </w:r>
      <w:r w:rsidR="00C77A4E" w:rsidRPr="00275B88">
        <w:t>Pourquoi n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pas choisi plutôt un tableau</w:t>
      </w:r>
      <w:r>
        <w:t xml:space="preserve">, </w:t>
      </w:r>
      <w:r w:rsidR="00C77A4E" w:rsidRPr="00275B88">
        <w:t>un objet précieux</w:t>
      </w:r>
      <w:r>
        <w:t xml:space="preserve">, </w:t>
      </w:r>
      <w:r w:rsidR="00C77A4E" w:rsidRPr="00275B88">
        <w:t>un émail</w:t>
      </w:r>
      <w:r>
        <w:t xml:space="preserve">, </w:t>
      </w:r>
      <w:r w:rsidR="00C77A4E" w:rsidRPr="00275B88">
        <w:t>une miniature</w:t>
      </w:r>
      <w:r>
        <w:t xml:space="preserve">, </w:t>
      </w:r>
      <w:r w:rsidR="00C77A4E" w:rsidRPr="00275B88">
        <w:t>un ivoire</w:t>
      </w:r>
      <w:r>
        <w:t xml:space="preserve">, </w:t>
      </w:r>
      <w:r w:rsidR="00C77A4E" w:rsidRPr="00275B88">
        <w:t>un joyau</w:t>
      </w:r>
      <w:r>
        <w:t xml:space="preserve"> ? </w:t>
      </w:r>
      <w:r w:rsidR="00C77A4E" w:rsidRPr="00275B88">
        <w:t>Et puis</w:t>
      </w:r>
      <w:r>
        <w:t xml:space="preserve">, </w:t>
      </w:r>
      <w:r w:rsidR="00C77A4E" w:rsidRPr="00275B88">
        <w:t>par où est</w:t>
      </w:r>
      <w:r w:rsidR="00C77A4E">
        <w:t>-</w:t>
      </w:r>
      <w:r w:rsidR="00C77A4E" w:rsidRPr="00275B88">
        <w:t>il entré</w:t>
      </w:r>
      <w:r>
        <w:t xml:space="preserve"> ? </w:t>
      </w:r>
      <w:r w:rsidR="00C77A4E" w:rsidRPr="00275B88">
        <w:t>Par où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enfui</w:t>
      </w:r>
      <w:r>
        <w:t> ?</w:t>
      </w:r>
    </w:p>
    <w:p w14:paraId="7D173336" w14:textId="77777777" w:rsidR="002C50B2" w:rsidRDefault="00C77A4E" w:rsidP="002C50B2">
      <w:r w:rsidRPr="00275B88">
        <w:t>Tout en parlant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était rapproché de sa fille qui</w:t>
      </w:r>
      <w:r w:rsidR="002C50B2">
        <w:t xml:space="preserve">, </w:t>
      </w:r>
      <w:r w:rsidRPr="00275B88">
        <w:t>le coude appuyé sur la table</w:t>
      </w:r>
      <w:r w:rsidR="002C50B2">
        <w:t xml:space="preserve">, </w:t>
      </w:r>
      <w:r w:rsidRPr="00275B88">
        <w:t>semblait absorbée dans ses pensées</w:t>
      </w:r>
      <w:r w:rsidR="002C50B2">
        <w:t xml:space="preserve">… </w:t>
      </w:r>
      <w:r w:rsidRPr="00275B88">
        <w:t>Et tout en lui posant la main sur l</w:t>
      </w:r>
      <w:r w:rsidR="002C50B2">
        <w:t>’</w:t>
      </w:r>
      <w:r w:rsidRPr="00275B88">
        <w:t>épaule</w:t>
      </w:r>
      <w:r w:rsidR="002C50B2">
        <w:t xml:space="preserve">, </w:t>
      </w:r>
      <w:r w:rsidRPr="00275B88">
        <w:t>il fit</w:t>
      </w:r>
      <w:r w:rsidR="002C50B2">
        <w:t> :</w:t>
      </w:r>
    </w:p>
    <w:p w14:paraId="78BEA8CA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petite</w:t>
      </w:r>
      <w:r>
        <w:t> ?</w:t>
      </w:r>
    </w:p>
    <w:p w14:paraId="4EB93AE4" w14:textId="77777777" w:rsidR="002C50B2" w:rsidRDefault="00C77A4E" w:rsidP="002C50B2">
      <w:r w:rsidRPr="00275B88">
        <w:t>Colette tressaillit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efforçant aussitôt de se ressaisir</w:t>
      </w:r>
      <w:r w:rsidR="002C50B2">
        <w:t xml:space="preserve">, </w:t>
      </w:r>
      <w:r w:rsidRPr="00275B88">
        <w:t>elle répliqua</w:t>
      </w:r>
      <w:r w:rsidR="002C50B2">
        <w:t xml:space="preserve">, </w:t>
      </w:r>
      <w:r w:rsidRPr="00275B88">
        <w:t>un peu gênée</w:t>
      </w:r>
      <w:r w:rsidR="002C50B2">
        <w:t> :</w:t>
      </w:r>
    </w:p>
    <w:p w14:paraId="4E6369A4" w14:textId="77777777" w:rsidR="002C50B2" w:rsidRDefault="002C50B2" w:rsidP="002C50B2">
      <w:r>
        <w:t>— </w:t>
      </w:r>
      <w:r w:rsidR="00C77A4E" w:rsidRPr="00275B88">
        <w:t>Moi aussi</w:t>
      </w:r>
      <w:r>
        <w:t xml:space="preserve">, </w:t>
      </w:r>
      <w:r w:rsidR="00C77A4E" w:rsidRPr="00275B88">
        <w:t>je cherche</w:t>
      </w:r>
      <w:r>
        <w:t> !</w:t>
      </w:r>
    </w:p>
    <w:p w14:paraId="4F2DB0C1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tout en lui caressant affectueusement la joue</w:t>
      </w:r>
      <w:r w:rsidR="002C50B2">
        <w:t xml:space="preserve">, </w:t>
      </w:r>
      <w:r w:rsidRPr="00275B88">
        <w:t>reprenait</w:t>
      </w:r>
      <w:r w:rsidR="002C50B2">
        <w:t> :</w:t>
      </w:r>
    </w:p>
    <w:p w14:paraId="65989EB6" w14:textId="77777777" w:rsidR="002C50B2" w:rsidRDefault="002C50B2" w:rsidP="002C50B2">
      <w:r>
        <w:t>— </w:t>
      </w:r>
      <w:r w:rsidR="00C77A4E" w:rsidRPr="00275B88">
        <w:t>Je crois plutôt que tu penses à un beau jeune homme</w:t>
      </w:r>
      <w:r>
        <w:t>…</w:t>
      </w:r>
    </w:p>
    <w:p w14:paraId="443A12C0" w14:textId="77777777" w:rsidR="002C50B2" w:rsidRDefault="002C50B2" w:rsidP="002C50B2">
      <w:r>
        <w:t>— </w:t>
      </w:r>
      <w:r w:rsidR="00C77A4E" w:rsidRPr="00275B88">
        <w:t>Père</w:t>
      </w:r>
      <w:r>
        <w:t xml:space="preserve"> ! </w:t>
      </w:r>
      <w:r w:rsidR="00C77A4E" w:rsidRPr="00275B88">
        <w:t>protesta la jeune fille en rougissant</w:t>
      </w:r>
      <w:r>
        <w:t>.</w:t>
      </w:r>
    </w:p>
    <w:p w14:paraId="03C18E6C" w14:textId="77777777" w:rsidR="002C50B2" w:rsidRDefault="002C50B2" w:rsidP="002C50B2">
      <w:r>
        <w:t>— </w:t>
      </w:r>
      <w:r w:rsidR="00C77A4E" w:rsidRPr="00275B88">
        <w:t>Rassure</w:t>
      </w:r>
      <w:r w:rsidR="00C77A4E">
        <w:t>-</w:t>
      </w:r>
      <w:r w:rsidR="00C77A4E" w:rsidRPr="00275B88">
        <w:t>toi</w:t>
      </w:r>
      <w:r>
        <w:t xml:space="preserve"> ! </w:t>
      </w:r>
      <w:r w:rsidR="00C77A4E" w:rsidRPr="00275B88">
        <w:t>scandait le détective avec une solennité comique</w:t>
      </w:r>
      <w:r>
        <w:t xml:space="preserve">, </w:t>
      </w:r>
      <w:r w:rsidR="00C77A4E" w:rsidRPr="00275B88">
        <w:t>tu ne tarderas pas à le voir apparaître</w:t>
      </w:r>
      <w:r>
        <w:t>.</w:t>
      </w:r>
    </w:p>
    <w:p w14:paraId="0903A6A8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prenant un pneumatique déposé sur son bureau</w:t>
      </w:r>
      <w:r w:rsidR="002C50B2">
        <w:t xml:space="preserve">, </w:t>
      </w:r>
      <w:r w:rsidRPr="00275B88">
        <w:t>il le tendit à sa fille en disant</w:t>
      </w:r>
      <w:r w:rsidR="002C50B2">
        <w:t> :</w:t>
      </w:r>
    </w:p>
    <w:p w14:paraId="37F9A28A" w14:textId="77777777" w:rsidR="002C50B2" w:rsidRDefault="002C50B2" w:rsidP="002C50B2">
      <w:r>
        <w:t>— </w:t>
      </w:r>
      <w:r w:rsidR="00C77A4E" w:rsidRPr="00275B88">
        <w:t>Lis ce message</w:t>
      </w:r>
      <w:r>
        <w:t xml:space="preserve">, </w:t>
      </w:r>
      <w:r w:rsidR="00C77A4E" w:rsidRPr="00275B88">
        <w:t>que je viens de recevoir</w:t>
      </w:r>
      <w:r>
        <w:t>.</w:t>
      </w:r>
    </w:p>
    <w:p w14:paraId="0D74A599" w14:textId="77777777" w:rsidR="002C50B2" w:rsidRDefault="00C77A4E" w:rsidP="002C50B2">
      <w:r w:rsidRPr="00275B88">
        <w:t>Il était ainsi rédigé</w:t>
      </w:r>
      <w:r w:rsidR="002C50B2">
        <w:t> :</w:t>
      </w:r>
    </w:p>
    <w:p w14:paraId="4F277650" w14:textId="7EDD5E39" w:rsidR="00C77A4E" w:rsidRPr="008607E8" w:rsidRDefault="00C77A4E">
      <w:r w:rsidRPr="008607E8">
        <w:t>31</w:t>
      </w:r>
      <w:r w:rsidR="002C50B2">
        <w:t xml:space="preserve">, </w:t>
      </w:r>
      <w:r w:rsidRPr="008607E8">
        <w:t>avenue d</w:t>
      </w:r>
      <w:r w:rsidR="002C50B2">
        <w:t>’</w:t>
      </w:r>
      <w:r w:rsidRPr="008607E8">
        <w:t>Antin</w:t>
      </w:r>
    </w:p>
    <w:p w14:paraId="09EFC322" w14:textId="2E0FE400" w:rsidR="002C50B2" w:rsidRDefault="00C77A4E" w:rsidP="002C50B2">
      <w:r w:rsidRPr="008607E8">
        <w:t>Tél</w:t>
      </w:r>
      <w:r w:rsidR="002C50B2">
        <w:t xml:space="preserve">. : </w:t>
      </w:r>
      <w:r w:rsidRPr="008607E8">
        <w:t>Élysée 86</w:t>
      </w:r>
      <w:r>
        <w:t>-</w:t>
      </w:r>
      <w:r w:rsidRPr="008607E8">
        <w:t>29</w:t>
      </w:r>
    </w:p>
    <w:p w14:paraId="0C5E0354" w14:textId="77777777" w:rsidR="002C50B2" w:rsidRDefault="00C77A4E" w:rsidP="002C50B2">
      <w:pPr>
        <w:rPr>
          <w:i/>
          <w:iCs/>
        </w:rPr>
      </w:pPr>
      <w:r w:rsidRPr="008607E8">
        <w:rPr>
          <w:i/>
          <w:iCs/>
        </w:rPr>
        <w:t xml:space="preserve">Cher monsieur </w:t>
      </w:r>
      <w:r w:rsidRPr="0080421C">
        <w:rPr>
          <w:i/>
          <w:iCs/>
        </w:rPr>
        <w:t>Chantecoq</w:t>
      </w:r>
      <w:r w:rsidR="002C50B2">
        <w:rPr>
          <w:i/>
          <w:iCs/>
        </w:rPr>
        <w:t>,</w:t>
      </w:r>
    </w:p>
    <w:p w14:paraId="10877335" w14:textId="77777777" w:rsidR="002C50B2" w:rsidRDefault="00C77A4E" w:rsidP="002C50B2">
      <w:pPr>
        <w:rPr>
          <w:i/>
          <w:iCs/>
        </w:rPr>
      </w:pPr>
      <w:r w:rsidRPr="008607E8">
        <w:rPr>
          <w:i/>
          <w:iCs/>
        </w:rPr>
        <w:t>Un empêchement imprévu m</w:t>
      </w:r>
      <w:r w:rsidR="002C50B2">
        <w:rPr>
          <w:i/>
          <w:iCs/>
        </w:rPr>
        <w:t>’</w:t>
      </w:r>
      <w:r w:rsidRPr="008607E8">
        <w:rPr>
          <w:i/>
          <w:iCs/>
        </w:rPr>
        <w:t>oblige à vous prier de bien vouloir remettre à cet après</w:t>
      </w:r>
      <w:r>
        <w:rPr>
          <w:i/>
          <w:iCs/>
        </w:rPr>
        <w:t>-</w:t>
      </w:r>
      <w:r w:rsidRPr="008607E8">
        <w:rPr>
          <w:i/>
          <w:iCs/>
        </w:rPr>
        <w:t>midi</w:t>
      </w:r>
      <w:r w:rsidR="002C50B2">
        <w:rPr>
          <w:i/>
          <w:iCs/>
        </w:rPr>
        <w:t xml:space="preserve">, </w:t>
      </w:r>
      <w:r w:rsidRPr="008607E8">
        <w:rPr>
          <w:i/>
          <w:iCs/>
        </w:rPr>
        <w:t>quinze heures</w:t>
      </w:r>
      <w:r w:rsidR="002C50B2">
        <w:rPr>
          <w:i/>
          <w:iCs/>
        </w:rPr>
        <w:t xml:space="preserve">, </w:t>
      </w:r>
      <w:r w:rsidRPr="008607E8">
        <w:rPr>
          <w:i/>
          <w:iCs/>
        </w:rPr>
        <w:t>le rendez</w:t>
      </w:r>
      <w:r>
        <w:rPr>
          <w:i/>
          <w:iCs/>
        </w:rPr>
        <w:t>-</w:t>
      </w:r>
      <w:r w:rsidRPr="008607E8">
        <w:rPr>
          <w:i/>
          <w:iCs/>
        </w:rPr>
        <w:t>vous que nous avons pris la nuit dernière</w:t>
      </w:r>
      <w:r w:rsidR="002C50B2">
        <w:rPr>
          <w:i/>
          <w:iCs/>
        </w:rPr>
        <w:t xml:space="preserve">, </w:t>
      </w:r>
      <w:r w:rsidRPr="008607E8">
        <w:rPr>
          <w:i/>
          <w:iCs/>
        </w:rPr>
        <w:t>au Louvre</w:t>
      </w:r>
      <w:r w:rsidR="002C50B2">
        <w:rPr>
          <w:i/>
          <w:iCs/>
        </w:rPr>
        <w:t>.</w:t>
      </w:r>
    </w:p>
    <w:p w14:paraId="47C547AD" w14:textId="77777777" w:rsidR="002C50B2" w:rsidRDefault="00C77A4E" w:rsidP="002C50B2">
      <w:pPr>
        <w:rPr>
          <w:i/>
          <w:iCs/>
        </w:rPr>
      </w:pPr>
      <w:r w:rsidRPr="0080421C">
        <w:rPr>
          <w:i/>
          <w:iCs/>
        </w:rPr>
        <w:t>Avec tous mes meilleurs sentiments</w:t>
      </w:r>
      <w:r w:rsidR="002C50B2">
        <w:rPr>
          <w:i/>
          <w:iCs/>
        </w:rPr>
        <w:t>,</w:t>
      </w:r>
    </w:p>
    <w:p w14:paraId="32E8137D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Jacques Bellegarde</w:t>
      </w:r>
      <w:r w:rsidR="002C50B2">
        <w:rPr>
          <w:i/>
          <w:iCs/>
        </w:rPr>
        <w:t>.</w:t>
      </w:r>
    </w:p>
    <w:p w14:paraId="1F7B857A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</w:t>
      </w:r>
      <w:r w:rsidR="002C50B2">
        <w:rPr>
          <w:i/>
          <w:iCs/>
        </w:rPr>
        <w:t>’</w:t>
      </w:r>
      <w:r w:rsidRPr="00275B88">
        <w:rPr>
          <w:i/>
          <w:iCs/>
        </w:rPr>
        <w:t>ai cherché à vous joindre au téléphone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Mais impossible d</w:t>
      </w:r>
      <w:r w:rsidR="002C50B2">
        <w:rPr>
          <w:i/>
          <w:iCs/>
        </w:rPr>
        <w:t>’</w:t>
      </w:r>
      <w:r w:rsidRPr="00275B88">
        <w:rPr>
          <w:i/>
          <w:iCs/>
        </w:rPr>
        <w:t>obtenir la communication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Voilà pourquoi je vous envoie ce bleu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J</w:t>
      </w:r>
      <w:r w:rsidR="002C50B2">
        <w:rPr>
          <w:i/>
          <w:iCs/>
        </w:rPr>
        <w:t>’</w:t>
      </w:r>
      <w:r w:rsidRPr="00275B88">
        <w:rPr>
          <w:i/>
          <w:iCs/>
        </w:rPr>
        <w:t>espère qu</w:t>
      </w:r>
      <w:r w:rsidR="002C50B2">
        <w:rPr>
          <w:i/>
          <w:iCs/>
        </w:rPr>
        <w:t>’</w:t>
      </w:r>
      <w:r w:rsidRPr="00275B88">
        <w:rPr>
          <w:i/>
          <w:iCs/>
        </w:rPr>
        <w:t>il vous parviendra à temps</w:t>
      </w:r>
      <w:r w:rsidR="002C50B2">
        <w:rPr>
          <w:i/>
          <w:iCs/>
        </w:rPr>
        <w:t>.</w:t>
      </w:r>
    </w:p>
    <w:p w14:paraId="37198EE6" w14:textId="77777777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>ponctuait Chantecoq</w:t>
      </w:r>
      <w:r>
        <w:t xml:space="preserve">, </w:t>
      </w:r>
      <w:r w:rsidR="00C77A4E" w:rsidRPr="00275B88">
        <w:t>le service du téléphone va de plus en plus mal</w:t>
      </w:r>
      <w:r>
        <w:t xml:space="preserve">. </w:t>
      </w:r>
      <w:r w:rsidR="00C77A4E" w:rsidRPr="00275B88">
        <w:t>Je vais adresser une réclamation</w:t>
      </w:r>
      <w:r>
        <w:t>.</w:t>
      </w:r>
    </w:p>
    <w:p w14:paraId="10AC883C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en fais rien</w:t>
      </w:r>
      <w:r>
        <w:t xml:space="preserve">, </w:t>
      </w:r>
      <w:r w:rsidR="00C77A4E" w:rsidRPr="00275B88">
        <w:t>père</w:t>
      </w:r>
      <w:r>
        <w:t xml:space="preserve"> ! </w:t>
      </w:r>
      <w:r w:rsidR="00C77A4E" w:rsidRPr="00275B88">
        <w:t>demandait Colette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moi qui ai décroché le récepteur</w:t>
      </w:r>
      <w:r>
        <w:t>.</w:t>
      </w:r>
    </w:p>
    <w:p w14:paraId="19BBA880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4C3AC313" w14:textId="77777777" w:rsidR="002C50B2" w:rsidRDefault="002C50B2" w:rsidP="002C50B2">
      <w:r>
        <w:t>— </w:t>
      </w:r>
      <w:r w:rsidR="00C77A4E" w:rsidRPr="00275B88">
        <w:t>Tu étais rentré si tard et</w:t>
      </w:r>
      <w:r>
        <w:t xml:space="preserve">, </w:t>
      </w:r>
      <w:r w:rsidR="00C77A4E" w:rsidRPr="00275B88">
        <w:t>ce matin</w:t>
      </w:r>
      <w:r>
        <w:t xml:space="preserve">, </w:t>
      </w:r>
      <w:r w:rsidR="00C77A4E" w:rsidRPr="00275B88">
        <w:t>tu dormais si bien</w:t>
      </w:r>
      <w:r>
        <w:t xml:space="preserve">, </w:t>
      </w:r>
      <w:r w:rsidR="00C77A4E" w:rsidRPr="00275B88">
        <w:t>que je n</w:t>
      </w:r>
      <w:r>
        <w:t>’</w:t>
      </w:r>
      <w:r w:rsidR="00C77A4E" w:rsidRPr="00275B88">
        <w:t>ai pas voulu qu</w:t>
      </w:r>
      <w:r>
        <w:t>’</w:t>
      </w:r>
      <w:r w:rsidR="00C77A4E" w:rsidRPr="00275B88">
        <w:t>on te dérangeât</w:t>
      </w:r>
      <w:r>
        <w:t>.</w:t>
      </w:r>
    </w:p>
    <w:p w14:paraId="7BF8DFFD" w14:textId="77777777" w:rsidR="002C50B2" w:rsidRDefault="002C50B2" w:rsidP="002C50B2">
      <w:r>
        <w:t>— </w:t>
      </w:r>
      <w:r w:rsidR="00C77A4E" w:rsidRPr="00275B88">
        <w:t>Voyez</w:t>
      </w:r>
      <w:r w:rsidR="00C77A4E">
        <w:t>-</w:t>
      </w:r>
      <w:r w:rsidR="00C77A4E" w:rsidRPr="00275B88">
        <w:t>vous ça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exclamait le détective</w:t>
      </w:r>
      <w:r>
        <w:t xml:space="preserve">, </w:t>
      </w:r>
      <w:r w:rsidR="00C77A4E" w:rsidRPr="00275B88">
        <w:t>avec un bon sourire</w:t>
      </w:r>
      <w:r>
        <w:t xml:space="preserve">. </w:t>
      </w:r>
      <w:r w:rsidR="00C77A4E" w:rsidRPr="00275B88">
        <w:t>Eh bien</w:t>
      </w:r>
      <w:r>
        <w:t xml:space="preserve"> ! </w:t>
      </w:r>
      <w:r w:rsidR="00C77A4E" w:rsidRPr="00275B88">
        <w:t>j</w:t>
      </w:r>
      <w:r>
        <w:t>’</w:t>
      </w:r>
      <w:r w:rsidR="00C77A4E" w:rsidRPr="00275B88">
        <w:t xml:space="preserve">ai profité de ce que la communication était </w:t>
      </w:r>
      <w:r w:rsidR="00C77A4E" w:rsidRPr="00275B88">
        <w:lastRenderedPageBreak/>
        <w:t>rétablie pour lui demander d</w:t>
      </w:r>
      <w:r>
        <w:t>’</w:t>
      </w:r>
      <w:r w:rsidR="00C77A4E" w:rsidRPr="00275B88">
        <w:t>être ici à trois heures</w:t>
      </w:r>
      <w:r>
        <w:t xml:space="preserve">… </w:t>
      </w:r>
      <w:r w:rsidR="00C77A4E" w:rsidRPr="00275B88">
        <w:t>Es</w:t>
      </w:r>
      <w:r w:rsidR="00C77A4E">
        <w:t>-</w:t>
      </w:r>
      <w:r w:rsidR="00C77A4E" w:rsidRPr="00275B88">
        <w:t>tu contente</w:t>
      </w:r>
      <w:r>
        <w:t> ?</w:t>
      </w:r>
    </w:p>
    <w:p w14:paraId="7C98E2D6" w14:textId="77777777" w:rsidR="002C50B2" w:rsidRDefault="00C77A4E" w:rsidP="002C50B2">
      <w:r w:rsidRPr="00275B88">
        <w:t>D</w:t>
      </w:r>
      <w:r w:rsidR="002C50B2">
        <w:t>’</w:t>
      </w:r>
      <w:r w:rsidRPr="00275B88">
        <w:t>un geste brusque et sans doute volontaire</w:t>
      </w:r>
      <w:r w:rsidR="002C50B2">
        <w:t xml:space="preserve">, </w:t>
      </w:r>
      <w:r w:rsidRPr="00275B88">
        <w:t>Colette fit tomber à terre une pile de dossiers rangés sur la table</w:t>
      </w:r>
      <w:r w:rsidR="002C50B2">
        <w:t xml:space="preserve">. </w:t>
      </w:r>
      <w:r w:rsidRPr="00275B88">
        <w:t>Vite</w:t>
      </w:r>
      <w:r w:rsidR="002C50B2">
        <w:t xml:space="preserve">, </w:t>
      </w:r>
      <w:r w:rsidRPr="00275B88">
        <w:t>elle se baissa pour ramasser les feuillets épars sur le tapis</w:t>
      </w:r>
      <w:r w:rsidR="002C50B2">
        <w:t xml:space="preserve">… </w:t>
      </w:r>
      <w:r w:rsidRPr="00275B88">
        <w:t>dissimulant ainsi à son père le trouble qui s</w:t>
      </w:r>
      <w:r w:rsidR="002C50B2">
        <w:t>’</w:t>
      </w:r>
      <w:r w:rsidRPr="00275B88">
        <w:t>était emparé d</w:t>
      </w:r>
      <w:r w:rsidR="002C50B2">
        <w:t>’</w:t>
      </w:r>
      <w:r w:rsidRPr="00275B88">
        <w:t>elle</w:t>
      </w:r>
      <w:r w:rsidR="002C50B2">
        <w:t>.</w:t>
      </w:r>
    </w:p>
    <w:p w14:paraId="786A7DBB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dont le sourire s</w:t>
      </w:r>
      <w:r w:rsidR="002C50B2">
        <w:t>’</w:t>
      </w:r>
      <w:r w:rsidRPr="00275B88">
        <w:t>était accentué en une expression de profonde tendresse</w:t>
      </w:r>
      <w:r w:rsidR="002C50B2">
        <w:t xml:space="preserve">, </w:t>
      </w:r>
      <w:r w:rsidRPr="00275B88">
        <w:t>la regardait</w:t>
      </w:r>
      <w:r w:rsidR="002C50B2">
        <w:t xml:space="preserve">… </w:t>
      </w:r>
      <w:r w:rsidRPr="00275B88">
        <w:t>Colette se releva</w:t>
      </w:r>
      <w:r w:rsidR="002C50B2">
        <w:t xml:space="preserve">… </w:t>
      </w:r>
      <w:r w:rsidRPr="00275B88">
        <w:t>Sa moisson de documents était terminée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tout en replaçant les papiers dans leurs chemises</w:t>
      </w:r>
      <w:r w:rsidR="002C50B2">
        <w:t xml:space="preserve">, </w:t>
      </w:r>
      <w:r w:rsidRPr="00275B88">
        <w:t>elle fit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dans laquelle tremblait le discret frémissement d</w:t>
      </w:r>
      <w:r w:rsidR="002C50B2">
        <w:t>’</w:t>
      </w:r>
      <w:r w:rsidRPr="00275B88">
        <w:t>une vague espérance</w:t>
      </w:r>
      <w:r w:rsidR="002C50B2">
        <w:t> :</w:t>
      </w:r>
    </w:p>
    <w:p w14:paraId="7955AAFA" w14:textId="77777777" w:rsidR="002C50B2" w:rsidRDefault="002C50B2" w:rsidP="002C50B2">
      <w:r>
        <w:t>— </w:t>
      </w:r>
      <w:r w:rsidR="00C77A4E" w:rsidRPr="00275B88">
        <w:t>Papa</w:t>
      </w:r>
      <w:r>
        <w:t xml:space="preserve">, </w:t>
      </w:r>
      <w:r w:rsidR="00C77A4E" w:rsidRPr="00275B88">
        <w:t>si nous travaillions</w:t>
      </w:r>
      <w:r>
        <w:t> ?…</w:t>
      </w:r>
    </w:p>
    <w:p w14:paraId="1C5B134F" w14:textId="28665849" w:rsidR="00C77A4E" w:rsidRPr="008607E8" w:rsidRDefault="00C77A4E" w:rsidP="002C50B2">
      <w:pPr>
        <w:pStyle w:val="Titre2"/>
      </w:pPr>
      <w:bookmarkStart w:id="21" w:name="_Toc145914602"/>
      <w:bookmarkStart w:id="22" w:name="_Toc203477066"/>
      <w:r w:rsidRPr="008607E8">
        <w:lastRenderedPageBreak/>
        <w:t>VIII</w:t>
      </w:r>
      <w:bookmarkEnd w:id="21"/>
      <w:r w:rsidRPr="008607E8">
        <w:br/>
      </w:r>
      <w:r w:rsidRPr="008607E8">
        <w:br/>
      </w:r>
      <w:bookmarkStart w:id="23" w:name="_Toc145914603"/>
      <w:r w:rsidRPr="008607E8">
        <w:t>LE BOSSU MYSTÉRIEUX</w:t>
      </w:r>
      <w:bookmarkEnd w:id="22"/>
      <w:bookmarkEnd w:id="23"/>
      <w:r w:rsidRPr="008607E8">
        <w:br/>
      </w:r>
    </w:p>
    <w:p w14:paraId="13E7EF8B" w14:textId="77777777" w:rsidR="002C50B2" w:rsidRDefault="00C77A4E" w:rsidP="002C50B2">
      <w:r w:rsidRPr="00275B88">
        <w:t>À la même heure</w:t>
      </w:r>
      <w:r w:rsidR="002C50B2">
        <w:t xml:space="preserve">, </w:t>
      </w:r>
      <w:r w:rsidRPr="00275B88">
        <w:t>avenue d</w:t>
      </w:r>
      <w:r w:rsidR="002C50B2">
        <w:t>’</w:t>
      </w:r>
      <w:r w:rsidRPr="00275B88">
        <w:t>Antin</w:t>
      </w:r>
      <w:r w:rsidR="002C50B2">
        <w:t xml:space="preserve">, </w:t>
      </w:r>
      <w:r w:rsidRPr="00275B88">
        <w:t>le long du trottoir qui s</w:t>
      </w:r>
      <w:r w:rsidR="002C50B2">
        <w:t>’</w:t>
      </w:r>
      <w:r w:rsidRPr="00275B88">
        <w:t>étendait juste en face du rez</w:t>
      </w:r>
      <w:r>
        <w:t>-</w:t>
      </w:r>
      <w:r w:rsidRPr="00275B88">
        <w:t>de</w:t>
      </w:r>
      <w:r>
        <w:t>-</w:t>
      </w:r>
      <w:r w:rsidRPr="00275B88">
        <w:t>chaussée qu</w:t>
      </w:r>
      <w:r w:rsidR="002C50B2">
        <w:t>’</w:t>
      </w:r>
      <w:r w:rsidRPr="00275B88">
        <w:t>habitait Jacques Bellegarde</w:t>
      </w:r>
      <w:r w:rsidR="002C50B2">
        <w:t xml:space="preserve">, </w:t>
      </w:r>
      <w:r w:rsidRPr="00275B88">
        <w:t>un individu s</w:t>
      </w:r>
      <w:r w:rsidR="002C50B2">
        <w:t>’</w:t>
      </w:r>
      <w:r w:rsidRPr="00275B88">
        <w:t>efforçait</w:t>
      </w:r>
      <w:r w:rsidR="002C50B2">
        <w:t xml:space="preserve">, </w:t>
      </w:r>
      <w:r w:rsidRPr="00275B88">
        <w:t>depuis un bon moment déjà</w:t>
      </w:r>
      <w:r w:rsidR="002C50B2">
        <w:t xml:space="preserve">, </w:t>
      </w:r>
      <w:r w:rsidRPr="00275B88">
        <w:t>et d</w:t>
      </w:r>
      <w:r w:rsidR="002C50B2">
        <w:t>’</w:t>
      </w:r>
      <w:r w:rsidRPr="00275B88">
        <w:t>ailleurs sans y parvenir</w:t>
      </w:r>
      <w:r w:rsidR="002C50B2">
        <w:t xml:space="preserve">, </w:t>
      </w:r>
      <w:r w:rsidRPr="00275B88">
        <w:t>de regonfler l</w:t>
      </w:r>
      <w:r w:rsidR="002C50B2">
        <w:t>’</w:t>
      </w:r>
      <w:r w:rsidRPr="00275B88">
        <w:t>un des pneus arrière d</w:t>
      </w:r>
      <w:r w:rsidR="002C50B2">
        <w:t>’</w:t>
      </w:r>
      <w:r w:rsidRPr="00275B88">
        <w:t>une voiturette dont la carrosserie</w:t>
      </w:r>
      <w:r w:rsidR="002C50B2">
        <w:t xml:space="preserve">, </w:t>
      </w:r>
      <w:r w:rsidRPr="00275B88">
        <w:t>en assez mauvais état</w:t>
      </w:r>
      <w:r w:rsidR="002C50B2">
        <w:t xml:space="preserve">, </w:t>
      </w:r>
      <w:r w:rsidRPr="00275B88">
        <w:t>révélait à la fois un long usage et un insuffisant entretien</w:t>
      </w:r>
      <w:r w:rsidR="002C50B2">
        <w:t>.</w:t>
      </w:r>
    </w:p>
    <w:p w14:paraId="205EF875" w14:textId="0E6FBFA3" w:rsidR="002C50B2" w:rsidRDefault="00C77A4E" w:rsidP="002C50B2">
      <w:r w:rsidRPr="00275B88">
        <w:t>Ce personnage était d</w:t>
      </w:r>
      <w:r w:rsidR="002C50B2">
        <w:t>’</w:t>
      </w:r>
      <w:r w:rsidRPr="00275B88">
        <w:t>aspect plutôt bizarre</w:t>
      </w:r>
      <w:r w:rsidR="002C50B2">
        <w:t xml:space="preserve">. </w:t>
      </w:r>
      <w:r w:rsidRPr="00275B88">
        <w:t>Vêtu d</w:t>
      </w:r>
      <w:r w:rsidR="002C50B2">
        <w:t>’</w:t>
      </w:r>
      <w:r w:rsidRPr="00275B88">
        <w:t>un complet de couleur sombre et qui n</w:t>
      </w:r>
      <w:r w:rsidR="002C50B2">
        <w:t>’</w:t>
      </w:r>
      <w:r w:rsidRPr="00275B88">
        <w:t>avait rien de sportif</w:t>
      </w:r>
      <w:r w:rsidR="002C50B2">
        <w:t xml:space="preserve">, </w:t>
      </w:r>
      <w:r w:rsidRPr="00275B88">
        <w:t>il était affligé d</w:t>
      </w:r>
      <w:r w:rsidR="002C50B2">
        <w:t>’</w:t>
      </w:r>
      <w:r w:rsidRPr="00275B88">
        <w:t xml:space="preserve">une gibbosité qui faisait de son </w:t>
      </w:r>
      <w:r w:rsidRPr="00A87CF8">
        <w:t>dos</w:t>
      </w:r>
      <w:r w:rsidRPr="00275B88">
        <w:t xml:space="preserve"> un véritable hémisphère</w:t>
      </w:r>
      <w:r w:rsidR="002C50B2">
        <w:t xml:space="preserve">. </w:t>
      </w:r>
      <w:r w:rsidRPr="00275B88">
        <w:t>Son visage aux traits durs et saillants</w:t>
      </w:r>
      <w:r w:rsidR="002C50B2">
        <w:t xml:space="preserve">, </w:t>
      </w:r>
      <w:r w:rsidRPr="00275B88">
        <w:t>aux yeux à fleur de tête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encadrait de deux courts favoris parsemés de quelques fils d</w:t>
      </w:r>
      <w:r w:rsidR="002C50B2">
        <w:t>’</w:t>
      </w:r>
      <w:r w:rsidRPr="00275B88">
        <w:t>argent</w:t>
      </w:r>
      <w:r w:rsidR="002C50B2">
        <w:t xml:space="preserve">. </w:t>
      </w:r>
      <w:r w:rsidRPr="00275B88">
        <w:t>Les énormes pieds qui terminaient les jambes cagneuses</w:t>
      </w:r>
      <w:r w:rsidR="002C50B2">
        <w:t xml:space="preserve">, </w:t>
      </w:r>
      <w:r w:rsidRPr="00275B88">
        <w:t>et les mains non moins gigantesques qui s</w:t>
      </w:r>
      <w:r w:rsidR="002C50B2">
        <w:t>’</w:t>
      </w:r>
      <w:r w:rsidRPr="00275B88">
        <w:t>ajoutaient à ses bras d</w:t>
      </w:r>
      <w:r w:rsidR="002C50B2">
        <w:t>’</w:t>
      </w:r>
      <w:r w:rsidRPr="00275B88">
        <w:t>une longueur démesurée achevaient d</w:t>
      </w:r>
      <w:r w:rsidR="002C50B2">
        <w:t>’</w:t>
      </w:r>
      <w:r w:rsidRPr="00275B88">
        <w:t>en faire une sorte de personnage légendaire qu</w:t>
      </w:r>
      <w:r w:rsidR="002C50B2">
        <w:t>’</w:t>
      </w:r>
      <w:r w:rsidRPr="00275B88">
        <w:t>on eût dit échappé d</w:t>
      </w:r>
      <w:r w:rsidR="002C50B2">
        <w:t>’</w:t>
      </w:r>
      <w:r w:rsidRPr="00275B88">
        <w:t>un conte d</w:t>
      </w:r>
      <w:r w:rsidR="002C50B2">
        <w:t>’</w:t>
      </w:r>
      <w:r w:rsidRPr="00275B88">
        <w:t>Hoffmann ou d</w:t>
      </w:r>
      <w:r w:rsidR="002C50B2">
        <w:t>’</w:t>
      </w:r>
      <w:r w:rsidRPr="00275B88">
        <w:t>un récit d</w:t>
      </w:r>
      <w:r w:rsidR="002C50B2">
        <w:t>’</w:t>
      </w:r>
      <w:r w:rsidRPr="00275B88">
        <w:t xml:space="preserve">Edgar </w:t>
      </w:r>
      <w:r w:rsidR="002C50B2">
        <w:t>Poe.</w:t>
      </w:r>
    </w:p>
    <w:p w14:paraId="019895DC" w14:textId="77777777" w:rsidR="002C50B2" w:rsidRDefault="00C77A4E" w:rsidP="002C50B2">
      <w:r w:rsidRPr="00275B88">
        <w:t>En observant ce bossu avec un peu d</w:t>
      </w:r>
      <w:r w:rsidR="002C50B2">
        <w:t>’</w:t>
      </w:r>
      <w:r w:rsidRPr="00275B88">
        <w:t>attention</w:t>
      </w:r>
      <w:r w:rsidR="002C50B2">
        <w:t xml:space="preserve">, </w:t>
      </w:r>
      <w:r w:rsidRPr="00275B88">
        <w:t>il eût été facile de constater que</w:t>
      </w:r>
      <w:r w:rsidR="002C50B2">
        <w:t xml:space="preserve">, </w:t>
      </w:r>
      <w:r w:rsidRPr="00275B88">
        <w:t>par instants</w:t>
      </w:r>
      <w:r w:rsidR="002C50B2">
        <w:t xml:space="preserve">, </w:t>
      </w:r>
      <w:r w:rsidRPr="00275B88">
        <w:t>tout en affectant de s</w:t>
      </w:r>
      <w:r w:rsidR="002C50B2">
        <w:t>’</w:t>
      </w:r>
      <w:r w:rsidRPr="00275B88">
        <w:t>acharner à sa besogne</w:t>
      </w:r>
      <w:r w:rsidR="002C50B2">
        <w:t xml:space="preserve">, </w:t>
      </w:r>
      <w:r w:rsidRPr="00275B88">
        <w:t>il dirigeait son regard vers l</w:t>
      </w:r>
      <w:r w:rsidR="002C50B2">
        <w:t>’</w:t>
      </w:r>
      <w:r w:rsidRPr="00275B88">
        <w:t>une des fenêtres du journaliste</w:t>
      </w:r>
      <w:r w:rsidR="002C50B2">
        <w:t xml:space="preserve">, </w:t>
      </w:r>
      <w:r w:rsidRPr="00275B88">
        <w:t>dont les rideaux transparents laissaient apercevoir les silhouettes d</w:t>
      </w:r>
      <w:r w:rsidR="002C50B2">
        <w:t>’</w:t>
      </w:r>
      <w:r w:rsidRPr="00275B88">
        <w:t>un homme et d</w:t>
      </w:r>
      <w:r w:rsidR="002C50B2">
        <w:t>’</w:t>
      </w:r>
      <w:r w:rsidRPr="00275B88">
        <w:t>une femme qui paraissaient discuter avec animation et n</w:t>
      </w:r>
      <w:r w:rsidR="002C50B2">
        <w:t>’</w:t>
      </w:r>
      <w:r w:rsidRPr="00275B88">
        <w:t>étaient autres que celles de Jacques Bellegarde et de la demoiselle de compagnie de Simone Desroches</w:t>
      </w:r>
      <w:r w:rsidR="002C50B2">
        <w:t>.</w:t>
      </w:r>
    </w:p>
    <w:p w14:paraId="53D7B73E" w14:textId="77777777" w:rsidR="002C50B2" w:rsidRDefault="00C77A4E" w:rsidP="002C50B2">
      <w:r w:rsidRPr="00275B88">
        <w:lastRenderedPageBreak/>
        <w:t>La nuit précédente</w:t>
      </w:r>
      <w:r w:rsidR="002C50B2">
        <w:t xml:space="preserve">, </w:t>
      </w:r>
      <w:r w:rsidRPr="00275B88">
        <w:t>en rentrant chez lui</w:t>
      </w:r>
      <w:r w:rsidR="002C50B2">
        <w:t xml:space="preserve">, </w:t>
      </w:r>
      <w:r w:rsidRPr="00275B88">
        <w:t>le reporter avait trouvé un mot d</w:t>
      </w:r>
      <w:r w:rsidR="002C50B2">
        <w:t>’</w:t>
      </w:r>
      <w:r w:rsidRPr="00275B88">
        <w:t>Elsa Bergen lui faisant savoir qu</w:t>
      </w:r>
      <w:r w:rsidR="002C50B2">
        <w:t>’</w:t>
      </w:r>
      <w:r w:rsidRPr="00275B88">
        <w:t>elle passerait avenue d</w:t>
      </w:r>
      <w:r w:rsidR="002C50B2">
        <w:t>’</w:t>
      </w:r>
      <w:r w:rsidRPr="00275B88">
        <w:t>Antin dans la matinée</w:t>
      </w:r>
      <w:r w:rsidR="002C50B2">
        <w:t xml:space="preserve">, </w:t>
      </w:r>
      <w:r w:rsidRPr="00275B88">
        <w:t>pour une affaire très urgente</w:t>
      </w:r>
      <w:r w:rsidR="002C50B2">
        <w:t>.</w:t>
      </w:r>
    </w:p>
    <w:p w14:paraId="5F1674FE" w14:textId="77777777" w:rsidR="002C50B2" w:rsidRDefault="00C77A4E" w:rsidP="002C50B2">
      <w:r w:rsidRPr="00275B88">
        <w:t>Soupçonnant que de graves événements avaient dû se dérouler</w:t>
      </w:r>
      <w:r w:rsidR="002C50B2">
        <w:t xml:space="preserve">, </w:t>
      </w:r>
      <w:r w:rsidRPr="00275B88">
        <w:t>Jacques n</w:t>
      </w:r>
      <w:r w:rsidR="002C50B2">
        <w:t>’</w:t>
      </w:r>
      <w:r w:rsidRPr="00275B88">
        <w:t>avait pas cru devoir éconduire la visiteuse</w:t>
      </w:r>
      <w:r w:rsidR="002C50B2">
        <w:t xml:space="preserve">. </w:t>
      </w:r>
      <w:r w:rsidRPr="00275B88">
        <w:t>Voilà pourquoi il avait prié Chantecoq de remettre à l</w:t>
      </w:r>
      <w:r w:rsidR="002C50B2">
        <w:t>’</w:t>
      </w:r>
      <w:r w:rsidRPr="00275B88">
        <w:t>après</w:t>
      </w:r>
      <w:r>
        <w:t>-</w:t>
      </w:r>
      <w:r w:rsidRPr="00275B88">
        <w:t>midi le rendez</w:t>
      </w:r>
      <w:r>
        <w:t>-</w:t>
      </w:r>
      <w:r w:rsidRPr="00275B88">
        <w:t>vous qu</w:t>
      </w:r>
      <w:r w:rsidR="002C50B2">
        <w:t>’</w:t>
      </w:r>
      <w:r w:rsidRPr="00275B88">
        <w:t>il avait pris avec lui pour la matinée</w:t>
      </w:r>
      <w:r w:rsidR="002C50B2">
        <w:t>.</w:t>
      </w:r>
    </w:p>
    <w:p w14:paraId="56CFFAD5" w14:textId="77777777" w:rsidR="002C50B2" w:rsidRDefault="00C77A4E" w:rsidP="002C50B2">
      <w:r w:rsidRPr="00275B88">
        <w:t>Les prévisions de Bellegarde étaient exactes</w:t>
      </w:r>
      <w:r w:rsidR="002C50B2">
        <w:t xml:space="preserve">. </w:t>
      </w:r>
      <w:r w:rsidRPr="00275B88">
        <w:t>Aux dires d</w:t>
      </w:r>
      <w:r w:rsidR="002C50B2">
        <w:t>’</w:t>
      </w:r>
      <w:r w:rsidRPr="00275B88">
        <w:t>Elsa Bergen</w:t>
      </w:r>
      <w:r w:rsidR="002C50B2">
        <w:t xml:space="preserve">, </w:t>
      </w:r>
      <w:r w:rsidRPr="00275B88">
        <w:t>le billet dans lequel Jacques signifiait à son amie que tout était désormais fini avait plongé celle</w:t>
      </w:r>
      <w:r>
        <w:t>-</w:t>
      </w:r>
      <w:r w:rsidRPr="00275B88">
        <w:t>ci dans un violent désespoir</w:t>
      </w:r>
      <w:r w:rsidR="002C50B2">
        <w:t>.</w:t>
      </w:r>
    </w:p>
    <w:p w14:paraId="5A2394A3" w14:textId="77777777" w:rsidR="002C50B2" w:rsidRDefault="00C77A4E" w:rsidP="002C50B2">
      <w:r w:rsidRPr="00275B88">
        <w:t>Se départant de sa froideur habituelle</w:t>
      </w:r>
      <w:r w:rsidR="002C50B2">
        <w:t xml:space="preserve">, </w:t>
      </w:r>
      <w:r w:rsidRPr="00275B88">
        <w:t>la Scandinave déclarait avec émotion</w:t>
      </w:r>
      <w:r w:rsidR="002C50B2">
        <w:t> :</w:t>
      </w:r>
    </w:p>
    <w:p w14:paraId="76512A03" w14:textId="77777777" w:rsidR="002C50B2" w:rsidRDefault="002C50B2" w:rsidP="002C50B2">
      <w:r>
        <w:t>— </w:t>
      </w:r>
      <w:r w:rsidR="00C77A4E" w:rsidRPr="00275B88">
        <w:t>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quand je l</w:t>
      </w:r>
      <w:r>
        <w:t>’</w:t>
      </w:r>
      <w:r w:rsidR="00C77A4E" w:rsidRPr="00275B88">
        <w:t>ai quittée</w:t>
      </w:r>
      <w:r>
        <w:t xml:space="preserve">, </w:t>
      </w:r>
      <w:r w:rsidR="00C77A4E" w:rsidRPr="00275B88">
        <w:t>elle reposait encore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ai profité pour accourir chez vous</w:t>
      </w:r>
      <w:r>
        <w:t xml:space="preserve">, </w:t>
      </w:r>
      <w:r w:rsidR="00C77A4E" w:rsidRPr="00275B88">
        <w:t>après avoir recommandé à sa femme de chambre de ne pas la perdre de vue une seconde</w:t>
      </w:r>
      <w:r>
        <w:t>.</w:t>
      </w:r>
    </w:p>
    <w:p w14:paraId="16F3C28C" w14:textId="77777777" w:rsidR="002C50B2" w:rsidRDefault="002C50B2" w:rsidP="002C50B2">
      <w:r>
        <w:t>« </w:t>
      </w:r>
      <w:r w:rsidR="00C77A4E" w:rsidRPr="00275B88">
        <w:t>Monsieur Jacques</w:t>
      </w:r>
      <w:r>
        <w:t xml:space="preserve">, </w:t>
      </w:r>
      <w:r w:rsidR="00C77A4E" w:rsidRPr="00275B88">
        <w:t>il faut absolument que vous reveniez près d</w:t>
      </w:r>
      <w:r>
        <w:t>’</w:t>
      </w:r>
      <w:r w:rsidR="00C77A4E" w:rsidRPr="00275B88">
        <w:t>elle</w:t>
      </w:r>
      <w:r>
        <w:t>.</w:t>
      </w:r>
    </w:p>
    <w:p w14:paraId="2FC45D0B" w14:textId="77777777" w:rsidR="002C50B2" w:rsidRDefault="002C50B2" w:rsidP="002C50B2">
      <w:r>
        <w:t>— </w:t>
      </w:r>
      <w:r w:rsidR="00C77A4E" w:rsidRPr="00275B88">
        <w:t>Mademoiselle reprenait le reporter</w:t>
      </w:r>
      <w:r>
        <w:t xml:space="preserve">, </w:t>
      </w:r>
      <w:r w:rsidR="00C77A4E" w:rsidRPr="00275B88">
        <w:t>avec une expression de sincérité absolue</w:t>
      </w:r>
      <w:r>
        <w:t xml:space="preserve">, </w:t>
      </w:r>
      <w:r w:rsidR="00C77A4E" w:rsidRPr="00275B88">
        <w:t>je ne demandais qu</w:t>
      </w:r>
      <w:r>
        <w:t>’</w:t>
      </w:r>
      <w:r w:rsidR="00C77A4E" w:rsidRPr="00275B88">
        <w:t>à l</w:t>
      </w:r>
      <w:r>
        <w:t>’</w:t>
      </w:r>
      <w:r w:rsidR="00C77A4E" w:rsidRPr="00275B88">
        <w:t>aimer</w:t>
      </w:r>
      <w:r>
        <w:t xml:space="preserve">… </w:t>
      </w:r>
      <w:r w:rsidR="00C77A4E" w:rsidRPr="00275B88">
        <w:t>Mieux que personne vous savez à quel point elle s</w:t>
      </w:r>
      <w:r>
        <w:t>’</w:t>
      </w:r>
      <w:r w:rsidR="00C77A4E" w:rsidRPr="00275B88">
        <w:t>est montrée</w:t>
      </w:r>
      <w:r>
        <w:t xml:space="preserve">, </w:t>
      </w:r>
      <w:r w:rsidR="00C77A4E" w:rsidRPr="00275B88">
        <w:t>à mon égard</w:t>
      </w:r>
      <w:r>
        <w:t xml:space="preserve">, </w:t>
      </w:r>
      <w:r w:rsidR="00C77A4E" w:rsidRPr="00275B88">
        <w:t>tyrannique</w:t>
      </w:r>
      <w:r>
        <w:t xml:space="preserve">… </w:t>
      </w:r>
      <w:r w:rsidR="00C77A4E" w:rsidRPr="00275B88">
        <w:t>insupportable</w:t>
      </w:r>
      <w:r>
        <w:t>…</w:t>
      </w:r>
    </w:p>
    <w:p w14:paraId="73ADE513" w14:textId="77777777" w:rsidR="002C50B2" w:rsidRDefault="002C50B2" w:rsidP="002C50B2">
      <w:r>
        <w:t>— </w:t>
      </w:r>
      <w:r w:rsidR="00C77A4E" w:rsidRPr="00275B88">
        <w:t>Réfléchissez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aux responsabilités que vous allez prendre</w:t>
      </w:r>
      <w:r>
        <w:t xml:space="preserve">. </w:t>
      </w:r>
      <w:r w:rsidR="00C77A4E" w:rsidRPr="00275B88">
        <w:t>Le médecin de Simone m</w:t>
      </w:r>
      <w:r>
        <w:t>’</w:t>
      </w:r>
      <w:r w:rsidR="00C77A4E" w:rsidRPr="00275B88">
        <w:t>a confié qu</w:t>
      </w:r>
      <w:r>
        <w:t>’</w:t>
      </w:r>
      <w:r w:rsidR="00C77A4E" w:rsidRPr="00275B88">
        <w:t>elle souffrait d</w:t>
      </w:r>
      <w:r>
        <w:t>’</w:t>
      </w:r>
      <w:r w:rsidR="00C77A4E" w:rsidRPr="00275B88">
        <w:t>une insuffisance mitrale et qu</w:t>
      </w:r>
      <w:r>
        <w:t>’</w:t>
      </w:r>
      <w:r w:rsidR="00C77A4E" w:rsidRPr="00275B88">
        <w:t>un choc violent et prolongé risquait de l</w:t>
      </w:r>
      <w:r>
        <w:t>’</w:t>
      </w:r>
      <w:r w:rsidR="00C77A4E" w:rsidRPr="00275B88">
        <w:t>emporter</w:t>
      </w:r>
      <w:r>
        <w:t>.</w:t>
      </w:r>
    </w:p>
    <w:p w14:paraId="590D31DD" w14:textId="77777777" w:rsidR="002C50B2" w:rsidRDefault="002C50B2" w:rsidP="002C50B2">
      <w:r>
        <w:lastRenderedPageBreak/>
        <w:t>« </w:t>
      </w:r>
      <w:r w:rsidR="00C77A4E" w:rsidRPr="00275B88">
        <w:t>Je ne vous en dis pas davantage</w:t>
      </w:r>
      <w:r>
        <w:t xml:space="preserve">. </w:t>
      </w:r>
      <w:r w:rsidR="00C77A4E" w:rsidRPr="00275B88">
        <w:t>Je laisse à votre conscience le soin de décider</w:t>
      </w:r>
      <w:r>
        <w:t> !</w:t>
      </w:r>
    </w:p>
    <w:p w14:paraId="07FD0D31" w14:textId="77777777" w:rsidR="002C50B2" w:rsidRDefault="00C77A4E" w:rsidP="002C50B2">
      <w:r w:rsidRPr="00275B88">
        <w:t>Bellegarde se taisait</w:t>
      </w:r>
      <w:r w:rsidR="002C50B2">
        <w:t xml:space="preserve">. </w:t>
      </w:r>
      <w:r w:rsidRPr="00275B88">
        <w:t>Les dernières paroles d</w:t>
      </w:r>
      <w:r w:rsidR="002C50B2">
        <w:t>’</w:t>
      </w:r>
      <w:r w:rsidRPr="00275B88">
        <w:t>Elsa Bergen l</w:t>
      </w:r>
      <w:r w:rsidR="002C50B2">
        <w:t>’</w:t>
      </w:r>
      <w:r w:rsidRPr="00275B88">
        <w:t>avaient péniblement impressionné</w:t>
      </w:r>
      <w:r w:rsidR="002C50B2">
        <w:t xml:space="preserve">. </w:t>
      </w:r>
      <w:r w:rsidRPr="00275B88">
        <w:t>Certes</w:t>
      </w:r>
      <w:r w:rsidR="002C50B2">
        <w:t xml:space="preserve">, </w:t>
      </w:r>
      <w:r w:rsidRPr="00275B88">
        <w:t>il lui était extrêmement pénible de reprendre contact avec une femme qu</w:t>
      </w:r>
      <w:r w:rsidR="002C50B2">
        <w:t>’</w:t>
      </w:r>
      <w:r w:rsidRPr="00275B88">
        <w:t>il n</w:t>
      </w:r>
      <w:r w:rsidR="002C50B2">
        <w:t>’</w:t>
      </w:r>
      <w:r w:rsidRPr="00275B88">
        <w:t>aimait plus et dont l</w:t>
      </w:r>
      <w:r w:rsidR="002C50B2">
        <w:t>’</w:t>
      </w:r>
      <w:r w:rsidRPr="00275B88">
        <w:t>existence ne pouvait que peser lourdement sur la sienne</w:t>
      </w:r>
      <w:r w:rsidR="002C50B2">
        <w:t xml:space="preserve">. </w:t>
      </w:r>
      <w:r w:rsidRPr="00275B88">
        <w:t>Mais avait</w:t>
      </w:r>
      <w:r>
        <w:t>-</w:t>
      </w:r>
      <w:r w:rsidRPr="00275B88">
        <w:t>il le droit de lui infliger les affres d</w:t>
      </w:r>
      <w:r w:rsidR="002C50B2">
        <w:t>’</w:t>
      </w:r>
      <w:r w:rsidRPr="00275B88">
        <w:t>une si cruelle douleur et peut</w:t>
      </w:r>
      <w:r>
        <w:t>-</w:t>
      </w:r>
      <w:r w:rsidRPr="00275B88">
        <w:t>être de ne se séparer d</w:t>
      </w:r>
      <w:r w:rsidR="002C50B2">
        <w:t>’</w:t>
      </w:r>
      <w:r w:rsidRPr="00275B88">
        <w:t>elle que pour la jeter dans les bras de la mort</w:t>
      </w:r>
      <w:r w:rsidR="002C50B2">
        <w:t> ?</w:t>
      </w:r>
    </w:p>
    <w:p w14:paraId="39184922" w14:textId="77777777" w:rsidR="002C50B2" w:rsidRDefault="00C77A4E" w:rsidP="002C50B2">
      <w:r w:rsidRPr="00275B88">
        <w:t>Très pâle</w:t>
      </w:r>
      <w:r w:rsidR="002C50B2">
        <w:t xml:space="preserve">, </w:t>
      </w:r>
      <w:r w:rsidRPr="00275B88">
        <w:t>mais d</w:t>
      </w:r>
      <w:r w:rsidR="002C50B2">
        <w:t>’</w:t>
      </w:r>
      <w:r w:rsidRPr="00275B88">
        <w:t>une voix assurée</w:t>
      </w:r>
      <w:r w:rsidR="002C50B2">
        <w:t xml:space="preserve">, </w:t>
      </w:r>
      <w:r w:rsidRPr="00275B88">
        <w:t>il fit</w:t>
      </w:r>
      <w:r w:rsidR="002C50B2">
        <w:t> :</w:t>
      </w:r>
    </w:p>
    <w:p w14:paraId="543EDBAD" w14:textId="77777777" w:rsidR="002C50B2" w:rsidRDefault="002C50B2" w:rsidP="002C50B2">
      <w:r>
        <w:t>— </w:t>
      </w:r>
      <w:r w:rsidR="00C77A4E" w:rsidRPr="00275B88">
        <w:t>Puisqu</w:t>
      </w:r>
      <w:r>
        <w:t>’</w:t>
      </w:r>
      <w:r w:rsidR="00C77A4E" w:rsidRPr="00275B88">
        <w:t>il en est ainsi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je passerai tout à l</w:t>
      </w:r>
      <w:r>
        <w:t>’</w:t>
      </w:r>
      <w:r w:rsidR="00C77A4E" w:rsidRPr="00275B88">
        <w:t>heure chez Simone</w:t>
      </w:r>
      <w:r>
        <w:t>.</w:t>
      </w:r>
    </w:p>
    <w:p w14:paraId="2F9DE517" w14:textId="77777777" w:rsidR="002C50B2" w:rsidRDefault="002C50B2" w:rsidP="002C50B2">
      <w:r>
        <w:t>— </w:t>
      </w:r>
      <w:r w:rsidR="00C77A4E" w:rsidRPr="00275B88">
        <w:t>Vous la sauvez</w:t>
      </w:r>
      <w:r>
        <w:t xml:space="preserve"> ! </w:t>
      </w:r>
      <w:r w:rsidR="00C77A4E" w:rsidRPr="00275B88">
        <w:t>répliqua la Scandinave en lui tendant la main</w:t>
      </w:r>
      <w:r>
        <w:t>.</w:t>
      </w:r>
    </w:p>
    <w:p w14:paraId="2694AF6A" w14:textId="77777777" w:rsidR="002C50B2" w:rsidRDefault="00C77A4E" w:rsidP="002C50B2">
      <w:r w:rsidRPr="00275B88">
        <w:t>Et elle ajouta</w:t>
      </w:r>
      <w:r w:rsidR="002C50B2">
        <w:t> :</w:t>
      </w:r>
    </w:p>
    <w:p w14:paraId="557A8802" w14:textId="77777777" w:rsidR="002C50B2" w:rsidRDefault="002C50B2" w:rsidP="002C50B2">
      <w:r>
        <w:t>— </w:t>
      </w:r>
      <w:r w:rsidR="00C77A4E" w:rsidRPr="00275B88">
        <w:t>Je cours vite lui annoncer cette heureuse nouvelle</w:t>
      </w:r>
      <w:r>
        <w:t>.</w:t>
      </w:r>
    </w:p>
    <w:p w14:paraId="704C49C6" w14:textId="77777777" w:rsidR="002C50B2" w:rsidRDefault="00C77A4E" w:rsidP="002C50B2">
      <w:r w:rsidRPr="00275B88">
        <w:t>Bellegarde l</w:t>
      </w:r>
      <w:r w:rsidR="002C50B2">
        <w:t>’</w:t>
      </w:r>
      <w:r w:rsidRPr="00275B88">
        <w:t>accompagna jusqu</w:t>
      </w:r>
      <w:r w:rsidR="002C50B2">
        <w:t>’</w:t>
      </w:r>
      <w:r w:rsidRPr="00275B88">
        <w:t>à la porte</w:t>
      </w:r>
      <w:r w:rsidR="002C50B2">
        <w:t xml:space="preserve">… </w:t>
      </w:r>
      <w:r w:rsidRPr="00275B88">
        <w:t>Puis il revint dans son cabinet de travail</w:t>
      </w:r>
      <w:r w:rsidR="002C50B2">
        <w:t xml:space="preserve">. </w:t>
      </w:r>
      <w:r w:rsidRPr="00275B88">
        <w:t>Une grande préoccupation se lisait sur son visage</w:t>
      </w:r>
      <w:r w:rsidR="002C50B2">
        <w:t>…</w:t>
      </w:r>
    </w:p>
    <w:p w14:paraId="4177D308" w14:textId="77777777" w:rsidR="002C50B2" w:rsidRDefault="00C77A4E" w:rsidP="002C50B2">
      <w:r w:rsidRPr="00275B88">
        <w:t>Simone</w:t>
      </w:r>
      <w:r w:rsidR="002C50B2">
        <w:t xml:space="preserve">… </w:t>
      </w:r>
      <w:r w:rsidRPr="00275B88">
        <w:t>n</w:t>
      </w:r>
      <w:r w:rsidR="002C50B2">
        <w:t>’</w:t>
      </w:r>
      <w:r w:rsidRPr="00275B88">
        <w:t>était</w:t>
      </w:r>
      <w:r>
        <w:t>-</w:t>
      </w:r>
      <w:r w:rsidRPr="00275B88">
        <w:t>ce pas sa vie intime gâchée</w:t>
      </w:r>
      <w:r w:rsidR="002C50B2">
        <w:t xml:space="preserve">, </w:t>
      </w:r>
      <w:r w:rsidRPr="00275B88">
        <w:t>son avenir compromis</w:t>
      </w:r>
      <w:r w:rsidR="002C50B2">
        <w:t xml:space="preserve">, </w:t>
      </w:r>
      <w:r w:rsidRPr="00275B88">
        <w:t>son talent en péril</w:t>
      </w:r>
      <w:r w:rsidR="002C50B2">
        <w:t xml:space="preserve">, </w:t>
      </w:r>
      <w:r w:rsidRPr="00275B88">
        <w:t>son âme à la dérive</w:t>
      </w:r>
      <w:r w:rsidR="002C50B2">
        <w:t> ?</w:t>
      </w:r>
    </w:p>
    <w:p w14:paraId="520C7F5B" w14:textId="77777777" w:rsidR="002C50B2" w:rsidRDefault="00C77A4E" w:rsidP="002C50B2">
      <w:r w:rsidRPr="00275B88">
        <w:t>N</w:t>
      </w:r>
      <w:r w:rsidR="002C50B2">
        <w:t>’</w:t>
      </w:r>
      <w:r w:rsidRPr="00275B88">
        <w:t>était</w:t>
      </w:r>
      <w:r>
        <w:t>-</w:t>
      </w:r>
      <w:r w:rsidRPr="00275B88">
        <w:t>elle pas l</w:t>
      </w:r>
      <w:r w:rsidR="002C50B2">
        <w:t>’</w:t>
      </w:r>
      <w:r w:rsidRPr="00275B88">
        <w:t>adversaire de son repos moral</w:t>
      </w:r>
      <w:r w:rsidR="002C50B2">
        <w:t xml:space="preserve">, </w:t>
      </w:r>
      <w:r w:rsidRPr="00275B88">
        <w:t>une entrave permanente à son travail et à l</w:t>
      </w:r>
      <w:r w:rsidR="002C50B2">
        <w:t>’</w:t>
      </w:r>
      <w:r w:rsidRPr="00275B88">
        <w:t>ascension de son talent dont elle risquait de causer la ruine</w:t>
      </w:r>
      <w:r w:rsidR="002C50B2">
        <w:t> ?…</w:t>
      </w:r>
    </w:p>
    <w:p w14:paraId="4B7DCD0F" w14:textId="77777777" w:rsidR="002C50B2" w:rsidRDefault="00C77A4E" w:rsidP="002C50B2">
      <w:r w:rsidRPr="00275B88">
        <w:t>Et voilà qu</w:t>
      </w:r>
      <w:r w:rsidR="002C50B2">
        <w:t>’</w:t>
      </w:r>
      <w:r w:rsidRPr="00275B88">
        <w:t>ajoutant encore à ses transes</w:t>
      </w:r>
      <w:r w:rsidR="002C50B2">
        <w:t xml:space="preserve">, </w:t>
      </w:r>
      <w:r w:rsidRPr="00275B88">
        <w:t>prélude à l</w:t>
      </w:r>
      <w:r w:rsidR="002C50B2">
        <w:t>’</w:t>
      </w:r>
      <w:r w:rsidRPr="00275B88">
        <w:t>enlisement fatal qu</w:t>
      </w:r>
      <w:r w:rsidR="002C50B2">
        <w:t>’</w:t>
      </w:r>
      <w:r w:rsidRPr="00275B88">
        <w:t>il prévoyait</w:t>
      </w:r>
      <w:r w:rsidR="002C50B2">
        <w:t xml:space="preserve">, </w:t>
      </w:r>
      <w:r w:rsidRPr="00275B88">
        <w:t>surgissait à travers les brumes de mauvais augure qui commençaient à obscurcir sa route</w:t>
      </w:r>
      <w:r w:rsidR="002C50B2">
        <w:t xml:space="preserve">, </w:t>
      </w:r>
      <w:r w:rsidRPr="00275B88">
        <w:t xml:space="preserve">la </w:t>
      </w:r>
      <w:r w:rsidRPr="00275B88">
        <w:lastRenderedPageBreak/>
        <w:t>gracieuse et rayonnante image de cette jeune fille que</w:t>
      </w:r>
      <w:r w:rsidR="002C50B2">
        <w:t xml:space="preserve">, </w:t>
      </w:r>
      <w:r w:rsidRPr="00275B88">
        <w:t>par trois fois</w:t>
      </w:r>
      <w:r w:rsidR="002C50B2">
        <w:t xml:space="preserve">, </w:t>
      </w:r>
      <w:r w:rsidRPr="00275B88">
        <w:t>le hasard avait mise sur sa route</w:t>
      </w:r>
      <w:r w:rsidR="002C50B2">
        <w:t>.</w:t>
      </w:r>
    </w:p>
    <w:p w14:paraId="46FB8BF5" w14:textId="77777777" w:rsidR="002C50B2" w:rsidRDefault="00C77A4E" w:rsidP="002C50B2">
      <w:r w:rsidRPr="00275B88">
        <w:t>Quel contraste avec Simone</w:t>
      </w:r>
      <w:r w:rsidR="002C50B2">
        <w:t xml:space="preserve"> ! </w:t>
      </w:r>
      <w:r w:rsidRPr="00275B88">
        <w:t>Quelle âme simple et claire on devinait sous ce sourire si gracieusement</w:t>
      </w:r>
      <w:r w:rsidR="002C50B2">
        <w:t xml:space="preserve">, </w:t>
      </w:r>
      <w:r w:rsidRPr="00275B88">
        <w:t>si gaiement épanoui</w:t>
      </w:r>
      <w:r w:rsidR="002C50B2">
        <w:t xml:space="preserve">, </w:t>
      </w:r>
      <w:r w:rsidRPr="00275B88">
        <w:t>à travers ce regard limpide comme le miroir d</w:t>
      </w:r>
      <w:r w:rsidR="002C50B2">
        <w:t>’</w:t>
      </w:r>
      <w:r w:rsidRPr="00275B88">
        <w:t>un lac aux eaux transparentes et sur lequel se reflètent à la fois l</w:t>
      </w:r>
      <w:r w:rsidR="002C50B2">
        <w:t>’</w:t>
      </w:r>
      <w:r w:rsidRPr="00275B88">
        <w:t>azur d</w:t>
      </w:r>
      <w:r w:rsidR="002C50B2">
        <w:t>’</w:t>
      </w:r>
      <w:r w:rsidRPr="00275B88">
        <w:t>un ciel sans nuages et l</w:t>
      </w:r>
      <w:r w:rsidR="002C50B2">
        <w:t>’</w:t>
      </w:r>
      <w:r w:rsidRPr="00275B88">
        <w:t>or d</w:t>
      </w:r>
      <w:r w:rsidR="002C50B2">
        <w:t>’</w:t>
      </w:r>
      <w:r w:rsidRPr="00275B88">
        <w:t>un splendide soleil</w:t>
      </w:r>
      <w:r w:rsidR="002C50B2">
        <w:t> !</w:t>
      </w:r>
    </w:p>
    <w:p w14:paraId="009BE164" w14:textId="77777777" w:rsidR="002C50B2" w:rsidRDefault="00C77A4E" w:rsidP="002C50B2">
      <w:r w:rsidRPr="00275B88">
        <w:t>Que l</w:t>
      </w:r>
      <w:r w:rsidR="002C50B2">
        <w:t>’</w:t>
      </w:r>
      <w:r w:rsidRPr="00275B88">
        <w:t>amour d</w:t>
      </w:r>
      <w:r w:rsidR="002C50B2">
        <w:t>’</w:t>
      </w:r>
      <w:r w:rsidRPr="00275B88">
        <w:t>un être pareil devait être chose sublime et divine</w:t>
      </w:r>
      <w:r w:rsidR="002C50B2">
        <w:t xml:space="preserve"> !… </w:t>
      </w:r>
      <w:r w:rsidRPr="00275B88">
        <w:t>Quelle compagne elle serait un jour pour celui qui saurait se faire aimer d</w:t>
      </w:r>
      <w:r w:rsidR="002C50B2">
        <w:t>’</w:t>
      </w:r>
      <w:r w:rsidRPr="00275B88">
        <w:t>elle</w:t>
      </w:r>
      <w:r w:rsidR="002C50B2">
        <w:t> !</w:t>
      </w:r>
    </w:p>
    <w:p w14:paraId="7E6D0FBD" w14:textId="77777777" w:rsidR="002C50B2" w:rsidRDefault="00C77A4E" w:rsidP="002C50B2">
      <w:r w:rsidRPr="00275B88">
        <w:t>Mais on frappait à sa porte</w:t>
      </w:r>
      <w:r w:rsidR="002C50B2">
        <w:t>.</w:t>
      </w:r>
    </w:p>
    <w:p w14:paraId="13EE0296" w14:textId="77777777" w:rsidR="002C50B2" w:rsidRDefault="002C50B2" w:rsidP="002C50B2">
      <w:r>
        <w:t>— </w:t>
      </w:r>
      <w:r w:rsidR="00C77A4E" w:rsidRPr="00275B88">
        <w:t>Entrez</w:t>
      </w:r>
      <w:r>
        <w:t xml:space="preserve"> ! </w:t>
      </w:r>
      <w:r w:rsidR="00C77A4E" w:rsidRPr="00275B88">
        <w:t>fit</w:t>
      </w:r>
      <w:r w:rsidR="00C77A4E">
        <w:t>-</w:t>
      </w:r>
      <w:r w:rsidR="00C77A4E" w:rsidRPr="00275B88">
        <w:t>il en cherchant à se ressaisir</w:t>
      </w:r>
      <w:r>
        <w:t>.</w:t>
      </w:r>
    </w:p>
    <w:p w14:paraId="0DA46861" w14:textId="77777777" w:rsidR="002C50B2" w:rsidRDefault="00C77A4E" w:rsidP="002C50B2">
      <w:r w:rsidRPr="00275B88">
        <w:t>C</w:t>
      </w:r>
      <w:r w:rsidR="002C50B2">
        <w:t>’</w:t>
      </w:r>
      <w:r w:rsidRPr="00275B88">
        <w:t>était Marie</w:t>
      </w:r>
      <w:r>
        <w:t>-</w:t>
      </w:r>
      <w:r w:rsidRPr="00275B88">
        <w:t>Jeanne</w:t>
      </w:r>
      <w:r w:rsidR="002C50B2">
        <w:t>.</w:t>
      </w:r>
    </w:p>
    <w:p w14:paraId="2C5A2318" w14:textId="77777777" w:rsidR="002C50B2" w:rsidRDefault="00C77A4E" w:rsidP="002C50B2">
      <w:r w:rsidRPr="00275B88">
        <w:t>Sa bonne grosse figure avait perdu son habituelle expression de franche gaieté</w:t>
      </w:r>
      <w:r w:rsidR="002C50B2">
        <w:t xml:space="preserve"> ; </w:t>
      </w:r>
      <w:r w:rsidRPr="00275B88">
        <w:t>et ses yeux bouffis et rouges attestaient qu</w:t>
      </w:r>
      <w:r w:rsidR="002C50B2">
        <w:t>’</w:t>
      </w:r>
      <w:r w:rsidRPr="00275B88">
        <w:t>il n</w:t>
      </w:r>
      <w:r w:rsidR="002C50B2">
        <w:t>’</w:t>
      </w:r>
      <w:r w:rsidRPr="00275B88">
        <w:t>y avait pas longtemps qu</w:t>
      </w:r>
      <w:r w:rsidR="002C50B2">
        <w:t>’</w:t>
      </w:r>
      <w:r w:rsidRPr="00275B88">
        <w:t>elle avait cessé de pleurer</w:t>
      </w:r>
      <w:r w:rsidR="002C50B2">
        <w:t>.</w:t>
      </w:r>
    </w:p>
    <w:p w14:paraId="5D00207B" w14:textId="77777777" w:rsidR="002C50B2" w:rsidRDefault="002C50B2" w:rsidP="002C50B2">
      <w:r>
        <w:t>— </w:t>
      </w:r>
      <w:r w:rsidR="00C77A4E" w:rsidRPr="00275B88">
        <w:t>Monsieur Jacques</w:t>
      </w:r>
      <w:r>
        <w:t xml:space="preserve">, </w:t>
      </w:r>
      <w:r w:rsidR="00C77A4E" w:rsidRPr="00275B88">
        <w:t>déclara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excusez</w:t>
      </w:r>
      <w:r w:rsidR="00C77A4E">
        <w:t>-</w:t>
      </w:r>
      <w:r w:rsidR="00C77A4E" w:rsidRPr="00275B88">
        <w:t>moi si je suis en retard</w:t>
      </w:r>
      <w:r>
        <w:t xml:space="preserve">, </w:t>
      </w:r>
      <w:r w:rsidR="00C77A4E" w:rsidRPr="00275B88">
        <w:t>mais ça ne va pas à la maison</w:t>
      </w:r>
      <w:r>
        <w:t>.</w:t>
      </w:r>
    </w:p>
    <w:p w14:paraId="1A11C9E2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donc</w:t>
      </w:r>
      <w:r>
        <w:t xml:space="preserve"> ? </w:t>
      </w:r>
      <w:r w:rsidR="00C77A4E" w:rsidRPr="00275B88">
        <w:t>lança Bellegarde d</w:t>
      </w:r>
      <w:r>
        <w:t>’</w:t>
      </w:r>
      <w:r w:rsidR="00C77A4E" w:rsidRPr="00275B88">
        <w:t>un ton un peu distrait</w:t>
      </w:r>
      <w:r>
        <w:t>.</w:t>
      </w:r>
    </w:p>
    <w:p w14:paraId="78EECF65" w14:textId="7C60B4DC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Mon mari a été appelé ce matin</w:t>
      </w:r>
      <w:r>
        <w:t xml:space="preserve">, </w:t>
      </w:r>
      <w:r w:rsidR="00C77A4E" w:rsidRPr="00275B88">
        <w:t>dès la première heure</w:t>
      </w:r>
      <w:r>
        <w:t xml:space="preserve">, </w:t>
      </w:r>
      <w:r w:rsidR="00C77A4E" w:rsidRPr="00275B88">
        <w:t xml:space="preserve">chez </w:t>
      </w:r>
      <w:r>
        <w:t>M. </w:t>
      </w:r>
      <w:r w:rsidR="00C77A4E" w:rsidRPr="00275B88">
        <w:t>le conservateur du Louvre</w:t>
      </w:r>
      <w:r>
        <w:t xml:space="preserve">… </w:t>
      </w:r>
      <w:r w:rsidR="00C77A4E" w:rsidRPr="00275B88">
        <w:t>Il a dû lui avouer que c</w:t>
      </w:r>
      <w:r>
        <w:t>’</w:t>
      </w:r>
      <w:r w:rsidR="00C77A4E" w:rsidRPr="00275B88">
        <w:t>était lui qui vous avait introduit</w:t>
      </w:r>
      <w:r>
        <w:t xml:space="preserve">, </w:t>
      </w:r>
      <w:r w:rsidR="00C77A4E" w:rsidRPr="00275B88">
        <w:t xml:space="preserve">ainsi que </w:t>
      </w:r>
      <w:r>
        <w:t>M. </w:t>
      </w:r>
      <w:r w:rsidR="00C77A4E" w:rsidRPr="00275B88">
        <w:t>Chantecoq</w:t>
      </w:r>
      <w:r>
        <w:t xml:space="preserve">, </w:t>
      </w:r>
      <w:r w:rsidR="00C77A4E" w:rsidRPr="00275B88">
        <w:t xml:space="preserve">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535154C0" w14:textId="77777777" w:rsidR="002C50B2" w:rsidRDefault="002C50B2" w:rsidP="002C50B2">
      <w:r>
        <w:t>— </w:t>
      </w:r>
      <w:r w:rsidR="00C77A4E" w:rsidRPr="00275B88">
        <w:t>Et alors</w:t>
      </w:r>
      <w:r>
        <w:t xml:space="preserve"> ? </w:t>
      </w:r>
      <w:r w:rsidR="00C77A4E" w:rsidRPr="00275B88">
        <w:t>interrogeait le jeune reporter</w:t>
      </w:r>
      <w:r>
        <w:t>.</w:t>
      </w:r>
    </w:p>
    <w:p w14:paraId="49846079" w14:textId="77777777" w:rsidR="002C50B2" w:rsidRDefault="002C50B2" w:rsidP="002C50B2">
      <w:r>
        <w:lastRenderedPageBreak/>
        <w:t>— </w:t>
      </w:r>
      <w:r w:rsidR="00C77A4E" w:rsidRPr="00275B88">
        <w:t>Il est révoqué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 la brave femme en étouffant un sanglot</w:t>
      </w:r>
      <w:r>
        <w:t>.</w:t>
      </w:r>
    </w:p>
    <w:p w14:paraId="252FD3BF" w14:textId="77777777" w:rsidR="002C50B2" w:rsidRDefault="002C50B2" w:rsidP="002C50B2">
      <w:r>
        <w:t>— </w:t>
      </w:r>
      <w:r w:rsidR="00C77A4E" w:rsidRPr="00275B88">
        <w:t>Ma bonne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affirmait Jacques</w:t>
      </w:r>
      <w:r>
        <w:t xml:space="preserve">… </w:t>
      </w:r>
      <w:r w:rsidR="00C77A4E" w:rsidRPr="00275B88">
        <w:t>je suis désolé</w:t>
      </w:r>
      <w:r>
        <w:t xml:space="preserve">… </w:t>
      </w:r>
      <w:r w:rsidR="00C77A4E" w:rsidRPr="00275B88">
        <w:t>Mais ne vous tourmentez pas ainsi</w:t>
      </w:r>
      <w:r>
        <w:t xml:space="preserve">… </w:t>
      </w:r>
      <w:r w:rsidR="00C77A4E" w:rsidRPr="00275B88">
        <w:t xml:space="preserve">Je vais immédiatement recommander </w:t>
      </w:r>
      <w:proofErr w:type="spellStart"/>
      <w:r w:rsidR="00C77A4E" w:rsidRPr="00275B88">
        <w:t>Gautrais</w:t>
      </w:r>
      <w:proofErr w:type="spellEnd"/>
      <w:r w:rsidR="00C77A4E" w:rsidRPr="00275B88">
        <w:t xml:space="preserve"> à la direction de mon journal et je suis sûr qu</w:t>
      </w:r>
      <w:r>
        <w:t>’</w:t>
      </w:r>
      <w:r w:rsidR="00C77A4E" w:rsidRPr="00275B88">
        <w:t>on lui trouvera</w:t>
      </w:r>
      <w:r>
        <w:t xml:space="preserve">, </w:t>
      </w:r>
      <w:r w:rsidR="00C77A4E" w:rsidRPr="00275B88">
        <w:t xml:space="preserve">au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 xml:space="preserve">, </w:t>
      </w:r>
      <w:r w:rsidR="00C77A4E" w:rsidRPr="00275B88">
        <w:t>une situation au moins équivalente à celle que je lui ai fait perdre</w:t>
      </w:r>
      <w:r>
        <w:t>.</w:t>
      </w:r>
    </w:p>
    <w:p w14:paraId="0AE6D6FE" w14:textId="77777777" w:rsidR="002C50B2" w:rsidRDefault="002C50B2" w:rsidP="002C50B2">
      <w:r>
        <w:t>— </w:t>
      </w:r>
      <w:r w:rsidR="00C77A4E" w:rsidRPr="00275B88">
        <w:t>Monsieur Jacques</w:t>
      </w:r>
      <w:r>
        <w:t xml:space="preserve">… </w:t>
      </w:r>
      <w:r w:rsidR="00C77A4E" w:rsidRPr="00275B88">
        <w:t>je savais bien que nous pouvions compter sur vous</w:t>
      </w:r>
      <w:r>
        <w:t xml:space="preserve">… </w:t>
      </w:r>
      <w:r w:rsidR="00C77A4E" w:rsidRPr="00275B88">
        <w:t>répliquait la femme de ménage en dirigeant vers le journaliste un regard tout plein de reconnaissance</w:t>
      </w:r>
      <w:r>
        <w:t>.</w:t>
      </w:r>
    </w:p>
    <w:p w14:paraId="2D019AD1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Dites à votre mari de venir me voir</w:t>
      </w:r>
      <w:r>
        <w:t xml:space="preserve">, </w:t>
      </w:r>
      <w:r w:rsidR="00C77A4E" w:rsidRPr="00275B88">
        <w:t>ce soir</w:t>
      </w:r>
      <w:r>
        <w:t xml:space="preserve">, </w:t>
      </w:r>
      <w:r w:rsidR="00C77A4E" w:rsidRPr="00275B88">
        <w:t>vers dix</w:t>
      </w:r>
      <w:r w:rsidR="00C77A4E">
        <w:t>-</w:t>
      </w:r>
      <w:r w:rsidR="00C77A4E" w:rsidRPr="00275B88">
        <w:t>huit heures</w:t>
      </w:r>
      <w:r>
        <w:t xml:space="preserve">, </w:t>
      </w:r>
      <w:r w:rsidR="00C77A4E" w:rsidRPr="00275B88">
        <w:t xml:space="preserve">au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>.</w:t>
      </w:r>
    </w:p>
    <w:p w14:paraId="71EDCC7F" w14:textId="77777777" w:rsidR="002C50B2" w:rsidRDefault="002C50B2" w:rsidP="002C50B2">
      <w:r>
        <w:t>— </w:t>
      </w:r>
      <w:r w:rsidR="00C77A4E" w:rsidRPr="00275B88">
        <w:t>Je lui ferai la commission</w:t>
      </w:r>
      <w:r>
        <w:t xml:space="preserve">, </w:t>
      </w:r>
      <w:r w:rsidR="00C77A4E" w:rsidRPr="00275B88">
        <w:t>monsieur Jacques</w:t>
      </w:r>
      <w:r>
        <w:t xml:space="preserve">… </w:t>
      </w:r>
      <w:r w:rsidR="00C77A4E" w:rsidRPr="00275B88">
        <w:t>Et encore</w:t>
      </w:r>
      <w:r>
        <w:t xml:space="preserve">, </w:t>
      </w:r>
      <w:r w:rsidR="00C77A4E" w:rsidRPr="00275B88">
        <w:t>merci</w:t>
      </w:r>
      <w:r>
        <w:t>.</w:t>
      </w:r>
    </w:p>
    <w:p w14:paraId="6B1ED34D" w14:textId="77777777" w:rsidR="002C50B2" w:rsidRDefault="00C77A4E" w:rsidP="002C50B2">
      <w:r w:rsidRPr="00275B88">
        <w:t>Bellegarde quitta son bureau</w:t>
      </w:r>
      <w:r w:rsidR="002C50B2">
        <w:t xml:space="preserve">. </w:t>
      </w:r>
      <w:r w:rsidRPr="00275B88">
        <w:t>Il prit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antichambre</w:t>
      </w:r>
      <w:r w:rsidR="002C50B2">
        <w:t xml:space="preserve">, </w:t>
      </w:r>
      <w:r w:rsidRPr="00275B88">
        <w:t>son chapeau et son pardessus</w:t>
      </w:r>
      <w:r w:rsidR="002C50B2">
        <w:t xml:space="preserve">, </w:t>
      </w:r>
      <w:r w:rsidRPr="00275B88">
        <w:t>accrochés à un portemanteau</w:t>
      </w:r>
      <w:r w:rsidR="002C50B2">
        <w:t xml:space="preserve">… </w:t>
      </w:r>
      <w:r w:rsidRPr="00275B88">
        <w:t>Puis il gagna le dehors</w:t>
      </w:r>
      <w:r w:rsidR="002C50B2">
        <w:t>…</w:t>
      </w:r>
    </w:p>
    <w:p w14:paraId="61A53AD2" w14:textId="77777777" w:rsidR="002C50B2" w:rsidRDefault="00C77A4E" w:rsidP="002C50B2">
      <w:r w:rsidRPr="00275B88">
        <w:t>Le bossu mystérieux avait enfin fini de gonfler son pneu</w:t>
      </w:r>
      <w:r w:rsidR="002C50B2">
        <w:t xml:space="preserve">… </w:t>
      </w:r>
      <w:r w:rsidRPr="00275B88">
        <w:t>Maintenant</w:t>
      </w:r>
      <w:r w:rsidR="002C50B2">
        <w:t xml:space="preserve">, </w:t>
      </w:r>
      <w:r w:rsidRPr="00275B88">
        <w:t>il examinait son moteur qui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ronflait avec une régularité parfaite</w:t>
      </w:r>
      <w:r w:rsidR="002C50B2">
        <w:t>.</w:t>
      </w:r>
    </w:p>
    <w:p w14:paraId="7BD2ACEC" w14:textId="77777777" w:rsidR="002C50B2" w:rsidRDefault="00C77A4E" w:rsidP="002C50B2">
      <w:r w:rsidRPr="00275B88">
        <w:t>À la vue du journaliste</w:t>
      </w:r>
      <w:r w:rsidR="002C50B2">
        <w:t xml:space="preserve">, </w:t>
      </w:r>
      <w:r w:rsidRPr="00275B88">
        <w:t>il referma vivement son capot et s</w:t>
      </w:r>
      <w:r w:rsidR="002C50B2">
        <w:t>’</w:t>
      </w:r>
      <w:r w:rsidRPr="00275B88">
        <w:t>installa sur son siège avec une souplesse de mouvements que l</w:t>
      </w:r>
      <w:r w:rsidR="002C50B2">
        <w:t>’</w:t>
      </w:r>
      <w:r w:rsidRPr="00275B88">
        <w:t>on n</w:t>
      </w:r>
      <w:r w:rsidR="002C50B2">
        <w:t>’</w:t>
      </w:r>
      <w:r w:rsidRPr="00275B88">
        <w:t>eût pas soupçonnée chez un être aussi difforme</w:t>
      </w:r>
      <w:r w:rsidR="002C50B2">
        <w:t>.</w:t>
      </w:r>
    </w:p>
    <w:p w14:paraId="3F5FF913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arrêté sur le trottoir</w:t>
      </w:r>
      <w:r w:rsidR="002C50B2">
        <w:t xml:space="preserve">, </w:t>
      </w:r>
      <w:r w:rsidRPr="00275B88">
        <w:t>héla un taxi qui passait à vide et y sauta lestement</w:t>
      </w:r>
      <w:r w:rsidR="002C50B2">
        <w:t xml:space="preserve">, </w:t>
      </w:r>
      <w:r w:rsidRPr="00275B88">
        <w:t>tout en lançant au chauffeur l</w:t>
      </w:r>
      <w:r w:rsidR="002C50B2">
        <w:t>’</w:t>
      </w:r>
      <w:r w:rsidRPr="00275B88">
        <w:t>adresse de Simone</w:t>
      </w:r>
      <w:r w:rsidR="002C50B2">
        <w:t>.</w:t>
      </w:r>
    </w:p>
    <w:p w14:paraId="288C94CB" w14:textId="77777777" w:rsidR="002C50B2" w:rsidRDefault="00C77A4E" w:rsidP="002C50B2">
      <w:r w:rsidRPr="00275B88">
        <w:lastRenderedPageBreak/>
        <w:t>Alors</w:t>
      </w:r>
      <w:r w:rsidR="002C50B2">
        <w:t xml:space="preserve">, </w:t>
      </w:r>
      <w:r w:rsidRPr="00275B88">
        <w:t>le bossu mit en marche sa voiturette et s</w:t>
      </w:r>
      <w:r w:rsidR="002C50B2">
        <w:t>’</w:t>
      </w:r>
      <w:r w:rsidRPr="00275B88">
        <w:t>élança sur les traces du taxi</w:t>
      </w:r>
      <w:r w:rsidR="002C50B2">
        <w:t>…</w:t>
      </w:r>
    </w:p>
    <w:p w14:paraId="6D59A3BA" w14:textId="77777777" w:rsidR="002C50B2" w:rsidRDefault="00C77A4E" w:rsidP="002C50B2">
      <w:r w:rsidRPr="00275B88">
        <w:t>Marie</w:t>
      </w:r>
      <w:r>
        <w:t>-</w:t>
      </w:r>
      <w:r w:rsidRPr="00275B88">
        <w:t>Jeanne qui</w:t>
      </w:r>
      <w:r w:rsidR="002C50B2">
        <w:t xml:space="preserve">, </w:t>
      </w:r>
      <w:r w:rsidRPr="00275B88">
        <w:t>pour donner de l</w:t>
      </w:r>
      <w:r w:rsidR="002C50B2">
        <w:t>’</w:t>
      </w:r>
      <w:r w:rsidRPr="00275B88">
        <w:t>air</w:t>
      </w:r>
      <w:r w:rsidR="002C50B2">
        <w:t xml:space="preserve">, </w:t>
      </w:r>
      <w:r w:rsidRPr="00275B88">
        <w:t>avait ouvert la fenêtre</w:t>
      </w:r>
      <w:r w:rsidR="002C50B2">
        <w:t xml:space="preserve">, </w:t>
      </w:r>
      <w:r w:rsidRPr="00275B88">
        <w:t xml:space="preserve">aperçut son </w:t>
      </w:r>
      <w:r w:rsidRPr="00A87CF8">
        <w:t>dos</w:t>
      </w:r>
      <w:r w:rsidRPr="00275B88">
        <w:t xml:space="preserve"> voûté et penché au</w:t>
      </w:r>
      <w:r>
        <w:t>-</w:t>
      </w:r>
      <w:r w:rsidRPr="00275B88">
        <w:t>dessus du volant</w:t>
      </w:r>
      <w:r w:rsidR="002C50B2">
        <w:t>.</w:t>
      </w:r>
    </w:p>
    <w:p w14:paraId="2FC71C66" w14:textId="77777777" w:rsidR="002C50B2" w:rsidRDefault="002C50B2" w:rsidP="002C50B2">
      <w:r>
        <w:t>— </w:t>
      </w:r>
      <w:r w:rsidR="00C77A4E" w:rsidRPr="00275B88">
        <w:t>Un boscot</w:t>
      </w:r>
      <w:r>
        <w:t xml:space="preserve">…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. </w:t>
      </w:r>
      <w:r w:rsidR="00C77A4E" w:rsidRPr="00275B88">
        <w:t>Quel malheur que je ne puisse pas caresser sa bosse</w:t>
      </w:r>
      <w:r>
        <w:t xml:space="preserve"> ! </w:t>
      </w:r>
      <w:r w:rsidR="00C77A4E" w:rsidRPr="00275B88">
        <w:t>On prétend que ça porte bonheur</w:t>
      </w:r>
      <w:r>
        <w:t>.</w:t>
      </w:r>
    </w:p>
    <w:p w14:paraId="07D0A03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secouant la tête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398FD284" w14:textId="77777777" w:rsidR="002C50B2" w:rsidRDefault="002C50B2" w:rsidP="002C50B2">
      <w:r>
        <w:t>— </w:t>
      </w:r>
      <w:r w:rsidR="00C77A4E" w:rsidRPr="00275B88">
        <w:t>En attendant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grand</w:t>
      </w:r>
      <w:r w:rsidR="00C77A4E">
        <w:t>-</w:t>
      </w:r>
      <w:r w:rsidR="00C77A4E" w:rsidRPr="00275B88">
        <w:t>peur que tout cela ne finisse très mal pour tout le monde</w:t>
      </w:r>
      <w:r>
        <w:t> !</w:t>
      </w:r>
    </w:p>
    <w:p w14:paraId="34A53C73" w14:textId="699FFBE8" w:rsidR="00C77A4E" w:rsidRPr="008607E8" w:rsidRDefault="00C77A4E" w:rsidP="002C50B2">
      <w:pPr>
        <w:pStyle w:val="Titre2"/>
      </w:pPr>
      <w:bookmarkStart w:id="24" w:name="_Toc145914604"/>
      <w:bookmarkStart w:id="25" w:name="_Toc203477067"/>
      <w:r w:rsidRPr="008607E8">
        <w:lastRenderedPageBreak/>
        <w:t>IX</w:t>
      </w:r>
      <w:bookmarkEnd w:id="24"/>
      <w:r>
        <w:br/>
      </w:r>
      <w:r>
        <w:br/>
      </w:r>
      <w:bookmarkStart w:id="26" w:name="_Toc145914605"/>
      <w:r w:rsidRPr="008607E8">
        <w:t>L</w:t>
      </w:r>
      <w:r w:rsidR="002C50B2">
        <w:t>’</w:t>
      </w:r>
      <w:r w:rsidRPr="008607E8">
        <w:t>AGONIE D</w:t>
      </w:r>
      <w:r w:rsidR="002C50B2">
        <w:t>’</w:t>
      </w:r>
      <w:r w:rsidRPr="008607E8">
        <w:t>UN CŒUR</w:t>
      </w:r>
      <w:bookmarkEnd w:id="25"/>
      <w:bookmarkEnd w:id="26"/>
      <w:r>
        <w:br/>
      </w:r>
    </w:p>
    <w:p w14:paraId="3E016225" w14:textId="77777777" w:rsidR="002C50B2" w:rsidRDefault="00C77A4E" w:rsidP="002C50B2">
      <w:r w:rsidRPr="00275B88">
        <w:t>Dans un boudoir de style très moderne</w:t>
      </w:r>
      <w:r w:rsidR="002C50B2">
        <w:t xml:space="preserve">, </w:t>
      </w:r>
      <w:r w:rsidRPr="00275B88">
        <w:t>aux meubles bas</w:t>
      </w:r>
      <w:r w:rsidR="002C50B2">
        <w:t xml:space="preserve">, </w:t>
      </w:r>
      <w:r w:rsidRPr="00275B88">
        <w:t>massifs</w:t>
      </w:r>
      <w:r w:rsidR="002C50B2">
        <w:t xml:space="preserve">, </w:t>
      </w:r>
      <w:r w:rsidRPr="00275B88">
        <w:t>aux tentures sombres et aux murs rectilignes que n</w:t>
      </w:r>
      <w:r w:rsidR="002C50B2">
        <w:t>’</w:t>
      </w:r>
      <w:r w:rsidRPr="00275B88">
        <w:t>égayait aucun tableau</w:t>
      </w:r>
      <w:r w:rsidR="002C50B2">
        <w:t xml:space="preserve">, </w:t>
      </w:r>
      <w:r w:rsidRPr="00275B88">
        <w:t>Simone Desroches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air alangui</w:t>
      </w:r>
      <w:r w:rsidR="002C50B2">
        <w:t xml:space="preserve">, </w:t>
      </w:r>
      <w:r w:rsidRPr="00275B88">
        <w:t>était étendue sur un divan noir</w:t>
      </w:r>
      <w:r w:rsidR="002C50B2">
        <w:t xml:space="preserve">… </w:t>
      </w:r>
      <w:r w:rsidRPr="00275B88">
        <w:t>Debout près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Maurice de Thouars</w:t>
      </w:r>
      <w:r w:rsidR="002C50B2">
        <w:t xml:space="preserve">, </w:t>
      </w:r>
      <w:r w:rsidRPr="00275B88">
        <w:t>dont l</w:t>
      </w:r>
      <w:r w:rsidR="002C50B2">
        <w:t>’</w:t>
      </w:r>
      <w:r w:rsidRPr="00275B88">
        <w:t>élégance raffinée accusait encore le type de bellâtre qu</w:t>
      </w:r>
      <w:r w:rsidR="002C50B2">
        <w:t>’</w:t>
      </w:r>
      <w:r w:rsidRPr="00275B88">
        <w:t>il représentait avec une si constante infatuation</w:t>
      </w:r>
      <w:r w:rsidR="002C50B2">
        <w:t xml:space="preserve">, </w:t>
      </w:r>
      <w:r w:rsidRPr="00275B88">
        <w:t>la contemplait avec une expression dans laquelle il entrait beaucoup plus de désir que de pitié</w:t>
      </w:r>
      <w:r w:rsidR="002C50B2">
        <w:t>.</w:t>
      </w:r>
    </w:p>
    <w:p w14:paraId="7F6D90BA" w14:textId="77777777" w:rsidR="002C50B2" w:rsidRDefault="00C77A4E" w:rsidP="002C50B2">
      <w:r w:rsidRPr="00275B88">
        <w:t>D</w:t>
      </w:r>
      <w:r w:rsidR="002C50B2">
        <w:t>’</w:t>
      </w:r>
      <w:r w:rsidRPr="00275B88">
        <w:t>une voix à laquelle il s</w:t>
      </w:r>
      <w:r w:rsidR="002C50B2">
        <w:t>’</w:t>
      </w:r>
      <w:r w:rsidRPr="00275B88">
        <w:t>efforçait de donner une intonation à la fois persuasive et caressante</w:t>
      </w:r>
      <w:r w:rsidR="002C50B2">
        <w:t xml:space="preserve">, </w:t>
      </w:r>
      <w:r w:rsidRPr="00275B88">
        <w:t>il lui disait</w:t>
      </w:r>
      <w:r w:rsidR="002C50B2">
        <w:t> :</w:t>
      </w:r>
    </w:p>
    <w:p w14:paraId="6C0E9E41" w14:textId="7DB7463F" w:rsidR="002C50B2" w:rsidRDefault="002C50B2" w:rsidP="002C50B2">
      <w:r>
        <w:t>— </w:t>
      </w:r>
      <w:r w:rsidR="00C77A4E" w:rsidRPr="00275B88">
        <w:t>Permettez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ma chère amie de vous affirmer</w:t>
      </w:r>
      <w:r>
        <w:t xml:space="preserve">, </w:t>
      </w:r>
      <w:r w:rsidR="00C77A4E" w:rsidRPr="00275B88">
        <w:t>avec tout l</w:t>
      </w:r>
      <w:r>
        <w:t>’</w:t>
      </w:r>
      <w:r w:rsidR="00C77A4E" w:rsidRPr="00275B88">
        <w:t>immense attachement que je vous porte</w:t>
      </w:r>
      <w:r>
        <w:t xml:space="preserve">, </w:t>
      </w:r>
      <w:r w:rsidR="00C77A4E" w:rsidRPr="00275B88">
        <w:t>que vous avez eu tort d</w:t>
      </w:r>
      <w:r>
        <w:t>’</w:t>
      </w:r>
      <w:r w:rsidR="00C77A4E" w:rsidRPr="00275B88">
        <w:t xml:space="preserve">envoyer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chez Jacques Bellegarde</w:t>
      </w:r>
      <w:r>
        <w:t>…</w:t>
      </w:r>
    </w:p>
    <w:p w14:paraId="568E7B65" w14:textId="77777777" w:rsidR="002C50B2" w:rsidRDefault="002C50B2" w:rsidP="002C50B2">
      <w:r>
        <w:t>« </w:t>
      </w:r>
      <w:r w:rsidR="00C77A4E" w:rsidRPr="00275B88">
        <w:t>Ce journaliste était le dernier que vous eussiez dû choisir</w:t>
      </w:r>
      <w:r>
        <w:t xml:space="preserve">. </w:t>
      </w:r>
      <w:r w:rsidR="00C77A4E" w:rsidRPr="00275B88">
        <w:t>Son âme est à l</w:t>
      </w:r>
      <w:r>
        <w:t>’</w:t>
      </w:r>
      <w:r w:rsidR="00C77A4E" w:rsidRPr="00275B88">
        <w:t>antipode de la vôtre</w:t>
      </w:r>
      <w:r>
        <w:t xml:space="preserve">… </w:t>
      </w:r>
      <w:r w:rsidR="00C77A4E" w:rsidRPr="00275B88">
        <w:t>Il n</w:t>
      </w:r>
      <w:r>
        <w:t>’</w:t>
      </w:r>
      <w:r w:rsidR="00C77A4E" w:rsidRPr="00275B88">
        <w:t>a ni les élans</w:t>
      </w:r>
      <w:r>
        <w:t xml:space="preserve">, </w:t>
      </w:r>
      <w:r w:rsidR="00C77A4E" w:rsidRPr="00275B88">
        <w:t>ni les inspirations d</w:t>
      </w:r>
      <w:r>
        <w:t>’</w:t>
      </w:r>
      <w:r w:rsidR="00C77A4E" w:rsidRPr="00275B88">
        <w:t>un artiste</w:t>
      </w:r>
      <w:r>
        <w:t>…</w:t>
      </w:r>
    </w:p>
    <w:p w14:paraId="06BD7974" w14:textId="77777777" w:rsidR="002C50B2" w:rsidRDefault="002C50B2" w:rsidP="002C50B2">
      <w:r>
        <w:t>« </w:t>
      </w:r>
      <w:r w:rsidR="00C77A4E" w:rsidRPr="00275B88">
        <w:t>Ce qu</w:t>
      </w:r>
      <w:r>
        <w:t>’</w:t>
      </w:r>
      <w:r w:rsidR="00C77A4E" w:rsidRPr="00275B88">
        <w:t>il vous eût fallu</w:t>
      </w:r>
      <w:r>
        <w:t xml:space="preserve">, </w:t>
      </w:r>
      <w:r w:rsidR="00C77A4E" w:rsidRPr="00275B88">
        <w:t>à vous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était l</w:t>
      </w:r>
      <w:r>
        <w:t>’</w:t>
      </w:r>
      <w:r w:rsidR="00C77A4E" w:rsidRPr="00275B88">
        <w:t>amant</w:t>
      </w:r>
      <w:r>
        <w:t xml:space="preserve">… </w:t>
      </w:r>
      <w:r w:rsidR="00C77A4E" w:rsidRPr="00275B88">
        <w:t>Oui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amant intégral</w:t>
      </w:r>
      <w:r>
        <w:t xml:space="preserve">, </w:t>
      </w:r>
      <w:r w:rsidR="00C77A4E" w:rsidRPr="00275B88">
        <w:t>celui qui ne vit que par l</w:t>
      </w:r>
      <w:r>
        <w:t>’</w:t>
      </w:r>
      <w:r w:rsidR="00C77A4E" w:rsidRPr="00275B88">
        <w:t>amour</w:t>
      </w:r>
      <w:r>
        <w:t xml:space="preserve">… </w:t>
      </w:r>
      <w:r w:rsidR="00C77A4E" w:rsidRPr="00275B88">
        <w:t>et pour l</w:t>
      </w:r>
      <w:r>
        <w:t>’</w:t>
      </w:r>
      <w:r w:rsidR="00C77A4E" w:rsidRPr="00275B88">
        <w:t>amour</w:t>
      </w:r>
      <w:r>
        <w:t>…</w:t>
      </w:r>
    </w:p>
    <w:p w14:paraId="60ECF9B2" w14:textId="77777777" w:rsidR="002C50B2" w:rsidRDefault="00C77A4E" w:rsidP="002C50B2">
      <w:r w:rsidRPr="00275B88">
        <w:t>Maurice de Thouars se pencha vers Simone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las</w:t>
      </w:r>
      <w:r w:rsidR="002C50B2">
        <w:t xml:space="preserve">, </w:t>
      </w:r>
      <w:r w:rsidRPr="00275B88">
        <w:t>la jeune femme l</w:t>
      </w:r>
      <w:r w:rsidR="002C50B2">
        <w:t>’</w:t>
      </w:r>
      <w:r w:rsidRPr="00275B88">
        <w:t>écarta</w:t>
      </w:r>
      <w:r w:rsidR="002C50B2">
        <w:t>.</w:t>
      </w:r>
    </w:p>
    <w:p w14:paraId="303DBC3F" w14:textId="77777777" w:rsidR="002C50B2" w:rsidRDefault="002C50B2" w:rsidP="002C50B2">
      <w:r>
        <w:t>— </w:t>
      </w:r>
      <w:r w:rsidR="00C77A4E" w:rsidRPr="00275B88">
        <w:t>Laissez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elle d</w:t>
      </w:r>
      <w:r>
        <w:t>’</w:t>
      </w:r>
      <w:r w:rsidR="00C77A4E" w:rsidRPr="00275B88">
        <w:t>une voix brisée</w:t>
      </w:r>
      <w:r>
        <w:t>.</w:t>
      </w:r>
    </w:p>
    <w:p w14:paraId="761296D0" w14:textId="77777777" w:rsidR="002C50B2" w:rsidRDefault="00C77A4E" w:rsidP="002C50B2">
      <w:r w:rsidRPr="00275B88">
        <w:lastRenderedPageBreak/>
        <w:t>Et elle ajouta</w:t>
      </w:r>
      <w:r w:rsidR="002C50B2">
        <w:t xml:space="preserve">, </w:t>
      </w:r>
      <w:r w:rsidRPr="00275B88">
        <w:t>le regard perdu et comme fixé sur un rêve entrevu s</w:t>
      </w:r>
      <w:r w:rsidR="002C50B2">
        <w:t>’</w:t>
      </w:r>
      <w:r w:rsidRPr="00275B88">
        <w:t>envolant lentement</w:t>
      </w:r>
      <w:r w:rsidR="002C50B2">
        <w:t> :</w:t>
      </w:r>
    </w:p>
    <w:p w14:paraId="5F1E9F43" w14:textId="77777777" w:rsidR="002C50B2" w:rsidRDefault="002C50B2" w:rsidP="002C50B2">
      <w:r>
        <w:t>— </w:t>
      </w:r>
      <w:r w:rsidR="00C77A4E" w:rsidRPr="00275B88">
        <w:t>Je sens bien que vous avez raison</w:t>
      </w:r>
      <w:r>
        <w:t xml:space="preserve">. </w:t>
      </w:r>
      <w:r w:rsidR="00C77A4E" w:rsidRPr="00275B88">
        <w:t>Mais comment vous écouterais</w:t>
      </w:r>
      <w:r w:rsidR="00C77A4E">
        <w:t>-</w:t>
      </w:r>
      <w:r w:rsidR="00C77A4E" w:rsidRPr="00275B88">
        <w:t>je</w:t>
      </w:r>
      <w:r>
        <w:t xml:space="preserve">, </w:t>
      </w:r>
      <w:r w:rsidR="00C77A4E" w:rsidRPr="00275B88">
        <w:t>quand je ne m</w:t>
      </w:r>
      <w:r>
        <w:t>’</w:t>
      </w:r>
      <w:r w:rsidR="00C77A4E" w:rsidRPr="00275B88">
        <w:t>entends plus moi</w:t>
      </w:r>
      <w:r w:rsidR="00C77A4E">
        <w:t>-</w:t>
      </w:r>
      <w:r w:rsidR="00C77A4E" w:rsidRPr="00275B88">
        <w:t>même</w:t>
      </w:r>
      <w:r>
        <w:t> ?</w:t>
      </w:r>
    </w:p>
    <w:p w14:paraId="431D87B8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son visage douloureux s</w:t>
      </w:r>
      <w:r w:rsidR="002C50B2">
        <w:t>’</w:t>
      </w:r>
      <w:r w:rsidRPr="00275B88">
        <w:t>éclaira d</w:t>
      </w:r>
      <w:r w:rsidR="002C50B2">
        <w:t>’</w:t>
      </w:r>
      <w:r w:rsidRPr="00275B88">
        <w:t>un furtif rayon d</w:t>
      </w:r>
      <w:r w:rsidR="002C50B2">
        <w:t>’</w:t>
      </w:r>
      <w:r w:rsidRPr="00275B88">
        <w:t>espoir</w:t>
      </w:r>
      <w:r w:rsidR="002C50B2">
        <w:t xml:space="preserve">… </w:t>
      </w:r>
      <w:r w:rsidRPr="00275B88">
        <w:t>Un cri léger lui échappa</w:t>
      </w:r>
      <w:r w:rsidR="002C50B2">
        <w:t xml:space="preserve"> ; </w:t>
      </w:r>
      <w:r w:rsidRPr="00275B88">
        <w:t>et sans trop d</w:t>
      </w:r>
      <w:r w:rsidR="002C50B2">
        <w:t>’</w:t>
      </w:r>
      <w:r w:rsidRPr="00275B88">
        <w:t>effort apparent</w:t>
      </w:r>
      <w:r w:rsidR="002C50B2">
        <w:t xml:space="preserve">, </w:t>
      </w:r>
      <w:r w:rsidRPr="00275B88">
        <w:t>elle se redressa sur son divan</w:t>
      </w:r>
      <w:r w:rsidR="002C50B2">
        <w:t>.</w:t>
      </w:r>
    </w:p>
    <w:p w14:paraId="322B1590" w14:textId="01663012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venait d</w:t>
      </w:r>
      <w:r>
        <w:t>’</w:t>
      </w:r>
      <w:r w:rsidR="00C77A4E" w:rsidRPr="00275B88">
        <w:t>entrer dans la pièce</w:t>
      </w:r>
      <w:r>
        <w:t xml:space="preserve">… </w:t>
      </w:r>
      <w:r w:rsidR="00C77A4E" w:rsidRPr="00275B88">
        <w:t>Elle avait encore son manteau et son chapeau</w:t>
      </w:r>
      <w:r>
        <w:t xml:space="preserve">… </w:t>
      </w:r>
      <w:r w:rsidR="00C77A4E" w:rsidRPr="00275B88">
        <w:t>Vite</w:t>
      </w:r>
      <w:r>
        <w:t xml:space="preserve">, </w:t>
      </w:r>
      <w:r w:rsidR="00C77A4E" w:rsidRPr="00275B88">
        <w:t>elle s</w:t>
      </w:r>
      <w:r>
        <w:t>’</w:t>
      </w:r>
      <w:r w:rsidR="00C77A4E" w:rsidRPr="00275B88">
        <w:t>en fut vers Simone qui l</w:t>
      </w:r>
      <w:r>
        <w:t>’</w:t>
      </w:r>
      <w:r w:rsidR="00C77A4E" w:rsidRPr="00275B88">
        <w:t>interrogeait d</w:t>
      </w:r>
      <w:r>
        <w:t>’</w:t>
      </w:r>
      <w:r w:rsidR="00C77A4E" w:rsidRPr="00275B88">
        <w:t>un œil anxieux</w:t>
      </w:r>
      <w:r>
        <w:t>.</w:t>
      </w:r>
    </w:p>
    <w:p w14:paraId="70FDB42C" w14:textId="77777777" w:rsidR="002C50B2" w:rsidRDefault="002C50B2" w:rsidP="002C50B2">
      <w:r>
        <w:t>— </w:t>
      </w:r>
      <w:r w:rsidR="00C77A4E" w:rsidRPr="00275B88">
        <w:t>Il va venir</w:t>
      </w:r>
      <w:r>
        <w:t xml:space="preserve"> ! </w:t>
      </w:r>
      <w:r w:rsidR="00C77A4E" w:rsidRPr="00275B88">
        <w:t>déclarait la Scandinave en saisissant les mains que son amie lui tendait</w:t>
      </w:r>
      <w:r>
        <w:t>.</w:t>
      </w:r>
    </w:p>
    <w:p w14:paraId="29A4FCF3" w14:textId="77777777" w:rsidR="002C50B2" w:rsidRDefault="002C50B2" w:rsidP="002C50B2">
      <w:r>
        <w:t>— </w:t>
      </w:r>
      <w:r w:rsidR="00C77A4E" w:rsidRPr="00275B88">
        <w:t>Il va venir</w:t>
      </w:r>
      <w:r>
        <w:t xml:space="preserve"> ! </w:t>
      </w:r>
      <w:r w:rsidR="00C77A4E" w:rsidRPr="00275B88">
        <w:t>répétait Simone</w:t>
      </w:r>
      <w:r>
        <w:t xml:space="preserve">, </w:t>
      </w:r>
      <w:r w:rsidR="00C77A4E" w:rsidRPr="00275B88">
        <w:t>qui parut renaître subitement à l</w:t>
      </w:r>
      <w:r>
        <w:t>’</w:t>
      </w:r>
      <w:r w:rsidR="00C77A4E" w:rsidRPr="00275B88">
        <w:t>existence</w:t>
      </w:r>
      <w:r>
        <w:t>.</w:t>
      </w:r>
    </w:p>
    <w:p w14:paraId="4DAB22D7" w14:textId="77777777" w:rsidR="002C50B2" w:rsidRDefault="00C77A4E" w:rsidP="002C50B2">
      <w:r w:rsidRPr="00275B88">
        <w:t>Le visage de Maurice de Thouars se rembrunit</w:t>
      </w:r>
      <w:r w:rsidR="002C50B2">
        <w:t>.</w:t>
      </w:r>
    </w:p>
    <w:p w14:paraId="5F2BB674" w14:textId="77777777" w:rsidR="002C50B2" w:rsidRDefault="002C50B2" w:rsidP="002C50B2">
      <w:r>
        <w:t>— </w:t>
      </w:r>
      <w:r w:rsidR="00C77A4E" w:rsidRPr="00275B88">
        <w:t>Quand cela</w:t>
      </w:r>
      <w:r>
        <w:t xml:space="preserve"> ! </w:t>
      </w:r>
      <w:r w:rsidR="00C77A4E" w:rsidRPr="00275B88">
        <w:t>interrogeait la poétesse</w:t>
      </w:r>
      <w:r>
        <w:t>.</w:t>
      </w:r>
    </w:p>
    <w:p w14:paraId="3A636692" w14:textId="77777777" w:rsidR="002C50B2" w:rsidRDefault="002C50B2" w:rsidP="002C50B2">
      <w:r>
        <w:t>— </w:t>
      </w:r>
      <w:r w:rsidR="00C77A4E" w:rsidRPr="00275B88">
        <w:t>Dans un instant</w:t>
      </w:r>
      <w:r>
        <w:t>.</w:t>
      </w:r>
    </w:p>
    <w:p w14:paraId="7428813E" w14:textId="77777777" w:rsidR="002C50B2" w:rsidRDefault="00C77A4E" w:rsidP="002C50B2">
      <w:r w:rsidRPr="00275B88">
        <w:t>Un taxi stoppait devant l</w:t>
      </w:r>
      <w:r w:rsidR="002C50B2">
        <w:t>’</w:t>
      </w:r>
      <w:r w:rsidRPr="00275B88">
        <w:t>hôtel</w:t>
      </w:r>
      <w:r w:rsidR="002C50B2">
        <w:t xml:space="preserve">… </w:t>
      </w:r>
      <w:r w:rsidRPr="00275B88">
        <w:t>suivi à distance par la voiturette du mystérieux bossu</w:t>
      </w:r>
      <w:r w:rsidR="002C50B2">
        <w:t>.</w:t>
      </w:r>
    </w:p>
    <w:p w14:paraId="18C1197E" w14:textId="77777777" w:rsidR="002C50B2" w:rsidRDefault="00C77A4E" w:rsidP="002C50B2">
      <w:r w:rsidRPr="00275B88">
        <w:t>Simone fit d</w:t>
      </w:r>
      <w:r w:rsidR="002C50B2">
        <w:t>’</w:t>
      </w:r>
      <w:r w:rsidRPr="00275B88">
        <w:t>un ton presque impérieux</w:t>
      </w:r>
      <w:r w:rsidR="002C50B2">
        <w:t> :</w:t>
      </w:r>
    </w:p>
    <w:p w14:paraId="4EBEA864" w14:textId="77777777" w:rsidR="002C50B2" w:rsidRDefault="002C50B2" w:rsidP="002C50B2">
      <w:r>
        <w:t>— </w:t>
      </w:r>
      <w:r w:rsidR="00C77A4E" w:rsidRPr="00275B88">
        <w:t>Laissez</w:t>
      </w:r>
      <w:r w:rsidR="00C77A4E">
        <w:t>-</w:t>
      </w:r>
      <w:r w:rsidR="00C77A4E" w:rsidRPr="00275B88">
        <w:t>moi</w:t>
      </w:r>
      <w:r>
        <w:t>.</w:t>
      </w:r>
    </w:p>
    <w:p w14:paraId="057134FE" w14:textId="33FC5AB9" w:rsidR="002C50B2" w:rsidRDefault="002C50B2" w:rsidP="002C50B2">
      <w:r>
        <w:t>M. de </w:t>
      </w:r>
      <w:r w:rsidR="00C77A4E" w:rsidRPr="00275B88">
        <w:t>Thouars s</w:t>
      </w:r>
      <w:r>
        <w:t>’</w:t>
      </w:r>
      <w:r w:rsidR="00C77A4E" w:rsidRPr="00275B88">
        <w:t>inclina avec déférence</w:t>
      </w:r>
      <w:r>
        <w:t>…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lui fit signe de la suivre</w:t>
      </w:r>
      <w:r>
        <w:t xml:space="preserve">, </w:t>
      </w:r>
      <w:r w:rsidR="00C77A4E" w:rsidRPr="00275B88">
        <w:t>et tous deux disparurent par une porte qui donnait dans un salon de même style que le boudoir</w:t>
      </w:r>
      <w:r>
        <w:t>.</w:t>
      </w:r>
    </w:p>
    <w:p w14:paraId="2B877145" w14:textId="77777777" w:rsidR="002C50B2" w:rsidRDefault="00C77A4E" w:rsidP="002C50B2">
      <w:r w:rsidRPr="00275B88">
        <w:t>Deux minutes après</w:t>
      </w:r>
      <w:r w:rsidR="002C50B2">
        <w:t xml:space="preserve">, </w:t>
      </w:r>
      <w:r w:rsidRPr="00275B88">
        <w:t>un valet de chambre introduisait Jacques Bellegarde dans le boudoir de Simone</w:t>
      </w:r>
      <w:r w:rsidR="002C50B2">
        <w:t xml:space="preserve">. </w:t>
      </w:r>
      <w:r w:rsidRPr="00275B88">
        <w:t>Celle</w:t>
      </w:r>
      <w:r>
        <w:t>-</w:t>
      </w:r>
      <w:r w:rsidRPr="00275B88">
        <w:t>ci</w:t>
      </w:r>
      <w:r w:rsidR="002C50B2">
        <w:t xml:space="preserve">, </w:t>
      </w:r>
      <w:r w:rsidRPr="00275B88">
        <w:lastRenderedPageBreak/>
        <w:t>brisée d</w:t>
      </w:r>
      <w:r w:rsidR="002C50B2">
        <w:t>’</w:t>
      </w:r>
      <w:r w:rsidRPr="00275B88">
        <w:t>émotion</w:t>
      </w:r>
      <w:r w:rsidR="002C50B2">
        <w:t xml:space="preserve">, </w:t>
      </w:r>
      <w:r w:rsidRPr="00275B88">
        <w:t>avait dû s</w:t>
      </w:r>
      <w:r w:rsidR="002C50B2">
        <w:t>’</w:t>
      </w:r>
      <w:r w:rsidRPr="00275B88">
        <w:t>étendre de nouveau sur le divan noir</w:t>
      </w:r>
      <w:r w:rsidR="002C50B2">
        <w:t xml:space="preserve">. </w:t>
      </w:r>
      <w:r w:rsidRPr="00275B88">
        <w:t>À la vue de son ami</w:t>
      </w:r>
      <w:r w:rsidR="002C50B2">
        <w:t xml:space="preserve">, </w:t>
      </w:r>
      <w:r w:rsidRPr="00275B88">
        <w:t>les larmes qu</w:t>
      </w:r>
      <w:r w:rsidR="002C50B2">
        <w:t>’</w:t>
      </w:r>
      <w:r w:rsidRPr="00275B88">
        <w:t>elle cherchait à contenir affluèrent à ses yeux</w:t>
      </w:r>
      <w:r w:rsidR="002C50B2">
        <w:t xml:space="preserve">… </w:t>
      </w:r>
      <w:r w:rsidRPr="00275B88">
        <w:t>Et se levant</w:t>
      </w:r>
      <w:r w:rsidR="002C50B2">
        <w:t xml:space="preserve">, </w:t>
      </w:r>
      <w:r w:rsidRPr="00275B88">
        <w:t>elle tendit ses mains tremblantes vers celui qui s</w:t>
      </w:r>
      <w:r w:rsidR="002C50B2">
        <w:t>’</w:t>
      </w:r>
      <w:r w:rsidRPr="00275B88">
        <w:t>avançait vers elle</w:t>
      </w:r>
      <w:r w:rsidR="002C50B2">
        <w:t xml:space="preserve">, </w:t>
      </w:r>
      <w:r w:rsidRPr="00275B88">
        <w:t>la figure grave et le regard attristé</w:t>
      </w:r>
      <w:r w:rsidR="002C50B2">
        <w:t>.</w:t>
      </w:r>
    </w:p>
    <w:p w14:paraId="5C1F5A5E" w14:textId="77777777" w:rsidR="002C50B2" w:rsidRDefault="00C77A4E" w:rsidP="002C50B2">
      <w:r w:rsidRPr="00275B88">
        <w:t>Un cri jaillit de ses lèvres</w:t>
      </w:r>
      <w:r w:rsidR="002C50B2">
        <w:t> :</w:t>
      </w:r>
    </w:p>
    <w:p w14:paraId="17E64626" w14:textId="77777777" w:rsidR="002C50B2" w:rsidRDefault="002C50B2" w:rsidP="002C50B2">
      <w:r>
        <w:t>— </w:t>
      </w:r>
      <w:r w:rsidR="00C77A4E" w:rsidRPr="00275B88">
        <w:t>Toi enfin</w:t>
      </w:r>
      <w:r>
        <w:t xml:space="preserve"> ! </w:t>
      </w:r>
      <w:r w:rsidR="00C77A4E" w:rsidRPr="00275B88">
        <w:t>Toi</w:t>
      </w:r>
      <w:r>
        <w:t> !…</w:t>
      </w:r>
    </w:p>
    <w:p w14:paraId="2BC93C9F" w14:textId="77777777" w:rsidR="002C50B2" w:rsidRDefault="002C50B2" w:rsidP="002C50B2">
      <w:r>
        <w:t>— </w:t>
      </w:r>
      <w:r w:rsidR="00C77A4E" w:rsidRPr="00275B88">
        <w:t>Simone</w:t>
      </w:r>
      <w:r>
        <w:t xml:space="preserve"> ! </w:t>
      </w:r>
      <w:r w:rsidR="00C77A4E" w:rsidRPr="00275B88">
        <w:t>murmura Jacques</w:t>
      </w:r>
      <w:r>
        <w:t xml:space="preserve">, </w:t>
      </w:r>
      <w:r w:rsidR="00C77A4E" w:rsidRPr="00275B88">
        <w:t>ému par ce grand déchirement</w:t>
      </w:r>
      <w:r>
        <w:t>.</w:t>
      </w:r>
    </w:p>
    <w:p w14:paraId="1E7F657C" w14:textId="77777777" w:rsidR="002C50B2" w:rsidRDefault="00C77A4E" w:rsidP="002C50B2">
      <w:r w:rsidRPr="00275B88">
        <w:t>Elle se laissa tomber dans ses bras en sanglotant</w:t>
      </w:r>
      <w:r w:rsidR="002C50B2">
        <w:t> :</w:t>
      </w:r>
    </w:p>
    <w:p w14:paraId="74D69A93" w14:textId="77777777" w:rsidR="002C50B2" w:rsidRDefault="002C50B2" w:rsidP="002C50B2">
      <w:r>
        <w:t>— </w:t>
      </w:r>
      <w:r w:rsidR="00C77A4E" w:rsidRPr="00275B88">
        <w:t>Je ne puis croire que tout soit fini</w:t>
      </w:r>
      <w:r>
        <w:t> !</w:t>
      </w:r>
    </w:p>
    <w:p w14:paraId="3852AC82" w14:textId="77777777" w:rsidR="002C50B2" w:rsidRDefault="00C77A4E" w:rsidP="002C50B2">
      <w:r w:rsidRPr="00275B88">
        <w:t>Et comme il la sentait fléchir</w:t>
      </w:r>
      <w:r w:rsidR="002C50B2">
        <w:t xml:space="preserve">, </w:t>
      </w:r>
      <w:r w:rsidRPr="00275B88">
        <w:t>Jacques</w:t>
      </w:r>
      <w:r w:rsidR="002C50B2">
        <w:t xml:space="preserve">, </w:t>
      </w:r>
      <w:r w:rsidRPr="00275B88">
        <w:t>avec beaucoup de douceur</w:t>
      </w:r>
      <w:r w:rsidR="002C50B2">
        <w:t xml:space="preserve">, </w:t>
      </w:r>
      <w:r w:rsidRPr="00275B88">
        <w:t>la fit asseoir sur le divan</w:t>
      </w:r>
      <w:r w:rsidR="002C50B2">
        <w:t>.</w:t>
      </w:r>
    </w:p>
    <w:p w14:paraId="59D55963" w14:textId="77777777" w:rsidR="002C50B2" w:rsidRDefault="00C77A4E" w:rsidP="002C50B2">
      <w:r w:rsidRPr="00275B88">
        <w:t>Il y eut un silence</w:t>
      </w:r>
      <w:r w:rsidR="002C50B2">
        <w:t xml:space="preserve">… </w:t>
      </w:r>
      <w:r w:rsidRPr="00275B88">
        <w:t>un de ces silences pesants</w:t>
      </w:r>
      <w:r w:rsidR="002C50B2">
        <w:t xml:space="preserve">, </w:t>
      </w:r>
      <w:r w:rsidRPr="00275B88">
        <w:t>presque tragiques qui semblent envelopper de mort les êtres et les choses</w:t>
      </w:r>
      <w:r w:rsidR="002C50B2">
        <w:t>.</w:t>
      </w:r>
    </w:p>
    <w:p w14:paraId="0537E44F" w14:textId="77777777" w:rsidR="002C50B2" w:rsidRDefault="002C50B2" w:rsidP="002C50B2">
      <w:r>
        <w:t>— </w:t>
      </w:r>
      <w:r w:rsidR="00C77A4E" w:rsidRPr="00275B88">
        <w:t>Jacques</w:t>
      </w:r>
      <w:r>
        <w:t xml:space="preserve">, </w:t>
      </w:r>
      <w:r w:rsidR="00C77A4E" w:rsidRPr="00275B88">
        <w:t>reprenait Simone</w:t>
      </w:r>
      <w:r>
        <w:t xml:space="preserve">, </w:t>
      </w:r>
      <w:r w:rsidR="00C77A4E" w:rsidRPr="00275B88">
        <w:t>je te demande pardon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eu tort</w:t>
      </w:r>
      <w:r>
        <w:t xml:space="preserve"> !… </w:t>
      </w:r>
      <w:r w:rsidR="00C77A4E" w:rsidRPr="00275B88">
        <w:t>mais il ne faut pas trop m</w:t>
      </w:r>
      <w:r>
        <w:t>’</w:t>
      </w:r>
      <w:r w:rsidR="00C77A4E" w:rsidRPr="00275B88">
        <w:t>en vouloir</w:t>
      </w:r>
      <w:r>
        <w:t xml:space="preserve">… </w:t>
      </w:r>
      <w:r w:rsidR="00C77A4E" w:rsidRPr="00275B88">
        <w:t>Je t</w:t>
      </w:r>
      <w:r>
        <w:t>’</w:t>
      </w:r>
      <w:r w:rsidR="00C77A4E" w:rsidRPr="00275B88">
        <w:t>aime tellement</w:t>
      </w:r>
      <w:r>
        <w:t xml:space="preserve">… </w:t>
      </w:r>
      <w:r w:rsidR="00C77A4E" w:rsidRPr="00275B88">
        <w:t>je t</w:t>
      </w:r>
      <w:r>
        <w:t>’</w:t>
      </w:r>
      <w:r w:rsidR="00C77A4E" w:rsidRPr="00275B88">
        <w:t>aime trop</w:t>
      </w:r>
      <w:r>
        <w:t> !</w:t>
      </w:r>
    </w:p>
    <w:p w14:paraId="1111461E" w14:textId="77777777" w:rsidR="002C50B2" w:rsidRDefault="00C77A4E" w:rsidP="002C50B2">
      <w:r w:rsidRPr="00275B88">
        <w:t>Et elle soupira</w:t>
      </w:r>
      <w:r w:rsidR="002C50B2">
        <w:t> :</w:t>
      </w:r>
    </w:p>
    <w:p w14:paraId="5DB9C36B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aurais tant voulu être ta femme</w:t>
      </w:r>
      <w:r>
        <w:t> !</w:t>
      </w:r>
    </w:p>
    <w:p w14:paraId="78FA5627" w14:textId="77777777" w:rsidR="002C50B2" w:rsidRDefault="002C50B2" w:rsidP="002C50B2">
      <w:r>
        <w:t>— </w:t>
      </w:r>
      <w:r w:rsidR="00C77A4E" w:rsidRPr="00275B88">
        <w:t>Puisque c</w:t>
      </w:r>
      <w:r>
        <w:t>’</w:t>
      </w:r>
      <w:r w:rsidR="00C77A4E" w:rsidRPr="00275B88">
        <w:t>est impossible</w:t>
      </w:r>
      <w:r>
        <w:t xml:space="preserve"> ! </w:t>
      </w:r>
      <w:r w:rsidR="00C77A4E" w:rsidRPr="00275B88">
        <w:t>déclarait Bellegarde avec un accent de compassion sous lequel on devinait une volonté inébranlable</w:t>
      </w:r>
      <w:r>
        <w:t>.</w:t>
      </w:r>
    </w:p>
    <w:p w14:paraId="3625DFA4" w14:textId="77777777" w:rsidR="002C50B2" w:rsidRDefault="002C50B2" w:rsidP="002C50B2">
      <w:r>
        <w:t>— </w:t>
      </w:r>
      <w:r w:rsidR="00C77A4E" w:rsidRPr="00275B88">
        <w:t>Tu me l</w:t>
      </w:r>
      <w:r>
        <w:t>’</w:t>
      </w:r>
      <w:r w:rsidR="00C77A4E" w:rsidRPr="00275B88">
        <w:t>as déjà dit</w:t>
      </w:r>
      <w:r>
        <w:t> !</w:t>
      </w:r>
    </w:p>
    <w:p w14:paraId="5DC7471F" w14:textId="77777777" w:rsidR="002C50B2" w:rsidRDefault="00C77A4E" w:rsidP="002C50B2">
      <w:r w:rsidRPr="00275B88">
        <w:lastRenderedPageBreak/>
        <w:t>Et</w:t>
      </w:r>
      <w:r w:rsidR="002C50B2">
        <w:t xml:space="preserve">… </w:t>
      </w:r>
      <w:r w:rsidRPr="00275B88">
        <w:t>tout en désignant des lettres éparpillées sur un petit meuble placé à portée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la jeune femme ajouta</w:t>
      </w:r>
      <w:r w:rsidR="002C50B2">
        <w:t> :</w:t>
      </w:r>
    </w:p>
    <w:p w14:paraId="4757C8E1" w14:textId="77777777" w:rsidR="002C50B2" w:rsidRDefault="002C50B2" w:rsidP="002C50B2">
      <w:r>
        <w:t>— </w:t>
      </w:r>
      <w:r w:rsidR="00C77A4E" w:rsidRPr="00275B88">
        <w:t>Tu me l</w:t>
      </w:r>
      <w:r>
        <w:t>’</w:t>
      </w:r>
      <w:r w:rsidR="00C77A4E" w:rsidRPr="00275B88">
        <w:t>as même écrit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assieds</w:t>
      </w:r>
      <w:r w:rsidR="00C77A4E">
        <w:t>-</w:t>
      </w:r>
      <w:r w:rsidR="00C77A4E" w:rsidRPr="00275B88">
        <w:t>toi près de moi</w:t>
      </w:r>
      <w:r>
        <w:t xml:space="preserve"> ! </w:t>
      </w:r>
      <w:r w:rsidR="00C77A4E" w:rsidRPr="00275B88">
        <w:t>Que j</w:t>
      </w:r>
      <w:r>
        <w:t>’</w:t>
      </w:r>
      <w:r w:rsidR="00C77A4E" w:rsidRPr="00275B88">
        <w:t>aie encore au moins</w:t>
      </w:r>
      <w:r>
        <w:t xml:space="preserve">, </w:t>
      </w:r>
      <w:r w:rsidR="00C77A4E" w:rsidRPr="00275B88">
        <w:t>ne fût</w:t>
      </w:r>
      <w:r w:rsidR="00C77A4E">
        <w:t>-</w:t>
      </w:r>
      <w:r w:rsidR="00C77A4E" w:rsidRPr="00275B88">
        <w:t>ce que quelques minutes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illusion que tu es toujours un peu à moi</w:t>
      </w:r>
      <w:r>
        <w:t>.</w:t>
      </w:r>
    </w:p>
    <w:p w14:paraId="6EB1D9BD" w14:textId="77777777" w:rsidR="002C50B2" w:rsidRDefault="00C77A4E" w:rsidP="002C50B2">
      <w:r w:rsidRPr="00275B88">
        <w:t>Jacques obéit</w:t>
      </w:r>
      <w:r w:rsidR="002C50B2">
        <w:t xml:space="preserve">. </w:t>
      </w:r>
      <w:r w:rsidRPr="00275B88">
        <w:t>Simone reprit aussitôt</w:t>
      </w:r>
      <w:r w:rsidR="002C50B2">
        <w:t> :</w:t>
      </w:r>
    </w:p>
    <w:p w14:paraId="35B7232E" w14:textId="77777777" w:rsidR="002C50B2" w:rsidRDefault="002C50B2" w:rsidP="002C50B2">
      <w:r>
        <w:t>— </w:t>
      </w:r>
      <w:r w:rsidR="00C77A4E" w:rsidRPr="00275B88">
        <w:t>Tes chères lettres</w:t>
      </w:r>
      <w:r>
        <w:t xml:space="preserve">, </w:t>
      </w:r>
      <w:r w:rsidR="00C77A4E" w:rsidRPr="00275B88">
        <w:t>que chaque jour je trouvais à mon réveil</w:t>
      </w:r>
      <w:r>
        <w:t xml:space="preserve">, </w:t>
      </w:r>
      <w:r w:rsidR="00C77A4E" w:rsidRPr="00275B88">
        <w:t>veux</w:t>
      </w:r>
      <w:r w:rsidR="00C77A4E">
        <w:t>-</w:t>
      </w:r>
      <w:r w:rsidR="00C77A4E" w:rsidRPr="00275B88">
        <w:t>tu que nous les relisions ensemble</w:t>
      </w:r>
      <w:r>
        <w:t xml:space="preserve"> ?… </w:t>
      </w:r>
      <w:r w:rsidR="00C77A4E" w:rsidRPr="00275B88">
        <w:t>Tu ne me réponds pas</w:t>
      </w:r>
      <w:r>
        <w:t xml:space="preserve">… </w:t>
      </w:r>
      <w:r w:rsidR="00C77A4E" w:rsidRPr="00275B88">
        <w:t>Je t</w:t>
      </w:r>
      <w:r>
        <w:t>’</w:t>
      </w:r>
      <w:r w:rsidR="00C77A4E" w:rsidRPr="00275B88">
        <w:t>ennuie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terrible</w:t>
      </w:r>
      <w:r>
        <w:t xml:space="preserve"> ! </w:t>
      </w:r>
      <w:r w:rsidR="00C77A4E" w:rsidRPr="00275B88">
        <w:t>Oh</w:t>
      </w:r>
      <w:r>
        <w:t xml:space="preserve"> ! </w:t>
      </w:r>
      <w:r w:rsidR="00C77A4E" w:rsidRPr="00275B88">
        <w:t>pourquoi ai</w:t>
      </w:r>
      <w:r w:rsidR="00C77A4E">
        <w:t>-</w:t>
      </w:r>
      <w:r w:rsidR="00C77A4E" w:rsidRPr="00275B88">
        <w:t>je voulu t</w:t>
      </w:r>
      <w:r>
        <w:t>’</w:t>
      </w:r>
      <w:r w:rsidR="00C77A4E" w:rsidRPr="00275B88">
        <w:t>avoir tout à fait</w:t>
      </w:r>
      <w:r>
        <w:t xml:space="preserve"> ?… </w:t>
      </w:r>
      <w:r w:rsidR="00C77A4E" w:rsidRPr="00275B88">
        <w:t>Je le sens bien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mon idée de mariage qui a tout gâté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rompu le charme</w:t>
      </w:r>
      <w:r>
        <w:t xml:space="preserve"> !… </w:t>
      </w:r>
      <w:r w:rsidR="00C77A4E" w:rsidRPr="00275B88">
        <w:t>Tu es comme moi autrefois</w:t>
      </w:r>
      <w:r>
        <w:t xml:space="preserve">… </w:t>
      </w:r>
      <w:r w:rsidR="00C77A4E" w:rsidRPr="00275B88">
        <w:t>jaloux de ta liberté</w:t>
      </w:r>
      <w:r>
        <w:t>.</w:t>
      </w:r>
    </w:p>
    <w:p w14:paraId="5AAB3BDB" w14:textId="77777777" w:rsidR="002C50B2" w:rsidRDefault="00C77A4E" w:rsidP="002C50B2">
      <w:r w:rsidRPr="00275B88">
        <w:t>Sa main s</w:t>
      </w:r>
      <w:r w:rsidR="002C50B2">
        <w:t>’</w:t>
      </w:r>
      <w:r w:rsidRPr="00275B88">
        <w:t>en fut vers les lettres</w:t>
      </w:r>
      <w:r w:rsidR="002C50B2">
        <w:t xml:space="preserve">… </w:t>
      </w:r>
      <w:r w:rsidRPr="00275B88">
        <w:t>Elle en prit une</w:t>
      </w:r>
      <w:r w:rsidR="002C50B2">
        <w:t>.</w:t>
      </w:r>
    </w:p>
    <w:p w14:paraId="6320E0B3" w14:textId="77777777" w:rsidR="002C50B2" w:rsidRDefault="00C77A4E" w:rsidP="002C50B2">
      <w:r w:rsidRPr="00275B88">
        <w:t>Bellegarde eut un geste qui signifiait</w:t>
      </w:r>
      <w:r w:rsidR="002C50B2">
        <w:t xml:space="preserve"> : </w:t>
      </w:r>
      <w:r w:rsidRPr="00275B88">
        <w:t>À quoi bon</w:t>
      </w:r>
      <w:r w:rsidR="002C50B2">
        <w:t xml:space="preserve"> ? </w:t>
      </w:r>
      <w:r w:rsidRPr="00275B88">
        <w:t>Mais déjà</w:t>
      </w:r>
      <w:r w:rsidR="002C50B2">
        <w:t xml:space="preserve">, </w:t>
      </w:r>
      <w:r w:rsidRPr="00275B88">
        <w:t>Simone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désespérée</w:t>
      </w:r>
      <w:r w:rsidR="002C50B2">
        <w:t xml:space="preserve">, </w:t>
      </w:r>
      <w:r w:rsidRPr="00275B88">
        <w:t>lisait</w:t>
      </w:r>
      <w:r w:rsidR="002C50B2">
        <w:t> :</w:t>
      </w:r>
    </w:p>
    <w:p w14:paraId="164F7253" w14:textId="77777777" w:rsidR="002C50B2" w:rsidRDefault="00C77A4E" w:rsidP="002C50B2">
      <w:pPr>
        <w:rPr>
          <w:i/>
          <w:iCs/>
        </w:rPr>
      </w:pPr>
      <w:r w:rsidRPr="003C3FE1">
        <w:rPr>
          <w:i/>
          <w:iCs/>
        </w:rPr>
        <w:t>Il faut renoncer à ce projet</w:t>
      </w:r>
      <w:r w:rsidR="002C50B2">
        <w:rPr>
          <w:i/>
          <w:iCs/>
        </w:rPr>
        <w:t xml:space="preserve">. </w:t>
      </w:r>
      <w:r w:rsidRPr="003C3FE1">
        <w:rPr>
          <w:i/>
          <w:iCs/>
        </w:rPr>
        <w:t>Tu es riche et je suis sans fortune</w:t>
      </w:r>
      <w:r w:rsidR="002C50B2">
        <w:rPr>
          <w:i/>
          <w:iCs/>
        </w:rPr>
        <w:t xml:space="preserve">… </w:t>
      </w:r>
      <w:r w:rsidRPr="003C3FE1">
        <w:rPr>
          <w:i/>
          <w:iCs/>
        </w:rPr>
        <w:t>Je ne puis pourtant pas commettre un crime</w:t>
      </w:r>
      <w:r w:rsidR="002C50B2">
        <w:rPr>
          <w:i/>
          <w:iCs/>
        </w:rPr>
        <w:t>…</w:t>
      </w:r>
    </w:p>
    <w:p w14:paraId="67F7ABAD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ai</w:t>
      </w:r>
      <w:r w:rsidR="00C77A4E">
        <w:t>-</w:t>
      </w:r>
      <w:r w:rsidR="00C77A4E" w:rsidRPr="00275B88">
        <w:t>je pas raison</w:t>
      </w:r>
      <w:r>
        <w:t xml:space="preserve"> ? </w:t>
      </w:r>
      <w:r w:rsidR="00C77A4E" w:rsidRPr="00275B88">
        <w:t>observait Jacques</w:t>
      </w:r>
      <w:r>
        <w:t>.</w:t>
      </w:r>
    </w:p>
    <w:p w14:paraId="4BBC9266" w14:textId="77777777" w:rsidR="002C50B2" w:rsidRDefault="00C77A4E" w:rsidP="002C50B2">
      <w:r w:rsidRPr="00275B88">
        <w:t>Simone reposa sa lettre sur le meuble</w:t>
      </w:r>
      <w:r w:rsidR="002C50B2">
        <w:t xml:space="preserve"> ; </w:t>
      </w:r>
      <w:r w:rsidRPr="00275B88">
        <w:t>puis elle laissa retomber la tête contre l</w:t>
      </w:r>
      <w:r w:rsidR="002C50B2">
        <w:t>’</w:t>
      </w:r>
      <w:r w:rsidRPr="00275B88">
        <w:t>épaule de son ami</w:t>
      </w:r>
      <w:r w:rsidR="002C50B2">
        <w:t xml:space="preserve">… </w:t>
      </w:r>
      <w:r w:rsidRPr="00275B88">
        <w:t>Elle ne parlait plus</w:t>
      </w:r>
      <w:r w:rsidR="002C50B2">
        <w:t xml:space="preserve">… </w:t>
      </w:r>
      <w:r w:rsidRPr="00275B88">
        <w:t>Elle pleurait</w:t>
      </w:r>
      <w:r w:rsidR="002C50B2">
        <w:t xml:space="preserve">… </w:t>
      </w:r>
      <w:r w:rsidRPr="00275B88">
        <w:t>Bellegarde sentait son cœur battre précipitamment contre le sien</w:t>
      </w:r>
      <w:r w:rsidR="002C50B2">
        <w:t xml:space="preserve">… </w:t>
      </w:r>
      <w:r w:rsidRPr="00275B88">
        <w:t>Elle cherchait sa main timidement</w:t>
      </w:r>
      <w:r w:rsidR="002C50B2">
        <w:t xml:space="preserve">, </w:t>
      </w:r>
      <w:r w:rsidRPr="00275B88">
        <w:t>comme si elle craignait qu</w:t>
      </w:r>
      <w:r w:rsidR="002C50B2">
        <w:t>’</w:t>
      </w:r>
      <w:r w:rsidRPr="00275B88">
        <w:t>elle se refusât à son étreinte</w:t>
      </w:r>
      <w:r w:rsidR="002C50B2">
        <w:t xml:space="preserve">… </w:t>
      </w:r>
      <w:r w:rsidRPr="00275B88">
        <w:t>Elle la saisit</w:t>
      </w:r>
      <w:r w:rsidR="002C50B2">
        <w:t xml:space="preserve">… </w:t>
      </w:r>
      <w:r w:rsidRPr="00275B88">
        <w:t>l</w:t>
      </w:r>
      <w:r w:rsidR="002C50B2">
        <w:t>’</w:t>
      </w:r>
      <w:r w:rsidRPr="00275B88">
        <w:t>enserra lentement</w:t>
      </w:r>
      <w:r w:rsidR="002C50B2">
        <w:t xml:space="preserve">… </w:t>
      </w:r>
      <w:r w:rsidRPr="00275B88">
        <w:t>lentement</w:t>
      </w:r>
      <w:r w:rsidR="002C50B2">
        <w:t>…</w:t>
      </w:r>
    </w:p>
    <w:p w14:paraId="3D188CB4" w14:textId="77777777" w:rsidR="002C50B2" w:rsidRDefault="00C77A4E" w:rsidP="002C50B2">
      <w:r w:rsidRPr="00275B88">
        <w:t>Envahi d</w:t>
      </w:r>
      <w:r w:rsidR="002C50B2">
        <w:t>’</w:t>
      </w:r>
      <w:r w:rsidRPr="00275B88">
        <w:t>une pitié qui réveillait en lui ce qu</w:t>
      </w:r>
      <w:r w:rsidR="002C50B2">
        <w:t>’</w:t>
      </w:r>
      <w:r w:rsidRPr="00275B88">
        <w:t>il avait cru être de l</w:t>
      </w:r>
      <w:r w:rsidR="002C50B2">
        <w:t>’</w:t>
      </w:r>
      <w:r w:rsidRPr="00275B88">
        <w:t>amour mais n</w:t>
      </w:r>
      <w:r w:rsidR="002C50B2">
        <w:t>’</w:t>
      </w:r>
      <w:r w:rsidRPr="00275B88">
        <w:t>avait été qu</w:t>
      </w:r>
      <w:r w:rsidR="002C50B2">
        <w:t>’</w:t>
      </w:r>
      <w:r w:rsidRPr="00275B88">
        <w:t>une fantaisie</w:t>
      </w:r>
      <w:r w:rsidR="002C50B2">
        <w:t xml:space="preserve">, </w:t>
      </w:r>
      <w:r w:rsidRPr="00275B88">
        <w:t>Jacques allait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impulsif et brûlant baiser</w:t>
      </w:r>
      <w:r w:rsidR="002C50B2">
        <w:t xml:space="preserve">, </w:t>
      </w:r>
      <w:r w:rsidRPr="00275B88">
        <w:t xml:space="preserve">sceller de nouveau la </w:t>
      </w:r>
      <w:r w:rsidRPr="00275B88">
        <w:lastRenderedPageBreak/>
        <w:t>chaîne qu</w:t>
      </w:r>
      <w:r w:rsidR="002C50B2">
        <w:t>’</w:t>
      </w:r>
      <w:r w:rsidRPr="00275B88">
        <w:t>il croyait avoir à tout jamais rompue</w:t>
      </w:r>
      <w:r w:rsidR="002C50B2">
        <w:t xml:space="preserve">, </w:t>
      </w:r>
      <w:r w:rsidRPr="00275B88">
        <w:t>lorsque la pensée de Colette surgit tout à coup dans son esprit</w:t>
      </w:r>
      <w:r w:rsidR="002C50B2">
        <w:t>.</w:t>
      </w:r>
    </w:p>
    <w:p w14:paraId="791D6248" w14:textId="1C4924E1" w:rsidR="002C50B2" w:rsidRDefault="00C77A4E" w:rsidP="002C50B2">
      <w:r w:rsidRPr="00275B88">
        <w:t>L</w:t>
      </w:r>
      <w:r w:rsidR="002C50B2">
        <w:t>’</w:t>
      </w:r>
      <w:r w:rsidRPr="00275B88">
        <w:t>espace d</w:t>
      </w:r>
      <w:r w:rsidR="002C50B2">
        <w:t>’</w:t>
      </w:r>
      <w:r w:rsidRPr="00275B88">
        <w:t>un éclair il se figura qu</w:t>
      </w:r>
      <w:r w:rsidR="002C50B2">
        <w:t>’</w:t>
      </w:r>
      <w:r w:rsidRPr="00275B88">
        <w:t>elle était là</w:t>
      </w:r>
      <w:r w:rsidR="002C50B2">
        <w:t xml:space="preserve">, </w:t>
      </w:r>
      <w:r w:rsidRPr="00275B88">
        <w:t>tout près de lui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elle se penchait à son oreille et qu</w:t>
      </w:r>
      <w:r w:rsidR="002C50B2">
        <w:t>’</w:t>
      </w:r>
      <w:r w:rsidRPr="00275B88">
        <w:t>elle lui murmurait</w:t>
      </w:r>
      <w:r w:rsidR="002C50B2">
        <w:t> : « </w:t>
      </w:r>
      <w:r w:rsidRPr="00275B88">
        <w:t>Prenez garde</w:t>
      </w:r>
      <w:r w:rsidR="002C50B2">
        <w:t> ! »</w:t>
      </w:r>
    </w:p>
    <w:p w14:paraId="6A877E60" w14:textId="77777777" w:rsidR="002C50B2" w:rsidRDefault="00C77A4E" w:rsidP="002C50B2">
      <w:r w:rsidRPr="00275B88">
        <w:t>Instantanément</w:t>
      </w:r>
      <w:r w:rsidR="002C50B2">
        <w:t xml:space="preserve">, </w:t>
      </w:r>
      <w:r w:rsidRPr="00275B88">
        <w:t>Bellegarde eut l</w:t>
      </w:r>
      <w:r w:rsidR="002C50B2">
        <w:t>’</w:t>
      </w:r>
      <w:r w:rsidRPr="00275B88">
        <w:t>impression qu</w:t>
      </w:r>
      <w:r w:rsidR="002C50B2">
        <w:t>’</w:t>
      </w:r>
      <w:r w:rsidRPr="00275B88">
        <w:t>une main le retenait au bord du précipice</w:t>
      </w:r>
      <w:r w:rsidR="002C50B2">
        <w:t xml:space="preserve">… </w:t>
      </w:r>
      <w:r w:rsidRPr="00275B88">
        <w:t>Sa volonté</w:t>
      </w:r>
      <w:r w:rsidR="002C50B2">
        <w:t xml:space="preserve">, </w:t>
      </w:r>
      <w:r w:rsidRPr="00275B88">
        <w:t>tout d</w:t>
      </w:r>
      <w:r w:rsidR="002C50B2">
        <w:t>’</w:t>
      </w:r>
      <w:r w:rsidRPr="00275B88">
        <w:t>un coup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trouva raffermie</w:t>
      </w:r>
      <w:r w:rsidR="002C50B2">
        <w:t xml:space="preserve">. </w:t>
      </w:r>
      <w:r w:rsidRPr="00275B88">
        <w:t>Et</w:t>
      </w:r>
      <w:r w:rsidR="002C50B2">
        <w:t xml:space="preserve">, </w:t>
      </w:r>
      <w:r w:rsidRPr="00275B88">
        <w:t>avec l</w:t>
      </w:r>
      <w:r w:rsidR="002C50B2">
        <w:t>’</w:t>
      </w:r>
      <w:r w:rsidRPr="00275B88">
        <w:t>inconsciente cruauté d</w:t>
      </w:r>
      <w:r w:rsidR="002C50B2">
        <w:t>’</w:t>
      </w:r>
      <w:r w:rsidRPr="00275B88">
        <w:t>un homme qui a hâte d</w:t>
      </w:r>
      <w:r w:rsidR="002C50B2">
        <w:t>’</w:t>
      </w:r>
      <w:r w:rsidRPr="00275B88">
        <w:t>en finir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</w:t>
      </w:r>
      <w:r w:rsidR="002C50B2">
        <w:t> :</w:t>
      </w:r>
    </w:p>
    <w:p w14:paraId="2FFD99E4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je ne veux pas</w:t>
      </w:r>
      <w:r>
        <w:t xml:space="preserve"> !… </w:t>
      </w:r>
      <w:r w:rsidR="00C77A4E" w:rsidRPr="00275B88">
        <w:t>Je ne peux pas</w:t>
      </w:r>
      <w:r>
        <w:t> !</w:t>
      </w:r>
    </w:p>
    <w:p w14:paraId="040A90A0" w14:textId="3D5F5098" w:rsidR="002C50B2" w:rsidRDefault="00C77A4E" w:rsidP="002C50B2">
      <w:r w:rsidRPr="00275B88">
        <w:t>Simone s</w:t>
      </w:r>
      <w:r w:rsidR="002C50B2">
        <w:t>’</w:t>
      </w:r>
      <w:r w:rsidRPr="00275B88">
        <w:t>effondra et se cacha la tête dans les coussins</w:t>
      </w:r>
      <w:r w:rsidR="002C50B2">
        <w:t xml:space="preserve">. </w:t>
      </w:r>
      <w:r w:rsidRPr="00275B88">
        <w:t>Jacques la regarda</w:t>
      </w:r>
      <w:r w:rsidR="002C50B2">
        <w:t xml:space="preserve">, </w:t>
      </w:r>
      <w:r w:rsidRPr="00275B88">
        <w:t xml:space="preserve">et se souvenant de ce que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lui avait dit quelques instants auparavant</w:t>
      </w:r>
      <w:r w:rsidR="002C50B2">
        <w:t xml:space="preserve">, </w:t>
      </w:r>
      <w:r w:rsidRPr="00275B88">
        <w:t>il songea</w:t>
      </w:r>
      <w:r w:rsidR="002C50B2">
        <w:t> :</w:t>
      </w:r>
    </w:p>
    <w:p w14:paraId="277BEED5" w14:textId="2F0593F9" w:rsidR="002C50B2" w:rsidRDefault="002C50B2" w:rsidP="002C50B2">
      <w:r>
        <w:t>« </w:t>
      </w:r>
      <w:r w:rsidR="00C77A4E" w:rsidRPr="00275B88">
        <w:t>Si c</w:t>
      </w:r>
      <w:r>
        <w:t>’</w:t>
      </w:r>
      <w:r w:rsidR="00C77A4E" w:rsidRPr="00275B88">
        <w:t>était vrai</w:t>
      </w:r>
      <w:r>
        <w:t> ? »</w:t>
      </w:r>
    </w:p>
    <w:p w14:paraId="52A00487" w14:textId="77777777" w:rsidR="002C50B2" w:rsidRDefault="00C77A4E" w:rsidP="002C50B2">
      <w:r w:rsidRPr="00275B88">
        <w:t>Et son angoisse se traduisit par cette pensée</w:t>
      </w:r>
      <w:r w:rsidR="002C50B2">
        <w:t> :</w:t>
      </w:r>
    </w:p>
    <w:p w14:paraId="338349B9" w14:textId="245B0372" w:rsidR="002C50B2" w:rsidRDefault="002C50B2" w:rsidP="002C50B2">
      <w:r>
        <w:t>« </w:t>
      </w:r>
      <w:r w:rsidR="00C77A4E" w:rsidRPr="00275B88">
        <w:t>Si j</w:t>
      </w:r>
      <w:r>
        <w:t>’</w:t>
      </w:r>
      <w:r w:rsidR="00C77A4E" w:rsidRPr="00275B88">
        <w:t>allais la tuer</w:t>
      </w:r>
      <w:r>
        <w:t> ! »</w:t>
      </w:r>
    </w:p>
    <w:p w14:paraId="6142EF6C" w14:textId="77777777" w:rsidR="002C50B2" w:rsidRDefault="00C77A4E" w:rsidP="002C50B2">
      <w:r w:rsidRPr="00275B88">
        <w:t>Secoué d</w:t>
      </w:r>
      <w:r w:rsidR="002C50B2">
        <w:t>’</w:t>
      </w:r>
      <w:r w:rsidRPr="00275B88">
        <w:t>une émotion contre laquelle il était à présent incapable de se défendre</w:t>
      </w:r>
      <w:r w:rsidR="002C50B2">
        <w:t xml:space="preserve">, </w:t>
      </w:r>
      <w:r w:rsidRPr="00275B88">
        <w:t>il allait s</w:t>
      </w:r>
      <w:r w:rsidR="002C50B2">
        <w:t>’</w:t>
      </w:r>
      <w:r w:rsidRPr="00275B88">
        <w:t>approcher d</w:t>
      </w:r>
      <w:r w:rsidR="002C50B2">
        <w:t>’</w:t>
      </w:r>
      <w:r w:rsidRPr="00275B88">
        <w:t>elle et</w:t>
      </w:r>
      <w:r w:rsidR="002C50B2">
        <w:t xml:space="preserve">, </w:t>
      </w:r>
      <w:r w:rsidRPr="00275B88">
        <w:t>sinon lui céder entièrement</w:t>
      </w:r>
      <w:r w:rsidR="002C50B2">
        <w:t xml:space="preserve">, </w:t>
      </w:r>
      <w:r w:rsidRPr="00275B88">
        <w:t>mais tout au moins lui rendre assez d</w:t>
      </w:r>
      <w:r w:rsidR="002C50B2">
        <w:t>’</w:t>
      </w:r>
      <w:r w:rsidRPr="00275B88">
        <w:t>espoir pour qu</w:t>
      </w:r>
      <w:r w:rsidR="002C50B2">
        <w:t>’</w:t>
      </w:r>
      <w:r w:rsidRPr="00275B88">
        <w:t>elle se reprît à accepter la vie</w:t>
      </w:r>
      <w:r w:rsidR="002C50B2">
        <w:t xml:space="preserve">, </w:t>
      </w:r>
      <w:r w:rsidRPr="00275B88">
        <w:t>lorsque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Simone se releva</w:t>
      </w:r>
      <w:r w:rsidR="002C50B2">
        <w:t>.</w:t>
      </w:r>
    </w:p>
    <w:p w14:paraId="5FAA3747" w14:textId="77777777" w:rsidR="002C50B2" w:rsidRDefault="00C77A4E" w:rsidP="002C50B2">
      <w:r w:rsidRPr="00275B88">
        <w:t>Bellegarde eut un sursaut d</w:t>
      </w:r>
      <w:r w:rsidR="002C50B2">
        <w:t>’</w:t>
      </w:r>
      <w:r w:rsidRPr="00275B88">
        <w:t>étonnement</w:t>
      </w:r>
      <w:r w:rsidR="002C50B2">
        <w:t xml:space="preserve">… </w:t>
      </w:r>
      <w:r w:rsidRPr="00275B88">
        <w:t>Elle était entièrement transformée</w:t>
      </w:r>
      <w:r w:rsidR="002C50B2">
        <w:t xml:space="preserve">. </w:t>
      </w:r>
      <w:r w:rsidRPr="00275B88">
        <w:t>Certes</w:t>
      </w:r>
      <w:r w:rsidR="002C50B2">
        <w:t xml:space="preserve">, </w:t>
      </w:r>
      <w:r w:rsidRPr="00275B88">
        <w:t>son visage portait encore la trace mieux que de ses larmes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est</w:t>
      </w:r>
      <w:r>
        <w:t>-</w:t>
      </w:r>
      <w:r w:rsidRPr="00275B88">
        <w:t>à</w:t>
      </w:r>
      <w:r>
        <w:t>-</w:t>
      </w:r>
      <w:r w:rsidRPr="00275B88">
        <w:t>dire de tout l</w:t>
      </w:r>
      <w:r w:rsidR="002C50B2">
        <w:t>’</w:t>
      </w:r>
      <w:r w:rsidRPr="00275B88">
        <w:t>affreux désarroi qui l</w:t>
      </w:r>
      <w:r w:rsidR="002C50B2">
        <w:t>’</w:t>
      </w:r>
      <w:r w:rsidRPr="00275B88">
        <w:t>avait bouleversée</w:t>
      </w:r>
      <w:r w:rsidR="002C50B2">
        <w:t xml:space="preserve">… </w:t>
      </w:r>
      <w:r w:rsidRPr="00275B88">
        <w:t>mais il révélait surtout une résignation que seule peut inspirer l</w:t>
      </w:r>
      <w:r w:rsidR="002C50B2">
        <w:t>’</w:t>
      </w:r>
      <w:r w:rsidRPr="00275B88">
        <w:t>acceptation subite d</w:t>
      </w:r>
      <w:r w:rsidR="002C50B2">
        <w:t>’</w:t>
      </w:r>
      <w:r w:rsidRPr="00275B88">
        <w:t>un total sacrifice</w:t>
      </w:r>
      <w:r w:rsidR="002C50B2">
        <w:t>.</w:t>
      </w:r>
    </w:p>
    <w:p w14:paraId="3F70310B" w14:textId="77777777" w:rsidR="002C50B2" w:rsidRDefault="00C77A4E" w:rsidP="002C50B2">
      <w:r w:rsidRPr="00275B88">
        <w:lastRenderedPageBreak/>
        <w:t>Le reporter</w:t>
      </w:r>
      <w:r w:rsidR="002C50B2">
        <w:t xml:space="preserve">, </w:t>
      </w:r>
      <w:r w:rsidRPr="00275B88">
        <w:t>troublé par ce si brusque revirement</w:t>
      </w:r>
      <w:r w:rsidR="002C50B2">
        <w:t xml:space="preserve">, </w:t>
      </w:r>
      <w:r w:rsidRPr="00275B88">
        <w:t>se demandait</w:t>
      </w:r>
      <w:r w:rsidR="002C50B2">
        <w:t> :</w:t>
      </w:r>
    </w:p>
    <w:p w14:paraId="435A89C5" w14:textId="20177856" w:rsidR="002C50B2" w:rsidRDefault="002C50B2" w:rsidP="002C50B2">
      <w:r>
        <w:t>« </w:t>
      </w:r>
      <w:r w:rsidR="00C77A4E" w:rsidRPr="00275B88">
        <w:t>Que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passé en elle et que va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me dire</w:t>
      </w:r>
      <w:r>
        <w:t> ? »</w:t>
      </w:r>
    </w:p>
    <w:p w14:paraId="4535E5F4" w14:textId="77777777" w:rsidR="002C50B2" w:rsidRDefault="00C77A4E" w:rsidP="002C50B2">
      <w:r w:rsidRPr="00275B88">
        <w:t>Debout</w:t>
      </w:r>
      <w:r w:rsidR="002C50B2">
        <w:t xml:space="preserve">, </w:t>
      </w:r>
      <w:r w:rsidRPr="00275B88">
        <w:t>très calme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dans laquelle il n</w:t>
      </w:r>
      <w:r w:rsidR="002C50B2">
        <w:t>’</w:t>
      </w:r>
      <w:r w:rsidRPr="00275B88">
        <w:t>y avait plus trace de sanglots</w:t>
      </w:r>
      <w:r w:rsidR="002C50B2">
        <w:t xml:space="preserve">, </w:t>
      </w:r>
      <w:r w:rsidRPr="00275B88">
        <w:t>toute pleine à la fois de mélancolie et de courage</w:t>
      </w:r>
      <w:r w:rsidR="002C50B2">
        <w:t xml:space="preserve">, </w:t>
      </w:r>
      <w:r w:rsidRPr="00275B88">
        <w:t>humaine et touchante expression d</w:t>
      </w:r>
      <w:r w:rsidR="002C50B2">
        <w:t>’</w:t>
      </w:r>
      <w:r w:rsidRPr="00275B88">
        <w:t>un deuil librement consenti et vaillamment supporté</w:t>
      </w:r>
      <w:r w:rsidR="002C50B2">
        <w:t xml:space="preserve">, </w:t>
      </w:r>
      <w:r w:rsidRPr="00275B88">
        <w:t>Simone scanda</w:t>
      </w:r>
      <w:r w:rsidR="002C50B2">
        <w:t> :</w:t>
      </w:r>
    </w:p>
    <w:p w14:paraId="4E308F5B" w14:textId="77777777" w:rsidR="002C50B2" w:rsidRDefault="002C50B2" w:rsidP="002C50B2">
      <w:r>
        <w:t>— </w:t>
      </w:r>
      <w:r w:rsidR="00C77A4E" w:rsidRPr="00275B88">
        <w:t>La lumière vient de se faire en moi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toi qui as raison</w:t>
      </w:r>
      <w:r>
        <w:t xml:space="preserve"> !… </w:t>
      </w:r>
      <w:r w:rsidR="00C77A4E" w:rsidRPr="00275B88">
        <w:t>Je t</w:t>
      </w:r>
      <w:r>
        <w:t>’</w:t>
      </w:r>
      <w:r w:rsidR="00C77A4E" w:rsidRPr="00275B88">
        <w:t>ai adoré et je t</w:t>
      </w:r>
      <w:r>
        <w:t>’</w:t>
      </w:r>
      <w:r w:rsidR="00C77A4E" w:rsidRPr="00275B88">
        <w:t>adore encore</w:t>
      </w:r>
      <w:r>
        <w:t xml:space="preserve">… </w:t>
      </w:r>
      <w:r w:rsidR="00C77A4E" w:rsidRPr="00275B88">
        <w:t>Toi</w:t>
      </w:r>
      <w:r>
        <w:t xml:space="preserve">, </w:t>
      </w:r>
      <w:r w:rsidR="00C77A4E" w:rsidRPr="00275B88">
        <w:t>tu croyais m</w:t>
      </w:r>
      <w:r>
        <w:t>’</w:t>
      </w:r>
      <w:r w:rsidR="00C77A4E" w:rsidRPr="00275B88">
        <w:t>aimer lorsque je ne t</w:t>
      </w:r>
      <w:r>
        <w:t>’</w:t>
      </w:r>
      <w:r w:rsidR="00C77A4E" w:rsidRPr="00275B88">
        <w:t>avais inspiré qu</w:t>
      </w:r>
      <w:r>
        <w:t>’</w:t>
      </w:r>
      <w:r w:rsidR="00C77A4E" w:rsidRPr="00275B88">
        <w:t>un caprice</w:t>
      </w:r>
      <w:r>
        <w:t xml:space="preserve">… </w:t>
      </w:r>
      <w:r w:rsidR="00C77A4E" w:rsidRPr="00275B88">
        <w:t>Prolonger un tel malentendu serait vouloir notre commun malheur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abîmerais ta vie et tu désolerais la mienne</w:t>
      </w:r>
      <w:r>
        <w:t xml:space="preserve">. </w:t>
      </w:r>
      <w:r w:rsidR="00C77A4E" w:rsidRPr="00275B88">
        <w:t>Mieux vaut donc nous séparer</w:t>
      </w:r>
      <w:r>
        <w:t>…</w:t>
      </w:r>
    </w:p>
    <w:p w14:paraId="50D85D00" w14:textId="77777777" w:rsidR="002C50B2" w:rsidRDefault="002C50B2" w:rsidP="002C50B2">
      <w:r>
        <w:t>— </w:t>
      </w:r>
      <w:r w:rsidR="00C77A4E" w:rsidRPr="00275B88">
        <w:t>Simone</w:t>
      </w:r>
      <w:r>
        <w:t> !</w:t>
      </w:r>
    </w:p>
    <w:p w14:paraId="743B39DF" w14:textId="77777777" w:rsidR="002C50B2" w:rsidRDefault="002C50B2" w:rsidP="002C50B2">
      <w:r>
        <w:t>— </w:t>
      </w:r>
      <w:r w:rsidR="00C77A4E" w:rsidRPr="00275B88">
        <w:t>Tu peux partir sans crainte</w:t>
      </w:r>
      <w:r>
        <w:t xml:space="preserve">. </w:t>
      </w:r>
      <w:r w:rsidR="00C77A4E" w:rsidRPr="00275B88">
        <w:t>Je n</w:t>
      </w:r>
      <w:r>
        <w:t>’</w:t>
      </w:r>
      <w:r w:rsidR="00C77A4E" w:rsidRPr="00275B88">
        <w:t>ai contre toi aucune amertume et je ne veux garder</w:t>
      </w:r>
      <w:r>
        <w:t xml:space="preserve">, </w:t>
      </w:r>
      <w:r w:rsidR="00C77A4E" w:rsidRPr="00275B88">
        <w:t>au cours des jours que je vais vivre</w:t>
      </w:r>
      <w:r>
        <w:t xml:space="preserve">, </w:t>
      </w:r>
      <w:r w:rsidR="00C77A4E" w:rsidRPr="00275B88">
        <w:t>que le souvenir d</w:t>
      </w:r>
      <w:r>
        <w:t>’</w:t>
      </w:r>
      <w:r w:rsidR="00C77A4E" w:rsidRPr="00275B88">
        <w:t>un rêve qui était trop beau pour ne point s</w:t>
      </w:r>
      <w:r>
        <w:t>’</w:t>
      </w:r>
      <w:r w:rsidR="00C77A4E" w:rsidRPr="00275B88">
        <w:t>évanouir</w:t>
      </w:r>
      <w:r>
        <w:t>.</w:t>
      </w:r>
    </w:p>
    <w:p w14:paraId="6276E392" w14:textId="77777777" w:rsidR="002C50B2" w:rsidRDefault="002C50B2" w:rsidP="002C50B2">
      <w:r>
        <w:t>« </w:t>
      </w:r>
      <w:r w:rsidR="00C77A4E" w:rsidRPr="00275B88">
        <w:rPr>
          <w:i/>
          <w:iCs/>
        </w:rPr>
        <w:t>Les jours que je vais vivre</w:t>
      </w:r>
      <w:r>
        <w:rPr>
          <w:i/>
          <w:iCs/>
        </w:rPr>
        <w:t> !… »</w:t>
      </w:r>
      <w:r w:rsidR="00C77A4E" w:rsidRPr="00275B88">
        <w:t xml:space="preserve"> Ces mots sur lesquels Simone avait particulièrement insisté parurent libérer Bellegarde d</w:t>
      </w:r>
      <w:r>
        <w:t>’</w:t>
      </w:r>
      <w:r w:rsidR="00C77A4E" w:rsidRPr="00275B88">
        <w:t>une grande anxiété</w:t>
      </w:r>
      <w:r>
        <w:t>.</w:t>
      </w:r>
    </w:p>
    <w:p w14:paraId="10C1B1A1" w14:textId="77777777" w:rsidR="002C50B2" w:rsidRDefault="002C50B2" w:rsidP="002C50B2">
      <w:r>
        <w:t>— </w:t>
      </w:r>
      <w:r w:rsidR="00C77A4E" w:rsidRPr="00275B88">
        <w:t>Simone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très ému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à mon tour de te demander pardon</w:t>
      </w:r>
      <w:r>
        <w:t>.</w:t>
      </w:r>
    </w:p>
    <w:p w14:paraId="25B99480" w14:textId="77777777" w:rsidR="002C50B2" w:rsidRDefault="002C50B2" w:rsidP="002C50B2">
      <w:r>
        <w:t>— </w:t>
      </w:r>
      <w:r w:rsidR="00C77A4E" w:rsidRPr="00275B88">
        <w:t>Je te le répète</w:t>
      </w:r>
      <w:r>
        <w:t xml:space="preserve">, </w:t>
      </w:r>
      <w:r w:rsidR="00C77A4E" w:rsidRPr="00275B88">
        <w:t>affirmait la jeune femme</w:t>
      </w:r>
      <w:r>
        <w:t xml:space="preserve">, </w:t>
      </w:r>
      <w:r w:rsidR="00C77A4E" w:rsidRPr="00275B88">
        <w:t>je ne t</w:t>
      </w:r>
      <w:r>
        <w:t>’</w:t>
      </w:r>
      <w:r w:rsidR="00C77A4E" w:rsidRPr="00275B88">
        <w:t>en veux pas</w:t>
      </w:r>
      <w:r>
        <w:t xml:space="preserve"> ! </w:t>
      </w:r>
      <w:r w:rsidR="00C77A4E" w:rsidRPr="00275B88">
        <w:t>Je souhaite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que tu réussisses brillamment dans la carrière que tu as choisie</w:t>
      </w:r>
      <w:r>
        <w:t xml:space="preserve">… </w:t>
      </w:r>
      <w:r w:rsidR="00C77A4E" w:rsidRPr="00275B88">
        <w:t>et au cours de laquelle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en rends compte à présent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été déjà pour toi une entrave</w:t>
      </w:r>
      <w:r>
        <w:t xml:space="preserve">… </w:t>
      </w:r>
      <w:r w:rsidR="00C77A4E" w:rsidRPr="00275B88">
        <w:t>Adieu</w:t>
      </w:r>
      <w:r>
        <w:t xml:space="preserve">, </w:t>
      </w:r>
      <w:r w:rsidR="00C77A4E" w:rsidRPr="00275B88">
        <w:t>Jacques</w:t>
      </w:r>
      <w:r>
        <w:t xml:space="preserve">, </w:t>
      </w:r>
      <w:r w:rsidR="00C77A4E" w:rsidRPr="00275B88">
        <w:t>va et sois heureux</w:t>
      </w:r>
      <w:r>
        <w:t> !</w:t>
      </w:r>
    </w:p>
    <w:p w14:paraId="3F84E9B7" w14:textId="77777777" w:rsidR="002C50B2" w:rsidRDefault="002C50B2" w:rsidP="002C50B2">
      <w:r>
        <w:lastRenderedPageBreak/>
        <w:t>— </w:t>
      </w:r>
      <w:r w:rsidR="00C77A4E" w:rsidRPr="00275B88">
        <w:t>Adieu</w:t>
      </w:r>
      <w:r>
        <w:t xml:space="preserve">… </w:t>
      </w:r>
      <w:r w:rsidR="00C77A4E" w:rsidRPr="00275B88">
        <w:t>Simone</w:t>
      </w:r>
      <w:r>
        <w:t xml:space="preserve">…, </w:t>
      </w:r>
      <w:r w:rsidR="00C77A4E" w:rsidRPr="00275B88">
        <w:t>reprit Bellegarde</w:t>
      </w:r>
      <w:r>
        <w:t>.</w:t>
      </w:r>
    </w:p>
    <w:p w14:paraId="48D20238" w14:textId="77777777" w:rsidR="002C50B2" w:rsidRDefault="00C77A4E" w:rsidP="002C50B2">
      <w:r w:rsidRPr="00275B88">
        <w:t>Et s</w:t>
      </w:r>
      <w:r w:rsidR="002C50B2">
        <w:t>’</w:t>
      </w:r>
      <w:r w:rsidRPr="00275B88">
        <w:t>emparant de la main de son amie</w:t>
      </w:r>
      <w:r w:rsidR="002C50B2">
        <w:t xml:space="preserve">, </w:t>
      </w:r>
      <w:r w:rsidRPr="00275B88">
        <w:t>pour la dernière fois il y appuya ses lèvres</w:t>
      </w:r>
      <w:r w:rsidR="002C50B2">
        <w:t xml:space="preserve">. </w:t>
      </w:r>
      <w:r w:rsidRPr="00275B88">
        <w:t>Simone détourna la tête pour ne pas le voir partir</w:t>
      </w:r>
      <w:r w:rsidR="002C50B2">
        <w:t xml:space="preserve">. </w:t>
      </w:r>
      <w:r w:rsidRPr="00275B88">
        <w:t>Quand il eut disparu</w:t>
      </w:r>
      <w:r w:rsidR="002C50B2">
        <w:t xml:space="preserve">, </w:t>
      </w:r>
      <w:r w:rsidRPr="00275B88">
        <w:t>sans une larme</w:t>
      </w:r>
      <w:r w:rsidR="002C50B2">
        <w:t xml:space="preserve">, </w:t>
      </w:r>
      <w:r w:rsidRPr="00275B88">
        <w:t>sans un soupir</w:t>
      </w:r>
      <w:r w:rsidR="002C50B2">
        <w:t xml:space="preserve">, </w:t>
      </w:r>
      <w:r w:rsidRPr="00275B88">
        <w:t>sans une plainte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en fut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las</w:t>
      </w:r>
      <w:r w:rsidR="002C50B2">
        <w:t xml:space="preserve">, </w:t>
      </w:r>
      <w:r w:rsidRPr="00275B88">
        <w:t>ramasser les lettres éparses sur le petit meuble</w:t>
      </w:r>
      <w:r w:rsidR="002C50B2">
        <w:t xml:space="preserve"> ; </w:t>
      </w:r>
      <w:r w:rsidRPr="00275B88">
        <w:t>elle en fit un paquet qu</w:t>
      </w:r>
      <w:r w:rsidR="002C50B2">
        <w:t>’</w:t>
      </w:r>
      <w:r w:rsidRPr="00275B88">
        <w:t xml:space="preserve">elle </w:t>
      </w:r>
      <w:r w:rsidRPr="00A87CF8">
        <w:t>noua</w:t>
      </w:r>
      <w:r w:rsidRPr="00275B88">
        <w:t xml:space="preserve"> avec une faveur bleue qui traînait à côté d</w:t>
      </w:r>
      <w:r w:rsidR="002C50B2">
        <w:t>’</w:t>
      </w:r>
      <w:r w:rsidRPr="00275B88">
        <w:t>elle</w:t>
      </w:r>
      <w:r w:rsidR="002C50B2">
        <w:t xml:space="preserve">… </w:t>
      </w:r>
      <w:r w:rsidRPr="00275B88">
        <w:t>et elle l</w:t>
      </w:r>
      <w:r w:rsidR="002C50B2">
        <w:t>’</w:t>
      </w:r>
      <w:r w:rsidRPr="00275B88">
        <w:t>enferma dans son secrétaire</w:t>
      </w:r>
      <w:r w:rsidR="002C50B2">
        <w:t xml:space="preserve">… </w:t>
      </w:r>
      <w:r w:rsidRPr="00275B88">
        <w:t>Alors</w:t>
      </w:r>
      <w:r w:rsidR="002C50B2">
        <w:t xml:space="preserve">… </w:t>
      </w:r>
      <w:r w:rsidRPr="00275B88">
        <w:t>brusquement</w:t>
      </w:r>
      <w:r w:rsidR="002C50B2">
        <w:t xml:space="preserve">, </w:t>
      </w:r>
      <w:r w:rsidRPr="00275B88">
        <w:t>elle porta la main à sa poitrine et voulu faire quelques pas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chancelant et tournant sur elle</w:t>
      </w:r>
      <w:r>
        <w:t>-</w:t>
      </w:r>
      <w:r w:rsidRPr="00275B88">
        <w:t>même</w:t>
      </w:r>
      <w:r w:rsidR="002C50B2">
        <w:t xml:space="preserve">, </w:t>
      </w:r>
      <w:r w:rsidRPr="00275B88">
        <w:t>elle tomba inanimée sur le parquet</w:t>
      </w:r>
      <w:r w:rsidR="002C50B2">
        <w:t>.</w:t>
      </w:r>
    </w:p>
    <w:p w14:paraId="51DB1809" w14:textId="73D19342" w:rsidR="002C50B2" w:rsidRDefault="00C77A4E" w:rsidP="002C50B2">
      <w:r w:rsidRPr="00275B88">
        <w:t>Au même moment</w:t>
      </w:r>
      <w:r w:rsidR="002C50B2">
        <w:t xml:space="preserve">, </w:t>
      </w:r>
      <w:r w:rsidRPr="00275B88">
        <w:t>une tenture se soulevait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 xml:space="preserve">étaient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et Maurice de Thouars qui se précipitaient à son secours</w:t>
      </w:r>
      <w:r w:rsidR="002C50B2">
        <w:t xml:space="preserve">. </w:t>
      </w:r>
      <w:r w:rsidRPr="00275B88">
        <w:t xml:space="preserve">Tandis que </w:t>
      </w:r>
      <w:r w:rsidR="002C50B2">
        <w:t>M. de </w:t>
      </w:r>
      <w:r w:rsidRPr="00275B88">
        <w:t>Thouars la transportait sur le divan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appelait les domestiques</w:t>
      </w:r>
      <w:r w:rsidR="002C50B2">
        <w:t>.</w:t>
      </w:r>
    </w:p>
    <w:p w14:paraId="79585987" w14:textId="77777777" w:rsidR="002C50B2" w:rsidRDefault="00C77A4E" w:rsidP="002C50B2">
      <w:r w:rsidRPr="00275B88">
        <w:t>Juliette</w:t>
      </w:r>
      <w:r w:rsidR="002C50B2">
        <w:t xml:space="preserve">, </w:t>
      </w:r>
      <w:r w:rsidRPr="00275B88">
        <w:t>la femme de chambre</w:t>
      </w:r>
      <w:r w:rsidR="002C50B2">
        <w:t xml:space="preserve">, </w:t>
      </w:r>
      <w:r w:rsidRPr="00275B88">
        <w:t>accourut la première</w:t>
      </w:r>
      <w:r w:rsidR="002C50B2">
        <w:t>.</w:t>
      </w:r>
    </w:p>
    <w:p w14:paraId="4D7341D2" w14:textId="77777777" w:rsidR="002C50B2" w:rsidRDefault="002C50B2" w:rsidP="002C50B2">
      <w:r>
        <w:t>— </w:t>
      </w:r>
      <w:r w:rsidR="00C77A4E" w:rsidRPr="00275B88">
        <w:t>Vite</w:t>
      </w:r>
      <w:r>
        <w:t xml:space="preserve">, </w:t>
      </w:r>
      <w:r w:rsidR="00C77A4E" w:rsidRPr="00275B88">
        <w:t>un flacon de sels</w:t>
      </w:r>
      <w:r>
        <w:t xml:space="preserve">, </w:t>
      </w:r>
      <w:r w:rsidR="00C77A4E" w:rsidRPr="00275B88">
        <w:t>réclamait la demoiselle de compagnie</w:t>
      </w:r>
      <w:r>
        <w:t xml:space="preserve">, </w:t>
      </w:r>
      <w:r w:rsidR="00C77A4E" w:rsidRPr="00275B88">
        <w:t>qui avait rejoint Simone et soutenait dans ses bras sa tête pâle et alanguie</w:t>
      </w:r>
      <w:r>
        <w:t>.</w:t>
      </w:r>
    </w:p>
    <w:p w14:paraId="75006914" w14:textId="77777777" w:rsidR="002C50B2" w:rsidRDefault="00C77A4E" w:rsidP="002C50B2">
      <w:r w:rsidRPr="00275B88">
        <w:t>Avec colère</w:t>
      </w:r>
      <w:r w:rsidR="002C50B2">
        <w:t xml:space="preserve">, </w:t>
      </w:r>
      <w:r w:rsidRPr="00275B88">
        <w:t>Maurice de Thouars s</w:t>
      </w:r>
      <w:r w:rsidR="002C50B2">
        <w:t>’</w:t>
      </w:r>
      <w:r w:rsidRPr="00275B88">
        <w:t>écriait</w:t>
      </w:r>
      <w:r w:rsidR="002C50B2">
        <w:t> :</w:t>
      </w:r>
    </w:p>
    <w:p w14:paraId="4FF394AF" w14:textId="77777777" w:rsidR="002C50B2" w:rsidRDefault="002C50B2" w:rsidP="002C50B2">
      <w:r>
        <w:t>— </w:t>
      </w:r>
      <w:r w:rsidR="00C77A4E" w:rsidRPr="00275B88">
        <w:t>Ce journaliste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lui qui l</w:t>
      </w:r>
      <w:r>
        <w:t>’</w:t>
      </w:r>
      <w:r w:rsidR="00C77A4E" w:rsidRPr="00275B88">
        <w:t>a assassinée</w:t>
      </w:r>
      <w:r>
        <w:t> !</w:t>
      </w:r>
    </w:p>
    <w:p w14:paraId="4DB1D783" w14:textId="77777777" w:rsidR="002C50B2" w:rsidRDefault="00C77A4E" w:rsidP="002C50B2">
      <w:r w:rsidRPr="00275B88">
        <w:t>Tandis que le bellâtre proférait ce cri de haine contre Jacques</w:t>
      </w:r>
      <w:r w:rsidR="002C50B2">
        <w:t xml:space="preserve">, </w:t>
      </w:r>
      <w:r w:rsidRPr="00275B88">
        <w:t>celui</w:t>
      </w:r>
      <w:r>
        <w:t>-</w:t>
      </w:r>
      <w:r w:rsidRPr="00275B88">
        <w:t>ci filait à bonne allure dans son taxi</w:t>
      </w:r>
      <w:r w:rsidR="002C50B2">
        <w:t xml:space="preserve">, </w:t>
      </w:r>
      <w:r w:rsidRPr="00275B88">
        <w:t>toujours suivi par le bossu mystérieux</w:t>
      </w:r>
      <w:r w:rsidR="002C50B2">
        <w:t xml:space="preserve">, </w:t>
      </w:r>
      <w:r w:rsidRPr="00275B88">
        <w:t>qui semblait décidé à ne pas lâcher sa proie</w:t>
      </w:r>
      <w:r w:rsidR="002C50B2">
        <w:t>.</w:t>
      </w:r>
    </w:p>
    <w:p w14:paraId="19F472CE" w14:textId="4E9BE520" w:rsidR="00C77A4E" w:rsidRPr="003C3FE1" w:rsidRDefault="00C77A4E" w:rsidP="002C50B2">
      <w:pPr>
        <w:pStyle w:val="Titre2"/>
      </w:pPr>
      <w:bookmarkStart w:id="27" w:name="_Toc145914606"/>
      <w:bookmarkStart w:id="28" w:name="_Toc203477068"/>
      <w:r w:rsidRPr="003C3FE1">
        <w:lastRenderedPageBreak/>
        <w:t>X</w:t>
      </w:r>
      <w:bookmarkEnd w:id="27"/>
      <w:r>
        <w:br/>
      </w:r>
      <w:r>
        <w:br/>
      </w:r>
      <w:bookmarkStart w:id="29" w:name="_Toc145914607"/>
      <w:r w:rsidRPr="003C3FE1">
        <w:t>OÙ CHANTECOQ ENTRE EN CAMPAGNE</w:t>
      </w:r>
      <w:bookmarkEnd w:id="28"/>
      <w:bookmarkEnd w:id="29"/>
      <w:r>
        <w:br/>
      </w:r>
    </w:p>
    <w:p w14:paraId="328C4D2C" w14:textId="77777777" w:rsidR="002C50B2" w:rsidRDefault="00C77A4E" w:rsidP="002C50B2">
      <w:r w:rsidRPr="00275B88">
        <w:t>Chantecoq après un rapide déjeuner</w:t>
      </w:r>
      <w:r w:rsidR="002C50B2">
        <w:t xml:space="preserve">, </w:t>
      </w:r>
      <w:r w:rsidRPr="00275B88">
        <w:t>avait regagné son cabinet de travail</w:t>
      </w:r>
      <w:r w:rsidR="002C50B2">
        <w:t xml:space="preserve">, </w:t>
      </w:r>
      <w:r w:rsidRPr="00275B88">
        <w:t>où il s</w:t>
      </w:r>
      <w:r w:rsidR="002C50B2">
        <w:t>’</w:t>
      </w:r>
      <w:r w:rsidRPr="00275B88">
        <w:t>était enfermé</w:t>
      </w:r>
      <w:r w:rsidR="002C50B2">
        <w:t xml:space="preserve">… </w:t>
      </w:r>
      <w:r w:rsidRPr="00275B88">
        <w:t>Il s</w:t>
      </w:r>
      <w:r w:rsidR="002C50B2">
        <w:t>’</w:t>
      </w:r>
      <w:r w:rsidRPr="00275B88">
        <w:t xml:space="preserve">était procuré une </w:t>
      </w:r>
      <w:r w:rsidRPr="00275B88">
        <w:rPr>
          <w:i/>
          <w:iCs/>
        </w:rPr>
        <w:t>Histoire du Louvre à travers les âges</w:t>
      </w:r>
      <w:r w:rsidR="002C50B2">
        <w:rPr>
          <w:i/>
          <w:iCs/>
        </w:rPr>
        <w:t xml:space="preserve">, </w:t>
      </w:r>
      <w:r w:rsidRPr="00275B88">
        <w:t>qu</w:t>
      </w:r>
      <w:r w:rsidR="002C50B2">
        <w:t>’</w:t>
      </w:r>
      <w:r w:rsidRPr="00275B88">
        <w:t>il s</w:t>
      </w:r>
      <w:r w:rsidR="002C50B2">
        <w:t>’</w:t>
      </w:r>
      <w:r w:rsidRPr="00275B88">
        <w:t>était mis à étudier avec une extrême attention</w:t>
      </w:r>
      <w:r w:rsidR="002C50B2">
        <w:t>.</w:t>
      </w:r>
    </w:p>
    <w:p w14:paraId="0BC7950B" w14:textId="77777777" w:rsidR="002C50B2" w:rsidRDefault="00C77A4E" w:rsidP="002C50B2">
      <w:r w:rsidRPr="00275B88">
        <w:t>Le texte et les nombreuses gravures qui l</w:t>
      </w:r>
      <w:r w:rsidR="002C50B2">
        <w:t>’</w:t>
      </w:r>
      <w:r w:rsidRPr="00275B88">
        <w:t>illustraient avaient été</w:t>
      </w:r>
      <w:r w:rsidR="002C50B2">
        <w:t xml:space="preserve">, </w:t>
      </w:r>
      <w:r w:rsidRPr="00275B88">
        <w:t>de sa part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objet d</w:t>
      </w:r>
      <w:r w:rsidR="002C50B2">
        <w:t>’</w:t>
      </w:r>
      <w:r w:rsidRPr="00275B88">
        <w:t>un examen approfondi</w:t>
      </w:r>
      <w:r w:rsidR="002C50B2">
        <w:t xml:space="preserve">. </w:t>
      </w:r>
      <w:r w:rsidRPr="00275B88">
        <w:t>Sans doute espérait</w:t>
      </w:r>
      <w:r>
        <w:t>-</w:t>
      </w:r>
      <w:r w:rsidRPr="00275B88">
        <w:t>il découvrir dans cet ouvrage très complet un indice qui lui permettrait de repérer l</w:t>
      </w:r>
      <w:r w:rsidR="002C50B2">
        <w:t>’</w:t>
      </w:r>
      <w:r w:rsidRPr="00275B88">
        <w:t>endroit par où le Fantôme s</w:t>
      </w:r>
      <w:r w:rsidR="002C50B2">
        <w:t>’</w:t>
      </w:r>
      <w:r w:rsidRPr="00275B88">
        <w:t>était introduit dans le musée</w:t>
      </w:r>
      <w:r w:rsidR="002C50B2">
        <w:t xml:space="preserve"> ; </w:t>
      </w:r>
      <w:r w:rsidRPr="00275B88">
        <w:t>mais au bout de deux heures de recherches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avait encore rien trouvé</w:t>
      </w:r>
      <w:r w:rsidR="002C50B2">
        <w:t xml:space="preserve">, </w:t>
      </w:r>
      <w:r w:rsidRPr="00275B88">
        <w:t>et Chantecoq allait refermer son livre</w:t>
      </w:r>
      <w:r w:rsidR="002C50B2">
        <w:t xml:space="preserve">, </w:t>
      </w:r>
      <w:r w:rsidRPr="00275B88">
        <w:t>lorsque son domestique apparut</w:t>
      </w:r>
      <w:r w:rsidR="002C50B2">
        <w:t xml:space="preserve">, </w:t>
      </w:r>
      <w:r w:rsidRPr="00275B88">
        <w:t>portant une carte sur un plateau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>était celle de Jacques Bellegarde</w:t>
      </w:r>
      <w:r w:rsidR="002C50B2">
        <w:t>.</w:t>
      </w:r>
    </w:p>
    <w:p w14:paraId="55A79576" w14:textId="77777777" w:rsidR="002C50B2" w:rsidRDefault="00C77A4E" w:rsidP="002C50B2">
      <w:r w:rsidRPr="00275B88">
        <w:t>Le détective donna l</w:t>
      </w:r>
      <w:r w:rsidR="002C50B2">
        <w:t>’</w:t>
      </w:r>
      <w:r w:rsidRPr="00275B88">
        <w:t>ordre d</w:t>
      </w:r>
      <w:r w:rsidR="002C50B2">
        <w:t>’</w:t>
      </w:r>
      <w:r w:rsidRPr="00275B88">
        <w:t>introduire aussitôt le reporter</w:t>
      </w:r>
      <w:r w:rsidR="002C50B2">
        <w:t xml:space="preserve">. </w:t>
      </w:r>
      <w:r w:rsidRPr="00275B88">
        <w:t>Dès que celui</w:t>
      </w:r>
      <w:r>
        <w:t>-</w:t>
      </w:r>
      <w:r w:rsidRPr="00275B88">
        <w:t>ci parut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en fut vers lui avec empressement</w:t>
      </w:r>
      <w:r w:rsidR="002C50B2">
        <w:t xml:space="preserve">… </w:t>
      </w:r>
      <w:r w:rsidRPr="00275B88">
        <w:t>Et par une cordiale poignée de main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invita à prendre place sur un siège placé devant son bureau</w:t>
      </w:r>
      <w:r w:rsidR="002C50B2">
        <w:t>.</w:t>
      </w:r>
    </w:p>
    <w:p w14:paraId="253D6850" w14:textId="77777777" w:rsidR="002C50B2" w:rsidRDefault="002C50B2" w:rsidP="002C50B2">
      <w:r>
        <w:t>— </w:t>
      </w:r>
      <w:r w:rsidR="00C77A4E" w:rsidRPr="00275B88">
        <w:t>Tout 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attaquait Bellegarde</w:t>
      </w:r>
      <w:r>
        <w:t xml:space="preserve">, </w:t>
      </w:r>
      <w:r w:rsidR="00C77A4E" w:rsidRPr="00275B88">
        <w:t>permettez</w:t>
      </w:r>
      <w:r w:rsidR="00C77A4E">
        <w:t>-</w:t>
      </w:r>
      <w:r w:rsidR="00C77A4E" w:rsidRPr="00275B88">
        <w:t>moi de vous remercier encore</w:t>
      </w:r>
      <w:r>
        <w:t>.</w:t>
      </w:r>
    </w:p>
    <w:p w14:paraId="4D84DAC3" w14:textId="77777777" w:rsidR="002C50B2" w:rsidRDefault="002C50B2" w:rsidP="002C50B2">
      <w:r>
        <w:t>— </w:t>
      </w:r>
      <w:r w:rsidR="00C77A4E" w:rsidRPr="00275B88">
        <w:t>Pourquoi donc</w:t>
      </w:r>
      <w:r>
        <w:t> ?</w:t>
      </w:r>
    </w:p>
    <w:p w14:paraId="52004600" w14:textId="77777777" w:rsidR="002C50B2" w:rsidRDefault="002C50B2" w:rsidP="002C50B2">
      <w:r>
        <w:t>— </w:t>
      </w:r>
      <w:r w:rsidR="00C77A4E" w:rsidRPr="00275B88">
        <w:t>Sans vous</w:t>
      </w:r>
      <w:r>
        <w:t xml:space="preserve">, </w:t>
      </w:r>
      <w:r w:rsidR="00C77A4E" w:rsidRPr="00275B88">
        <w:t>la nuit dernière</w:t>
      </w:r>
      <w:r>
        <w:t xml:space="preserve">, </w:t>
      </w:r>
      <w:r w:rsidR="00C77A4E" w:rsidRPr="00275B88">
        <w:t>je subissais le sort du gardien Sabarat</w:t>
      </w:r>
      <w:r>
        <w:t>.</w:t>
      </w:r>
    </w:p>
    <w:p w14:paraId="28B3409B" w14:textId="77777777" w:rsidR="002C50B2" w:rsidRDefault="002C50B2" w:rsidP="002C50B2">
      <w:r>
        <w:lastRenderedPageBreak/>
        <w:t>— </w:t>
      </w:r>
      <w:r w:rsidR="00C77A4E" w:rsidRPr="00275B88">
        <w:t>Si je vous disais que c</w:t>
      </w:r>
      <w:r>
        <w:t>’</w:t>
      </w:r>
      <w:r w:rsidR="00C77A4E" w:rsidRPr="00275B88">
        <w:t>est un peu et même beaucoup ma faute</w:t>
      </w:r>
      <w:r>
        <w:t xml:space="preserve"> ? </w:t>
      </w:r>
      <w:r w:rsidR="00C77A4E" w:rsidRPr="00275B88">
        <w:t>répliquait Chantecoq avec un fin sourire</w:t>
      </w:r>
      <w:r>
        <w:t>.</w:t>
      </w:r>
    </w:p>
    <w:p w14:paraId="58BC3A2C" w14:textId="77777777" w:rsidR="002C50B2" w:rsidRDefault="002C50B2" w:rsidP="002C50B2">
      <w:r>
        <w:t>— </w:t>
      </w:r>
      <w:r w:rsidR="00C77A4E" w:rsidRPr="00275B88">
        <w:t>Allons donc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Bellegarde</w:t>
      </w:r>
      <w:r>
        <w:t>.</w:t>
      </w:r>
    </w:p>
    <w:p w14:paraId="3D33809A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Je savais</w:t>
      </w:r>
      <w:r>
        <w:t xml:space="preserve">, </w:t>
      </w:r>
      <w:r w:rsidR="00C77A4E" w:rsidRPr="00275B88">
        <w:t>déclarait le détective</w:t>
      </w:r>
      <w:r>
        <w:t xml:space="preserve">, </w:t>
      </w:r>
      <w:r w:rsidR="00C77A4E" w:rsidRPr="00275B88">
        <w:t xml:space="preserve">que vous deviez passer la nuit dernière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5BE5F144" w14:textId="77777777" w:rsidR="002C50B2" w:rsidRDefault="002C50B2" w:rsidP="002C50B2">
      <w:r>
        <w:t>— </w:t>
      </w:r>
      <w:r w:rsidR="00C77A4E" w:rsidRPr="00275B88">
        <w:t>Vous savez donc tout</w:t>
      </w:r>
      <w:r>
        <w:t> ?</w:t>
      </w:r>
    </w:p>
    <w:p w14:paraId="16A48A7B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mon métier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ajoute que je n</w:t>
      </w:r>
      <w:r>
        <w:t>’</w:t>
      </w:r>
      <w:r w:rsidR="00C77A4E" w:rsidRPr="00275B88">
        <w:t>avais qu</w:t>
      </w:r>
      <w:r>
        <w:t>’</w:t>
      </w:r>
      <w:r w:rsidR="00C77A4E" w:rsidRPr="00275B88">
        <w:t>un mot à dire pour vous en empêcher</w:t>
      </w:r>
      <w:r>
        <w:t xml:space="preserve">… </w:t>
      </w:r>
      <w:r w:rsidR="00C77A4E" w:rsidRPr="00275B88">
        <w:t>Si je ne l</w:t>
      </w:r>
      <w:r>
        <w:t>’</w:t>
      </w:r>
      <w:r w:rsidR="00C77A4E" w:rsidRPr="00275B88">
        <w:t>ai pas fait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parce que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étais pas fâché qu</w:t>
      </w:r>
      <w:r>
        <w:t>’</w:t>
      </w:r>
      <w:r w:rsidR="00C77A4E" w:rsidRPr="00275B88">
        <w:t>un témoin de qualité assistât à la scène que je prévoyais</w:t>
      </w:r>
      <w:r>
        <w:t xml:space="preserve">, </w:t>
      </w:r>
      <w:r w:rsidR="00C77A4E" w:rsidRPr="00275B88">
        <w:t>puis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y eût là un homme de votre courage pour me prêter au besoin main</w:t>
      </w:r>
      <w:r w:rsidR="00C77A4E">
        <w:t>-</w:t>
      </w:r>
      <w:r w:rsidR="00C77A4E" w:rsidRPr="00275B88">
        <w:t>forte</w:t>
      </w:r>
      <w:r>
        <w:t>.</w:t>
      </w:r>
    </w:p>
    <w:p w14:paraId="4FA83AB7" w14:textId="77777777" w:rsidR="002C50B2" w:rsidRDefault="002C50B2" w:rsidP="002C50B2">
      <w:r>
        <w:t>« </w:t>
      </w:r>
      <w:r w:rsidR="00C77A4E" w:rsidRPr="00275B88">
        <w:t>Vous voyez bien</w:t>
      </w:r>
      <w:r>
        <w:t xml:space="preserve">, </w:t>
      </w:r>
      <w:r w:rsidR="00C77A4E" w:rsidRPr="00275B88">
        <w:t>cher monsieur</w:t>
      </w:r>
      <w:r>
        <w:t xml:space="preserve">, </w:t>
      </w:r>
      <w:r w:rsidR="00C77A4E" w:rsidRPr="00275B88">
        <w:t>que vous ne me devez aucune reconnaissance</w:t>
      </w:r>
      <w:r>
        <w:t xml:space="preserve">. </w:t>
      </w:r>
      <w:r w:rsidR="00C77A4E" w:rsidRPr="00275B88">
        <w:t>Malheureusement</w:t>
      </w:r>
      <w:r>
        <w:t xml:space="preserve">, </w:t>
      </w:r>
      <w:r w:rsidR="00C77A4E" w:rsidRPr="00275B88">
        <w:t>les choses ont moins bien tourné que je ne l</w:t>
      </w:r>
      <w:r>
        <w:t>’</w:t>
      </w:r>
      <w:r w:rsidR="00C77A4E" w:rsidRPr="00275B88">
        <w:t>espérais</w:t>
      </w:r>
      <w:r>
        <w:t xml:space="preserve">. </w:t>
      </w:r>
      <w:r w:rsidR="00C77A4E" w:rsidRPr="00275B88">
        <w:t>Enfin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essentiel est que nous soyons encore là tous les deux</w:t>
      </w:r>
      <w:r>
        <w:t xml:space="preserve">, </w:t>
      </w:r>
      <w:r w:rsidR="00C77A4E" w:rsidRPr="00275B88">
        <w:t>plus décidés que jamais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à tirer au clair cette singulière affaire</w:t>
      </w:r>
      <w:r>
        <w:t>.</w:t>
      </w:r>
    </w:p>
    <w:p w14:paraId="786A836C" w14:textId="77777777" w:rsidR="002C50B2" w:rsidRDefault="002C50B2" w:rsidP="002C50B2">
      <w:r>
        <w:t>— </w:t>
      </w:r>
      <w:r w:rsidR="00C77A4E" w:rsidRPr="00275B88">
        <w:t>Plus que jamais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affirmait le journaliste avec force</w:t>
      </w:r>
      <w:r>
        <w:t>.</w:t>
      </w:r>
    </w:p>
    <w:p w14:paraId="3320DE6C" w14:textId="77777777" w:rsidR="002C50B2" w:rsidRDefault="002C50B2" w:rsidP="002C50B2">
      <w:r>
        <w:t>— </w:t>
      </w:r>
      <w:r w:rsidR="00C77A4E" w:rsidRPr="00275B88">
        <w:t>À la bonne heure</w:t>
      </w:r>
      <w:r>
        <w:t xml:space="preserve"> ! </w:t>
      </w:r>
      <w:r w:rsidR="00C77A4E" w:rsidRPr="00275B88">
        <w:t>scandait le détective</w:t>
      </w:r>
      <w:r>
        <w:t xml:space="preserve">. </w:t>
      </w:r>
      <w:r w:rsidR="00C77A4E" w:rsidRPr="00275B88">
        <w:t>Je vois que nous sommes faits pour nous entendre</w:t>
      </w:r>
      <w:r>
        <w:t>.</w:t>
      </w:r>
    </w:p>
    <w:p w14:paraId="4B61C33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de suite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62E653F7" w14:textId="77777777" w:rsidR="002C50B2" w:rsidRDefault="002C50B2" w:rsidP="002C50B2">
      <w:r>
        <w:t>— </w:t>
      </w:r>
      <w:r w:rsidR="00C77A4E" w:rsidRPr="00275B88">
        <w:t>M</w:t>
      </w:r>
      <w:r>
        <w:t>’</w:t>
      </w:r>
      <w:r w:rsidR="00C77A4E" w:rsidRPr="00275B88">
        <w:t>avez</w:t>
      </w:r>
      <w:r w:rsidR="00C77A4E">
        <w:t>-</w:t>
      </w:r>
      <w:r w:rsidR="00C77A4E" w:rsidRPr="00275B88">
        <w:t>vous apporté les documents dont vous m</w:t>
      </w:r>
      <w:r>
        <w:t>’</w:t>
      </w:r>
      <w:r w:rsidR="00C77A4E" w:rsidRPr="00275B88">
        <w:t>avez parlé hier soir</w:t>
      </w:r>
      <w:r>
        <w:t> ?</w:t>
      </w:r>
    </w:p>
    <w:p w14:paraId="0428FB4A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Les voici</w:t>
      </w:r>
      <w:r>
        <w:t xml:space="preserve"> ! </w:t>
      </w:r>
      <w:r w:rsidR="00C77A4E" w:rsidRPr="00275B88">
        <w:t>répliquait aussitôt Bellegarde</w:t>
      </w:r>
      <w:r>
        <w:t xml:space="preserve">, </w:t>
      </w:r>
      <w:r w:rsidR="00C77A4E" w:rsidRPr="00275B88">
        <w:t xml:space="preserve">en lui remettant les deux lettres signées </w:t>
      </w:r>
      <w:r w:rsidR="00C77A4E" w:rsidRPr="00275B88">
        <w:rPr>
          <w:i/>
          <w:iCs/>
        </w:rPr>
        <w:t>Belphégor</w:t>
      </w:r>
      <w:r>
        <w:rPr>
          <w:i/>
          <w:iCs/>
        </w:rPr>
        <w:t>.</w:t>
      </w:r>
    </w:p>
    <w:p w14:paraId="43DE1F9D" w14:textId="77777777" w:rsidR="002C50B2" w:rsidRDefault="00C77A4E" w:rsidP="002C50B2">
      <w:r w:rsidRPr="00275B88">
        <w:t>Chantecoq s</w:t>
      </w:r>
      <w:r w:rsidR="002C50B2">
        <w:t>’</w:t>
      </w:r>
      <w:r w:rsidRPr="00275B88">
        <w:t>en empara et les lut attentivement</w:t>
      </w:r>
      <w:r w:rsidR="002C50B2">
        <w:t>.</w:t>
      </w:r>
    </w:p>
    <w:p w14:paraId="443C6211" w14:textId="77777777" w:rsidR="002C50B2" w:rsidRDefault="002C50B2" w:rsidP="002C50B2">
      <w:r>
        <w:lastRenderedPageBreak/>
        <w:t>— </w:t>
      </w:r>
      <w:r w:rsidR="00C77A4E" w:rsidRPr="00275B88">
        <w:t>Ce Belphégor a vraiment de l</w:t>
      </w:r>
      <w:r>
        <w:t>’</w:t>
      </w:r>
      <w:r w:rsidR="00C77A4E" w:rsidRPr="00275B88">
        <w:t>audace</w:t>
      </w:r>
      <w:r>
        <w:t xml:space="preserve">… </w:t>
      </w:r>
      <w:r w:rsidR="00C77A4E" w:rsidRPr="00275B88">
        <w:t>déclara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 ton grave</w:t>
      </w:r>
      <w:r>
        <w:t>.</w:t>
      </w:r>
    </w:p>
    <w:p w14:paraId="7C870266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tout à fait mon avis</w:t>
      </w:r>
      <w:r>
        <w:t>.</w:t>
      </w:r>
    </w:p>
    <w:p w14:paraId="198AF742" w14:textId="77777777" w:rsidR="002C50B2" w:rsidRDefault="002C50B2" w:rsidP="002C50B2">
      <w:r>
        <w:t>— </w:t>
      </w:r>
      <w:r w:rsidR="00C77A4E" w:rsidRPr="00275B88">
        <w:t>Puis</w:t>
      </w:r>
      <w:r w:rsidR="00C77A4E">
        <w:t>-</w:t>
      </w:r>
      <w:r w:rsidR="00C77A4E" w:rsidRPr="00275B88">
        <w:t>je garder ces lettres</w:t>
      </w:r>
      <w:r>
        <w:t> ?</w:t>
      </w:r>
    </w:p>
    <w:p w14:paraId="3E254771" w14:textId="77777777" w:rsidR="002C50B2" w:rsidRDefault="002C50B2" w:rsidP="002C50B2">
      <w:r>
        <w:t>— </w:t>
      </w:r>
      <w:r w:rsidR="00C77A4E" w:rsidRPr="00275B88">
        <w:t>Je vous en prie</w:t>
      </w:r>
      <w:r>
        <w:t>.</w:t>
      </w:r>
    </w:p>
    <w:p w14:paraId="26F3C1F3" w14:textId="77777777" w:rsidR="002C50B2" w:rsidRDefault="00C77A4E" w:rsidP="002C50B2">
      <w:r w:rsidRPr="00275B88">
        <w:t>Et Chantecoq tout en les envoyant rejoindre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un des tiroirs de son bureau</w:t>
      </w:r>
      <w:r w:rsidR="002C50B2">
        <w:t xml:space="preserve">, </w:t>
      </w:r>
      <w:r w:rsidRPr="00275B88">
        <w:t>le pneumatique que le reporter lui avait adressé le matin même</w:t>
      </w:r>
      <w:r w:rsidR="002C50B2">
        <w:t xml:space="preserve">, </w:t>
      </w:r>
      <w:r w:rsidRPr="00275B88">
        <w:t>répliqua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quelque peu énigmatique</w:t>
      </w:r>
      <w:r w:rsidR="002C50B2">
        <w:t> :</w:t>
      </w:r>
    </w:p>
    <w:p w14:paraId="5325ADA4" w14:textId="77777777" w:rsidR="002C50B2" w:rsidRDefault="002C50B2" w:rsidP="002C50B2">
      <w:r>
        <w:t>— </w:t>
      </w:r>
      <w:r w:rsidR="00C77A4E" w:rsidRPr="00275B88">
        <w:t>Je vais les examiner</w:t>
      </w:r>
      <w:r>
        <w:t xml:space="preserve">, </w:t>
      </w:r>
      <w:r w:rsidR="00C77A4E" w:rsidRPr="00275B88">
        <w:t>dès ce soir</w:t>
      </w:r>
      <w:r>
        <w:t xml:space="preserve">, </w:t>
      </w:r>
      <w:r w:rsidR="00C77A4E" w:rsidRPr="00275B88">
        <w:t>avec la plus grande attention et peut</w:t>
      </w:r>
      <w:r w:rsidR="00C77A4E">
        <w:t>-</w:t>
      </w:r>
      <w:r w:rsidR="00C77A4E" w:rsidRPr="00275B88">
        <w:t>être me fourniront</w:t>
      </w:r>
      <w:r w:rsidR="00C77A4E">
        <w:t>-</w:t>
      </w:r>
      <w:r w:rsidR="00C77A4E" w:rsidRPr="00275B88">
        <w:t>elles un indice capable de me lancer sur une bonne piste</w:t>
      </w:r>
      <w:r>
        <w:t>.</w:t>
      </w:r>
    </w:p>
    <w:p w14:paraId="35D49EA4" w14:textId="77777777" w:rsidR="002C50B2" w:rsidRDefault="00C77A4E" w:rsidP="002C50B2">
      <w:r w:rsidRPr="00275B88">
        <w:t>Mais un cri de surprise échappait à Jacques</w:t>
      </w:r>
      <w:r w:rsidR="002C50B2">
        <w:t xml:space="preserve">. </w:t>
      </w:r>
      <w:r w:rsidRPr="00275B88">
        <w:t>Ce n</w:t>
      </w:r>
      <w:r w:rsidR="002C50B2">
        <w:t>’</w:t>
      </w:r>
      <w:r w:rsidRPr="00275B88">
        <w:t>était nullement la déclaration de Chantecoq qui le lui arrachait</w:t>
      </w:r>
      <w:r w:rsidR="002C50B2">
        <w:t xml:space="preserve">, </w:t>
      </w:r>
      <w:r w:rsidRPr="00275B88">
        <w:t>mais l</w:t>
      </w:r>
      <w:r w:rsidR="002C50B2">
        <w:t>’</w:t>
      </w:r>
      <w:r w:rsidRPr="00275B88">
        <w:t>apparition soudaine</w:t>
      </w:r>
      <w:r w:rsidR="002C50B2">
        <w:t xml:space="preserve">, </w:t>
      </w:r>
      <w:r w:rsidRPr="00275B88">
        <w:t>dans le studio</w:t>
      </w:r>
      <w:r w:rsidR="002C50B2">
        <w:t xml:space="preserve">, </w:t>
      </w:r>
      <w:r w:rsidRPr="00275B88">
        <w:t>de la délicieuse Parisienne dont l</w:t>
      </w:r>
      <w:r w:rsidR="002C50B2">
        <w:t>’</w:t>
      </w:r>
      <w:r w:rsidRPr="00275B88">
        <w:t>image le hantait si puissamment depuis que</w:t>
      </w:r>
      <w:r w:rsidR="002C50B2">
        <w:t xml:space="preserve">, </w:t>
      </w:r>
      <w:r w:rsidRPr="00275B88">
        <w:t>par trois fois et dans des circonstances si singulières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avait rencontrée sur sa route</w:t>
      </w:r>
      <w:r w:rsidR="002C50B2">
        <w:t>.</w:t>
      </w:r>
    </w:p>
    <w:p w14:paraId="2587B563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qui portait une toilette de ville d</w:t>
      </w:r>
      <w:r w:rsidR="002C50B2">
        <w:t>’</w:t>
      </w:r>
      <w:r w:rsidRPr="00275B88">
        <w:t>une élégante simplicité</w:t>
      </w:r>
      <w:r w:rsidR="002C50B2">
        <w:t xml:space="preserve">, </w:t>
      </w:r>
      <w:r w:rsidRPr="00275B88">
        <w:t>complétée d</w:t>
      </w:r>
      <w:r w:rsidR="002C50B2">
        <w:t>’</w:t>
      </w:r>
      <w:r w:rsidRPr="00275B88">
        <w:t>un charmant chapeau cloche qui lui seyait à ravir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avançait vers son père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tout en feignant de ne pas remarquer la présence du journaliste</w:t>
      </w:r>
      <w:r w:rsidR="002C50B2">
        <w:t xml:space="preserve">, </w:t>
      </w:r>
      <w:r w:rsidRPr="00275B88">
        <w:t>elle annonçait joyeusement</w:t>
      </w:r>
      <w:r w:rsidR="002C50B2">
        <w:t> :</w:t>
      </w:r>
    </w:p>
    <w:p w14:paraId="42C167C0" w14:textId="77777777" w:rsidR="002C50B2" w:rsidRDefault="002C50B2" w:rsidP="002C50B2">
      <w:r>
        <w:t>— </w:t>
      </w:r>
      <w:r w:rsidR="00C77A4E" w:rsidRPr="00275B88">
        <w:t>Papa</w:t>
      </w:r>
      <w:r>
        <w:t xml:space="preserve">, </w:t>
      </w:r>
      <w:r w:rsidR="00C77A4E" w:rsidRPr="00275B88">
        <w:t>je suis prête</w:t>
      </w:r>
      <w:r>
        <w:t> !</w:t>
      </w:r>
    </w:p>
    <w:p w14:paraId="32C6D445" w14:textId="77777777" w:rsidR="002C50B2" w:rsidRDefault="002C50B2" w:rsidP="002C50B2">
      <w:r>
        <w:t>— </w:t>
      </w:r>
      <w:r w:rsidR="00C77A4E" w:rsidRPr="00275B88">
        <w:t>Monsieur Bellegarde</w:t>
      </w:r>
      <w:r>
        <w:t xml:space="preserve"> ! </w:t>
      </w:r>
      <w:r w:rsidR="00C77A4E" w:rsidRPr="00275B88">
        <w:t>présentait le détective en souriant</w:t>
      </w:r>
      <w:r>
        <w:t xml:space="preserve">… </w:t>
      </w:r>
      <w:r w:rsidR="00C77A4E" w:rsidRPr="00275B88">
        <w:t>Ma fille et ma secrétaire</w:t>
      </w:r>
      <w:r>
        <w:t> !</w:t>
      </w:r>
    </w:p>
    <w:p w14:paraId="370F08F5" w14:textId="77777777" w:rsidR="002C50B2" w:rsidRDefault="002C50B2" w:rsidP="002C50B2">
      <w:r>
        <w:lastRenderedPageBreak/>
        <w:t>— </w:t>
      </w:r>
      <w:r w:rsidR="00C77A4E" w:rsidRPr="00275B88">
        <w:t>Mademoiselle</w:t>
      </w:r>
      <w:r>
        <w:t xml:space="preserve">, </w:t>
      </w:r>
      <w:r w:rsidR="00C77A4E" w:rsidRPr="00275B88">
        <w:t>balbutiait Jacques troublé</w:t>
      </w:r>
      <w:r>
        <w:t xml:space="preserve">, </w:t>
      </w:r>
      <w:r w:rsidR="00C77A4E" w:rsidRPr="00275B88">
        <w:t>en regardant tour à tour Colette et Chantecoq</w:t>
      </w:r>
      <w:r>
        <w:t>.</w:t>
      </w:r>
    </w:p>
    <w:p w14:paraId="20192C9D" w14:textId="77777777" w:rsidR="002C50B2" w:rsidRDefault="00C77A4E" w:rsidP="002C50B2"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tout en accentuant son sourire</w:t>
      </w:r>
      <w:r w:rsidR="002C50B2">
        <w:t xml:space="preserve">, </w:t>
      </w:r>
      <w:r w:rsidRPr="00275B88">
        <w:t>reprenait</w:t>
      </w:r>
      <w:r w:rsidR="002C50B2">
        <w:t> :</w:t>
      </w:r>
    </w:p>
    <w:p w14:paraId="76C2FEA3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 </w:t>
      </w:r>
      <w:r w:rsidR="00C77A4E" w:rsidRPr="00275B88">
        <w:t>vous n</w:t>
      </w:r>
      <w:r>
        <w:t>’</w:t>
      </w:r>
      <w:r w:rsidR="00C77A4E" w:rsidRPr="00275B88">
        <w:t>aviez pas deviné</w:t>
      </w:r>
      <w:r>
        <w:t> ?…</w:t>
      </w:r>
    </w:p>
    <w:p w14:paraId="39BFCCF9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que</w:t>
      </w:r>
      <w:r>
        <w:t xml:space="preserve">… </w:t>
      </w:r>
      <w:r w:rsidR="00C77A4E" w:rsidRPr="00275B88">
        <w:t>hésitait le jeune homme</w:t>
      </w:r>
      <w:r>
        <w:t>.</w:t>
      </w:r>
    </w:p>
    <w:p w14:paraId="11455FDE" w14:textId="77777777" w:rsidR="002C50B2" w:rsidRDefault="00C77A4E" w:rsidP="002C50B2">
      <w:r w:rsidRPr="00275B88">
        <w:t>Mais Colette</w:t>
      </w:r>
      <w:r w:rsidR="002C50B2">
        <w:t xml:space="preserve">, </w:t>
      </w:r>
      <w:r w:rsidRPr="00275B88">
        <w:t>désireuse de lui éviter l</w:t>
      </w:r>
      <w:r w:rsidR="002C50B2">
        <w:t>’</w:t>
      </w:r>
      <w:r w:rsidRPr="00275B88">
        <w:t>évocation d</w:t>
      </w:r>
      <w:r w:rsidR="002C50B2">
        <w:t>’</w:t>
      </w:r>
      <w:r w:rsidRPr="00275B88">
        <w:t>un incident dont il ne pouvait avoir conservé qu</w:t>
      </w:r>
      <w:r w:rsidR="002C50B2">
        <w:t>’</w:t>
      </w:r>
      <w:r w:rsidRPr="00275B88">
        <w:t>un souvenir désagréable</w:t>
      </w:r>
      <w:r w:rsidR="002C50B2">
        <w:t xml:space="preserve">, </w:t>
      </w:r>
      <w:r w:rsidRPr="00275B88">
        <w:t>lui tendait franchement la main tout en disant</w:t>
      </w:r>
      <w:r w:rsidR="002C50B2">
        <w:t> :</w:t>
      </w:r>
    </w:p>
    <w:p w14:paraId="739FBE45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monsieur Bellegarde</w:t>
      </w:r>
      <w:r>
        <w:t xml:space="preserve">, </w:t>
      </w:r>
      <w:r w:rsidR="00C77A4E" w:rsidRPr="00275B88">
        <w:t>que mon père possède au suprême degré l</w:t>
      </w:r>
      <w:r>
        <w:t>’</w:t>
      </w:r>
      <w:r w:rsidR="00C77A4E" w:rsidRPr="00275B88">
        <w:t>art de se camoufler</w:t>
      </w:r>
      <w:r>
        <w:t>.</w:t>
      </w:r>
    </w:p>
    <w:p w14:paraId="62B8173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tout simplement admirable</w:t>
      </w:r>
      <w:r>
        <w:t xml:space="preserve">, </w:t>
      </w:r>
      <w:r w:rsidR="00C77A4E" w:rsidRPr="00275B88">
        <w:t>déclarait Bellegarde</w:t>
      </w:r>
      <w:r>
        <w:t xml:space="preserve">, </w:t>
      </w:r>
      <w:r w:rsidR="00C77A4E" w:rsidRPr="00275B88">
        <w:t>enchanté de cette diversion</w:t>
      </w:r>
      <w:r>
        <w:t>.</w:t>
      </w:r>
    </w:p>
    <w:p w14:paraId="03DEF16B" w14:textId="77777777" w:rsidR="002C50B2" w:rsidRDefault="002C50B2" w:rsidP="002C50B2">
      <w:r>
        <w:t>— </w:t>
      </w:r>
      <w:r w:rsidR="00C77A4E" w:rsidRPr="00275B88">
        <w:t>Il peut</w:t>
      </w:r>
      <w:r>
        <w:t xml:space="preserve">, </w:t>
      </w:r>
      <w:r w:rsidR="00C77A4E" w:rsidRPr="00275B88">
        <w:t>continuait Colette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incarner dans vingt personnages différents et je mets au défi l</w:t>
      </w:r>
      <w:r>
        <w:t>’</w:t>
      </w:r>
      <w:r w:rsidR="00C77A4E" w:rsidRPr="00275B88">
        <w:t>œil le plus exercé de le reconnaître</w:t>
      </w:r>
      <w:r>
        <w:t xml:space="preserve">. </w:t>
      </w:r>
      <w:r w:rsidR="00C77A4E" w:rsidRPr="00275B88">
        <w:t>Ainsi</w:t>
      </w:r>
      <w:r>
        <w:t xml:space="preserve">, </w:t>
      </w:r>
      <w:r w:rsidR="00C77A4E" w:rsidRPr="00275B88">
        <w:t>moi</w:t>
      </w:r>
      <w:r w:rsidR="00C77A4E">
        <w:t>-</w:t>
      </w:r>
      <w:r w:rsidR="00C77A4E" w:rsidRPr="00275B88">
        <w:t>même</w:t>
      </w:r>
      <w:r>
        <w:t xml:space="preserve">, </w:t>
      </w:r>
      <w:r w:rsidR="00C77A4E" w:rsidRPr="00275B88">
        <w:t>il m</w:t>
      </w:r>
      <w:r>
        <w:t>’</w:t>
      </w:r>
      <w:r w:rsidR="00C77A4E" w:rsidRPr="00275B88">
        <w:t>est arrivé de passer près de lui</w:t>
      </w:r>
      <w:r>
        <w:t xml:space="preserve">, </w:t>
      </w:r>
      <w:r w:rsidR="00C77A4E" w:rsidRPr="00275B88">
        <w:t>dans la rue</w:t>
      </w:r>
      <w:r>
        <w:t xml:space="preserve">, </w:t>
      </w:r>
      <w:r w:rsidR="00C77A4E" w:rsidRPr="00275B88">
        <w:t>sans le reconnaître</w:t>
      </w:r>
      <w:r>
        <w:t>…</w:t>
      </w:r>
    </w:p>
    <w:p w14:paraId="2BCEF176" w14:textId="77777777" w:rsidR="002C50B2" w:rsidRDefault="002C50B2" w:rsidP="002C50B2">
      <w:r>
        <w:t>— </w:t>
      </w:r>
      <w:r w:rsidR="00C77A4E" w:rsidRPr="00275B88">
        <w:t>Et pourtant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le détective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jamais été comédien</w:t>
      </w:r>
      <w:r>
        <w:t>.</w:t>
      </w:r>
    </w:p>
    <w:p w14:paraId="74B5ED86" w14:textId="77777777" w:rsidR="002C50B2" w:rsidRDefault="002C50B2" w:rsidP="002C50B2">
      <w:r>
        <w:t>— </w:t>
      </w:r>
      <w:r w:rsidR="00C77A4E" w:rsidRPr="00275B88">
        <w:t>Je ne voudrais pas être indiscret</w:t>
      </w:r>
      <w:r>
        <w:t xml:space="preserve">, </w:t>
      </w:r>
      <w:r w:rsidR="00C77A4E" w:rsidRPr="00275B88">
        <w:t>reprenait le journaliste</w:t>
      </w:r>
      <w:r>
        <w:t xml:space="preserve">. </w:t>
      </w:r>
      <w:r w:rsidR="00C77A4E" w:rsidRPr="00275B88">
        <w:t>Je vois que vous vous prépariez à sortir</w:t>
      </w:r>
      <w:r>
        <w:t>.</w:t>
      </w:r>
    </w:p>
    <w:p w14:paraId="2570E379" w14:textId="77777777" w:rsidR="002C50B2" w:rsidRDefault="002C50B2" w:rsidP="002C50B2">
      <w:r>
        <w:t>— </w:t>
      </w:r>
      <w:r w:rsidR="00C77A4E" w:rsidRPr="00275B88">
        <w:t>En effet</w:t>
      </w:r>
      <w:r>
        <w:t xml:space="preserve"> ! </w:t>
      </w:r>
      <w:r w:rsidR="00C77A4E" w:rsidRPr="00275B88">
        <w:t>répliquait Chantecoq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l</w:t>
      </w:r>
      <w:r>
        <w:t>’</w:t>
      </w:r>
      <w:r w:rsidR="00C77A4E" w:rsidRPr="00275B88">
        <w:t>intention de me rendre au Louvre avec ma fille</w:t>
      </w:r>
      <w:r>
        <w:t xml:space="preserve">. </w:t>
      </w:r>
      <w:r w:rsidR="00C77A4E" w:rsidRPr="00275B88">
        <w:t>Voulez</w:t>
      </w:r>
      <w:r w:rsidR="00C77A4E">
        <w:t>-</w:t>
      </w:r>
      <w:r w:rsidR="00C77A4E" w:rsidRPr="00275B88">
        <w:t>vous nous y accompagner</w:t>
      </w:r>
      <w:r>
        <w:t> ?</w:t>
      </w:r>
    </w:p>
    <w:p w14:paraId="2683A055" w14:textId="77777777" w:rsidR="002C50B2" w:rsidRDefault="002C50B2" w:rsidP="002C50B2">
      <w:r>
        <w:t>— </w:t>
      </w:r>
      <w:r w:rsidR="00C77A4E" w:rsidRPr="00275B88">
        <w:t>Très volontiers</w:t>
      </w:r>
      <w:r>
        <w:t>.</w:t>
      </w:r>
    </w:p>
    <w:p w14:paraId="08141AD5" w14:textId="77777777" w:rsidR="002C50B2" w:rsidRDefault="002C50B2" w:rsidP="002C50B2">
      <w:r>
        <w:t>— </w:t>
      </w:r>
      <w:r w:rsidR="00C77A4E" w:rsidRPr="00275B88">
        <w:t>Seulement</w:t>
      </w:r>
      <w:r>
        <w:t xml:space="preserve">, </w:t>
      </w:r>
      <w:r w:rsidR="00C77A4E" w:rsidRPr="00275B88">
        <w:t>observait Colette</w:t>
      </w:r>
      <w:r>
        <w:t xml:space="preserve">, </w:t>
      </w:r>
      <w:r w:rsidR="00C77A4E" w:rsidRPr="00275B88">
        <w:t>il faudra nous dépêcher</w:t>
      </w:r>
      <w:r>
        <w:t xml:space="preserve">, </w:t>
      </w:r>
      <w:r w:rsidR="00C77A4E" w:rsidRPr="00275B88">
        <w:t>si nous voulons arriver avant la fermeture</w:t>
      </w:r>
      <w:r>
        <w:t>.</w:t>
      </w:r>
    </w:p>
    <w:p w14:paraId="2FDFA713" w14:textId="77777777" w:rsidR="002C50B2" w:rsidRDefault="002C50B2" w:rsidP="002C50B2">
      <w:r>
        <w:lastRenderedPageBreak/>
        <w:t>— </w:t>
      </w:r>
      <w:r w:rsidR="00C77A4E" w:rsidRPr="00275B88">
        <w:t>J</w:t>
      </w:r>
      <w:r>
        <w:t>’</w:t>
      </w:r>
      <w:r w:rsidR="00C77A4E" w:rsidRPr="00275B88">
        <w:t>ai là justement une voiture</w:t>
      </w:r>
      <w:r>
        <w:t xml:space="preserve">, </w:t>
      </w:r>
      <w:r w:rsidR="00C77A4E" w:rsidRPr="00275B88">
        <w:t>déclarait Jacques</w:t>
      </w:r>
      <w:r>
        <w:t>.</w:t>
      </w:r>
    </w:p>
    <w:p w14:paraId="118D1AF1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filons</w:t>
      </w:r>
      <w:r>
        <w:t xml:space="preserve"> ! </w:t>
      </w:r>
      <w:r w:rsidR="00C77A4E" w:rsidRPr="00275B88">
        <w:t>conclut le détective</w:t>
      </w:r>
      <w:r>
        <w:t>.</w:t>
      </w:r>
    </w:p>
    <w:p w14:paraId="14D0F4F6" w14:textId="77777777" w:rsidR="002C50B2" w:rsidRDefault="00C77A4E" w:rsidP="002C50B2">
      <w:r w:rsidRPr="00275B88">
        <w:t>Un instant après ils montaient dans le taxi du reporter</w:t>
      </w:r>
      <w:r w:rsidR="002C50B2">
        <w:t xml:space="preserve">, </w:t>
      </w:r>
      <w:r w:rsidRPr="00275B88">
        <w:t>qui stationnait avenue des Ternes</w:t>
      </w:r>
      <w:r w:rsidR="002C50B2">
        <w:t>.</w:t>
      </w:r>
    </w:p>
    <w:p w14:paraId="7E74A324" w14:textId="77777777" w:rsidR="002C50B2" w:rsidRDefault="00C77A4E" w:rsidP="002C50B2">
      <w:r w:rsidRPr="00275B88">
        <w:t>Non loin de là</w:t>
      </w:r>
      <w:r w:rsidR="002C50B2">
        <w:t xml:space="preserve">, </w:t>
      </w:r>
      <w:r w:rsidRPr="00275B88">
        <w:t>le bossu</w:t>
      </w:r>
      <w:r w:rsidR="002C50B2">
        <w:t xml:space="preserve">, </w:t>
      </w:r>
      <w:r w:rsidRPr="00275B88">
        <w:t>dans sa voiturette</w:t>
      </w:r>
      <w:r w:rsidR="002C50B2">
        <w:t xml:space="preserve">, </w:t>
      </w:r>
      <w:r w:rsidRPr="00275B88">
        <w:t>était toujours aux aguets</w:t>
      </w:r>
      <w:r w:rsidR="002C50B2">
        <w:t>.</w:t>
      </w:r>
    </w:p>
    <w:p w14:paraId="2B84AC60" w14:textId="77777777" w:rsidR="002C50B2" w:rsidRDefault="00C77A4E" w:rsidP="002C50B2">
      <w:r w:rsidRPr="00275B88">
        <w:t>Sans doute attachait</w:t>
      </w:r>
      <w:r>
        <w:t>-</w:t>
      </w:r>
      <w:r w:rsidRPr="00275B88">
        <w:t>il une grande importance aux allées et venues de celui qu</w:t>
      </w:r>
      <w:r w:rsidR="002C50B2">
        <w:t>’</w:t>
      </w:r>
      <w:r w:rsidRPr="00275B88">
        <w:t>il filait avec une si opiniâtre insistance</w:t>
      </w:r>
      <w:r w:rsidR="002C50B2">
        <w:t xml:space="preserve">, </w:t>
      </w:r>
      <w:r w:rsidRPr="00275B88">
        <w:t>car</w:t>
      </w:r>
      <w:r w:rsidR="002C50B2">
        <w:t xml:space="preserve">, </w:t>
      </w:r>
      <w:r w:rsidRPr="00275B88">
        <w:t>tout en feignant de s</w:t>
      </w:r>
      <w:r w:rsidR="002C50B2">
        <w:t>’</w:t>
      </w:r>
      <w:r w:rsidRPr="00275B88">
        <w:t>absorber dans la lecture de son journal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avait cessé de lancer de rapides coups d</w:t>
      </w:r>
      <w:r w:rsidR="002C50B2">
        <w:t>’</w:t>
      </w:r>
      <w:r w:rsidRPr="00275B88">
        <w:t>œil vers la grille ouverte qui sert d</w:t>
      </w:r>
      <w:r w:rsidR="002C50B2">
        <w:t>’</w:t>
      </w:r>
      <w:r w:rsidRPr="00275B88">
        <w:t>entrée à l</w:t>
      </w:r>
      <w:r w:rsidR="002C50B2">
        <w:t>’</w:t>
      </w:r>
      <w:r w:rsidRPr="00275B88">
        <w:t>allée de Verzy</w:t>
      </w:r>
      <w:r w:rsidR="002C50B2">
        <w:t xml:space="preserve">. </w:t>
      </w:r>
      <w:r w:rsidRPr="00275B88">
        <w:t>Lorsqu</w:t>
      </w:r>
      <w:r w:rsidR="002C50B2">
        <w:t>’</w:t>
      </w:r>
      <w:r w:rsidRPr="00275B88">
        <w:t>il aperçut Chantecoq</w:t>
      </w:r>
      <w:r w:rsidR="002C50B2">
        <w:t xml:space="preserve">, </w:t>
      </w:r>
      <w:r w:rsidRPr="00275B88">
        <w:t>Bellegarde et Colette</w:t>
      </w:r>
      <w:r w:rsidR="002C50B2">
        <w:t xml:space="preserve">, </w:t>
      </w:r>
      <w:r w:rsidRPr="00275B88">
        <w:t>un sourire de satisfaction erra sur ses lèvres minces et décolorées</w:t>
      </w:r>
      <w:r w:rsidR="002C50B2">
        <w:t>.</w:t>
      </w:r>
    </w:p>
    <w:p w14:paraId="6E0599B7" w14:textId="77777777" w:rsidR="002C50B2" w:rsidRDefault="00C77A4E" w:rsidP="002C50B2">
      <w:r w:rsidRPr="00275B88">
        <w:t>À haute voix</w:t>
      </w:r>
      <w:r w:rsidR="002C50B2">
        <w:t xml:space="preserve">, </w:t>
      </w:r>
      <w:r w:rsidRPr="00275B88">
        <w:t>le reporter lançait au chauffeur</w:t>
      </w:r>
      <w:r w:rsidR="002C50B2">
        <w:t> :</w:t>
      </w:r>
    </w:p>
    <w:p w14:paraId="2183A791" w14:textId="77777777" w:rsidR="002C50B2" w:rsidRDefault="002C50B2" w:rsidP="002C50B2">
      <w:r>
        <w:t>— </w:t>
      </w:r>
      <w:r w:rsidR="00C77A4E" w:rsidRPr="00275B88">
        <w:t>Au musée du Louvre</w:t>
      </w:r>
      <w:r>
        <w:t> !</w:t>
      </w:r>
    </w:p>
    <w:p w14:paraId="2FF34EEF" w14:textId="77777777" w:rsidR="002C50B2" w:rsidRDefault="00C77A4E" w:rsidP="002C50B2">
      <w:r w:rsidRPr="00275B88">
        <w:t>Tous trois prirent place dans le taxi qui démarra</w:t>
      </w:r>
      <w:r w:rsidR="002C50B2">
        <w:t xml:space="preserve">… </w:t>
      </w:r>
      <w:r w:rsidRPr="00275B88">
        <w:t>Le bossu</w:t>
      </w:r>
      <w:r w:rsidR="002C50B2">
        <w:t xml:space="preserve">, </w:t>
      </w:r>
      <w:r w:rsidRPr="00275B88">
        <w:t>jetant son journal sur le trottoir</w:t>
      </w:r>
      <w:r w:rsidR="002C50B2">
        <w:t xml:space="preserve">, </w:t>
      </w:r>
      <w:r w:rsidRPr="00275B88">
        <w:t>saisit son volant et</w:t>
      </w:r>
      <w:r w:rsidR="002C50B2">
        <w:t xml:space="preserve">, </w:t>
      </w:r>
      <w:r w:rsidRPr="00275B88">
        <w:t>tout en mettant son véhicule en marche</w:t>
      </w:r>
      <w:r w:rsidR="002C50B2">
        <w:t xml:space="preserve">, </w:t>
      </w:r>
      <w:r w:rsidRPr="00275B88">
        <w:t>il grommela</w:t>
      </w:r>
      <w:r w:rsidR="002C50B2">
        <w:t> :</w:t>
      </w:r>
    </w:p>
    <w:p w14:paraId="2C63BA4E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la triple alliance</w:t>
      </w:r>
      <w:r>
        <w:t> !…</w:t>
      </w:r>
    </w:p>
    <w:p w14:paraId="5450079A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ricanant</w:t>
      </w:r>
      <w:r w:rsidR="002C50B2">
        <w:t xml:space="preserve">, </w:t>
      </w:r>
      <w:r w:rsidRPr="00275B88">
        <w:t>il scanda</w:t>
      </w:r>
      <w:r w:rsidR="002C50B2">
        <w:t> :</w:t>
      </w:r>
    </w:p>
    <w:p w14:paraId="4E7D5C25" w14:textId="77777777" w:rsidR="002C50B2" w:rsidRDefault="002C50B2" w:rsidP="002C50B2">
      <w:r>
        <w:t>— </w:t>
      </w:r>
      <w:r w:rsidR="00C77A4E" w:rsidRPr="00275B88">
        <w:t>Soit</w:t>
      </w:r>
      <w:r>
        <w:t xml:space="preserve"> ! </w:t>
      </w:r>
      <w:r w:rsidR="00C77A4E" w:rsidRPr="00275B88">
        <w:t>mais rira bien qui rira le dernier</w:t>
      </w:r>
      <w:r>
        <w:t> !</w:t>
      </w:r>
    </w:p>
    <w:p w14:paraId="00620333" w14:textId="77777777" w:rsidR="002C50B2" w:rsidRDefault="00C77A4E" w:rsidP="002C50B2">
      <w:r w:rsidRPr="00275B88">
        <w:t>Vingt minutes après</w:t>
      </w:r>
      <w:r w:rsidR="002C50B2">
        <w:t xml:space="preserve">, </w:t>
      </w:r>
      <w:r w:rsidRPr="00275B88">
        <w:t>le taxi s</w:t>
      </w:r>
      <w:r w:rsidR="002C50B2">
        <w:t>’</w:t>
      </w:r>
      <w:r w:rsidRPr="00275B88">
        <w:t>arrêtait dans la grande cour du Louvre</w:t>
      </w:r>
      <w:r w:rsidR="002C50B2">
        <w:t xml:space="preserve">… </w:t>
      </w:r>
      <w:r w:rsidRPr="00275B88">
        <w:t>Ses trois occupants en descendirent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tandis que Bellegarde réglait le chauffeur</w:t>
      </w:r>
      <w:r w:rsidR="002C50B2">
        <w:t xml:space="preserve">, </w:t>
      </w:r>
      <w:r w:rsidRPr="00275B88">
        <w:t>le bossu rangeait sa voiturette à une cinquantaine de mètres de là</w:t>
      </w:r>
      <w:r w:rsidR="002C50B2">
        <w:t xml:space="preserve">, </w:t>
      </w:r>
      <w:r w:rsidRPr="00275B88">
        <w:t>le long du trottoir</w:t>
      </w:r>
      <w:r w:rsidR="002C50B2">
        <w:t>.</w:t>
      </w:r>
    </w:p>
    <w:p w14:paraId="5B1CBD03" w14:textId="77777777" w:rsidR="002C50B2" w:rsidRDefault="00C77A4E" w:rsidP="002C50B2">
      <w:r w:rsidRPr="00275B88">
        <w:lastRenderedPageBreak/>
        <w:t>Le journaliste</w:t>
      </w:r>
      <w:r w:rsidR="002C50B2">
        <w:t xml:space="preserve">, </w:t>
      </w:r>
      <w:r w:rsidRPr="00275B88">
        <w:t>ayant rejoint le détective et sa fille</w:t>
      </w:r>
      <w:r w:rsidR="002C50B2">
        <w:t xml:space="preserve">, </w:t>
      </w:r>
      <w:r w:rsidRPr="00275B88">
        <w:t>tous trois pénétrèrent dans le palais et se dirigèrent tout droit vers l</w:t>
      </w:r>
      <w:r w:rsidR="002C50B2">
        <w:t>’</w:t>
      </w:r>
      <w:r w:rsidRPr="00275B88">
        <w:t xml:space="preserve">escalier de la </w:t>
      </w:r>
      <w:r w:rsidRPr="00275B88">
        <w:rPr>
          <w:i/>
          <w:iCs/>
        </w:rPr>
        <w:t xml:space="preserve">Victoire de Samothrace </w:t>
      </w:r>
      <w:r w:rsidRPr="00275B88">
        <w:t>qui</w:t>
      </w:r>
      <w:r w:rsidR="002C50B2">
        <w:t xml:space="preserve">, </w:t>
      </w:r>
      <w:r w:rsidRPr="00275B88">
        <w:t>chance inespérée</w:t>
      </w:r>
      <w:r w:rsidR="002C50B2">
        <w:t xml:space="preserve">, </w:t>
      </w:r>
      <w:r w:rsidRPr="00275B88">
        <w:t>était absolument désert</w:t>
      </w:r>
      <w:r w:rsidR="002C50B2">
        <w:t>.</w:t>
      </w:r>
    </w:p>
    <w:p w14:paraId="2E18899B" w14:textId="77777777" w:rsidR="002C50B2" w:rsidRDefault="00C77A4E" w:rsidP="002C50B2">
      <w:r w:rsidRPr="00275B88">
        <w:t>Arrivés sur le palier</w:t>
      </w:r>
      <w:r w:rsidR="002C50B2">
        <w:t xml:space="preserve">, </w:t>
      </w:r>
      <w:r w:rsidRPr="00275B88">
        <w:t>ils s</w:t>
      </w:r>
      <w:r w:rsidR="002C50B2">
        <w:t>’</w:t>
      </w:r>
      <w:r w:rsidRPr="00275B88">
        <w:t>arrêtèrent</w:t>
      </w:r>
      <w:r w:rsidR="002C50B2">
        <w:t xml:space="preserve">. </w:t>
      </w:r>
      <w:r w:rsidRPr="00275B88">
        <w:t>Chantecoq qui</w:t>
      </w:r>
      <w:r w:rsidR="002C50B2">
        <w:t xml:space="preserve">, </w:t>
      </w:r>
      <w:r w:rsidRPr="00275B88">
        <w:t>doué d</w:t>
      </w:r>
      <w:r w:rsidR="002C50B2">
        <w:t>’</w:t>
      </w:r>
      <w:r w:rsidRPr="00275B88">
        <w:t>une excellente mémoire</w:t>
      </w:r>
      <w:r w:rsidR="002C50B2">
        <w:t xml:space="preserve">, </w:t>
      </w:r>
      <w:r w:rsidRPr="00275B88">
        <w:t>avait exactement repéré l</w:t>
      </w:r>
      <w:r w:rsidR="002C50B2">
        <w:t>’</w:t>
      </w:r>
      <w:r w:rsidRPr="00275B88">
        <w:t>endroit où le Fantôme s</w:t>
      </w:r>
      <w:r w:rsidR="002C50B2">
        <w:t>’</w:t>
      </w:r>
      <w:r w:rsidRPr="00275B88">
        <w:t>était littéralement fondu dans les ténèbres</w:t>
      </w:r>
      <w:r w:rsidR="002C50B2">
        <w:t xml:space="preserve">, </w:t>
      </w:r>
      <w:r w:rsidRPr="00275B88">
        <w:t>demanda à Bellegarde</w:t>
      </w:r>
      <w:r w:rsidR="002C50B2">
        <w:t> :</w:t>
      </w:r>
    </w:p>
    <w:p w14:paraId="563B27B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bien là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a disparu</w:t>
      </w:r>
      <w:r>
        <w:t> ?</w:t>
      </w:r>
    </w:p>
    <w:p w14:paraId="0CEB316B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bien là</w:t>
      </w:r>
      <w:r>
        <w:t> !</w:t>
      </w:r>
    </w:p>
    <w:p w14:paraId="11F50E3A" w14:textId="77777777" w:rsidR="002C50B2" w:rsidRDefault="00C77A4E" w:rsidP="002C50B2">
      <w:r w:rsidRPr="00275B88">
        <w:t>Le détective promena autour de lui un long regard qui finit par se fixer sur un gros pilier placé à gauche et en retrait de la rampe</w:t>
      </w:r>
      <w:r w:rsidR="002C50B2">
        <w:t xml:space="preserve">. </w:t>
      </w:r>
      <w:r w:rsidRPr="00275B88">
        <w:t>Et</w:t>
      </w:r>
      <w:r w:rsidR="002C50B2">
        <w:t xml:space="preserve">, </w:t>
      </w:r>
      <w:r w:rsidRPr="00275B88">
        <w:t>tout en le désignant du doigt</w:t>
      </w:r>
      <w:r w:rsidR="002C50B2">
        <w:t xml:space="preserve">, </w:t>
      </w:r>
      <w:r w:rsidRPr="00275B88">
        <w:t>il reprit</w:t>
      </w:r>
      <w:r w:rsidR="002C50B2">
        <w:t> :</w:t>
      </w:r>
    </w:p>
    <w:p w14:paraId="17EA0299" w14:textId="77777777" w:rsidR="002C50B2" w:rsidRDefault="002C50B2" w:rsidP="002C50B2">
      <w:r>
        <w:t>— </w:t>
      </w:r>
      <w:r w:rsidR="00C77A4E" w:rsidRPr="00275B88">
        <w:t>Je suis persuadé qu</w:t>
      </w:r>
      <w:r>
        <w:t>’</w:t>
      </w:r>
      <w:r w:rsidR="00C77A4E" w:rsidRPr="00275B88">
        <w:t>il doit exister là une issue secrète</w:t>
      </w:r>
      <w:r>
        <w:t xml:space="preserve">. </w:t>
      </w:r>
      <w:r w:rsidR="00C77A4E" w:rsidRPr="00275B88">
        <w:t>Je ne puis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expliquer autrement l</w:t>
      </w:r>
      <w:r>
        <w:t>’</w:t>
      </w:r>
      <w:r w:rsidR="00C77A4E" w:rsidRPr="00275B88">
        <w:t>évasion de notre bandit</w:t>
      </w:r>
      <w:r>
        <w:t>.</w:t>
      </w:r>
    </w:p>
    <w:p w14:paraId="4D9FB7A2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prenant dans la poche de son veston une loupe puissante</w:t>
      </w:r>
      <w:r w:rsidR="002C50B2">
        <w:t xml:space="preserve">, </w:t>
      </w:r>
      <w:r w:rsidRPr="00275B88">
        <w:t>il se mit à examiner consciencieusement le pilier</w:t>
      </w:r>
      <w:r w:rsidR="002C50B2">
        <w:t xml:space="preserve">, </w:t>
      </w:r>
      <w:r w:rsidRPr="00275B88">
        <w:t>depuis la base jusqu</w:t>
      </w:r>
      <w:r w:rsidR="002C50B2">
        <w:t>’</w:t>
      </w:r>
      <w:r w:rsidRPr="00275B88">
        <w:t>à hauteur d</w:t>
      </w:r>
      <w:r w:rsidR="002C50B2">
        <w:t>’</w:t>
      </w:r>
      <w:r w:rsidRPr="00275B88">
        <w:t>homme</w:t>
      </w:r>
      <w:r w:rsidR="002C50B2">
        <w:t>.</w:t>
      </w:r>
    </w:p>
    <w:p w14:paraId="60F82AA8" w14:textId="77777777" w:rsidR="002C50B2" w:rsidRDefault="00C77A4E" w:rsidP="002C50B2">
      <w:r w:rsidRPr="00275B88">
        <w:t>Bientôt l</w:t>
      </w:r>
      <w:r w:rsidR="002C50B2">
        <w:t>’</w:t>
      </w:r>
      <w:r w:rsidRPr="00275B88">
        <w:t>air un peu désappointé</w:t>
      </w:r>
      <w:r w:rsidR="002C50B2">
        <w:t xml:space="preserve">, </w:t>
      </w:r>
      <w:r w:rsidRPr="00275B88">
        <w:t>il déclarait</w:t>
      </w:r>
      <w:r w:rsidR="002C50B2">
        <w:t> :</w:t>
      </w:r>
    </w:p>
    <w:p w14:paraId="5174C55E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aperçois aucune solution de continuité</w:t>
      </w:r>
      <w:r>
        <w:t xml:space="preserve">… </w:t>
      </w:r>
      <w:r w:rsidR="00C77A4E" w:rsidRPr="00275B88">
        <w:t>pas la moindre fissure</w:t>
      </w:r>
      <w:r>
        <w:t xml:space="preserve">. </w:t>
      </w:r>
      <w:r w:rsidR="00C77A4E" w:rsidRPr="00275B88">
        <w:t>Partout la patine de la pierre est uniforme</w:t>
      </w:r>
      <w:r>
        <w:t xml:space="preserve">, </w:t>
      </w:r>
      <w:r w:rsidR="00C77A4E" w:rsidRPr="00275B88">
        <w:t>et pourtant</w:t>
      </w:r>
      <w:r>
        <w:t>…</w:t>
      </w:r>
    </w:p>
    <w:p w14:paraId="1C3B718E" w14:textId="77777777" w:rsidR="002C50B2" w:rsidRDefault="00C77A4E" w:rsidP="002C50B2">
      <w:r w:rsidRPr="00275B88">
        <w:t>Remplaçant sa loupe par un petit marteau en acier</w:t>
      </w:r>
      <w:r w:rsidR="002C50B2">
        <w:t xml:space="preserve">, </w:t>
      </w:r>
      <w:r w:rsidRPr="00275B88">
        <w:t>il en frappa plusieurs coups espacés le long de la colonne</w:t>
      </w:r>
      <w:r w:rsidR="002C50B2">
        <w:t xml:space="preserve">… </w:t>
      </w:r>
      <w:r w:rsidRPr="00275B88">
        <w:t>Mais son ouïe</w:t>
      </w:r>
      <w:r w:rsidR="002C50B2">
        <w:t xml:space="preserve">, </w:t>
      </w:r>
      <w:r w:rsidRPr="00275B88">
        <w:t>qui était d</w:t>
      </w:r>
      <w:r w:rsidR="002C50B2">
        <w:t>’</w:t>
      </w:r>
      <w:r w:rsidRPr="00275B88">
        <w:t>une finesse exercée</w:t>
      </w:r>
      <w:r w:rsidR="002C50B2">
        <w:t xml:space="preserve">, </w:t>
      </w:r>
      <w:r w:rsidRPr="00275B88">
        <w:t>ne perçut aucun son creux</w:t>
      </w:r>
      <w:r w:rsidR="002C50B2">
        <w:t> :</w:t>
      </w:r>
    </w:p>
    <w:p w14:paraId="5E323A70" w14:textId="77777777" w:rsidR="002C50B2" w:rsidRDefault="002C50B2" w:rsidP="002C50B2">
      <w:r>
        <w:lastRenderedPageBreak/>
        <w:t>— </w:t>
      </w:r>
      <w:r w:rsidR="00C77A4E" w:rsidRPr="00275B88">
        <w:t>Rien</w:t>
      </w:r>
      <w:r>
        <w:t xml:space="preserve">, </w:t>
      </w:r>
      <w:r w:rsidR="00C77A4E" w:rsidRPr="00275B88">
        <w:t>grommela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bizarre</w:t>
      </w:r>
      <w:r>
        <w:t> !</w:t>
      </w:r>
    </w:p>
    <w:p w14:paraId="2FCA1BD2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faisant disparaître ses deux instruments d</w:t>
      </w:r>
      <w:r w:rsidR="002C50B2">
        <w:t>’</w:t>
      </w:r>
      <w:r w:rsidRPr="00275B88">
        <w:t>investigation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6F435D2A" w14:textId="77777777" w:rsidR="002C50B2" w:rsidRDefault="002C50B2" w:rsidP="002C50B2">
      <w:r>
        <w:t>— </w:t>
      </w:r>
      <w:r w:rsidR="00C77A4E" w:rsidRPr="00275B88">
        <w:t>Cherchons ailleurs</w:t>
      </w:r>
      <w:r>
        <w:t xml:space="preserve">… </w:t>
      </w:r>
      <w:r w:rsidR="00C77A4E" w:rsidRPr="00275B88">
        <w:t>Les dalles</w:t>
      </w:r>
      <w:r>
        <w:t xml:space="preserve"> ?… </w:t>
      </w:r>
      <w:r w:rsidR="00C77A4E" w:rsidRPr="00275B88">
        <w:t>Aucun passage ne peut avoir été pratiqué parmi elles</w:t>
      </w:r>
      <w:r>
        <w:t xml:space="preserve">, </w:t>
      </w:r>
      <w:r w:rsidR="00C77A4E" w:rsidRPr="00275B88">
        <w:t>puisqu</w:t>
      </w:r>
      <w:r>
        <w:t>’</w:t>
      </w:r>
      <w:r w:rsidR="00C77A4E" w:rsidRPr="00275B88">
        <w:t>il ne pourrait qu</w:t>
      </w:r>
      <w:r>
        <w:t>’</w:t>
      </w:r>
      <w:r w:rsidR="00C77A4E" w:rsidRPr="00275B88">
        <w:t>aboutir à la voûte de l</w:t>
      </w:r>
      <w:r>
        <w:t>’</w:t>
      </w:r>
      <w:r w:rsidR="00C77A4E" w:rsidRPr="00275B88">
        <w:t>escalier et donc à aucun souterrain indispensable pour s</w:t>
      </w:r>
      <w:r>
        <w:t>’</w:t>
      </w:r>
      <w:r w:rsidR="00C77A4E" w:rsidRPr="00275B88">
        <w:t>enfuir</w:t>
      </w:r>
      <w:r>
        <w:t xml:space="preserve">. </w:t>
      </w:r>
      <w:r w:rsidR="00C77A4E" w:rsidRPr="00275B88">
        <w:t>À moins que</w:t>
      </w:r>
      <w:r>
        <w:t>…</w:t>
      </w:r>
    </w:p>
    <w:p w14:paraId="4953FEAA" w14:textId="77777777" w:rsidR="002C50B2" w:rsidRDefault="00C77A4E" w:rsidP="002C50B2">
      <w:r w:rsidRPr="00275B88">
        <w:t>Chantecoq réfléchit un instant</w:t>
      </w:r>
      <w:r w:rsidR="002C50B2">
        <w:t xml:space="preserve">, </w:t>
      </w:r>
      <w:r w:rsidRPr="00275B88">
        <w:t>puis il reprit</w:t>
      </w:r>
      <w:r w:rsidR="002C50B2">
        <w:t> :</w:t>
      </w:r>
    </w:p>
    <w:p w14:paraId="412AA51F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à moins qu</w:t>
      </w:r>
      <w:r>
        <w:t>’</w:t>
      </w:r>
      <w:r w:rsidR="00C77A4E" w:rsidRPr="00275B88">
        <w:t>il n</w:t>
      </w:r>
      <w:r>
        <w:t>’</w:t>
      </w:r>
      <w:r w:rsidR="00C77A4E" w:rsidRPr="00275B88">
        <w:t>y ait là</w:t>
      </w:r>
      <w:r w:rsidR="00C77A4E">
        <w:t>-</w:t>
      </w:r>
      <w:r w:rsidR="00C77A4E" w:rsidRPr="00275B88">
        <w:t>dessous une simple cachette dont le Fantôme aurait surpris le secret et dans laquelle il se serait réfugié quand nous le serrions de près</w:t>
      </w:r>
      <w:r>
        <w:t xml:space="preserve">… </w:t>
      </w:r>
      <w:r w:rsidR="00C77A4E" w:rsidRPr="00275B88">
        <w:t>et d</w:t>
      </w:r>
      <w:r>
        <w:t>’</w:t>
      </w:r>
      <w:r w:rsidR="00C77A4E" w:rsidRPr="00275B88">
        <w:t>où il sera sorti lorsqu</w:t>
      </w:r>
      <w:r>
        <w:t>’</w:t>
      </w:r>
      <w:r w:rsidR="00C77A4E" w:rsidRPr="00275B88">
        <w:t>il n</w:t>
      </w:r>
      <w:r>
        <w:t>’</w:t>
      </w:r>
      <w:r w:rsidR="00C77A4E" w:rsidRPr="00275B88">
        <w:t>y aura plus eu personne</w:t>
      </w:r>
      <w:r>
        <w:t>.</w:t>
      </w:r>
    </w:p>
    <w:p w14:paraId="4CFC6B50" w14:textId="77777777" w:rsidR="002C50B2" w:rsidRDefault="00C77A4E" w:rsidP="002C50B2">
      <w:r w:rsidRPr="00275B88">
        <w:t>De nouveau</w:t>
      </w:r>
      <w:r w:rsidR="002C50B2">
        <w:t xml:space="preserve">, </w:t>
      </w:r>
      <w:r w:rsidRPr="00275B88">
        <w:t>le détective regarda autour de lui</w:t>
      </w:r>
      <w:r w:rsidR="002C50B2">
        <w:t>.</w:t>
      </w:r>
    </w:p>
    <w:p w14:paraId="448A17B4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sur la gauche qu</w:t>
      </w:r>
      <w:r>
        <w:t>’</w:t>
      </w:r>
      <w:r w:rsidR="00C77A4E" w:rsidRPr="00275B88">
        <w:t>il a bondi</w:t>
      </w:r>
      <w:r>
        <w:t xml:space="preserve">… </w:t>
      </w:r>
      <w:r w:rsidR="00C77A4E" w:rsidRPr="00275B88">
        <w:t>Voyons un peu de ce côté</w:t>
      </w:r>
      <w:r>
        <w:t> !</w:t>
      </w:r>
    </w:p>
    <w:p w14:paraId="4DAE05F6" w14:textId="77777777" w:rsidR="002C50B2" w:rsidRDefault="00C77A4E" w:rsidP="002C50B2">
      <w:r w:rsidRPr="00275B88">
        <w:t>Il se dirigea vers une muraille recouverte d</w:t>
      </w:r>
      <w:r w:rsidR="002C50B2">
        <w:t>’</w:t>
      </w:r>
      <w:r w:rsidRPr="00275B88">
        <w:t>une épaisse et sombre tenture qu</w:t>
      </w:r>
      <w:r w:rsidR="002C50B2">
        <w:t>’</w:t>
      </w:r>
      <w:r w:rsidRPr="00275B88">
        <w:t>il souleva</w:t>
      </w:r>
      <w:r w:rsidR="002C50B2">
        <w:t xml:space="preserve">… </w:t>
      </w:r>
      <w:r w:rsidRPr="00275B88">
        <w:t>Elle recouvrait une porte en chêne massif défendue par une épaisse serrure</w:t>
      </w:r>
      <w:r w:rsidR="002C50B2">
        <w:t>.</w:t>
      </w:r>
    </w:p>
    <w:p w14:paraId="0DCCAB79" w14:textId="77777777" w:rsidR="002C50B2" w:rsidRDefault="002C50B2" w:rsidP="002C50B2">
      <w:r>
        <w:t>— </w:t>
      </w:r>
      <w:r w:rsidR="00C77A4E" w:rsidRPr="00275B88">
        <w:t>Cette porte</w:t>
      </w:r>
      <w:r>
        <w:t xml:space="preserve">, </w:t>
      </w:r>
      <w:r w:rsidR="00C77A4E" w:rsidRPr="00275B88">
        <w:t>observa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est condamnée depuis longtemps</w:t>
      </w:r>
      <w:r>
        <w:t xml:space="preserve">. </w:t>
      </w:r>
      <w:r w:rsidR="00C77A4E" w:rsidRPr="00275B88">
        <w:t>Voyons cependant où elle donne</w:t>
      </w:r>
      <w:r>
        <w:t>.</w:t>
      </w:r>
    </w:p>
    <w:p w14:paraId="0F8984D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tirant de sa poche un plan du musée</w:t>
      </w:r>
      <w:r w:rsidR="002C50B2">
        <w:t xml:space="preserve">, </w:t>
      </w:r>
      <w:r w:rsidRPr="00275B88">
        <w:t>il allait le consulter</w:t>
      </w:r>
      <w:r w:rsidR="002C50B2">
        <w:t xml:space="preserve">, </w:t>
      </w:r>
      <w:r w:rsidRPr="00275B88">
        <w:t>lorsque retentit le cri quotidien et réglementaire</w:t>
      </w:r>
      <w:r w:rsidR="002C50B2">
        <w:t> :</w:t>
      </w:r>
    </w:p>
    <w:p w14:paraId="780BD784" w14:textId="77777777" w:rsidR="002C50B2" w:rsidRDefault="002C50B2" w:rsidP="002C50B2">
      <w:r>
        <w:t>— </w:t>
      </w:r>
      <w:r w:rsidR="00C77A4E" w:rsidRPr="00275B88">
        <w:t>On ferme</w:t>
      </w:r>
      <w:r>
        <w:t> !</w:t>
      </w:r>
    </w:p>
    <w:p w14:paraId="3ABB1267" w14:textId="77777777" w:rsidR="002C50B2" w:rsidRDefault="00C77A4E" w:rsidP="002C50B2">
      <w:r w:rsidRPr="00275B88">
        <w:t>Un flot de visiteurs</w:t>
      </w:r>
      <w:r w:rsidR="002C50B2">
        <w:t xml:space="preserve">, </w:t>
      </w:r>
      <w:r w:rsidRPr="00275B88">
        <w:t>poussé par un gardien</w:t>
      </w:r>
      <w:r w:rsidR="002C50B2">
        <w:t xml:space="preserve">, </w:t>
      </w:r>
      <w:r w:rsidRPr="00275B88">
        <w:t>apparut au sommet de l</w:t>
      </w:r>
      <w:r w:rsidR="002C50B2">
        <w:t>’</w:t>
      </w:r>
      <w:r w:rsidRPr="00275B88">
        <w:t>escalier</w:t>
      </w:r>
      <w:r w:rsidR="002C50B2">
        <w:t>.</w:t>
      </w:r>
    </w:p>
    <w:p w14:paraId="4AFA43B4" w14:textId="77777777" w:rsidR="002C50B2" w:rsidRDefault="002C50B2" w:rsidP="002C50B2">
      <w:r>
        <w:lastRenderedPageBreak/>
        <w:t>— </w:t>
      </w:r>
      <w:r w:rsidR="00C77A4E" w:rsidRPr="00275B88">
        <w:t>Fini pour aujourd</w:t>
      </w:r>
      <w:r>
        <w:t>’</w:t>
      </w:r>
      <w:r w:rsidR="00C77A4E" w:rsidRPr="00275B88">
        <w:t>hui</w:t>
      </w:r>
      <w:r>
        <w:t xml:space="preserve">, </w:t>
      </w:r>
      <w:r w:rsidR="00C77A4E" w:rsidRPr="00275B88">
        <w:t>conclut Chantecoq Allons</w:t>
      </w:r>
      <w:r w:rsidR="00C77A4E">
        <w:t>-</w:t>
      </w:r>
      <w:r w:rsidR="00C77A4E" w:rsidRPr="00275B88">
        <w:t>nous</w:t>
      </w:r>
      <w:r w:rsidR="00C77A4E">
        <w:t>-</w:t>
      </w:r>
      <w:r w:rsidR="00C77A4E" w:rsidRPr="00275B88">
        <w:t>en</w:t>
      </w:r>
      <w:r>
        <w:t> !</w:t>
      </w:r>
    </w:p>
    <w:p w14:paraId="034D4EA8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monsieur Chantecoq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en dites</w:t>
      </w:r>
      <w:r w:rsidR="00C77A4E">
        <w:t>-</w:t>
      </w:r>
      <w:r w:rsidR="00C77A4E" w:rsidRPr="00275B88">
        <w:t>vous</w:t>
      </w:r>
      <w:r>
        <w:t xml:space="preserve"> ? </w:t>
      </w:r>
      <w:r w:rsidR="00C77A4E" w:rsidRPr="00275B88">
        <w:t>interrogeait Bellegarde en descendant les marches</w:t>
      </w:r>
      <w:r>
        <w:t>.</w:t>
      </w:r>
    </w:p>
    <w:p w14:paraId="757BD31A" w14:textId="77777777" w:rsidR="002C50B2" w:rsidRDefault="002C50B2" w:rsidP="002C50B2">
      <w:r>
        <w:t>— </w:t>
      </w:r>
      <w:r w:rsidR="00C77A4E" w:rsidRPr="00275B88">
        <w:t>Je pense</w:t>
      </w:r>
      <w:r>
        <w:t xml:space="preserve">, </w:t>
      </w:r>
      <w:r w:rsidR="00C77A4E" w:rsidRPr="00275B88">
        <w:t>répliquait le père de Colette</w:t>
      </w:r>
      <w:r>
        <w:t xml:space="preserve">, </w:t>
      </w:r>
      <w:r w:rsidR="00C77A4E" w:rsidRPr="00275B88">
        <w:t>que ce serait perdre son temps que de chercher à savoir par où le Fantôme est entré au Louvre et en est sorti</w:t>
      </w:r>
      <w:r>
        <w:t xml:space="preserve">, </w:t>
      </w:r>
      <w:r w:rsidR="00C77A4E" w:rsidRPr="00275B88">
        <w:t>et que mieux vaut chercher plutôt à savoir ce qu</w:t>
      </w:r>
      <w:r>
        <w:t>’</w:t>
      </w:r>
      <w:r w:rsidR="00C77A4E" w:rsidRPr="00275B88">
        <w:t>il est venu y faire</w:t>
      </w:r>
      <w:r>
        <w:t>.</w:t>
      </w:r>
    </w:p>
    <w:p w14:paraId="0740F9C0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Pour cela</w:t>
      </w:r>
      <w:r>
        <w:t xml:space="preserve">, </w:t>
      </w:r>
      <w:r w:rsidR="00C77A4E" w:rsidRPr="00275B88">
        <w:t>reprenait Colette</w:t>
      </w:r>
      <w:r>
        <w:t xml:space="preserve">, </w:t>
      </w:r>
      <w:r w:rsidR="00C77A4E" w:rsidRPr="00275B88">
        <w:t xml:space="preserve">il faudrait que nous puissions pénétrer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10992865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y songe</w:t>
      </w:r>
      <w:r>
        <w:t xml:space="preserve"> ! </w:t>
      </w:r>
      <w:r w:rsidR="00C77A4E" w:rsidRPr="00275B88">
        <w:t>ponctuait le détective</w:t>
      </w:r>
      <w:r>
        <w:t>.</w:t>
      </w:r>
    </w:p>
    <w:p w14:paraId="08A84A34" w14:textId="77777777" w:rsidR="002C50B2" w:rsidRDefault="002C50B2" w:rsidP="002C50B2">
      <w:r>
        <w:t>— </w:t>
      </w:r>
      <w:r w:rsidR="00C77A4E" w:rsidRPr="00275B88">
        <w:t>Malheureusement</w:t>
      </w:r>
      <w:r>
        <w:t xml:space="preserve">, </w:t>
      </w:r>
      <w:r w:rsidR="00C77A4E" w:rsidRPr="00275B88">
        <w:t>faisait observer Bellegarde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accès en est toujours interdit au public</w:t>
      </w:r>
      <w:r>
        <w:t xml:space="preserve">, </w:t>
      </w:r>
      <w:r w:rsidR="00C77A4E" w:rsidRPr="00275B88">
        <w:t>et je ne crois pas que la police</w:t>
      </w:r>
      <w:r>
        <w:t xml:space="preserve">, </w:t>
      </w:r>
      <w:r w:rsidR="00C77A4E" w:rsidRPr="00275B88">
        <w:t xml:space="preserve">sous les traits de notre cher ami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soit disposée à faire une exception en notre faveur</w:t>
      </w:r>
      <w:r>
        <w:t>.</w:t>
      </w:r>
    </w:p>
    <w:p w14:paraId="3B867905" w14:textId="77777777" w:rsidR="002C50B2" w:rsidRDefault="00C77A4E" w:rsidP="002C50B2">
      <w:r w:rsidRPr="00275B88">
        <w:t>Tout en cheminant</w:t>
      </w:r>
      <w:r w:rsidR="002C50B2">
        <w:t xml:space="preserve">, </w:t>
      </w:r>
      <w:r w:rsidRPr="00275B88">
        <w:t>nos trois interlocuteurs avaient gagné la grande cour et étaient arrivés à la hauteur de la voiturette du bossu qui stationnait toujours le long du trottoir</w:t>
      </w:r>
      <w:r w:rsidR="002C50B2">
        <w:t xml:space="preserve">, </w:t>
      </w:r>
      <w:r w:rsidRPr="00275B88">
        <w:t>mais vide</w:t>
      </w:r>
      <w:r w:rsidR="002C50B2">
        <w:t xml:space="preserve">, </w:t>
      </w:r>
      <w:r w:rsidRPr="00275B88">
        <w:t>cette fois</w:t>
      </w:r>
      <w:r w:rsidR="002C50B2">
        <w:t xml:space="preserve">, </w:t>
      </w:r>
      <w:r w:rsidRPr="00275B88">
        <w:t>de son conducteur</w:t>
      </w:r>
      <w:r w:rsidR="002C50B2">
        <w:t xml:space="preserve">. </w:t>
      </w:r>
      <w:r w:rsidRPr="00275B88">
        <w:t>Ils allaient continuer leur route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une voix puissante retentit tout près d</w:t>
      </w:r>
      <w:r w:rsidR="002C50B2">
        <w:t>’</w:t>
      </w:r>
      <w:r w:rsidRPr="00275B88">
        <w:t>eux</w:t>
      </w:r>
      <w:r w:rsidR="002C50B2">
        <w:t> :</w:t>
      </w:r>
    </w:p>
    <w:p w14:paraId="404BE278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 ! </w:t>
      </w:r>
      <w:r w:rsidR="00C77A4E" w:rsidRPr="00275B88">
        <w:t>Monsieur Chantecoq</w:t>
      </w:r>
      <w:r>
        <w:t> !</w:t>
      </w:r>
    </w:p>
    <w:p w14:paraId="27747179" w14:textId="77777777" w:rsidR="002C50B2" w:rsidRDefault="00C77A4E" w:rsidP="002C50B2">
      <w:r w:rsidRPr="00275B88">
        <w:t>Ils se retournèrent</w:t>
      </w:r>
      <w:r w:rsidR="002C50B2">
        <w:t xml:space="preserve">… </w:t>
      </w:r>
      <w:r w:rsidRPr="00275B88">
        <w:t xml:space="preserve">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sa casquette à la main et l</w:t>
      </w:r>
      <w:r w:rsidR="002C50B2">
        <w:t>’</w:t>
      </w:r>
      <w:r w:rsidRPr="00275B88">
        <w:t>air navré</w:t>
      </w:r>
      <w:r w:rsidR="002C50B2">
        <w:t xml:space="preserve">, </w:t>
      </w:r>
      <w:r w:rsidRPr="00275B88">
        <w:t>se tenait devant eux</w:t>
      </w:r>
      <w:r w:rsidR="002C50B2">
        <w:t>.</w:t>
      </w:r>
    </w:p>
    <w:p w14:paraId="4DBF4058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mon brave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donc</w:t>
      </w:r>
      <w:r>
        <w:t xml:space="preserve"> ? </w:t>
      </w:r>
      <w:r w:rsidR="00C77A4E" w:rsidRPr="00275B88">
        <w:t>interrogeait le grand limier</w:t>
      </w:r>
      <w:r>
        <w:t>.</w:t>
      </w:r>
    </w:p>
    <w:p w14:paraId="4EC4F758" w14:textId="77777777" w:rsidR="002C50B2" w:rsidRDefault="002C50B2" w:rsidP="002C50B2">
      <w:r>
        <w:t>— </w:t>
      </w:r>
      <w:r w:rsidR="00C77A4E" w:rsidRPr="00275B88">
        <w:t>Ça y est</w:t>
      </w:r>
      <w:r>
        <w:t xml:space="preserve"> ! </w:t>
      </w:r>
      <w:r w:rsidR="00C77A4E" w:rsidRPr="00275B88">
        <w:t>Je suis révoqué</w:t>
      </w:r>
      <w:r>
        <w:t xml:space="preserve"> ! </w:t>
      </w:r>
      <w:r w:rsidR="00C77A4E" w:rsidRPr="00275B88">
        <w:t>expliquait le gardien d</w:t>
      </w:r>
      <w:r>
        <w:t>’</w:t>
      </w:r>
      <w:r w:rsidR="00C77A4E" w:rsidRPr="00275B88">
        <w:t>un ton désespéré</w:t>
      </w:r>
      <w:r>
        <w:t>.</w:t>
      </w:r>
    </w:p>
    <w:p w14:paraId="5E485BBD" w14:textId="77777777" w:rsidR="002C50B2" w:rsidRDefault="00C77A4E" w:rsidP="002C50B2">
      <w:r w:rsidRPr="00275B88">
        <w:lastRenderedPageBreak/>
        <w:t>Tout en le fixant bien dans les yeux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6F08533C" w14:textId="77777777" w:rsidR="002C50B2" w:rsidRDefault="002C50B2" w:rsidP="002C50B2">
      <w:r>
        <w:t>— </w:t>
      </w:r>
      <w:r w:rsidR="00C77A4E" w:rsidRPr="00275B88">
        <w:t>Tu sais ce que je t</w:t>
      </w:r>
      <w:r>
        <w:t>’</w:t>
      </w:r>
      <w:r w:rsidR="00C77A4E" w:rsidRPr="00275B88">
        <w:t>ai promis</w:t>
      </w:r>
      <w:r>
        <w:t>…</w:t>
      </w:r>
    </w:p>
    <w:p w14:paraId="745210F8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écria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vous me prenez à votre service</w:t>
      </w:r>
      <w:r>
        <w:t> ?</w:t>
      </w:r>
    </w:p>
    <w:p w14:paraId="48B7E830" w14:textId="77777777" w:rsidR="002C50B2" w:rsidRDefault="002C50B2" w:rsidP="002C50B2">
      <w:r>
        <w:t>— </w:t>
      </w:r>
      <w:r w:rsidR="00C77A4E" w:rsidRPr="00275B88">
        <w:t>Ainsi que ta femme</w:t>
      </w:r>
      <w:r>
        <w:t> !</w:t>
      </w:r>
    </w:p>
    <w:p w14:paraId="60304DAA" w14:textId="77777777" w:rsidR="002C50B2" w:rsidRDefault="002C50B2" w:rsidP="002C50B2">
      <w:r>
        <w:t>— </w:t>
      </w:r>
      <w:r w:rsidR="00C77A4E" w:rsidRPr="00275B88">
        <w:t>Nous avons justement besoin d</w:t>
      </w:r>
      <w:r>
        <w:t>’</w:t>
      </w:r>
      <w:r w:rsidR="00C77A4E" w:rsidRPr="00275B88">
        <w:t>une bonne cuisinière</w:t>
      </w:r>
      <w:r>
        <w:t xml:space="preserve">, </w:t>
      </w:r>
      <w:r w:rsidR="00C77A4E" w:rsidRPr="00275B88">
        <w:t>soulignait gaiement Colette</w:t>
      </w:r>
      <w:r>
        <w:t xml:space="preserve"> ; </w:t>
      </w:r>
      <w:r w:rsidR="00C77A4E" w:rsidRPr="00275B88">
        <w:t>et je sais que Marie</w:t>
      </w:r>
      <w:r w:rsidR="00C77A4E">
        <w:t>-</w:t>
      </w:r>
      <w:r w:rsidR="00C77A4E" w:rsidRPr="00275B88">
        <w:t>Jeanne est un vrai cordon</w:t>
      </w:r>
      <w:r w:rsidR="00C77A4E">
        <w:t>-</w:t>
      </w:r>
      <w:r w:rsidR="00C77A4E" w:rsidRPr="00275B88">
        <w:t>bleu</w:t>
      </w:r>
      <w:r>
        <w:t>.</w:t>
      </w:r>
    </w:p>
    <w:p w14:paraId="4BBCA905" w14:textId="77777777" w:rsidR="002C50B2" w:rsidRDefault="002C50B2" w:rsidP="002C50B2">
      <w:r>
        <w:t>— </w:t>
      </w:r>
      <w:r w:rsidR="00C77A4E" w:rsidRPr="00275B88">
        <w:t>Ça</w:t>
      </w:r>
      <w:r>
        <w:t xml:space="preserve">, </w:t>
      </w:r>
      <w:r w:rsidR="00C77A4E" w:rsidRPr="00275B88">
        <w:t xml:space="preserve">appuyait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j</w:t>
      </w:r>
      <w:r>
        <w:t>’</w:t>
      </w:r>
      <w:r w:rsidR="00C77A4E" w:rsidRPr="00275B88">
        <w:t>en réponds</w:t>
      </w:r>
      <w:r>
        <w:t xml:space="preserve">, </w:t>
      </w:r>
      <w:r w:rsidR="00C77A4E" w:rsidRPr="00275B88">
        <w:t>et je vous prie de croire que vous allez être soignés</w:t>
      </w:r>
      <w:r>
        <w:t>.</w:t>
      </w:r>
    </w:p>
    <w:p w14:paraId="49C96F2E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exclamait Jacques avec bonne humeur</w:t>
      </w:r>
      <w:r>
        <w:t xml:space="preserve">, </w:t>
      </w:r>
      <w:r w:rsidR="00C77A4E" w:rsidRPr="00275B88">
        <w:t>vous m</w:t>
      </w:r>
      <w:r>
        <w:t>’</w:t>
      </w:r>
      <w:r w:rsidR="00C77A4E" w:rsidRPr="00275B88">
        <w:t>enlevez ma femme de ménage</w:t>
      </w:r>
      <w:r>
        <w:t> ?</w:t>
      </w:r>
    </w:p>
    <w:p w14:paraId="54D41475" w14:textId="77777777" w:rsidR="002C50B2" w:rsidRDefault="002C50B2" w:rsidP="002C50B2">
      <w:r>
        <w:t>— </w:t>
      </w:r>
      <w:r w:rsidR="00C77A4E" w:rsidRPr="00275B88">
        <w:t>Je vous demande pardon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ignorais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excusait la jeune fille</w:t>
      </w:r>
      <w:r>
        <w:t>.</w:t>
      </w:r>
    </w:p>
    <w:p w14:paraId="115BEB1E" w14:textId="77777777" w:rsidR="002C50B2" w:rsidRDefault="002C50B2" w:rsidP="002C50B2">
      <w:r>
        <w:t>— </w:t>
      </w:r>
      <w:r w:rsidR="00C77A4E" w:rsidRPr="00275B88">
        <w:t>Je vous en prie</w:t>
      </w:r>
      <w:r>
        <w:t xml:space="preserve">, </w:t>
      </w:r>
      <w:r w:rsidR="00C77A4E" w:rsidRPr="00275B88">
        <w:t>ne vous gênez pas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empressait de déclarer le reporter</w:t>
      </w:r>
      <w:r>
        <w:t xml:space="preserve">… </w:t>
      </w:r>
      <w:r w:rsidR="00C77A4E" w:rsidRPr="00275B88">
        <w:t>Certes</w:t>
      </w:r>
      <w:r>
        <w:t xml:space="preserve">, </w:t>
      </w:r>
      <w:r w:rsidR="00C77A4E" w:rsidRPr="00275B88">
        <w:t>je tenais beaucoup à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mais je m</w:t>
      </w:r>
      <w:r>
        <w:t>’</w:t>
      </w:r>
      <w:r w:rsidR="00C77A4E" w:rsidRPr="00275B88">
        <w:t>en voudrais de vous priver</w:t>
      </w:r>
      <w:r>
        <w:t xml:space="preserve">, </w:t>
      </w:r>
      <w:r w:rsidR="00C77A4E" w:rsidRPr="00275B88">
        <w:t>ainsi que monsieur votre père</w:t>
      </w:r>
      <w:r>
        <w:t xml:space="preserve">, </w:t>
      </w:r>
      <w:r w:rsidR="00C77A4E" w:rsidRPr="00275B88">
        <w:t>des services de cette excellente femme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serai quitte pour me procurer une autre femme de ménage</w:t>
      </w:r>
      <w:r>
        <w:t>.</w:t>
      </w:r>
    </w:p>
    <w:p w14:paraId="51C1326A" w14:textId="77777777" w:rsidR="002C50B2" w:rsidRDefault="002C50B2" w:rsidP="002C50B2">
      <w:r>
        <w:t>— </w:t>
      </w:r>
      <w:r w:rsidR="00C77A4E" w:rsidRPr="00275B88">
        <w:t>Marie</w:t>
      </w:r>
      <w:r w:rsidR="00C77A4E">
        <w:t>-</w:t>
      </w:r>
      <w:r w:rsidR="00C77A4E" w:rsidRPr="00275B88">
        <w:t>Jeanne vous trouvera ça</w:t>
      </w:r>
      <w:r>
        <w:t xml:space="preserve">… </w:t>
      </w:r>
      <w:r w:rsidR="00C77A4E" w:rsidRPr="00275B88">
        <w:t xml:space="preserve">affirmait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ravi de la tournure que prenaient pour lui les événements</w:t>
      </w:r>
      <w:r>
        <w:t>.</w:t>
      </w:r>
    </w:p>
    <w:p w14:paraId="5B76BA33" w14:textId="77777777" w:rsidR="002C50B2" w:rsidRDefault="00C77A4E" w:rsidP="002C50B2">
      <w:r w:rsidRPr="00275B88">
        <w:t>Et il ajouta rondement</w:t>
      </w:r>
      <w:r w:rsidR="002C50B2">
        <w:t> :</w:t>
      </w:r>
    </w:p>
    <w:p w14:paraId="392F7ECE" w14:textId="77777777" w:rsidR="002C50B2" w:rsidRDefault="002C50B2" w:rsidP="002C50B2">
      <w:r>
        <w:t>— </w:t>
      </w:r>
      <w:r w:rsidR="00C77A4E" w:rsidRPr="00275B88">
        <w:t>Au revoir tout le monde et encore merci</w:t>
      </w:r>
      <w:r>
        <w:t> !</w:t>
      </w:r>
    </w:p>
    <w:p w14:paraId="6E72127C" w14:textId="77777777" w:rsidR="002C50B2" w:rsidRDefault="00C77A4E" w:rsidP="002C50B2">
      <w:r w:rsidRPr="00275B88">
        <w:t>L</w:t>
      </w:r>
      <w:r w:rsidR="002C50B2">
        <w:t>’</w:t>
      </w:r>
      <w:r w:rsidRPr="00275B88">
        <w:t>excellent homme s</w:t>
      </w:r>
      <w:r w:rsidR="002C50B2">
        <w:t>’</w:t>
      </w:r>
      <w:r w:rsidRPr="00275B88">
        <w:t>éloigna</w:t>
      </w:r>
      <w:r w:rsidR="002C50B2">
        <w:t xml:space="preserve">, </w:t>
      </w:r>
      <w:r w:rsidRPr="00275B88">
        <w:t>tout exubérant de joie</w:t>
      </w:r>
      <w:r w:rsidR="002C50B2">
        <w:t>.</w:t>
      </w:r>
    </w:p>
    <w:p w14:paraId="0031C6E7" w14:textId="77777777" w:rsidR="002C50B2" w:rsidRDefault="00C77A4E" w:rsidP="002C50B2">
      <w:r w:rsidRPr="00275B88">
        <w:lastRenderedPageBreak/>
        <w:t>Alors</w:t>
      </w:r>
      <w:r w:rsidR="002C50B2">
        <w:t xml:space="preserve">, </w:t>
      </w:r>
      <w:r w:rsidRPr="00275B88">
        <w:t>Colette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avançant vers Jacques qui s</w:t>
      </w:r>
      <w:r w:rsidR="002C50B2">
        <w:t>’</w:t>
      </w:r>
      <w:r w:rsidRPr="00275B88">
        <w:t>apprêtait à prendre congé d</w:t>
      </w:r>
      <w:r w:rsidR="002C50B2">
        <w:t>’</w:t>
      </w:r>
      <w:r w:rsidRPr="00275B88">
        <w:t>elle et de son père</w:t>
      </w:r>
      <w:r w:rsidR="002C50B2">
        <w:t xml:space="preserve">, </w:t>
      </w:r>
      <w:r w:rsidRPr="00275B88">
        <w:t>lui dit</w:t>
      </w:r>
      <w:r w:rsidR="002C50B2">
        <w:t> :</w:t>
      </w:r>
    </w:p>
    <w:p w14:paraId="1EC91792" w14:textId="77777777" w:rsidR="002C50B2" w:rsidRDefault="002C50B2" w:rsidP="002C50B2">
      <w:r>
        <w:t>— </w:t>
      </w:r>
      <w:r w:rsidR="00C77A4E" w:rsidRPr="00275B88">
        <w:t>Moi aussi</w:t>
      </w:r>
      <w:r>
        <w:t xml:space="preserve">, </w:t>
      </w:r>
      <w:r w:rsidR="00C77A4E" w:rsidRPr="00275B88">
        <w:t>il faut que je vous remercie</w:t>
      </w:r>
      <w:r>
        <w:t>.</w:t>
      </w:r>
    </w:p>
    <w:p w14:paraId="64298D4D" w14:textId="77777777" w:rsidR="002C50B2" w:rsidRDefault="002C50B2" w:rsidP="002C50B2">
      <w:r>
        <w:t>— </w:t>
      </w:r>
      <w:r w:rsidR="00C77A4E" w:rsidRPr="00275B88">
        <w:t>De quoi donc</w:t>
      </w:r>
      <w:r>
        <w:t xml:space="preserve">, </w:t>
      </w:r>
      <w:r w:rsidR="00C77A4E" w:rsidRPr="00275B88">
        <w:t>mademoiselle</w:t>
      </w:r>
      <w:r>
        <w:t> ?</w:t>
      </w:r>
    </w:p>
    <w:p w14:paraId="1BD66B29" w14:textId="77777777" w:rsidR="002C50B2" w:rsidRDefault="002C50B2" w:rsidP="002C50B2">
      <w:r>
        <w:t>— </w:t>
      </w:r>
      <w:r w:rsidR="00C77A4E" w:rsidRPr="00275B88">
        <w:t>Mais du sacrifice que vous avez bien voulu consentir en notre faveur</w:t>
      </w:r>
      <w:r>
        <w:t>.</w:t>
      </w:r>
    </w:p>
    <w:p w14:paraId="3CCF2CFE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 tout naturel</w:t>
      </w:r>
      <w:r>
        <w:t> ?</w:t>
      </w:r>
    </w:p>
    <w:p w14:paraId="0EF954A9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au détective qui regardait les deux jeunes gens avec un bon sourire</w:t>
      </w:r>
      <w:r w:rsidR="002C50B2">
        <w:t xml:space="preserve">, </w:t>
      </w:r>
      <w:r w:rsidRPr="00275B88">
        <w:t>le reporter ajouta</w:t>
      </w:r>
      <w:r w:rsidR="002C50B2">
        <w:t> :</w:t>
      </w:r>
    </w:p>
    <w:p w14:paraId="2141354D" w14:textId="77777777" w:rsidR="002C50B2" w:rsidRDefault="002C50B2" w:rsidP="002C50B2">
      <w:r>
        <w:t>— </w:t>
      </w:r>
      <w:r w:rsidR="00C77A4E" w:rsidRPr="00275B88">
        <w:t>Quand aurai</w:t>
      </w:r>
      <w:r w:rsidR="00C77A4E">
        <w:t>-</w:t>
      </w:r>
      <w:r w:rsidR="00C77A4E" w:rsidRPr="00275B88">
        <w:t>je le grand plaisir de vous revoir</w:t>
      </w:r>
      <w:r>
        <w:t> ?</w:t>
      </w:r>
    </w:p>
    <w:p w14:paraId="5AD46AD7" w14:textId="77777777" w:rsidR="002C50B2" w:rsidRDefault="00C77A4E" w:rsidP="002C50B2">
      <w:r w:rsidRPr="00275B88">
        <w:t>Avec bonhomie</w:t>
      </w:r>
      <w:r w:rsidR="002C50B2">
        <w:t xml:space="preserve">, </w:t>
      </w:r>
      <w:r w:rsidRPr="00275B88">
        <w:t>Chantecoq répliquait</w:t>
      </w:r>
      <w:r w:rsidR="002C50B2">
        <w:t> :</w:t>
      </w:r>
    </w:p>
    <w:p w14:paraId="659AEB83" w14:textId="77777777" w:rsidR="002C50B2" w:rsidRDefault="002C50B2" w:rsidP="002C50B2">
      <w:r>
        <w:t>— </w:t>
      </w:r>
      <w:r w:rsidR="00C77A4E" w:rsidRPr="00275B88">
        <w:t>Mais quand vous voudrez</w:t>
      </w:r>
      <w:r>
        <w:t xml:space="preserve">, </w:t>
      </w:r>
      <w:r w:rsidR="00C77A4E" w:rsidRPr="00275B88">
        <w:t>et le plus tôt sera le mieux</w:t>
      </w:r>
      <w:r>
        <w:t xml:space="preserve">. </w:t>
      </w:r>
      <w:r w:rsidR="00C77A4E" w:rsidRPr="00275B88">
        <w:t>Au fait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y songe</w:t>
      </w:r>
      <w:r>
        <w:t xml:space="preserve">. </w:t>
      </w:r>
      <w:r w:rsidR="00C77A4E" w:rsidRPr="00275B88">
        <w:t>Faites</w:t>
      </w:r>
      <w:r w:rsidR="00C77A4E">
        <w:t>-</w:t>
      </w:r>
      <w:r w:rsidR="00C77A4E" w:rsidRPr="00275B88">
        <w:t>nous donc l</w:t>
      </w:r>
      <w:r>
        <w:t>’</w:t>
      </w:r>
      <w:r w:rsidR="00C77A4E" w:rsidRPr="00275B88">
        <w:t>amitié de venir dîner demain soir avec nous</w:t>
      </w:r>
      <w:r>
        <w:t xml:space="preserve">, </w:t>
      </w:r>
      <w:r w:rsidR="00C77A4E" w:rsidRPr="00275B88">
        <w:t>sans cérémonie</w:t>
      </w:r>
      <w:r>
        <w:t xml:space="preserve">, </w:t>
      </w:r>
      <w:r w:rsidR="00C77A4E" w:rsidRPr="00275B88">
        <w:t>en famille</w:t>
      </w:r>
      <w:r>
        <w:t xml:space="preserve">. </w:t>
      </w:r>
      <w:r w:rsidR="00C77A4E" w:rsidRPr="00275B88">
        <w:t>Vous pourrez ainsi goûter à la cuisine de votre femme de ménage</w:t>
      </w:r>
      <w:r>
        <w:t>.</w:t>
      </w:r>
    </w:p>
    <w:p w14:paraId="47F38A17" w14:textId="77777777" w:rsidR="002C50B2" w:rsidRDefault="00C77A4E" w:rsidP="002C50B2">
      <w:r w:rsidRPr="00275B88">
        <w:t>Instinctivement</w:t>
      </w:r>
      <w:r w:rsidR="002C50B2">
        <w:t xml:space="preserve">, </w:t>
      </w:r>
      <w:r w:rsidRPr="00275B88">
        <w:t>les yeux de Jacques se dirigèrent vers Colette</w:t>
      </w:r>
      <w:r w:rsidR="002C50B2">
        <w:t xml:space="preserve">. </w:t>
      </w:r>
      <w:r w:rsidRPr="00275B88">
        <w:t>Tout</w:t>
      </w:r>
      <w:r w:rsidR="002C50B2">
        <w:t xml:space="preserve">, </w:t>
      </w:r>
      <w:r w:rsidRPr="00275B88">
        <w:t>en elle</w:t>
      </w:r>
      <w:r w:rsidR="002C50B2">
        <w:t xml:space="preserve">, </w:t>
      </w:r>
      <w:r w:rsidRPr="00275B88">
        <w:t>semblait si bien exprimer qu</w:t>
      </w:r>
      <w:r w:rsidR="002C50B2">
        <w:t>’</w:t>
      </w:r>
      <w:r w:rsidRPr="00275B88">
        <w:t>elle espérait une réponse favorable</w:t>
      </w:r>
      <w:r w:rsidR="002C50B2">
        <w:t xml:space="preserve">, </w:t>
      </w:r>
      <w:r w:rsidRPr="00275B88">
        <w:t>que</w:t>
      </w:r>
      <w:r w:rsidR="002C50B2">
        <w:t xml:space="preserve">, </w:t>
      </w:r>
      <w:r w:rsidRPr="00275B88">
        <w:t>sans hésiter</w:t>
      </w:r>
      <w:r w:rsidR="002C50B2">
        <w:t xml:space="preserve">, </w:t>
      </w:r>
      <w:r w:rsidRPr="00275B88">
        <w:t>il répondit</w:t>
      </w:r>
      <w:r w:rsidR="002C50B2">
        <w:t> :</w:t>
      </w:r>
    </w:p>
    <w:p w14:paraId="1F583AB3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accepte avec plaisir</w:t>
      </w:r>
      <w:r>
        <w:t>.</w:t>
      </w:r>
    </w:p>
    <w:p w14:paraId="5DB9248A" w14:textId="77777777" w:rsidR="002C50B2" w:rsidRDefault="00C77A4E" w:rsidP="002C50B2">
      <w:r w:rsidRPr="00275B88">
        <w:t>Après de cordiales poignées de main</w:t>
      </w:r>
      <w:r w:rsidR="002C50B2">
        <w:t xml:space="preserve">, </w:t>
      </w:r>
      <w:r w:rsidRPr="00275B88">
        <w:t>tous trois se séparèrent</w:t>
      </w:r>
      <w:r w:rsidR="002C50B2">
        <w:t xml:space="preserve">. </w:t>
      </w:r>
      <w:r w:rsidRPr="00275B88">
        <w:t>Colette</w:t>
      </w:r>
      <w:r w:rsidR="002C50B2">
        <w:t xml:space="preserve">, </w:t>
      </w:r>
      <w:r w:rsidRPr="00275B88">
        <w:t>en voyant partir Jacques</w:t>
      </w:r>
      <w:r w:rsidR="002C50B2">
        <w:t xml:space="preserve">, </w:t>
      </w:r>
      <w:r w:rsidRPr="00275B88">
        <w:t>dit à son père</w:t>
      </w:r>
      <w:r w:rsidR="002C50B2">
        <w:t xml:space="preserve">, </w:t>
      </w:r>
      <w:r w:rsidRPr="00275B88">
        <w:t>avec cette exquise spontanéité qui la caractérisait</w:t>
      </w:r>
      <w:r w:rsidR="002C50B2">
        <w:t> :</w:t>
      </w:r>
    </w:p>
    <w:p w14:paraId="14A2F6E1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est charmant</w:t>
      </w:r>
      <w:r>
        <w:t> ?</w:t>
      </w:r>
    </w:p>
    <w:p w14:paraId="6D70689F" w14:textId="77777777" w:rsidR="002C50B2" w:rsidRDefault="002C50B2" w:rsidP="002C50B2">
      <w:r>
        <w:t>— </w:t>
      </w:r>
      <w:r w:rsidR="00C77A4E" w:rsidRPr="00275B88">
        <w:t>Comme le prince du même nom</w:t>
      </w:r>
      <w:r>
        <w:t xml:space="preserve">, </w:t>
      </w:r>
      <w:r w:rsidR="00C77A4E" w:rsidRPr="00275B88">
        <w:t>dit Chantecoq en tapotant la joue de Colette qui se colora d</w:t>
      </w:r>
      <w:r>
        <w:t>’</w:t>
      </w:r>
      <w:r w:rsidR="00C77A4E" w:rsidRPr="00275B88">
        <w:t>un joli rose</w:t>
      </w:r>
      <w:r>
        <w:t>.</w:t>
      </w:r>
    </w:p>
    <w:p w14:paraId="70EB44AE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prenant le bras de son père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en fut avec lui dans la direction du Carrousel</w:t>
      </w:r>
      <w:r w:rsidR="002C50B2">
        <w:t>.</w:t>
      </w:r>
    </w:p>
    <w:p w14:paraId="57F0C327" w14:textId="77777777" w:rsidR="002C50B2" w:rsidRDefault="00C77A4E" w:rsidP="002C50B2">
      <w:r w:rsidRPr="00275B88">
        <w:t>Quand ils eurent fait quelques pas</w:t>
      </w:r>
      <w:r w:rsidR="002C50B2">
        <w:t xml:space="preserve">, </w:t>
      </w:r>
      <w:r w:rsidRPr="00275B88">
        <w:t>la tête du mystérieux bossu émergea lentement de la voiturette</w:t>
      </w:r>
      <w:r w:rsidR="002C50B2">
        <w:t xml:space="preserve">, </w:t>
      </w:r>
      <w:r w:rsidRPr="00275B88">
        <w:t>au fond de laquelle il se cachait</w:t>
      </w:r>
      <w:r w:rsidR="002C50B2">
        <w:t xml:space="preserve">. </w:t>
      </w:r>
      <w:r w:rsidRPr="00275B88">
        <w:t>Et tout en suivant de son regard de batracien le détective et sa fille qui s</w:t>
      </w:r>
      <w:r w:rsidR="002C50B2">
        <w:t>’</w:t>
      </w:r>
      <w:r w:rsidRPr="00275B88">
        <w:t>éloignaient en devisant gaiement</w:t>
      </w:r>
      <w:r w:rsidR="002C50B2">
        <w:t xml:space="preserve">, </w:t>
      </w:r>
      <w:r w:rsidRPr="00275B88">
        <w:t>il murmura avec un hideux sourire</w:t>
      </w:r>
      <w:r w:rsidR="002C50B2">
        <w:t> :</w:t>
      </w:r>
    </w:p>
    <w:p w14:paraId="00E1FC4A" w14:textId="77777777" w:rsidR="002C50B2" w:rsidRDefault="002C50B2" w:rsidP="002C50B2">
      <w:r>
        <w:t>— </w:t>
      </w:r>
      <w:r w:rsidR="00C77A4E" w:rsidRPr="00275B88">
        <w:t>Je crois que Belphégor sera content de moi</w:t>
      </w:r>
      <w:r>
        <w:t> !…</w:t>
      </w:r>
    </w:p>
    <w:p w14:paraId="3DA0782D" w14:textId="4A7B8D21" w:rsidR="00C77A4E" w:rsidRPr="00676ECE" w:rsidRDefault="00C77A4E" w:rsidP="002C50B2">
      <w:pPr>
        <w:pStyle w:val="Titre2"/>
      </w:pPr>
      <w:bookmarkStart w:id="30" w:name="_Toc145914608"/>
      <w:bookmarkStart w:id="31" w:name="_Toc203477069"/>
      <w:r w:rsidRPr="00676ECE">
        <w:lastRenderedPageBreak/>
        <w:t>XI</w:t>
      </w:r>
      <w:bookmarkEnd w:id="30"/>
      <w:r>
        <w:br/>
      </w:r>
      <w:r>
        <w:br/>
      </w:r>
      <w:bookmarkStart w:id="32" w:name="_Toc145914609"/>
      <w:r w:rsidRPr="00676ECE">
        <w:t>OÙ BELPHÉGOR DÉCLARE DIRECTEMENT LA GUERRE À CHANTECOQ</w:t>
      </w:r>
      <w:bookmarkEnd w:id="31"/>
      <w:bookmarkEnd w:id="32"/>
      <w:r>
        <w:br/>
      </w:r>
    </w:p>
    <w:p w14:paraId="0682DB4D" w14:textId="77777777" w:rsidR="002C50B2" w:rsidRDefault="00C77A4E" w:rsidP="002C50B2">
      <w:r w:rsidRPr="00275B88">
        <w:t>Le même soir</w:t>
      </w:r>
      <w:r w:rsidR="002C50B2">
        <w:t xml:space="preserve">, </w:t>
      </w:r>
      <w:r w:rsidRPr="00275B88">
        <w:t>pendant le dîner</w:t>
      </w:r>
      <w:r w:rsidR="002C50B2">
        <w:t xml:space="preserve">, </w:t>
      </w:r>
      <w:r w:rsidRPr="00275B88">
        <w:t>Chantecoq avait observé un silence presque complet</w:t>
      </w:r>
      <w:r w:rsidR="002C50B2">
        <w:t xml:space="preserve">, </w:t>
      </w:r>
      <w:r w:rsidRPr="00275B88">
        <w:t>que sa fille s</w:t>
      </w:r>
      <w:r w:rsidR="002C50B2">
        <w:t>’</w:t>
      </w:r>
      <w:r w:rsidRPr="00275B88">
        <w:t>était bien gardée de troubler</w:t>
      </w:r>
      <w:r w:rsidR="002C50B2">
        <w:t>.</w:t>
      </w:r>
    </w:p>
    <w:p w14:paraId="2B6C922C" w14:textId="77777777" w:rsidR="002C50B2" w:rsidRDefault="00C77A4E" w:rsidP="002C50B2">
      <w:r w:rsidRPr="00275B88">
        <w:t>Après avoir avalé rapidement une tasse de café sans sucre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était retiré dans son studio avec sa fille</w:t>
      </w:r>
      <w:r w:rsidR="002C50B2">
        <w:t xml:space="preserve">… </w:t>
      </w:r>
      <w:r w:rsidRPr="00275B88">
        <w:t>L</w:t>
      </w:r>
      <w:r w:rsidR="002C50B2">
        <w:t>’</w:t>
      </w:r>
      <w:r w:rsidRPr="00275B88">
        <w:rPr>
          <w:i/>
          <w:iCs/>
        </w:rPr>
        <w:t xml:space="preserve">Histoire du vieux Louvre </w:t>
      </w:r>
      <w:r w:rsidRPr="00275B88">
        <w:t>était restée sur sa table de travail</w:t>
      </w:r>
      <w:r w:rsidR="002C50B2">
        <w:t xml:space="preserve">… </w:t>
      </w:r>
      <w:r w:rsidRPr="00275B88">
        <w:t>Il la considéra d</w:t>
      </w:r>
      <w:r w:rsidR="002C50B2">
        <w:t>’</w:t>
      </w:r>
      <w:r w:rsidRPr="00275B88">
        <w:t>un air dédaigneux et s</w:t>
      </w:r>
      <w:r w:rsidR="002C50B2">
        <w:t>’</w:t>
      </w:r>
      <w:r w:rsidRPr="00275B88">
        <w:t>en fut classer dans un des rayons de la bibliothèque le livre</w:t>
      </w:r>
      <w:r w:rsidR="002C50B2">
        <w:t xml:space="preserve">, </w:t>
      </w:r>
      <w:r w:rsidRPr="00275B88">
        <w:t>désormais pour lui inutile</w:t>
      </w:r>
      <w:r w:rsidR="002C50B2">
        <w:t xml:space="preserve">. </w:t>
      </w:r>
      <w:r w:rsidRPr="00275B88">
        <w:t>Et tandis que Colette</w:t>
      </w:r>
      <w:r w:rsidR="002C50B2">
        <w:t xml:space="preserve">, </w:t>
      </w:r>
      <w:r w:rsidRPr="00275B88">
        <w:t>assise à sa place habituelle</w:t>
      </w:r>
      <w:r w:rsidR="002C50B2">
        <w:t xml:space="preserve">, </w:t>
      </w:r>
      <w:r w:rsidRPr="00275B88">
        <w:t>parcourait les journaux du soir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installait devant son bureau en murmurant</w:t>
      </w:r>
      <w:r w:rsidR="002C50B2">
        <w:t> :</w:t>
      </w:r>
    </w:p>
    <w:p w14:paraId="000B7659" w14:textId="77777777" w:rsidR="002C50B2" w:rsidRDefault="002C50B2" w:rsidP="002C50B2">
      <w:r>
        <w:t>— </w:t>
      </w:r>
      <w:r w:rsidR="00C77A4E" w:rsidRPr="00275B88">
        <w:t>Et maintenant</w:t>
      </w:r>
      <w:r>
        <w:t xml:space="preserve">, </w:t>
      </w:r>
      <w:r w:rsidR="00C77A4E" w:rsidRPr="00275B88">
        <w:t>à l</w:t>
      </w:r>
      <w:r>
        <w:t>’</w:t>
      </w:r>
      <w:r w:rsidR="00C77A4E" w:rsidRPr="00275B88">
        <w:t>ouvrage</w:t>
      </w:r>
      <w:r>
        <w:t> !</w:t>
      </w:r>
    </w:p>
    <w:p w14:paraId="5AB5BAA1" w14:textId="77777777" w:rsidR="002C50B2" w:rsidRDefault="00C77A4E" w:rsidP="002C50B2">
      <w:r w:rsidRPr="00275B88">
        <w:t xml:space="preserve">Chantecoq prit dans le tiroir du meuble les deux messages signés </w:t>
      </w:r>
      <w:r w:rsidR="002C50B2">
        <w:t>« </w:t>
      </w:r>
      <w:r w:rsidRPr="00275B88">
        <w:t>Belphégor</w:t>
      </w:r>
      <w:r w:rsidR="002C50B2">
        <w:t> »</w:t>
      </w:r>
      <w:r w:rsidRPr="00275B88">
        <w:t xml:space="preserve"> et les lisait et relisait avec une extrême attention</w:t>
      </w:r>
      <w:r w:rsidR="002C50B2">
        <w:t>.</w:t>
      </w:r>
    </w:p>
    <w:p w14:paraId="1F882E77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de sa loupe</w:t>
      </w:r>
      <w:r w:rsidR="002C50B2">
        <w:t xml:space="preserve">, </w:t>
      </w:r>
      <w:r w:rsidRPr="00275B88">
        <w:t>il se mit à scruter</w:t>
      </w:r>
      <w:r w:rsidR="002C50B2">
        <w:t xml:space="preserve">, </w:t>
      </w:r>
      <w:r w:rsidRPr="00275B88">
        <w:t>à analyser tous les détails de cette écriture</w:t>
      </w:r>
      <w:r w:rsidR="002C50B2">
        <w:t xml:space="preserve">, </w:t>
      </w:r>
      <w:r w:rsidRPr="00275B88">
        <w:t>lettre par lettre</w:t>
      </w:r>
      <w:r w:rsidR="002C50B2">
        <w:t xml:space="preserve">, </w:t>
      </w:r>
      <w:r w:rsidRPr="00275B88">
        <w:t>avec le même soin qu</w:t>
      </w:r>
      <w:r w:rsidR="002C50B2">
        <w:t>’</w:t>
      </w:r>
      <w:r w:rsidRPr="00275B88">
        <w:t>un graphologue professionnel</w:t>
      </w:r>
      <w:r w:rsidR="002C50B2">
        <w:t>.</w:t>
      </w:r>
    </w:p>
    <w:p w14:paraId="1AFB3B4F" w14:textId="77777777" w:rsidR="002C50B2" w:rsidRDefault="00C77A4E" w:rsidP="002C50B2">
      <w:r w:rsidRPr="00275B88">
        <w:t>Bientôt le visage du grand limier trahit une assez vive surprise</w:t>
      </w:r>
      <w:r w:rsidR="002C50B2">
        <w:t xml:space="preserve">. </w:t>
      </w:r>
      <w:r w:rsidRPr="00275B88">
        <w:t>Ouvrant de nouveau le tiroir</w:t>
      </w:r>
      <w:r w:rsidR="002C50B2">
        <w:t xml:space="preserve">, </w:t>
      </w:r>
      <w:r w:rsidRPr="00275B88">
        <w:t>il y plongea la main et en retira le petit bleu dans lequel Jacques Bellegarde s</w:t>
      </w:r>
      <w:r w:rsidR="002C50B2">
        <w:t>’</w:t>
      </w:r>
      <w:r w:rsidRPr="00275B88">
        <w:t>excusait de ne pouvoir se rendre chez lui à l</w:t>
      </w:r>
      <w:r w:rsidR="002C50B2">
        <w:t>’</w:t>
      </w:r>
      <w:r w:rsidRPr="00275B88">
        <w:t>heure dite</w:t>
      </w:r>
      <w:r w:rsidR="002C50B2">
        <w:t xml:space="preserve">. </w:t>
      </w:r>
      <w:r w:rsidRPr="00275B88">
        <w:t xml:space="preserve">Il le déposa à </w:t>
      </w:r>
      <w:r w:rsidRPr="00275B88">
        <w:lastRenderedPageBreak/>
        <w:t xml:space="preserve">côté des deux messages de </w:t>
      </w:r>
      <w:r w:rsidR="002C50B2">
        <w:t>« </w:t>
      </w:r>
      <w:r w:rsidRPr="00275B88">
        <w:t>Belphégor</w:t>
      </w:r>
      <w:r w:rsidR="002C50B2">
        <w:t> »</w:t>
      </w:r>
      <w:r w:rsidRPr="00275B88">
        <w:t xml:space="preserve"> et se livra sur lui</w:t>
      </w:r>
      <w:r w:rsidR="002C50B2">
        <w:t xml:space="preserve">, </w:t>
      </w:r>
      <w:r w:rsidRPr="00275B88">
        <w:t>toujours à l</w:t>
      </w:r>
      <w:r w:rsidR="002C50B2">
        <w:t>’</w:t>
      </w:r>
      <w:r w:rsidRPr="00275B88">
        <w:t>aide de sa loupe</w:t>
      </w:r>
      <w:r w:rsidR="002C50B2">
        <w:t xml:space="preserve">, </w:t>
      </w:r>
      <w:r w:rsidRPr="00275B88">
        <w:t>à un examen aussi minutieux que le précédent</w:t>
      </w:r>
      <w:r w:rsidR="002C50B2">
        <w:t>.</w:t>
      </w:r>
    </w:p>
    <w:p w14:paraId="4780770D" w14:textId="77777777" w:rsidR="002C50B2" w:rsidRDefault="00C77A4E" w:rsidP="002C50B2">
      <w:r w:rsidRPr="00275B88">
        <w:t>Quand il eut terminé</w:t>
      </w:r>
      <w:r w:rsidR="002C50B2">
        <w:t xml:space="preserve">, </w:t>
      </w:r>
      <w:r w:rsidRPr="00275B88">
        <w:t>il semblait troublé</w:t>
      </w:r>
      <w:r w:rsidR="002C50B2">
        <w:t xml:space="preserve">… </w:t>
      </w:r>
      <w:r w:rsidRPr="00275B88">
        <w:t>inquiet</w:t>
      </w:r>
      <w:r w:rsidR="002C50B2">
        <w:t xml:space="preserve">… </w:t>
      </w:r>
      <w:r w:rsidRPr="00275B88">
        <w:t>indécis</w:t>
      </w:r>
      <w:r w:rsidR="002C50B2">
        <w:t>…</w:t>
      </w:r>
    </w:p>
    <w:p w14:paraId="68BC176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étrange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très étrange</w:t>
      </w:r>
      <w:r>
        <w:t>.</w:t>
      </w:r>
    </w:p>
    <w:p w14:paraId="44BFE98F" w14:textId="77777777" w:rsidR="002C50B2" w:rsidRDefault="00C77A4E" w:rsidP="002C50B2">
      <w:r w:rsidRPr="00275B88">
        <w:t>Colette releva la tête</w:t>
      </w:r>
      <w:r w:rsidR="002C50B2">
        <w:t>.</w:t>
      </w:r>
    </w:p>
    <w:p w14:paraId="107C74CC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>.</w:t>
      </w:r>
    </w:p>
    <w:p w14:paraId="4499FAFE" w14:textId="77777777" w:rsidR="002C50B2" w:rsidRDefault="002C50B2" w:rsidP="002C50B2">
      <w:r>
        <w:t>— </w:t>
      </w:r>
      <w:r w:rsidR="00C77A4E" w:rsidRPr="00275B88">
        <w:t>Viens voir</w:t>
      </w:r>
      <w:r>
        <w:t>.</w:t>
      </w:r>
    </w:p>
    <w:p w14:paraId="1CA3AC1F" w14:textId="77777777" w:rsidR="002C50B2" w:rsidRDefault="00C77A4E" w:rsidP="002C50B2">
      <w:r w:rsidRPr="00275B88">
        <w:t>La jeune fille se leva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tout en lui désignant les trois documents étalés devant lui</w:t>
      </w:r>
      <w:r w:rsidR="002C50B2">
        <w:t xml:space="preserve">, </w:t>
      </w:r>
      <w:r w:rsidRPr="00275B88">
        <w:t>Chantecoq reprit</w:t>
      </w:r>
      <w:r w:rsidR="002C50B2">
        <w:t> :</w:t>
      </w:r>
    </w:p>
    <w:p w14:paraId="2D84FFFC" w14:textId="77777777" w:rsidR="002C50B2" w:rsidRDefault="002C50B2" w:rsidP="002C50B2">
      <w:r>
        <w:t>— </w:t>
      </w:r>
      <w:r w:rsidR="00C77A4E" w:rsidRPr="00275B88">
        <w:t>Tu vois ces trois messages</w:t>
      </w:r>
      <w:r>
        <w:t xml:space="preserve"> ? </w:t>
      </w:r>
      <w:r w:rsidR="00C77A4E" w:rsidRPr="00275B88">
        <w:t>L</w:t>
      </w:r>
      <w:r>
        <w:t>’</w:t>
      </w:r>
      <w:r w:rsidR="00C77A4E" w:rsidRPr="00275B88">
        <w:t>un m</w:t>
      </w:r>
      <w:r>
        <w:t>’</w:t>
      </w:r>
      <w:r w:rsidR="00C77A4E" w:rsidRPr="00275B88">
        <w:t>a été adressé par Jacques Bellegarde</w:t>
      </w:r>
      <w:r>
        <w:t>.</w:t>
      </w:r>
    </w:p>
    <w:p w14:paraId="2B73CA8E" w14:textId="77777777" w:rsidR="002C50B2" w:rsidRDefault="002C50B2" w:rsidP="002C50B2">
      <w:r>
        <w:t>— </w:t>
      </w:r>
      <w:r w:rsidR="00C77A4E" w:rsidRPr="00275B88">
        <w:t>Je le connais</w:t>
      </w:r>
      <w:r>
        <w:t xml:space="preserve">, </w:t>
      </w:r>
      <w:r w:rsidR="00C77A4E" w:rsidRPr="00275B88">
        <w:t>soulignait Colette</w:t>
      </w:r>
      <w:r>
        <w:t>.</w:t>
      </w:r>
    </w:p>
    <w:p w14:paraId="57693EC9" w14:textId="77777777" w:rsidR="002C50B2" w:rsidRDefault="002C50B2" w:rsidP="002C50B2">
      <w:r>
        <w:t>— </w:t>
      </w:r>
      <w:r w:rsidR="00C77A4E" w:rsidRPr="00275B88">
        <w:t>Les deux autres ont été envoyés par Belphégor</w:t>
      </w:r>
      <w:r>
        <w:t>.</w:t>
      </w:r>
    </w:p>
    <w:p w14:paraId="7368B3EA" w14:textId="77777777" w:rsidR="002C50B2" w:rsidRDefault="002C50B2" w:rsidP="002C50B2">
      <w:r>
        <w:t>— </w:t>
      </w:r>
      <w:r w:rsidR="00C77A4E" w:rsidRPr="00275B88">
        <w:t>Par Belphégor</w:t>
      </w:r>
      <w:r>
        <w:t> ?</w:t>
      </w:r>
    </w:p>
    <w:p w14:paraId="146CA15E" w14:textId="679C3926" w:rsidR="002C50B2" w:rsidRDefault="002C50B2" w:rsidP="002C50B2">
      <w:r>
        <w:t>— </w:t>
      </w:r>
      <w:r w:rsidR="00C77A4E" w:rsidRPr="00275B88">
        <w:t>Parfaitement</w:t>
      </w:r>
      <w:r>
        <w:t xml:space="preserve">… </w:t>
      </w:r>
      <w:r w:rsidR="00C77A4E" w:rsidRPr="00275B88">
        <w:t>celui</w:t>
      </w:r>
      <w:r w:rsidR="00C77A4E">
        <w:t>-</w:t>
      </w:r>
      <w:r w:rsidR="00C77A4E" w:rsidRPr="00275B88">
        <w:t>ci à Jacques Bellegarde</w:t>
      </w:r>
      <w:r>
        <w:t xml:space="preserve">… </w:t>
      </w:r>
      <w:r w:rsidR="00C77A4E" w:rsidRPr="00275B88">
        <w:t>celui</w:t>
      </w:r>
      <w:r w:rsidR="00C77A4E">
        <w:t>-</w:t>
      </w:r>
      <w:r w:rsidR="00C77A4E" w:rsidRPr="00275B88">
        <w:t xml:space="preserve">là à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Simone Desroches</w:t>
      </w:r>
      <w:r>
        <w:t xml:space="preserve">… </w:t>
      </w:r>
      <w:r w:rsidR="00C77A4E" w:rsidRPr="00275B88">
        <w:t xml:space="preserve">Je te demande de les lire </w:t>
      </w:r>
      <w:r w:rsidR="00C77A4E" w:rsidRPr="00275B88">
        <w:rPr>
          <w:i/>
          <w:iCs/>
        </w:rPr>
        <w:t xml:space="preserve">tous les trois </w:t>
      </w:r>
      <w:r w:rsidR="00C77A4E" w:rsidRPr="00275B88">
        <w:t>lentement</w:t>
      </w:r>
      <w:r>
        <w:t xml:space="preserve">, </w:t>
      </w:r>
      <w:r w:rsidR="00C77A4E" w:rsidRPr="00275B88">
        <w:t>posément</w:t>
      </w:r>
      <w:r>
        <w:t xml:space="preserve">. </w:t>
      </w:r>
      <w:r w:rsidR="00C77A4E" w:rsidRPr="00275B88">
        <w:t>Tu me diras ensuite ce que tu en penses</w:t>
      </w:r>
      <w:r>
        <w:t>.</w:t>
      </w:r>
    </w:p>
    <w:p w14:paraId="49D74E8C" w14:textId="77777777" w:rsidR="002C50B2" w:rsidRDefault="00C77A4E" w:rsidP="002C50B2">
      <w:r w:rsidRPr="00275B88">
        <w:t>Colette obéit</w:t>
      </w:r>
      <w:r w:rsidR="002C50B2">
        <w:t>.</w:t>
      </w:r>
    </w:p>
    <w:p w14:paraId="1A7DDE5E" w14:textId="77777777" w:rsidR="002C50B2" w:rsidRDefault="002C50B2" w:rsidP="002C50B2">
      <w:r>
        <w:t>— </w:t>
      </w:r>
      <w:r w:rsidR="00C77A4E" w:rsidRPr="00275B88">
        <w:t>Eh bien</w:t>
      </w:r>
      <w:r>
        <w:t xml:space="preserve"> ? </w:t>
      </w:r>
      <w:r w:rsidR="00C77A4E" w:rsidRPr="00275B88">
        <w:t>interrogea le détective quand elle eut fini de lire</w:t>
      </w:r>
      <w:r>
        <w:t>.</w:t>
      </w:r>
    </w:p>
    <w:p w14:paraId="4D2693FD" w14:textId="195E300B" w:rsidR="002C50B2" w:rsidRDefault="002C50B2" w:rsidP="002C50B2">
      <w:r>
        <w:lastRenderedPageBreak/>
        <w:t>— </w:t>
      </w:r>
      <w:r w:rsidR="00C77A4E" w:rsidRPr="00275B88">
        <w:t>Je constate que l</w:t>
      </w:r>
      <w:r>
        <w:t>’</w:t>
      </w:r>
      <w:r w:rsidR="00C77A4E" w:rsidRPr="00275B88">
        <w:t xml:space="preserve">écriture de </w:t>
      </w:r>
      <w:r>
        <w:t>M. </w:t>
      </w:r>
      <w:r w:rsidR="00C77A4E" w:rsidRPr="00275B88">
        <w:t>Bellegarde est très nette</w:t>
      </w:r>
      <w:r>
        <w:t xml:space="preserve">, </w:t>
      </w:r>
      <w:r w:rsidR="00C77A4E" w:rsidRPr="00275B88">
        <w:t>très franche</w:t>
      </w:r>
      <w:r>
        <w:t xml:space="preserve">, </w:t>
      </w:r>
      <w:r w:rsidR="00C77A4E" w:rsidRPr="00275B88">
        <w:t>très typée</w:t>
      </w:r>
      <w:r>
        <w:t xml:space="preserve">, </w:t>
      </w:r>
      <w:r w:rsidR="00C77A4E" w:rsidRPr="00275B88">
        <w:t>et que celle de Belphégor est incohérente</w:t>
      </w:r>
      <w:r>
        <w:t xml:space="preserve">, </w:t>
      </w:r>
      <w:r w:rsidR="00C77A4E" w:rsidRPr="00275B88">
        <w:t>tarabiscotée et visiblement contrefaite</w:t>
      </w:r>
      <w:r>
        <w:t>.</w:t>
      </w:r>
    </w:p>
    <w:p w14:paraId="42D81CD7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accord</w:t>
      </w:r>
      <w:r>
        <w:t xml:space="preserve">… </w:t>
      </w:r>
      <w:r w:rsidR="00C77A4E" w:rsidRPr="00275B88">
        <w:t>mais n</w:t>
      </w:r>
      <w:r>
        <w:t>’</w:t>
      </w:r>
      <w:r w:rsidR="00C77A4E" w:rsidRPr="00275B88">
        <w:t>as</w:t>
      </w:r>
      <w:r w:rsidR="00C77A4E">
        <w:t>-</w:t>
      </w:r>
      <w:r w:rsidR="00C77A4E" w:rsidRPr="00275B88">
        <w:t>tu pas fait d</w:t>
      </w:r>
      <w:r>
        <w:t>’</w:t>
      </w:r>
      <w:r w:rsidR="00C77A4E" w:rsidRPr="00275B88">
        <w:t>autres remarques</w:t>
      </w:r>
      <w:r>
        <w:t> ?</w:t>
      </w:r>
    </w:p>
    <w:p w14:paraId="18DD4E2A" w14:textId="77777777" w:rsidR="002C50B2" w:rsidRDefault="002C50B2" w:rsidP="002C50B2">
      <w:r>
        <w:t>— </w:t>
      </w:r>
      <w:r w:rsidR="00C77A4E" w:rsidRPr="00275B88">
        <w:t>Mon Dieu</w:t>
      </w:r>
      <w:r>
        <w:t xml:space="preserve"> ! </w:t>
      </w:r>
      <w:r w:rsidR="00C77A4E" w:rsidRPr="00275B88">
        <w:t>non</w:t>
      </w:r>
      <w:r>
        <w:t>.</w:t>
      </w:r>
    </w:p>
    <w:p w14:paraId="5F1B2AF2" w14:textId="77777777" w:rsidR="002C50B2" w:rsidRDefault="002C50B2" w:rsidP="002C50B2">
      <w:r>
        <w:t>— </w:t>
      </w:r>
      <w:r w:rsidR="00C77A4E" w:rsidRPr="00275B88">
        <w:t>Veux</w:t>
      </w:r>
      <w:r w:rsidR="00C77A4E">
        <w:t>-</w:t>
      </w:r>
      <w:r w:rsidR="00C77A4E" w:rsidRPr="00275B88">
        <w:t xml:space="preserve">tu te donner la peine de fixer particulièrement le </w:t>
      </w:r>
      <w:r w:rsidR="00C77A4E" w:rsidRPr="00275B88">
        <w:rPr>
          <w:i/>
          <w:iCs/>
        </w:rPr>
        <w:t xml:space="preserve">B </w:t>
      </w:r>
      <w:r w:rsidR="00C77A4E" w:rsidRPr="00275B88">
        <w:t xml:space="preserve">de Bellegarde et le </w:t>
      </w:r>
      <w:r w:rsidR="00C77A4E" w:rsidRPr="00275B88">
        <w:rPr>
          <w:i/>
          <w:iCs/>
        </w:rPr>
        <w:t xml:space="preserve">B </w:t>
      </w:r>
      <w:r w:rsidR="00C77A4E" w:rsidRPr="00275B88">
        <w:t>de Belphégor</w:t>
      </w:r>
      <w:r>
        <w:t> ?</w:t>
      </w:r>
    </w:p>
    <w:p w14:paraId="5BA1875D" w14:textId="77777777" w:rsidR="002C50B2" w:rsidRDefault="002C50B2" w:rsidP="002C50B2">
      <w:r>
        <w:t>— </w:t>
      </w:r>
      <w:r w:rsidR="00C77A4E" w:rsidRPr="00275B88">
        <w:t>Volontiers</w:t>
      </w:r>
      <w:r>
        <w:t>.</w:t>
      </w:r>
    </w:p>
    <w:p w14:paraId="5AE2FC66" w14:textId="77777777" w:rsidR="002C50B2" w:rsidRDefault="00C77A4E" w:rsidP="002C50B2">
      <w:r w:rsidRPr="00275B88">
        <w:t>Colette regarda pendant un instant les deux lettres que lui indiquait son père</w:t>
      </w:r>
      <w:r w:rsidR="002C50B2">
        <w:t>.</w:t>
      </w:r>
    </w:p>
    <w:p w14:paraId="14FF6125" w14:textId="77777777" w:rsidR="002C50B2" w:rsidRDefault="00C77A4E" w:rsidP="002C50B2">
      <w:r w:rsidRPr="00275B88">
        <w:t>Celui</w:t>
      </w:r>
      <w:r>
        <w:t>-</w:t>
      </w:r>
      <w:r w:rsidRPr="00275B88">
        <w:t>ci reprenait</w:t>
      </w:r>
      <w:r w:rsidR="002C50B2">
        <w:t> :</w:t>
      </w:r>
    </w:p>
    <w:p w14:paraId="0B5B8119" w14:textId="77777777" w:rsidR="002C50B2" w:rsidRDefault="002C50B2" w:rsidP="002C50B2">
      <w:r>
        <w:t>— </w:t>
      </w:r>
      <w:r w:rsidR="00C77A4E" w:rsidRPr="00275B88">
        <w:t>Ne trouves</w:t>
      </w:r>
      <w:r w:rsidR="00C77A4E">
        <w:t>-</w:t>
      </w:r>
      <w:r w:rsidR="00C77A4E" w:rsidRPr="00275B88">
        <w:t xml:space="preserve">tu pas que ces deux </w:t>
      </w:r>
      <w:r w:rsidR="00C77A4E" w:rsidRPr="00275B88">
        <w:rPr>
          <w:i/>
          <w:iCs/>
        </w:rPr>
        <w:t xml:space="preserve">B </w:t>
      </w:r>
      <w:r w:rsidR="00C77A4E" w:rsidRPr="00275B88">
        <w:t>semblent avoir été écrits par la même main</w:t>
      </w:r>
      <w:r>
        <w:t> ?</w:t>
      </w:r>
    </w:p>
    <w:p w14:paraId="1C085100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reconnut la jeune fille</w:t>
      </w:r>
      <w:r>
        <w:t>.</w:t>
      </w:r>
    </w:p>
    <w:p w14:paraId="66F8F61C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Ce n</w:t>
      </w:r>
      <w:r>
        <w:t>’</w:t>
      </w:r>
      <w:r w:rsidR="00C77A4E" w:rsidRPr="00275B88">
        <w:t>est pas tout</w:t>
      </w:r>
      <w:r>
        <w:t xml:space="preserve">, </w:t>
      </w:r>
      <w:r w:rsidR="00C77A4E" w:rsidRPr="00275B88">
        <w:t>poursuivait le détective</w:t>
      </w:r>
      <w:r>
        <w:t xml:space="preserve">… </w:t>
      </w:r>
      <w:r w:rsidR="00C77A4E" w:rsidRPr="00275B88">
        <w:t xml:space="preserve">regarde bien à présent les boucles des </w:t>
      </w:r>
      <w:r w:rsidR="00C77A4E" w:rsidRPr="00275B88">
        <w:rPr>
          <w:i/>
          <w:iCs/>
        </w:rPr>
        <w:t>C</w:t>
      </w:r>
      <w:r>
        <w:rPr>
          <w:i/>
          <w:iCs/>
        </w:rPr>
        <w:t>.</w:t>
      </w:r>
    </w:p>
    <w:p w14:paraId="2D849411" w14:textId="77777777" w:rsidR="002C50B2" w:rsidRDefault="002C50B2" w:rsidP="002C50B2">
      <w:r>
        <w:t>— </w:t>
      </w:r>
      <w:r w:rsidR="00C77A4E" w:rsidRPr="00275B88">
        <w:t>Elles sont les mêmes</w:t>
      </w:r>
      <w:r>
        <w:t>.</w:t>
      </w:r>
    </w:p>
    <w:p w14:paraId="427934E2" w14:textId="77777777" w:rsidR="002C50B2" w:rsidRDefault="002C50B2" w:rsidP="002C50B2">
      <w:r>
        <w:t>— </w:t>
      </w:r>
      <w:r w:rsidR="00C77A4E" w:rsidRPr="00275B88">
        <w:t xml:space="preserve">Et celles des </w:t>
      </w:r>
      <w:r w:rsidR="00C77A4E" w:rsidRPr="00275B88">
        <w:rPr>
          <w:i/>
          <w:iCs/>
        </w:rPr>
        <w:t>l</w:t>
      </w:r>
      <w:r>
        <w:t> ?</w:t>
      </w:r>
    </w:p>
    <w:p w14:paraId="655F6183" w14:textId="77777777" w:rsidR="002C50B2" w:rsidRDefault="002C50B2" w:rsidP="002C50B2">
      <w:r>
        <w:t>— </w:t>
      </w:r>
      <w:r w:rsidR="00C77A4E" w:rsidRPr="00275B88">
        <w:t>Pareilles</w:t>
      </w:r>
      <w:r>
        <w:t> !</w:t>
      </w:r>
    </w:p>
    <w:p w14:paraId="2A7B1C53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subitement angoissée</w:t>
      </w:r>
      <w:r w:rsidR="002C50B2">
        <w:t xml:space="preserve">, </w:t>
      </w:r>
      <w:r w:rsidRPr="00275B88">
        <w:t>Colette s</w:t>
      </w:r>
      <w:r w:rsidR="002C50B2">
        <w:t>’</w:t>
      </w:r>
      <w:r w:rsidRPr="00275B88">
        <w:t>écriait</w:t>
      </w:r>
      <w:r w:rsidR="002C50B2">
        <w:t> :</w:t>
      </w:r>
    </w:p>
    <w:p w14:paraId="52435459" w14:textId="550317B9" w:rsidR="002C50B2" w:rsidRDefault="002C50B2" w:rsidP="002C50B2">
      <w:r>
        <w:t>— </w:t>
      </w:r>
      <w:r w:rsidR="00C77A4E" w:rsidRPr="00275B88">
        <w:t>Père</w:t>
      </w:r>
      <w:r>
        <w:t xml:space="preserve">, </w:t>
      </w:r>
      <w:r w:rsidR="00C77A4E" w:rsidRPr="00275B88">
        <w:t>soupçonnerais</w:t>
      </w:r>
      <w:r w:rsidR="00C77A4E">
        <w:t>-</w:t>
      </w:r>
      <w:r w:rsidR="00C77A4E" w:rsidRPr="00275B88">
        <w:t xml:space="preserve">tu </w:t>
      </w:r>
      <w:r>
        <w:t>M. </w:t>
      </w:r>
      <w:r w:rsidR="00C77A4E" w:rsidRPr="00275B88">
        <w:t>Bellegarde</w:t>
      </w:r>
      <w:r>
        <w:t> ?</w:t>
      </w:r>
    </w:p>
    <w:p w14:paraId="4EBA4C1B" w14:textId="77777777" w:rsidR="002C50B2" w:rsidRDefault="00C77A4E" w:rsidP="002C50B2">
      <w:r w:rsidRPr="00275B88">
        <w:t>Le détective garda le silence</w:t>
      </w:r>
      <w:r w:rsidR="002C50B2">
        <w:t>.</w:t>
      </w:r>
    </w:p>
    <w:p w14:paraId="7EF3A2A1" w14:textId="3061E462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, </w:t>
      </w:r>
      <w:r w:rsidR="00C77A4E" w:rsidRPr="00275B88">
        <w:t>protestait la jeune fille avec force</w:t>
      </w:r>
      <w:r>
        <w:t xml:space="preserve">… </w:t>
      </w:r>
      <w:r w:rsidR="00C77A4E" w:rsidRPr="00275B88">
        <w:t>Ne m</w:t>
      </w:r>
      <w:r>
        <w:t>’</w:t>
      </w:r>
      <w:r w:rsidR="00C77A4E" w:rsidRPr="00275B88">
        <w:t>as</w:t>
      </w:r>
      <w:r w:rsidR="00C77A4E">
        <w:t>-</w:t>
      </w:r>
      <w:r w:rsidR="00C77A4E" w:rsidRPr="00275B88">
        <w:t>tu pas dit toi</w:t>
      </w:r>
      <w:r w:rsidR="00C77A4E">
        <w:t>-</w:t>
      </w:r>
      <w:r w:rsidR="00C77A4E" w:rsidRPr="00275B88">
        <w:t xml:space="preserve">même que le Fantôme avait voulu frapper </w:t>
      </w:r>
      <w:r>
        <w:t>M. </w:t>
      </w:r>
      <w:r w:rsidR="00C77A4E" w:rsidRPr="00275B88">
        <w:t>Bellegarde</w:t>
      </w:r>
      <w:r>
        <w:t> ?</w:t>
      </w:r>
    </w:p>
    <w:p w14:paraId="6619D518" w14:textId="77777777" w:rsidR="002C50B2" w:rsidRDefault="002C50B2" w:rsidP="002C50B2">
      <w:r>
        <w:t>— </w:t>
      </w:r>
      <w:r w:rsidR="00C77A4E" w:rsidRPr="00275B88">
        <w:t>Parfaitement</w:t>
      </w:r>
      <w:r>
        <w:t>.</w:t>
      </w:r>
    </w:p>
    <w:p w14:paraId="0CFA93CD" w14:textId="77777777" w:rsidR="002C50B2" w:rsidRDefault="002C50B2" w:rsidP="002C50B2">
      <w:r>
        <w:t>— </w:t>
      </w:r>
      <w:r w:rsidR="00C77A4E" w:rsidRPr="00275B88">
        <w:t>Et alors</w:t>
      </w:r>
      <w:r>
        <w:t> ?</w:t>
      </w:r>
    </w:p>
    <w:p w14:paraId="46CD3515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affirme rien</w:t>
      </w:r>
      <w:r>
        <w:t xml:space="preserve"> ! </w:t>
      </w:r>
      <w:r w:rsidR="00C77A4E" w:rsidRPr="00275B88">
        <w:t>Je constate simplement que son écriture et celle de Belphégor ont de frappantes analogies</w:t>
      </w:r>
      <w:r>
        <w:t>.</w:t>
      </w:r>
    </w:p>
    <w:p w14:paraId="6F7B8A9F" w14:textId="77777777" w:rsidR="002C50B2" w:rsidRDefault="00C77A4E" w:rsidP="002C50B2">
      <w:r w:rsidRPr="00275B88">
        <w:t>Avec émotion</w:t>
      </w:r>
      <w:r w:rsidR="002C50B2">
        <w:t xml:space="preserve">, </w:t>
      </w:r>
      <w:r w:rsidRPr="00275B88">
        <w:t>Colette reprenait</w:t>
      </w:r>
      <w:r w:rsidR="002C50B2">
        <w:t> :</w:t>
      </w:r>
    </w:p>
    <w:p w14:paraId="1E2B2011" w14:textId="68990A3D" w:rsidR="002C50B2" w:rsidRDefault="002C50B2" w:rsidP="002C50B2">
      <w:r>
        <w:t>— </w:t>
      </w:r>
      <w:r w:rsidR="00C77A4E" w:rsidRPr="00275B88">
        <w:t>Qui te dit que Belphégor</w:t>
      </w:r>
      <w:r>
        <w:t xml:space="preserve">, </w:t>
      </w:r>
      <w:r w:rsidR="00C77A4E" w:rsidRPr="00275B88">
        <w:t>quand il lui était si facile d</w:t>
      </w:r>
      <w:r>
        <w:t>’</w:t>
      </w:r>
      <w:r w:rsidR="00C77A4E" w:rsidRPr="00275B88">
        <w:t>employer pour sa correspondance une machine à écrire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 pas cherché à imiter l</w:t>
      </w:r>
      <w:r>
        <w:t>’</w:t>
      </w:r>
      <w:r w:rsidR="00C77A4E" w:rsidRPr="00275B88">
        <w:t xml:space="preserve">écriture de </w:t>
      </w:r>
      <w:r>
        <w:t>M. </w:t>
      </w:r>
      <w:r w:rsidR="00C77A4E" w:rsidRPr="00275B88">
        <w:t>Jacques</w:t>
      </w:r>
      <w:r>
        <w:t> ?</w:t>
      </w:r>
    </w:p>
    <w:p w14:paraId="1E5423FE" w14:textId="77777777" w:rsidR="002C50B2" w:rsidRDefault="002C50B2" w:rsidP="002C50B2">
      <w:r>
        <w:t>— </w:t>
      </w:r>
      <w:r w:rsidR="00C77A4E" w:rsidRPr="00275B88">
        <w:t>Dans quel dessein</w:t>
      </w:r>
      <w:r>
        <w:t> ?</w:t>
      </w:r>
    </w:p>
    <w:p w14:paraId="1089E864" w14:textId="77777777" w:rsidR="002C50B2" w:rsidRDefault="002C50B2" w:rsidP="002C50B2">
      <w:r>
        <w:t>— </w:t>
      </w:r>
      <w:r w:rsidR="00C77A4E" w:rsidRPr="00275B88">
        <w:t>Mais pour faire dévier sur lui les recherches de la police</w:t>
      </w:r>
      <w:r>
        <w:t>.</w:t>
      </w:r>
    </w:p>
    <w:p w14:paraId="758122F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précisément ce que je voulais te faire déclarer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le grand détective</w:t>
      </w:r>
      <w:r>
        <w:t>.</w:t>
      </w:r>
    </w:p>
    <w:p w14:paraId="6475B014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tu es de mon avis</w:t>
      </w:r>
      <w:r>
        <w:t> ?</w:t>
      </w:r>
    </w:p>
    <w:p w14:paraId="61BB304D" w14:textId="77777777" w:rsidR="002C50B2" w:rsidRDefault="002C50B2" w:rsidP="002C50B2">
      <w:r>
        <w:t>— </w:t>
      </w:r>
      <w:r w:rsidR="00C77A4E" w:rsidRPr="00275B88">
        <w:t>Entièrement</w:t>
      </w:r>
      <w:r>
        <w:t>.</w:t>
      </w:r>
    </w:p>
    <w:p w14:paraId="51E8CFCD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que je suis contente</w:t>
      </w:r>
      <w:r>
        <w:t> !</w:t>
      </w:r>
    </w:p>
    <w:p w14:paraId="134D5EB4" w14:textId="77777777" w:rsidR="002C50B2" w:rsidRDefault="002C50B2" w:rsidP="002C50B2">
      <w:r>
        <w:t>— </w:t>
      </w:r>
      <w:r w:rsidR="00C77A4E" w:rsidRPr="00275B88">
        <w:t>Et moi donc</w:t>
      </w:r>
      <w:r>
        <w:t xml:space="preserve"> ! </w:t>
      </w:r>
      <w:r w:rsidR="00C77A4E" w:rsidRPr="00275B88">
        <w:t>appuyait Chantecoq</w:t>
      </w:r>
      <w:r>
        <w:t xml:space="preserve">… </w:t>
      </w:r>
      <w:r w:rsidR="00C77A4E" w:rsidRPr="00275B88">
        <w:t>Car cette découverte circonscrit singulièrement le champ de mes investigations</w:t>
      </w:r>
      <w:r>
        <w:t>…</w:t>
      </w:r>
    </w:p>
    <w:p w14:paraId="4507D787" w14:textId="77777777" w:rsidR="002C50B2" w:rsidRDefault="00C77A4E" w:rsidP="002C50B2">
      <w:r w:rsidRPr="00275B88">
        <w:t>Et une flamme dans le regard</w:t>
      </w:r>
      <w:r w:rsidR="002C50B2">
        <w:t xml:space="preserve">, </w:t>
      </w:r>
      <w:r w:rsidRPr="00275B88">
        <w:t>il martela</w:t>
      </w:r>
      <w:r w:rsidR="002C50B2">
        <w:t> :</w:t>
      </w:r>
    </w:p>
    <w:p w14:paraId="433C17B9" w14:textId="77777777" w:rsidR="002C50B2" w:rsidRDefault="002C50B2" w:rsidP="002C50B2">
      <w:r>
        <w:lastRenderedPageBreak/>
        <w:t>— </w:t>
      </w:r>
      <w:r w:rsidR="00C77A4E" w:rsidRPr="00275B88">
        <w:t>Cela nous prouve péremptoirement que Belphégor connaît Bellegarde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donc dans l</w:t>
      </w:r>
      <w:r>
        <w:t>’</w:t>
      </w:r>
      <w:r w:rsidR="00C77A4E" w:rsidRPr="00275B88">
        <w:t>entourage de celui</w:t>
      </w:r>
      <w:r w:rsidR="00C77A4E">
        <w:t>-</w:t>
      </w:r>
      <w:r w:rsidR="00C77A4E" w:rsidRPr="00275B88">
        <w:t>ci que je dois commencer immédiatement mes recherches</w:t>
      </w:r>
      <w:r>
        <w:t>.</w:t>
      </w:r>
    </w:p>
    <w:p w14:paraId="5105FA2A" w14:textId="77777777" w:rsidR="002C50B2" w:rsidRDefault="00C77A4E" w:rsidP="002C50B2">
      <w:r w:rsidRPr="00275B88">
        <w:t>Très satisfait de la découverte qu</w:t>
      </w:r>
      <w:r w:rsidR="002C50B2">
        <w:t>’</w:t>
      </w:r>
      <w:r w:rsidRPr="00275B88">
        <w:t>il venait de faire et qui allait peut</w:t>
      </w:r>
      <w:r>
        <w:t>-</w:t>
      </w:r>
      <w:r w:rsidRPr="00275B88">
        <w:t>être lui servir de fil d</w:t>
      </w:r>
      <w:r w:rsidR="002C50B2">
        <w:t>’</w:t>
      </w:r>
      <w:r w:rsidRPr="00275B88">
        <w:t>Ariane dans le labyrinthe où il s</w:t>
      </w:r>
      <w:r w:rsidR="002C50B2">
        <w:t>’</w:t>
      </w:r>
      <w:r w:rsidRPr="00275B88">
        <w:t>engageait</w:t>
      </w:r>
      <w:r w:rsidR="002C50B2">
        <w:t xml:space="preserve">, </w:t>
      </w:r>
      <w:r w:rsidRPr="00275B88">
        <w:t>le limier poursuivit</w:t>
      </w:r>
      <w:r w:rsidR="002C50B2">
        <w:t> :</w:t>
      </w:r>
    </w:p>
    <w:p w14:paraId="58B1AA21" w14:textId="77777777" w:rsidR="002C50B2" w:rsidRDefault="002C50B2" w:rsidP="002C50B2">
      <w:r>
        <w:t>— </w:t>
      </w:r>
      <w:r w:rsidR="00C77A4E" w:rsidRPr="00275B88">
        <w:t>Il est évident que</w:t>
      </w:r>
      <w:r>
        <w:t xml:space="preserve">, </w:t>
      </w:r>
      <w:proofErr w:type="gramStart"/>
      <w:r w:rsidR="00C77A4E" w:rsidRPr="00275B88">
        <w:t>de par</w:t>
      </w:r>
      <w:proofErr w:type="gramEnd"/>
      <w:r w:rsidR="00C77A4E" w:rsidRPr="00275B88">
        <w:t xml:space="preserve"> sa profession</w:t>
      </w:r>
      <w:r>
        <w:t xml:space="preserve">, </w:t>
      </w:r>
      <w:r w:rsidR="00C77A4E" w:rsidRPr="00275B88">
        <w:t>et au cours des enquêtes auxquelles il s</w:t>
      </w:r>
      <w:r>
        <w:t>’</w:t>
      </w:r>
      <w:r w:rsidR="00C77A4E" w:rsidRPr="00275B88">
        <w:t>est livré</w:t>
      </w:r>
      <w:r>
        <w:t xml:space="preserve">, </w:t>
      </w:r>
      <w:r w:rsidR="00C77A4E" w:rsidRPr="00275B88">
        <w:t>ce journaliste a été appelé à fréquenter les milieux les plus divers et par conséquent à coudoyer des individus d</w:t>
      </w:r>
      <w:r>
        <w:t>’</w:t>
      </w:r>
      <w:r w:rsidR="00C77A4E" w:rsidRPr="00275B88">
        <w:t>une moralité douteuse</w:t>
      </w:r>
      <w:r>
        <w:t>.</w:t>
      </w:r>
    </w:p>
    <w:p w14:paraId="3921CB8D" w14:textId="5AB557BE" w:rsidR="002C50B2" w:rsidRDefault="002C50B2" w:rsidP="002C50B2">
      <w:r>
        <w:t>« </w:t>
      </w:r>
      <w:r w:rsidR="00C77A4E" w:rsidRPr="00275B88">
        <w:t>Il y a aussi ses relations privées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entendu dire que son amie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Simone Desroches</w:t>
      </w:r>
      <w:r>
        <w:t xml:space="preserve">, </w:t>
      </w:r>
      <w:r w:rsidR="00C77A4E" w:rsidRPr="00275B88">
        <w:t>recevait chez elle une société extrêmement mélangée</w:t>
      </w:r>
      <w:r>
        <w:t>.</w:t>
      </w:r>
    </w:p>
    <w:p w14:paraId="427BA73B" w14:textId="77777777" w:rsidR="002C50B2" w:rsidRDefault="00C77A4E" w:rsidP="002C50B2">
      <w:r w:rsidRPr="00275B88">
        <w:t>Sans s</w:t>
      </w:r>
      <w:r w:rsidR="002C50B2">
        <w:t>’</w:t>
      </w:r>
      <w:r w:rsidRPr="00275B88">
        <w:t>apercevoir qu</w:t>
      </w:r>
      <w:r w:rsidR="002C50B2">
        <w:t>’</w:t>
      </w:r>
      <w:r w:rsidRPr="00275B88">
        <w:t>au nom de Simone Desroches sa fille n</w:t>
      </w:r>
      <w:r w:rsidR="002C50B2">
        <w:t>’</w:t>
      </w:r>
      <w:r w:rsidRPr="00275B88">
        <w:t>avait pu réprimer un geste de dépit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tout à son sujet</w:t>
      </w:r>
      <w:r w:rsidR="002C50B2">
        <w:t xml:space="preserve">, </w:t>
      </w:r>
      <w:r w:rsidRPr="00275B88">
        <w:t>continuait</w:t>
      </w:r>
      <w:r w:rsidR="002C50B2">
        <w:t> :</w:t>
      </w:r>
    </w:p>
    <w:p w14:paraId="3EDF4F4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donc de ce côté</w:t>
      </w:r>
      <w:r>
        <w:t>…</w:t>
      </w:r>
    </w:p>
    <w:p w14:paraId="196DD957" w14:textId="77777777" w:rsidR="002C50B2" w:rsidRDefault="00C77A4E" w:rsidP="002C50B2">
      <w:r w:rsidRPr="00275B88">
        <w:t>Mais le grand limier n</w:t>
      </w:r>
      <w:r w:rsidR="002C50B2">
        <w:t>’</w:t>
      </w:r>
      <w:r w:rsidRPr="00275B88">
        <w:t>acheva pas</w:t>
      </w:r>
      <w:r w:rsidR="002C50B2">
        <w:t xml:space="preserve">. </w:t>
      </w:r>
      <w:r w:rsidRPr="00275B88">
        <w:t>La vitre de l</w:t>
      </w:r>
      <w:r w:rsidR="002C50B2">
        <w:t>’</w:t>
      </w:r>
      <w:r w:rsidRPr="00275B88">
        <w:t>une des fenêtres de son studio venait de voler en éclats et un galet rond</w:t>
      </w:r>
      <w:r w:rsidR="002C50B2">
        <w:t xml:space="preserve">, </w:t>
      </w:r>
      <w:r w:rsidRPr="00275B88">
        <w:t>autour duquel une lettre était solidement fixée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vint rouler aux pieds de Colette</w:t>
      </w:r>
      <w:r w:rsidR="002C50B2">
        <w:t>.</w:t>
      </w:r>
    </w:p>
    <w:p w14:paraId="3CA70468" w14:textId="77777777" w:rsidR="002C50B2" w:rsidRDefault="00C77A4E" w:rsidP="002C50B2">
      <w:r w:rsidRPr="00275B88">
        <w:t>D</w:t>
      </w:r>
      <w:r w:rsidR="002C50B2">
        <w:t>’</w:t>
      </w:r>
      <w:r w:rsidRPr="00275B88">
        <w:t>un bond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élança vers la fenêtre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ouvrait précipitamment</w:t>
      </w:r>
      <w:r w:rsidR="002C50B2">
        <w:t xml:space="preserve">. </w:t>
      </w:r>
      <w:r w:rsidRPr="00275B88">
        <w:t>Le petit jardin au milieu duquel s</w:t>
      </w:r>
      <w:r w:rsidR="002C50B2">
        <w:t>’</w:t>
      </w:r>
      <w:r w:rsidRPr="00275B88">
        <w:t>élevait la villa était désert</w:t>
      </w:r>
      <w:r w:rsidR="002C50B2">
        <w:t xml:space="preserve"> ; </w:t>
      </w:r>
      <w:r w:rsidRPr="00275B88">
        <w:t>mais il lui sembla qu</w:t>
      </w:r>
      <w:r w:rsidR="002C50B2">
        <w:t>’</w:t>
      </w:r>
      <w:r w:rsidRPr="00275B88">
        <w:t>une ombre filait rapidement dans l</w:t>
      </w:r>
      <w:r w:rsidR="002C50B2">
        <w:t>’</w:t>
      </w:r>
      <w:r w:rsidRPr="00275B88">
        <w:t>allée de Verzy</w:t>
      </w:r>
      <w:r w:rsidR="002C50B2">
        <w:t xml:space="preserve">, </w:t>
      </w:r>
      <w:r w:rsidRPr="00275B88">
        <w:t>et se confondait promptement avec les ténèbres</w:t>
      </w:r>
      <w:r w:rsidR="002C50B2">
        <w:t>.</w:t>
      </w:r>
    </w:p>
    <w:p w14:paraId="138AF926" w14:textId="77777777" w:rsidR="002C50B2" w:rsidRDefault="00C77A4E" w:rsidP="002C50B2">
      <w:r w:rsidRPr="00275B88">
        <w:t>S</w:t>
      </w:r>
      <w:r w:rsidR="002C50B2">
        <w:t>’</w:t>
      </w:r>
      <w:r w:rsidRPr="00275B88">
        <w:t>élancer sur les traces de cet inconnu</w:t>
      </w:r>
      <w:r w:rsidR="002C50B2">
        <w:t xml:space="preserve"> ? </w:t>
      </w:r>
      <w:r w:rsidRPr="00275B88">
        <w:t>Tel fut le premier mouvement du détective</w:t>
      </w:r>
      <w:r w:rsidR="002C50B2">
        <w:t xml:space="preserve">. </w:t>
      </w:r>
      <w:r w:rsidRPr="00275B88">
        <w:t>Mais il réfléchit que ce serait une perte de temps inutile</w:t>
      </w:r>
      <w:r w:rsidR="002C50B2">
        <w:t xml:space="preserve">… </w:t>
      </w:r>
      <w:r w:rsidRPr="00275B88">
        <w:t>Non seulement l</w:t>
      </w:r>
      <w:r w:rsidR="002C50B2">
        <w:t>’</w:t>
      </w:r>
      <w:r w:rsidRPr="00275B88">
        <w:t xml:space="preserve">agresseur avait sur </w:t>
      </w:r>
      <w:r w:rsidRPr="00275B88">
        <w:lastRenderedPageBreak/>
        <w:t>lui une grande avance</w:t>
      </w:r>
      <w:r w:rsidR="002C50B2">
        <w:t xml:space="preserve">, </w:t>
      </w:r>
      <w:r w:rsidRPr="00275B88">
        <w:t>mais il devait encore avoir pris ses précautions pour échapper à une probable poursuite</w:t>
      </w:r>
      <w:r w:rsidR="002C50B2">
        <w:t>.</w:t>
      </w:r>
    </w:p>
    <w:p w14:paraId="63C558B1" w14:textId="77777777" w:rsidR="002C50B2" w:rsidRDefault="00C77A4E" w:rsidP="002C50B2">
      <w:r w:rsidRPr="00275B88">
        <w:t>Chantecoq referma donc la fenêtre et s</w:t>
      </w:r>
      <w:r w:rsidR="002C50B2">
        <w:t>’</w:t>
      </w:r>
      <w:r w:rsidRPr="00275B88">
        <w:t>en revint vers Colette</w:t>
      </w:r>
      <w:r w:rsidR="002C50B2">
        <w:t xml:space="preserve">, </w:t>
      </w:r>
      <w:r w:rsidRPr="00275B88">
        <w:t>qui avait ramassé le galet et le tendait à son père</w:t>
      </w:r>
      <w:r w:rsidR="002C50B2">
        <w:t>.</w:t>
      </w:r>
    </w:p>
    <w:p w14:paraId="009B6DFA" w14:textId="77777777" w:rsidR="002C50B2" w:rsidRDefault="00C77A4E" w:rsidP="002C50B2">
      <w:r w:rsidRPr="00275B88">
        <w:t>Celui</w:t>
      </w:r>
      <w:r>
        <w:t>-</w:t>
      </w:r>
      <w:r w:rsidRPr="00275B88">
        <w:t>ci s</w:t>
      </w:r>
      <w:r w:rsidR="002C50B2">
        <w:t>’</w:t>
      </w:r>
      <w:r w:rsidRPr="00275B88">
        <w:t>en empara et dénoua la ficelle très solide et très serrée qui liait la lettre au projectile improvisé</w:t>
      </w:r>
      <w:r w:rsidR="002C50B2">
        <w:t xml:space="preserve">. </w:t>
      </w:r>
      <w:r w:rsidRPr="00275B88">
        <w:t>Elle portait son adresse</w:t>
      </w:r>
      <w:r w:rsidR="002C50B2">
        <w:t xml:space="preserve">. </w:t>
      </w:r>
      <w:r w:rsidRPr="00275B88">
        <w:t>Il décacheta l</w:t>
      </w:r>
      <w:r w:rsidR="002C50B2">
        <w:t>’</w:t>
      </w:r>
      <w:r w:rsidRPr="00275B88">
        <w:t>enveloppe et lut ce qui suit</w:t>
      </w:r>
      <w:r w:rsidR="002C50B2">
        <w:t> :</w:t>
      </w:r>
    </w:p>
    <w:p w14:paraId="7D08F585" w14:textId="77777777" w:rsidR="002C50B2" w:rsidRDefault="00C77A4E" w:rsidP="002C50B2">
      <w:pPr>
        <w:rPr>
          <w:i/>
          <w:iCs/>
        </w:rPr>
      </w:pPr>
      <w:r w:rsidRPr="0080421C">
        <w:rPr>
          <w:i/>
          <w:iCs/>
        </w:rPr>
        <w:t>Monsieur Chantecoq</w:t>
      </w:r>
      <w:r w:rsidR="002C50B2">
        <w:rPr>
          <w:i/>
          <w:iCs/>
        </w:rPr>
        <w:t>,</w:t>
      </w:r>
    </w:p>
    <w:p w14:paraId="69C55C22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Un bon conseil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Cessez de vous occuper de moi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ou il vous arrivera malheur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ainsi qu</w:t>
      </w:r>
      <w:r w:rsidR="002C50B2">
        <w:rPr>
          <w:i/>
          <w:iCs/>
        </w:rPr>
        <w:t>’</w:t>
      </w:r>
      <w:r w:rsidRPr="00275B88">
        <w:rPr>
          <w:i/>
          <w:iCs/>
        </w:rPr>
        <w:t>à votre fille</w:t>
      </w:r>
      <w:r w:rsidR="002C50B2">
        <w:rPr>
          <w:i/>
          <w:iCs/>
        </w:rPr>
        <w:t>.</w:t>
      </w:r>
    </w:p>
    <w:p w14:paraId="01B954B5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Belphégor</w:t>
      </w:r>
      <w:r w:rsidR="002C50B2">
        <w:rPr>
          <w:i/>
          <w:iCs/>
        </w:rPr>
        <w:t>.</w:t>
      </w:r>
    </w:p>
    <w:p w14:paraId="39F93488" w14:textId="77777777" w:rsidR="002C50B2" w:rsidRDefault="00C77A4E" w:rsidP="002C50B2">
      <w:r w:rsidRPr="00275B88">
        <w:t>Chantecoq s</w:t>
      </w:r>
      <w:r w:rsidR="002C50B2">
        <w:t>’</w:t>
      </w:r>
      <w:r w:rsidRPr="00275B88">
        <w:t>écriait</w:t>
      </w:r>
      <w:r w:rsidR="002C50B2">
        <w:t> :</w:t>
      </w:r>
    </w:p>
    <w:p w14:paraId="324BB64D" w14:textId="77777777" w:rsidR="002C50B2" w:rsidRDefault="002C50B2" w:rsidP="002C50B2">
      <w:r>
        <w:t>— </w:t>
      </w:r>
      <w:r w:rsidR="00C77A4E" w:rsidRPr="00275B88">
        <w:t>Ça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le comble de l</w:t>
      </w:r>
      <w:r>
        <w:t>’</w:t>
      </w:r>
      <w:r w:rsidR="00C77A4E" w:rsidRPr="00275B88">
        <w:t>audace</w:t>
      </w:r>
      <w:r>
        <w:t xml:space="preserve"> ! </w:t>
      </w:r>
      <w:r w:rsidR="00C77A4E" w:rsidRPr="00275B88">
        <w:t>Et les yeux étincelants</w:t>
      </w:r>
      <w:r>
        <w:t xml:space="preserve">, </w:t>
      </w:r>
      <w:r w:rsidR="00C77A4E" w:rsidRPr="00275B88">
        <w:t>il scanda</w:t>
      </w:r>
      <w:r>
        <w:t> :</w:t>
      </w:r>
    </w:p>
    <w:p w14:paraId="3A9607C2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nous allons voir</w:t>
      </w:r>
      <w:r>
        <w:t> !</w:t>
      </w:r>
    </w:p>
    <w:p w14:paraId="2D2CFD4A" w14:textId="77777777" w:rsidR="002C50B2" w:rsidRDefault="00C77A4E" w:rsidP="002C50B2">
      <w:r w:rsidRPr="00275B88">
        <w:t>Mais son regard s</w:t>
      </w:r>
      <w:r w:rsidR="002C50B2">
        <w:t>’</w:t>
      </w:r>
      <w:r w:rsidRPr="00275B88">
        <w:t>arrêta sur son enfant</w:t>
      </w:r>
      <w:r w:rsidR="002C50B2">
        <w:t xml:space="preserve">… </w:t>
      </w:r>
      <w:r w:rsidRPr="00275B88">
        <w:t>Aussitôt une expression de subite angoisse se répandit sur son masque si énergique et si volontaire</w:t>
      </w:r>
      <w:r w:rsidR="002C50B2">
        <w:t>…</w:t>
      </w:r>
    </w:p>
    <w:p w14:paraId="7245E37F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as</w:t>
      </w:r>
      <w:r w:rsidR="00C77A4E">
        <w:t>-</w:t>
      </w:r>
      <w:r w:rsidR="00C77A4E" w:rsidRPr="00275B88">
        <w:t>tu</w:t>
      </w:r>
      <w:r>
        <w:t xml:space="preserve">, </w:t>
      </w:r>
      <w:r w:rsidR="00C77A4E" w:rsidRPr="00275B88">
        <w:t>père</w:t>
      </w:r>
      <w:r>
        <w:t xml:space="preserve"> ? </w:t>
      </w:r>
      <w:r w:rsidR="00C77A4E" w:rsidRPr="00275B88">
        <w:t>interrogeait Colette</w:t>
      </w:r>
      <w:r>
        <w:t xml:space="preserve">, </w:t>
      </w:r>
      <w:r w:rsidR="00C77A4E" w:rsidRPr="00275B88">
        <w:t>qui avait gardé tout son sang</w:t>
      </w:r>
      <w:r w:rsidR="00C77A4E">
        <w:t>-</w:t>
      </w:r>
      <w:r w:rsidR="00C77A4E" w:rsidRPr="00275B88">
        <w:t>froid et paraissait toute surprise du trouble que manifestait son père</w:t>
      </w:r>
      <w:r>
        <w:t>.</w:t>
      </w:r>
    </w:p>
    <w:p w14:paraId="655D3E9C" w14:textId="77777777" w:rsidR="002C50B2" w:rsidRDefault="00C77A4E" w:rsidP="002C50B2">
      <w:r w:rsidRPr="00275B88">
        <w:t>Chantecoq ne lui répondit pas</w:t>
      </w:r>
      <w:r w:rsidR="002C50B2">
        <w:t>.</w:t>
      </w:r>
    </w:p>
    <w:p w14:paraId="091A59A9" w14:textId="77777777" w:rsidR="002C50B2" w:rsidRDefault="002C50B2" w:rsidP="002C50B2">
      <w:r>
        <w:t>— </w:t>
      </w:r>
      <w:r w:rsidR="00C77A4E" w:rsidRPr="00275B88">
        <w:t>Tu sembles préoccupé</w:t>
      </w:r>
      <w:r>
        <w:t xml:space="preserve">, </w:t>
      </w:r>
      <w:r w:rsidR="00C77A4E" w:rsidRPr="00275B88">
        <w:t>reprenait la jeune fille</w:t>
      </w:r>
      <w:r>
        <w:t xml:space="preserve">… </w:t>
      </w:r>
      <w:r w:rsidR="00C77A4E" w:rsidRPr="00275B88">
        <w:t>Je suppose cependant que les menaces de ce Belphégor te laissent indifférent</w:t>
      </w:r>
      <w:r>
        <w:t> !</w:t>
      </w:r>
    </w:p>
    <w:p w14:paraId="1BA95E4F" w14:textId="77777777" w:rsidR="002C50B2" w:rsidRDefault="002C50B2" w:rsidP="002C50B2">
      <w:r>
        <w:lastRenderedPageBreak/>
        <w:t>— </w:t>
      </w:r>
      <w:r w:rsidR="00C77A4E" w:rsidRPr="00275B88">
        <w:t>S</w:t>
      </w:r>
      <w:r>
        <w:t>’</w:t>
      </w:r>
      <w:r w:rsidR="00C77A4E" w:rsidRPr="00275B88">
        <w:t>il ne s</w:t>
      </w:r>
      <w:r>
        <w:t>’</w:t>
      </w:r>
      <w:r w:rsidR="00C77A4E" w:rsidRPr="00275B88">
        <w:t>agissait que de moi</w:t>
      </w:r>
      <w:r>
        <w:t xml:space="preserve">, </w:t>
      </w:r>
      <w:r w:rsidR="00C77A4E" w:rsidRPr="00275B88">
        <w:t>reprenait le détective</w:t>
      </w:r>
      <w:r>
        <w:t xml:space="preserve">, </w:t>
      </w:r>
      <w:r w:rsidR="00C77A4E" w:rsidRPr="00275B88">
        <w:t>je ne ferais qu</w:t>
      </w:r>
      <w:r>
        <w:t>’</w:t>
      </w:r>
      <w:r w:rsidR="00C77A4E" w:rsidRPr="00275B88">
        <w:t>en rire</w:t>
      </w:r>
      <w:r>
        <w:t xml:space="preserve">… </w:t>
      </w:r>
      <w:r w:rsidR="00C77A4E" w:rsidRPr="00275B88">
        <w:t>Mais il y a toi</w:t>
      </w:r>
      <w:r>
        <w:t>…</w:t>
      </w:r>
    </w:p>
    <w:p w14:paraId="7E7B21C1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ris</w:t>
      </w:r>
      <w:r>
        <w:t xml:space="preserve">, </w:t>
      </w:r>
      <w:r w:rsidR="00C77A4E" w:rsidRPr="00275B88">
        <w:t>moi aussi</w:t>
      </w:r>
      <w:r>
        <w:t>.</w:t>
      </w:r>
    </w:p>
    <w:p w14:paraId="068B2401" w14:textId="77777777" w:rsidR="002C50B2" w:rsidRDefault="002C50B2" w:rsidP="002C50B2">
      <w:r>
        <w:t>— </w:t>
      </w:r>
      <w:r w:rsidR="00C77A4E" w:rsidRPr="00275B88">
        <w:t>Je connais ta bravoure et je sais qu</w:t>
      </w:r>
      <w:r>
        <w:t>’</w:t>
      </w:r>
      <w:r w:rsidR="00C77A4E" w:rsidRPr="00275B88">
        <w:t>elle est à l</w:t>
      </w:r>
      <w:r>
        <w:t>’</w:t>
      </w:r>
      <w:r w:rsidR="00C77A4E" w:rsidRPr="00275B88">
        <w:t>abri de toute défaillance</w:t>
      </w:r>
      <w:r>
        <w:t>.</w:t>
      </w:r>
    </w:p>
    <w:p w14:paraId="11CCACAA" w14:textId="77777777" w:rsidR="002C50B2" w:rsidRDefault="002C50B2" w:rsidP="002C50B2">
      <w:r>
        <w:t>— </w:t>
      </w:r>
      <w:r w:rsidR="00C77A4E" w:rsidRPr="00275B88">
        <w:t>Ne suis</w:t>
      </w:r>
      <w:r w:rsidR="00C77A4E">
        <w:t>-</w:t>
      </w:r>
      <w:r w:rsidR="00C77A4E" w:rsidRPr="00275B88">
        <w:t>je pas ta fille</w:t>
      </w:r>
      <w:r>
        <w:t> ?</w:t>
      </w:r>
    </w:p>
    <w:p w14:paraId="0EE06B7A" w14:textId="77777777" w:rsidR="002C50B2" w:rsidRDefault="00C77A4E" w:rsidP="002C50B2">
      <w:r w:rsidRPr="00275B88">
        <w:t>Avec un accent de paternelle tendresse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en attirant Colette contre lui</w:t>
      </w:r>
      <w:r w:rsidR="002C50B2">
        <w:t> :</w:t>
      </w:r>
    </w:p>
    <w:p w14:paraId="408599EC" w14:textId="77777777" w:rsidR="002C50B2" w:rsidRDefault="002C50B2" w:rsidP="002C50B2">
      <w:r>
        <w:t>— </w:t>
      </w:r>
      <w:r w:rsidR="00C77A4E" w:rsidRPr="00275B88">
        <w:t>Tu sais bien que tu es tout pour moi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il t</w:t>
      </w:r>
      <w:r>
        <w:t>’</w:t>
      </w:r>
      <w:r w:rsidR="00C77A4E" w:rsidRPr="00275B88">
        <w:t>arrivait malheur</w:t>
      </w:r>
      <w:r>
        <w:t xml:space="preserve">, </w:t>
      </w:r>
      <w:r w:rsidR="00C77A4E" w:rsidRPr="00275B88">
        <w:t>ma chérie</w:t>
      </w:r>
      <w:r>
        <w:t xml:space="preserve">, </w:t>
      </w:r>
      <w:r w:rsidR="00C77A4E" w:rsidRPr="00275B88">
        <w:t>ce serait la fin de mon existence</w:t>
      </w:r>
      <w:r>
        <w:t> !</w:t>
      </w:r>
    </w:p>
    <w:p w14:paraId="125DDB19" w14:textId="77777777" w:rsidR="002C50B2" w:rsidRDefault="00C77A4E" w:rsidP="002C50B2">
      <w:r w:rsidRPr="00275B88">
        <w:t>Colette protestait</w:t>
      </w:r>
      <w:r w:rsidR="002C50B2">
        <w:t> :</w:t>
      </w:r>
    </w:p>
    <w:p w14:paraId="7FAEF6DB" w14:textId="77777777" w:rsidR="002C50B2" w:rsidRDefault="002C50B2" w:rsidP="002C50B2">
      <w:r>
        <w:t>— </w:t>
      </w:r>
      <w:r w:rsidR="00C77A4E" w:rsidRPr="00275B88">
        <w:t>Je m</w:t>
      </w:r>
      <w:r>
        <w:t>’</w:t>
      </w:r>
      <w:r w:rsidR="00C77A4E" w:rsidRPr="00275B88">
        <w:t>étonne que tu prennes au tragique ces quelques lignes qui ne sont qu</w:t>
      </w:r>
      <w:r>
        <w:t>’</w:t>
      </w:r>
      <w:r w:rsidR="00C77A4E" w:rsidRPr="00275B88">
        <w:t>une tentative d</w:t>
      </w:r>
      <w:r>
        <w:t>’</w:t>
      </w:r>
      <w:r w:rsidR="00C77A4E" w:rsidRPr="00275B88">
        <w:t>intimidation dont</w:t>
      </w:r>
      <w:r>
        <w:t xml:space="preserve">, </w:t>
      </w:r>
      <w:r w:rsidR="00C77A4E" w:rsidRPr="00275B88">
        <w:t>pour ma part</w:t>
      </w:r>
      <w:r>
        <w:t xml:space="preserve">, </w:t>
      </w:r>
      <w:r w:rsidR="00C77A4E" w:rsidRPr="00275B88">
        <w:t>je fais entièrement fi</w:t>
      </w:r>
      <w:r>
        <w:t>.</w:t>
      </w:r>
    </w:p>
    <w:p w14:paraId="3BA476AD" w14:textId="77777777" w:rsidR="002C50B2" w:rsidRDefault="002C50B2" w:rsidP="002C50B2">
      <w:r>
        <w:t>— </w:t>
      </w:r>
      <w:r w:rsidR="00C77A4E" w:rsidRPr="00275B88">
        <w:t>Tu as tort</w:t>
      </w:r>
      <w:r>
        <w:t xml:space="preserve">, </w:t>
      </w:r>
      <w:r w:rsidR="00C77A4E" w:rsidRPr="00275B88">
        <w:t>ma chérie</w:t>
      </w:r>
      <w:r>
        <w:t xml:space="preserve">, </w:t>
      </w:r>
      <w:r w:rsidR="00C77A4E" w:rsidRPr="00275B88">
        <w:t>de considérer cette menace aussi à la légère</w:t>
      </w:r>
      <w:r>
        <w:t>.</w:t>
      </w:r>
    </w:p>
    <w:p w14:paraId="02F104D6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5CC0D441" w14:textId="77777777" w:rsidR="002C50B2" w:rsidRDefault="002C50B2" w:rsidP="002C50B2">
      <w:r>
        <w:t>— </w:t>
      </w:r>
      <w:r w:rsidR="00C77A4E" w:rsidRPr="00275B88">
        <w:t>Mon flair m</w:t>
      </w:r>
      <w:r>
        <w:t>’</w:t>
      </w:r>
      <w:r w:rsidR="00C77A4E" w:rsidRPr="00275B88">
        <w:t>avertit que nous avons affaire à un misérable qui ne reculera devant rien pour assurer son impunité</w:t>
      </w:r>
      <w:r>
        <w:t>.</w:t>
      </w:r>
    </w:p>
    <w:p w14:paraId="2C95958D" w14:textId="77777777" w:rsidR="002C50B2" w:rsidRDefault="002C50B2" w:rsidP="002C50B2">
      <w:r>
        <w:t>— </w:t>
      </w:r>
      <w:r w:rsidR="00C77A4E" w:rsidRPr="00275B88">
        <w:t>Et le grand Chantecoq s</w:t>
      </w:r>
      <w:r>
        <w:t>’</w:t>
      </w:r>
      <w:r w:rsidR="00C77A4E" w:rsidRPr="00275B88">
        <w:t>effacerait devant lui</w:t>
      </w:r>
      <w:r>
        <w:t> !</w:t>
      </w:r>
    </w:p>
    <w:p w14:paraId="199B8BD6" w14:textId="77777777" w:rsidR="002C50B2" w:rsidRDefault="002C50B2" w:rsidP="002C50B2">
      <w:r>
        <w:t>— </w:t>
      </w:r>
      <w:r w:rsidR="00C77A4E" w:rsidRPr="00275B88">
        <w:t>Il y a toi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… </w:t>
      </w:r>
      <w:r w:rsidR="00C77A4E" w:rsidRPr="00275B88">
        <w:t>Ah</w:t>
      </w:r>
      <w:r>
        <w:t xml:space="preserve"> ! </w:t>
      </w:r>
      <w:r w:rsidR="00C77A4E" w:rsidRPr="00275B88">
        <w:t>le gredin</w:t>
      </w:r>
      <w:r>
        <w:t xml:space="preserve">, </w:t>
      </w:r>
      <w:r w:rsidR="00C77A4E" w:rsidRPr="00275B88">
        <w:t>comme il doit bien me connaître</w:t>
      </w:r>
      <w:r>
        <w:t xml:space="preserve">, </w:t>
      </w:r>
      <w:r w:rsidR="00C77A4E" w:rsidRPr="00275B88">
        <w:t>puisqu</w:t>
      </w:r>
      <w:r>
        <w:t>’</w:t>
      </w:r>
      <w:r w:rsidR="00C77A4E" w:rsidRPr="00275B88">
        <w:t>il a tout de suite trouvé le défaut de ma cuirasse</w:t>
      </w:r>
      <w:r>
        <w:t>.</w:t>
      </w:r>
    </w:p>
    <w:p w14:paraId="483B9427" w14:textId="77777777" w:rsidR="002C50B2" w:rsidRDefault="002C50B2" w:rsidP="002C50B2">
      <w:r>
        <w:t>— </w:t>
      </w:r>
      <w:r w:rsidR="00C77A4E" w:rsidRPr="00275B88">
        <w:t>Père</w:t>
      </w:r>
      <w:r>
        <w:t xml:space="preserve">… </w:t>
      </w:r>
      <w:r w:rsidR="00C77A4E" w:rsidRPr="00275B88">
        <w:t>tu te dois</w:t>
      </w:r>
      <w:r>
        <w:t xml:space="preserve">, </w:t>
      </w:r>
      <w:r w:rsidR="00C77A4E" w:rsidRPr="00275B88">
        <w:t>avant tout</w:t>
      </w:r>
      <w:r>
        <w:t xml:space="preserve">, </w:t>
      </w:r>
      <w:r w:rsidR="00C77A4E" w:rsidRPr="00275B88">
        <w:t>à ton œuvre</w:t>
      </w:r>
      <w:r>
        <w:t xml:space="preserve">, </w:t>
      </w:r>
      <w:r w:rsidR="00C77A4E" w:rsidRPr="00275B88">
        <w:t>à ta tâche</w:t>
      </w:r>
      <w:r>
        <w:t>.</w:t>
      </w:r>
    </w:p>
    <w:p w14:paraId="54551329" w14:textId="77777777" w:rsidR="002C50B2" w:rsidRDefault="002C50B2" w:rsidP="002C50B2">
      <w:r>
        <w:lastRenderedPageBreak/>
        <w:t>— </w:t>
      </w:r>
      <w:r w:rsidR="00C77A4E" w:rsidRPr="00275B88">
        <w:t>Rappelle</w:t>
      </w:r>
      <w:r w:rsidR="00C77A4E">
        <w:t>-</w:t>
      </w:r>
      <w:r w:rsidR="00C77A4E" w:rsidRPr="00275B88">
        <w:t>toi</w:t>
      </w:r>
      <w:r>
        <w:t xml:space="preserve">, </w:t>
      </w:r>
      <w:r w:rsidR="00C77A4E" w:rsidRPr="00275B88">
        <w:t>ma chérie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au moment de nous quitter pour toujours</w:t>
      </w:r>
      <w:r>
        <w:t xml:space="preserve">, </w:t>
      </w:r>
      <w:r w:rsidR="00C77A4E" w:rsidRPr="00275B88">
        <w:t>ta pauvre mère m</w:t>
      </w:r>
      <w:r>
        <w:t>’</w:t>
      </w:r>
      <w:r w:rsidR="00C77A4E" w:rsidRPr="00275B88">
        <w:t>a fait jurer de la remplacer à tes côtés</w:t>
      </w:r>
      <w:r>
        <w:t> !</w:t>
      </w:r>
    </w:p>
    <w:p w14:paraId="74FAF5F3" w14:textId="77777777" w:rsidR="002C50B2" w:rsidRDefault="002C50B2" w:rsidP="002C50B2">
      <w:r>
        <w:t>— </w:t>
      </w:r>
      <w:r w:rsidR="00C77A4E" w:rsidRPr="00275B88">
        <w:t>Comme elle m</w:t>
      </w:r>
      <w:r>
        <w:t>’</w:t>
      </w:r>
      <w:r w:rsidR="00C77A4E" w:rsidRPr="00275B88">
        <w:t>a fait jurer de veiller sans cesse sur toi</w:t>
      </w:r>
      <w:r>
        <w:t>.</w:t>
      </w:r>
    </w:p>
    <w:p w14:paraId="3B83AD66" w14:textId="77777777" w:rsidR="002C50B2" w:rsidRDefault="002C50B2" w:rsidP="002C50B2">
      <w:r>
        <w:t>— </w:t>
      </w:r>
      <w:r w:rsidR="00C77A4E" w:rsidRPr="00275B88">
        <w:t>Ma petite</w:t>
      </w:r>
      <w:r>
        <w:t> !</w:t>
      </w:r>
    </w:p>
    <w:p w14:paraId="243F00FF" w14:textId="77777777" w:rsidR="002C50B2" w:rsidRDefault="002C50B2" w:rsidP="002C50B2">
      <w:r>
        <w:t>— </w:t>
      </w:r>
      <w:r w:rsidR="00C77A4E" w:rsidRPr="00275B88">
        <w:t>Père</w:t>
      </w:r>
      <w:r>
        <w:t xml:space="preserve">, </w:t>
      </w:r>
      <w:r w:rsidR="00C77A4E" w:rsidRPr="00275B88">
        <w:t>je ne te reconnais plus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écriait Colette dont le visage resplendissait d</w:t>
      </w:r>
      <w:r>
        <w:t>’</w:t>
      </w:r>
      <w:r w:rsidR="00C77A4E" w:rsidRPr="00275B88">
        <w:t>un véritable héroïsme</w:t>
      </w:r>
      <w:r>
        <w:t>.</w:t>
      </w:r>
    </w:p>
    <w:p w14:paraId="06F6675A" w14:textId="77777777" w:rsidR="002C50B2" w:rsidRDefault="002C50B2" w:rsidP="002C50B2">
      <w:r>
        <w:t>« </w:t>
      </w:r>
      <w:r w:rsidR="00C77A4E" w:rsidRPr="00275B88">
        <w:t>Je te le répète</w:t>
      </w:r>
      <w:r>
        <w:t xml:space="preserve">, </w:t>
      </w:r>
      <w:r w:rsidR="00C77A4E" w:rsidRPr="00275B88">
        <w:t>tu ne peux pas</w:t>
      </w:r>
      <w:r>
        <w:t xml:space="preserve">… </w:t>
      </w:r>
      <w:r w:rsidR="00C77A4E" w:rsidRPr="00275B88">
        <w:t>tu ne dois pas renoncer à la lutte</w:t>
      </w:r>
      <w:r>
        <w:t xml:space="preserve">, </w:t>
      </w:r>
      <w:r w:rsidR="00C77A4E" w:rsidRPr="00275B88">
        <w:t>surtout au moment où tu commences à voir clair dans les ténèbres</w:t>
      </w:r>
      <w:r>
        <w:t xml:space="preserve">… </w:t>
      </w:r>
      <w:r w:rsidR="00C77A4E" w:rsidRPr="00275B88">
        <w:t>Et puis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as</w:t>
      </w:r>
      <w:r w:rsidR="00C77A4E">
        <w:t>-</w:t>
      </w:r>
      <w:r w:rsidR="00C77A4E" w:rsidRPr="00275B88">
        <w:t>tu pas déjà</w:t>
      </w:r>
      <w:r>
        <w:t xml:space="preserve">, </w:t>
      </w:r>
      <w:r w:rsidR="00C77A4E" w:rsidRPr="00275B88">
        <w:t>comme moi</w:t>
      </w:r>
      <w:r>
        <w:t xml:space="preserve">, </w:t>
      </w:r>
      <w:r w:rsidR="00C77A4E" w:rsidRPr="00275B88">
        <w:t>la conviction que Belphégor cherche à faire planer les soupçons sur un innocent</w:t>
      </w:r>
      <w:r>
        <w:t xml:space="preserve"> ? </w:t>
      </w:r>
      <w:r w:rsidR="00C77A4E" w:rsidRPr="00275B88">
        <w:t>Et nous laisserions ce bandit accomplir jusqu</w:t>
      </w:r>
      <w:r>
        <w:t>’</w:t>
      </w:r>
      <w:r w:rsidR="00C77A4E" w:rsidRPr="00275B88">
        <w:t>au bout son œuvre infâme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impossible</w:t>
      </w:r>
      <w:r>
        <w:t> !</w:t>
      </w:r>
    </w:p>
    <w:p w14:paraId="135DBFF5" w14:textId="77777777" w:rsidR="002C50B2" w:rsidRDefault="002C50B2" w:rsidP="002C50B2">
      <w:r>
        <w:t>« </w:t>
      </w:r>
      <w:r w:rsidR="00C77A4E" w:rsidRPr="00275B88">
        <w:t>Père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en prie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en supplie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encore en vivant près de toi</w:t>
      </w:r>
      <w:r>
        <w:t xml:space="preserve">, </w:t>
      </w:r>
      <w:r w:rsidR="00C77A4E" w:rsidRPr="00275B88">
        <w:t>en partageant avec toi les heures graves qui se préparent</w:t>
      </w:r>
      <w:r>
        <w:t xml:space="preserve">, </w:t>
      </w:r>
      <w:r w:rsidR="00C77A4E" w:rsidRPr="00275B88">
        <w:t>que je serai le mieux à l</w:t>
      </w:r>
      <w:r>
        <w:t>’</w:t>
      </w:r>
      <w:r w:rsidR="00C77A4E" w:rsidRPr="00275B88">
        <w:t>abri du danger</w:t>
      </w:r>
      <w:r>
        <w:t xml:space="preserve">… </w:t>
      </w:r>
      <w:r w:rsidR="00C77A4E" w:rsidRPr="00275B88">
        <w:t>Oui</w:t>
      </w:r>
      <w:r>
        <w:t xml:space="preserve">, </w:t>
      </w:r>
      <w:r w:rsidR="00C77A4E" w:rsidRPr="00275B88">
        <w:t>laisse</w:t>
      </w:r>
      <w:r w:rsidR="00C77A4E">
        <w:t>-</w:t>
      </w:r>
      <w:r w:rsidR="00C77A4E" w:rsidRPr="00275B88">
        <w:t>moi me battre à tes côtés</w:t>
      </w:r>
      <w:r>
        <w:t xml:space="preserve">, </w:t>
      </w:r>
      <w:r w:rsidR="00C77A4E" w:rsidRPr="00275B88">
        <w:t>laisse</w:t>
      </w:r>
      <w:r w:rsidR="00C77A4E">
        <w:t>-</w:t>
      </w:r>
      <w:r w:rsidR="00C77A4E" w:rsidRPr="00275B88">
        <w:t>moi partager avec toi l</w:t>
      </w:r>
      <w:r>
        <w:t>’</w:t>
      </w:r>
      <w:r w:rsidR="00C77A4E" w:rsidRPr="00275B88">
        <w:t>honneur de ton infaillible victoire</w:t>
      </w:r>
      <w:r>
        <w:t>.</w:t>
      </w:r>
    </w:p>
    <w:p w14:paraId="40217A30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soit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Chantecoq</w:t>
      </w:r>
      <w:r>
        <w:t xml:space="preserve">, </w:t>
      </w:r>
      <w:r w:rsidR="00C77A4E" w:rsidRPr="00275B88">
        <w:t>tout frémissant de la fierté que lui inspirait l</w:t>
      </w:r>
      <w:r>
        <w:t>’</w:t>
      </w:r>
      <w:r w:rsidR="00C77A4E" w:rsidRPr="00275B88">
        <w:t>attitude de sa fille</w:t>
      </w:r>
      <w:r>
        <w:t>.</w:t>
      </w:r>
    </w:p>
    <w:p w14:paraId="02EED7E0" w14:textId="77777777" w:rsidR="002C50B2" w:rsidRDefault="00C77A4E" w:rsidP="002C50B2">
      <w:r w:rsidRPr="00275B88">
        <w:t>Et il ajouta</w:t>
      </w:r>
      <w:r w:rsidR="002C50B2">
        <w:t xml:space="preserve">, </w:t>
      </w:r>
      <w:r w:rsidRPr="00275B88">
        <w:t>tout en déposant sur le front de Colette le plus tendre des baisers</w:t>
      </w:r>
      <w:r w:rsidR="002C50B2">
        <w:t> :</w:t>
      </w:r>
    </w:p>
    <w:p w14:paraId="61848054" w14:textId="77777777" w:rsidR="002C50B2" w:rsidRDefault="002C50B2" w:rsidP="002C50B2">
      <w:r>
        <w:t>— </w:t>
      </w:r>
      <w:r w:rsidR="00C77A4E" w:rsidRPr="00275B88">
        <w:t>Pardonne</w:t>
      </w:r>
      <w:r w:rsidR="00C77A4E">
        <w:t>-</w:t>
      </w:r>
      <w:r w:rsidR="00C77A4E" w:rsidRPr="00275B88">
        <w:t>moi cette défaillance</w:t>
      </w:r>
      <w:r>
        <w:t xml:space="preserve">, </w:t>
      </w:r>
      <w:r w:rsidR="00C77A4E" w:rsidRPr="00275B88">
        <w:t>la première de ma vie</w:t>
      </w:r>
      <w:r>
        <w:t xml:space="preserve">, </w:t>
      </w:r>
      <w:r w:rsidR="00C77A4E" w:rsidRPr="00275B88">
        <w:t>mais quand il s</w:t>
      </w:r>
      <w:r>
        <w:t>’</w:t>
      </w:r>
      <w:r w:rsidR="00C77A4E" w:rsidRPr="00275B88">
        <w:t>agit de toi</w:t>
      </w:r>
      <w:r>
        <w:t xml:space="preserve">, </w:t>
      </w:r>
      <w:r w:rsidR="00C77A4E" w:rsidRPr="00275B88">
        <w:t>je ne suis plus qu</w:t>
      </w:r>
      <w:r>
        <w:t>’</w:t>
      </w:r>
      <w:r w:rsidR="00C77A4E" w:rsidRPr="00275B88">
        <w:t>un père</w:t>
      </w:r>
      <w:r>
        <w:t>.</w:t>
      </w:r>
    </w:p>
    <w:p w14:paraId="20AB4043" w14:textId="77777777" w:rsidR="002C50B2" w:rsidRDefault="002C50B2" w:rsidP="002C50B2">
      <w:r>
        <w:t>— </w:t>
      </w:r>
      <w:r w:rsidR="00C77A4E" w:rsidRPr="00275B88">
        <w:t>Moi aussi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aime tant</w:t>
      </w:r>
      <w:r>
        <w:t xml:space="preserve"> !… </w:t>
      </w:r>
      <w:r w:rsidR="00C77A4E" w:rsidRPr="00275B88">
        <w:t>mais il me semble que je t</w:t>
      </w:r>
      <w:r>
        <w:t>’</w:t>
      </w:r>
      <w:r w:rsidR="00C77A4E" w:rsidRPr="00275B88">
        <w:t>aurais moins aimé</w:t>
      </w:r>
      <w:r>
        <w:t xml:space="preserve">, </w:t>
      </w:r>
      <w:r w:rsidR="00C77A4E" w:rsidRPr="00275B88">
        <w:t>si tu avais cédé à Belphégor</w:t>
      </w:r>
      <w:r>
        <w:t>.</w:t>
      </w:r>
    </w:p>
    <w:p w14:paraId="2B315E8F" w14:textId="77777777" w:rsidR="002C50B2" w:rsidRDefault="002C50B2" w:rsidP="002C50B2">
      <w:r>
        <w:lastRenderedPageBreak/>
        <w:t>— </w:t>
      </w:r>
      <w:r w:rsidR="00C77A4E" w:rsidRPr="00275B88">
        <w:t>Sois tranquille</w:t>
      </w:r>
      <w:r>
        <w:t xml:space="preserve">, </w:t>
      </w:r>
      <w:r w:rsidR="00C77A4E" w:rsidRPr="00275B88">
        <w:t>affirmait le détective</w:t>
      </w:r>
      <w:r>
        <w:t xml:space="preserve">, </w:t>
      </w:r>
      <w:r w:rsidR="00C77A4E" w:rsidRPr="00275B88">
        <w:t>qui avait reconquis toute son énergie</w:t>
      </w:r>
      <w:r>
        <w:t xml:space="preserve">… </w:t>
      </w:r>
      <w:r w:rsidR="00C77A4E" w:rsidRPr="00275B88">
        <w:t>Maintenant</w:t>
      </w:r>
      <w:r>
        <w:t xml:space="preserve">, </w:t>
      </w:r>
      <w:r w:rsidR="00C77A4E" w:rsidRPr="00275B88">
        <w:t>grâce à toi</w:t>
      </w:r>
      <w:r>
        <w:t xml:space="preserve">, </w:t>
      </w:r>
      <w:r w:rsidR="00C77A4E" w:rsidRPr="00275B88">
        <w:t>je me sens plus fort que jamais</w:t>
      </w:r>
      <w:r>
        <w:t xml:space="preserve">… </w:t>
      </w:r>
      <w:r w:rsidR="00C77A4E" w:rsidRPr="00275B88">
        <w:t>Ce misérable</w:t>
      </w:r>
      <w:r>
        <w:t xml:space="preserve">, </w:t>
      </w:r>
      <w:r w:rsidR="00C77A4E" w:rsidRPr="00275B88">
        <w:t>qui ose s</w:t>
      </w:r>
      <w:r>
        <w:t>’</w:t>
      </w:r>
      <w:r w:rsidR="00C77A4E" w:rsidRPr="00275B88">
        <w:t>attaquer à toi</w:t>
      </w:r>
      <w:r>
        <w:t xml:space="preserve">, </w:t>
      </w:r>
      <w:r w:rsidR="00C77A4E" w:rsidRPr="00275B88">
        <w:t>je l</w:t>
      </w:r>
      <w:r>
        <w:t>’</w:t>
      </w:r>
      <w:r w:rsidR="00C77A4E" w:rsidRPr="00275B88">
        <w:t>attends de pied ferme</w:t>
      </w:r>
      <w:r>
        <w:t xml:space="preserve">… </w:t>
      </w:r>
      <w:r w:rsidR="00C77A4E" w:rsidRPr="00275B88">
        <w:t>Un homme prévenu en vaut deux</w:t>
      </w:r>
      <w:r>
        <w:t xml:space="preserve">. </w:t>
      </w:r>
      <w:r w:rsidR="00C77A4E" w:rsidRPr="00275B88">
        <w:t>Tout en nous tenant sur nos gardes</w:t>
      </w:r>
      <w:r>
        <w:t xml:space="preserve">, </w:t>
      </w:r>
      <w:r w:rsidR="00C77A4E" w:rsidRPr="00275B88">
        <w:t>nous le forcerons bien à se démasquer</w:t>
      </w:r>
      <w:r>
        <w:t xml:space="preserve">, </w:t>
      </w:r>
      <w:r w:rsidR="00C77A4E" w:rsidRPr="00275B88">
        <w:t>et alors</w:t>
      </w:r>
      <w:r>
        <w:t>…</w:t>
      </w:r>
    </w:p>
    <w:p w14:paraId="09DC00DF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fit Colette en un grand cri d</w:t>
      </w:r>
      <w:r>
        <w:t>’</w:t>
      </w:r>
      <w:r w:rsidR="00C77A4E" w:rsidRPr="00275B88">
        <w:t>espérance</w:t>
      </w:r>
      <w:r>
        <w:t xml:space="preserve">… </w:t>
      </w:r>
      <w:r w:rsidR="00C77A4E" w:rsidRPr="00275B88">
        <w:t>Chantecoq sera encore vainqueur</w:t>
      </w:r>
      <w:r>
        <w:t> !</w:t>
      </w:r>
    </w:p>
    <w:p w14:paraId="5C4E28B5" w14:textId="2CD8786F" w:rsidR="00C77A4E" w:rsidRPr="00C9655D" w:rsidRDefault="00C77A4E" w:rsidP="002C50B2">
      <w:pPr>
        <w:pStyle w:val="Titre2"/>
      </w:pPr>
      <w:bookmarkStart w:id="33" w:name="_Toc145914610"/>
      <w:bookmarkStart w:id="34" w:name="_Toc203477070"/>
      <w:r w:rsidRPr="00C9655D">
        <w:lastRenderedPageBreak/>
        <w:t>XII</w:t>
      </w:r>
      <w:bookmarkEnd w:id="33"/>
      <w:r w:rsidRPr="00C9655D">
        <w:br/>
      </w:r>
      <w:r w:rsidRPr="00C9655D">
        <w:br/>
      </w:r>
      <w:bookmarkStart w:id="35" w:name="_Toc145914611"/>
      <w:r w:rsidRPr="00C9655D">
        <w:t>OÙ LE FANTÔME REPARAÎT</w:t>
      </w:r>
      <w:r w:rsidR="002C50B2">
        <w:t>…</w:t>
      </w:r>
      <w:bookmarkEnd w:id="34"/>
      <w:bookmarkEnd w:id="35"/>
      <w:r w:rsidR="002C50B2">
        <w:br/>
      </w:r>
    </w:p>
    <w:p w14:paraId="6425E1DF" w14:textId="68CC830D" w:rsidR="002C50B2" w:rsidRDefault="00C77A4E" w:rsidP="002C50B2">
      <w:r w:rsidRPr="00275B88">
        <w:t>La nuit enveloppait l</w:t>
      </w:r>
      <w:r w:rsidR="002C50B2">
        <w:t>’</w:t>
      </w:r>
      <w:r w:rsidRPr="00275B88">
        <w:t xml:space="preserve">hôtel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 xml:space="preserve">… </w:t>
      </w:r>
      <w:r w:rsidRPr="00275B88">
        <w:t>Aucune lumière ne brillait derrière les persiennes fermées de la façade</w:t>
      </w:r>
      <w:r w:rsidR="002C50B2">
        <w:t xml:space="preserve">. </w:t>
      </w:r>
      <w:r w:rsidRPr="00275B88">
        <w:t>Aucun bruit ne s</w:t>
      </w:r>
      <w:r w:rsidR="002C50B2">
        <w:t>’</w:t>
      </w:r>
      <w:r w:rsidRPr="00275B88">
        <w:t>élevait</w:t>
      </w:r>
      <w:r w:rsidR="002C50B2">
        <w:t xml:space="preserve">, </w:t>
      </w:r>
      <w:r w:rsidRPr="00275B88">
        <w:t>sauf le roulement sourd et vite éteint de voitures lointaines</w:t>
      </w:r>
      <w:r w:rsidR="002C50B2">
        <w:t xml:space="preserve">… </w:t>
      </w:r>
      <w:r w:rsidRPr="00275B88">
        <w:t>Seules</w:t>
      </w:r>
      <w:r w:rsidR="002C50B2">
        <w:t xml:space="preserve">, </w:t>
      </w:r>
      <w:r w:rsidRPr="00275B88">
        <w:t>deux fenêtres qui donnaient sur le jardin</w:t>
      </w:r>
      <w:r w:rsidR="002C50B2">
        <w:t xml:space="preserve">, </w:t>
      </w:r>
      <w:r w:rsidRPr="00275B88">
        <w:t>dont les arbres confondaient leurs frondaisons avec les ténèbres de la nuit</w:t>
      </w:r>
      <w:r w:rsidR="002C50B2">
        <w:t xml:space="preserve">, </w:t>
      </w:r>
      <w:r w:rsidRPr="00275B88">
        <w:t>étaient éclairées</w:t>
      </w:r>
      <w:r w:rsidR="002C50B2">
        <w:t xml:space="preserve"> : </w:t>
      </w:r>
      <w:r w:rsidRPr="00275B88">
        <w:t>l</w:t>
      </w:r>
      <w:r w:rsidR="002C50B2">
        <w:t>’</w:t>
      </w:r>
      <w:r w:rsidRPr="00275B88">
        <w:t>une au premier étage</w:t>
      </w:r>
      <w:r w:rsidR="002C50B2">
        <w:t xml:space="preserve">, </w:t>
      </w:r>
      <w:r w:rsidRPr="00275B88">
        <w:t>celle de la chambre de Simone</w:t>
      </w:r>
      <w:r w:rsidR="002C50B2">
        <w:t xml:space="preserve"> ; </w:t>
      </w:r>
      <w:r w:rsidRPr="00275B88">
        <w:t>l</w:t>
      </w:r>
      <w:r w:rsidR="002C50B2">
        <w:t>’</w:t>
      </w:r>
      <w:r w:rsidRPr="00275B88">
        <w:t>autre au rez</w:t>
      </w:r>
      <w:r>
        <w:t>-</w:t>
      </w:r>
      <w:r w:rsidRPr="00275B88">
        <w:t>de</w:t>
      </w:r>
      <w:r>
        <w:t>-</w:t>
      </w:r>
      <w:r w:rsidRPr="00275B88">
        <w:t>chaussée</w:t>
      </w:r>
      <w:r w:rsidR="002C50B2">
        <w:t xml:space="preserve">, </w:t>
      </w:r>
      <w:r w:rsidRPr="00275B88">
        <w:t>celle du salon où</w:t>
      </w:r>
      <w:r w:rsidR="002C50B2">
        <w:t xml:space="preserve">, </w:t>
      </w:r>
      <w:r w:rsidRPr="00275B88">
        <w:t>à travers le tulle léger des rideaux</w:t>
      </w:r>
      <w:r w:rsidR="002C50B2">
        <w:t xml:space="preserve">, </w:t>
      </w:r>
      <w:r w:rsidRPr="00275B88">
        <w:t>on apercevait les silhouettes d</w:t>
      </w:r>
      <w:r w:rsidR="002C50B2">
        <w:t>’</w:t>
      </w:r>
      <w:r w:rsidRPr="00275B88">
        <w:t>Elsa Bergen et de Maurice de Thouars</w:t>
      </w:r>
      <w:r w:rsidR="002C50B2">
        <w:t>.</w:t>
      </w:r>
    </w:p>
    <w:p w14:paraId="5594E453" w14:textId="77777777" w:rsidR="002C50B2" w:rsidRDefault="00C77A4E" w:rsidP="002C50B2">
      <w:r w:rsidRPr="00275B88">
        <w:t>Ceux</w:t>
      </w:r>
      <w:r>
        <w:t>-</w:t>
      </w:r>
      <w:r w:rsidRPr="00275B88">
        <w:t>ci venaient seulement de quitter Simone qui</w:t>
      </w:r>
      <w:r w:rsidR="002C50B2">
        <w:t xml:space="preserve">, </w:t>
      </w:r>
      <w:r w:rsidRPr="00275B88">
        <w:t>après une très mauvaise journée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enfin assoupie</w:t>
      </w:r>
      <w:r w:rsidR="002C50B2">
        <w:t xml:space="preserve">… </w:t>
      </w:r>
      <w:r w:rsidRPr="00275B88">
        <w:t>Maurice de Thouars semblait particulièrement nerveux</w:t>
      </w:r>
      <w:r w:rsidR="002C50B2">
        <w:t xml:space="preserve">, </w:t>
      </w:r>
      <w:r w:rsidRPr="00275B88">
        <w:t>agité</w:t>
      </w:r>
      <w:r w:rsidR="002C50B2">
        <w:t xml:space="preserve">… </w:t>
      </w:r>
      <w:r w:rsidRPr="00275B88">
        <w:t>Un geste d</w:t>
      </w:r>
      <w:r w:rsidR="002C50B2">
        <w:t>’</w:t>
      </w:r>
      <w:r w:rsidRPr="00275B88">
        <w:t>impatience lui échappa</w:t>
      </w:r>
      <w:r w:rsidR="002C50B2">
        <w:t xml:space="preserve">… </w:t>
      </w:r>
      <w:r w:rsidRPr="00275B88">
        <w:t>et il grommela</w:t>
      </w:r>
      <w:r w:rsidR="002C50B2">
        <w:t xml:space="preserve">, </w:t>
      </w:r>
      <w:r w:rsidRPr="00275B88">
        <w:t>avec un accent de colère qu</w:t>
      </w:r>
      <w:r w:rsidR="002C50B2">
        <w:t>’</w:t>
      </w:r>
      <w:r w:rsidRPr="00275B88">
        <w:t>il contenait avec peine</w:t>
      </w:r>
      <w:r w:rsidR="002C50B2">
        <w:t> :</w:t>
      </w:r>
    </w:p>
    <w:p w14:paraId="716A48CD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trop</w:t>
      </w:r>
      <w:r>
        <w:t xml:space="preserve"> !… </w:t>
      </w:r>
      <w:r w:rsidR="00C77A4E" w:rsidRPr="00275B88">
        <w:t>Je n</w:t>
      </w:r>
      <w:r>
        <w:t>’</w:t>
      </w:r>
      <w:r w:rsidR="00C77A4E" w:rsidRPr="00275B88">
        <w:t>en puis plus</w:t>
      </w:r>
      <w:r>
        <w:t> !…</w:t>
      </w:r>
    </w:p>
    <w:p w14:paraId="30D0F72B" w14:textId="77777777" w:rsidR="002C50B2" w:rsidRDefault="002C50B2" w:rsidP="002C50B2">
      <w:r>
        <w:t>— </w:t>
      </w:r>
      <w:r w:rsidR="00C77A4E" w:rsidRPr="00275B88">
        <w:t>Monsieur de Thouars</w:t>
      </w:r>
      <w:r>
        <w:t xml:space="preserve">, </w:t>
      </w:r>
      <w:r w:rsidR="00C77A4E" w:rsidRPr="00275B88">
        <w:t>reprenait la Scandinave avec calme</w:t>
      </w:r>
      <w:r>
        <w:t xml:space="preserve">, </w:t>
      </w:r>
      <w:r w:rsidR="00C77A4E" w:rsidRPr="00275B88">
        <w:t>voulez</w:t>
      </w:r>
      <w:r w:rsidR="00C77A4E">
        <w:t>-</w:t>
      </w:r>
      <w:r w:rsidR="00C77A4E" w:rsidRPr="00275B88">
        <w:t xml:space="preserve">vous me permettre de vous </w:t>
      </w:r>
      <w:proofErr w:type="gramStart"/>
      <w:r w:rsidR="00C77A4E" w:rsidRPr="00275B88">
        <w:t>donner</w:t>
      </w:r>
      <w:proofErr w:type="gramEnd"/>
      <w:r w:rsidR="00C77A4E" w:rsidRPr="00275B88">
        <w:t xml:space="preserve"> un conseil</w:t>
      </w:r>
      <w:r>
        <w:t> ?</w:t>
      </w:r>
    </w:p>
    <w:p w14:paraId="2F45AA58" w14:textId="77777777" w:rsidR="002C50B2" w:rsidRDefault="00C77A4E" w:rsidP="002C50B2">
      <w:r w:rsidRPr="00275B88">
        <w:t>Le bellâtre s</w:t>
      </w:r>
      <w:r w:rsidR="002C50B2">
        <w:t>’</w:t>
      </w:r>
      <w:r w:rsidRPr="00275B88">
        <w:t>arrêta et eut un léger haussement d</w:t>
      </w:r>
      <w:r w:rsidR="002C50B2">
        <w:t>’</w:t>
      </w:r>
      <w:r w:rsidRPr="00275B88">
        <w:t>épaules</w:t>
      </w:r>
      <w:r w:rsidR="002C50B2">
        <w:t>.</w:t>
      </w:r>
    </w:p>
    <w:p w14:paraId="33A73050" w14:textId="7748F333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poursuivait</w:t>
      </w:r>
      <w:r>
        <w:t> :</w:t>
      </w:r>
    </w:p>
    <w:p w14:paraId="6C0D675C" w14:textId="77777777" w:rsidR="002C50B2" w:rsidRDefault="002C50B2" w:rsidP="002C50B2">
      <w:r>
        <w:t>— </w:t>
      </w:r>
      <w:r w:rsidR="00C77A4E" w:rsidRPr="00275B88">
        <w:t>Si vous voulez atteindre le but que vous vous proposez</w:t>
      </w:r>
      <w:r>
        <w:t xml:space="preserve">… </w:t>
      </w:r>
      <w:r w:rsidR="00C77A4E" w:rsidRPr="00275B88">
        <w:t>il faut vous armer de patience</w:t>
      </w:r>
      <w:r>
        <w:t>…</w:t>
      </w:r>
    </w:p>
    <w:p w14:paraId="0077E4C6" w14:textId="77777777" w:rsidR="002C50B2" w:rsidRDefault="002C50B2" w:rsidP="002C50B2">
      <w:r>
        <w:t>— </w:t>
      </w:r>
      <w:r w:rsidR="00C77A4E" w:rsidRPr="00275B88">
        <w:t>Croyez</w:t>
      </w:r>
      <w:r w:rsidR="00C77A4E">
        <w:t>-</w:t>
      </w:r>
      <w:r w:rsidR="00C77A4E" w:rsidRPr="00275B88">
        <w:t>vous que je n</w:t>
      </w:r>
      <w:r>
        <w:t>’</w:t>
      </w:r>
      <w:r w:rsidR="00C77A4E" w:rsidRPr="00275B88">
        <w:t>en ai pas</w:t>
      </w:r>
      <w:r>
        <w:t> ?</w:t>
      </w:r>
    </w:p>
    <w:p w14:paraId="3F08A5DD" w14:textId="77777777" w:rsidR="002C50B2" w:rsidRDefault="002C50B2" w:rsidP="002C50B2">
      <w:r>
        <w:lastRenderedPageBreak/>
        <w:t>— </w:t>
      </w:r>
      <w:r w:rsidR="00C77A4E" w:rsidRPr="00275B88">
        <w:t>Jusqu</w:t>
      </w:r>
      <w:r>
        <w:t>’</w:t>
      </w:r>
      <w:r w:rsidR="00C77A4E" w:rsidRPr="00275B88">
        <w:t>à ce jour vous avez été raisonnable</w:t>
      </w:r>
      <w:r>
        <w:t xml:space="preserve">… </w:t>
      </w:r>
      <w:r w:rsidR="00C77A4E" w:rsidRPr="00275B88">
        <w:t>Eh bien</w:t>
      </w:r>
      <w:r>
        <w:t xml:space="preserve"> ! </w:t>
      </w:r>
      <w:r w:rsidR="00C77A4E" w:rsidRPr="00275B88">
        <w:t>continuez</w:t>
      </w:r>
      <w:r>
        <w:t>.</w:t>
      </w:r>
    </w:p>
    <w:p w14:paraId="46A4040B" w14:textId="77777777" w:rsidR="002C50B2" w:rsidRDefault="002C50B2" w:rsidP="002C50B2">
      <w:r>
        <w:t>— </w:t>
      </w:r>
      <w:r w:rsidR="00C77A4E" w:rsidRPr="00275B88">
        <w:t>Je suis à bout</w:t>
      </w:r>
      <w:r>
        <w:t>.</w:t>
      </w:r>
    </w:p>
    <w:p w14:paraId="1E1D8067" w14:textId="77777777" w:rsidR="002C50B2" w:rsidRDefault="002C50B2" w:rsidP="002C50B2">
      <w:r>
        <w:t>— </w:t>
      </w:r>
      <w:r w:rsidR="00C77A4E" w:rsidRPr="00275B88">
        <w:t>Faites appel à votre sang</w:t>
      </w:r>
      <w:r w:rsidR="00C77A4E">
        <w:t>-</w:t>
      </w:r>
      <w:r w:rsidR="00C77A4E" w:rsidRPr="00275B88">
        <w:t>froid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l</w:t>
      </w:r>
      <w:r>
        <w:t>’</w:t>
      </w:r>
      <w:r w:rsidR="00C77A4E" w:rsidRPr="00275B88">
        <w:t>intime conviction qu</w:t>
      </w:r>
      <w:r>
        <w:t>’</w:t>
      </w:r>
      <w:r w:rsidR="00C77A4E" w:rsidRPr="00275B88">
        <w:t>un jour ou l</w:t>
      </w:r>
      <w:r>
        <w:t>’</w:t>
      </w:r>
      <w:r w:rsidR="00C77A4E" w:rsidRPr="00275B88">
        <w:t>autre</w:t>
      </w:r>
      <w:r>
        <w:t xml:space="preserve">, </w:t>
      </w:r>
      <w:r w:rsidR="00C77A4E" w:rsidRPr="00275B88">
        <w:t>jour peut</w:t>
      </w:r>
      <w:r w:rsidR="00C77A4E">
        <w:t>-</w:t>
      </w:r>
      <w:r w:rsidR="00C77A4E" w:rsidRPr="00275B88">
        <w:t>être plus rapproché que vous ne le pensez</w:t>
      </w:r>
      <w:r>
        <w:t xml:space="preserve">, </w:t>
      </w:r>
      <w:r w:rsidR="00C77A4E" w:rsidRPr="00275B88">
        <w:t>Simone ne manquera pas d</w:t>
      </w:r>
      <w:r>
        <w:t>’</w:t>
      </w:r>
      <w:r w:rsidR="00C77A4E" w:rsidRPr="00275B88">
        <w:t>établir un parallèle entre celui qui lui a refusé de partager sa vie et celui qui s</w:t>
      </w:r>
      <w:r>
        <w:t>’</w:t>
      </w:r>
      <w:r w:rsidR="00C77A4E" w:rsidRPr="00275B88">
        <w:t>est fait son véritable esclave</w:t>
      </w:r>
      <w:r>
        <w:t>.</w:t>
      </w:r>
    </w:p>
    <w:p w14:paraId="0F8CEC50" w14:textId="77777777" w:rsidR="002C50B2" w:rsidRDefault="002C50B2" w:rsidP="002C50B2">
      <w:r>
        <w:t>— </w:t>
      </w:r>
      <w:r w:rsidR="00C77A4E" w:rsidRPr="00275B88">
        <w:t>Son esclave</w:t>
      </w:r>
      <w:r>
        <w:t xml:space="preserve"> ! </w:t>
      </w:r>
      <w:r w:rsidR="00C77A4E" w:rsidRPr="00275B88">
        <w:t>répétait Maurice de Thouars</w:t>
      </w:r>
      <w:r>
        <w:t xml:space="preserve">. </w:t>
      </w:r>
      <w:r w:rsidR="00C77A4E" w:rsidRPr="00275B88">
        <w:t>Vous avez dit le mot</w:t>
      </w:r>
      <w:r>
        <w:t>.</w:t>
      </w:r>
    </w:p>
    <w:p w14:paraId="727F2BC4" w14:textId="77777777" w:rsidR="002C50B2" w:rsidRDefault="002C50B2" w:rsidP="002C50B2">
      <w:r>
        <w:t>— </w:t>
      </w:r>
      <w:r w:rsidR="00C77A4E" w:rsidRPr="00275B88">
        <w:t>Et</w:t>
      </w:r>
      <w:r>
        <w:t xml:space="preserve">, </w:t>
      </w:r>
      <w:r w:rsidR="00C77A4E" w:rsidRPr="00275B88">
        <w:t>complétait Elsa Bergen</w:t>
      </w:r>
      <w:r>
        <w:t xml:space="preserve">, </w:t>
      </w:r>
      <w:r w:rsidR="00C77A4E" w:rsidRPr="00275B88">
        <w:t>je ne doute pas que la comparaison ne soit toute à votre avantage</w:t>
      </w:r>
      <w:r>
        <w:t>…</w:t>
      </w:r>
    </w:p>
    <w:p w14:paraId="1F4A0384" w14:textId="77777777" w:rsidR="002C50B2" w:rsidRDefault="002C50B2" w:rsidP="002C50B2">
      <w:r>
        <w:t>« </w:t>
      </w:r>
      <w:r w:rsidR="00C77A4E" w:rsidRPr="00275B88">
        <w:t>Voilà pourquoi je vous dis</w:t>
      </w:r>
      <w:r>
        <w:t xml:space="preserve"> : </w:t>
      </w:r>
      <w:r w:rsidR="00C77A4E" w:rsidRPr="00275B88">
        <w:t>patience</w:t>
      </w:r>
      <w:r>
        <w:t xml:space="preserve"> ! </w:t>
      </w:r>
      <w:r w:rsidR="00C77A4E" w:rsidRPr="00275B88">
        <w:t>Continuez à vous montrer envers elle celui que vous avez été jusqu</w:t>
      </w:r>
      <w:r>
        <w:t>’</w:t>
      </w:r>
      <w:r w:rsidR="00C77A4E" w:rsidRPr="00275B88">
        <w:t>à ce jour</w:t>
      </w:r>
      <w:r>
        <w:t xml:space="preserve">… </w:t>
      </w:r>
      <w:r w:rsidR="00C77A4E" w:rsidRPr="00275B88">
        <w:t>La confiance qu</w:t>
      </w:r>
      <w:r>
        <w:t>’</w:t>
      </w:r>
      <w:r w:rsidR="00C77A4E" w:rsidRPr="00275B88">
        <w:t>elle vous témoigne 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elle pas faite pour justifier vos espérances</w:t>
      </w:r>
      <w:r>
        <w:t> ?</w:t>
      </w:r>
    </w:p>
    <w:p w14:paraId="3CFA9B0D" w14:textId="574A7745" w:rsidR="002C50B2" w:rsidRDefault="002C50B2" w:rsidP="002C50B2">
      <w:r>
        <w:t>— </w:t>
      </w:r>
      <w:r w:rsidR="00C77A4E" w:rsidRPr="00275B88">
        <w:t>Je voudrais être plus vieux de quelques jours</w:t>
      </w:r>
      <w:r>
        <w:t xml:space="preserve">, </w:t>
      </w:r>
      <w:r w:rsidR="00C77A4E" w:rsidRPr="00275B88">
        <w:t xml:space="preserve">fit </w:t>
      </w:r>
      <w:r>
        <w:t>M. de </w:t>
      </w:r>
      <w:r w:rsidR="00C77A4E" w:rsidRPr="00275B88">
        <w:t>Thouars d</w:t>
      </w:r>
      <w:r>
        <w:t>’</w:t>
      </w:r>
      <w:r w:rsidR="00C77A4E" w:rsidRPr="00275B88">
        <w:t>un air sombre</w:t>
      </w:r>
      <w:r>
        <w:t>.</w:t>
      </w:r>
    </w:p>
    <w:p w14:paraId="2D6D246F" w14:textId="2309E9EA" w:rsidR="002C50B2" w:rsidRDefault="00C77A4E" w:rsidP="002C50B2">
      <w:r w:rsidRPr="00275B88">
        <w:t>Minuit sonnait à un cartel suspendu à la muraille</w:t>
      </w:r>
      <w:r w:rsidR="002C50B2">
        <w:t>.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appuya sur le bouton d</w:t>
      </w:r>
      <w:r w:rsidR="002C50B2">
        <w:t>’</w:t>
      </w:r>
      <w:r w:rsidRPr="00275B88">
        <w:t>une sonnerie électrique</w:t>
      </w:r>
      <w:r w:rsidR="002C50B2">
        <w:t xml:space="preserve">… </w:t>
      </w:r>
      <w:r w:rsidRPr="00275B88">
        <w:t>Presque aussitôt</w:t>
      </w:r>
      <w:r w:rsidR="002C50B2">
        <w:t xml:space="preserve">, </w:t>
      </w:r>
      <w:r w:rsidRPr="00275B88">
        <w:t>Juliette</w:t>
      </w:r>
      <w:r w:rsidR="002C50B2">
        <w:t xml:space="preserve">, </w:t>
      </w:r>
      <w:r w:rsidRPr="00275B88">
        <w:t>la femme de chambre</w:t>
      </w:r>
      <w:r w:rsidR="002C50B2">
        <w:t xml:space="preserve">, </w:t>
      </w:r>
      <w:r w:rsidRPr="00275B88">
        <w:t>apparut</w:t>
      </w:r>
      <w:r w:rsidR="002C50B2">
        <w:t>…</w:t>
      </w:r>
    </w:p>
    <w:p w14:paraId="6B1B1F1B" w14:textId="77777777" w:rsidR="002C50B2" w:rsidRDefault="002C50B2" w:rsidP="002C50B2">
      <w:r>
        <w:t>— </w:t>
      </w:r>
      <w:r w:rsidR="00C77A4E" w:rsidRPr="00275B88">
        <w:t>Allez donc voir si Mademoiselle n</w:t>
      </w:r>
      <w:r>
        <w:t>’</w:t>
      </w:r>
      <w:r w:rsidR="00C77A4E" w:rsidRPr="00275B88">
        <w:t>a besoin de rien</w:t>
      </w:r>
      <w:r>
        <w:t xml:space="preserve"> ? </w:t>
      </w:r>
      <w:r w:rsidR="00C77A4E" w:rsidRPr="00275B88">
        <w:t>fit la dame de compagnie</w:t>
      </w:r>
      <w:r>
        <w:t>.</w:t>
      </w:r>
    </w:p>
    <w:p w14:paraId="354C4DD3" w14:textId="77777777" w:rsidR="002C50B2" w:rsidRDefault="00C77A4E" w:rsidP="002C50B2">
      <w:r w:rsidRPr="00275B88">
        <w:t>Juliette répliquait</w:t>
      </w:r>
      <w:r w:rsidR="002C50B2">
        <w:t> :</w:t>
      </w:r>
    </w:p>
    <w:p w14:paraId="31944615" w14:textId="77777777" w:rsidR="002C50B2" w:rsidRDefault="002C50B2" w:rsidP="002C50B2">
      <w:r>
        <w:t>— </w:t>
      </w:r>
      <w:r w:rsidR="00C77A4E" w:rsidRPr="00275B88">
        <w:t>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Mademoiselle a pris sa tasse de camomille</w:t>
      </w:r>
      <w:r>
        <w:t xml:space="preserve">… </w:t>
      </w:r>
      <w:r w:rsidR="00C77A4E" w:rsidRPr="00275B88">
        <w:t>avec ses gouttes</w:t>
      </w:r>
      <w:r>
        <w:t xml:space="preserve">… </w:t>
      </w:r>
      <w:r w:rsidR="00C77A4E" w:rsidRPr="00275B88">
        <w:t>Elle m</w:t>
      </w:r>
      <w:r>
        <w:t>’</w:t>
      </w:r>
      <w:r w:rsidR="00C77A4E" w:rsidRPr="00275B88">
        <w:t>a dit qu</w:t>
      </w:r>
      <w:r>
        <w:t>’</w:t>
      </w:r>
      <w:r w:rsidR="00C77A4E" w:rsidRPr="00275B88">
        <w:t>elle voulait dormir</w:t>
      </w:r>
      <w:r>
        <w:t xml:space="preserve">… </w:t>
      </w:r>
      <w:r w:rsidR="00C77A4E" w:rsidRPr="00275B88">
        <w:t>et elle m</w:t>
      </w:r>
      <w:r>
        <w:t>’</w:t>
      </w:r>
      <w:r w:rsidR="00C77A4E" w:rsidRPr="00275B88">
        <w:t>a recommandé de ne pas la déranger</w:t>
      </w:r>
      <w:r>
        <w:t>.</w:t>
      </w:r>
    </w:p>
    <w:p w14:paraId="6A8EB80E" w14:textId="6FFEF66E" w:rsidR="002C50B2" w:rsidRDefault="002C50B2" w:rsidP="002C50B2">
      <w:r>
        <w:lastRenderedPageBreak/>
        <w:t>— </w:t>
      </w:r>
      <w:r w:rsidR="00C77A4E" w:rsidRPr="00275B88">
        <w:t>Allez</w:t>
      </w:r>
      <w:r>
        <w:t xml:space="preserve">, </w:t>
      </w:r>
      <w:r w:rsidR="00C77A4E" w:rsidRPr="00275B88">
        <w:t>vous dis</w:t>
      </w:r>
      <w:r w:rsidR="00C77A4E">
        <w:t>-</w:t>
      </w:r>
      <w:r w:rsidR="00C77A4E" w:rsidRPr="00275B88">
        <w:t>je</w:t>
      </w:r>
      <w:r>
        <w:t xml:space="preserve">… </w:t>
      </w:r>
      <w:r w:rsidR="00C77A4E" w:rsidRPr="00275B88">
        <w:t xml:space="preserve">ordonnait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avec autorité</w:t>
      </w:r>
      <w:r>
        <w:t>.</w:t>
      </w:r>
    </w:p>
    <w:p w14:paraId="796D80E0" w14:textId="3C42030C" w:rsidR="002C50B2" w:rsidRDefault="00C77A4E" w:rsidP="002C50B2">
      <w:r w:rsidRPr="00275B88">
        <w:t>La femme de chambre obéit</w:t>
      </w:r>
      <w:r w:rsidR="002C50B2">
        <w:t xml:space="preserve">. </w:t>
      </w:r>
      <w:r w:rsidRPr="00275B88">
        <w:t>Après avoir gravi l</w:t>
      </w:r>
      <w:r w:rsidR="002C50B2">
        <w:t>’</w:t>
      </w:r>
      <w:r w:rsidRPr="00275B88">
        <w:t>escalier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 xml:space="preserve">en fut entrebâiller doucement la porte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et jeta un regard dans la chambre discrètement éclairée par la lueur d</w:t>
      </w:r>
      <w:r w:rsidR="002C50B2">
        <w:t>’</w:t>
      </w:r>
      <w:r w:rsidRPr="00275B88">
        <w:t>une veilleuse</w:t>
      </w:r>
      <w:r w:rsidR="002C50B2">
        <w:t>.</w:t>
      </w:r>
    </w:p>
    <w:p w14:paraId="12E7DC82" w14:textId="77777777" w:rsidR="002C50B2" w:rsidRDefault="00C77A4E" w:rsidP="002C50B2">
      <w:r w:rsidRPr="00275B88">
        <w:t>Simone</w:t>
      </w:r>
      <w:r w:rsidR="002C50B2">
        <w:t xml:space="preserve">, </w:t>
      </w:r>
      <w:r w:rsidRPr="00275B88">
        <w:t>étendue sur son lit</w:t>
      </w:r>
      <w:r w:rsidR="002C50B2">
        <w:t xml:space="preserve">, </w:t>
      </w:r>
      <w:r w:rsidRPr="00275B88">
        <w:t>dormait profondément</w:t>
      </w:r>
      <w:r w:rsidR="002C50B2">
        <w:t>.</w:t>
      </w:r>
    </w:p>
    <w:p w14:paraId="67A56BBB" w14:textId="77777777" w:rsidR="002C50B2" w:rsidRDefault="00C77A4E" w:rsidP="002C50B2">
      <w:r w:rsidRPr="00275B88">
        <w:t>Au même moment</w:t>
      </w:r>
      <w:r w:rsidR="002C50B2">
        <w:t xml:space="preserve">, </w:t>
      </w:r>
      <w:r w:rsidRPr="00275B88">
        <w:t>une scène étrange se déroulait dans le jardin de l</w:t>
      </w:r>
      <w:r w:rsidR="002C50B2">
        <w:t>’</w:t>
      </w:r>
      <w:r w:rsidRPr="00275B88">
        <w:t>hôtel</w:t>
      </w:r>
      <w:r w:rsidR="002C50B2">
        <w:t>.</w:t>
      </w:r>
    </w:p>
    <w:p w14:paraId="63675C49" w14:textId="77777777" w:rsidR="002C50B2" w:rsidRDefault="00C77A4E" w:rsidP="002C50B2">
      <w:r w:rsidRPr="00275B88">
        <w:t>Surgissant d</w:t>
      </w:r>
      <w:r w:rsidR="002C50B2">
        <w:t>’</w:t>
      </w:r>
      <w:r w:rsidRPr="00275B88">
        <w:t>un bosquet</w:t>
      </w:r>
      <w:r w:rsidR="002C50B2">
        <w:t xml:space="preserve">, </w:t>
      </w:r>
      <w:r w:rsidRPr="00275B88">
        <w:t>une ombre se glissait derrière les arbres</w:t>
      </w:r>
      <w:r w:rsidR="002C50B2">
        <w:t xml:space="preserve">… </w:t>
      </w:r>
      <w:r w:rsidRPr="00275B88">
        <w:t>Et cette ombre était le Fantôme du Louvre</w:t>
      </w:r>
      <w:r w:rsidR="002C50B2">
        <w:t>.</w:t>
      </w:r>
    </w:p>
    <w:p w14:paraId="7BB6E31B" w14:textId="7B50D83B" w:rsidR="002C50B2" w:rsidRDefault="00C77A4E" w:rsidP="002C50B2">
      <w:r w:rsidRPr="00275B88">
        <w:t>Drapé dans son suaire noir</w:t>
      </w:r>
      <w:r w:rsidR="002C50B2">
        <w:t xml:space="preserve">, </w:t>
      </w:r>
      <w:r w:rsidRPr="00275B88">
        <w:t>coiffé de son capuchon</w:t>
      </w:r>
      <w:r w:rsidR="002C50B2">
        <w:t xml:space="preserve">, </w:t>
      </w:r>
      <w:r w:rsidRPr="00275B88">
        <w:t>sans paraître nullement inquiété par les lumières qui continuaient à briller à l</w:t>
      </w:r>
      <w:r w:rsidR="002C50B2">
        <w:t>’</w:t>
      </w:r>
      <w:r w:rsidRPr="00275B88">
        <w:t>intérieur de la maison</w:t>
      </w:r>
      <w:r w:rsidR="002C50B2">
        <w:t xml:space="preserve">, </w:t>
      </w:r>
      <w:r w:rsidRPr="00275B88">
        <w:t>il se dirigea sans hésitation vers la fenêtre du boudoir qui était restée entrouverte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ouvrit avec précaution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sans provoquer le moindre bruit</w:t>
      </w:r>
      <w:r w:rsidR="002C50B2">
        <w:t xml:space="preserve">, </w:t>
      </w:r>
      <w:r w:rsidRPr="00275B88">
        <w:t>avec une souplesse toute féline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introduisit à l</w:t>
      </w:r>
      <w:r w:rsidR="002C50B2">
        <w:t>’</w:t>
      </w:r>
      <w:r w:rsidRPr="00275B88">
        <w:t>intérieur de la pièce</w:t>
      </w:r>
      <w:r w:rsidR="002C50B2">
        <w:t xml:space="preserve">… </w:t>
      </w:r>
      <w:r w:rsidRPr="00275B88">
        <w:t>Démasquant le volet d</w:t>
      </w:r>
      <w:r w:rsidR="002C50B2">
        <w:t>’</w:t>
      </w:r>
      <w:r w:rsidRPr="00275B88">
        <w:t>une lanterne qu</w:t>
      </w:r>
      <w:r w:rsidR="002C50B2">
        <w:t>’</w:t>
      </w:r>
      <w:r w:rsidRPr="00275B88">
        <w:t>il tenait à la main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approcha</w:t>
      </w:r>
      <w:r w:rsidR="002C50B2">
        <w:t xml:space="preserve">, </w:t>
      </w:r>
      <w:r w:rsidRPr="00275B88">
        <w:t>à pas de loup</w:t>
      </w:r>
      <w:r w:rsidR="002C50B2">
        <w:t xml:space="preserve">, </w:t>
      </w:r>
      <w:r w:rsidRPr="00275B88">
        <w:t xml:space="preserve">du secrétaire dans lequel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avait enfoui la correspondance de Jacques</w:t>
      </w:r>
      <w:r w:rsidR="002C50B2">
        <w:t xml:space="preserve">, </w:t>
      </w:r>
      <w:r w:rsidRPr="00275B88">
        <w:t>introduisit dans la serrure un crochet de forme bizarre</w:t>
      </w:r>
      <w:r w:rsidR="002C50B2">
        <w:t xml:space="preserve">, </w:t>
      </w:r>
      <w:r w:rsidRPr="00275B88">
        <w:t>le tourna et le retourna à plusieurs reprises</w:t>
      </w:r>
      <w:r w:rsidR="002C50B2">
        <w:t xml:space="preserve">, </w:t>
      </w:r>
      <w:r w:rsidRPr="00275B88">
        <w:t>sans faire entendre le moindre grincement</w:t>
      </w:r>
      <w:r w:rsidR="002C50B2">
        <w:t xml:space="preserve">… </w:t>
      </w:r>
      <w:r w:rsidRPr="00275B88">
        <w:t>Au bout de quelques secondes</w:t>
      </w:r>
      <w:r w:rsidR="002C50B2">
        <w:t xml:space="preserve">, </w:t>
      </w:r>
      <w:r w:rsidRPr="00275B88">
        <w:t>le battant cédait</w:t>
      </w:r>
      <w:r w:rsidR="002C50B2">
        <w:t xml:space="preserve">… </w:t>
      </w:r>
      <w:r w:rsidRPr="00275B88">
        <w:t>Alors</w:t>
      </w:r>
      <w:r w:rsidR="002C50B2">
        <w:t xml:space="preserve">, </w:t>
      </w:r>
      <w:r w:rsidRPr="00275B88">
        <w:t>avançant la main</w:t>
      </w:r>
      <w:r w:rsidR="002C50B2">
        <w:t xml:space="preserve">, </w:t>
      </w:r>
      <w:r w:rsidRPr="00275B88">
        <w:t>le Fantôme s</w:t>
      </w:r>
      <w:r w:rsidR="002C50B2">
        <w:t>’</w:t>
      </w:r>
      <w:r w:rsidRPr="00275B88">
        <w:t>empara des lettres que Simone avait déposées sur une planchette</w:t>
      </w:r>
      <w:r w:rsidR="002C50B2">
        <w:t xml:space="preserve">… </w:t>
      </w:r>
      <w:r w:rsidRPr="00275B88">
        <w:t>lorsqu</w:t>
      </w:r>
      <w:r w:rsidR="002C50B2">
        <w:t>’</w:t>
      </w:r>
      <w:r w:rsidRPr="00275B88">
        <w:t>une voix qui s</w:t>
      </w:r>
      <w:r w:rsidR="002C50B2">
        <w:t>’</w:t>
      </w:r>
      <w:r w:rsidRPr="00275B88">
        <w:t>élevait dans la pièce voisine le cloua sur place</w:t>
      </w:r>
      <w:r w:rsidR="002C50B2">
        <w:t>.</w:t>
      </w:r>
    </w:p>
    <w:p w14:paraId="7BA36DF0" w14:textId="77777777" w:rsidR="002C50B2" w:rsidRDefault="00C77A4E" w:rsidP="002C50B2">
      <w:r w:rsidRPr="00275B88">
        <w:t>C</w:t>
      </w:r>
      <w:r w:rsidR="002C50B2">
        <w:t>’</w:t>
      </w:r>
      <w:r w:rsidRPr="00275B88">
        <w:t>était Juliette qui revenait annoncer à Elsa Bergen</w:t>
      </w:r>
      <w:r w:rsidR="002C50B2">
        <w:t> :</w:t>
      </w:r>
    </w:p>
    <w:p w14:paraId="4F8CB050" w14:textId="77777777" w:rsidR="002C50B2" w:rsidRDefault="002C50B2" w:rsidP="002C50B2">
      <w:r>
        <w:t>— </w:t>
      </w:r>
      <w:r w:rsidR="00C77A4E" w:rsidRPr="00275B88">
        <w:t>Mademoiselle repose et je n</w:t>
      </w:r>
      <w:r>
        <w:t>’</w:t>
      </w:r>
      <w:r w:rsidR="00C77A4E" w:rsidRPr="00275B88">
        <w:t>ai pas voulu la réveiller</w:t>
      </w:r>
      <w:r>
        <w:t>.</w:t>
      </w:r>
    </w:p>
    <w:p w14:paraId="458D8708" w14:textId="77777777" w:rsidR="002C50B2" w:rsidRDefault="00C77A4E" w:rsidP="002C50B2">
      <w:r w:rsidRPr="00275B88">
        <w:lastRenderedPageBreak/>
        <w:t>Toujours à pas feutrés</w:t>
      </w:r>
      <w:r w:rsidR="002C50B2">
        <w:t xml:space="preserve">, </w:t>
      </w:r>
      <w:r w:rsidRPr="00275B88">
        <w:t>le Fantôme se dirigea vers la fenêtre</w:t>
      </w:r>
      <w:r w:rsidR="002C50B2">
        <w:t>.</w:t>
      </w:r>
    </w:p>
    <w:p w14:paraId="55DBB74F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dans sa retraite</w:t>
      </w:r>
      <w:r w:rsidR="002C50B2">
        <w:t xml:space="preserve">, </w:t>
      </w:r>
      <w:r w:rsidRPr="00275B88">
        <w:t>il heurta un petit meuble qui tomba en entraînant une potiche qui se brisa avec fracas</w:t>
      </w:r>
      <w:r w:rsidR="002C50B2">
        <w:t>.</w:t>
      </w:r>
    </w:p>
    <w:p w14:paraId="47C2A8B1" w14:textId="4EC53797" w:rsidR="002C50B2" w:rsidRDefault="00C77A4E" w:rsidP="002C50B2">
      <w:r w:rsidRPr="00275B88">
        <w:t>Dans le salon</w:t>
      </w:r>
      <w:r w:rsidR="002C50B2">
        <w:t xml:space="preserve">, </w:t>
      </w:r>
      <w:r w:rsidRPr="00275B88">
        <w:t>surpris par ce tapage intempestif</w:t>
      </w:r>
      <w:r w:rsidR="002C50B2">
        <w:t xml:space="preserve">, </w:t>
      </w:r>
      <w:r w:rsidRPr="00275B88">
        <w:t>Maurice de Thouars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et la femme de chambre</w:t>
      </w:r>
      <w:r w:rsidR="002C50B2">
        <w:t xml:space="preserve">, </w:t>
      </w:r>
      <w:r w:rsidRPr="00275B88">
        <w:t>qui allait se retirer</w:t>
      </w:r>
      <w:r w:rsidR="002C50B2">
        <w:t xml:space="preserve">, </w:t>
      </w:r>
      <w:r w:rsidRPr="00275B88">
        <w:t>eurent un sursaut simultané</w:t>
      </w:r>
      <w:r w:rsidR="002C50B2">
        <w:t>.</w:t>
      </w:r>
    </w:p>
    <w:p w14:paraId="344D77F8" w14:textId="77777777" w:rsidR="002C50B2" w:rsidRDefault="002C50B2" w:rsidP="002C50B2">
      <w:r>
        <w:t>— </w:t>
      </w:r>
      <w:r w:rsidR="00C77A4E" w:rsidRPr="00275B88">
        <w:t>Il y a quelqu</w:t>
      </w:r>
      <w:r>
        <w:t>’</w:t>
      </w:r>
      <w:r w:rsidR="00C77A4E" w:rsidRPr="00275B88">
        <w:t>un dans cette pièce</w:t>
      </w:r>
      <w:r>
        <w:t xml:space="preserve"> ! </w:t>
      </w:r>
      <w:r w:rsidR="00C77A4E" w:rsidRPr="00275B88">
        <w:t>fit la Scandinave</w:t>
      </w:r>
      <w:r>
        <w:t xml:space="preserve">, </w:t>
      </w:r>
      <w:r w:rsidR="00C77A4E" w:rsidRPr="00275B88">
        <w:t>tandis que Maurice de Thouars se précipitait vers la porte du boudoir et l</w:t>
      </w:r>
      <w:r>
        <w:t>’</w:t>
      </w:r>
      <w:r w:rsidR="00C77A4E" w:rsidRPr="00275B88">
        <w:t>ouvrait toute grande</w:t>
      </w:r>
      <w:r>
        <w:t>.</w:t>
      </w:r>
    </w:p>
    <w:p w14:paraId="731C4CC3" w14:textId="77777777" w:rsidR="002C50B2" w:rsidRDefault="00C77A4E" w:rsidP="002C50B2">
      <w:r w:rsidRPr="00275B88">
        <w:t>Un cri lui échappa</w:t>
      </w:r>
      <w:r w:rsidR="002C50B2">
        <w:t>.</w:t>
      </w:r>
    </w:p>
    <w:p w14:paraId="347FD794" w14:textId="77777777" w:rsidR="002C50B2" w:rsidRDefault="00C77A4E" w:rsidP="002C50B2">
      <w:r w:rsidRPr="00275B88">
        <w:t>Il venait d</w:t>
      </w:r>
      <w:r w:rsidR="002C50B2">
        <w:t>’</w:t>
      </w:r>
      <w:r w:rsidRPr="00275B88">
        <w:t>apercevoir</w:t>
      </w:r>
      <w:r w:rsidR="002C50B2">
        <w:t xml:space="preserve">, </w:t>
      </w:r>
      <w:r w:rsidRPr="00275B88">
        <w:t>éclairé</w:t>
      </w:r>
      <w:r w:rsidR="002C50B2">
        <w:t xml:space="preserve">, </w:t>
      </w:r>
      <w:r w:rsidRPr="00275B88">
        <w:t>trahi par la tramée lumineuse que projetait le lustre du salon</w:t>
      </w:r>
      <w:r w:rsidR="002C50B2">
        <w:t xml:space="preserve">, </w:t>
      </w:r>
      <w:r w:rsidRPr="00275B88">
        <w:t>le Fantôme en train d</w:t>
      </w:r>
      <w:r w:rsidR="002C50B2">
        <w:t>’</w:t>
      </w:r>
      <w:r w:rsidRPr="00275B88">
        <w:t>escalader le rebord de la fenêtre</w:t>
      </w:r>
      <w:r w:rsidR="002C50B2">
        <w:t>.</w:t>
      </w:r>
    </w:p>
    <w:p w14:paraId="2B111C5B" w14:textId="77777777" w:rsidR="002C50B2" w:rsidRDefault="00C77A4E" w:rsidP="002C50B2">
      <w:r w:rsidRPr="00275B88">
        <w:t>Courageusement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élança vers lui</w:t>
      </w:r>
      <w:r w:rsidR="002C50B2">
        <w:t xml:space="preserve">… </w:t>
      </w:r>
      <w:r w:rsidRPr="00275B88">
        <w:t>pas assez vite</w:t>
      </w:r>
      <w:r w:rsidR="002C50B2">
        <w:t xml:space="preserve">, </w:t>
      </w:r>
      <w:r w:rsidRPr="00275B88">
        <w:t>cependant</w:t>
      </w:r>
      <w:r w:rsidR="002C50B2">
        <w:t xml:space="preserve">, </w:t>
      </w:r>
      <w:r w:rsidRPr="00275B88">
        <w:t>pour entraver la fuite du mystérieux personnage</w:t>
      </w:r>
      <w:r w:rsidR="002C50B2">
        <w:t>.</w:t>
      </w:r>
    </w:p>
    <w:p w14:paraId="35DBCD8D" w14:textId="724E05B7" w:rsidR="002C50B2" w:rsidRDefault="00C77A4E" w:rsidP="002C50B2">
      <w:r w:rsidRPr="00275B88">
        <w:t xml:space="preserve">Ainsi que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et Juliette</w:t>
      </w:r>
      <w:r w:rsidR="002C50B2">
        <w:t xml:space="preserve">, </w:t>
      </w:r>
      <w:r w:rsidRPr="00275B88">
        <w:t>qui l</w:t>
      </w:r>
      <w:r w:rsidR="002C50B2">
        <w:t>’</w:t>
      </w:r>
      <w:r w:rsidRPr="00275B88">
        <w:t>avaient rejoint</w:t>
      </w:r>
      <w:r w:rsidR="002C50B2">
        <w:t xml:space="preserve">, </w:t>
      </w:r>
      <w:r w:rsidRPr="00275B88">
        <w:t>il eut le temps d</w:t>
      </w:r>
      <w:r w:rsidR="002C50B2">
        <w:t>’</w:t>
      </w:r>
      <w:r w:rsidRPr="00275B88">
        <w:t>apercevoir le Fantôme se faufiler le long de la maison</w:t>
      </w:r>
      <w:r w:rsidR="002C50B2">
        <w:t xml:space="preserve">… </w:t>
      </w:r>
      <w:r w:rsidRPr="00275B88">
        <w:t>Les deux femmes</w:t>
      </w:r>
      <w:r w:rsidR="002C50B2">
        <w:t xml:space="preserve">, </w:t>
      </w:r>
      <w:r w:rsidRPr="00275B88">
        <w:t>terrifiées</w:t>
      </w:r>
      <w:r w:rsidR="002C50B2">
        <w:t xml:space="preserve">, </w:t>
      </w:r>
      <w:r w:rsidRPr="00275B88">
        <w:t>eurent une exclamation d</w:t>
      </w:r>
      <w:r w:rsidR="002C50B2">
        <w:t>’</w:t>
      </w:r>
      <w:r w:rsidRPr="00275B88">
        <w:t>épouvante</w:t>
      </w:r>
      <w:r w:rsidR="002C50B2">
        <w:t>… M. de </w:t>
      </w:r>
      <w:r w:rsidRPr="00275B88">
        <w:t>Thouars</w:t>
      </w:r>
      <w:r w:rsidR="002C50B2">
        <w:t xml:space="preserve">, </w:t>
      </w:r>
      <w:r w:rsidRPr="00275B88">
        <w:t>sortant un revolver de sa poche</w:t>
      </w:r>
      <w:r w:rsidR="002C50B2">
        <w:t xml:space="preserve">, </w:t>
      </w:r>
      <w:r w:rsidRPr="00275B88">
        <w:t>tirait une première balle dans la direction du Fantôme qui</w:t>
      </w:r>
      <w:r w:rsidR="002C50B2">
        <w:t xml:space="preserve">, </w:t>
      </w:r>
      <w:r w:rsidRPr="00275B88">
        <w:t>traversant d</w:t>
      </w:r>
      <w:r w:rsidR="002C50B2">
        <w:t>’</w:t>
      </w:r>
      <w:r w:rsidRPr="00275B88">
        <w:t>un bond une allée</w:t>
      </w:r>
      <w:r w:rsidR="002C50B2">
        <w:t xml:space="preserve">, </w:t>
      </w:r>
      <w:r w:rsidRPr="00275B88">
        <w:t>disparut derrière un buisson rapproché</w:t>
      </w:r>
      <w:r w:rsidR="002C50B2">
        <w:t>.</w:t>
      </w:r>
    </w:p>
    <w:p w14:paraId="01CA9BB1" w14:textId="77777777" w:rsidR="002C50B2" w:rsidRDefault="00C77A4E" w:rsidP="002C50B2">
      <w:r w:rsidRPr="00275B88">
        <w:t>Le jeune homme se précipita au dehors</w:t>
      </w:r>
      <w:r w:rsidR="002C50B2">
        <w:t xml:space="preserve">, </w:t>
      </w:r>
      <w:r w:rsidRPr="00275B88">
        <w:t>laissant seules les deux femmes qui</w:t>
      </w:r>
      <w:r w:rsidR="002C50B2">
        <w:t xml:space="preserve">, </w:t>
      </w:r>
      <w:r w:rsidRPr="00275B88">
        <w:t>en proie à une vive frayeur</w:t>
      </w:r>
      <w:r w:rsidR="002C50B2">
        <w:t xml:space="preserve">, </w:t>
      </w:r>
      <w:r w:rsidRPr="00275B88">
        <w:t>étaient restées figées sur place</w:t>
      </w:r>
      <w:r w:rsidR="002C50B2">
        <w:t xml:space="preserve">. </w:t>
      </w:r>
      <w:r w:rsidRPr="00275B88">
        <w:t>Les chiens du voisinage faisaient entendre de furieux aboiements</w:t>
      </w:r>
      <w:r w:rsidR="002C50B2">
        <w:t xml:space="preserve">. </w:t>
      </w:r>
      <w:r w:rsidRPr="00275B88">
        <w:t>Aux lucarnes des étages supérieurs</w:t>
      </w:r>
      <w:r w:rsidR="002C50B2">
        <w:t xml:space="preserve">, </w:t>
      </w:r>
      <w:r w:rsidRPr="00275B88">
        <w:t>des domestiques apparaissaient</w:t>
      </w:r>
      <w:r w:rsidR="002C50B2">
        <w:t xml:space="preserve">, </w:t>
      </w:r>
      <w:r w:rsidRPr="00275B88">
        <w:t>brusquement réveillés dans leur premier sommeil</w:t>
      </w:r>
      <w:r w:rsidR="002C50B2">
        <w:t>.</w:t>
      </w:r>
    </w:p>
    <w:p w14:paraId="6ADEFD6D" w14:textId="61C9310C" w:rsidR="002C50B2" w:rsidRDefault="002C50B2" w:rsidP="002C50B2">
      <w:r>
        <w:lastRenderedPageBreak/>
        <w:t>M. de </w:t>
      </w:r>
      <w:r w:rsidR="00C77A4E" w:rsidRPr="00275B88">
        <w:t>Thouars</w:t>
      </w:r>
      <w:r>
        <w:t xml:space="preserve">, </w:t>
      </w:r>
      <w:r w:rsidR="00C77A4E" w:rsidRPr="00275B88">
        <w:t>décidé à ne pas laisser échapper le malfaiteur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approchait du bosquet dans lequel il l</w:t>
      </w:r>
      <w:r>
        <w:t>’</w:t>
      </w:r>
      <w:r w:rsidR="00C77A4E" w:rsidRPr="00275B88">
        <w:t>avait vu disparaître</w:t>
      </w:r>
      <w:r>
        <w:t xml:space="preserve">… </w:t>
      </w:r>
      <w:r w:rsidR="00C77A4E" w:rsidRPr="00275B88">
        <w:t>et tirait de nouveaux coups de revolver à travers le taillis touffu où il supposait que le Fantôme devait toujours se tenir caché</w:t>
      </w:r>
      <w:r>
        <w:t>.</w:t>
      </w:r>
    </w:p>
    <w:p w14:paraId="17138C7D" w14:textId="77777777" w:rsidR="002C50B2" w:rsidRDefault="00C77A4E" w:rsidP="002C50B2">
      <w:r w:rsidRPr="00275B88">
        <w:t>Le chauffeur</w:t>
      </w:r>
      <w:r w:rsidR="002C50B2">
        <w:t xml:space="preserve">, </w:t>
      </w:r>
      <w:r w:rsidRPr="00275B88">
        <w:t>qui couchait dans une petite chambre attenante au garage</w:t>
      </w:r>
      <w:r w:rsidR="002C50B2">
        <w:t xml:space="preserve">, </w:t>
      </w:r>
      <w:r w:rsidRPr="00275B88">
        <w:t>près de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accourait</w:t>
      </w:r>
      <w:r w:rsidR="002C50B2">
        <w:t xml:space="preserve">, </w:t>
      </w:r>
      <w:r w:rsidRPr="00275B88">
        <w:t>simplement vêtu d</w:t>
      </w:r>
      <w:r w:rsidR="002C50B2">
        <w:t>’</w:t>
      </w:r>
      <w:r w:rsidRPr="00275B88">
        <w:t>un pantalon et d</w:t>
      </w:r>
      <w:r w:rsidR="002C50B2">
        <w:t>’</w:t>
      </w:r>
      <w:r w:rsidRPr="00275B88">
        <w:t>une chemise</w:t>
      </w:r>
      <w:r w:rsidR="002C50B2">
        <w:t xml:space="preserve">, </w:t>
      </w:r>
      <w:r w:rsidRPr="00275B88">
        <w:t>et pénétrait dans le buisson avec Maurice de Thouars sans y rencontrer d</w:t>
      </w:r>
      <w:r w:rsidR="002C50B2">
        <w:t>’</w:t>
      </w:r>
      <w:r w:rsidRPr="00275B88">
        <w:t>ailleurs aucune trace du mystérieux bandit qui</w:t>
      </w:r>
      <w:r w:rsidR="002C50B2">
        <w:t xml:space="preserve">, </w:t>
      </w:r>
      <w:r w:rsidRPr="00275B88">
        <w:t>une fois de plus</w:t>
      </w:r>
      <w:r w:rsidR="002C50B2">
        <w:t xml:space="preserve">, </w:t>
      </w:r>
      <w:r w:rsidRPr="00275B88">
        <w:t>semblait s</w:t>
      </w:r>
      <w:r w:rsidR="002C50B2">
        <w:t>’</w:t>
      </w:r>
      <w:r w:rsidRPr="00275B88">
        <w:t>être évaporé</w:t>
      </w:r>
      <w:r w:rsidR="002C50B2">
        <w:t>.</w:t>
      </w:r>
    </w:p>
    <w:p w14:paraId="21F30902" w14:textId="77777777" w:rsidR="002C50B2" w:rsidRDefault="00C77A4E" w:rsidP="002C50B2">
      <w:r w:rsidRPr="00275B88">
        <w:t>Le jardinier</w:t>
      </w:r>
      <w:r w:rsidR="002C50B2">
        <w:t xml:space="preserve">, </w:t>
      </w:r>
      <w:r w:rsidRPr="00275B88">
        <w:t>le valet de chambre</w:t>
      </w:r>
      <w:r w:rsidR="002C50B2">
        <w:t xml:space="preserve">, </w:t>
      </w:r>
      <w:r w:rsidRPr="00275B88">
        <w:t>le cuisinier</w:t>
      </w:r>
      <w:r w:rsidR="002C50B2">
        <w:t xml:space="preserve">, </w:t>
      </w:r>
      <w:r w:rsidRPr="00275B88">
        <w:t>qui étaient accourus</w:t>
      </w:r>
      <w:r w:rsidR="002C50B2">
        <w:t xml:space="preserve">, </w:t>
      </w:r>
      <w:r w:rsidRPr="00275B88">
        <w:t>se joignaient à eux</w:t>
      </w:r>
      <w:r w:rsidR="002C50B2">
        <w:t xml:space="preserve">… </w:t>
      </w:r>
      <w:r w:rsidRPr="00275B88">
        <w:t>improvisant une battue aux alentours</w:t>
      </w:r>
      <w:r w:rsidR="002C50B2">
        <w:t>.</w:t>
      </w:r>
    </w:p>
    <w:p w14:paraId="2BAEB1C2" w14:textId="6E2601A6" w:rsidR="002C50B2" w:rsidRDefault="00C77A4E" w:rsidP="002C50B2">
      <w:r w:rsidRPr="00275B88">
        <w:t>Dans le boudoir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</w:t>
      </w:r>
      <w:r w:rsidR="002C50B2">
        <w:t xml:space="preserve">, </w:t>
      </w:r>
      <w:r w:rsidRPr="00275B88">
        <w:t>retrouvant ses esprits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efforçait de rassurer la femme de chambre qui</w:t>
      </w:r>
      <w:r w:rsidR="002C50B2">
        <w:t xml:space="preserve">, </w:t>
      </w:r>
      <w:r w:rsidRPr="00275B88">
        <w:t>épouvantée</w:t>
      </w:r>
      <w:r w:rsidR="002C50B2">
        <w:t xml:space="preserve">, </w:t>
      </w:r>
      <w:r w:rsidRPr="00275B88">
        <w:t>clamait</w:t>
      </w:r>
      <w:r w:rsidR="002C50B2">
        <w:t> :</w:t>
      </w:r>
    </w:p>
    <w:p w14:paraId="05939137" w14:textId="77777777" w:rsidR="002C50B2" w:rsidRDefault="002C50B2" w:rsidP="002C50B2">
      <w:r>
        <w:t>— </w:t>
      </w:r>
      <w:r w:rsidR="00C77A4E" w:rsidRPr="00275B88">
        <w:t>Au secours</w:t>
      </w:r>
      <w:r>
        <w:t xml:space="preserve"> ! </w:t>
      </w:r>
      <w:r w:rsidR="00C77A4E" w:rsidRPr="00275B88">
        <w:t>J</w:t>
      </w:r>
      <w:r>
        <w:t>’</w:t>
      </w:r>
      <w:r w:rsidR="00C77A4E" w:rsidRPr="00275B88">
        <w:t>ai peur</w:t>
      </w:r>
      <w:r>
        <w:t xml:space="preserve"> ! </w:t>
      </w:r>
      <w:r w:rsidR="00C77A4E" w:rsidRPr="00275B88">
        <w:t>J</w:t>
      </w:r>
      <w:r>
        <w:t>’</w:t>
      </w:r>
      <w:r w:rsidR="00C77A4E" w:rsidRPr="00275B88">
        <w:t>ai peur</w:t>
      </w:r>
      <w:r>
        <w:t> !</w:t>
      </w:r>
    </w:p>
    <w:p w14:paraId="0ED16709" w14:textId="77777777" w:rsidR="002C50B2" w:rsidRDefault="00C77A4E" w:rsidP="002C50B2">
      <w:r w:rsidRPr="00275B88">
        <w:t>Mais brusquement</w:t>
      </w:r>
      <w:r w:rsidR="002C50B2">
        <w:t xml:space="preserve">, </w:t>
      </w:r>
      <w:r w:rsidRPr="00275B88">
        <w:t>la porte s</w:t>
      </w:r>
      <w:r w:rsidR="002C50B2">
        <w:t>’</w:t>
      </w:r>
      <w:r w:rsidRPr="00275B88">
        <w:t>ouvrait</w:t>
      </w:r>
      <w:r w:rsidR="002C50B2">
        <w:t xml:space="preserve">… </w:t>
      </w:r>
      <w:r w:rsidRPr="00275B88">
        <w:t>Pâle</w:t>
      </w:r>
      <w:r w:rsidR="002C50B2">
        <w:t xml:space="preserve">, </w:t>
      </w:r>
      <w:r w:rsidRPr="00275B88">
        <w:t>échevelée</w:t>
      </w:r>
      <w:r w:rsidR="002C50B2">
        <w:t xml:space="preserve">, </w:t>
      </w:r>
      <w:r w:rsidRPr="00275B88">
        <w:t>la figure hagarde</w:t>
      </w:r>
      <w:r w:rsidR="002C50B2">
        <w:t xml:space="preserve">, </w:t>
      </w:r>
      <w:r w:rsidRPr="00275B88">
        <w:t>tragique en son déshabillé de nuit qui la faisait paraître plus pâle encore</w:t>
      </w:r>
      <w:r w:rsidR="002C50B2">
        <w:t xml:space="preserve">, </w:t>
      </w:r>
      <w:r w:rsidRPr="00275B88">
        <w:t>Simone se précipitait vers Elsa Bergen et se réfugiait dans ses bras</w:t>
      </w:r>
      <w:r w:rsidR="002C50B2">
        <w:t>.</w:t>
      </w:r>
    </w:p>
    <w:p w14:paraId="17AC212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saccadée</w:t>
      </w:r>
      <w:r w:rsidR="002C50B2">
        <w:t xml:space="preserve">, </w:t>
      </w:r>
      <w:r w:rsidRPr="00275B88">
        <w:t>avec un accent d</w:t>
      </w:r>
      <w:r w:rsidR="002C50B2">
        <w:t>’</w:t>
      </w:r>
      <w:r w:rsidRPr="00275B88">
        <w:t>indicible épouvante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écriait</w:t>
      </w:r>
      <w:r w:rsidR="002C50B2">
        <w:t> :</w:t>
      </w:r>
    </w:p>
    <w:p w14:paraId="6CA4B947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 ! </w:t>
      </w:r>
      <w:r w:rsidR="00C77A4E" w:rsidRPr="00275B88">
        <w:t>je viens de le voir</w:t>
      </w:r>
      <w:r>
        <w:t xml:space="preserve">, </w:t>
      </w:r>
      <w:r w:rsidR="00C77A4E" w:rsidRPr="00275B88">
        <w:t>de ma fenêtre</w:t>
      </w:r>
      <w:r>
        <w:t xml:space="preserve">, </w:t>
      </w:r>
      <w:r w:rsidR="00C77A4E" w:rsidRPr="00275B88">
        <w:t>qui traversait le jardin</w:t>
      </w:r>
      <w:r>
        <w:t>.</w:t>
      </w:r>
    </w:p>
    <w:p w14:paraId="63927B14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lui</w:t>
      </w:r>
      <w:r>
        <w:t xml:space="preserve"> !… </w:t>
      </w:r>
      <w:r w:rsidR="00C77A4E" w:rsidRPr="00275B88">
        <w:t>répétait Juliette</w:t>
      </w:r>
      <w:r>
        <w:t xml:space="preserve">, </w:t>
      </w:r>
      <w:r w:rsidR="00C77A4E" w:rsidRPr="00275B88">
        <w:t>prête à défaillir</w:t>
      </w:r>
      <w:r>
        <w:t>.</w:t>
      </w:r>
    </w:p>
    <w:p w14:paraId="6324D69B" w14:textId="6FA30DFF" w:rsidR="002C50B2" w:rsidRDefault="002C50B2" w:rsidP="002C50B2">
      <w:r>
        <w:lastRenderedPageBreak/>
        <w:t>— </w:t>
      </w:r>
      <w:r w:rsidR="00C77A4E" w:rsidRPr="00275B88">
        <w:t>Calmez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ma chère enfant</w:t>
      </w:r>
      <w:r>
        <w:t xml:space="preserve">, </w:t>
      </w:r>
      <w:r w:rsidR="00C77A4E" w:rsidRPr="00275B88">
        <w:t xml:space="preserve">disait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à Simone</w:t>
      </w:r>
      <w:r>
        <w:t xml:space="preserve">, </w:t>
      </w:r>
      <w:r w:rsidR="00C77A4E" w:rsidRPr="00275B88">
        <w:t>tout en l</w:t>
      </w:r>
      <w:r>
        <w:t>’</w:t>
      </w:r>
      <w:r w:rsidR="00C77A4E" w:rsidRPr="00275B88">
        <w:t>aidant à s</w:t>
      </w:r>
      <w:r>
        <w:t>’</w:t>
      </w:r>
      <w:r w:rsidR="00C77A4E" w:rsidRPr="00275B88">
        <w:t>asseoir sur le divan</w:t>
      </w:r>
      <w:r>
        <w:t>.</w:t>
      </w:r>
    </w:p>
    <w:p w14:paraId="09B60373" w14:textId="77777777" w:rsidR="002C50B2" w:rsidRDefault="00C77A4E" w:rsidP="002C50B2">
      <w:r w:rsidRPr="00275B88">
        <w:t>De nouveaux coups de feu retentissaient au dehors</w:t>
      </w:r>
      <w:r w:rsidR="002C50B2">
        <w:t xml:space="preserve">… </w:t>
      </w:r>
      <w:r w:rsidRPr="00275B88">
        <w:t>Des pas précipités se faisaient entendre dans le jardin où dansait la lueur des lanternes qu</w:t>
      </w:r>
      <w:r w:rsidR="002C50B2">
        <w:t>’</w:t>
      </w:r>
      <w:r w:rsidRPr="00275B88">
        <w:t>avaient allumées les domestiques</w:t>
      </w:r>
      <w:r w:rsidR="002C50B2">
        <w:t xml:space="preserve">… </w:t>
      </w:r>
      <w:r w:rsidRPr="00275B88">
        <w:t>Les aboiements des chiens redoublaient</w:t>
      </w:r>
      <w:r w:rsidR="002C50B2">
        <w:t xml:space="preserve">, </w:t>
      </w:r>
      <w:r w:rsidRPr="00275B88">
        <w:t>dominant par instants la voix de Maurice de Thouars qui ordonnait</w:t>
      </w:r>
      <w:r w:rsidR="002C50B2">
        <w:t> :</w:t>
      </w:r>
    </w:p>
    <w:p w14:paraId="23FFD83E" w14:textId="77777777" w:rsidR="002C50B2" w:rsidRDefault="002C50B2" w:rsidP="002C50B2">
      <w:r>
        <w:t>— </w:t>
      </w:r>
      <w:r w:rsidR="00C77A4E" w:rsidRPr="00275B88">
        <w:t>Pierre</w:t>
      </w:r>
      <w:r>
        <w:t xml:space="preserve">, </w:t>
      </w:r>
      <w:r w:rsidR="00C77A4E" w:rsidRPr="00275B88">
        <w:t>cherchez là</w:t>
      </w:r>
      <w:r w:rsidR="00C77A4E">
        <w:t>-</w:t>
      </w:r>
      <w:r w:rsidR="00C77A4E" w:rsidRPr="00275B88">
        <w:t>bas</w:t>
      </w:r>
      <w:r>
        <w:t xml:space="preserve">, </w:t>
      </w:r>
      <w:r w:rsidR="00C77A4E" w:rsidRPr="00275B88">
        <w:t>près du mur</w:t>
      </w:r>
      <w:r>
        <w:t xml:space="preserve"> ! </w:t>
      </w:r>
      <w:r w:rsidR="00C77A4E" w:rsidRPr="00275B88">
        <w:t>Vous</w:t>
      </w:r>
      <w:r>
        <w:t xml:space="preserve">, </w:t>
      </w:r>
      <w:r w:rsidR="00C77A4E" w:rsidRPr="00275B88">
        <w:t>Louis</w:t>
      </w:r>
      <w:r>
        <w:t xml:space="preserve">, </w:t>
      </w:r>
      <w:r w:rsidR="00C77A4E" w:rsidRPr="00275B88">
        <w:t>regardez dans les arbres</w:t>
      </w:r>
      <w:r>
        <w:t xml:space="preserve">… </w:t>
      </w:r>
      <w:r w:rsidR="00C77A4E" w:rsidRPr="00275B88">
        <w:t>Albert</w:t>
      </w:r>
      <w:r>
        <w:t xml:space="preserve">, </w:t>
      </w:r>
      <w:r w:rsidR="00C77A4E" w:rsidRPr="00275B88">
        <w:t>allez voir si la petite porte est ouverte</w:t>
      </w:r>
      <w:r>
        <w:t>.</w:t>
      </w:r>
    </w:p>
    <w:p w14:paraId="08AE5AC8" w14:textId="77777777" w:rsidR="002C50B2" w:rsidRDefault="00C77A4E" w:rsidP="002C50B2">
      <w:r w:rsidRPr="00275B88">
        <w:t>Tremblante</w:t>
      </w:r>
      <w:r w:rsidR="002C50B2">
        <w:t xml:space="preserve">, </w:t>
      </w:r>
      <w:r w:rsidRPr="00275B88">
        <w:t>fiévreuse</w:t>
      </w:r>
      <w:r w:rsidR="002C50B2">
        <w:t xml:space="preserve">, </w:t>
      </w:r>
      <w:r w:rsidRPr="00275B88">
        <w:t>haletante</w:t>
      </w:r>
      <w:r w:rsidR="002C50B2">
        <w:t xml:space="preserve">, </w:t>
      </w:r>
      <w:r w:rsidRPr="00275B88">
        <w:t>affolée</w:t>
      </w:r>
      <w:r w:rsidR="002C50B2">
        <w:t xml:space="preserve">, </w:t>
      </w:r>
      <w:r w:rsidRPr="00275B88">
        <w:t>Simone</w:t>
      </w:r>
      <w:r w:rsidR="002C50B2">
        <w:t xml:space="preserve">, </w:t>
      </w:r>
      <w:r w:rsidRPr="00275B88">
        <w:t>qui avait saisi la main d</w:t>
      </w:r>
      <w:r w:rsidR="002C50B2">
        <w:t>’</w:t>
      </w:r>
      <w:r w:rsidRPr="00275B88">
        <w:t>Elsa et celle de Juliette</w:t>
      </w:r>
      <w:r w:rsidR="002C50B2">
        <w:t xml:space="preserve">, </w:t>
      </w:r>
      <w:r w:rsidRPr="00275B88">
        <w:t>répétait</w:t>
      </w:r>
      <w:r w:rsidR="002C50B2">
        <w:t xml:space="preserve">, </w:t>
      </w:r>
      <w:r w:rsidRPr="00275B88">
        <w:t>en claquant des dents</w:t>
      </w:r>
      <w:r w:rsidR="002C50B2">
        <w:t> :</w:t>
      </w:r>
    </w:p>
    <w:p w14:paraId="7EBEAC87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 !… </w:t>
      </w:r>
      <w:r w:rsidR="00C77A4E" w:rsidRPr="00275B88">
        <w:t>Le Fantôme</w:t>
      </w:r>
      <w:r>
        <w:t> !</w:t>
      </w:r>
    </w:p>
    <w:p w14:paraId="021D17BE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soudain</w:t>
      </w:r>
      <w:r w:rsidR="002C50B2">
        <w:t xml:space="preserve">, </w:t>
      </w:r>
      <w:r w:rsidRPr="00275B88">
        <w:t>son regard s</w:t>
      </w:r>
      <w:r w:rsidR="002C50B2">
        <w:t>’</w:t>
      </w:r>
      <w:r w:rsidRPr="00275B88">
        <w:t>agrandit encore</w:t>
      </w:r>
      <w:r w:rsidR="002C50B2">
        <w:t xml:space="preserve">… </w:t>
      </w:r>
      <w:r w:rsidRPr="00275B88">
        <w:t>Il venait de se poser sur le secrétaire</w:t>
      </w:r>
      <w:r w:rsidR="002C50B2">
        <w:t xml:space="preserve">. </w:t>
      </w:r>
      <w:r w:rsidRPr="00275B88">
        <w:t>D</w:t>
      </w:r>
      <w:r w:rsidR="002C50B2">
        <w:t>’</w:t>
      </w:r>
      <w:r w:rsidRPr="00275B88">
        <w:t>un seul mouvement</w:t>
      </w:r>
      <w:r w:rsidR="002C50B2">
        <w:t xml:space="preserve">, </w:t>
      </w:r>
      <w:r w:rsidRPr="00275B88">
        <w:t>Simone se leva</w:t>
      </w:r>
      <w:r w:rsidR="002C50B2">
        <w:t xml:space="preserve">, </w:t>
      </w:r>
      <w:r w:rsidRPr="00275B88">
        <w:t>et avant qu</w:t>
      </w:r>
      <w:r w:rsidR="002C50B2">
        <w:t>’</w:t>
      </w:r>
      <w:r w:rsidRPr="00275B88">
        <w:t>Elsa Bergen ait pu la retenir</w:t>
      </w:r>
      <w:r w:rsidR="002C50B2">
        <w:t xml:space="preserve">, </w:t>
      </w:r>
      <w:r w:rsidRPr="00275B88">
        <w:t>elle se dirigea vers le meuble</w:t>
      </w:r>
      <w:r w:rsidR="002C50B2">
        <w:t xml:space="preserve">, </w:t>
      </w:r>
      <w:r w:rsidRPr="00275B88">
        <w:t>qui était resté entrouvert</w:t>
      </w:r>
      <w:r w:rsidR="002C50B2">
        <w:t>.</w:t>
      </w:r>
    </w:p>
    <w:p w14:paraId="625500D4" w14:textId="77777777" w:rsidR="002C50B2" w:rsidRDefault="00C77A4E" w:rsidP="002C50B2">
      <w:r w:rsidRPr="00275B88">
        <w:t>Elle se pencha</w:t>
      </w:r>
      <w:r w:rsidR="002C50B2">
        <w:t xml:space="preserve">… </w:t>
      </w:r>
      <w:r w:rsidRPr="00275B88">
        <w:t>chercha</w:t>
      </w:r>
      <w:r w:rsidR="002C50B2">
        <w:t xml:space="preserve">, </w:t>
      </w:r>
      <w:r w:rsidRPr="00275B88">
        <w:t>et s</w:t>
      </w:r>
      <w:r w:rsidR="002C50B2">
        <w:t>’</w:t>
      </w:r>
      <w:r w:rsidRPr="00275B88">
        <w:t>écria</w:t>
      </w:r>
      <w:r w:rsidR="002C50B2">
        <w:t> :</w:t>
      </w:r>
    </w:p>
    <w:p w14:paraId="0F8B699F" w14:textId="77777777" w:rsidR="002C50B2" w:rsidRDefault="002C50B2" w:rsidP="002C50B2">
      <w:r>
        <w:t>— </w:t>
      </w:r>
      <w:r w:rsidR="00C77A4E" w:rsidRPr="00275B88">
        <w:t>Les lettres de Jacques</w:t>
      </w:r>
      <w:r>
        <w:t xml:space="preserve">… </w:t>
      </w:r>
      <w:r w:rsidR="00C77A4E" w:rsidRPr="00275B88">
        <w:t>On a volé les lettres de Jacques</w:t>
      </w:r>
      <w:r>
        <w:t> !</w:t>
      </w:r>
    </w:p>
    <w:p w14:paraId="5D2B5D23" w14:textId="77777777" w:rsidR="002C50B2" w:rsidRDefault="00C77A4E" w:rsidP="002C50B2">
      <w:r w:rsidRPr="00275B88">
        <w:t>La demoiselle de compagnie et la femme de chambre la reçurent dans leurs bras</w:t>
      </w:r>
      <w:r w:rsidR="002C50B2">
        <w:t xml:space="preserve">… </w:t>
      </w:r>
      <w:r w:rsidRPr="00275B88">
        <w:t>Sa tête se renversa en arrière</w:t>
      </w:r>
      <w:r w:rsidR="002C50B2">
        <w:t xml:space="preserve">. </w:t>
      </w:r>
      <w:r w:rsidRPr="00275B88">
        <w:t>Ses lèvres s</w:t>
      </w:r>
      <w:r w:rsidR="002C50B2">
        <w:t>’</w:t>
      </w:r>
      <w:r w:rsidRPr="00275B88">
        <w:t>entrouvrirent pour exhaler une plainte</w:t>
      </w:r>
      <w:r w:rsidR="002C50B2">
        <w:t xml:space="preserve">… </w:t>
      </w:r>
      <w:r w:rsidRPr="00275B88">
        <w:t>un sanglot</w:t>
      </w:r>
      <w:r w:rsidR="002C50B2">
        <w:t>…</w:t>
      </w:r>
    </w:p>
    <w:p w14:paraId="329A20FA" w14:textId="77777777" w:rsidR="002C50B2" w:rsidRDefault="00C77A4E" w:rsidP="002C50B2">
      <w:r w:rsidRPr="00275B88">
        <w:t>Maurice de Thouars reparaissait</w:t>
      </w:r>
      <w:r w:rsidR="002C50B2">
        <w:t xml:space="preserve">, </w:t>
      </w:r>
      <w:r w:rsidRPr="00275B88">
        <w:t>son revolver à la main</w:t>
      </w:r>
      <w:r w:rsidR="002C50B2">
        <w:t xml:space="preserve">… </w:t>
      </w:r>
      <w:r w:rsidRPr="00275B88">
        <w:t>Derrière lui se profilaient les silhouettes du chauffeur et du gardien</w:t>
      </w:r>
      <w:r w:rsidR="002C50B2">
        <w:t>.</w:t>
      </w:r>
    </w:p>
    <w:p w14:paraId="5763A6EA" w14:textId="77777777" w:rsidR="002C50B2" w:rsidRDefault="002C50B2" w:rsidP="002C50B2">
      <w:r>
        <w:lastRenderedPageBreak/>
        <w:t>— </w:t>
      </w:r>
      <w:r w:rsidR="00C77A4E" w:rsidRPr="00275B88">
        <w:t>Simone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écria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avec angoisse</w:t>
      </w:r>
      <w:r>
        <w:t>.</w:t>
      </w:r>
    </w:p>
    <w:p w14:paraId="2008BAEC" w14:textId="76408A72" w:rsidR="002C50B2" w:rsidRDefault="00C77A4E" w:rsidP="002C50B2">
      <w:r w:rsidRPr="00275B88">
        <w:t>Il allait s</w:t>
      </w:r>
      <w:r w:rsidR="002C50B2">
        <w:t>’</w:t>
      </w:r>
      <w:r w:rsidRPr="00275B88">
        <w:t>élancer</w:t>
      </w:r>
      <w:r w:rsidR="002C50B2">
        <w:t xml:space="preserve">. </w:t>
      </w: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le retint</w:t>
      </w:r>
      <w:r w:rsidR="002C50B2">
        <w:t>.</w:t>
      </w:r>
    </w:p>
    <w:p w14:paraId="7DF7CC5F" w14:textId="77777777" w:rsidR="002C50B2" w:rsidRDefault="002C50B2" w:rsidP="002C50B2">
      <w:r>
        <w:t>— </w:t>
      </w:r>
      <w:r w:rsidR="00C77A4E" w:rsidRPr="00275B88">
        <w:t>Et le Fantôme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tandis que</w:t>
      </w:r>
      <w:r>
        <w:t xml:space="preserve">, </w:t>
      </w:r>
      <w:r w:rsidR="00C77A4E" w:rsidRPr="00275B88">
        <w:t>figée de peur</w:t>
      </w:r>
      <w:r>
        <w:t xml:space="preserve">, </w:t>
      </w:r>
      <w:r w:rsidR="00C77A4E" w:rsidRPr="00275B88">
        <w:t>la femme de chambre n</w:t>
      </w:r>
      <w:r>
        <w:t>’</w:t>
      </w:r>
      <w:r w:rsidR="00C77A4E" w:rsidRPr="00275B88">
        <w:t>osait faire un mouvement</w:t>
      </w:r>
      <w:r>
        <w:t>.</w:t>
      </w:r>
    </w:p>
    <w:p w14:paraId="08EFDAF6" w14:textId="7D686397" w:rsidR="002C50B2" w:rsidRDefault="00C77A4E" w:rsidP="002C50B2">
      <w:r w:rsidRPr="00275B88">
        <w:t>Gravement</w:t>
      </w:r>
      <w:r w:rsidR="002C50B2">
        <w:t>, M. de </w:t>
      </w:r>
      <w:r w:rsidRPr="00275B88">
        <w:t>Thouars répondit</w:t>
      </w:r>
      <w:r w:rsidR="002C50B2">
        <w:t> :</w:t>
      </w:r>
    </w:p>
    <w:p w14:paraId="13F85F7B" w14:textId="77777777" w:rsidR="002C50B2" w:rsidRDefault="002C50B2" w:rsidP="002C50B2">
      <w:r>
        <w:t>— </w:t>
      </w:r>
      <w:r w:rsidR="00C77A4E" w:rsidRPr="00275B88">
        <w:t>Il a disparu</w:t>
      </w:r>
      <w:r>
        <w:t> !</w:t>
      </w:r>
    </w:p>
    <w:p w14:paraId="33386739" w14:textId="3ACE8D92" w:rsidR="00C77A4E" w:rsidRPr="002C50B2" w:rsidRDefault="002C50B2" w:rsidP="002C50B2">
      <w:pPr>
        <w:pStyle w:val="Titre1"/>
      </w:pPr>
      <w:bookmarkStart w:id="36" w:name="_Toc145914612"/>
      <w:r>
        <w:lastRenderedPageBreak/>
        <w:br/>
      </w:r>
      <w:r>
        <w:br/>
      </w:r>
      <w:bookmarkStart w:id="37" w:name="_Toc203477071"/>
      <w:r w:rsidR="00C77A4E" w:rsidRPr="002C50B2">
        <w:t>DEUXIÈME PARTIE</w:t>
      </w:r>
      <w:bookmarkEnd w:id="36"/>
      <w:r w:rsidR="00C77A4E" w:rsidRPr="002C50B2">
        <w:br/>
      </w:r>
      <w:r w:rsidR="00C77A4E" w:rsidRPr="002C50B2">
        <w:br/>
      </w:r>
      <w:bookmarkStart w:id="38" w:name="_Toc145914613"/>
      <w:r w:rsidR="00C77A4E" w:rsidRPr="002C50B2">
        <w:t>DE MYSTÈRE EN MYSTÈRE</w:t>
      </w:r>
      <w:bookmarkEnd w:id="37"/>
      <w:bookmarkEnd w:id="38"/>
    </w:p>
    <w:p w14:paraId="15DCB4BA" w14:textId="77777777" w:rsidR="00C77A4E" w:rsidRPr="00AA3DD5" w:rsidRDefault="00C77A4E" w:rsidP="002C50B2">
      <w:pPr>
        <w:pStyle w:val="Titre2"/>
      </w:pPr>
      <w:bookmarkStart w:id="39" w:name="_Toc145914614"/>
      <w:bookmarkStart w:id="40" w:name="_Toc203477072"/>
      <w:r w:rsidRPr="00AA3DD5">
        <w:lastRenderedPageBreak/>
        <w:t>I</w:t>
      </w:r>
      <w:bookmarkEnd w:id="39"/>
      <w:r>
        <w:br/>
      </w:r>
      <w:r>
        <w:br/>
      </w:r>
      <w:bookmarkStart w:id="41" w:name="_Toc145914615"/>
      <w:r w:rsidRPr="00AA3DD5">
        <w:t>OÙ CHANTECOQ APPREND SUCCESSIVEMENT LA DISPARITION DE JACQUES BELLEGARDE ET LA RÉAPPARITION DE BELPHÉGOR</w:t>
      </w:r>
      <w:bookmarkEnd w:id="40"/>
      <w:bookmarkEnd w:id="41"/>
      <w:r>
        <w:br/>
      </w:r>
    </w:p>
    <w:p w14:paraId="4B4D9AA0" w14:textId="77777777" w:rsidR="002C50B2" w:rsidRDefault="00C77A4E" w:rsidP="002C50B2">
      <w:r w:rsidRPr="00275B88">
        <w:t>Il était neuf heures du matin</w:t>
      </w:r>
      <w:r w:rsidR="002C50B2">
        <w:t xml:space="preserve">… </w:t>
      </w:r>
      <w:r w:rsidRPr="00275B88">
        <w:t>Sur la petite terrasse attenant à sa maison et recouverte d</w:t>
      </w:r>
      <w:r w:rsidR="002C50B2">
        <w:t>’</w:t>
      </w:r>
      <w:r w:rsidRPr="00275B88">
        <w:t>une véranda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installé dans un confortable rocking</w:t>
      </w:r>
      <w:r>
        <w:t>-</w:t>
      </w:r>
      <w:r w:rsidRPr="00275B88">
        <w:t>chair</w:t>
      </w:r>
      <w:r w:rsidR="002C50B2">
        <w:t xml:space="preserve">, </w:t>
      </w:r>
      <w:r w:rsidRPr="00275B88">
        <w:t>parcourait tranquillement les journaux</w:t>
      </w:r>
      <w:r w:rsidR="002C50B2">
        <w:t xml:space="preserve">, </w:t>
      </w:r>
      <w:r w:rsidRPr="00275B88">
        <w:t>lorsque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il releva la tête</w:t>
      </w:r>
      <w:r w:rsidR="002C50B2">
        <w:t xml:space="preserve">. </w:t>
      </w:r>
      <w:r w:rsidRPr="00275B88">
        <w:t>Des pas rapprochés faisaient grincer le gravier de l</w:t>
      </w:r>
      <w:r w:rsidR="002C50B2">
        <w:t>’</w:t>
      </w:r>
      <w:r w:rsidRPr="00275B88">
        <w:t>allée centrale</w:t>
      </w:r>
      <w:r w:rsidR="002C50B2">
        <w:t>.</w:t>
      </w:r>
    </w:p>
    <w:p w14:paraId="3F67A7B2" w14:textId="77777777" w:rsidR="002C50B2" w:rsidRDefault="00C77A4E" w:rsidP="002C50B2">
      <w:r w:rsidRPr="00275B88">
        <w:t xml:space="preserve">Le détective aperçut Pierre </w:t>
      </w:r>
      <w:proofErr w:type="spellStart"/>
      <w:r w:rsidRPr="00275B88">
        <w:t>Gautrais</w:t>
      </w:r>
      <w:proofErr w:type="spellEnd"/>
      <w:r w:rsidRPr="00275B88">
        <w:t xml:space="preserve"> qui se dirigeait vers lui</w:t>
      </w:r>
      <w:r w:rsidR="002C50B2">
        <w:t xml:space="preserve">, </w:t>
      </w:r>
      <w:r w:rsidRPr="00275B88">
        <w:t>accompagné d</w:t>
      </w:r>
      <w:r w:rsidR="002C50B2">
        <w:t>’</w:t>
      </w:r>
      <w:r w:rsidRPr="00275B88">
        <w:t>un homme d</w:t>
      </w:r>
      <w:r w:rsidR="002C50B2">
        <w:t>’</w:t>
      </w:r>
      <w:r w:rsidRPr="00275B88">
        <w:t>une trentaine d</w:t>
      </w:r>
      <w:r w:rsidR="002C50B2">
        <w:t>’</w:t>
      </w:r>
      <w:r w:rsidRPr="00275B88">
        <w:t>années</w:t>
      </w:r>
      <w:r w:rsidR="002C50B2">
        <w:t xml:space="preserve">, </w:t>
      </w:r>
      <w:r w:rsidRPr="00275B88">
        <w:t>en costume de sport</w:t>
      </w:r>
      <w:r w:rsidR="002C50B2">
        <w:t xml:space="preserve">, </w:t>
      </w:r>
      <w:r w:rsidRPr="00275B88">
        <w:t>et d</w:t>
      </w:r>
      <w:r w:rsidR="002C50B2">
        <w:t>’</w:t>
      </w:r>
      <w:r w:rsidRPr="00275B88">
        <w:t>un garçon qui</w:t>
      </w:r>
      <w:r w:rsidR="002C50B2">
        <w:t xml:space="preserve">, </w:t>
      </w:r>
      <w:r w:rsidRPr="00275B88">
        <w:t>habillé d</w:t>
      </w:r>
      <w:r w:rsidR="002C50B2">
        <w:t>’</w:t>
      </w:r>
      <w:r w:rsidRPr="00275B88">
        <w:t>un vêtement rembourré de dresseur</w:t>
      </w:r>
      <w:r w:rsidR="002C50B2">
        <w:t xml:space="preserve">, </w:t>
      </w:r>
      <w:r w:rsidRPr="00275B88">
        <w:t>tenait en laisse deux magnifiques chiens danois</w:t>
      </w:r>
      <w:r w:rsidR="002C50B2">
        <w:t xml:space="preserve">, </w:t>
      </w:r>
      <w:r w:rsidRPr="00275B88">
        <w:t>Pandore et Vidocq</w:t>
      </w:r>
      <w:r w:rsidR="002C50B2">
        <w:t>.</w:t>
      </w:r>
    </w:p>
    <w:p w14:paraId="3E68EF66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>fit quelques pas vers eux</w:t>
      </w:r>
      <w:r w:rsidR="002C50B2">
        <w:t xml:space="preserve">. </w:t>
      </w:r>
      <w:r w:rsidRPr="00275B88">
        <w:t>Lorsqu</w:t>
      </w:r>
      <w:r w:rsidR="002C50B2">
        <w:t>’</w:t>
      </w:r>
      <w:r w:rsidRPr="00275B88">
        <w:t>ils les eut rejoints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aussitôt présenta</w:t>
      </w:r>
      <w:r w:rsidR="002C50B2">
        <w:t> :</w:t>
      </w:r>
    </w:p>
    <w:p w14:paraId="68B5019B" w14:textId="77777777" w:rsidR="002C50B2" w:rsidRDefault="002C50B2" w:rsidP="002C50B2">
      <w:r>
        <w:t>— </w:t>
      </w:r>
      <w:r w:rsidR="00C77A4E" w:rsidRPr="00275B88">
        <w:t xml:space="preserve">Monsieur </w:t>
      </w:r>
      <w:proofErr w:type="spellStart"/>
      <w:r w:rsidR="00C77A4E" w:rsidRPr="00275B88">
        <w:t>Carabot</w:t>
      </w:r>
      <w:proofErr w:type="spellEnd"/>
      <w:r>
        <w:t xml:space="preserve">, </w:t>
      </w:r>
      <w:r w:rsidR="00C77A4E" w:rsidRPr="00275B88">
        <w:t>directeur du chenil de la rue Saint</w:t>
      </w:r>
      <w:r w:rsidR="00C77A4E">
        <w:t>-</w:t>
      </w:r>
      <w:r w:rsidR="00C77A4E" w:rsidRPr="00275B88">
        <w:t>Honoré</w:t>
      </w:r>
      <w:r>
        <w:t>.</w:t>
      </w:r>
    </w:p>
    <w:p w14:paraId="6CFFE26F" w14:textId="77777777" w:rsidR="002C50B2" w:rsidRDefault="00C77A4E" w:rsidP="002C50B2">
      <w:r w:rsidRPr="00275B88">
        <w:t>Ce dernier salua le détective qui</w:t>
      </w:r>
      <w:r w:rsidR="002C50B2">
        <w:t xml:space="preserve">, </w:t>
      </w:r>
      <w:r w:rsidRPr="00275B88">
        <w:t>simplement</w:t>
      </w:r>
      <w:r w:rsidR="002C50B2">
        <w:t xml:space="preserve">, </w:t>
      </w:r>
      <w:r w:rsidRPr="00275B88">
        <w:t>cordialement</w:t>
      </w:r>
      <w:r w:rsidR="002C50B2">
        <w:t xml:space="preserve">, </w:t>
      </w:r>
      <w:r w:rsidRPr="00275B88">
        <w:t>lui tendit la main</w:t>
      </w:r>
      <w:r w:rsidR="002C50B2">
        <w:t>.</w:t>
      </w:r>
    </w:p>
    <w:p w14:paraId="763DC087" w14:textId="791DDAB5" w:rsidR="002C50B2" w:rsidRDefault="002C50B2" w:rsidP="002C50B2">
      <w:r>
        <w:t>M. </w:t>
      </w:r>
      <w:proofErr w:type="spellStart"/>
      <w:r w:rsidR="00C77A4E" w:rsidRPr="00275B88">
        <w:t>Carabot</w:t>
      </w:r>
      <w:proofErr w:type="spellEnd"/>
      <w:r w:rsidR="00C77A4E" w:rsidRPr="00275B88">
        <w:t xml:space="preserve"> déclarait</w:t>
      </w:r>
      <w:r>
        <w:t xml:space="preserve">, </w:t>
      </w:r>
      <w:r w:rsidR="00C77A4E" w:rsidRPr="00275B88">
        <w:t>en lui montrant les deux chiens</w:t>
      </w:r>
      <w:r>
        <w:t> :</w:t>
      </w:r>
    </w:p>
    <w:p w14:paraId="1085A477" w14:textId="77777777" w:rsidR="002C50B2" w:rsidRDefault="002C50B2" w:rsidP="002C50B2">
      <w:r>
        <w:lastRenderedPageBreak/>
        <w:t>— </w:t>
      </w:r>
      <w:r w:rsidR="00C77A4E" w:rsidRPr="00275B88">
        <w:t>Ainsi que vous me l</w:t>
      </w:r>
      <w:r>
        <w:t>’</w:t>
      </w:r>
      <w:r w:rsidR="00C77A4E" w:rsidRPr="00275B88">
        <w:t>avez demandé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je vous amène Pandore et Vidocq</w:t>
      </w:r>
      <w:r>
        <w:t xml:space="preserve">, </w:t>
      </w:r>
      <w:r w:rsidR="00C77A4E" w:rsidRPr="00275B88">
        <w:t>les deux plus beaux numéros de mon chenil</w:t>
      </w:r>
      <w:r>
        <w:t>.</w:t>
      </w:r>
    </w:p>
    <w:p w14:paraId="7C06C235" w14:textId="77777777" w:rsidR="002C50B2" w:rsidRDefault="002C50B2" w:rsidP="002C50B2">
      <w:r>
        <w:t>— </w:t>
      </w:r>
      <w:r w:rsidR="00C77A4E" w:rsidRPr="00275B88">
        <w:t>Sont</w:t>
      </w:r>
      <w:r w:rsidR="00C77A4E">
        <w:t>-</w:t>
      </w:r>
      <w:r w:rsidR="00C77A4E" w:rsidRPr="00275B88">
        <w:t>ils bien dressés</w:t>
      </w:r>
      <w:r>
        <w:t xml:space="preserve"> ? </w:t>
      </w:r>
      <w:r w:rsidR="00C77A4E" w:rsidRPr="00275B88">
        <w:t>interrogeait Chantecoq</w:t>
      </w:r>
      <w:r>
        <w:t>.</w:t>
      </w:r>
    </w:p>
    <w:p w14:paraId="29D47B95" w14:textId="77777777" w:rsidR="002C50B2" w:rsidRDefault="002C50B2" w:rsidP="002C50B2">
      <w:r>
        <w:t>— </w:t>
      </w:r>
      <w:r w:rsidR="00C77A4E" w:rsidRPr="00275B88">
        <w:t>Vous allez voir</w:t>
      </w:r>
      <w:r>
        <w:t xml:space="preserve"> ! </w:t>
      </w:r>
      <w:r w:rsidR="00C77A4E" w:rsidRPr="00275B88">
        <w:t>fit le marchand avec un air très sûr de lui</w:t>
      </w:r>
      <w:r>
        <w:t>.</w:t>
      </w:r>
    </w:p>
    <w:p w14:paraId="26238321" w14:textId="77777777" w:rsidR="002C50B2" w:rsidRDefault="00C77A4E" w:rsidP="002C50B2">
      <w:r w:rsidRPr="00275B88">
        <w:t>Et tout de suite il ordonna à son employé</w:t>
      </w:r>
      <w:r w:rsidR="002C50B2">
        <w:t> :</w:t>
      </w:r>
    </w:p>
    <w:p w14:paraId="77507F5F" w14:textId="77777777" w:rsidR="002C50B2" w:rsidRDefault="002C50B2" w:rsidP="002C50B2">
      <w:r>
        <w:t>— </w:t>
      </w:r>
      <w:r w:rsidR="00C77A4E" w:rsidRPr="00275B88">
        <w:t>Détachez</w:t>
      </w:r>
      <w:r w:rsidR="00C77A4E">
        <w:t>-</w:t>
      </w:r>
      <w:r w:rsidR="00C77A4E" w:rsidRPr="00275B88">
        <w:t>les</w:t>
      </w:r>
      <w:r>
        <w:t> !</w:t>
      </w:r>
    </w:p>
    <w:p w14:paraId="5A95B08A" w14:textId="353F9BA5" w:rsidR="002C50B2" w:rsidRDefault="00C77A4E" w:rsidP="002C50B2">
      <w:r w:rsidRPr="00275B88">
        <w:t>Le garçon obéit</w:t>
      </w:r>
      <w:r w:rsidR="002C50B2">
        <w:t>. M. </w:t>
      </w:r>
      <w:proofErr w:type="spellStart"/>
      <w:r w:rsidRPr="00275B88">
        <w:t>Carabot</w:t>
      </w:r>
      <w:proofErr w:type="spellEnd"/>
      <w:r w:rsidR="002C50B2">
        <w:t xml:space="preserve">, </w:t>
      </w:r>
      <w:r w:rsidRPr="00275B88">
        <w:t>tout en désignant une fenêtre ouverte de la villa à ses deux pensionnaires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assis devant lui</w:t>
      </w:r>
      <w:r w:rsidR="002C50B2">
        <w:t xml:space="preserve">, </w:t>
      </w:r>
      <w:r w:rsidRPr="00275B88">
        <w:t>le contemplaient de leurs yeux pétillants d</w:t>
      </w:r>
      <w:r w:rsidR="002C50B2">
        <w:t>’</w:t>
      </w:r>
      <w:r w:rsidRPr="00275B88">
        <w:t>intelligence</w:t>
      </w:r>
      <w:r w:rsidR="002C50B2">
        <w:t xml:space="preserve">, </w:t>
      </w:r>
      <w:r w:rsidRPr="00275B88">
        <w:t>fit simplement</w:t>
      </w:r>
      <w:r w:rsidR="002C50B2">
        <w:t> :</w:t>
      </w:r>
    </w:p>
    <w:p w14:paraId="6750CA0B" w14:textId="77777777" w:rsidR="002C50B2" w:rsidRDefault="002C50B2" w:rsidP="002C50B2">
      <w:r>
        <w:t>— </w:t>
      </w:r>
      <w:r w:rsidR="00C77A4E" w:rsidRPr="00275B88">
        <w:t>Allez</w:t>
      </w:r>
      <w:r>
        <w:t> !</w:t>
      </w:r>
    </w:p>
    <w:p w14:paraId="130EDB8F" w14:textId="77777777" w:rsidR="002C50B2" w:rsidRDefault="00C77A4E" w:rsidP="002C50B2">
      <w:r w:rsidRPr="00275B88">
        <w:t>Pandore et Vidocq s</w:t>
      </w:r>
      <w:r w:rsidR="002C50B2">
        <w:t>’</w:t>
      </w:r>
      <w:r w:rsidRPr="00275B88">
        <w:t>élancèrent</w:t>
      </w:r>
      <w:r w:rsidR="002C50B2">
        <w:t xml:space="preserve">, </w:t>
      </w:r>
      <w:r w:rsidRPr="00275B88">
        <w:t>escaladèrent les marches de la terrasse et</w:t>
      </w:r>
      <w:r w:rsidR="002C50B2">
        <w:t xml:space="preserve">, </w:t>
      </w:r>
      <w:r w:rsidRPr="00275B88">
        <w:t>franchissant le rebord de la fenêtre</w:t>
      </w:r>
      <w:r w:rsidR="002C50B2">
        <w:t xml:space="preserve">, </w:t>
      </w:r>
      <w:r w:rsidRPr="00275B88">
        <w:t>disparurent en un clin d</w:t>
      </w:r>
      <w:r w:rsidR="002C50B2">
        <w:t>’</w:t>
      </w:r>
      <w:r w:rsidRPr="00275B88">
        <w:t>œil à l</w:t>
      </w:r>
      <w:r w:rsidR="002C50B2">
        <w:t>’</w:t>
      </w:r>
      <w:r w:rsidRPr="00275B88">
        <w:t>intérieur de la maison</w:t>
      </w:r>
      <w:r w:rsidR="002C50B2">
        <w:t>.</w:t>
      </w:r>
    </w:p>
    <w:p w14:paraId="5CE71E91" w14:textId="77777777" w:rsidR="002C50B2" w:rsidRDefault="002C50B2" w:rsidP="002C50B2">
      <w:r>
        <w:t>— </w:t>
      </w:r>
      <w:r w:rsidR="00C77A4E" w:rsidRPr="00275B88">
        <w:t>Hé là</w:t>
      </w:r>
      <w:r>
        <w:t xml:space="preserve"> ! </w:t>
      </w:r>
      <w:r w:rsidR="00C77A4E" w:rsidRPr="00275B88">
        <w:t>observait Chantecoq un peu inquiet</w:t>
      </w:r>
      <w:r>
        <w:t xml:space="preserve"> ; </w:t>
      </w:r>
      <w:r w:rsidR="00C77A4E" w:rsidRPr="00275B88">
        <w:t>j</w:t>
      </w:r>
      <w:r>
        <w:t>’</w:t>
      </w:r>
      <w:r w:rsidR="00C77A4E" w:rsidRPr="00275B88">
        <w:t>espère bien qu</w:t>
      </w:r>
      <w:r>
        <w:t>’</w:t>
      </w:r>
      <w:r w:rsidR="00C77A4E" w:rsidRPr="00275B88">
        <w:t>ils ne vont rien démolir chez moi</w:t>
      </w:r>
      <w:r>
        <w:t>…</w:t>
      </w:r>
    </w:p>
    <w:p w14:paraId="0FF9AC76" w14:textId="77777777" w:rsidR="002C50B2" w:rsidRDefault="002C50B2" w:rsidP="002C50B2">
      <w:r>
        <w:t>— </w:t>
      </w:r>
      <w:r w:rsidR="00C77A4E" w:rsidRPr="00275B88">
        <w:t>Soyez tranquille</w:t>
      </w:r>
      <w:r>
        <w:t xml:space="preserve"> ! </w:t>
      </w:r>
      <w:r w:rsidR="00C77A4E" w:rsidRPr="00275B88">
        <w:t>rassurait le directeur du chenil</w:t>
      </w:r>
      <w:r>
        <w:t>.</w:t>
      </w:r>
    </w:p>
    <w:p w14:paraId="2B46410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prenant dans sa poche un sifflet</w:t>
      </w:r>
      <w:r w:rsidR="002C50B2">
        <w:t xml:space="preserve">, </w:t>
      </w:r>
      <w:r w:rsidRPr="00275B88">
        <w:t>il en tira un son aigu et prolongé</w:t>
      </w:r>
      <w:r w:rsidR="002C50B2">
        <w:t>.</w:t>
      </w:r>
    </w:p>
    <w:p w14:paraId="70622D87" w14:textId="77777777" w:rsidR="002C50B2" w:rsidRDefault="00C77A4E" w:rsidP="002C50B2">
      <w:r w:rsidRPr="00275B88">
        <w:t>Aussitôt</w:t>
      </w:r>
      <w:r w:rsidR="002C50B2">
        <w:t xml:space="preserve">, </w:t>
      </w:r>
      <w:r w:rsidRPr="00275B88">
        <w:t>les chiens reparurent</w:t>
      </w:r>
      <w:r w:rsidR="002C50B2">
        <w:t xml:space="preserve">… </w:t>
      </w:r>
      <w:r w:rsidRPr="00275B88">
        <w:t>se précipitèrent vers lui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vinrent se coucher à ses pieds</w:t>
      </w:r>
      <w:r w:rsidR="002C50B2">
        <w:t>.</w:t>
      </w:r>
    </w:p>
    <w:p w14:paraId="2F5310FB" w14:textId="77777777" w:rsidR="002C50B2" w:rsidRDefault="002C50B2" w:rsidP="002C50B2">
      <w:r>
        <w:t>— </w:t>
      </w:r>
      <w:r w:rsidR="00C77A4E" w:rsidRPr="00275B88">
        <w:t>Bravo</w:t>
      </w:r>
      <w:r>
        <w:t xml:space="preserve"> ! </w:t>
      </w:r>
      <w:r w:rsidR="00C77A4E" w:rsidRPr="00275B88">
        <w:t>appuyait le grand limier</w:t>
      </w:r>
      <w:r>
        <w:t xml:space="preserve">, </w:t>
      </w:r>
      <w:r w:rsidR="00C77A4E" w:rsidRPr="00275B88">
        <w:t>très satisfait de cette expérience</w:t>
      </w:r>
      <w:r>
        <w:t>.</w:t>
      </w:r>
    </w:p>
    <w:p w14:paraId="63B8BE00" w14:textId="77777777" w:rsidR="002C50B2" w:rsidRDefault="00C77A4E" w:rsidP="002C50B2">
      <w:r w:rsidRPr="00275B88">
        <w:lastRenderedPageBreak/>
        <w:t>Le directeur s</w:t>
      </w:r>
      <w:r w:rsidR="002C50B2">
        <w:t>’</w:t>
      </w:r>
      <w:r w:rsidRPr="00275B88">
        <w:t>approchait de son employé et lui donnait quelques ordres à voix basse</w:t>
      </w:r>
      <w:r w:rsidR="002C50B2">
        <w:t>.</w:t>
      </w:r>
    </w:p>
    <w:p w14:paraId="4B7EE45D" w14:textId="77777777" w:rsidR="002C50B2" w:rsidRDefault="00C77A4E" w:rsidP="002C50B2">
      <w:r w:rsidRPr="00275B88">
        <w:t>Le garçon se dirigea vers le soupirail de la cave et</w:t>
      </w:r>
      <w:r w:rsidR="002C50B2">
        <w:t xml:space="preserve">, </w:t>
      </w:r>
      <w:r w:rsidRPr="00275B88">
        <w:t>tirant de sa poche une scie à métaux</w:t>
      </w:r>
      <w:r w:rsidR="002C50B2">
        <w:t xml:space="preserve">, </w:t>
      </w:r>
      <w:r w:rsidRPr="00275B88">
        <w:t>il fit semblant de s</w:t>
      </w:r>
      <w:r w:rsidR="002C50B2">
        <w:t>’</w:t>
      </w:r>
      <w:r w:rsidRPr="00275B88">
        <w:t>attaquer à l</w:t>
      </w:r>
      <w:r w:rsidR="002C50B2">
        <w:t>’</w:t>
      </w:r>
      <w:r w:rsidRPr="00275B88">
        <w:t>un des barreaux</w:t>
      </w:r>
      <w:r w:rsidR="002C50B2">
        <w:t>.</w:t>
      </w:r>
    </w:p>
    <w:p w14:paraId="7CA56C12" w14:textId="7613F80A" w:rsidR="002C50B2" w:rsidRDefault="002C50B2" w:rsidP="002C50B2">
      <w:r>
        <w:t>M. </w:t>
      </w:r>
      <w:proofErr w:type="spellStart"/>
      <w:r w:rsidR="00C77A4E" w:rsidRPr="00275B88">
        <w:t>Carabot</w:t>
      </w:r>
      <w:proofErr w:type="spellEnd"/>
      <w:r w:rsidR="00C77A4E" w:rsidRPr="00275B88">
        <w:t xml:space="preserve"> n</w:t>
      </w:r>
      <w:r>
        <w:t>’</w:t>
      </w:r>
      <w:r w:rsidR="00C77A4E" w:rsidRPr="00275B88">
        <w:t>eut même pas besoin de prononcer une parole</w:t>
      </w:r>
      <w:r>
        <w:t>.</w:t>
      </w:r>
    </w:p>
    <w:p w14:paraId="58C3EB4D" w14:textId="77777777" w:rsidR="002C50B2" w:rsidRDefault="00C77A4E" w:rsidP="002C50B2">
      <w:r w:rsidRPr="00275B88">
        <w:t>Un simple coup d</w:t>
      </w:r>
      <w:r w:rsidR="002C50B2">
        <w:t>’</w:t>
      </w:r>
      <w:r w:rsidRPr="00275B88">
        <w:t>œil lancé aux deux chiens suffit pour que ceux</w:t>
      </w:r>
      <w:r>
        <w:t>-</w:t>
      </w:r>
      <w:r w:rsidRPr="00275B88">
        <w:t>ci s</w:t>
      </w:r>
      <w:r w:rsidR="002C50B2">
        <w:t>’</w:t>
      </w:r>
      <w:r w:rsidRPr="00275B88">
        <w:t>élançassent sur le faux cambrioleur et l</w:t>
      </w:r>
      <w:r w:rsidR="002C50B2">
        <w:t>’</w:t>
      </w:r>
      <w:r w:rsidRPr="00275B88">
        <w:t>immobilisassent avec une rapidité foudroyante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 en lui sautant à la gorge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autre en l</w:t>
      </w:r>
      <w:r w:rsidR="002C50B2">
        <w:t>’</w:t>
      </w:r>
      <w:r w:rsidRPr="00275B88">
        <w:t>empoignant par une jambe</w:t>
      </w:r>
      <w:r w:rsidR="002C50B2">
        <w:t>.</w:t>
      </w:r>
    </w:p>
    <w:p w14:paraId="3F00A0BB" w14:textId="77777777" w:rsidR="002C50B2" w:rsidRDefault="00C77A4E" w:rsidP="002C50B2">
      <w:r w:rsidRPr="00275B88">
        <w:t>Il était visible que celui</w:t>
      </w:r>
      <w:r>
        <w:t>-</w:t>
      </w:r>
      <w:r w:rsidRPr="00275B88">
        <w:t>ci</w:t>
      </w:r>
      <w:r w:rsidR="002C50B2">
        <w:t xml:space="preserve">, </w:t>
      </w:r>
      <w:r w:rsidRPr="00275B88">
        <w:t>sous peine d</w:t>
      </w:r>
      <w:r w:rsidR="002C50B2">
        <w:t>’</w:t>
      </w:r>
      <w:r w:rsidRPr="00275B88">
        <w:t>être dévoré</w:t>
      </w:r>
      <w:r w:rsidR="002C50B2">
        <w:t xml:space="preserve">, </w:t>
      </w:r>
      <w:r w:rsidRPr="00275B88">
        <w:t>ne pouvait plus faire un mouvement</w:t>
      </w:r>
      <w:r w:rsidR="002C50B2">
        <w:t>.</w:t>
      </w:r>
    </w:p>
    <w:p w14:paraId="59700CF1" w14:textId="77777777" w:rsidR="002C50B2" w:rsidRDefault="00C77A4E" w:rsidP="002C50B2">
      <w:r w:rsidRPr="00275B88">
        <w:t>De nouveau</w:t>
      </w:r>
      <w:r w:rsidR="002C50B2">
        <w:t xml:space="preserve">, </w:t>
      </w:r>
      <w:r w:rsidRPr="00275B88">
        <w:t>le marchand fit entendre un coup de sifflet et instantanément les deux danois lâchèrent le garçon et s</w:t>
      </w:r>
      <w:r w:rsidR="002C50B2">
        <w:t>’</w:t>
      </w:r>
      <w:r w:rsidRPr="00275B88">
        <w:t>en vinrent s</w:t>
      </w:r>
      <w:r w:rsidR="002C50B2">
        <w:t>’</w:t>
      </w:r>
      <w:r w:rsidRPr="00275B88">
        <w:t>étendre devant leur maître</w:t>
      </w:r>
      <w:r w:rsidR="002C50B2">
        <w:t>.</w:t>
      </w:r>
    </w:p>
    <w:p w14:paraId="2A30894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parfait</w:t>
      </w:r>
      <w:r>
        <w:t xml:space="preserve"> !… </w:t>
      </w:r>
      <w:r w:rsidR="00C77A4E" w:rsidRPr="00275B88">
        <w:t>déclarait Chantecoq</w:t>
      </w:r>
      <w:r>
        <w:t xml:space="preserve">. </w:t>
      </w:r>
      <w:r w:rsidR="00C77A4E" w:rsidRPr="00275B88">
        <w:t>Je crois qu</w:t>
      </w:r>
      <w:r>
        <w:t>’</w:t>
      </w:r>
      <w:r w:rsidR="00C77A4E" w:rsidRPr="00275B88">
        <w:t>ils feront très bien mon affaire</w:t>
      </w:r>
      <w:r>
        <w:t>.</w:t>
      </w:r>
    </w:p>
    <w:p w14:paraId="2AE3E117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 xml:space="preserve">se tournant vers </w:t>
      </w:r>
      <w:proofErr w:type="spellStart"/>
      <w:r w:rsidRPr="00275B88">
        <w:t>Gautrais</w:t>
      </w:r>
      <w:proofErr w:type="spellEnd"/>
      <w:r w:rsidRPr="00275B88">
        <w:t xml:space="preserve"> qui admirait les deux superbes bêtes</w:t>
      </w:r>
      <w:r w:rsidR="002C50B2">
        <w:t xml:space="preserve">, </w:t>
      </w:r>
      <w:r w:rsidRPr="00275B88">
        <w:t>Chantecoq ordonna</w:t>
      </w:r>
      <w:r w:rsidR="002C50B2">
        <w:t> :</w:t>
      </w:r>
    </w:p>
    <w:p w14:paraId="220BEEF6" w14:textId="77777777" w:rsidR="002C50B2" w:rsidRDefault="002C50B2" w:rsidP="002C50B2">
      <w:r>
        <w:t>— </w:t>
      </w:r>
      <w:r w:rsidR="00C77A4E" w:rsidRPr="00275B88">
        <w:t>Va dire à ta femme de leur préparer une bonne pâtée</w:t>
      </w:r>
      <w:r>
        <w:t>.</w:t>
      </w:r>
    </w:p>
    <w:p w14:paraId="7796479E" w14:textId="77777777" w:rsidR="002C50B2" w:rsidRDefault="00C77A4E" w:rsidP="002C50B2">
      <w:r w:rsidRPr="00275B88">
        <w:t>Et il réintégra son studio</w:t>
      </w:r>
      <w:r w:rsidR="002C50B2">
        <w:t>.</w:t>
      </w:r>
    </w:p>
    <w:p w14:paraId="393461A1" w14:textId="77777777" w:rsidR="002C50B2" w:rsidRDefault="00C77A4E" w:rsidP="002C50B2">
      <w:r w:rsidRPr="00275B88">
        <w:t>Colette était en train de disposer des fleurs dans un vase de cristal qui ornait la table de travail du détective</w:t>
      </w:r>
      <w:r w:rsidR="002C50B2">
        <w:t>.</w:t>
      </w:r>
    </w:p>
    <w:p w14:paraId="65763052" w14:textId="77777777" w:rsidR="002C50B2" w:rsidRDefault="00C77A4E" w:rsidP="002C50B2">
      <w:r w:rsidRPr="00275B88">
        <w:t>S</w:t>
      </w:r>
      <w:r w:rsidR="002C50B2">
        <w:t>’</w:t>
      </w:r>
      <w:r w:rsidRPr="00275B88">
        <w:t>avançant vers elle</w:t>
      </w:r>
      <w:r w:rsidR="002C50B2">
        <w:t xml:space="preserve">, </w:t>
      </w:r>
      <w:r w:rsidRPr="00275B88">
        <w:t>Chantecoq fit</w:t>
      </w:r>
      <w:r w:rsidR="002C50B2">
        <w:t xml:space="preserve">, </w:t>
      </w:r>
      <w:r w:rsidRPr="00275B88">
        <w:t>tout en l</w:t>
      </w:r>
      <w:r w:rsidR="002C50B2">
        <w:t>’</w:t>
      </w:r>
      <w:r w:rsidRPr="00275B88">
        <w:t>embrassant</w:t>
      </w:r>
      <w:r w:rsidR="002C50B2">
        <w:t> :</w:t>
      </w:r>
    </w:p>
    <w:p w14:paraId="6C749979" w14:textId="77777777" w:rsidR="002C50B2" w:rsidRDefault="002C50B2" w:rsidP="002C50B2">
      <w:r>
        <w:t>— </w:t>
      </w:r>
      <w:r w:rsidR="00C77A4E" w:rsidRPr="00275B88">
        <w:t>Bonjour</w:t>
      </w:r>
      <w:r>
        <w:t xml:space="preserve">, </w:t>
      </w:r>
      <w:r w:rsidR="00C77A4E" w:rsidRPr="00275B88">
        <w:t>ma chérie</w:t>
      </w:r>
      <w:r>
        <w:t> !</w:t>
      </w:r>
    </w:p>
    <w:p w14:paraId="7609BE7F" w14:textId="77777777" w:rsidR="002C50B2" w:rsidRDefault="002C50B2" w:rsidP="002C50B2">
      <w:r>
        <w:lastRenderedPageBreak/>
        <w:t>— </w:t>
      </w:r>
      <w:r w:rsidR="00C77A4E" w:rsidRPr="00275B88">
        <w:t>Bonjour</w:t>
      </w:r>
      <w:r>
        <w:t xml:space="preserve">, </w:t>
      </w:r>
      <w:r w:rsidR="00C77A4E" w:rsidRPr="00275B88">
        <w:t>père</w:t>
      </w:r>
      <w:r>
        <w:t xml:space="preserve">, </w:t>
      </w:r>
      <w:r w:rsidR="00C77A4E" w:rsidRPr="00275B88">
        <w:t>fit Colette en lui rendant son baiser</w:t>
      </w:r>
      <w:r>
        <w:t>.</w:t>
      </w:r>
    </w:p>
    <w:p w14:paraId="585A4B7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de suite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anxieux</w:t>
      </w:r>
      <w:r w:rsidR="002C50B2">
        <w:t xml:space="preserve">, </w:t>
      </w:r>
      <w:r w:rsidRPr="00275B88">
        <w:t>cette demande</w:t>
      </w:r>
      <w:r w:rsidR="002C50B2">
        <w:t> :</w:t>
      </w:r>
    </w:p>
    <w:p w14:paraId="75D9744B" w14:textId="77777777" w:rsidR="002C50B2" w:rsidRDefault="002C50B2" w:rsidP="002C50B2">
      <w:r>
        <w:t>— </w:t>
      </w:r>
      <w:r w:rsidR="00C77A4E" w:rsidRPr="00275B88">
        <w:t>Rien de nouveau</w:t>
      </w:r>
      <w:r>
        <w:t> ?</w:t>
      </w:r>
    </w:p>
    <w:p w14:paraId="26DF329E" w14:textId="77777777" w:rsidR="002C50B2" w:rsidRDefault="00C77A4E" w:rsidP="002C50B2">
      <w:r w:rsidRPr="00275B88">
        <w:t>Le détective répliquait</w:t>
      </w:r>
      <w:r w:rsidR="002C50B2">
        <w:t> :</w:t>
      </w:r>
    </w:p>
    <w:p w14:paraId="7B8245E0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rien encore</w:t>
      </w:r>
      <w:r>
        <w:t xml:space="preserve">. </w:t>
      </w:r>
      <w:r w:rsidR="00C77A4E" w:rsidRPr="00275B88">
        <w:t>Et toi</w:t>
      </w:r>
      <w:r>
        <w:t xml:space="preserve">, </w:t>
      </w:r>
      <w:r w:rsidR="00C77A4E" w:rsidRPr="00275B88">
        <w:t>tu n</w:t>
      </w:r>
      <w:r>
        <w:t>’</w:t>
      </w:r>
      <w:r w:rsidR="00C77A4E" w:rsidRPr="00275B88">
        <w:t>as pas trop rêvé à Belphégor</w:t>
      </w:r>
      <w:r>
        <w:t> ?</w:t>
      </w:r>
    </w:p>
    <w:p w14:paraId="065F72FF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ai jamais si bien dormi</w:t>
      </w:r>
      <w:r>
        <w:t>.</w:t>
      </w:r>
    </w:p>
    <w:p w14:paraId="10ABD69E" w14:textId="77777777" w:rsidR="002C50B2" w:rsidRDefault="00C77A4E" w:rsidP="002C50B2">
      <w:r w:rsidRPr="00275B88">
        <w:t>Tout en l</w:t>
      </w:r>
      <w:r w:rsidR="002C50B2">
        <w:t>’</w:t>
      </w:r>
      <w:r w:rsidRPr="00275B88">
        <w:t>enveloppant d</w:t>
      </w:r>
      <w:r w:rsidR="002C50B2">
        <w:t>’</w:t>
      </w:r>
      <w:r w:rsidRPr="00275B88">
        <w:t>un regard qui révélait sa profonde tendresse</w:t>
      </w:r>
      <w:r w:rsidR="002C50B2">
        <w:t xml:space="preserve">, </w:t>
      </w:r>
      <w:r w:rsidRPr="00275B88">
        <w:t>le détective reprit</w:t>
      </w:r>
      <w:r w:rsidR="002C50B2">
        <w:t> :</w:t>
      </w:r>
    </w:p>
    <w:p w14:paraId="7B632AFC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bien vrai</w:t>
      </w:r>
      <w:r>
        <w:t xml:space="preserve">, </w:t>
      </w:r>
      <w:r w:rsidR="00C77A4E" w:rsidRPr="00275B88">
        <w:t>tu n</w:t>
      </w:r>
      <w:r>
        <w:t>’</w:t>
      </w:r>
      <w:r w:rsidR="00C77A4E" w:rsidRPr="00275B88">
        <w:t>as pas peur</w:t>
      </w:r>
      <w:r>
        <w:t> ?</w:t>
      </w:r>
    </w:p>
    <w:p w14:paraId="701D2315" w14:textId="77777777" w:rsidR="002C50B2" w:rsidRDefault="00C77A4E" w:rsidP="002C50B2">
      <w:r w:rsidRPr="00275B88">
        <w:t>Crânement</w:t>
      </w:r>
      <w:r w:rsidR="002C50B2">
        <w:t xml:space="preserve">, </w:t>
      </w:r>
      <w:r w:rsidRPr="00275B88">
        <w:t>Colette ripostait</w:t>
      </w:r>
      <w:r w:rsidR="002C50B2">
        <w:t> :</w:t>
      </w:r>
    </w:p>
    <w:p w14:paraId="78A4F2B6" w14:textId="77777777" w:rsidR="002C50B2" w:rsidRDefault="002C50B2" w:rsidP="002C50B2">
      <w:r>
        <w:t>— </w:t>
      </w:r>
      <w:r w:rsidR="00C77A4E" w:rsidRPr="00275B88">
        <w:t>Pourquoi aurais</w:t>
      </w:r>
      <w:r w:rsidR="00C77A4E">
        <w:t>-</w:t>
      </w:r>
      <w:r w:rsidR="00C77A4E" w:rsidRPr="00275B88">
        <w:t>je peur</w:t>
      </w:r>
      <w:r>
        <w:t xml:space="preserve"> ? </w:t>
      </w:r>
      <w:r w:rsidR="00C77A4E" w:rsidRPr="00275B88">
        <w:t>N</w:t>
      </w:r>
      <w:r>
        <w:t>’</w:t>
      </w:r>
      <w:r w:rsidR="00C77A4E" w:rsidRPr="00275B88">
        <w:t>es</w:t>
      </w:r>
      <w:r w:rsidR="00C77A4E">
        <w:t>-</w:t>
      </w:r>
      <w:r w:rsidR="00C77A4E" w:rsidRPr="00275B88">
        <w:t>tu pas toujours le plus fort</w:t>
      </w:r>
      <w:r>
        <w:t> ?</w:t>
      </w:r>
    </w:p>
    <w:p w14:paraId="0056369C" w14:textId="77777777" w:rsidR="002C50B2" w:rsidRDefault="00C77A4E" w:rsidP="002C50B2">
      <w:r w:rsidRPr="00275B88">
        <w:t>Une sonnerie de téléphone retentit</w:t>
      </w:r>
      <w:r w:rsidR="002C50B2">
        <w:t>.</w:t>
      </w:r>
    </w:p>
    <w:p w14:paraId="02BD4FA0" w14:textId="77777777" w:rsidR="002C50B2" w:rsidRDefault="00C77A4E" w:rsidP="002C50B2">
      <w:r w:rsidRPr="00275B88">
        <w:t>Le limier décrocha l</w:t>
      </w:r>
      <w:r w:rsidR="002C50B2">
        <w:t>’</w:t>
      </w:r>
      <w:r w:rsidRPr="00275B88">
        <w:t>appareil et écouta</w:t>
      </w:r>
      <w:r w:rsidR="002C50B2">
        <w:t>.</w:t>
      </w:r>
    </w:p>
    <w:p w14:paraId="42820E02" w14:textId="77777777" w:rsidR="002C50B2" w:rsidRDefault="00C77A4E" w:rsidP="002C50B2">
      <w:r w:rsidRPr="00275B88">
        <w:t>Sans doute la communication était</w:t>
      </w:r>
      <w:r>
        <w:t>-</w:t>
      </w:r>
      <w:r w:rsidRPr="00275B88">
        <w:t>elle importante</w:t>
      </w:r>
      <w:r w:rsidR="002C50B2">
        <w:t xml:space="preserve">, </w:t>
      </w:r>
      <w:r w:rsidRPr="00275B88">
        <w:t>car</w:t>
      </w:r>
      <w:r w:rsidR="002C50B2">
        <w:t xml:space="preserve">, </w:t>
      </w:r>
      <w:r w:rsidRPr="00275B88">
        <w:t>malgré sa grande maîtrise de lui</w:t>
      </w:r>
      <w:r>
        <w:t>-</w:t>
      </w:r>
      <w:r w:rsidRPr="00275B88">
        <w:t>même</w:t>
      </w:r>
      <w:r w:rsidR="002C50B2">
        <w:t xml:space="preserve">, </w:t>
      </w:r>
      <w:r w:rsidRPr="00275B88">
        <w:t>il parut à la fois surpris et préoccupé</w:t>
      </w:r>
      <w:r w:rsidR="002C50B2">
        <w:t>.</w:t>
      </w:r>
    </w:p>
    <w:p w14:paraId="1148351E" w14:textId="77777777" w:rsidR="002C50B2" w:rsidRDefault="00C77A4E" w:rsidP="002C50B2">
      <w:r w:rsidRPr="00275B88">
        <w:t>À son tour</w:t>
      </w:r>
      <w:r w:rsidR="002C50B2">
        <w:t xml:space="preserve">, </w:t>
      </w:r>
      <w:r w:rsidRPr="00275B88">
        <w:t>il lança dans le cornet d</w:t>
      </w:r>
      <w:r w:rsidR="002C50B2">
        <w:t>’</w:t>
      </w:r>
      <w:r w:rsidRPr="00275B88">
        <w:t>ébonite</w:t>
      </w:r>
      <w:r w:rsidR="002C50B2">
        <w:t> :</w:t>
      </w:r>
    </w:p>
    <w:p w14:paraId="6B568780" w14:textId="77777777" w:rsidR="002C50B2" w:rsidRDefault="002C50B2" w:rsidP="002C50B2">
      <w:r>
        <w:t>— </w:t>
      </w:r>
      <w:r w:rsidR="00C77A4E" w:rsidRPr="00275B88">
        <w:t>À la description que vous m</w:t>
      </w:r>
      <w:r>
        <w:t>’</w:t>
      </w:r>
      <w:r w:rsidR="00C77A4E" w:rsidRPr="00275B88">
        <w:t>en faites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évidemment le Fantôme du Louvre qui vous a rendu visite la nuit dernière</w:t>
      </w:r>
      <w:r>
        <w:t>.</w:t>
      </w:r>
    </w:p>
    <w:p w14:paraId="1A790BE8" w14:textId="77777777" w:rsidR="002C50B2" w:rsidRDefault="00C77A4E" w:rsidP="002C50B2">
      <w:r w:rsidRPr="00275B88">
        <w:t>Il se tut</w:t>
      </w:r>
      <w:r w:rsidR="002C50B2">
        <w:t xml:space="preserve">, </w:t>
      </w:r>
      <w:r w:rsidRPr="00275B88">
        <w:t>écouta de nouveau</w:t>
      </w:r>
      <w:r w:rsidR="002C50B2">
        <w:t xml:space="preserve"> ; </w:t>
      </w:r>
      <w:r w:rsidRPr="00275B88">
        <w:t>puis il lança dans le cornet</w:t>
      </w:r>
      <w:r w:rsidR="002C50B2">
        <w:t> :</w:t>
      </w:r>
    </w:p>
    <w:p w14:paraId="6490A73F" w14:textId="77777777" w:rsidR="002C50B2" w:rsidRDefault="002C50B2" w:rsidP="002C50B2">
      <w:r>
        <w:lastRenderedPageBreak/>
        <w:t>— </w:t>
      </w:r>
      <w:r w:rsidR="00C77A4E" w:rsidRPr="00275B88">
        <w:t>Allô</w:t>
      </w:r>
      <w:r>
        <w:t xml:space="preserve"> !… </w:t>
      </w:r>
      <w:r w:rsidR="00C77A4E" w:rsidRPr="00275B88">
        <w:t>Je veux bien</w:t>
      </w:r>
      <w:r>
        <w:t xml:space="preserve">. </w:t>
      </w:r>
      <w:r w:rsidR="00C77A4E" w:rsidRPr="00275B88">
        <w:t>Mais à la condition formelle que la police officielle ne sera pas saisie avant que j</w:t>
      </w:r>
      <w:r>
        <w:t>’</w:t>
      </w:r>
      <w:r w:rsidR="00C77A4E" w:rsidRPr="00275B88">
        <w:t>aie fait mon enquête</w:t>
      </w:r>
      <w:r>
        <w:t xml:space="preserve">… </w:t>
      </w:r>
      <w:r w:rsidR="00C77A4E" w:rsidRPr="00275B88">
        <w:t>Allô</w:t>
      </w:r>
      <w:r>
        <w:t xml:space="preserve"> !… </w:t>
      </w:r>
      <w:r w:rsidR="00C77A4E" w:rsidRPr="00275B88">
        <w:t>oui</w:t>
      </w:r>
      <w:r>
        <w:t xml:space="preserve">… </w:t>
      </w:r>
      <w:r w:rsidR="00C77A4E" w:rsidRPr="00275B88">
        <w:t>mes méthodes sont tellement différentes</w:t>
      </w:r>
      <w:r>
        <w:t xml:space="preserve">… </w:t>
      </w:r>
      <w:r w:rsidR="00C77A4E" w:rsidRPr="00275B88">
        <w:t>Vous me comprenez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 ? </w:t>
      </w:r>
      <w:r w:rsidR="00C77A4E" w:rsidRPr="00275B88">
        <w:t>Très bien</w:t>
      </w:r>
      <w:r>
        <w:t xml:space="preserve"> ! </w:t>
      </w:r>
      <w:r w:rsidR="00C77A4E" w:rsidRPr="00275B88">
        <w:t>parfait</w:t>
      </w:r>
      <w:r>
        <w:t xml:space="preserve"> ! </w:t>
      </w:r>
      <w:r w:rsidR="00C77A4E" w:rsidRPr="00275B88">
        <w:t>entendu</w:t>
      </w:r>
      <w:r>
        <w:t xml:space="preserve"> !… </w:t>
      </w:r>
      <w:r w:rsidR="00C77A4E" w:rsidRPr="00275B88">
        <w:t>Je vais venir tout de suite</w:t>
      </w:r>
      <w:r>
        <w:t xml:space="preserve">. </w:t>
      </w:r>
      <w:r w:rsidR="00C77A4E" w:rsidRPr="00275B88">
        <w:t>Au revoir</w:t>
      </w:r>
      <w:r>
        <w:t xml:space="preserve">, </w:t>
      </w:r>
      <w:r w:rsidR="00C77A4E" w:rsidRPr="00275B88">
        <w:t>mademoiselle</w:t>
      </w:r>
      <w:r>
        <w:t> !</w:t>
      </w:r>
    </w:p>
    <w:p w14:paraId="1ED04791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raccrochant l</w:t>
      </w:r>
      <w:r w:rsidR="002C50B2">
        <w:t>’</w:t>
      </w:r>
      <w:r w:rsidRPr="00275B88">
        <w:t>appareil</w:t>
      </w:r>
      <w:r w:rsidR="002C50B2">
        <w:t xml:space="preserve">, </w:t>
      </w:r>
      <w:r w:rsidRPr="00275B88">
        <w:t>Chantecoq scanda</w:t>
      </w:r>
      <w:r w:rsidR="002C50B2">
        <w:t> :</w:t>
      </w:r>
    </w:p>
    <w:p w14:paraId="04F4BB26" w14:textId="77777777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 xml:space="preserve">ce Belphégor </w:t>
      </w:r>
      <w:r w:rsidR="00C77A4E">
        <w:t>a</w:t>
      </w:r>
      <w:r w:rsidR="00C77A4E" w:rsidRPr="00275B88">
        <w:t xml:space="preserve"> toutes les audaces</w:t>
      </w:r>
      <w:r>
        <w:t>.</w:t>
      </w:r>
    </w:p>
    <w:p w14:paraId="44EE4953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encore fait</w:t>
      </w:r>
      <w:r>
        <w:t xml:space="preserve"> ? </w:t>
      </w:r>
      <w:r w:rsidR="00C77A4E" w:rsidRPr="00275B88">
        <w:t>interrogeait Colette avec un accent de vive curiosité</w:t>
      </w:r>
      <w:r>
        <w:t>.</w:t>
      </w:r>
    </w:p>
    <w:p w14:paraId="37E9A44A" w14:textId="31E3C759" w:rsidR="002C50B2" w:rsidRDefault="002C50B2" w:rsidP="002C50B2">
      <w:r>
        <w:t>— </w:t>
      </w:r>
      <w:r w:rsidR="00C77A4E" w:rsidRPr="00275B88">
        <w:t>Il paraît que</w:t>
      </w:r>
      <w:r>
        <w:t xml:space="preserve">, </w:t>
      </w:r>
      <w:r w:rsidR="00C77A4E" w:rsidRPr="00275B88">
        <w:t>la nuit dernière</w:t>
      </w:r>
      <w:r>
        <w:t xml:space="preserve">, </w:t>
      </w:r>
      <w:r w:rsidR="00C77A4E" w:rsidRPr="00275B88">
        <w:t>le Fantôme du Louvre s</w:t>
      </w:r>
      <w:r>
        <w:t>’</w:t>
      </w:r>
      <w:r w:rsidR="00C77A4E" w:rsidRPr="00275B88">
        <w:t xml:space="preserve">est introduit 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Simone Desroches</w:t>
      </w:r>
      <w:r>
        <w:t>.</w:t>
      </w:r>
    </w:p>
    <w:p w14:paraId="3F0C5562" w14:textId="10D1ACC6" w:rsidR="002C50B2" w:rsidRDefault="002C50B2" w:rsidP="002C50B2">
      <w:r>
        <w:t>— </w:t>
      </w:r>
      <w:r w:rsidR="00C77A4E" w:rsidRPr="00275B88">
        <w:t>L</w:t>
      </w:r>
      <w:r>
        <w:t>’</w:t>
      </w:r>
      <w:r w:rsidR="00C77A4E" w:rsidRPr="00275B88">
        <w:t xml:space="preserve">amie de </w:t>
      </w:r>
      <w:r>
        <w:t>M. </w:t>
      </w:r>
      <w:r w:rsidR="00C77A4E" w:rsidRPr="00275B88">
        <w:t>Bellegarde</w:t>
      </w:r>
      <w:r>
        <w:t xml:space="preserve">… </w:t>
      </w:r>
      <w:r w:rsidR="00C77A4E" w:rsidRPr="00275B88">
        <w:t>précisa la jeune fille en pâlissant légèrement</w:t>
      </w:r>
      <w:r>
        <w:t>.</w:t>
      </w:r>
    </w:p>
    <w:p w14:paraId="0F0CD7EF" w14:textId="77777777" w:rsidR="002C50B2" w:rsidRDefault="00C77A4E" w:rsidP="002C50B2">
      <w:r w:rsidRPr="00275B88">
        <w:t>Sans paraître remarquer le trouble qui s</w:t>
      </w:r>
      <w:r w:rsidR="002C50B2">
        <w:t>’</w:t>
      </w:r>
      <w:r w:rsidRPr="00275B88">
        <w:t>était emparé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Chantecoq poursuivait</w:t>
      </w:r>
      <w:r w:rsidR="002C50B2">
        <w:t> :</w:t>
      </w:r>
    </w:p>
    <w:p w14:paraId="679B368D" w14:textId="51FB0C4A" w:rsidR="002C50B2" w:rsidRDefault="002C50B2" w:rsidP="002C50B2">
      <w:r>
        <w:t>— </w:t>
      </w:r>
      <w:r w:rsidR="00C77A4E" w:rsidRPr="00275B88">
        <w:t>Il se serait emparé d</w:t>
      </w:r>
      <w:r>
        <w:t>’</w:t>
      </w:r>
      <w:r w:rsidR="00C77A4E" w:rsidRPr="00275B88">
        <w:t xml:space="preserve">un paquet de lettres écrites par ce journaliste et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avait elle</w:t>
      </w:r>
      <w:r w:rsidR="00C77A4E">
        <w:t>-</w:t>
      </w:r>
      <w:r w:rsidR="00C77A4E" w:rsidRPr="00275B88">
        <w:t>même serrées pendant l</w:t>
      </w:r>
      <w:r>
        <w:t>’</w:t>
      </w:r>
      <w:r w:rsidR="00C77A4E" w:rsidRPr="00275B88">
        <w:t>après</w:t>
      </w:r>
      <w:r w:rsidR="00C77A4E">
        <w:t>-</w:t>
      </w:r>
      <w:r w:rsidR="00C77A4E" w:rsidRPr="00275B88">
        <w:t>midi</w:t>
      </w:r>
      <w:r>
        <w:t xml:space="preserve">, </w:t>
      </w:r>
      <w:r w:rsidR="00C77A4E" w:rsidRPr="00275B88">
        <w:t>dans un meuble dont elle seule avait la clef</w:t>
      </w:r>
      <w:r>
        <w:t>.</w:t>
      </w:r>
    </w:p>
    <w:p w14:paraId="3F589EF6" w14:textId="77777777" w:rsidR="002C50B2" w:rsidRDefault="00C77A4E" w:rsidP="002C50B2">
      <w:r w:rsidRPr="00275B88">
        <w:t>Et comme s</w:t>
      </w:r>
      <w:r w:rsidR="002C50B2">
        <w:t>’</w:t>
      </w:r>
      <w:r w:rsidRPr="00275B88">
        <w:t>il se parlait à lui</w:t>
      </w:r>
      <w:r>
        <w:t>-</w:t>
      </w:r>
      <w:r w:rsidRPr="00275B88">
        <w:t>même</w:t>
      </w:r>
      <w:r w:rsidR="002C50B2">
        <w:t xml:space="preserve">, </w:t>
      </w:r>
      <w:r w:rsidRPr="00275B88">
        <w:t>il scanda</w:t>
      </w:r>
      <w:r w:rsidR="002C50B2">
        <w:t> :</w:t>
      </w:r>
    </w:p>
    <w:p w14:paraId="698B0049" w14:textId="77777777" w:rsidR="002C50B2" w:rsidRDefault="002C50B2" w:rsidP="002C50B2">
      <w:r>
        <w:t>— </w:t>
      </w:r>
      <w:r w:rsidR="00C77A4E" w:rsidRPr="00275B88">
        <w:t>Pourquoi ce nouveau vol</w:t>
      </w:r>
      <w:r>
        <w:t xml:space="preserve"> ?… </w:t>
      </w:r>
      <w:r w:rsidR="00C77A4E" w:rsidRPr="00275B88">
        <w:t>Décidément</w:t>
      </w:r>
      <w:r>
        <w:t xml:space="preserve">, </w:t>
      </w:r>
      <w:r w:rsidR="00C77A4E" w:rsidRPr="00275B88">
        <w:t>cette affaire devient de plus en plus troublante</w:t>
      </w:r>
      <w:r>
        <w:t> !</w:t>
      </w:r>
    </w:p>
    <w:p w14:paraId="79B567E2" w14:textId="77777777" w:rsidR="002C50B2" w:rsidRDefault="002C50B2" w:rsidP="002C50B2">
      <w:r>
        <w:t>— </w:t>
      </w:r>
      <w:r w:rsidR="00C77A4E" w:rsidRPr="00275B88">
        <w:t>Père</w:t>
      </w:r>
      <w:r>
        <w:t xml:space="preserve">, </w:t>
      </w:r>
      <w:r w:rsidR="00C77A4E" w:rsidRPr="00275B88">
        <w:t>observait Colette</w:t>
      </w:r>
      <w:r>
        <w:t xml:space="preserve">, </w:t>
      </w:r>
      <w:r w:rsidR="00C77A4E" w:rsidRPr="00275B88">
        <w:t>est</w:t>
      </w:r>
      <w:r w:rsidR="00C77A4E">
        <w:t>-</w:t>
      </w:r>
      <w:r w:rsidR="00C77A4E" w:rsidRPr="00275B88">
        <w:t>on bien sûr que ce soit le Fantôme du Louvre qui ait commis ce larcin</w:t>
      </w:r>
      <w:r>
        <w:t> ?</w:t>
      </w:r>
    </w:p>
    <w:p w14:paraId="41EE70BA" w14:textId="21EA1436" w:rsidR="002C50B2" w:rsidRDefault="002C50B2" w:rsidP="002C50B2">
      <w:r>
        <w:t>— </w:t>
      </w:r>
      <w:r w:rsidR="00C77A4E" w:rsidRPr="00275B88">
        <w:t xml:space="preserve">La demoiselle de compagnie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qui vient de me téléphoner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en a fait une telle description qu</w:t>
      </w:r>
      <w:r>
        <w:t>’</w:t>
      </w:r>
      <w:r w:rsidR="00C77A4E" w:rsidRPr="00275B88">
        <w:t>il ne peut y avoir aucun doute à ce sujet</w:t>
      </w:r>
      <w:r>
        <w:t> !</w:t>
      </w:r>
    </w:p>
    <w:p w14:paraId="5FE222B9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vraiment extraordinaire</w:t>
      </w:r>
      <w:r>
        <w:t xml:space="preserve"> ! </w:t>
      </w:r>
      <w:r w:rsidR="00C77A4E" w:rsidRPr="00275B88">
        <w:t>murmurait Colette</w:t>
      </w:r>
      <w:r>
        <w:t xml:space="preserve">, </w:t>
      </w:r>
      <w:r w:rsidR="00C77A4E" w:rsidRPr="00275B88">
        <w:t>tout en s</w:t>
      </w:r>
      <w:r>
        <w:t>’</w:t>
      </w:r>
      <w:r w:rsidR="00C77A4E" w:rsidRPr="00275B88">
        <w:t>efforçant de dissimuler la profonde émotion qui s</w:t>
      </w:r>
      <w:r>
        <w:t>’</w:t>
      </w:r>
      <w:r w:rsidR="00C77A4E" w:rsidRPr="00275B88">
        <w:t>était emparée d</w:t>
      </w:r>
      <w:r>
        <w:t>’</w:t>
      </w:r>
      <w:r w:rsidR="00C77A4E" w:rsidRPr="00275B88">
        <w:t>elle</w:t>
      </w:r>
      <w:r>
        <w:t>.</w:t>
      </w:r>
    </w:p>
    <w:p w14:paraId="196FA996" w14:textId="4E2A9345" w:rsidR="002C50B2" w:rsidRDefault="002C50B2" w:rsidP="002C50B2">
      <w:r>
        <w:t>— </w:t>
      </w:r>
      <w:r w:rsidR="00C77A4E" w:rsidRPr="00275B88">
        <w:t>Tellement extraordinaire</w:t>
      </w:r>
      <w:r>
        <w:t xml:space="preserve">, </w:t>
      </w:r>
      <w:r w:rsidR="00C77A4E" w:rsidRPr="00275B88">
        <w:t>martelait le limier</w:t>
      </w:r>
      <w:r>
        <w:t xml:space="preserve">, </w:t>
      </w:r>
      <w:r w:rsidR="00C77A4E" w:rsidRPr="00275B88">
        <w:t xml:space="preserve">que je vais de ce pas me rendre 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2E09DD6D" w14:textId="77777777" w:rsidR="002C50B2" w:rsidRDefault="00C77A4E" w:rsidP="002C50B2">
      <w:r w:rsidRPr="00275B88">
        <w:t>Il n</w:t>
      </w:r>
      <w:r w:rsidR="002C50B2">
        <w:t>’</w:t>
      </w:r>
      <w:r w:rsidRPr="00275B88">
        <w:t>avait pas achevé cette phrase que la porte s</w:t>
      </w:r>
      <w:r w:rsidR="002C50B2">
        <w:t>’</w:t>
      </w:r>
      <w:r w:rsidRPr="00275B88">
        <w:t>ouvrait avec fracas</w:t>
      </w:r>
      <w:r w:rsidR="002C50B2">
        <w:t>.</w:t>
      </w:r>
    </w:p>
    <w:p w14:paraId="178B558A" w14:textId="77777777" w:rsidR="002C50B2" w:rsidRDefault="00C77A4E" w:rsidP="002C50B2">
      <w:r w:rsidRPr="00275B88">
        <w:t>Rouge comme une tomate</w:t>
      </w:r>
      <w:r w:rsidR="002C50B2">
        <w:t xml:space="preserve">, </w:t>
      </w:r>
      <w:r w:rsidRPr="00275B88">
        <w:t>le chapeau de travers</w:t>
      </w:r>
      <w:r w:rsidR="002C50B2">
        <w:t xml:space="preserve">, </w:t>
      </w:r>
      <w:r w:rsidRPr="00275B88">
        <w:t>essoufflée</w:t>
      </w:r>
      <w:r w:rsidR="002C50B2">
        <w:t xml:space="preserve">, </w:t>
      </w:r>
      <w:r w:rsidRPr="00275B88">
        <w:t>affolée</w:t>
      </w:r>
      <w:r w:rsidR="002C50B2">
        <w:t xml:space="preserve">, </w:t>
      </w:r>
      <w:r w:rsidRPr="00275B88">
        <w:t>la bonne grosse Marie</w:t>
      </w:r>
      <w:r>
        <w:t>-</w:t>
      </w:r>
      <w:r w:rsidRPr="00275B88">
        <w:t>Jeanne se précipitait dans le studio en criant</w:t>
      </w:r>
      <w:r w:rsidR="002C50B2">
        <w:t> :</w:t>
      </w:r>
    </w:p>
    <w:p w14:paraId="3101DEA3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 !… </w:t>
      </w:r>
      <w:r w:rsidR="00C77A4E" w:rsidRPr="00275B88">
        <w:t>Mademoiselle Colette</w:t>
      </w:r>
      <w:r>
        <w:t> !…</w:t>
      </w:r>
    </w:p>
    <w:p w14:paraId="7B369E23" w14:textId="77777777" w:rsidR="002C50B2" w:rsidRDefault="00C77A4E" w:rsidP="002C50B2">
      <w:r w:rsidRPr="00275B88">
        <w:t>Et elle se laissa tomber de tout son poids dans un fauteuil qui</w:t>
      </w:r>
      <w:r w:rsidR="002C50B2">
        <w:t xml:space="preserve">, </w:t>
      </w:r>
      <w:r w:rsidRPr="00275B88">
        <w:t>malgré la solidité de ses pieds en acajou massif</w:t>
      </w:r>
      <w:r w:rsidR="002C50B2">
        <w:t xml:space="preserve">, </w:t>
      </w:r>
      <w:r w:rsidRPr="00275B88">
        <w:t>fit entendre une plainte inquiétante</w:t>
      </w:r>
      <w:r w:rsidR="002C50B2">
        <w:t>.</w:t>
      </w:r>
    </w:p>
    <w:p w14:paraId="17FCE396" w14:textId="77777777" w:rsidR="002C50B2" w:rsidRDefault="002C50B2" w:rsidP="002C50B2">
      <w:r>
        <w:t>— </w:t>
      </w:r>
      <w:r w:rsidR="00C77A4E" w:rsidRPr="00275B88">
        <w:t>Voyons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avez</w:t>
      </w:r>
      <w:r w:rsidR="00C77A4E">
        <w:t>-</w:t>
      </w:r>
      <w:r w:rsidR="00C77A4E" w:rsidRPr="00275B88">
        <w:t>vous</w:t>
      </w:r>
      <w:r>
        <w:t xml:space="preserve"> ? </w:t>
      </w:r>
      <w:r w:rsidR="00C77A4E" w:rsidRPr="00275B88">
        <w:t>interrogeait Colette en se précipitant vers sa nouvelle cuisinière</w:t>
      </w:r>
      <w:r>
        <w:t>.</w:t>
      </w:r>
    </w:p>
    <w:p w14:paraId="18EBABD1" w14:textId="77777777" w:rsidR="002C50B2" w:rsidRDefault="00C77A4E" w:rsidP="002C50B2">
      <w:r w:rsidRPr="00275B88">
        <w:t>Suffoquée</w:t>
      </w:r>
      <w:r w:rsidR="002C50B2">
        <w:t xml:space="preserve">, </w:t>
      </w:r>
      <w:r w:rsidRPr="00275B88">
        <w:t>celle</w:t>
      </w:r>
      <w:r>
        <w:t>-</w:t>
      </w:r>
      <w:r w:rsidRPr="00275B88">
        <w:t>ci haletait</w:t>
      </w:r>
      <w:r w:rsidR="002C50B2">
        <w:t> :</w:t>
      </w:r>
    </w:p>
    <w:p w14:paraId="26D84CD1" w14:textId="17B87C25" w:rsidR="002C50B2" w:rsidRDefault="002C50B2" w:rsidP="002C50B2">
      <w:r>
        <w:t>— M. </w:t>
      </w:r>
      <w:r w:rsidR="00C77A4E" w:rsidRPr="00275B88">
        <w:t>Jacques n</w:t>
      </w:r>
      <w:r>
        <w:t>’</w:t>
      </w:r>
      <w:r w:rsidR="00C77A4E" w:rsidRPr="00275B88">
        <w:t>était pas chez lui</w:t>
      </w:r>
      <w:r>
        <w:t xml:space="preserve"> ; </w:t>
      </w:r>
      <w:r w:rsidR="00C77A4E" w:rsidRPr="00275B88">
        <w:t>et la concierge m</w:t>
      </w:r>
      <w:r>
        <w:t>’</w:t>
      </w:r>
      <w:r w:rsidR="00C77A4E" w:rsidRPr="00275B88">
        <w:t>a affirmé qu</w:t>
      </w:r>
      <w:r>
        <w:t>’</w:t>
      </w:r>
      <w:r w:rsidR="00C77A4E" w:rsidRPr="00275B88">
        <w:t>il n</w:t>
      </w:r>
      <w:r>
        <w:t>’</w:t>
      </w:r>
      <w:r w:rsidR="00C77A4E" w:rsidRPr="00275B88">
        <w:t>était pas rentré de la nuit</w:t>
      </w:r>
      <w:r>
        <w:t>.</w:t>
      </w:r>
    </w:p>
    <w:p w14:paraId="676E7696" w14:textId="77777777" w:rsidR="002C50B2" w:rsidRDefault="002C50B2" w:rsidP="002C50B2">
      <w:r>
        <w:t>— </w:t>
      </w:r>
      <w:r w:rsidR="00C77A4E" w:rsidRPr="00275B88">
        <w:t>Que dites</w:t>
      </w:r>
      <w:r w:rsidR="00C77A4E">
        <w:t>-</w:t>
      </w:r>
      <w:r w:rsidR="00C77A4E" w:rsidRPr="00275B88">
        <w:t>vous là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exclamait la fille de Chantecoq tout en dirigeant son regard angoissé vers son père qui fronçait légèrement ses sourcils</w:t>
      </w:r>
      <w:r>
        <w:t>.</w:t>
      </w:r>
    </w:p>
    <w:p w14:paraId="069B0660" w14:textId="15C1139D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proofErr w:type="spellStart"/>
      <w:r w:rsidR="00C77A4E" w:rsidRPr="00275B88">
        <w:t>Gautrais</w:t>
      </w:r>
      <w:proofErr w:type="spellEnd"/>
      <w:r w:rsidR="00C77A4E" w:rsidRPr="00275B88">
        <w:t xml:space="preserve"> poursuivait</w:t>
      </w:r>
      <w:r>
        <w:t> :</w:t>
      </w:r>
    </w:p>
    <w:p w14:paraId="18212DF0" w14:textId="0185FBB7" w:rsidR="002C50B2" w:rsidRDefault="002C50B2" w:rsidP="002C50B2">
      <w:r>
        <w:t>— </w:t>
      </w:r>
      <w:r w:rsidR="00C77A4E" w:rsidRPr="00275B88">
        <w:t xml:space="preserve">Je suis passée au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 xml:space="preserve">. </w:t>
      </w:r>
      <w:r w:rsidR="00C77A4E" w:rsidRPr="00275B88">
        <w:t>Là</w:t>
      </w:r>
      <w:r>
        <w:t xml:space="preserve">, </w:t>
      </w:r>
      <w:r w:rsidR="00C77A4E" w:rsidRPr="00275B88">
        <w:t>on m</w:t>
      </w:r>
      <w:r>
        <w:t>’</w:t>
      </w:r>
      <w:r w:rsidR="00C77A4E" w:rsidRPr="00275B88">
        <w:t>a dit qu</w:t>
      </w:r>
      <w:r>
        <w:t>’</w:t>
      </w:r>
      <w:r w:rsidR="00C77A4E" w:rsidRPr="00275B88">
        <w:t>on n</w:t>
      </w:r>
      <w:r>
        <w:t>’</w:t>
      </w:r>
      <w:r w:rsidR="00C77A4E" w:rsidRPr="00275B88">
        <w:t xml:space="preserve">avait pas revu </w:t>
      </w:r>
      <w:r>
        <w:t>M. </w:t>
      </w:r>
      <w:r w:rsidR="00C77A4E" w:rsidRPr="00275B88">
        <w:t>Jacques depuis hier soir huit heures</w:t>
      </w:r>
      <w:r>
        <w:t xml:space="preserve">. </w:t>
      </w:r>
      <w:r w:rsidR="00C77A4E" w:rsidRPr="00275B88">
        <w:t xml:space="preserve">Aussi </w:t>
      </w:r>
      <w:proofErr w:type="gramStart"/>
      <w:r w:rsidR="00C77A4E" w:rsidRPr="00275B88">
        <w:t>j</w:t>
      </w:r>
      <w:r>
        <w:t>’</w:t>
      </w:r>
      <w:r w:rsidR="00C77A4E" w:rsidRPr="00275B88">
        <w:t>ai peur</w:t>
      </w:r>
      <w:proofErr w:type="gramEnd"/>
      <w:r w:rsidR="00C77A4E" w:rsidRPr="00275B88">
        <w:t xml:space="preserve"> qu</w:t>
      </w:r>
      <w:r>
        <w:t>’</w:t>
      </w:r>
      <w:r w:rsidR="00C77A4E" w:rsidRPr="00275B88">
        <w:t>il ne lui soit arrivé malheur</w:t>
      </w:r>
      <w:r>
        <w:t> !</w:t>
      </w:r>
    </w:p>
    <w:p w14:paraId="386C6165" w14:textId="77777777" w:rsidR="002C50B2" w:rsidRDefault="002C50B2" w:rsidP="002C50B2">
      <w:r>
        <w:lastRenderedPageBreak/>
        <w:t>— </w:t>
      </w:r>
      <w:r w:rsidR="00C77A4E" w:rsidRPr="00275B88">
        <w:t>Ne nous frappons pas</w:t>
      </w:r>
      <w:r>
        <w:t xml:space="preserve"> ! </w:t>
      </w:r>
      <w:r w:rsidR="00C77A4E" w:rsidRPr="00275B88">
        <w:t>déclarait Chantecoq</w:t>
      </w:r>
      <w:r>
        <w:t xml:space="preserve">. </w:t>
      </w:r>
      <w:r w:rsidR="00C77A4E" w:rsidRPr="00275B88">
        <w:t>L</w:t>
      </w:r>
      <w:r>
        <w:t>’</w:t>
      </w:r>
      <w:r w:rsidR="00C77A4E" w:rsidRPr="00275B88">
        <w:t>enquête que fait en ce moment Jacques Bellegarde réclame</w:t>
      </w:r>
      <w:r>
        <w:t xml:space="preserve">, </w:t>
      </w:r>
      <w:r w:rsidR="00C77A4E" w:rsidRPr="00275B88">
        <w:t>ainsi que toutes celles de ce genre</w:t>
      </w:r>
      <w:r>
        <w:t xml:space="preserve">, </w:t>
      </w:r>
      <w:r w:rsidR="00C77A4E" w:rsidRPr="00275B88">
        <w:t>la plus parfaite circonspection et le plus grand mystère</w:t>
      </w:r>
      <w:r>
        <w:t xml:space="preserve">. </w:t>
      </w:r>
      <w:r w:rsidR="00C77A4E" w:rsidRPr="00275B88">
        <w:t>Il se peut fort bien qu</w:t>
      </w:r>
      <w:r>
        <w:t>’</w:t>
      </w:r>
      <w:r w:rsidR="00C77A4E" w:rsidRPr="00275B88">
        <w:t>il ait cru utile de s</w:t>
      </w:r>
      <w:r>
        <w:t>’</w:t>
      </w:r>
      <w:r w:rsidR="00C77A4E" w:rsidRPr="00275B88">
        <w:t>absenter</w:t>
      </w:r>
      <w:r>
        <w:t>.</w:t>
      </w:r>
    </w:p>
    <w:p w14:paraId="4C269F8B" w14:textId="4CFCF467" w:rsidR="002C50B2" w:rsidRDefault="002C50B2" w:rsidP="002C50B2">
      <w:r>
        <w:t>— </w:t>
      </w:r>
      <w:r w:rsidR="00C77A4E" w:rsidRPr="00275B88">
        <w:t>Père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Colette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le pressentiment qu</w:t>
      </w:r>
      <w:r>
        <w:t>’</w:t>
      </w:r>
      <w:r w:rsidR="00C77A4E" w:rsidRPr="00275B88">
        <w:t xml:space="preserve">il est arrivé malheur à </w:t>
      </w:r>
      <w:r>
        <w:t>M. </w:t>
      </w:r>
      <w:r w:rsidR="00C77A4E" w:rsidRPr="00275B88">
        <w:t>Jacques</w:t>
      </w:r>
      <w:r>
        <w:t>.</w:t>
      </w:r>
    </w:p>
    <w:p w14:paraId="644A48A3" w14:textId="77777777" w:rsidR="002C50B2" w:rsidRDefault="002C50B2" w:rsidP="002C50B2">
      <w:r>
        <w:t>— </w:t>
      </w:r>
      <w:r w:rsidR="00C77A4E" w:rsidRPr="00275B88">
        <w:t>Calme</w:t>
      </w:r>
      <w:r w:rsidR="00C77A4E">
        <w:t>-</w:t>
      </w:r>
      <w:r w:rsidR="00C77A4E" w:rsidRPr="00275B88">
        <w:t>toi</w:t>
      </w:r>
      <w:r>
        <w:t xml:space="preserve">, </w:t>
      </w:r>
      <w:r w:rsidR="00C77A4E" w:rsidRPr="00275B88">
        <w:t>mon enfant</w:t>
      </w:r>
      <w:r>
        <w:t> !</w:t>
      </w:r>
    </w:p>
    <w:p w14:paraId="50EB6333" w14:textId="77777777" w:rsidR="002C50B2" w:rsidRDefault="002C50B2" w:rsidP="002C50B2">
      <w:r>
        <w:t>— </w:t>
      </w:r>
      <w:r w:rsidR="00C77A4E" w:rsidRPr="00275B88">
        <w:t>Pourvu que Belphégor</w:t>
      </w:r>
      <w:r>
        <w:t xml:space="preserve">, </w:t>
      </w:r>
      <w:r w:rsidR="00C77A4E" w:rsidRPr="00275B88">
        <w:t>qui doit le haïr férocement</w:t>
      </w:r>
      <w:r>
        <w:t xml:space="preserve">, </w:t>
      </w:r>
      <w:r w:rsidR="00C77A4E" w:rsidRPr="00275B88">
        <w:t>ainsi que tous ceux qui s</w:t>
      </w:r>
      <w:r>
        <w:t>’</w:t>
      </w:r>
      <w:r w:rsidR="00C77A4E" w:rsidRPr="00275B88">
        <w:t>acharnent à sa poursuite</w:t>
      </w:r>
      <w:r>
        <w:t xml:space="preserve">, </w:t>
      </w:r>
      <w:r w:rsidR="00C77A4E" w:rsidRPr="00275B88">
        <w:t>ne l</w:t>
      </w:r>
      <w:r>
        <w:t>’</w:t>
      </w:r>
      <w:r w:rsidR="00C77A4E" w:rsidRPr="00275B88">
        <w:t>ait pas</w:t>
      </w:r>
      <w:r>
        <w:t xml:space="preserve">, </w:t>
      </w:r>
      <w:r w:rsidR="00C77A4E" w:rsidRPr="00275B88">
        <w:t>ainsi qu</w:t>
      </w:r>
      <w:r>
        <w:t>’</w:t>
      </w:r>
      <w:r w:rsidR="00C77A4E" w:rsidRPr="00275B88">
        <w:t>il l</w:t>
      </w:r>
      <w:r>
        <w:t>’</w:t>
      </w:r>
      <w:r w:rsidR="00C77A4E" w:rsidRPr="00275B88">
        <w:t>en menaçait</w:t>
      </w:r>
      <w:r>
        <w:t xml:space="preserve">, </w:t>
      </w:r>
      <w:r w:rsidR="00C77A4E" w:rsidRPr="00275B88">
        <w:t>lâchement assassiné</w:t>
      </w:r>
      <w:r>
        <w:t> !</w:t>
      </w:r>
    </w:p>
    <w:p w14:paraId="2B4ABBC3" w14:textId="77777777" w:rsidR="002C50B2" w:rsidRDefault="002C50B2" w:rsidP="002C50B2">
      <w:r>
        <w:t>— </w:t>
      </w:r>
      <w:r w:rsidR="00C77A4E" w:rsidRPr="00275B88">
        <w:t>Ne te mets donc pas de pareilles idées en tête</w:t>
      </w:r>
      <w:r>
        <w:t>.</w:t>
      </w:r>
    </w:p>
    <w:p w14:paraId="61E67AC9" w14:textId="77777777" w:rsidR="002C50B2" w:rsidRDefault="002C50B2" w:rsidP="002C50B2">
      <w:r>
        <w:t>— </w:t>
      </w:r>
      <w:r w:rsidR="00C77A4E" w:rsidRPr="00275B88">
        <w:t>Le vol de ces lettres 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pas extrêmement troublant</w:t>
      </w:r>
      <w:r>
        <w:t> ?</w:t>
      </w:r>
    </w:p>
    <w:p w14:paraId="681D1A85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conviens</w:t>
      </w:r>
      <w:r>
        <w:t> !</w:t>
      </w:r>
    </w:p>
    <w:p w14:paraId="795CECA9" w14:textId="77777777" w:rsidR="002C50B2" w:rsidRDefault="002C50B2" w:rsidP="002C50B2">
      <w:r>
        <w:t>— </w:t>
      </w:r>
      <w:r w:rsidR="00C77A4E" w:rsidRPr="00275B88">
        <w:t>Belphégor n</w:t>
      </w:r>
      <w:r>
        <w:t>’</w:t>
      </w:r>
      <w:r w:rsidR="00C77A4E" w:rsidRPr="00275B88">
        <w:t>aurait</w:t>
      </w:r>
      <w:r w:rsidR="00C77A4E">
        <w:t>-</w:t>
      </w:r>
      <w:r w:rsidR="00C77A4E" w:rsidRPr="00275B88">
        <w:t>il pas dérobé cette correspondance dans le dessein de renforcer les charges qu</w:t>
      </w:r>
      <w:r>
        <w:t>’</w:t>
      </w:r>
      <w:r w:rsidR="00C77A4E" w:rsidRPr="00275B88">
        <w:t>il cherche à accumuler contre Bellegarde</w:t>
      </w:r>
      <w:r>
        <w:t> ?</w:t>
      </w:r>
    </w:p>
    <w:p w14:paraId="1DCA526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fort probable</w:t>
      </w:r>
      <w:r>
        <w:t xml:space="preserve">, </w:t>
      </w:r>
      <w:r w:rsidR="00C77A4E" w:rsidRPr="00275B88">
        <w:t>reconnaissait Chantecoq</w:t>
      </w:r>
      <w:r>
        <w:t xml:space="preserve">, </w:t>
      </w:r>
      <w:r w:rsidR="00C77A4E" w:rsidRPr="00275B88">
        <w:t>très impressionné par la logique de sa fille</w:t>
      </w:r>
      <w:r>
        <w:t>.</w:t>
      </w:r>
    </w:p>
    <w:p w14:paraId="1683A911" w14:textId="77777777" w:rsidR="002C50B2" w:rsidRDefault="00C77A4E" w:rsidP="002C50B2">
      <w:r w:rsidRPr="00275B88">
        <w:t>Celle</w:t>
      </w:r>
      <w:r>
        <w:t>-</w:t>
      </w:r>
      <w:r w:rsidRPr="00275B88">
        <w:t>ci continuait</w:t>
      </w:r>
      <w:r w:rsidR="002C50B2">
        <w:t> :</w:t>
      </w:r>
    </w:p>
    <w:p w14:paraId="2CEED82B" w14:textId="67DFC881" w:rsidR="002C50B2" w:rsidRDefault="002C50B2" w:rsidP="002C50B2">
      <w:r>
        <w:t>— </w:t>
      </w:r>
      <w:r w:rsidR="00C77A4E" w:rsidRPr="00275B88">
        <w:t>Une fois en possession de ces documents</w:t>
      </w:r>
      <w:r>
        <w:t xml:space="preserve">, </w:t>
      </w:r>
      <w:r w:rsidR="00C77A4E" w:rsidRPr="00275B88">
        <w:t>Belphégor n</w:t>
      </w:r>
      <w:r>
        <w:t>’</w:t>
      </w:r>
      <w:r w:rsidR="00C77A4E" w:rsidRPr="00275B88">
        <w:t>aurait</w:t>
      </w:r>
      <w:r w:rsidR="00C77A4E">
        <w:t>-</w:t>
      </w:r>
      <w:r w:rsidR="00C77A4E" w:rsidRPr="00275B88">
        <w:t>il pas trouvé plus prudent de s</w:t>
      </w:r>
      <w:r>
        <w:t>’</w:t>
      </w:r>
      <w:r w:rsidR="00C77A4E" w:rsidRPr="00275B88">
        <w:t>éviter toute contradiction en supprimant le malheureux</w:t>
      </w:r>
      <w:r>
        <w:t xml:space="preserve"> ? </w:t>
      </w:r>
      <w:r w:rsidR="00C77A4E" w:rsidRPr="00275B88">
        <w:t>Et qui sait</w:t>
      </w:r>
      <w:r>
        <w:t xml:space="preserve">, </w:t>
      </w:r>
      <w:r w:rsidR="00C77A4E" w:rsidRPr="00275B88">
        <w:t>si demain</w:t>
      </w:r>
      <w:r>
        <w:t xml:space="preserve">, </w:t>
      </w:r>
      <w:r w:rsidR="00C77A4E" w:rsidRPr="00275B88">
        <w:t>les journaux ne nous apprendront pas que grâce aux machinations de ce bandit</w:t>
      </w:r>
      <w:r>
        <w:t>, M. </w:t>
      </w:r>
      <w:r w:rsidR="00C77A4E" w:rsidRPr="00275B88">
        <w:t>Jacques s</w:t>
      </w:r>
      <w:r>
        <w:t>’</w:t>
      </w:r>
      <w:r w:rsidR="00C77A4E" w:rsidRPr="00275B88">
        <w:t>est soi</w:t>
      </w:r>
      <w:r w:rsidR="00C77A4E">
        <w:t>-</w:t>
      </w:r>
      <w:r w:rsidR="00C77A4E" w:rsidRPr="00275B88">
        <w:t>disant suicidé</w:t>
      </w:r>
      <w:r>
        <w:t xml:space="preserve">… </w:t>
      </w:r>
      <w:r w:rsidR="00C77A4E" w:rsidRPr="00275B88">
        <w:t>avouant ainsi qu</w:t>
      </w:r>
      <w:r>
        <w:t>’</w:t>
      </w:r>
      <w:r w:rsidR="00C77A4E" w:rsidRPr="00275B88">
        <w:t>il était le Fantôme du Louvre</w:t>
      </w:r>
      <w:r>
        <w:t> !</w:t>
      </w:r>
    </w:p>
    <w:p w14:paraId="0ED5CA7F" w14:textId="77777777" w:rsidR="002C50B2" w:rsidRDefault="002C50B2" w:rsidP="002C50B2">
      <w:r>
        <w:lastRenderedPageBreak/>
        <w:t>— </w:t>
      </w:r>
      <w:r w:rsidR="00C77A4E" w:rsidRPr="00275B88">
        <w:t>Ma chère Colette</w:t>
      </w:r>
      <w:r>
        <w:t xml:space="preserve">, </w:t>
      </w:r>
      <w:r w:rsidR="00C77A4E" w:rsidRPr="00275B88">
        <w:t>reprenait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souvent admiré ton imagination et je l</w:t>
      </w:r>
      <w:r>
        <w:t>’</w:t>
      </w:r>
      <w:r w:rsidR="00C77A4E" w:rsidRPr="00275B88">
        <w:t>ai admirée d</w:t>
      </w:r>
      <w:r>
        <w:t>’</w:t>
      </w:r>
      <w:r w:rsidR="00C77A4E" w:rsidRPr="00275B88">
        <w:t>autant plus que</w:t>
      </w:r>
      <w:r>
        <w:t xml:space="preserve">, </w:t>
      </w:r>
      <w:r w:rsidR="00C77A4E" w:rsidRPr="00275B88">
        <w:t>sauf de rares exceptions</w:t>
      </w:r>
      <w:r>
        <w:t xml:space="preserve">, </w:t>
      </w:r>
      <w:r w:rsidR="00C77A4E" w:rsidRPr="00275B88">
        <w:t>elle était toujours d</w:t>
      </w:r>
      <w:r>
        <w:t>’</w:t>
      </w:r>
      <w:r w:rsidR="00C77A4E" w:rsidRPr="00275B88">
        <w:t>accord avec la réalité</w:t>
      </w:r>
      <w:r>
        <w:t>.</w:t>
      </w:r>
    </w:p>
    <w:p w14:paraId="5F36CD03" w14:textId="77777777" w:rsidR="002C50B2" w:rsidRDefault="002C50B2" w:rsidP="002C50B2">
      <w:r>
        <w:t>« </w:t>
      </w:r>
      <w:r w:rsidR="00C77A4E" w:rsidRPr="00275B88">
        <w:t>Permets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cependant</w:t>
      </w:r>
      <w:r>
        <w:t xml:space="preserve">, </w:t>
      </w:r>
      <w:r w:rsidR="00C77A4E" w:rsidRPr="00275B88">
        <w:t>de te faire observer qu</w:t>
      </w:r>
      <w:r>
        <w:t>’</w:t>
      </w:r>
      <w:r w:rsidR="00C77A4E" w:rsidRPr="00275B88">
        <w:t>aujourd</w:t>
      </w:r>
      <w:r>
        <w:t>’</w:t>
      </w:r>
      <w:r w:rsidR="00C77A4E" w:rsidRPr="00275B88">
        <w:t>hui elle t</w:t>
      </w:r>
      <w:r>
        <w:t>’</w:t>
      </w:r>
      <w:r w:rsidR="00C77A4E" w:rsidRPr="00275B88">
        <w:t>entraîne à des déductions dont je suis loin de partager le pessimisme</w:t>
      </w:r>
      <w:r>
        <w:t>.</w:t>
      </w:r>
    </w:p>
    <w:p w14:paraId="1747981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avec un accent d</w:t>
      </w:r>
      <w:r w:rsidR="002C50B2">
        <w:t>’</w:t>
      </w:r>
      <w:r w:rsidRPr="00275B88">
        <w:t>énergie qui se tempérait d</w:t>
      </w:r>
      <w:r w:rsidR="002C50B2">
        <w:t>’</w:t>
      </w:r>
      <w:r w:rsidRPr="00275B88">
        <w:t>une expression de douce et tendre affection</w:t>
      </w:r>
      <w:r w:rsidR="002C50B2">
        <w:t xml:space="preserve">, </w:t>
      </w:r>
      <w:r w:rsidRPr="00275B88">
        <w:t>le célèbre limier continua</w:t>
      </w:r>
      <w:r w:rsidR="002C50B2">
        <w:t> :</w:t>
      </w:r>
    </w:p>
    <w:p w14:paraId="02247C63" w14:textId="77777777" w:rsidR="002C50B2" w:rsidRDefault="002C50B2" w:rsidP="002C50B2">
      <w:r>
        <w:t>— </w:t>
      </w:r>
      <w:r w:rsidR="00C77A4E" w:rsidRPr="00275B88">
        <w:t>Je t</w:t>
      </w:r>
      <w:r>
        <w:t>’</w:t>
      </w:r>
      <w:r w:rsidR="00C77A4E" w:rsidRPr="00275B88">
        <w:t>assure que tes hypothèses ne reposent sur aucune base solide</w:t>
      </w:r>
      <w:r>
        <w:t>.</w:t>
      </w:r>
    </w:p>
    <w:p w14:paraId="2CA021FC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comme je voudrais que tu eusses encore raison</w:t>
      </w:r>
      <w:r>
        <w:t xml:space="preserve"> ! </w:t>
      </w:r>
      <w:r w:rsidR="00C77A4E" w:rsidRPr="00275B88">
        <w:t>laissa échapper la jeune fille</w:t>
      </w:r>
      <w:r>
        <w:t>.</w:t>
      </w:r>
    </w:p>
    <w:p w14:paraId="5FC146B2" w14:textId="77777777" w:rsidR="002C50B2" w:rsidRDefault="00C77A4E" w:rsidP="002C50B2">
      <w:r w:rsidRPr="00275B88">
        <w:t>Devinant que le cœur de son enfant était pris encore plus qu</w:t>
      </w:r>
      <w:r w:rsidR="002C50B2">
        <w:t>’</w:t>
      </w:r>
      <w:r w:rsidRPr="00275B88">
        <w:t>elle ne s</w:t>
      </w:r>
      <w:r w:rsidR="002C50B2">
        <w:t>’</w:t>
      </w:r>
      <w:r w:rsidRPr="00275B88">
        <w:t>en doutait elle</w:t>
      </w:r>
      <w:r>
        <w:t>-</w:t>
      </w:r>
      <w:r w:rsidRPr="00275B88">
        <w:t>même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749EF30D" w14:textId="77777777" w:rsidR="002C50B2" w:rsidRDefault="002C50B2" w:rsidP="002C50B2">
      <w:r>
        <w:t>— </w:t>
      </w:r>
      <w:r w:rsidR="00C77A4E" w:rsidRPr="00275B88">
        <w:t>As</w:t>
      </w:r>
      <w:r w:rsidR="00C77A4E">
        <w:t>-</w:t>
      </w:r>
      <w:r w:rsidR="00C77A4E" w:rsidRPr="00275B88">
        <w:t>tu toujours confiance en moi</w:t>
      </w:r>
      <w:r>
        <w:t> ?</w:t>
      </w:r>
    </w:p>
    <w:p w14:paraId="5E313141" w14:textId="77777777" w:rsidR="002C50B2" w:rsidRDefault="002C50B2" w:rsidP="002C50B2">
      <w:r>
        <w:t>— </w:t>
      </w:r>
      <w:r w:rsidR="00C77A4E" w:rsidRPr="00275B88">
        <w:t>Plus que jamais</w:t>
      </w:r>
      <w:r>
        <w:t> !</w:t>
      </w:r>
    </w:p>
    <w:p w14:paraId="2512FF14" w14:textId="443608FC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ma chérie</w:t>
      </w:r>
      <w:r>
        <w:t xml:space="preserve">, </w:t>
      </w:r>
      <w:r w:rsidR="00C77A4E" w:rsidRPr="00275B88">
        <w:t>en toute franchise</w:t>
      </w:r>
      <w:r>
        <w:t xml:space="preserve">, </w:t>
      </w:r>
      <w:r w:rsidR="00C77A4E" w:rsidRPr="00275B88">
        <w:t>je tiens à te déclarer que j</w:t>
      </w:r>
      <w:r>
        <w:t>’</w:t>
      </w:r>
      <w:r w:rsidR="00C77A4E" w:rsidRPr="00275B88">
        <w:t>ai la conviction très nette</w:t>
      </w:r>
      <w:r>
        <w:t xml:space="preserve">, </w:t>
      </w:r>
      <w:r w:rsidR="00C77A4E" w:rsidRPr="00275B88">
        <w:t>très arrêtée</w:t>
      </w:r>
      <w:r>
        <w:t xml:space="preserve">, </w:t>
      </w:r>
      <w:r w:rsidR="00C77A4E" w:rsidRPr="00275B88">
        <w:t>que non seulement Jacques Bellegarde est vivant</w:t>
      </w:r>
      <w:r>
        <w:t xml:space="preserve">, </w:t>
      </w:r>
      <w:r w:rsidR="00C77A4E" w:rsidRPr="00275B88">
        <w:t>mais qu</w:t>
      </w:r>
      <w:r>
        <w:t>’</w:t>
      </w:r>
      <w:r w:rsidR="00C77A4E" w:rsidRPr="00275B88">
        <w:t>il dînera ce soir avec nous</w:t>
      </w:r>
      <w:r>
        <w:t xml:space="preserve">. </w:t>
      </w:r>
      <w:r w:rsidR="00C77A4E" w:rsidRPr="00275B88">
        <w:t>Là</w:t>
      </w:r>
      <w:r w:rsidR="00C77A4E">
        <w:t>-</w:t>
      </w:r>
      <w:r w:rsidR="00C77A4E" w:rsidRPr="00275B88">
        <w:t xml:space="preserve">dessus je te dis </w:t>
      </w:r>
      <w:r>
        <w:t>« </w:t>
      </w:r>
      <w:r w:rsidR="00C77A4E" w:rsidRPr="00275B88">
        <w:t>au revoir</w:t>
      </w:r>
      <w:r>
        <w:t xml:space="preserve"> » ; </w:t>
      </w:r>
      <w:r w:rsidR="00C77A4E" w:rsidRPr="00275B88">
        <w:t xml:space="preserve">car il faut que je passe 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285381BD" w14:textId="77777777" w:rsidR="002C50B2" w:rsidRDefault="002C50B2" w:rsidP="002C50B2">
      <w:r>
        <w:t>— </w:t>
      </w:r>
      <w:r w:rsidR="00C77A4E" w:rsidRPr="00275B88">
        <w:t>Promets</w:t>
      </w:r>
      <w:r w:rsidR="00C77A4E">
        <w:t>-</w:t>
      </w:r>
      <w:r w:rsidR="00C77A4E" w:rsidRPr="00275B88">
        <w:t>moi que tu ne vas pas bouger d</w:t>
      </w:r>
      <w:r>
        <w:t>’</w:t>
      </w:r>
      <w:r w:rsidR="00C77A4E" w:rsidRPr="00275B88">
        <w:t>ici pendant mon absence</w:t>
      </w:r>
      <w:r>
        <w:t> !</w:t>
      </w:r>
    </w:p>
    <w:p w14:paraId="22C977ED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père</w:t>
      </w:r>
      <w:r>
        <w:t>.</w:t>
      </w:r>
    </w:p>
    <w:p w14:paraId="7D18FDB2" w14:textId="77777777" w:rsidR="002C50B2" w:rsidRDefault="00C77A4E" w:rsidP="002C50B2">
      <w:r w:rsidRPr="00275B88">
        <w:lastRenderedPageBreak/>
        <w:t>Chantecoq embrassa le front de sa fille</w:t>
      </w:r>
      <w:r w:rsidR="002C50B2">
        <w:t xml:space="preserve">, </w:t>
      </w:r>
      <w:r w:rsidRPr="00275B88">
        <w:t>puis</w:t>
      </w:r>
      <w:r w:rsidR="002C50B2">
        <w:t xml:space="preserve">, </w:t>
      </w:r>
      <w:r w:rsidRPr="00275B88">
        <w:t>se retournant vers Marie</w:t>
      </w:r>
      <w:r>
        <w:t>-</w:t>
      </w:r>
      <w:r w:rsidRPr="00275B88">
        <w:t>Jeanne</w:t>
      </w:r>
      <w:r w:rsidR="002C50B2">
        <w:t xml:space="preserve">, </w:t>
      </w:r>
      <w:r w:rsidRPr="00275B88">
        <w:t>il lui murmura à l</w:t>
      </w:r>
      <w:r w:rsidR="002C50B2">
        <w:t>’</w:t>
      </w:r>
      <w:r w:rsidRPr="00275B88">
        <w:t>oreille</w:t>
      </w:r>
      <w:r w:rsidR="002C50B2">
        <w:t>.</w:t>
      </w:r>
    </w:p>
    <w:p w14:paraId="4A33DB38" w14:textId="77777777" w:rsidR="002C50B2" w:rsidRDefault="002C50B2" w:rsidP="002C50B2">
      <w:r>
        <w:t>— </w:t>
      </w:r>
      <w:r w:rsidR="00C77A4E" w:rsidRPr="00275B88">
        <w:t>Je vous la confie</w:t>
      </w:r>
      <w:r>
        <w:t> !</w:t>
      </w:r>
    </w:p>
    <w:p w14:paraId="0C1456D7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affirmait Marie</w:t>
      </w:r>
      <w:r w:rsidR="00C77A4E">
        <w:t>-</w:t>
      </w:r>
      <w:r w:rsidR="00C77A4E" w:rsidRPr="00275B88">
        <w:t>Jeanne avec une sincérité absolue</w:t>
      </w:r>
      <w:r>
        <w:t xml:space="preserve">, </w:t>
      </w:r>
      <w:r w:rsidR="00C77A4E" w:rsidRPr="00275B88">
        <w:t>vous pouvez entièrement compter sur moi</w:t>
      </w:r>
      <w:r>
        <w:t xml:space="preserve">. </w:t>
      </w:r>
      <w:r w:rsidR="00C77A4E" w:rsidRPr="00275B88">
        <w:t>Tant que je serai là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arrivera rien à Mademoiselle</w:t>
      </w:r>
      <w:r>
        <w:t>.</w:t>
      </w:r>
    </w:p>
    <w:p w14:paraId="509AD5FB" w14:textId="77777777" w:rsidR="002C50B2" w:rsidRDefault="00C77A4E" w:rsidP="002C50B2">
      <w:r w:rsidRPr="00275B88">
        <w:t>Et le détective quitta son studio</w:t>
      </w:r>
      <w:r w:rsidR="002C50B2">
        <w:t>.</w:t>
      </w:r>
    </w:p>
    <w:p w14:paraId="7C1BFB28" w14:textId="77777777" w:rsidR="002C50B2" w:rsidRDefault="00C77A4E" w:rsidP="002C50B2">
      <w:r w:rsidRPr="00275B88">
        <w:t>Après être demeurée quelques secondes pensive et silencieuse</w:t>
      </w:r>
      <w:r w:rsidR="002C50B2">
        <w:t xml:space="preserve">, </w:t>
      </w:r>
      <w:r w:rsidRPr="00275B88">
        <w:t>Colette fit quelques pas et se laissa tomber sur un siège</w:t>
      </w:r>
      <w:r w:rsidR="002C50B2">
        <w:t>.</w:t>
      </w:r>
    </w:p>
    <w:p w14:paraId="1FD6F065" w14:textId="77777777" w:rsidR="002C50B2" w:rsidRDefault="00C77A4E" w:rsidP="002C50B2">
      <w:r w:rsidRPr="00275B88">
        <w:t>Envahie de nouveau par l</w:t>
      </w:r>
      <w:r w:rsidR="002C50B2">
        <w:t>’</w:t>
      </w:r>
      <w:r w:rsidRPr="00275B88">
        <w:t>inquiétude</w:t>
      </w:r>
      <w:r w:rsidR="002C50B2">
        <w:t xml:space="preserve">, </w:t>
      </w:r>
      <w:r w:rsidRPr="00275B88">
        <w:t>elle courba le front et se cacha la tête entre les mains</w:t>
      </w:r>
      <w:r w:rsidR="002C50B2">
        <w:t>.</w:t>
      </w:r>
    </w:p>
    <w:p w14:paraId="5631026B" w14:textId="77777777" w:rsidR="002C50B2" w:rsidRDefault="00C77A4E" w:rsidP="002C50B2">
      <w:r w:rsidRPr="00275B88">
        <w:t>Des larmes affluaient à ses yeux</w:t>
      </w:r>
      <w:r w:rsidR="002C50B2">
        <w:t xml:space="preserve">. </w:t>
      </w:r>
      <w:r w:rsidRPr="00275B88">
        <w:t>Un douloureux sanglot gonfla sa poitrine</w:t>
      </w:r>
      <w:r w:rsidR="002C50B2">
        <w:t>.</w:t>
      </w:r>
    </w:p>
    <w:p w14:paraId="715A12FB" w14:textId="13D10EC9" w:rsidR="002C50B2" w:rsidRDefault="002C50B2" w:rsidP="002C50B2">
      <w:r>
        <w:t>« </w:t>
      </w:r>
      <w:r w:rsidR="00C77A4E" w:rsidRPr="00275B88">
        <w:t>Pourquoi</w:t>
      </w:r>
      <w:r>
        <w:t xml:space="preserve">, </w:t>
      </w:r>
      <w:r w:rsidR="00C77A4E" w:rsidRPr="00275B88">
        <w:t>se 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… </w:t>
      </w:r>
      <w:r w:rsidR="00C77A4E" w:rsidRPr="00275B88">
        <w:t>oui</w:t>
      </w:r>
      <w:r>
        <w:t xml:space="preserve">, </w:t>
      </w:r>
      <w:r w:rsidR="00C77A4E" w:rsidRPr="00275B88">
        <w:t>pourquoi ai</w:t>
      </w:r>
      <w:r w:rsidR="00C77A4E">
        <w:t>-</w:t>
      </w:r>
      <w:r w:rsidR="00C77A4E" w:rsidRPr="00275B88">
        <w:t>je tant de chagrin</w:t>
      </w:r>
      <w:r>
        <w:t> ? »</w:t>
      </w:r>
    </w:p>
    <w:p w14:paraId="1ACCF9C3" w14:textId="77777777" w:rsidR="002C50B2" w:rsidRDefault="00C77A4E" w:rsidP="002C50B2">
      <w:r w:rsidRPr="00275B88">
        <w:t>Marie</w:t>
      </w:r>
      <w:r>
        <w:t>-</w:t>
      </w:r>
      <w:r w:rsidRPr="00275B88">
        <w:t>Jeanne la contempla</w:t>
      </w:r>
      <w:r w:rsidR="002C50B2">
        <w:t xml:space="preserve">, </w:t>
      </w:r>
      <w:r w:rsidRPr="00275B88">
        <w:t>tout attendrie</w:t>
      </w:r>
      <w:r w:rsidR="002C50B2">
        <w:t xml:space="preserve">. </w:t>
      </w:r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approchant de la jeune fille</w:t>
      </w:r>
      <w:r w:rsidR="002C50B2">
        <w:t xml:space="preserve">, </w:t>
      </w:r>
      <w:r w:rsidRPr="00275B88">
        <w:t>elle fit avec bonhomie</w:t>
      </w:r>
      <w:r w:rsidR="002C50B2">
        <w:t> :</w:t>
      </w:r>
    </w:p>
    <w:p w14:paraId="58904D0E" w14:textId="77777777" w:rsidR="002C50B2" w:rsidRDefault="002C50B2" w:rsidP="002C50B2">
      <w:r>
        <w:t>— </w:t>
      </w:r>
      <w:r w:rsidR="00C77A4E" w:rsidRPr="00275B88">
        <w:t>Faut pas pleurer comme ça</w:t>
      </w:r>
      <w:r>
        <w:t xml:space="preserve">, </w:t>
      </w:r>
      <w:r w:rsidR="00C77A4E" w:rsidRPr="00275B88">
        <w:t>mademoiselle Colette</w:t>
      </w:r>
      <w:r>
        <w:t> !</w:t>
      </w:r>
    </w:p>
    <w:p w14:paraId="2B87A217" w14:textId="77777777" w:rsidR="002C50B2" w:rsidRDefault="00C77A4E" w:rsidP="002C50B2">
      <w:r w:rsidRPr="00275B88">
        <w:t>Et se penchant vers la charmante enfant dont elle avait deviné le secret</w:t>
      </w:r>
      <w:r w:rsidR="002C50B2">
        <w:t xml:space="preserve">, </w:t>
      </w:r>
      <w:r w:rsidRPr="00275B88">
        <w:t>elle ajouta simplement</w:t>
      </w:r>
      <w:r w:rsidR="002C50B2">
        <w:t> :</w:t>
      </w:r>
    </w:p>
    <w:p w14:paraId="09ADBA59" w14:textId="77777777" w:rsidR="002C50B2" w:rsidRDefault="002C50B2" w:rsidP="002C50B2">
      <w:r>
        <w:t>— </w:t>
      </w:r>
      <w:r w:rsidR="00C77A4E" w:rsidRPr="00275B88">
        <w:t>Il reviendra</w:t>
      </w:r>
      <w:r>
        <w:t> !</w:t>
      </w:r>
    </w:p>
    <w:p w14:paraId="310C5D60" w14:textId="0D622839" w:rsidR="00C77A4E" w:rsidRPr="000715AD" w:rsidRDefault="00C77A4E" w:rsidP="002C50B2">
      <w:pPr>
        <w:pStyle w:val="Titre2"/>
      </w:pPr>
      <w:bookmarkStart w:id="42" w:name="_Toc145914616"/>
      <w:bookmarkStart w:id="43" w:name="_Toc203477073"/>
      <w:r w:rsidRPr="00A87CF8">
        <w:lastRenderedPageBreak/>
        <w:t>II</w:t>
      </w:r>
      <w:bookmarkEnd w:id="42"/>
      <w:r>
        <w:br/>
      </w:r>
      <w:r>
        <w:br/>
      </w:r>
      <w:bookmarkStart w:id="44" w:name="_Toc145914617"/>
      <w:r w:rsidRPr="000715AD">
        <w:t>PREMIÈRE ENQUÊTE</w:t>
      </w:r>
      <w:bookmarkEnd w:id="43"/>
      <w:bookmarkEnd w:id="44"/>
      <w:r>
        <w:br/>
      </w:r>
    </w:p>
    <w:p w14:paraId="3ECEEAAA" w14:textId="77777777" w:rsidR="002C50B2" w:rsidRDefault="00C77A4E" w:rsidP="002C50B2">
      <w:r w:rsidRPr="00275B88">
        <w:t xml:space="preserve">Après avoir recommandé à </w:t>
      </w:r>
      <w:proofErr w:type="spellStart"/>
      <w:r w:rsidRPr="00275B88">
        <w:t>Gautrais</w:t>
      </w:r>
      <w:proofErr w:type="spellEnd"/>
      <w:r w:rsidRPr="00275B88">
        <w:t xml:space="preserve"> de monter</w:t>
      </w:r>
      <w:r w:rsidR="002C50B2">
        <w:t xml:space="preserve">, </w:t>
      </w:r>
      <w:r w:rsidRPr="00275B88">
        <w:t>pendant son absence</w:t>
      </w:r>
      <w:r w:rsidR="002C50B2">
        <w:t xml:space="preserve">, </w:t>
      </w:r>
      <w:r w:rsidRPr="00275B88">
        <w:t>une garde vigilante dans le jardin de la villa</w:t>
      </w:r>
      <w:r w:rsidR="002C50B2">
        <w:t xml:space="preserve">, </w:t>
      </w:r>
      <w:r w:rsidRPr="00275B88">
        <w:t>avec les deux danois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 s</w:t>
      </w:r>
      <w:r w:rsidR="002C50B2">
        <w:t>’</w:t>
      </w:r>
      <w:r w:rsidRPr="00275B88">
        <w:t>étaient tout de suite familiarisés avec l</w:t>
      </w:r>
      <w:r w:rsidR="002C50B2">
        <w:t>’</w:t>
      </w:r>
      <w:r w:rsidRPr="00275B88">
        <w:t>ex</w:t>
      </w:r>
      <w:r>
        <w:t>-</w:t>
      </w:r>
      <w:r w:rsidRPr="00275B88">
        <w:t>gardien du Louvre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était rendu immédiatement chez Simone Desroches</w:t>
      </w:r>
      <w:r w:rsidR="002C50B2">
        <w:t>.</w:t>
      </w:r>
    </w:p>
    <w:p w14:paraId="5168C274" w14:textId="77777777" w:rsidR="002C50B2" w:rsidRDefault="00C77A4E" w:rsidP="002C50B2">
      <w:r w:rsidRPr="00275B88">
        <w:t>Il avait été reçu par Elsa Bergen et Maurice de Thouars</w:t>
      </w:r>
      <w:r w:rsidR="002C50B2">
        <w:t xml:space="preserve">.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maintenant</w:t>
      </w:r>
      <w:r w:rsidR="002C50B2">
        <w:t xml:space="preserve">, </w:t>
      </w:r>
      <w:r w:rsidRPr="00275B88">
        <w:t>ne quittait guère la maison d</w:t>
      </w:r>
      <w:r w:rsidR="002C50B2">
        <w:t>’</w:t>
      </w:r>
      <w:r w:rsidRPr="00275B88">
        <w:t>Auteuil</w:t>
      </w:r>
      <w:r w:rsidR="002C50B2">
        <w:t>.</w:t>
      </w:r>
    </w:p>
    <w:p w14:paraId="71591C24" w14:textId="77777777" w:rsidR="002C50B2" w:rsidRDefault="00C77A4E" w:rsidP="002C50B2">
      <w:r w:rsidRPr="00275B88">
        <w:t>Tous deux avaient fait au roi des détectives le récit exact et détaillé des événements</w:t>
      </w:r>
      <w:r w:rsidR="002C50B2">
        <w:t xml:space="preserve">, </w:t>
      </w:r>
      <w:r w:rsidRPr="00275B88">
        <w:t>troublants entre tous</w:t>
      </w:r>
      <w:r w:rsidR="002C50B2">
        <w:t xml:space="preserve">, </w:t>
      </w:r>
      <w:r w:rsidRPr="00275B88">
        <w:t>auxquels ils avaient assisté au cours de la nuit précédente</w:t>
      </w:r>
      <w:r w:rsidR="002C50B2">
        <w:t xml:space="preserve">, </w:t>
      </w:r>
      <w:r w:rsidRPr="00275B88">
        <w:t>récit que Chantecoq avait écouté avec la plus grande attention et dont il avait soigneusement noté dans son esprit jusqu</w:t>
      </w:r>
      <w:r w:rsidR="002C50B2">
        <w:t>’</w:t>
      </w:r>
      <w:r w:rsidRPr="00275B88">
        <w:t>aux moindres détails</w:t>
      </w:r>
      <w:r w:rsidR="002C50B2">
        <w:t>.</w:t>
      </w:r>
    </w:p>
    <w:p w14:paraId="53C41E63" w14:textId="77777777" w:rsidR="002C50B2" w:rsidRDefault="00C77A4E" w:rsidP="002C50B2">
      <w:r w:rsidRPr="00275B88">
        <w:t>Lorsque ses interlocuteurs eurent terminé</w:t>
      </w:r>
      <w:r w:rsidR="002C50B2">
        <w:t xml:space="preserve">, </w:t>
      </w:r>
      <w:r w:rsidRPr="00275B88">
        <w:t>après s</w:t>
      </w:r>
      <w:r w:rsidR="002C50B2">
        <w:t>’</w:t>
      </w:r>
      <w:r w:rsidRPr="00275B88">
        <w:t>être recueilli pendant quelques secondes</w:t>
      </w:r>
      <w:r w:rsidR="002C50B2">
        <w:t xml:space="preserve">, </w:t>
      </w:r>
      <w:r w:rsidRPr="00275B88">
        <w:t>il demanda</w:t>
      </w:r>
      <w:r w:rsidR="002C50B2">
        <w:t> :</w:t>
      </w:r>
    </w:p>
    <w:p w14:paraId="0574D90D" w14:textId="77777777" w:rsidR="002C50B2" w:rsidRDefault="002C50B2" w:rsidP="002C50B2">
      <w:r>
        <w:t>— </w:t>
      </w:r>
      <w:r w:rsidR="00C77A4E" w:rsidRPr="00275B88">
        <w:t>Quelle heure était</w:t>
      </w:r>
      <w:r w:rsidR="00C77A4E">
        <w:t>-</w:t>
      </w:r>
      <w:r w:rsidR="00C77A4E" w:rsidRPr="00275B88">
        <w:t>il quand vous avez vu le Fantôme</w:t>
      </w:r>
      <w:r>
        <w:t> ?</w:t>
      </w:r>
    </w:p>
    <w:p w14:paraId="11E10F7A" w14:textId="24555BD2" w:rsidR="002C50B2" w:rsidRDefault="002C50B2" w:rsidP="002C50B2">
      <w:r>
        <w:t>— </w:t>
      </w:r>
      <w:r w:rsidR="00C77A4E" w:rsidRPr="00275B88">
        <w:t>Vingt</w:t>
      </w:r>
      <w:r w:rsidR="00C77A4E">
        <w:t>-</w:t>
      </w:r>
      <w:r w:rsidR="00C77A4E" w:rsidRPr="00275B88">
        <w:t>trois heures</w:t>
      </w:r>
      <w:r>
        <w:t xml:space="preserve">, </w:t>
      </w:r>
      <w:r w:rsidR="00C77A4E" w:rsidRPr="00275B88">
        <w:t xml:space="preserve">répondit nettement </w:t>
      </w:r>
      <w:r>
        <w:t>M. de </w:t>
      </w:r>
      <w:r w:rsidR="00C77A4E" w:rsidRPr="00275B88">
        <w:t>Thouars</w:t>
      </w:r>
      <w:r>
        <w:t>.</w:t>
      </w:r>
    </w:p>
    <w:p w14:paraId="7125DD66" w14:textId="77777777" w:rsidR="002C50B2" w:rsidRDefault="002C50B2" w:rsidP="002C50B2">
      <w:r>
        <w:t>— </w:t>
      </w:r>
      <w:r w:rsidR="00C77A4E" w:rsidRPr="00275B88">
        <w:t>Pourriez</w:t>
      </w:r>
      <w:r w:rsidR="00C77A4E">
        <w:t>-</w:t>
      </w:r>
      <w:r w:rsidR="00C77A4E" w:rsidRPr="00275B88">
        <w:t>vous me montrer le meuble qui renfermait les lettres volées</w:t>
      </w:r>
      <w:r>
        <w:t> ?</w:t>
      </w:r>
    </w:p>
    <w:p w14:paraId="551116E9" w14:textId="73C302C5" w:rsidR="002C50B2" w:rsidRDefault="002C50B2" w:rsidP="002C50B2">
      <w:r>
        <w:t>— </w:t>
      </w:r>
      <w:r w:rsidR="00C77A4E" w:rsidRPr="00275B88">
        <w:t>Veuillez me suivre</w:t>
      </w:r>
      <w:r>
        <w:t xml:space="preserve">, </w:t>
      </w:r>
      <w:r w:rsidR="00C77A4E" w:rsidRPr="00275B88">
        <w:t xml:space="preserve">invitait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.</w:t>
      </w:r>
    </w:p>
    <w:p w14:paraId="640902EA" w14:textId="77777777" w:rsidR="002C50B2" w:rsidRDefault="00C77A4E" w:rsidP="002C50B2">
      <w:r w:rsidRPr="00275B88">
        <w:t>Tous trois passèrent du grand salon dans le boudoir</w:t>
      </w:r>
      <w:r w:rsidR="002C50B2">
        <w:t>.</w:t>
      </w:r>
    </w:p>
    <w:p w14:paraId="4C8C9493" w14:textId="7C773895" w:rsidR="002C50B2" w:rsidRDefault="002C50B2" w:rsidP="002C50B2">
      <w:r>
        <w:lastRenderedPageBreak/>
        <w:t>M. de </w:t>
      </w:r>
      <w:r w:rsidR="00C77A4E" w:rsidRPr="00275B88">
        <w:t>Thouars conduisit directement le limier vers le secrétaire qui était resté ouvert</w:t>
      </w:r>
      <w:r>
        <w:t>.</w:t>
      </w:r>
    </w:p>
    <w:p w14:paraId="74E8A064" w14:textId="77777777" w:rsidR="002C50B2" w:rsidRDefault="002C50B2" w:rsidP="002C50B2">
      <w:r>
        <w:t>— </w:t>
      </w:r>
      <w:r w:rsidR="00C77A4E" w:rsidRPr="00275B88">
        <w:t>On n</w:t>
      </w:r>
      <w:r>
        <w:t>’</w:t>
      </w:r>
      <w:r w:rsidR="00C77A4E" w:rsidRPr="00275B88">
        <w:t>a touché à rien</w:t>
      </w:r>
      <w:r>
        <w:t xml:space="preserve"> ? </w:t>
      </w:r>
      <w:r w:rsidR="00C77A4E" w:rsidRPr="00275B88">
        <w:t>interrogea Chantecoq</w:t>
      </w:r>
      <w:r>
        <w:t>.</w:t>
      </w:r>
    </w:p>
    <w:p w14:paraId="00C1E9E4" w14:textId="77777777" w:rsidR="002C50B2" w:rsidRDefault="002C50B2" w:rsidP="002C50B2">
      <w:r>
        <w:t>— </w:t>
      </w:r>
      <w:r w:rsidR="00C77A4E" w:rsidRPr="00275B88">
        <w:t>À rien</w:t>
      </w:r>
      <w:r>
        <w:t>.</w:t>
      </w:r>
    </w:p>
    <w:p w14:paraId="05BA5725" w14:textId="77777777" w:rsidR="002C50B2" w:rsidRDefault="002C50B2" w:rsidP="002C50B2">
      <w:r>
        <w:t>— </w:t>
      </w:r>
      <w:r w:rsidR="00C77A4E" w:rsidRPr="00275B88">
        <w:t>Où se trouvaient exactement les lettres</w:t>
      </w:r>
      <w:r>
        <w:t> ?</w:t>
      </w:r>
    </w:p>
    <w:p w14:paraId="2260F908" w14:textId="719CE7E0" w:rsidR="002C50B2" w:rsidRDefault="002C50B2" w:rsidP="002C50B2">
      <w:r>
        <w:t>— </w:t>
      </w:r>
      <w:r w:rsidR="00C77A4E" w:rsidRPr="00275B88">
        <w:t>Seule</w:t>
      </w:r>
      <w:r>
        <w:t xml:space="preserve">, </w:t>
      </w:r>
      <w:r w:rsidR="00C77A4E" w:rsidRPr="00275B88">
        <w:t>répliquait la Scandinave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pourrait le dire</w:t>
      </w:r>
      <w:r>
        <w:t xml:space="preserve">. </w:t>
      </w:r>
      <w:r w:rsidR="00C77A4E" w:rsidRPr="00275B88">
        <w:t>Mais encore sous le coup de l</w:t>
      </w:r>
      <w:r>
        <w:t>’</w:t>
      </w:r>
      <w:r w:rsidR="00C77A4E" w:rsidRPr="00275B88">
        <w:t>impression terrible que lui a causée ce mystérieux attentat</w:t>
      </w:r>
      <w:r>
        <w:t xml:space="preserve">, </w:t>
      </w:r>
      <w:r w:rsidR="00C77A4E" w:rsidRPr="00275B88">
        <w:t>elle est très souffrante</w:t>
      </w:r>
      <w:r>
        <w:t xml:space="preserve">, </w:t>
      </w:r>
      <w:r w:rsidR="00C77A4E" w:rsidRPr="00275B88">
        <w:t>et je doute fort qu</w:t>
      </w:r>
      <w:r>
        <w:t>’</w:t>
      </w:r>
      <w:r w:rsidR="00C77A4E" w:rsidRPr="00275B88">
        <w:t>elle soit en état de répondre</w:t>
      </w:r>
      <w:r>
        <w:t>.</w:t>
      </w:r>
    </w:p>
    <w:p w14:paraId="5C756E13" w14:textId="77777777" w:rsidR="002C50B2" w:rsidRDefault="00C77A4E" w:rsidP="002C50B2">
      <w:r w:rsidRPr="00275B88">
        <w:t>Le limier n</w:t>
      </w:r>
      <w:r w:rsidR="002C50B2">
        <w:t>’</w:t>
      </w:r>
      <w:r w:rsidRPr="00275B88">
        <w:t>insista pas</w:t>
      </w:r>
      <w:r w:rsidR="002C50B2">
        <w:t>…</w:t>
      </w:r>
    </w:p>
    <w:p w14:paraId="21A3C7D6" w14:textId="77777777" w:rsidR="002C50B2" w:rsidRDefault="00C77A4E" w:rsidP="002C50B2">
      <w:r w:rsidRPr="00275B88">
        <w:t>Maintenant</w:t>
      </w:r>
      <w:r w:rsidR="002C50B2">
        <w:t xml:space="preserve">, </w:t>
      </w:r>
      <w:r w:rsidRPr="00275B88">
        <w:t>il examinait avec attention le secrétaire</w:t>
      </w:r>
      <w:r w:rsidR="002C50B2">
        <w:t xml:space="preserve">, </w:t>
      </w:r>
      <w:r w:rsidRPr="00275B88">
        <w:t>qui ne portait aucune trace d</w:t>
      </w:r>
      <w:r w:rsidR="002C50B2">
        <w:t>’</w:t>
      </w:r>
      <w:r w:rsidRPr="00275B88">
        <w:t>effraction</w:t>
      </w:r>
      <w:r w:rsidR="002C50B2">
        <w:t>.</w:t>
      </w:r>
    </w:p>
    <w:p w14:paraId="6BE54857" w14:textId="77777777" w:rsidR="002C50B2" w:rsidRDefault="002C50B2" w:rsidP="002C50B2">
      <w:r>
        <w:t>— </w:t>
      </w:r>
      <w:r w:rsidR="00C77A4E" w:rsidRPr="00275B88">
        <w:t>Il est évident</w:t>
      </w:r>
      <w:r>
        <w:t xml:space="preserve">, </w:t>
      </w:r>
      <w:r w:rsidR="00C77A4E" w:rsidRPr="00275B88">
        <w:t>concluait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que le voleur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a commis aucun dégât</w:t>
      </w:r>
      <w:r>
        <w:t xml:space="preserve">, </w:t>
      </w:r>
      <w:r w:rsidR="00C77A4E" w:rsidRPr="00275B88">
        <w:t>a dû se servir d</w:t>
      </w:r>
      <w:r>
        <w:t>’</w:t>
      </w:r>
      <w:r w:rsidR="00C77A4E" w:rsidRPr="00275B88">
        <w:t>un instrument extrêmement perfectionné</w:t>
      </w:r>
      <w:r>
        <w:t>…</w:t>
      </w:r>
    </w:p>
    <w:p w14:paraId="05B1A91F" w14:textId="77777777" w:rsidR="002C50B2" w:rsidRDefault="002C50B2" w:rsidP="002C50B2">
      <w:r>
        <w:t>« </w:t>
      </w:r>
      <w:r w:rsidR="00C77A4E" w:rsidRPr="00275B88">
        <w:t>À moins qu</w:t>
      </w:r>
      <w:r>
        <w:t>’</w:t>
      </w:r>
      <w:r w:rsidR="00C77A4E" w:rsidRPr="00275B88">
        <w:t>il n</w:t>
      </w:r>
      <w:r>
        <w:t>’</w:t>
      </w:r>
      <w:r w:rsidR="00C77A4E" w:rsidRPr="00275B88">
        <w:t>ait réussi à se procurer l</w:t>
      </w:r>
      <w:r>
        <w:t>’</w:t>
      </w:r>
      <w:r w:rsidR="00C77A4E" w:rsidRPr="00275B88">
        <w:t>empreinte de la serrure</w:t>
      </w:r>
      <w:r>
        <w:t xml:space="preserve">, </w:t>
      </w:r>
      <w:r w:rsidR="00C77A4E" w:rsidRPr="00275B88">
        <w:t>ce qui donnerait raison à ses premières déductions</w:t>
      </w:r>
      <w:r>
        <w:t xml:space="preserve">, </w:t>
      </w:r>
      <w:r w:rsidR="00C77A4E" w:rsidRPr="00275B88">
        <w:t>à savoir qu</w:t>
      </w:r>
      <w:r>
        <w:t>’</w:t>
      </w:r>
      <w:r w:rsidR="00C77A4E" w:rsidRPr="00275B88">
        <w:t>il faut chercher le coupable parmi les intimes de notre jeune poétesse</w:t>
      </w:r>
      <w:r>
        <w:t>…</w:t>
      </w:r>
    </w:p>
    <w:p w14:paraId="3F77CE6C" w14:textId="25D7D182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 xml:space="preserve">, </w:t>
      </w:r>
      <w:r w:rsidR="00C77A4E" w:rsidRPr="00275B88">
        <w:t xml:space="preserve">observait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la photographie des empreintes donnera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quelque résultat</w:t>
      </w:r>
      <w:r>
        <w:t> ?</w:t>
      </w:r>
    </w:p>
    <w:p w14:paraId="3FE778C1" w14:textId="77777777" w:rsidR="002C50B2" w:rsidRDefault="002C50B2" w:rsidP="002C50B2">
      <w:r>
        <w:t>— </w:t>
      </w:r>
      <w:r w:rsidR="00C77A4E" w:rsidRPr="00275B88">
        <w:t>Je puis</w:t>
      </w:r>
      <w:r>
        <w:t xml:space="preserve">, </w:t>
      </w:r>
      <w:r w:rsidR="00C77A4E" w:rsidRPr="00275B88">
        <w:t>dès à présent</w:t>
      </w:r>
      <w:r>
        <w:t xml:space="preserve">, </w:t>
      </w:r>
      <w:r w:rsidR="00C77A4E" w:rsidRPr="00275B88">
        <w:t>vous affirmer que non</w:t>
      </w:r>
      <w:r>
        <w:t xml:space="preserve">… </w:t>
      </w:r>
      <w:r w:rsidR="00C77A4E" w:rsidRPr="00275B88">
        <w:t>déclarait le célèbre limier avec force</w:t>
      </w:r>
      <w:r>
        <w:t xml:space="preserve">… </w:t>
      </w:r>
      <w:r w:rsidR="00C77A4E" w:rsidRPr="00275B88">
        <w:t>et je vais vous en donner la preuve</w:t>
      </w:r>
      <w:r>
        <w:t>…</w:t>
      </w:r>
    </w:p>
    <w:p w14:paraId="4330BF7D" w14:textId="77777777" w:rsidR="002C50B2" w:rsidRDefault="002C50B2" w:rsidP="002C50B2">
      <w:pPr>
        <w:rPr>
          <w:i/>
          <w:iCs/>
        </w:rPr>
      </w:pPr>
      <w:r>
        <w:t>« </w:t>
      </w:r>
      <w:r w:rsidR="00C77A4E" w:rsidRPr="00275B88">
        <w:t>D</w:t>
      </w:r>
      <w:r>
        <w:t>’</w:t>
      </w:r>
      <w:r w:rsidR="00C77A4E" w:rsidRPr="00275B88">
        <w:t>après la description que vous venez de m</w:t>
      </w:r>
      <w:r>
        <w:t>’</w:t>
      </w:r>
      <w:r w:rsidR="00C77A4E" w:rsidRPr="00275B88">
        <w:t>en faire</w:t>
      </w:r>
      <w:r>
        <w:t xml:space="preserve">, </w:t>
      </w:r>
      <w:r w:rsidR="00C77A4E" w:rsidRPr="00275B88">
        <w:t>le bandit qui s</w:t>
      </w:r>
      <w:r>
        <w:t>’</w:t>
      </w:r>
      <w:r w:rsidR="00C77A4E" w:rsidRPr="00275B88">
        <w:t xml:space="preserve">est introduit cette nuit ici est le même que celui </w:t>
      </w:r>
      <w:r w:rsidR="00C77A4E" w:rsidRPr="00275B88">
        <w:lastRenderedPageBreak/>
        <w:t>que j</w:t>
      </w:r>
      <w:r>
        <w:t>’</w:t>
      </w:r>
      <w:r w:rsidR="00C77A4E" w:rsidRPr="00275B88">
        <w:t>ai rencontré au Louvre</w:t>
      </w:r>
      <w:r>
        <w:t xml:space="preserve">, </w:t>
      </w:r>
      <w:r w:rsidR="00C77A4E" w:rsidRPr="00275B88">
        <w:t>il y a deux nuits</w:t>
      </w:r>
      <w:r>
        <w:t xml:space="preserve">, </w:t>
      </w:r>
      <w:r w:rsidR="00C77A4E" w:rsidRPr="00275B88">
        <w:t>au pied de la statue de Belphégor</w:t>
      </w:r>
      <w:r>
        <w:t xml:space="preserve">, </w:t>
      </w:r>
      <w:r w:rsidR="00C77A4E" w:rsidRPr="00275B88">
        <w:t xml:space="preserve">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6380D1BB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 </w:t>
      </w:r>
      <w:r w:rsidR="00C77A4E" w:rsidRPr="00275B88">
        <w:t>vous l</w:t>
      </w:r>
      <w:r>
        <w:t>’</w:t>
      </w:r>
      <w:r w:rsidR="00C77A4E" w:rsidRPr="00275B88">
        <w:t>avez vu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exclamèrent simultanément la demoiselle de compagnie et le beau Maurice</w:t>
      </w:r>
      <w:r>
        <w:t>.</w:t>
      </w:r>
    </w:p>
    <w:p w14:paraId="39095A7E" w14:textId="77777777" w:rsidR="002C50B2" w:rsidRDefault="002C50B2" w:rsidP="002C50B2">
      <w:r>
        <w:t>— </w:t>
      </w:r>
      <w:r w:rsidR="00C77A4E" w:rsidRPr="00275B88">
        <w:t>Comme je vous vois</w:t>
      </w:r>
      <w:r>
        <w:t xml:space="preserve"> ! </w:t>
      </w:r>
      <w:r w:rsidR="00C77A4E" w:rsidRPr="00275B88">
        <w:t>répliquait Chantecoq</w:t>
      </w:r>
      <w:r>
        <w:t>.</w:t>
      </w:r>
    </w:p>
    <w:p w14:paraId="7EB8CE6A" w14:textId="77777777" w:rsidR="002C50B2" w:rsidRDefault="00C77A4E" w:rsidP="002C50B2">
      <w:r w:rsidRPr="00275B88">
        <w:t>Et d</w:t>
      </w:r>
      <w:r w:rsidR="002C50B2">
        <w:t>’</w:t>
      </w:r>
      <w:r w:rsidRPr="00275B88">
        <w:t>un ton mordant</w:t>
      </w:r>
      <w:r w:rsidR="002C50B2">
        <w:t xml:space="preserve">, </w:t>
      </w:r>
      <w:r w:rsidRPr="00275B88">
        <w:t>incisif</w:t>
      </w:r>
      <w:r w:rsidR="002C50B2">
        <w:t xml:space="preserve">, </w:t>
      </w:r>
      <w:r w:rsidRPr="00275B88">
        <w:t>il martela</w:t>
      </w:r>
      <w:r w:rsidR="002C50B2">
        <w:t> :</w:t>
      </w:r>
    </w:p>
    <w:p w14:paraId="5E707ABA" w14:textId="77777777" w:rsidR="002C50B2" w:rsidRDefault="002C50B2" w:rsidP="002C50B2">
      <w:r>
        <w:t>— </w:t>
      </w:r>
      <w:r w:rsidR="00C77A4E" w:rsidRPr="00275B88">
        <w:t>Et j</w:t>
      </w:r>
      <w:r>
        <w:t>’</w:t>
      </w:r>
      <w:r w:rsidR="00C77A4E" w:rsidRPr="00275B88">
        <w:t>ai constaté qu</w:t>
      </w:r>
      <w:r>
        <w:t>’</w:t>
      </w:r>
      <w:r w:rsidR="00C77A4E" w:rsidRPr="00275B88">
        <w:t>il portait des gants noirs</w:t>
      </w:r>
      <w:r>
        <w:t xml:space="preserve">, </w:t>
      </w:r>
      <w:r w:rsidR="00C77A4E" w:rsidRPr="00275B88">
        <w:t>grâce auxquels il pouvait</w:t>
      </w:r>
      <w:r>
        <w:t xml:space="preserve">, </w:t>
      </w:r>
      <w:r w:rsidR="00C77A4E" w:rsidRPr="00275B88">
        <w:t>sans risquer de se trahir</w:t>
      </w:r>
      <w:r>
        <w:t xml:space="preserve">, </w:t>
      </w:r>
      <w:r w:rsidR="00C77A4E" w:rsidRPr="00275B88">
        <w:t>manipuler les objets les plus divers</w:t>
      </w:r>
      <w:r>
        <w:t>.</w:t>
      </w:r>
    </w:p>
    <w:p w14:paraId="3BDC2004" w14:textId="3A90D3AE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où</w:t>
      </w:r>
      <w:r>
        <w:t xml:space="preserve">, </w:t>
      </w:r>
      <w:r w:rsidR="00C77A4E" w:rsidRPr="00275B88">
        <w:t xml:space="preserve">appuyait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la difficulté très grande de se procurer</w:t>
      </w:r>
      <w:r>
        <w:t xml:space="preserve">, </w:t>
      </w:r>
      <w:r w:rsidR="00C77A4E" w:rsidRPr="00275B88">
        <w:t>sur ce mystérieux malfaiteur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utiles renseignements</w:t>
      </w:r>
      <w:r>
        <w:t>.</w:t>
      </w:r>
    </w:p>
    <w:p w14:paraId="4DCA80B9" w14:textId="77777777" w:rsidR="002C50B2" w:rsidRDefault="002C50B2" w:rsidP="002C50B2">
      <w:r>
        <w:t>— </w:t>
      </w:r>
      <w:r w:rsidR="00C77A4E" w:rsidRPr="00275B88">
        <w:t>Fort heureusement</w:t>
      </w:r>
      <w:r>
        <w:t xml:space="preserve">, </w:t>
      </w:r>
      <w:r w:rsidR="00C77A4E" w:rsidRPr="00275B88">
        <w:t>déclarait le roi des détectives</w:t>
      </w:r>
      <w:r>
        <w:t xml:space="preserve">, </w:t>
      </w:r>
      <w:r w:rsidR="00C77A4E" w:rsidRPr="00275B88">
        <w:t>nous avons à notre disposition d</w:t>
      </w:r>
      <w:r>
        <w:t>’</w:t>
      </w:r>
      <w:r w:rsidR="00C77A4E" w:rsidRPr="00275B88">
        <w:t>autres moyens d</w:t>
      </w:r>
      <w:r>
        <w:t>’</w:t>
      </w:r>
      <w:r w:rsidR="00C77A4E" w:rsidRPr="00275B88">
        <w:t>investigation qui</w:t>
      </w:r>
      <w:r>
        <w:t xml:space="preserve">, </w:t>
      </w:r>
      <w:r w:rsidR="00C77A4E" w:rsidRPr="00275B88">
        <w:t>lorsqu</w:t>
      </w:r>
      <w:r>
        <w:t>’</w:t>
      </w:r>
      <w:r w:rsidR="00C77A4E" w:rsidRPr="00275B88">
        <w:t>on sait s</w:t>
      </w:r>
      <w:r>
        <w:t>’</w:t>
      </w:r>
      <w:r w:rsidR="00C77A4E" w:rsidRPr="00275B88">
        <w:t>en servir</w:t>
      </w:r>
      <w:r>
        <w:t>…</w:t>
      </w:r>
    </w:p>
    <w:p w14:paraId="163E80F4" w14:textId="77777777" w:rsidR="002C50B2" w:rsidRDefault="00C77A4E" w:rsidP="002C50B2">
      <w:r w:rsidRPr="00275B88">
        <w:t>Il s</w:t>
      </w:r>
      <w:r w:rsidR="002C50B2">
        <w:t>’</w:t>
      </w:r>
      <w:r w:rsidRPr="00275B88">
        <w:t>arrêta</w:t>
      </w:r>
      <w:r w:rsidR="002C50B2">
        <w:t xml:space="preserve">… </w:t>
      </w:r>
      <w:r w:rsidRPr="00275B88">
        <w:t>réfléchit un instant</w:t>
      </w:r>
      <w:r w:rsidR="002C50B2">
        <w:t xml:space="preserve">, </w:t>
      </w:r>
      <w:r w:rsidRPr="00275B88">
        <w:t>puis demanda à ses deux interlocuteurs</w:t>
      </w:r>
      <w:r w:rsidR="002C50B2">
        <w:t> :</w:t>
      </w:r>
    </w:p>
    <w:p w14:paraId="67BE4346" w14:textId="77777777" w:rsidR="002C50B2" w:rsidRDefault="002C50B2" w:rsidP="002C50B2">
      <w:r>
        <w:t>— </w:t>
      </w:r>
      <w:r w:rsidR="00C77A4E" w:rsidRPr="00275B88">
        <w:t>Où se trouvait exactement le Fantôme</w:t>
      </w:r>
      <w:r>
        <w:t xml:space="preserve">, </w:t>
      </w:r>
      <w:r w:rsidR="00C77A4E" w:rsidRPr="00275B88">
        <w:t>lorsque vous l</w:t>
      </w:r>
      <w:r>
        <w:t>’</w:t>
      </w:r>
      <w:r w:rsidR="00C77A4E" w:rsidRPr="00275B88">
        <w:t>avez aperçu</w:t>
      </w:r>
      <w:r>
        <w:t> ?</w:t>
      </w:r>
    </w:p>
    <w:p w14:paraId="5796A236" w14:textId="12147CF6" w:rsidR="002C50B2" w:rsidRDefault="002C50B2" w:rsidP="002C50B2">
      <w:r>
        <w:t>— </w:t>
      </w:r>
      <w:r w:rsidR="00C77A4E" w:rsidRPr="00275B88">
        <w:t>Il était en train d</w:t>
      </w:r>
      <w:r>
        <w:t>’</w:t>
      </w:r>
      <w:r w:rsidR="00C77A4E" w:rsidRPr="00275B88">
        <w:t>enjamber la fenêtre que voici</w:t>
      </w:r>
      <w:r>
        <w:t xml:space="preserve">, </w:t>
      </w:r>
      <w:r w:rsidR="00C77A4E" w:rsidRPr="00275B88">
        <w:t xml:space="preserve">répliquait </w:t>
      </w:r>
      <w:r>
        <w:t>M. de </w:t>
      </w:r>
      <w:r w:rsidR="00C77A4E" w:rsidRPr="00275B88">
        <w:t>Thouars</w:t>
      </w:r>
      <w:r>
        <w:t>.</w:t>
      </w:r>
    </w:p>
    <w:p w14:paraId="6A7B29D7" w14:textId="77777777" w:rsidR="002C50B2" w:rsidRDefault="002C50B2" w:rsidP="002C50B2">
      <w:r>
        <w:t>— </w:t>
      </w:r>
      <w:r w:rsidR="00C77A4E" w:rsidRPr="00275B88">
        <w:t>Qui vous a signalé sa présence</w:t>
      </w:r>
      <w:r>
        <w:t xml:space="preserve"> ? </w:t>
      </w:r>
      <w:r w:rsidR="00C77A4E" w:rsidRPr="00275B88">
        <w:t>interrogeait le limier</w:t>
      </w:r>
      <w:r>
        <w:t>.</w:t>
      </w:r>
    </w:p>
    <w:p w14:paraId="4DEB4719" w14:textId="77777777" w:rsidR="002C50B2" w:rsidRDefault="00C77A4E" w:rsidP="002C50B2">
      <w:r w:rsidRPr="00275B88">
        <w:t>La demoiselle de compagnie répondait</w:t>
      </w:r>
      <w:r w:rsidR="002C50B2">
        <w:t> :</w:t>
      </w:r>
    </w:p>
    <w:p w14:paraId="4120E414" w14:textId="77777777" w:rsidR="002C50B2" w:rsidRDefault="002C50B2" w:rsidP="002C50B2">
      <w:r>
        <w:t>— </w:t>
      </w:r>
      <w:r w:rsidR="00C77A4E" w:rsidRPr="00275B88">
        <w:t>Le bruit qu</w:t>
      </w:r>
      <w:r>
        <w:t>’</w:t>
      </w:r>
      <w:r w:rsidR="00C77A4E" w:rsidRPr="00275B88">
        <w:t>a fait en tombant une potiche qu</w:t>
      </w:r>
      <w:r>
        <w:t>’</w:t>
      </w:r>
      <w:r w:rsidR="00C77A4E" w:rsidRPr="00275B88">
        <w:t>il a renversée lorsqu</w:t>
      </w:r>
      <w:r>
        <w:t>’</w:t>
      </w:r>
      <w:r w:rsidR="00C77A4E" w:rsidRPr="00275B88">
        <w:t>il gagnait la fenêtre pour s</w:t>
      </w:r>
      <w:r>
        <w:t>’</w:t>
      </w:r>
      <w:r w:rsidR="00C77A4E" w:rsidRPr="00275B88">
        <w:t>enfuir</w:t>
      </w:r>
      <w:r>
        <w:t>.</w:t>
      </w:r>
    </w:p>
    <w:p w14:paraId="518032DC" w14:textId="2D94779E" w:rsidR="002C50B2" w:rsidRDefault="002C50B2" w:rsidP="002C50B2">
      <w:r>
        <w:lastRenderedPageBreak/>
        <w:t>— </w:t>
      </w:r>
      <w:r w:rsidR="00C77A4E" w:rsidRPr="00275B88">
        <w:t>Alors</w:t>
      </w:r>
      <w:r>
        <w:t xml:space="preserve">, </w:t>
      </w:r>
      <w:r w:rsidR="00C77A4E" w:rsidRPr="00275B88">
        <w:t xml:space="preserve">poursuivait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je me suis précipité à sa poursuite</w:t>
      </w:r>
      <w:r>
        <w:t xml:space="preserve">… </w:t>
      </w:r>
      <w:r w:rsidR="00C77A4E" w:rsidRPr="00275B88">
        <w:t>Je l</w:t>
      </w:r>
      <w:r>
        <w:t>’</w:t>
      </w:r>
      <w:r w:rsidR="00C77A4E" w:rsidRPr="00275B88">
        <w:t>ai vu</w:t>
      </w:r>
      <w:r>
        <w:t xml:space="preserve">, </w:t>
      </w:r>
      <w:r w:rsidR="00C77A4E" w:rsidRPr="00275B88">
        <w:t>dans le jardin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élancer derrière un bosquet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tiré dans sa direction plusieurs coups de revolver</w:t>
      </w:r>
      <w:r>
        <w:t xml:space="preserve"> ; </w:t>
      </w:r>
      <w:r w:rsidR="00C77A4E" w:rsidRPr="00275B88">
        <w:t>mais j</w:t>
      </w:r>
      <w:r>
        <w:t>’</w:t>
      </w:r>
      <w:r w:rsidR="00C77A4E" w:rsidRPr="00275B88">
        <w:t>ai dû le manquer</w:t>
      </w:r>
      <w:r>
        <w:t xml:space="preserve">, </w:t>
      </w:r>
      <w:r w:rsidR="00C77A4E" w:rsidRPr="00275B88">
        <w:t>car il a disparu sans laisser la moindre trace</w:t>
      </w:r>
      <w:r>
        <w:t>.</w:t>
      </w:r>
    </w:p>
    <w:p w14:paraId="38497ACE" w14:textId="77777777" w:rsidR="002C50B2" w:rsidRDefault="002C50B2" w:rsidP="002C50B2">
      <w:r>
        <w:t>— </w:t>
      </w:r>
      <w:r w:rsidR="00C77A4E" w:rsidRPr="00275B88">
        <w:t>En êtes</w:t>
      </w:r>
      <w:r w:rsidR="00C77A4E">
        <w:t>-</w:t>
      </w:r>
      <w:r w:rsidR="00C77A4E" w:rsidRPr="00275B88">
        <w:t>vous bien sûr</w:t>
      </w:r>
      <w:r>
        <w:t xml:space="preserve"> ? </w:t>
      </w:r>
      <w:r w:rsidR="00C77A4E" w:rsidRPr="00275B88">
        <w:t>soulignait Chantecoq</w:t>
      </w:r>
      <w:r>
        <w:t>.</w:t>
      </w:r>
    </w:p>
    <w:p w14:paraId="6E775C61" w14:textId="77777777" w:rsidR="002C50B2" w:rsidRDefault="002C50B2" w:rsidP="002C50B2">
      <w:r>
        <w:t>— </w:t>
      </w:r>
      <w:r w:rsidR="00C77A4E" w:rsidRPr="00275B88">
        <w:t>Absolument</w:t>
      </w:r>
      <w:r>
        <w:t xml:space="preserve">… </w:t>
      </w:r>
      <w:r w:rsidR="00C77A4E" w:rsidRPr="00275B88">
        <w:t>car avec les domestiques qui étaient accourus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fouillé le jardin</w:t>
      </w:r>
      <w:r>
        <w:t xml:space="preserve">… </w:t>
      </w:r>
      <w:r w:rsidR="00C77A4E" w:rsidRPr="00275B88">
        <w:t>nous n</w:t>
      </w:r>
      <w:r>
        <w:t>’</w:t>
      </w:r>
      <w:r w:rsidR="00C77A4E" w:rsidRPr="00275B88">
        <w:t>avons rien découvert</w:t>
      </w:r>
      <w:r>
        <w:t xml:space="preserve">… </w:t>
      </w:r>
      <w:r w:rsidR="00C77A4E" w:rsidRPr="00275B88">
        <w:t>rien</w:t>
      </w:r>
      <w:r>
        <w:t xml:space="preserve">… </w:t>
      </w:r>
      <w:r w:rsidR="00C77A4E" w:rsidRPr="00275B88">
        <w:t>absolument rien</w:t>
      </w:r>
      <w:r>
        <w:t> !</w:t>
      </w:r>
    </w:p>
    <w:p w14:paraId="06885F4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infiniment curieux</w:t>
      </w:r>
      <w:r>
        <w:t xml:space="preserve"> ! </w:t>
      </w:r>
      <w:r w:rsidR="00C77A4E" w:rsidRPr="00275B88">
        <w:t>définissait Chantecoq</w:t>
      </w:r>
      <w:r>
        <w:t>.</w:t>
      </w:r>
    </w:p>
    <w:p w14:paraId="29022A57" w14:textId="77777777" w:rsidR="002C50B2" w:rsidRDefault="00C77A4E" w:rsidP="002C50B2">
      <w:r w:rsidRPr="00275B88">
        <w:t>Se tournant vers Maurice de Thouars</w:t>
      </w:r>
      <w:r w:rsidR="002C50B2">
        <w:t xml:space="preserve">, </w:t>
      </w:r>
      <w:r w:rsidRPr="00275B88">
        <w:t>le détective ajouta</w:t>
      </w:r>
      <w:r w:rsidR="002C50B2">
        <w:t> :</w:t>
      </w:r>
    </w:p>
    <w:p w14:paraId="69D8BB85" w14:textId="77777777" w:rsidR="002C50B2" w:rsidRDefault="002C50B2" w:rsidP="002C50B2">
      <w:r>
        <w:t>— </w:t>
      </w:r>
      <w:r w:rsidR="00C77A4E" w:rsidRPr="00275B88">
        <w:t>Allons visiter le jardin</w:t>
      </w:r>
      <w:r>
        <w:t> !</w:t>
      </w:r>
    </w:p>
    <w:p w14:paraId="78522F44" w14:textId="77777777" w:rsidR="002C50B2" w:rsidRDefault="00C77A4E" w:rsidP="002C50B2">
      <w:r w:rsidRPr="00275B88">
        <w:t>Il sortit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pas rapide</w:t>
      </w:r>
      <w:r w:rsidR="002C50B2">
        <w:t xml:space="preserve">, </w:t>
      </w:r>
      <w:r w:rsidRPr="00275B88">
        <w:t>avec Maurice de Thouars</w:t>
      </w:r>
      <w:r w:rsidR="002C50B2">
        <w:t>.</w:t>
      </w:r>
    </w:p>
    <w:p w14:paraId="18B9BB42" w14:textId="23D0A2EE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les vit se diriger tous deux vers le bosquet à l</w:t>
      </w:r>
      <w:r>
        <w:t>’</w:t>
      </w:r>
      <w:r w:rsidR="00C77A4E" w:rsidRPr="00275B88">
        <w:t>abri duquel le Fantôme semblait s</w:t>
      </w:r>
      <w:r>
        <w:t>’</w:t>
      </w:r>
      <w:r w:rsidR="00C77A4E" w:rsidRPr="00275B88">
        <w:t>être évaporé</w:t>
      </w:r>
      <w:r>
        <w:t xml:space="preserve">… </w:t>
      </w:r>
      <w:r w:rsidR="00C77A4E" w:rsidRPr="00275B88">
        <w:t>Ils marchaient lentement</w:t>
      </w:r>
      <w:r>
        <w:t xml:space="preserve">, </w:t>
      </w:r>
      <w:r w:rsidR="00C77A4E" w:rsidRPr="00275B88">
        <w:t>très lentement</w:t>
      </w:r>
      <w:r>
        <w:t xml:space="preserve">. </w:t>
      </w:r>
      <w:r w:rsidR="00C77A4E" w:rsidRPr="00275B88">
        <w:t>Chantecoq observait minutieusement le sol de l</w:t>
      </w:r>
      <w:r>
        <w:t>’</w:t>
      </w:r>
      <w:r w:rsidR="00C77A4E" w:rsidRPr="00275B88">
        <w:t>allée</w:t>
      </w:r>
      <w:r>
        <w:t xml:space="preserve">. </w:t>
      </w:r>
      <w:r w:rsidR="00C77A4E" w:rsidRPr="00275B88">
        <w:t>Il s</w:t>
      </w:r>
      <w:r>
        <w:t>’</w:t>
      </w:r>
      <w:r w:rsidR="00C77A4E" w:rsidRPr="00275B88">
        <w:t>arrêta un long moment devant le buisson</w:t>
      </w:r>
      <w:r>
        <w:t xml:space="preserve">, </w:t>
      </w:r>
      <w:r w:rsidR="00C77A4E" w:rsidRPr="00275B88">
        <w:t>y pénétra</w:t>
      </w:r>
      <w:r>
        <w:t xml:space="preserve">, </w:t>
      </w:r>
      <w:r w:rsidR="00C77A4E" w:rsidRPr="00275B88">
        <w:t>examina attentivement la terre</w:t>
      </w:r>
      <w:r>
        <w:t xml:space="preserve">, </w:t>
      </w:r>
      <w:r w:rsidR="00C77A4E" w:rsidRPr="00275B88">
        <w:t>qui ne portait aucun vestige de pas</w:t>
      </w:r>
      <w:r>
        <w:t xml:space="preserve"> ; </w:t>
      </w:r>
      <w:r w:rsidR="00C77A4E" w:rsidRPr="00275B88">
        <w:t>les branches qui ne révélaient aucune cassure</w:t>
      </w:r>
      <w:r>
        <w:t xml:space="preserve">, </w:t>
      </w:r>
      <w:r w:rsidR="00C77A4E" w:rsidRPr="00275B88">
        <w:t>les feuilles qui ne semblaient même pas avoir été froissées</w:t>
      </w:r>
      <w:r>
        <w:t xml:space="preserve">. </w:t>
      </w:r>
      <w:r w:rsidR="00C77A4E" w:rsidRPr="00275B88">
        <w:t>Il en tira la déduction logique que Belphégor avait dû contourner le bosquet</w:t>
      </w:r>
      <w:r>
        <w:t xml:space="preserve">, </w:t>
      </w:r>
      <w:r w:rsidR="00C77A4E" w:rsidRPr="00275B88">
        <w:t>et que</w:t>
      </w:r>
      <w:r>
        <w:t xml:space="preserve">, </w:t>
      </w:r>
      <w:r w:rsidR="00C77A4E" w:rsidRPr="00275B88">
        <w:t>contrairement à l</w:t>
      </w:r>
      <w:r>
        <w:t>’</w:t>
      </w:r>
      <w:r w:rsidR="00C77A4E" w:rsidRPr="00275B88">
        <w:t xml:space="preserve">avis de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il ne s</w:t>
      </w:r>
      <w:r>
        <w:t>’</w:t>
      </w:r>
      <w:r w:rsidR="00C77A4E" w:rsidRPr="00275B88">
        <w:t>y était pas dissimulé un seul instant</w:t>
      </w:r>
      <w:r>
        <w:t>.</w:t>
      </w:r>
    </w:p>
    <w:p w14:paraId="5A8BC2B7" w14:textId="77777777" w:rsidR="002C50B2" w:rsidRDefault="00C77A4E" w:rsidP="002C50B2">
      <w:r w:rsidRPr="00275B88">
        <w:t>Bientôt il rejoignit son guide et</w:t>
      </w:r>
      <w:r w:rsidR="002C50B2">
        <w:t xml:space="preserve">, </w:t>
      </w:r>
      <w:r w:rsidRPr="00275B88">
        <w:t>sans prononcer une parole</w:t>
      </w:r>
      <w:r w:rsidR="002C50B2">
        <w:t xml:space="preserve">, </w:t>
      </w:r>
      <w:r w:rsidRPr="00275B88">
        <w:t>il traversa le jardin dans toute sa largeur et s</w:t>
      </w:r>
      <w:r w:rsidR="002C50B2">
        <w:t>’</w:t>
      </w:r>
      <w:r w:rsidRPr="00275B88">
        <w:t>en fut droit au mur qui contournait la propriété</w:t>
      </w:r>
      <w:r w:rsidR="002C50B2">
        <w:t>.</w:t>
      </w:r>
    </w:p>
    <w:p w14:paraId="7B554A71" w14:textId="77777777" w:rsidR="002C50B2" w:rsidRDefault="00C77A4E" w:rsidP="002C50B2">
      <w:r w:rsidRPr="00275B88">
        <w:lastRenderedPageBreak/>
        <w:t>Sa surface était absolument lisse</w:t>
      </w:r>
      <w:r w:rsidR="002C50B2">
        <w:t xml:space="preserve">. </w:t>
      </w:r>
      <w:r w:rsidRPr="00275B88">
        <w:t>Aucun espalier</w:t>
      </w:r>
      <w:r w:rsidR="002C50B2">
        <w:t xml:space="preserve">, </w:t>
      </w:r>
      <w:r w:rsidRPr="00275B88">
        <w:t>aucun treillage n</w:t>
      </w:r>
      <w:r w:rsidR="002C50B2">
        <w:t>’</w:t>
      </w:r>
      <w:r w:rsidRPr="00275B88">
        <w:t>y était fixé</w:t>
      </w:r>
      <w:r w:rsidR="002C50B2">
        <w:t>…</w:t>
      </w:r>
    </w:p>
    <w:p w14:paraId="6B9ECA0C" w14:textId="77777777" w:rsidR="002C50B2" w:rsidRDefault="00C77A4E" w:rsidP="002C50B2">
      <w:r w:rsidRPr="00275B88">
        <w:t>Fraîchement recrépi</w:t>
      </w:r>
      <w:r w:rsidR="002C50B2">
        <w:t xml:space="preserve">, </w:t>
      </w:r>
      <w:r w:rsidRPr="00275B88">
        <w:t>il ne portait aucune aspérité capable de favoriser une escalade</w:t>
      </w:r>
      <w:r w:rsidR="002C50B2">
        <w:t xml:space="preserve">. </w:t>
      </w:r>
      <w:r w:rsidRPr="00275B88">
        <w:t>Les arbres qui se dressaient dans le parc en étaient trop éloignés pour que l</w:t>
      </w:r>
      <w:r w:rsidR="002C50B2">
        <w:t>’</w:t>
      </w:r>
      <w:r w:rsidRPr="00275B88">
        <w:t>on pût supposer qu</w:t>
      </w:r>
      <w:r w:rsidR="002C50B2">
        <w:t>’</w:t>
      </w:r>
      <w:r w:rsidRPr="00275B88">
        <w:t>ils eussent permis</w:t>
      </w:r>
      <w:r w:rsidR="002C50B2">
        <w:t xml:space="preserve">, </w:t>
      </w:r>
      <w:r w:rsidRPr="00275B88">
        <w:t>grâce à eux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en atteindre le faîte</w:t>
      </w:r>
      <w:r w:rsidR="002C50B2">
        <w:t xml:space="preserve">, </w:t>
      </w:r>
      <w:r w:rsidRPr="00275B88">
        <w:t>défendu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par une armature très serrée de débris de verre et de tessons de bouteilles</w:t>
      </w:r>
      <w:r w:rsidR="002C50B2">
        <w:t>.</w:t>
      </w:r>
    </w:p>
    <w:p w14:paraId="11B0469D" w14:textId="7628EEB2" w:rsidR="002C50B2" w:rsidRDefault="00C77A4E" w:rsidP="002C50B2">
      <w:r w:rsidRPr="00275B88">
        <w:t>Toujours silencieux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 xml:space="preserve">que </w:t>
      </w:r>
      <w:r w:rsidR="002C50B2">
        <w:t>M. de </w:t>
      </w:r>
      <w:r w:rsidRPr="00275B88">
        <w:t>Thouars suivait comme une ombre</w:t>
      </w:r>
      <w:r w:rsidR="002C50B2">
        <w:t xml:space="preserve">, </w:t>
      </w:r>
      <w:r w:rsidRPr="00275B88">
        <w:t>se mit à longer le mur le long duquel courait une plate</w:t>
      </w:r>
      <w:r>
        <w:t>-</w:t>
      </w:r>
      <w:r w:rsidRPr="00275B88">
        <w:t>bande fleurie et parfumée dont rien ne paraissait avoir dérangé l</w:t>
      </w:r>
      <w:r w:rsidR="002C50B2">
        <w:t>’</w:t>
      </w:r>
      <w:r w:rsidRPr="00275B88">
        <w:t>harmonie</w:t>
      </w:r>
      <w:r w:rsidR="002C50B2">
        <w:t xml:space="preserve">. </w:t>
      </w:r>
      <w:r w:rsidRPr="00275B88">
        <w:t>Tout à coup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arrêta</w:t>
      </w:r>
      <w:r w:rsidR="002C50B2">
        <w:t>.</w:t>
      </w:r>
    </w:p>
    <w:p w14:paraId="194817C6" w14:textId="77777777" w:rsidR="002C50B2" w:rsidRDefault="00C77A4E" w:rsidP="002C50B2">
      <w:r w:rsidRPr="00275B88">
        <w:t>Il se trouvait devant une petite porte peinte en vert sombre et dont la serrure commençait à se couvrir de taches de rouille</w:t>
      </w:r>
      <w:r w:rsidR="002C50B2">
        <w:t>.</w:t>
      </w:r>
    </w:p>
    <w:p w14:paraId="7FB153A1" w14:textId="77777777" w:rsidR="002C50B2" w:rsidRDefault="002C50B2" w:rsidP="002C50B2">
      <w:r>
        <w:t>— </w:t>
      </w:r>
      <w:r w:rsidR="00C77A4E" w:rsidRPr="00275B88">
        <w:t>Où donne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 ? </w:t>
      </w:r>
      <w:r w:rsidR="00C77A4E" w:rsidRPr="00275B88">
        <w:t>questionna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>.</w:t>
      </w:r>
    </w:p>
    <w:p w14:paraId="14CB18B4" w14:textId="6B5A576E" w:rsidR="002C50B2" w:rsidRDefault="002C50B2" w:rsidP="002C50B2">
      <w:r>
        <w:t>— </w:t>
      </w:r>
      <w:r w:rsidR="00C77A4E" w:rsidRPr="00275B88">
        <w:t>Dans une petite rue</w:t>
      </w:r>
      <w:r>
        <w:t xml:space="preserve">… </w:t>
      </w:r>
      <w:r w:rsidR="00C77A4E" w:rsidRPr="00275B88">
        <w:t xml:space="preserve">répliqua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qui s</w:t>
      </w:r>
      <w:r>
        <w:t>’</w:t>
      </w:r>
      <w:r w:rsidR="00C77A4E" w:rsidRPr="00275B88">
        <w:t>appelle</w:t>
      </w:r>
      <w:r>
        <w:t xml:space="preserve">, </w:t>
      </w:r>
      <w:r w:rsidR="00C77A4E" w:rsidRPr="00275B88">
        <w:t>je crois</w:t>
      </w:r>
      <w:r>
        <w:t xml:space="preserve">, </w:t>
      </w:r>
      <w:r w:rsidR="00C77A4E" w:rsidRPr="00275B88">
        <w:t>le chemin des Lilas</w:t>
      </w:r>
      <w:r>
        <w:t>.</w:t>
      </w:r>
    </w:p>
    <w:p w14:paraId="0B9D642C" w14:textId="77777777" w:rsidR="002C50B2" w:rsidRDefault="00C77A4E" w:rsidP="002C50B2">
      <w:r w:rsidRPr="00275B88">
        <w:t>Chantecoq appuya sur le loquet</w:t>
      </w:r>
      <w:r w:rsidR="002C50B2">
        <w:t xml:space="preserve">… </w:t>
      </w:r>
      <w:r w:rsidRPr="00275B88">
        <w:t>La porte résista</w:t>
      </w:r>
      <w:r w:rsidR="002C50B2">
        <w:t>.</w:t>
      </w:r>
    </w:p>
    <w:p w14:paraId="3D620FC1" w14:textId="77777777" w:rsidR="002C50B2" w:rsidRDefault="002C50B2" w:rsidP="002C50B2">
      <w:r>
        <w:t>— </w:t>
      </w:r>
      <w:r w:rsidR="00C77A4E" w:rsidRPr="00275B88">
        <w:t>Elle est condamnée depuis longtemps</w:t>
      </w:r>
      <w:r>
        <w:t xml:space="preserve">, </w:t>
      </w:r>
      <w:r w:rsidR="00C77A4E" w:rsidRPr="00275B88">
        <w:t>déclarait son compagnon</w:t>
      </w:r>
      <w:r>
        <w:t>.</w:t>
      </w:r>
    </w:p>
    <w:p w14:paraId="501D1B74" w14:textId="3018AAED" w:rsidR="002C50B2" w:rsidRDefault="00C77A4E" w:rsidP="002C50B2">
      <w:r w:rsidRPr="00275B88">
        <w:t>Le détective se remit en marche</w:t>
      </w:r>
      <w:r w:rsidR="002C50B2">
        <w:t xml:space="preserve">… </w:t>
      </w:r>
      <w:r w:rsidRPr="00275B88">
        <w:t>Comme il atteignait un bâtiment d</w:t>
      </w:r>
      <w:r w:rsidR="002C50B2">
        <w:t>’</w:t>
      </w:r>
      <w:r w:rsidRPr="00275B88">
        <w:t>un seul étage</w:t>
      </w:r>
      <w:r w:rsidR="002C50B2">
        <w:t xml:space="preserve">, </w:t>
      </w:r>
      <w:r w:rsidRPr="00275B88">
        <w:t>mais très élevé</w:t>
      </w:r>
      <w:r w:rsidR="002C50B2">
        <w:t xml:space="preserve">, </w:t>
      </w:r>
      <w:r w:rsidRPr="00275B88">
        <w:t>et dont l</w:t>
      </w:r>
      <w:r w:rsidR="002C50B2">
        <w:t>’</w:t>
      </w:r>
      <w:r w:rsidRPr="00275B88">
        <w:t>architecture d</w:t>
      </w:r>
      <w:r w:rsidR="002C50B2">
        <w:t>’</w:t>
      </w:r>
      <w:r w:rsidRPr="00275B88">
        <w:t>une bizarrerie ultra</w:t>
      </w:r>
      <w:r>
        <w:t>-</w:t>
      </w:r>
      <w:r w:rsidRPr="00275B88">
        <w:t>moderne empêchait de définir à première vue la destination</w:t>
      </w:r>
      <w:r w:rsidR="002C50B2">
        <w:t xml:space="preserve">, </w:t>
      </w:r>
      <w:r w:rsidRPr="00275B88">
        <w:t>il demanda d</w:t>
      </w:r>
      <w:r w:rsidR="002C50B2">
        <w:t>’</w:t>
      </w:r>
      <w:r w:rsidRPr="00275B88">
        <w:t>un ton bref</w:t>
      </w:r>
      <w:r w:rsidR="002C50B2">
        <w:t> : « </w:t>
      </w:r>
      <w:r w:rsidRPr="00275B88">
        <w:t>Qu</w:t>
      </w:r>
      <w:r w:rsidR="002C50B2">
        <w:t>’</w:t>
      </w:r>
      <w:r w:rsidRPr="00275B88">
        <w:t>est cela</w:t>
      </w:r>
      <w:r w:rsidR="002C50B2">
        <w:t> ? »</w:t>
      </w:r>
    </w:p>
    <w:p w14:paraId="721A77ED" w14:textId="0A98472E" w:rsidR="002C50B2" w:rsidRDefault="002C50B2" w:rsidP="002C50B2">
      <w:r>
        <w:t>— </w:t>
      </w:r>
      <w:r w:rsidR="00C77A4E" w:rsidRPr="00275B88">
        <w:t>L</w:t>
      </w:r>
      <w:r>
        <w:t>’</w:t>
      </w:r>
      <w:r w:rsidR="00C77A4E" w:rsidRPr="00275B88">
        <w:t xml:space="preserve">atelier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définit Maurice de Thouars</w:t>
      </w:r>
      <w:r>
        <w:t>.</w:t>
      </w:r>
    </w:p>
    <w:p w14:paraId="169719E1" w14:textId="77777777" w:rsidR="002C50B2" w:rsidRDefault="00C77A4E" w:rsidP="002C50B2">
      <w:r w:rsidRPr="00275B88">
        <w:lastRenderedPageBreak/>
        <w:t>Chantecoq s</w:t>
      </w:r>
      <w:r w:rsidR="002C50B2">
        <w:t>’</w:t>
      </w:r>
      <w:r w:rsidRPr="00275B88">
        <w:t>approcha</w:t>
      </w:r>
      <w:r w:rsidR="002C50B2">
        <w:t xml:space="preserve">… </w:t>
      </w:r>
      <w:r w:rsidRPr="00275B88">
        <w:t>Son guide le devança et ouvrit la porte toute grande</w:t>
      </w:r>
      <w:r w:rsidR="002C50B2">
        <w:t xml:space="preserve">, </w:t>
      </w:r>
      <w:r w:rsidRPr="00275B88">
        <w:t>invitant du geste le limier à pénétrer dans l</w:t>
      </w:r>
      <w:r w:rsidR="002C50B2">
        <w:t>’</w:t>
      </w:r>
      <w:r w:rsidRPr="00275B88">
        <w:t>étrange studio</w:t>
      </w:r>
      <w:r w:rsidR="002C50B2">
        <w:t>.</w:t>
      </w:r>
    </w:p>
    <w:p w14:paraId="541E9F49" w14:textId="77777777" w:rsidR="002C50B2" w:rsidRDefault="00C77A4E" w:rsidP="002C50B2">
      <w:r w:rsidRPr="00275B88">
        <w:t>Après avoir promené autour de lui un regard inquisiteur</w:t>
      </w:r>
      <w:r w:rsidR="002C50B2">
        <w:t xml:space="preserve">, </w:t>
      </w:r>
      <w:r w:rsidRPr="00275B88">
        <w:t>Chantecoq fit d</w:t>
      </w:r>
      <w:r w:rsidR="002C50B2">
        <w:t>’</w:t>
      </w:r>
      <w:r w:rsidRPr="00275B88">
        <w:t>un ton subitement intéressé</w:t>
      </w:r>
      <w:r w:rsidR="002C50B2">
        <w:t> :</w:t>
      </w:r>
    </w:p>
    <w:p w14:paraId="4214E082" w14:textId="77777777" w:rsidR="002C50B2" w:rsidRDefault="002C50B2" w:rsidP="002C50B2">
      <w:r>
        <w:t>— </w:t>
      </w:r>
      <w:r w:rsidR="00C77A4E" w:rsidRPr="00275B88">
        <w:t>Qui sait si le Fantôme n</w:t>
      </w:r>
      <w:r>
        <w:t>’</w:t>
      </w:r>
      <w:r w:rsidR="00C77A4E" w:rsidRPr="00275B88">
        <w:t>a pas réussi à se cacher sous l</w:t>
      </w:r>
      <w:r>
        <w:t>’</w:t>
      </w:r>
      <w:r w:rsidR="00C77A4E" w:rsidRPr="00275B88">
        <w:t>un de ces vastes bahuts</w:t>
      </w:r>
      <w:r>
        <w:t> ?</w:t>
      </w:r>
    </w:p>
    <w:p w14:paraId="2FEACAEF" w14:textId="39C21EEF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 ! </w:t>
      </w:r>
      <w:r w:rsidR="00C77A4E" w:rsidRPr="00275B88">
        <w:t xml:space="preserve">affirmait </w:t>
      </w:r>
      <w:r>
        <w:t>M. de </w:t>
      </w:r>
      <w:r w:rsidR="00C77A4E" w:rsidRPr="00275B88">
        <w:t>Thouars</w:t>
      </w:r>
      <w:r>
        <w:t xml:space="preserve">… </w:t>
      </w:r>
      <w:r w:rsidR="00C77A4E" w:rsidRPr="00275B88">
        <w:t>La nuit</w:t>
      </w:r>
      <w:r>
        <w:t xml:space="preserve">, </w:t>
      </w:r>
      <w:r w:rsidR="00C77A4E" w:rsidRPr="00275B88">
        <w:t>la porte de l</w:t>
      </w:r>
      <w:r>
        <w:t>’</w:t>
      </w:r>
      <w:r w:rsidR="00C77A4E" w:rsidRPr="00275B88">
        <w:t>atelier est toujours fermée à clef</w:t>
      </w:r>
      <w:r>
        <w:t xml:space="preserve">. </w:t>
      </w:r>
      <w:r w:rsidR="00C77A4E" w:rsidRPr="00275B88">
        <w:t>Il n</w:t>
      </w:r>
      <w:r>
        <w:t>’</w:t>
      </w:r>
      <w:r w:rsidR="00C77A4E" w:rsidRPr="00275B88">
        <w:t>a donc pas pu s</w:t>
      </w:r>
      <w:r>
        <w:t>’</w:t>
      </w:r>
      <w:r w:rsidR="00C77A4E" w:rsidRPr="00275B88">
        <w:t>y réfugier</w:t>
      </w:r>
      <w:r>
        <w:t xml:space="preserve">. </w:t>
      </w:r>
      <w:r w:rsidR="00C77A4E" w:rsidRPr="00275B88">
        <w:t>Cependant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si vous voulez vous rendre compte</w:t>
      </w:r>
      <w:r>
        <w:t xml:space="preserve">, </w:t>
      </w:r>
      <w:r w:rsidR="00C77A4E" w:rsidRPr="00275B88">
        <w:t>rien de plus facile</w:t>
      </w:r>
      <w:r>
        <w:t>…</w:t>
      </w:r>
    </w:p>
    <w:p w14:paraId="5E5A4C2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inutile</w:t>
      </w:r>
      <w:r>
        <w:t xml:space="preserve"> ! </w:t>
      </w:r>
      <w:r w:rsidR="00C77A4E" w:rsidRPr="00275B88">
        <w:t>refusait le détective</w:t>
      </w:r>
      <w:r>
        <w:t>.</w:t>
      </w:r>
    </w:p>
    <w:p w14:paraId="32DF5156" w14:textId="77777777" w:rsidR="002C50B2" w:rsidRDefault="00C77A4E" w:rsidP="002C50B2">
      <w:r w:rsidRPr="00275B88">
        <w:t>Et tout en esquissant un sourire indéfinissable</w:t>
      </w:r>
      <w:r w:rsidR="002C50B2">
        <w:t xml:space="preserve">, </w:t>
      </w:r>
      <w:r w:rsidRPr="00275B88">
        <w:t>il articula</w:t>
      </w:r>
      <w:r w:rsidR="002C50B2">
        <w:t> :</w:t>
      </w:r>
    </w:p>
    <w:p w14:paraId="02E64CF6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à se demander si Belphégor n</w:t>
      </w:r>
      <w:r>
        <w:t>’</w:t>
      </w:r>
      <w:r w:rsidR="00C77A4E" w:rsidRPr="00275B88">
        <w:t>a pas des ailes</w:t>
      </w:r>
      <w:r>
        <w:t>.</w:t>
      </w:r>
    </w:p>
    <w:p w14:paraId="5A4DD731" w14:textId="77777777" w:rsidR="002C50B2" w:rsidRDefault="00C77A4E" w:rsidP="002C50B2">
      <w:r w:rsidRPr="00275B88">
        <w:t>Puis il ajouta</w:t>
      </w:r>
      <w:r w:rsidR="002C50B2">
        <w:t> :</w:t>
      </w:r>
    </w:p>
    <w:p w14:paraId="39AB14F7" w14:textId="30A1637C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 xml:space="preserve">ce que je pourrais examiner de nouveau le secrétaire qui se trouve dans le boudoir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 ?</w:t>
      </w:r>
    </w:p>
    <w:p w14:paraId="62E87DEF" w14:textId="77777777" w:rsidR="002C50B2" w:rsidRDefault="002C50B2" w:rsidP="002C50B2">
      <w:r>
        <w:t>— </w:t>
      </w:r>
      <w:r w:rsidR="00C77A4E" w:rsidRPr="00275B88">
        <w:t>Tant que vous voudrez</w:t>
      </w:r>
      <w:r>
        <w:t xml:space="preserve">, </w:t>
      </w:r>
      <w:r w:rsidR="00C77A4E" w:rsidRPr="00275B88">
        <w:t>monsieur Chantecoq</w:t>
      </w:r>
      <w:r>
        <w:t>.</w:t>
      </w:r>
    </w:p>
    <w:p w14:paraId="49837D26" w14:textId="7E3F3231" w:rsidR="002C50B2" w:rsidRDefault="00C77A4E" w:rsidP="002C50B2">
      <w:r w:rsidRPr="00275B88">
        <w:t xml:space="preserve">Ils rentrèrent tous deux dans le salon où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les attendait</w:t>
      </w:r>
      <w:r w:rsidR="002C50B2">
        <w:t>.</w:t>
      </w:r>
    </w:p>
    <w:p w14:paraId="3E7D8176" w14:textId="77777777" w:rsidR="002C50B2" w:rsidRDefault="00C77A4E" w:rsidP="002C50B2">
      <w:r w:rsidRPr="00275B88">
        <w:t>Chantecoq se dirigea aussitôt vers le meuble et s</w:t>
      </w:r>
      <w:r w:rsidR="002C50B2">
        <w:t>’</w:t>
      </w:r>
      <w:r w:rsidRPr="00275B88">
        <w:t>emparant de sa loupe</w:t>
      </w:r>
      <w:r w:rsidR="002C50B2">
        <w:t xml:space="preserve">, </w:t>
      </w:r>
      <w:r w:rsidRPr="00275B88">
        <w:t>il fixa</w:t>
      </w:r>
      <w:r w:rsidR="002C50B2">
        <w:t xml:space="preserve">, </w:t>
      </w:r>
      <w:r w:rsidRPr="00275B88">
        <w:t>à travers la lentille de verre</w:t>
      </w:r>
      <w:r w:rsidR="002C50B2">
        <w:t xml:space="preserve">, </w:t>
      </w:r>
      <w:r w:rsidRPr="00275B88">
        <w:t>son œil sur la serrure</w:t>
      </w:r>
      <w:r w:rsidR="002C50B2">
        <w:t xml:space="preserve">, </w:t>
      </w:r>
      <w:r w:rsidRPr="00275B88">
        <w:t>cherchant à se rendre compte si le malfaiteur s</w:t>
      </w:r>
      <w:r w:rsidR="002C50B2">
        <w:t>’</w:t>
      </w:r>
      <w:r w:rsidRPr="00275B88">
        <w:t>était servi d</w:t>
      </w:r>
      <w:r w:rsidR="002C50B2">
        <w:t>’</w:t>
      </w:r>
      <w:r w:rsidRPr="00275B88">
        <w:t>une fausse clef ou d</w:t>
      </w:r>
      <w:r w:rsidR="002C50B2">
        <w:t>’</w:t>
      </w:r>
      <w:r w:rsidRPr="00275B88">
        <w:t>un crochet spécial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 cri échappa à la Scandinave</w:t>
      </w:r>
      <w:r w:rsidR="002C50B2">
        <w:t> :</w:t>
      </w:r>
    </w:p>
    <w:p w14:paraId="7422AED7" w14:textId="77777777" w:rsidR="002C50B2" w:rsidRDefault="002C50B2" w:rsidP="002C50B2">
      <w:r>
        <w:t>— </w:t>
      </w:r>
      <w:r w:rsidR="00C77A4E" w:rsidRPr="00275B88">
        <w:t>Simone</w:t>
      </w:r>
      <w:r>
        <w:t xml:space="preserve"> !… </w:t>
      </w:r>
      <w:r w:rsidR="00C77A4E" w:rsidRPr="00275B88">
        <w:t>Quelle imprudence</w:t>
      </w:r>
      <w:r>
        <w:t> !</w:t>
      </w:r>
    </w:p>
    <w:p w14:paraId="48874C7C" w14:textId="77777777" w:rsidR="002C50B2" w:rsidRDefault="00C77A4E" w:rsidP="002C50B2">
      <w:r w:rsidRPr="00275B88">
        <w:lastRenderedPageBreak/>
        <w:t>Le détective se redressa et tourna la tête</w:t>
      </w:r>
      <w:r w:rsidR="002C50B2">
        <w:t>.</w:t>
      </w:r>
    </w:p>
    <w:p w14:paraId="2BA5DCB9" w14:textId="041E8CCB" w:rsidR="002C50B2" w:rsidRDefault="00C77A4E" w:rsidP="002C50B2">
      <w:r w:rsidRPr="00275B88">
        <w:t>Pâle</w:t>
      </w:r>
      <w:r w:rsidR="002C50B2">
        <w:t xml:space="preserve">, </w:t>
      </w:r>
      <w:r w:rsidRPr="00275B88">
        <w:t>les yeux cernés</w:t>
      </w:r>
      <w:r w:rsidR="002C50B2">
        <w:t xml:space="preserve">, </w:t>
      </w:r>
      <w:r w:rsidRPr="00275B88">
        <w:t>le visage douloureux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 xml:space="preserve">, </w:t>
      </w:r>
      <w:r w:rsidRPr="00275B88">
        <w:t>dans un déshabillé dont la sobre élégance ajoutait encore à la troublante et morbide beauté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avançait d</w:t>
      </w:r>
      <w:r w:rsidR="002C50B2">
        <w:t>’</w:t>
      </w:r>
      <w:r w:rsidRPr="00275B88">
        <w:t>un pas hésitant</w:t>
      </w:r>
      <w:r w:rsidR="002C50B2">
        <w:t xml:space="preserve">, </w:t>
      </w:r>
      <w:r w:rsidRPr="00275B88">
        <w:t>en s</w:t>
      </w:r>
      <w:r w:rsidR="002C50B2">
        <w:t>’</w:t>
      </w:r>
      <w:r w:rsidRPr="00275B88">
        <w:t>appuyant au bras de sa femme de chambre</w:t>
      </w:r>
      <w:r w:rsidR="002C50B2">
        <w:t>.</w:t>
      </w:r>
    </w:p>
    <w:p w14:paraId="56C03505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elle d</w:t>
      </w:r>
      <w:r>
        <w:t>’</w:t>
      </w:r>
      <w:r w:rsidR="00C77A4E" w:rsidRPr="00275B88">
        <w:t>une voix alanguie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su que vous étiez là et j</w:t>
      </w:r>
      <w:r>
        <w:t>’</w:t>
      </w:r>
      <w:r w:rsidR="00C77A4E" w:rsidRPr="00275B88">
        <w:t>ai tenu à vous remercier de l</w:t>
      </w:r>
      <w:r>
        <w:t>’</w:t>
      </w:r>
      <w:r w:rsidR="00C77A4E" w:rsidRPr="00275B88">
        <w:t>empressement que vous avez mis à répondre à mon appel</w:t>
      </w:r>
      <w:r>
        <w:t>.</w:t>
      </w:r>
    </w:p>
    <w:p w14:paraId="03D42554" w14:textId="77777777" w:rsidR="002C50B2" w:rsidRDefault="00C77A4E" w:rsidP="002C50B2">
      <w:r w:rsidRPr="00275B88">
        <w:t>Tandis que sa demoiselle de compagnie l</w:t>
      </w:r>
      <w:r w:rsidR="002C50B2">
        <w:t>’</w:t>
      </w:r>
      <w:r w:rsidRPr="00275B88">
        <w:t>aidait à prendre place sur un canapé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6D6E52B9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eu peur et j</w:t>
      </w:r>
      <w:r>
        <w:t>’</w:t>
      </w:r>
      <w:r w:rsidR="00C77A4E" w:rsidRPr="00275B88">
        <w:t>avais tant besoin d</w:t>
      </w:r>
      <w:r>
        <w:t>’</w:t>
      </w:r>
      <w:r w:rsidR="00C77A4E" w:rsidRPr="00275B88">
        <w:t>être rassurée</w:t>
      </w:r>
      <w:r>
        <w:t>…</w:t>
      </w:r>
    </w:p>
    <w:p w14:paraId="0DF6C262" w14:textId="77777777" w:rsidR="002C50B2" w:rsidRDefault="00C77A4E" w:rsidP="002C50B2">
      <w:r w:rsidRPr="00275B88">
        <w:t>Elle s</w:t>
      </w:r>
      <w:r w:rsidR="002C50B2">
        <w:t>’</w:t>
      </w:r>
      <w:r w:rsidRPr="00275B88">
        <w:t>arrêta comme pour reprendre haleine</w:t>
      </w:r>
      <w:r w:rsidR="002C50B2">
        <w:t>.</w:t>
      </w:r>
    </w:p>
    <w:p w14:paraId="64BBD04F" w14:textId="77777777" w:rsidR="002C50B2" w:rsidRDefault="00C77A4E" w:rsidP="002C50B2">
      <w:r w:rsidRPr="00275B88">
        <w:t>Puis elle reprit d</w:t>
      </w:r>
      <w:r w:rsidR="002C50B2">
        <w:t>’</w:t>
      </w:r>
      <w:r w:rsidRPr="00275B88">
        <w:t>une voix où</w:t>
      </w:r>
      <w:r w:rsidR="002C50B2">
        <w:t xml:space="preserve">, </w:t>
      </w:r>
      <w:r w:rsidRPr="00275B88">
        <w:t>par instants</w:t>
      </w:r>
      <w:r w:rsidR="002C50B2">
        <w:t xml:space="preserve">, </w:t>
      </w:r>
      <w:r w:rsidRPr="00275B88">
        <w:t>passaient encore des frémissements de peur</w:t>
      </w:r>
      <w:r w:rsidR="002C50B2">
        <w:t> :</w:t>
      </w:r>
    </w:p>
    <w:p w14:paraId="1089F9EA" w14:textId="77777777" w:rsidR="002C50B2" w:rsidRDefault="002C50B2" w:rsidP="002C50B2">
      <w:r>
        <w:t>— </w:t>
      </w:r>
      <w:r w:rsidR="00C77A4E" w:rsidRPr="00275B88">
        <w:t>Depuis le moment où</w:t>
      </w:r>
      <w:r>
        <w:t xml:space="preserve">, </w:t>
      </w:r>
      <w:r w:rsidR="00C77A4E" w:rsidRPr="00275B88">
        <w:t>de la fenêtre de ma chambre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vu le bandit bondir à travers le jardin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pas cessé d</w:t>
      </w:r>
      <w:r>
        <w:t>’</w:t>
      </w:r>
      <w:r w:rsidR="00C77A4E" w:rsidRPr="00275B88">
        <w:t>avoir sa terrible image devant les yeux</w:t>
      </w:r>
      <w:r>
        <w:t xml:space="preserve">. </w:t>
      </w:r>
      <w:r w:rsidR="00C77A4E" w:rsidRPr="00275B88">
        <w:t>Mais maintenant que vous voilà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je me sens déjà rassurée</w:t>
      </w:r>
      <w:r>
        <w:t>.</w:t>
      </w:r>
    </w:p>
    <w:p w14:paraId="35AF19B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efforçant de sourire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790AA059" w14:textId="77777777" w:rsidR="002C50B2" w:rsidRDefault="002C50B2" w:rsidP="002C50B2">
      <w:r>
        <w:t>— </w:t>
      </w:r>
      <w:r w:rsidR="00C77A4E" w:rsidRPr="00275B88">
        <w:t>Avez</w:t>
      </w:r>
      <w:r w:rsidR="00C77A4E">
        <w:t>-</w:t>
      </w:r>
      <w:r w:rsidR="00C77A4E" w:rsidRPr="00275B88">
        <w:t>vous fait quelque découverte intéressante</w:t>
      </w:r>
      <w:r>
        <w:t> ?</w:t>
      </w:r>
    </w:p>
    <w:p w14:paraId="1AFFF959" w14:textId="77777777" w:rsidR="002C50B2" w:rsidRDefault="002C50B2" w:rsidP="002C50B2">
      <w:r>
        <w:t>— </w:t>
      </w:r>
      <w:r w:rsidR="00C77A4E" w:rsidRPr="00275B88">
        <w:t>Rien de précis encore</w:t>
      </w:r>
      <w:r>
        <w:t xml:space="preserve">… </w:t>
      </w:r>
      <w:r w:rsidR="00C77A4E" w:rsidRPr="00275B88">
        <w:t>répliquait le roi des détectives</w:t>
      </w:r>
      <w:r>
        <w:t xml:space="preserve">. </w:t>
      </w:r>
      <w:r w:rsidR="00C77A4E" w:rsidRPr="00275B88">
        <w:t>Mais si cela ne vous fatigue pas trop</w:t>
      </w:r>
      <w:r>
        <w:t xml:space="preserve">, </w:t>
      </w:r>
      <w:r w:rsidR="00C77A4E" w:rsidRPr="00275B88">
        <w:t>peut</w:t>
      </w:r>
      <w:r w:rsidR="00C77A4E">
        <w:t>-</w:t>
      </w:r>
      <w:r w:rsidR="00C77A4E" w:rsidRPr="00275B88">
        <w:t>être pourriez</w:t>
      </w:r>
      <w:r w:rsidR="00C77A4E">
        <w:t>-</w:t>
      </w:r>
      <w:r w:rsidR="00C77A4E" w:rsidRPr="00275B88">
        <w:t>vous me donner quelques utiles renseignements</w:t>
      </w:r>
      <w:r>
        <w:t> ?</w:t>
      </w:r>
    </w:p>
    <w:p w14:paraId="4802A323" w14:textId="77777777" w:rsidR="002C50B2" w:rsidRDefault="002C50B2" w:rsidP="002C50B2">
      <w:r>
        <w:t>— </w:t>
      </w:r>
      <w:r w:rsidR="00C77A4E" w:rsidRPr="00275B88">
        <w:t>Interrogez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je vous en prie</w:t>
      </w:r>
      <w:r>
        <w:t>.</w:t>
      </w:r>
    </w:p>
    <w:p w14:paraId="3771C5FF" w14:textId="77777777" w:rsidR="002C50B2" w:rsidRDefault="002C50B2" w:rsidP="002C50B2">
      <w:r>
        <w:lastRenderedPageBreak/>
        <w:t>— </w:t>
      </w:r>
      <w:r w:rsidR="00C77A4E" w:rsidRPr="00275B88">
        <w:t>Ce sont bien des lettres que le Fantôme vous a dérobées</w:t>
      </w:r>
      <w:r>
        <w:t> ?</w:t>
      </w:r>
    </w:p>
    <w:p w14:paraId="0F2A6107" w14:textId="77777777" w:rsidR="002C50B2" w:rsidRDefault="002C50B2" w:rsidP="002C50B2">
      <w:r>
        <w:t>— </w:t>
      </w:r>
      <w:r w:rsidR="00C77A4E" w:rsidRPr="00275B88">
        <w:t>Parfaitement</w:t>
      </w:r>
      <w:r>
        <w:t>.</w:t>
      </w:r>
    </w:p>
    <w:p w14:paraId="09DCE116" w14:textId="77777777" w:rsidR="002C50B2" w:rsidRDefault="002C50B2" w:rsidP="002C50B2">
      <w:r>
        <w:t>— </w:t>
      </w:r>
      <w:r w:rsidR="00C77A4E" w:rsidRPr="00275B88">
        <w:t>Des lettres intimes</w:t>
      </w:r>
      <w:r>
        <w:t> ?</w:t>
      </w:r>
    </w:p>
    <w:p w14:paraId="02011A5C" w14:textId="77777777" w:rsidR="002C50B2" w:rsidRDefault="002C50B2" w:rsidP="002C50B2">
      <w:r>
        <w:t>— </w:t>
      </w:r>
      <w:r w:rsidR="00C77A4E" w:rsidRPr="00275B88">
        <w:t>Des lettres intimes</w:t>
      </w:r>
      <w:r>
        <w:t>.</w:t>
      </w:r>
    </w:p>
    <w:p w14:paraId="2D176A48" w14:textId="471D15DF" w:rsidR="002C50B2" w:rsidRDefault="002C50B2" w:rsidP="002C50B2">
      <w:r>
        <w:t>— </w:t>
      </w:r>
      <w:r w:rsidR="00C77A4E" w:rsidRPr="00275B88">
        <w:t>Ces lettres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après ce que m</w:t>
      </w:r>
      <w:r>
        <w:t>’</w:t>
      </w:r>
      <w:r w:rsidR="00C77A4E" w:rsidRPr="00275B88">
        <w:t xml:space="preserve">a téléphoné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étaient bien de Jacques Bellegarde</w:t>
      </w:r>
      <w:r>
        <w:t> ?</w:t>
      </w:r>
    </w:p>
    <w:p w14:paraId="36F3AF1C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14B69CF9" w14:textId="77777777" w:rsidR="002C50B2" w:rsidRDefault="002C50B2" w:rsidP="002C50B2">
      <w:r>
        <w:t>— </w:t>
      </w:r>
      <w:r w:rsidR="00C77A4E" w:rsidRPr="00275B88">
        <w:t>Je vous remercie</w:t>
      </w:r>
      <w:r>
        <w:t xml:space="preserve">, </w:t>
      </w:r>
      <w:r w:rsidR="00C77A4E" w:rsidRPr="00275B88">
        <w:t>mademoiselle</w:t>
      </w:r>
      <w:r>
        <w:t>.</w:t>
      </w:r>
    </w:p>
    <w:p w14:paraId="64D54D67" w14:textId="77777777" w:rsidR="002C50B2" w:rsidRDefault="00C77A4E" w:rsidP="002C50B2">
      <w:r w:rsidRPr="00275B88">
        <w:t>Chantecoq se tut</w:t>
      </w:r>
      <w:r w:rsidR="002C50B2">
        <w:t>.</w:t>
      </w:r>
    </w:p>
    <w:p w14:paraId="43798220" w14:textId="77777777" w:rsidR="002C50B2" w:rsidRDefault="00C77A4E" w:rsidP="002C50B2">
      <w:r w:rsidRPr="00275B88">
        <w:t>Simone</w:t>
      </w:r>
      <w:r w:rsidR="002C50B2">
        <w:t xml:space="preserve">, </w:t>
      </w:r>
      <w:r w:rsidRPr="00275B88">
        <w:t>vivement</w:t>
      </w:r>
      <w:r w:rsidR="002C50B2">
        <w:t xml:space="preserve">, </w:t>
      </w:r>
      <w:r w:rsidRPr="00275B88">
        <w:t>lui prit la main</w:t>
      </w:r>
      <w:r w:rsidR="002C50B2">
        <w:t xml:space="preserve">. </w:t>
      </w:r>
      <w:r w:rsidRPr="00275B88">
        <w:t>On eût dit que ses angoisses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étaient momentanément apaisées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assaillaient de nouveau</w:t>
      </w:r>
      <w:r w:rsidR="002C50B2">
        <w:t xml:space="preserve">. </w:t>
      </w:r>
      <w:r w:rsidRPr="00275B88">
        <w:t>Et d</w:t>
      </w:r>
      <w:r w:rsidR="002C50B2">
        <w:t>’</w:t>
      </w:r>
      <w:r w:rsidRPr="00275B88">
        <w:t>un ton suppliant</w:t>
      </w:r>
      <w:r w:rsidR="002C50B2">
        <w:t xml:space="preserve">, </w:t>
      </w:r>
      <w:r w:rsidRPr="00275B88">
        <w:t>elle exprima</w:t>
      </w:r>
      <w:r w:rsidR="002C50B2">
        <w:t> :</w:t>
      </w:r>
    </w:p>
    <w:p w14:paraId="3D695E43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ne m</w:t>
      </w:r>
      <w:r>
        <w:t>’</w:t>
      </w:r>
      <w:r w:rsidR="00C77A4E" w:rsidRPr="00275B88">
        <w:t>abandonnez pas</w:t>
      </w:r>
      <w:r>
        <w:t>.</w:t>
      </w:r>
    </w:p>
    <w:p w14:paraId="7E34C32B" w14:textId="77777777" w:rsidR="002C50B2" w:rsidRDefault="002C50B2" w:rsidP="002C50B2">
      <w:r>
        <w:t>— </w:t>
      </w:r>
      <w:r w:rsidR="00C77A4E" w:rsidRPr="00275B88">
        <w:t>Simone</w:t>
      </w:r>
      <w:r>
        <w:t xml:space="preserve">, </w:t>
      </w:r>
      <w:r w:rsidR="00C77A4E" w:rsidRPr="00275B88">
        <w:t>je vous en prie</w:t>
      </w:r>
      <w:r>
        <w:t xml:space="preserve">, </w:t>
      </w:r>
      <w:r w:rsidR="00C77A4E" w:rsidRPr="00275B88">
        <w:t>calmez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conseillait Elsa Bergen</w:t>
      </w:r>
      <w:r>
        <w:t>.</w:t>
      </w:r>
    </w:p>
    <w:p w14:paraId="5E88BFD3" w14:textId="40E1B875" w:rsidR="002C50B2" w:rsidRDefault="002C50B2" w:rsidP="002C50B2">
      <w:r>
        <w:t>— </w:t>
      </w:r>
      <w:r w:rsidR="00C77A4E" w:rsidRPr="00275B88">
        <w:t>Nous sommes là pour vous défendre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écriait </w:t>
      </w:r>
      <w:r>
        <w:t>M. de </w:t>
      </w:r>
      <w:r w:rsidR="00C77A4E" w:rsidRPr="00275B88">
        <w:t>Thouars</w:t>
      </w:r>
      <w:r>
        <w:t>.</w:t>
      </w:r>
    </w:p>
    <w:p w14:paraId="47D67023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ayez aucune crainte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affirmait Chantecoq</w:t>
      </w:r>
      <w:r>
        <w:t xml:space="preserve"> ; </w:t>
      </w:r>
      <w:r w:rsidR="00C77A4E" w:rsidRPr="00275B88">
        <w:t>je suis certain que le Fantôme ne reparaîtra jamais chez vous</w:t>
      </w:r>
      <w:r>
        <w:t>.</w:t>
      </w:r>
    </w:p>
    <w:p w14:paraId="697AD3EF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objectait Simone d</w:t>
      </w:r>
      <w:r>
        <w:t>’</w:t>
      </w:r>
      <w:r w:rsidR="00C77A4E" w:rsidRPr="00275B88">
        <w:t>une voix tremblante</w:t>
      </w:r>
      <w:r>
        <w:t xml:space="preserve">, </w:t>
      </w:r>
      <w:r w:rsidR="00C77A4E" w:rsidRPr="00275B88">
        <w:t>il est retourné deux nuits de suite au Louvre</w:t>
      </w:r>
      <w:r>
        <w:t>.</w:t>
      </w:r>
    </w:p>
    <w:p w14:paraId="26965B43" w14:textId="77777777" w:rsidR="002C50B2" w:rsidRDefault="002C50B2" w:rsidP="002C50B2">
      <w:r>
        <w:lastRenderedPageBreak/>
        <w:t>— </w:t>
      </w:r>
      <w:r w:rsidR="00C77A4E" w:rsidRPr="00275B88">
        <w:t>Sans doute</w:t>
      </w:r>
      <w:r>
        <w:t xml:space="preserve">, </w:t>
      </w:r>
      <w:r w:rsidR="00C77A4E" w:rsidRPr="00275B88">
        <w:t>expliquait le détective</w:t>
      </w:r>
      <w:r>
        <w:t xml:space="preserve">, </w:t>
      </w:r>
      <w:r w:rsidR="00C77A4E" w:rsidRPr="00275B88">
        <w:t>parce que</w:t>
      </w:r>
      <w:r>
        <w:t xml:space="preserve">, </w:t>
      </w:r>
      <w:r w:rsidR="00C77A4E" w:rsidRPr="00275B88">
        <w:t>lors de sa première visite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avait pas atteint son but</w:t>
      </w:r>
      <w:r>
        <w:t xml:space="preserve">… </w:t>
      </w:r>
      <w:r w:rsidR="00C77A4E" w:rsidRPr="00275B88">
        <w:t>tandis qu</w:t>
      </w:r>
      <w:r>
        <w:t>’</w:t>
      </w:r>
      <w:r w:rsidR="00C77A4E" w:rsidRPr="00275B88">
        <w:t>ici</w:t>
      </w:r>
      <w:r>
        <w:t>…</w:t>
      </w:r>
    </w:p>
    <w:p w14:paraId="05BED3D5" w14:textId="77777777" w:rsidR="002C50B2" w:rsidRDefault="002C50B2" w:rsidP="002C50B2">
      <w:r>
        <w:t>— </w:t>
      </w:r>
      <w:r w:rsidR="00C77A4E" w:rsidRPr="00275B88">
        <w:t>Tandis qu</w:t>
      </w:r>
      <w:r>
        <w:t>’</w:t>
      </w:r>
      <w:r w:rsidR="00C77A4E" w:rsidRPr="00275B88">
        <w:t>ici</w:t>
      </w:r>
      <w:r>
        <w:t> ?</w:t>
      </w:r>
    </w:p>
    <w:p w14:paraId="6CADE601" w14:textId="77777777" w:rsidR="002C50B2" w:rsidRDefault="002C50B2" w:rsidP="002C50B2">
      <w:r>
        <w:t>— </w:t>
      </w:r>
      <w:r w:rsidR="00C77A4E" w:rsidRPr="00275B88">
        <w:t>Il a emporté ce qu</w:t>
      </w:r>
      <w:r>
        <w:t>’</w:t>
      </w:r>
      <w:r w:rsidR="00C77A4E" w:rsidRPr="00275B88">
        <w:t>il désirait</w:t>
      </w:r>
      <w:r>
        <w:t>.</w:t>
      </w:r>
    </w:p>
    <w:p w14:paraId="2F222742" w14:textId="77777777" w:rsidR="002C50B2" w:rsidRDefault="002C50B2" w:rsidP="002C50B2">
      <w:r>
        <w:t>— </w:t>
      </w:r>
      <w:r w:rsidR="00C77A4E" w:rsidRPr="00275B88">
        <w:t>Les lettres de Jacques</w:t>
      </w:r>
      <w:r>
        <w:t xml:space="preserve">… </w:t>
      </w:r>
      <w:r w:rsidR="00C77A4E" w:rsidRPr="00275B88">
        <w:t>scanda la jeune femme</w:t>
      </w:r>
      <w:r>
        <w:t>.</w:t>
      </w:r>
    </w:p>
    <w:p w14:paraId="22779E5A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les traits bouleversés</w:t>
      </w:r>
      <w:r w:rsidR="002C50B2">
        <w:t xml:space="preserve">, </w:t>
      </w:r>
      <w:r w:rsidRPr="00275B88">
        <w:t>les lèvres tremblantes</w:t>
      </w:r>
      <w:r w:rsidR="002C50B2">
        <w:t xml:space="preserve">, </w:t>
      </w:r>
      <w:r w:rsidRPr="00275B88">
        <w:t>elle poursuivit</w:t>
      </w:r>
      <w:r w:rsidR="002C50B2">
        <w:t> :</w:t>
      </w:r>
    </w:p>
    <w:p w14:paraId="1B86A249" w14:textId="77777777" w:rsidR="002C50B2" w:rsidRDefault="002C50B2" w:rsidP="002C50B2">
      <w:r>
        <w:t>— </w:t>
      </w:r>
      <w:r w:rsidR="00C77A4E" w:rsidRPr="00275B88">
        <w:t>Voilà justement ce qui m</w:t>
      </w:r>
      <w:r>
        <w:t>’</w:t>
      </w:r>
      <w:r w:rsidR="00C77A4E" w:rsidRPr="00275B88">
        <w:t>épouvante</w:t>
      </w:r>
      <w:r>
        <w:t xml:space="preserve"> ! </w:t>
      </w:r>
      <w:r w:rsidR="00C77A4E" w:rsidRPr="00275B88">
        <w:t>Le Fantôme veut certainement se servir de ces lettres contre lui</w:t>
      </w:r>
      <w:r>
        <w:t xml:space="preserve">… </w:t>
      </w:r>
      <w:r w:rsidR="00C77A4E" w:rsidRPr="00275B88">
        <w:t>pour s</w:t>
      </w:r>
      <w:r>
        <w:t>’</w:t>
      </w:r>
      <w:r w:rsidR="00C77A4E" w:rsidRPr="00275B88">
        <w:t>en venger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affreux</w:t>
      </w:r>
      <w:r>
        <w:t> !…</w:t>
      </w:r>
    </w:p>
    <w:p w14:paraId="54F7150F" w14:textId="42A66A7A" w:rsidR="002C50B2" w:rsidRDefault="002C50B2" w:rsidP="002C50B2">
      <w:r>
        <w:t>« </w:t>
      </w:r>
      <w:r w:rsidR="00C77A4E" w:rsidRPr="00275B88">
        <w:t>Laissez</w:t>
      </w:r>
      <w:r w:rsidR="00C77A4E">
        <w:t>-</w:t>
      </w:r>
      <w:r w:rsidR="00C77A4E" w:rsidRPr="00275B88">
        <w:t>moi tout vous dire</w:t>
      </w:r>
      <w:r>
        <w:t xml:space="preserve">. </w:t>
      </w:r>
      <w:r w:rsidR="00C77A4E" w:rsidRPr="00275B88">
        <w:t>Bien que de graves dissentiments</w:t>
      </w:r>
      <w:r>
        <w:t xml:space="preserve">, </w:t>
      </w:r>
      <w:r w:rsidR="00C77A4E" w:rsidRPr="00275B88">
        <w:t>qui ont eu pour conséquence une irrémédiable rupture</w:t>
      </w:r>
      <w:r>
        <w:t xml:space="preserve">, </w:t>
      </w:r>
      <w:r w:rsidR="00C77A4E" w:rsidRPr="00275B88">
        <w:t>se soient élevés entre lui et moi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aimé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aime encore </w:t>
      </w:r>
      <w:r>
        <w:t>M. </w:t>
      </w:r>
      <w:r w:rsidR="00C77A4E" w:rsidRPr="00275B88">
        <w:t>Bellegarde</w:t>
      </w:r>
      <w:r>
        <w:t xml:space="preserve">, </w:t>
      </w:r>
      <w:r w:rsidR="00C77A4E" w:rsidRPr="00275B88">
        <w:t>et la pensée qu</w:t>
      </w:r>
      <w:r>
        <w:t>’</w:t>
      </w:r>
      <w:r w:rsidR="00C77A4E" w:rsidRPr="00275B88">
        <w:t>il puisse lui arriver malheur me rend folle</w:t>
      </w:r>
      <w:r>
        <w:t>.</w:t>
      </w:r>
    </w:p>
    <w:p w14:paraId="7962D3B2" w14:textId="77777777" w:rsidR="002C50B2" w:rsidRDefault="002C50B2" w:rsidP="002C50B2">
      <w:r>
        <w:t>— </w:t>
      </w:r>
      <w:r w:rsidR="00C77A4E" w:rsidRPr="00275B88">
        <w:t>Jacques Bellegarde est de taille à se défendre</w:t>
      </w:r>
      <w:r>
        <w:t xml:space="preserve">, </w:t>
      </w:r>
      <w:r w:rsidR="00C77A4E" w:rsidRPr="00275B88">
        <w:t>répliquait le détective</w:t>
      </w:r>
      <w:r>
        <w:t>.</w:t>
      </w:r>
    </w:p>
    <w:p w14:paraId="0F3049F2" w14:textId="77777777" w:rsidR="002C50B2" w:rsidRDefault="00C77A4E" w:rsidP="002C50B2">
      <w:r w:rsidRPr="00275B88">
        <w:t>Simone reprenait</w:t>
      </w:r>
      <w:r w:rsidR="002C50B2">
        <w:t> :</w:t>
      </w:r>
    </w:p>
    <w:p w14:paraId="4B1E7156" w14:textId="77777777" w:rsidR="002C50B2" w:rsidRDefault="002C50B2" w:rsidP="002C50B2">
      <w:r>
        <w:t>— </w:t>
      </w:r>
      <w:r w:rsidR="00C77A4E" w:rsidRPr="00275B88">
        <w:t>Écoutez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monsieur Chantecoq</w:t>
      </w:r>
      <w:r>
        <w:t xml:space="preserve">. </w:t>
      </w:r>
      <w:r w:rsidR="00C77A4E" w:rsidRPr="00275B88">
        <w:t>Ce que j</w:t>
      </w:r>
      <w:r>
        <w:t>’</w:t>
      </w:r>
      <w:r w:rsidR="00C77A4E" w:rsidRPr="00275B88">
        <w:t>ai à vous dire est très grave et peut jeter</w:t>
      </w:r>
      <w:r>
        <w:t xml:space="preserve"> – </w:t>
      </w:r>
      <w:r w:rsidR="00C77A4E" w:rsidRPr="00275B88">
        <w:t>qui sait</w:t>
      </w:r>
      <w:r>
        <w:t xml:space="preserve"> ? – </w:t>
      </w:r>
      <w:r w:rsidR="00C77A4E" w:rsidRPr="00275B88">
        <w:t>une lueur sur cette ténébreuse affaire</w:t>
      </w:r>
      <w:r>
        <w:t> !</w:t>
      </w:r>
    </w:p>
    <w:p w14:paraId="0797C724" w14:textId="77777777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ai reçu</w:t>
      </w:r>
      <w:r>
        <w:t xml:space="preserve">, </w:t>
      </w:r>
      <w:r w:rsidR="00C77A4E" w:rsidRPr="00275B88">
        <w:t>il y a quarante</w:t>
      </w:r>
      <w:r w:rsidR="00C77A4E">
        <w:t>-</w:t>
      </w:r>
      <w:r w:rsidR="00C77A4E" w:rsidRPr="00275B88">
        <w:t>huit heures</w:t>
      </w:r>
      <w:r>
        <w:t xml:space="preserve">, </w:t>
      </w:r>
      <w:r w:rsidR="00C77A4E" w:rsidRPr="00275B88">
        <w:t xml:space="preserve">un billet signé </w:t>
      </w:r>
      <w:r>
        <w:t>« </w:t>
      </w:r>
      <w:r w:rsidR="00C77A4E" w:rsidRPr="00275B88">
        <w:t>Belphégor</w:t>
      </w:r>
      <w:r>
        <w:t> »</w:t>
      </w:r>
      <w:r w:rsidR="00C77A4E" w:rsidRPr="00275B88">
        <w:t xml:space="preserve"> et le menaçant des plus terribles représailles s</w:t>
      </w:r>
      <w:r>
        <w:t>’</w:t>
      </w:r>
      <w:r w:rsidR="00C77A4E" w:rsidRPr="00275B88">
        <w:t>il persistait à s</w:t>
      </w:r>
      <w:r>
        <w:t>’</w:t>
      </w:r>
      <w:r w:rsidR="00C77A4E" w:rsidRPr="00275B88">
        <w:t>occuper de cette affaire du Louvre</w:t>
      </w:r>
      <w:r>
        <w:t xml:space="preserve">. </w:t>
      </w:r>
      <w:r w:rsidR="00C77A4E" w:rsidRPr="00275B88">
        <w:t>Vous me comprenez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 ?… </w:t>
      </w:r>
      <w:r w:rsidR="00C77A4E" w:rsidRPr="00275B88">
        <w:t>Tant que ce bandit n</w:t>
      </w:r>
      <w:r>
        <w:t>’</w:t>
      </w:r>
      <w:r w:rsidR="00C77A4E" w:rsidRPr="00275B88">
        <w:t>aura pas été découvert et arrêté</w:t>
      </w:r>
      <w:r>
        <w:t xml:space="preserve">, </w:t>
      </w:r>
      <w:r w:rsidR="00C77A4E" w:rsidRPr="00275B88">
        <w:t>je ne vivrai pas</w:t>
      </w:r>
      <w:r>
        <w:t>…</w:t>
      </w:r>
    </w:p>
    <w:p w14:paraId="20211051" w14:textId="77777777" w:rsidR="002C50B2" w:rsidRDefault="002C50B2" w:rsidP="002C50B2">
      <w:r>
        <w:lastRenderedPageBreak/>
        <w:t>« </w:t>
      </w:r>
      <w:r w:rsidR="00C77A4E" w:rsidRPr="00275B88">
        <w:t>Depuis ce matin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 fait téléphoner plusieurs fois chez Jacques et au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 xml:space="preserve">. </w:t>
      </w:r>
      <w:r w:rsidR="00C77A4E" w:rsidRPr="00275B88">
        <w:t>On nous a répondu qu</w:t>
      </w:r>
      <w:r>
        <w:t>’</w:t>
      </w:r>
      <w:r w:rsidR="00C77A4E" w:rsidRPr="00275B88">
        <w:t>il n</w:t>
      </w:r>
      <w:r>
        <w:t>’</w:t>
      </w:r>
      <w:r w:rsidR="00C77A4E" w:rsidRPr="00275B88">
        <w:t>avait reparu ni à son domicile ni au journal</w:t>
      </w:r>
      <w:r>
        <w:t xml:space="preserve">. </w:t>
      </w:r>
      <w:r w:rsidR="00C77A4E" w:rsidRPr="00275B88">
        <w:t>Je tremble qu</w:t>
      </w:r>
      <w:r>
        <w:t>’</w:t>
      </w:r>
      <w:r w:rsidR="00C77A4E" w:rsidRPr="00275B88">
        <w:t>il ne lui soit arrivé malheur</w:t>
      </w:r>
      <w:r>
        <w:t xml:space="preserve">. </w:t>
      </w:r>
      <w:r w:rsidR="00C77A4E" w:rsidRPr="00275B88">
        <w:t>Monsieur Chantecoq</w:t>
      </w:r>
      <w:r>
        <w:t xml:space="preserve">, </w:t>
      </w:r>
      <w:r w:rsidR="00C77A4E" w:rsidRPr="00275B88">
        <w:t>voulez</w:t>
      </w:r>
      <w:r w:rsidR="00C77A4E">
        <w:t>-</w:t>
      </w:r>
      <w:r w:rsidR="00C77A4E" w:rsidRPr="00275B88">
        <w:t>vous me rendre le grand service de vous informer</w:t>
      </w:r>
      <w:r>
        <w:t> ?…</w:t>
      </w:r>
    </w:p>
    <w:p w14:paraId="385C7F75" w14:textId="58C18871" w:rsidR="002C50B2" w:rsidRDefault="002C50B2" w:rsidP="002C50B2">
      <w:r>
        <w:t>« </w:t>
      </w:r>
      <w:r w:rsidR="00C77A4E" w:rsidRPr="00275B88">
        <w:t>Et</w:t>
      </w:r>
      <w:r>
        <w:t xml:space="preserve">, </w:t>
      </w:r>
      <w:r w:rsidR="00C77A4E" w:rsidRPr="00275B88">
        <w:t>bien qu</w:t>
      </w:r>
      <w:r>
        <w:t>’</w:t>
      </w:r>
      <w:r w:rsidR="00C77A4E" w:rsidRPr="00275B88">
        <w:t>il n</w:t>
      </w:r>
      <w:r>
        <w:t>’</w:t>
      </w:r>
      <w:r w:rsidR="00C77A4E" w:rsidRPr="00275B88">
        <w:t>y ait plus</w:t>
      </w:r>
      <w:r>
        <w:t xml:space="preserve">, </w:t>
      </w:r>
      <w:r w:rsidR="00C77A4E" w:rsidRPr="00275B88">
        <w:t xml:space="preserve">entre </w:t>
      </w:r>
      <w:r>
        <w:t>M. </w:t>
      </w:r>
      <w:r w:rsidR="00C77A4E" w:rsidRPr="00275B88">
        <w:t>Bellegarde et moi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autre lien que celui d</w:t>
      </w:r>
      <w:r>
        <w:t>’</w:t>
      </w:r>
      <w:r w:rsidR="00C77A4E" w:rsidRPr="00275B88">
        <w:t>un souvenir qui</w:t>
      </w:r>
      <w:r>
        <w:t xml:space="preserve">, </w:t>
      </w:r>
      <w:r w:rsidR="00C77A4E" w:rsidRPr="00275B88">
        <w:t>pour moi</w:t>
      </w:r>
      <w:r>
        <w:t xml:space="preserve">, </w:t>
      </w:r>
      <w:r w:rsidR="00C77A4E" w:rsidRPr="00275B88">
        <w:t>ne périra jamais</w:t>
      </w:r>
      <w:r>
        <w:t xml:space="preserve">, </w:t>
      </w:r>
      <w:r w:rsidR="00C77A4E" w:rsidRPr="00275B88">
        <w:t>soyez assez bon pour me donner de ses nouvelles</w:t>
      </w:r>
      <w:r>
        <w:t xml:space="preserve">… </w:t>
      </w:r>
      <w:r w:rsidR="00C77A4E" w:rsidRPr="00275B88">
        <w:t>et puis aussi</w:t>
      </w:r>
      <w:r>
        <w:t xml:space="preserve">… </w:t>
      </w:r>
      <w:r w:rsidR="00C77A4E" w:rsidRPr="00275B88">
        <w:t>si ce n</w:t>
      </w:r>
      <w:r>
        <w:t>’</w:t>
      </w:r>
      <w:r w:rsidR="00C77A4E" w:rsidRPr="00275B88">
        <w:t>est pas abuser de votre bonté</w:t>
      </w:r>
      <w:r>
        <w:t xml:space="preserve">… </w:t>
      </w:r>
      <w:r w:rsidR="00C77A4E" w:rsidRPr="00275B88">
        <w:t>pour</w:t>
      </w:r>
      <w:r>
        <w:t xml:space="preserve">… </w:t>
      </w:r>
      <w:r w:rsidR="00C77A4E" w:rsidRPr="00275B88">
        <w:t>oui</w:t>
      </w:r>
      <w:r>
        <w:t xml:space="preserve">… </w:t>
      </w:r>
      <w:r w:rsidR="00C77A4E" w:rsidRPr="00275B88">
        <w:t>pour veiller sur lui</w:t>
      </w:r>
      <w:r>
        <w:t> !</w:t>
      </w:r>
    </w:p>
    <w:p w14:paraId="42D5F55B" w14:textId="77777777" w:rsidR="002C50B2" w:rsidRDefault="00C77A4E" w:rsidP="002C50B2">
      <w:r w:rsidRPr="00275B88">
        <w:t>Chantecoq tout en la regardant d</w:t>
      </w:r>
      <w:r w:rsidR="002C50B2">
        <w:t>’</w:t>
      </w:r>
      <w:r w:rsidRPr="00275B88">
        <w:t>un air de sincère compassion</w:t>
      </w:r>
      <w:r w:rsidR="002C50B2">
        <w:t xml:space="preserve">, </w:t>
      </w:r>
      <w:r w:rsidRPr="00275B88">
        <w:t>déclarait</w:t>
      </w:r>
      <w:r w:rsidR="002C50B2">
        <w:t> :</w:t>
      </w:r>
    </w:p>
    <w:p w14:paraId="1E7C0210" w14:textId="68EA198F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vous pouvez d</w:t>
      </w:r>
      <w:r>
        <w:t>’</w:t>
      </w:r>
      <w:r w:rsidR="00C77A4E" w:rsidRPr="00275B88">
        <w:t xml:space="preserve">autant mieux compter sur moi que je suis déjà en rapports avec </w:t>
      </w:r>
      <w:r>
        <w:t>M. </w:t>
      </w:r>
      <w:r w:rsidR="00C77A4E" w:rsidRPr="00275B88">
        <w:t>Bellegarde et qu</w:t>
      </w:r>
      <w:r>
        <w:t>’</w:t>
      </w:r>
      <w:r w:rsidR="00C77A4E" w:rsidRPr="00275B88">
        <w:t>il m</w:t>
      </w:r>
      <w:r>
        <w:t>’</w:t>
      </w:r>
      <w:r w:rsidR="00C77A4E" w:rsidRPr="00275B88">
        <w:t>est infiniment sympathique</w:t>
      </w:r>
      <w:r>
        <w:t>.</w:t>
      </w:r>
    </w:p>
    <w:p w14:paraId="2B5A8A71" w14:textId="7CD88329" w:rsidR="002C50B2" w:rsidRDefault="002C50B2" w:rsidP="002C50B2">
      <w:r>
        <w:t>— </w:t>
      </w:r>
      <w:r w:rsidR="00C77A4E" w:rsidRPr="00275B88">
        <w:t>Merci</w:t>
      </w:r>
      <w:r>
        <w:t xml:space="preserve"> !… </w:t>
      </w:r>
      <w:r w:rsidR="00C77A4E" w:rsidRPr="00275B88">
        <w:t xml:space="preserve">balbutia faiblement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fermant les paupières et laissant reposer sa tête sur l</w:t>
      </w:r>
      <w:r>
        <w:t>’</w:t>
      </w:r>
      <w:r w:rsidR="00C77A4E" w:rsidRPr="00275B88">
        <w:t>un des coussins du canapé</w:t>
      </w:r>
      <w:r>
        <w:t>.</w:t>
      </w:r>
    </w:p>
    <w:p w14:paraId="33D2163E" w14:textId="7811DCE8" w:rsidR="002C50B2" w:rsidRDefault="00C77A4E" w:rsidP="002C50B2">
      <w:r w:rsidRPr="00275B88">
        <w:t>Chantecoq s</w:t>
      </w:r>
      <w:r w:rsidR="002C50B2">
        <w:t>’</w:t>
      </w:r>
      <w:r w:rsidRPr="00275B88">
        <w:t>inclina devant elle</w:t>
      </w:r>
      <w:r w:rsidR="002C50B2">
        <w:t xml:space="preserve">, </w:t>
      </w:r>
      <w:r w:rsidRPr="00275B88">
        <w:t xml:space="preserve">ainsi que devant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</w:t>
      </w:r>
      <w:r w:rsidR="002C50B2">
        <w:t xml:space="preserve">, </w:t>
      </w:r>
      <w:r w:rsidRPr="00275B88">
        <w:t>et il allait se retirer</w:t>
      </w:r>
      <w:r w:rsidR="002C50B2">
        <w:t xml:space="preserve">, </w:t>
      </w:r>
      <w:r w:rsidRPr="00275B88">
        <w:t>reconduit par Maurice de Thouars</w:t>
      </w:r>
      <w:r w:rsidR="002C50B2">
        <w:t xml:space="preserve">, </w:t>
      </w:r>
      <w:r w:rsidRPr="00275B88">
        <w:t>que le désespoir de Simone semblait vivement affecter</w:t>
      </w:r>
      <w:r w:rsidR="002C50B2">
        <w:t xml:space="preserve">, </w:t>
      </w:r>
      <w:r w:rsidRPr="00275B88">
        <w:t xml:space="preserve">lorsque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</w:t>
      </w:r>
      <w:r w:rsidR="002C50B2">
        <w:t xml:space="preserve">, </w:t>
      </w:r>
      <w:r w:rsidRPr="00275B88">
        <w:t>très soucieuse</w:t>
      </w:r>
      <w:r w:rsidR="002C50B2">
        <w:t xml:space="preserve">, </w:t>
      </w:r>
      <w:r w:rsidRPr="00275B88">
        <w:t>très peinée</w:t>
      </w:r>
      <w:r w:rsidR="002C50B2">
        <w:t xml:space="preserve">, </w:t>
      </w:r>
      <w:r w:rsidRPr="00275B88">
        <w:t>elle aussi</w:t>
      </w:r>
      <w:r w:rsidR="002C50B2">
        <w:t xml:space="preserve">, </w:t>
      </w:r>
      <w:r w:rsidRPr="00275B88">
        <w:t>fit</w:t>
      </w:r>
      <w:r w:rsidR="002C50B2">
        <w:t xml:space="preserve">, </w:t>
      </w:r>
      <w:r w:rsidRPr="00275B88">
        <w:t>en s</w:t>
      </w:r>
      <w:r w:rsidR="002C50B2">
        <w:t>’</w:t>
      </w:r>
      <w:r w:rsidRPr="00275B88">
        <w:t>approchant du célèbre détective</w:t>
      </w:r>
      <w:r w:rsidR="002C50B2">
        <w:t> :</w:t>
      </w:r>
    </w:p>
    <w:p w14:paraId="6B95EAA9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aurais un mot à vous dire</w:t>
      </w:r>
      <w:r>
        <w:t>.</w:t>
      </w:r>
    </w:p>
    <w:p w14:paraId="603B3568" w14:textId="77777777" w:rsidR="002C50B2" w:rsidRDefault="002C50B2" w:rsidP="002C50B2">
      <w:r>
        <w:t>— </w:t>
      </w:r>
      <w:r w:rsidR="00C77A4E" w:rsidRPr="00275B88">
        <w:t>Je vous en prie</w:t>
      </w:r>
      <w:r>
        <w:t xml:space="preserve">, </w:t>
      </w:r>
      <w:r w:rsidR="00C77A4E" w:rsidRPr="00275B88">
        <w:t>mademoiselle</w:t>
      </w:r>
      <w:r>
        <w:t>.</w:t>
      </w:r>
    </w:p>
    <w:p w14:paraId="7D5F8C1E" w14:textId="77777777" w:rsidR="002C50B2" w:rsidRDefault="00C77A4E" w:rsidP="002C50B2">
      <w:r w:rsidRPr="00275B88">
        <w:t>La Scandinave demanda</w:t>
      </w:r>
      <w:r w:rsidR="002C50B2">
        <w:t> :</w:t>
      </w:r>
    </w:p>
    <w:p w14:paraId="791C7560" w14:textId="77777777" w:rsidR="002C50B2" w:rsidRDefault="002C50B2" w:rsidP="002C50B2">
      <w:r>
        <w:t>— </w:t>
      </w:r>
      <w:r w:rsidR="00C77A4E" w:rsidRPr="00275B88">
        <w:t>Pouvons</w:t>
      </w:r>
      <w:r w:rsidR="00C77A4E">
        <w:t>-</w:t>
      </w:r>
      <w:r w:rsidR="00C77A4E" w:rsidRPr="00275B88">
        <w:t>nous</w:t>
      </w:r>
      <w:r>
        <w:t xml:space="preserve">, </w:t>
      </w:r>
      <w:r w:rsidR="00C77A4E" w:rsidRPr="00275B88">
        <w:t>maintenant</w:t>
      </w:r>
      <w:r>
        <w:t xml:space="preserve">, </w:t>
      </w:r>
      <w:r w:rsidR="00C77A4E" w:rsidRPr="00275B88">
        <w:t>prévenir la police</w:t>
      </w:r>
      <w:r>
        <w:t> ?</w:t>
      </w:r>
    </w:p>
    <w:p w14:paraId="6A9B775B" w14:textId="77777777" w:rsidR="002C50B2" w:rsidRDefault="00C77A4E" w:rsidP="002C50B2">
      <w:r w:rsidRPr="00275B88">
        <w:lastRenderedPageBreak/>
        <w:t>Chantecoq réfléchit pendant quelques secondes</w:t>
      </w:r>
      <w:r w:rsidR="002C50B2">
        <w:t>.</w:t>
      </w:r>
    </w:p>
    <w:p w14:paraId="2A353548" w14:textId="77777777" w:rsidR="002C50B2" w:rsidRDefault="00C77A4E" w:rsidP="002C50B2">
      <w:r w:rsidRPr="00275B88">
        <w:t>Puis il déclara gravement</w:t>
      </w:r>
      <w:r w:rsidR="002C50B2">
        <w:t> :</w:t>
      </w:r>
    </w:p>
    <w:p w14:paraId="6BDA3CB2" w14:textId="77777777" w:rsidR="002C50B2" w:rsidRDefault="002C50B2" w:rsidP="002C50B2">
      <w:r>
        <w:t>— </w:t>
      </w:r>
      <w:r w:rsidR="00C77A4E" w:rsidRPr="00275B88">
        <w:t>Pas encore</w:t>
      </w:r>
      <w:r>
        <w:t> !</w:t>
      </w:r>
    </w:p>
    <w:p w14:paraId="68CDFC1F" w14:textId="77777777" w:rsidR="002C50B2" w:rsidRDefault="00C77A4E" w:rsidP="002C50B2">
      <w:r w:rsidRPr="00275B88">
        <w:t>Elsa Bergen fit un signe d</w:t>
      </w:r>
      <w:r w:rsidR="002C50B2">
        <w:t>’</w:t>
      </w:r>
      <w:r w:rsidRPr="00275B88">
        <w:t>acquiescement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elle articula</w:t>
      </w:r>
      <w:r w:rsidR="002C50B2">
        <w:t> :</w:t>
      </w:r>
    </w:p>
    <w:p w14:paraId="6B9C442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entendu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nous garderons le silence tant que vous le jugerez nécessaire</w:t>
      </w:r>
      <w:r>
        <w:t>.</w:t>
      </w:r>
    </w:p>
    <w:p w14:paraId="3E3D4F4B" w14:textId="77777777" w:rsidR="002C50B2" w:rsidRDefault="00C77A4E" w:rsidP="002C50B2">
      <w:r w:rsidRPr="00275B88">
        <w:t>Les deux hommes s</w:t>
      </w:r>
      <w:r w:rsidR="002C50B2">
        <w:t>’</w:t>
      </w:r>
      <w:r w:rsidRPr="00275B88">
        <w:t>éloignèrent</w:t>
      </w:r>
      <w:r w:rsidR="002C50B2">
        <w:t>.</w:t>
      </w:r>
    </w:p>
    <w:p w14:paraId="17F5A813" w14:textId="52FB1395" w:rsidR="002C50B2" w:rsidRDefault="00C77A4E" w:rsidP="002C50B2">
      <w:r w:rsidRPr="00275B88">
        <w:t>Dans le vestibule</w:t>
      </w:r>
      <w:r w:rsidR="002C50B2">
        <w:t>, M. de </w:t>
      </w:r>
      <w:r w:rsidRPr="00275B88">
        <w:t>Thouars</w:t>
      </w:r>
      <w:r w:rsidR="002C50B2">
        <w:t xml:space="preserve">, </w:t>
      </w:r>
      <w:r w:rsidRPr="00275B88">
        <w:t>tout en prenant congé du détective</w:t>
      </w:r>
      <w:r w:rsidR="002C50B2">
        <w:t xml:space="preserve">, </w:t>
      </w:r>
      <w:r w:rsidRPr="00275B88">
        <w:t>lui demanda</w:t>
      </w:r>
      <w:r w:rsidR="002C50B2">
        <w:t> :</w:t>
      </w:r>
    </w:p>
    <w:p w14:paraId="434700DA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monsieur Chantecoq</w:t>
      </w:r>
      <w:r>
        <w:t> ?</w:t>
      </w:r>
    </w:p>
    <w:p w14:paraId="77C73673" w14:textId="77777777" w:rsidR="002C50B2" w:rsidRDefault="002C50B2" w:rsidP="002C50B2">
      <w:r>
        <w:t>— </w:t>
      </w:r>
      <w:r w:rsidR="00C77A4E" w:rsidRPr="00275B88">
        <w:t>Nous marchons de mystère en mystère</w:t>
      </w:r>
      <w:r>
        <w:t xml:space="preserve">, </w:t>
      </w:r>
      <w:r w:rsidR="00C77A4E" w:rsidRPr="00275B88">
        <w:t>répliqua celui</w:t>
      </w:r>
      <w:r w:rsidR="00C77A4E">
        <w:t>-</w:t>
      </w:r>
      <w:r w:rsidR="00C77A4E" w:rsidRPr="00275B88">
        <w:t>ci</w:t>
      </w:r>
      <w:r>
        <w:t>.</w:t>
      </w:r>
    </w:p>
    <w:p w14:paraId="5A45A335" w14:textId="77777777" w:rsidR="002C50B2" w:rsidRDefault="002C50B2" w:rsidP="002C50B2">
      <w:r>
        <w:t>— </w:t>
      </w:r>
      <w:r w:rsidR="00C77A4E" w:rsidRPr="00275B88">
        <w:t>Espérez</w:t>
      </w:r>
      <w:r w:rsidR="00C77A4E">
        <w:t>-</w:t>
      </w:r>
      <w:r w:rsidR="00C77A4E" w:rsidRPr="00275B88">
        <w:t>vous</w:t>
      </w:r>
      <w:r>
        <w:t> ?…</w:t>
      </w:r>
    </w:p>
    <w:p w14:paraId="715C2683" w14:textId="77777777" w:rsidR="002C50B2" w:rsidRDefault="002C50B2" w:rsidP="002C50B2">
      <w:r>
        <w:t>— </w:t>
      </w:r>
      <w:r w:rsidR="00C77A4E" w:rsidRPr="00275B88">
        <w:t>Quoi donc</w:t>
      </w:r>
      <w:r>
        <w:t> ?</w:t>
      </w:r>
    </w:p>
    <w:p w14:paraId="325364E9" w14:textId="77777777" w:rsidR="002C50B2" w:rsidRDefault="002C50B2" w:rsidP="002C50B2">
      <w:r>
        <w:t>— </w:t>
      </w:r>
      <w:r w:rsidR="00C77A4E" w:rsidRPr="00275B88">
        <w:t>Démasquer ce bandit</w:t>
      </w:r>
      <w:r>
        <w:t> ?</w:t>
      </w:r>
    </w:p>
    <w:p w14:paraId="3F97C47B" w14:textId="77777777" w:rsidR="002C50B2" w:rsidRDefault="002C50B2" w:rsidP="002C50B2">
      <w:r>
        <w:t>— </w:t>
      </w:r>
      <w:r w:rsidR="00C77A4E" w:rsidRPr="00275B88">
        <w:t>Si je l</w:t>
      </w:r>
      <w:r>
        <w:t>’</w:t>
      </w:r>
      <w:r w:rsidR="00C77A4E" w:rsidRPr="00275B88">
        <w:t>espère</w:t>
      </w:r>
      <w:r>
        <w:t> !…</w:t>
      </w:r>
    </w:p>
    <w:p w14:paraId="52161AD0" w14:textId="77777777" w:rsidR="002C50B2" w:rsidRDefault="00C77A4E" w:rsidP="002C50B2">
      <w:r w:rsidRPr="00275B88">
        <w:t>Et le grand détective</w:t>
      </w:r>
      <w:r w:rsidR="002C50B2">
        <w:t xml:space="preserve">, </w:t>
      </w:r>
      <w:r w:rsidRPr="00275B88">
        <w:t>avec l</w:t>
      </w:r>
      <w:r w:rsidR="002C50B2">
        <w:t>’</w:t>
      </w:r>
      <w:r w:rsidRPr="00275B88">
        <w:t>accent d</w:t>
      </w:r>
      <w:r w:rsidR="002C50B2">
        <w:t>’</w:t>
      </w:r>
      <w:r w:rsidRPr="00275B88">
        <w:t>une foi rayonnante et d</w:t>
      </w:r>
      <w:r w:rsidR="002C50B2">
        <w:t>’</w:t>
      </w:r>
      <w:r w:rsidRPr="00275B88">
        <w:t>un indomptable courage</w:t>
      </w:r>
      <w:r w:rsidR="002C50B2">
        <w:t xml:space="preserve">, </w:t>
      </w:r>
      <w:r w:rsidRPr="00275B88">
        <w:t>martela ces trois syllabes dans lesquelles il engageait tout son honneur et toute sa gloire</w:t>
      </w:r>
      <w:r w:rsidR="002C50B2">
        <w:t> :</w:t>
      </w:r>
    </w:p>
    <w:p w14:paraId="2FE85F1F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suis sûr</w:t>
      </w:r>
      <w:r>
        <w:t> !</w:t>
      </w:r>
    </w:p>
    <w:p w14:paraId="2E66C361" w14:textId="350F8830" w:rsidR="00C77A4E" w:rsidRPr="001C0534" w:rsidRDefault="00C77A4E" w:rsidP="002C50B2">
      <w:pPr>
        <w:pStyle w:val="Titre2"/>
      </w:pPr>
      <w:bookmarkStart w:id="45" w:name="_Toc145914618"/>
      <w:bookmarkStart w:id="46" w:name="_Toc203477074"/>
      <w:r w:rsidRPr="001C0534">
        <w:lastRenderedPageBreak/>
        <w:t>III</w:t>
      </w:r>
      <w:bookmarkEnd w:id="45"/>
      <w:r w:rsidRPr="001C0534">
        <w:br/>
      </w:r>
      <w:r w:rsidRPr="001C0534">
        <w:br/>
      </w:r>
      <w:bookmarkStart w:id="47" w:name="_Toc145914619"/>
      <w:r w:rsidRPr="001C0534">
        <w:t>LES BONBONS EMPOISONNÉS</w:t>
      </w:r>
      <w:bookmarkEnd w:id="46"/>
      <w:bookmarkEnd w:id="47"/>
      <w:r w:rsidRPr="001C0534">
        <w:br/>
      </w:r>
    </w:p>
    <w:p w14:paraId="7D137BC9" w14:textId="77777777" w:rsidR="002C50B2" w:rsidRDefault="00C77A4E" w:rsidP="002C50B2">
      <w:r w:rsidRPr="00275B88">
        <w:t>Une demi</w:t>
      </w:r>
      <w:r>
        <w:t>-</w:t>
      </w:r>
      <w:r w:rsidRPr="00275B88">
        <w:t>heure après</w:t>
      </w:r>
      <w:r w:rsidR="002C50B2">
        <w:t xml:space="preserve">, </w:t>
      </w:r>
      <w:r w:rsidRPr="00275B88">
        <w:t>Chantecoq avait regagné son studio et s</w:t>
      </w:r>
      <w:r w:rsidR="002C50B2">
        <w:t>’</w:t>
      </w:r>
      <w:r w:rsidRPr="00275B88">
        <w:t>installait tout de suite à sa table de travail</w:t>
      </w:r>
      <w:r w:rsidR="002C50B2">
        <w:t>.</w:t>
      </w:r>
    </w:p>
    <w:p w14:paraId="3A3AE0A0" w14:textId="77777777" w:rsidR="002C50B2" w:rsidRDefault="00C77A4E" w:rsidP="002C50B2">
      <w:r w:rsidRPr="00275B88">
        <w:t>Il ouvrit le tiroir qui renfermait les billets de Belphégor</w:t>
      </w:r>
      <w:r w:rsidR="002C50B2">
        <w:t xml:space="preserve">, </w:t>
      </w:r>
      <w:r w:rsidRPr="00275B88">
        <w:t>ainsi que celui de Jacques et il les étala tous les trois devant lui</w:t>
      </w:r>
      <w:r w:rsidR="002C50B2">
        <w:t>.</w:t>
      </w:r>
    </w:p>
    <w:p w14:paraId="3EDA5844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armant de sa loupe</w:t>
      </w:r>
      <w:r w:rsidR="002C50B2">
        <w:t xml:space="preserve">, </w:t>
      </w:r>
      <w:r w:rsidRPr="00275B88">
        <w:t>il recommença à examiner les documents avec une attention peut</w:t>
      </w:r>
      <w:r>
        <w:t>-</w:t>
      </w:r>
      <w:r w:rsidRPr="00275B88">
        <w:t>être encore plus aiguisée que la première fois</w:t>
      </w:r>
      <w:r w:rsidR="002C50B2">
        <w:t>.</w:t>
      </w:r>
    </w:p>
    <w:p w14:paraId="0FD3FDA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extraordinaire</w:t>
      </w:r>
      <w:r>
        <w:t xml:space="preserve"> ! </w:t>
      </w:r>
      <w:r w:rsidR="00C77A4E" w:rsidRPr="00275B88">
        <w:t>murmura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. </w:t>
      </w:r>
      <w:r w:rsidR="00C77A4E" w:rsidRPr="00275B88">
        <w:t>Plus on les étudie et on les compare</w:t>
      </w:r>
      <w:r>
        <w:t xml:space="preserve">, </w:t>
      </w:r>
      <w:r w:rsidR="00C77A4E" w:rsidRPr="00275B88">
        <w:t>plus on a l</w:t>
      </w:r>
      <w:r>
        <w:t>’</w:t>
      </w:r>
      <w:r w:rsidR="00C77A4E" w:rsidRPr="00275B88">
        <w:t>impression que certains de ces caractères ont été tracés par la même main</w:t>
      </w:r>
      <w:r>
        <w:t>.</w:t>
      </w:r>
    </w:p>
    <w:p w14:paraId="4C207215" w14:textId="77777777" w:rsidR="002C50B2" w:rsidRDefault="002C50B2" w:rsidP="002C50B2">
      <w:r>
        <w:t>« </w:t>
      </w:r>
      <w:r w:rsidR="00C77A4E" w:rsidRPr="00275B88">
        <w:t>Et</w:t>
      </w:r>
      <w:r>
        <w:t xml:space="preserve">, </w:t>
      </w:r>
      <w:r w:rsidR="00C77A4E" w:rsidRPr="00275B88">
        <w:t>pourtant</w:t>
      </w:r>
      <w:r>
        <w:t xml:space="preserve">, </w:t>
      </w:r>
      <w:r w:rsidR="00C77A4E" w:rsidRPr="00275B88">
        <w:t>mieux que personne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Jacques Bellegarde ne peut pas être le Fantôme du Louvre</w:t>
      </w:r>
      <w:r>
        <w:t xml:space="preserve">, </w:t>
      </w:r>
      <w:r w:rsidR="00C77A4E" w:rsidRPr="00275B88">
        <w:t>puisque celui</w:t>
      </w:r>
      <w:r w:rsidR="00C77A4E">
        <w:t>-</w:t>
      </w:r>
      <w:r w:rsidR="00C77A4E" w:rsidRPr="00275B88">
        <w:t>ci</w:t>
      </w:r>
      <w:r>
        <w:t xml:space="preserve">, </w:t>
      </w:r>
      <w:r w:rsidR="00C77A4E" w:rsidRPr="00275B88">
        <w:t>par deux fois</w:t>
      </w:r>
      <w:r>
        <w:t xml:space="preserve">, </w:t>
      </w:r>
      <w:r w:rsidR="00C77A4E" w:rsidRPr="00275B88">
        <w:t>tenta de l</w:t>
      </w:r>
      <w:r>
        <w:t>’</w:t>
      </w:r>
      <w:r w:rsidR="00C77A4E" w:rsidRPr="00275B88">
        <w:t>assassiner</w:t>
      </w:r>
      <w:r>
        <w:t xml:space="preserve">. </w:t>
      </w:r>
      <w:r w:rsidR="00C77A4E" w:rsidRPr="00275B88">
        <w:t>Décidément</w:t>
      </w:r>
      <w:r>
        <w:t xml:space="preserve">, </w:t>
      </w:r>
      <w:r w:rsidR="00C77A4E" w:rsidRPr="00275B88">
        <w:t>ce Belphégor dépasse en habileté tous les faussaires de ma connaissance</w:t>
      </w:r>
      <w:r>
        <w:t> !</w:t>
      </w:r>
    </w:p>
    <w:p w14:paraId="1AA7CD06" w14:textId="77777777" w:rsidR="002C50B2" w:rsidRDefault="00C77A4E" w:rsidP="002C50B2">
      <w:r w:rsidRPr="00275B88">
        <w:t>Un bruit de pas légers se fit entendre dans la pièce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>était Colette qui rejoignait son père</w:t>
      </w:r>
      <w:r w:rsidR="002C50B2">
        <w:t>.</w:t>
      </w:r>
    </w:p>
    <w:p w14:paraId="37304557" w14:textId="77777777" w:rsidR="002C50B2" w:rsidRDefault="00C77A4E" w:rsidP="002C50B2">
      <w:r w:rsidRPr="00275B88">
        <w:t>D</w:t>
      </w:r>
      <w:r w:rsidR="002C50B2">
        <w:t>’</w:t>
      </w:r>
      <w:r w:rsidRPr="00275B88">
        <w:t>une voix presque tremblante</w:t>
      </w:r>
      <w:r w:rsidR="002C50B2">
        <w:t xml:space="preserve">, </w:t>
      </w:r>
      <w:r w:rsidRPr="00275B88">
        <w:t>elle lui demanda</w:t>
      </w:r>
      <w:r w:rsidR="002C50B2">
        <w:t> :</w:t>
      </w:r>
    </w:p>
    <w:p w14:paraId="3F2DFE27" w14:textId="77777777" w:rsidR="002C50B2" w:rsidRDefault="002C50B2" w:rsidP="002C50B2">
      <w:r>
        <w:t>— </w:t>
      </w:r>
      <w:r w:rsidR="00C77A4E" w:rsidRPr="00275B88">
        <w:t>Père</w:t>
      </w:r>
      <w:r>
        <w:t xml:space="preserve">, </w:t>
      </w:r>
      <w:r w:rsidR="00C77A4E" w:rsidRPr="00275B88">
        <w:t>as</w:t>
      </w:r>
      <w:r w:rsidR="00C77A4E">
        <w:t>-</w:t>
      </w:r>
      <w:r w:rsidR="00C77A4E" w:rsidRPr="00275B88">
        <w:t>tu appris quelque chose d</w:t>
      </w:r>
      <w:r>
        <w:t>’</w:t>
      </w:r>
      <w:r w:rsidR="00C77A4E" w:rsidRPr="00275B88">
        <w:t>intéressant</w:t>
      </w:r>
      <w:r>
        <w:t> ?</w:t>
      </w:r>
    </w:p>
    <w:p w14:paraId="4A50661A" w14:textId="77777777" w:rsidR="002C50B2" w:rsidRDefault="00C77A4E" w:rsidP="002C50B2">
      <w:r w:rsidRPr="00275B88">
        <w:t>Chantecoq répondit</w:t>
      </w:r>
      <w:r w:rsidR="002C50B2">
        <w:t> :</w:t>
      </w:r>
    </w:p>
    <w:p w14:paraId="3D901D30" w14:textId="24A1A88B" w:rsidR="002C50B2" w:rsidRDefault="002C50B2" w:rsidP="002C50B2">
      <w:r>
        <w:lastRenderedPageBreak/>
        <w:t>— </w:t>
      </w:r>
      <w:r w:rsidR="00C77A4E" w:rsidRPr="00275B88">
        <w:t>Les constatations que j</w:t>
      </w:r>
      <w:r>
        <w:t>’</w:t>
      </w:r>
      <w:r w:rsidR="00C77A4E" w:rsidRPr="00275B88">
        <w:t xml:space="preserve">ai faites 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n</w:t>
      </w:r>
      <w:r>
        <w:t>’</w:t>
      </w:r>
      <w:r w:rsidR="00C77A4E" w:rsidRPr="00275B88">
        <w:t>ont fait qu</w:t>
      </w:r>
      <w:r>
        <w:t>’</w:t>
      </w:r>
      <w:r w:rsidR="00C77A4E" w:rsidRPr="00275B88">
        <w:t>affermir ma conviction que Belphégor cherchait à rejeter sur Jacques Bellegarde la responsabilité de ses sinistres exploits</w:t>
      </w:r>
      <w:r>
        <w:t>.</w:t>
      </w:r>
    </w:p>
    <w:p w14:paraId="49F2F511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la jeune fille en pâlissant</w:t>
      </w:r>
      <w:r>
        <w:t xml:space="preserve">, </w:t>
      </w:r>
      <w:r w:rsidR="00C77A4E" w:rsidRPr="00275B88">
        <w:t>mes pressentiments seraient fondés</w:t>
      </w:r>
      <w:r>
        <w:t> !</w:t>
      </w:r>
    </w:p>
    <w:p w14:paraId="745B3FE1" w14:textId="77777777" w:rsidR="002C50B2" w:rsidRDefault="002C50B2" w:rsidP="002C50B2">
      <w:r>
        <w:t>— </w:t>
      </w:r>
      <w:r w:rsidR="00C77A4E" w:rsidRPr="00275B88">
        <w:t>Colette</w:t>
      </w:r>
      <w:r>
        <w:t xml:space="preserve"> ! </w:t>
      </w:r>
      <w:r w:rsidR="00C77A4E" w:rsidRPr="00275B88">
        <w:t>reprochait le détective avec un accent de douce vérité</w:t>
      </w:r>
      <w:r>
        <w:t xml:space="preserve">, </w:t>
      </w:r>
      <w:r w:rsidR="00C77A4E" w:rsidRPr="00275B88">
        <w:t>je ne te reconnais plus</w:t>
      </w:r>
      <w:r>
        <w:t> !…</w:t>
      </w:r>
    </w:p>
    <w:p w14:paraId="21AC41A2" w14:textId="77777777" w:rsidR="002C50B2" w:rsidRDefault="002C50B2" w:rsidP="002C50B2">
      <w:r>
        <w:t>« </w:t>
      </w:r>
      <w:r w:rsidR="00C77A4E" w:rsidRPr="00275B88">
        <w:t>Ressaisis</w:t>
      </w:r>
      <w:r w:rsidR="00C77A4E">
        <w:t>-</w:t>
      </w:r>
      <w:r w:rsidR="00C77A4E" w:rsidRPr="00275B88">
        <w:t>toi</w:t>
      </w:r>
      <w:r>
        <w:t xml:space="preserve">, </w:t>
      </w:r>
      <w:r w:rsidR="00C77A4E" w:rsidRPr="00275B88">
        <w:t>ma chère enfant</w:t>
      </w:r>
      <w:r>
        <w:t xml:space="preserve">… </w:t>
      </w:r>
      <w:r w:rsidR="00C77A4E" w:rsidRPr="00275B88">
        <w:t>Mon flair me dit que nous ne tarderons pas à avoir des nouvelles de Jacques Bellegarde</w:t>
      </w:r>
      <w:r>
        <w:t>.</w:t>
      </w:r>
    </w:p>
    <w:p w14:paraId="10088161" w14:textId="77777777" w:rsidR="002C50B2" w:rsidRDefault="002C50B2" w:rsidP="002C50B2">
      <w:r>
        <w:t>— </w:t>
      </w:r>
      <w:r w:rsidR="00C77A4E" w:rsidRPr="00275B88">
        <w:t>Pourvu que Belphégor ne l</w:t>
      </w:r>
      <w:r>
        <w:t>’</w:t>
      </w:r>
      <w:r w:rsidR="00C77A4E" w:rsidRPr="00275B88">
        <w:t>ait pas tué</w:t>
      </w:r>
      <w:r>
        <w:t xml:space="preserve">, </w:t>
      </w:r>
      <w:r w:rsidR="00C77A4E" w:rsidRPr="00275B88">
        <w:t>comme le gardien Sabarat</w:t>
      </w:r>
      <w:r>
        <w:t> !</w:t>
      </w:r>
    </w:p>
    <w:p w14:paraId="1EA83315" w14:textId="77777777" w:rsidR="002C50B2" w:rsidRDefault="002C50B2" w:rsidP="002C50B2">
      <w:r>
        <w:t>— </w:t>
      </w:r>
      <w:r w:rsidR="00C77A4E" w:rsidRPr="00275B88">
        <w:t>Je donnerais bien ma tête à couper qu</w:t>
      </w:r>
      <w:r>
        <w:t>’</w:t>
      </w:r>
      <w:r w:rsidR="00C77A4E" w:rsidRPr="00275B88">
        <w:t>il est vivant</w:t>
      </w:r>
      <w:r>
        <w:t>.</w:t>
      </w:r>
    </w:p>
    <w:p w14:paraId="18BF6677" w14:textId="77777777" w:rsidR="002C50B2" w:rsidRDefault="00C77A4E" w:rsidP="002C50B2">
      <w:r w:rsidRPr="00275B88">
        <w:t>À peine Chantecoq avait</w:t>
      </w:r>
      <w:r>
        <w:t>-</w:t>
      </w:r>
      <w:r w:rsidRPr="00275B88">
        <w:t>il proféré cette phrase</w:t>
      </w:r>
      <w:r w:rsidR="002C50B2">
        <w:t xml:space="preserve">, </w:t>
      </w:r>
      <w:r w:rsidRPr="00275B88">
        <w:t>que des aboiements retentirent dans le jardin</w:t>
      </w:r>
      <w:r w:rsidR="002C50B2">
        <w:t xml:space="preserve">. </w:t>
      </w:r>
      <w:r w:rsidRPr="00275B88">
        <w:t>Le détective se leva et s</w:t>
      </w:r>
      <w:r w:rsidR="002C50B2">
        <w:t>’</w:t>
      </w:r>
      <w:r w:rsidRPr="00275B88">
        <w:t>en fut vers la fenêtre</w:t>
      </w:r>
      <w:r w:rsidR="002C50B2">
        <w:t>.</w:t>
      </w:r>
    </w:p>
    <w:p w14:paraId="5340F838" w14:textId="77777777" w:rsidR="002C50B2" w:rsidRDefault="00C77A4E" w:rsidP="002C50B2">
      <w:r w:rsidRPr="00275B88">
        <w:t>Un cri de joie lui échappa</w:t>
      </w:r>
      <w:r w:rsidR="002C50B2">
        <w:t>.</w:t>
      </w:r>
    </w:p>
    <w:p w14:paraId="77C95E59" w14:textId="477F227A" w:rsidR="002C50B2" w:rsidRDefault="002C50B2" w:rsidP="002C50B2">
      <w:r>
        <w:t>— </w:t>
      </w:r>
      <w:r w:rsidR="00C77A4E" w:rsidRPr="00275B88">
        <w:t>Parbleu</w:t>
      </w:r>
      <w:r>
        <w:t xml:space="preserve"> ! </w:t>
      </w:r>
      <w:r w:rsidR="00C77A4E" w:rsidRPr="00275B88">
        <w:t xml:space="preserve">Voici </w:t>
      </w:r>
      <w:r>
        <w:t>M. </w:t>
      </w:r>
      <w:r w:rsidR="00C77A4E" w:rsidRPr="00275B88">
        <w:t>Bellegarde</w:t>
      </w:r>
      <w:r>
        <w:t> !</w:t>
      </w:r>
    </w:p>
    <w:p w14:paraId="33E67D50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subitement joyeuse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 rejoindre son père</w:t>
      </w:r>
      <w:r w:rsidR="002C50B2">
        <w:t xml:space="preserve">. </w:t>
      </w:r>
      <w:proofErr w:type="spellStart"/>
      <w:r w:rsidRPr="00275B88">
        <w:t>Gautrais</w:t>
      </w:r>
      <w:proofErr w:type="spellEnd"/>
      <w:r w:rsidRPr="00275B88">
        <w:t xml:space="preserve"> après avoir calmé les chiens</w:t>
      </w:r>
      <w:r w:rsidR="002C50B2">
        <w:t xml:space="preserve">, </w:t>
      </w:r>
      <w:r w:rsidRPr="00275B88">
        <w:t>accompagnait le reporter jusqu</w:t>
      </w:r>
      <w:r w:rsidR="002C50B2">
        <w:t>’</w:t>
      </w:r>
      <w:r w:rsidRPr="00275B88">
        <w:t>à la maison</w:t>
      </w:r>
      <w:r w:rsidR="002C50B2">
        <w:t xml:space="preserve">. </w:t>
      </w:r>
      <w:r w:rsidRPr="00275B88">
        <w:t>Chantecoq s</w:t>
      </w:r>
      <w:r w:rsidR="002C50B2">
        <w:t>’</w:t>
      </w:r>
      <w:r w:rsidRPr="00275B88">
        <w:t>en fut au</w:t>
      </w:r>
      <w:r>
        <w:t>-</w:t>
      </w:r>
      <w:r w:rsidRPr="00275B88">
        <w:t>devant de lui et l</w:t>
      </w:r>
      <w:r w:rsidR="002C50B2">
        <w:t>’</w:t>
      </w:r>
      <w:r w:rsidRPr="00275B88">
        <w:t>accueillit à la porte de son studio</w:t>
      </w:r>
      <w:r w:rsidR="002C50B2">
        <w:t xml:space="preserve">. </w:t>
      </w:r>
      <w:r w:rsidRPr="00275B88">
        <w:t>Tous deux échangèrent une chaleureuse poignée de main</w:t>
      </w:r>
      <w:r w:rsidR="002C50B2">
        <w:t>.</w:t>
      </w:r>
    </w:p>
    <w:p w14:paraId="4FDB8DDC" w14:textId="77777777" w:rsidR="002C50B2" w:rsidRDefault="00C77A4E" w:rsidP="002C50B2">
      <w:r w:rsidRPr="00275B88">
        <w:t>À la figure pâle</w:t>
      </w:r>
      <w:r w:rsidR="002C50B2">
        <w:t xml:space="preserve">, </w:t>
      </w:r>
      <w:r w:rsidRPr="00275B88">
        <w:t>aux traits tirés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expression des yeux du jeune reporter</w:t>
      </w:r>
      <w:r w:rsidR="002C50B2">
        <w:t xml:space="preserve">, </w:t>
      </w:r>
      <w:r w:rsidRPr="00275B88">
        <w:t>le roi des détectives et sa fille devinèrent qu</w:t>
      </w:r>
      <w:r w:rsidR="002C50B2">
        <w:t>’</w:t>
      </w:r>
      <w:r w:rsidRPr="00275B88">
        <w:t xml:space="preserve">au cours de la nuit précédente il avait dû être mêlé à de </w:t>
      </w:r>
      <w:r w:rsidRPr="00275B88">
        <w:lastRenderedPageBreak/>
        <w:t>graves événements</w:t>
      </w:r>
      <w:r w:rsidR="002C50B2">
        <w:t xml:space="preserve">… </w:t>
      </w:r>
      <w:r w:rsidRPr="00275B88">
        <w:t>Et tandis qu</w:t>
      </w:r>
      <w:r w:rsidR="002C50B2">
        <w:t>’</w:t>
      </w:r>
      <w:r w:rsidRPr="00275B88">
        <w:t>il le faisait pénétrer dans la pièce</w:t>
      </w:r>
      <w:r w:rsidR="002C50B2">
        <w:t xml:space="preserve">, </w:t>
      </w:r>
      <w:r w:rsidRPr="00275B88">
        <w:t>il lui demanda</w:t>
      </w:r>
      <w:r w:rsidR="002C50B2">
        <w:t> :</w:t>
      </w:r>
    </w:p>
    <w:p w14:paraId="470498DB" w14:textId="77777777" w:rsidR="002C50B2" w:rsidRDefault="002C50B2" w:rsidP="002C50B2">
      <w:r>
        <w:t>— </w:t>
      </w:r>
      <w:r w:rsidR="00C77A4E" w:rsidRPr="00275B88">
        <w:t>Que vous est</w:t>
      </w:r>
      <w:r w:rsidR="00C77A4E">
        <w:t>-</w:t>
      </w:r>
      <w:r w:rsidR="00C77A4E" w:rsidRPr="00275B88">
        <w:t>il donc arrivé</w:t>
      </w:r>
      <w:r>
        <w:t> ?</w:t>
      </w:r>
    </w:p>
    <w:p w14:paraId="4EF4683B" w14:textId="77777777" w:rsidR="002C50B2" w:rsidRDefault="00C77A4E" w:rsidP="002C50B2">
      <w:r w:rsidRPr="00275B88">
        <w:t>Bellegarde riposta</w:t>
      </w:r>
      <w:r w:rsidR="002C50B2">
        <w:t xml:space="preserve">, </w:t>
      </w:r>
      <w:r w:rsidRPr="00275B88">
        <w:t>tout d</w:t>
      </w:r>
      <w:r w:rsidR="002C50B2">
        <w:t>’</w:t>
      </w:r>
      <w:r w:rsidRPr="00275B88">
        <w:t>une traite</w:t>
      </w:r>
      <w:r w:rsidR="002C50B2">
        <w:t> :</w:t>
      </w:r>
    </w:p>
    <w:p w14:paraId="2F14D950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tout simplement failli être assassiné</w:t>
      </w:r>
      <w:r>
        <w:t> !</w:t>
      </w:r>
    </w:p>
    <w:p w14:paraId="6347E8B6" w14:textId="77777777" w:rsidR="002C50B2" w:rsidRDefault="00C77A4E" w:rsidP="002C50B2">
      <w:r w:rsidRPr="00275B88">
        <w:t>Colette tressaillit et fut sur le point de s</w:t>
      </w:r>
      <w:r w:rsidR="002C50B2">
        <w:t>’</w:t>
      </w:r>
      <w:r w:rsidRPr="00275B88">
        <w:t>écrier</w:t>
      </w:r>
      <w:r w:rsidR="002C50B2">
        <w:t> :</w:t>
      </w:r>
    </w:p>
    <w:p w14:paraId="75A969BE" w14:textId="4DE19CC4" w:rsidR="002C50B2" w:rsidRDefault="002C50B2" w:rsidP="002C50B2">
      <w:r>
        <w:t>« </w:t>
      </w:r>
      <w:r w:rsidR="00C77A4E" w:rsidRPr="00275B88">
        <w:t>Je m</w:t>
      </w:r>
      <w:r>
        <w:t>’</w:t>
      </w:r>
      <w:r w:rsidR="00C77A4E" w:rsidRPr="00275B88">
        <w:t>en doutais</w:t>
      </w:r>
      <w:r>
        <w:t> ! »</w:t>
      </w:r>
    </w:p>
    <w:p w14:paraId="130FC628" w14:textId="77777777" w:rsidR="002C50B2" w:rsidRDefault="00C77A4E" w:rsidP="002C50B2">
      <w:r w:rsidRPr="00275B88">
        <w:t>Mais elle se contenta de pousser un profond soupir</w:t>
      </w:r>
      <w:r w:rsidR="002C50B2">
        <w:t>.</w:t>
      </w:r>
    </w:p>
    <w:p w14:paraId="0ED6F2C3" w14:textId="77777777" w:rsidR="002C50B2" w:rsidRDefault="00C77A4E" w:rsidP="002C50B2">
      <w:r w:rsidRPr="00275B88">
        <w:t>Chantecoq invita Jacques à s</w:t>
      </w:r>
      <w:r w:rsidR="002C50B2">
        <w:t>’</w:t>
      </w:r>
      <w:r w:rsidRPr="00275B88">
        <w:t>asseoir et se réinstalla tranquillement devant son bureau</w:t>
      </w:r>
      <w:r w:rsidR="002C50B2">
        <w:t>.</w:t>
      </w:r>
    </w:p>
    <w:p w14:paraId="19A11DE4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muette</w:t>
      </w:r>
      <w:r w:rsidR="002C50B2">
        <w:t xml:space="preserve">, </w:t>
      </w:r>
      <w:r w:rsidRPr="00275B88">
        <w:t>attendit</w:t>
      </w:r>
      <w:r w:rsidR="002C50B2">
        <w:t xml:space="preserve">, </w:t>
      </w:r>
      <w:r w:rsidRPr="00275B88">
        <w:t>debout</w:t>
      </w:r>
      <w:r w:rsidR="002C50B2">
        <w:t xml:space="preserve">, </w:t>
      </w:r>
      <w:r w:rsidRPr="00275B88">
        <w:t>près du journaliste</w:t>
      </w:r>
      <w:r w:rsidR="002C50B2">
        <w:t xml:space="preserve">, </w:t>
      </w:r>
      <w:r w:rsidRPr="00275B88">
        <w:t>qui attaqua aussitôt</w:t>
      </w:r>
      <w:r w:rsidR="002C50B2">
        <w:t> :</w:t>
      </w:r>
    </w:p>
    <w:p w14:paraId="271E1470" w14:textId="77777777" w:rsidR="002C50B2" w:rsidRDefault="002C50B2" w:rsidP="002C50B2">
      <w:r>
        <w:t>— </w:t>
      </w:r>
      <w:r w:rsidR="00C77A4E" w:rsidRPr="00275B88">
        <w:t>Hier soir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étais au </w:t>
      </w:r>
      <w:r w:rsidR="00C77A4E" w:rsidRPr="00275B88">
        <w:rPr>
          <w:i/>
          <w:iCs/>
        </w:rPr>
        <w:t xml:space="preserve">Petit Parisien </w:t>
      </w:r>
      <w:r w:rsidR="00C77A4E" w:rsidRPr="00275B88">
        <w:t>en train de corriger les épreuves de mon article</w:t>
      </w:r>
      <w:r>
        <w:t xml:space="preserve">, </w:t>
      </w:r>
      <w:r w:rsidR="00C77A4E" w:rsidRPr="00275B88">
        <w:t>lorsqu</w:t>
      </w:r>
      <w:r>
        <w:t>’</w:t>
      </w:r>
      <w:r w:rsidR="00C77A4E" w:rsidRPr="00275B88">
        <w:t>un coup de téléphone me prévint que mon ami</w:t>
      </w:r>
      <w:r>
        <w:t xml:space="preserve">, </w:t>
      </w:r>
      <w:r w:rsidR="00C77A4E" w:rsidRPr="00275B88">
        <w:t xml:space="preserve">le peintre </w:t>
      </w:r>
      <w:proofErr w:type="spellStart"/>
      <w:r w:rsidR="00C77A4E" w:rsidRPr="00275B88">
        <w:t>Dermont</w:t>
      </w:r>
      <w:proofErr w:type="spellEnd"/>
      <w:r>
        <w:t xml:space="preserve">, </w:t>
      </w:r>
      <w:r w:rsidR="00C77A4E" w:rsidRPr="00275B88">
        <w:t>que vous connaissez certainement de réputation</w:t>
      </w:r>
      <w:r>
        <w:t xml:space="preserve">, </w:t>
      </w:r>
      <w:r w:rsidR="00C77A4E" w:rsidRPr="00275B88">
        <w:t>était au plus mal</w:t>
      </w:r>
      <w:r>
        <w:t xml:space="preserve">. </w:t>
      </w:r>
      <w:r w:rsidR="00C77A4E" w:rsidRPr="00275B88">
        <w:t>Jugez de ma surprise</w:t>
      </w:r>
      <w:r>
        <w:t xml:space="preserve"> : </w:t>
      </w:r>
      <w:r w:rsidR="00C77A4E" w:rsidRPr="00275B88">
        <w:t>la veille</w:t>
      </w:r>
      <w:r>
        <w:t xml:space="preserve">, </w:t>
      </w:r>
      <w:r w:rsidR="00C77A4E" w:rsidRPr="00275B88">
        <w:t>je l</w:t>
      </w:r>
      <w:r>
        <w:t>’</w:t>
      </w:r>
      <w:r w:rsidR="00C77A4E" w:rsidRPr="00275B88">
        <w:t>avais rencontré</w:t>
      </w:r>
      <w:r>
        <w:t xml:space="preserve">, </w:t>
      </w:r>
      <w:r w:rsidR="00C77A4E" w:rsidRPr="00275B88">
        <w:t>boulevard Montmartre</w:t>
      </w:r>
      <w:r>
        <w:t xml:space="preserve">, </w:t>
      </w:r>
      <w:r w:rsidR="00C77A4E" w:rsidRPr="00275B88">
        <w:t>et il m</w:t>
      </w:r>
      <w:r>
        <w:t>’</w:t>
      </w:r>
      <w:r w:rsidR="00C77A4E" w:rsidRPr="00275B88">
        <w:t>avait paru en parfait état de santé</w:t>
      </w:r>
      <w:r>
        <w:t xml:space="preserve">. </w:t>
      </w:r>
      <w:r w:rsidR="00C77A4E" w:rsidRPr="00275B88">
        <w:t>La personne qui me téléphonait</w:t>
      </w:r>
      <w:r>
        <w:t xml:space="preserve">, </w:t>
      </w:r>
      <w:r w:rsidR="00C77A4E" w:rsidRPr="00275B88">
        <w:t>un de ses voisins</w:t>
      </w:r>
      <w:r>
        <w:t xml:space="preserve">, </w:t>
      </w:r>
      <w:r w:rsidR="00C77A4E" w:rsidRPr="00275B88">
        <w:t xml:space="preserve">me répondit que </w:t>
      </w:r>
      <w:proofErr w:type="spellStart"/>
      <w:r w:rsidR="00C77A4E" w:rsidRPr="00275B88">
        <w:t>Dermont</w:t>
      </w:r>
      <w:proofErr w:type="spellEnd"/>
      <w:r w:rsidR="00C77A4E" w:rsidRPr="00275B88">
        <w:t xml:space="preserve"> avait été frappé</w:t>
      </w:r>
      <w:r>
        <w:t xml:space="preserve">, </w:t>
      </w:r>
      <w:r w:rsidR="00C77A4E" w:rsidRPr="00275B88">
        <w:t>dans la journée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congestion cérébrale et qu</w:t>
      </w:r>
      <w:r>
        <w:t>’</w:t>
      </w:r>
      <w:r w:rsidR="00C77A4E" w:rsidRPr="00275B88">
        <w:t>il n</w:t>
      </w:r>
      <w:r>
        <w:t>’</w:t>
      </w:r>
      <w:r w:rsidR="00C77A4E" w:rsidRPr="00275B88">
        <w:t>avait pas repris connaissance</w:t>
      </w:r>
      <w:r>
        <w:t xml:space="preserve">. </w:t>
      </w:r>
      <w:r w:rsidR="00C77A4E" w:rsidRPr="00275B88">
        <w:t>Dans ces conditions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hésitai pas à prendre le train pour Nesles</w:t>
      </w:r>
      <w:r w:rsidR="00C77A4E">
        <w:t>-</w:t>
      </w:r>
      <w:r w:rsidR="00C77A4E" w:rsidRPr="00275B88">
        <w:t>la</w:t>
      </w:r>
      <w:r w:rsidR="00C77A4E">
        <w:t>-</w:t>
      </w:r>
      <w:r w:rsidR="00C77A4E" w:rsidRPr="00275B88">
        <w:t>Vallée</w:t>
      </w:r>
      <w:r>
        <w:t xml:space="preserve">, </w:t>
      </w:r>
      <w:r w:rsidR="00C77A4E" w:rsidRPr="00275B88">
        <w:t xml:space="preserve">où </w:t>
      </w:r>
      <w:proofErr w:type="spellStart"/>
      <w:r w:rsidR="00C77A4E" w:rsidRPr="00275B88">
        <w:t>Dermont</w:t>
      </w:r>
      <w:proofErr w:type="spellEnd"/>
      <w:r w:rsidR="00C77A4E" w:rsidRPr="00275B88">
        <w:t xml:space="preserve"> habite toute l</w:t>
      </w:r>
      <w:r>
        <w:t>’</w:t>
      </w:r>
      <w:r w:rsidR="00C77A4E" w:rsidRPr="00275B88">
        <w:t>année dans une charmante propriété où j</w:t>
      </w:r>
      <w:r>
        <w:t>’</w:t>
      </w:r>
      <w:r w:rsidR="00C77A4E" w:rsidRPr="00275B88">
        <w:t>ai passé souvent avec lui</w:t>
      </w:r>
      <w:r>
        <w:t xml:space="preserve">, </w:t>
      </w:r>
      <w:r w:rsidR="00C77A4E" w:rsidRPr="00275B88">
        <w:t>en toute intimité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excellents moments</w:t>
      </w:r>
      <w:r>
        <w:t xml:space="preserve">. </w:t>
      </w:r>
      <w:r w:rsidR="00C77A4E" w:rsidRPr="00275B88">
        <w:t>Deux heures après</w:t>
      </w:r>
      <w:r>
        <w:t xml:space="preserve">, </w:t>
      </w:r>
      <w:r w:rsidR="00C77A4E" w:rsidRPr="00275B88">
        <w:t>je descendais à la gare de Nesles</w:t>
      </w:r>
      <w:r>
        <w:t>.</w:t>
      </w:r>
    </w:p>
    <w:p w14:paraId="2FE5B6A7" w14:textId="77777777" w:rsidR="002C50B2" w:rsidRDefault="002C50B2" w:rsidP="002C50B2">
      <w:r>
        <w:t>— </w:t>
      </w:r>
      <w:r w:rsidR="00C77A4E" w:rsidRPr="00275B88">
        <w:t>Quelle heure était</w:t>
      </w:r>
      <w:r w:rsidR="00C77A4E">
        <w:t>-</w:t>
      </w:r>
      <w:r w:rsidR="00C77A4E" w:rsidRPr="00275B88">
        <w:t>il</w:t>
      </w:r>
      <w:r>
        <w:t xml:space="preserve"> ? </w:t>
      </w:r>
      <w:r w:rsidR="00C77A4E" w:rsidRPr="00275B88">
        <w:t>coupait Chantecoq</w:t>
      </w:r>
      <w:r>
        <w:t>.</w:t>
      </w:r>
    </w:p>
    <w:p w14:paraId="0F368871" w14:textId="77777777" w:rsidR="002C50B2" w:rsidRDefault="002C50B2" w:rsidP="002C50B2">
      <w:r>
        <w:lastRenderedPageBreak/>
        <w:t>— </w:t>
      </w:r>
      <w:r w:rsidR="00C77A4E" w:rsidRPr="00275B88">
        <w:t>Vingt</w:t>
      </w:r>
      <w:r w:rsidR="00C77A4E">
        <w:t>-</w:t>
      </w:r>
      <w:r w:rsidR="00C77A4E" w:rsidRPr="00275B88">
        <w:t>trois heures environ</w:t>
      </w:r>
      <w:r>
        <w:t>.</w:t>
      </w:r>
    </w:p>
    <w:p w14:paraId="09D01033" w14:textId="77777777" w:rsidR="002C50B2" w:rsidRDefault="002C50B2" w:rsidP="002C50B2">
      <w:r>
        <w:t>— </w:t>
      </w:r>
      <w:r w:rsidR="00C77A4E" w:rsidRPr="00275B88">
        <w:t>Bien</w:t>
      </w:r>
      <w:r>
        <w:t xml:space="preserve">… </w:t>
      </w:r>
      <w:r w:rsidR="00C77A4E" w:rsidRPr="00275B88">
        <w:t>continuez</w:t>
      </w:r>
      <w:r>
        <w:t>.</w:t>
      </w:r>
    </w:p>
    <w:p w14:paraId="3496D817" w14:textId="77777777" w:rsidR="002C50B2" w:rsidRDefault="00C77A4E" w:rsidP="002C50B2">
      <w:r w:rsidRPr="00275B88">
        <w:t>Le reporter reprit</w:t>
      </w:r>
      <w:r w:rsidR="002C50B2">
        <w:t> :</w:t>
      </w:r>
    </w:p>
    <w:p w14:paraId="64B9585F" w14:textId="0E0A1A12" w:rsidR="002C50B2" w:rsidRDefault="002C50B2" w:rsidP="002C50B2">
      <w:r>
        <w:t>— </w:t>
      </w:r>
      <w:r w:rsidR="00C77A4E" w:rsidRPr="00275B88">
        <w:t>Je m</w:t>
      </w:r>
      <w:r>
        <w:t>’</w:t>
      </w:r>
      <w:r w:rsidR="00C77A4E" w:rsidRPr="00275B88">
        <w:t>engageais sur la route obscure et bordée de grands bois touffus qui conduit à la villa de mon camarade</w:t>
      </w:r>
      <w:r>
        <w:t xml:space="preserve">, </w:t>
      </w:r>
      <w:r w:rsidR="00C77A4E" w:rsidRPr="00275B88">
        <w:t>lorsque</w:t>
      </w:r>
      <w:r>
        <w:t xml:space="preserve">, </w:t>
      </w:r>
      <w:r w:rsidR="00C77A4E" w:rsidRPr="00275B88">
        <w:t>au bout de trois cents mètres environ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aperçus</w:t>
      </w:r>
      <w:r>
        <w:t xml:space="preserve">, </w:t>
      </w:r>
      <w:r w:rsidR="00C77A4E" w:rsidRPr="00275B88">
        <w:t>arrêtée sur le bord du chemin</w:t>
      </w:r>
      <w:r>
        <w:t xml:space="preserve">, </w:t>
      </w:r>
      <w:r w:rsidR="00C77A4E" w:rsidRPr="00275B88">
        <w:t>près d</w:t>
      </w:r>
      <w:r>
        <w:t>’</w:t>
      </w:r>
      <w:r w:rsidR="00C77A4E" w:rsidRPr="00275B88">
        <w:t>un tas de cailloux</w:t>
      </w:r>
      <w:r>
        <w:t xml:space="preserve">, </w:t>
      </w:r>
      <w:r w:rsidR="00C77A4E" w:rsidRPr="00275B88">
        <w:t>une auto à conduite intérieure et de couleur sombre</w:t>
      </w:r>
      <w:r>
        <w:t xml:space="preserve">. </w:t>
      </w:r>
      <w:r w:rsidR="00C77A4E" w:rsidRPr="00275B88">
        <w:t>Un chauffeur</w:t>
      </w:r>
      <w:r>
        <w:t xml:space="preserve">, </w:t>
      </w:r>
      <w:r w:rsidR="00C77A4E" w:rsidRPr="00275B88">
        <w:t>vêtu d</w:t>
      </w:r>
      <w:r>
        <w:t>’</w:t>
      </w:r>
      <w:r w:rsidR="00C77A4E" w:rsidRPr="00275B88">
        <w:t>une salopette</w:t>
      </w:r>
      <w:r>
        <w:t xml:space="preserve">, </w:t>
      </w:r>
      <w:r w:rsidR="00C77A4E" w:rsidRPr="00275B88">
        <w:t>le visage barré d</w:t>
      </w:r>
      <w:r>
        <w:t>’</w:t>
      </w:r>
      <w:r w:rsidR="00C77A4E" w:rsidRPr="00275B88">
        <w:t>une noire moustache</w:t>
      </w:r>
      <w:r>
        <w:t xml:space="preserve">, </w:t>
      </w:r>
      <w:r w:rsidR="00C77A4E" w:rsidRPr="00275B88">
        <w:t>une casquette de cycliste enfoncée sur les yeux</w:t>
      </w:r>
      <w:r>
        <w:t xml:space="preserve">, </w:t>
      </w:r>
      <w:r w:rsidR="00C77A4E" w:rsidRPr="00275B88">
        <w:t>tout en s</w:t>
      </w:r>
      <w:r>
        <w:t>’</w:t>
      </w:r>
      <w:r w:rsidR="00C77A4E" w:rsidRPr="00275B88">
        <w:t>éclairant à l</w:t>
      </w:r>
      <w:r>
        <w:t>’</w:t>
      </w:r>
      <w:r w:rsidR="00C77A4E" w:rsidRPr="00275B88">
        <w:t>aide d</w:t>
      </w:r>
      <w:r>
        <w:t>’</w:t>
      </w:r>
      <w:r w:rsidR="00C77A4E" w:rsidRPr="00275B88">
        <w:t>une lampe baladeuse</w:t>
      </w:r>
      <w:r>
        <w:t xml:space="preserve">, </w:t>
      </w:r>
      <w:r w:rsidR="00C77A4E" w:rsidRPr="00275B88">
        <w:t>était en train d</w:t>
      </w:r>
      <w:r>
        <w:t>’</w:t>
      </w:r>
      <w:r w:rsidR="00C77A4E" w:rsidRPr="00275B88">
        <w:t>examiner une des roues arrière de sa voiture</w:t>
      </w:r>
      <w:r>
        <w:t xml:space="preserve">. </w:t>
      </w:r>
      <w:r w:rsidR="00C77A4E" w:rsidRPr="00275B88">
        <w:t>En entendant le bruit de mes pas</w:t>
      </w:r>
      <w:r>
        <w:t xml:space="preserve">, </w:t>
      </w:r>
      <w:r w:rsidR="00C77A4E" w:rsidRPr="00275B88">
        <w:t>il se retourna et me cria</w:t>
      </w:r>
      <w:r>
        <w:t> : « </w:t>
      </w:r>
      <w:r w:rsidR="00C77A4E" w:rsidRPr="00275B88">
        <w:t>Vous ne pourriez pas me donner un petit coup de main</w:t>
      </w:r>
      <w:r>
        <w:t> ? »</w:t>
      </w:r>
    </w:p>
    <w:p w14:paraId="0E798FF0" w14:textId="3569FDA4" w:rsidR="002C50B2" w:rsidRDefault="002C50B2" w:rsidP="002C50B2">
      <w:r>
        <w:t>« </w:t>
      </w:r>
      <w:r w:rsidR="00C77A4E" w:rsidRPr="00275B88">
        <w:t>Je m</w:t>
      </w:r>
      <w:r>
        <w:t>’</w:t>
      </w:r>
      <w:r w:rsidR="00C77A4E" w:rsidRPr="00275B88">
        <w:t>approchai</w:t>
      </w:r>
      <w:r>
        <w:t xml:space="preserve">. </w:t>
      </w:r>
      <w:r w:rsidR="00C77A4E" w:rsidRPr="00275B88">
        <w:t>Le chauffeur m</w:t>
      </w:r>
      <w:r>
        <w:t>’</w:t>
      </w:r>
      <w:r w:rsidR="00C77A4E" w:rsidRPr="00275B88">
        <w:t>expliqua</w:t>
      </w:r>
      <w:r>
        <w:t> : « </w:t>
      </w:r>
      <w:r w:rsidR="00C77A4E" w:rsidRPr="00275B88">
        <w:t>Je crois que c</w:t>
      </w:r>
      <w:r>
        <w:t>’</w:t>
      </w:r>
      <w:r w:rsidR="00C77A4E" w:rsidRPr="00275B88">
        <w:t>est un roulement à billes qui est fusillé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bien embêtant</w:t>
      </w:r>
      <w:r>
        <w:t> ! »</w:t>
      </w:r>
    </w:p>
    <w:p w14:paraId="2B0185E8" w14:textId="77777777" w:rsidR="002C50B2" w:rsidRDefault="002C50B2" w:rsidP="002C50B2">
      <w:r>
        <w:t>« </w:t>
      </w:r>
      <w:r w:rsidR="00C77A4E" w:rsidRPr="00275B88">
        <w:t>Je me penchai pour me rendre compte</w:t>
      </w:r>
      <w:r>
        <w:t xml:space="preserve">… </w:t>
      </w:r>
      <w:r w:rsidR="00C77A4E" w:rsidRPr="00275B88">
        <w:t>Mais au même moment</w:t>
      </w:r>
      <w:r>
        <w:t xml:space="preserve">, </w:t>
      </w:r>
      <w:r w:rsidR="00C77A4E" w:rsidRPr="00275B88">
        <w:t>je reçus sur la nuque un coup de matraque qui m</w:t>
      </w:r>
      <w:r>
        <w:t>’</w:t>
      </w:r>
      <w:r w:rsidR="00C77A4E" w:rsidRPr="00275B88">
        <w:t>assomma littéralement et je perdis connaissance</w:t>
      </w:r>
      <w:r>
        <w:t>.</w:t>
      </w:r>
    </w:p>
    <w:p w14:paraId="29851D56" w14:textId="77777777" w:rsidR="002C50B2" w:rsidRDefault="002C50B2" w:rsidP="002C50B2">
      <w:r>
        <w:t>« </w:t>
      </w:r>
      <w:r w:rsidR="00C77A4E" w:rsidRPr="00275B88">
        <w:t>Lorsque je revins à moi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étendu dans l</w:t>
      </w:r>
      <w:r>
        <w:t>’</w:t>
      </w:r>
      <w:r w:rsidR="00C77A4E" w:rsidRPr="00275B88">
        <w:t>auto qui filait dans la nuit à toute allure</w:t>
      </w:r>
      <w:r>
        <w:t xml:space="preserve">. </w:t>
      </w:r>
      <w:r w:rsidR="00C77A4E" w:rsidRPr="00275B88">
        <w:t>À mes côtés</w:t>
      </w:r>
      <w:r>
        <w:t xml:space="preserve">, </w:t>
      </w:r>
      <w:r w:rsidR="00C77A4E" w:rsidRPr="00275B88">
        <w:t>se tenait un personnage dont je ne pus pas très bien distinguer la figure</w:t>
      </w:r>
      <w:r>
        <w:t xml:space="preserve">. </w:t>
      </w:r>
      <w:r w:rsidR="00C77A4E" w:rsidRPr="00275B88">
        <w:t>Je remarquai seulement qu</w:t>
      </w:r>
      <w:r>
        <w:t>’</w:t>
      </w:r>
      <w:r w:rsidR="00C77A4E" w:rsidRPr="00275B88">
        <w:t>il était bossu et qu</w:t>
      </w:r>
      <w:r>
        <w:t>’</w:t>
      </w:r>
      <w:r w:rsidR="00C77A4E" w:rsidRPr="00275B88">
        <w:t>il tenait à la main un revolver qui indiquait clairement qu</w:t>
      </w:r>
      <w:r>
        <w:t>’</w:t>
      </w:r>
      <w:r w:rsidR="00C77A4E" w:rsidRPr="00275B88">
        <w:t>il était prêt à m</w:t>
      </w:r>
      <w:r>
        <w:t>’</w:t>
      </w:r>
      <w:r w:rsidR="00C77A4E" w:rsidRPr="00275B88">
        <w:t>expédier dans l</w:t>
      </w:r>
      <w:r>
        <w:t>’</w:t>
      </w:r>
      <w:r w:rsidR="00C77A4E" w:rsidRPr="00275B88">
        <w:t>autre monde si je manifestais le moindre signe d</w:t>
      </w:r>
      <w:r>
        <w:t>’</w:t>
      </w:r>
      <w:r w:rsidR="00C77A4E" w:rsidRPr="00275B88">
        <w:t>existence</w:t>
      </w:r>
      <w:r>
        <w:t>.</w:t>
      </w:r>
    </w:p>
    <w:p w14:paraId="433A20CA" w14:textId="77777777" w:rsidR="002C50B2" w:rsidRDefault="002C50B2" w:rsidP="002C50B2">
      <w:r>
        <w:lastRenderedPageBreak/>
        <w:t>« </w:t>
      </w:r>
      <w:r w:rsidR="00C77A4E" w:rsidRPr="00275B88">
        <w:t>Je gardai mon immobilité et je refermai les paupières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avais d</w:t>
      </w:r>
      <w:r>
        <w:t>’</w:t>
      </w:r>
      <w:r w:rsidR="00C77A4E" w:rsidRPr="00275B88">
        <w:t>ailleurs à peine entrouvertes</w:t>
      </w:r>
      <w:r>
        <w:t xml:space="preserve">. </w:t>
      </w:r>
      <w:r w:rsidR="00C77A4E" w:rsidRPr="00275B88">
        <w:t>Je fis bien</w:t>
      </w:r>
      <w:r>
        <w:t xml:space="preserve">, </w:t>
      </w:r>
      <w:r w:rsidR="00C77A4E" w:rsidRPr="00275B88">
        <w:t>ainsi que vous allez le voir</w:t>
      </w:r>
      <w:r>
        <w:t>.</w:t>
      </w:r>
    </w:p>
    <w:p w14:paraId="74F2A47A" w14:textId="77777777" w:rsidR="002C50B2" w:rsidRDefault="002C50B2" w:rsidP="002C50B2">
      <w:r>
        <w:t>« </w:t>
      </w:r>
      <w:r w:rsidR="00C77A4E" w:rsidRPr="00275B88">
        <w:t>En effet</w:t>
      </w:r>
      <w:r>
        <w:t xml:space="preserve">, </w:t>
      </w:r>
      <w:r w:rsidR="00C77A4E" w:rsidRPr="00275B88">
        <w:t>quelques minutes après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auto stoppa sur un pont qui traverse l</w:t>
      </w:r>
      <w:r>
        <w:t>’</w:t>
      </w:r>
      <w:r w:rsidR="00C77A4E" w:rsidRPr="00275B88">
        <w:t>Oise</w:t>
      </w:r>
      <w:r>
        <w:t xml:space="preserve">. </w:t>
      </w:r>
      <w:r w:rsidR="00C77A4E" w:rsidRPr="00275B88">
        <w:t>L</w:t>
      </w:r>
      <w:r>
        <w:t>’</w:t>
      </w:r>
      <w:r w:rsidR="00C77A4E" w:rsidRPr="00275B88">
        <w:t>homme à la salopette descendit de son siège</w:t>
      </w:r>
      <w:r>
        <w:t xml:space="preserve">, </w:t>
      </w:r>
      <w:r w:rsidR="00C77A4E" w:rsidRPr="00275B88">
        <w:t>ouvrit la portière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empoigna par les jambes</w:t>
      </w:r>
      <w:r>
        <w:t xml:space="preserve">, </w:t>
      </w:r>
      <w:r w:rsidR="00C77A4E" w:rsidRPr="00275B88">
        <w:t>le bossu me soutint par les épaules et ils me descendirent ainsi de l</w:t>
      </w:r>
      <w:r>
        <w:t>’</w:t>
      </w:r>
      <w:r w:rsidR="00C77A4E" w:rsidRPr="00275B88">
        <w:t>auto</w:t>
      </w:r>
      <w:r>
        <w:t>.</w:t>
      </w:r>
    </w:p>
    <w:p w14:paraId="69B9A9F6" w14:textId="77777777" w:rsidR="002C50B2" w:rsidRDefault="002C50B2" w:rsidP="002C50B2">
      <w:r>
        <w:t>« </w:t>
      </w:r>
      <w:r w:rsidR="00C77A4E" w:rsidRPr="00275B88">
        <w:t>Retenant mon souffle</w:t>
      </w:r>
      <w:r>
        <w:t xml:space="preserve">, </w:t>
      </w:r>
      <w:r w:rsidR="00C77A4E" w:rsidRPr="00275B88">
        <w:t>me figeant dans une immobilité presque cadavérique</w:t>
      </w:r>
      <w:r>
        <w:t xml:space="preserve">, </w:t>
      </w:r>
      <w:r w:rsidR="00C77A4E" w:rsidRPr="00275B88">
        <w:t>je me disais</w:t>
      </w:r>
      <w:r>
        <w:t> : « </w:t>
      </w:r>
      <w:r w:rsidR="00C77A4E" w:rsidRPr="00275B88">
        <w:t>Ils vont certainement me jeter dans l</w:t>
      </w:r>
      <w:r>
        <w:t>’</w:t>
      </w:r>
      <w:r w:rsidR="00C77A4E" w:rsidRPr="00275B88">
        <w:t>Oise</w:t>
      </w:r>
      <w:r>
        <w:t xml:space="preserve">, </w:t>
      </w:r>
      <w:r w:rsidR="00C77A4E" w:rsidRPr="00275B88">
        <w:t>et cela fait admirablement mon affaire</w:t>
      </w:r>
      <w:r>
        <w:t xml:space="preserve">, </w:t>
      </w:r>
      <w:r w:rsidR="00C77A4E" w:rsidRPr="00275B88">
        <w:t>car je nage et je plonge à merveille</w:t>
      </w:r>
      <w:r>
        <w:t>… »</w:t>
      </w:r>
      <w:r w:rsidR="00C77A4E" w:rsidRPr="00275B88">
        <w:t xml:space="preserve"> Et bien que j</w:t>
      </w:r>
      <w:r>
        <w:t>’</w:t>
      </w:r>
      <w:r w:rsidR="00C77A4E" w:rsidRPr="00275B88">
        <w:t>éprouvasse à la base du crâne une assez forte douleur</w:t>
      </w:r>
      <w:r>
        <w:t xml:space="preserve">, </w:t>
      </w:r>
      <w:r w:rsidR="00C77A4E" w:rsidRPr="00275B88">
        <w:t>je me sentais encore assez d</w:t>
      </w:r>
      <w:r>
        <w:t>’</w:t>
      </w:r>
      <w:r w:rsidR="00C77A4E" w:rsidRPr="00275B88">
        <w:t>énergie et de force pour échapper à la mort par immersion</w:t>
      </w:r>
      <w:r>
        <w:t xml:space="preserve">, </w:t>
      </w:r>
      <w:r w:rsidR="00C77A4E" w:rsidRPr="00275B88">
        <w:t>à laquelle ces mystérieux gredins semblaient me destiner</w:t>
      </w:r>
      <w:r>
        <w:t>.</w:t>
      </w:r>
    </w:p>
    <w:p w14:paraId="0CFD9F35" w14:textId="77777777" w:rsidR="002C50B2" w:rsidRDefault="002C50B2" w:rsidP="002C50B2">
      <w:r>
        <w:t>« </w:t>
      </w:r>
      <w:r w:rsidR="00C77A4E" w:rsidRPr="00275B88">
        <w:t>Mes prévisions allaient immédiatement se réaliser</w:t>
      </w:r>
      <w:r>
        <w:t xml:space="preserve">. </w:t>
      </w:r>
      <w:r w:rsidR="00C77A4E" w:rsidRPr="00275B88">
        <w:t>En effet</w:t>
      </w:r>
      <w:r>
        <w:t xml:space="preserve">, </w:t>
      </w:r>
      <w:r w:rsidR="00C77A4E" w:rsidRPr="00275B88">
        <w:t>tous deux</w:t>
      </w:r>
      <w:r>
        <w:t xml:space="preserve">, </w:t>
      </w:r>
      <w:r w:rsidR="00C77A4E" w:rsidRPr="00275B88">
        <w:t>sans la moindre hésitation de leur part et sans la moindre résistance de la mienne</w:t>
      </w:r>
      <w:r>
        <w:t xml:space="preserve">, </w:t>
      </w:r>
      <w:r w:rsidR="00C77A4E" w:rsidRPr="00275B88">
        <w:t>me basculèrent par</w:t>
      </w:r>
      <w:r w:rsidR="00C77A4E">
        <w:t>-</w:t>
      </w:r>
      <w:r w:rsidR="00C77A4E" w:rsidRPr="00275B88">
        <w:t>dessus le parapet et je tombai dans la rivière au milieu d</w:t>
      </w:r>
      <w:r>
        <w:t>’</w:t>
      </w:r>
      <w:r w:rsidR="00C77A4E" w:rsidRPr="00275B88">
        <w:t>un remous qui se referma sur moi</w:t>
      </w:r>
      <w:r>
        <w:t xml:space="preserve">. </w:t>
      </w:r>
      <w:r w:rsidR="00C77A4E" w:rsidRPr="00275B88">
        <w:t>La nuit était obscure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en profitai pour nager entre deux eaux</w:t>
      </w:r>
      <w:r>
        <w:t xml:space="preserve">, </w:t>
      </w:r>
      <w:r w:rsidR="00C77A4E" w:rsidRPr="00275B88">
        <w:t>et me dissimuler derrière une grosse pile du pont</w:t>
      </w:r>
      <w:r>
        <w:t xml:space="preserve">, </w:t>
      </w:r>
      <w:r w:rsidR="00C77A4E" w:rsidRPr="00275B88">
        <w:t>afin de laisser croire à mes assassins que j</w:t>
      </w:r>
      <w:r>
        <w:t>’</w:t>
      </w:r>
      <w:r w:rsidR="00C77A4E" w:rsidRPr="00275B88">
        <w:t>avais coulé à pic</w:t>
      </w:r>
      <w:r>
        <w:t>.</w:t>
      </w:r>
    </w:p>
    <w:p w14:paraId="1687CB75" w14:textId="77777777" w:rsidR="002C50B2" w:rsidRDefault="002C50B2" w:rsidP="002C50B2">
      <w:r>
        <w:t>« </w:t>
      </w:r>
      <w:r w:rsidR="00C77A4E" w:rsidRPr="00275B88">
        <w:t>Ma ruse réussit</w:t>
      </w:r>
      <w:r>
        <w:t xml:space="preserve">. </w:t>
      </w:r>
      <w:r w:rsidR="00C77A4E" w:rsidRPr="00275B88">
        <w:t>Cinq minutes après</w:t>
      </w:r>
      <w:r>
        <w:t xml:space="preserve">, </w:t>
      </w:r>
      <w:r w:rsidR="00C77A4E" w:rsidRPr="00275B88">
        <w:t>cinq minutes qui me parurent longues comme des siècles</w:t>
      </w:r>
      <w:r>
        <w:t xml:space="preserve">, </w:t>
      </w:r>
      <w:r w:rsidR="00C77A4E" w:rsidRPr="00275B88">
        <w:t>et pendant lesquelles le bossu et l</w:t>
      </w:r>
      <w:r>
        <w:t>’</w:t>
      </w:r>
      <w:r w:rsidR="00C77A4E" w:rsidRPr="00275B88">
        <w:t>homme à la salopette durent rester en observation afin de s</w:t>
      </w:r>
      <w:r>
        <w:t>’</w:t>
      </w:r>
      <w:r w:rsidR="00C77A4E" w:rsidRPr="00275B88">
        <w:t>assurer que je n</w:t>
      </w:r>
      <w:r>
        <w:t>’</w:t>
      </w:r>
      <w:r w:rsidR="00C77A4E" w:rsidRPr="00275B88">
        <w:t>étais pas remonté à la surface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entendis le ronflement du moteur de leur auto qui s</w:t>
      </w:r>
      <w:r>
        <w:t>’</w:t>
      </w:r>
      <w:r w:rsidR="00C77A4E" w:rsidRPr="00275B88">
        <w:t>éloignait dans la direction de Paris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étais sauvé</w:t>
      </w:r>
      <w:r>
        <w:t> !</w:t>
      </w:r>
    </w:p>
    <w:p w14:paraId="5CCE4E6B" w14:textId="77777777" w:rsidR="002C50B2" w:rsidRDefault="002C50B2" w:rsidP="002C50B2">
      <w:r>
        <w:lastRenderedPageBreak/>
        <w:t>« </w:t>
      </w:r>
      <w:r w:rsidR="00C77A4E" w:rsidRPr="00275B88">
        <w:t>Je nageai alors vers la berge</w:t>
      </w:r>
      <w:r>
        <w:t xml:space="preserve">… </w:t>
      </w:r>
      <w:r w:rsidR="00C77A4E" w:rsidRPr="00275B88">
        <w:t>Lorsque je l</w:t>
      </w:r>
      <w:r>
        <w:t>’</w:t>
      </w:r>
      <w:r w:rsidR="00C77A4E" w:rsidRPr="00275B88">
        <w:t>atteignis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à bout de forces et je m</w:t>
      </w:r>
      <w:r>
        <w:t>’</w:t>
      </w:r>
      <w:r w:rsidR="00C77A4E" w:rsidRPr="00275B88">
        <w:t>évanouis presque aussitôt parmi les roseaux</w:t>
      </w:r>
      <w:r>
        <w:t xml:space="preserve">, </w:t>
      </w:r>
      <w:r w:rsidR="00C77A4E" w:rsidRPr="00275B88">
        <w:t>sur le bord de la rivière</w:t>
      </w:r>
      <w:r>
        <w:t xml:space="preserve">. </w:t>
      </w:r>
      <w:r w:rsidR="00C77A4E" w:rsidRPr="00275B88">
        <w:t>Quand je revins à moi</w:t>
      </w:r>
      <w:r>
        <w:t xml:space="preserve">, </w:t>
      </w:r>
      <w:r w:rsidR="00C77A4E" w:rsidRPr="00275B88">
        <w:t>il faisait grand jour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eus l</w:t>
      </w:r>
      <w:r>
        <w:t>’</w:t>
      </w:r>
      <w:r w:rsidR="00C77A4E" w:rsidRPr="00275B88">
        <w:t>impression que je m</w:t>
      </w:r>
      <w:r>
        <w:t>’</w:t>
      </w:r>
      <w:r w:rsidR="00C77A4E" w:rsidRPr="00275B88">
        <w:t>arrachais péniblement à la lourdeur d</w:t>
      </w:r>
      <w:r>
        <w:t>’</w:t>
      </w:r>
      <w:r w:rsidR="00C77A4E" w:rsidRPr="00275B88">
        <w:t>un pesant sommeil</w:t>
      </w:r>
      <w:r>
        <w:t xml:space="preserve">… </w:t>
      </w:r>
      <w:r w:rsidR="00C77A4E" w:rsidRPr="00275B88">
        <w:t>Je me redressai sur mon séant</w:t>
      </w:r>
      <w:r>
        <w:t xml:space="preserve">… </w:t>
      </w:r>
      <w:r w:rsidR="00C77A4E" w:rsidRPr="00275B88">
        <w:t>Bien que le coup de matraque de mon adversaire eût porté à faux</w:t>
      </w:r>
      <w:r>
        <w:t xml:space="preserve">, </w:t>
      </w:r>
      <w:r w:rsidR="00C77A4E" w:rsidRPr="00275B88">
        <w:t>ma nuque et mon épaule droite étaient encore un peu douloureuses</w:t>
      </w:r>
      <w:r>
        <w:t>…</w:t>
      </w:r>
    </w:p>
    <w:p w14:paraId="1E4D6995" w14:textId="77777777" w:rsidR="002C50B2" w:rsidRDefault="002C50B2" w:rsidP="002C50B2">
      <w:r>
        <w:t>« </w:t>
      </w:r>
      <w:r w:rsidR="00C77A4E" w:rsidRPr="00275B88">
        <w:t>Mais je compris tout de suite que cette double contusion était sans gravité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avais surtout froid</w:t>
      </w:r>
      <w:r>
        <w:t xml:space="preserve">, </w:t>
      </w:r>
      <w:r w:rsidR="00C77A4E" w:rsidRPr="00275B88">
        <w:t>très froid</w:t>
      </w:r>
      <w:r>
        <w:t>…</w:t>
      </w:r>
    </w:p>
    <w:p w14:paraId="770250A0" w14:textId="77777777" w:rsidR="002C50B2" w:rsidRDefault="002C50B2" w:rsidP="002C50B2">
      <w:r>
        <w:t>« </w:t>
      </w:r>
      <w:r w:rsidR="00C77A4E" w:rsidRPr="00275B88">
        <w:t>Enfin</w:t>
      </w:r>
      <w:r>
        <w:t xml:space="preserve">, </w:t>
      </w:r>
      <w:r w:rsidR="00C77A4E" w:rsidRPr="00275B88">
        <w:t>je parvins à me remettre sur mes jambes</w:t>
      </w:r>
      <w:r>
        <w:t xml:space="preserve">, </w:t>
      </w:r>
      <w:r w:rsidR="00C77A4E" w:rsidRPr="00275B88">
        <w:t>à gagner la route et à pénétrer dans une auberge</w:t>
      </w:r>
      <w:r>
        <w:t xml:space="preserve">, </w:t>
      </w:r>
      <w:r w:rsidR="00C77A4E" w:rsidRPr="00275B88">
        <w:t>où je me fis servir un grog bien chaud que j</w:t>
      </w:r>
      <w:r>
        <w:t>’</w:t>
      </w:r>
      <w:r w:rsidR="00C77A4E" w:rsidRPr="00275B88">
        <w:t>avalai d</w:t>
      </w:r>
      <w:r>
        <w:t>’</w:t>
      </w:r>
      <w:r w:rsidR="00C77A4E" w:rsidRPr="00275B88">
        <w:t>un trait</w:t>
      </w:r>
      <w:r>
        <w:t xml:space="preserve">. </w:t>
      </w:r>
      <w:r w:rsidR="00C77A4E" w:rsidRPr="00275B88">
        <w:t xml:space="preserve">Puis je me rendis chez mon ami </w:t>
      </w:r>
      <w:proofErr w:type="spellStart"/>
      <w:r w:rsidR="00C77A4E" w:rsidRPr="00275B88">
        <w:t>Dermont</w:t>
      </w:r>
      <w:proofErr w:type="spellEnd"/>
      <w:r w:rsidR="00C77A4E" w:rsidRPr="00275B88">
        <w:t xml:space="preserve"> qui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ne s</w:t>
      </w:r>
      <w:r>
        <w:t>’</w:t>
      </w:r>
      <w:r w:rsidR="00C77A4E" w:rsidRPr="00275B88">
        <w:t>était jamais si bien porté</w:t>
      </w:r>
      <w:r>
        <w:t>.</w:t>
      </w:r>
    </w:p>
    <w:p w14:paraId="4A96497C" w14:textId="77777777" w:rsidR="002C50B2" w:rsidRDefault="002C50B2" w:rsidP="002C50B2">
      <w:r>
        <w:t>« </w:t>
      </w:r>
      <w:r w:rsidR="00C77A4E" w:rsidRPr="00275B88">
        <w:t>Je ne lui fis aucune allusion au guet</w:t>
      </w:r>
      <w:r w:rsidR="00C77A4E">
        <w:t>-</w:t>
      </w:r>
      <w:r w:rsidR="00C77A4E" w:rsidRPr="00275B88">
        <w:t>apens dont j</w:t>
      </w:r>
      <w:r>
        <w:t>’</w:t>
      </w:r>
      <w:r w:rsidR="00C77A4E" w:rsidRPr="00275B88">
        <w:t>avais été l</w:t>
      </w:r>
      <w:r>
        <w:t>’</w:t>
      </w:r>
      <w:r w:rsidR="00C77A4E" w:rsidRPr="00275B88">
        <w:t>objet</w:t>
      </w:r>
      <w:r>
        <w:t xml:space="preserve">. </w:t>
      </w:r>
      <w:r w:rsidR="00C77A4E" w:rsidRPr="00275B88">
        <w:t>Je lui racontai une histoire que j</w:t>
      </w:r>
      <w:r>
        <w:t>’</w:t>
      </w:r>
      <w:r w:rsidR="00C77A4E" w:rsidRPr="00275B88">
        <w:t>inventai de toutes pièces</w:t>
      </w:r>
      <w:r>
        <w:t xml:space="preserve">, </w:t>
      </w:r>
      <w:r w:rsidR="00C77A4E" w:rsidRPr="00275B88">
        <w:t>dont le brave garçon se contenta</w:t>
      </w:r>
      <w:r>
        <w:t xml:space="preserve">. </w:t>
      </w:r>
      <w:r w:rsidR="00C77A4E" w:rsidRPr="00275B88">
        <w:t>Mais il voulut à toute force que j</w:t>
      </w:r>
      <w:r>
        <w:t>’</w:t>
      </w:r>
      <w:r w:rsidR="00C77A4E" w:rsidRPr="00275B88">
        <w:t>enlevasse mes vêtements encore mouillés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après m</w:t>
      </w:r>
      <w:r>
        <w:t>’</w:t>
      </w:r>
      <w:r w:rsidR="00C77A4E" w:rsidRPr="00275B88">
        <w:t>avoir frictionné avec une vigueur qui acheva de rétablir ma circulation</w:t>
      </w:r>
      <w:r>
        <w:t xml:space="preserve">, </w:t>
      </w:r>
      <w:r w:rsidR="00C77A4E" w:rsidRPr="00275B88">
        <w:t>il me prêta des vêtements à lui et voulut à toute force me retenir à déjeuner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acceptai</w:t>
      </w:r>
      <w:r>
        <w:t xml:space="preserve">, </w:t>
      </w:r>
      <w:r w:rsidR="00C77A4E" w:rsidRPr="00275B88">
        <w:t>car je mourais de faim</w:t>
      </w:r>
      <w:r>
        <w:t xml:space="preserve">… </w:t>
      </w:r>
      <w:r w:rsidR="00C77A4E" w:rsidRPr="00275B88">
        <w:t>Et</w:t>
      </w:r>
      <w:r>
        <w:t xml:space="preserve">, </w:t>
      </w:r>
      <w:r w:rsidR="00C77A4E" w:rsidRPr="00275B88">
        <w:t>après lui avoir fait promettre de garder le secret le plus absolu sur cette histoire</w:t>
      </w:r>
      <w:r>
        <w:t xml:space="preserve">, </w:t>
      </w:r>
      <w:r w:rsidR="00C77A4E" w:rsidRPr="00275B88">
        <w:t>je pris le premier train pour Paris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sans même passer chez moi</w:t>
      </w:r>
      <w:r>
        <w:t xml:space="preserve">, </w:t>
      </w:r>
      <w:r w:rsidR="00C77A4E" w:rsidRPr="00275B88">
        <w:t>je suis venu vous retrouver</w:t>
      </w:r>
      <w:r>
        <w:t xml:space="preserve"> ; </w:t>
      </w:r>
      <w:r w:rsidR="00C77A4E" w:rsidRPr="00275B88">
        <w:t>car j</w:t>
      </w:r>
      <w:r>
        <w:t>’</w:t>
      </w:r>
      <w:r w:rsidR="00C77A4E" w:rsidRPr="00275B88">
        <w:t>avais hâte de vous mettre au courant de ma mésaventure</w:t>
      </w:r>
      <w:r>
        <w:t>.</w:t>
      </w:r>
    </w:p>
    <w:p w14:paraId="1DD75A5A" w14:textId="77777777" w:rsidR="002C50B2" w:rsidRDefault="00C77A4E" w:rsidP="002C50B2">
      <w:r w:rsidRPr="00275B88">
        <w:t>Et le journaliste acheva</w:t>
      </w:r>
      <w:r w:rsidR="002C50B2">
        <w:t> :</w:t>
      </w:r>
    </w:p>
    <w:p w14:paraId="68C5B494" w14:textId="77777777" w:rsidR="002C50B2" w:rsidRDefault="002C50B2" w:rsidP="002C50B2">
      <w:r>
        <w:t>— </w:t>
      </w:r>
      <w:r w:rsidR="00C77A4E" w:rsidRPr="00275B88">
        <w:t>Belphégor a tenu sa promesse</w:t>
      </w:r>
      <w:r>
        <w:t xml:space="preserve"> ; </w:t>
      </w:r>
      <w:r w:rsidR="00C77A4E" w:rsidRPr="00275B88">
        <w:t>car c</w:t>
      </w:r>
      <w:r>
        <w:t>’</w:t>
      </w:r>
      <w:r w:rsidR="00C77A4E" w:rsidRPr="00275B88">
        <w:t>est lui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>a frappé</w:t>
      </w:r>
      <w:r>
        <w:t>.</w:t>
      </w:r>
    </w:p>
    <w:p w14:paraId="3310BC6D" w14:textId="77777777" w:rsidR="002C50B2" w:rsidRDefault="002C50B2" w:rsidP="002C50B2">
      <w:r>
        <w:lastRenderedPageBreak/>
        <w:t>— </w:t>
      </w:r>
      <w:r w:rsidR="00C77A4E" w:rsidRPr="00275B88">
        <w:t>Dites plutôt qu</w:t>
      </w:r>
      <w:r>
        <w:t>’</w:t>
      </w:r>
      <w:r w:rsidR="00C77A4E" w:rsidRPr="00275B88">
        <w:t>il a voulu vous faire assassiner</w:t>
      </w:r>
      <w:r>
        <w:t xml:space="preserve">, </w:t>
      </w:r>
      <w:r w:rsidR="00C77A4E" w:rsidRPr="00275B88">
        <w:t>rectifiait Chantecoq</w:t>
      </w:r>
      <w:r>
        <w:t>.</w:t>
      </w:r>
    </w:p>
    <w:p w14:paraId="7CB3369F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Bellegarde</w:t>
      </w:r>
      <w:r>
        <w:t xml:space="preserve">, </w:t>
      </w:r>
      <w:r w:rsidR="00C77A4E" w:rsidRPr="00275B88">
        <w:t>vous croyez que ce n</w:t>
      </w:r>
      <w:r>
        <w:t>’</w:t>
      </w:r>
      <w:r w:rsidR="00C77A4E" w:rsidRPr="00275B88">
        <w:t>est pas lui qui m</w:t>
      </w:r>
      <w:r>
        <w:t>’</w:t>
      </w:r>
      <w:r w:rsidR="00C77A4E" w:rsidRPr="00275B88">
        <w:t>a administré ce coup de matraque</w:t>
      </w:r>
      <w:r>
        <w:t> ?</w:t>
      </w:r>
    </w:p>
    <w:p w14:paraId="6E167DE4" w14:textId="03730F6E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 ! </w:t>
      </w:r>
      <w:r w:rsidR="00C77A4E" w:rsidRPr="00275B88">
        <w:t>Au moment précis où vous arriviez à Nesles</w:t>
      </w:r>
      <w:r w:rsidR="00C77A4E">
        <w:t>-</w:t>
      </w:r>
      <w:r w:rsidR="00C77A4E" w:rsidRPr="00275B88">
        <w:t>la</w:t>
      </w:r>
      <w:r w:rsidR="00C77A4E">
        <w:t>-</w:t>
      </w:r>
      <w:r w:rsidR="00C77A4E" w:rsidRPr="00275B88">
        <w:t>Vallée</w:t>
      </w:r>
      <w:r>
        <w:t xml:space="preserve">, </w:t>
      </w:r>
      <w:r w:rsidR="00C77A4E" w:rsidRPr="00275B88">
        <w:t>Belphégor s</w:t>
      </w:r>
      <w:r>
        <w:t>’</w:t>
      </w:r>
      <w:r w:rsidR="00C77A4E" w:rsidRPr="00275B88">
        <w:t xml:space="preserve">introduisait 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pour y dérober votre correspondance</w:t>
      </w:r>
      <w:r>
        <w:t> !</w:t>
      </w:r>
    </w:p>
    <w:p w14:paraId="4830836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effarant</w:t>
      </w:r>
      <w:r>
        <w:t xml:space="preserve"> !… </w:t>
      </w:r>
      <w:r w:rsidR="00C77A4E" w:rsidRPr="00275B88">
        <w:t>ponctua Bellegarde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voix sourde</w:t>
      </w:r>
      <w:r>
        <w:t xml:space="preserve">, </w:t>
      </w:r>
      <w:r w:rsidR="00C77A4E" w:rsidRPr="00275B88">
        <w:t>tandis que Colette</w:t>
      </w:r>
      <w:r>
        <w:t xml:space="preserve">, </w:t>
      </w:r>
      <w:r w:rsidR="00C77A4E" w:rsidRPr="00275B88">
        <w:t>le visage subitement attristé</w:t>
      </w:r>
      <w:r>
        <w:t xml:space="preserve">, </w:t>
      </w:r>
      <w:r w:rsidR="00C77A4E" w:rsidRPr="00275B88">
        <w:t>regardait fixement le sol</w:t>
      </w:r>
      <w:r>
        <w:t>.</w:t>
      </w:r>
    </w:p>
    <w:p w14:paraId="690B9012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tout</w:t>
      </w:r>
      <w:r>
        <w:t xml:space="preserve"> ! </w:t>
      </w:r>
      <w:r w:rsidR="00C77A4E" w:rsidRPr="00275B88">
        <w:t>reprenait le grand limier</w:t>
      </w:r>
      <w:r>
        <w:t>.</w:t>
      </w:r>
    </w:p>
    <w:p w14:paraId="330CB9FB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désignant au journaliste les trois missives qui étaient encore étalées sur la table</w:t>
      </w:r>
      <w:r w:rsidR="002C50B2">
        <w:t xml:space="preserve">, </w:t>
      </w:r>
      <w:r w:rsidRPr="00275B88">
        <w:t>il fit</w:t>
      </w:r>
      <w:r w:rsidR="002C50B2">
        <w:t> :</w:t>
      </w:r>
    </w:p>
    <w:p w14:paraId="764F6582" w14:textId="77777777" w:rsidR="002C50B2" w:rsidRDefault="002C50B2" w:rsidP="002C50B2">
      <w:r>
        <w:t>— </w:t>
      </w:r>
      <w:r w:rsidR="00C77A4E" w:rsidRPr="00275B88">
        <w:t>Examinez ces lettres très attentivement</w:t>
      </w:r>
      <w:r>
        <w:t xml:space="preserve">, </w:t>
      </w:r>
      <w:r w:rsidR="00C77A4E" w:rsidRPr="00275B88">
        <w:t>je vous prie</w:t>
      </w:r>
      <w:r>
        <w:t>.</w:t>
      </w:r>
    </w:p>
    <w:p w14:paraId="2671F9EF" w14:textId="77777777" w:rsidR="002C50B2" w:rsidRDefault="00C77A4E" w:rsidP="002C50B2">
      <w:r w:rsidRPr="00275B88">
        <w:t>Jacques se pencha</w:t>
      </w:r>
      <w:r w:rsidR="002C50B2">
        <w:t xml:space="preserve">, </w:t>
      </w:r>
      <w:r w:rsidRPr="00275B88">
        <w:t>se demandant où le détective voulait en venir</w:t>
      </w:r>
      <w:r w:rsidR="002C50B2">
        <w:t>.</w:t>
      </w:r>
    </w:p>
    <w:p w14:paraId="4B00AC60" w14:textId="77777777" w:rsidR="002C50B2" w:rsidRDefault="00C77A4E" w:rsidP="002C50B2">
      <w:r w:rsidRPr="00275B88">
        <w:t>Au bout d</w:t>
      </w:r>
      <w:r w:rsidR="002C50B2">
        <w:t>’</w:t>
      </w:r>
      <w:r w:rsidRPr="00275B88">
        <w:t>un moment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380778AB" w14:textId="77777777" w:rsidR="002C50B2" w:rsidRDefault="002C50B2" w:rsidP="002C50B2">
      <w:r>
        <w:t>— </w:t>
      </w:r>
      <w:r w:rsidR="00C77A4E" w:rsidRPr="00275B88">
        <w:t>Vous ne trouvez pas qu</w:t>
      </w:r>
      <w:r>
        <w:t>’</w:t>
      </w:r>
      <w:r w:rsidR="00C77A4E" w:rsidRPr="00275B88">
        <w:t>il existe certaines analogies entre votre écriture et celle de Belphégor</w:t>
      </w:r>
      <w:r>
        <w:t> ?</w:t>
      </w:r>
    </w:p>
    <w:p w14:paraId="34B6FD26" w14:textId="77777777" w:rsidR="002C50B2" w:rsidRDefault="00C77A4E" w:rsidP="002C50B2">
      <w:r w:rsidRPr="00275B88">
        <w:t>Et tout en parlant</w:t>
      </w:r>
      <w:r w:rsidR="002C50B2">
        <w:t xml:space="preserve">, </w:t>
      </w:r>
      <w:r w:rsidRPr="00275B88">
        <w:t xml:space="preserve">le détective désignait du doigt au jeune reporter les lettres </w:t>
      </w:r>
      <w:r w:rsidRPr="00275B88">
        <w:rPr>
          <w:i/>
          <w:iCs/>
        </w:rPr>
        <w:t xml:space="preserve">B </w:t>
      </w:r>
      <w:r w:rsidRPr="00275B88">
        <w:t xml:space="preserve">et </w:t>
      </w:r>
      <w:r w:rsidRPr="00275B88">
        <w:rPr>
          <w:i/>
          <w:iCs/>
        </w:rPr>
        <w:t xml:space="preserve">G </w:t>
      </w:r>
      <w:r w:rsidRPr="00275B88">
        <w:t>du mot Belphégor</w:t>
      </w:r>
      <w:r w:rsidR="002C50B2">
        <w:t>.</w:t>
      </w:r>
    </w:p>
    <w:p w14:paraId="6E08917E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très troublé</w:t>
      </w:r>
      <w:r w:rsidR="002C50B2">
        <w:t xml:space="preserve">, </w:t>
      </w:r>
      <w:r w:rsidRPr="00275B88">
        <w:t>déclarait</w:t>
      </w:r>
      <w:r w:rsidR="002C50B2">
        <w:t> :</w:t>
      </w:r>
    </w:p>
    <w:p w14:paraId="18B755C7" w14:textId="77777777" w:rsidR="002C50B2" w:rsidRDefault="002C50B2" w:rsidP="002C50B2">
      <w:r>
        <w:t>— </w:t>
      </w:r>
      <w:r w:rsidR="00C77A4E" w:rsidRPr="00275B88">
        <w:t>À première vue</w:t>
      </w:r>
      <w:r>
        <w:t xml:space="preserve">, </w:t>
      </w:r>
      <w:r w:rsidR="00C77A4E" w:rsidRPr="00275B88">
        <w:t>je ne l</w:t>
      </w:r>
      <w:r>
        <w:t>’</w:t>
      </w:r>
      <w:r w:rsidR="00C77A4E" w:rsidRPr="00275B88">
        <w:t>avais pas remarqué</w:t>
      </w:r>
      <w:r>
        <w:t xml:space="preserve"> !… </w:t>
      </w:r>
      <w:r w:rsidR="00C77A4E" w:rsidRPr="00275B88">
        <w:t>Mais je dois reconnaître que</w:t>
      </w:r>
      <w:r>
        <w:t xml:space="preserve">, </w:t>
      </w:r>
      <w:r w:rsidR="00C77A4E" w:rsidRPr="00275B88">
        <w:t>comme toujours</w:t>
      </w:r>
      <w:r>
        <w:t xml:space="preserve">, </w:t>
      </w:r>
      <w:r w:rsidR="00C77A4E" w:rsidRPr="00275B88">
        <w:t>vous avez absolument raison</w:t>
      </w:r>
      <w:r>
        <w:t>…</w:t>
      </w:r>
    </w:p>
    <w:p w14:paraId="75470E29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fixant le détective bien en face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41308775" w14:textId="77777777" w:rsidR="002C50B2" w:rsidRDefault="002C50B2" w:rsidP="002C50B2">
      <w:r>
        <w:lastRenderedPageBreak/>
        <w:t>— </w:t>
      </w:r>
      <w:r w:rsidR="00C77A4E" w:rsidRPr="00275B88">
        <w:t>Et vous en concluez</w:t>
      </w:r>
      <w:r>
        <w:t> ?</w:t>
      </w:r>
    </w:p>
    <w:p w14:paraId="3343BCD7" w14:textId="77777777" w:rsidR="002C50B2" w:rsidRDefault="00C77A4E" w:rsidP="002C50B2">
      <w:r w:rsidRPr="00275B88">
        <w:t>Avec un accent de conviction profonde</w:t>
      </w:r>
      <w:r w:rsidR="002C50B2">
        <w:t xml:space="preserve">, </w:t>
      </w:r>
      <w:r w:rsidRPr="00275B88">
        <w:t>Chantecoq martela</w:t>
      </w:r>
      <w:r w:rsidR="002C50B2">
        <w:t> :</w:t>
      </w:r>
    </w:p>
    <w:p w14:paraId="3002AABE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conclus que Belphégor</w:t>
      </w:r>
      <w:r>
        <w:t xml:space="preserve">, </w:t>
      </w:r>
      <w:r w:rsidR="00C77A4E" w:rsidRPr="00275B88">
        <w:t>après vous avoir fait assommer et jeter à l</w:t>
      </w:r>
      <w:r>
        <w:t>’</w:t>
      </w:r>
      <w:r w:rsidR="00C77A4E" w:rsidRPr="00275B88">
        <w:t>eau par ses complices</w:t>
      </w:r>
      <w:r>
        <w:t xml:space="preserve">, </w:t>
      </w:r>
      <w:r w:rsidR="00C77A4E" w:rsidRPr="00275B88">
        <w:t>cherche à vous attribuer ses forfaits</w:t>
      </w:r>
      <w:r>
        <w:t>.</w:t>
      </w:r>
    </w:p>
    <w:p w14:paraId="1B74AE45" w14:textId="77777777" w:rsidR="002C50B2" w:rsidRDefault="00C77A4E" w:rsidP="002C50B2">
      <w:r w:rsidRPr="00275B88">
        <w:t>Le reporter 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en un violent sursaut de protestation</w:t>
      </w:r>
      <w:r w:rsidR="002C50B2">
        <w:t> !</w:t>
      </w:r>
    </w:p>
    <w:p w14:paraId="6495D494" w14:textId="77777777" w:rsidR="002C50B2" w:rsidRDefault="002C50B2" w:rsidP="002C50B2">
      <w:r>
        <w:t>— </w:t>
      </w:r>
      <w:r w:rsidR="00C77A4E" w:rsidRPr="00275B88">
        <w:t>Mais c</w:t>
      </w:r>
      <w:r>
        <w:t>’</w:t>
      </w:r>
      <w:r w:rsidR="00C77A4E" w:rsidRPr="00275B88">
        <w:t>est abominable</w:t>
      </w:r>
      <w:r>
        <w:t> !</w:t>
      </w:r>
    </w:p>
    <w:p w14:paraId="6F3CB1E3" w14:textId="77777777" w:rsidR="002C50B2" w:rsidRDefault="00C77A4E" w:rsidP="002C50B2">
      <w:r w:rsidRPr="00275B88">
        <w:t>Le plus tranquillement du monde</w:t>
      </w:r>
      <w:r w:rsidR="002C50B2">
        <w:t xml:space="preserve">, </w:t>
      </w:r>
      <w:r w:rsidRPr="00275B88">
        <w:t>le roi des détectives scandait</w:t>
      </w:r>
      <w:r w:rsidR="002C50B2">
        <w:t> :</w:t>
      </w:r>
    </w:p>
    <w:p w14:paraId="2B01550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parfait</w:t>
      </w:r>
      <w:r>
        <w:t xml:space="preserve">, </w:t>
      </w:r>
      <w:r w:rsidR="00C77A4E" w:rsidRPr="00275B88">
        <w:t>au contraire</w:t>
      </w:r>
      <w:r>
        <w:t>.</w:t>
      </w:r>
    </w:p>
    <w:p w14:paraId="3B60A53E" w14:textId="77777777" w:rsidR="002C50B2" w:rsidRDefault="002C50B2" w:rsidP="002C50B2">
      <w:r>
        <w:t>— </w:t>
      </w:r>
      <w:r w:rsidR="00C77A4E" w:rsidRPr="00275B88">
        <w:t>Parfait</w:t>
      </w:r>
      <w:r>
        <w:t xml:space="preserve"> ! </w:t>
      </w:r>
      <w:r w:rsidR="00C77A4E" w:rsidRPr="00275B88">
        <w:t>Comment cela</w:t>
      </w:r>
      <w:r>
        <w:t xml:space="preserve"> ? </w:t>
      </w:r>
      <w:r w:rsidR="00C77A4E" w:rsidRPr="00275B88">
        <w:t>répétait Bellegarde</w:t>
      </w:r>
      <w:r>
        <w:t xml:space="preserve">, </w:t>
      </w:r>
      <w:r w:rsidR="00C77A4E" w:rsidRPr="00275B88">
        <w:t>au comble de la stupéfaction</w:t>
      </w:r>
      <w:r>
        <w:t>.</w:t>
      </w:r>
    </w:p>
    <w:p w14:paraId="4D47B871" w14:textId="77777777" w:rsidR="002C50B2" w:rsidRDefault="00C77A4E" w:rsidP="002C50B2">
      <w:r w:rsidRPr="00275B88">
        <w:t>Il dirigea son regard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abord vers Colette</w:t>
      </w:r>
      <w:r w:rsidR="002C50B2">
        <w:t xml:space="preserve">, </w:t>
      </w:r>
      <w:r w:rsidRPr="00275B88">
        <w:t>à laquelle la présence du journaliste et l</w:t>
      </w:r>
      <w:r w:rsidR="002C50B2">
        <w:t>’</w:t>
      </w:r>
      <w:r w:rsidRPr="00275B88">
        <w:t>attitude si nette de son père semblaient avoir rendu toute sa confiance et toute son énergie</w:t>
      </w:r>
      <w:r w:rsidR="002C50B2">
        <w:t xml:space="preserve"> ; </w:t>
      </w:r>
      <w:r w:rsidRPr="00275B88">
        <w:t>puis</w:t>
      </w:r>
      <w:r w:rsidR="002C50B2">
        <w:t xml:space="preserve">, </w:t>
      </w:r>
      <w:r w:rsidRPr="00275B88">
        <w:t>vers le roi des détectives</w:t>
      </w:r>
      <w:r w:rsidR="002C50B2">
        <w:t xml:space="preserve">, </w:t>
      </w:r>
      <w:r w:rsidRPr="00275B88">
        <w:t>qui le considérait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œil brillant de toute la lumineuse intelligence qui rayonnait en son cerveau</w:t>
      </w:r>
      <w:r w:rsidR="002C50B2">
        <w:t>…</w:t>
      </w:r>
    </w:p>
    <w:p w14:paraId="4A480BF2" w14:textId="77777777" w:rsidR="002C50B2" w:rsidRDefault="00C77A4E" w:rsidP="002C50B2">
      <w:r w:rsidRPr="00275B88">
        <w:t>Chantecoq reprit</w:t>
      </w:r>
      <w:r w:rsidR="002C50B2">
        <w:t xml:space="preserve">, </w:t>
      </w:r>
      <w:r w:rsidRPr="00275B88">
        <w:t>tout en frappant cordialement sur l</w:t>
      </w:r>
      <w:r w:rsidR="002C50B2">
        <w:t>’</w:t>
      </w:r>
      <w:r w:rsidRPr="00275B88">
        <w:t>épaule du jeune homme</w:t>
      </w:r>
      <w:r w:rsidR="002C50B2">
        <w:t xml:space="preserve">, </w:t>
      </w:r>
      <w:r w:rsidRPr="00275B88">
        <w:t>littéralement bouleversé</w:t>
      </w:r>
      <w:r w:rsidR="002C50B2">
        <w:t> :</w:t>
      </w:r>
    </w:p>
    <w:p w14:paraId="7F5D9A01" w14:textId="77777777" w:rsidR="002C50B2" w:rsidRDefault="002C50B2" w:rsidP="002C50B2">
      <w:r>
        <w:t>— </w:t>
      </w:r>
      <w:r w:rsidR="00C77A4E" w:rsidRPr="00275B88">
        <w:t>Si vous acceptez de marcher avec moi</w:t>
      </w:r>
      <w:r>
        <w:t xml:space="preserve">, </w:t>
      </w:r>
      <w:r w:rsidR="00C77A4E" w:rsidRPr="00275B88">
        <w:t>la main dans la main</w:t>
      </w:r>
      <w:r>
        <w:t xml:space="preserve">, </w:t>
      </w:r>
      <w:r w:rsidR="00C77A4E" w:rsidRPr="00275B88">
        <w:t>je vous assure que d</w:t>
      </w:r>
      <w:r>
        <w:t>’</w:t>
      </w:r>
      <w:r w:rsidR="00C77A4E" w:rsidRPr="00275B88">
        <w:t>ici peu nous tiendrons Belphégor et sa bande</w:t>
      </w:r>
      <w:r>
        <w:t>.</w:t>
      </w:r>
    </w:p>
    <w:p w14:paraId="6310CC2E" w14:textId="77777777" w:rsidR="002C50B2" w:rsidRDefault="00C77A4E" w:rsidP="002C50B2">
      <w:r w:rsidRPr="00275B88">
        <w:t>Très impressionné par l</w:t>
      </w:r>
      <w:r w:rsidR="002C50B2">
        <w:t>’</w:t>
      </w:r>
      <w:r w:rsidRPr="00275B88">
        <w:t>attitude si catégorique du grand limier</w:t>
      </w:r>
      <w:r w:rsidR="002C50B2">
        <w:t xml:space="preserve">, </w:t>
      </w:r>
      <w:r w:rsidRPr="00275B88">
        <w:t>Jacques demandait</w:t>
      </w:r>
      <w:r w:rsidR="002C50B2">
        <w:t> :</w:t>
      </w:r>
    </w:p>
    <w:p w14:paraId="45D79C28" w14:textId="77777777" w:rsidR="002C50B2" w:rsidRDefault="002C50B2" w:rsidP="002C50B2">
      <w:r>
        <w:lastRenderedPageBreak/>
        <w:t>— </w:t>
      </w:r>
      <w:r w:rsidR="00C77A4E" w:rsidRPr="00275B88">
        <w:t>Que dois</w:t>
      </w:r>
      <w:r w:rsidR="00C77A4E">
        <w:t>-</w:t>
      </w:r>
      <w:r w:rsidR="00C77A4E" w:rsidRPr="00275B88">
        <w:t>je faire</w:t>
      </w:r>
      <w:r>
        <w:t> ?</w:t>
      </w:r>
    </w:p>
    <w:p w14:paraId="2656583A" w14:textId="77777777" w:rsidR="002C50B2" w:rsidRDefault="00C77A4E" w:rsidP="002C50B2">
      <w:r w:rsidRPr="00275B88">
        <w:t>Brusquement</w:t>
      </w:r>
      <w:r w:rsidR="002C50B2">
        <w:t xml:space="preserve">, </w:t>
      </w:r>
      <w:r w:rsidRPr="00275B88">
        <w:t>Chantecoq répliquait</w:t>
      </w:r>
      <w:r w:rsidR="002C50B2">
        <w:t> :</w:t>
      </w:r>
    </w:p>
    <w:p w14:paraId="23A408F1" w14:textId="77777777" w:rsidR="002C50B2" w:rsidRDefault="002C50B2" w:rsidP="002C50B2">
      <w:r>
        <w:t>— </w:t>
      </w:r>
      <w:r w:rsidR="00C77A4E" w:rsidRPr="00275B88">
        <w:t>Disparaître</w:t>
      </w:r>
      <w:r>
        <w:t> !</w:t>
      </w:r>
    </w:p>
    <w:p w14:paraId="4B22B4F4" w14:textId="77777777" w:rsidR="002C50B2" w:rsidRDefault="002C50B2" w:rsidP="002C50B2">
      <w:r>
        <w:t>— </w:t>
      </w:r>
      <w:r w:rsidR="00C77A4E" w:rsidRPr="00275B88">
        <w:t>Disparaître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Bellegarde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</w:t>
      </w:r>
      <w:r>
        <w:t>…</w:t>
      </w:r>
    </w:p>
    <w:p w14:paraId="3A17A02F" w14:textId="77777777" w:rsidR="002C50B2" w:rsidRDefault="00C77A4E" w:rsidP="002C50B2">
      <w:r w:rsidRPr="00275B88">
        <w:t>Il s</w:t>
      </w:r>
      <w:r w:rsidR="002C50B2">
        <w:t>’</w:t>
      </w:r>
      <w:r w:rsidRPr="00275B88">
        <w:t>arrêta</w:t>
      </w:r>
      <w:r w:rsidR="002C50B2">
        <w:t xml:space="preserve">… </w:t>
      </w:r>
      <w:r w:rsidRPr="00275B88">
        <w:t>Colette le suppliait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regard anxieux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écouter son père</w:t>
      </w:r>
      <w:r w:rsidR="002C50B2">
        <w:t xml:space="preserve">, </w:t>
      </w:r>
      <w:r w:rsidRPr="00275B88">
        <w:t>qui reprenait aussitôt</w:t>
      </w:r>
      <w:r w:rsidR="002C50B2">
        <w:t> :</w:t>
      </w:r>
    </w:p>
    <w:p w14:paraId="53CE8C97" w14:textId="77777777" w:rsidR="002C50B2" w:rsidRDefault="002C50B2" w:rsidP="002C50B2">
      <w:r>
        <w:t>— </w:t>
      </w:r>
      <w:r w:rsidR="00C77A4E" w:rsidRPr="00275B88">
        <w:t>Ou plutôt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de demeurer ici</w:t>
      </w:r>
      <w:r>
        <w:t xml:space="preserve">, </w:t>
      </w:r>
      <w:r w:rsidR="00C77A4E" w:rsidRPr="00275B88">
        <w:t>à l</w:t>
      </w:r>
      <w:r>
        <w:t>’</w:t>
      </w:r>
      <w:r w:rsidR="00C77A4E" w:rsidRPr="00275B88">
        <w:t>insu de tous</w:t>
      </w:r>
      <w:r>
        <w:t xml:space="preserve">, </w:t>
      </w:r>
      <w:r w:rsidR="00C77A4E" w:rsidRPr="00275B88">
        <w:t>ce qui me permettra de tendre à Belphégor un piège de ma façon et dans lequel il ne manquera pas de tomber</w:t>
      </w:r>
      <w:r>
        <w:t>.</w:t>
      </w:r>
    </w:p>
    <w:p w14:paraId="7D2F93FC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reprenait Bellegarde</w:t>
      </w:r>
      <w:r>
        <w:t xml:space="preserve">, </w:t>
      </w:r>
      <w:r w:rsidR="00C77A4E" w:rsidRPr="00275B88">
        <w:t>croyez que je serais très heureux et très fier d</w:t>
      </w:r>
      <w:r>
        <w:t>’</w:t>
      </w:r>
      <w:r w:rsidR="00C77A4E" w:rsidRPr="00275B88">
        <w:t>être votre collaborateur dans cette affaire qui a ménagé et ménagera encore au grand détective que vous êtes et au modeste journaliste que je suis des surprises sensationnelles</w:t>
      </w:r>
      <w:r>
        <w:t xml:space="preserve">. </w:t>
      </w:r>
      <w:r w:rsidR="00C77A4E" w:rsidRPr="00275B88">
        <w:t>Mais permettez</w:t>
      </w:r>
      <w:r w:rsidR="00C77A4E">
        <w:t>-</w:t>
      </w:r>
      <w:r w:rsidR="00C77A4E" w:rsidRPr="00275B88">
        <w:t>moi de vous dire que vous exigez de moi un sacrifice devant lequel j</w:t>
      </w:r>
      <w:r>
        <w:t>’</w:t>
      </w:r>
      <w:r w:rsidR="00C77A4E" w:rsidRPr="00275B88">
        <w:t>ai un peu le droit d</w:t>
      </w:r>
      <w:r>
        <w:t>’</w:t>
      </w:r>
      <w:r w:rsidR="00C77A4E" w:rsidRPr="00275B88">
        <w:t>hésiter</w:t>
      </w:r>
      <w:r>
        <w:t>.</w:t>
      </w:r>
    </w:p>
    <w:p w14:paraId="1965BC6B" w14:textId="77777777" w:rsidR="002C50B2" w:rsidRDefault="002C50B2" w:rsidP="002C50B2">
      <w:r>
        <w:t>— </w:t>
      </w:r>
      <w:r w:rsidR="00C77A4E" w:rsidRPr="00275B88">
        <w:t>Et pourquoi</w:t>
      </w:r>
      <w:r>
        <w:t> ?</w:t>
      </w:r>
    </w:p>
    <w:p w14:paraId="0A1EE47F" w14:textId="77777777" w:rsidR="002C50B2" w:rsidRDefault="002C50B2" w:rsidP="002C50B2">
      <w:r>
        <w:t>— </w:t>
      </w:r>
      <w:r w:rsidR="00C77A4E" w:rsidRPr="00275B88">
        <w:t>Vous me demandez de disparaître</w:t>
      </w:r>
      <w:r>
        <w:t xml:space="preserve"> ? </w:t>
      </w:r>
      <w:r w:rsidR="00C77A4E" w:rsidRPr="00275B88">
        <w:t>Il est évident que si vous voulez attirer Belphégor dans un de ces pièges remarquables dont vous avez le secret</w:t>
      </w:r>
      <w:r>
        <w:t xml:space="preserve">, </w:t>
      </w:r>
      <w:r w:rsidR="00C77A4E" w:rsidRPr="00275B88">
        <w:t>il est préférable qu</w:t>
      </w:r>
      <w:r>
        <w:t>’</w:t>
      </w:r>
      <w:r w:rsidR="00C77A4E" w:rsidRPr="00275B88">
        <w:t>il me croie mort que vivant</w:t>
      </w:r>
      <w:r>
        <w:t>.</w:t>
      </w:r>
    </w:p>
    <w:p w14:paraId="0A7AAF42" w14:textId="77777777" w:rsidR="002C50B2" w:rsidRDefault="002C50B2" w:rsidP="002C50B2">
      <w:r>
        <w:t>— </w:t>
      </w:r>
      <w:r w:rsidR="00C77A4E" w:rsidRPr="00275B88">
        <w:t>Vous voyez bien</w:t>
      </w:r>
      <w:r>
        <w:t xml:space="preserve"> ! </w:t>
      </w:r>
      <w:r w:rsidR="00C77A4E" w:rsidRPr="00275B88">
        <w:t>soulignait le grand limier</w:t>
      </w:r>
      <w:r>
        <w:t>.</w:t>
      </w:r>
    </w:p>
    <w:p w14:paraId="2D4E9E47" w14:textId="77777777" w:rsidR="002C50B2" w:rsidRDefault="00C77A4E" w:rsidP="002C50B2">
      <w:r w:rsidRPr="00275B88">
        <w:t>Bellegarde coupa vivement</w:t>
      </w:r>
      <w:r w:rsidR="002C50B2">
        <w:t> :</w:t>
      </w:r>
    </w:p>
    <w:p w14:paraId="6B5FB4C4" w14:textId="77777777" w:rsidR="002C50B2" w:rsidRDefault="002C50B2" w:rsidP="002C50B2">
      <w:r>
        <w:t>— </w:t>
      </w:r>
      <w:r w:rsidR="00C77A4E" w:rsidRPr="00275B88">
        <w:t>Hélas</w:t>
      </w:r>
      <w:r>
        <w:t xml:space="preserve"> ! </w:t>
      </w:r>
      <w:r w:rsidR="00C77A4E" w:rsidRPr="00275B88">
        <w:t>je n</w:t>
      </w:r>
      <w:r>
        <w:t>’</w:t>
      </w:r>
      <w:r w:rsidR="00C77A4E" w:rsidRPr="00275B88">
        <w:t>ai plus de proches parents</w:t>
      </w:r>
      <w:r>
        <w:t xml:space="preserve">, </w:t>
      </w:r>
      <w:r w:rsidR="00C77A4E" w:rsidRPr="00275B88">
        <w:t>je compte quelques bons amis</w:t>
      </w:r>
      <w:r>
        <w:t>.</w:t>
      </w:r>
    </w:p>
    <w:p w14:paraId="05360372" w14:textId="77777777" w:rsidR="002C50B2" w:rsidRDefault="002C50B2" w:rsidP="002C50B2">
      <w:r>
        <w:lastRenderedPageBreak/>
        <w:t>— </w:t>
      </w:r>
      <w:r w:rsidR="00C77A4E" w:rsidRPr="00275B88">
        <w:t>Et vous avez peur de les inquiéter</w:t>
      </w:r>
      <w:r>
        <w:t> ?</w:t>
      </w:r>
    </w:p>
    <w:p w14:paraId="16C2CED2" w14:textId="77777777" w:rsidR="002C50B2" w:rsidRDefault="002C50B2" w:rsidP="002C50B2">
      <w:r>
        <w:t>— </w:t>
      </w:r>
      <w:r w:rsidR="00C77A4E" w:rsidRPr="00275B88">
        <w:t>Mon Dieu</w:t>
      </w:r>
      <w:r>
        <w:t xml:space="preserve">, </w:t>
      </w:r>
      <w:r w:rsidR="00C77A4E" w:rsidRPr="00275B88">
        <w:t>oui</w:t>
      </w:r>
      <w:r>
        <w:t> !</w:t>
      </w:r>
    </w:p>
    <w:p w14:paraId="6C622535" w14:textId="77777777" w:rsidR="002C50B2" w:rsidRDefault="002C50B2" w:rsidP="002C50B2">
      <w:r>
        <w:t>— </w:t>
      </w:r>
      <w:r w:rsidR="00C77A4E" w:rsidRPr="00275B88">
        <w:t>Quand ils connaîtront la raison de votre disparition</w:t>
      </w:r>
      <w:r>
        <w:t xml:space="preserve">, </w:t>
      </w:r>
      <w:r w:rsidR="00C77A4E" w:rsidRPr="00275B88">
        <w:t>ils seront les premiers à vous la pardonner</w:t>
      </w:r>
      <w:r>
        <w:t>.</w:t>
      </w:r>
    </w:p>
    <w:p w14:paraId="35AC6204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> !</w:t>
      </w:r>
    </w:p>
    <w:p w14:paraId="71C60A30" w14:textId="77777777" w:rsidR="002C50B2" w:rsidRDefault="002C50B2" w:rsidP="002C50B2">
      <w:r>
        <w:t>— </w:t>
      </w:r>
      <w:r w:rsidR="00C77A4E" w:rsidRPr="00275B88">
        <w:t>Vous pouvez dire sûrement</w:t>
      </w:r>
      <w:r>
        <w:t>.</w:t>
      </w:r>
    </w:p>
    <w:p w14:paraId="6D7F1054" w14:textId="77777777" w:rsidR="002C50B2" w:rsidRDefault="002C50B2" w:rsidP="002C50B2">
      <w:r>
        <w:t>— </w:t>
      </w:r>
      <w:r w:rsidR="00C77A4E" w:rsidRPr="00275B88">
        <w:t>Mais il y aussi mon journal</w:t>
      </w:r>
      <w:r>
        <w:t xml:space="preserve">… </w:t>
      </w:r>
      <w:r w:rsidR="00C77A4E" w:rsidRPr="00275B88">
        <w:t>Je me dois à lui</w:t>
      </w:r>
      <w:r>
        <w:t>…</w:t>
      </w:r>
    </w:p>
    <w:p w14:paraId="770F1561" w14:textId="77777777" w:rsidR="002C50B2" w:rsidRDefault="00C77A4E" w:rsidP="002C50B2">
      <w:r w:rsidRPr="00275B88">
        <w:t>Chantecoq objectait</w:t>
      </w:r>
      <w:r w:rsidR="002C50B2">
        <w:t> :</w:t>
      </w:r>
    </w:p>
    <w:p w14:paraId="508B3CDE" w14:textId="77777777" w:rsidR="002C50B2" w:rsidRDefault="002C50B2" w:rsidP="002C50B2">
      <w:r>
        <w:t>— </w:t>
      </w:r>
      <w:r w:rsidR="00C77A4E" w:rsidRPr="00275B88">
        <w:t>Ne préparez</w:t>
      </w:r>
      <w:r w:rsidR="00C77A4E">
        <w:t>-</w:t>
      </w:r>
      <w:r w:rsidR="00C77A4E" w:rsidRPr="00275B88">
        <w:t>vous pas un coup de reportage qui vous vaudra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toutes les plus chaleureuses félicitations de votre directeur</w:t>
      </w:r>
      <w:r>
        <w:t> ?</w:t>
      </w:r>
    </w:p>
    <w:p w14:paraId="1F9F32D6" w14:textId="77777777" w:rsidR="002C50B2" w:rsidRDefault="00C77A4E" w:rsidP="002C50B2">
      <w:r w:rsidRPr="00275B88">
        <w:t>Le regard tout brillant de la loyauté qui était en lui</w:t>
      </w:r>
      <w:r w:rsidR="002C50B2">
        <w:t xml:space="preserve">, </w:t>
      </w:r>
      <w:r w:rsidRPr="00275B88">
        <w:t>Jacques s</w:t>
      </w:r>
      <w:r w:rsidR="002C50B2">
        <w:t>’</w:t>
      </w:r>
      <w:r w:rsidRPr="00275B88">
        <w:t>écriait</w:t>
      </w:r>
      <w:r w:rsidR="002C50B2">
        <w:t> :</w:t>
      </w:r>
    </w:p>
    <w:p w14:paraId="4A176229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aura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pas le droit de me reprocher de m</w:t>
      </w:r>
      <w:r>
        <w:t>’</w:t>
      </w:r>
      <w:r w:rsidR="00C77A4E" w:rsidRPr="00275B88">
        <w:t>être montré trop discret avec lui</w:t>
      </w:r>
      <w:r>
        <w:t> ?</w:t>
      </w:r>
    </w:p>
    <w:p w14:paraId="522B4271" w14:textId="77777777" w:rsidR="002C50B2" w:rsidRDefault="00C77A4E" w:rsidP="002C50B2">
      <w:r w:rsidRPr="00275B88">
        <w:t>Chantecoq observait</w:t>
      </w:r>
      <w:r w:rsidR="002C50B2">
        <w:t> :</w:t>
      </w:r>
    </w:p>
    <w:p w14:paraId="110E45C3" w14:textId="77777777" w:rsidR="002C50B2" w:rsidRDefault="002C50B2" w:rsidP="002C50B2">
      <w:r>
        <w:t>— </w:t>
      </w:r>
      <w:r w:rsidR="00C77A4E" w:rsidRPr="00275B88">
        <w:t>Votre directeur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ne vous en voudra nullement</w:t>
      </w:r>
      <w:r>
        <w:t xml:space="preserve">. </w:t>
      </w:r>
      <w:r w:rsidR="00C77A4E" w:rsidRPr="00275B88">
        <w:t>Votre triomphe lui fera oublier une petite incorrection que j</w:t>
      </w:r>
      <w:r>
        <w:t>’</w:t>
      </w:r>
      <w:r w:rsidR="00C77A4E" w:rsidRPr="00275B88">
        <w:t>affirme nécessaire</w:t>
      </w:r>
      <w:r>
        <w:t xml:space="preserve">… </w:t>
      </w:r>
      <w:r w:rsidR="00C77A4E" w:rsidRPr="00275B88">
        <w:t>Car</w:t>
      </w:r>
      <w:r>
        <w:t xml:space="preserve">… </w:t>
      </w:r>
      <w:r w:rsidR="00C77A4E" w:rsidRPr="00275B88">
        <w:t>la plus légère indiscrétion risque de tout compromettre</w:t>
      </w:r>
      <w:r>
        <w:t xml:space="preserve">… </w:t>
      </w:r>
      <w:r w:rsidR="00C77A4E" w:rsidRPr="00275B88">
        <w:t>Et je ne réponds plus de rien si vous refusez de suivre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ose pas dire mes directives</w:t>
      </w:r>
      <w:r>
        <w:t xml:space="preserve">, </w:t>
      </w:r>
      <w:r w:rsidR="00C77A4E" w:rsidRPr="00275B88">
        <w:t>mais mon conseil</w:t>
      </w:r>
      <w:r>
        <w:t> !…</w:t>
      </w:r>
    </w:p>
    <w:p w14:paraId="1E523221" w14:textId="77777777" w:rsidR="002C50B2" w:rsidRDefault="002C50B2" w:rsidP="002C50B2">
      <w:r>
        <w:t>— </w:t>
      </w:r>
      <w:r w:rsidR="00C77A4E" w:rsidRPr="00275B88">
        <w:t>Ce que vous me demandez là est très grave</w:t>
      </w:r>
      <w:r>
        <w:t xml:space="preserve">, </w:t>
      </w:r>
      <w:r w:rsidR="00C77A4E" w:rsidRPr="00275B88">
        <w:t>hésitait encore Bellegarde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besoin de réfléchir</w:t>
      </w:r>
      <w:r>
        <w:t>.</w:t>
      </w:r>
    </w:p>
    <w:p w14:paraId="5D2ABADD" w14:textId="77777777" w:rsidR="002C50B2" w:rsidRDefault="00C77A4E" w:rsidP="002C50B2">
      <w:r w:rsidRPr="00275B88">
        <w:lastRenderedPageBreak/>
        <w:t>Chantecoq</w:t>
      </w:r>
      <w:r w:rsidR="002C50B2">
        <w:t xml:space="preserve">, </w:t>
      </w:r>
      <w:r w:rsidRPr="00275B88">
        <w:t>les sourcils légèrement froncés</w:t>
      </w:r>
      <w:r w:rsidR="002C50B2">
        <w:t xml:space="preserve">, </w:t>
      </w:r>
      <w:r w:rsidRPr="00275B88">
        <w:t>regarda sa fille</w:t>
      </w:r>
      <w:r w:rsidR="002C50B2">
        <w:t xml:space="preserve">, </w:t>
      </w:r>
      <w:r w:rsidRPr="00275B88">
        <w:t>qui était redevenue soucieuse</w:t>
      </w:r>
      <w:r w:rsidR="002C50B2">
        <w:t xml:space="preserve">… </w:t>
      </w:r>
      <w:r w:rsidRPr="00275B88">
        <w:t>lorsqu</w:t>
      </w:r>
      <w:r w:rsidR="002C50B2">
        <w:t>’</w:t>
      </w:r>
      <w:r w:rsidRPr="00275B88">
        <w:t>on frappa à la porte</w:t>
      </w:r>
      <w:r w:rsidR="002C50B2">
        <w:t>.</w:t>
      </w:r>
    </w:p>
    <w:p w14:paraId="46A37197" w14:textId="77777777" w:rsidR="002C50B2" w:rsidRDefault="002C50B2" w:rsidP="002C50B2">
      <w:r>
        <w:t>— </w:t>
      </w:r>
      <w:r w:rsidR="00C77A4E" w:rsidRPr="00275B88">
        <w:t>Entrez</w:t>
      </w:r>
      <w:r>
        <w:t xml:space="preserve"> ! </w:t>
      </w:r>
      <w:r w:rsidR="00C77A4E" w:rsidRPr="00275B88">
        <w:t>lança le détective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voix brève</w:t>
      </w:r>
      <w:r>
        <w:t>.</w:t>
      </w:r>
    </w:p>
    <w:p w14:paraId="289D23B8" w14:textId="77777777" w:rsidR="002C50B2" w:rsidRDefault="00C77A4E" w:rsidP="002C50B2">
      <w:r w:rsidRPr="00275B88">
        <w:t>Marie</w:t>
      </w:r>
      <w:r>
        <w:t>-</w:t>
      </w:r>
      <w:r w:rsidRPr="00275B88">
        <w:t>Jeanne apparut un paquet à la main</w:t>
      </w:r>
      <w:r w:rsidR="002C50B2">
        <w:t xml:space="preserve">… </w:t>
      </w:r>
      <w:r w:rsidRPr="00275B88">
        <w:t>et annonça</w:t>
      </w:r>
      <w:r w:rsidR="002C50B2">
        <w:t> :</w:t>
      </w:r>
    </w:p>
    <w:p w14:paraId="7B8608B6" w14:textId="6E308E2A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 commissionnaire qui vient d</w:t>
      </w:r>
      <w:r>
        <w:t>’</w:t>
      </w:r>
      <w:r w:rsidR="00C77A4E" w:rsidRPr="00275B88">
        <w:t xml:space="preserve">apporter ceci pour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Colette</w:t>
      </w:r>
      <w:r>
        <w:t>.</w:t>
      </w:r>
    </w:p>
    <w:p w14:paraId="5793FBF4" w14:textId="7675B7DA" w:rsidR="002C50B2" w:rsidRDefault="00C77A4E" w:rsidP="002C50B2">
      <w:r w:rsidRPr="00275B88">
        <w:t>Et elle tendit l</w:t>
      </w:r>
      <w:r w:rsidR="002C50B2">
        <w:t>’</w:t>
      </w:r>
      <w:r w:rsidRPr="00275B88">
        <w:t>objet</w:t>
      </w:r>
      <w:r w:rsidR="002C50B2">
        <w:t xml:space="preserve">, </w:t>
      </w:r>
      <w:r w:rsidRPr="00275B88">
        <w:t>soigneusement enveloppé dans du papier gravé</w:t>
      </w:r>
      <w:r w:rsidR="002C50B2">
        <w:t xml:space="preserve">, </w:t>
      </w:r>
      <w:r w:rsidRPr="00275B88">
        <w:t>entouré d</w:t>
      </w:r>
      <w:r w:rsidR="002C50B2">
        <w:t>’</w:t>
      </w:r>
      <w:r w:rsidRPr="00275B88">
        <w:t>un fil d</w:t>
      </w:r>
      <w:r w:rsidR="002C50B2">
        <w:t>’</w:t>
      </w:r>
      <w:r w:rsidRPr="00275B88">
        <w:t>or</w:t>
      </w:r>
      <w:r w:rsidR="002C50B2">
        <w:t xml:space="preserve">, </w:t>
      </w:r>
      <w:r w:rsidRPr="00275B88">
        <w:t>et muni de l</w:t>
      </w:r>
      <w:r w:rsidR="002C50B2">
        <w:t>’</w:t>
      </w:r>
      <w:r w:rsidRPr="00275B88">
        <w:t>étiquette d</w:t>
      </w:r>
      <w:r w:rsidR="002C50B2">
        <w:t>’</w:t>
      </w:r>
      <w:r w:rsidRPr="00275B88">
        <w:t>une grande maison de confiserie</w:t>
      </w:r>
      <w:r w:rsidR="002C50B2">
        <w:t xml:space="preserve">, </w:t>
      </w:r>
      <w:r w:rsidRPr="00275B88">
        <w:t>à la jeune fille qui s</w:t>
      </w:r>
      <w:r w:rsidR="002C50B2">
        <w:t>’</w:t>
      </w:r>
      <w:r w:rsidRPr="00275B88">
        <w:t>en empara</w:t>
      </w:r>
      <w:r w:rsidR="002C50B2">
        <w:t>. M</w:t>
      </w:r>
      <w:r w:rsidR="002C50B2" w:rsidRPr="002C50B2">
        <w:rPr>
          <w:vertAlign w:val="superscript"/>
        </w:rPr>
        <w:t>me</w:t>
      </w:r>
      <w:r w:rsidR="002C50B2">
        <w:t> </w:t>
      </w:r>
      <w:proofErr w:type="spellStart"/>
      <w:r w:rsidRPr="00275B88">
        <w:t>Gautrais</w:t>
      </w:r>
      <w:proofErr w:type="spellEnd"/>
      <w:r w:rsidRPr="00275B88">
        <w:t xml:space="preserve"> s</w:t>
      </w:r>
      <w:r w:rsidR="002C50B2">
        <w:t>’</w:t>
      </w:r>
      <w:r w:rsidRPr="00275B88">
        <w:t>en fut aussitôt rejoindre ses fourneaux</w:t>
      </w:r>
      <w:r w:rsidR="002C50B2">
        <w:t xml:space="preserve">. </w:t>
      </w:r>
      <w:r w:rsidRPr="00275B88">
        <w:t>Et Colette commença à développer le paquet</w:t>
      </w:r>
      <w:r w:rsidR="002C50B2">
        <w:t>…</w:t>
      </w:r>
    </w:p>
    <w:p w14:paraId="1CA0DA96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air préoccupé et plongé dans les graves réflexions que lui inspirait le conseil de Chantecoq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prêté pour ainsi dire aucune attention à ce menu et banal incident de la vie quotidienne</w:t>
      </w:r>
      <w:r w:rsidR="002C50B2">
        <w:t>.</w:t>
      </w:r>
    </w:p>
    <w:p w14:paraId="15372CFA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de son côté</w:t>
      </w:r>
      <w:r w:rsidR="002C50B2">
        <w:t xml:space="preserve">, </w:t>
      </w:r>
      <w:r w:rsidRPr="00275B88">
        <w:t>qui souhaitait vivement de la part du reporter une réponse favorable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avancé vers lui</w:t>
      </w:r>
      <w:r w:rsidR="002C50B2">
        <w:t xml:space="preserve">… </w:t>
      </w:r>
      <w:r w:rsidRPr="00275B88">
        <w:t>et désireux de vaincre ses derniers scrupules</w:t>
      </w:r>
      <w:r w:rsidR="002C50B2">
        <w:t xml:space="preserve">, </w:t>
      </w:r>
      <w:r w:rsidRPr="00275B88">
        <w:t>il lui disait</w:t>
      </w:r>
      <w:r w:rsidR="002C50B2">
        <w:t> :</w:t>
      </w:r>
    </w:p>
    <w:p w14:paraId="29FB7983" w14:textId="77777777" w:rsidR="002C50B2" w:rsidRDefault="002C50B2" w:rsidP="002C50B2">
      <w:r>
        <w:t>— </w:t>
      </w:r>
      <w:r w:rsidR="00C77A4E" w:rsidRPr="00275B88">
        <w:t>Si vous y tenez absolument</w:t>
      </w:r>
      <w:r>
        <w:t xml:space="preserve">, </w:t>
      </w:r>
      <w:r w:rsidR="00C77A4E" w:rsidRPr="00275B88">
        <w:t>je puis faire une démarche personnelle auprès de votre directeur</w:t>
      </w:r>
      <w:r>
        <w:t xml:space="preserve"> ; </w:t>
      </w:r>
      <w:r w:rsidR="00C77A4E" w:rsidRPr="00275B88">
        <w:t>mais</w:t>
      </w:r>
      <w:r>
        <w:t xml:space="preserve">, </w:t>
      </w:r>
      <w:r w:rsidR="00C77A4E" w:rsidRPr="00275B88">
        <w:t>auprès de lui seul</w:t>
      </w:r>
      <w:r>
        <w:t xml:space="preserve">… </w:t>
      </w:r>
      <w:r w:rsidR="00C77A4E" w:rsidRPr="00275B88">
        <w:t>en lui demandant instamment le secret le plus absolu</w:t>
      </w:r>
      <w:r>
        <w:t>.</w:t>
      </w:r>
    </w:p>
    <w:p w14:paraId="29DF9815" w14:textId="77777777" w:rsidR="002C50B2" w:rsidRDefault="00C77A4E" w:rsidP="002C50B2">
      <w:r w:rsidRPr="00275B88">
        <w:t>Jacques allait répliquer</w:t>
      </w:r>
      <w:r w:rsidR="002C50B2">
        <w:t>.</w:t>
      </w:r>
    </w:p>
    <w:p w14:paraId="27E7225D" w14:textId="77777777" w:rsidR="002C50B2" w:rsidRDefault="00C77A4E" w:rsidP="002C50B2">
      <w:r w:rsidRPr="00275B88">
        <w:t>Mais le visage souriant</w:t>
      </w:r>
      <w:r w:rsidR="002C50B2">
        <w:t xml:space="preserve">, </w:t>
      </w:r>
      <w:r w:rsidRPr="00275B88">
        <w:t>Colette se dirigeait vers lui</w:t>
      </w:r>
      <w:r w:rsidR="002C50B2">
        <w:t>…</w:t>
      </w:r>
    </w:p>
    <w:p w14:paraId="41262DF2" w14:textId="77777777" w:rsidR="002C50B2" w:rsidRDefault="00C77A4E" w:rsidP="002C50B2">
      <w:r w:rsidRPr="00275B88">
        <w:t>Et tout en lui présentant une belle boîte de chocolat qu</w:t>
      </w:r>
      <w:r w:rsidR="002C50B2">
        <w:t>’</w:t>
      </w:r>
      <w:r w:rsidRPr="00275B88">
        <w:t>elle tenait à la main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écriait</w:t>
      </w:r>
      <w:r w:rsidR="002C50B2">
        <w:t> :</w:t>
      </w:r>
    </w:p>
    <w:p w14:paraId="3116E98D" w14:textId="77777777" w:rsidR="002C50B2" w:rsidRDefault="002C50B2" w:rsidP="002C50B2">
      <w:r>
        <w:lastRenderedPageBreak/>
        <w:t>— </w:t>
      </w:r>
      <w:r w:rsidR="00C77A4E" w:rsidRPr="00275B88">
        <w:t>Monsieur Bellegarde</w:t>
      </w:r>
      <w:r>
        <w:t xml:space="preserve">, </w:t>
      </w:r>
      <w:r w:rsidR="00C77A4E" w:rsidRPr="00275B88">
        <w:t>vous m</w:t>
      </w:r>
      <w:r>
        <w:t>’</w:t>
      </w:r>
      <w:r w:rsidR="00C77A4E" w:rsidRPr="00275B88">
        <w:t>avez gâtée</w:t>
      </w:r>
      <w:r>
        <w:t> !</w:t>
      </w:r>
    </w:p>
    <w:p w14:paraId="4CC561D4" w14:textId="77777777" w:rsidR="002C50B2" w:rsidRDefault="00C77A4E" w:rsidP="002C50B2">
      <w:r w:rsidRPr="00275B88">
        <w:t>Le journaliste protestait avec un accent de très réelle surprise</w:t>
      </w:r>
      <w:r w:rsidR="002C50B2">
        <w:t> :</w:t>
      </w:r>
    </w:p>
    <w:p w14:paraId="7BC5CBB0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vous vous trompez</w:t>
      </w:r>
      <w:r>
        <w:t xml:space="preserve"> ! </w:t>
      </w:r>
      <w:r w:rsidR="00C77A4E" w:rsidRPr="00275B88">
        <w:t>Ce n</w:t>
      </w:r>
      <w:r>
        <w:t>’</w:t>
      </w:r>
      <w:r w:rsidR="00C77A4E" w:rsidRPr="00275B88">
        <w:t>est pas moi qui vous ai adressé ce cadeau</w:t>
      </w:r>
      <w:r>
        <w:t>…</w:t>
      </w:r>
    </w:p>
    <w:p w14:paraId="7AA8FB60" w14:textId="77777777" w:rsidR="002C50B2" w:rsidRDefault="002C50B2" w:rsidP="002C50B2">
      <w:r>
        <w:t>— </w:t>
      </w:r>
      <w:r w:rsidR="00C77A4E" w:rsidRPr="00275B88">
        <w:t>Et cette carte</w:t>
      </w:r>
      <w:r>
        <w:t xml:space="preserve"> ?… </w:t>
      </w:r>
      <w:r w:rsidR="00C77A4E" w:rsidRPr="00275B88">
        <w:t>observait la fille du détective</w:t>
      </w:r>
      <w:r>
        <w:t>.</w:t>
      </w:r>
    </w:p>
    <w:p w14:paraId="56977EB5" w14:textId="77777777" w:rsidR="002C50B2" w:rsidRDefault="00C77A4E" w:rsidP="002C50B2">
      <w:r w:rsidRPr="00275B88">
        <w:t>Et Colette tendit au reporter un fin bristol sur lequel était gravé le nom de</w:t>
      </w:r>
      <w:r w:rsidR="002C50B2">
        <w:t> :</w:t>
      </w:r>
    </w:p>
    <w:p w14:paraId="4B018890" w14:textId="3FC07D66" w:rsidR="002C50B2" w:rsidRDefault="00C77A4E" w:rsidP="002C50B2">
      <w:pPr>
        <w:ind w:firstLine="0"/>
        <w:jc w:val="center"/>
      </w:pPr>
      <w:r w:rsidRPr="002C50B2">
        <w:t>Jacques Bellegarde</w:t>
      </w:r>
    </w:p>
    <w:p w14:paraId="3D8BA7EB" w14:textId="77777777" w:rsid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36</w:t>
      </w:r>
      <w:r w:rsidR="002C50B2">
        <w:rPr>
          <w:i/>
          <w:iCs/>
        </w:rPr>
        <w:t xml:space="preserve">, </w:t>
      </w:r>
      <w:r w:rsidRPr="002C50B2">
        <w:rPr>
          <w:i/>
          <w:iCs/>
        </w:rPr>
        <w:t>avenue d</w:t>
      </w:r>
      <w:r w:rsidR="002C50B2">
        <w:rPr>
          <w:i/>
          <w:iCs/>
        </w:rPr>
        <w:t>’</w:t>
      </w:r>
      <w:r w:rsidRPr="002C50B2">
        <w:rPr>
          <w:i/>
          <w:iCs/>
        </w:rPr>
        <w:t>Antin</w:t>
      </w:r>
      <w:r w:rsidR="002C50B2">
        <w:rPr>
          <w:i/>
          <w:iCs/>
        </w:rPr>
        <w:t>.</w:t>
      </w:r>
    </w:p>
    <w:p w14:paraId="23E296B7" w14:textId="77777777" w:rsidR="002C50B2" w:rsidRDefault="00C77A4E" w:rsidP="002C50B2">
      <w:r w:rsidRPr="00275B88">
        <w:t>De plus en plus éberlué</w:t>
      </w:r>
      <w:r w:rsidR="002C50B2">
        <w:t xml:space="preserve">, </w:t>
      </w:r>
      <w:r w:rsidRPr="00275B88">
        <w:t>le reporter affirmait avec force</w:t>
      </w:r>
      <w:r w:rsidR="002C50B2">
        <w:t> :</w:t>
      </w:r>
    </w:p>
    <w:p w14:paraId="4DFEA66D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je vous donne ma parole d</w:t>
      </w:r>
      <w:r>
        <w:t>’</w:t>
      </w:r>
      <w:r w:rsidR="00C77A4E" w:rsidRPr="00275B88">
        <w:t>honneur que je ne suis pour rien dans cet envoi de bonbons</w:t>
      </w:r>
      <w:r>
        <w:t xml:space="preserve">, </w:t>
      </w:r>
      <w:proofErr w:type="gramStart"/>
      <w:r w:rsidR="00C77A4E" w:rsidRPr="00275B88">
        <w:t>et</w:t>
      </w:r>
      <w:proofErr w:type="gramEnd"/>
      <w:r w:rsidR="00C77A4E" w:rsidRPr="00275B88">
        <w:t xml:space="preserve"> bien que cette carte ressemble étonnamment à celles dont je fais usage</w:t>
      </w:r>
      <w:r>
        <w:t>…</w:t>
      </w:r>
    </w:p>
    <w:p w14:paraId="5F21FB06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qui avait tout entendu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0A40D9AF" w14:textId="77777777" w:rsidR="002C50B2" w:rsidRDefault="002C50B2" w:rsidP="002C50B2">
      <w:r>
        <w:t>— </w:t>
      </w:r>
      <w:r w:rsidR="00C77A4E" w:rsidRPr="00275B88">
        <w:t>Ah çà</w:t>
      </w:r>
      <w:r>
        <w:t xml:space="preserve"> ! </w:t>
      </w:r>
      <w:r w:rsidR="00C77A4E" w:rsidRPr="00275B88">
        <w:t>le citoyen Belphégor</w:t>
      </w:r>
      <w:r>
        <w:t xml:space="preserve">, </w:t>
      </w:r>
      <w:r w:rsidR="00C77A4E" w:rsidRPr="00275B88">
        <w:t>aurait</w:t>
      </w:r>
      <w:r w:rsidR="00C77A4E">
        <w:t>-</w:t>
      </w:r>
      <w:r w:rsidR="00C77A4E" w:rsidRPr="00275B88">
        <w:t>il</w:t>
      </w:r>
      <w:r>
        <w:t> ?…</w:t>
      </w:r>
    </w:p>
    <w:p w14:paraId="15FB81D1" w14:textId="77777777" w:rsidR="002C50B2" w:rsidRDefault="00C77A4E" w:rsidP="002C50B2">
      <w:r w:rsidRPr="00275B88">
        <w:t>Il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 de la boîte</w:t>
      </w:r>
      <w:r w:rsidR="002C50B2">
        <w:t xml:space="preserve">, </w:t>
      </w:r>
      <w:r w:rsidRPr="00275B88">
        <w:t>et dit simplement à Colette et à Bellegarde</w:t>
      </w:r>
      <w:r w:rsidR="002C50B2">
        <w:t> :</w:t>
      </w:r>
    </w:p>
    <w:p w14:paraId="33FD4A8A" w14:textId="77777777" w:rsidR="002C50B2" w:rsidRDefault="002C50B2" w:rsidP="002C50B2">
      <w:r>
        <w:t>— </w:t>
      </w:r>
      <w:r w:rsidR="00C77A4E" w:rsidRPr="00275B88">
        <w:t>Suivez</w:t>
      </w:r>
      <w:r w:rsidR="00C77A4E">
        <w:t>-</w:t>
      </w:r>
      <w:r w:rsidR="00C77A4E" w:rsidRPr="00275B88">
        <w:t>moi</w:t>
      </w:r>
      <w:r>
        <w:t> !</w:t>
      </w:r>
    </w:p>
    <w:p w14:paraId="738FF94E" w14:textId="77777777" w:rsidR="002C50B2" w:rsidRDefault="00C77A4E" w:rsidP="002C50B2">
      <w:r w:rsidRPr="00275B88">
        <w:t>Il se dirigea vers le fond de son studio</w:t>
      </w:r>
      <w:r w:rsidR="002C50B2">
        <w:t xml:space="preserve">, </w:t>
      </w:r>
      <w:r w:rsidRPr="00275B88">
        <w:t>ouvrit une petite porte et pénétra</w:t>
      </w:r>
      <w:r w:rsidR="002C50B2">
        <w:t xml:space="preserve">, </w:t>
      </w:r>
      <w:r w:rsidRPr="00275B88">
        <w:t>avec sa fille et le reporter</w:t>
      </w:r>
      <w:r w:rsidR="002C50B2">
        <w:t xml:space="preserve">, </w:t>
      </w:r>
      <w:r w:rsidRPr="00275B88">
        <w:t>dans une petite pièce bien claire qui représentait un véritable laboratoire</w:t>
      </w:r>
      <w:r w:rsidR="002C50B2">
        <w:t>.</w:t>
      </w:r>
    </w:p>
    <w:p w14:paraId="693046DD" w14:textId="77777777" w:rsidR="002C50B2" w:rsidRDefault="00C77A4E" w:rsidP="002C50B2">
      <w:r w:rsidRPr="00275B88">
        <w:t>Sans prononcer une parole</w:t>
      </w:r>
      <w:r w:rsidR="002C50B2">
        <w:t xml:space="preserve">, </w:t>
      </w:r>
      <w:r w:rsidRPr="00275B88">
        <w:t>il déposa la boîte sur une table encombrée de fioles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éprouvettes et de cornues</w:t>
      </w:r>
      <w:r w:rsidR="002C50B2">
        <w:t xml:space="preserve">, </w:t>
      </w:r>
      <w:r w:rsidRPr="00275B88">
        <w:t xml:space="preserve">prit </w:t>
      </w:r>
      <w:r w:rsidRPr="00275B88">
        <w:lastRenderedPageBreak/>
        <w:t>au hasard un bonbon</w:t>
      </w:r>
      <w:r w:rsidR="002C50B2">
        <w:t xml:space="preserve">, </w:t>
      </w:r>
      <w:r w:rsidRPr="00275B88">
        <w:t>le cassa en deux et l</w:t>
      </w:r>
      <w:r w:rsidR="002C50B2">
        <w:t>’</w:t>
      </w:r>
      <w:r w:rsidRPr="00275B88">
        <w:t>approcha de ses narines</w:t>
      </w:r>
      <w:r w:rsidR="002C50B2">
        <w:t>.</w:t>
      </w:r>
    </w:p>
    <w:p w14:paraId="44A7CE96" w14:textId="77777777" w:rsidR="002C50B2" w:rsidRDefault="002C50B2" w:rsidP="002C50B2">
      <w:r>
        <w:t>— </w:t>
      </w:r>
      <w:r w:rsidR="00C77A4E" w:rsidRPr="00275B88">
        <w:t>Aucune odeur suspecte</w:t>
      </w:r>
      <w:r>
        <w:t xml:space="preserve">, </w:t>
      </w:r>
      <w:r w:rsidR="00C77A4E" w:rsidRPr="00275B88">
        <w:t>déclara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. </w:t>
      </w:r>
      <w:r w:rsidR="00C77A4E" w:rsidRPr="00275B88">
        <w:t>Pourtant</w:t>
      </w:r>
      <w:r>
        <w:t xml:space="preserve">, </w:t>
      </w:r>
      <w:r w:rsidR="00C77A4E" w:rsidRPr="00275B88">
        <w:t>je parierais</w:t>
      </w:r>
      <w:r>
        <w:t>…</w:t>
      </w:r>
    </w:p>
    <w:p w14:paraId="330CC73E" w14:textId="77777777" w:rsidR="002C50B2" w:rsidRDefault="00C77A4E" w:rsidP="002C50B2">
      <w:r w:rsidRPr="00275B88">
        <w:t>Il se leva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 vers une armoire et l</w:t>
      </w:r>
      <w:r w:rsidR="002C50B2">
        <w:t>’</w:t>
      </w:r>
      <w:r w:rsidRPr="00275B88">
        <w:t>ouvrit 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petite clef fixée à son trousseau qui ne le quittait jamais</w:t>
      </w:r>
      <w:r w:rsidR="002C50B2">
        <w:t>…</w:t>
      </w:r>
    </w:p>
    <w:p w14:paraId="342CC59A" w14:textId="77777777" w:rsidR="002C50B2" w:rsidRDefault="00C77A4E" w:rsidP="002C50B2">
      <w:r w:rsidRPr="00275B88">
        <w:t>Le meuble contenait une série de bouteilles pharmaceutiques de toutes tailles et dont chacune portait une étiquette précisant le liquide qu</w:t>
      </w:r>
      <w:r w:rsidR="002C50B2">
        <w:t>’</w:t>
      </w:r>
      <w:r w:rsidRPr="00275B88">
        <w:t>elle contenait</w:t>
      </w:r>
      <w:r w:rsidR="002C50B2">
        <w:t>.</w:t>
      </w:r>
    </w:p>
    <w:p w14:paraId="4AE4035D" w14:textId="77777777" w:rsidR="002C50B2" w:rsidRDefault="00C77A4E" w:rsidP="002C50B2">
      <w:r w:rsidRPr="00275B88">
        <w:t>Sans la moindre hésitation</w:t>
      </w:r>
      <w:r w:rsidR="002C50B2">
        <w:t xml:space="preserve">, </w:t>
      </w:r>
      <w:r w:rsidRPr="00275B88">
        <w:t>le limier en saisit une</w:t>
      </w:r>
      <w:r w:rsidR="002C50B2">
        <w:t xml:space="preserve">, </w:t>
      </w:r>
      <w:r w:rsidRPr="00275B88">
        <w:t>revint vers la table</w:t>
      </w:r>
      <w:r w:rsidR="002C50B2">
        <w:t xml:space="preserve">, </w:t>
      </w:r>
      <w:r w:rsidRPr="00275B88">
        <w:t>remplit à moitié du contenu de sa fiole la plus petite de ses éprouvettes</w:t>
      </w:r>
      <w:r w:rsidR="002C50B2">
        <w:t xml:space="preserve">… </w:t>
      </w:r>
      <w:r w:rsidRPr="00275B88">
        <w:t>et y plongea les débris du bonbon qu</w:t>
      </w:r>
      <w:r w:rsidR="002C50B2">
        <w:t>’</w:t>
      </w:r>
      <w:r w:rsidRPr="00275B88">
        <w:t>il venait de rompre</w:t>
      </w:r>
      <w:r w:rsidR="002C50B2">
        <w:t>.</w:t>
      </w:r>
    </w:p>
    <w:p w14:paraId="50EA09A7" w14:textId="77777777" w:rsidR="002C50B2" w:rsidRDefault="00C77A4E" w:rsidP="002C50B2">
      <w:r w:rsidRPr="00275B88">
        <w:t>Jacques et Colette le regardaient en silence</w:t>
      </w:r>
      <w:r w:rsidR="002C50B2">
        <w:t>.</w:t>
      </w:r>
    </w:p>
    <w:p w14:paraId="22265442" w14:textId="77777777" w:rsidR="002C50B2" w:rsidRDefault="00C77A4E" w:rsidP="002C50B2">
      <w:r w:rsidRPr="00275B88">
        <w:t>Au bout de quelques instants</w:t>
      </w:r>
      <w:r w:rsidR="002C50B2">
        <w:t xml:space="preserve">, </w:t>
      </w:r>
      <w:r w:rsidRPr="00275B88">
        <w:t>il saisit l</w:t>
      </w:r>
      <w:r w:rsidR="002C50B2">
        <w:t>’</w:t>
      </w:r>
      <w:r w:rsidRPr="00275B88">
        <w:t>éprouvette</w:t>
      </w:r>
      <w:r w:rsidR="002C50B2">
        <w:t xml:space="preserve">, </w:t>
      </w:r>
      <w:r w:rsidRPr="00275B88">
        <w:t>la plaça bien dans la lumière et la fixa tout en la tenant élevée à la hauteur de ses yeux</w:t>
      </w:r>
      <w:r w:rsidR="002C50B2">
        <w:t>.</w:t>
      </w:r>
    </w:p>
    <w:p w14:paraId="1723686F" w14:textId="77777777" w:rsidR="002C50B2" w:rsidRDefault="00C77A4E" w:rsidP="002C50B2">
      <w:r w:rsidRPr="00275B88">
        <w:t>Peu à peu</w:t>
      </w:r>
      <w:r w:rsidR="002C50B2">
        <w:t xml:space="preserve">, </w:t>
      </w:r>
      <w:r w:rsidRPr="00275B88">
        <w:t>tandis que le chocolat se désagrégeait et teintait de brun le réactif</w:t>
      </w:r>
      <w:r w:rsidR="002C50B2">
        <w:t xml:space="preserve">, </w:t>
      </w:r>
      <w:r w:rsidRPr="00275B88">
        <w:t>de nombreux globules descendaient dans le fond du récipient et se transformaient en une sorte de poudre grisâtre qui</w:t>
      </w:r>
      <w:r w:rsidR="002C50B2">
        <w:t xml:space="preserve">, </w:t>
      </w:r>
      <w:r w:rsidRPr="00275B88">
        <w:t>formant bientôt un véritable dépôt</w:t>
      </w:r>
      <w:r w:rsidR="002C50B2">
        <w:t xml:space="preserve">, </w:t>
      </w:r>
      <w:r w:rsidRPr="00275B88">
        <w:t>se dégageait nettement des autres produits</w:t>
      </w:r>
      <w:r w:rsidR="002C50B2">
        <w:t xml:space="preserve">, </w:t>
      </w:r>
      <w:r w:rsidRPr="00275B88">
        <w:t>dont les morceaux du bonbon étaient composés</w:t>
      </w:r>
      <w:r w:rsidR="002C50B2">
        <w:t>.</w:t>
      </w:r>
    </w:p>
    <w:p w14:paraId="36734E3B" w14:textId="77777777" w:rsidR="002C50B2" w:rsidRDefault="00C77A4E" w:rsidP="002C50B2">
      <w:r w:rsidRPr="00275B88">
        <w:t>Nettement</w:t>
      </w:r>
      <w:r w:rsidR="002C50B2">
        <w:t xml:space="preserve">, </w:t>
      </w:r>
      <w:r w:rsidRPr="00275B88">
        <w:t>Chantecoq déclarait avec un léger tremblement dans la voix</w:t>
      </w:r>
      <w:r w:rsidR="002C50B2">
        <w:t> :</w:t>
      </w:r>
    </w:p>
    <w:p w14:paraId="3CD2E04F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ces bonbons sont empoisonnés</w:t>
      </w:r>
      <w:r>
        <w:t> !</w:t>
      </w:r>
    </w:p>
    <w:p w14:paraId="2F0011B3" w14:textId="77777777" w:rsidR="002C50B2" w:rsidRDefault="00C77A4E" w:rsidP="002C50B2">
      <w:r w:rsidRPr="00275B88">
        <w:lastRenderedPageBreak/>
        <w:t>Colette pâlit</w:t>
      </w:r>
      <w:r w:rsidR="002C50B2">
        <w:t xml:space="preserve">. </w:t>
      </w:r>
      <w:r w:rsidRPr="00275B88">
        <w:t>Et Bellegarde s</w:t>
      </w:r>
      <w:r w:rsidR="002C50B2">
        <w:t>’</w:t>
      </w:r>
      <w:r w:rsidRPr="00275B88">
        <w:t>écria</w:t>
      </w:r>
      <w:r w:rsidR="002C50B2">
        <w:t> :</w:t>
      </w:r>
    </w:p>
    <w:p w14:paraId="7DBFE212" w14:textId="77777777" w:rsidR="002C50B2" w:rsidRDefault="002C50B2" w:rsidP="002C50B2">
      <w:r>
        <w:t>— </w:t>
      </w:r>
      <w:r w:rsidR="00C77A4E" w:rsidRPr="00275B88">
        <w:t>Le bandit tient sa promesse</w:t>
      </w:r>
      <w:r>
        <w:t xml:space="preserve"> !… </w:t>
      </w:r>
      <w:r w:rsidR="00C77A4E" w:rsidRPr="00275B88">
        <w:t>Après moi</w:t>
      </w:r>
      <w:r>
        <w:t xml:space="preserve">, </w:t>
      </w:r>
      <w:r w:rsidR="00C77A4E" w:rsidRPr="00275B88">
        <w:t>vous</w:t>
      </w:r>
      <w:r>
        <w:t xml:space="preserve">, </w:t>
      </w:r>
      <w:r w:rsidR="00C77A4E" w:rsidRPr="00275B88">
        <w:t>et maintenant votre fille</w:t>
      </w:r>
      <w:r>
        <w:t xml:space="preserve">… </w:t>
      </w:r>
      <w:r w:rsidR="00C77A4E" w:rsidRPr="00275B88">
        <w:t>Quelle lâcheté</w:t>
      </w:r>
      <w:r>
        <w:t xml:space="preserve"> !… </w:t>
      </w:r>
      <w:r w:rsidR="00C77A4E" w:rsidRPr="00275B88">
        <w:t>Quelle infamie</w:t>
      </w:r>
      <w:r>
        <w:t> !</w:t>
      </w:r>
    </w:p>
    <w:p w14:paraId="4629298D" w14:textId="77777777" w:rsidR="002C50B2" w:rsidRDefault="00C77A4E" w:rsidP="002C50B2">
      <w:r w:rsidRPr="00275B88">
        <w:t>Dissimulant l</w:t>
      </w:r>
      <w:r w:rsidR="002C50B2">
        <w:t>’</w:t>
      </w:r>
      <w:r w:rsidRPr="00275B88">
        <w:t>émotion que lui causait le nouvel attentat dirigé non seulement contre lui</w:t>
      </w:r>
      <w:r w:rsidR="002C50B2">
        <w:t xml:space="preserve">, </w:t>
      </w:r>
      <w:r w:rsidRPr="00275B88">
        <w:t>mais aussi contre sa fille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10934AC2" w14:textId="77777777" w:rsidR="002C50B2" w:rsidRDefault="002C50B2" w:rsidP="002C50B2">
      <w:r>
        <w:t>— </w:t>
      </w:r>
      <w:r w:rsidR="00C77A4E" w:rsidRPr="00275B88">
        <w:t>Le gredin avait bien machiné son plan</w:t>
      </w:r>
      <w:r>
        <w:t xml:space="preserve">… </w:t>
      </w:r>
      <w:r w:rsidR="00C77A4E" w:rsidRPr="00275B88">
        <w:t>Après s</w:t>
      </w:r>
      <w:r>
        <w:t>’</w:t>
      </w:r>
      <w:r w:rsidR="00C77A4E" w:rsidRPr="00275B88">
        <w:t>être débarrassé de vous</w:t>
      </w:r>
      <w:r>
        <w:t xml:space="preserve">, </w:t>
      </w:r>
      <w:r w:rsidR="00C77A4E" w:rsidRPr="00275B88">
        <w:t>il comptait bien nous supprimer</w:t>
      </w:r>
      <w:r>
        <w:t xml:space="preserve">, </w:t>
      </w:r>
      <w:r w:rsidR="00C77A4E" w:rsidRPr="00275B88">
        <w:t>Colette et moi</w:t>
      </w:r>
      <w:r>
        <w:t xml:space="preserve">… </w:t>
      </w:r>
      <w:r w:rsidR="00C77A4E" w:rsidRPr="00275B88">
        <w:t>et vous charger de ce nouveau crime</w:t>
      </w:r>
      <w:r>
        <w:t>…</w:t>
      </w:r>
    </w:p>
    <w:p w14:paraId="23DA6DB4" w14:textId="77777777" w:rsidR="002C50B2" w:rsidRDefault="002C50B2" w:rsidP="002C50B2">
      <w:r>
        <w:t>« </w:t>
      </w:r>
      <w:r w:rsidR="00C77A4E" w:rsidRPr="00275B88">
        <w:t>Mais</w:t>
      </w:r>
      <w:r>
        <w:t xml:space="preserve">, </w:t>
      </w:r>
      <w:r w:rsidR="00C77A4E" w:rsidRPr="00275B88">
        <w:t>je ne suis pas fâché de cet incident</w:t>
      </w:r>
      <w:r>
        <w:t xml:space="preserve">… </w:t>
      </w:r>
      <w:r w:rsidR="00C77A4E" w:rsidRPr="00275B88">
        <w:t>car il nous montre que la chance est pour nous</w:t>
      </w:r>
      <w:r>
        <w:t xml:space="preserve">… </w:t>
      </w:r>
      <w:r w:rsidR="00C77A4E" w:rsidRPr="00275B88">
        <w:t>Et c</w:t>
      </w:r>
      <w:r>
        <w:t>’</w:t>
      </w:r>
      <w:r w:rsidR="00C77A4E" w:rsidRPr="00275B88">
        <w:t>est d</w:t>
      </w:r>
      <w:r>
        <w:t>’</w:t>
      </w:r>
      <w:r w:rsidR="00C77A4E" w:rsidRPr="00275B88">
        <w:t>excellent augure</w:t>
      </w:r>
      <w:r>
        <w:t> !</w:t>
      </w:r>
    </w:p>
    <w:p w14:paraId="19E412A1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à Bellegarde</w:t>
      </w:r>
      <w:r w:rsidR="002C50B2">
        <w:t xml:space="preserve">, </w:t>
      </w:r>
      <w:r w:rsidRPr="00275B88">
        <w:t>il lança</w:t>
      </w:r>
      <w:r w:rsidR="002C50B2">
        <w:t> :</w:t>
      </w:r>
    </w:p>
    <w:p w14:paraId="16DB2962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que décidez</w:t>
      </w:r>
      <w:r w:rsidR="00C77A4E">
        <w:t>-</w:t>
      </w:r>
      <w:r w:rsidR="00C77A4E" w:rsidRPr="00275B88">
        <w:t>vous</w:t>
      </w:r>
      <w:r>
        <w:t> ?</w:t>
      </w:r>
    </w:p>
    <w:p w14:paraId="5ABC7C8F" w14:textId="77777777" w:rsidR="002C50B2" w:rsidRDefault="00C77A4E" w:rsidP="002C50B2">
      <w:r w:rsidRPr="00275B88">
        <w:t>Le reporter</w:t>
      </w:r>
      <w:r w:rsidR="002C50B2">
        <w:t xml:space="preserve">, </w:t>
      </w:r>
      <w:r w:rsidRPr="00275B88">
        <w:t>avec élan</w:t>
      </w:r>
      <w:r w:rsidR="002C50B2">
        <w:t xml:space="preserve">, </w:t>
      </w:r>
      <w:r w:rsidRPr="00275B88">
        <w:t>répondit</w:t>
      </w:r>
      <w:r w:rsidR="002C50B2">
        <w:t> :</w:t>
      </w:r>
    </w:p>
    <w:p w14:paraId="76B23E0D" w14:textId="77777777" w:rsidR="002C50B2" w:rsidRDefault="002C50B2" w:rsidP="002C50B2">
      <w:r>
        <w:t>— </w:t>
      </w:r>
      <w:r w:rsidR="00C77A4E" w:rsidRPr="00275B88">
        <w:t>Vous avez raison</w:t>
      </w:r>
      <w:r>
        <w:t xml:space="preserve">, </w:t>
      </w:r>
      <w:r w:rsidR="00C77A4E" w:rsidRPr="00275B88">
        <w:t>il faut que je disparaisse</w:t>
      </w:r>
      <w:r>
        <w:t> !</w:t>
      </w:r>
    </w:p>
    <w:p w14:paraId="3331AE9F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vous restez</w:t>
      </w:r>
      <w:r>
        <w:t> ?</w:t>
      </w:r>
    </w:p>
    <w:p w14:paraId="198B48E8" w14:textId="77777777" w:rsidR="002C50B2" w:rsidRDefault="002C50B2" w:rsidP="002C50B2">
      <w:r>
        <w:t>— </w:t>
      </w:r>
      <w:r w:rsidR="00C77A4E" w:rsidRPr="00275B88">
        <w:t>Je reste</w:t>
      </w:r>
      <w:r>
        <w:t> !</w:t>
      </w:r>
    </w:p>
    <w:p w14:paraId="22B23A59" w14:textId="77777777" w:rsidR="002C50B2" w:rsidRDefault="00C77A4E" w:rsidP="002C50B2">
      <w:r w:rsidRPr="00275B88">
        <w:t>Tandis que le visage de Colette se rassérénait</w:t>
      </w:r>
      <w:r w:rsidR="002C50B2">
        <w:t xml:space="preserve">, </w:t>
      </w:r>
      <w:r w:rsidRPr="00275B88">
        <w:t xml:space="preserve">le limier et le journaliste échangeaient une </w:t>
      </w:r>
      <w:proofErr w:type="spellStart"/>
      <w:r w:rsidRPr="00275B88">
        <w:t>des</w:t>
      </w:r>
      <w:proofErr w:type="spellEnd"/>
      <w:r w:rsidRPr="00275B88">
        <w:t xml:space="preserve"> ces poignées de main qui sont mieux qu</w:t>
      </w:r>
      <w:r w:rsidR="002C50B2">
        <w:t>’</w:t>
      </w:r>
      <w:r w:rsidRPr="00275B88">
        <w:t>une promesse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est</w:t>
      </w:r>
      <w:r>
        <w:t>-</w:t>
      </w:r>
      <w:r w:rsidRPr="00275B88">
        <w:t>à</w:t>
      </w:r>
      <w:r>
        <w:t>-</w:t>
      </w:r>
      <w:r w:rsidRPr="00275B88">
        <w:t>dire un de ces pactes d</w:t>
      </w:r>
      <w:r w:rsidR="002C50B2">
        <w:t>’</w:t>
      </w:r>
      <w:r w:rsidRPr="00275B88">
        <w:t>alliance et d</w:t>
      </w:r>
      <w:r w:rsidR="002C50B2">
        <w:t>’</w:t>
      </w:r>
      <w:r w:rsidRPr="00275B88">
        <w:t>association qui font les grandes forces que rien ne peut briser</w:t>
      </w:r>
      <w:r w:rsidR="002C50B2">
        <w:t>.</w:t>
      </w:r>
    </w:p>
    <w:p w14:paraId="105DAF3C" w14:textId="0F78A72E" w:rsidR="00C77A4E" w:rsidRPr="00467E0F" w:rsidRDefault="00C77A4E" w:rsidP="002C50B2">
      <w:pPr>
        <w:pStyle w:val="Titre2"/>
      </w:pPr>
      <w:bookmarkStart w:id="48" w:name="_Toc145914620"/>
      <w:bookmarkStart w:id="49" w:name="_Toc203477075"/>
      <w:r w:rsidRPr="00467E0F">
        <w:lastRenderedPageBreak/>
        <w:t>IV</w:t>
      </w:r>
      <w:bookmarkEnd w:id="48"/>
      <w:r>
        <w:br/>
      </w:r>
      <w:r>
        <w:br/>
      </w:r>
      <w:bookmarkStart w:id="50" w:name="_Toc145914621"/>
      <w:r w:rsidRPr="00467E0F">
        <w:t>LE TRÉSOR DES VALOIS</w:t>
      </w:r>
      <w:bookmarkEnd w:id="49"/>
      <w:bookmarkEnd w:id="50"/>
      <w:r>
        <w:br/>
      </w:r>
    </w:p>
    <w:p w14:paraId="26F74835" w14:textId="77777777" w:rsidR="002C50B2" w:rsidRDefault="00C77A4E" w:rsidP="002C50B2">
      <w:r w:rsidRPr="00275B88">
        <w:t>Ainsi que nous venons de le constater</w:t>
      </w:r>
      <w:r w:rsidR="002C50B2">
        <w:t xml:space="preserve">, </w:t>
      </w:r>
      <w:r w:rsidRPr="00275B88">
        <w:t>si Chantecoq avait déjà réussi à mettre debout contre Belphégor un plan de campagne qui</w:t>
      </w:r>
      <w:r w:rsidR="002C50B2">
        <w:t xml:space="preserve">, </w:t>
      </w:r>
      <w:r w:rsidRPr="00275B88">
        <w:t>sans lui offrir encore de sérieuses garanties de succès</w:t>
      </w:r>
      <w:r w:rsidR="002C50B2">
        <w:t xml:space="preserve">, </w:t>
      </w:r>
      <w:r w:rsidRPr="00275B88">
        <w:t>avait au moins l</w:t>
      </w:r>
      <w:r w:rsidR="002C50B2">
        <w:t>’</w:t>
      </w:r>
      <w:r w:rsidRPr="00275B88">
        <w:t>avantage d</w:t>
      </w:r>
      <w:r w:rsidR="002C50B2">
        <w:t>’</w:t>
      </w:r>
      <w:r w:rsidRPr="00275B88">
        <w:t>être inspiré par la logique même et basé sur des événements dont il avait pu contrôler lui</w:t>
      </w:r>
      <w:r>
        <w:t>-</w:t>
      </w:r>
      <w:r w:rsidRPr="00275B88">
        <w:t>même l</w:t>
      </w:r>
      <w:r w:rsidR="002C50B2">
        <w:t>’</w:t>
      </w:r>
      <w:r w:rsidRPr="00275B88">
        <w:t>authenticité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inspecteur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malgré toute l</w:t>
      </w:r>
      <w:r w:rsidR="002C50B2">
        <w:t>’</w:t>
      </w:r>
      <w:r w:rsidRPr="00275B88">
        <w:t>activité qu</w:t>
      </w:r>
      <w:r w:rsidR="002C50B2">
        <w:t>’</w:t>
      </w:r>
      <w:r w:rsidRPr="00275B88">
        <w:t>il avait déployée</w:t>
      </w:r>
      <w:r w:rsidR="002C50B2">
        <w:t xml:space="preserve">, </w:t>
      </w:r>
      <w:r w:rsidRPr="00275B88">
        <w:t>se débattait toujours dans les ténèbres du plus obscur mystère</w:t>
      </w:r>
      <w:r w:rsidR="002C50B2">
        <w:t>.</w:t>
      </w:r>
    </w:p>
    <w:p w14:paraId="6685E31B" w14:textId="77777777" w:rsidR="002C50B2" w:rsidRDefault="00C77A4E" w:rsidP="002C50B2">
      <w:r w:rsidRPr="00275B88">
        <w:t>Les fouilles qu</w:t>
      </w:r>
      <w:r w:rsidR="002C50B2">
        <w:t>’</w:t>
      </w:r>
      <w:r w:rsidRPr="00275B88">
        <w:t>il avait fait opérer à l</w:t>
      </w:r>
      <w:r w:rsidR="002C50B2">
        <w:t>’</w:t>
      </w:r>
      <w:r w:rsidRPr="00275B88">
        <w:t>intérieur de notre grand musée</w:t>
      </w:r>
      <w:r w:rsidR="002C50B2">
        <w:t xml:space="preserve">, </w:t>
      </w:r>
      <w:r w:rsidRPr="00275B88">
        <w:t>pas plus que les explorations et recherches auxquelles il avait procédé lui</w:t>
      </w:r>
      <w:r>
        <w:t>-</w:t>
      </w:r>
      <w:r w:rsidRPr="00275B88">
        <w:t>même n</w:t>
      </w:r>
      <w:r w:rsidR="002C50B2">
        <w:t>’</w:t>
      </w:r>
      <w:r w:rsidRPr="00275B88">
        <w:t>avaient donné aucun résultat</w:t>
      </w:r>
      <w:r w:rsidR="002C50B2">
        <w:t>.</w:t>
      </w:r>
    </w:p>
    <w:p w14:paraId="2B0DAF2A" w14:textId="77777777" w:rsidR="002C50B2" w:rsidRDefault="00C77A4E" w:rsidP="002C50B2">
      <w:r w:rsidRPr="00275B88">
        <w:t>Aucune des empreintes</w:t>
      </w:r>
      <w:r w:rsidR="002C50B2">
        <w:t xml:space="preserve">, </w:t>
      </w:r>
      <w:r w:rsidRPr="00275B88">
        <w:t>que le service anthropométrique avait photographiées</w:t>
      </w:r>
      <w:r w:rsidR="002C50B2">
        <w:t xml:space="preserve">, </w:t>
      </w:r>
      <w:r w:rsidRPr="00275B88">
        <w:t>ne correspondait aux fiches de malfaiteurs dont on tient</w:t>
      </w:r>
      <w:r w:rsidR="002C50B2">
        <w:t xml:space="preserve">, </w:t>
      </w:r>
      <w:r w:rsidRPr="00275B88">
        <w:t>à la préfecture</w:t>
      </w:r>
      <w:r w:rsidR="002C50B2">
        <w:t xml:space="preserve">, </w:t>
      </w:r>
      <w:r w:rsidRPr="00275B88">
        <w:t>un répertoire si exact et si complet</w:t>
      </w:r>
      <w:r w:rsidR="002C50B2">
        <w:t xml:space="preserve">… </w:t>
      </w:r>
      <w:r w:rsidRPr="00275B88">
        <w:t>Et pas un des limiers chargés d</w:t>
      </w:r>
      <w:r w:rsidR="002C50B2">
        <w:t>’</w:t>
      </w:r>
      <w:r w:rsidRPr="00275B88">
        <w:t>enquêter sur les individus suspects</w:t>
      </w:r>
      <w:r w:rsidR="002C50B2">
        <w:t xml:space="preserve">, </w:t>
      </w:r>
      <w:r w:rsidRPr="00275B88">
        <w:t>étrangers ou non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découvert le moindre indice qui pût permettre de les accuser vraisemblablement d</w:t>
      </w:r>
      <w:r w:rsidR="002C50B2">
        <w:t>’</w:t>
      </w:r>
      <w:r w:rsidRPr="00275B88">
        <w:t>être le Fantôme du Louvre</w:t>
      </w:r>
      <w:r w:rsidR="002C50B2">
        <w:t>.</w:t>
      </w:r>
    </w:p>
    <w:p w14:paraId="3C4A243F" w14:textId="77777777" w:rsidR="002C50B2" w:rsidRDefault="00C77A4E" w:rsidP="002C50B2">
      <w:r w:rsidRPr="00275B88">
        <w:t>À la direction de la police</w:t>
      </w:r>
      <w:r w:rsidR="002C50B2">
        <w:t xml:space="preserve">, </w:t>
      </w:r>
      <w:r w:rsidRPr="00275B88">
        <w:t>chefs et subalternes montraient des visages plutôt renfrognés</w:t>
      </w:r>
      <w:r w:rsidR="002C50B2">
        <w:t>.</w:t>
      </w:r>
    </w:p>
    <w:p w14:paraId="2C983ED1" w14:textId="733A0CF7" w:rsidR="002C50B2" w:rsidRDefault="00C77A4E" w:rsidP="002C50B2">
      <w:r w:rsidRPr="00275B88">
        <w:t>En effet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opinion publique commençait à s</w:t>
      </w:r>
      <w:r w:rsidR="002C50B2">
        <w:t>’</w:t>
      </w:r>
      <w:r w:rsidRPr="00275B88">
        <w:t>énerver</w:t>
      </w:r>
      <w:r w:rsidR="002C50B2">
        <w:t xml:space="preserve"> : </w:t>
      </w:r>
      <w:r w:rsidRPr="00275B88">
        <w:t>plusieurs journaux avaient déjà publié quelques entrefilets aigres</w:t>
      </w:r>
      <w:r>
        <w:t>-</w:t>
      </w:r>
      <w:r w:rsidRPr="00275B88">
        <w:t>doux à l</w:t>
      </w:r>
      <w:r w:rsidR="002C50B2">
        <w:t>’</w:t>
      </w:r>
      <w:r w:rsidRPr="00275B88">
        <w:t xml:space="preserve">adresse de ceux qui sont chargés de veiller sur </w:t>
      </w:r>
      <w:r w:rsidRPr="00275B88">
        <w:lastRenderedPageBreak/>
        <w:t>la sécurité de leurs concitoyens</w:t>
      </w:r>
      <w:r w:rsidR="002C50B2">
        <w:t xml:space="preserve">. </w:t>
      </w:r>
      <w:r w:rsidRPr="00275B88">
        <w:t xml:space="preserve">Et </w:t>
      </w:r>
      <w:r w:rsidR="002C50B2">
        <w:t>M. </w:t>
      </w:r>
      <w:proofErr w:type="spellStart"/>
      <w:r w:rsidRPr="00275B88">
        <w:t>Ferval</w:t>
      </w:r>
      <w:proofErr w:type="spellEnd"/>
      <w:r w:rsidRPr="00275B88">
        <w:t xml:space="preserve"> avait convoqué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non pas pour le gourmander</w:t>
      </w:r>
      <w:r w:rsidR="002C50B2">
        <w:t xml:space="preserve">, </w:t>
      </w:r>
      <w:r w:rsidRPr="00275B88">
        <w:t>mais pour rechercher avec lui le moyen d</w:t>
      </w:r>
      <w:r w:rsidR="002C50B2">
        <w:t>’</w:t>
      </w:r>
      <w:r w:rsidRPr="00275B88">
        <w:t>en finir</w:t>
      </w:r>
      <w:r w:rsidR="002C50B2">
        <w:t>.</w:t>
      </w:r>
    </w:p>
    <w:p w14:paraId="33178730" w14:textId="77777777" w:rsidR="002C50B2" w:rsidRDefault="002C50B2" w:rsidP="002C50B2">
      <w:r>
        <w:t>— </w:t>
      </w:r>
      <w:r w:rsidR="00C77A4E" w:rsidRPr="00275B88">
        <w:t>Monsieur le directeur</w:t>
      </w:r>
      <w:r>
        <w:t xml:space="preserve">, </w:t>
      </w:r>
      <w:r w:rsidR="00C77A4E" w:rsidRPr="00275B88">
        <w:t>déclarait nettement l</w:t>
      </w:r>
      <w:r>
        <w:t>’</w:t>
      </w:r>
      <w:r w:rsidR="00C77A4E" w:rsidRPr="00275B88">
        <w:t>inspecteur</w:t>
      </w:r>
      <w:r>
        <w:t xml:space="preserve">, </w:t>
      </w:r>
      <w:r w:rsidR="00C77A4E" w:rsidRPr="00275B88">
        <w:t>plus je me creuse la cervelle</w:t>
      </w:r>
      <w:r>
        <w:t xml:space="preserve">, </w:t>
      </w:r>
      <w:r w:rsidR="00C77A4E" w:rsidRPr="00275B88">
        <w:t xml:space="preserve">plus je me dis que pour être revenu deux nuits de suite dans la salle des </w:t>
      </w:r>
      <w:r w:rsidR="00C77A4E" w:rsidRPr="00275B88">
        <w:rPr>
          <w:i/>
          <w:iCs/>
        </w:rPr>
        <w:t xml:space="preserve">Dieux barbares </w:t>
      </w:r>
      <w:r w:rsidR="00C77A4E" w:rsidRPr="00275B88">
        <w:t>et pour n</w:t>
      </w:r>
      <w:r>
        <w:t>’</w:t>
      </w:r>
      <w:r w:rsidR="00C77A4E" w:rsidRPr="00275B88">
        <w:t>avoir pas hésité à assommer d</w:t>
      </w:r>
      <w:r>
        <w:t>’</w:t>
      </w:r>
      <w:r w:rsidR="00C77A4E" w:rsidRPr="00275B88">
        <w:t>un coup de casse</w:t>
      </w:r>
      <w:r w:rsidR="00C77A4E">
        <w:t>-</w:t>
      </w:r>
      <w:r w:rsidR="00C77A4E" w:rsidRPr="00275B88">
        <w:t>tête l</w:t>
      </w:r>
      <w:r>
        <w:t>’</w:t>
      </w:r>
      <w:r w:rsidR="00C77A4E" w:rsidRPr="00275B88">
        <w:t>infortuné Sabarat</w:t>
      </w:r>
      <w:r>
        <w:t xml:space="preserve">, </w:t>
      </w:r>
      <w:r w:rsidR="00C77A4E" w:rsidRPr="00275B88">
        <w:t>il faut que le Fantôme soit guidé par d</w:t>
      </w:r>
      <w:r>
        <w:t>’</w:t>
      </w:r>
      <w:r w:rsidR="00C77A4E" w:rsidRPr="00275B88">
        <w:t>importants et d</w:t>
      </w:r>
      <w:r>
        <w:t>’</w:t>
      </w:r>
      <w:r w:rsidR="00C77A4E" w:rsidRPr="00275B88">
        <w:t>impérieux motifs</w:t>
      </w:r>
      <w:r>
        <w:t xml:space="preserve">, </w:t>
      </w:r>
      <w:r w:rsidR="00C77A4E" w:rsidRPr="00275B88">
        <w:t>que le désir de s</w:t>
      </w:r>
      <w:r>
        <w:t>’</w:t>
      </w:r>
      <w:r w:rsidR="00C77A4E" w:rsidRPr="00275B88">
        <w:t>emparer d</w:t>
      </w:r>
      <w:r>
        <w:t>’</w:t>
      </w:r>
      <w:r w:rsidR="00C77A4E" w:rsidRPr="00275B88">
        <w:t>un objet de valeur est insuffisant à expliquer</w:t>
      </w:r>
      <w:r>
        <w:t>.</w:t>
      </w:r>
    </w:p>
    <w:p w14:paraId="1E8D45D5" w14:textId="3087E236" w:rsidR="002C50B2" w:rsidRDefault="002C50B2" w:rsidP="002C50B2">
      <w:r>
        <w:t>— </w:t>
      </w:r>
      <w:r w:rsidR="00C77A4E" w:rsidRPr="00275B88">
        <w:t>Alors</w:t>
      </w:r>
      <w:r>
        <w:t xml:space="preserve"> ? </w:t>
      </w:r>
      <w:r w:rsidR="00C77A4E" w:rsidRPr="00275B88">
        <w:t xml:space="preserve">ponctuait </w:t>
      </w:r>
      <w:r>
        <w:t>M. </w:t>
      </w:r>
      <w:proofErr w:type="spellStart"/>
      <w:r w:rsidR="00C77A4E" w:rsidRPr="00275B88">
        <w:t>Ferval</w:t>
      </w:r>
      <w:proofErr w:type="spellEnd"/>
      <w:r>
        <w:t>.</w:t>
      </w:r>
    </w:p>
    <w:p w14:paraId="5F17A631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d</w:t>
      </w:r>
      <w:r>
        <w:t>’</w:t>
      </w:r>
      <w:r w:rsidR="00C77A4E" w:rsidRPr="00275B88">
        <w:t>abord cru que notre mystérieux bandit avait eu l</w:t>
      </w:r>
      <w:r>
        <w:t>’</w:t>
      </w:r>
      <w:r w:rsidR="00C77A4E" w:rsidRPr="00275B88">
        <w:t>intention de faire sauter le Louvre</w:t>
      </w:r>
      <w:r>
        <w:t xml:space="preserve">… </w:t>
      </w:r>
      <w:r w:rsidR="00C77A4E" w:rsidRPr="00275B88">
        <w:t>Mais je ne m</w:t>
      </w:r>
      <w:r>
        <w:t>’</w:t>
      </w:r>
      <w:r w:rsidR="00C77A4E" w:rsidRPr="00275B88">
        <w:t>y suis guère arrêté</w:t>
      </w:r>
      <w:r>
        <w:t xml:space="preserve">… </w:t>
      </w:r>
      <w:r w:rsidR="00C77A4E" w:rsidRPr="00275B88">
        <w:t>Car je ne vois pas très bien à qui un pareil attentat profiterait</w:t>
      </w:r>
      <w:r>
        <w:t>.</w:t>
      </w:r>
    </w:p>
    <w:p w14:paraId="6DB79C05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à moins d</w:t>
      </w:r>
      <w:r>
        <w:t>’</w:t>
      </w:r>
      <w:r w:rsidR="00C77A4E" w:rsidRPr="00275B88">
        <w:t>être fou</w:t>
      </w:r>
      <w:r>
        <w:t>.</w:t>
      </w:r>
    </w:p>
    <w:p w14:paraId="0C91FF3A" w14:textId="77777777" w:rsidR="002C50B2" w:rsidRDefault="002C50B2" w:rsidP="002C50B2">
      <w:r>
        <w:t>— </w:t>
      </w:r>
      <w:r w:rsidR="00C77A4E" w:rsidRPr="00275B88">
        <w:t>Et notre mystérieux gredin ne l</w:t>
      </w:r>
      <w:r>
        <w:t>’</w:t>
      </w:r>
      <w:r w:rsidR="00C77A4E" w:rsidRPr="00275B88">
        <w:t>est pas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répondrais sur ma tête</w:t>
      </w:r>
      <w:r>
        <w:t xml:space="preserve">… </w:t>
      </w:r>
      <w:r w:rsidR="00C77A4E" w:rsidRPr="00275B88">
        <w:t>Car</w:t>
      </w:r>
      <w:r>
        <w:t xml:space="preserve">, </w:t>
      </w:r>
      <w:r w:rsidR="00C77A4E" w:rsidRPr="00275B88">
        <w:t>pour agir ainsi qu</w:t>
      </w:r>
      <w:r>
        <w:t>’</w:t>
      </w:r>
      <w:r w:rsidR="00C77A4E" w:rsidRPr="00275B88">
        <w:t>il l</w:t>
      </w:r>
      <w:r>
        <w:t>’</w:t>
      </w:r>
      <w:r w:rsidR="00C77A4E" w:rsidRPr="00275B88">
        <w:t>a fait</w:t>
      </w:r>
      <w:r>
        <w:t xml:space="preserve">, </w:t>
      </w:r>
      <w:r w:rsidR="00C77A4E" w:rsidRPr="00275B88">
        <w:t>pour entrer et sortir du Louvre sans qu</w:t>
      </w:r>
      <w:r>
        <w:t>’</w:t>
      </w:r>
      <w:r w:rsidR="00C77A4E" w:rsidRPr="00275B88">
        <w:t>on puisse se douter comment</w:t>
      </w:r>
      <w:r>
        <w:t xml:space="preserve">, </w:t>
      </w:r>
      <w:r w:rsidR="00C77A4E" w:rsidRPr="00275B88">
        <w:t>il ne suffit pas d</w:t>
      </w:r>
      <w:r>
        <w:t>’</w:t>
      </w:r>
      <w:r w:rsidR="00C77A4E" w:rsidRPr="00275B88">
        <w:t>avoir toute sa raison</w:t>
      </w:r>
      <w:r>
        <w:t xml:space="preserve">, </w:t>
      </w:r>
      <w:r w:rsidR="00C77A4E" w:rsidRPr="00275B88">
        <w:t>il faut encore être doué d</w:t>
      </w:r>
      <w:r>
        <w:t>’</w:t>
      </w:r>
      <w:r w:rsidR="00C77A4E" w:rsidRPr="00275B88">
        <w:t>un génie que je qualifierai d</w:t>
      </w:r>
      <w:r>
        <w:t>’</w:t>
      </w:r>
      <w:r w:rsidR="00C77A4E" w:rsidRPr="00275B88">
        <w:t>infernal</w:t>
      </w:r>
      <w:r>
        <w:t>.</w:t>
      </w:r>
    </w:p>
    <w:p w14:paraId="0A0D5BBB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accord</w:t>
      </w:r>
      <w:r>
        <w:t>.</w:t>
      </w:r>
    </w:p>
    <w:p w14:paraId="296B1CEE" w14:textId="77777777" w:rsidR="002C50B2" w:rsidRDefault="002C50B2" w:rsidP="002C50B2">
      <w:r>
        <w:t>— </w:t>
      </w:r>
      <w:r w:rsidR="00C77A4E" w:rsidRPr="00275B88">
        <w:t>Et j</w:t>
      </w:r>
      <w:r>
        <w:t>’</w:t>
      </w:r>
      <w:r w:rsidR="00C77A4E" w:rsidRPr="00275B88">
        <w:t>en suis arrivé à me persuader qu</w:t>
      </w:r>
      <w:r>
        <w:t>’</w:t>
      </w:r>
      <w:r w:rsidR="00C77A4E" w:rsidRPr="00275B88">
        <w:t>il y a là</w:t>
      </w:r>
      <w:r w:rsidR="00C77A4E">
        <w:t>-</w:t>
      </w:r>
      <w:r w:rsidR="00C77A4E" w:rsidRPr="00275B88">
        <w:t>dessous une affaire politique</w:t>
      </w:r>
      <w:r>
        <w:t xml:space="preserve">. </w:t>
      </w:r>
      <w:r w:rsidR="00C77A4E" w:rsidRPr="00275B88">
        <w:t>Lorsque j</w:t>
      </w:r>
      <w:r>
        <w:t>’</w:t>
      </w:r>
      <w:r w:rsidR="00C77A4E" w:rsidRPr="00275B88">
        <w:t>ai été chargé</w:t>
      </w:r>
      <w:r>
        <w:t xml:space="preserve">, </w:t>
      </w:r>
      <w:r w:rsidR="00C77A4E" w:rsidRPr="00275B88">
        <w:t>à plusieurs reprises</w:t>
      </w:r>
      <w:r>
        <w:t xml:space="preserve">, </w:t>
      </w:r>
      <w:r w:rsidR="00C77A4E" w:rsidRPr="00275B88">
        <w:t>de filer des Orientaux suspects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pu me rendre compte qu</w:t>
      </w:r>
      <w:r>
        <w:t>’</w:t>
      </w:r>
      <w:r w:rsidR="00C77A4E" w:rsidRPr="00275B88">
        <w:t>il existait</w:t>
      </w:r>
      <w:r>
        <w:t xml:space="preserve">, </w:t>
      </w:r>
      <w:r w:rsidR="00C77A4E" w:rsidRPr="00275B88">
        <w:t>dans ce pays</w:t>
      </w:r>
      <w:r>
        <w:t xml:space="preserve">, </w:t>
      </w:r>
      <w:r w:rsidR="00C77A4E" w:rsidRPr="00275B88">
        <w:t>un grand nombre de sociétés secrètes extrêmement puissantes et qui ont des ramifications un peu partout</w:t>
      </w:r>
      <w:r>
        <w:t>.</w:t>
      </w:r>
    </w:p>
    <w:p w14:paraId="2B7CF280" w14:textId="77777777" w:rsidR="002C50B2" w:rsidRDefault="002C50B2" w:rsidP="002C50B2">
      <w:r>
        <w:t>— </w:t>
      </w:r>
      <w:r w:rsidR="00C77A4E" w:rsidRPr="00275B88">
        <w:t>Nous savons cela</w:t>
      </w:r>
      <w:r>
        <w:t>.</w:t>
      </w:r>
    </w:p>
    <w:p w14:paraId="26DC3A5C" w14:textId="77777777" w:rsidR="002C50B2" w:rsidRDefault="002C50B2" w:rsidP="002C50B2">
      <w:r>
        <w:lastRenderedPageBreak/>
        <w:t>— </w:t>
      </w:r>
      <w:r w:rsidR="00C77A4E" w:rsidRPr="00275B88">
        <w:t>Voilà pourquoi</w:t>
      </w:r>
      <w:r>
        <w:t xml:space="preserve">, </w:t>
      </w:r>
      <w:r w:rsidR="00C77A4E" w:rsidRPr="00275B88">
        <w:t>déclarait l</w:t>
      </w:r>
      <w:r>
        <w:t>’</w:t>
      </w:r>
      <w:r w:rsidR="00C77A4E" w:rsidRPr="00275B88">
        <w:t>inspecteur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arrivé à me demander si la statue de Belphégor n</w:t>
      </w:r>
      <w:r>
        <w:t>’</w:t>
      </w:r>
      <w:r w:rsidR="00C77A4E" w:rsidRPr="00275B88">
        <w:t>aurait pas jadis servi de cachette à l</w:t>
      </w:r>
      <w:r>
        <w:t>’</w:t>
      </w:r>
      <w:r w:rsidR="00C77A4E" w:rsidRPr="00275B88">
        <w:t>une de ces nombreuses sectes qui serait en ce moment désireuse de récupérer les papiers qu</w:t>
      </w:r>
      <w:r>
        <w:t>’</w:t>
      </w:r>
      <w:r w:rsidR="00C77A4E" w:rsidRPr="00275B88">
        <w:t>on y avait déposés</w:t>
      </w:r>
      <w:r>
        <w:t>.</w:t>
      </w:r>
    </w:p>
    <w:p w14:paraId="44D1BE1E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 xml:space="preserve">Mon cher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c</w:t>
      </w:r>
      <w:r>
        <w:t>’</w:t>
      </w:r>
      <w:r w:rsidR="00C77A4E" w:rsidRPr="00275B88">
        <w:t>est un sujet de roman pour Pierre Benoît</w:t>
      </w:r>
      <w:r>
        <w:t xml:space="preserve">, </w:t>
      </w:r>
      <w:r w:rsidR="00C77A4E" w:rsidRPr="00275B88">
        <w:t>que vous me racontez là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évidemment très captivant</w:t>
      </w:r>
      <w:r>
        <w:t xml:space="preserve">, </w:t>
      </w:r>
      <w:r w:rsidR="00C77A4E" w:rsidRPr="00275B88">
        <w:t>et nul doute que ce grand romancier populaire n</w:t>
      </w:r>
      <w:r>
        <w:t>’</w:t>
      </w:r>
      <w:r w:rsidR="00C77A4E" w:rsidRPr="00275B88">
        <w:t>en tirerait un très amusant récit</w:t>
      </w:r>
      <w:r>
        <w:t xml:space="preserve">. </w:t>
      </w:r>
      <w:r w:rsidR="00C77A4E" w:rsidRPr="00275B88">
        <w:t>Mais un limier tel que vous doit se méfier de son imagination</w:t>
      </w:r>
      <w:r>
        <w:t xml:space="preserve">… </w:t>
      </w:r>
      <w:r w:rsidR="00C77A4E" w:rsidRPr="00275B88">
        <w:t>vous auriez tort de vous engager sur une piste qui ne peut que vous procurer une amère déconvenue</w:t>
      </w:r>
      <w:r>
        <w:t xml:space="preserve">. </w:t>
      </w:r>
      <w:r w:rsidR="00C77A4E" w:rsidRPr="00275B88">
        <w:t>De tout ce que vous m</w:t>
      </w:r>
      <w:r>
        <w:t>’</w:t>
      </w:r>
      <w:r w:rsidR="00C77A4E" w:rsidRPr="00275B88">
        <w:t>avez dit</w:t>
      </w:r>
      <w:r>
        <w:t xml:space="preserve">, </w:t>
      </w:r>
      <w:r w:rsidR="00C77A4E" w:rsidRPr="00275B88">
        <w:t>je ne retiens qu</w:t>
      </w:r>
      <w:r>
        <w:t>’</w:t>
      </w:r>
      <w:r w:rsidR="00C77A4E" w:rsidRPr="00275B88">
        <w:t>une chose</w:t>
      </w:r>
      <w:r>
        <w:t xml:space="preserve">, </w:t>
      </w:r>
      <w:r w:rsidR="00C77A4E" w:rsidRPr="00275B88">
        <w:t>car elle est capitale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que</w:t>
      </w:r>
      <w:r>
        <w:t xml:space="preserve">, </w:t>
      </w:r>
      <w:r w:rsidR="00C77A4E" w:rsidRPr="00275B88">
        <w:t>pour être revenu deux nuits de suite au Louvre</w:t>
      </w:r>
      <w:r>
        <w:t xml:space="preserve">, </w:t>
      </w:r>
      <w:r w:rsidR="00C77A4E" w:rsidRPr="00275B88">
        <w:t>le Fantôme doit avoir un motif aussi grave qu</w:t>
      </w:r>
      <w:r>
        <w:t>’</w:t>
      </w:r>
      <w:r w:rsidR="00C77A4E" w:rsidRPr="00275B88">
        <w:t>impérieux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ajouterai qu</w:t>
      </w:r>
      <w:r>
        <w:t>’</w:t>
      </w:r>
      <w:r w:rsidR="00C77A4E" w:rsidRPr="00275B88">
        <w:t>il n</w:t>
      </w:r>
      <w:r>
        <w:t>’</w:t>
      </w:r>
      <w:r w:rsidR="00C77A4E" w:rsidRPr="00275B88">
        <w:t>y a pas de raison pour qu</w:t>
      </w:r>
      <w:r>
        <w:t>’</w:t>
      </w:r>
      <w:r w:rsidR="00C77A4E" w:rsidRPr="00275B88">
        <w:t xml:space="preserve">il ne revienne pas encore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…</w:t>
      </w:r>
    </w:p>
    <w:p w14:paraId="2A48EA01" w14:textId="77777777" w:rsidR="002C50B2" w:rsidRDefault="002C50B2" w:rsidP="002C50B2">
      <w:r>
        <w:t>— </w:t>
      </w:r>
      <w:r w:rsidR="00C77A4E" w:rsidRPr="00275B88">
        <w:t>Monsieur le directeur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allais vous le dire</w:t>
      </w:r>
      <w:r>
        <w:t xml:space="preserve">, </w:t>
      </w:r>
      <w:r w:rsidR="00C77A4E" w:rsidRPr="00275B88">
        <w:t>et j</w:t>
      </w:r>
      <w:r>
        <w:t>’</w:t>
      </w:r>
      <w:r w:rsidR="00C77A4E" w:rsidRPr="00275B88">
        <w:t>ai l</w:t>
      </w:r>
      <w:r>
        <w:t>’</w:t>
      </w:r>
      <w:r w:rsidR="00C77A4E" w:rsidRPr="00275B88">
        <w:t>intention d</w:t>
      </w:r>
      <w:r>
        <w:t>’</w:t>
      </w:r>
      <w:r w:rsidR="00C77A4E" w:rsidRPr="00275B88">
        <w:t>établir</w:t>
      </w:r>
      <w:r>
        <w:t xml:space="preserve">, </w:t>
      </w:r>
      <w:r w:rsidR="00C77A4E" w:rsidRPr="00275B88">
        <w:t>dès ce soir</w:t>
      </w:r>
      <w:r>
        <w:t xml:space="preserve">, </w:t>
      </w:r>
      <w:r w:rsidR="00C77A4E" w:rsidRPr="00275B88">
        <w:t>une souricière dans cette salle où il s</w:t>
      </w:r>
      <w:r>
        <w:t>’</w:t>
      </w:r>
      <w:r w:rsidR="00C77A4E" w:rsidRPr="00275B88">
        <w:t>est déjà passé de si terribles choses</w:t>
      </w:r>
      <w:r>
        <w:t xml:space="preserve">. </w:t>
      </w:r>
      <w:r w:rsidR="00C77A4E" w:rsidRPr="00275B88">
        <w:t>Seulement</w:t>
      </w:r>
      <w:r>
        <w:t xml:space="preserve">, </w:t>
      </w:r>
      <w:r w:rsidR="00C77A4E" w:rsidRPr="00275B88">
        <w:t>voilà</w:t>
      </w:r>
      <w:r>
        <w:t xml:space="preserve">, </w:t>
      </w:r>
      <w:r w:rsidR="00C77A4E" w:rsidRPr="00275B88">
        <w:t>maintenant qu</w:t>
      </w:r>
      <w:r>
        <w:t>’</w:t>
      </w:r>
      <w:r w:rsidR="00C77A4E" w:rsidRPr="00275B88">
        <w:t>il nous sent à ses trousses</w:t>
      </w:r>
      <w:r>
        <w:t xml:space="preserve">, </w:t>
      </w:r>
      <w:r w:rsidR="00C77A4E" w:rsidRPr="00275B88">
        <w:t xml:space="preserve">le Fantôme </w:t>
      </w:r>
      <w:proofErr w:type="spellStart"/>
      <w:r w:rsidR="00C77A4E" w:rsidRPr="00275B88">
        <w:t>osera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proofErr w:type="spellEnd"/>
      <w:r w:rsidR="00C77A4E" w:rsidRPr="00275B88">
        <w:t xml:space="preserve"> reparaître</w:t>
      </w:r>
      <w:r>
        <w:t> ?</w:t>
      </w:r>
    </w:p>
    <w:p w14:paraId="75D30FFB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si nous lui donnons le change</w:t>
      </w:r>
      <w:r>
        <w:t xml:space="preserve">, </w:t>
      </w:r>
      <w:r w:rsidR="00C77A4E" w:rsidRPr="00275B88">
        <w:t>affirmait le haut fonctionnaire</w:t>
      </w:r>
      <w:r>
        <w:t>.</w:t>
      </w:r>
    </w:p>
    <w:p w14:paraId="03C4CCAB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 xml:space="preserve">, </w:t>
      </w:r>
      <w:r w:rsidR="00C77A4E" w:rsidRPr="00275B88">
        <w:t>en effet</w:t>
      </w:r>
      <w:r>
        <w:t>…</w:t>
      </w:r>
    </w:p>
    <w:p w14:paraId="1A0C8E94" w14:textId="77777777" w:rsidR="002C50B2" w:rsidRDefault="002C50B2" w:rsidP="002C50B2">
      <w:r>
        <w:t>— </w:t>
      </w:r>
      <w:r w:rsidR="00C77A4E" w:rsidRPr="00275B88">
        <w:t>Attendez un instant</w:t>
      </w:r>
      <w:r>
        <w:t>…</w:t>
      </w:r>
    </w:p>
    <w:p w14:paraId="51CD552F" w14:textId="1475626F" w:rsidR="002C50B2" w:rsidRDefault="00C77A4E" w:rsidP="002C50B2">
      <w:r w:rsidRPr="00275B88">
        <w:t xml:space="preserve">Et </w:t>
      </w:r>
      <w:r w:rsidR="002C50B2">
        <w:t>M. </w:t>
      </w:r>
      <w:proofErr w:type="spellStart"/>
      <w:r w:rsidRPr="00275B88">
        <w:t>Ferval</w:t>
      </w:r>
      <w:proofErr w:type="spellEnd"/>
      <w:r w:rsidRPr="00275B88">
        <w:t xml:space="preserve"> se mit à griffonner les lignes suivantes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 xml:space="preserve">il lut ensuite à </w:t>
      </w:r>
      <w:proofErr w:type="spellStart"/>
      <w:r w:rsidRPr="00275B88">
        <w:t>Ménardier</w:t>
      </w:r>
      <w:proofErr w:type="spellEnd"/>
      <w:r w:rsidR="002C50B2">
        <w:t> :</w:t>
      </w:r>
    </w:p>
    <w:p w14:paraId="20B94503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lastRenderedPageBreak/>
        <w:t>Nous apprenons que l</w:t>
      </w:r>
      <w:r w:rsidR="002C50B2">
        <w:rPr>
          <w:i/>
          <w:iCs/>
        </w:rPr>
        <w:t>’</w:t>
      </w:r>
      <w:r w:rsidRPr="00275B88">
        <w:rPr>
          <w:i/>
          <w:iCs/>
        </w:rPr>
        <w:t xml:space="preserve">inspecteur </w:t>
      </w:r>
      <w:proofErr w:type="spellStart"/>
      <w:r w:rsidRPr="00275B88">
        <w:rPr>
          <w:i/>
          <w:iCs/>
        </w:rPr>
        <w:t>Ménardier</w:t>
      </w:r>
      <w:proofErr w:type="spellEnd"/>
      <w:r w:rsidR="002C50B2">
        <w:rPr>
          <w:i/>
          <w:iCs/>
        </w:rPr>
        <w:t xml:space="preserve">, </w:t>
      </w:r>
      <w:r w:rsidRPr="00275B88">
        <w:rPr>
          <w:i/>
          <w:iCs/>
        </w:rPr>
        <w:t>chargé d</w:t>
      </w:r>
      <w:r w:rsidR="002C50B2">
        <w:rPr>
          <w:i/>
          <w:iCs/>
        </w:rPr>
        <w:t>’</w:t>
      </w:r>
      <w:r w:rsidRPr="00275B88">
        <w:rPr>
          <w:i/>
          <w:iCs/>
        </w:rPr>
        <w:t>enquêter sur l</w:t>
      </w:r>
      <w:r w:rsidR="002C50B2">
        <w:rPr>
          <w:i/>
          <w:iCs/>
        </w:rPr>
        <w:t>’</w:t>
      </w:r>
      <w:r w:rsidRPr="00275B88">
        <w:rPr>
          <w:i/>
          <w:iCs/>
        </w:rPr>
        <w:t>affaire du Louvre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serait sur la piste du coupable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Celui</w:t>
      </w:r>
      <w:r>
        <w:rPr>
          <w:i/>
          <w:iCs/>
        </w:rPr>
        <w:t>-</w:t>
      </w:r>
      <w:r w:rsidRPr="00275B88">
        <w:rPr>
          <w:i/>
          <w:iCs/>
        </w:rPr>
        <w:t>ci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dans l</w:t>
      </w:r>
      <w:r w:rsidR="002C50B2">
        <w:rPr>
          <w:i/>
          <w:iCs/>
        </w:rPr>
        <w:t>’</w:t>
      </w:r>
      <w:r w:rsidRPr="00275B88">
        <w:rPr>
          <w:i/>
          <w:iCs/>
        </w:rPr>
        <w:t>impossibilité de passer la frontière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se serait réfugié dans un petit village du Nord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où il serait dès à présent traqué par la brigade mobile</w:t>
      </w:r>
      <w:r w:rsidR="002C50B2">
        <w:rPr>
          <w:i/>
          <w:iCs/>
        </w:rPr>
        <w:t>.</w:t>
      </w:r>
    </w:p>
    <w:p w14:paraId="5928EE00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Ajoutons que l</w:t>
      </w:r>
      <w:r w:rsidR="002C50B2">
        <w:rPr>
          <w:i/>
          <w:iCs/>
        </w:rPr>
        <w:t>’</w:t>
      </w:r>
      <w:r w:rsidRPr="00275B88">
        <w:rPr>
          <w:i/>
          <w:iCs/>
        </w:rPr>
        <w:t xml:space="preserve">inspecteur </w:t>
      </w:r>
      <w:proofErr w:type="spellStart"/>
      <w:r w:rsidRPr="00275B88">
        <w:rPr>
          <w:i/>
          <w:iCs/>
        </w:rPr>
        <w:t>Ménardier</w:t>
      </w:r>
      <w:proofErr w:type="spellEnd"/>
      <w:r w:rsidRPr="00275B88">
        <w:rPr>
          <w:i/>
          <w:iCs/>
        </w:rPr>
        <w:t xml:space="preserve"> est parti ce matin en mission confidentielle pour une destination inconnue</w:t>
      </w:r>
      <w:r w:rsidR="002C50B2">
        <w:rPr>
          <w:i/>
          <w:iCs/>
        </w:rPr>
        <w:t>.</w:t>
      </w:r>
    </w:p>
    <w:p w14:paraId="218AC0EB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Nous ne dirons rien de plus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afin de ne pas entraver l</w:t>
      </w:r>
      <w:r w:rsidR="002C50B2">
        <w:rPr>
          <w:i/>
          <w:iCs/>
        </w:rPr>
        <w:t>’</w:t>
      </w:r>
      <w:r w:rsidRPr="00275B88">
        <w:rPr>
          <w:i/>
          <w:iCs/>
        </w:rPr>
        <w:t>action de la police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mais attendons</w:t>
      </w:r>
      <w:r>
        <w:rPr>
          <w:i/>
          <w:iCs/>
        </w:rPr>
        <w:t>-</w:t>
      </w:r>
      <w:r w:rsidRPr="00275B88">
        <w:rPr>
          <w:i/>
          <w:iCs/>
        </w:rPr>
        <w:t>nous à des révélations aussi prochaines qu</w:t>
      </w:r>
      <w:r w:rsidR="002C50B2">
        <w:rPr>
          <w:i/>
          <w:iCs/>
        </w:rPr>
        <w:t>’</w:t>
      </w:r>
      <w:r w:rsidRPr="00275B88">
        <w:rPr>
          <w:i/>
          <w:iCs/>
        </w:rPr>
        <w:t>inattendues</w:t>
      </w:r>
      <w:r w:rsidR="002C50B2">
        <w:rPr>
          <w:i/>
          <w:iCs/>
        </w:rPr>
        <w:t>.</w:t>
      </w:r>
    </w:p>
    <w:p w14:paraId="2074BC50" w14:textId="286DEC34" w:rsidR="002C50B2" w:rsidRDefault="00C77A4E" w:rsidP="002C50B2">
      <w:r w:rsidRPr="00275B88">
        <w:t>Sa lecture terminée</w:t>
      </w:r>
      <w:r w:rsidR="002C50B2">
        <w:t>, M. </w:t>
      </w:r>
      <w:proofErr w:type="spellStart"/>
      <w:r w:rsidRPr="00275B88">
        <w:t>Ferval</w:t>
      </w:r>
      <w:proofErr w:type="spellEnd"/>
      <w:r w:rsidRPr="00275B88">
        <w:t xml:space="preserve"> reprit</w:t>
      </w:r>
      <w:r w:rsidR="002C50B2">
        <w:t> :</w:t>
      </w:r>
    </w:p>
    <w:p w14:paraId="0EF4660B" w14:textId="77777777" w:rsidR="002C50B2" w:rsidRDefault="002C50B2" w:rsidP="002C50B2">
      <w:r>
        <w:t>— </w:t>
      </w:r>
      <w:r w:rsidR="00C77A4E" w:rsidRPr="00275B88">
        <w:t>Je vais adresser immédiatement cette note à la presse</w:t>
      </w:r>
      <w:r>
        <w:t xml:space="preserve">, </w:t>
      </w:r>
      <w:r w:rsidR="00C77A4E" w:rsidRPr="00275B88">
        <w:t>afin qu</w:t>
      </w:r>
      <w:r>
        <w:t>’</w:t>
      </w:r>
      <w:r w:rsidR="00C77A4E" w:rsidRPr="00275B88">
        <w:t>elle paraisse dans la troisième édition des journaux de ce soir</w:t>
      </w:r>
      <w:r>
        <w:t xml:space="preserve">. </w:t>
      </w:r>
      <w:r w:rsidR="00C77A4E" w:rsidRPr="00275B88">
        <w:t>Elle ne manquera pas de tomber sous les yeux de notre gredin</w:t>
      </w:r>
      <w:r>
        <w:t xml:space="preserve">. </w:t>
      </w:r>
      <w:r w:rsidR="00C77A4E" w:rsidRPr="00275B88">
        <w:t>Vous allez donc rester ici bien tranquille</w:t>
      </w:r>
      <w:r>
        <w:t xml:space="preserve">, </w:t>
      </w:r>
      <w:r w:rsidR="00C77A4E" w:rsidRPr="00275B88">
        <w:t>dans mon arrière</w:t>
      </w:r>
      <w:r w:rsidR="00C77A4E">
        <w:t>-</w:t>
      </w:r>
      <w:r w:rsidR="00C77A4E" w:rsidRPr="00275B88">
        <w:t>bureau</w:t>
      </w:r>
      <w:r>
        <w:t xml:space="preserve">, </w:t>
      </w:r>
      <w:r w:rsidR="00C77A4E" w:rsidRPr="00275B88">
        <w:t>où l</w:t>
      </w:r>
      <w:r>
        <w:t>’</w:t>
      </w:r>
      <w:r w:rsidR="00C77A4E" w:rsidRPr="00275B88">
        <w:t>on vous apportera à dîner</w:t>
      </w:r>
      <w:r>
        <w:t xml:space="preserve">. </w:t>
      </w:r>
      <w:r w:rsidR="00C77A4E" w:rsidRPr="00275B88">
        <w:t>Vers vingt</w:t>
      </w:r>
      <w:r w:rsidR="00C77A4E">
        <w:t>-</w:t>
      </w:r>
      <w:r w:rsidR="00C77A4E" w:rsidRPr="00275B88">
        <w:t>deux heures</w:t>
      </w:r>
      <w:r>
        <w:t xml:space="preserve">, </w:t>
      </w:r>
      <w:r w:rsidR="00C77A4E" w:rsidRPr="00275B88">
        <w:t>avec deux agents que vous choisirez vous</w:t>
      </w:r>
      <w:r w:rsidR="00C77A4E">
        <w:t>-</w:t>
      </w:r>
      <w:r w:rsidR="00C77A4E" w:rsidRPr="00275B88">
        <w:t>même</w:t>
      </w:r>
      <w:r>
        <w:t xml:space="preserve">, </w:t>
      </w:r>
      <w:r w:rsidR="00C77A4E" w:rsidRPr="00275B88">
        <w:t>vous vous rendrez au Louvre</w:t>
      </w:r>
      <w:r>
        <w:t xml:space="preserve">. </w:t>
      </w:r>
      <w:r w:rsidR="00C77A4E" w:rsidRPr="00275B88">
        <w:t>Vous vous cacherez avec eux dans la salle en question et si</w:t>
      </w:r>
      <w:r>
        <w:t xml:space="preserve">, </w:t>
      </w:r>
      <w:r w:rsidR="00C77A4E" w:rsidRPr="00275B88">
        <w:t>comme je l</w:t>
      </w:r>
      <w:r>
        <w:t>’</w:t>
      </w:r>
      <w:r w:rsidR="00C77A4E" w:rsidRPr="00275B88">
        <w:t>espère</w:t>
      </w:r>
      <w:r>
        <w:t xml:space="preserve">, </w:t>
      </w:r>
      <w:r w:rsidR="00C77A4E" w:rsidRPr="00275B88">
        <w:t>dupé par notre communiqué</w:t>
      </w:r>
      <w:r>
        <w:t xml:space="preserve">, </w:t>
      </w:r>
      <w:r w:rsidR="00C77A4E" w:rsidRPr="00275B88">
        <w:t>le Fantôme y revient</w:t>
      </w:r>
      <w:r>
        <w:t xml:space="preserve">, </w:t>
      </w:r>
      <w:r w:rsidR="00C77A4E" w:rsidRPr="00275B88">
        <w:t>cette fois</w:t>
      </w:r>
      <w:r>
        <w:t xml:space="preserve">, </w:t>
      </w:r>
      <w:r w:rsidR="00C77A4E" w:rsidRPr="00275B88">
        <w:t>il ne vous échappera pas</w:t>
      </w:r>
      <w:r>
        <w:t>.</w:t>
      </w:r>
    </w:p>
    <w:p w14:paraId="5B4F7580" w14:textId="77777777" w:rsidR="002C50B2" w:rsidRDefault="002C50B2" w:rsidP="002C50B2">
      <w:r>
        <w:t>— </w:t>
      </w:r>
      <w:r w:rsidR="00C77A4E" w:rsidRPr="00275B88">
        <w:t>Et moi</w:t>
      </w:r>
      <w:r>
        <w:t xml:space="preserve">, </w:t>
      </w:r>
      <w:r w:rsidR="00C77A4E" w:rsidRPr="00275B88">
        <w:t>monsieur le directeur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 ! </w:t>
      </w:r>
      <w:r w:rsidR="00C77A4E" w:rsidRPr="00275B88">
        <w:t>affirmait l</w:t>
      </w:r>
      <w:r>
        <w:t>’</w:t>
      </w:r>
      <w:r w:rsidR="00C77A4E" w:rsidRPr="00275B88">
        <w:t>inspecteur avec force</w:t>
      </w:r>
      <w:r>
        <w:t>.</w:t>
      </w:r>
    </w:p>
    <w:p w14:paraId="61736971" w14:textId="77777777" w:rsidR="002C50B2" w:rsidRDefault="00C77A4E" w:rsidP="002C50B2">
      <w:r w:rsidRPr="00275B88">
        <w:t>Fidèle aux directives que lui avait données son supérieur</w:t>
      </w:r>
      <w:r w:rsidR="002C50B2">
        <w:t xml:space="preserve">,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le même soir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accord avec l</w:t>
      </w:r>
      <w:r w:rsidR="002C50B2">
        <w:t>’</w:t>
      </w:r>
      <w:r w:rsidRPr="00275B88">
        <w:t>administration du musée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introduisait subrepticement au Louvre avec ses deux meilleurs agents</w:t>
      </w:r>
      <w:r w:rsidR="002C50B2">
        <w:t>.</w:t>
      </w:r>
    </w:p>
    <w:p w14:paraId="725CB845" w14:textId="77777777" w:rsidR="002C50B2" w:rsidRDefault="00C77A4E" w:rsidP="002C50B2">
      <w:r w:rsidRPr="00275B88">
        <w:t>Ceux</w:t>
      </w:r>
      <w:r>
        <w:t>-</w:t>
      </w:r>
      <w:r w:rsidRPr="00275B88">
        <w:t>ci</w:t>
      </w:r>
      <w:r w:rsidR="002C50B2">
        <w:t xml:space="preserve">, </w:t>
      </w:r>
      <w:r w:rsidRPr="00275B88">
        <w:t>après avoir reçu ses instructions</w:t>
      </w:r>
      <w:r w:rsidR="002C50B2">
        <w:t xml:space="preserve">, </w:t>
      </w:r>
      <w:r w:rsidRPr="00275B88">
        <w:t xml:space="preserve">se dissimulèrent derrière deux grandes statues qui décoraient la salle des </w:t>
      </w:r>
      <w:r w:rsidRPr="00275B88">
        <w:rPr>
          <w:i/>
          <w:iCs/>
        </w:rPr>
        <w:lastRenderedPageBreak/>
        <w:t>Dieux barbares</w:t>
      </w:r>
      <w:r w:rsidR="002C50B2">
        <w:rPr>
          <w:i/>
          <w:iCs/>
        </w:rPr>
        <w:t xml:space="preserve">. </w:t>
      </w:r>
      <w:proofErr w:type="spellStart"/>
      <w:r w:rsidRPr="00275B88">
        <w:t>Ménardier</w:t>
      </w:r>
      <w:proofErr w:type="spellEnd"/>
      <w:r w:rsidRPr="00275B88">
        <w:t xml:space="preserve"> se blottit dans une énorme vasque où il disparut tout entier</w:t>
      </w:r>
      <w:r w:rsidR="002C50B2">
        <w:t xml:space="preserve">, </w:t>
      </w:r>
      <w:r w:rsidRPr="00275B88">
        <w:t>tandis qu</w:t>
      </w:r>
      <w:r w:rsidR="002C50B2">
        <w:t>’</w:t>
      </w:r>
      <w:r w:rsidRPr="00275B88">
        <w:t>à travers les larges fenêtres garnies de barreaux qui donnaient sur la cour du Louvre</w:t>
      </w:r>
      <w:r w:rsidR="002C50B2">
        <w:t xml:space="preserve">, </w:t>
      </w:r>
      <w:r w:rsidRPr="00275B88">
        <w:t>les rayons de la lune se glissaient</w:t>
      </w:r>
      <w:r w:rsidR="002C50B2">
        <w:t xml:space="preserve">, </w:t>
      </w:r>
      <w:r w:rsidRPr="00275B88">
        <w:t>nimbant de leur argent clair la tête du dieu Belphégor</w:t>
      </w:r>
      <w:r w:rsidR="002C50B2">
        <w:t xml:space="preserve">, </w:t>
      </w:r>
      <w:r w:rsidRPr="00275B88">
        <w:t>gisant toujours au pied de son socle</w:t>
      </w:r>
      <w:r w:rsidR="002C50B2">
        <w:t xml:space="preserve">, </w:t>
      </w:r>
      <w:r w:rsidRPr="00275B88">
        <w:t>sur les dalles en mosaïque encore marquées par le sang du gardien Sabarat</w:t>
      </w:r>
      <w:r w:rsidR="002C50B2">
        <w:t>.</w:t>
      </w:r>
    </w:p>
    <w:p w14:paraId="2EC8540D" w14:textId="23A0FED3" w:rsidR="002C50B2" w:rsidRDefault="002C50B2" w:rsidP="002C50B2"/>
    <w:p w14:paraId="6E76CEF3" w14:textId="77777777" w:rsidR="002C50B2" w:rsidRDefault="00C77A4E" w:rsidP="002C50B2">
      <w:r w:rsidRPr="00275B88">
        <w:t>À la même heure</w:t>
      </w:r>
      <w:r w:rsidR="002C50B2">
        <w:t xml:space="preserve">, </w:t>
      </w:r>
      <w:r w:rsidRPr="00275B88">
        <w:t>une scène étrange se déroulait à l</w:t>
      </w:r>
      <w:r w:rsidR="002C50B2">
        <w:t>’</w:t>
      </w:r>
      <w:r w:rsidRPr="00275B88">
        <w:t>intérieur de l</w:t>
      </w:r>
      <w:r w:rsidR="002C50B2">
        <w:t>’</w:t>
      </w:r>
      <w:r w:rsidRPr="00275B88">
        <w:t xml:space="preserve">église </w:t>
      </w:r>
      <w:proofErr w:type="spellStart"/>
      <w:r w:rsidRPr="00275B88">
        <w:t>Saint</w:t>
      </w:r>
      <w:r>
        <w:t>-</w:t>
      </w:r>
      <w:r w:rsidRPr="00275B88">
        <w:t>Germain</w:t>
      </w:r>
      <w:r>
        <w:t>-</w:t>
      </w:r>
      <w:r w:rsidRPr="00275B88">
        <w:t>l</w:t>
      </w:r>
      <w:r w:rsidR="002C50B2">
        <w:t>’</w:t>
      </w:r>
      <w:r w:rsidRPr="00275B88">
        <w:t>Auxerrois</w:t>
      </w:r>
      <w:proofErr w:type="spellEnd"/>
      <w:r w:rsidRPr="00275B88">
        <w:t xml:space="preserve"> qui dresse</w:t>
      </w:r>
      <w:r w:rsidR="002C50B2">
        <w:t xml:space="preserve">, </w:t>
      </w:r>
      <w:r w:rsidRPr="00275B88">
        <w:t>en face de la célèbre colonnade de Perrault</w:t>
      </w:r>
      <w:r w:rsidR="002C50B2">
        <w:t xml:space="preserve">, </w:t>
      </w:r>
      <w:r w:rsidRPr="00275B88">
        <w:t>son admirable façade</w:t>
      </w:r>
      <w:r w:rsidR="002C50B2">
        <w:t xml:space="preserve">, </w:t>
      </w:r>
      <w:r w:rsidRPr="00275B88">
        <w:t>dont le portail</w:t>
      </w:r>
      <w:r w:rsidR="002C50B2">
        <w:t xml:space="preserve">, </w:t>
      </w:r>
      <w:r w:rsidRPr="00275B88">
        <w:t>si délicatement ouvragé</w:t>
      </w:r>
      <w:r w:rsidR="002C50B2">
        <w:t xml:space="preserve">, </w:t>
      </w:r>
      <w:r w:rsidRPr="00275B88">
        <w:t>date</w:t>
      </w:r>
      <w:r w:rsidR="002C50B2">
        <w:t xml:space="preserve">, </w:t>
      </w:r>
      <w:r w:rsidRPr="00275B88">
        <w:t>paraît</w:t>
      </w:r>
      <w:r>
        <w:t>-</w:t>
      </w:r>
      <w:r w:rsidRPr="00275B88">
        <w:t>il</w:t>
      </w:r>
      <w:r w:rsidR="002C50B2">
        <w:t xml:space="preserve">, </w:t>
      </w:r>
      <w:r w:rsidRPr="00275B88">
        <w:t>de Philippe le Bel</w:t>
      </w:r>
      <w:r w:rsidR="002C50B2">
        <w:t>.</w:t>
      </w:r>
    </w:p>
    <w:p w14:paraId="75911BFA" w14:textId="77777777" w:rsidR="002C50B2" w:rsidRDefault="00C77A4E" w:rsidP="002C50B2">
      <w:r w:rsidRPr="00275B88">
        <w:t>Au milieu du sanctuaire</w:t>
      </w:r>
      <w:r w:rsidR="002C50B2">
        <w:t xml:space="preserve">, </w:t>
      </w:r>
      <w:r w:rsidRPr="00275B88">
        <w:t>désert et silencieux</w:t>
      </w:r>
      <w:r w:rsidR="002C50B2">
        <w:t xml:space="preserve">, </w:t>
      </w:r>
      <w:r w:rsidRPr="00275B88">
        <w:t>brillait</w:t>
      </w:r>
      <w:r w:rsidR="002C50B2">
        <w:t xml:space="preserve">, </w:t>
      </w:r>
      <w:r w:rsidRPr="00275B88">
        <w:t>devant le maître</w:t>
      </w:r>
      <w:r>
        <w:t>-</w:t>
      </w:r>
      <w:r w:rsidRPr="00275B88">
        <w:t>autel</w:t>
      </w:r>
      <w:r w:rsidR="002C50B2">
        <w:t xml:space="preserve">, </w:t>
      </w:r>
      <w:r w:rsidRPr="00275B88">
        <w:t>muette et perpétuelle prière</w:t>
      </w:r>
      <w:r w:rsidR="002C50B2">
        <w:t xml:space="preserve">, </w:t>
      </w:r>
      <w:r w:rsidRPr="00275B88">
        <w:t>la petite lampe aux reflets rouges qui ne doit s</w:t>
      </w:r>
      <w:r w:rsidR="002C50B2">
        <w:t>’</w:t>
      </w:r>
      <w:r w:rsidRPr="00275B88">
        <w:t>éteindre jamais</w:t>
      </w:r>
      <w:r w:rsidR="002C50B2">
        <w:t xml:space="preserve">. </w:t>
      </w:r>
      <w:r w:rsidRPr="00275B88">
        <w:t>Tout à coup</w:t>
      </w:r>
      <w:r w:rsidR="002C50B2">
        <w:t xml:space="preserve">, </w:t>
      </w:r>
      <w:r w:rsidRPr="00275B88">
        <w:t>la porte d</w:t>
      </w:r>
      <w:r w:rsidR="002C50B2">
        <w:t>’</w:t>
      </w:r>
      <w:r w:rsidRPr="00275B88">
        <w:t>un confessionnal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appuyait contre le mur de l</w:t>
      </w:r>
      <w:r w:rsidR="002C50B2">
        <w:t>’</w:t>
      </w:r>
      <w:r w:rsidRPr="00275B88">
        <w:t>un des bas</w:t>
      </w:r>
      <w:r>
        <w:t>-</w:t>
      </w:r>
      <w:r w:rsidRPr="00275B88">
        <w:t>côtés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ouvrait lentement</w:t>
      </w:r>
      <w:r w:rsidR="002C50B2">
        <w:t xml:space="preserve">. </w:t>
      </w:r>
      <w:r w:rsidRPr="00275B88">
        <w:t>Une ombre en sortait</w:t>
      </w:r>
      <w:r w:rsidR="002C50B2">
        <w:t xml:space="preserve">, </w:t>
      </w:r>
      <w:r w:rsidRPr="00275B88">
        <w:t>puis une autre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étaient le bossu mystérieux et l</w:t>
      </w:r>
      <w:r w:rsidR="002C50B2">
        <w:t>’</w:t>
      </w:r>
      <w:r w:rsidRPr="00275B88">
        <w:t>homme à la salopette</w:t>
      </w:r>
      <w:r w:rsidR="002C50B2">
        <w:t>.</w:t>
      </w:r>
    </w:p>
    <w:p w14:paraId="0C916109" w14:textId="77777777" w:rsidR="002C50B2" w:rsidRDefault="00C77A4E" w:rsidP="002C50B2">
      <w:r w:rsidRPr="00275B88">
        <w:t>Celui</w:t>
      </w:r>
      <w:r>
        <w:t>-</w:t>
      </w:r>
      <w:r w:rsidRPr="00275B88">
        <w:t>ci portait à la main une valise assez volumineuse</w:t>
      </w:r>
      <w:r w:rsidR="002C50B2">
        <w:t xml:space="preserve">… </w:t>
      </w:r>
      <w:r w:rsidRPr="00275B88">
        <w:t>Tous deux se glissèrent</w:t>
      </w:r>
      <w:r w:rsidR="002C50B2">
        <w:t xml:space="preserve">, </w:t>
      </w:r>
      <w:r w:rsidRPr="00275B88">
        <w:t>à pas de loup</w:t>
      </w:r>
      <w:r w:rsidR="002C50B2">
        <w:t xml:space="preserve">, </w:t>
      </w:r>
      <w:r w:rsidRPr="00275B88">
        <w:t>derrière le maître</w:t>
      </w:r>
      <w:r>
        <w:t>-</w:t>
      </w:r>
      <w:r w:rsidRPr="00275B88">
        <w:t>autel</w:t>
      </w:r>
      <w:r w:rsidR="002C50B2">
        <w:t xml:space="preserve">. </w:t>
      </w:r>
      <w:r w:rsidRPr="00275B88">
        <w:t>Un instant</w:t>
      </w:r>
      <w:r w:rsidR="002C50B2">
        <w:t xml:space="preserve">, </w:t>
      </w:r>
      <w:r w:rsidRPr="00275B88">
        <w:t>ils demeurèrent immobiles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oreille aux aguets</w:t>
      </w:r>
      <w:r w:rsidR="002C50B2">
        <w:t xml:space="preserve">. </w:t>
      </w:r>
      <w:r w:rsidRPr="00275B88">
        <w:t>Mais aucun bruit ne s</w:t>
      </w:r>
      <w:r w:rsidR="002C50B2">
        <w:t>’</w:t>
      </w:r>
      <w:r w:rsidRPr="00275B88">
        <w:t>élevait dans la nef</w:t>
      </w:r>
      <w:r w:rsidR="002C50B2">
        <w:t xml:space="preserve">, </w:t>
      </w:r>
      <w:r w:rsidRPr="00275B88">
        <w:t>dont les colonnades et les ogives se perdaient dans la nuit</w:t>
      </w:r>
      <w:r w:rsidR="002C50B2">
        <w:t xml:space="preserve">… </w:t>
      </w:r>
      <w:r w:rsidRPr="00275B88">
        <w:t>Le bossu prit dans sa poche une lampe électrique</w:t>
      </w:r>
      <w:r w:rsidR="002C50B2">
        <w:t xml:space="preserve">, </w:t>
      </w:r>
      <w:r w:rsidRPr="00275B88">
        <w:t>dont il fit fonctionner le contact</w:t>
      </w:r>
      <w:r w:rsidR="002C50B2">
        <w:t xml:space="preserve">… </w:t>
      </w:r>
      <w:r w:rsidRPr="00275B88">
        <w:t>et projeta la lumière vers le sol</w:t>
      </w:r>
      <w:r w:rsidR="002C50B2">
        <w:t xml:space="preserve">. </w:t>
      </w:r>
      <w:r w:rsidRPr="00275B88">
        <w:t>Il s</w:t>
      </w:r>
      <w:r w:rsidR="002C50B2">
        <w:t>’</w:t>
      </w:r>
      <w:r w:rsidRPr="00275B88">
        <w:t>agenouilla et promena sa main sur une dalle</w:t>
      </w:r>
      <w:r w:rsidR="002C50B2">
        <w:t xml:space="preserve">, </w:t>
      </w:r>
      <w:r w:rsidRPr="00275B88">
        <w:t>au centre de laquelle on pouvait encore apercevoir les vestiges très vagues d</w:t>
      </w:r>
      <w:r w:rsidR="002C50B2">
        <w:t>’</w:t>
      </w:r>
      <w:r w:rsidRPr="00275B88">
        <w:t>une fleur de lis qui</w:t>
      </w:r>
      <w:r w:rsidR="002C50B2">
        <w:t xml:space="preserve">, </w:t>
      </w:r>
      <w:r w:rsidRPr="00275B88">
        <w:t>plusieurs siècles auparavant</w:t>
      </w:r>
      <w:r w:rsidR="002C50B2">
        <w:t xml:space="preserve">, </w:t>
      </w:r>
      <w:r w:rsidRPr="00275B88">
        <w:t>avait été sculptée en plein granit</w:t>
      </w:r>
      <w:r w:rsidR="002C50B2">
        <w:t>.</w:t>
      </w:r>
    </w:p>
    <w:p w14:paraId="15ABA320" w14:textId="77777777" w:rsidR="002C50B2" w:rsidRDefault="00C77A4E" w:rsidP="002C50B2">
      <w:r w:rsidRPr="00275B88">
        <w:lastRenderedPageBreak/>
        <w:t>Peu à peu</w:t>
      </w:r>
      <w:r w:rsidR="002C50B2">
        <w:t xml:space="preserve">, </w:t>
      </w:r>
      <w:r w:rsidRPr="00275B88">
        <w:t>la dalle se déplaça</w:t>
      </w:r>
      <w:r w:rsidR="002C50B2">
        <w:t xml:space="preserve">, </w:t>
      </w:r>
      <w:r w:rsidRPr="00275B88">
        <w:t>comme si elle basculait sur un axe invisible</w:t>
      </w:r>
      <w:r w:rsidR="002C50B2">
        <w:t xml:space="preserve">, </w:t>
      </w:r>
      <w:r w:rsidRPr="00275B88">
        <w:t>et démasqua une excavation où s</w:t>
      </w:r>
      <w:r w:rsidR="002C50B2">
        <w:t>’</w:t>
      </w:r>
      <w:r w:rsidRPr="00275B88">
        <w:t>amorçait un étroit escalier de pierre</w:t>
      </w:r>
      <w:r w:rsidR="002C50B2">
        <w:t>.</w:t>
      </w:r>
    </w:p>
    <w:p w14:paraId="60713FD9" w14:textId="77777777" w:rsidR="002C50B2" w:rsidRDefault="00C77A4E" w:rsidP="002C50B2">
      <w:r w:rsidRPr="00275B88">
        <w:t>Le bossu s</w:t>
      </w:r>
      <w:r w:rsidR="002C50B2">
        <w:t>’</w:t>
      </w:r>
      <w:r w:rsidRPr="00275B88">
        <w:t>y engouffra le premier</w:t>
      </w:r>
      <w:r w:rsidR="002C50B2">
        <w:t xml:space="preserve">… </w:t>
      </w:r>
      <w:r w:rsidRPr="00275B88">
        <w:t>suivi par son compagnon</w:t>
      </w:r>
      <w:r w:rsidR="002C50B2">
        <w:t xml:space="preserve">, </w:t>
      </w:r>
      <w:r w:rsidRPr="00275B88">
        <w:t>dont il éclairait la marche avec sa lampe</w:t>
      </w:r>
      <w:r w:rsidR="002C50B2">
        <w:t xml:space="preserve">… </w:t>
      </w:r>
      <w:r w:rsidRPr="00275B88">
        <w:t>Dès qu</w:t>
      </w:r>
      <w:r w:rsidR="002C50B2">
        <w:t>’</w:t>
      </w:r>
      <w:r w:rsidRPr="00275B88">
        <w:t>ils eurent disparu</w:t>
      </w:r>
      <w:r w:rsidR="002C50B2">
        <w:t xml:space="preserve">, </w:t>
      </w:r>
      <w:r w:rsidRPr="00275B88">
        <w:t>la dalle reprit sa place</w:t>
      </w:r>
      <w:r w:rsidR="002C50B2">
        <w:t>.</w:t>
      </w:r>
    </w:p>
    <w:p w14:paraId="1138F927" w14:textId="77777777" w:rsidR="002C50B2" w:rsidRDefault="00C77A4E" w:rsidP="002C50B2">
      <w:r w:rsidRPr="00275B88">
        <w:t>Après avoir descendu une quarantaine de marches</w:t>
      </w:r>
      <w:r w:rsidR="002C50B2">
        <w:t xml:space="preserve">, </w:t>
      </w:r>
      <w:r w:rsidRPr="00275B88">
        <w:t>les deux hommes atteignirent un couloir dont les voûtes et les parois</w:t>
      </w:r>
      <w:r w:rsidR="002C50B2">
        <w:t xml:space="preserve">, </w:t>
      </w:r>
      <w:r w:rsidRPr="00275B88">
        <w:t>en maçonnerie puissante</w:t>
      </w:r>
      <w:r w:rsidR="002C50B2">
        <w:t xml:space="preserve">, </w:t>
      </w:r>
      <w:r w:rsidRPr="00275B88">
        <w:t>ne semblaient pas avoir reçu des ans le moindre outrage</w:t>
      </w:r>
      <w:r w:rsidR="002C50B2">
        <w:t>.</w:t>
      </w:r>
    </w:p>
    <w:p w14:paraId="0EEF01CA" w14:textId="77777777" w:rsidR="002C50B2" w:rsidRDefault="00C77A4E" w:rsidP="002C50B2">
      <w:r w:rsidRPr="00275B88">
        <w:t>Sur le sol</w:t>
      </w:r>
      <w:r w:rsidR="002C50B2">
        <w:t xml:space="preserve">, </w:t>
      </w:r>
      <w:r w:rsidRPr="00275B88">
        <w:t>légèrement détrempé par une infiltration qui provenait du voisinage assez rapproché de la Seine</w:t>
      </w:r>
      <w:r w:rsidR="002C50B2">
        <w:t xml:space="preserve">, </w:t>
      </w:r>
      <w:r w:rsidRPr="00275B88">
        <w:t>ils s</w:t>
      </w:r>
      <w:r w:rsidR="002C50B2">
        <w:t>’</w:t>
      </w:r>
      <w:r w:rsidRPr="00275B88">
        <w:t>avancèrent à pas comptés</w:t>
      </w:r>
      <w:r w:rsidR="002C50B2">
        <w:t xml:space="preserve">, </w:t>
      </w:r>
      <w:r w:rsidRPr="00275B88">
        <w:t>faisant fuir devant eux d</w:t>
      </w:r>
      <w:r w:rsidR="002C50B2">
        <w:t>’</w:t>
      </w:r>
      <w:r w:rsidRPr="00275B88">
        <w:t>énormes rats et sautiller de non moins gros crapauds qui avaient élu domicile dans ce souterrain</w:t>
      </w:r>
      <w:r w:rsidR="002C50B2">
        <w:t xml:space="preserve">, </w:t>
      </w:r>
      <w:r w:rsidRPr="00275B88">
        <w:t>désormais ignoré des humains</w:t>
      </w:r>
      <w:r w:rsidR="002C50B2">
        <w:t>.</w:t>
      </w:r>
    </w:p>
    <w:p w14:paraId="45FBF63C" w14:textId="77777777" w:rsidR="002C50B2" w:rsidRDefault="00C77A4E" w:rsidP="002C50B2">
      <w:r w:rsidRPr="00275B88">
        <w:t>Ils parcoururent ainsi une centaine de mètres et s</w:t>
      </w:r>
      <w:r w:rsidR="002C50B2">
        <w:t>’</w:t>
      </w:r>
      <w:r w:rsidRPr="00275B88">
        <w:t>arrêtèrent devant une petite porte en chêne massif garnie de grosses ferrures rouillées en forme de trèfle</w:t>
      </w:r>
      <w:r w:rsidR="002C50B2">
        <w:t xml:space="preserve">… </w:t>
      </w:r>
      <w:r w:rsidRPr="00275B88">
        <w:t>Le bossu heurta de trois coups espacés</w:t>
      </w:r>
      <w:r w:rsidR="002C50B2">
        <w:t xml:space="preserve">. </w:t>
      </w:r>
      <w:r w:rsidRPr="00275B88">
        <w:t>La porte s</w:t>
      </w:r>
      <w:r w:rsidR="002C50B2">
        <w:t>’</w:t>
      </w:r>
      <w:r w:rsidRPr="00275B88">
        <w:t>entrebâilla</w:t>
      </w:r>
      <w:r w:rsidR="002C50B2">
        <w:t xml:space="preserve">, </w:t>
      </w:r>
      <w:r w:rsidRPr="00275B88">
        <w:t>livrant passage aux deux complices</w:t>
      </w:r>
      <w:r w:rsidR="002C50B2">
        <w:t xml:space="preserve">, </w:t>
      </w:r>
      <w:r w:rsidRPr="00275B88">
        <w:t>qui pénétrèrent dans une sorte de crypte en forme de rotonde</w:t>
      </w:r>
      <w:r w:rsidR="002C50B2">
        <w:t xml:space="preserve">. </w:t>
      </w:r>
      <w:r w:rsidRPr="00275B88">
        <w:t>Le reflet rougeâtre d</w:t>
      </w:r>
      <w:r w:rsidR="002C50B2">
        <w:t>’</w:t>
      </w:r>
      <w:r w:rsidRPr="00275B88">
        <w:t>une lanterne accrochée au mur enveloppait sinistrement une forme humaine assise sur un banc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>était le Fantôme du Louvre</w:t>
      </w:r>
      <w:r w:rsidR="002C50B2">
        <w:t>.</w:t>
      </w:r>
    </w:p>
    <w:p w14:paraId="2F76ADA7" w14:textId="77777777" w:rsidR="002C50B2" w:rsidRDefault="00C77A4E" w:rsidP="002C50B2">
      <w:r w:rsidRPr="00275B88">
        <w:t>Le corps drapé dans un linceul noir et la tête dissimulée dans son capuchon</w:t>
      </w:r>
      <w:r w:rsidR="002C50B2">
        <w:t xml:space="preserve">, </w:t>
      </w:r>
      <w:r w:rsidRPr="00275B88">
        <w:t>il semblait attendre le bossu et l</w:t>
      </w:r>
      <w:r w:rsidR="002C50B2">
        <w:t>’</w:t>
      </w:r>
      <w:r w:rsidRPr="00275B88">
        <w:t>homme à la salopette qui s</w:t>
      </w:r>
      <w:r w:rsidR="002C50B2">
        <w:t>’</w:t>
      </w:r>
      <w:r w:rsidRPr="00275B88">
        <w:t>approchèrent de lui en une attitude non de frayeur</w:t>
      </w:r>
      <w:r w:rsidR="002C50B2">
        <w:t xml:space="preserve">, </w:t>
      </w:r>
      <w:r w:rsidRPr="00275B88">
        <w:t>mais de respect</w:t>
      </w:r>
      <w:r w:rsidR="002C50B2">
        <w:t>.</w:t>
      </w:r>
    </w:p>
    <w:p w14:paraId="0A155868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déposa la valise à ses pieds</w:t>
      </w:r>
      <w:r w:rsidR="002C50B2">
        <w:t xml:space="preserve">. </w:t>
      </w:r>
      <w:r w:rsidRPr="00275B88">
        <w:t>Le bossu</w:t>
      </w:r>
      <w:r w:rsidR="002C50B2">
        <w:t xml:space="preserve">, </w:t>
      </w:r>
      <w:r w:rsidRPr="00275B88">
        <w:t>tout en continuant à s</w:t>
      </w:r>
      <w:r w:rsidR="002C50B2">
        <w:t>’</w:t>
      </w:r>
      <w:r w:rsidRPr="00275B88">
        <w:t>éclairer avec sa lampe électrique</w:t>
      </w:r>
      <w:r w:rsidR="002C50B2">
        <w:t xml:space="preserve">, </w:t>
      </w:r>
      <w:r w:rsidRPr="00275B88">
        <w:t xml:space="preserve">en retira un tube de la dimension et de la forme de ces </w:t>
      </w:r>
      <w:r w:rsidRPr="00275B88">
        <w:lastRenderedPageBreak/>
        <w:t>bouteilles d</w:t>
      </w:r>
      <w:r w:rsidR="002C50B2">
        <w:t>’</w:t>
      </w:r>
      <w:r w:rsidRPr="00275B88">
        <w:t>air qui servent à regonfler les pneus d</w:t>
      </w:r>
      <w:r w:rsidR="002C50B2">
        <w:t>’</w:t>
      </w:r>
      <w:r w:rsidRPr="00275B88">
        <w:t>automobiles</w:t>
      </w:r>
      <w:r w:rsidR="002C50B2">
        <w:t>…</w:t>
      </w:r>
    </w:p>
    <w:p w14:paraId="7A15E7DB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il se mit à donner quelques explications</w:t>
      </w:r>
      <w:r w:rsidR="002C50B2">
        <w:t xml:space="preserve">, </w:t>
      </w:r>
      <w:r w:rsidRPr="00275B88">
        <w:t>à voix basse</w:t>
      </w:r>
      <w:r w:rsidR="002C50B2">
        <w:t xml:space="preserve">, </w:t>
      </w:r>
      <w:r w:rsidRPr="00275B88">
        <w:t>au Fantôme qui l</w:t>
      </w:r>
      <w:r w:rsidR="002C50B2">
        <w:t>’</w:t>
      </w:r>
      <w:r w:rsidRPr="00275B88">
        <w:t>écoutait attentivement et l</w:t>
      </w:r>
      <w:r w:rsidR="002C50B2">
        <w:t>’</w:t>
      </w:r>
      <w:r w:rsidRPr="00275B88">
        <w:t>approuvait de quelques brefs hochements de tête</w:t>
      </w:r>
      <w:r w:rsidR="002C50B2">
        <w:t>.</w:t>
      </w:r>
    </w:p>
    <w:p w14:paraId="25537074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après avoir replacé le tube dans la valise</w:t>
      </w:r>
      <w:r w:rsidR="002C50B2">
        <w:t xml:space="preserve">, </w:t>
      </w:r>
      <w:r w:rsidRPr="00275B88">
        <w:t>le bossu se releva et fit</w:t>
      </w:r>
      <w:r w:rsidR="002C50B2">
        <w:t> :</w:t>
      </w:r>
    </w:p>
    <w:p w14:paraId="682604BE" w14:textId="77777777" w:rsidR="002C50B2" w:rsidRDefault="002C50B2" w:rsidP="002C50B2">
      <w:r>
        <w:t>— </w:t>
      </w:r>
      <w:r w:rsidR="00C77A4E" w:rsidRPr="00275B88">
        <w:t>Cette fois</w:t>
      </w:r>
      <w:r>
        <w:t xml:space="preserve">, </w:t>
      </w:r>
      <w:r w:rsidR="00C77A4E" w:rsidRPr="00275B88">
        <w:t>Belphégor</w:t>
      </w:r>
      <w:r>
        <w:t xml:space="preserve">, </w:t>
      </w:r>
      <w:r w:rsidR="00C77A4E" w:rsidRPr="00275B88">
        <w:t>la victoire est à nous</w:t>
      </w:r>
      <w:r>
        <w:t> !</w:t>
      </w:r>
    </w:p>
    <w:p w14:paraId="73EC7B9C" w14:textId="77777777" w:rsidR="002C50B2" w:rsidRDefault="00C77A4E" w:rsidP="002C50B2">
      <w:r w:rsidRPr="00275B88">
        <w:t>Le Fantôme se penchant vers la valise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 du tube à air que le bossu y avait déposé et le glissa sous son linceul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il se dirigea vers la porte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ouvrit toute grande</w:t>
      </w:r>
      <w:r w:rsidR="002C50B2">
        <w:t>…</w:t>
      </w:r>
    </w:p>
    <w:p w14:paraId="3D717E16" w14:textId="77777777" w:rsidR="002C50B2" w:rsidRDefault="00C77A4E" w:rsidP="002C50B2">
      <w:r w:rsidRPr="00275B88">
        <w:t>Précédé par le bossu</w:t>
      </w:r>
      <w:r w:rsidR="002C50B2">
        <w:t xml:space="preserve">, </w:t>
      </w:r>
      <w:r w:rsidRPr="00275B88">
        <w:t>qui avait rallumé sa lampe électrique</w:t>
      </w:r>
      <w:r w:rsidR="002C50B2">
        <w:t xml:space="preserve">, </w:t>
      </w:r>
      <w:r w:rsidRPr="00275B88">
        <w:t>et suivi par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engagea dans le souterrain qui se dirigeait vers le Louvre</w:t>
      </w:r>
      <w:r w:rsidR="002C50B2">
        <w:t>.</w:t>
      </w:r>
    </w:p>
    <w:p w14:paraId="5F1D4263" w14:textId="77777777" w:rsidR="002C50B2" w:rsidRDefault="00C77A4E" w:rsidP="002C50B2">
      <w:r w:rsidRPr="00275B88">
        <w:t>Belphégor et ses deux complices</w:t>
      </w:r>
      <w:r w:rsidR="002C50B2">
        <w:t xml:space="preserve">, </w:t>
      </w:r>
      <w:r w:rsidRPr="00275B88">
        <w:t>après avoir marché environ pendant cent cinquante mètres</w:t>
      </w:r>
      <w:r w:rsidR="002C50B2">
        <w:t xml:space="preserve">, </w:t>
      </w:r>
      <w:r w:rsidRPr="00275B88">
        <w:t>arrivèrent devant un escalier exactement semblable à celui dont l</w:t>
      </w:r>
      <w:r w:rsidR="002C50B2">
        <w:t>’</w:t>
      </w:r>
      <w:r w:rsidRPr="00275B88">
        <w:t>ouverture secrète donnait derrière le maître</w:t>
      </w:r>
      <w:r>
        <w:t>-</w:t>
      </w:r>
      <w:r w:rsidRPr="00275B88">
        <w:t xml:space="preserve">autel de </w:t>
      </w:r>
      <w:proofErr w:type="spellStart"/>
      <w:r w:rsidRPr="00275B88">
        <w:t>Saint</w:t>
      </w:r>
      <w:r>
        <w:t>-</w:t>
      </w:r>
      <w:r w:rsidRPr="00275B88">
        <w:t>Germain</w:t>
      </w:r>
      <w:r>
        <w:t>-</w:t>
      </w:r>
      <w:r w:rsidRPr="00275B88">
        <w:t>l</w:t>
      </w:r>
      <w:r w:rsidR="002C50B2">
        <w:t>’</w:t>
      </w:r>
      <w:r w:rsidRPr="00275B88">
        <w:t>Auxerrois</w:t>
      </w:r>
      <w:proofErr w:type="spellEnd"/>
      <w:r w:rsidR="002C50B2">
        <w:t>.</w:t>
      </w:r>
    </w:p>
    <w:p w14:paraId="1759E4D4" w14:textId="77777777" w:rsidR="002C50B2" w:rsidRDefault="00C77A4E" w:rsidP="002C50B2">
      <w:r w:rsidRPr="00275B88">
        <w:t>Ils le gravirent sans bruit et se trouvèrent bientôt en face d</w:t>
      </w:r>
      <w:r w:rsidR="002C50B2">
        <w:t>’</w:t>
      </w:r>
      <w:r w:rsidRPr="00275B88">
        <w:t>un mur qui ne présentait aucune fissure</w:t>
      </w:r>
      <w:r w:rsidR="002C50B2">
        <w:t>.</w:t>
      </w:r>
    </w:p>
    <w:p w14:paraId="63BFF248" w14:textId="77777777" w:rsidR="002C50B2" w:rsidRDefault="00C77A4E" w:rsidP="002C50B2">
      <w:r w:rsidRPr="00275B88">
        <w:t>Le Fantôme appuya le doigt sur le centre d</w:t>
      </w:r>
      <w:r w:rsidR="002C50B2">
        <w:t>’</w:t>
      </w:r>
      <w:r w:rsidRPr="00275B88">
        <w:t>une petite pierre qui</w:t>
      </w:r>
      <w:r w:rsidR="002C50B2">
        <w:t xml:space="preserve">, </w:t>
      </w:r>
      <w:r w:rsidRPr="00275B88">
        <w:t>en légère aspérité</w:t>
      </w:r>
      <w:r w:rsidR="002C50B2">
        <w:t xml:space="preserve">, </w:t>
      </w:r>
      <w:r w:rsidRPr="00275B88">
        <w:t>ressortait sur la paroi</w:t>
      </w:r>
      <w:r w:rsidR="002C50B2">
        <w:t xml:space="preserve">. </w:t>
      </w:r>
      <w:r w:rsidRPr="00275B88">
        <w:t>La muraille s</w:t>
      </w:r>
      <w:r w:rsidR="002C50B2">
        <w:t>’</w:t>
      </w:r>
      <w:r w:rsidRPr="00275B88">
        <w:t>entrouvrit sans le moindre bruit</w:t>
      </w:r>
      <w:r w:rsidR="002C50B2">
        <w:t xml:space="preserve">, </w:t>
      </w:r>
      <w:r w:rsidRPr="00275B88">
        <w:t>sans le plus petit grincement</w:t>
      </w:r>
      <w:r w:rsidR="002C50B2">
        <w:t xml:space="preserve">, </w:t>
      </w:r>
      <w:r w:rsidRPr="00275B88">
        <w:t>laissant apparaître une ouverture par laquelle s</w:t>
      </w:r>
      <w:r w:rsidR="002C50B2">
        <w:t>’</w:t>
      </w:r>
      <w:r w:rsidRPr="00275B88">
        <w:t>engouffrèrent successivement Belphégor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homme à la salopette et le bossu qui se trouvèrent de plain</w:t>
      </w:r>
      <w:r>
        <w:t>-</w:t>
      </w:r>
      <w:r w:rsidRPr="00275B88">
        <w:t xml:space="preserve">pied sur le palier où se dressait la </w:t>
      </w:r>
      <w:r w:rsidRPr="00275B88">
        <w:rPr>
          <w:i/>
          <w:iCs/>
        </w:rPr>
        <w:t>Victoire de Samothrace</w:t>
      </w:r>
      <w:r w:rsidR="002C50B2">
        <w:rPr>
          <w:i/>
          <w:iCs/>
        </w:rPr>
        <w:t xml:space="preserve">, </w:t>
      </w:r>
      <w:r w:rsidRPr="00275B88">
        <w:t>à l</w:t>
      </w:r>
      <w:r w:rsidR="002C50B2">
        <w:t>’</w:t>
      </w:r>
      <w:r w:rsidRPr="00275B88">
        <w:t>endroit même où Chantecoq et Bellegarde avaient vu précédemment disparaître le Fantôme</w:t>
      </w:r>
      <w:r w:rsidR="002C50B2">
        <w:t>.</w:t>
      </w:r>
    </w:p>
    <w:p w14:paraId="0B5CF5AC" w14:textId="77777777" w:rsidR="002C50B2" w:rsidRDefault="00C77A4E" w:rsidP="002C50B2">
      <w:r w:rsidRPr="00275B88">
        <w:lastRenderedPageBreak/>
        <w:t>Les trois personnages</w:t>
      </w:r>
      <w:r w:rsidR="002C50B2">
        <w:t xml:space="preserve">, </w:t>
      </w:r>
      <w:r w:rsidRPr="00275B88">
        <w:t>sans s</w:t>
      </w:r>
      <w:r w:rsidR="002C50B2">
        <w:t>’</w:t>
      </w:r>
      <w:r w:rsidRPr="00275B88">
        <w:t>y attarder</w:t>
      </w:r>
      <w:r w:rsidR="002C50B2">
        <w:t xml:space="preserve">, </w:t>
      </w:r>
      <w:r w:rsidRPr="00275B88">
        <w:t>descendirent les degrés</w:t>
      </w:r>
      <w:r w:rsidR="002C50B2">
        <w:t xml:space="preserve">, </w:t>
      </w:r>
      <w:r w:rsidRPr="00275B88">
        <w:t>et atteignirent le palier du bas</w:t>
      </w:r>
      <w:r w:rsidR="002C50B2">
        <w:t xml:space="preserve">. </w:t>
      </w:r>
      <w:r w:rsidRPr="00275B88">
        <w:t>Belphégor fit signe au bossu d</w:t>
      </w:r>
      <w:r w:rsidR="002C50B2">
        <w:t>’</w:t>
      </w:r>
      <w:r w:rsidRPr="00275B88">
        <w:t>éteindre sa lampe et</w:t>
      </w:r>
      <w:r w:rsidR="002C50B2">
        <w:t xml:space="preserve">, </w:t>
      </w:r>
      <w:r w:rsidRPr="00275B88">
        <w:t>seul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engagea dans une galerie obscure</w:t>
      </w:r>
      <w:r w:rsidR="002C50B2">
        <w:t xml:space="preserve">. </w:t>
      </w:r>
      <w:r w:rsidRPr="00275B88">
        <w:t>Presque en rampant</w:t>
      </w:r>
      <w:r w:rsidR="002C50B2">
        <w:t xml:space="preserve">, </w:t>
      </w:r>
      <w:r w:rsidRPr="00275B88">
        <w:t>avec une souplesse féline</w:t>
      </w:r>
      <w:r w:rsidR="002C50B2">
        <w:t xml:space="preserve">, </w:t>
      </w:r>
      <w:r w:rsidRPr="00275B88">
        <w:t>sans hésiter</w:t>
      </w:r>
      <w:r w:rsidR="002C50B2">
        <w:t xml:space="preserve">, </w:t>
      </w:r>
      <w:r w:rsidRPr="00275B88">
        <w:t>sans tâtonner</w:t>
      </w:r>
      <w:r w:rsidR="002C50B2">
        <w:t xml:space="preserve">, </w:t>
      </w:r>
      <w:r w:rsidRPr="00275B88">
        <w:t>en homme qui connaît admirablement les lieux et qui a soigneusement</w:t>
      </w:r>
      <w:r w:rsidR="002C50B2">
        <w:t xml:space="preserve">, </w:t>
      </w:r>
      <w:r w:rsidRPr="00275B88">
        <w:t>méticuleusement repéré d</w:t>
      </w:r>
      <w:r w:rsidR="002C50B2">
        <w:t>’</w:t>
      </w:r>
      <w:r w:rsidRPr="00275B88">
        <w:t>avance tous les obstacles qu</w:t>
      </w:r>
      <w:r w:rsidR="002C50B2">
        <w:t>’</w:t>
      </w:r>
      <w:r w:rsidRPr="00275B88">
        <w:t>il pourrait rencontrer sur son chemin</w:t>
      </w:r>
      <w:r w:rsidR="002C50B2">
        <w:t xml:space="preserve">, </w:t>
      </w:r>
      <w:r w:rsidRPr="00275B88">
        <w:t>il atteignit l</w:t>
      </w:r>
      <w:r w:rsidR="002C50B2">
        <w:t>’</w:t>
      </w:r>
      <w:r w:rsidRPr="00275B88">
        <w:t xml:space="preserve">entrée de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… </w:t>
      </w:r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arrêtant</w:t>
      </w:r>
      <w:r w:rsidR="002C50B2">
        <w:t xml:space="preserve">, </w:t>
      </w:r>
      <w:r w:rsidRPr="00275B88">
        <w:t>il déposa à terre l</w:t>
      </w:r>
      <w:r w:rsidR="002C50B2">
        <w:t>’</w:t>
      </w:r>
      <w:r w:rsidRPr="00275B88">
        <w:t>instrument qu</w:t>
      </w:r>
      <w:r w:rsidR="002C50B2">
        <w:t>’</w:t>
      </w:r>
      <w:r w:rsidRPr="00275B88">
        <w:t>il tenait caché sous son suaire</w:t>
      </w:r>
      <w:r w:rsidR="002C50B2">
        <w:t>.</w:t>
      </w:r>
    </w:p>
    <w:p w14:paraId="07D66BD5" w14:textId="77777777" w:rsidR="002C50B2" w:rsidRDefault="00C77A4E" w:rsidP="002C50B2">
      <w:r w:rsidRPr="00275B88">
        <w:t>Il s</w:t>
      </w:r>
      <w:r w:rsidR="002C50B2">
        <w:t>’</w:t>
      </w:r>
      <w:r w:rsidRPr="00275B88">
        <w:t>agenouilla et commença à dévisser une petite manette fixée à l</w:t>
      </w:r>
      <w:r w:rsidR="002C50B2">
        <w:t>’</w:t>
      </w:r>
      <w:r w:rsidRPr="00275B88">
        <w:t>entrée du tube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où s</w:t>
      </w:r>
      <w:r w:rsidR="002C50B2">
        <w:t>’</w:t>
      </w:r>
      <w:r w:rsidRPr="00275B88">
        <w:t>échappa aussitôt une vapeur légère</w:t>
      </w:r>
      <w:r w:rsidR="002C50B2">
        <w:t xml:space="preserve">, </w:t>
      </w:r>
      <w:r w:rsidRPr="00275B88">
        <w:t>presque impalpable</w:t>
      </w:r>
      <w:r w:rsidR="002C50B2">
        <w:t xml:space="preserve">, </w:t>
      </w:r>
      <w:r w:rsidRPr="00275B88">
        <w:t xml:space="preserve">dont il dirigea le jet vers la salle où </w:t>
      </w:r>
      <w:proofErr w:type="spellStart"/>
      <w:r w:rsidRPr="00275B88">
        <w:t>Ménardier</w:t>
      </w:r>
      <w:proofErr w:type="spellEnd"/>
      <w:r w:rsidRPr="00275B88">
        <w:t xml:space="preserve"> et ses deux hommes se tenaient aux aguets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se relevant</w:t>
      </w:r>
      <w:r w:rsidR="002C50B2">
        <w:t xml:space="preserve">, </w:t>
      </w:r>
      <w:r w:rsidRPr="00275B88">
        <w:t>il attendit</w:t>
      </w:r>
      <w:r w:rsidR="002C50B2">
        <w:t xml:space="preserve">, </w:t>
      </w:r>
      <w:r w:rsidRPr="00275B88">
        <w:t>immobile</w:t>
      </w:r>
      <w:r w:rsidR="002C50B2">
        <w:t xml:space="preserve">, </w:t>
      </w:r>
      <w:r w:rsidRPr="00275B88">
        <w:t>invisible dans la nuit</w:t>
      </w:r>
      <w:r w:rsidR="002C50B2">
        <w:t>.</w:t>
      </w:r>
    </w:p>
    <w:p w14:paraId="655233A8" w14:textId="77777777" w:rsidR="002C50B2" w:rsidRDefault="00C77A4E" w:rsidP="002C50B2">
      <w:r w:rsidRPr="00275B88">
        <w:t>Du fond de la vasque où il était tapi</w:t>
      </w:r>
      <w:r w:rsidR="002C50B2">
        <w:t xml:space="preserve">,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qui avait l</w:t>
      </w:r>
      <w:r w:rsidR="002C50B2">
        <w:t>’</w:t>
      </w:r>
      <w:r w:rsidRPr="00275B88">
        <w:t>ouïe excessivement fine</w:t>
      </w:r>
      <w:r w:rsidR="002C50B2">
        <w:t xml:space="preserve">, </w:t>
      </w:r>
      <w:r w:rsidRPr="00275B88">
        <w:t>entendit sans doute un bruit insolite</w:t>
      </w:r>
      <w:r w:rsidR="002C50B2">
        <w:t xml:space="preserve">, </w:t>
      </w:r>
      <w:r w:rsidRPr="00275B88">
        <w:t>car</w:t>
      </w:r>
      <w:r w:rsidR="002C50B2">
        <w:t xml:space="preserve">, </w:t>
      </w:r>
      <w:r w:rsidRPr="00275B88">
        <w:t>tout doucement</w:t>
      </w:r>
      <w:r w:rsidR="002C50B2">
        <w:t xml:space="preserve">, </w:t>
      </w:r>
      <w:r w:rsidRPr="00275B88">
        <w:t>il se leva et regarda autour de lui</w:t>
      </w:r>
      <w:r w:rsidR="002C50B2">
        <w:t xml:space="preserve">. </w:t>
      </w:r>
      <w:r w:rsidRPr="00275B88">
        <w:t>Il lui sembla que l</w:t>
      </w:r>
      <w:r w:rsidR="002C50B2">
        <w:t>’</w:t>
      </w:r>
      <w:r w:rsidRPr="00275B88">
        <w:t>un des inspecteurs qui se dissimulait derrière une statue chancelait comme s</w:t>
      </w:r>
      <w:r w:rsidR="002C50B2">
        <w:t>’</w:t>
      </w:r>
      <w:r w:rsidRPr="00275B88">
        <w:t>il était pris d</w:t>
      </w:r>
      <w:r w:rsidR="002C50B2">
        <w:t>’</w:t>
      </w:r>
      <w:r w:rsidRPr="00275B88">
        <w:t>un subit étourdissement</w:t>
      </w:r>
      <w:r w:rsidR="002C50B2">
        <w:t xml:space="preserve">. </w:t>
      </w:r>
      <w:r w:rsidRPr="00275B88">
        <w:t>En proie lui</w:t>
      </w:r>
      <w:r>
        <w:t>-</w:t>
      </w:r>
      <w:r w:rsidRPr="00275B88">
        <w:t>même à un malaise indéfinissable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sortit de la vasque</w:t>
      </w:r>
      <w:r w:rsidR="002C50B2">
        <w:t xml:space="preserve">. </w:t>
      </w:r>
      <w:r w:rsidRPr="00275B88">
        <w:t>Au même instant</w:t>
      </w:r>
      <w:r w:rsidR="002C50B2">
        <w:t xml:space="preserve">, </w:t>
      </w:r>
      <w:r w:rsidRPr="00275B88">
        <w:t>son agent</w:t>
      </w:r>
      <w:r w:rsidR="002C50B2">
        <w:t xml:space="preserve">, </w:t>
      </w:r>
      <w:r w:rsidRPr="00275B88">
        <w:t>comme assommé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écroulait sur les dalles</w:t>
      </w:r>
      <w:r w:rsidR="002C50B2">
        <w:t xml:space="preserve">. </w:t>
      </w:r>
      <w:r w:rsidRPr="00275B88">
        <w:t>La tête lourde</w:t>
      </w:r>
      <w:r w:rsidR="002C50B2">
        <w:t xml:space="preserve">, </w:t>
      </w:r>
      <w:r w:rsidRPr="00275B88">
        <w:t>les jambes de plomb</w:t>
      </w:r>
      <w:r w:rsidR="002C50B2">
        <w:t xml:space="preserve">, </w:t>
      </w:r>
      <w:r w:rsidRPr="00275B88">
        <w:t>à demi suffoqué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>approcha de lui</w:t>
      </w:r>
      <w:r w:rsidR="002C50B2">
        <w:t xml:space="preserve">. </w:t>
      </w:r>
      <w:r w:rsidRPr="00275B88">
        <w:t>En même temps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autre inspecteur sortait de sa cachette</w:t>
      </w:r>
      <w:r w:rsidR="002C50B2">
        <w:t xml:space="preserve">, </w:t>
      </w:r>
      <w:r w:rsidRPr="00275B88">
        <w:t>titubant</w:t>
      </w:r>
      <w:r w:rsidR="002C50B2">
        <w:t xml:space="preserve">, </w:t>
      </w:r>
      <w:r w:rsidRPr="00275B88">
        <w:t>lui aussi</w:t>
      </w:r>
      <w:r w:rsidR="002C50B2">
        <w:t xml:space="preserve">, </w:t>
      </w:r>
      <w:r w:rsidRPr="00275B88">
        <w:t>comme un homme ivre</w:t>
      </w:r>
      <w:r w:rsidR="002C50B2">
        <w:t xml:space="preserve">. </w:t>
      </w:r>
      <w:proofErr w:type="spellStart"/>
      <w:r w:rsidRPr="00275B88">
        <w:t>Ménardier</w:t>
      </w:r>
      <w:proofErr w:type="spellEnd"/>
      <w:r w:rsidRPr="00275B88">
        <w:t xml:space="preserve"> le considéra avec stupeur</w:t>
      </w:r>
      <w:r w:rsidR="002C50B2">
        <w:t xml:space="preserve">. </w:t>
      </w:r>
      <w:r w:rsidRPr="00275B88">
        <w:t>En un geste instinctif</w:t>
      </w:r>
      <w:r w:rsidR="002C50B2">
        <w:t xml:space="preserve">, </w:t>
      </w:r>
      <w:r w:rsidRPr="00275B88">
        <w:t>il le saisit par le bras</w:t>
      </w:r>
      <w:r w:rsidR="002C50B2">
        <w:t xml:space="preserve">, </w:t>
      </w:r>
      <w:r w:rsidRPr="00275B88">
        <w:t>mais l</w:t>
      </w:r>
      <w:r w:rsidR="002C50B2">
        <w:t>’</w:t>
      </w:r>
      <w:r w:rsidRPr="00275B88">
        <w:t>homme glissa sur le sol</w:t>
      </w:r>
      <w:r w:rsidR="002C50B2">
        <w:t xml:space="preserve">, </w:t>
      </w:r>
      <w:r w:rsidRPr="00275B88">
        <w:t>à côté de son collègue</w:t>
      </w:r>
      <w:r w:rsidR="002C50B2">
        <w:t xml:space="preserve">, </w:t>
      </w:r>
      <w:r w:rsidRPr="00275B88">
        <w:t>près duquel il demeura étendu</w:t>
      </w:r>
      <w:r w:rsidR="002C50B2">
        <w:t xml:space="preserve">, </w:t>
      </w:r>
      <w:r w:rsidRPr="00275B88">
        <w:t>inanimé</w:t>
      </w:r>
      <w:r w:rsidR="002C50B2">
        <w:t xml:space="preserve">. </w:t>
      </w:r>
      <w:r w:rsidRPr="00275B88">
        <w:t>Se raidissant contre la torpeur qui l</w:t>
      </w:r>
      <w:r w:rsidR="002C50B2">
        <w:t>’</w:t>
      </w:r>
      <w:r w:rsidRPr="00275B88">
        <w:t>envahissait</w:t>
      </w:r>
      <w:r w:rsidR="002C50B2">
        <w:t xml:space="preserve">, </w:t>
      </w:r>
      <w:r w:rsidRPr="00275B88">
        <w:t>le limier voulut faire quelques pas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soudain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sidéré</w:t>
      </w:r>
      <w:r w:rsidR="002C50B2">
        <w:t xml:space="preserve">… </w:t>
      </w:r>
      <w:r w:rsidRPr="00275B88">
        <w:t xml:space="preserve">Un spectre effrayant </w:t>
      </w:r>
      <w:r w:rsidRPr="00275B88">
        <w:lastRenderedPageBreak/>
        <w:t>venait de surgir de l</w:t>
      </w:r>
      <w:r w:rsidR="002C50B2">
        <w:t>’</w:t>
      </w:r>
      <w:r w:rsidRPr="00275B88">
        <w:t>ombre et s</w:t>
      </w:r>
      <w:r w:rsidR="002C50B2">
        <w:t>’</w:t>
      </w:r>
      <w:r w:rsidRPr="00275B88">
        <w:t>avançait lentement vers lui</w:t>
      </w:r>
      <w:r w:rsidR="002C50B2">
        <w:t xml:space="preserve">, </w:t>
      </w:r>
      <w:r w:rsidRPr="00275B88">
        <w:t>du pas automatique d</w:t>
      </w:r>
      <w:r w:rsidR="002C50B2">
        <w:t>’</w:t>
      </w:r>
      <w:r w:rsidRPr="00275B88">
        <w:t>un halluciné</w:t>
      </w:r>
      <w:r w:rsidR="002C50B2">
        <w:t xml:space="preserve">… </w:t>
      </w:r>
      <w:r w:rsidRPr="00275B88">
        <w:t>Machinalement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porta la main vers sa poche à revolver</w:t>
      </w:r>
      <w:r w:rsidR="002C50B2">
        <w:t xml:space="preserve">… </w:t>
      </w:r>
      <w:r w:rsidRPr="00275B88">
        <w:t>Mais il n</w:t>
      </w:r>
      <w:r w:rsidR="002C50B2">
        <w:t>’</w:t>
      </w:r>
      <w:r w:rsidRPr="00275B88">
        <w:t>eut pas le temps de saisir son arme</w:t>
      </w:r>
      <w:r w:rsidR="002C50B2">
        <w:t xml:space="preserve">… </w:t>
      </w:r>
      <w:r w:rsidRPr="00275B88">
        <w:t>Le Fantôme était près de lui</w:t>
      </w:r>
      <w:r w:rsidR="002C50B2">
        <w:t xml:space="preserve">, </w:t>
      </w:r>
      <w:r w:rsidRPr="00275B88">
        <w:t>un poignard à la main</w:t>
      </w:r>
      <w:r w:rsidR="002C50B2">
        <w:t xml:space="preserve">. </w:t>
      </w:r>
      <w:r w:rsidRPr="00275B88">
        <w:t>Rassemblant ses dernières forces</w:t>
      </w:r>
      <w:r w:rsidR="002C50B2">
        <w:t xml:space="preserve">, </w:t>
      </w:r>
      <w:r w:rsidRPr="00275B88">
        <w:t>qui semblaient prêtes à l</w:t>
      </w:r>
      <w:r w:rsidR="002C50B2">
        <w:t>’</w:t>
      </w:r>
      <w:r w:rsidRPr="00275B88">
        <w:t>abandonner</w:t>
      </w:r>
      <w:r w:rsidR="002C50B2">
        <w:t xml:space="preserve">, </w:t>
      </w:r>
      <w:r w:rsidRPr="00275B88">
        <w:t>le policier saisit le bras menaçant de Belphégor et</w:t>
      </w:r>
      <w:r w:rsidR="002C50B2">
        <w:t xml:space="preserve">, </w:t>
      </w:r>
      <w:r w:rsidRPr="00275B88">
        <w:t>en même temps</w:t>
      </w:r>
      <w:r w:rsidR="002C50B2">
        <w:t xml:space="preserve">, </w:t>
      </w:r>
      <w:r w:rsidRPr="00275B88">
        <w:t>il releva brusquement le capuchon qui lui masquait entièrement la tête</w:t>
      </w:r>
      <w:r w:rsidR="002C50B2">
        <w:t>.</w:t>
      </w:r>
    </w:p>
    <w:p w14:paraId="6A664F67" w14:textId="77777777" w:rsidR="002C50B2" w:rsidRDefault="00C77A4E" w:rsidP="002C50B2">
      <w:r w:rsidRPr="00275B88">
        <w:t>Un cri</w:t>
      </w:r>
      <w:r w:rsidR="002C50B2">
        <w:t xml:space="preserve">, </w:t>
      </w:r>
      <w:r w:rsidRPr="00275B88">
        <w:t>un râle plutôt</w:t>
      </w:r>
      <w:r w:rsidR="002C50B2">
        <w:t xml:space="preserve">, </w:t>
      </w:r>
      <w:r w:rsidRPr="00275B88">
        <w:t>lui échappa</w:t>
      </w:r>
      <w:r w:rsidR="002C50B2">
        <w:t>…</w:t>
      </w:r>
    </w:p>
    <w:p w14:paraId="2BF3F4FA" w14:textId="77777777" w:rsidR="002C50B2" w:rsidRDefault="00C77A4E" w:rsidP="002C50B2">
      <w:r w:rsidRPr="00275B88">
        <w:t>Le mystérieux bandit portait un masque contre les gaz asphyxiants</w:t>
      </w:r>
      <w:r w:rsidR="002C50B2">
        <w:t>.</w:t>
      </w:r>
    </w:p>
    <w:p w14:paraId="1AE26CC3" w14:textId="77777777" w:rsidR="002C50B2" w:rsidRDefault="00C77A4E" w:rsidP="002C50B2">
      <w:r w:rsidRPr="00275B88">
        <w:t>D</w:t>
      </w:r>
      <w:r w:rsidR="002C50B2">
        <w:t>’</w:t>
      </w:r>
      <w:r w:rsidRPr="00275B88">
        <w:t>un bond en arrière</w:t>
      </w:r>
      <w:r w:rsidR="002C50B2">
        <w:t xml:space="preserve">, </w:t>
      </w:r>
      <w:r w:rsidRPr="00275B88">
        <w:t>le Fantôme se dégagea</w:t>
      </w:r>
      <w:r w:rsidR="002C50B2">
        <w:t xml:space="preserve">… </w:t>
      </w:r>
      <w:proofErr w:type="spellStart"/>
      <w:r w:rsidRPr="00275B88">
        <w:t>Ménardier</w:t>
      </w:r>
      <w:proofErr w:type="spellEnd"/>
      <w:r w:rsidRPr="00275B88">
        <w:t xml:space="preserve"> voulut s</w:t>
      </w:r>
      <w:r w:rsidR="002C50B2">
        <w:t>’</w:t>
      </w:r>
      <w:r w:rsidRPr="00275B88">
        <w:t>élancer sur lui</w:t>
      </w:r>
      <w:r w:rsidR="002C50B2">
        <w:t xml:space="preserve">, </w:t>
      </w:r>
      <w:r w:rsidRPr="00275B88">
        <w:t>mais battant l</w:t>
      </w:r>
      <w:r w:rsidR="002C50B2">
        <w:t>’</w:t>
      </w:r>
      <w:r w:rsidRPr="00275B88">
        <w:t>air de ses bras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écroula</w:t>
      </w:r>
      <w:r w:rsidR="002C50B2">
        <w:t xml:space="preserve">, </w:t>
      </w:r>
      <w:r w:rsidRPr="00275B88">
        <w:t>évanoui</w:t>
      </w:r>
      <w:r w:rsidR="002C50B2">
        <w:t xml:space="preserve">, </w:t>
      </w:r>
      <w:r w:rsidRPr="00275B88">
        <w:t>près des corps des deux hommes qui</w:t>
      </w:r>
      <w:r w:rsidR="002C50B2">
        <w:t xml:space="preserve">, </w:t>
      </w:r>
      <w:r w:rsidRPr="00275B88">
        <w:t>ainsi que lui</w:t>
      </w:r>
      <w:r>
        <w:t>-</w:t>
      </w:r>
      <w:r w:rsidRPr="00275B88">
        <w:t>même</w:t>
      </w:r>
      <w:r w:rsidR="002C50B2">
        <w:t xml:space="preserve">, </w:t>
      </w:r>
      <w:r w:rsidRPr="00275B88">
        <w:t>ne donnaient plus signe de vie</w:t>
      </w:r>
      <w:r w:rsidR="002C50B2">
        <w:t>.</w:t>
      </w:r>
    </w:p>
    <w:p w14:paraId="0F8792F1" w14:textId="77777777" w:rsidR="002C50B2" w:rsidRDefault="00C77A4E" w:rsidP="002C50B2">
      <w:r w:rsidRPr="00275B88">
        <w:t>Tour à tour</w:t>
      </w:r>
      <w:r w:rsidR="002C50B2">
        <w:t xml:space="preserve">, </w:t>
      </w:r>
      <w:r w:rsidRPr="00275B88">
        <w:t>Belphégor se pencha au</w:t>
      </w:r>
      <w:r>
        <w:t>-</w:t>
      </w:r>
      <w:r w:rsidRPr="00275B88">
        <w:t>dessus des trois inspecteurs</w:t>
      </w:r>
      <w:r w:rsidR="002C50B2">
        <w:t xml:space="preserve">… </w:t>
      </w:r>
      <w:r w:rsidRPr="00275B88">
        <w:t>et certain qu</w:t>
      </w:r>
      <w:r w:rsidR="002C50B2">
        <w:t>’</w:t>
      </w:r>
      <w:r w:rsidRPr="00275B88">
        <w:t>ils étaient immobilisés pour un long moment</w:t>
      </w:r>
      <w:r w:rsidR="002C50B2">
        <w:t xml:space="preserve">, </w:t>
      </w:r>
      <w:r w:rsidRPr="00275B88">
        <w:t>il fit entendre un bref sifflement</w:t>
      </w:r>
      <w:r w:rsidR="002C50B2">
        <w:t xml:space="preserve">. </w:t>
      </w:r>
      <w:r w:rsidRPr="00275B88">
        <w:t>Le bossu et l</w:t>
      </w:r>
      <w:r w:rsidR="002C50B2">
        <w:t>’</w:t>
      </w:r>
      <w:r w:rsidRPr="00275B88">
        <w:t>homme à la salopette apparurent</w:t>
      </w:r>
      <w:r w:rsidR="002C50B2">
        <w:t xml:space="preserve">. </w:t>
      </w:r>
      <w:r w:rsidRPr="00275B88">
        <w:t>Chacun d</w:t>
      </w:r>
      <w:r w:rsidR="002C50B2">
        <w:t>’</w:t>
      </w:r>
      <w:r w:rsidRPr="00275B88">
        <w:t>eux portait un masque exactement semblable à celui de Belphégor</w:t>
      </w:r>
      <w:r w:rsidR="002C50B2">
        <w:t xml:space="preserve">, </w:t>
      </w:r>
      <w:r w:rsidRPr="00275B88">
        <w:t>et qui les protégeait contre les émanations grâce auxquelles le Fantôme du Louvre avait réussi à endormir profondément les trois policiers</w:t>
      </w:r>
      <w:r w:rsidR="002C50B2">
        <w:t>…</w:t>
      </w:r>
    </w:p>
    <w:p w14:paraId="70DD6F48" w14:textId="77777777" w:rsidR="002C50B2" w:rsidRDefault="00C77A4E" w:rsidP="002C50B2">
      <w:r w:rsidRPr="00275B88">
        <w:t>Frôlant d</w:t>
      </w:r>
      <w:r w:rsidR="002C50B2">
        <w:t>’</w:t>
      </w:r>
      <w:r w:rsidRPr="00275B88">
        <w:t>un pas ouaté les mosaïques de la salle</w:t>
      </w:r>
      <w:r w:rsidR="002C50B2">
        <w:t xml:space="preserve">, </w:t>
      </w:r>
      <w:r w:rsidRPr="00275B88">
        <w:t>les trois personnages s</w:t>
      </w:r>
      <w:r w:rsidR="002C50B2">
        <w:t>’</w:t>
      </w:r>
      <w:r w:rsidRPr="00275B88">
        <w:t>approchèrent de la statue du dieu des Moabites qui gisait toujours à la même place</w:t>
      </w:r>
      <w:r w:rsidR="002C50B2">
        <w:t xml:space="preserve">. </w:t>
      </w:r>
      <w:r w:rsidRPr="00275B88">
        <w:t>Mais ils ne s</w:t>
      </w:r>
      <w:r w:rsidR="002C50B2">
        <w:t>’</w:t>
      </w:r>
      <w:r w:rsidRPr="00275B88">
        <w:t>y attardèrent point</w:t>
      </w:r>
      <w:r w:rsidR="002C50B2">
        <w:t xml:space="preserve">. </w:t>
      </w:r>
      <w:r w:rsidRPr="00275B88">
        <w:t>Sur un signe du Fantôme</w:t>
      </w:r>
      <w:r w:rsidR="002C50B2">
        <w:t xml:space="preserve">, </w:t>
      </w:r>
      <w:r w:rsidRPr="00275B88">
        <w:t>les deux acolytes saisirent à bras</w:t>
      </w:r>
      <w:r>
        <w:t>-</w:t>
      </w:r>
      <w:r w:rsidRPr="00275B88">
        <w:t>le</w:t>
      </w:r>
      <w:r>
        <w:t>-</w:t>
      </w:r>
      <w:r w:rsidRPr="00275B88">
        <w:t>corps le socle de la statue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non sans effort</w:t>
      </w:r>
      <w:r w:rsidR="002C50B2">
        <w:t xml:space="preserve">, </w:t>
      </w:r>
      <w:r w:rsidRPr="00275B88">
        <w:t>mais habilement</w:t>
      </w:r>
      <w:r w:rsidR="002C50B2">
        <w:t xml:space="preserve">, </w:t>
      </w:r>
      <w:r w:rsidRPr="00275B88">
        <w:t>silencieusement</w:t>
      </w:r>
      <w:r w:rsidR="002C50B2">
        <w:t xml:space="preserve">, </w:t>
      </w:r>
      <w:r w:rsidRPr="00275B88">
        <w:t>ils le poussèrent de côté</w:t>
      </w:r>
      <w:r w:rsidR="002C50B2">
        <w:t xml:space="preserve">, </w:t>
      </w:r>
      <w:r w:rsidRPr="00275B88">
        <w:t>de façon à découvrir la partie des dalles sur lesquelles il reposait</w:t>
      </w:r>
      <w:r w:rsidR="002C50B2">
        <w:t>.</w:t>
      </w:r>
    </w:p>
    <w:p w14:paraId="62DAF791" w14:textId="77777777" w:rsidR="002C50B2" w:rsidRDefault="00C77A4E" w:rsidP="002C50B2">
      <w:r w:rsidRPr="00275B88">
        <w:lastRenderedPageBreak/>
        <w:t>Pendant cette délicate opération</w:t>
      </w:r>
      <w:r w:rsidR="002C50B2">
        <w:t xml:space="preserve">, </w:t>
      </w:r>
      <w:r w:rsidRPr="00275B88">
        <w:t>qui demanda plusieurs minutes</w:t>
      </w:r>
      <w:r w:rsidR="002C50B2">
        <w:t xml:space="preserve">, </w:t>
      </w:r>
      <w:r w:rsidRPr="00275B88">
        <w:t>le Fantôme demeura immobile</w:t>
      </w:r>
      <w:r w:rsidR="002C50B2">
        <w:t xml:space="preserve">… </w:t>
      </w:r>
      <w:r w:rsidRPr="00275B88">
        <w:t xml:space="preserve">les yeux rivés sur </w:t>
      </w:r>
      <w:proofErr w:type="spellStart"/>
      <w:r w:rsidRPr="00275B88">
        <w:t>Ménardier</w:t>
      </w:r>
      <w:proofErr w:type="spellEnd"/>
      <w:r w:rsidRPr="00275B88">
        <w:t xml:space="preserve"> et ses agents</w:t>
      </w:r>
      <w:r w:rsidR="002C50B2">
        <w:t xml:space="preserve">, </w:t>
      </w:r>
      <w:r w:rsidRPr="00275B88">
        <w:t>qui semblaient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aussi rigides que les images de marbre et de pierre qui les entouraient</w:t>
      </w:r>
      <w:r w:rsidR="002C50B2">
        <w:t xml:space="preserve">… </w:t>
      </w:r>
      <w:r w:rsidRPr="00275B88">
        <w:t>Ce fut seulement lorsque le socle eut laissé entièrement apparaître l</w:t>
      </w:r>
      <w:r w:rsidR="002C50B2">
        <w:t>’</w:t>
      </w:r>
      <w:r w:rsidRPr="00275B88">
        <w:t>emplacement qu</w:t>
      </w:r>
      <w:r w:rsidR="002C50B2">
        <w:t>’</w:t>
      </w:r>
      <w:r w:rsidRPr="00275B88">
        <w:t>il recouvrait</w:t>
      </w:r>
      <w:r w:rsidR="002C50B2">
        <w:t xml:space="preserve">, </w:t>
      </w:r>
      <w:r w:rsidRPr="00275B88">
        <w:t>que Belphégor regarda à terre</w:t>
      </w:r>
      <w:r w:rsidR="002C50B2">
        <w:t xml:space="preserve">. </w:t>
      </w:r>
      <w:r w:rsidRPr="00275B88">
        <w:t>Éclairé par le rayonnement de la lampe électrique que le bossu avait rallumée</w:t>
      </w:r>
      <w:r w:rsidR="002C50B2">
        <w:t xml:space="preserve">, </w:t>
      </w:r>
      <w:r w:rsidRPr="00275B88">
        <w:t>il fixa le rectangle plus clair</w:t>
      </w:r>
      <w:r w:rsidR="002C50B2">
        <w:t xml:space="preserve">, </w:t>
      </w:r>
      <w:r w:rsidRPr="00275B88">
        <w:t>moins patiné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offrait à son attention</w:t>
      </w:r>
      <w:r w:rsidR="002C50B2">
        <w:t>.</w:t>
      </w:r>
    </w:p>
    <w:p w14:paraId="2992F9BF" w14:textId="77777777" w:rsidR="002C50B2" w:rsidRDefault="00C77A4E" w:rsidP="002C50B2">
      <w:r w:rsidRPr="00275B88">
        <w:t>Bientôt il se pencha</w:t>
      </w:r>
      <w:r w:rsidR="002C50B2">
        <w:t xml:space="preserve">. </w:t>
      </w:r>
      <w:r w:rsidRPr="00275B88">
        <w:t>Son doigt ganté de noir s</w:t>
      </w:r>
      <w:r w:rsidR="002C50B2">
        <w:t>’</w:t>
      </w:r>
      <w:r w:rsidRPr="00275B88">
        <w:t>en fut vers une fleur de lis qui occupait le centre d</w:t>
      </w:r>
      <w:r w:rsidR="002C50B2">
        <w:t>’</w:t>
      </w:r>
      <w:r w:rsidRPr="00275B88">
        <w:t>une mosaïque représentant le blason des Valois et s</w:t>
      </w:r>
      <w:r w:rsidR="002C50B2">
        <w:t>’</w:t>
      </w:r>
      <w:r w:rsidRPr="00275B88">
        <w:t>y appuya avec force</w:t>
      </w:r>
      <w:r w:rsidR="002C50B2">
        <w:t xml:space="preserve">… </w:t>
      </w:r>
      <w:r w:rsidRPr="00275B88">
        <w:t>Lentement et sans bruit</w:t>
      </w:r>
      <w:r w:rsidR="002C50B2">
        <w:t xml:space="preserve">, </w:t>
      </w:r>
      <w:r w:rsidRPr="00275B88">
        <w:t xml:space="preserve">comme celle de </w:t>
      </w:r>
      <w:proofErr w:type="spellStart"/>
      <w:r w:rsidRPr="00275B88">
        <w:t>Saint</w:t>
      </w:r>
      <w:r>
        <w:t>-</w:t>
      </w:r>
      <w:r w:rsidRPr="00275B88">
        <w:t>Germain</w:t>
      </w:r>
      <w:r>
        <w:t>-</w:t>
      </w:r>
      <w:r w:rsidRPr="00275B88">
        <w:t>l</w:t>
      </w:r>
      <w:r w:rsidR="002C50B2">
        <w:t>’</w:t>
      </w:r>
      <w:r w:rsidRPr="00275B88">
        <w:t>Auxerrois</w:t>
      </w:r>
      <w:proofErr w:type="spellEnd"/>
      <w:r w:rsidR="002C50B2">
        <w:t xml:space="preserve">, </w:t>
      </w:r>
      <w:r w:rsidRPr="00275B88">
        <w:t>la dalle bascula</w:t>
      </w:r>
      <w:r w:rsidR="002C50B2">
        <w:t xml:space="preserve">, </w:t>
      </w:r>
      <w:r w:rsidRPr="00275B88">
        <w:t>démasquant un trou noir qui se prolongeait sous le sol</w:t>
      </w:r>
      <w:r w:rsidR="002C50B2">
        <w:t>.</w:t>
      </w:r>
    </w:p>
    <w:p w14:paraId="0A57A6C9" w14:textId="77777777" w:rsidR="002C50B2" w:rsidRDefault="00C77A4E" w:rsidP="002C50B2">
      <w:r w:rsidRPr="00275B88">
        <w:t>Belphégor s</w:t>
      </w:r>
      <w:r w:rsidR="002C50B2">
        <w:t>’</w:t>
      </w:r>
      <w:r w:rsidRPr="00275B88">
        <w:t>empara de la lampe du bossu et la promena à l</w:t>
      </w:r>
      <w:r w:rsidR="002C50B2">
        <w:t>’</w:t>
      </w:r>
      <w:r w:rsidRPr="00275B88">
        <w:t>intérieur de l</w:t>
      </w:r>
      <w:r w:rsidR="002C50B2">
        <w:t>’</w:t>
      </w:r>
      <w:r w:rsidRPr="00275B88">
        <w:t>excavation</w:t>
      </w:r>
      <w:r w:rsidR="002C50B2">
        <w:t xml:space="preserve">, </w:t>
      </w:r>
      <w:r w:rsidRPr="00275B88">
        <w:t>au fond de laquelle gisait un coffre assez volumineux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se relevant</w:t>
      </w:r>
      <w:r w:rsidR="002C50B2">
        <w:t xml:space="preserve">, </w:t>
      </w:r>
      <w:r w:rsidRPr="00275B88">
        <w:t>il adressa un simple signe à ses deux complices qui s</w:t>
      </w:r>
      <w:r w:rsidR="002C50B2">
        <w:t>’</w:t>
      </w:r>
      <w:r w:rsidRPr="00275B88">
        <w:t>étendirent tout de leur long de chaque côté de l</w:t>
      </w:r>
      <w:r w:rsidR="002C50B2">
        <w:t>’</w:t>
      </w:r>
      <w:r w:rsidRPr="00275B88">
        <w:t>orifice et y plongèrent chacun un bras</w:t>
      </w:r>
      <w:r w:rsidR="002C50B2">
        <w:t>…</w:t>
      </w:r>
    </w:p>
    <w:p w14:paraId="048CAA8D" w14:textId="77777777" w:rsidR="002C50B2" w:rsidRDefault="00C77A4E" w:rsidP="002C50B2">
      <w:r w:rsidRPr="00275B88">
        <w:t>Leurs mains rencontrèrent et saisirent les poignées métalliques fixées aux deux extrémités du coffre que</w:t>
      </w:r>
      <w:r w:rsidR="002C50B2">
        <w:t xml:space="preserve">, </w:t>
      </w:r>
      <w:r w:rsidRPr="00275B88">
        <w:t>non sans peine</w:t>
      </w:r>
      <w:r w:rsidR="002C50B2">
        <w:t xml:space="preserve"> – </w:t>
      </w:r>
      <w:r w:rsidRPr="00275B88">
        <w:t>car il était fort lourd</w:t>
      </w:r>
      <w:r w:rsidR="002C50B2">
        <w:t xml:space="preserve"> – </w:t>
      </w:r>
      <w:r w:rsidRPr="00275B88">
        <w:t>ils retirèrent de sa cachette et déposèrent près de la statue renversée</w:t>
      </w:r>
      <w:r w:rsidR="002C50B2">
        <w:t xml:space="preserve">. </w:t>
      </w:r>
      <w:r w:rsidRPr="00275B88">
        <w:t>Avec sa lampe électrique</w:t>
      </w:r>
      <w:r w:rsidR="002C50B2">
        <w:t xml:space="preserve">, </w:t>
      </w:r>
      <w:r w:rsidRPr="00275B88">
        <w:t>le Fantôme l</w:t>
      </w:r>
      <w:r w:rsidR="002C50B2">
        <w:t>’</w:t>
      </w:r>
      <w:r w:rsidRPr="00275B88">
        <w:t>examina</w:t>
      </w:r>
      <w:r w:rsidR="002C50B2">
        <w:t>.</w:t>
      </w:r>
    </w:p>
    <w:p w14:paraId="3FA90E02" w14:textId="77777777" w:rsidR="002C50B2" w:rsidRDefault="00C77A4E" w:rsidP="002C50B2">
      <w:r w:rsidRPr="00275B88">
        <w:t>Sur le couvercle en cuir de Cordoue</w:t>
      </w:r>
      <w:r w:rsidR="002C50B2">
        <w:t xml:space="preserve">, </w:t>
      </w:r>
      <w:r w:rsidRPr="00275B88">
        <w:t>que fermaient de solides ferrures rouillées</w:t>
      </w:r>
      <w:r w:rsidR="002C50B2">
        <w:t xml:space="preserve">, </w:t>
      </w:r>
      <w:r w:rsidRPr="00275B88">
        <w:t>il aperçut</w:t>
      </w:r>
      <w:r w:rsidR="002C50B2">
        <w:t xml:space="preserve">, </w:t>
      </w:r>
      <w:r w:rsidRPr="00275B88">
        <w:t>à demi effacées</w:t>
      </w:r>
      <w:r w:rsidR="002C50B2">
        <w:t xml:space="preserve">, </w:t>
      </w:r>
      <w:r w:rsidRPr="00275B88">
        <w:t>des armes royales</w:t>
      </w:r>
      <w:r w:rsidR="002C50B2">
        <w:t xml:space="preserve">, </w:t>
      </w:r>
      <w:r w:rsidRPr="00275B88">
        <w:t>au</w:t>
      </w:r>
      <w:r>
        <w:t>-</w:t>
      </w:r>
      <w:r w:rsidRPr="00275B88">
        <w:t>dessus desquelles on pouvait encore déchiffrer les initiales en or terni d</w:t>
      </w:r>
      <w:r w:rsidR="002C50B2">
        <w:t>’</w:t>
      </w:r>
      <w:r w:rsidRPr="00275B88">
        <w:t>Henri III</w:t>
      </w:r>
      <w:r w:rsidR="002C50B2">
        <w:t xml:space="preserve">, </w:t>
      </w:r>
      <w:r w:rsidRPr="00275B88">
        <w:t>roi de France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une des quatre serrures d</w:t>
      </w:r>
      <w:r w:rsidR="002C50B2">
        <w:t>’</w:t>
      </w:r>
      <w:r w:rsidRPr="00275B88">
        <w:t>angle était presque entièrement détachée</w:t>
      </w:r>
      <w:r w:rsidR="002C50B2">
        <w:t>…</w:t>
      </w:r>
    </w:p>
    <w:p w14:paraId="1E7A258B" w14:textId="77777777" w:rsidR="002C50B2" w:rsidRDefault="00C77A4E" w:rsidP="002C50B2">
      <w:r w:rsidRPr="00275B88">
        <w:lastRenderedPageBreak/>
        <w:t>Belphégor l</w:t>
      </w:r>
      <w:r w:rsidR="002C50B2">
        <w:t>’</w:t>
      </w:r>
      <w:r w:rsidRPr="00275B88">
        <w:t>arracha tout à fait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examina</w:t>
      </w:r>
      <w:r w:rsidR="002C50B2">
        <w:t xml:space="preserve">, </w:t>
      </w:r>
      <w:r w:rsidRPr="00275B88">
        <w:t>réfléchit un instant</w:t>
      </w:r>
      <w:r w:rsidR="002C50B2">
        <w:t xml:space="preserve">, </w:t>
      </w:r>
      <w:r w:rsidRPr="00275B88">
        <w:t>puis</w:t>
      </w:r>
      <w:r w:rsidR="002C50B2">
        <w:t xml:space="preserve">, </w:t>
      </w:r>
      <w:r w:rsidRPr="00275B88">
        <w:t>sans prononcer un mot</w:t>
      </w:r>
      <w:r w:rsidR="002C50B2">
        <w:t xml:space="preserve">, </w:t>
      </w:r>
      <w:r w:rsidRPr="00275B88">
        <w:t>il désigna simplement l</w:t>
      </w:r>
      <w:r w:rsidR="002C50B2">
        <w:t>’</w:t>
      </w:r>
      <w:r w:rsidRPr="00275B88">
        <w:t>entrée de la salle au bossu et à l</w:t>
      </w:r>
      <w:r w:rsidR="002C50B2">
        <w:t>’</w:t>
      </w:r>
      <w:r w:rsidRPr="00275B88">
        <w:t>homme à la salopette</w:t>
      </w:r>
      <w:r w:rsidR="002C50B2">
        <w:t xml:space="preserve">… </w:t>
      </w:r>
      <w:r w:rsidRPr="00275B88">
        <w:t>Ce dernier s</w:t>
      </w:r>
      <w:r w:rsidR="002C50B2">
        <w:t>’</w:t>
      </w:r>
      <w:r w:rsidRPr="00275B88">
        <w:t>empara du coffre et le chargea sur ses épaules</w:t>
      </w:r>
      <w:r w:rsidR="002C50B2">
        <w:t xml:space="preserve">, </w:t>
      </w:r>
      <w:r w:rsidRPr="00275B88">
        <w:t>qui ployèrent légèrement sous le poids</w:t>
      </w:r>
      <w:r w:rsidR="002C50B2">
        <w:t xml:space="preserve">. </w:t>
      </w:r>
      <w:r w:rsidRPr="00275B88">
        <w:t>Alors</w:t>
      </w:r>
      <w:r w:rsidR="002C50B2">
        <w:t xml:space="preserve">, </w:t>
      </w:r>
      <w:r w:rsidRPr="00275B88">
        <w:t>après avoir jeté à terre la ferrure</w:t>
      </w:r>
      <w:r w:rsidR="002C50B2">
        <w:t xml:space="preserve">, </w:t>
      </w:r>
      <w:r w:rsidRPr="00275B88">
        <w:t>le Fantôme</w:t>
      </w:r>
      <w:r w:rsidR="002C50B2">
        <w:t xml:space="preserve">, </w:t>
      </w:r>
      <w:r w:rsidRPr="00275B88">
        <w:t>éclairant la marche</w:t>
      </w:r>
      <w:r w:rsidR="002C50B2">
        <w:t xml:space="preserve">, </w:t>
      </w:r>
      <w:r w:rsidRPr="00275B88">
        <w:t>se dirigea vers la galerie</w:t>
      </w:r>
      <w:r w:rsidR="002C50B2">
        <w:t xml:space="preserve">, </w:t>
      </w:r>
      <w:r w:rsidRPr="00275B88">
        <w:t>suivi par ses deux aides</w:t>
      </w:r>
      <w:r w:rsidR="002C50B2">
        <w:t xml:space="preserve">. </w:t>
      </w:r>
      <w:r w:rsidRPr="00275B88">
        <w:t>En passant</w:t>
      </w:r>
      <w:r w:rsidR="002C50B2">
        <w:t xml:space="preserve">, </w:t>
      </w:r>
      <w:r w:rsidRPr="00275B88">
        <w:t>le bossu reprit le tube qui était resté sur le seuil</w:t>
      </w:r>
      <w:r w:rsidR="002C50B2">
        <w:t xml:space="preserve">. </w:t>
      </w:r>
      <w:r w:rsidRPr="00275B88">
        <w:t>Tous trois</w:t>
      </w:r>
      <w:r w:rsidR="002C50B2">
        <w:t xml:space="preserve">, </w:t>
      </w:r>
      <w:r w:rsidRPr="00275B88">
        <w:t>tels des ombres</w:t>
      </w:r>
      <w:r w:rsidR="002C50B2">
        <w:t xml:space="preserve">, </w:t>
      </w:r>
      <w:r w:rsidRPr="00275B88">
        <w:t>gravirent l</w:t>
      </w:r>
      <w:r w:rsidR="002C50B2">
        <w:t>’</w:t>
      </w:r>
      <w:r w:rsidRPr="00275B88">
        <w:t xml:space="preserve">escalier de la </w:t>
      </w:r>
      <w:r w:rsidRPr="00275B88">
        <w:rPr>
          <w:i/>
          <w:iCs/>
        </w:rPr>
        <w:t xml:space="preserve">Victoire de Samothrace </w:t>
      </w:r>
      <w:r w:rsidRPr="00275B88">
        <w:t>et atteignirent le palier</w:t>
      </w:r>
      <w:r w:rsidR="002C50B2">
        <w:t>.</w:t>
      </w:r>
    </w:p>
    <w:p w14:paraId="2651BDC0" w14:textId="77777777" w:rsidR="002C50B2" w:rsidRDefault="00C77A4E" w:rsidP="002C50B2">
      <w:r w:rsidRPr="00275B88">
        <w:t>Belphégor fit de nouveau manœuvrer le ressort de l</w:t>
      </w:r>
      <w:r w:rsidR="002C50B2">
        <w:t>’</w:t>
      </w:r>
      <w:r w:rsidRPr="00275B88">
        <w:t>entrée secrète que</w:t>
      </w:r>
      <w:r w:rsidR="002C50B2">
        <w:t xml:space="preserve">, </w:t>
      </w:r>
      <w:r w:rsidRPr="00275B88">
        <w:t>plus perspicace que les historiens et les architectes du Louvre</w:t>
      </w:r>
      <w:r w:rsidR="002C50B2">
        <w:t xml:space="preserve">, </w:t>
      </w:r>
      <w:r w:rsidRPr="00275B88">
        <w:t>il avait su découvrir</w:t>
      </w:r>
      <w:r w:rsidR="002C50B2">
        <w:t>…</w:t>
      </w:r>
    </w:p>
    <w:p w14:paraId="188CDACA" w14:textId="77777777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nos personnages s</w:t>
      </w:r>
      <w:r w:rsidR="002C50B2">
        <w:t>’</w:t>
      </w:r>
      <w:r w:rsidRPr="00275B88">
        <w:t>enfermaient dans la crypte où nous les avons vus tout à l</w:t>
      </w:r>
      <w:r w:rsidR="002C50B2">
        <w:t>’</w:t>
      </w:r>
      <w:r w:rsidRPr="00275B88">
        <w:t>heure se rassembler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dont le front ruisselait de sueur</w:t>
      </w:r>
      <w:r w:rsidR="002C50B2">
        <w:t xml:space="preserve">, </w:t>
      </w:r>
      <w:r w:rsidRPr="00275B88">
        <w:t>déposa à terre le coffre et</w:t>
      </w:r>
      <w:r w:rsidR="002C50B2">
        <w:t xml:space="preserve">, </w:t>
      </w:r>
      <w:r w:rsidRPr="00275B88">
        <w:t>sans perdre une minute</w:t>
      </w:r>
      <w:r w:rsidR="002C50B2">
        <w:t xml:space="preserve">, </w:t>
      </w:r>
      <w:r w:rsidRPr="00275B88">
        <w:t>après avoir</w:t>
      </w:r>
      <w:r w:rsidR="002C50B2">
        <w:t xml:space="preserve">, </w:t>
      </w:r>
      <w:r w:rsidRPr="00275B88">
        <w:t>ainsi que le bossu</w:t>
      </w:r>
      <w:r w:rsidR="002C50B2">
        <w:t xml:space="preserve">, </w:t>
      </w:r>
      <w:r w:rsidRPr="00275B88">
        <w:t>retiré son masque</w:t>
      </w:r>
      <w:r w:rsidR="002C50B2">
        <w:t xml:space="preserve">, </w:t>
      </w:r>
      <w:r w:rsidRPr="00275B88">
        <w:t>il fit sauter les trois serrures à l</w:t>
      </w:r>
      <w:r w:rsidR="002C50B2">
        <w:t>’</w:t>
      </w:r>
      <w:r w:rsidRPr="00275B88">
        <w:t>aide d</w:t>
      </w:r>
      <w:r w:rsidR="002C50B2">
        <w:t>’</w:t>
      </w:r>
      <w:r w:rsidRPr="00275B88">
        <w:t>un ciseau à froid qu</w:t>
      </w:r>
      <w:r w:rsidR="002C50B2">
        <w:t>’</w:t>
      </w:r>
      <w:r w:rsidRPr="00275B88">
        <w:t>il avait pris dans sa poche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vivement</w:t>
      </w:r>
      <w:r w:rsidR="002C50B2">
        <w:t xml:space="preserve">, </w:t>
      </w:r>
      <w:r w:rsidRPr="00275B88">
        <w:t>il souleva le couvercle</w:t>
      </w:r>
      <w:r w:rsidR="002C50B2">
        <w:t xml:space="preserve">… </w:t>
      </w:r>
      <w:r w:rsidRPr="00275B88">
        <w:t>Aussitôt</w:t>
      </w:r>
      <w:r w:rsidR="002C50B2">
        <w:t xml:space="preserve">, </w:t>
      </w:r>
      <w:r w:rsidRPr="00275B88">
        <w:t>le bossu approcha sa lampe électrique et Belphégor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avancé</w:t>
      </w:r>
      <w:r w:rsidR="002C50B2">
        <w:t xml:space="preserve">, </w:t>
      </w:r>
      <w:r w:rsidRPr="00275B88">
        <w:t>ne put réprimer mieux qu</w:t>
      </w:r>
      <w:r w:rsidR="002C50B2">
        <w:t>’</w:t>
      </w:r>
      <w:r w:rsidRPr="00275B88">
        <w:t>une exclamation de surprise</w:t>
      </w:r>
      <w:r w:rsidR="002C50B2">
        <w:t xml:space="preserve">, </w:t>
      </w:r>
      <w:r w:rsidRPr="00275B88">
        <w:t>un cri de victoire</w:t>
      </w:r>
      <w:r w:rsidR="002C50B2">
        <w:t xml:space="preserve">… </w:t>
      </w:r>
      <w:r w:rsidRPr="00275B88">
        <w:t>Le coffre était rempli de bijoux</w:t>
      </w:r>
      <w:r w:rsidR="002C50B2">
        <w:t xml:space="preserve">, </w:t>
      </w:r>
      <w:r w:rsidRPr="00275B88">
        <w:t>de joyaux et de pièces d</w:t>
      </w:r>
      <w:r w:rsidR="002C50B2">
        <w:t>’</w:t>
      </w:r>
      <w:r w:rsidRPr="00275B88">
        <w:t>or</w:t>
      </w:r>
      <w:r w:rsidR="002C50B2">
        <w:t>.</w:t>
      </w:r>
    </w:p>
    <w:p w14:paraId="454DFE25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y plongea la main</w:t>
      </w:r>
      <w:r w:rsidR="002C50B2">
        <w:t xml:space="preserve">… </w:t>
      </w:r>
      <w:r w:rsidRPr="00275B88">
        <w:t>et en retira une poignée d</w:t>
      </w:r>
      <w:r w:rsidR="002C50B2">
        <w:t>’</w:t>
      </w:r>
      <w:r w:rsidRPr="00275B88">
        <w:t>écus</w:t>
      </w:r>
      <w:r w:rsidR="002C50B2">
        <w:t xml:space="preserve">… </w:t>
      </w:r>
      <w:r w:rsidRPr="00275B88">
        <w:t>qui étaient marqués à l</w:t>
      </w:r>
      <w:r w:rsidR="002C50B2">
        <w:t>’</w:t>
      </w:r>
      <w:r w:rsidRPr="00275B88">
        <w:t xml:space="preserve">effigie du roi </w:t>
      </w:r>
      <w:r w:rsidR="002C50B2" w:rsidRPr="00275B88">
        <w:t>Henri</w:t>
      </w:r>
      <w:r w:rsidR="002C50B2">
        <w:t> </w:t>
      </w:r>
      <w:r w:rsidR="002C50B2" w:rsidRPr="00275B88">
        <w:t>III</w:t>
      </w:r>
      <w:r w:rsidR="002C50B2">
        <w:t xml:space="preserve">. </w:t>
      </w:r>
      <w:r w:rsidRPr="00275B88">
        <w:t>Tandis qu</w:t>
      </w:r>
      <w:r w:rsidR="002C50B2">
        <w:t>’</w:t>
      </w:r>
      <w:r w:rsidRPr="00275B88">
        <w:t>il les faisait retomber en cascades</w:t>
      </w:r>
      <w:r w:rsidR="002C50B2">
        <w:t xml:space="preserve">, </w:t>
      </w:r>
      <w:r w:rsidRPr="00275B88">
        <w:t>le bossu</w:t>
      </w:r>
      <w:r w:rsidR="002C50B2">
        <w:t xml:space="preserve">, </w:t>
      </w:r>
      <w:r w:rsidRPr="00275B88">
        <w:t>à son tour</w:t>
      </w:r>
      <w:r w:rsidR="002C50B2">
        <w:t xml:space="preserve">, </w:t>
      </w:r>
      <w:r w:rsidRPr="00275B88">
        <w:t>retirait du coffre une magnifique couronne enrichie de pierreries</w:t>
      </w:r>
      <w:r w:rsidR="002C50B2">
        <w:t>.</w:t>
      </w:r>
    </w:p>
    <w:p w14:paraId="2B7E46BA" w14:textId="77777777" w:rsidR="002C50B2" w:rsidRDefault="002C50B2" w:rsidP="002C50B2">
      <w:r>
        <w:t>— </w:t>
      </w:r>
      <w:r w:rsidR="00C77A4E" w:rsidRPr="00275B88">
        <w:t>Le diadème de Catherine de Médicis</w:t>
      </w:r>
      <w:r>
        <w:t xml:space="preserve"> ! </w:t>
      </w:r>
      <w:r w:rsidR="00C77A4E" w:rsidRPr="00275B88">
        <w:t>murmura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en le faisant admirer au Fantôme</w:t>
      </w:r>
      <w:r>
        <w:t>.</w:t>
      </w:r>
    </w:p>
    <w:p w14:paraId="1D73015B" w14:textId="77777777" w:rsidR="002C50B2" w:rsidRDefault="00C77A4E" w:rsidP="002C50B2">
      <w:r w:rsidRPr="00275B88">
        <w:lastRenderedPageBreak/>
        <w:t>Presque aussitôt</w:t>
      </w:r>
      <w:r w:rsidR="002C50B2">
        <w:t xml:space="preserve">, </w:t>
      </w:r>
      <w:r w:rsidRPr="00275B88">
        <w:t>à voix basse</w:t>
      </w:r>
      <w:r w:rsidR="002C50B2">
        <w:t xml:space="preserve">, </w:t>
      </w:r>
      <w:r w:rsidRPr="00275B88">
        <w:t>mais tout en scandant ses mots d</w:t>
      </w:r>
      <w:r w:rsidR="002C50B2">
        <w:t>’</w:t>
      </w:r>
      <w:r w:rsidRPr="00275B88">
        <w:t>un geste autoritaire</w:t>
      </w:r>
      <w:r w:rsidR="002C50B2">
        <w:t xml:space="preserve">, </w:t>
      </w:r>
      <w:r w:rsidRPr="00275B88">
        <w:t>celui</w:t>
      </w:r>
      <w:r>
        <w:t>-</w:t>
      </w:r>
      <w:r w:rsidRPr="00275B88">
        <w:t>ci murmura à l</w:t>
      </w:r>
      <w:r w:rsidR="002C50B2">
        <w:t>’</w:t>
      </w:r>
      <w:r w:rsidRPr="00275B88">
        <w:t>oreille du bossu quelques paroles qui devaient être des ordres</w:t>
      </w:r>
      <w:r w:rsidR="002C50B2">
        <w:t xml:space="preserve"> ; </w:t>
      </w:r>
      <w:r w:rsidRPr="00275B88">
        <w:t>car le bossu s</w:t>
      </w:r>
      <w:r w:rsidR="002C50B2">
        <w:t>’</w:t>
      </w:r>
      <w:r w:rsidRPr="00275B88">
        <w:t>empressa de replacer le précieux et somptueux objet à la place où il l</w:t>
      </w:r>
      <w:r w:rsidR="002C50B2">
        <w:t>’</w:t>
      </w:r>
      <w:r w:rsidRPr="00275B88">
        <w:t>avait pris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tirant un couteau</w:t>
      </w:r>
      <w:r w:rsidR="002C50B2">
        <w:t xml:space="preserve">, </w:t>
      </w:r>
      <w:r w:rsidRPr="00275B88">
        <w:t>il attaqua une des ferrures d</w:t>
      </w:r>
      <w:r w:rsidR="002C50B2">
        <w:t>’</w:t>
      </w:r>
      <w:r w:rsidRPr="00275B88">
        <w:t>angle</w:t>
      </w:r>
      <w:r w:rsidR="002C50B2">
        <w:t xml:space="preserve">… </w:t>
      </w:r>
      <w:r w:rsidRPr="00275B88">
        <w:t>tandis qu</w:t>
      </w:r>
      <w:r w:rsidR="002C50B2">
        <w:t>’</w:t>
      </w:r>
      <w:r w:rsidRPr="00275B88">
        <w:t>immobile</w:t>
      </w:r>
      <w:r w:rsidR="002C50B2">
        <w:t xml:space="preserve">, </w:t>
      </w:r>
      <w:r w:rsidRPr="00275B88">
        <w:t>Belphégor contemplait le trésor étalé devant lui</w:t>
      </w:r>
      <w:r w:rsidR="002C50B2">
        <w:t>.</w:t>
      </w:r>
    </w:p>
    <w:p w14:paraId="6E356033" w14:textId="266C2277" w:rsidR="002C50B2" w:rsidRDefault="002C50B2" w:rsidP="002C50B2"/>
    <w:p w14:paraId="22F25B45" w14:textId="77777777" w:rsidR="002C50B2" w:rsidRDefault="00C77A4E" w:rsidP="002C50B2">
      <w:r w:rsidRPr="00275B88">
        <w:t>Une heure plus tard</w:t>
      </w:r>
      <w:r w:rsidR="002C50B2">
        <w:t xml:space="preserve">, </w:t>
      </w:r>
      <w:r w:rsidRPr="00275B88">
        <w:t>la voiturette du bossu stationnait</w:t>
      </w:r>
      <w:r w:rsidR="002C50B2">
        <w:t xml:space="preserve">, </w:t>
      </w:r>
      <w:r w:rsidRPr="00275B88">
        <w:t>avenue d</w:t>
      </w:r>
      <w:r w:rsidR="002C50B2">
        <w:t>’</w:t>
      </w:r>
      <w:r w:rsidRPr="00275B88">
        <w:t>Antin</w:t>
      </w:r>
      <w:r w:rsidR="002C50B2">
        <w:t xml:space="preserve">, </w:t>
      </w:r>
      <w:r w:rsidRPr="00275B88">
        <w:t>quelques maisons plus bas que le rez</w:t>
      </w:r>
      <w:r>
        <w:t>-</w:t>
      </w:r>
      <w:r w:rsidRPr="00275B88">
        <w:t>de</w:t>
      </w:r>
      <w:r>
        <w:t>-</w:t>
      </w:r>
      <w:r w:rsidRPr="00275B88">
        <w:t>chaussée de Jacques Bellegarde</w:t>
      </w:r>
      <w:r w:rsidR="002C50B2">
        <w:t>.</w:t>
      </w:r>
    </w:p>
    <w:p w14:paraId="246E4D63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cette fois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était l</w:t>
      </w:r>
      <w:r w:rsidR="002C50B2">
        <w:t>’</w:t>
      </w:r>
      <w:r w:rsidRPr="00275B88">
        <w:t>homme à la salopette qui se tenait sur le siège</w:t>
      </w:r>
      <w:r w:rsidR="002C50B2">
        <w:t xml:space="preserve">. </w:t>
      </w:r>
      <w:r w:rsidRPr="00275B88">
        <w:t>De temps en temps</w:t>
      </w:r>
      <w:r w:rsidR="002C50B2">
        <w:t xml:space="preserve">, </w:t>
      </w:r>
      <w:r w:rsidRPr="00275B88">
        <w:t>celui</w:t>
      </w:r>
      <w:r>
        <w:t>-</w:t>
      </w:r>
      <w:r w:rsidRPr="00275B88">
        <w:t>ci se retournait pour jeter un rapide coup d</w:t>
      </w:r>
      <w:r w:rsidR="002C50B2">
        <w:t>’</w:t>
      </w:r>
      <w:r w:rsidRPr="00275B88">
        <w:t>œil vers l</w:t>
      </w:r>
      <w:r w:rsidR="002C50B2">
        <w:t>’</w:t>
      </w:r>
      <w:r w:rsidRPr="00275B88">
        <w:t>entrée de l</w:t>
      </w:r>
      <w:r w:rsidR="002C50B2">
        <w:t>’</w:t>
      </w:r>
      <w:r w:rsidRPr="00275B88">
        <w:t>immeuble où demeurait le jeune reporter</w:t>
      </w:r>
      <w:r w:rsidR="002C50B2">
        <w:t xml:space="preserve">. </w:t>
      </w:r>
      <w:r w:rsidRPr="00275B88">
        <w:t>Il était visible qu</w:t>
      </w:r>
      <w:r w:rsidR="002C50B2">
        <w:t>’</w:t>
      </w:r>
      <w:r w:rsidRPr="00275B88">
        <w:t>il attendait quelqu</w:t>
      </w:r>
      <w:r w:rsidR="002C50B2">
        <w:t>’</w:t>
      </w:r>
      <w:r w:rsidRPr="00275B88">
        <w:t>un</w:t>
      </w:r>
      <w:r w:rsidR="002C50B2">
        <w:t xml:space="preserve">. </w:t>
      </w:r>
      <w:r w:rsidRPr="00275B88">
        <w:t>Or</w:t>
      </w:r>
      <w:r w:rsidR="002C50B2">
        <w:t xml:space="preserve">, </w:t>
      </w:r>
      <w:r w:rsidRPr="00275B88">
        <w:t>ce quelqu</w:t>
      </w:r>
      <w:r w:rsidR="002C50B2">
        <w:t>’</w:t>
      </w:r>
      <w:r w:rsidRPr="00275B88">
        <w:t>un n</w:t>
      </w:r>
      <w:r w:rsidR="002C50B2">
        <w:t>’</w:t>
      </w:r>
      <w:r w:rsidRPr="00275B88">
        <w:t>était autre que le bossu qui</w:t>
      </w:r>
      <w:r w:rsidR="002C50B2">
        <w:t xml:space="preserve">, </w:t>
      </w:r>
      <w:r w:rsidRPr="00275B88">
        <w:t>à ce moment</w:t>
      </w:r>
      <w:r w:rsidR="002C50B2">
        <w:t xml:space="preserve">, </w:t>
      </w:r>
      <w:r w:rsidRPr="00275B88">
        <w:t>était occupé à une étrange besogne</w:t>
      </w:r>
      <w:r w:rsidR="002C50B2">
        <w:t>.</w:t>
      </w:r>
    </w:p>
    <w:p w14:paraId="0C6E3B19" w14:textId="77777777" w:rsidR="002C50B2" w:rsidRDefault="00C77A4E" w:rsidP="002C50B2">
      <w:r w:rsidRPr="00275B88">
        <w:t>Après avoir pénétré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aide de fausses clefs dont il possédait un trousseau des plus complets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appartement du journaliste</w:t>
      </w:r>
      <w:r w:rsidR="002C50B2">
        <w:t xml:space="preserve">, </w:t>
      </w:r>
      <w:r w:rsidRPr="00275B88">
        <w:t>dont il semblait connaître à merveille toutes les dispositions</w:t>
      </w:r>
      <w:r w:rsidR="002C50B2">
        <w:t xml:space="preserve">, </w:t>
      </w:r>
      <w:r w:rsidRPr="00275B88">
        <w:t>le bossu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éclairant de sa lampe électrique</w:t>
      </w:r>
      <w:r w:rsidR="002C50B2">
        <w:t xml:space="preserve">, </w:t>
      </w:r>
      <w:r w:rsidRPr="00275B88">
        <w:t>était entré droit dans le bureau</w:t>
      </w:r>
      <w:r w:rsidR="002C50B2">
        <w:t xml:space="preserve">, </w:t>
      </w:r>
      <w:r w:rsidRPr="00275B88">
        <w:t>dont les volets étaient clos et les rideaux fermés</w:t>
      </w:r>
      <w:r w:rsidR="002C50B2">
        <w:t>.</w:t>
      </w:r>
    </w:p>
    <w:p w14:paraId="0AEC3392" w14:textId="77777777" w:rsidR="002C50B2" w:rsidRDefault="00C77A4E" w:rsidP="002C50B2">
      <w:r w:rsidRPr="00275B88">
        <w:t>Après avoir refermé la porte</w:t>
      </w:r>
      <w:r w:rsidR="002C50B2">
        <w:t xml:space="preserve">, </w:t>
      </w:r>
      <w:r w:rsidRPr="00275B88">
        <w:t>dont il poussa le verrou</w:t>
      </w:r>
      <w:r w:rsidR="002C50B2">
        <w:t xml:space="preserve">, </w:t>
      </w:r>
      <w:r w:rsidRPr="00275B88">
        <w:t>il tourna le commutateur qui faisait fonctionner le courant d</w:t>
      </w:r>
      <w:r w:rsidR="002C50B2">
        <w:t>’</w:t>
      </w:r>
      <w:r w:rsidRPr="00275B88">
        <w:t>un petit plafonnier placé au centre de la pièce</w:t>
      </w:r>
      <w:r w:rsidR="002C50B2">
        <w:t xml:space="preserve">, </w:t>
      </w:r>
      <w:r w:rsidRPr="00275B88">
        <w:t>éteignit sa lampe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déposa sur la table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après avoir jeté autour de lui un regard investigateur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approcha de la bibliothèque</w:t>
      </w:r>
      <w:r w:rsidR="002C50B2">
        <w:t>.</w:t>
      </w:r>
    </w:p>
    <w:p w14:paraId="1D754997" w14:textId="77777777" w:rsidR="002C50B2" w:rsidRDefault="00C77A4E" w:rsidP="002C50B2">
      <w:r w:rsidRPr="00275B88">
        <w:t>Saisissant quelques</w:t>
      </w:r>
      <w:r>
        <w:t>-</w:t>
      </w:r>
      <w:r w:rsidRPr="00275B88">
        <w:t>uns des livres qui garnissaient les rayons du centre</w:t>
      </w:r>
      <w:r w:rsidR="002C50B2">
        <w:t xml:space="preserve">, </w:t>
      </w:r>
      <w:r w:rsidRPr="00275B88">
        <w:t>et tout en les gardant sous son bras gauche</w:t>
      </w:r>
      <w:r w:rsidR="002C50B2">
        <w:t xml:space="preserve">, </w:t>
      </w:r>
      <w:r w:rsidRPr="00275B88">
        <w:lastRenderedPageBreak/>
        <w:t>il fouilla dans l</w:t>
      </w:r>
      <w:r w:rsidR="002C50B2">
        <w:t>’</w:t>
      </w:r>
      <w:r w:rsidRPr="00275B88">
        <w:t>une des poches de sa houppelande</w:t>
      </w:r>
      <w:r w:rsidR="002C50B2">
        <w:t xml:space="preserve">, </w:t>
      </w:r>
      <w:r w:rsidRPr="00275B88">
        <w:t>en retira un objet qu</w:t>
      </w:r>
      <w:r w:rsidR="002C50B2">
        <w:t>’</w:t>
      </w:r>
      <w:r w:rsidRPr="00275B88">
        <w:t>il glissa rapidement derrière les bouquins demeurés sur la planche et remit les autres livres à leur place</w:t>
      </w:r>
      <w:r w:rsidR="002C50B2">
        <w:t>…</w:t>
      </w:r>
    </w:p>
    <w:p w14:paraId="659315D7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se transportant jusqu</w:t>
      </w:r>
      <w:r w:rsidR="002C50B2">
        <w:t>’</w:t>
      </w:r>
      <w:r w:rsidRPr="00275B88">
        <w:t>au bureau de Bellegarde</w:t>
      </w:r>
      <w:r w:rsidR="002C50B2">
        <w:t xml:space="preserve">, </w:t>
      </w:r>
      <w:r w:rsidRPr="00275B88">
        <w:t>après avoir choisi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œil expérimenté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une des clefs de son trousseau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introduisait dans la serrure de l</w:t>
      </w:r>
      <w:r w:rsidR="002C50B2">
        <w:t>’</w:t>
      </w:r>
      <w:r w:rsidRPr="00275B88">
        <w:t>un des tiroirs qu</w:t>
      </w:r>
      <w:r w:rsidR="002C50B2">
        <w:t>’</w:t>
      </w:r>
      <w:r w:rsidRPr="00275B88">
        <w:t>il ouvrit sans la moindre peine</w:t>
      </w:r>
      <w:r w:rsidR="002C50B2">
        <w:t>…</w:t>
      </w:r>
    </w:p>
    <w:p w14:paraId="308817C1" w14:textId="77777777" w:rsidR="002C50B2" w:rsidRDefault="00C77A4E" w:rsidP="002C50B2">
      <w:r w:rsidRPr="00275B88">
        <w:t>Il déposa d</w:t>
      </w:r>
      <w:r w:rsidR="002C50B2">
        <w:t>’</w:t>
      </w:r>
      <w:r w:rsidRPr="00275B88">
        <w:t>abord à l</w:t>
      </w:r>
      <w:r w:rsidR="002C50B2">
        <w:t>’</w:t>
      </w:r>
      <w:r w:rsidRPr="00275B88">
        <w:t>intérieur du meuble une liasse de lettres</w:t>
      </w:r>
      <w:r w:rsidR="002C50B2">
        <w:t xml:space="preserve">, </w:t>
      </w:r>
      <w:r w:rsidRPr="00275B88">
        <w:t>puis la ferrure du coffre Renaissance qu</w:t>
      </w:r>
      <w:r w:rsidR="002C50B2">
        <w:t>’</w:t>
      </w:r>
      <w:r w:rsidRPr="00275B88">
        <w:t>il avait prise dans l</w:t>
      </w:r>
      <w:r w:rsidR="002C50B2">
        <w:t>’</w:t>
      </w:r>
      <w:r w:rsidRPr="00275B88">
        <w:t>une de ses autres poches</w:t>
      </w:r>
      <w:r w:rsidR="002C50B2">
        <w:t>…</w:t>
      </w:r>
    </w:p>
    <w:p w14:paraId="68E148C7" w14:textId="77777777" w:rsidR="002C50B2" w:rsidRDefault="00C77A4E" w:rsidP="002C50B2">
      <w:r w:rsidRPr="00275B88">
        <w:t>Il referma soigneusement le tiroir</w:t>
      </w:r>
      <w:r w:rsidR="002C50B2">
        <w:t xml:space="preserve">, </w:t>
      </w:r>
      <w:r w:rsidRPr="00275B88">
        <w:t>ralluma sa lampe électrique</w:t>
      </w:r>
      <w:r w:rsidR="002C50B2">
        <w:t xml:space="preserve">, </w:t>
      </w:r>
      <w:r w:rsidRPr="00275B88">
        <w:t>éteignit le lustre</w:t>
      </w:r>
      <w:r w:rsidR="002C50B2">
        <w:t xml:space="preserve">, </w:t>
      </w:r>
      <w:r w:rsidRPr="00275B88">
        <w:t>quitta la pièce</w:t>
      </w:r>
      <w:r w:rsidR="002C50B2">
        <w:t xml:space="preserve">, </w:t>
      </w:r>
      <w:r w:rsidRPr="00275B88">
        <w:t>traversa l</w:t>
      </w:r>
      <w:r w:rsidR="002C50B2">
        <w:t>’</w:t>
      </w:r>
      <w:r w:rsidRPr="00275B88">
        <w:t>antichambre</w:t>
      </w:r>
      <w:r w:rsidR="002C50B2">
        <w:t xml:space="preserve">, </w:t>
      </w:r>
      <w:r w:rsidRPr="00275B88">
        <w:t>sortit dans le vestibule</w:t>
      </w:r>
      <w:r w:rsidR="002C50B2">
        <w:t xml:space="preserve">, </w:t>
      </w:r>
      <w:r w:rsidRPr="00275B88">
        <w:t>donna un simple tour de clef à la porte et lança</w:t>
      </w:r>
      <w:r w:rsidR="002C50B2">
        <w:t xml:space="preserve">, </w:t>
      </w:r>
      <w:r w:rsidRPr="00275B88">
        <w:t>devant la loge du concierge</w:t>
      </w:r>
      <w:r w:rsidR="002C50B2">
        <w:t xml:space="preserve">, </w:t>
      </w:r>
      <w:r w:rsidRPr="00275B88">
        <w:t>un sonore</w:t>
      </w:r>
      <w:r w:rsidR="002C50B2">
        <w:t> :</w:t>
      </w:r>
    </w:p>
    <w:p w14:paraId="3434D63A" w14:textId="77777777" w:rsidR="002C50B2" w:rsidRDefault="002C50B2" w:rsidP="002C50B2">
      <w:r>
        <w:t>— </w:t>
      </w:r>
      <w:r w:rsidR="00C77A4E" w:rsidRPr="00275B88">
        <w:t>Cordon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il vous plaît</w:t>
      </w:r>
      <w:r>
        <w:t> !</w:t>
      </w:r>
    </w:p>
    <w:p w14:paraId="4F409593" w14:textId="77777777" w:rsidR="002C50B2" w:rsidRDefault="00C77A4E" w:rsidP="002C50B2">
      <w:r w:rsidRPr="00275B88">
        <w:t>Un bruit de déclic</w:t>
      </w:r>
      <w:r w:rsidR="002C50B2">
        <w:t xml:space="preserve">… </w:t>
      </w:r>
      <w:r w:rsidRPr="00275B88">
        <w:t>et le bossu se retrouva dans la rue</w:t>
      </w:r>
      <w:r w:rsidR="002C50B2">
        <w:t xml:space="preserve">… </w:t>
      </w:r>
      <w:r w:rsidRPr="00275B88">
        <w:t>À grandes enjambées</w:t>
      </w:r>
      <w:r w:rsidR="002C50B2">
        <w:t xml:space="preserve">, </w:t>
      </w:r>
      <w:r w:rsidRPr="00275B88">
        <w:t>il rejoignit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grimpa près de lui</w:t>
      </w:r>
      <w:r w:rsidR="002C50B2">
        <w:t xml:space="preserve">, </w:t>
      </w:r>
      <w:r w:rsidRPr="00275B88">
        <w:t>et</w:t>
      </w:r>
      <w:r w:rsidR="002C50B2">
        <w:t xml:space="preserve">… </w:t>
      </w:r>
      <w:r w:rsidRPr="00275B88">
        <w:t>la voiture s</w:t>
      </w:r>
      <w:r w:rsidR="002C50B2">
        <w:t>’</w:t>
      </w:r>
      <w:r w:rsidRPr="00275B88">
        <w:t>éloigna dans la nuit</w:t>
      </w:r>
      <w:r w:rsidR="002C50B2">
        <w:t>.</w:t>
      </w:r>
    </w:p>
    <w:p w14:paraId="6F3979B2" w14:textId="6A0B5173" w:rsidR="00C77A4E" w:rsidRPr="0073523A" w:rsidRDefault="00C77A4E" w:rsidP="002C50B2">
      <w:pPr>
        <w:pStyle w:val="Titre2"/>
      </w:pPr>
      <w:bookmarkStart w:id="51" w:name="_Toc145914622"/>
      <w:bookmarkStart w:id="52" w:name="_Toc203477076"/>
      <w:r w:rsidRPr="0073523A">
        <w:lastRenderedPageBreak/>
        <w:t>V</w:t>
      </w:r>
      <w:bookmarkEnd w:id="51"/>
      <w:r>
        <w:br/>
      </w:r>
      <w:r>
        <w:br/>
      </w:r>
      <w:bookmarkStart w:id="53" w:name="_Toc145914623"/>
      <w:r w:rsidRPr="0073523A">
        <w:t xml:space="preserve">OÙ </w:t>
      </w:r>
      <w:proofErr w:type="spellStart"/>
      <w:r w:rsidRPr="0073523A">
        <w:t>MÉNARDIER</w:t>
      </w:r>
      <w:proofErr w:type="spellEnd"/>
      <w:r w:rsidRPr="0073523A">
        <w:t xml:space="preserve"> LANCE UN DÉFI À CHANTECOQ</w:t>
      </w:r>
      <w:bookmarkEnd w:id="52"/>
      <w:bookmarkEnd w:id="53"/>
      <w:r>
        <w:br/>
      </w:r>
    </w:p>
    <w:p w14:paraId="635BDA74" w14:textId="77777777" w:rsidR="002C50B2" w:rsidRDefault="00C77A4E" w:rsidP="002C50B2">
      <w:r w:rsidRPr="00275B88">
        <w:t>Les premiers rayons de l</w:t>
      </w:r>
      <w:r w:rsidR="002C50B2">
        <w:t>’</w:t>
      </w:r>
      <w:r w:rsidRPr="00275B88">
        <w:t>aurore commençaient à caresser les toits du Louvre et</w:t>
      </w:r>
      <w:r w:rsidR="002C50B2">
        <w:t xml:space="preserve">, </w:t>
      </w:r>
      <w:r w:rsidRPr="00275B88">
        <w:t>grandissant peu à peu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infiltraient à travers les fenêtres</w:t>
      </w:r>
      <w:r w:rsidR="002C50B2">
        <w:t xml:space="preserve">, </w:t>
      </w:r>
      <w:r w:rsidRPr="00275B88">
        <w:t>dissipant l</w:t>
      </w:r>
      <w:r w:rsidR="002C50B2">
        <w:t>’</w:t>
      </w:r>
      <w:r w:rsidRPr="00275B88">
        <w:t>obscurité qui enveloppait les incalculables richesses artistiques dont l</w:t>
      </w:r>
      <w:r w:rsidR="002C50B2">
        <w:t>’</w:t>
      </w:r>
      <w:r w:rsidRPr="00275B88">
        <w:t>ancien palais de nos rois est l</w:t>
      </w:r>
      <w:r w:rsidR="002C50B2">
        <w:t>’</w:t>
      </w:r>
      <w:r w:rsidRPr="00275B88">
        <w:t>unique et splendide écrin</w:t>
      </w:r>
      <w:r w:rsidR="002C50B2">
        <w:t xml:space="preserve">. </w:t>
      </w:r>
      <w:r w:rsidRPr="00275B88">
        <w:t>Bientôt</w:t>
      </w:r>
      <w:r w:rsidR="002C50B2">
        <w:t xml:space="preserve">, </w:t>
      </w:r>
      <w:r w:rsidRPr="00275B88">
        <w:t>les gardiens de jour se présentaient</w:t>
      </w:r>
      <w:r w:rsidR="002C50B2">
        <w:t xml:space="preserve">, </w:t>
      </w:r>
      <w:r w:rsidRPr="00275B88">
        <w:t>libérant leurs confrères qui avaient été de service pendant la nuit</w:t>
      </w:r>
      <w:r w:rsidR="002C50B2">
        <w:t xml:space="preserve">… </w:t>
      </w:r>
      <w:r w:rsidRPr="00275B88">
        <w:t>et qui</w:t>
      </w:r>
      <w:r w:rsidR="002C50B2">
        <w:t xml:space="preserve">, </w:t>
      </w:r>
      <w:r w:rsidRPr="00275B88">
        <w:t>conformément aux instructions qu</w:t>
      </w:r>
      <w:r w:rsidR="002C50B2">
        <w:t>’</w:t>
      </w:r>
      <w:r w:rsidRPr="00275B88">
        <w:t>ils avaient reçues de la direction</w:t>
      </w:r>
      <w:r w:rsidR="002C50B2">
        <w:t xml:space="preserve">, </w:t>
      </w:r>
      <w:r w:rsidRPr="00275B88">
        <w:t xml:space="preserve">et cela sur la demande de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désireux de ne pas donner l</w:t>
      </w:r>
      <w:r w:rsidR="002C50B2">
        <w:t>’</w:t>
      </w:r>
      <w:r w:rsidRPr="00275B88">
        <w:t>éveil au Fantôme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étaient abstenus de toute ronde dans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r w:rsidRPr="00275B88">
        <w:t>ainsi qu</w:t>
      </w:r>
      <w:r w:rsidR="002C50B2">
        <w:t>’</w:t>
      </w:r>
      <w:r w:rsidRPr="00275B88">
        <w:t>aux alentours</w:t>
      </w:r>
      <w:r w:rsidR="002C50B2">
        <w:t>.</w:t>
      </w:r>
    </w:p>
    <w:p w14:paraId="6DC3280A" w14:textId="77777777" w:rsidR="002C50B2" w:rsidRDefault="002C50B2" w:rsidP="002C50B2">
      <w:r>
        <w:t>— </w:t>
      </w:r>
      <w:r w:rsidR="00C77A4E" w:rsidRPr="00275B88">
        <w:t>Rien de nouveau</w:t>
      </w:r>
      <w:r>
        <w:t xml:space="preserve"> ? </w:t>
      </w:r>
      <w:r w:rsidR="00C77A4E" w:rsidRPr="00275B88">
        <w:t>interrogèrent les arrivants</w:t>
      </w:r>
      <w:r>
        <w:t>.</w:t>
      </w:r>
    </w:p>
    <w:p w14:paraId="2E898B76" w14:textId="77777777" w:rsidR="002C50B2" w:rsidRDefault="002C50B2" w:rsidP="002C50B2">
      <w:r>
        <w:t>— </w:t>
      </w:r>
      <w:r w:rsidR="00C77A4E" w:rsidRPr="00275B88">
        <w:t>Rien de nouveau</w:t>
      </w:r>
      <w:r>
        <w:t xml:space="preserve">, </w:t>
      </w:r>
      <w:r w:rsidR="00C77A4E" w:rsidRPr="00275B88">
        <w:t>déclarèrent les partants</w:t>
      </w:r>
      <w:r>
        <w:t>.</w:t>
      </w:r>
    </w:p>
    <w:p w14:paraId="43A5AF1F" w14:textId="77777777" w:rsidR="002C50B2" w:rsidRDefault="00C77A4E" w:rsidP="002C50B2">
      <w:r w:rsidRPr="00275B88">
        <w:t>L</w:t>
      </w:r>
      <w:r w:rsidR="002C50B2">
        <w:t>’</w:t>
      </w:r>
      <w:r w:rsidRPr="00275B88">
        <w:t>un de ces derniers crut même pouvoir ajouter</w:t>
      </w:r>
      <w:r w:rsidR="002C50B2">
        <w:t xml:space="preserve">, </w:t>
      </w:r>
      <w:r w:rsidRPr="00275B88">
        <w:t>résumant d</w:t>
      </w:r>
      <w:r w:rsidR="002C50B2">
        <w:t>’</w:t>
      </w:r>
      <w:r w:rsidRPr="00275B88">
        <w:t>ailleurs l</w:t>
      </w:r>
      <w:r w:rsidR="002C50B2">
        <w:t>’</w:t>
      </w:r>
      <w:r w:rsidRPr="00275B88">
        <w:t>opinion quasi unanime de tout le personnel</w:t>
      </w:r>
      <w:r w:rsidR="002C50B2">
        <w:t> :</w:t>
      </w:r>
    </w:p>
    <w:p w14:paraId="0A24BA65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fini</w:t>
      </w:r>
      <w:r>
        <w:t xml:space="preserve"> ! </w:t>
      </w:r>
      <w:r w:rsidR="00C77A4E" w:rsidRPr="00275B88">
        <w:t>Si l</w:t>
      </w:r>
      <w:r>
        <w:t>’</w:t>
      </w:r>
      <w:r w:rsidR="00C77A4E" w:rsidRPr="00275B88">
        <w:t>on veut coffrer l</w:t>
      </w:r>
      <w:r>
        <w:t>’</w:t>
      </w:r>
      <w:r w:rsidR="00C77A4E" w:rsidRPr="00275B88">
        <w:t>assassin de Sabarat</w:t>
      </w:r>
      <w:r>
        <w:t xml:space="preserve">, </w:t>
      </w:r>
      <w:r w:rsidR="00C77A4E" w:rsidRPr="00275B88">
        <w:t>ce n</w:t>
      </w:r>
      <w:r>
        <w:t>’</w:t>
      </w:r>
      <w:r w:rsidR="00C77A4E" w:rsidRPr="00275B88">
        <w:t>est pas ici qu</w:t>
      </w:r>
      <w:r>
        <w:t>’</w:t>
      </w:r>
      <w:r w:rsidR="00C77A4E" w:rsidRPr="00275B88">
        <w:t>on doit le chercher</w:t>
      </w:r>
      <w:r>
        <w:t> !</w:t>
      </w:r>
    </w:p>
    <w:p w14:paraId="726C30A6" w14:textId="77777777" w:rsidR="002C50B2" w:rsidRDefault="002C50B2" w:rsidP="002C50B2">
      <w:r>
        <w:t>« </w:t>
      </w:r>
      <w:r w:rsidR="00C77A4E" w:rsidRPr="00275B88">
        <w:t>Et je suis même sûr qu</w:t>
      </w:r>
      <w:r>
        <w:t>’</w:t>
      </w:r>
      <w:r w:rsidR="00C77A4E" w:rsidRPr="00275B88">
        <w:t>il doit déjà être loin</w:t>
      </w:r>
      <w:r>
        <w:t> !</w:t>
      </w:r>
    </w:p>
    <w:p w14:paraId="1CB5664A" w14:textId="77777777" w:rsidR="002C50B2" w:rsidRDefault="00C77A4E" w:rsidP="002C50B2">
      <w:r w:rsidRPr="00275B88">
        <w:t>Et tandis que les uns rentraient prendre chez eux un repos bien gagné</w:t>
      </w:r>
      <w:r w:rsidR="002C50B2">
        <w:t xml:space="preserve">, </w:t>
      </w:r>
      <w:r w:rsidRPr="00275B88">
        <w:t>les autres se répandaient dans les salles dont ils avaient la surveillance</w:t>
      </w:r>
      <w:r w:rsidR="002C50B2">
        <w:t>.</w:t>
      </w:r>
    </w:p>
    <w:p w14:paraId="0AE9396F" w14:textId="77777777" w:rsidR="002C50B2" w:rsidRDefault="00C77A4E" w:rsidP="002C50B2">
      <w:r w:rsidRPr="00275B88">
        <w:lastRenderedPageBreak/>
        <w:t xml:space="preserve">Le successeur de 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 xml:space="preserve">un jeune homme nommé Albert </w:t>
      </w:r>
      <w:proofErr w:type="spellStart"/>
      <w:r w:rsidRPr="00275B88">
        <w:t>Droquin</w:t>
      </w:r>
      <w:proofErr w:type="spellEnd"/>
      <w:r w:rsidR="002C50B2">
        <w:t xml:space="preserve">, </w:t>
      </w:r>
      <w:r w:rsidRPr="00275B88">
        <w:t>qui n</w:t>
      </w:r>
      <w:r w:rsidR="002C50B2">
        <w:t>’</w:t>
      </w:r>
      <w:r w:rsidRPr="00275B88">
        <w:t>appartenait que depuis quelques mois à l</w:t>
      </w:r>
      <w:r w:rsidR="002C50B2">
        <w:t>’</w:t>
      </w:r>
      <w:r w:rsidRPr="00275B88">
        <w:t>administration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engagea dans la galerie des Antiques</w:t>
      </w:r>
      <w:r w:rsidR="002C50B2">
        <w:t xml:space="preserve">, </w:t>
      </w:r>
      <w:r w:rsidRPr="00275B88">
        <w:t>avec un autre gardien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 des doyens de la maison</w:t>
      </w:r>
      <w:r w:rsidR="002C50B2">
        <w:t xml:space="preserve">, </w:t>
      </w:r>
      <w:r w:rsidRPr="00275B88">
        <w:t>le père Bizot</w:t>
      </w:r>
      <w:r w:rsidR="002C50B2">
        <w:t xml:space="preserve">, </w:t>
      </w:r>
      <w:r w:rsidRPr="00275B88">
        <w:t xml:space="preserve">préposé à la garde de la </w:t>
      </w:r>
      <w:r w:rsidRPr="00275B88">
        <w:rPr>
          <w:i/>
          <w:iCs/>
        </w:rPr>
        <w:t xml:space="preserve">Vénus de Milo </w:t>
      </w:r>
      <w:r w:rsidRPr="00275B88">
        <w:t>et de toutes les autres merveilles avoisinantes</w:t>
      </w:r>
      <w:r w:rsidR="002C50B2">
        <w:t>.</w:t>
      </w:r>
    </w:p>
    <w:p w14:paraId="1819DB56" w14:textId="77777777" w:rsidR="002C50B2" w:rsidRDefault="00C77A4E" w:rsidP="002C50B2">
      <w:r w:rsidRPr="00275B88">
        <w:t xml:space="preserve">Comme ils approchaient de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 xml:space="preserve">, </w:t>
      </w:r>
      <w:proofErr w:type="spellStart"/>
      <w:r w:rsidRPr="00275B88">
        <w:t>Droquin</w:t>
      </w:r>
      <w:proofErr w:type="spellEnd"/>
      <w:r w:rsidRPr="00275B88">
        <w:t xml:space="preserve"> s</w:t>
      </w:r>
      <w:r w:rsidR="002C50B2">
        <w:t>’</w:t>
      </w:r>
      <w:r w:rsidRPr="00275B88">
        <w:t>arrêta et fit</w:t>
      </w:r>
      <w:r w:rsidR="002C50B2">
        <w:t> :</w:t>
      </w:r>
    </w:p>
    <w:p w14:paraId="27D653F7" w14:textId="77777777" w:rsidR="002C50B2" w:rsidRDefault="002C50B2" w:rsidP="002C50B2">
      <w:r>
        <w:t>— </w:t>
      </w:r>
      <w:r w:rsidR="00C77A4E" w:rsidRPr="00275B88">
        <w:t>Père Bizot</w:t>
      </w:r>
      <w:r>
        <w:t xml:space="preserve">, </w:t>
      </w:r>
      <w:r w:rsidR="00C77A4E" w:rsidRPr="00275B88">
        <w:t>ne trouvez</w:t>
      </w:r>
      <w:r w:rsidR="00C77A4E">
        <w:t>-</w:t>
      </w:r>
      <w:r w:rsidR="00C77A4E" w:rsidRPr="00275B88">
        <w:t>vous pas que ça sent une drôle d</w:t>
      </w:r>
      <w:r>
        <w:t>’</w:t>
      </w:r>
      <w:r w:rsidR="00C77A4E" w:rsidRPr="00275B88">
        <w:t>odeur</w:t>
      </w:r>
      <w:r>
        <w:t> ?</w:t>
      </w:r>
    </w:p>
    <w:p w14:paraId="50E17AA0" w14:textId="77777777" w:rsidR="002C50B2" w:rsidRDefault="00C77A4E" w:rsidP="002C50B2">
      <w:r w:rsidRPr="00275B88">
        <w:t>Le vieux gardien renifla l</w:t>
      </w:r>
      <w:r w:rsidR="002C50B2">
        <w:t>’</w:t>
      </w:r>
      <w:r w:rsidRPr="00275B88">
        <w:t>air</w:t>
      </w:r>
      <w:r w:rsidR="002C50B2">
        <w:t>.</w:t>
      </w:r>
    </w:p>
    <w:p w14:paraId="700D2339" w14:textId="77777777" w:rsidR="002C50B2" w:rsidRDefault="002C50B2" w:rsidP="002C50B2">
      <w:r>
        <w:t>— </w:t>
      </w:r>
      <w:r w:rsidR="00C77A4E" w:rsidRPr="00275B88">
        <w:t>Ma foi</w:t>
      </w:r>
      <w:r>
        <w:t xml:space="preserve">, </w:t>
      </w:r>
      <w:r w:rsidR="00C77A4E" w:rsidRPr="00275B88">
        <w:t>non</w:t>
      </w:r>
      <w:r>
        <w:t> !</w:t>
      </w:r>
    </w:p>
    <w:p w14:paraId="6D58E864" w14:textId="77777777" w:rsidR="002C50B2" w:rsidRDefault="002C50B2" w:rsidP="002C50B2">
      <w:r>
        <w:t>— </w:t>
      </w:r>
      <w:r w:rsidR="00C77A4E" w:rsidRPr="00275B88">
        <w:t>Je vous assure que si</w:t>
      </w:r>
      <w:r>
        <w:t xml:space="preserve">… </w:t>
      </w:r>
      <w:r w:rsidR="00C77A4E" w:rsidRPr="00275B88">
        <w:t>On dirait qu</w:t>
      </w:r>
      <w:r>
        <w:t>’</w:t>
      </w:r>
      <w:r w:rsidR="00C77A4E" w:rsidRPr="00275B88">
        <w:t>on a débouché un flacon de pharmacie</w:t>
      </w:r>
      <w:r>
        <w:t>.</w:t>
      </w:r>
    </w:p>
    <w:p w14:paraId="2FAA9FA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pénétrant dans la salle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373E6FB7" w14:textId="77777777" w:rsidR="002C50B2" w:rsidRDefault="002C50B2" w:rsidP="002C50B2">
      <w:r>
        <w:t>— </w:t>
      </w:r>
      <w:r w:rsidR="00C77A4E" w:rsidRPr="00275B88">
        <w:t xml:space="preserve">Ça vient </w:t>
      </w:r>
      <w:proofErr w:type="gramStart"/>
      <w:r w:rsidR="00C77A4E" w:rsidRPr="00275B88">
        <w:t xml:space="preserve">de </w:t>
      </w:r>
      <w:proofErr w:type="spellStart"/>
      <w:r w:rsidR="00C77A4E" w:rsidRPr="00275B88">
        <w:t>par</w:t>
      </w:r>
      <w:proofErr w:type="gramEnd"/>
      <w:r w:rsidR="00C77A4E" w:rsidRPr="00275B88">
        <w:t xml:space="preserve"> là</w:t>
      </w:r>
      <w:proofErr w:type="spellEnd"/>
      <w:r>
        <w:t> !</w:t>
      </w:r>
    </w:p>
    <w:p w14:paraId="3C199055" w14:textId="77777777" w:rsidR="002C50B2" w:rsidRDefault="00C77A4E" w:rsidP="002C50B2">
      <w:r w:rsidRPr="00275B88">
        <w:t>Soudain</w:t>
      </w:r>
      <w:r w:rsidR="002C50B2">
        <w:t xml:space="preserve">, </w:t>
      </w:r>
      <w:r w:rsidRPr="00275B88">
        <w:t>une exclamation lui échappa</w:t>
      </w:r>
      <w:r w:rsidR="002C50B2">
        <w:t>.</w:t>
      </w:r>
    </w:p>
    <w:p w14:paraId="3E6D7A47" w14:textId="77777777" w:rsidR="002C50B2" w:rsidRDefault="00C77A4E" w:rsidP="002C50B2">
      <w:r w:rsidRPr="00275B88">
        <w:t>Il venait d</w:t>
      </w:r>
      <w:r w:rsidR="002C50B2">
        <w:t>’</w:t>
      </w:r>
      <w:r w:rsidRPr="00275B88">
        <w:t xml:space="preserve">apercevoir </w:t>
      </w:r>
      <w:proofErr w:type="spellStart"/>
      <w:r w:rsidRPr="00275B88">
        <w:t>Ménardier</w:t>
      </w:r>
      <w:proofErr w:type="spellEnd"/>
      <w:r w:rsidRPr="00275B88">
        <w:t xml:space="preserve"> et les deux inspecteurs étendus à terre</w:t>
      </w:r>
      <w:r w:rsidR="002C50B2">
        <w:t xml:space="preserve">, </w:t>
      </w:r>
      <w:r w:rsidRPr="00275B88">
        <w:t>inanimés</w:t>
      </w:r>
      <w:r w:rsidR="002C50B2">
        <w:t xml:space="preserve">, </w:t>
      </w:r>
      <w:r w:rsidRPr="00275B88">
        <w:t>dans la position où Belphégor et ses complices les avaient laissés</w:t>
      </w:r>
      <w:r w:rsidR="002C50B2">
        <w:t>.</w:t>
      </w:r>
    </w:p>
    <w:p w14:paraId="4900B107" w14:textId="77777777" w:rsidR="002C50B2" w:rsidRDefault="002C50B2" w:rsidP="002C50B2">
      <w:r>
        <w:t>— </w:t>
      </w:r>
      <w:r w:rsidR="00C77A4E" w:rsidRPr="00275B88">
        <w:t>Père Bizot</w:t>
      </w:r>
      <w:r>
        <w:t xml:space="preserve">, </w:t>
      </w:r>
      <w:r w:rsidR="00C77A4E" w:rsidRPr="00275B88">
        <w:t>bégaya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père Bizot</w:t>
      </w:r>
      <w:r>
        <w:t xml:space="preserve">, </w:t>
      </w:r>
      <w:r w:rsidR="00C77A4E" w:rsidRPr="00275B88">
        <w:t>re</w:t>
      </w:r>
      <w:r>
        <w:t xml:space="preserve">… </w:t>
      </w:r>
      <w:r w:rsidR="00C77A4E" w:rsidRPr="00275B88">
        <w:t>regardez donc</w:t>
      </w:r>
      <w:r>
        <w:t> !</w:t>
      </w:r>
    </w:p>
    <w:p w14:paraId="6352FEF6" w14:textId="77777777" w:rsidR="002C50B2" w:rsidRDefault="00C77A4E" w:rsidP="002C50B2">
      <w:r w:rsidRPr="00275B88">
        <w:t>Tous deux</w:t>
      </w:r>
      <w:r w:rsidR="002C50B2">
        <w:t xml:space="preserve">, </w:t>
      </w:r>
      <w:r w:rsidRPr="00275B88">
        <w:t>maîtrisant leur émotion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élancèrent vers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qu</w:t>
      </w:r>
      <w:r w:rsidR="002C50B2">
        <w:t>’</w:t>
      </w:r>
      <w:r w:rsidRPr="00275B88">
        <w:t>ils reconnurent sur</w:t>
      </w:r>
      <w:r>
        <w:t>-</w:t>
      </w:r>
      <w:r w:rsidRPr="00275B88">
        <w:t>le</w:t>
      </w:r>
      <w:r>
        <w:t>-</w:t>
      </w:r>
      <w:r w:rsidRPr="00275B88">
        <w:t>champ</w:t>
      </w:r>
      <w:r w:rsidR="002C50B2">
        <w:t xml:space="preserve">. </w:t>
      </w:r>
      <w:r w:rsidRPr="00275B88">
        <w:t>Presque aussitôt</w:t>
      </w:r>
      <w:r w:rsidR="002C50B2">
        <w:t xml:space="preserve">, </w:t>
      </w:r>
      <w:r w:rsidRPr="00275B88">
        <w:t>ils constatèrent qu</w:t>
      </w:r>
      <w:r w:rsidR="002C50B2">
        <w:t>’</w:t>
      </w:r>
      <w:r w:rsidRPr="00275B88">
        <w:t>il respirait assez régulièrement et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ainsi que les deux agents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était que profondément endormi</w:t>
      </w:r>
      <w:r w:rsidR="002C50B2">
        <w:t>.</w:t>
      </w:r>
    </w:p>
    <w:p w14:paraId="22735B1E" w14:textId="77777777" w:rsidR="002C50B2" w:rsidRDefault="00C77A4E" w:rsidP="002C50B2">
      <w:r w:rsidRPr="00275B88">
        <w:lastRenderedPageBreak/>
        <w:t>Le vieux gardien</w:t>
      </w:r>
      <w:r w:rsidR="002C50B2">
        <w:t xml:space="preserve">, </w:t>
      </w:r>
      <w:r w:rsidRPr="00275B88">
        <w:t>se ressaisissant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19AA6700" w14:textId="7B11FD09" w:rsidR="002C50B2" w:rsidRDefault="002C50B2" w:rsidP="002C50B2">
      <w:r>
        <w:t>— </w:t>
      </w:r>
      <w:r w:rsidR="00C77A4E" w:rsidRPr="00275B88">
        <w:t xml:space="preserve">Va vite prévenir </w:t>
      </w:r>
      <w:r>
        <w:t>M. </w:t>
      </w:r>
      <w:r w:rsidR="00C77A4E" w:rsidRPr="00275B88">
        <w:t>le conservateur</w:t>
      </w:r>
      <w:r>
        <w:t> !</w:t>
      </w:r>
    </w:p>
    <w:p w14:paraId="21CD4158" w14:textId="77777777" w:rsidR="002C50B2" w:rsidRDefault="00C77A4E" w:rsidP="002C50B2">
      <w:proofErr w:type="spellStart"/>
      <w:r w:rsidRPr="00275B88">
        <w:t>Droquin</w:t>
      </w:r>
      <w:proofErr w:type="spellEnd"/>
      <w:r w:rsidRPr="00275B88">
        <w:t xml:space="preserve"> s</w:t>
      </w:r>
      <w:r w:rsidR="002C50B2">
        <w:t>’</w:t>
      </w:r>
      <w:r w:rsidRPr="00275B88">
        <w:t>élança au dehors</w:t>
      </w:r>
      <w:r w:rsidR="002C50B2">
        <w:t>.</w:t>
      </w:r>
    </w:p>
    <w:p w14:paraId="60676409" w14:textId="77777777" w:rsidR="002C50B2" w:rsidRDefault="00C77A4E" w:rsidP="002C50B2">
      <w:r w:rsidRPr="00275B88">
        <w:t xml:space="preserve">Bizot se pencha vers </w:t>
      </w:r>
      <w:proofErr w:type="spellStart"/>
      <w:r w:rsidRPr="00275B88">
        <w:t>Ménardier</w:t>
      </w:r>
      <w:proofErr w:type="spellEnd"/>
      <w:r w:rsidRPr="00275B88">
        <w:t xml:space="preserve"> qui commençait à s</w:t>
      </w:r>
      <w:r w:rsidR="002C50B2">
        <w:t>’</w:t>
      </w:r>
      <w:r w:rsidRPr="00275B88">
        <w:t>évader du sommeil de plomb qui l</w:t>
      </w:r>
      <w:r w:rsidR="002C50B2">
        <w:t>’</w:t>
      </w:r>
      <w:r w:rsidRPr="00275B88">
        <w:t>avait terrassé</w:t>
      </w:r>
      <w:r w:rsidR="002C50B2">
        <w:t>.</w:t>
      </w:r>
    </w:p>
    <w:p w14:paraId="31D7B4C7" w14:textId="77777777" w:rsidR="002C50B2" w:rsidRDefault="00C77A4E" w:rsidP="002C50B2">
      <w:r w:rsidRPr="00275B88">
        <w:t>Plusieurs gardiens qui se trouvaient dans le voisinage accouraient</w:t>
      </w:r>
      <w:r w:rsidR="002C50B2">
        <w:t xml:space="preserve">, </w:t>
      </w:r>
      <w:r w:rsidRPr="00275B88">
        <w:t>attirés par les clameurs de leurs collègues</w:t>
      </w:r>
      <w:r w:rsidR="002C50B2">
        <w:t>.</w:t>
      </w:r>
    </w:p>
    <w:p w14:paraId="7BF64A0E" w14:textId="77777777" w:rsidR="002C50B2" w:rsidRDefault="00C77A4E" w:rsidP="002C50B2">
      <w:r w:rsidRPr="00275B88">
        <w:t>Les uns se précipitaient vers les trois policiers</w:t>
      </w:r>
      <w:r w:rsidR="002C50B2">
        <w:t xml:space="preserve">. </w:t>
      </w:r>
      <w:r w:rsidRPr="00275B88">
        <w:t>Les autres s</w:t>
      </w:r>
      <w:r w:rsidR="002C50B2">
        <w:t>’</w:t>
      </w:r>
      <w:r w:rsidRPr="00275B88">
        <w:t>arrêtaient devant l</w:t>
      </w:r>
      <w:r w:rsidR="002C50B2">
        <w:t>’</w:t>
      </w:r>
      <w:r w:rsidRPr="00275B88">
        <w:t>excavation béante qui occupait l</w:t>
      </w:r>
      <w:r w:rsidR="002C50B2">
        <w:t>’</w:t>
      </w:r>
      <w:r w:rsidRPr="00275B88">
        <w:t>emplacement du socle de la statue de Belphégor</w:t>
      </w:r>
      <w:r w:rsidR="002C50B2">
        <w:t xml:space="preserve">. </w:t>
      </w:r>
      <w:r w:rsidRPr="00275B88">
        <w:t>Des cris</w:t>
      </w:r>
      <w:r w:rsidR="002C50B2">
        <w:t xml:space="preserve">, </w:t>
      </w:r>
      <w:r w:rsidRPr="00275B88">
        <w:t>des interjections se croisaient</w:t>
      </w:r>
      <w:r w:rsidR="002C50B2">
        <w:t> :</w:t>
      </w:r>
    </w:p>
    <w:p w14:paraId="0E124333" w14:textId="77777777" w:rsidR="002C50B2" w:rsidRDefault="002C50B2" w:rsidP="002C50B2">
      <w:r>
        <w:t>— </w:t>
      </w:r>
      <w:r w:rsidR="00C77A4E" w:rsidRPr="00275B88">
        <w:t>Le bandit</w:t>
      </w:r>
      <w:r>
        <w:t> !</w:t>
      </w:r>
    </w:p>
    <w:p w14:paraId="7C70DDF8" w14:textId="77777777" w:rsidR="002C50B2" w:rsidRDefault="002C50B2" w:rsidP="002C50B2">
      <w:r>
        <w:t>— </w:t>
      </w:r>
      <w:r w:rsidR="00C77A4E" w:rsidRPr="00275B88">
        <w:t>Le misérable</w:t>
      </w:r>
      <w:r>
        <w:t> !</w:t>
      </w:r>
    </w:p>
    <w:p w14:paraId="5A22F30B" w14:textId="77777777" w:rsidR="002C50B2" w:rsidRDefault="002C50B2" w:rsidP="002C50B2">
      <w:r>
        <w:t>— </w:t>
      </w:r>
      <w:r w:rsidR="00C77A4E" w:rsidRPr="00275B88">
        <w:t>Cette fois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trois victimes qu</w:t>
      </w:r>
      <w:r>
        <w:t>’</w:t>
      </w:r>
      <w:r w:rsidR="00C77A4E" w:rsidRPr="00275B88">
        <w:t>il a faites</w:t>
      </w:r>
      <w:r>
        <w:t> !</w:t>
      </w:r>
    </w:p>
    <w:p w14:paraId="78A3D492" w14:textId="77777777" w:rsidR="002C50B2" w:rsidRDefault="002C50B2" w:rsidP="002C50B2">
      <w:r>
        <w:t>— </w:t>
      </w:r>
      <w:r w:rsidR="00C77A4E" w:rsidRPr="00275B88">
        <w:t>Mais non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empressait de rectifier le père Bizot</w:t>
      </w:r>
      <w:r>
        <w:t xml:space="preserve">, </w:t>
      </w:r>
      <w:r w:rsidR="00C77A4E" w:rsidRPr="00275B88">
        <w:t>qui</w:t>
      </w:r>
      <w:r>
        <w:t xml:space="preserve">, </w:t>
      </w:r>
      <w:r w:rsidR="00C77A4E" w:rsidRPr="00275B88">
        <w:t>seul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avait pas perdu la tête</w:t>
      </w:r>
      <w:r>
        <w:t xml:space="preserve">… </w:t>
      </w:r>
      <w:r w:rsidR="00C77A4E" w:rsidRPr="00275B88">
        <w:t>Vous voyez bien qu</w:t>
      </w:r>
      <w:r>
        <w:t>’</w:t>
      </w:r>
      <w:r w:rsidR="00C77A4E" w:rsidRPr="00275B88">
        <w:t>ils sont vivants</w:t>
      </w:r>
      <w:r>
        <w:t> !</w:t>
      </w:r>
    </w:p>
    <w:p w14:paraId="7C7E2AFE" w14:textId="768A25D0" w:rsidR="002C50B2" w:rsidRDefault="00C77A4E" w:rsidP="002C50B2">
      <w:r w:rsidRPr="00275B88">
        <w:t>En effet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et ses deux hommes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évadant de leur torpeur</w:t>
      </w:r>
      <w:r w:rsidR="002C50B2">
        <w:t xml:space="preserve">, </w:t>
      </w:r>
      <w:r w:rsidRPr="00275B88">
        <w:t>commençaient à donner signe de vie</w:t>
      </w:r>
      <w:r w:rsidR="002C50B2">
        <w:t xml:space="preserve">, </w:t>
      </w:r>
      <w:r w:rsidRPr="00275B88">
        <w:t xml:space="preserve">et lorsque </w:t>
      </w:r>
      <w:r w:rsidR="002C50B2">
        <w:t>M. </w:t>
      </w:r>
      <w:r w:rsidRPr="00275B88">
        <w:t>Lavergne</w:t>
      </w:r>
      <w:r w:rsidR="002C50B2">
        <w:t xml:space="preserve">, </w:t>
      </w:r>
      <w:r w:rsidRPr="00275B88">
        <w:t>le conservateur en chef</w:t>
      </w:r>
      <w:r w:rsidR="002C50B2">
        <w:t xml:space="preserve">, </w:t>
      </w:r>
      <w:r w:rsidRPr="00275B88">
        <w:t xml:space="preserve">et </w:t>
      </w:r>
      <w:r w:rsidR="002C50B2">
        <w:t>M. </w:t>
      </w:r>
      <w:proofErr w:type="spellStart"/>
      <w:r w:rsidRPr="00275B88">
        <w:t>Nabusson</w:t>
      </w:r>
      <w:proofErr w:type="spellEnd"/>
      <w:r w:rsidR="002C50B2">
        <w:t xml:space="preserve">, </w:t>
      </w:r>
      <w:r w:rsidRPr="00275B88">
        <w:t>conservateur</w:t>
      </w:r>
      <w:r>
        <w:t>-</w:t>
      </w:r>
      <w:r w:rsidRPr="00275B88">
        <w:t>adjoint</w:t>
      </w:r>
      <w:r w:rsidR="002C50B2">
        <w:t xml:space="preserve">, </w:t>
      </w:r>
      <w:r w:rsidRPr="00275B88">
        <w:t xml:space="preserve">que </w:t>
      </w:r>
      <w:proofErr w:type="spellStart"/>
      <w:r w:rsidRPr="00275B88">
        <w:t>Droquin</w:t>
      </w:r>
      <w:proofErr w:type="spellEnd"/>
      <w:r w:rsidRPr="00275B88">
        <w:t xml:space="preserve"> avait alertés</w:t>
      </w:r>
      <w:r w:rsidR="002C50B2">
        <w:t xml:space="preserve">, </w:t>
      </w:r>
      <w:r w:rsidRPr="00275B88">
        <w:t>apparurent dans la salle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redressé sur ses genoux et respirant encore avec peine</w:t>
      </w:r>
      <w:r w:rsidR="002C50B2">
        <w:t xml:space="preserve">, </w:t>
      </w:r>
      <w:r w:rsidRPr="00275B88">
        <w:t>commençait à entrouvrir ses paupières clignotantes</w:t>
      </w:r>
      <w:r w:rsidR="002C50B2">
        <w:t xml:space="preserve">. </w:t>
      </w:r>
      <w:r w:rsidRPr="00275B88">
        <w:t>Aidé par deux gardiens</w:t>
      </w:r>
      <w:r w:rsidR="002C50B2">
        <w:t xml:space="preserve">, </w:t>
      </w:r>
      <w:r w:rsidRPr="00275B88">
        <w:t>il se souleva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air abruti</w:t>
      </w:r>
      <w:r w:rsidR="002C50B2">
        <w:t xml:space="preserve">… </w:t>
      </w:r>
      <w:r w:rsidRPr="00275B88">
        <w:t>À plusieurs reprises</w:t>
      </w:r>
      <w:r w:rsidR="002C50B2">
        <w:t xml:space="preserve">, </w:t>
      </w:r>
      <w:r w:rsidRPr="00275B88">
        <w:t>il passa la main sur son front</w:t>
      </w:r>
      <w:r w:rsidR="002C50B2">
        <w:t xml:space="preserve">, </w:t>
      </w:r>
      <w:r w:rsidRPr="00275B88">
        <w:t>tout en bégayant</w:t>
      </w:r>
      <w:r w:rsidR="002C50B2">
        <w:t> :</w:t>
      </w:r>
    </w:p>
    <w:p w14:paraId="4C0B7968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fou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insensé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à croire que j</w:t>
      </w:r>
      <w:r>
        <w:t>’</w:t>
      </w:r>
      <w:r w:rsidR="00C77A4E" w:rsidRPr="00275B88">
        <w:t>ai rêvé</w:t>
      </w:r>
      <w:r>
        <w:t> !</w:t>
      </w:r>
    </w:p>
    <w:p w14:paraId="23CAFC99" w14:textId="3393A843" w:rsidR="002C50B2" w:rsidRDefault="00C77A4E" w:rsidP="002C50B2">
      <w:r w:rsidRPr="00275B88">
        <w:t>Après avoir jeté un rapide coup d</w:t>
      </w:r>
      <w:r w:rsidR="002C50B2">
        <w:t>’</w:t>
      </w:r>
      <w:r w:rsidRPr="00275B88">
        <w:t>œil sur les deux autres inspecteurs qui</w:t>
      </w:r>
      <w:r w:rsidR="002C50B2">
        <w:t xml:space="preserve">, </w:t>
      </w:r>
      <w:r w:rsidRPr="00275B88">
        <w:t>eux aussi</w:t>
      </w:r>
      <w:r w:rsidR="002C50B2">
        <w:t xml:space="preserve">, </w:t>
      </w:r>
      <w:r w:rsidRPr="00275B88">
        <w:t>reprenaient peu à peu conscience de la réalité</w:t>
      </w:r>
      <w:r w:rsidR="002C50B2">
        <w:t>, M. </w:t>
      </w:r>
      <w:r w:rsidRPr="00275B88">
        <w:t>Lavergne s</w:t>
      </w:r>
      <w:r w:rsidR="002C50B2">
        <w:t>’</w:t>
      </w:r>
      <w:r w:rsidRPr="00275B88">
        <w:t xml:space="preserve">approcha de </w:t>
      </w:r>
      <w:proofErr w:type="spellStart"/>
      <w:r w:rsidRPr="00275B88">
        <w:t>Ménardier</w:t>
      </w:r>
      <w:proofErr w:type="spellEnd"/>
      <w:r w:rsidRPr="00275B88">
        <w:t xml:space="preserve"> et lui demanda</w:t>
      </w:r>
      <w:r w:rsidR="002C50B2">
        <w:t> :</w:t>
      </w:r>
    </w:p>
    <w:p w14:paraId="3B8627CB" w14:textId="77777777" w:rsidR="002C50B2" w:rsidRDefault="002C50B2" w:rsidP="002C50B2">
      <w:r>
        <w:t>— </w:t>
      </w:r>
      <w:r w:rsidR="00C77A4E" w:rsidRPr="00275B88">
        <w:t>Que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donc passé</w:t>
      </w:r>
      <w:r>
        <w:t> ?</w:t>
      </w:r>
    </w:p>
    <w:p w14:paraId="4689788B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vous</w:t>
      </w:r>
      <w:r>
        <w:t xml:space="preserve">, </w:t>
      </w:r>
      <w:r w:rsidR="00C77A4E" w:rsidRPr="00275B88">
        <w:t>monsieur le conservateur</w:t>
      </w:r>
      <w:r>
        <w:t xml:space="preserve"> ? </w:t>
      </w:r>
      <w:r w:rsidR="00C77A4E" w:rsidRPr="00275B88">
        <w:t>constata le policier de la voix pâteuse d</w:t>
      </w:r>
      <w:r>
        <w:t>’</w:t>
      </w:r>
      <w:r w:rsidR="00C77A4E" w:rsidRPr="00275B88">
        <w:t>un homme qui vient de s</w:t>
      </w:r>
      <w:r>
        <w:t>’</w:t>
      </w:r>
      <w:r w:rsidR="00C77A4E" w:rsidRPr="00275B88">
        <w:t>évader</w:t>
      </w:r>
      <w:r>
        <w:t xml:space="preserve">, </w:t>
      </w:r>
      <w:r w:rsidR="00C77A4E" w:rsidRPr="00275B88">
        <w:t>non sans peine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long et profond sommeil</w:t>
      </w:r>
      <w:r>
        <w:t>.</w:t>
      </w:r>
    </w:p>
    <w:p w14:paraId="5D946435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 ami</w:t>
      </w:r>
      <w:r>
        <w:t xml:space="preserve">… </w:t>
      </w:r>
      <w:r w:rsidR="00C77A4E" w:rsidRPr="00275B88">
        <w:t>voyons</w:t>
      </w:r>
      <w:r>
        <w:t xml:space="preserve">, </w:t>
      </w:r>
      <w:r w:rsidR="00C77A4E" w:rsidRPr="00275B88">
        <w:t>remettez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et racontez</w:t>
      </w:r>
      <w:r w:rsidR="00C77A4E">
        <w:t>-</w:t>
      </w:r>
      <w:r w:rsidR="00C77A4E" w:rsidRPr="00275B88">
        <w:t>moi</w:t>
      </w:r>
      <w:r>
        <w:t>…</w:t>
      </w:r>
    </w:p>
    <w:p w14:paraId="2B72A941" w14:textId="77777777" w:rsidR="002C50B2" w:rsidRDefault="002C50B2" w:rsidP="002C50B2">
      <w:r>
        <w:t>— </w:t>
      </w:r>
      <w:r w:rsidR="00C77A4E" w:rsidRPr="00275B88">
        <w:t>Monsieur le conservateur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inimaginable</w:t>
      </w:r>
      <w:r>
        <w:t> !</w:t>
      </w:r>
    </w:p>
    <w:p w14:paraId="24F39D8F" w14:textId="77777777" w:rsidR="002C50B2" w:rsidRDefault="002C50B2" w:rsidP="002C50B2">
      <w:r>
        <w:t>— </w:t>
      </w:r>
      <w:r w:rsidR="00C77A4E" w:rsidRPr="00275B88">
        <w:t>Ah çà</w:t>
      </w:r>
      <w:r>
        <w:t xml:space="preserve"> ! </w:t>
      </w:r>
      <w:r w:rsidR="00C77A4E" w:rsidRPr="00275B88">
        <w:t>auriez</w:t>
      </w:r>
      <w:r w:rsidR="00C77A4E">
        <w:t>-</w:t>
      </w:r>
      <w:r w:rsidR="00C77A4E" w:rsidRPr="00275B88">
        <w:t>vous vu le Fantôme</w:t>
      </w:r>
      <w:r>
        <w:t> ?</w:t>
      </w:r>
    </w:p>
    <w:p w14:paraId="0C97BB3C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 le conservateur</w:t>
      </w:r>
      <w:r>
        <w:t xml:space="preserve">, </w:t>
      </w:r>
      <w:r w:rsidR="00C77A4E" w:rsidRPr="00275B88">
        <w:t>et je vous jure que j</w:t>
      </w:r>
      <w:r>
        <w:t>’</w:t>
      </w:r>
      <w:r w:rsidR="00C77A4E" w:rsidRPr="00275B88">
        <w:t>ai même cru que ma dernière heure était arrivée</w:t>
      </w:r>
      <w:r>
        <w:t> !</w:t>
      </w:r>
    </w:p>
    <w:p w14:paraId="15F9BFEB" w14:textId="77777777" w:rsidR="002C50B2" w:rsidRDefault="00C77A4E" w:rsidP="002C50B2">
      <w:r w:rsidRPr="00275B88">
        <w:t>Cette déclaration</w:t>
      </w:r>
      <w:r w:rsidR="002C50B2">
        <w:t xml:space="preserve">, </w:t>
      </w:r>
      <w:r w:rsidRPr="00275B88">
        <w:t>faite par un gaillard qui passait à juste titre pour être doué à fois d</w:t>
      </w:r>
      <w:r w:rsidR="002C50B2">
        <w:t>’</w:t>
      </w:r>
      <w:r w:rsidRPr="00275B88">
        <w:t>un grand courage et d</w:t>
      </w:r>
      <w:r w:rsidR="002C50B2">
        <w:t>’</w:t>
      </w:r>
      <w:r w:rsidRPr="00275B88">
        <w:t>une parfaite honnêteté</w:t>
      </w:r>
      <w:r w:rsidR="002C50B2">
        <w:t xml:space="preserve">, </w:t>
      </w:r>
      <w:r w:rsidRPr="00275B88">
        <w:t>produisit sur toute l</w:t>
      </w:r>
      <w:r w:rsidR="002C50B2">
        <w:t>’</w:t>
      </w:r>
      <w:r w:rsidRPr="00275B88">
        <w:t>assistance une impression que nous pouvons</w:t>
      </w:r>
      <w:r w:rsidR="002C50B2">
        <w:t xml:space="preserve">, </w:t>
      </w:r>
      <w:r w:rsidRPr="00275B88">
        <w:t>sans exagération</w:t>
      </w:r>
      <w:r w:rsidR="002C50B2">
        <w:t xml:space="preserve">, </w:t>
      </w:r>
      <w:r w:rsidRPr="00275B88">
        <w:t>qualifier de sensationnelle</w:t>
      </w:r>
      <w:r w:rsidR="002C50B2">
        <w:t>…</w:t>
      </w:r>
    </w:p>
    <w:p w14:paraId="3C26529C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au milieu d</w:t>
      </w:r>
      <w:r w:rsidR="002C50B2">
        <w:t>’</w:t>
      </w:r>
      <w:r w:rsidRPr="00275B88">
        <w:t>un profond silence</w:t>
      </w:r>
      <w:r w:rsidR="002C50B2">
        <w:t xml:space="preserve">, </w:t>
      </w:r>
      <w:r w:rsidRPr="00275B88">
        <w:t>entama le récit du véritable cauchemar qu</w:t>
      </w:r>
      <w:r w:rsidR="002C50B2">
        <w:t>’</w:t>
      </w:r>
      <w:r w:rsidRPr="00275B88">
        <w:t xml:space="preserve">il avait réellement </w:t>
      </w:r>
      <w:r w:rsidRPr="00275B88">
        <w:rPr>
          <w:i/>
          <w:iCs/>
        </w:rPr>
        <w:t xml:space="preserve">vécu </w:t>
      </w:r>
      <w:r w:rsidRPr="00275B88">
        <w:t>au cours de la nuit précédente</w:t>
      </w:r>
      <w:r w:rsidR="002C50B2">
        <w:t xml:space="preserve">. </w:t>
      </w:r>
      <w:r w:rsidRPr="00275B88">
        <w:t>Finissant son récit par ces mots</w:t>
      </w:r>
      <w:r w:rsidR="002C50B2">
        <w:t> :</w:t>
      </w:r>
    </w:p>
    <w:p w14:paraId="0807C3FA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bien cru que je le tenais</w:t>
      </w:r>
      <w:r>
        <w:t xml:space="preserve">… </w:t>
      </w:r>
      <w:r w:rsidR="00C77A4E" w:rsidRPr="00275B88">
        <w:t>Si j</w:t>
      </w:r>
      <w:r>
        <w:t>’</w:t>
      </w:r>
      <w:r w:rsidR="00C77A4E" w:rsidRPr="00275B88">
        <w:t>avais su</w:t>
      </w:r>
      <w:r>
        <w:t xml:space="preserve">, </w:t>
      </w:r>
      <w:r w:rsidR="00C77A4E" w:rsidRPr="00275B88">
        <w:t>je lui aurais envoyé une balle dans la peau</w:t>
      </w:r>
      <w:r>
        <w:t xml:space="preserve">. </w:t>
      </w:r>
      <w:r w:rsidR="00C77A4E" w:rsidRPr="00275B88">
        <w:t>Mais je voulais l</w:t>
      </w:r>
      <w:r>
        <w:t>’</w:t>
      </w:r>
      <w:r w:rsidR="00C77A4E" w:rsidRPr="00275B88">
        <w:t>avoir vivant</w:t>
      </w:r>
      <w:r>
        <w:t xml:space="preserve"> !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je puis vous l</w:t>
      </w:r>
      <w:r>
        <w:t>’</w:t>
      </w:r>
      <w:r w:rsidR="00C77A4E" w:rsidRPr="00275B88">
        <w:t>avouer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 xml:space="preserve">étais pas maître de mes </w:t>
      </w:r>
      <w:r w:rsidR="00C77A4E" w:rsidRPr="00275B88">
        <w:lastRenderedPageBreak/>
        <w:t>moyens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étais tout étourdi</w:t>
      </w:r>
      <w:r>
        <w:t xml:space="preserve">… </w:t>
      </w:r>
      <w:r w:rsidR="00C77A4E" w:rsidRPr="00275B88">
        <w:t>Je ne savais plus trop ce que je faisais</w:t>
      </w:r>
      <w:r>
        <w:t xml:space="preserve">… </w:t>
      </w:r>
      <w:r w:rsidR="00C77A4E" w:rsidRPr="00275B88">
        <w:t>Avouez que c</w:t>
      </w:r>
      <w:r>
        <w:t>’</w:t>
      </w:r>
      <w:r w:rsidR="00C77A4E" w:rsidRPr="00275B88">
        <w:t>est extraordinaire</w:t>
      </w:r>
      <w:r>
        <w:t> !</w:t>
      </w:r>
    </w:p>
    <w:p w14:paraId="73AB1D24" w14:textId="77777777" w:rsidR="002C50B2" w:rsidRDefault="00C77A4E" w:rsidP="002C50B2">
      <w:pPr>
        <w:rPr>
          <w:i/>
          <w:iCs/>
        </w:rPr>
      </w:pPr>
      <w:r w:rsidRPr="00275B88">
        <w:t>Pendant que tous l</w:t>
      </w:r>
      <w:r w:rsidR="002C50B2">
        <w:t>’</w:t>
      </w:r>
      <w:r w:rsidRPr="00275B88">
        <w:t>écoutaient dans le plus profond silence</w:t>
      </w:r>
      <w:r w:rsidR="002C50B2">
        <w:t xml:space="preserve">, </w:t>
      </w:r>
      <w:r w:rsidRPr="00275B88">
        <w:t>un homme vêtu avec une élégante simplicité</w:t>
      </w:r>
      <w:r w:rsidR="002C50B2">
        <w:t xml:space="preserve">, </w:t>
      </w:r>
      <w:r w:rsidRPr="00275B88">
        <w:t>les bords de son chapeau de feutre gris légèrement rabattus sur les yeux</w:t>
      </w:r>
      <w:r w:rsidR="002C50B2">
        <w:t xml:space="preserve">, </w:t>
      </w:r>
      <w:r w:rsidRPr="00275B88">
        <w:t xml:space="preserve">se glissait dans la salle des </w:t>
      </w:r>
      <w:r w:rsidRPr="00275B88">
        <w:rPr>
          <w:i/>
          <w:iCs/>
        </w:rPr>
        <w:t>Dieux barbares</w:t>
      </w:r>
      <w:r w:rsidR="002C50B2">
        <w:rPr>
          <w:i/>
          <w:iCs/>
        </w:rPr>
        <w:t>.</w:t>
      </w:r>
    </w:p>
    <w:p w14:paraId="74985120" w14:textId="77777777" w:rsidR="002C50B2" w:rsidRDefault="00C77A4E" w:rsidP="002C50B2">
      <w:r w:rsidRPr="00275B88">
        <w:t>C</w:t>
      </w:r>
      <w:r w:rsidR="002C50B2">
        <w:t>’</w:t>
      </w:r>
      <w:r w:rsidRPr="00275B88">
        <w:t>était Chantecoq</w:t>
      </w:r>
      <w:r w:rsidR="002C50B2">
        <w:t>.</w:t>
      </w:r>
    </w:p>
    <w:p w14:paraId="006F6E1E" w14:textId="77777777" w:rsidR="002C50B2" w:rsidRDefault="00C77A4E" w:rsidP="002C50B2">
      <w:r w:rsidRPr="00275B88">
        <w:t>Profitant de ce que l</w:t>
      </w:r>
      <w:r w:rsidR="002C50B2">
        <w:t>’</w:t>
      </w:r>
      <w:r w:rsidRPr="00275B88">
        <w:t xml:space="preserve">attention générale était littéralement absorbée par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le roi des détectives laissa errer ses yeux vers le sol</w:t>
      </w:r>
      <w:r w:rsidR="002C50B2">
        <w:t>.</w:t>
      </w:r>
    </w:p>
    <w:p w14:paraId="2C00D679" w14:textId="77777777" w:rsidR="002C50B2" w:rsidRDefault="00C77A4E" w:rsidP="002C50B2">
      <w:r w:rsidRPr="00275B88">
        <w:t>Après s</w:t>
      </w:r>
      <w:r w:rsidR="002C50B2">
        <w:t>’</w:t>
      </w:r>
      <w:r w:rsidRPr="00275B88">
        <w:t>être dirigé vers l</w:t>
      </w:r>
      <w:r w:rsidR="002C50B2">
        <w:t>’</w:t>
      </w:r>
      <w:r w:rsidRPr="00275B88">
        <w:t>excavation d</w:t>
      </w:r>
      <w:r w:rsidR="002C50B2">
        <w:t>’</w:t>
      </w:r>
      <w:r w:rsidRPr="00275B88">
        <w:t>où Belphégor et ses complices avaient retiré le coffre qui contenait le trésor des Valois</w:t>
      </w:r>
      <w:r w:rsidR="002C50B2">
        <w:t xml:space="preserve">, </w:t>
      </w:r>
      <w:r w:rsidRPr="00275B88">
        <w:t>son regard devint tout à coup plus vif et se fixa sur la ferrure qui avait été abandonnée par le Fantôme et gisait tout près du trou noir et béant</w:t>
      </w:r>
      <w:r w:rsidR="002C50B2">
        <w:t xml:space="preserve">. </w:t>
      </w:r>
      <w:r w:rsidRPr="00275B88">
        <w:t>Le détective se baissa et s</w:t>
      </w:r>
      <w:r w:rsidR="002C50B2">
        <w:t>’</w:t>
      </w:r>
      <w:r w:rsidRPr="00275B88">
        <w:t>empara de la ferrure</w:t>
      </w:r>
      <w:r w:rsidR="002C50B2">
        <w:t>.</w:t>
      </w:r>
    </w:p>
    <w:p w14:paraId="5EF38B37" w14:textId="77777777" w:rsidR="002C50B2" w:rsidRDefault="00C77A4E" w:rsidP="002C50B2">
      <w:r w:rsidRPr="00275B88">
        <w:t>À plusieurs reprises</w:t>
      </w:r>
      <w:r w:rsidR="002C50B2">
        <w:t xml:space="preserve">, </w:t>
      </w:r>
      <w:r w:rsidRPr="00275B88">
        <w:t>il la tourna</w:t>
      </w:r>
      <w:r w:rsidR="002C50B2">
        <w:t xml:space="preserve">, </w:t>
      </w:r>
      <w:r w:rsidRPr="00275B88">
        <w:t>puis la retourna dans ses doigts</w:t>
      </w:r>
      <w:r w:rsidR="002C50B2">
        <w:t xml:space="preserve">… </w:t>
      </w:r>
      <w:r w:rsidRPr="00275B88">
        <w:t>Sans doute</w:t>
      </w:r>
      <w:r w:rsidR="002C50B2">
        <w:t xml:space="preserve">, </w:t>
      </w:r>
      <w:r w:rsidRPr="00275B88">
        <w:t>la trouvaille qu</w:t>
      </w:r>
      <w:r w:rsidR="002C50B2">
        <w:t>’</w:t>
      </w:r>
      <w:r w:rsidRPr="00275B88">
        <w:t>il venait de faire lui parut</w:t>
      </w:r>
      <w:r>
        <w:t>-</w:t>
      </w:r>
      <w:r w:rsidRPr="00275B88">
        <w:t>elle importante</w:t>
      </w:r>
      <w:r w:rsidR="002C50B2">
        <w:t xml:space="preserve">, </w:t>
      </w:r>
      <w:r w:rsidRPr="00275B88">
        <w:t>car un sourire de satisfaction erra sur ses lèvres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lentement</w:t>
      </w:r>
      <w:r w:rsidR="002C50B2">
        <w:t xml:space="preserve">, </w:t>
      </w:r>
      <w:r w:rsidRPr="00275B88">
        <w:t>il se dirigea vers le groupe qui entourait le narrateur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écriait</w:t>
      </w:r>
      <w:r w:rsidR="002C50B2">
        <w:t> :</w:t>
      </w:r>
    </w:p>
    <w:p w14:paraId="282A0D82" w14:textId="77777777" w:rsidR="002C50B2" w:rsidRDefault="002C50B2" w:rsidP="002C50B2">
      <w:r>
        <w:t>— </w:t>
      </w:r>
      <w:r w:rsidR="00C77A4E" w:rsidRPr="00275B88">
        <w:t>Dans ma carrière de policier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été déjà mêlé à des drames que j</w:t>
      </w:r>
      <w:r>
        <w:t>’</w:t>
      </w:r>
      <w:r w:rsidR="00C77A4E" w:rsidRPr="00275B88">
        <w:t>ai le droit de qualifier d</w:t>
      </w:r>
      <w:r>
        <w:t>’</w:t>
      </w:r>
      <w:r w:rsidR="00C77A4E" w:rsidRPr="00275B88">
        <w:t>extraordinaires</w:t>
      </w:r>
      <w:r>
        <w:t xml:space="preserve">. </w:t>
      </w:r>
      <w:r w:rsidR="00C77A4E" w:rsidRPr="00275B88">
        <w:t>Mais je vous jure que je n</w:t>
      </w:r>
      <w:r>
        <w:t>’</w:t>
      </w:r>
      <w:r w:rsidR="00C77A4E" w:rsidRPr="00275B88">
        <w:t>ai jamais rien vu de pareil</w:t>
      </w:r>
      <w:r>
        <w:t xml:space="preserve">… </w:t>
      </w:r>
      <w:r w:rsidR="00C77A4E" w:rsidRPr="00275B88">
        <w:t>et j</w:t>
      </w:r>
      <w:r>
        <w:t>’</w:t>
      </w:r>
      <w:r w:rsidR="00C77A4E" w:rsidRPr="00275B88">
        <w:t>avoue franchement que je me demande ce qui a bien pu se passer</w:t>
      </w:r>
      <w:r>
        <w:t>.</w:t>
      </w:r>
    </w:p>
    <w:p w14:paraId="06C7D95B" w14:textId="77777777" w:rsidR="002C50B2" w:rsidRDefault="00C77A4E" w:rsidP="002C50B2">
      <w:r w:rsidRPr="00275B88">
        <w:t>Une voix vibrante proféra ces mots</w:t>
      </w:r>
      <w:r w:rsidR="002C50B2">
        <w:t> :</w:t>
      </w:r>
    </w:p>
    <w:p w14:paraId="2263EF22" w14:textId="77777777" w:rsidR="002C50B2" w:rsidRDefault="002C50B2" w:rsidP="002C50B2">
      <w:r>
        <w:t>— </w:t>
      </w:r>
      <w:r w:rsidR="00C77A4E" w:rsidRPr="00275B88">
        <w:t>Je vais vous le dire</w:t>
      </w:r>
      <w:r>
        <w:t xml:space="preserve">, </w:t>
      </w:r>
      <w:r w:rsidR="00C77A4E" w:rsidRPr="00275B88">
        <w:t>mon cher confrère</w:t>
      </w:r>
      <w:r>
        <w:t> !</w:t>
      </w:r>
    </w:p>
    <w:p w14:paraId="2F24ABE0" w14:textId="2E25C112" w:rsidR="002C50B2" w:rsidRDefault="00C77A4E" w:rsidP="002C50B2">
      <w:r w:rsidRPr="00275B88">
        <w:lastRenderedPageBreak/>
        <w:t>Un vif mouvement de stupeur secoua l</w:t>
      </w:r>
      <w:r w:rsidR="002C50B2">
        <w:t>’</w:t>
      </w:r>
      <w:r w:rsidRPr="00275B88">
        <w:t>assistance</w:t>
      </w:r>
      <w:r w:rsidR="002C50B2">
        <w:t xml:space="preserve">… </w:t>
      </w:r>
      <w:r w:rsidRPr="00275B88">
        <w:t>Et tous les yeux se portèrent vers Chantecoq qui</w:t>
      </w:r>
      <w:r w:rsidR="002C50B2">
        <w:t xml:space="preserve">, </w:t>
      </w:r>
      <w:r w:rsidRPr="00275B88">
        <w:t>sans que personne ne l</w:t>
      </w:r>
      <w:r w:rsidR="002C50B2">
        <w:t>’</w:t>
      </w:r>
      <w:r w:rsidRPr="00275B88">
        <w:t>eût vu venir</w:t>
      </w:r>
      <w:r w:rsidR="002C50B2">
        <w:t xml:space="preserve">, </w:t>
      </w:r>
      <w:r w:rsidRPr="00275B88">
        <w:t xml:space="preserve">dressait sa fine silhouette entre </w:t>
      </w:r>
      <w:r w:rsidR="002C50B2">
        <w:t>M. </w:t>
      </w:r>
      <w:r w:rsidRPr="00275B88">
        <w:t xml:space="preserve">Lavergne et </w:t>
      </w:r>
      <w:proofErr w:type="spellStart"/>
      <w:r w:rsidRPr="00275B88">
        <w:t>Ménardier</w:t>
      </w:r>
      <w:proofErr w:type="spellEnd"/>
      <w:r w:rsidR="002C50B2">
        <w:t xml:space="preserve">. </w:t>
      </w:r>
      <w:r w:rsidRPr="00275B88">
        <w:t>À la vue du grand détective</w:t>
      </w:r>
      <w:r w:rsidR="002C50B2">
        <w:t xml:space="preserve">, </w:t>
      </w:r>
      <w:r w:rsidRPr="00275B88">
        <w:t>le visage de l</w:t>
      </w:r>
      <w:r w:rsidR="002C50B2">
        <w:t>’</w:t>
      </w:r>
      <w:r w:rsidRPr="00275B88">
        <w:t>inspecteur se renfrogna</w:t>
      </w:r>
      <w:r w:rsidR="002C50B2">
        <w:t xml:space="preserve">, </w:t>
      </w:r>
      <w:r w:rsidRPr="00275B88">
        <w:t>exprimant nettement et sans la moindre ambiguïté</w:t>
      </w:r>
      <w:r w:rsidR="002C50B2">
        <w:t> :</w:t>
      </w:r>
    </w:p>
    <w:p w14:paraId="2067CC21" w14:textId="6ED9A891" w:rsidR="002C50B2" w:rsidRDefault="002C50B2" w:rsidP="002C50B2">
      <w:r>
        <w:t>« </w:t>
      </w:r>
      <w:r w:rsidR="00C77A4E" w:rsidRPr="00275B88">
        <w:t>Ah çà</w:t>
      </w:r>
      <w:r>
        <w:t xml:space="preserve"> ! </w:t>
      </w:r>
      <w:r w:rsidR="00C77A4E" w:rsidRPr="00275B88">
        <w:t>de quoi se mêle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celui</w:t>
      </w:r>
      <w:r w:rsidR="00C77A4E">
        <w:t>-</w:t>
      </w:r>
      <w:r w:rsidR="00C77A4E" w:rsidRPr="00275B88">
        <w:t>là</w:t>
      </w:r>
      <w:r>
        <w:t> ? »</w:t>
      </w:r>
    </w:p>
    <w:p w14:paraId="09FFB01B" w14:textId="77777777" w:rsidR="002C50B2" w:rsidRDefault="00C77A4E" w:rsidP="002C50B2">
      <w:r w:rsidRPr="00275B88">
        <w:t>Mais Chantecoq qui</w:t>
      </w:r>
      <w:r w:rsidR="002C50B2">
        <w:t xml:space="preserve">, </w:t>
      </w:r>
      <w:r w:rsidRPr="00275B88">
        <w:t>pourtant</w:t>
      </w:r>
      <w:r w:rsidR="002C50B2">
        <w:t xml:space="preserve">, </w:t>
      </w:r>
      <w:r w:rsidRPr="00275B88">
        <w:t>avait deviné les intentions hostiles de son collègue</w:t>
      </w:r>
      <w:r w:rsidR="002C50B2">
        <w:t xml:space="preserve">, </w:t>
      </w:r>
      <w:r w:rsidRPr="00275B88">
        <w:t>sans se départir de ce calme merveilleux qui le caractérisait</w:t>
      </w:r>
      <w:r w:rsidR="002C50B2">
        <w:t xml:space="preserve">, </w:t>
      </w:r>
      <w:r w:rsidRPr="00275B88">
        <w:t>reprenait</w:t>
      </w:r>
      <w:r w:rsidR="002C50B2">
        <w:t xml:space="preserve">, </w:t>
      </w:r>
      <w:r w:rsidRPr="00275B88">
        <w:t>tout en désignant l</w:t>
      </w:r>
      <w:r w:rsidR="002C50B2">
        <w:t>’</w:t>
      </w:r>
      <w:r w:rsidRPr="00275B88">
        <w:t>excavation</w:t>
      </w:r>
      <w:r w:rsidR="002C50B2">
        <w:t> :</w:t>
      </w:r>
    </w:p>
    <w:p w14:paraId="597DA91B" w14:textId="77777777" w:rsidR="002C50B2" w:rsidRDefault="002C50B2" w:rsidP="002C50B2">
      <w:r>
        <w:t>— </w:t>
      </w:r>
      <w:r w:rsidR="00C77A4E" w:rsidRPr="00275B88">
        <w:t>Il y avait là un trésor caché</w:t>
      </w:r>
      <w:r>
        <w:t> !</w:t>
      </w:r>
    </w:p>
    <w:p w14:paraId="15C370CE" w14:textId="77777777" w:rsidR="002C50B2" w:rsidRDefault="002C50B2" w:rsidP="002C50B2">
      <w:r>
        <w:t>— </w:t>
      </w:r>
      <w:r w:rsidR="00C77A4E" w:rsidRPr="00275B88">
        <w:t>Un trésor</w:t>
      </w:r>
      <w:r>
        <w:t xml:space="preserve"> ?… </w:t>
      </w:r>
      <w:r w:rsidR="00C77A4E" w:rsidRPr="00275B88">
        <w:t xml:space="preserve">répéta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d</w:t>
      </w:r>
      <w:r>
        <w:t>’</w:t>
      </w:r>
      <w:r w:rsidR="00C77A4E" w:rsidRPr="00275B88">
        <w:t>un air incrédule</w:t>
      </w:r>
      <w:r>
        <w:t>.</w:t>
      </w:r>
    </w:p>
    <w:p w14:paraId="606897FE" w14:textId="77777777" w:rsidR="002C50B2" w:rsidRDefault="002C50B2" w:rsidP="002C50B2">
      <w:r>
        <w:t>— </w:t>
      </w:r>
      <w:r w:rsidR="00C77A4E" w:rsidRPr="00275B88">
        <w:t>Parfaitement</w:t>
      </w:r>
      <w:r>
        <w:t xml:space="preserve"> ! </w:t>
      </w:r>
      <w:r w:rsidR="00C77A4E" w:rsidRPr="00275B88">
        <w:t>scandait le grand limier</w:t>
      </w:r>
      <w:r>
        <w:t xml:space="preserve">… </w:t>
      </w:r>
      <w:r w:rsidR="00C77A4E" w:rsidRPr="00275B88">
        <w:t>Un trésor enfermé dans un coffre Renaissance</w:t>
      </w:r>
      <w:r>
        <w:t>.</w:t>
      </w:r>
    </w:p>
    <w:p w14:paraId="21B70F3D" w14:textId="77777777" w:rsidR="002C50B2" w:rsidRDefault="002C50B2" w:rsidP="002C50B2">
      <w:r>
        <w:t>— </w:t>
      </w:r>
      <w:r w:rsidR="006929A0">
        <w:t>Q</w:t>
      </w:r>
      <w:r w:rsidR="00C77A4E" w:rsidRPr="00275B88">
        <w:t>ui vous le donne à penser</w:t>
      </w:r>
      <w:r>
        <w:t> ?</w:t>
      </w:r>
    </w:p>
    <w:p w14:paraId="0278421C" w14:textId="77777777" w:rsidR="002C50B2" w:rsidRDefault="002C50B2" w:rsidP="002C50B2">
      <w:r>
        <w:t>— </w:t>
      </w:r>
      <w:r w:rsidR="00C77A4E" w:rsidRPr="00275B88">
        <w:t>Cette ferrure d</w:t>
      </w:r>
      <w:r>
        <w:t>’</w:t>
      </w:r>
      <w:r w:rsidR="00C77A4E" w:rsidRPr="00275B88">
        <w:t>angle</w:t>
      </w:r>
      <w:r>
        <w:t xml:space="preserve">, </w:t>
      </w:r>
      <w:r w:rsidR="00C77A4E" w:rsidRPr="00275B88">
        <w:t>que je viens de recueillir au bord même du trou</w:t>
      </w:r>
      <w:r>
        <w:t>…</w:t>
      </w:r>
    </w:p>
    <w:p w14:paraId="6BD9990B" w14:textId="5754AF4C" w:rsidR="002C50B2" w:rsidRDefault="00C77A4E" w:rsidP="002C50B2">
      <w:r w:rsidRPr="00275B88">
        <w:t xml:space="preserve">Et tout en la montrant à </w:t>
      </w:r>
      <w:r w:rsidR="002C50B2">
        <w:t>M. </w:t>
      </w:r>
      <w:r w:rsidRPr="00275B88">
        <w:t>Lavergne</w:t>
      </w:r>
      <w:r w:rsidR="002C50B2">
        <w:t xml:space="preserve">, </w:t>
      </w:r>
      <w:r w:rsidRPr="00275B88">
        <w:t>Chantecoq ajouta</w:t>
      </w:r>
      <w:r w:rsidR="002C50B2">
        <w:t> :</w:t>
      </w:r>
    </w:p>
    <w:p w14:paraId="134F6DF1" w14:textId="77777777" w:rsidR="002C50B2" w:rsidRDefault="002C50B2" w:rsidP="002C50B2">
      <w:r>
        <w:t>— </w:t>
      </w:r>
      <w:r w:rsidR="00C77A4E" w:rsidRPr="00275B88">
        <w:t>Je crois</w:t>
      </w:r>
      <w:r>
        <w:t xml:space="preserve">, </w:t>
      </w:r>
      <w:r w:rsidR="00C77A4E" w:rsidRPr="00275B88">
        <w:t>monsieur le conservateur</w:t>
      </w:r>
      <w:r>
        <w:t xml:space="preserve">, </w:t>
      </w:r>
      <w:r w:rsidR="00C77A4E" w:rsidRPr="00275B88">
        <w:t>que je ne me trompe pas</w:t>
      </w:r>
      <w:r>
        <w:t>.</w:t>
      </w:r>
    </w:p>
    <w:p w14:paraId="59A58BB9" w14:textId="381CEA3D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 xml:space="preserve">reconnaissait </w:t>
      </w:r>
      <w:r>
        <w:t>M. </w:t>
      </w:r>
      <w:r w:rsidR="00C77A4E" w:rsidRPr="00275B88">
        <w:t>Lavergne</w:t>
      </w:r>
      <w:r>
        <w:t xml:space="preserve">, </w:t>
      </w:r>
      <w:r w:rsidR="00C77A4E" w:rsidRPr="00275B88">
        <w:t>ce morceau de ferronnerie date bien du seizième siècle</w:t>
      </w:r>
      <w:r>
        <w:t>.</w:t>
      </w:r>
    </w:p>
    <w:p w14:paraId="515EE3B1" w14:textId="77777777" w:rsidR="002C50B2" w:rsidRDefault="002C50B2" w:rsidP="002C50B2">
      <w:r>
        <w:t>— </w:t>
      </w:r>
      <w:r w:rsidR="00C77A4E" w:rsidRPr="00275B88">
        <w:t>Permettez</w:t>
      </w:r>
      <w:r w:rsidR="00C77A4E">
        <w:t>-</w:t>
      </w:r>
      <w:r w:rsidR="00C77A4E" w:rsidRPr="00275B88">
        <w:t>moi de vous faire observer qu</w:t>
      </w:r>
      <w:r>
        <w:t>’</w:t>
      </w:r>
      <w:r w:rsidR="00C77A4E" w:rsidRPr="00275B88">
        <w:t>il porte les armes des Valois</w:t>
      </w:r>
      <w:r>
        <w:t xml:space="preserve">, </w:t>
      </w:r>
      <w:r w:rsidR="00C77A4E" w:rsidRPr="00275B88">
        <w:t>soulignait le grand limier</w:t>
      </w:r>
      <w:r>
        <w:t>.</w:t>
      </w:r>
    </w:p>
    <w:p w14:paraId="1D94FED0" w14:textId="77777777" w:rsidR="002C50B2" w:rsidRDefault="00C77A4E" w:rsidP="002C50B2">
      <w:r w:rsidRPr="00275B88">
        <w:t>Méfiant</w:t>
      </w:r>
      <w:r w:rsidR="002C50B2">
        <w:t xml:space="preserve">, </w:t>
      </w:r>
      <w:r w:rsidRPr="00275B88">
        <w:t>presque agressif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reprenait</w:t>
      </w:r>
      <w:r w:rsidR="002C50B2">
        <w:t> :</w:t>
      </w:r>
    </w:p>
    <w:p w14:paraId="3D6AEAD3" w14:textId="77777777" w:rsidR="002C50B2" w:rsidRDefault="002C50B2" w:rsidP="002C50B2">
      <w:r>
        <w:lastRenderedPageBreak/>
        <w:t>— </w:t>
      </w:r>
      <w:r w:rsidR="00C77A4E" w:rsidRPr="00275B88">
        <w:t>Ce n</w:t>
      </w:r>
      <w:r>
        <w:t>’</w:t>
      </w:r>
      <w:r w:rsidR="00C77A4E" w:rsidRPr="00275B88">
        <w:t>est qu</w:t>
      </w:r>
      <w:r>
        <w:t>’</w:t>
      </w:r>
      <w:r w:rsidR="00C77A4E" w:rsidRPr="00275B88">
        <w:t>une hypothèse</w:t>
      </w:r>
      <w:r>
        <w:t> !</w:t>
      </w:r>
    </w:p>
    <w:p w14:paraId="51410BA7" w14:textId="77777777" w:rsidR="002C50B2" w:rsidRDefault="002C50B2" w:rsidP="002C50B2">
      <w:r>
        <w:t xml:space="preserve">— … </w:t>
      </w:r>
      <w:r w:rsidR="00C77A4E" w:rsidRPr="00275B88">
        <w:t>Qui est confirmée</w:t>
      </w:r>
      <w:r>
        <w:t xml:space="preserve">, </w:t>
      </w:r>
      <w:r w:rsidR="00C77A4E" w:rsidRPr="00275B88">
        <w:t>appuyait le roi des détectives</w:t>
      </w:r>
      <w:r>
        <w:t xml:space="preserve">, </w:t>
      </w:r>
      <w:r w:rsidR="00C77A4E" w:rsidRPr="00275B88">
        <w:t>par la précaution que le Fantôme a prise de vous endormir</w:t>
      </w:r>
      <w:r>
        <w:t xml:space="preserve">, </w:t>
      </w:r>
      <w:r w:rsidR="00C77A4E" w:rsidRPr="00275B88">
        <w:t>ainsi que vos collaborateurs</w:t>
      </w:r>
      <w:r>
        <w:t xml:space="preserve">, </w:t>
      </w:r>
      <w:r w:rsidR="00C77A4E" w:rsidRPr="00275B88">
        <w:t>à l</w:t>
      </w:r>
      <w:r>
        <w:t>’</w:t>
      </w:r>
      <w:r w:rsidR="00C77A4E" w:rsidRPr="00275B88">
        <w:t>aide de gaz somnifères</w:t>
      </w:r>
      <w:r>
        <w:t>.</w:t>
      </w:r>
    </w:p>
    <w:p w14:paraId="1E280655" w14:textId="77777777" w:rsidR="002C50B2" w:rsidRDefault="00C77A4E" w:rsidP="002C50B2">
      <w:r w:rsidRPr="00275B88">
        <w:t>À ces mots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ne put réprimer une grimace de mécontentement</w:t>
      </w:r>
      <w:r w:rsidR="002C50B2">
        <w:t xml:space="preserve">. </w:t>
      </w:r>
      <w:r w:rsidRPr="00275B88">
        <w:t>Et Chantecoq</w:t>
      </w:r>
      <w:r w:rsidR="002C50B2">
        <w:t xml:space="preserve">, </w:t>
      </w:r>
      <w:r w:rsidRPr="00275B88">
        <w:t>tout en lui frappant familièrement sur l</w:t>
      </w:r>
      <w:r w:rsidR="002C50B2">
        <w:t>’</w:t>
      </w:r>
      <w:r w:rsidRPr="00275B88">
        <w:t>épaule</w:t>
      </w:r>
      <w:r w:rsidR="002C50B2">
        <w:t xml:space="preserve">, </w:t>
      </w:r>
      <w:r w:rsidRPr="00275B88">
        <w:t>ajouta</w:t>
      </w:r>
      <w:r w:rsidR="002C50B2">
        <w:t> :</w:t>
      </w:r>
    </w:p>
    <w:p w14:paraId="6E0C5824" w14:textId="77777777" w:rsidR="002C50B2" w:rsidRDefault="002C50B2" w:rsidP="002C50B2">
      <w:r>
        <w:t>— </w:t>
      </w:r>
      <w:r w:rsidR="00C77A4E" w:rsidRPr="00275B88">
        <w:t>Estimez</w:t>
      </w:r>
      <w:r w:rsidR="00C77A4E">
        <w:t>-</w:t>
      </w:r>
      <w:r w:rsidR="00C77A4E" w:rsidRPr="00275B88">
        <w:t>vous heureux qu</w:t>
      </w:r>
      <w:r>
        <w:t>’</w:t>
      </w:r>
      <w:r w:rsidR="00C77A4E" w:rsidRPr="00275B88">
        <w:t>il n</w:t>
      </w:r>
      <w:r>
        <w:t>’</w:t>
      </w:r>
      <w:r w:rsidR="00C77A4E" w:rsidRPr="00275B88">
        <w:t>ait pas employé de gaz asphyxiants</w:t>
      </w:r>
      <w:r>
        <w:t> !</w:t>
      </w:r>
    </w:p>
    <w:p w14:paraId="5781BB0C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se mordit les lèvres</w:t>
      </w:r>
      <w:r w:rsidR="002C50B2">
        <w:t>.</w:t>
      </w:r>
    </w:p>
    <w:p w14:paraId="1CADBA6F" w14:textId="77777777" w:rsidR="002C50B2" w:rsidRDefault="00C77A4E" w:rsidP="002C50B2">
      <w:r w:rsidRPr="00275B88">
        <w:t>N</w:t>
      </w:r>
      <w:r w:rsidR="002C50B2">
        <w:t>’</w:t>
      </w:r>
      <w:r w:rsidRPr="00275B88">
        <w:t>était</w:t>
      </w:r>
      <w:r>
        <w:t>-</w:t>
      </w:r>
      <w:r w:rsidRPr="00275B88">
        <w:t>ce pas une leçon que lui donnait publiquement son maître</w:t>
      </w:r>
      <w:r w:rsidR="002C50B2">
        <w:t> ?</w:t>
      </w:r>
    </w:p>
    <w:p w14:paraId="600A2887" w14:textId="77777777" w:rsidR="002C50B2" w:rsidRDefault="00C77A4E" w:rsidP="002C50B2">
      <w:r w:rsidRPr="00275B88">
        <w:t>Mais un agent accourait</w:t>
      </w:r>
      <w:r w:rsidR="002C50B2">
        <w:t xml:space="preserve">, </w:t>
      </w:r>
      <w:r w:rsidRPr="00275B88">
        <w:t>portant un pli à son adresse</w:t>
      </w:r>
      <w:r w:rsidR="002C50B2">
        <w:t xml:space="preserve">… </w:t>
      </w:r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>en empara et l</w:t>
      </w:r>
      <w:r w:rsidR="002C50B2">
        <w:t>’</w:t>
      </w:r>
      <w:r w:rsidRPr="00275B88">
        <w:t>ouvrit d</w:t>
      </w:r>
      <w:r w:rsidR="002C50B2">
        <w:t>’</w:t>
      </w:r>
      <w:r w:rsidRPr="00275B88">
        <w:t>une main fébrile</w:t>
      </w:r>
      <w:r w:rsidR="002C50B2">
        <w:t>.</w:t>
      </w:r>
    </w:p>
    <w:p w14:paraId="1E420090" w14:textId="77777777" w:rsidR="002C50B2" w:rsidRDefault="00C77A4E" w:rsidP="002C50B2">
      <w:r w:rsidRPr="00275B88">
        <w:t>Au fur et à mesure qu</w:t>
      </w:r>
      <w:r w:rsidR="002C50B2">
        <w:t>’</w:t>
      </w:r>
      <w:r w:rsidRPr="00275B88">
        <w:t>il en prenait connaissance</w:t>
      </w:r>
      <w:r w:rsidR="002C50B2">
        <w:t xml:space="preserve">, </w:t>
      </w:r>
      <w:r w:rsidRPr="00275B88">
        <w:t>son visage se détendait pour refléter peu à peu une expression de joie manifeste et presque triomphante</w:t>
      </w:r>
      <w:r w:rsidR="002C50B2">
        <w:t xml:space="preserve">. </w:t>
      </w:r>
      <w:r w:rsidRPr="00275B88">
        <w:t>Et</w:t>
      </w:r>
      <w:r w:rsidR="002C50B2">
        <w:t xml:space="preserve">, </w:t>
      </w:r>
      <w:r w:rsidRPr="00275B88">
        <w:t>sur un ton de certitude et même de défi</w:t>
      </w:r>
      <w:r w:rsidR="002C50B2">
        <w:t xml:space="preserve">, </w:t>
      </w:r>
      <w:r w:rsidRPr="00275B88">
        <w:t>il lança</w:t>
      </w:r>
      <w:r w:rsidR="002C50B2">
        <w:t> :</w:t>
      </w:r>
    </w:p>
    <w:p w14:paraId="08C45004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proofErr w:type="spellStart"/>
      <w:r w:rsidR="00C77A4E" w:rsidRPr="00275B88">
        <w:t>veuillez vous</w:t>
      </w:r>
      <w:proofErr w:type="spellEnd"/>
      <w:r w:rsidR="00C77A4E" w:rsidRPr="00275B88">
        <w:t xml:space="preserve"> trouver</w:t>
      </w:r>
      <w:r>
        <w:t xml:space="preserve">, </w:t>
      </w:r>
      <w:r w:rsidR="00C77A4E" w:rsidRPr="00275B88">
        <w:t>cet après</w:t>
      </w:r>
      <w:r w:rsidR="00C77A4E">
        <w:t>-</w:t>
      </w:r>
      <w:r w:rsidR="00C77A4E" w:rsidRPr="00275B88">
        <w:t>midi</w:t>
      </w:r>
      <w:r>
        <w:t xml:space="preserve">, </w:t>
      </w:r>
      <w:r w:rsidR="00C77A4E" w:rsidRPr="00275B88">
        <w:t>vers dix</w:t>
      </w:r>
      <w:r w:rsidR="00C77A4E">
        <w:t>-</w:t>
      </w:r>
      <w:r w:rsidR="00C77A4E" w:rsidRPr="00275B88">
        <w:t>sept heures</w:t>
      </w:r>
      <w:r>
        <w:t xml:space="preserve">, </w:t>
      </w:r>
      <w:r w:rsidR="00C77A4E" w:rsidRPr="00275B88">
        <w:t>quai des Orfèvres</w:t>
      </w:r>
      <w:r>
        <w:t xml:space="preserve">. </w:t>
      </w:r>
      <w:r w:rsidR="00C77A4E" w:rsidRPr="00275B88">
        <w:t>Je crois que j</w:t>
      </w:r>
      <w:r>
        <w:t>’</w:t>
      </w:r>
      <w:r w:rsidR="00C77A4E" w:rsidRPr="00275B88">
        <w:t>aurai le plaisir de vous annoncer une bonne nouvelle</w:t>
      </w:r>
      <w:r>
        <w:t>.</w:t>
      </w:r>
    </w:p>
    <w:p w14:paraId="6BDE6CD8" w14:textId="77777777" w:rsidR="002C50B2" w:rsidRDefault="00C77A4E" w:rsidP="002C50B2">
      <w:r w:rsidRPr="00275B88">
        <w:t>Tranquillement</w:t>
      </w:r>
      <w:r w:rsidR="002C50B2">
        <w:t xml:space="preserve">, </w:t>
      </w:r>
      <w:r w:rsidRPr="00275B88">
        <w:t>le roi des détectives répondait</w:t>
      </w:r>
      <w:r w:rsidR="002C50B2">
        <w:t> :</w:t>
      </w:r>
    </w:p>
    <w:p w14:paraId="2E11F6FB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y serai</w:t>
      </w:r>
      <w:r>
        <w:t xml:space="preserve">, </w:t>
      </w:r>
      <w:r w:rsidR="00C77A4E" w:rsidRPr="00275B88">
        <w:t>mon cher ami</w:t>
      </w:r>
      <w:r>
        <w:t> !</w:t>
      </w:r>
    </w:p>
    <w:p w14:paraId="6EF6A4B1" w14:textId="30093625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adressant à </w:t>
      </w:r>
      <w:r w:rsidR="002C50B2">
        <w:t>M. </w:t>
      </w:r>
      <w:r w:rsidRPr="00275B88">
        <w:t>Lavergne et à son adjoint</w:t>
      </w:r>
      <w:r w:rsidR="002C50B2">
        <w:t> :</w:t>
      </w:r>
    </w:p>
    <w:p w14:paraId="65ADF70E" w14:textId="77777777" w:rsidR="002C50B2" w:rsidRDefault="002C50B2" w:rsidP="002C50B2">
      <w:r>
        <w:t>— </w:t>
      </w:r>
      <w:r w:rsidR="00C77A4E" w:rsidRPr="00275B88">
        <w:t>Messieurs</w:t>
      </w:r>
      <w:r>
        <w:t xml:space="preserve">, </w:t>
      </w:r>
      <w:r w:rsidR="00C77A4E" w:rsidRPr="00275B88">
        <w:t>je crois pouvoir vous affirmer que le Fantôme du Louvre ne tardera pas à être sous les verrous</w:t>
      </w:r>
      <w:r>
        <w:t>.</w:t>
      </w:r>
    </w:p>
    <w:p w14:paraId="397E609A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se tournant vers Chantecoq</w:t>
      </w:r>
      <w:r w:rsidR="002C50B2">
        <w:t xml:space="preserve">, </w:t>
      </w:r>
      <w:r w:rsidRPr="00275B88">
        <w:t>qui avait accueilli cette prophétie sensationnelle</w:t>
      </w:r>
      <w:r w:rsidR="002C50B2">
        <w:t xml:space="preserve">, </w:t>
      </w:r>
      <w:r w:rsidRPr="00275B88">
        <w:t>avec une indifférence non dépourvue d</w:t>
      </w:r>
      <w:r w:rsidR="002C50B2">
        <w:t>’</w:t>
      </w:r>
      <w:r w:rsidRPr="00275B88">
        <w:t>une certaine ironie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5B6BA19E" w14:textId="77777777" w:rsidR="002C50B2" w:rsidRDefault="002C50B2" w:rsidP="002C50B2">
      <w:r>
        <w:t>— </w:t>
      </w:r>
      <w:r w:rsidR="00C77A4E" w:rsidRPr="00275B88">
        <w:t>On sait encore travailler à la préfecture de police</w:t>
      </w:r>
      <w:r>
        <w:t>.</w:t>
      </w:r>
    </w:p>
    <w:p w14:paraId="3EF75304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en ai jamais douté</w:t>
      </w:r>
      <w:r>
        <w:t xml:space="preserve">, </w:t>
      </w:r>
      <w:r w:rsidR="00C77A4E" w:rsidRPr="00275B88">
        <w:t xml:space="preserve">mon cher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répliqua le détective avec un accent de courtoisie parfaite</w:t>
      </w:r>
      <w:r>
        <w:t>.</w:t>
      </w:r>
    </w:p>
    <w:p w14:paraId="614DBA65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à tantôt</w:t>
      </w:r>
      <w:r>
        <w:t xml:space="preserve">, </w:t>
      </w:r>
      <w:r w:rsidR="00C77A4E" w:rsidRPr="00275B88">
        <w:t>monsieur Chantecoq</w:t>
      </w:r>
      <w:r>
        <w:t> ?</w:t>
      </w:r>
    </w:p>
    <w:p w14:paraId="2AEA1F1F" w14:textId="77777777" w:rsidR="002C50B2" w:rsidRDefault="002C50B2" w:rsidP="002C50B2">
      <w:r>
        <w:t>— </w:t>
      </w:r>
      <w:r w:rsidR="00C77A4E" w:rsidRPr="00275B88">
        <w:t>À tantôt</w:t>
      </w:r>
      <w:r>
        <w:t xml:space="preserve">, </w:t>
      </w:r>
      <w:r w:rsidR="00C77A4E" w:rsidRPr="00275B88">
        <w:t xml:space="preserve">mon cher </w:t>
      </w:r>
      <w:proofErr w:type="spellStart"/>
      <w:r w:rsidR="00C77A4E" w:rsidRPr="00275B88">
        <w:t>Ménardier</w:t>
      </w:r>
      <w:proofErr w:type="spellEnd"/>
      <w:r>
        <w:t>.</w:t>
      </w:r>
    </w:p>
    <w:p w14:paraId="335D43BE" w14:textId="75BBE26B" w:rsidR="002C50B2" w:rsidRDefault="00C77A4E" w:rsidP="002C50B2">
      <w:r w:rsidRPr="00275B88">
        <w:t>L</w:t>
      </w:r>
      <w:r w:rsidR="002C50B2">
        <w:t>’</w:t>
      </w:r>
      <w:r w:rsidRPr="00275B88">
        <w:t>inspecteur s</w:t>
      </w:r>
      <w:r w:rsidR="002C50B2">
        <w:t>’</w:t>
      </w:r>
      <w:r w:rsidRPr="00275B88">
        <w:t>éloigna avec ses deux hommes</w:t>
      </w:r>
      <w:r w:rsidR="002C50B2">
        <w:t xml:space="preserve">. </w:t>
      </w:r>
      <w:r w:rsidRPr="00275B88">
        <w:t>Chantecoq glissa dans sa poche la ferrure qu</w:t>
      </w:r>
      <w:r w:rsidR="002C50B2">
        <w:t>’</w:t>
      </w:r>
      <w:r w:rsidRPr="00275B88">
        <w:t xml:space="preserve">il tenait à la main et </w:t>
      </w:r>
      <w:r w:rsidR="002C50B2">
        <w:t>M. </w:t>
      </w:r>
      <w:r w:rsidRPr="00275B88">
        <w:t>Lavergne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approchant de lui</w:t>
      </w:r>
      <w:r w:rsidR="002C50B2">
        <w:t xml:space="preserve">, </w:t>
      </w:r>
      <w:r w:rsidRPr="00275B88">
        <w:t>fit sur un ton plein de cordialité</w:t>
      </w:r>
      <w:r w:rsidR="002C50B2">
        <w:t> :</w:t>
      </w:r>
    </w:p>
    <w:p w14:paraId="43F3F8A7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en pensez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as des as</w:t>
      </w:r>
      <w:r>
        <w:t> ?</w:t>
      </w:r>
    </w:p>
    <w:p w14:paraId="15B1BCF5" w14:textId="77777777" w:rsidR="002C50B2" w:rsidRDefault="00C77A4E" w:rsidP="002C50B2">
      <w:r w:rsidRPr="00275B88">
        <w:t>Chantecoq répliquait</w:t>
      </w:r>
      <w:r w:rsidR="002C50B2">
        <w:t> :</w:t>
      </w:r>
    </w:p>
    <w:p w14:paraId="55F96BED" w14:textId="77777777" w:rsidR="002C50B2" w:rsidRDefault="002C50B2" w:rsidP="002C50B2">
      <w:r>
        <w:t>— </w:t>
      </w:r>
      <w:r w:rsidR="00C77A4E" w:rsidRPr="00275B88">
        <w:t>Monsieur le conservateur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toujours eu pour principe de ne jamais vendre la peau de l</w:t>
      </w:r>
      <w:r>
        <w:t>’</w:t>
      </w:r>
      <w:r w:rsidR="00C77A4E" w:rsidRPr="00275B88">
        <w:t>ours avant qu</w:t>
      </w:r>
      <w:r>
        <w:t>’</w:t>
      </w:r>
      <w:r w:rsidR="00C77A4E" w:rsidRPr="00275B88">
        <w:t>il fût à terre</w:t>
      </w:r>
      <w:r>
        <w:t>.</w:t>
      </w:r>
    </w:p>
    <w:p w14:paraId="23E5EF0B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 xml:space="preserve">vous croyez que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 bluffé</w:t>
      </w:r>
      <w:r>
        <w:t> ?</w:t>
      </w:r>
    </w:p>
    <w:p w14:paraId="536A0569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 !… </w:t>
      </w:r>
      <w:r w:rsidR="00C77A4E" w:rsidRPr="00275B88">
        <w:t>Je suis sûr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est sincère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ajouterai même que c</w:t>
      </w:r>
      <w:r>
        <w:t>’</w:t>
      </w:r>
      <w:r w:rsidR="00C77A4E" w:rsidRPr="00275B88">
        <w:t>est un garçon très intelligent</w:t>
      </w:r>
      <w:r>
        <w:t xml:space="preserve">… </w:t>
      </w:r>
      <w:r w:rsidR="00C77A4E" w:rsidRPr="00275B88">
        <w:t>Et j</w:t>
      </w:r>
      <w:r>
        <w:t>’</w:t>
      </w:r>
      <w:r w:rsidR="00C77A4E" w:rsidRPr="00275B88">
        <w:t>en déduis que</w:t>
      </w:r>
      <w:r>
        <w:t xml:space="preserve">, </w:t>
      </w:r>
      <w:r w:rsidR="00C77A4E" w:rsidRPr="00275B88">
        <w:t>pour avoir réussi à endormir ainsi sa vigilance et accomplir cette nuit l</w:t>
      </w:r>
      <w:r>
        <w:t>’</w:t>
      </w:r>
      <w:r w:rsidR="00C77A4E" w:rsidRPr="00275B88">
        <w:t>exploit que vous savez</w:t>
      </w:r>
      <w:r>
        <w:t xml:space="preserve">, </w:t>
      </w:r>
      <w:r w:rsidR="00C77A4E" w:rsidRPr="00275B88">
        <w:t>il faut que notre Fantôme soit un de ces bandits comme on n</w:t>
      </w:r>
      <w:r>
        <w:t>’</w:t>
      </w:r>
      <w:r w:rsidR="00C77A4E" w:rsidRPr="00275B88">
        <w:t>en rencontre pas plus d</w:t>
      </w:r>
      <w:r>
        <w:t>’</w:t>
      </w:r>
      <w:r w:rsidR="00C77A4E" w:rsidRPr="00275B88">
        <w:t>un ou deux par siècle</w:t>
      </w:r>
      <w:r>
        <w:t>.</w:t>
      </w:r>
    </w:p>
    <w:p w14:paraId="348461FC" w14:textId="77777777" w:rsidR="002C50B2" w:rsidRDefault="002C50B2" w:rsidP="002C50B2">
      <w:r>
        <w:t>— </w:t>
      </w:r>
      <w:r w:rsidR="00C77A4E" w:rsidRPr="00275B88">
        <w:t>Cependant</w:t>
      </w:r>
      <w:r>
        <w:t xml:space="preserve">,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 été des plus affirmatifs</w:t>
      </w:r>
      <w:r>
        <w:t>…</w:t>
      </w:r>
    </w:p>
    <w:p w14:paraId="52CAA2A2" w14:textId="77777777" w:rsidR="002C50B2" w:rsidRDefault="002C50B2" w:rsidP="002C50B2">
      <w:r>
        <w:t>— </w:t>
      </w:r>
      <w:r w:rsidR="00C77A4E" w:rsidRPr="00275B88">
        <w:t>Il y a certainement une arrestation sous roche</w:t>
      </w:r>
      <w:r>
        <w:t xml:space="preserve">… </w:t>
      </w:r>
      <w:r w:rsidR="00C77A4E" w:rsidRPr="00275B88">
        <w:t>mais</w:t>
      </w:r>
      <w:r>
        <w:t xml:space="preserve">… </w:t>
      </w:r>
      <w:r w:rsidR="00C77A4E" w:rsidRPr="00275B88">
        <w:t>mais</w:t>
      </w:r>
      <w:r>
        <w:t>…</w:t>
      </w:r>
    </w:p>
    <w:p w14:paraId="73538741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après avoir pris un léger temps</w:t>
      </w:r>
      <w:r w:rsidR="002C50B2">
        <w:t xml:space="preserve">, </w:t>
      </w:r>
      <w:r w:rsidRPr="00275B88">
        <w:t>Chantecoq martela</w:t>
      </w:r>
      <w:r w:rsidR="002C50B2">
        <w:t> :</w:t>
      </w:r>
    </w:p>
    <w:p w14:paraId="4132FD77" w14:textId="77777777" w:rsidR="002C50B2" w:rsidRDefault="002C50B2" w:rsidP="002C50B2">
      <w:r>
        <w:t>— </w:t>
      </w:r>
      <w:r w:rsidR="00C77A4E" w:rsidRPr="00275B88">
        <w:t>Mais je puis vous déclarer que ce soir</w:t>
      </w:r>
      <w:r>
        <w:t xml:space="preserve">…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aura à son tableau</w:t>
      </w:r>
      <w:r>
        <w:t xml:space="preserve">… </w:t>
      </w:r>
      <w:r w:rsidR="00C77A4E" w:rsidRPr="00275B88">
        <w:t>un innocent</w:t>
      </w:r>
      <w:r>
        <w:t> !</w:t>
      </w:r>
    </w:p>
    <w:p w14:paraId="76BAE0D8" w14:textId="6678BE8C" w:rsidR="00C77A4E" w:rsidRPr="00C81758" w:rsidRDefault="00C77A4E" w:rsidP="002C50B2">
      <w:pPr>
        <w:pStyle w:val="Titre2"/>
      </w:pPr>
      <w:bookmarkStart w:id="54" w:name="_Toc145914624"/>
      <w:bookmarkStart w:id="55" w:name="_Toc203477077"/>
      <w:r w:rsidRPr="00C81758">
        <w:lastRenderedPageBreak/>
        <w:t>VI</w:t>
      </w:r>
      <w:bookmarkEnd w:id="54"/>
      <w:r>
        <w:br/>
      </w:r>
      <w:r>
        <w:br/>
      </w:r>
      <w:bookmarkStart w:id="56" w:name="_Toc145914625"/>
      <w:r w:rsidRPr="00C81758">
        <w:t>UNE FLAMME QUI MEURT</w:t>
      </w:r>
      <w:bookmarkEnd w:id="55"/>
      <w:bookmarkEnd w:id="56"/>
      <w:r>
        <w:br/>
      </w:r>
    </w:p>
    <w:p w14:paraId="38752965" w14:textId="77777777" w:rsidR="002C50B2" w:rsidRDefault="00C77A4E" w:rsidP="002C50B2">
      <w:r w:rsidRPr="00275B88">
        <w:t>Dans le grand salon de la maison d</w:t>
      </w:r>
      <w:r w:rsidR="002C50B2">
        <w:t>’</w:t>
      </w:r>
      <w:r w:rsidRPr="00275B88">
        <w:t>Auteuil</w:t>
      </w:r>
      <w:r w:rsidR="002C50B2">
        <w:t xml:space="preserve">, </w:t>
      </w:r>
      <w:r w:rsidRPr="00275B88">
        <w:t>Elsa Bergen et Maurice de Thouars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air grave</w:t>
      </w:r>
      <w:r w:rsidR="002C50B2">
        <w:t xml:space="preserve">, </w:t>
      </w:r>
      <w:r w:rsidRPr="00275B88">
        <w:t>préoccupé</w:t>
      </w:r>
      <w:r w:rsidR="002C50B2">
        <w:t xml:space="preserve">, </w:t>
      </w:r>
      <w:r w:rsidRPr="00275B88">
        <w:t>échangeaient quelques vagues propos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 valet de chambre annonça</w:t>
      </w:r>
      <w:r w:rsidR="002C50B2">
        <w:t> :</w:t>
      </w:r>
    </w:p>
    <w:p w14:paraId="04D67D04" w14:textId="77777777" w:rsidR="002C50B2" w:rsidRDefault="002C50B2" w:rsidP="002C50B2">
      <w:r>
        <w:t>— </w:t>
      </w:r>
      <w:r w:rsidR="00C77A4E" w:rsidRPr="00275B88">
        <w:t>Le baron et la baronne Papillon</w:t>
      </w:r>
      <w:r>
        <w:t> !</w:t>
      </w:r>
    </w:p>
    <w:p w14:paraId="5071A5F9" w14:textId="77777777" w:rsidR="002C50B2" w:rsidRDefault="00C77A4E" w:rsidP="002C50B2">
      <w:r w:rsidRPr="00275B88">
        <w:t>La baronne ne donna pas le temps à Elsa Bergen de s</w:t>
      </w:r>
      <w:r w:rsidR="002C50B2">
        <w:t>’</w:t>
      </w:r>
      <w:r w:rsidRPr="00275B88">
        <w:t>avancer vers elle</w:t>
      </w:r>
      <w:r w:rsidR="002C50B2">
        <w:t xml:space="preserve">… </w:t>
      </w:r>
      <w:r w:rsidRPr="00275B88">
        <w:t>Elle se précipita dans le salon</w:t>
      </w:r>
      <w:r w:rsidR="002C50B2">
        <w:t xml:space="preserve">, </w:t>
      </w:r>
      <w:r w:rsidRPr="00275B88">
        <w:t>clamant</w:t>
      </w:r>
      <w:r w:rsidR="002C50B2">
        <w:t xml:space="preserve">, </w:t>
      </w:r>
      <w:r w:rsidRPr="00275B88">
        <w:t>avec des larmes dans la voix</w:t>
      </w:r>
      <w:r w:rsidR="002C50B2">
        <w:t> :</w:t>
      </w:r>
    </w:p>
    <w:p w14:paraId="1AA0087D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notre chère Simone ne va pas</w:t>
      </w:r>
      <w:r>
        <w:t> ?…</w:t>
      </w:r>
    </w:p>
    <w:p w14:paraId="26EC0396" w14:textId="77777777" w:rsidR="002C50B2" w:rsidRDefault="00C77A4E" w:rsidP="002C50B2">
      <w:r w:rsidRPr="00275B88">
        <w:t>Le baron Papillon s</w:t>
      </w:r>
      <w:r w:rsidR="002C50B2">
        <w:t>’</w:t>
      </w:r>
      <w:r w:rsidRPr="00275B88">
        <w:t>approchait à son tour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avec le regard vide de ceux qui sont pleins d</w:t>
      </w:r>
      <w:r w:rsidR="002C50B2">
        <w:t>’</w:t>
      </w:r>
      <w:r w:rsidRPr="00275B88">
        <w:t>eux</w:t>
      </w:r>
      <w:r>
        <w:t>-</w:t>
      </w:r>
      <w:r w:rsidRPr="00275B88">
        <w:t>mêmes et le ton déclamatoire de ces gens superficiels qui s</w:t>
      </w:r>
      <w:r w:rsidR="002C50B2">
        <w:t>’</w:t>
      </w:r>
      <w:r w:rsidRPr="00275B88">
        <w:t>efforcent de masquer leur insensibilité de profonds égoïstes</w:t>
      </w:r>
      <w:r w:rsidR="002C50B2">
        <w:t xml:space="preserve">, </w:t>
      </w:r>
      <w:r w:rsidRPr="00275B88">
        <w:t>il demanda</w:t>
      </w:r>
      <w:r w:rsidR="002C50B2">
        <w:t> :</w:t>
      </w:r>
    </w:p>
    <w:p w14:paraId="3B8B5FFD" w14:textId="77777777" w:rsidR="002C50B2" w:rsidRDefault="002C50B2" w:rsidP="002C50B2">
      <w:r>
        <w:t>— </w:t>
      </w:r>
      <w:r w:rsidR="00C77A4E" w:rsidRPr="00275B88">
        <w:t>Au moins</w:t>
      </w:r>
      <w:r>
        <w:t xml:space="preserve">, </w:t>
      </w:r>
      <w:r w:rsidR="00C77A4E" w:rsidRPr="00275B88">
        <w:t>notre pauvre amie n</w:t>
      </w:r>
      <w:r>
        <w:t>’</w:t>
      </w:r>
      <w:r w:rsidR="00C77A4E" w:rsidRPr="00275B88">
        <w:t>est pas en danger</w:t>
      </w:r>
      <w:r>
        <w:t> ?</w:t>
      </w:r>
    </w:p>
    <w:p w14:paraId="0B708D2F" w14:textId="146B2C63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répliquait avec tristesse</w:t>
      </w:r>
      <w:r>
        <w:t> :</w:t>
      </w:r>
    </w:p>
    <w:p w14:paraId="287D90ED" w14:textId="77777777" w:rsidR="002C50B2" w:rsidRDefault="002C50B2" w:rsidP="002C50B2">
      <w:r>
        <w:t>— </w:t>
      </w:r>
      <w:r w:rsidR="00C77A4E" w:rsidRPr="00275B88">
        <w:t>Nous n</w:t>
      </w:r>
      <w:r>
        <w:t>’</w:t>
      </w:r>
      <w:r w:rsidR="00C77A4E" w:rsidRPr="00275B88">
        <w:t>avons plus beaucoup d</w:t>
      </w:r>
      <w:r>
        <w:t>’</w:t>
      </w:r>
      <w:r w:rsidR="00C77A4E" w:rsidRPr="00275B88">
        <w:t>espoir</w:t>
      </w:r>
      <w:r>
        <w:t>.</w:t>
      </w:r>
    </w:p>
    <w:p w14:paraId="170F2685" w14:textId="77777777" w:rsidR="002C50B2" w:rsidRDefault="002C50B2" w:rsidP="002C50B2">
      <w:r>
        <w:t>— </w:t>
      </w:r>
      <w:r w:rsidR="00C77A4E" w:rsidRPr="00275B88">
        <w:t>Que dit le médecin</w:t>
      </w:r>
      <w:r>
        <w:t> ?</w:t>
      </w:r>
    </w:p>
    <w:p w14:paraId="710F99BA" w14:textId="77777777" w:rsidR="002C50B2" w:rsidRDefault="002C50B2" w:rsidP="002C50B2">
      <w:r>
        <w:t>— </w:t>
      </w:r>
      <w:r w:rsidR="00C77A4E" w:rsidRPr="00275B88">
        <w:t>Simone n</w:t>
      </w:r>
      <w:r>
        <w:t>’</w:t>
      </w:r>
      <w:r w:rsidR="00C77A4E" w:rsidRPr="00275B88">
        <w:t>a pas voulu le recevoir</w:t>
      </w:r>
      <w:r>
        <w:t> !</w:t>
      </w:r>
    </w:p>
    <w:p w14:paraId="78B9740A" w14:textId="77777777" w:rsidR="002C50B2" w:rsidRDefault="002C50B2" w:rsidP="002C50B2">
      <w:r>
        <w:t>— </w:t>
      </w:r>
      <w:r w:rsidR="00C77A4E" w:rsidRPr="00275B88">
        <w:t>Il fallait la forcer</w:t>
      </w:r>
      <w:r>
        <w:t> !</w:t>
      </w:r>
    </w:p>
    <w:p w14:paraId="533E008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eût été hâter ses derniers moments</w:t>
      </w:r>
      <w:r>
        <w:t>.</w:t>
      </w:r>
    </w:p>
    <w:p w14:paraId="686FCCED" w14:textId="296F046A" w:rsidR="002C50B2" w:rsidRDefault="00C77A4E" w:rsidP="002C50B2">
      <w:r w:rsidRPr="00275B88">
        <w:lastRenderedPageBreak/>
        <w:t>À ces mots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Papillon se laissa tomber sur un siège</w:t>
      </w:r>
      <w:r w:rsidR="002C50B2">
        <w:t xml:space="preserve">. </w:t>
      </w:r>
      <w:r w:rsidRPr="00275B88">
        <w:t>Quant à son mari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efforçant de donner à son masque pétri de prétention imbécile et creuse une expression de douloureuse surprise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vers Maurice de Thouars et lui serra la main avec une effusion exagérée</w:t>
      </w:r>
      <w:r w:rsidR="002C50B2">
        <w:t> :</w:t>
      </w:r>
    </w:p>
    <w:p w14:paraId="69F61B33" w14:textId="77777777" w:rsidR="002C50B2" w:rsidRDefault="002C50B2" w:rsidP="002C50B2">
      <w:r>
        <w:t>— </w:t>
      </w:r>
      <w:r w:rsidR="00C77A4E" w:rsidRPr="00275B88">
        <w:t>Voyons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une voix caverneuse</w:t>
      </w:r>
      <w:r>
        <w:t xml:space="preserve">, </w:t>
      </w:r>
      <w:r w:rsidR="00C77A4E" w:rsidRPr="00275B88">
        <w:t>que s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il passé</w:t>
      </w:r>
      <w:r>
        <w:t> ?</w:t>
      </w:r>
    </w:p>
    <w:p w14:paraId="069013A2" w14:textId="77777777" w:rsidR="002C50B2" w:rsidRDefault="00C77A4E" w:rsidP="002C50B2">
      <w:r w:rsidRPr="00275B88">
        <w:t>Dissimulant avec peine l</w:t>
      </w:r>
      <w:r w:rsidR="002C50B2">
        <w:t>’</w:t>
      </w:r>
      <w:r w:rsidRPr="00275B88">
        <w:t>énervement que lui causaient toutes ces visites</w:t>
      </w:r>
      <w:r w:rsidR="002C50B2">
        <w:t xml:space="preserve">, </w:t>
      </w:r>
      <w:r w:rsidRPr="00275B88">
        <w:t>Maurice de Thouars répliquait</w:t>
      </w:r>
      <w:r w:rsidR="002C50B2">
        <w:t> :</w:t>
      </w:r>
    </w:p>
    <w:p w14:paraId="26F8231F" w14:textId="77777777" w:rsidR="002C50B2" w:rsidRDefault="002C50B2" w:rsidP="002C50B2">
      <w:r>
        <w:t>— </w:t>
      </w:r>
      <w:r w:rsidR="00C77A4E" w:rsidRPr="00275B88">
        <w:t>Déjà</w:t>
      </w:r>
      <w:r>
        <w:t xml:space="preserve">, </w:t>
      </w:r>
      <w:r w:rsidR="00C77A4E" w:rsidRPr="00275B88">
        <w:t>depuis quelque temps</w:t>
      </w:r>
      <w:r>
        <w:t xml:space="preserve">, </w:t>
      </w:r>
      <w:r w:rsidR="00C77A4E" w:rsidRPr="00275B88">
        <w:t>la santé de notre chère Simone nous causait de grandes inquiétudes</w:t>
      </w:r>
      <w:r>
        <w:t>.</w:t>
      </w:r>
    </w:p>
    <w:p w14:paraId="6CBD457C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abusait</w:t>
      </w:r>
      <w:r w:rsidR="00C77A4E">
        <w:t>-</w:t>
      </w:r>
      <w:r w:rsidR="00C77A4E" w:rsidRPr="00275B88">
        <w:t>elle pas de stupéfiants</w:t>
      </w:r>
      <w:r>
        <w:t> ?</w:t>
      </w:r>
    </w:p>
    <w:p w14:paraId="386B6E59" w14:textId="77777777" w:rsidR="002C50B2" w:rsidRDefault="002C50B2" w:rsidP="002C50B2">
      <w:r>
        <w:t>— </w:t>
      </w:r>
      <w:r w:rsidR="00C77A4E" w:rsidRPr="00275B88">
        <w:t>Hélas</w:t>
      </w:r>
      <w:r>
        <w:t xml:space="preserve"> ! </w:t>
      </w:r>
      <w:r w:rsidR="00C77A4E" w:rsidRPr="00275B88">
        <w:t>oui</w:t>
      </w:r>
      <w:r>
        <w:t xml:space="preserve">… </w:t>
      </w:r>
      <w:r w:rsidR="00C77A4E" w:rsidRPr="00275B88">
        <w:t>Mais ce qui l</w:t>
      </w:r>
      <w:r>
        <w:t>’</w:t>
      </w:r>
      <w:r w:rsidR="00C77A4E" w:rsidRPr="00275B88">
        <w:t>a surtout frappée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la visite de ce Fantôme</w:t>
      </w:r>
      <w:r>
        <w:t>.</w:t>
      </w:r>
    </w:p>
    <w:p w14:paraId="061DCDF6" w14:textId="77777777" w:rsidR="002C50B2" w:rsidRDefault="00C77A4E" w:rsidP="002C50B2">
      <w:r w:rsidRPr="00275B88">
        <w:t>Au mot de Fantôme</w:t>
      </w:r>
      <w:r w:rsidR="002C50B2">
        <w:t xml:space="preserve">, </w:t>
      </w:r>
      <w:r w:rsidRPr="00275B88">
        <w:t>la baronne eut un sursaut d</w:t>
      </w:r>
      <w:r w:rsidR="002C50B2">
        <w:t>’</w:t>
      </w:r>
      <w:r w:rsidRPr="00275B88">
        <w:t>épouvante</w:t>
      </w:r>
      <w:r w:rsidR="002C50B2">
        <w:t>.</w:t>
      </w:r>
    </w:p>
    <w:p w14:paraId="17E8D9AB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en projetant les bras en avant</w:t>
      </w:r>
      <w:r>
        <w:t xml:space="preserve">… </w:t>
      </w:r>
      <w:r w:rsidR="00C77A4E" w:rsidRPr="00275B88">
        <w:t>Le Fantôme</w:t>
      </w:r>
      <w:r>
        <w:t xml:space="preserve"> ! </w:t>
      </w:r>
      <w:r w:rsidR="00C77A4E" w:rsidRPr="00275B88">
        <w:t>Ah</w:t>
      </w:r>
      <w:r>
        <w:t xml:space="preserve"> ! </w:t>
      </w:r>
      <w:r w:rsidR="00C77A4E" w:rsidRPr="00275B88">
        <w:t>ne m</w:t>
      </w:r>
      <w:r>
        <w:t>’</w:t>
      </w:r>
      <w:r w:rsidR="00C77A4E" w:rsidRPr="00275B88">
        <w:t>en parlez pas</w:t>
      </w:r>
      <w:r>
        <w:t xml:space="preserve"> ! </w:t>
      </w:r>
      <w:r w:rsidR="00C77A4E" w:rsidRPr="00275B88">
        <w:t>Il me semble que je le vois sans cesse rôder autour de moi</w:t>
      </w:r>
      <w:r>
        <w:t>.</w:t>
      </w:r>
    </w:p>
    <w:p w14:paraId="41B635B9" w14:textId="77777777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avais eu l</w:t>
      </w:r>
      <w:r>
        <w:t>’</w:t>
      </w:r>
      <w:r w:rsidR="00C77A4E" w:rsidRPr="00275B88">
        <w:t>idée de partir pour notre château de Courteuil</w:t>
      </w:r>
      <w:r>
        <w:t xml:space="preserve">, </w:t>
      </w:r>
      <w:r w:rsidR="00C77A4E" w:rsidRPr="00275B88">
        <w:t>qui est situé entre Dreux et Mantes</w:t>
      </w:r>
      <w:r>
        <w:t>…</w:t>
      </w:r>
    </w:p>
    <w:p w14:paraId="25EB8C40" w14:textId="77777777" w:rsidR="002C50B2" w:rsidRDefault="002C50B2" w:rsidP="002C50B2">
      <w:r>
        <w:t>« </w:t>
      </w:r>
      <w:r w:rsidR="00C77A4E" w:rsidRPr="00275B88">
        <w:t>Il me semblait qu</w:t>
      </w:r>
      <w:r>
        <w:t>’</w:t>
      </w:r>
      <w:r w:rsidR="00C77A4E" w:rsidRPr="00275B88">
        <w:t>à l</w:t>
      </w:r>
      <w:r>
        <w:t>’</w:t>
      </w:r>
      <w:r w:rsidR="00C77A4E" w:rsidRPr="00275B88">
        <w:t>abri de ces hautes et épaisses murailles</w:t>
      </w:r>
      <w:r>
        <w:t xml:space="preserve">, </w:t>
      </w:r>
      <w:r w:rsidR="00C77A4E" w:rsidRPr="00275B88">
        <w:t>derrière ces ponts</w:t>
      </w:r>
      <w:r w:rsidR="00C77A4E">
        <w:t>-</w:t>
      </w:r>
      <w:r w:rsidR="00C77A4E" w:rsidRPr="00275B88">
        <w:t>levis</w:t>
      </w:r>
      <w:r>
        <w:t xml:space="preserve">, </w:t>
      </w:r>
      <w:r w:rsidR="00C77A4E" w:rsidRPr="00275B88">
        <w:t>nous eussions été plus en sécurité</w:t>
      </w:r>
      <w:r>
        <w:t>…</w:t>
      </w:r>
    </w:p>
    <w:p w14:paraId="6444FFD0" w14:textId="05930135" w:rsidR="002C50B2" w:rsidRDefault="002C50B2" w:rsidP="002C50B2">
      <w:r>
        <w:t>« </w:t>
      </w:r>
      <w:r w:rsidR="00C77A4E" w:rsidRPr="00275B88">
        <w:t>Mais le secrétaire de mon mari</w:t>
      </w:r>
      <w:r>
        <w:t>, M. 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m</w:t>
      </w:r>
      <w:r>
        <w:t>’</w:t>
      </w:r>
      <w:r w:rsidR="00C77A4E" w:rsidRPr="00275B88">
        <w:t>en a dissuadée</w:t>
      </w:r>
      <w:r>
        <w:t xml:space="preserve">, </w:t>
      </w:r>
      <w:r w:rsidR="00C77A4E" w:rsidRPr="00275B88">
        <w:t>prétendant que si le Fantôme était décidé à nous rendre visite</w:t>
      </w:r>
      <w:r>
        <w:t xml:space="preserve">, </w:t>
      </w:r>
      <w:r w:rsidR="00C77A4E" w:rsidRPr="00275B88">
        <w:t xml:space="preserve">il pénétrerait tout aussi facilement dans notre </w:t>
      </w:r>
      <w:r w:rsidR="00C77A4E" w:rsidRPr="00275B88">
        <w:lastRenderedPageBreak/>
        <w:t>château de Courteuil que dans notre hôtel de Paris</w:t>
      </w:r>
      <w:r>
        <w:t xml:space="preserve">… </w:t>
      </w:r>
      <w:r w:rsidR="00C77A4E" w:rsidRPr="00275B88">
        <w:t>Alors</w:t>
      </w:r>
      <w:r>
        <w:t xml:space="preserve">, </w:t>
      </w:r>
      <w:r w:rsidR="00C77A4E" w:rsidRPr="00275B88">
        <w:t>je suis restée</w:t>
      </w:r>
      <w:r>
        <w:t xml:space="preserve"> ! </w:t>
      </w:r>
      <w:r w:rsidR="00C77A4E" w:rsidRPr="00275B88">
        <w:t>Mais je suis à bout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en dors plus</w:t>
      </w:r>
      <w:r>
        <w:t> !</w:t>
      </w:r>
    </w:p>
    <w:p w14:paraId="735D6E81" w14:textId="77777777" w:rsidR="002C50B2" w:rsidRDefault="002C50B2" w:rsidP="002C50B2">
      <w:r>
        <w:t>— </w:t>
      </w:r>
      <w:r w:rsidR="00C77A4E" w:rsidRPr="00275B88">
        <w:t>Elle était déjà un peu détraquée</w:t>
      </w:r>
      <w:r>
        <w:t xml:space="preserve">, </w:t>
      </w:r>
      <w:r w:rsidR="00C77A4E" w:rsidRPr="00275B88">
        <w:t>soufflait l</w:t>
      </w:r>
      <w:r>
        <w:t>’</w:t>
      </w:r>
      <w:r w:rsidR="00C77A4E" w:rsidRPr="00275B88">
        <w:t>amateur de bibelots à l</w:t>
      </w:r>
      <w:r>
        <w:t>’</w:t>
      </w:r>
      <w:r w:rsidR="00C77A4E" w:rsidRPr="00275B88">
        <w:t>oreille du beau Maxime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avec toutes ces histoires</w:t>
      </w:r>
      <w:r>
        <w:t xml:space="preserve">, </w:t>
      </w:r>
      <w:r w:rsidR="00C77A4E" w:rsidRPr="00275B88">
        <w:t>je crains qu</w:t>
      </w:r>
      <w:r>
        <w:t>’</w:t>
      </w:r>
      <w:r w:rsidR="00C77A4E" w:rsidRPr="00275B88">
        <w:t>elle ne devienne tout à fait folle</w:t>
      </w:r>
      <w:r>
        <w:t xml:space="preserve">… </w:t>
      </w:r>
      <w:r w:rsidR="00C77A4E" w:rsidRPr="00275B88">
        <w:t>Tenez</w:t>
      </w:r>
      <w:r>
        <w:t xml:space="preserve">… </w:t>
      </w:r>
      <w:r w:rsidR="00C77A4E" w:rsidRPr="00275B88">
        <w:t>écoutez</w:t>
      </w:r>
      <w:r w:rsidR="00C77A4E">
        <w:t>-</w:t>
      </w:r>
      <w:r w:rsidR="00C77A4E" w:rsidRPr="00275B88">
        <w:t>là</w:t>
      </w:r>
      <w:r>
        <w:t>.</w:t>
      </w:r>
    </w:p>
    <w:p w14:paraId="5F1DE99D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la baronne Papillon qui</w:t>
      </w:r>
      <w:r w:rsidR="002C50B2">
        <w:t xml:space="preserve">, </w:t>
      </w:r>
      <w:r w:rsidRPr="00275B88">
        <w:t>à présent</w:t>
      </w:r>
      <w:r w:rsidR="002C50B2">
        <w:t xml:space="preserve">, </w:t>
      </w:r>
      <w:r w:rsidRPr="00275B88">
        <w:t>ne semblait nullement jouer la comédie</w:t>
      </w:r>
      <w:r w:rsidR="002C50B2">
        <w:t xml:space="preserve">, </w:t>
      </w:r>
      <w:r w:rsidRPr="00275B88">
        <w:t>continuait</w:t>
      </w:r>
      <w:r w:rsidR="002C50B2">
        <w:t xml:space="preserve">, </w:t>
      </w:r>
      <w:r w:rsidRPr="00275B88">
        <w:t>tout en gesticulant</w:t>
      </w:r>
      <w:r w:rsidR="002C50B2">
        <w:t> :</w:t>
      </w:r>
    </w:p>
    <w:p w14:paraId="7A84B8C1" w14:textId="77777777" w:rsidR="002C50B2" w:rsidRDefault="002C50B2" w:rsidP="002C50B2">
      <w:r>
        <w:t>— </w:t>
      </w:r>
      <w:r w:rsidR="00C77A4E" w:rsidRPr="00275B88">
        <w:t>Ce Fantôme</w:t>
      </w:r>
      <w:r>
        <w:t xml:space="preserve"> ! </w:t>
      </w:r>
      <w:r w:rsidR="00C77A4E" w:rsidRPr="00275B88">
        <w:t>Je le vois partout</w:t>
      </w:r>
      <w:r>
        <w:t xml:space="preserve">… </w:t>
      </w:r>
      <w:r w:rsidR="00C77A4E" w:rsidRPr="00275B88">
        <w:t>La nuit</w:t>
      </w:r>
      <w:r>
        <w:t xml:space="preserve">, </w:t>
      </w:r>
      <w:r w:rsidR="00C77A4E" w:rsidRPr="00275B88">
        <w:t>le jour</w:t>
      </w:r>
      <w:r>
        <w:t xml:space="preserve">… </w:t>
      </w:r>
      <w:r w:rsidR="00C77A4E" w:rsidRPr="00275B88">
        <w:t>dans mon salon</w:t>
      </w:r>
      <w:r>
        <w:t xml:space="preserve">, </w:t>
      </w:r>
      <w:r w:rsidR="00C77A4E" w:rsidRPr="00275B88">
        <w:t>dans ma chambre à coucher</w:t>
      </w:r>
      <w:r>
        <w:t xml:space="preserve">, </w:t>
      </w:r>
      <w:r w:rsidR="00C77A4E" w:rsidRPr="00275B88">
        <w:t>dans mon cabinet de toilette</w:t>
      </w:r>
      <w:r>
        <w:t>…</w:t>
      </w:r>
    </w:p>
    <w:p w14:paraId="2A4273C3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proférant un cri de terreur</w:t>
      </w:r>
      <w:r w:rsidR="002C50B2">
        <w:t xml:space="preserve">, </w:t>
      </w:r>
      <w:r w:rsidRPr="00275B88">
        <w:t>elle montra d</w:t>
      </w:r>
      <w:r w:rsidR="002C50B2">
        <w:t>’</w:t>
      </w:r>
      <w:r w:rsidRPr="00275B88">
        <w:t>un doigt tremblant la porte qui venait de s</w:t>
      </w:r>
      <w:r w:rsidR="002C50B2">
        <w:t>’</w:t>
      </w:r>
      <w:r w:rsidRPr="00275B88">
        <w:t>ouvrir</w:t>
      </w:r>
      <w:r w:rsidR="002C50B2">
        <w:t> :</w:t>
      </w:r>
    </w:p>
    <w:p w14:paraId="3DF30AA4" w14:textId="77777777" w:rsidR="002C50B2" w:rsidRDefault="002C50B2" w:rsidP="002C50B2">
      <w:r>
        <w:t>— </w:t>
      </w:r>
      <w:r w:rsidR="00C77A4E" w:rsidRPr="00275B88">
        <w:t>Le voici</w:t>
      </w:r>
      <w:r>
        <w:t xml:space="preserve"> ! </w:t>
      </w:r>
      <w:r w:rsidR="00C77A4E" w:rsidRPr="00275B88">
        <w:t>clama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épouvantée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lui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lui</w:t>
      </w:r>
      <w:r>
        <w:t> !</w:t>
      </w:r>
    </w:p>
    <w:p w14:paraId="0B244F8F" w14:textId="77777777" w:rsidR="002C50B2" w:rsidRDefault="002C50B2" w:rsidP="002C50B2">
      <w:r>
        <w:t>— </w:t>
      </w:r>
      <w:r w:rsidR="00C77A4E" w:rsidRPr="00275B88">
        <w:t>Mais non</w:t>
      </w:r>
      <w:r>
        <w:t xml:space="preserve"> ! </w:t>
      </w:r>
      <w:r w:rsidR="00C77A4E" w:rsidRPr="00275B88">
        <w:t>rectifiait Elsa Bergen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Dominique</w:t>
      </w:r>
      <w:r>
        <w:t>.</w:t>
      </w:r>
    </w:p>
    <w:p w14:paraId="079FBB5E" w14:textId="77777777" w:rsidR="002C50B2" w:rsidRDefault="00C77A4E" w:rsidP="002C50B2">
      <w:r w:rsidRPr="00275B88">
        <w:t>Les yeux écarquillés</w:t>
      </w:r>
      <w:r w:rsidR="002C50B2">
        <w:t xml:space="preserve">, </w:t>
      </w:r>
      <w:r w:rsidRPr="00275B88">
        <w:t>la baronne contemplait</w:t>
      </w:r>
      <w:r w:rsidR="002C50B2">
        <w:t xml:space="preserve">, </w:t>
      </w:r>
      <w:r w:rsidRPr="00275B88">
        <w:t>un peu calmée</w:t>
      </w:r>
      <w:r w:rsidR="002C50B2">
        <w:t xml:space="preserve">, </w:t>
      </w:r>
      <w:r w:rsidRPr="00275B88">
        <w:t>le valet de chambre</w:t>
      </w:r>
      <w:r w:rsidR="002C50B2">
        <w:t xml:space="preserve">, </w:t>
      </w:r>
      <w:r w:rsidRPr="00275B88">
        <w:t>qui venait d</w:t>
      </w:r>
      <w:r w:rsidR="002C50B2">
        <w:t>’</w:t>
      </w:r>
      <w:r w:rsidRPr="00275B88">
        <w:t>apparaître et s</w:t>
      </w:r>
      <w:r w:rsidR="002C50B2">
        <w:t>’</w:t>
      </w:r>
      <w:r w:rsidRPr="00275B88">
        <w:t>avançait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pas cérémonieux</w:t>
      </w:r>
      <w:r w:rsidR="002C50B2">
        <w:t xml:space="preserve">, </w:t>
      </w:r>
      <w:r w:rsidRPr="00275B88">
        <w:t>vers la demoiselle de compagnie à laquelle il dit</w:t>
      </w:r>
      <w:r w:rsidR="002C50B2">
        <w:t> :</w:t>
      </w:r>
    </w:p>
    <w:p w14:paraId="5AE412AB" w14:textId="2B59BB63" w:rsidR="002C50B2" w:rsidRDefault="002C50B2" w:rsidP="002C50B2">
      <w:r>
        <w:t>— </w:t>
      </w:r>
      <w:r w:rsidR="00C77A4E" w:rsidRPr="00275B88">
        <w:t xml:space="preserve">Je viens rappeler à Mademoiselle que </w:t>
      </w:r>
      <w:r>
        <w:t>M. </w:t>
      </w:r>
      <w:r w:rsidR="00C77A4E" w:rsidRPr="00275B88">
        <w:t>Chantecoq attend déjà depuis un quart d</w:t>
      </w:r>
      <w:r>
        <w:t>’</w:t>
      </w:r>
      <w:r w:rsidR="00C77A4E" w:rsidRPr="00275B88">
        <w:t>heure dans le boudoir</w:t>
      </w:r>
      <w:r>
        <w:t>.</w:t>
      </w:r>
    </w:p>
    <w:p w14:paraId="5C74CF68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exclama la baronne Papillon</w:t>
      </w:r>
      <w:r>
        <w:t xml:space="preserve">. </w:t>
      </w:r>
      <w:r w:rsidR="00C77A4E" w:rsidRPr="00275B88">
        <w:t>Chantecoq</w:t>
      </w:r>
      <w:r>
        <w:t xml:space="preserve">, </w:t>
      </w:r>
      <w:r w:rsidR="00C77A4E" w:rsidRPr="00275B88">
        <w:t>le roi des détectives</w:t>
      </w:r>
      <w:r>
        <w:t xml:space="preserve">. </w:t>
      </w:r>
      <w:r w:rsidR="00C77A4E" w:rsidRPr="00275B88">
        <w:t>Oh</w:t>
      </w:r>
      <w:r>
        <w:t xml:space="preserve"> ! </w:t>
      </w:r>
      <w:r w:rsidR="00C77A4E" w:rsidRPr="00275B88">
        <w:t>faites</w:t>
      </w:r>
      <w:r w:rsidR="00C77A4E">
        <w:t>-</w:t>
      </w:r>
      <w:r w:rsidR="00C77A4E" w:rsidRPr="00275B88">
        <w:t>le entrer</w:t>
      </w:r>
      <w:r>
        <w:t xml:space="preserve"> ! </w:t>
      </w:r>
      <w:r w:rsidR="00C77A4E" w:rsidRPr="00275B88">
        <w:t>Faites</w:t>
      </w:r>
      <w:r w:rsidR="00C77A4E">
        <w:t>-</w:t>
      </w:r>
      <w:r w:rsidR="00C77A4E" w:rsidRPr="00275B88">
        <w:t>le venir vite</w:t>
      </w:r>
      <w:r>
        <w:t xml:space="preserve"> ! </w:t>
      </w:r>
      <w:r w:rsidR="00C77A4E" w:rsidRPr="00275B88">
        <w:t>Je veux le voir</w:t>
      </w:r>
      <w:r>
        <w:t xml:space="preserve">… </w:t>
      </w:r>
      <w:r w:rsidR="00C77A4E" w:rsidRPr="00275B88">
        <w:t>Je veux me placer sous sa protection</w:t>
      </w:r>
      <w:r>
        <w:t>…</w:t>
      </w:r>
    </w:p>
    <w:p w14:paraId="739632C2" w14:textId="70434234" w:rsidR="002C50B2" w:rsidRDefault="002C50B2" w:rsidP="002C50B2">
      <w:r>
        <w:t>— </w:t>
      </w:r>
      <w:r w:rsidR="00C77A4E" w:rsidRPr="00275B88">
        <w:t>Dominique</w:t>
      </w:r>
      <w:r>
        <w:t xml:space="preserve">, </w:t>
      </w:r>
      <w:r w:rsidR="00C77A4E" w:rsidRPr="00275B88">
        <w:t xml:space="preserve">faites entrer </w:t>
      </w:r>
      <w:r>
        <w:t>M. </w:t>
      </w:r>
      <w:r w:rsidR="00C77A4E" w:rsidRPr="00275B88">
        <w:t>Chantecoq</w:t>
      </w:r>
      <w:r>
        <w:t xml:space="preserve">, </w:t>
      </w:r>
      <w:r w:rsidR="00C77A4E" w:rsidRPr="00275B88">
        <w:t xml:space="preserve">ordonnait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.</w:t>
      </w:r>
    </w:p>
    <w:p w14:paraId="26D954A7" w14:textId="34481320" w:rsidR="002C50B2" w:rsidRDefault="00C77A4E" w:rsidP="002C50B2">
      <w:r w:rsidRPr="00275B88">
        <w:lastRenderedPageBreak/>
        <w:t>Le valet de chambre se retira pour revenir quelques instants après avec le célèbre limier qui</w:t>
      </w:r>
      <w:r w:rsidR="002C50B2">
        <w:t xml:space="preserve">, </w:t>
      </w:r>
      <w:r w:rsidRPr="00275B88">
        <w:t>en apercevant le couple plutôt ridicule que représentaient le collectionneur et son épouse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arrêta sur le seuil</w:t>
      </w:r>
      <w:r w:rsidR="002C50B2">
        <w:t xml:space="preserve">, </w:t>
      </w:r>
      <w:r w:rsidRPr="00275B88">
        <w:t>en l</w:t>
      </w:r>
      <w:r w:rsidR="002C50B2">
        <w:t>’</w:t>
      </w:r>
      <w:r w:rsidRPr="00275B88">
        <w:t>attitude d</w:t>
      </w:r>
      <w:r w:rsidR="002C50B2">
        <w:t>’</w:t>
      </w:r>
      <w:r w:rsidRPr="00275B88">
        <w:t>un homme bien élevé qui redoute d</w:t>
      </w:r>
      <w:r w:rsidR="002C50B2">
        <w:t>’</w:t>
      </w:r>
      <w:r w:rsidRPr="00275B88">
        <w:t>être indiscret</w:t>
      </w:r>
      <w:r w:rsidR="002C50B2">
        <w:t xml:space="preserve">. </w:t>
      </w:r>
      <w:r w:rsidRPr="00275B88">
        <w:t xml:space="preserve">Mais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</w:t>
      </w:r>
      <w:r w:rsidR="002C50B2">
        <w:t xml:space="preserve">, </w:t>
      </w:r>
      <w:r w:rsidRPr="00275B88">
        <w:t>avec beaucoup d</w:t>
      </w:r>
      <w:r w:rsidR="002C50B2">
        <w:t>’</w:t>
      </w:r>
      <w:r w:rsidRPr="00275B88">
        <w:t>affabilité</w:t>
      </w:r>
      <w:r w:rsidR="002C50B2">
        <w:t xml:space="preserve">, </w:t>
      </w:r>
      <w:r w:rsidRPr="00275B88">
        <w:t>le présentait aux Papillon</w:t>
      </w:r>
      <w:r w:rsidR="002C50B2">
        <w:t>.</w:t>
      </w:r>
    </w:p>
    <w:p w14:paraId="35BE4CED" w14:textId="63CFBD3C" w:rsidR="002C50B2" w:rsidRDefault="00C77A4E" w:rsidP="002C50B2">
      <w:r w:rsidRPr="00275B88">
        <w:t>Chantecoq s</w:t>
      </w:r>
      <w:r w:rsidR="002C50B2">
        <w:t>’</w:t>
      </w:r>
      <w:r w:rsidRPr="00275B88">
        <w:t>inclina devant la baronne</w:t>
      </w:r>
      <w:r w:rsidR="002C50B2">
        <w:t xml:space="preserve">, </w:t>
      </w:r>
      <w:r w:rsidRPr="00275B88">
        <w:t xml:space="preserve">serra la main que le baron lui tendait et adressa une amicale salutation à </w:t>
      </w:r>
      <w:r w:rsidR="002C50B2">
        <w:t>M. de </w:t>
      </w:r>
      <w:r w:rsidRPr="00275B88">
        <w:t>Thouars qui lui répondit avec non moins de cordialité</w:t>
      </w:r>
      <w:r w:rsidR="002C50B2">
        <w:t>.</w:t>
      </w:r>
    </w:p>
    <w:p w14:paraId="0DF97F28" w14:textId="77777777" w:rsidR="002C50B2" w:rsidRDefault="00C77A4E" w:rsidP="002C50B2">
      <w:r w:rsidRPr="00275B88">
        <w:t>Achevant de rompre la glace</w:t>
      </w:r>
      <w:r w:rsidR="002C50B2">
        <w:t xml:space="preserve">, </w:t>
      </w:r>
      <w:r w:rsidRPr="00275B88">
        <w:t>la demoiselle de compagnie poursuivait</w:t>
      </w:r>
      <w:r w:rsidR="002C50B2">
        <w:t> :</w:t>
      </w:r>
    </w:p>
    <w:p w14:paraId="24477B43" w14:textId="77777777" w:rsidR="002C50B2" w:rsidRDefault="002C50B2" w:rsidP="002C50B2">
      <w:r>
        <w:t>— </w:t>
      </w:r>
      <w:r w:rsidR="00C77A4E" w:rsidRPr="00275B88">
        <w:t>Le baron Papillon</w:t>
      </w:r>
      <w:r>
        <w:t xml:space="preserve">, </w:t>
      </w:r>
      <w:r w:rsidR="00C77A4E" w:rsidRPr="00275B88">
        <w:t>qui est un grand amateur d</w:t>
      </w:r>
      <w:r>
        <w:t>’</w:t>
      </w:r>
      <w:r w:rsidR="00C77A4E" w:rsidRPr="00275B88">
        <w:t>antiquités</w:t>
      </w:r>
      <w:r>
        <w:t xml:space="preserve">, </w:t>
      </w:r>
      <w:r w:rsidR="00C77A4E" w:rsidRPr="00275B88">
        <w:t>est aussi le plus fin</w:t>
      </w:r>
      <w:r>
        <w:t xml:space="preserve">, </w:t>
      </w:r>
      <w:r w:rsidR="00C77A4E" w:rsidRPr="00275B88">
        <w:t>le plus averti de tous nos collectionneurs parisiens</w:t>
      </w:r>
      <w:r>
        <w:t>.</w:t>
      </w:r>
    </w:p>
    <w:p w14:paraId="5C95FB20" w14:textId="02C82F92" w:rsidR="002C50B2" w:rsidRDefault="00C77A4E" w:rsidP="002C50B2">
      <w:r w:rsidRPr="00275B88">
        <w:t xml:space="preserve">Mais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Papillon ne donna pas à la Scandinave le temps de continuer et elle s</w:t>
      </w:r>
      <w:r w:rsidR="002C50B2">
        <w:t>’</w:t>
      </w:r>
      <w:r w:rsidRPr="00275B88">
        <w:t>écria</w:t>
      </w:r>
      <w:r w:rsidR="002C50B2">
        <w:t> :</w:t>
      </w:r>
    </w:p>
    <w:p w14:paraId="4415FCDD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vous allez bientôt arrêter le Fantôme</w:t>
      </w:r>
      <w:r>
        <w:t xml:space="preserve">…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> ?</w:t>
      </w:r>
    </w:p>
    <w:p w14:paraId="006DED94" w14:textId="77777777" w:rsidR="002C50B2" w:rsidRDefault="00C77A4E" w:rsidP="002C50B2">
      <w:r w:rsidRPr="00275B88">
        <w:t>Chantecoq répondit en souriant</w:t>
      </w:r>
      <w:r w:rsidR="002C50B2">
        <w:t> :</w:t>
      </w:r>
    </w:p>
    <w:p w14:paraId="73F75F23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espère</w:t>
      </w:r>
      <w:r>
        <w:t xml:space="preserve">, </w:t>
      </w:r>
      <w:r w:rsidR="00C77A4E" w:rsidRPr="00275B88">
        <w:t>madame</w:t>
      </w:r>
      <w:r>
        <w:t>.</w:t>
      </w:r>
    </w:p>
    <w:p w14:paraId="31B3C070" w14:textId="77777777" w:rsidR="002C50B2" w:rsidRDefault="002C50B2" w:rsidP="002C50B2">
      <w:r>
        <w:t>— </w:t>
      </w:r>
      <w:r w:rsidR="00C77A4E" w:rsidRPr="00275B88">
        <w:t>Figurez</w:t>
      </w:r>
      <w:r w:rsidR="00C77A4E">
        <w:t>-</w:t>
      </w:r>
      <w:r w:rsidR="00C77A4E" w:rsidRPr="00275B88">
        <w:t>vous que je ne vis plus</w:t>
      </w:r>
      <w:r>
        <w:t> !</w:t>
      </w:r>
    </w:p>
    <w:p w14:paraId="51941799" w14:textId="77777777" w:rsidR="002C50B2" w:rsidRDefault="002C50B2" w:rsidP="002C50B2">
      <w:r>
        <w:t>— </w:t>
      </w:r>
      <w:r w:rsidR="00C77A4E" w:rsidRPr="00275B88">
        <w:t>Madame reprit le limier</w:t>
      </w:r>
      <w:r>
        <w:t xml:space="preserve">, </w:t>
      </w:r>
      <w:r w:rsidR="00C77A4E" w:rsidRPr="00275B88">
        <w:t>je ne vois pas pourquoi le Fantôme s</w:t>
      </w:r>
      <w:r>
        <w:t>’</w:t>
      </w:r>
      <w:r w:rsidR="00C77A4E" w:rsidRPr="00275B88">
        <w:t>attaquerait à vous plutôt qu</w:t>
      </w:r>
      <w:r>
        <w:t>’</w:t>
      </w:r>
      <w:r w:rsidR="00C77A4E" w:rsidRPr="00275B88">
        <w:t>à une autre</w:t>
      </w:r>
      <w:r>
        <w:t>.</w:t>
      </w:r>
    </w:p>
    <w:p w14:paraId="55513397" w14:textId="77777777" w:rsidR="002C50B2" w:rsidRDefault="002C50B2" w:rsidP="002C50B2">
      <w:r>
        <w:t>— </w:t>
      </w:r>
      <w:r w:rsidR="00C77A4E" w:rsidRPr="00275B88">
        <w:t>Nous possédons une telle quantité de belles choses</w:t>
      </w:r>
      <w:r>
        <w:t>…</w:t>
      </w:r>
    </w:p>
    <w:p w14:paraId="3977855A" w14:textId="77777777" w:rsidR="002C50B2" w:rsidRDefault="002C50B2" w:rsidP="002C50B2">
      <w:r>
        <w:t>— </w:t>
      </w:r>
      <w:r w:rsidR="00C77A4E" w:rsidRPr="00275B88">
        <w:t>Évidemment</w:t>
      </w:r>
      <w:r>
        <w:t xml:space="preserve"> ! </w:t>
      </w:r>
      <w:r w:rsidR="00C77A4E" w:rsidRPr="00275B88">
        <w:t>reconnaissait le détective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fort tentant pour un cambrioleur</w:t>
      </w:r>
      <w:r>
        <w:t xml:space="preserve">. </w:t>
      </w:r>
      <w:r w:rsidR="00C77A4E" w:rsidRPr="00275B88">
        <w:t>Mais rassurez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baronne</w:t>
      </w:r>
      <w:r>
        <w:t>…</w:t>
      </w:r>
    </w:p>
    <w:p w14:paraId="71EC968B" w14:textId="77777777" w:rsidR="002C50B2" w:rsidRDefault="002C50B2" w:rsidP="002C50B2">
      <w:r>
        <w:lastRenderedPageBreak/>
        <w:t>« </w:t>
      </w:r>
      <w:r w:rsidR="00C77A4E" w:rsidRPr="00275B88">
        <w:t>Les constatations que j</w:t>
      </w:r>
      <w:r>
        <w:t>’</w:t>
      </w:r>
      <w:r w:rsidR="00C77A4E" w:rsidRPr="00275B88">
        <w:t>ai faites me permettent de vous affirmer que Belphégor</w:t>
      </w:r>
      <w:r>
        <w:t xml:space="preserve"> – </w:t>
      </w:r>
      <w:r w:rsidR="00C77A4E" w:rsidRPr="00275B88">
        <w:t>c</w:t>
      </w:r>
      <w:r>
        <w:t>’</w:t>
      </w:r>
      <w:r w:rsidR="00C77A4E" w:rsidRPr="00275B88">
        <w:t>est ainsi que nous nommons le Fantôme</w:t>
      </w:r>
      <w:r>
        <w:t xml:space="preserve"> – </w:t>
      </w:r>
      <w:r w:rsidR="00C77A4E" w:rsidRPr="00275B88">
        <w:t>est un malfaiteur beaucoup trop habile et trop prudent pour continuer ses exploits</w:t>
      </w:r>
      <w:r>
        <w:t xml:space="preserve">, </w:t>
      </w:r>
      <w:r w:rsidR="00C77A4E" w:rsidRPr="00275B88">
        <w:t>maintenant surtout qu</w:t>
      </w:r>
      <w:r>
        <w:t>’</w:t>
      </w:r>
      <w:r w:rsidR="00C77A4E" w:rsidRPr="00275B88">
        <w:t>il a atteint l</w:t>
      </w:r>
      <w:r>
        <w:t>’</w:t>
      </w:r>
      <w:r w:rsidR="00C77A4E" w:rsidRPr="00275B88">
        <w:t>objectif qu</w:t>
      </w:r>
      <w:r>
        <w:t>’</w:t>
      </w:r>
      <w:r w:rsidR="00C77A4E" w:rsidRPr="00275B88">
        <w:t>il poursuivait</w:t>
      </w:r>
      <w:r>
        <w:t>.</w:t>
      </w:r>
    </w:p>
    <w:p w14:paraId="0391ACF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</w:t>
      </w:r>
      <w:r>
        <w:t> ?</w:t>
      </w:r>
    </w:p>
    <w:p w14:paraId="0E7E7DD4" w14:textId="77777777" w:rsidR="002C50B2" w:rsidRDefault="002C50B2" w:rsidP="002C50B2">
      <w:r>
        <w:t>— </w:t>
      </w:r>
      <w:r w:rsidR="00C77A4E" w:rsidRPr="00275B88">
        <w:t>Le trésor des Valois</w:t>
      </w:r>
      <w:r>
        <w:t>.</w:t>
      </w:r>
    </w:p>
    <w:p w14:paraId="1CBE78C8" w14:textId="77777777" w:rsidR="002C50B2" w:rsidRDefault="002C50B2" w:rsidP="002C50B2">
      <w:r>
        <w:t>— </w:t>
      </w:r>
      <w:r w:rsidR="00C77A4E" w:rsidRPr="00275B88">
        <w:t>Le trésor des Valois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exclamèrent simultanément Elsa Bergen</w:t>
      </w:r>
      <w:r>
        <w:t xml:space="preserve">, </w:t>
      </w:r>
      <w:r w:rsidR="00C77A4E" w:rsidRPr="00275B88">
        <w:t>Maurice de Thouars et le ménage Papillon</w:t>
      </w:r>
      <w:r>
        <w:t>.</w:t>
      </w:r>
    </w:p>
    <w:p w14:paraId="0924682C" w14:textId="77777777" w:rsidR="002C50B2" w:rsidRDefault="002C50B2" w:rsidP="002C50B2">
      <w:r>
        <w:t>— </w:t>
      </w:r>
      <w:r w:rsidR="00C77A4E" w:rsidRPr="00275B88">
        <w:t>Parfaitement</w:t>
      </w:r>
      <w:r>
        <w:t xml:space="preserve"> ! </w:t>
      </w:r>
      <w:r w:rsidR="00C77A4E" w:rsidRPr="00275B88">
        <w:t>déclara le policier</w:t>
      </w:r>
      <w:r>
        <w:t>.</w:t>
      </w:r>
    </w:p>
    <w:p w14:paraId="73AC1287" w14:textId="77777777" w:rsidR="002C50B2" w:rsidRDefault="002C50B2" w:rsidP="002C50B2">
      <w:r>
        <w:t>— </w:t>
      </w:r>
      <w:r w:rsidR="00C77A4E" w:rsidRPr="00275B88">
        <w:t>Il y avait donc un trésor caché au Louvre</w:t>
      </w:r>
      <w:r>
        <w:t xml:space="preserve"> ? </w:t>
      </w:r>
      <w:r w:rsidR="00C77A4E" w:rsidRPr="00275B88">
        <w:t>interrogeait le baron</w:t>
      </w:r>
      <w:r>
        <w:t>.</w:t>
      </w:r>
    </w:p>
    <w:p w14:paraId="2EFE2BAC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sous la statue de Belphégor</w:t>
      </w:r>
      <w:r>
        <w:t>.</w:t>
      </w:r>
    </w:p>
    <w:p w14:paraId="50F16A33" w14:textId="77777777" w:rsidR="002C50B2" w:rsidRDefault="002C50B2" w:rsidP="002C50B2">
      <w:r>
        <w:t>— </w:t>
      </w:r>
      <w:r w:rsidR="00C77A4E" w:rsidRPr="00275B88">
        <w:t>Et le Fantôme s</w:t>
      </w:r>
      <w:r>
        <w:t>’</w:t>
      </w:r>
      <w:r w:rsidR="00C77A4E" w:rsidRPr="00275B88">
        <w:t>en est emparé</w:t>
      </w:r>
      <w:r>
        <w:t> ?</w:t>
      </w:r>
    </w:p>
    <w:p w14:paraId="5B3FC59F" w14:textId="77777777" w:rsidR="002C50B2" w:rsidRDefault="002C50B2" w:rsidP="002C50B2">
      <w:r>
        <w:t>— </w:t>
      </w:r>
      <w:r w:rsidR="00C77A4E" w:rsidRPr="00275B88">
        <w:t>En un tournemain</w:t>
      </w:r>
      <w:r>
        <w:t>.</w:t>
      </w:r>
    </w:p>
    <w:p w14:paraId="1E9600E3" w14:textId="77777777" w:rsidR="002C50B2" w:rsidRDefault="002C50B2" w:rsidP="002C50B2">
      <w:r>
        <w:t>— </w:t>
      </w:r>
      <w:r w:rsidR="00C77A4E" w:rsidRPr="00275B88">
        <w:t>Quand cela</w:t>
      </w:r>
      <w:r>
        <w:t> ?</w:t>
      </w:r>
    </w:p>
    <w:p w14:paraId="2C83C570" w14:textId="77777777" w:rsidR="002C50B2" w:rsidRDefault="002C50B2" w:rsidP="002C50B2">
      <w:r>
        <w:t>— </w:t>
      </w:r>
      <w:r w:rsidR="00C77A4E" w:rsidRPr="00275B88">
        <w:t>La nuit dernière</w:t>
      </w:r>
      <w:r>
        <w:t>.</w:t>
      </w:r>
    </w:p>
    <w:p w14:paraId="11EE92AF" w14:textId="20A5A0C2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écriait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la police est bien mal faite à Paris</w:t>
      </w:r>
      <w:r>
        <w:t>.</w:t>
      </w:r>
    </w:p>
    <w:p w14:paraId="643936DB" w14:textId="77777777" w:rsidR="002C50B2" w:rsidRDefault="002C50B2" w:rsidP="002C50B2">
      <w:r>
        <w:t>— </w:t>
      </w:r>
      <w:r w:rsidR="00C77A4E" w:rsidRPr="00275B88">
        <w:t>On n</w:t>
      </w:r>
      <w:r>
        <w:t>’</w:t>
      </w:r>
      <w:r w:rsidR="00C77A4E" w:rsidRPr="00275B88">
        <w:t>avait donc pas établi au Louvre</w:t>
      </w:r>
      <w:r>
        <w:t xml:space="preserve">, </w:t>
      </w:r>
      <w:r w:rsidR="00C77A4E" w:rsidRPr="00275B88">
        <w:t>un service de surveillance</w:t>
      </w:r>
      <w:r>
        <w:t xml:space="preserve"> ? </w:t>
      </w:r>
      <w:r w:rsidR="00C77A4E" w:rsidRPr="00275B88">
        <w:t>observait Maurice de Thouars</w:t>
      </w:r>
      <w:r>
        <w:t>.</w:t>
      </w:r>
    </w:p>
    <w:p w14:paraId="7F08E43C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si</w:t>
      </w:r>
      <w:r>
        <w:t xml:space="preserve">, </w:t>
      </w:r>
      <w:r w:rsidR="00C77A4E" w:rsidRPr="00275B88">
        <w:t>déclarait Chantecoq</w:t>
      </w:r>
      <w:r>
        <w:t xml:space="preserve">… 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se trouvait même dans la salle des </w:t>
      </w:r>
      <w:r w:rsidR="00C77A4E" w:rsidRPr="00275B88">
        <w:rPr>
          <w:i/>
          <w:iCs/>
        </w:rPr>
        <w:t xml:space="preserve">Dieux barbares </w:t>
      </w:r>
      <w:r w:rsidR="00C77A4E" w:rsidRPr="00275B88">
        <w:t>avec deux de ses meilleurs agents</w:t>
      </w:r>
      <w:r>
        <w:t>.</w:t>
      </w:r>
    </w:p>
    <w:p w14:paraId="1D9A8EDF" w14:textId="77777777" w:rsidR="002C50B2" w:rsidRDefault="002C50B2" w:rsidP="002C50B2">
      <w:r>
        <w:t>— </w:t>
      </w:r>
      <w:r w:rsidR="00C77A4E" w:rsidRPr="00275B88">
        <w:t>Et ils n</w:t>
      </w:r>
      <w:r>
        <w:t>’</w:t>
      </w:r>
      <w:r w:rsidR="00C77A4E" w:rsidRPr="00275B88">
        <w:t>ont pu arrêter ce monstre</w:t>
      </w:r>
      <w:r>
        <w:t> ?</w:t>
      </w:r>
    </w:p>
    <w:p w14:paraId="1F7E05D5" w14:textId="77777777" w:rsidR="002C50B2" w:rsidRDefault="002C50B2" w:rsidP="002C50B2">
      <w:r>
        <w:lastRenderedPageBreak/>
        <w:t>— </w:t>
      </w:r>
      <w:r w:rsidR="00C77A4E" w:rsidRPr="00275B88">
        <w:t>Cela leur eût été bien difficile</w:t>
      </w:r>
      <w:r>
        <w:t>.</w:t>
      </w:r>
    </w:p>
    <w:p w14:paraId="1C2BABAF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33A09597" w14:textId="77777777" w:rsidR="002C50B2" w:rsidRDefault="002C50B2" w:rsidP="002C50B2">
      <w:r>
        <w:t>— </w:t>
      </w:r>
      <w:r w:rsidR="00C77A4E" w:rsidRPr="00275B88">
        <w:t>Ils étaient profondément endormis</w:t>
      </w:r>
      <w:r>
        <w:t>.</w:t>
      </w:r>
    </w:p>
    <w:p w14:paraId="79F852F7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espère bien qu</w:t>
      </w:r>
      <w:r>
        <w:t>’</w:t>
      </w:r>
      <w:r w:rsidR="00C77A4E" w:rsidRPr="00275B88">
        <w:t>on va les révoquer</w:t>
      </w:r>
      <w:r>
        <w:t xml:space="preserve"> ! </w:t>
      </w:r>
      <w:r w:rsidR="00C77A4E" w:rsidRPr="00275B88">
        <w:t>scandait le collectionneur</w:t>
      </w:r>
      <w:r>
        <w:t>.</w:t>
      </w:r>
    </w:p>
    <w:p w14:paraId="30BD2B39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leur faute</w:t>
      </w:r>
      <w:r>
        <w:t xml:space="preserve">… </w:t>
      </w:r>
      <w:r w:rsidR="00C77A4E" w:rsidRPr="00275B88">
        <w:t>excusait Chantecoq</w:t>
      </w:r>
      <w:r>
        <w:t xml:space="preserve">. </w:t>
      </w:r>
      <w:r w:rsidR="00C77A4E" w:rsidRPr="00275B88">
        <w:t>Belphégor leur avait fait</w:t>
      </w:r>
      <w:r>
        <w:t xml:space="preserve">, </w:t>
      </w:r>
      <w:r w:rsidR="00C77A4E" w:rsidRPr="00275B88">
        <w:t>sans qu</w:t>
      </w:r>
      <w:r>
        <w:t>’</w:t>
      </w:r>
      <w:r w:rsidR="00C77A4E" w:rsidRPr="00275B88">
        <w:t>ils s</w:t>
      </w:r>
      <w:r>
        <w:t>’</w:t>
      </w:r>
      <w:r w:rsidR="00C77A4E" w:rsidRPr="00275B88">
        <w:t>en doutent</w:t>
      </w:r>
      <w:r>
        <w:t xml:space="preserve">, </w:t>
      </w:r>
      <w:r w:rsidR="00C77A4E" w:rsidRPr="00275B88">
        <w:t>respirer des gaz somnifères</w:t>
      </w:r>
      <w:r>
        <w:t>.</w:t>
      </w:r>
    </w:p>
    <w:p w14:paraId="1F5896CE" w14:textId="5B28D7E4" w:rsidR="002C50B2" w:rsidRDefault="002C50B2" w:rsidP="002C50B2">
      <w:r>
        <w:t>— </w:t>
      </w:r>
      <w:r w:rsidR="00C77A4E" w:rsidRPr="00275B88">
        <w:t>Des gaz somnifères</w:t>
      </w:r>
      <w:r>
        <w:t xml:space="preserve"> ! </w:t>
      </w:r>
      <w:r w:rsidR="00C77A4E" w:rsidRPr="00275B88">
        <w:t xml:space="preserve">scandait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en levant les bras au ciel</w:t>
      </w:r>
      <w:r>
        <w:t>.</w:t>
      </w:r>
    </w:p>
    <w:p w14:paraId="5EDBFF1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reprise de toute sa terreur</w:t>
      </w:r>
      <w:r w:rsidR="002C50B2">
        <w:t xml:space="preserve">, </w:t>
      </w:r>
      <w:r w:rsidRPr="00275B88">
        <w:t>elle se mit à piailler</w:t>
      </w:r>
      <w:r w:rsidR="002C50B2">
        <w:t> :</w:t>
      </w:r>
    </w:p>
    <w:p w14:paraId="320D1C8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effrayant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abominable</w:t>
      </w:r>
      <w:r>
        <w:t xml:space="preserve"> ! </w:t>
      </w:r>
      <w:r w:rsidR="00C77A4E" w:rsidRPr="00275B88">
        <w:t>Jamais on n</w:t>
      </w:r>
      <w:r>
        <w:t>’</w:t>
      </w:r>
      <w:r w:rsidR="00C77A4E" w:rsidRPr="00275B88">
        <w:t>a vu une chose pareille</w:t>
      </w:r>
      <w:r>
        <w:t> !</w:t>
      </w:r>
    </w:p>
    <w:p w14:paraId="64D90659" w14:textId="431A3A1B" w:rsidR="002C50B2" w:rsidRDefault="002C50B2" w:rsidP="002C50B2">
      <w:r>
        <w:t>— </w:t>
      </w:r>
      <w:r w:rsidR="00C77A4E" w:rsidRPr="00275B88">
        <w:t>Ne criez pas aussi fort</w:t>
      </w:r>
      <w:r>
        <w:t xml:space="preserve">, </w:t>
      </w:r>
      <w:r w:rsidR="00C77A4E" w:rsidRPr="00275B88">
        <w:t>madame</w:t>
      </w:r>
      <w:r>
        <w:t xml:space="preserve"> ! </w:t>
      </w:r>
      <w:r w:rsidR="00C77A4E" w:rsidRPr="00275B88">
        <w:t xml:space="preserve">intervenait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… </w:t>
      </w:r>
      <w:r w:rsidR="00C77A4E" w:rsidRPr="00275B88">
        <w:t>Simone pourrait entendre</w:t>
      </w:r>
      <w:r>
        <w:t>.</w:t>
      </w:r>
    </w:p>
    <w:p w14:paraId="38C12D33" w14:textId="77777777" w:rsidR="002C50B2" w:rsidRDefault="002C50B2" w:rsidP="002C50B2">
      <w:r>
        <w:t>— </w:t>
      </w:r>
      <w:r w:rsidR="00C77A4E" w:rsidRPr="00275B88">
        <w:t>Mais oui</w:t>
      </w:r>
      <w:r>
        <w:t xml:space="preserve">, </w:t>
      </w:r>
      <w:r w:rsidR="00C77A4E" w:rsidRPr="00275B88">
        <w:t>tais</w:t>
      </w:r>
      <w:r w:rsidR="00C77A4E">
        <w:t>-</w:t>
      </w:r>
      <w:r w:rsidR="00C77A4E" w:rsidRPr="00275B88">
        <w:t>toi donc</w:t>
      </w:r>
      <w:r>
        <w:t xml:space="preserve"> ! </w:t>
      </w:r>
      <w:r w:rsidR="00C77A4E" w:rsidRPr="00275B88">
        <w:t>appuya le baron</w:t>
      </w:r>
      <w:r>
        <w:t>.</w:t>
      </w:r>
    </w:p>
    <w:p w14:paraId="3CDB462F" w14:textId="77777777" w:rsidR="002C50B2" w:rsidRDefault="002C50B2" w:rsidP="002C50B2">
      <w:r>
        <w:t>— </w:t>
      </w:r>
      <w:r w:rsidR="00C77A4E" w:rsidRPr="00275B88">
        <w:t>Baronne</w:t>
      </w:r>
      <w:r>
        <w:t xml:space="preserve">, </w:t>
      </w:r>
      <w:r w:rsidR="00C77A4E" w:rsidRPr="00275B88">
        <w:t>reprenait Chantecoq</w:t>
      </w:r>
      <w:r>
        <w:t xml:space="preserve">, </w:t>
      </w:r>
      <w:r w:rsidR="00C77A4E" w:rsidRPr="00275B88">
        <w:t>vous ne m</w:t>
      </w:r>
      <w:r>
        <w:t>’</w:t>
      </w:r>
      <w:r w:rsidR="00C77A4E" w:rsidRPr="00275B88">
        <w:t>avez pas donné le temps de terminer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avais à ajouter quelques mots qui</w:t>
      </w:r>
      <w:r>
        <w:t xml:space="preserve">, </w:t>
      </w:r>
      <w:r w:rsidR="00C77A4E" w:rsidRPr="00275B88">
        <w:t>je l</w:t>
      </w:r>
      <w:r>
        <w:t>’</w:t>
      </w:r>
      <w:r w:rsidR="00C77A4E" w:rsidRPr="00275B88">
        <w:t>espère</w:t>
      </w:r>
      <w:r>
        <w:t xml:space="preserve">, </w:t>
      </w:r>
      <w:r w:rsidR="00C77A4E" w:rsidRPr="00275B88">
        <w:t>vont tout à fait vous rassurer</w:t>
      </w:r>
      <w:r>
        <w:t xml:space="preserve">. 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m</w:t>
      </w:r>
      <w:r>
        <w:t>’</w:t>
      </w:r>
      <w:r w:rsidR="00C77A4E" w:rsidRPr="00275B88">
        <w:t>a assuré qu</w:t>
      </w:r>
      <w:r>
        <w:t>’</w:t>
      </w:r>
      <w:r w:rsidR="00C77A4E" w:rsidRPr="00275B88">
        <w:t>il était sur la piste du bandit et que son arrestation n</w:t>
      </w:r>
      <w:r>
        <w:t>’</w:t>
      </w:r>
      <w:r w:rsidR="00C77A4E" w:rsidRPr="00275B88">
        <w:t>était plus qu</w:t>
      </w:r>
      <w:r>
        <w:t>’</w:t>
      </w:r>
      <w:r w:rsidR="00C77A4E" w:rsidRPr="00275B88">
        <w:t>une question d</w:t>
      </w:r>
      <w:r>
        <w:t>’</w:t>
      </w:r>
      <w:r w:rsidR="00C77A4E" w:rsidRPr="00275B88">
        <w:t>heures</w:t>
      </w:r>
      <w:r>
        <w:t>.</w:t>
      </w:r>
    </w:p>
    <w:p w14:paraId="48D7BB2A" w14:textId="1415F75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je respire</w:t>
      </w:r>
      <w:r>
        <w:t xml:space="preserve"> ! </w:t>
      </w:r>
      <w:r w:rsidR="00C77A4E" w:rsidRPr="00275B88">
        <w:t xml:space="preserve">fit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>.</w:t>
      </w:r>
    </w:p>
    <w:p w14:paraId="44109376" w14:textId="77777777" w:rsidR="002C50B2" w:rsidRDefault="002C50B2" w:rsidP="002C50B2">
      <w:r>
        <w:t>— </w:t>
      </w:r>
      <w:r w:rsidR="00C77A4E" w:rsidRPr="00275B88">
        <w:t>Je crois qu</w:t>
      </w:r>
      <w:r>
        <w:t>’</w:t>
      </w:r>
      <w:r w:rsidR="00C77A4E" w:rsidRPr="00275B88">
        <w:t>après cette bonne parole</w:t>
      </w:r>
      <w:r>
        <w:t xml:space="preserve">, </w:t>
      </w:r>
      <w:r w:rsidR="00C77A4E" w:rsidRPr="00275B88">
        <w:t>conclut le collectionneur</w:t>
      </w:r>
      <w:r>
        <w:t xml:space="preserve">, </w:t>
      </w:r>
      <w:r w:rsidR="00C77A4E" w:rsidRPr="00275B88">
        <w:t>nous n</w:t>
      </w:r>
      <w:r>
        <w:t>’</w:t>
      </w:r>
      <w:r w:rsidR="00C77A4E" w:rsidRPr="00275B88">
        <w:t>avons plus qu</w:t>
      </w:r>
      <w:r>
        <w:t>’</w:t>
      </w:r>
      <w:r w:rsidR="00C77A4E" w:rsidRPr="00275B88">
        <w:t>à nous retirer</w:t>
      </w:r>
      <w:r>
        <w:t>.</w:t>
      </w:r>
    </w:p>
    <w:p w14:paraId="577B4A1D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cela</w:t>
      </w:r>
      <w:r>
        <w:t xml:space="preserve">, </w:t>
      </w:r>
      <w:r w:rsidR="00C77A4E" w:rsidRPr="00275B88">
        <w:t>partons</w:t>
      </w:r>
      <w:r>
        <w:t xml:space="preserve">… </w:t>
      </w:r>
      <w:r w:rsidR="00C77A4E" w:rsidRPr="00275B88">
        <w:t>acquiesçait la baronne</w:t>
      </w:r>
      <w:r>
        <w:t xml:space="preserve">… </w:t>
      </w:r>
      <w:r w:rsidR="00C77A4E" w:rsidRPr="00275B88">
        <w:t>Au revoir</w:t>
      </w:r>
      <w:r>
        <w:t xml:space="preserve">, </w:t>
      </w:r>
      <w:r w:rsidR="00C77A4E" w:rsidRPr="00275B88">
        <w:t>mademoiselle Bergen</w:t>
      </w:r>
      <w:r>
        <w:t>.</w:t>
      </w:r>
    </w:p>
    <w:p w14:paraId="6D518936" w14:textId="451D51DF" w:rsidR="002C50B2" w:rsidRDefault="00C77A4E" w:rsidP="002C50B2">
      <w:r w:rsidRPr="00275B88">
        <w:lastRenderedPageBreak/>
        <w:t>Et en tête de linotte qu</w:t>
      </w:r>
      <w:r w:rsidR="002C50B2">
        <w:t>’</w:t>
      </w:r>
      <w:r w:rsidRPr="00275B88">
        <w:t>elle était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Papillon ajouta</w:t>
      </w:r>
      <w:r w:rsidR="002C50B2">
        <w:t> :</w:t>
      </w:r>
    </w:p>
    <w:p w14:paraId="4F864BC3" w14:textId="77777777" w:rsidR="002C50B2" w:rsidRDefault="002C50B2" w:rsidP="002C50B2">
      <w:r>
        <w:t>— </w:t>
      </w:r>
      <w:r w:rsidR="00C77A4E" w:rsidRPr="00275B88">
        <w:t>Cette pauvre Simone</w:t>
      </w:r>
      <w:r>
        <w:t xml:space="preserve"> !… </w:t>
      </w:r>
      <w:r w:rsidR="00C77A4E" w:rsidRPr="00275B88">
        <w:t>Vous lui direz mille choses aimables de notre part</w:t>
      </w:r>
      <w:r>
        <w:t xml:space="preserve">… </w:t>
      </w:r>
      <w:r w:rsidR="00C77A4E" w:rsidRPr="00275B88">
        <w:t>Espérons que ce ne sera rien</w:t>
      </w:r>
      <w:r>
        <w:t> !</w:t>
      </w:r>
    </w:p>
    <w:p w14:paraId="442D4366" w14:textId="77777777" w:rsidR="002C50B2" w:rsidRDefault="002C50B2" w:rsidP="002C50B2">
      <w:r>
        <w:t>« </w:t>
      </w:r>
      <w:r w:rsidR="00C77A4E" w:rsidRPr="00275B88">
        <w:t>Au revoir</w:t>
      </w:r>
      <w:r>
        <w:t xml:space="preserve">, </w:t>
      </w:r>
      <w:r w:rsidR="00C77A4E" w:rsidRPr="00275B88">
        <w:t>monsieur de Thouars</w:t>
      </w:r>
      <w:r>
        <w:t xml:space="preserve"> ; </w:t>
      </w:r>
      <w:r w:rsidR="00C77A4E" w:rsidRPr="00275B88">
        <w:t>monsieur Chantecoq</w:t>
      </w:r>
      <w:r>
        <w:t xml:space="preserve">, </w:t>
      </w:r>
      <w:r w:rsidR="00C77A4E" w:rsidRPr="00275B88">
        <w:t>tous mes compliments</w:t>
      </w:r>
      <w:r>
        <w:t>.</w:t>
      </w:r>
    </w:p>
    <w:p w14:paraId="103A9A74" w14:textId="77777777" w:rsidR="002C50B2" w:rsidRDefault="00C77A4E" w:rsidP="002C50B2">
      <w:r w:rsidRPr="00275B88">
        <w:t>Et la demi</w:t>
      </w:r>
      <w:r>
        <w:t>-</w:t>
      </w:r>
      <w:r w:rsidRPr="00275B88">
        <w:t>toquée s</w:t>
      </w:r>
      <w:r w:rsidR="002C50B2">
        <w:t>’</w:t>
      </w:r>
      <w:r w:rsidRPr="00275B88">
        <w:t>en fut avec son mari qui</w:t>
      </w:r>
      <w:r w:rsidR="002C50B2">
        <w:t xml:space="preserve">, </w:t>
      </w:r>
      <w:r w:rsidRPr="00275B88">
        <w:t>après avoir pris congé de tous</w:t>
      </w:r>
      <w:r w:rsidR="002C50B2">
        <w:t xml:space="preserve">, </w:t>
      </w:r>
      <w:r w:rsidRPr="00275B88">
        <w:t>la rejoignait dans l</w:t>
      </w:r>
      <w:r w:rsidR="002C50B2">
        <w:t>’</w:t>
      </w:r>
      <w:r w:rsidRPr="00275B88">
        <w:t>antichambre</w:t>
      </w:r>
      <w:r w:rsidR="002C50B2">
        <w:t xml:space="preserve">, </w:t>
      </w:r>
      <w:r w:rsidRPr="00275B88">
        <w:t>en grommelant des paroles inintelligibles qui n</w:t>
      </w:r>
      <w:r w:rsidR="002C50B2">
        <w:t>’</w:t>
      </w:r>
      <w:r w:rsidRPr="00275B88">
        <w:t>étaient pas certes des éloges à l</w:t>
      </w:r>
      <w:r w:rsidR="002C50B2">
        <w:t>’</w:t>
      </w:r>
      <w:r w:rsidRPr="00275B88">
        <w:t>adresse de la compagne de sa vie</w:t>
      </w:r>
      <w:r w:rsidR="002C50B2">
        <w:t>.</w:t>
      </w:r>
    </w:p>
    <w:p w14:paraId="54AE4104" w14:textId="4C0EBBF9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soupira</w:t>
      </w:r>
      <w:r>
        <w:t> :</w:t>
      </w:r>
    </w:p>
    <w:p w14:paraId="128CBFE2" w14:textId="77777777" w:rsidR="002C50B2" w:rsidRDefault="002C50B2" w:rsidP="002C50B2">
      <w:r>
        <w:t>— </w:t>
      </w:r>
      <w:r w:rsidR="00C77A4E" w:rsidRPr="00275B88">
        <w:t>Deux grotesques</w:t>
      </w:r>
      <w:r>
        <w:t xml:space="preserve"> !… </w:t>
      </w:r>
      <w:r w:rsidR="00C77A4E" w:rsidRPr="00275B88">
        <w:t>Elle surtout est insupportable</w:t>
      </w:r>
      <w:r>
        <w:t>.</w:t>
      </w:r>
    </w:p>
    <w:p w14:paraId="604955BA" w14:textId="77777777" w:rsidR="002C50B2" w:rsidRDefault="00C77A4E" w:rsidP="002C50B2">
      <w:r w:rsidRPr="00275B88">
        <w:t>Chantecoq reprenait</w:t>
      </w:r>
      <w:r w:rsidR="002C50B2">
        <w:t> :</w:t>
      </w:r>
    </w:p>
    <w:p w14:paraId="3027D7FC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bien vu qu</w:t>
      </w:r>
      <w:r>
        <w:t>’</w:t>
      </w:r>
      <w:r w:rsidR="00C77A4E" w:rsidRPr="00275B88">
        <w:t>elle vous agaçait et j</w:t>
      </w:r>
      <w:r>
        <w:t>’</w:t>
      </w:r>
      <w:r w:rsidR="00C77A4E" w:rsidRPr="00275B88">
        <w:t>ai cherché à vous en débarrasser</w:t>
      </w:r>
      <w:r>
        <w:t>.</w:t>
      </w:r>
    </w:p>
    <w:p w14:paraId="214585D9" w14:textId="77777777" w:rsidR="002C50B2" w:rsidRDefault="002C50B2" w:rsidP="002C50B2">
      <w:r>
        <w:t>— </w:t>
      </w:r>
      <w:r w:rsidR="00C77A4E" w:rsidRPr="00275B88">
        <w:t>Et vous y avez réussi</w:t>
      </w:r>
      <w:r>
        <w:t xml:space="preserve">, </w:t>
      </w:r>
      <w:r w:rsidR="00C77A4E" w:rsidRPr="00275B88">
        <w:t>monsieur Chantecoq</w:t>
      </w:r>
      <w:r>
        <w:t xml:space="preserve"> !… </w:t>
      </w:r>
      <w:r w:rsidR="00C77A4E" w:rsidRPr="00275B88">
        <w:t>Tous mes meilleurs remerciements</w:t>
      </w:r>
      <w:r>
        <w:t>.</w:t>
      </w:r>
    </w:p>
    <w:p w14:paraId="5F7123CD" w14:textId="77777777" w:rsidR="002C50B2" w:rsidRDefault="002C50B2" w:rsidP="002C50B2">
      <w:r>
        <w:t>— </w:t>
      </w:r>
      <w:r w:rsidR="00C77A4E" w:rsidRPr="00275B88">
        <w:t>Je me doutais bien</w:t>
      </w:r>
      <w:r>
        <w:t xml:space="preserve">, </w:t>
      </w:r>
      <w:r w:rsidR="00C77A4E" w:rsidRPr="00275B88">
        <w:t>déclarait Maurice de Thouars</w:t>
      </w:r>
      <w:r>
        <w:t xml:space="preserve">, </w:t>
      </w:r>
      <w:r w:rsidR="00C77A4E" w:rsidRPr="00275B88">
        <w:t>que cette histoire de trésor des Valois n</w:t>
      </w:r>
      <w:r>
        <w:t>’</w:t>
      </w:r>
      <w:r w:rsidR="00C77A4E" w:rsidRPr="00275B88">
        <w:t>était qu</w:t>
      </w:r>
      <w:r>
        <w:t>’</w:t>
      </w:r>
      <w:r w:rsidR="00C77A4E" w:rsidRPr="00275B88">
        <w:t>une fantaisie de votre imagination</w:t>
      </w:r>
      <w:r>
        <w:t>.</w:t>
      </w:r>
    </w:p>
    <w:p w14:paraId="057DE828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 ! </w:t>
      </w:r>
      <w:r w:rsidR="00C77A4E" w:rsidRPr="00275B88">
        <w:t>protestait le roi des détectives</w:t>
      </w:r>
      <w:r>
        <w:t xml:space="preserve"> ; </w:t>
      </w:r>
      <w:r w:rsidR="00C77A4E" w:rsidRPr="00275B88">
        <w:t>elle est parfaitement authentique</w:t>
      </w:r>
      <w:r>
        <w:t>.</w:t>
      </w:r>
    </w:p>
    <w:p w14:paraId="111F6AA8" w14:textId="77777777" w:rsidR="002C50B2" w:rsidRDefault="002C50B2" w:rsidP="002C50B2">
      <w:r>
        <w:t>— </w:t>
      </w:r>
      <w:r w:rsidR="00C77A4E" w:rsidRPr="00275B88">
        <w:t>Et 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vous a affirmé qu</w:t>
      </w:r>
      <w:r>
        <w:t>’</w:t>
      </w:r>
      <w:r w:rsidR="00C77A4E" w:rsidRPr="00275B88">
        <w:t>il était sur la piste du coupable</w:t>
      </w:r>
      <w:r>
        <w:t> ?</w:t>
      </w:r>
    </w:p>
    <w:p w14:paraId="4EE1147A" w14:textId="77777777" w:rsidR="002C50B2" w:rsidRDefault="002C50B2" w:rsidP="002C50B2">
      <w:r>
        <w:t>— </w:t>
      </w:r>
      <w:r w:rsidR="00C77A4E" w:rsidRPr="00275B88">
        <w:t>Il m</w:t>
      </w:r>
      <w:r>
        <w:t>’</w:t>
      </w:r>
      <w:r w:rsidR="00C77A4E" w:rsidRPr="00275B88">
        <w:t>a même donné rendez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cet après</w:t>
      </w:r>
      <w:r w:rsidR="00C77A4E">
        <w:t>-</w:t>
      </w:r>
      <w:r w:rsidR="00C77A4E" w:rsidRPr="00275B88">
        <w:t>midi</w:t>
      </w:r>
      <w:r>
        <w:t xml:space="preserve">, </w:t>
      </w:r>
      <w:r w:rsidR="00C77A4E" w:rsidRPr="00275B88">
        <w:t>vers cinq heures à la préfecture de police pour me donner son nom</w:t>
      </w:r>
      <w:r>
        <w:t>.</w:t>
      </w:r>
    </w:p>
    <w:p w14:paraId="1C77B2B9" w14:textId="77777777" w:rsidR="002C50B2" w:rsidRDefault="002C50B2" w:rsidP="002C50B2">
      <w:r>
        <w:lastRenderedPageBreak/>
        <w:t>— </w:t>
      </w:r>
      <w:r w:rsidR="00C77A4E" w:rsidRPr="00275B88">
        <w:t>Et vous irez</w:t>
      </w:r>
      <w:r>
        <w:t xml:space="preserve"> ? </w:t>
      </w:r>
      <w:r w:rsidR="00C77A4E" w:rsidRPr="00275B88">
        <w:t>interrogeait la demoiselle de compagnie</w:t>
      </w:r>
      <w:r>
        <w:t>.</w:t>
      </w:r>
    </w:p>
    <w:p w14:paraId="00347E63" w14:textId="77777777" w:rsidR="002C50B2" w:rsidRDefault="002C50B2" w:rsidP="002C50B2">
      <w:r>
        <w:t>— </w:t>
      </w:r>
      <w:r w:rsidR="00C77A4E" w:rsidRPr="00275B88">
        <w:t>Certainement</w:t>
      </w:r>
      <w:r>
        <w:t> !</w:t>
      </w:r>
    </w:p>
    <w:p w14:paraId="767DB60D" w14:textId="71660A94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 xml:space="preserve">posait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vous renoncez à votre enquête</w:t>
      </w:r>
      <w:r>
        <w:t> ?</w:t>
      </w:r>
    </w:p>
    <w:p w14:paraId="45915467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puisque je suis ici</w:t>
      </w:r>
      <w:r>
        <w:t>.</w:t>
      </w:r>
    </w:p>
    <w:p w14:paraId="3C695920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avoue que je ne comprends pas</w:t>
      </w:r>
      <w:r>
        <w:t>.</w:t>
      </w:r>
    </w:p>
    <w:p w14:paraId="29AB4D56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pourtant bien simple</w:t>
      </w:r>
      <w:r>
        <w:t xml:space="preserve">, </w:t>
      </w:r>
      <w:r w:rsidR="00C77A4E" w:rsidRPr="00275B88">
        <w:t>mon cher monsieur</w:t>
      </w:r>
      <w:r>
        <w:t xml:space="preserve">, </w:t>
      </w:r>
      <w:r w:rsidR="00C77A4E" w:rsidRPr="00275B88">
        <w:t>reprenait le détective</w:t>
      </w:r>
      <w:r>
        <w:t xml:space="preserve">.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prétend qu</w:t>
      </w:r>
      <w:r>
        <w:t>’</w:t>
      </w:r>
      <w:r w:rsidR="00C77A4E" w:rsidRPr="00275B88">
        <w:t>il tient Belphégor</w:t>
      </w:r>
      <w:r>
        <w:t xml:space="preserve">, </w:t>
      </w:r>
      <w:r w:rsidR="00C77A4E" w:rsidRPr="00275B88">
        <w:t>ou tout au moins qu</w:t>
      </w:r>
      <w:r>
        <w:t>’</w:t>
      </w:r>
      <w:r w:rsidR="00C77A4E" w:rsidRPr="00275B88">
        <w:t>il va le tenir</w:t>
      </w:r>
      <w:r>
        <w:t xml:space="preserve">. </w:t>
      </w:r>
      <w:r w:rsidR="00C77A4E" w:rsidRPr="00275B88">
        <w:t>Or</w:t>
      </w:r>
      <w:r>
        <w:t xml:space="preserve">, </w:t>
      </w:r>
      <w:r w:rsidR="00C77A4E" w:rsidRPr="00275B88">
        <w:t>je suis convaincu qu</w:t>
      </w:r>
      <w:r>
        <w:t>’</w:t>
      </w:r>
      <w:r w:rsidR="00C77A4E" w:rsidRPr="00275B88">
        <w:t>il suit une route différente de la mienne et qu</w:t>
      </w:r>
      <w:r>
        <w:t>’</w:t>
      </w:r>
      <w:r w:rsidR="00C77A4E" w:rsidRPr="00275B88">
        <w:t>il est sur le point de commettre une grave erreur</w:t>
      </w:r>
      <w:r>
        <w:t xml:space="preserve">. </w:t>
      </w:r>
      <w:r w:rsidR="00C77A4E" w:rsidRPr="00275B88">
        <w:t>Donc</w:t>
      </w:r>
      <w:r>
        <w:t xml:space="preserve">, </w:t>
      </w:r>
      <w:r w:rsidR="00C77A4E" w:rsidRPr="00275B88">
        <w:t>je continue</w:t>
      </w:r>
      <w:r>
        <w:t> !</w:t>
      </w:r>
    </w:p>
    <w:p w14:paraId="679697E3" w14:textId="7CBE0B85" w:rsidR="002C50B2" w:rsidRDefault="002C50B2" w:rsidP="002C50B2">
      <w:r>
        <w:t>« </w:t>
      </w:r>
      <w:r w:rsidR="00C77A4E" w:rsidRPr="00275B88">
        <w:t>Voilà pourquoi</w:t>
      </w:r>
      <w:r>
        <w:t xml:space="preserve">, </w:t>
      </w:r>
      <w:r w:rsidR="00C77A4E" w:rsidRPr="00275B88">
        <w:t>concluait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aurais voulu demander quelques renseignements à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1C93EDF5" w14:textId="77777777" w:rsidR="002C50B2" w:rsidRDefault="002C50B2" w:rsidP="002C50B2">
      <w:r>
        <w:t>— </w:t>
      </w:r>
      <w:r w:rsidR="00C77A4E" w:rsidRPr="00275B88">
        <w:t>Hélas</w:t>
      </w:r>
      <w:r>
        <w:t xml:space="preserve"> ! </w:t>
      </w:r>
      <w:r w:rsidR="00C77A4E" w:rsidRPr="00275B88">
        <w:t>répliquait la Scandinave</w:t>
      </w:r>
      <w:r>
        <w:t xml:space="preserve">, </w:t>
      </w:r>
      <w:r w:rsidR="00C77A4E" w:rsidRPr="00275B88">
        <w:t>elle ne vous entendrait même pas</w:t>
      </w:r>
      <w:r>
        <w:t xml:space="preserve">. </w:t>
      </w:r>
      <w:r w:rsidR="00C77A4E" w:rsidRPr="00275B88">
        <w:t>Mais je pourrai</w:t>
      </w:r>
      <w:r>
        <w:t xml:space="preserve">, 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 xml:space="preserve">, </w:t>
      </w:r>
      <w:r w:rsidR="00C77A4E" w:rsidRPr="00275B88">
        <w:t>vous répondre pour elle</w:t>
      </w:r>
      <w:r>
        <w:t xml:space="preserve">. </w:t>
      </w:r>
      <w:r w:rsidR="00C77A4E" w:rsidRPr="00275B88">
        <w:t>Simone n</w:t>
      </w:r>
      <w:r>
        <w:t>’</w:t>
      </w:r>
      <w:r w:rsidR="00C77A4E" w:rsidRPr="00275B88">
        <w:t>a guère de secrets pour moi</w:t>
      </w:r>
      <w:r>
        <w:t>.</w:t>
      </w:r>
    </w:p>
    <w:p w14:paraId="4D9EB851" w14:textId="77777777" w:rsidR="002C50B2" w:rsidRDefault="002C50B2" w:rsidP="002C50B2">
      <w:r>
        <w:t>— </w:t>
      </w:r>
      <w:r w:rsidR="00C77A4E" w:rsidRPr="00275B88">
        <w:t>Puisqu</w:t>
      </w:r>
      <w:r>
        <w:t>’</w:t>
      </w:r>
      <w:r w:rsidR="00C77A4E" w:rsidRPr="00275B88">
        <w:t>il en est ainsi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reprenait le grand limier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hésite pas à vous poser tout de suite une question d</w:t>
      </w:r>
      <w:r>
        <w:t>’</w:t>
      </w:r>
      <w:r w:rsidR="00C77A4E" w:rsidRPr="00275B88">
        <w:t>une importance capitale</w:t>
      </w:r>
      <w:r>
        <w:t>.</w:t>
      </w:r>
    </w:p>
    <w:p w14:paraId="1165D569" w14:textId="5449D653" w:rsidR="002C50B2" w:rsidRDefault="002C50B2" w:rsidP="002C50B2">
      <w:r>
        <w:t>« </w:t>
      </w:r>
      <w:r w:rsidR="00C77A4E" w:rsidRPr="00275B88">
        <w:t xml:space="preserve">Les lettres dérobées à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sont</w:t>
      </w:r>
      <w:r w:rsidR="00C77A4E">
        <w:t>-</w:t>
      </w:r>
      <w:r w:rsidR="00C77A4E" w:rsidRPr="00275B88">
        <w:t>elles de nature à compromettre leur signataire</w:t>
      </w:r>
      <w:r>
        <w:t> ?</w:t>
      </w:r>
    </w:p>
    <w:p w14:paraId="71615BD3" w14:textId="338B4A9F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réfléchit un instant</w:t>
      </w:r>
      <w:r>
        <w:t xml:space="preserve">. </w:t>
      </w:r>
      <w:r w:rsidR="00C77A4E" w:rsidRPr="00275B88">
        <w:t>Puis</w:t>
      </w:r>
      <w:r>
        <w:t xml:space="preserve">, </w:t>
      </w:r>
      <w:r w:rsidR="00C77A4E" w:rsidRPr="00275B88">
        <w:t>elle fit</w:t>
      </w:r>
      <w:r>
        <w:t> :</w:t>
      </w:r>
    </w:p>
    <w:p w14:paraId="62D88EED" w14:textId="77777777" w:rsidR="002C50B2" w:rsidRDefault="002C50B2" w:rsidP="002C50B2">
      <w:r>
        <w:t>— </w:t>
      </w:r>
      <w:r w:rsidR="00C77A4E" w:rsidRPr="00275B88">
        <w:t>Soupçonneriez</w:t>
      </w:r>
      <w:r w:rsidR="00C77A4E">
        <w:t>-</w:t>
      </w:r>
      <w:r w:rsidR="00C77A4E" w:rsidRPr="00275B88">
        <w:t>vous Jacques Bellegarde d</w:t>
      </w:r>
      <w:r>
        <w:t>’</w:t>
      </w:r>
      <w:r w:rsidR="00C77A4E" w:rsidRPr="00275B88">
        <w:t>être</w:t>
      </w:r>
      <w:r>
        <w:t>…</w:t>
      </w:r>
    </w:p>
    <w:p w14:paraId="1C1A0593" w14:textId="77777777" w:rsidR="002C50B2" w:rsidRDefault="00C77A4E" w:rsidP="002C50B2">
      <w:r w:rsidRPr="00275B88">
        <w:t>D</w:t>
      </w:r>
      <w:r w:rsidR="002C50B2">
        <w:t>’</w:t>
      </w:r>
      <w:r w:rsidRPr="00275B88">
        <w:t>un geste bref</w:t>
      </w:r>
      <w:r w:rsidR="002C50B2">
        <w:t xml:space="preserve">, </w:t>
      </w:r>
      <w:r w:rsidRPr="00275B88">
        <w:t>énergique</w:t>
      </w:r>
      <w:r w:rsidR="002C50B2">
        <w:t xml:space="preserve">, </w:t>
      </w:r>
      <w:r w:rsidRPr="00275B88">
        <w:t>Chantecoq l</w:t>
      </w:r>
      <w:r w:rsidR="002C50B2">
        <w:t>’</w:t>
      </w:r>
      <w:r w:rsidRPr="00275B88">
        <w:t>arrêta</w:t>
      </w:r>
      <w:r w:rsidR="002C50B2">
        <w:t xml:space="preserve">. </w:t>
      </w:r>
      <w:r w:rsidRPr="00275B88">
        <w:t>Puis il répliqua sur un ton catégorique</w:t>
      </w:r>
      <w:r w:rsidR="002C50B2">
        <w:t> :</w:t>
      </w:r>
    </w:p>
    <w:p w14:paraId="1EBAF198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ai pas de soupçons</w:t>
      </w:r>
      <w:r>
        <w:t xml:space="preserve">, </w:t>
      </w:r>
      <w:r w:rsidR="00C77A4E" w:rsidRPr="00275B88">
        <w:t>je cherche</w:t>
      </w:r>
      <w:r>
        <w:t>.</w:t>
      </w:r>
    </w:p>
    <w:p w14:paraId="32648099" w14:textId="77777777" w:rsidR="002C50B2" w:rsidRDefault="00C77A4E" w:rsidP="002C50B2">
      <w:r w:rsidRPr="00275B88">
        <w:lastRenderedPageBreak/>
        <w:t>Gravement</w:t>
      </w:r>
      <w:r w:rsidR="002C50B2">
        <w:t xml:space="preserve">, </w:t>
      </w:r>
      <w:r w:rsidRPr="00275B88">
        <w:t>Chantecoq poursuivait</w:t>
      </w:r>
      <w:r w:rsidR="002C50B2">
        <w:t> :</w:t>
      </w:r>
    </w:p>
    <w:p w14:paraId="0AEC21F4" w14:textId="77777777" w:rsidR="002C50B2" w:rsidRDefault="002C50B2" w:rsidP="002C50B2">
      <w:r>
        <w:t>— </w:t>
      </w:r>
      <w:r w:rsidR="00C77A4E" w:rsidRPr="00275B88">
        <w:t>Vous comprenez maintenant pourquoi j</w:t>
      </w:r>
      <w:r>
        <w:t>’</w:t>
      </w:r>
      <w:r w:rsidR="00C77A4E" w:rsidRPr="00275B88">
        <w:t>attache un si grand prix à votre réponse</w:t>
      </w:r>
      <w:r>
        <w:t>.</w:t>
      </w:r>
    </w:p>
    <w:p w14:paraId="51312052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reprenait la demoiselle de compagnie</w:t>
      </w:r>
      <w:r>
        <w:t xml:space="preserve">, </w:t>
      </w:r>
      <w:r w:rsidR="00C77A4E" w:rsidRPr="00275B88">
        <w:t>je ne voudrais pas un seul instant que vous vous figuriez que je cherche à me venger d</w:t>
      </w:r>
      <w:r>
        <w:t>’</w:t>
      </w:r>
      <w:r w:rsidR="00C77A4E" w:rsidRPr="00275B88">
        <w:t>un homme qui a si cruellement fait souffrir ma pauvre amie</w:t>
      </w:r>
      <w:r>
        <w:t xml:space="preserve">. </w:t>
      </w:r>
      <w:r w:rsidR="00C77A4E" w:rsidRPr="00275B88">
        <w:t>Je suis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très au</w:t>
      </w:r>
      <w:r w:rsidR="00C77A4E">
        <w:t>-</w:t>
      </w:r>
      <w:r w:rsidR="00C77A4E" w:rsidRPr="00275B88">
        <w:t>dessus d</w:t>
      </w:r>
      <w:r>
        <w:t>’</w:t>
      </w:r>
      <w:r w:rsidR="00C77A4E" w:rsidRPr="00275B88">
        <w:t>un pareil sentiment</w:t>
      </w:r>
      <w:r>
        <w:t>.</w:t>
      </w:r>
    </w:p>
    <w:p w14:paraId="15E983CA" w14:textId="77777777" w:rsidR="002C50B2" w:rsidRDefault="00C77A4E" w:rsidP="002C50B2">
      <w:r w:rsidRPr="00275B88">
        <w:t>Silencieux</w:t>
      </w:r>
      <w:r w:rsidR="002C50B2">
        <w:t xml:space="preserve">, </w:t>
      </w:r>
      <w:r w:rsidRPr="00275B88">
        <w:t>Maurice de Thouars approuvait de la tête les paroles de la Scandinave</w:t>
      </w:r>
      <w:r w:rsidR="002C50B2">
        <w:t xml:space="preserve">, </w:t>
      </w:r>
      <w:r w:rsidRPr="00275B88">
        <w:t>qui poursuivait</w:t>
      </w:r>
      <w:r w:rsidR="002C50B2">
        <w:t> :</w:t>
      </w:r>
    </w:p>
    <w:p w14:paraId="31556058" w14:textId="77777777" w:rsidR="002C50B2" w:rsidRDefault="002C50B2" w:rsidP="002C50B2">
      <w:r>
        <w:t>— </w:t>
      </w:r>
      <w:r w:rsidR="00C77A4E" w:rsidRPr="00275B88">
        <w:t>Mais je dois reconnaître</w:t>
      </w:r>
      <w:r>
        <w:t xml:space="preserve">, </w:t>
      </w:r>
      <w:r w:rsidR="00C77A4E" w:rsidRPr="00275B88">
        <w:t>dans l</w:t>
      </w:r>
      <w:r>
        <w:t>’</w:t>
      </w:r>
      <w:r w:rsidR="00C77A4E" w:rsidRPr="00275B88">
        <w:t>intérêt de la vérité</w:t>
      </w:r>
      <w:r>
        <w:t xml:space="preserve">, </w:t>
      </w:r>
      <w:r w:rsidR="00C77A4E" w:rsidRPr="00275B88">
        <w:t>que ces lettres</w:t>
      </w:r>
      <w:r>
        <w:t xml:space="preserve">, </w:t>
      </w:r>
      <w:r w:rsidR="00C77A4E" w:rsidRPr="00275B88">
        <w:t>dont Simone m</w:t>
      </w:r>
      <w:r>
        <w:t>’</w:t>
      </w:r>
      <w:r w:rsidR="00C77A4E" w:rsidRPr="00275B88">
        <w:t>en avait fait lire quelques</w:t>
      </w:r>
      <w:r w:rsidR="00C77A4E">
        <w:t>-</w:t>
      </w:r>
      <w:r w:rsidR="00C77A4E" w:rsidRPr="00275B88">
        <w:t>unes</w:t>
      </w:r>
      <w:r>
        <w:t xml:space="preserve">, </w:t>
      </w:r>
      <w:r w:rsidR="00C77A4E" w:rsidRPr="00275B88">
        <w:t>renferment certains passages qui peuvent être gênants pour celui qui les avait écrits</w:t>
      </w:r>
      <w:r>
        <w:t>.</w:t>
      </w:r>
    </w:p>
    <w:p w14:paraId="3577D505" w14:textId="77777777" w:rsidR="002C50B2" w:rsidRDefault="00C77A4E" w:rsidP="002C50B2">
      <w:r w:rsidRPr="00275B88">
        <w:t>Elle allait continuer</w:t>
      </w:r>
      <w:r w:rsidR="002C50B2">
        <w:t xml:space="preserve">, </w:t>
      </w:r>
      <w:r w:rsidRPr="00275B88">
        <w:t>mais Juliette</w:t>
      </w:r>
      <w:r w:rsidR="002C50B2">
        <w:t xml:space="preserve">, </w:t>
      </w:r>
      <w:r w:rsidRPr="00275B88">
        <w:t>la femme de chambre</w:t>
      </w:r>
      <w:r w:rsidR="002C50B2">
        <w:t xml:space="preserve">, </w:t>
      </w:r>
      <w:r w:rsidRPr="00275B88">
        <w:t>accourait</w:t>
      </w:r>
      <w:r w:rsidR="002C50B2">
        <w:t xml:space="preserve">… </w:t>
      </w:r>
      <w:r w:rsidRPr="00275B88">
        <w:t>bouleversée</w:t>
      </w:r>
      <w:r w:rsidR="002C50B2">
        <w:t xml:space="preserve">, </w:t>
      </w:r>
      <w:r w:rsidRPr="00275B88">
        <w:t>et clamant d</w:t>
      </w:r>
      <w:r w:rsidR="002C50B2">
        <w:t>’</w:t>
      </w:r>
      <w:r w:rsidRPr="00275B88">
        <w:t>une voix tremblante</w:t>
      </w:r>
      <w:r w:rsidR="002C50B2">
        <w:t> :</w:t>
      </w:r>
    </w:p>
    <w:p w14:paraId="4E161F64" w14:textId="77777777" w:rsidR="002C50B2" w:rsidRDefault="002C50B2" w:rsidP="002C50B2">
      <w:r>
        <w:t>— </w:t>
      </w:r>
      <w:r w:rsidR="00C77A4E" w:rsidRPr="00275B88">
        <w:t>Venez vite</w:t>
      </w:r>
      <w:r>
        <w:t xml:space="preserve"> ! </w:t>
      </w:r>
      <w:r w:rsidR="00C77A4E" w:rsidRPr="00275B88">
        <w:t>Mademoiselle est au plus mal</w:t>
      </w:r>
      <w:r>
        <w:t> !</w:t>
      </w:r>
    </w:p>
    <w:p w14:paraId="59DF47AE" w14:textId="77777777" w:rsidR="002C50B2" w:rsidRDefault="00C77A4E" w:rsidP="002C50B2">
      <w:r w:rsidRPr="00275B88">
        <w:t>Elsa Bergen s</w:t>
      </w:r>
      <w:r w:rsidR="002C50B2">
        <w:t>’</w:t>
      </w:r>
      <w:r w:rsidRPr="00275B88">
        <w:t>élança vers la porte et disparut</w:t>
      </w:r>
      <w:r w:rsidR="002C50B2">
        <w:t xml:space="preserve">. </w:t>
      </w:r>
      <w:r w:rsidRPr="00275B88">
        <w:t>Maurice de Thouars se disposait à la suivre</w:t>
      </w:r>
      <w:r w:rsidR="002C50B2">
        <w:t xml:space="preserve"> ; </w:t>
      </w:r>
      <w:r w:rsidRPr="00275B88">
        <w:t>se retournant vers Chantecoq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248A0950" w14:textId="77777777" w:rsidR="002C50B2" w:rsidRDefault="002C50B2" w:rsidP="002C50B2">
      <w:r>
        <w:t>— </w:t>
      </w:r>
      <w:r w:rsidR="00C77A4E" w:rsidRPr="00275B88">
        <w:t>Excusez</w:t>
      </w:r>
      <w:r w:rsidR="00C77A4E">
        <w:t>-</w:t>
      </w:r>
      <w:r w:rsidR="00C77A4E" w:rsidRPr="00275B88">
        <w:t>nous</w:t>
      </w:r>
      <w:r>
        <w:t xml:space="preserve">, </w:t>
      </w:r>
      <w:r w:rsidR="00C77A4E" w:rsidRPr="00275B88">
        <w:t>monsieur</w:t>
      </w:r>
      <w:r>
        <w:t> !</w:t>
      </w:r>
    </w:p>
    <w:p w14:paraId="7072BBF2" w14:textId="77777777" w:rsidR="002C50B2" w:rsidRDefault="00C77A4E" w:rsidP="002C50B2">
      <w:r w:rsidRPr="00275B88">
        <w:t>Le détective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inclinant légèrement</w:t>
      </w:r>
      <w:r w:rsidR="002C50B2">
        <w:t xml:space="preserve">, </w:t>
      </w:r>
      <w:r w:rsidRPr="00275B88">
        <w:t>répondit</w:t>
      </w:r>
      <w:r w:rsidR="002C50B2">
        <w:t> :</w:t>
      </w:r>
    </w:p>
    <w:p w14:paraId="4B98213C" w14:textId="325038C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moi au contraire</w:t>
      </w:r>
      <w:r>
        <w:t xml:space="preserve">, </w:t>
      </w:r>
      <w:r w:rsidR="00C77A4E" w:rsidRPr="00275B88">
        <w:t>qui vous demande pardon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 xml:space="preserve">ignorais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fût aussi gravement atteinte</w:t>
      </w:r>
      <w:r>
        <w:t>.</w:t>
      </w:r>
    </w:p>
    <w:p w14:paraId="78DBCDBF" w14:textId="04DC46C6" w:rsidR="002C50B2" w:rsidRDefault="002C50B2" w:rsidP="002C50B2">
      <w:r>
        <w:t>— </w:t>
      </w:r>
      <w:r w:rsidR="00C77A4E" w:rsidRPr="00275B88">
        <w:t>Elle est perdue</w:t>
      </w:r>
      <w:r>
        <w:t xml:space="preserve"> ! </w:t>
      </w:r>
      <w:r w:rsidR="00C77A4E" w:rsidRPr="00275B88">
        <w:t xml:space="preserve">murmura </w:t>
      </w:r>
      <w:r>
        <w:t>M. de </w:t>
      </w:r>
      <w:r w:rsidR="00C77A4E" w:rsidRPr="00275B88">
        <w:t>Thouars</w:t>
      </w:r>
      <w:r>
        <w:t>.</w:t>
      </w:r>
    </w:p>
    <w:p w14:paraId="44DA69D4" w14:textId="77777777" w:rsidR="002C50B2" w:rsidRDefault="00C77A4E" w:rsidP="002C50B2">
      <w:r w:rsidRPr="00275B88">
        <w:t>Et il ajouta avec un accent de grande douleur</w:t>
      </w:r>
      <w:r w:rsidR="002C50B2">
        <w:t> :</w:t>
      </w:r>
    </w:p>
    <w:p w14:paraId="3D1DF9A8" w14:textId="77777777" w:rsidR="002C50B2" w:rsidRDefault="002C50B2" w:rsidP="002C50B2">
      <w:r>
        <w:lastRenderedPageBreak/>
        <w:t>— </w:t>
      </w:r>
      <w:r w:rsidR="00C77A4E" w:rsidRPr="00275B88">
        <w:t>Ce n</w:t>
      </w:r>
      <w:r>
        <w:t>’</w:t>
      </w:r>
      <w:r w:rsidR="00C77A4E" w:rsidRPr="00275B88">
        <w:t>est plus qu</w:t>
      </w:r>
      <w:r>
        <w:t>’</w:t>
      </w:r>
      <w:r w:rsidR="00C77A4E" w:rsidRPr="00275B88">
        <w:t>une flamme qui meurt</w:t>
      </w:r>
      <w:r>
        <w:t> !</w:t>
      </w:r>
    </w:p>
    <w:p w14:paraId="01C7059C" w14:textId="77777777" w:rsidR="002C50B2" w:rsidRDefault="00C77A4E" w:rsidP="002C50B2">
      <w:r w:rsidRPr="00275B88">
        <w:t>Et tandis qu</w:t>
      </w:r>
      <w:r w:rsidR="002C50B2">
        <w:t>’</w:t>
      </w:r>
      <w:r w:rsidRPr="00275B88">
        <w:t>une flamme de colère s</w:t>
      </w:r>
      <w:r w:rsidR="002C50B2">
        <w:t>’</w:t>
      </w:r>
      <w:r w:rsidRPr="00275B88">
        <w:t>allumait dans ses yeux</w:t>
      </w:r>
      <w:r w:rsidR="002C50B2">
        <w:t xml:space="preserve">, </w:t>
      </w:r>
      <w:r w:rsidRPr="00275B88">
        <w:t>il scanda haineusement</w:t>
      </w:r>
      <w:r w:rsidR="002C50B2">
        <w:t> :</w:t>
      </w:r>
    </w:p>
    <w:p w14:paraId="60C0987C" w14:textId="77777777" w:rsidR="002C50B2" w:rsidRDefault="002C50B2" w:rsidP="002C50B2">
      <w:r>
        <w:t>— </w:t>
      </w:r>
      <w:r w:rsidR="00C77A4E" w:rsidRPr="00275B88">
        <w:t>Ce Bellegarde est un grand coupable</w:t>
      </w:r>
      <w:r>
        <w:t>.</w:t>
      </w:r>
    </w:p>
    <w:p w14:paraId="34A4275B" w14:textId="6BDA7BDE" w:rsidR="002C50B2" w:rsidRDefault="00C77A4E" w:rsidP="002C50B2">
      <w:r w:rsidRPr="00275B88">
        <w:t>Et accompagnant Chantecoq jusque dans le vestibule</w:t>
      </w:r>
      <w:r w:rsidR="002C50B2">
        <w:t xml:space="preserve">, </w:t>
      </w:r>
      <w:r w:rsidRPr="00275B88">
        <w:t>où le valet de chambre s</w:t>
      </w:r>
      <w:r w:rsidR="002C50B2">
        <w:t>’</w:t>
      </w:r>
      <w:r w:rsidRPr="00275B88">
        <w:t>apprêtait à ouvrir la porte</w:t>
      </w:r>
      <w:r w:rsidR="002C50B2">
        <w:t>, M. de </w:t>
      </w:r>
      <w:r w:rsidRPr="00275B88">
        <w:t>Thouars escalada à grandes enjambées les marches de l</w:t>
      </w:r>
      <w:r w:rsidR="002C50B2">
        <w:t>’</w:t>
      </w:r>
      <w:r w:rsidRPr="00275B88">
        <w:t>escalier qui conduisait au premier étage</w:t>
      </w:r>
      <w:r w:rsidR="002C50B2">
        <w:t>.</w:t>
      </w:r>
    </w:p>
    <w:p w14:paraId="7E041555" w14:textId="77777777" w:rsidR="002C50B2" w:rsidRDefault="00C77A4E" w:rsidP="002C50B2">
      <w:r w:rsidRPr="00275B88">
        <w:t>Lorsqu</w:t>
      </w:r>
      <w:r w:rsidR="002C50B2">
        <w:t>’</w:t>
      </w:r>
      <w:r w:rsidRPr="00275B88">
        <w:t>il pénétra dans la chambre de Simone</w:t>
      </w:r>
      <w:r w:rsidR="002C50B2">
        <w:t xml:space="preserve">, </w:t>
      </w:r>
      <w:r w:rsidRPr="00275B88">
        <w:t>Elsa Bergen</w:t>
      </w:r>
      <w:r w:rsidR="002C50B2">
        <w:t xml:space="preserve">, </w:t>
      </w:r>
      <w:r w:rsidRPr="00275B88">
        <w:t>Juliette et une infirmière s</w:t>
      </w:r>
      <w:r w:rsidR="002C50B2">
        <w:t>’</w:t>
      </w:r>
      <w:r w:rsidRPr="00275B88">
        <w:t>efforçaient de maintenir dans son lit la malheureuse jeune femme</w:t>
      </w:r>
      <w:r w:rsidR="002C50B2">
        <w:t>.</w:t>
      </w:r>
    </w:p>
    <w:p w14:paraId="623BFF42" w14:textId="77777777" w:rsidR="002C50B2" w:rsidRDefault="00C77A4E" w:rsidP="002C50B2">
      <w:r w:rsidRPr="00275B88">
        <w:t>En proie à un délire effrayant</w:t>
      </w:r>
      <w:r w:rsidR="002C50B2">
        <w:t xml:space="preserve">, </w:t>
      </w:r>
      <w:r w:rsidRPr="00275B88">
        <w:t>les yeux révulsés</w:t>
      </w:r>
      <w:r w:rsidR="002C50B2">
        <w:t xml:space="preserve">, </w:t>
      </w:r>
      <w:r w:rsidRPr="00275B88">
        <w:t>le visage décomposé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en agitant les bras</w:t>
      </w:r>
      <w:r w:rsidR="002C50B2">
        <w:t> :</w:t>
      </w:r>
    </w:p>
    <w:p w14:paraId="01ACAEA7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 ! </w:t>
      </w:r>
      <w:r w:rsidR="00C77A4E" w:rsidRPr="00275B88">
        <w:t>Je le vois</w:t>
      </w:r>
      <w:r>
        <w:t xml:space="preserve"> ! </w:t>
      </w:r>
      <w:r w:rsidR="00C77A4E" w:rsidRPr="00275B88">
        <w:t>Il est là</w:t>
      </w:r>
      <w:r>
        <w:t xml:space="preserve"> ! </w:t>
      </w:r>
      <w:r w:rsidR="00C77A4E" w:rsidRPr="00275B88">
        <w:t>Il est là</w:t>
      </w:r>
      <w:r>
        <w:t> !…</w:t>
      </w:r>
    </w:p>
    <w:p w14:paraId="2E0C2889" w14:textId="77777777" w:rsidR="002C50B2" w:rsidRDefault="00C77A4E" w:rsidP="002C50B2">
      <w:r w:rsidRPr="00275B88">
        <w:t>Échappant</w:t>
      </w:r>
      <w:r w:rsidR="002C50B2">
        <w:t xml:space="preserve">, </w:t>
      </w:r>
      <w:r w:rsidRPr="00275B88">
        <w:t>en un suprême effort</w:t>
      </w:r>
      <w:r w:rsidR="002C50B2">
        <w:t xml:space="preserve">, </w:t>
      </w:r>
      <w:r w:rsidRPr="00275B88">
        <w:t>à celles qui s</w:t>
      </w:r>
      <w:r w:rsidR="002C50B2">
        <w:t>’</w:t>
      </w:r>
      <w:r w:rsidRPr="00275B88">
        <w:t>efforçaient de la calmer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bond</w:t>
      </w:r>
      <w:r w:rsidR="002C50B2">
        <w:t xml:space="preserve">, </w:t>
      </w:r>
      <w:r w:rsidRPr="00275B88">
        <w:t>elle sauta à bas de son lit et courut vers la fenêtre</w:t>
      </w:r>
      <w:r w:rsidR="002C50B2">
        <w:t xml:space="preserve">, </w:t>
      </w:r>
      <w:r w:rsidRPr="00275B88">
        <w:t>comme si elle voulait se jeter dans le jardin</w:t>
      </w:r>
      <w:r w:rsidR="002C50B2">
        <w:t>.</w:t>
      </w:r>
    </w:p>
    <w:p w14:paraId="6011E1A2" w14:textId="11AE40B1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et l</w:t>
      </w:r>
      <w:r>
        <w:t>’</w:t>
      </w:r>
      <w:r w:rsidR="00C77A4E" w:rsidRPr="00275B88">
        <w:t>infirmière</w:t>
      </w:r>
      <w:r>
        <w:t xml:space="preserve">, </w:t>
      </w:r>
      <w:r w:rsidR="00C77A4E" w:rsidRPr="00275B88">
        <w:t>qui l</w:t>
      </w:r>
      <w:r>
        <w:t>’</w:t>
      </w:r>
      <w:r w:rsidR="00C77A4E" w:rsidRPr="00275B88">
        <w:t>avaient rejointe</w:t>
      </w:r>
      <w:r>
        <w:t xml:space="preserve">, </w:t>
      </w:r>
      <w:r w:rsidR="00C77A4E" w:rsidRPr="00275B88">
        <w:t>la maîtrisèrent assez facilement et déposèrent sur une chaise longue Simone qui</w:t>
      </w:r>
      <w:r>
        <w:t xml:space="preserve">, </w:t>
      </w:r>
      <w:r w:rsidR="00C77A4E" w:rsidRPr="00275B88">
        <w:t>brisée par ce dernier sursaut</w:t>
      </w:r>
      <w:r>
        <w:t xml:space="preserve">, </w:t>
      </w:r>
      <w:r w:rsidR="00C77A4E" w:rsidRPr="00275B88">
        <w:t>ne manifestait plus aucune énergie</w:t>
      </w:r>
      <w:r>
        <w:t xml:space="preserve">, </w:t>
      </w:r>
      <w:r w:rsidR="00C77A4E" w:rsidRPr="00275B88">
        <w:t>et demeura prostrée</w:t>
      </w:r>
      <w:r>
        <w:t xml:space="preserve">, </w:t>
      </w:r>
      <w:r w:rsidR="00C77A4E" w:rsidRPr="00275B88">
        <w:t>anéantie</w:t>
      </w:r>
      <w:r>
        <w:t xml:space="preserve">, </w:t>
      </w:r>
      <w:r w:rsidR="00C77A4E" w:rsidRPr="00275B88">
        <w:t>les yeux clos</w:t>
      </w:r>
      <w:r>
        <w:t>.</w:t>
      </w:r>
    </w:p>
    <w:p w14:paraId="7B343957" w14:textId="77777777" w:rsidR="002C50B2" w:rsidRDefault="00C77A4E" w:rsidP="002C50B2">
      <w:r w:rsidRPr="00275B88">
        <w:t>Maurice de Thouars s</w:t>
      </w:r>
      <w:r w:rsidR="002C50B2">
        <w:t>’</w:t>
      </w:r>
      <w:r w:rsidRPr="00275B88">
        <w:t>était précipité sur un flacon de sels placé sur la table de nuit</w:t>
      </w:r>
      <w:r w:rsidR="002C50B2">
        <w:t xml:space="preserve">… </w:t>
      </w:r>
      <w:r w:rsidRPr="00275B88">
        <w:t>et le passait à l</w:t>
      </w:r>
      <w:r w:rsidR="002C50B2">
        <w:t>’</w:t>
      </w:r>
      <w:r w:rsidRPr="00275B88">
        <w:t>infirmière</w:t>
      </w:r>
      <w:r w:rsidR="002C50B2">
        <w:t xml:space="preserve">, </w:t>
      </w:r>
      <w:r w:rsidRPr="00275B88">
        <w:t>qui faisait immédiatement respirer le révulsif à Simone</w:t>
      </w:r>
      <w:r w:rsidR="002C50B2">
        <w:t xml:space="preserve">. </w:t>
      </w:r>
      <w:r w:rsidRPr="00275B88">
        <w:t>Au bout d</w:t>
      </w:r>
      <w:r w:rsidR="002C50B2">
        <w:t>’</w:t>
      </w:r>
      <w:r w:rsidRPr="00275B88">
        <w:t>un instant</w:t>
      </w:r>
      <w:r w:rsidR="002C50B2">
        <w:t xml:space="preserve">, </w:t>
      </w:r>
      <w:r w:rsidRPr="00275B88">
        <w:t>elle se ranima un peu et murmura d</w:t>
      </w:r>
      <w:r w:rsidR="002C50B2">
        <w:t>’</w:t>
      </w:r>
      <w:r w:rsidRPr="00275B88">
        <w:t>une voix très faible</w:t>
      </w:r>
      <w:r w:rsidR="002C50B2">
        <w:t xml:space="preserve">, </w:t>
      </w:r>
      <w:r w:rsidRPr="00275B88">
        <w:t>mais où subsistait encore l</w:t>
      </w:r>
      <w:r w:rsidR="002C50B2">
        <w:t>’</w:t>
      </w:r>
      <w:r w:rsidRPr="00275B88">
        <w:t>écho d</w:t>
      </w:r>
      <w:r w:rsidR="002C50B2">
        <w:t>’</w:t>
      </w:r>
      <w:r w:rsidRPr="00275B88">
        <w:t>un indicible déchirement</w:t>
      </w:r>
      <w:r w:rsidR="002C50B2">
        <w:t> :</w:t>
      </w:r>
    </w:p>
    <w:p w14:paraId="200A5406" w14:textId="77777777" w:rsidR="002C50B2" w:rsidRDefault="002C50B2" w:rsidP="002C50B2">
      <w:r>
        <w:lastRenderedPageBreak/>
        <w:t>— </w:t>
      </w:r>
      <w:r w:rsidR="00C77A4E" w:rsidRPr="00275B88">
        <w:t>Jacques</w:t>
      </w:r>
      <w:r>
        <w:t xml:space="preserve"> ! </w:t>
      </w:r>
      <w:r w:rsidR="00C77A4E" w:rsidRPr="00275B88">
        <w:t>Jacques</w:t>
      </w:r>
      <w:r>
        <w:t> !</w:t>
      </w:r>
    </w:p>
    <w:p w14:paraId="692B9959" w14:textId="77777777" w:rsidR="002C50B2" w:rsidRDefault="00C77A4E" w:rsidP="002C50B2">
      <w:r w:rsidRPr="00275B88">
        <w:t>Et tout en serrant nerveusement la main d</w:t>
      </w:r>
      <w:r w:rsidR="002C50B2">
        <w:t>’</w:t>
      </w:r>
      <w:r w:rsidRPr="00275B88">
        <w:t>Elsa Bergen</w:t>
      </w:r>
      <w:r w:rsidR="002C50B2">
        <w:t xml:space="preserve">, </w:t>
      </w:r>
      <w:r w:rsidRPr="00275B88">
        <w:t>elle ajouta</w:t>
      </w:r>
      <w:r w:rsidR="002C50B2">
        <w:t xml:space="preserve">, </w:t>
      </w:r>
      <w:r w:rsidRPr="00275B88">
        <w:t>haletante</w:t>
      </w:r>
      <w:r w:rsidR="002C50B2">
        <w:t xml:space="preserve">, </w:t>
      </w:r>
      <w:r w:rsidRPr="00275B88">
        <w:t>épuisée</w:t>
      </w:r>
      <w:r w:rsidR="002C50B2">
        <w:t>.</w:t>
      </w:r>
    </w:p>
    <w:p w14:paraId="4145D664" w14:textId="77777777" w:rsidR="002C50B2" w:rsidRDefault="002C50B2" w:rsidP="002C50B2">
      <w:r>
        <w:t>— </w:t>
      </w:r>
      <w:r w:rsidR="00C77A4E" w:rsidRPr="00275B88">
        <w:t>Vous lui direz que je lui pardonne</w:t>
      </w:r>
      <w:r>
        <w:t> !</w:t>
      </w:r>
    </w:p>
    <w:p w14:paraId="0B93CC28" w14:textId="77777777" w:rsidR="002C50B2" w:rsidRDefault="00C77A4E" w:rsidP="002C50B2">
      <w:r w:rsidRPr="00275B88">
        <w:t>Sa tête retomba en avant</w:t>
      </w:r>
      <w:r w:rsidR="002C50B2">
        <w:t xml:space="preserve">… </w:t>
      </w:r>
      <w:r w:rsidRPr="00275B88">
        <w:t>Elle venait de perdre connaissance</w:t>
      </w:r>
      <w:r w:rsidR="002C50B2">
        <w:t>.</w:t>
      </w:r>
    </w:p>
    <w:p w14:paraId="1DA36EA7" w14:textId="77777777" w:rsidR="002C50B2" w:rsidRDefault="00C77A4E" w:rsidP="002C50B2">
      <w:r w:rsidRPr="00275B88">
        <w:t>Ce fut en vain que la demoiselle de compagnie essaya de la ranimer</w:t>
      </w:r>
      <w:r w:rsidR="002C50B2">
        <w:t>.</w:t>
      </w:r>
    </w:p>
    <w:p w14:paraId="157C387B" w14:textId="77777777" w:rsidR="002C50B2" w:rsidRDefault="00C77A4E" w:rsidP="002C50B2">
      <w:r w:rsidRPr="00275B88">
        <w:t>Et d</w:t>
      </w:r>
      <w:r w:rsidR="002C50B2">
        <w:t>’</w:t>
      </w:r>
      <w:r w:rsidRPr="00275B88">
        <w:t>une voix brisée</w:t>
      </w:r>
      <w:r w:rsidR="002C50B2">
        <w:t xml:space="preserve">, </w:t>
      </w:r>
      <w:r w:rsidRPr="00275B88">
        <w:t>Maurice de Thouars dit à la femme de chambre</w:t>
      </w:r>
      <w:r w:rsidR="002C50B2">
        <w:t xml:space="preserve">, </w:t>
      </w:r>
      <w:r w:rsidRPr="00275B88">
        <w:t>consternée</w:t>
      </w:r>
      <w:r w:rsidR="002C50B2">
        <w:t> :</w:t>
      </w:r>
    </w:p>
    <w:p w14:paraId="71D816D9" w14:textId="77777777" w:rsidR="002C50B2" w:rsidRDefault="002C50B2" w:rsidP="002C50B2">
      <w:r>
        <w:t>— </w:t>
      </w:r>
      <w:r w:rsidR="00C77A4E" w:rsidRPr="00275B88">
        <w:t>Juliette</w:t>
      </w:r>
      <w:r>
        <w:t xml:space="preserve">, </w:t>
      </w:r>
      <w:r w:rsidR="00C77A4E" w:rsidRPr="00275B88">
        <w:t>il était temps</w:t>
      </w:r>
      <w:r>
        <w:t xml:space="preserve"> ; </w:t>
      </w:r>
      <w:r w:rsidR="00C77A4E" w:rsidRPr="00275B88">
        <w:t>allez chercher un prêtre</w:t>
      </w:r>
      <w:r>
        <w:t xml:space="preserve">… </w:t>
      </w:r>
      <w:r w:rsidR="00C77A4E" w:rsidRPr="00275B88">
        <w:t>car c</w:t>
      </w:r>
      <w:r>
        <w:t>’</w:t>
      </w:r>
      <w:r w:rsidR="00C77A4E" w:rsidRPr="00275B88">
        <w:t>est l</w:t>
      </w:r>
      <w:r>
        <w:t>’</w:t>
      </w:r>
      <w:r w:rsidR="00C77A4E" w:rsidRPr="00275B88">
        <w:t>agonie qui commence</w:t>
      </w:r>
      <w:r>
        <w:t> !</w:t>
      </w:r>
    </w:p>
    <w:p w14:paraId="149FC126" w14:textId="598F846C" w:rsidR="00C77A4E" w:rsidRPr="00B131C5" w:rsidRDefault="00C77A4E" w:rsidP="002C50B2">
      <w:pPr>
        <w:pStyle w:val="Titre2"/>
      </w:pPr>
      <w:bookmarkStart w:id="57" w:name="_Toc145914626"/>
      <w:bookmarkStart w:id="58" w:name="_Toc203477078"/>
      <w:r w:rsidRPr="00B131C5">
        <w:lastRenderedPageBreak/>
        <w:t>VII</w:t>
      </w:r>
      <w:bookmarkEnd w:id="57"/>
      <w:r w:rsidRPr="00B131C5">
        <w:br/>
      </w:r>
      <w:r w:rsidRPr="00B131C5">
        <w:br/>
      </w:r>
      <w:bookmarkStart w:id="59" w:name="_Toc145914627"/>
      <w:r w:rsidRPr="00B131C5">
        <w:t>OÙ L</w:t>
      </w:r>
      <w:r w:rsidR="002C50B2">
        <w:t>’</w:t>
      </w:r>
      <w:r w:rsidRPr="00B131C5">
        <w:t>ON VOIT LES PRÉVISIONS DE CHANTECOQ SE RÉALISER D</w:t>
      </w:r>
      <w:r w:rsidR="002C50B2">
        <w:t>’</w:t>
      </w:r>
      <w:r w:rsidRPr="00B131C5">
        <w:t>UNE FAÇON MATHÉMATIQUE</w:t>
      </w:r>
      <w:bookmarkEnd w:id="58"/>
      <w:bookmarkEnd w:id="59"/>
      <w:r w:rsidRPr="00B131C5">
        <w:br/>
      </w:r>
    </w:p>
    <w:p w14:paraId="40024023" w14:textId="77777777" w:rsidR="002C50B2" w:rsidRDefault="00C77A4E" w:rsidP="002C50B2">
      <w:r w:rsidRPr="00275B88">
        <w:t>Conformément aux directives de Chantecoq</w:t>
      </w:r>
      <w:r w:rsidR="002C50B2">
        <w:t xml:space="preserve">, </w:t>
      </w:r>
      <w:r w:rsidRPr="00275B88">
        <w:t>Jacques Bellegarde était demeuré caché dans la villa des allées de Verzy</w:t>
      </w:r>
      <w:r w:rsidR="002C50B2">
        <w:t xml:space="preserve">, </w:t>
      </w:r>
      <w:r w:rsidRPr="00275B88">
        <w:t xml:space="preserve">autour de laquelle Pierre </w:t>
      </w:r>
      <w:proofErr w:type="spellStart"/>
      <w:r w:rsidRPr="00275B88">
        <w:t>Gautrais</w:t>
      </w:r>
      <w:proofErr w:type="spellEnd"/>
      <w:r w:rsidRPr="00275B88">
        <w:t xml:space="preserve"> ne cessait d</w:t>
      </w:r>
      <w:r w:rsidR="002C50B2">
        <w:t>’</w:t>
      </w:r>
      <w:r w:rsidRPr="00275B88">
        <w:t>exercer</w:t>
      </w:r>
      <w:r w:rsidR="002C50B2">
        <w:t xml:space="preserve">, </w:t>
      </w:r>
      <w:r w:rsidRPr="00275B88">
        <w:t>avec l</w:t>
      </w:r>
      <w:r w:rsidR="002C50B2">
        <w:t>’</w:t>
      </w:r>
      <w:r w:rsidRPr="00275B88">
        <w:t>aide de ses deux danois</w:t>
      </w:r>
      <w:r w:rsidR="002C50B2">
        <w:t xml:space="preserve">, </w:t>
      </w:r>
      <w:r w:rsidRPr="00275B88">
        <w:t>Pandore et Vidocq</w:t>
      </w:r>
      <w:r w:rsidR="002C50B2">
        <w:t xml:space="preserve">, </w:t>
      </w:r>
      <w:r w:rsidRPr="00275B88">
        <w:t>une rigoureuse surveillance</w:t>
      </w:r>
      <w:r w:rsidR="002C50B2">
        <w:t xml:space="preserve">. </w:t>
      </w:r>
      <w:r w:rsidRPr="00275B88">
        <w:t>Une chambre</w:t>
      </w:r>
      <w:r w:rsidR="002C50B2">
        <w:t xml:space="preserve">, </w:t>
      </w:r>
      <w:r w:rsidRPr="00275B88">
        <w:t>située au premier</w:t>
      </w:r>
      <w:r w:rsidR="002C50B2">
        <w:t xml:space="preserve">, </w:t>
      </w:r>
      <w:r w:rsidRPr="00275B88">
        <w:t>avait été réservée au journaliste</w:t>
      </w:r>
      <w:r w:rsidR="002C50B2">
        <w:t xml:space="preserve">, </w:t>
      </w:r>
      <w:r w:rsidRPr="00275B88">
        <w:t>et il avait été entendu que</w:t>
      </w:r>
      <w:r w:rsidR="002C50B2">
        <w:t xml:space="preserve">, </w:t>
      </w:r>
      <w:r w:rsidRPr="00275B88">
        <w:t>pendant le jour</w:t>
      </w:r>
      <w:r w:rsidR="002C50B2">
        <w:t xml:space="preserve">, </w:t>
      </w:r>
      <w:r w:rsidRPr="00275B88">
        <w:t>il se tiendrait dans un petit salon dont les fenêtres s</w:t>
      </w:r>
      <w:r w:rsidR="002C50B2">
        <w:t>’</w:t>
      </w:r>
      <w:r w:rsidRPr="00275B88">
        <w:t>ouvraient à l</w:t>
      </w:r>
      <w:r w:rsidR="002C50B2">
        <w:t>’</w:t>
      </w:r>
      <w:r w:rsidRPr="00275B88">
        <w:t>arrière de la maison</w:t>
      </w:r>
      <w:r w:rsidR="002C50B2">
        <w:t xml:space="preserve">, </w:t>
      </w:r>
      <w:r w:rsidRPr="00275B88">
        <w:t>sur le jardin</w:t>
      </w:r>
      <w:r w:rsidR="002C50B2">
        <w:t xml:space="preserve">, </w:t>
      </w:r>
      <w:r w:rsidRPr="00275B88">
        <w:t>et dont</w:t>
      </w:r>
      <w:r w:rsidR="002C50B2">
        <w:t xml:space="preserve">, </w:t>
      </w:r>
      <w:r w:rsidRPr="00275B88">
        <w:t>par surcroît de précaution</w:t>
      </w:r>
      <w:r w:rsidR="002C50B2">
        <w:t xml:space="preserve">, </w:t>
      </w:r>
      <w:r w:rsidRPr="00275B88">
        <w:t>on avait abaissé les stores</w:t>
      </w:r>
      <w:r w:rsidR="002C50B2">
        <w:t>.</w:t>
      </w:r>
    </w:p>
    <w:p w14:paraId="49748656" w14:textId="77777777" w:rsidR="002C50B2" w:rsidRDefault="00C77A4E" w:rsidP="002C50B2">
      <w:r w:rsidRPr="00275B88">
        <w:t>Colette avait choisi dans la bibliothèque fort bien fournie de son père quelques livres qu</w:t>
      </w:r>
      <w:r w:rsidR="002C50B2">
        <w:t>’</w:t>
      </w:r>
      <w:r w:rsidRPr="00275B88">
        <w:t>elle croyait capables d</w:t>
      </w:r>
      <w:r w:rsidR="002C50B2">
        <w:t>’</w:t>
      </w:r>
      <w:r w:rsidRPr="00275B88">
        <w:t>intéresser son hôte</w:t>
      </w:r>
      <w:r w:rsidR="002C50B2">
        <w:t xml:space="preserve">. </w:t>
      </w:r>
      <w:r w:rsidRPr="00275B88">
        <w:t>Et elle les lui avait apportés dans le petit salon qui servait de discret asile au jeune reporter</w:t>
      </w:r>
      <w:r w:rsidR="002C50B2">
        <w:t>.</w:t>
      </w:r>
    </w:p>
    <w:p w14:paraId="75BFD552" w14:textId="77777777" w:rsidR="002C50B2" w:rsidRDefault="00C77A4E" w:rsidP="002C50B2">
      <w:r w:rsidRPr="00275B88">
        <w:t>Celui</w:t>
      </w:r>
      <w:r>
        <w:t>-</w:t>
      </w:r>
      <w:r w:rsidRPr="00275B88">
        <w:t>ci l</w:t>
      </w:r>
      <w:r w:rsidR="002C50B2">
        <w:t>’</w:t>
      </w:r>
      <w:r w:rsidRPr="00275B88">
        <w:t>avait vivement remerciée de cette délicate attention</w:t>
      </w:r>
      <w:r w:rsidR="002C50B2">
        <w:t>.</w:t>
      </w:r>
    </w:p>
    <w:p w14:paraId="30C49EB8" w14:textId="77777777" w:rsidR="002C50B2" w:rsidRDefault="002C50B2" w:rsidP="002C50B2">
      <w:r>
        <w:t>— </w:t>
      </w:r>
      <w:proofErr w:type="gramStart"/>
      <w:r w:rsidR="00C77A4E" w:rsidRPr="00275B88">
        <w:t>J</w:t>
      </w:r>
      <w:r>
        <w:t>’</w:t>
      </w:r>
      <w:r w:rsidR="00C77A4E" w:rsidRPr="00275B88">
        <w:t>ai peur</w:t>
      </w:r>
      <w:proofErr w:type="gramEnd"/>
      <w:r w:rsidR="00C77A4E" w:rsidRPr="00275B88">
        <w:t xml:space="preserve"> que vous ne vous ennuyiez</w:t>
      </w:r>
      <w:r>
        <w:t xml:space="preserve">… </w:t>
      </w:r>
      <w:r w:rsidR="00C77A4E" w:rsidRPr="00275B88">
        <w:t>exprimait Colette</w:t>
      </w:r>
      <w:r>
        <w:t>.</w:t>
      </w:r>
    </w:p>
    <w:p w14:paraId="496F2897" w14:textId="77777777" w:rsidR="002C50B2" w:rsidRDefault="002C50B2" w:rsidP="002C50B2">
      <w:r>
        <w:t>— </w:t>
      </w:r>
      <w:r w:rsidR="00C77A4E" w:rsidRPr="00275B88">
        <w:t>Moi</w:t>
      </w:r>
      <w:r>
        <w:t xml:space="preserve">, </w:t>
      </w:r>
      <w:r w:rsidR="00C77A4E" w:rsidRPr="00275B88">
        <w:t>mademoiselle</w:t>
      </w:r>
      <w:r>
        <w:t xml:space="preserve"> !… </w:t>
      </w:r>
      <w:r w:rsidR="00C77A4E" w:rsidRPr="00275B88">
        <w:t>Mais c</w:t>
      </w:r>
      <w:r>
        <w:t>’</w:t>
      </w:r>
      <w:r w:rsidR="00C77A4E" w:rsidRPr="00275B88">
        <w:t>est impossible</w:t>
      </w:r>
      <w:r>
        <w:t xml:space="preserve">… </w:t>
      </w:r>
      <w:r w:rsidR="00C77A4E" w:rsidRPr="00275B88">
        <w:t>surtout quand vous êtes là</w:t>
      </w:r>
      <w:r>
        <w:t>.</w:t>
      </w:r>
    </w:p>
    <w:p w14:paraId="49DBC786" w14:textId="77777777" w:rsidR="002C50B2" w:rsidRDefault="00C77A4E" w:rsidP="002C50B2">
      <w:r w:rsidRPr="00275B88">
        <w:t>Colette rougit légèrement</w:t>
      </w:r>
      <w:r w:rsidR="002C50B2">
        <w:t xml:space="preserve">… </w:t>
      </w:r>
      <w:r w:rsidRPr="00275B88">
        <w:t>Puis elle détourna la tête</w:t>
      </w:r>
      <w:r w:rsidR="002C50B2">
        <w:t>.</w:t>
      </w:r>
    </w:p>
    <w:p w14:paraId="10F9BF99" w14:textId="77777777" w:rsidR="002C50B2" w:rsidRDefault="00C77A4E" w:rsidP="002C50B2">
      <w:r w:rsidRPr="00275B88">
        <w:lastRenderedPageBreak/>
        <w:t>Bellegarde se tut</w:t>
      </w:r>
      <w:r w:rsidR="002C50B2">
        <w:t xml:space="preserve">… </w:t>
      </w:r>
      <w:r w:rsidRPr="00275B88">
        <w:t>Une grande mélancolie se lisait dans son regard</w:t>
      </w:r>
      <w:r w:rsidR="002C50B2">
        <w:t xml:space="preserve">… </w:t>
      </w:r>
      <w:r w:rsidRPr="00275B88">
        <w:t>Un pli d</w:t>
      </w:r>
      <w:r w:rsidR="002C50B2">
        <w:t>’</w:t>
      </w:r>
      <w:r w:rsidRPr="00275B88">
        <w:t>amertume et de regret sillonnait son front</w:t>
      </w:r>
      <w:r w:rsidR="002C50B2">
        <w:t>…</w:t>
      </w:r>
    </w:p>
    <w:p w14:paraId="76D59291" w14:textId="77777777" w:rsidR="002C50B2" w:rsidRDefault="00C77A4E" w:rsidP="002C50B2">
      <w:r w:rsidRPr="00275B88">
        <w:t>Et il reprit</w:t>
      </w:r>
      <w:r w:rsidR="002C50B2">
        <w:t> :</w:t>
      </w:r>
    </w:p>
    <w:p w14:paraId="07CD72E2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… </w:t>
      </w:r>
      <w:r w:rsidR="00C77A4E" w:rsidRPr="00275B88">
        <w:t>sans le vouloir</w:t>
      </w:r>
      <w:r>
        <w:t xml:space="preserve">, </w:t>
      </w:r>
      <w:r w:rsidR="00C77A4E" w:rsidRPr="00275B88">
        <w:t>vous aurais</w:t>
      </w:r>
      <w:r w:rsidR="00C77A4E">
        <w:t>-</w:t>
      </w:r>
      <w:r w:rsidR="00C77A4E" w:rsidRPr="00275B88">
        <w:t>je fait de la peine</w:t>
      </w:r>
      <w:r>
        <w:t> ?</w:t>
      </w:r>
    </w:p>
    <w:p w14:paraId="4222D662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, </w:t>
      </w:r>
      <w:r w:rsidR="00C77A4E" w:rsidRPr="00275B88">
        <w:t>protestait Colette</w:t>
      </w:r>
      <w:r>
        <w:t xml:space="preserve">, </w:t>
      </w:r>
      <w:r w:rsidR="00C77A4E" w:rsidRPr="00275B88">
        <w:t>qui s</w:t>
      </w:r>
      <w:r>
        <w:t>’</w:t>
      </w:r>
      <w:r w:rsidR="00C77A4E" w:rsidRPr="00275B88">
        <w:t>était ressaisie</w:t>
      </w:r>
      <w:r>
        <w:t>.</w:t>
      </w:r>
    </w:p>
    <w:p w14:paraId="59D80B34" w14:textId="77777777" w:rsidR="002C50B2" w:rsidRDefault="002C50B2" w:rsidP="002C50B2">
      <w:r>
        <w:t>— </w:t>
      </w:r>
      <w:r w:rsidR="00C77A4E" w:rsidRPr="00275B88">
        <w:t>Alors</w:t>
      </w:r>
      <w:r>
        <w:t xml:space="preserve">… </w:t>
      </w:r>
      <w:r w:rsidR="00C77A4E" w:rsidRPr="00275B88">
        <w:t>laissez</w:t>
      </w:r>
      <w:r w:rsidR="00C77A4E">
        <w:t>-</w:t>
      </w:r>
      <w:r w:rsidR="00C77A4E" w:rsidRPr="00275B88">
        <w:t>moi vous dire</w:t>
      </w:r>
      <w:r>
        <w:t>…</w:t>
      </w:r>
    </w:p>
    <w:p w14:paraId="44F6299E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parlez</w:t>
      </w:r>
      <w:r>
        <w:t> !…</w:t>
      </w:r>
    </w:p>
    <w:p w14:paraId="5D77203E" w14:textId="77777777" w:rsidR="002C50B2" w:rsidRDefault="00C77A4E" w:rsidP="002C50B2">
      <w:r w:rsidRPr="00275B88">
        <w:t xml:space="preserve">Dans ce </w:t>
      </w:r>
      <w:r w:rsidR="002C50B2">
        <w:t>« </w:t>
      </w:r>
      <w:r w:rsidRPr="00275B88">
        <w:t>oui</w:t>
      </w:r>
      <w:r w:rsidR="002C50B2">
        <w:t xml:space="preserve">, </w:t>
      </w:r>
      <w:r w:rsidRPr="00275B88">
        <w:t>parlez</w:t>
      </w:r>
      <w:r w:rsidR="002C50B2">
        <w:t xml:space="preserve"> », </w:t>
      </w:r>
      <w:r w:rsidRPr="00275B88">
        <w:t>il y avait à la fois tant de douceur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affection</w:t>
      </w:r>
      <w:r w:rsidR="002C50B2">
        <w:t xml:space="preserve">, </w:t>
      </w:r>
      <w:r w:rsidRPr="00275B88">
        <w:t>de bonté et de confiance que Jacques se sentit tout de suite enhardi à ces confidences auxquelles</w:t>
      </w:r>
      <w:r w:rsidR="002C50B2">
        <w:t xml:space="preserve">, </w:t>
      </w:r>
      <w:r w:rsidRPr="00275B88">
        <w:t>un instant auparavant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interdisait de se livrer</w:t>
      </w:r>
      <w:r w:rsidR="002C50B2">
        <w:t>.</w:t>
      </w:r>
    </w:p>
    <w:p w14:paraId="72D39C5D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la première fois que je vous ai rencontrée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ressenti une impression à la fois très étrange et très douce</w:t>
      </w:r>
      <w:r>
        <w:t xml:space="preserve">… </w:t>
      </w:r>
      <w:r w:rsidR="00C77A4E" w:rsidRPr="00275B88">
        <w:t>À peine avais</w:t>
      </w:r>
      <w:r w:rsidR="00C77A4E">
        <w:t>-</w:t>
      </w:r>
      <w:r w:rsidR="00C77A4E" w:rsidRPr="00275B88">
        <w:t>je échangé avec vous ces quelques paroles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m</w:t>
      </w:r>
      <w:r>
        <w:t>’</w:t>
      </w:r>
      <w:r w:rsidR="00C77A4E" w:rsidRPr="00275B88">
        <w:t>a semblé</w:t>
      </w:r>
      <w:r>
        <w:t xml:space="preserve">, </w:t>
      </w:r>
      <w:r w:rsidR="00C77A4E" w:rsidRPr="00275B88">
        <w:t>dès que vous vous êtes éloignée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une force irrésistible</w:t>
      </w:r>
      <w:r>
        <w:t xml:space="preserve">, </w:t>
      </w:r>
      <w:r w:rsidR="00C77A4E" w:rsidRPr="00275B88">
        <w:t>que je prenais pour de la curiosité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attirait vers vous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voulu vous suivre</w:t>
      </w:r>
      <w:r>
        <w:t xml:space="preserve">, </w:t>
      </w:r>
      <w:r w:rsidR="00C77A4E" w:rsidRPr="00275B88">
        <w:t>vous aborder</w:t>
      </w:r>
      <w:r>
        <w:t xml:space="preserve">… </w:t>
      </w:r>
      <w:r w:rsidR="00C77A4E" w:rsidRPr="00275B88">
        <w:t>Mais vous m</w:t>
      </w:r>
      <w:r>
        <w:t>’</w:t>
      </w:r>
      <w:r w:rsidR="00C77A4E" w:rsidRPr="00275B88">
        <w:t>en avez empêché</w:t>
      </w:r>
      <w:r>
        <w:t> !</w:t>
      </w:r>
    </w:p>
    <w:p w14:paraId="3AA180D4" w14:textId="77777777" w:rsidR="002C50B2" w:rsidRDefault="002C50B2" w:rsidP="002C50B2">
      <w:r>
        <w:t>— </w:t>
      </w:r>
      <w:r w:rsidR="00C77A4E" w:rsidRPr="00275B88">
        <w:t>Comment cela</w:t>
      </w:r>
      <w:r>
        <w:t> ?</w:t>
      </w:r>
    </w:p>
    <w:p w14:paraId="5E2D28D7" w14:textId="77777777" w:rsidR="002C50B2" w:rsidRDefault="002C50B2" w:rsidP="002C50B2">
      <w:r>
        <w:t>— </w:t>
      </w:r>
      <w:r w:rsidR="00C77A4E" w:rsidRPr="00275B88">
        <w:t>Par votre regard</w:t>
      </w:r>
      <w:r>
        <w:t xml:space="preserve"> ! </w:t>
      </w:r>
      <w:r w:rsidR="00C77A4E" w:rsidRPr="00275B88">
        <w:t>Oh</w:t>
      </w:r>
      <w:r>
        <w:t xml:space="preserve"> ! </w:t>
      </w:r>
      <w:r w:rsidR="00C77A4E" w:rsidRPr="00275B88">
        <w:t>certes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lu en lui aucune indignation</w:t>
      </w:r>
      <w:r>
        <w:t xml:space="preserve">, </w:t>
      </w:r>
      <w:r w:rsidR="00C77A4E" w:rsidRPr="00275B88">
        <w:t>aucune colère</w:t>
      </w:r>
      <w:r>
        <w:t xml:space="preserve">. </w:t>
      </w:r>
      <w:r w:rsidR="00C77A4E" w:rsidRPr="00275B88">
        <w:t>Il était au contraire si calme</w:t>
      </w:r>
      <w:r>
        <w:t xml:space="preserve">, </w:t>
      </w:r>
      <w:r w:rsidR="00C77A4E" w:rsidRPr="00275B88">
        <w:t>si lumineux</w:t>
      </w:r>
      <w:r>
        <w:t xml:space="preserve">, </w:t>
      </w:r>
      <w:r w:rsidR="00C77A4E" w:rsidRPr="00275B88">
        <w:t>si clair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ai deviné en une seconde toute votre âme</w:t>
      </w:r>
      <w:r>
        <w:t xml:space="preserve">… </w:t>
      </w:r>
      <w:r w:rsidR="00C77A4E" w:rsidRPr="00275B88">
        <w:t>Une âme comme la vôtre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est faite avant tout pour être respectée</w:t>
      </w:r>
      <w:r>
        <w:t xml:space="preserve">… </w:t>
      </w:r>
      <w:r w:rsidR="00C77A4E" w:rsidRPr="00275B88">
        <w:t>Et cela n</w:t>
      </w:r>
      <w:r>
        <w:t>’</w:t>
      </w:r>
      <w:r w:rsidR="00C77A4E" w:rsidRPr="00275B88">
        <w:t>a fait que grandir l</w:t>
      </w:r>
      <w:r>
        <w:t>’</w:t>
      </w:r>
      <w:r w:rsidR="00C77A4E" w:rsidRPr="00275B88">
        <w:t>attrait subit que vous avez éveillé en moi</w:t>
      </w:r>
      <w:r>
        <w:t>…</w:t>
      </w:r>
    </w:p>
    <w:p w14:paraId="4EE6DE7C" w14:textId="77777777" w:rsidR="002C50B2" w:rsidRDefault="002C50B2" w:rsidP="002C50B2">
      <w:r>
        <w:lastRenderedPageBreak/>
        <w:t>« </w:t>
      </w:r>
      <w:r w:rsidR="00C77A4E" w:rsidRPr="00275B88">
        <w:t>Ensuite</w:t>
      </w:r>
      <w:r>
        <w:t xml:space="preserve">, </w:t>
      </w:r>
      <w:r w:rsidR="00C77A4E" w:rsidRPr="00275B88">
        <w:t>longuement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pensé à vous</w:t>
      </w:r>
      <w:r>
        <w:t xml:space="preserve"> ; </w:t>
      </w:r>
      <w:r w:rsidR="00C77A4E" w:rsidRPr="00275B88">
        <w:t>j</w:t>
      </w:r>
      <w:r>
        <w:t>’</w:t>
      </w:r>
      <w:r w:rsidR="00C77A4E" w:rsidRPr="00275B88">
        <w:t>ai regretté de vous avoir ainsi perdue de vue</w:t>
      </w:r>
      <w:r>
        <w:t xml:space="preserve">, </w:t>
      </w:r>
      <w:r w:rsidR="00C77A4E" w:rsidRPr="00275B88">
        <w:t>sans doute pour toujours</w:t>
      </w:r>
      <w:r>
        <w:t xml:space="preserve">, </w:t>
      </w:r>
      <w:r w:rsidR="00C77A4E" w:rsidRPr="00275B88">
        <w:t>et j</w:t>
      </w:r>
      <w:r>
        <w:t>’</w:t>
      </w:r>
      <w:r w:rsidR="00C77A4E" w:rsidRPr="00275B88">
        <w:t>ai éprouvé une véritable peine en songeant que je ne vous reverrais jamais</w:t>
      </w:r>
      <w:r>
        <w:t>…</w:t>
      </w:r>
    </w:p>
    <w:p w14:paraId="29262279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ponctuait Colette</w:t>
      </w:r>
      <w:r>
        <w:t xml:space="preserve">, </w:t>
      </w:r>
      <w:r w:rsidR="00C77A4E" w:rsidRPr="00275B88">
        <w:t>en baissant légèrement la tête</w:t>
      </w:r>
      <w:r>
        <w:t>…</w:t>
      </w:r>
    </w:p>
    <w:p w14:paraId="5EDF5123" w14:textId="77777777" w:rsidR="002C50B2" w:rsidRDefault="00C77A4E" w:rsidP="002C50B2">
      <w:r w:rsidRPr="00275B88">
        <w:t>Le journaliste reprit</w:t>
      </w:r>
      <w:r w:rsidR="002C50B2">
        <w:t> :</w:t>
      </w:r>
    </w:p>
    <w:p w14:paraId="7033D308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le lendemain</w:t>
      </w:r>
      <w:r>
        <w:t xml:space="preserve">, </w:t>
      </w:r>
      <w:r w:rsidR="00C77A4E" w:rsidRPr="00275B88">
        <w:t xml:space="preserve">cette rencontre au restaurant des </w:t>
      </w:r>
      <w:r w:rsidR="00C77A4E" w:rsidRPr="00275B88">
        <w:rPr>
          <w:i/>
          <w:iCs/>
        </w:rPr>
        <w:t>Glycines</w:t>
      </w:r>
      <w:r>
        <w:rPr>
          <w:i/>
          <w:iCs/>
        </w:rPr>
        <w:t xml:space="preserve">, </w:t>
      </w:r>
      <w:r w:rsidR="00C77A4E" w:rsidRPr="00275B88">
        <w:t>et à laquelle vous avez eu le tact si délicieux de ne pas faire la moindre allusion</w:t>
      </w:r>
      <w:r>
        <w:t>.</w:t>
      </w:r>
    </w:p>
    <w:p w14:paraId="53F28DF4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ai oubliée</w:t>
      </w:r>
      <w:r>
        <w:t xml:space="preserve"> ! </w:t>
      </w:r>
      <w:r w:rsidR="00C77A4E" w:rsidRPr="00275B88">
        <w:t>affirmait la jeune fille avec un accent de sincérité charmante</w:t>
      </w:r>
      <w:r>
        <w:t>.</w:t>
      </w:r>
    </w:p>
    <w:p w14:paraId="02D97A85" w14:textId="77777777" w:rsidR="002C50B2" w:rsidRDefault="002C50B2" w:rsidP="002C50B2">
      <w:r>
        <w:t>— </w:t>
      </w:r>
      <w:r w:rsidR="00C77A4E" w:rsidRPr="00275B88">
        <w:t>Pas moi</w:t>
      </w:r>
      <w:r>
        <w:t xml:space="preserve"> ! </w:t>
      </w:r>
      <w:r w:rsidR="00C77A4E" w:rsidRPr="00275B88">
        <w:t>déclarait Jacques</w:t>
      </w:r>
      <w:r>
        <w:t>.</w:t>
      </w:r>
    </w:p>
    <w:p w14:paraId="1FEF6239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pourquoi</w:t>
      </w:r>
      <w:r>
        <w:t> ?</w:t>
      </w:r>
    </w:p>
    <w:p w14:paraId="09AE6250" w14:textId="77777777" w:rsidR="002C50B2" w:rsidRDefault="002C50B2" w:rsidP="002C50B2">
      <w:r>
        <w:t>— </w:t>
      </w:r>
      <w:r w:rsidR="00C77A4E" w:rsidRPr="00275B88">
        <w:t>Je crains que</w:t>
      </w:r>
      <w:r>
        <w:t xml:space="preserve">, </w:t>
      </w:r>
      <w:r w:rsidR="00C77A4E" w:rsidRPr="00275B88">
        <w:t>à votre insu</w:t>
      </w:r>
      <w:r>
        <w:t xml:space="preserve">, 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 xml:space="preserve">, </w:t>
      </w:r>
      <w:r w:rsidR="00C77A4E" w:rsidRPr="00275B88">
        <w:t>cet incident ait laissé en vous une mauvaise impression</w:t>
      </w:r>
      <w:r>
        <w:t xml:space="preserve">, </w:t>
      </w:r>
      <w:r w:rsidR="00C77A4E" w:rsidRPr="00275B88">
        <w:t>que vous croyez effacée</w:t>
      </w:r>
      <w:r>
        <w:t xml:space="preserve">, </w:t>
      </w:r>
      <w:r w:rsidR="00C77A4E" w:rsidRPr="00275B88">
        <w:t>mais qui</w:t>
      </w:r>
      <w:r>
        <w:t xml:space="preserve">, </w:t>
      </w:r>
      <w:r w:rsidR="00C77A4E" w:rsidRPr="00275B88">
        <w:t>au contact d</w:t>
      </w:r>
      <w:r>
        <w:t>’</w:t>
      </w:r>
      <w:r w:rsidR="00C77A4E" w:rsidRPr="00275B88">
        <w:t>événements toujours possibles</w:t>
      </w:r>
      <w:r>
        <w:t xml:space="preserve">, </w:t>
      </w:r>
      <w:r w:rsidR="00C77A4E" w:rsidRPr="00275B88">
        <w:t>peut reparaître et vous indisposer contre moi</w:t>
      </w:r>
      <w:r>
        <w:t>.</w:t>
      </w:r>
    </w:p>
    <w:p w14:paraId="14085B9A" w14:textId="77777777" w:rsidR="002C50B2" w:rsidRDefault="002C50B2" w:rsidP="002C50B2">
      <w:r>
        <w:t>— </w:t>
      </w:r>
      <w:r w:rsidR="00C77A4E" w:rsidRPr="00275B88">
        <w:t>Ne croyez pas cela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affirmait la jeune fille</w:t>
      </w:r>
      <w:r>
        <w:t>.</w:t>
      </w:r>
    </w:p>
    <w:p w14:paraId="106DA109" w14:textId="77777777" w:rsidR="002C50B2" w:rsidRDefault="002C50B2" w:rsidP="002C50B2">
      <w:r>
        <w:t>« </w:t>
      </w:r>
      <w:r w:rsidR="00C77A4E" w:rsidRPr="00275B88">
        <w:t>Puisque vous tenez tant à revenir sur le fait qui a marqué notre seconde rencontre</w:t>
      </w:r>
      <w:r>
        <w:t xml:space="preserve">, </w:t>
      </w:r>
      <w:r w:rsidR="00C77A4E" w:rsidRPr="00275B88">
        <w:t>je vous dirai nettement que</w:t>
      </w:r>
      <w:r>
        <w:t xml:space="preserve">, </w:t>
      </w:r>
      <w:r w:rsidR="00C77A4E" w:rsidRPr="00275B88">
        <w:t>loin de vous en rendre responsable</w:t>
      </w:r>
      <w:r>
        <w:t xml:space="preserve">, </w:t>
      </w:r>
      <w:r w:rsidR="00C77A4E" w:rsidRPr="00275B88">
        <w:t>je vous ai plaint de tout mon cœur</w:t>
      </w:r>
      <w:r>
        <w:t>.</w:t>
      </w:r>
    </w:p>
    <w:p w14:paraId="79EDD6B4" w14:textId="77777777" w:rsidR="002C50B2" w:rsidRDefault="002C50B2" w:rsidP="002C50B2">
      <w:r>
        <w:t>— </w:t>
      </w:r>
      <w:r w:rsidR="00C77A4E" w:rsidRPr="00275B88">
        <w:t>Merci</w:t>
      </w:r>
      <w:r>
        <w:t xml:space="preserve"> ! </w:t>
      </w:r>
      <w:r w:rsidR="00C77A4E" w:rsidRPr="00275B88">
        <w:t>fit Jacques avec effusion</w:t>
      </w:r>
      <w:r>
        <w:t xml:space="preserve">. </w:t>
      </w:r>
      <w:r w:rsidR="00C77A4E" w:rsidRPr="00275B88">
        <w:t>Je crois que vous êtes encore plus généreuse que je ne le pensais</w:t>
      </w:r>
      <w:r>
        <w:t>.</w:t>
      </w:r>
    </w:p>
    <w:p w14:paraId="619F9351" w14:textId="77777777" w:rsidR="002C50B2" w:rsidRDefault="002C50B2" w:rsidP="002C50B2">
      <w:r>
        <w:lastRenderedPageBreak/>
        <w:t>— </w:t>
      </w:r>
      <w:r w:rsidR="00C77A4E" w:rsidRPr="00275B88">
        <w:t>Ce n</w:t>
      </w:r>
      <w:r>
        <w:t>’</w:t>
      </w:r>
      <w:r w:rsidR="00C77A4E" w:rsidRPr="00275B88">
        <w:t>est pas de la générosité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de la justice</w:t>
      </w:r>
      <w:r>
        <w:t xml:space="preserve">, </w:t>
      </w:r>
      <w:r w:rsidR="00C77A4E" w:rsidRPr="00275B88">
        <w:t>définit Colette</w:t>
      </w:r>
      <w:r>
        <w:t>.</w:t>
      </w:r>
    </w:p>
    <w:p w14:paraId="4C11704C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accentuait le journaliste</w:t>
      </w:r>
      <w:r>
        <w:t xml:space="preserve">, </w:t>
      </w:r>
      <w:r w:rsidR="00C77A4E" w:rsidRPr="00275B88">
        <w:t>dont les traits s</w:t>
      </w:r>
      <w:r>
        <w:t>’</w:t>
      </w:r>
      <w:r w:rsidR="00C77A4E" w:rsidRPr="00275B88">
        <w:t>étaient rassérénés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plus qu</w:t>
      </w:r>
      <w:r>
        <w:t>’</w:t>
      </w:r>
      <w:r w:rsidR="00C77A4E" w:rsidRPr="00275B88">
        <w:t>à me réjouir de cette algarade</w:t>
      </w:r>
      <w:r>
        <w:t xml:space="preserve">, </w:t>
      </w:r>
      <w:r w:rsidR="00C77A4E" w:rsidRPr="00275B88">
        <w:t>puisqu</w:t>
      </w:r>
      <w:r>
        <w:t>’</w:t>
      </w:r>
      <w:r w:rsidR="00C77A4E" w:rsidRPr="00275B88">
        <w:t>elle a été pour moi mieux que le prétexte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la raison d</w:t>
      </w:r>
      <w:r>
        <w:t>’</w:t>
      </w:r>
      <w:r w:rsidR="00C77A4E" w:rsidRPr="00275B88">
        <w:t>en finir avec une situation qui pesait aussi lourdement à ma conscience qu</w:t>
      </w:r>
      <w:r>
        <w:t>’</w:t>
      </w:r>
      <w:r w:rsidR="00C77A4E" w:rsidRPr="00275B88">
        <w:t>à mon cœur</w:t>
      </w:r>
      <w:r>
        <w:t>.</w:t>
      </w:r>
    </w:p>
    <w:p w14:paraId="35020A76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tout en réprimant un soupir</w:t>
      </w:r>
      <w:r w:rsidR="002C50B2">
        <w:t xml:space="preserve">, </w:t>
      </w:r>
      <w:r w:rsidRPr="00275B88">
        <w:t>interrogeait un peu craintivement</w:t>
      </w:r>
      <w:r w:rsidR="002C50B2">
        <w:t> :</w:t>
      </w:r>
    </w:p>
    <w:p w14:paraId="0F800090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vous avez aimé cette femme</w:t>
      </w:r>
      <w:r>
        <w:t> ?…</w:t>
      </w:r>
    </w:p>
    <w:p w14:paraId="3B69225F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cru l</w:t>
      </w:r>
      <w:r>
        <w:t>’</w:t>
      </w:r>
      <w:r w:rsidR="00C77A4E" w:rsidRPr="00275B88">
        <w:t>aimer</w:t>
      </w:r>
      <w:r>
        <w:t xml:space="preserve"> ! </w:t>
      </w:r>
      <w:r w:rsidR="00C77A4E" w:rsidRPr="00275B88">
        <w:t>affirmait le reporter</w:t>
      </w:r>
      <w:r>
        <w:t xml:space="preserve">, </w:t>
      </w:r>
      <w:r w:rsidR="00C77A4E" w:rsidRPr="00275B88">
        <w:t>avec un accent de loyauté parfaite</w:t>
      </w:r>
      <w:r>
        <w:t>.</w:t>
      </w:r>
    </w:p>
    <w:p w14:paraId="18F5343A" w14:textId="77777777" w:rsidR="002C50B2" w:rsidRDefault="002C50B2" w:rsidP="002C50B2">
      <w:r>
        <w:t>« </w:t>
      </w:r>
      <w:r w:rsidR="00C77A4E" w:rsidRPr="00275B88">
        <w:t>En effet</w:t>
      </w:r>
      <w:r>
        <w:t xml:space="preserve">, </w:t>
      </w:r>
      <w:r w:rsidR="00C77A4E" w:rsidRPr="00275B88">
        <w:t>si j</w:t>
      </w:r>
      <w:r>
        <w:t>’</w:t>
      </w:r>
      <w:r w:rsidR="00C77A4E" w:rsidRPr="00275B88">
        <w:t>avais été attaché à elle par les liens si puissants d</w:t>
      </w:r>
      <w:r>
        <w:t>’</w:t>
      </w:r>
      <w:r w:rsidR="00C77A4E" w:rsidRPr="00275B88">
        <w:t>un véritable amour</w:t>
      </w:r>
      <w:r>
        <w:t xml:space="preserve">, </w:t>
      </w:r>
      <w:r w:rsidR="00C77A4E" w:rsidRPr="00275B88">
        <w:t>croyez</w:t>
      </w:r>
      <w:r w:rsidR="00C77A4E">
        <w:t>-</w:t>
      </w:r>
      <w:r w:rsidR="00C77A4E" w:rsidRPr="00275B88">
        <w:t>vous que j</w:t>
      </w:r>
      <w:r>
        <w:t>’</w:t>
      </w:r>
      <w:r w:rsidR="00C77A4E" w:rsidRPr="00275B88">
        <w:t>eusse rompu avec autant de facilité une liaison qui m</w:t>
      </w:r>
      <w:r>
        <w:t>’</w:t>
      </w:r>
      <w:r w:rsidR="00C77A4E" w:rsidRPr="00275B88">
        <w:t>effrayait</w:t>
      </w:r>
      <w:r>
        <w:t xml:space="preserve">, </w:t>
      </w:r>
      <w:r w:rsidR="00C77A4E" w:rsidRPr="00275B88">
        <w:t>depuis un certain temps déjà</w:t>
      </w:r>
      <w:r>
        <w:t xml:space="preserve">, </w:t>
      </w:r>
      <w:r w:rsidR="00C77A4E" w:rsidRPr="00275B88">
        <w:t>parce qu</w:t>
      </w:r>
      <w:r>
        <w:t>’</w:t>
      </w:r>
      <w:r w:rsidR="00C77A4E" w:rsidRPr="00275B88">
        <w:t>elle risquait de m</w:t>
      </w:r>
      <w:r>
        <w:t>’</w:t>
      </w:r>
      <w:r w:rsidR="00C77A4E" w:rsidRPr="00275B88">
        <w:t>absorber au point de nuire à mon travail et peut</w:t>
      </w:r>
      <w:r w:rsidR="00C77A4E">
        <w:t>-</w:t>
      </w:r>
      <w:r w:rsidR="00C77A4E" w:rsidRPr="00275B88">
        <w:t>être même de compromettre mon avenir</w:t>
      </w:r>
      <w:r>
        <w:t> ?</w:t>
      </w:r>
    </w:p>
    <w:p w14:paraId="0B7ACB18" w14:textId="77777777" w:rsidR="002C50B2" w:rsidRDefault="002C50B2" w:rsidP="002C50B2">
      <w:r>
        <w:t>— </w:t>
      </w:r>
      <w:r w:rsidR="00C77A4E" w:rsidRPr="00275B88">
        <w:t>Mais elle</w:t>
      </w:r>
      <w:r>
        <w:t xml:space="preserve"> ?… </w:t>
      </w:r>
      <w:r w:rsidR="00C77A4E" w:rsidRPr="00275B88">
        <w:t>murmurait la fille du détective</w:t>
      </w:r>
      <w:r>
        <w:t xml:space="preserve">. </w:t>
      </w:r>
      <w:r w:rsidR="00C77A4E" w:rsidRPr="00275B88">
        <w:t>Elle a dû</w:t>
      </w:r>
      <w:r>
        <w:t xml:space="preserve">, </w:t>
      </w:r>
      <w:r w:rsidR="00C77A4E" w:rsidRPr="00275B88">
        <w:t>elle doit encore beaucoup souffrir</w:t>
      </w:r>
      <w:r>
        <w:t> !</w:t>
      </w:r>
    </w:p>
    <w:p w14:paraId="7C67E522" w14:textId="77777777" w:rsidR="002C50B2" w:rsidRDefault="002C50B2" w:rsidP="002C50B2">
      <w:r>
        <w:t>— </w:t>
      </w:r>
      <w:r w:rsidR="00C77A4E" w:rsidRPr="00275B88">
        <w:t>Elle aussi a cru m</w:t>
      </w:r>
      <w:r>
        <w:t>’</w:t>
      </w:r>
      <w:r w:rsidR="00C77A4E" w:rsidRPr="00275B88">
        <w:t>aimer</w:t>
      </w:r>
      <w:r>
        <w:t xml:space="preserve">… </w:t>
      </w:r>
      <w:r w:rsidR="00C77A4E" w:rsidRPr="00275B88">
        <w:t>expliquait Jacques</w:t>
      </w:r>
      <w:r>
        <w:t>.</w:t>
      </w:r>
    </w:p>
    <w:p w14:paraId="5C840E52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en savez</w:t>
      </w:r>
      <w:r w:rsidR="00C77A4E">
        <w:t>-</w:t>
      </w:r>
      <w:r w:rsidR="00C77A4E" w:rsidRPr="00275B88">
        <w:t>vous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écriait la jeune fille</w:t>
      </w:r>
      <w:r>
        <w:t xml:space="preserve">. </w:t>
      </w:r>
      <w:r w:rsidR="00C77A4E" w:rsidRPr="00275B88">
        <w:t>La jalousie que vous lui inspirez ne prouve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pas combien elle vous est attachée</w:t>
      </w:r>
      <w:r>
        <w:t> ?</w:t>
      </w:r>
    </w:p>
    <w:p w14:paraId="46A2577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une romanesque</w:t>
      </w:r>
      <w:r>
        <w:t xml:space="preserve">… </w:t>
      </w:r>
      <w:r w:rsidR="00C77A4E" w:rsidRPr="00275B88">
        <w:t>une cérébrale</w:t>
      </w:r>
      <w:r>
        <w:t xml:space="preserve">… </w:t>
      </w:r>
      <w:r w:rsidR="00C77A4E" w:rsidRPr="00275B88">
        <w:t>Elle vit dans une atmosphère qui ne peut</w:t>
      </w:r>
      <w:r>
        <w:t xml:space="preserve">, </w:t>
      </w:r>
      <w:r w:rsidR="00C77A4E" w:rsidRPr="00275B88">
        <w:t>malheureusement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exercer sur elle une très pernicieuse influence</w:t>
      </w:r>
      <w:r>
        <w:t xml:space="preserve">. </w:t>
      </w:r>
      <w:r w:rsidR="00C77A4E" w:rsidRPr="00275B88">
        <w:t xml:space="preserve">Je me suis ressaisi le </w:t>
      </w:r>
      <w:r w:rsidR="00C77A4E" w:rsidRPr="00275B88">
        <w:lastRenderedPageBreak/>
        <w:t>premier</w:t>
      </w:r>
      <w:r>
        <w:t xml:space="preserve">. </w:t>
      </w:r>
      <w:r w:rsidR="00C77A4E" w:rsidRPr="00275B88">
        <w:t>Mieux eût valu que nous nous rendissions compte en même temps de notre mutuelle erreur</w:t>
      </w:r>
      <w:r>
        <w:t>.</w:t>
      </w:r>
    </w:p>
    <w:p w14:paraId="15A4BE92" w14:textId="77777777" w:rsidR="002C50B2" w:rsidRDefault="002C50B2" w:rsidP="002C50B2">
      <w:r>
        <w:t>« </w:t>
      </w:r>
      <w:r w:rsidR="00C77A4E" w:rsidRPr="00275B88">
        <w:t>Je crois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a déjà commencé à voir clair en elle</w:t>
      </w:r>
      <w:r>
        <w:t xml:space="preserve">, </w:t>
      </w:r>
      <w:r w:rsidR="00C77A4E" w:rsidRPr="00275B88">
        <w:t>puisque</w:t>
      </w:r>
      <w:r>
        <w:t xml:space="preserve">, </w:t>
      </w:r>
      <w:r w:rsidR="00C77A4E" w:rsidRPr="00275B88">
        <w:t>au cours d</w:t>
      </w:r>
      <w:r>
        <w:t>’</w:t>
      </w:r>
      <w:r w:rsidR="00C77A4E" w:rsidRPr="00275B88">
        <w:t>une récente entrevue</w:t>
      </w:r>
      <w:r>
        <w:t xml:space="preserve">, </w:t>
      </w:r>
      <w:r w:rsidR="00C77A4E" w:rsidRPr="00275B88">
        <w:t>la dernière que nous aurons jamais</w:t>
      </w:r>
      <w:r>
        <w:t xml:space="preserve">, </w:t>
      </w:r>
      <w:r w:rsidR="00C77A4E" w:rsidRPr="00275B88">
        <w:t>elle a fini par reconnaître elle</w:t>
      </w:r>
      <w:r w:rsidR="00C77A4E">
        <w:t>-</w:t>
      </w:r>
      <w:r w:rsidR="00C77A4E" w:rsidRPr="00275B88">
        <w:t>même que mieux valait ne plus nous voir</w:t>
      </w:r>
      <w:r>
        <w:t>.</w:t>
      </w:r>
    </w:p>
    <w:p w14:paraId="77E5FB87" w14:textId="77777777" w:rsidR="002C50B2" w:rsidRDefault="002C50B2" w:rsidP="002C50B2">
      <w:r>
        <w:t>— </w:t>
      </w:r>
      <w:r w:rsidR="00C77A4E" w:rsidRPr="00275B88">
        <w:t>Tout cela est très pénible</w:t>
      </w:r>
      <w:r>
        <w:t xml:space="preserve">, </w:t>
      </w:r>
      <w:r w:rsidR="00C77A4E" w:rsidRPr="00275B88">
        <w:t>concluait Colette avec un accent de touchante pitié</w:t>
      </w:r>
      <w:r>
        <w:t>.</w:t>
      </w:r>
    </w:p>
    <w:p w14:paraId="18F6B730" w14:textId="77777777" w:rsidR="002C50B2" w:rsidRDefault="002C50B2" w:rsidP="002C50B2">
      <w:r>
        <w:t>— </w:t>
      </w:r>
      <w:r w:rsidR="00C77A4E" w:rsidRPr="00275B88">
        <w:t>Je regrette de vous avoir attristée par ces confidences</w:t>
      </w:r>
      <w:r>
        <w:t xml:space="preserve">, </w:t>
      </w:r>
      <w:r w:rsidR="00C77A4E" w:rsidRPr="00275B88">
        <w:t>soulignait Jacques</w:t>
      </w:r>
      <w:r>
        <w:t>.</w:t>
      </w:r>
    </w:p>
    <w:p w14:paraId="2D0F85CF" w14:textId="77777777" w:rsidR="002C50B2" w:rsidRDefault="002C50B2" w:rsidP="002C50B2">
      <w:r>
        <w:t>— </w:t>
      </w:r>
      <w:r w:rsidR="00C77A4E" w:rsidRPr="00275B88">
        <w:t>Elles étaient nécessaires</w:t>
      </w:r>
      <w:r>
        <w:t xml:space="preserve">… </w:t>
      </w:r>
      <w:r w:rsidR="00C77A4E" w:rsidRPr="00275B88">
        <w:t>affirmait gravement la jeune fille</w:t>
      </w:r>
      <w:r>
        <w:t>.</w:t>
      </w:r>
    </w:p>
    <w:p w14:paraId="0F059AF9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subitement douloureuse</w:t>
      </w:r>
      <w:r w:rsidR="002C50B2">
        <w:t xml:space="preserve">, </w:t>
      </w:r>
      <w:r w:rsidRPr="00275B88">
        <w:t>elle reprit</w:t>
      </w:r>
      <w:r w:rsidR="002C50B2">
        <w:t> :</w:t>
      </w:r>
    </w:p>
    <w:p w14:paraId="3B5055BB" w14:textId="77777777" w:rsidR="002C50B2" w:rsidRDefault="002C50B2" w:rsidP="002C50B2">
      <w:r>
        <w:t>— </w:t>
      </w:r>
      <w:r w:rsidR="00C77A4E" w:rsidRPr="00275B88">
        <w:t>Mais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nous n</w:t>
      </w:r>
      <w:r>
        <w:t>’</w:t>
      </w:r>
      <w:r w:rsidR="00C77A4E" w:rsidRPr="00275B88">
        <w:t>en reparlerons jamais</w:t>
      </w:r>
      <w:r>
        <w:t> !</w:t>
      </w:r>
    </w:p>
    <w:p w14:paraId="56B794AD" w14:textId="77777777" w:rsidR="002C50B2" w:rsidRDefault="002C50B2" w:rsidP="002C50B2">
      <w:r>
        <w:t>— </w:t>
      </w:r>
      <w:r w:rsidR="00C77A4E" w:rsidRPr="00275B88">
        <w:t>Mademoiselle Colette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 Bellegarde</w:t>
      </w:r>
      <w:r>
        <w:t xml:space="preserve">, </w:t>
      </w:r>
      <w:r w:rsidR="00C77A4E" w:rsidRPr="00275B88">
        <w:t>en remarquant la tristesse subite de la jeune fille</w:t>
      </w:r>
      <w:r>
        <w:t>.</w:t>
      </w:r>
    </w:p>
    <w:p w14:paraId="47584D75" w14:textId="77777777" w:rsidR="002C50B2" w:rsidRDefault="00C77A4E" w:rsidP="002C50B2">
      <w:r w:rsidRPr="00275B88">
        <w:t>Et tout en lui prenant la main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</w:t>
      </w:r>
      <w:r w:rsidR="002C50B2">
        <w:t> :</w:t>
      </w:r>
    </w:p>
    <w:p w14:paraId="2194DCDB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avez</w:t>
      </w:r>
      <w:r w:rsidR="00C77A4E">
        <w:t>-</w:t>
      </w:r>
      <w:r w:rsidR="00C77A4E" w:rsidRPr="00275B88">
        <w:t>vous donc</w:t>
      </w:r>
      <w:r>
        <w:t xml:space="preserve"> ? </w:t>
      </w:r>
      <w:r w:rsidR="00C77A4E" w:rsidRPr="00275B88">
        <w:t>On dirait que vous allez pleurer</w:t>
      </w:r>
      <w:r>
        <w:t>.</w:t>
      </w:r>
    </w:p>
    <w:p w14:paraId="27CFB358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ce n</w:t>
      </w:r>
      <w:r>
        <w:t>’</w:t>
      </w:r>
      <w:r w:rsidR="00C77A4E" w:rsidRPr="00275B88">
        <w:t>est rien affirmait la jeune fille en refoulant ses larmes</w:t>
      </w:r>
      <w:r>
        <w:t>.</w:t>
      </w:r>
    </w:p>
    <w:p w14:paraId="74D32228" w14:textId="77777777" w:rsidR="002C50B2" w:rsidRDefault="00C77A4E" w:rsidP="002C50B2">
      <w:r w:rsidRPr="00275B88">
        <w:t>Puis elle ajouta</w:t>
      </w:r>
      <w:r w:rsidR="002C50B2">
        <w:t> :</w:t>
      </w:r>
    </w:p>
    <w:p w14:paraId="38A62D03" w14:textId="77777777" w:rsidR="002C50B2" w:rsidRDefault="002C50B2" w:rsidP="002C50B2">
      <w:r>
        <w:t>— </w:t>
      </w:r>
      <w:r w:rsidR="00C77A4E" w:rsidRPr="00275B88">
        <w:t>Ce doit être si cruel</w:t>
      </w:r>
      <w:r>
        <w:t xml:space="preserve">, </w:t>
      </w:r>
      <w:r w:rsidR="00C77A4E" w:rsidRPr="00275B88">
        <w:t>lorsque l</w:t>
      </w:r>
      <w:r>
        <w:t>’</w:t>
      </w:r>
      <w:r w:rsidR="00C77A4E" w:rsidRPr="00275B88">
        <w:t>on s</w:t>
      </w:r>
      <w:r>
        <w:t>’</w:t>
      </w:r>
      <w:r w:rsidR="00C77A4E" w:rsidRPr="00275B88">
        <w:t>aime vraiment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être obligé de se quitter</w:t>
      </w:r>
      <w:r>
        <w:t>.</w:t>
      </w:r>
    </w:p>
    <w:p w14:paraId="2159372A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bouleversé par ces paroles</w:t>
      </w:r>
      <w:r w:rsidR="002C50B2">
        <w:t xml:space="preserve">, </w:t>
      </w:r>
      <w:r w:rsidRPr="00275B88">
        <w:t>qui étaient presque un aveu</w:t>
      </w:r>
      <w:r w:rsidR="002C50B2">
        <w:t xml:space="preserve">, </w:t>
      </w:r>
      <w:r w:rsidRPr="00275B88">
        <w:t>allait répliquer</w:t>
      </w:r>
      <w:r w:rsidR="002C50B2">
        <w:t xml:space="preserve">… </w:t>
      </w:r>
      <w:r w:rsidRPr="00275B88">
        <w:t>lorsque la porte s</w:t>
      </w:r>
      <w:r w:rsidR="002C50B2">
        <w:t>’</w:t>
      </w:r>
      <w:r w:rsidRPr="00275B88">
        <w:t>ouvrit avec fracas</w:t>
      </w:r>
      <w:r w:rsidR="002C50B2">
        <w:t xml:space="preserve">, </w:t>
      </w:r>
      <w:r w:rsidRPr="00275B88">
        <w:t>et la brave Marie</w:t>
      </w:r>
      <w:r>
        <w:t>-</w:t>
      </w:r>
      <w:r w:rsidRPr="00275B88">
        <w:t>Jeanne apparut dans un état d</w:t>
      </w:r>
      <w:r w:rsidR="002C50B2">
        <w:t>’</w:t>
      </w:r>
      <w:r w:rsidRPr="00275B88">
        <w:t xml:space="preserve">agitation </w:t>
      </w:r>
      <w:r w:rsidRPr="00275B88">
        <w:lastRenderedPageBreak/>
        <w:t>impossible à décrire</w:t>
      </w:r>
      <w:r w:rsidR="002C50B2">
        <w:t xml:space="preserve">. </w:t>
      </w:r>
      <w:r w:rsidRPr="00275B88">
        <w:t>Son chapeau ballot</w:t>
      </w:r>
      <w:r>
        <w:t>t</w:t>
      </w:r>
      <w:r w:rsidRPr="00275B88">
        <w:t>ait sur sa tête</w:t>
      </w:r>
      <w:r w:rsidR="002C50B2">
        <w:t xml:space="preserve">. </w:t>
      </w:r>
      <w:r w:rsidRPr="00275B88">
        <w:t>Sa figure avait perdu le teint de pivoine qui lui était habituel et apparaissait aussi blanche qu</w:t>
      </w:r>
      <w:r w:rsidR="002C50B2">
        <w:t>’</w:t>
      </w:r>
      <w:r w:rsidRPr="00275B88">
        <w:t>une pleine lune d</w:t>
      </w:r>
      <w:r w:rsidR="002C50B2">
        <w:t>’</w:t>
      </w:r>
      <w:r w:rsidRPr="00275B88">
        <w:t>hiver</w:t>
      </w:r>
      <w:r w:rsidR="002C50B2">
        <w:t>.</w:t>
      </w:r>
    </w:p>
    <w:p w14:paraId="5D979759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sans prendre les choses au tragique</w:t>
      </w:r>
      <w:r w:rsidR="002C50B2">
        <w:t xml:space="preserve">, </w:t>
      </w:r>
      <w:r w:rsidRPr="00275B88">
        <w:t>demanda aussitôt</w:t>
      </w:r>
      <w:r w:rsidR="002C50B2">
        <w:t> :</w:t>
      </w:r>
    </w:p>
    <w:p w14:paraId="68E9499E" w14:textId="77777777" w:rsidR="002C50B2" w:rsidRDefault="002C50B2" w:rsidP="002C50B2">
      <w:r>
        <w:t>— </w:t>
      </w:r>
      <w:r w:rsidR="00C77A4E" w:rsidRPr="00275B88">
        <w:t>Je parie</w:t>
      </w:r>
      <w:r>
        <w:t xml:space="preserve">,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que vous allez encore nous annoncer une catastrophe</w:t>
      </w:r>
      <w:r>
        <w:t> !</w:t>
      </w:r>
    </w:p>
    <w:p w14:paraId="75A5041F" w14:textId="77777777" w:rsidR="002C50B2" w:rsidRDefault="002C50B2" w:rsidP="002C50B2">
      <w:r>
        <w:t>— </w:t>
      </w:r>
      <w:r w:rsidR="00C77A4E" w:rsidRPr="00275B88">
        <w:t>Bien pire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exclama l</w:t>
      </w:r>
      <w:r>
        <w:t>’</w:t>
      </w:r>
      <w:r w:rsidR="00C77A4E" w:rsidRPr="00275B88">
        <w:t>excellente femme</w:t>
      </w:r>
      <w:r>
        <w:t xml:space="preserve">, </w:t>
      </w:r>
      <w:r w:rsidR="00C77A4E" w:rsidRPr="00275B88">
        <w:t>en roulant d</w:t>
      </w:r>
      <w:r>
        <w:t>’</w:t>
      </w:r>
      <w:r w:rsidR="00C77A4E" w:rsidRPr="00275B88">
        <w:t>énormes yeux en boule de loto</w:t>
      </w:r>
      <w:r>
        <w:t>.</w:t>
      </w:r>
    </w:p>
    <w:p w14:paraId="3B3F565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d</w:t>
      </w:r>
      <w:r w:rsidR="002C50B2">
        <w:t>’</w:t>
      </w:r>
      <w:r w:rsidRPr="00275B88">
        <w:t>un trait</w:t>
      </w:r>
      <w:r w:rsidR="002C50B2">
        <w:t xml:space="preserve">, </w:t>
      </w:r>
      <w:r w:rsidRPr="00275B88">
        <w:t>elle lâcha</w:t>
      </w:r>
      <w:r w:rsidR="002C50B2">
        <w:t> :</w:t>
      </w:r>
    </w:p>
    <w:p w14:paraId="59AA3373" w14:textId="77777777" w:rsidR="002C50B2" w:rsidRDefault="002C50B2" w:rsidP="002C50B2">
      <w:r>
        <w:t>— </w:t>
      </w:r>
      <w:r w:rsidR="00C77A4E" w:rsidRPr="00275B88">
        <w:t>Monsieur Jacques</w:t>
      </w:r>
      <w:r>
        <w:t xml:space="preserve">, </w:t>
      </w:r>
      <w:r w:rsidR="00C77A4E" w:rsidRPr="00275B88">
        <w:t>voilà maintenant qu</w:t>
      </w:r>
      <w:r>
        <w:t>’</w:t>
      </w:r>
      <w:r w:rsidR="00C77A4E" w:rsidRPr="00275B88">
        <w:t>ils vous prennent pour le Fantôme du Louvre</w:t>
      </w:r>
      <w:r>
        <w:t> !</w:t>
      </w:r>
    </w:p>
    <w:p w14:paraId="099872A2" w14:textId="77777777" w:rsidR="002C50B2" w:rsidRDefault="00C77A4E" w:rsidP="002C50B2">
      <w:r w:rsidRPr="00275B88">
        <w:t>Et Marie</w:t>
      </w:r>
      <w:r>
        <w:t>-</w:t>
      </w:r>
      <w:r w:rsidRPr="00275B88">
        <w:t>Jeanne</w:t>
      </w:r>
      <w:r w:rsidR="002C50B2">
        <w:t xml:space="preserve">, </w:t>
      </w:r>
      <w:r w:rsidRPr="00275B88">
        <w:t>à bout de souffle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effondra sur un siège</w:t>
      </w:r>
      <w:r w:rsidR="002C50B2">
        <w:t>.</w:t>
      </w:r>
    </w:p>
    <w:p w14:paraId="15B3D0E2" w14:textId="5184092B" w:rsidR="002C50B2" w:rsidRDefault="00C77A4E" w:rsidP="002C50B2">
      <w:r w:rsidRPr="00275B88">
        <w:t xml:space="preserve">Colette et Jacques échangèrent un regard qui prouvait que les révélations de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proofErr w:type="spellStart"/>
      <w:r w:rsidRPr="00275B88">
        <w:t>Gautrais</w:t>
      </w:r>
      <w:proofErr w:type="spellEnd"/>
      <w:r w:rsidRPr="00275B88">
        <w:t xml:space="preserve"> ne provoquaient pas en eux la stupéfaction à laquelle celle</w:t>
      </w:r>
      <w:r>
        <w:t>-</w:t>
      </w:r>
      <w:r w:rsidRPr="00275B88">
        <w:t>ci était en droit de s</w:t>
      </w:r>
      <w:r w:rsidR="002C50B2">
        <w:t>’</w:t>
      </w:r>
      <w:r w:rsidRPr="00275B88">
        <w:t>attendre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rejoignant la cuisinière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évertuait à reprendre son souffle et ses esprits</w:t>
      </w:r>
      <w:r w:rsidR="002C50B2">
        <w:t xml:space="preserve">, </w:t>
      </w:r>
      <w:r w:rsidRPr="00275B88">
        <w:t>le journaliste lui dit avec un accent de grande bienveillance</w:t>
      </w:r>
      <w:r w:rsidR="002C50B2">
        <w:t> :</w:t>
      </w:r>
    </w:p>
    <w:p w14:paraId="6054B0CC" w14:textId="77777777" w:rsidR="002C50B2" w:rsidRDefault="002C50B2" w:rsidP="002C50B2">
      <w:r>
        <w:t>— </w:t>
      </w:r>
      <w:r w:rsidR="00C77A4E" w:rsidRPr="00275B88">
        <w:t>Rassurez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ma bonne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et racontez</w:t>
      </w:r>
      <w:r w:rsidR="00C77A4E">
        <w:t>-</w:t>
      </w:r>
      <w:r w:rsidR="00C77A4E" w:rsidRPr="00275B88">
        <w:t>nous ce que vous savez</w:t>
      </w:r>
      <w:r>
        <w:t>.</w:t>
      </w:r>
    </w:p>
    <w:p w14:paraId="661EB5BD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ne m</w:t>
      </w:r>
      <w:r>
        <w:t>’</w:t>
      </w:r>
      <w:r w:rsidR="00C77A4E" w:rsidRPr="00275B88">
        <w:t>en parlez pas</w:t>
      </w:r>
      <w:r>
        <w:t xml:space="preserve">, </w:t>
      </w:r>
      <w:r w:rsidR="00C77A4E" w:rsidRPr="00275B88">
        <w:t>monsieur Jacques</w:t>
      </w:r>
      <w:r>
        <w:t> !</w:t>
      </w:r>
    </w:p>
    <w:p w14:paraId="7C7C4099" w14:textId="77777777" w:rsidR="002C50B2" w:rsidRDefault="002C50B2" w:rsidP="002C50B2">
      <w:r>
        <w:t>— </w:t>
      </w:r>
      <w:r w:rsidR="00C77A4E" w:rsidRPr="00275B88">
        <w:t>Il faut en parler</w:t>
      </w:r>
      <w:r>
        <w:t xml:space="preserve">, </w:t>
      </w:r>
      <w:r w:rsidR="00C77A4E" w:rsidRPr="00275B88">
        <w:t>au contraire</w:t>
      </w:r>
      <w:r>
        <w:t>.</w:t>
      </w:r>
    </w:p>
    <w:p w14:paraId="02C765B4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vous avez raison</w:t>
      </w:r>
      <w:r>
        <w:t xml:space="preserve">… 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mademoiselle Colette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plus la tête à moi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en prendre à vous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vous</w:t>
      </w:r>
      <w:r>
        <w:t xml:space="preserve">, </w:t>
      </w:r>
      <w:r w:rsidR="00C77A4E" w:rsidRPr="00275B88">
        <w:t>un si honnête homme</w:t>
      </w:r>
      <w:r>
        <w:t> !</w:t>
      </w:r>
    </w:p>
    <w:p w14:paraId="1D63E6A0" w14:textId="77777777" w:rsidR="002C50B2" w:rsidRDefault="00C77A4E" w:rsidP="002C50B2">
      <w:r w:rsidRPr="00275B88">
        <w:lastRenderedPageBreak/>
        <w:t>Et Marie</w:t>
      </w:r>
      <w:r>
        <w:t>-</w:t>
      </w:r>
      <w:r w:rsidRPr="00275B88">
        <w:t>Jeanne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ressaisie</w:t>
      </w:r>
      <w:r w:rsidR="002C50B2">
        <w:t xml:space="preserve">, </w:t>
      </w:r>
      <w:r w:rsidRPr="00275B88">
        <w:t>poursuivit avec volubilité</w:t>
      </w:r>
      <w:r w:rsidR="002C50B2">
        <w:t> :</w:t>
      </w:r>
    </w:p>
    <w:p w14:paraId="57C9CFF6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voilà</w:t>
      </w:r>
      <w:r>
        <w:t xml:space="preserve">, </w:t>
      </w:r>
      <w:r w:rsidR="00C77A4E" w:rsidRPr="00275B88">
        <w:t>posa la commère</w:t>
      </w:r>
      <w:r>
        <w:t xml:space="preserve">… </w:t>
      </w:r>
      <w:r w:rsidR="00C77A4E" w:rsidRPr="00275B88">
        <w:t>Ainsi que vous me l</w:t>
      </w:r>
      <w:r>
        <w:t>’</w:t>
      </w:r>
      <w:r w:rsidR="00C77A4E" w:rsidRPr="00275B88">
        <w:t>aviez demandé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étais rendue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à votre appartement</w:t>
      </w:r>
      <w:r>
        <w:t xml:space="preserve">, </w:t>
      </w:r>
      <w:r w:rsidR="00C77A4E" w:rsidRPr="00275B88">
        <w:t>pour y prendre les différents objets que vous m</w:t>
      </w:r>
      <w:r>
        <w:t>’</w:t>
      </w:r>
      <w:r w:rsidR="00C77A4E" w:rsidRPr="00275B88">
        <w:t>avez désignés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étais en train de sortir de votre armoire vos chemises de nuit et vos chaussettes</w:t>
      </w:r>
      <w:r>
        <w:t xml:space="preserve">, </w:t>
      </w:r>
      <w:r w:rsidR="00C77A4E" w:rsidRPr="00275B88">
        <w:t>lorsque l</w:t>
      </w:r>
      <w:r>
        <w:t>’</w:t>
      </w:r>
      <w:r w:rsidR="00C77A4E" w:rsidRPr="00275B88">
        <w:t>on se mit à frapper à grands coups à la porte d</w:t>
      </w:r>
      <w:r>
        <w:t>’</w:t>
      </w:r>
      <w:r w:rsidR="00C77A4E" w:rsidRPr="00275B88">
        <w:t>entrée</w:t>
      </w:r>
      <w:r>
        <w:t xml:space="preserve"> ; </w:t>
      </w:r>
      <w:r w:rsidR="00C77A4E" w:rsidRPr="00275B88">
        <w:t>je me précipitai dans l</w:t>
      </w:r>
      <w:r>
        <w:t>’</w:t>
      </w:r>
      <w:r w:rsidR="00C77A4E" w:rsidRPr="00275B88">
        <w:t>antichambre et j</w:t>
      </w:r>
      <w:r>
        <w:t>’</w:t>
      </w:r>
      <w:r w:rsidR="00C77A4E" w:rsidRPr="00275B88">
        <w:t>entendis des voix qui criaient dans le vestibule</w:t>
      </w:r>
      <w:r>
        <w:t> : « </w:t>
      </w:r>
      <w:r w:rsidR="00C77A4E" w:rsidRPr="00275B88">
        <w:t>Ouvrez</w:t>
      </w:r>
      <w:r>
        <w:t xml:space="preserve">, </w:t>
      </w:r>
      <w:r w:rsidR="00C77A4E" w:rsidRPr="00275B88">
        <w:t>au nom de la loi</w:t>
      </w:r>
      <w:r>
        <w:t> ! »</w:t>
      </w:r>
      <w:r w:rsidR="00C77A4E" w:rsidRPr="00275B88">
        <w:t xml:space="preserve"> J</w:t>
      </w:r>
      <w:r>
        <w:t>’</w:t>
      </w:r>
      <w:r w:rsidR="00C77A4E" w:rsidRPr="00275B88">
        <w:t>ouvris</w:t>
      </w:r>
      <w:r>
        <w:t xml:space="preserve">… </w:t>
      </w:r>
      <w:r w:rsidR="00C77A4E" w:rsidRPr="00275B88">
        <w:t>et je me trouvai nez à nez avec cinq bonshommes parmi lesquels je reconnus le petit fouinard</w:t>
      </w:r>
      <w:r>
        <w:t>.</w:t>
      </w:r>
    </w:p>
    <w:p w14:paraId="3A46FCE9" w14:textId="77777777" w:rsidR="002C50B2" w:rsidRDefault="002C50B2" w:rsidP="002C50B2">
      <w:r>
        <w:t>— </w:t>
      </w:r>
      <w:r w:rsidR="00C77A4E" w:rsidRPr="00275B88">
        <w:t>Le petit fouinard</w:t>
      </w:r>
      <w:r>
        <w:t> ?</w:t>
      </w:r>
    </w:p>
    <w:p w14:paraId="3C7CA335" w14:textId="390917FF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>
        <w:t xml:space="preserve">… </w:t>
      </w:r>
      <w:r w:rsidR="00C77A4E" w:rsidRPr="00275B88">
        <w:t>celui qui voulait à tout prix que mon homme fût le Fantôme du Louvre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un grand type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avait pas l</w:t>
      </w:r>
      <w:r>
        <w:t>’</w:t>
      </w:r>
      <w:r w:rsidR="00C77A4E" w:rsidRPr="00275B88">
        <w:t>air commode</w:t>
      </w:r>
      <w:r>
        <w:t xml:space="preserve">, </w:t>
      </w:r>
      <w:r w:rsidR="00C77A4E" w:rsidRPr="00275B88">
        <w:t>me dit</w:t>
      </w:r>
      <w:r>
        <w:t> : « </w:t>
      </w:r>
      <w:r w:rsidR="00C77A4E" w:rsidRPr="00275B88">
        <w:t>Je suis le commissaire de police</w:t>
      </w:r>
      <w:r>
        <w:t xml:space="preserve">… </w:t>
      </w:r>
      <w:r w:rsidR="00C77A4E" w:rsidRPr="00275B88">
        <w:t xml:space="preserve">et je veux parler à </w:t>
      </w:r>
      <w:r>
        <w:t>M. </w:t>
      </w:r>
      <w:r w:rsidR="00C77A4E" w:rsidRPr="00275B88">
        <w:t>Jacques Bellegarde</w:t>
      </w:r>
      <w:r>
        <w:t>. »</w:t>
      </w:r>
      <w:r w:rsidR="00C77A4E" w:rsidRPr="00275B88">
        <w:t xml:space="preserve"> Je lui répondis</w:t>
      </w:r>
      <w:r>
        <w:t xml:space="preserve">, </w:t>
      </w:r>
      <w:r w:rsidR="00C77A4E" w:rsidRPr="00275B88">
        <w:t>comme de raison</w:t>
      </w:r>
      <w:r>
        <w:t xml:space="preserve">, </w:t>
      </w:r>
      <w:r w:rsidR="00C77A4E" w:rsidRPr="00275B88">
        <w:t>que vous étiez parti en voyage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le petit fouinard s</w:t>
      </w:r>
      <w:r>
        <w:t>’</w:t>
      </w:r>
      <w:r w:rsidR="00C77A4E" w:rsidRPr="00275B88">
        <w:t>écria</w:t>
      </w:r>
      <w:r>
        <w:t xml:space="preserve">, </w:t>
      </w:r>
      <w:r w:rsidR="00C77A4E" w:rsidRPr="00275B88">
        <w:t>en ricanant</w:t>
      </w:r>
      <w:r>
        <w:t> : « </w:t>
      </w:r>
      <w:r w:rsidR="00C77A4E" w:rsidRPr="00275B88">
        <w:t>Parbleu</w:t>
      </w:r>
      <w:r>
        <w:t xml:space="preserve"> ! </w:t>
      </w:r>
      <w:r w:rsidR="00C77A4E" w:rsidRPr="00275B88">
        <w:t>Je m</w:t>
      </w:r>
      <w:r>
        <w:t>’</w:t>
      </w:r>
      <w:r w:rsidR="00C77A4E" w:rsidRPr="00275B88">
        <w:t>en doutais</w:t>
      </w:r>
      <w:r>
        <w:t> ! »</w:t>
      </w:r>
      <w:r w:rsidR="00C77A4E" w:rsidRPr="00275B88">
        <w:t xml:space="preserve"> Et le commissaire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ton sec</w:t>
      </w:r>
      <w:r>
        <w:t xml:space="preserve">, </w:t>
      </w:r>
      <w:r w:rsidR="00C77A4E" w:rsidRPr="00275B88">
        <w:t>riposta</w:t>
      </w:r>
      <w:r>
        <w:t> : « </w:t>
      </w:r>
      <w:r w:rsidR="00C77A4E" w:rsidRPr="00275B88">
        <w:t>Nous allons perquisitionner</w:t>
      </w:r>
      <w:r>
        <w:t> ! »</w:t>
      </w:r>
      <w:r w:rsidR="00C77A4E" w:rsidRPr="00275B88">
        <w:t xml:space="preserve"> Avant même que j</w:t>
      </w:r>
      <w:r>
        <w:t>’</w:t>
      </w:r>
      <w:r w:rsidR="00C77A4E" w:rsidRPr="00275B88">
        <w:t xml:space="preserve">aie le temps de dire </w:t>
      </w:r>
      <w:r>
        <w:t>« </w:t>
      </w:r>
      <w:r w:rsidR="00C77A4E" w:rsidRPr="00275B88">
        <w:t>Ouf</w:t>
      </w:r>
      <w:r>
        <w:t xml:space="preserve"> ! », </w:t>
      </w:r>
      <w:r w:rsidR="00C77A4E" w:rsidRPr="00275B88">
        <w:t>ils envahissent l</w:t>
      </w:r>
      <w:r>
        <w:t>’</w:t>
      </w:r>
      <w:r w:rsidR="00C77A4E" w:rsidRPr="00275B88">
        <w:t>appartement</w:t>
      </w:r>
      <w:r>
        <w:t xml:space="preserve">. </w:t>
      </w:r>
      <w:r w:rsidR="00C77A4E" w:rsidRPr="00275B88">
        <w:t>Le commissaire</w:t>
      </w:r>
      <w:r>
        <w:t xml:space="preserve">, </w:t>
      </w:r>
      <w:r w:rsidR="00C77A4E" w:rsidRPr="00275B88">
        <w:t>le fouinard avec les deux agents en civil qui les accompagnaient s</w:t>
      </w:r>
      <w:r>
        <w:t>’</w:t>
      </w:r>
      <w:r w:rsidR="00C77A4E" w:rsidRPr="00275B88">
        <w:t>en vont droit à votre cabinet de travail</w:t>
      </w:r>
      <w:r>
        <w:t xml:space="preserve">, </w:t>
      </w:r>
      <w:r w:rsidR="00C77A4E" w:rsidRPr="00275B88">
        <w:t>comme s</w:t>
      </w:r>
      <w:r>
        <w:t>’</w:t>
      </w:r>
      <w:r w:rsidR="00C77A4E" w:rsidRPr="00275B88">
        <w:t>ils étaient chez eux</w:t>
      </w:r>
      <w:r>
        <w:t xml:space="preserve">… </w:t>
      </w:r>
      <w:r w:rsidR="00C77A4E" w:rsidRPr="00275B88">
        <w:t>Ils n</w:t>
      </w:r>
      <w:r>
        <w:t>’</w:t>
      </w:r>
      <w:r w:rsidR="00C77A4E" w:rsidRPr="00275B88">
        <w:t>ont pas été longs à vous ouvrir les tiroirs</w:t>
      </w:r>
      <w:r>
        <w:t xml:space="preserve">, </w:t>
      </w:r>
      <w:r w:rsidR="00C77A4E" w:rsidRPr="00275B88">
        <w:t>à fouiller dans les papiers</w:t>
      </w:r>
      <w:r>
        <w:t xml:space="preserve">, </w:t>
      </w:r>
      <w:r w:rsidR="00C77A4E" w:rsidRPr="00275B88">
        <w:t>dans les dossiers</w:t>
      </w:r>
      <w:r>
        <w:t xml:space="preserve">. </w:t>
      </w:r>
      <w:r w:rsidR="00C77A4E" w:rsidRPr="00275B88">
        <w:t>Comme ils ne trouvaient rien</w:t>
      </w:r>
      <w:r>
        <w:t xml:space="preserve">, </w:t>
      </w:r>
      <w:r w:rsidR="00C77A4E" w:rsidRPr="00275B88">
        <w:t>le commissaire recommençait à s</w:t>
      </w:r>
      <w:r>
        <w:t>’</w:t>
      </w:r>
      <w:r w:rsidR="00C77A4E" w:rsidRPr="00275B88">
        <w:t>impatienter</w:t>
      </w:r>
      <w:r>
        <w:t xml:space="preserve">… </w:t>
      </w:r>
      <w:r w:rsidR="00C77A4E" w:rsidRPr="00275B88">
        <w:t xml:space="preserve">Mais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tirant de sa poche une lettre</w:t>
      </w:r>
      <w:r>
        <w:t xml:space="preserve">, </w:t>
      </w:r>
      <w:r w:rsidR="00C77A4E" w:rsidRPr="00275B88">
        <w:t>la lui a montrée en grommelant</w:t>
      </w:r>
      <w:r>
        <w:t> :</w:t>
      </w:r>
    </w:p>
    <w:p w14:paraId="33B7AFF6" w14:textId="506136B5" w:rsidR="002C50B2" w:rsidRDefault="002C50B2" w:rsidP="002C50B2">
      <w:r>
        <w:t>« </w:t>
      </w:r>
      <w:r w:rsidR="00C77A4E" w:rsidRPr="00275B88">
        <w:t>Elle m</w:t>
      </w:r>
      <w:r>
        <w:t>’</w:t>
      </w:r>
      <w:r w:rsidR="00C77A4E" w:rsidRPr="00275B88">
        <w:t>a été remise ce matin</w:t>
      </w:r>
      <w:r>
        <w:t xml:space="preserve">… </w:t>
      </w:r>
      <w:r w:rsidR="00C77A4E" w:rsidRPr="00275B88">
        <w:t>Elle est anonyme</w:t>
      </w:r>
      <w:r>
        <w:t xml:space="preserve">, </w:t>
      </w:r>
      <w:r w:rsidR="00C77A4E" w:rsidRPr="00275B88">
        <w:t>mais elle confirme tous mes soupçons</w:t>
      </w:r>
      <w:r>
        <w:t> ! »</w:t>
      </w:r>
    </w:p>
    <w:p w14:paraId="269CE846" w14:textId="77777777" w:rsidR="002C50B2" w:rsidRDefault="002C50B2" w:rsidP="002C50B2">
      <w:r>
        <w:lastRenderedPageBreak/>
        <w:t>« </w:t>
      </w:r>
      <w:r w:rsidR="00C77A4E" w:rsidRPr="00275B88">
        <w:t>Le commissaire a répliqué</w:t>
      </w:r>
      <w:r>
        <w:t> :</w:t>
      </w:r>
    </w:p>
    <w:p w14:paraId="256C9FFD" w14:textId="77777777" w:rsidR="002C50B2" w:rsidRDefault="002C50B2" w:rsidP="002C50B2">
      <w:r>
        <w:t>« </w:t>
      </w:r>
      <w:r w:rsidR="00C77A4E" w:rsidRPr="00275B88">
        <w:t>Cependant</w:t>
      </w:r>
      <w:r>
        <w:t xml:space="preserve">, </w:t>
      </w:r>
      <w:r w:rsidR="00C77A4E" w:rsidRPr="00275B88">
        <w:t>vous m</w:t>
      </w:r>
      <w:r>
        <w:t>’</w:t>
      </w:r>
      <w:r w:rsidR="00C77A4E" w:rsidRPr="00275B88">
        <w:t>avez dit vous</w:t>
      </w:r>
      <w:r w:rsidR="00C77A4E">
        <w:t>-</w:t>
      </w:r>
      <w:r w:rsidR="00C77A4E" w:rsidRPr="00275B88">
        <w:t>même que vous aviez vu Bellegarde en train de poursuivre le Fantôme</w:t>
      </w:r>
      <w:r>
        <w:t> !</w:t>
      </w:r>
    </w:p>
    <w:p w14:paraId="3D0FEF2A" w14:textId="6C8780FF" w:rsidR="002C50B2" w:rsidRDefault="002C50B2" w:rsidP="002C50B2">
      <w:r>
        <w:t>« </w:t>
      </w:r>
      <w:r w:rsidR="00C77A4E" w:rsidRPr="00275B88">
        <w:t>Mais</w:t>
      </w:r>
      <w:r>
        <w:t xml:space="preserve">, </w:t>
      </w:r>
      <w:r w:rsidR="00C77A4E" w:rsidRPr="00275B88">
        <w:t>le petit fouinard</w:t>
      </w:r>
      <w:r>
        <w:t xml:space="preserve">, </w:t>
      </w:r>
      <w:r w:rsidR="00C77A4E" w:rsidRPr="00275B88">
        <w:t>qui ne voulait pas en démordre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est écrié</w:t>
      </w:r>
      <w:r>
        <w:t> : « </w:t>
      </w:r>
      <w:r w:rsidR="00C77A4E" w:rsidRPr="00275B88">
        <w:t>Poursuite simulée</w:t>
      </w:r>
      <w:r>
        <w:t xml:space="preserve"> ! </w:t>
      </w:r>
      <w:r w:rsidR="00C77A4E" w:rsidRPr="00275B88">
        <w:t>Complicité certaine</w:t>
      </w:r>
      <w:r>
        <w:t> ! »</w:t>
      </w:r>
    </w:p>
    <w:p w14:paraId="36B76DC6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les poings crispés</w:t>
      </w:r>
      <w:r w:rsidR="002C50B2">
        <w:t xml:space="preserve">, </w:t>
      </w:r>
      <w:r w:rsidRPr="00275B88">
        <w:t>Marie</w:t>
      </w:r>
      <w:r>
        <w:t>-</w:t>
      </w:r>
      <w:r w:rsidRPr="00275B88">
        <w:t>Jeanne s</w:t>
      </w:r>
      <w:r w:rsidR="002C50B2">
        <w:t>’</w:t>
      </w:r>
      <w:r w:rsidRPr="00275B88">
        <w:t>écria</w:t>
      </w:r>
      <w:r w:rsidR="002C50B2">
        <w:t> :</w:t>
      </w:r>
    </w:p>
    <w:p w14:paraId="7AFE1E15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aurais bouffé</w:t>
      </w:r>
      <w:r>
        <w:t xml:space="preserve">, </w:t>
      </w:r>
      <w:r w:rsidR="00C77A4E" w:rsidRPr="00275B88">
        <w:t>ce type</w:t>
      </w:r>
      <w:r w:rsidR="00C77A4E">
        <w:t>-</w:t>
      </w:r>
      <w:r w:rsidR="00C77A4E" w:rsidRPr="00275B88">
        <w:t>là</w:t>
      </w:r>
      <w:r>
        <w:t xml:space="preserve"> !… </w:t>
      </w:r>
      <w:r w:rsidR="00C77A4E" w:rsidRPr="00275B88">
        <w:t>Mais je n</w:t>
      </w:r>
      <w:r>
        <w:t>’</w:t>
      </w:r>
      <w:r w:rsidR="00C77A4E" w:rsidRPr="00275B88">
        <w:t>ai pas osé</w:t>
      </w:r>
      <w:r>
        <w:t xml:space="preserve">, </w:t>
      </w:r>
      <w:r w:rsidR="00C77A4E" w:rsidRPr="00275B88">
        <w:t>car j</w:t>
      </w:r>
      <w:r>
        <w:t>’</w:t>
      </w:r>
      <w:r w:rsidR="00C77A4E" w:rsidRPr="00275B88">
        <w:t>ai bien senti que je ne serais pas la plus forte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il s</w:t>
      </w:r>
      <w:r>
        <w:t>’</w:t>
      </w:r>
      <w:r w:rsidR="00C77A4E" w:rsidRPr="00275B88">
        <w:t>est mis à tout bousculer dans la bibliothèque</w:t>
      </w:r>
      <w:r>
        <w:t xml:space="preserve">, </w:t>
      </w:r>
      <w:r w:rsidR="00C77A4E" w:rsidRPr="00275B88">
        <w:t>flanquant par terre vos beaux livres à tranche dorée</w:t>
      </w:r>
      <w:r>
        <w:t xml:space="preserve">. </w:t>
      </w:r>
      <w:r w:rsidR="00C77A4E" w:rsidRPr="00275B88">
        <w:t>Derrière une rangée</w:t>
      </w:r>
      <w:r>
        <w:t xml:space="preserve">, </w:t>
      </w:r>
      <w:r w:rsidR="00C77A4E" w:rsidRPr="00275B88">
        <w:t>il a dégotté un vieux cahier qu</w:t>
      </w:r>
      <w:r>
        <w:t>’</w:t>
      </w:r>
      <w:r w:rsidR="00C77A4E" w:rsidRPr="00275B88">
        <w:t>il s</w:t>
      </w:r>
      <w:r>
        <w:t>’</w:t>
      </w:r>
      <w:r w:rsidR="00C77A4E" w:rsidRPr="00275B88">
        <w:t>est mis à feuilleter d</w:t>
      </w:r>
      <w:r>
        <w:t>’</w:t>
      </w:r>
      <w:r w:rsidR="00C77A4E" w:rsidRPr="00275B88">
        <w:t>un air intéressé</w:t>
      </w:r>
      <w:r>
        <w:t xml:space="preserve">. </w:t>
      </w:r>
      <w:r w:rsidR="00C77A4E" w:rsidRPr="00275B88">
        <w:t>Pendant ce temps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le commissaire ouvrait votre tiroir</w:t>
      </w:r>
      <w:r>
        <w:t xml:space="preserve">… </w:t>
      </w:r>
      <w:r w:rsidR="00C77A4E" w:rsidRPr="00275B88">
        <w:t>et en retirait un morceau de fer</w:t>
      </w:r>
      <w:r>
        <w:t>…</w:t>
      </w:r>
    </w:p>
    <w:p w14:paraId="66C62A05" w14:textId="77777777" w:rsidR="002C50B2" w:rsidRDefault="002C50B2" w:rsidP="002C50B2">
      <w:r>
        <w:t>— </w:t>
      </w:r>
      <w:r w:rsidR="00C77A4E" w:rsidRPr="00275B88">
        <w:t>Un morceau de fer</w:t>
      </w:r>
      <w:r>
        <w:t xml:space="preserve"> ? </w:t>
      </w:r>
      <w:r w:rsidR="00C77A4E" w:rsidRPr="00275B88">
        <w:t>interrogeait Bellegarde</w:t>
      </w:r>
      <w:r>
        <w:t>.</w:t>
      </w:r>
    </w:p>
    <w:p w14:paraId="49263C0A" w14:textId="77777777" w:rsidR="002C50B2" w:rsidRDefault="002C50B2" w:rsidP="002C50B2">
      <w:r>
        <w:t>— </w:t>
      </w:r>
      <w:r w:rsidR="00C77A4E" w:rsidRPr="00275B88">
        <w:t>Oui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pas très bien pu voir ce que c</w:t>
      </w:r>
      <w:r>
        <w:t>’</w:t>
      </w:r>
      <w:r w:rsidR="00C77A4E" w:rsidRPr="00275B88">
        <w:t>était</w:t>
      </w:r>
      <w:r>
        <w:t xml:space="preserve">… </w:t>
      </w:r>
      <w:r w:rsidR="00C77A4E" w:rsidRPr="00275B88">
        <w:t>Mais ça m</w:t>
      </w:r>
      <w:r>
        <w:t>’</w:t>
      </w:r>
      <w:r w:rsidR="00C77A4E" w:rsidRPr="00275B88">
        <w:t>avait tout l</w:t>
      </w:r>
      <w:r>
        <w:t>’</w:t>
      </w:r>
      <w:r w:rsidR="00C77A4E" w:rsidRPr="00275B88">
        <w:t>air d</w:t>
      </w:r>
      <w:r>
        <w:t>’</w:t>
      </w:r>
      <w:r w:rsidR="00C77A4E" w:rsidRPr="00275B88">
        <w:t>un vieil article qu</w:t>
      </w:r>
      <w:r>
        <w:t>’</w:t>
      </w:r>
      <w:r w:rsidR="00C77A4E" w:rsidRPr="00275B88">
        <w:t>on aurait acheté à la foire aux puces</w:t>
      </w:r>
      <w:r>
        <w:t xml:space="preserve"> ; </w:t>
      </w:r>
      <w:r w:rsidR="00C77A4E" w:rsidRPr="00275B88">
        <w:t>et puis</w:t>
      </w:r>
      <w:r>
        <w:t xml:space="preserve">, </w:t>
      </w:r>
      <w:r w:rsidR="00C77A4E" w:rsidRPr="00275B88">
        <w:t>il a ramené des lettres</w:t>
      </w:r>
      <w:r>
        <w:t xml:space="preserve">, </w:t>
      </w:r>
      <w:r w:rsidR="00C77A4E" w:rsidRPr="00275B88">
        <w:t>des pièces d</w:t>
      </w:r>
      <w:r>
        <w:t>’</w:t>
      </w:r>
      <w:r w:rsidR="00C77A4E" w:rsidRPr="00275B88">
        <w:t>or qu</w:t>
      </w:r>
      <w:r>
        <w:t>’</w:t>
      </w:r>
      <w:r w:rsidR="00C77A4E" w:rsidRPr="00275B88">
        <w:t>il a étalées sur la table</w:t>
      </w:r>
      <w:r>
        <w:t>.</w:t>
      </w:r>
    </w:p>
    <w:p w14:paraId="010CBFE8" w14:textId="77777777" w:rsidR="002C50B2" w:rsidRDefault="002C50B2" w:rsidP="002C50B2">
      <w:r>
        <w:t>— </w:t>
      </w:r>
      <w:r w:rsidR="00C77A4E" w:rsidRPr="00275B88">
        <w:t>Des pièces d</w:t>
      </w:r>
      <w:r>
        <w:t>’</w:t>
      </w:r>
      <w:r w:rsidR="00C77A4E" w:rsidRPr="00275B88">
        <w:t>or</w:t>
      </w:r>
      <w:r>
        <w:t xml:space="preserve"> ! </w:t>
      </w:r>
      <w:r w:rsidR="00C77A4E" w:rsidRPr="00275B88">
        <w:t>déclarait le reporter</w:t>
      </w:r>
      <w:r>
        <w:t xml:space="preserve">. </w:t>
      </w:r>
      <w:r w:rsidR="00C77A4E" w:rsidRPr="00275B88">
        <w:t>Il y a beau temps que je n</w:t>
      </w:r>
      <w:r>
        <w:t>’</w:t>
      </w:r>
      <w:r w:rsidR="00C77A4E" w:rsidRPr="00275B88">
        <w:t>en ai plus chez moi</w:t>
      </w:r>
      <w:r>
        <w:t> !</w:t>
      </w:r>
    </w:p>
    <w:p w14:paraId="411A788D" w14:textId="77777777" w:rsidR="002C50B2" w:rsidRDefault="00C77A4E" w:rsidP="002C50B2">
      <w:r w:rsidRPr="00275B88">
        <w:t>Avec force et insistance</w:t>
      </w:r>
      <w:r w:rsidR="002C50B2">
        <w:t xml:space="preserve">, </w:t>
      </w:r>
      <w:r w:rsidRPr="00275B88">
        <w:t>Marie</w:t>
      </w:r>
      <w:r>
        <w:t>-</w:t>
      </w:r>
      <w:r w:rsidRPr="00275B88">
        <w:t>Jeanne affirmait</w:t>
      </w:r>
      <w:r w:rsidR="002C50B2">
        <w:t> :</w:t>
      </w:r>
    </w:p>
    <w:p w14:paraId="313D87AB" w14:textId="77777777" w:rsidR="002C50B2" w:rsidRDefault="002C50B2" w:rsidP="002C50B2">
      <w:r>
        <w:t>— </w:t>
      </w:r>
      <w:r w:rsidR="00C77A4E" w:rsidRPr="00275B88">
        <w:t>Pourtant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en était bien</w:t>
      </w:r>
      <w:r>
        <w:t xml:space="preserve">, </w:t>
      </w:r>
      <w:r w:rsidR="00C77A4E" w:rsidRPr="00275B88">
        <w:t>des pièces d</w:t>
      </w:r>
      <w:r>
        <w:t>’</w:t>
      </w:r>
      <w:r w:rsidR="00C77A4E" w:rsidRPr="00275B88">
        <w:t>or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sûre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 xml:space="preserve">le commissaire a appelé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qui était toujours en train d</w:t>
      </w:r>
      <w:r>
        <w:t>’</w:t>
      </w:r>
      <w:r w:rsidR="00C77A4E" w:rsidRPr="00275B88">
        <w:t>examiner le cahier</w:t>
      </w:r>
      <w:r>
        <w:t xml:space="preserve">, </w:t>
      </w:r>
      <w:r w:rsidR="00C77A4E" w:rsidRPr="00275B88">
        <w:t>et est venu tout de suite vers lui</w:t>
      </w:r>
      <w:r>
        <w:t>…</w:t>
      </w:r>
    </w:p>
    <w:p w14:paraId="7AE55C83" w14:textId="77777777" w:rsidR="002C50B2" w:rsidRDefault="002C50B2" w:rsidP="002C50B2">
      <w:r>
        <w:t>« </w:t>
      </w:r>
      <w:r w:rsidR="00C77A4E" w:rsidRPr="00275B88">
        <w:t>Tout en se montrant leurs découvertes</w:t>
      </w:r>
      <w:r>
        <w:t xml:space="preserve">, </w:t>
      </w:r>
      <w:r w:rsidR="00C77A4E" w:rsidRPr="00275B88">
        <w:t>ils se sont mis à parler à voix basse</w:t>
      </w:r>
      <w:r>
        <w:t xml:space="preserve">. </w:t>
      </w:r>
      <w:r w:rsidR="00C77A4E" w:rsidRPr="00275B88">
        <w:t>Je n</w:t>
      </w:r>
      <w:r>
        <w:t>’</w:t>
      </w:r>
      <w:r w:rsidR="00C77A4E" w:rsidRPr="00275B88">
        <w:t>ai pas saisi tout ce qu</w:t>
      </w:r>
      <w:r>
        <w:t>’</w:t>
      </w:r>
      <w:r w:rsidR="00C77A4E" w:rsidRPr="00275B88">
        <w:t>ils disaient</w:t>
      </w:r>
      <w:r>
        <w:t xml:space="preserve">… </w:t>
      </w:r>
      <w:r w:rsidR="00C77A4E" w:rsidRPr="00275B88">
        <w:lastRenderedPageBreak/>
        <w:t>Je n</w:t>
      </w:r>
      <w:r>
        <w:t>’</w:t>
      </w:r>
      <w:r w:rsidR="00C77A4E" w:rsidRPr="00275B88">
        <w:t>ai entendu que quelques mots</w:t>
      </w:r>
      <w:r>
        <w:t xml:space="preserve"> : </w:t>
      </w:r>
      <w:r w:rsidR="00C77A4E" w:rsidRPr="00275B88">
        <w:t>grimoire</w:t>
      </w:r>
      <w:r>
        <w:t xml:space="preserve">, </w:t>
      </w:r>
      <w:r w:rsidR="00C77A4E" w:rsidRPr="00275B88">
        <w:t>ferrure</w:t>
      </w:r>
      <w:r>
        <w:t xml:space="preserve">, </w:t>
      </w:r>
      <w:r w:rsidRPr="00275B88">
        <w:t>Henri</w:t>
      </w:r>
      <w:r>
        <w:t> </w:t>
      </w:r>
      <w:r w:rsidRPr="00275B88">
        <w:t>III</w:t>
      </w:r>
      <w:r>
        <w:t xml:space="preserve">… </w:t>
      </w:r>
      <w:r w:rsidR="00C77A4E" w:rsidRPr="00275B88">
        <w:t>et puis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cru comprendre qu</w:t>
      </w:r>
      <w:r>
        <w:t>’</w:t>
      </w:r>
      <w:r w:rsidR="00C77A4E" w:rsidRPr="00275B88">
        <w:t>ils parlaient d</w:t>
      </w:r>
      <w:r>
        <w:t>’</w:t>
      </w:r>
      <w:r w:rsidR="00C77A4E" w:rsidRPr="00275B88">
        <w:t>une rue</w:t>
      </w:r>
      <w:r>
        <w:t xml:space="preserve">… </w:t>
      </w:r>
      <w:r w:rsidR="00C77A4E" w:rsidRPr="00275B88">
        <w:t xml:space="preserve">la rue comment </w:t>
      </w:r>
      <w:r w:rsidR="00C77A4E" w:rsidRPr="008416EE">
        <w:t>donc déjà</w:t>
      </w:r>
      <w:r>
        <w:t xml:space="preserve"> ?… </w:t>
      </w:r>
      <w:r w:rsidR="00C77A4E" w:rsidRPr="008416EE">
        <w:t>Ah</w:t>
      </w:r>
      <w:r>
        <w:t xml:space="preserve"> ! </w:t>
      </w:r>
      <w:r w:rsidR="00C77A4E" w:rsidRPr="008416EE">
        <w:t>j</w:t>
      </w:r>
      <w:r>
        <w:t>’</w:t>
      </w:r>
      <w:r w:rsidR="00C77A4E" w:rsidRPr="008416EE">
        <w:t>y</w:t>
      </w:r>
      <w:r w:rsidR="00C77A4E" w:rsidRPr="00275B88">
        <w:t xml:space="preserve"> suis</w:t>
      </w:r>
      <w:r>
        <w:t xml:space="preserve"> : </w:t>
      </w:r>
      <w:r w:rsidR="00C77A4E" w:rsidRPr="00275B88">
        <w:t xml:space="preserve">la rue de </w:t>
      </w:r>
      <w:proofErr w:type="spellStart"/>
      <w:r w:rsidR="00C77A4E" w:rsidRPr="00275B88">
        <w:t>Giéri</w:t>
      </w:r>
      <w:proofErr w:type="spellEnd"/>
      <w:r>
        <w:t>.</w:t>
      </w:r>
    </w:p>
    <w:p w14:paraId="45CA4C76" w14:textId="77777777" w:rsidR="002C50B2" w:rsidRDefault="002C50B2" w:rsidP="002C50B2">
      <w:r>
        <w:t>« </w:t>
      </w:r>
      <w:r w:rsidR="00C77A4E" w:rsidRPr="00275B88">
        <w:t>Vous savez où elle perche</w:t>
      </w:r>
      <w:r>
        <w:t xml:space="preserve">, </w:t>
      </w:r>
      <w:r w:rsidR="00C77A4E" w:rsidRPr="00275B88">
        <w:t>cette rue</w:t>
      </w:r>
      <w:r w:rsidR="00C77A4E">
        <w:t>-</w:t>
      </w:r>
      <w:r w:rsidR="00C77A4E" w:rsidRPr="00275B88">
        <w:t>là</w:t>
      </w:r>
      <w:r>
        <w:t xml:space="preserve"> ? </w:t>
      </w:r>
      <w:r w:rsidR="00C77A4E" w:rsidRPr="00275B88">
        <w:t>Moi</w:t>
      </w:r>
      <w:r>
        <w:t xml:space="preserve">, </w:t>
      </w:r>
      <w:r w:rsidR="00C77A4E" w:rsidRPr="00275B88">
        <w:t>je ne la connais pas</w:t>
      </w:r>
      <w:r>
        <w:t xml:space="preserve">… </w:t>
      </w:r>
      <w:r w:rsidR="00C77A4E" w:rsidRPr="00275B88">
        <w:t>Enfin</w:t>
      </w:r>
      <w:r>
        <w:t xml:space="preserve">, </w:t>
      </w:r>
      <w:r w:rsidR="00C77A4E" w:rsidRPr="00275B88">
        <w:t>le petit fouinard s</w:t>
      </w:r>
      <w:r>
        <w:t>’</w:t>
      </w:r>
      <w:r w:rsidR="00C77A4E" w:rsidRPr="00275B88">
        <w:t>est écrié</w:t>
      </w:r>
      <w:r>
        <w:t> :</w:t>
      </w:r>
    </w:p>
    <w:p w14:paraId="4C4205E7" w14:textId="4C1B1390" w:rsidR="002C50B2" w:rsidRDefault="002C50B2" w:rsidP="002C50B2">
      <w:r>
        <w:t>« </w:t>
      </w:r>
      <w:r w:rsidR="00C77A4E" w:rsidRPr="00275B88">
        <w:t>Cette fois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 ! </w:t>
      </w:r>
      <w:r w:rsidR="00C77A4E" w:rsidRPr="00275B88">
        <w:t>je tiens notre bandit</w:t>
      </w:r>
      <w:r>
        <w:t> ! »</w:t>
      </w:r>
    </w:p>
    <w:p w14:paraId="55C0382D" w14:textId="77777777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ai voulu le questionner</w:t>
      </w:r>
      <w:r>
        <w:t xml:space="preserve">… </w:t>
      </w:r>
      <w:r w:rsidR="00C77A4E" w:rsidRPr="00275B88">
        <w:t>Mais il m</w:t>
      </w:r>
      <w:r>
        <w:t>’</w:t>
      </w:r>
      <w:r w:rsidR="00C77A4E" w:rsidRPr="00275B88">
        <w:t>a envoyé promener</w:t>
      </w:r>
      <w:r>
        <w:t xml:space="preserve">… </w:t>
      </w:r>
      <w:r w:rsidR="00C77A4E" w:rsidRPr="00275B88">
        <w:t>Ah</w:t>
      </w:r>
      <w:r>
        <w:t xml:space="preserve"> ! </w:t>
      </w:r>
      <w:r w:rsidR="00C77A4E" w:rsidRPr="00275B88">
        <w:t>quel vieux choléra</w:t>
      </w:r>
      <w:r>
        <w:t xml:space="preserve"> ! </w:t>
      </w:r>
      <w:r w:rsidR="00C77A4E" w:rsidRPr="00275B88">
        <w:t>Je lui garde un chien de ma chienne</w:t>
      </w:r>
      <w:r>
        <w:t xml:space="preserve"> ! </w:t>
      </w:r>
      <w:r w:rsidR="00C77A4E" w:rsidRPr="00275B88">
        <w:t>Et puis</w:t>
      </w:r>
      <w:r>
        <w:t xml:space="preserve">, </w:t>
      </w:r>
      <w:r w:rsidR="00C77A4E" w:rsidRPr="00275B88">
        <w:t>ils sont partis en emportant leur butin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attendu un bon moment pour filer</w:t>
      </w:r>
      <w:r>
        <w:t xml:space="preserve">… </w:t>
      </w:r>
      <w:r w:rsidR="00C77A4E" w:rsidRPr="00275B88">
        <w:t xml:space="preserve">car </w:t>
      </w:r>
      <w:proofErr w:type="gramStart"/>
      <w:r w:rsidR="00C77A4E" w:rsidRPr="00275B88">
        <w:t>j</w:t>
      </w:r>
      <w:r>
        <w:t>’</w:t>
      </w:r>
      <w:r w:rsidR="00C77A4E" w:rsidRPr="00275B88">
        <w:t>avais peur</w:t>
      </w:r>
      <w:proofErr w:type="gramEnd"/>
      <w:r w:rsidR="00C77A4E" w:rsidRPr="00275B88">
        <w:t xml:space="preserve"> qu</w:t>
      </w:r>
      <w:r>
        <w:t>’</w:t>
      </w:r>
      <w:r w:rsidR="00C77A4E" w:rsidRPr="00275B88">
        <w:t>ils me fassent suivre</w:t>
      </w:r>
      <w:r>
        <w:t xml:space="preserve">… </w:t>
      </w:r>
      <w:r w:rsidR="00C77A4E" w:rsidRPr="00275B88">
        <w:t>Dame</w:t>
      </w:r>
      <w:r>
        <w:t xml:space="preserve"> ! </w:t>
      </w:r>
      <w:r w:rsidR="00C77A4E" w:rsidRPr="00275B88">
        <w:t>je suis plutôt facile à repérer</w:t>
      </w:r>
      <w:r>
        <w:t xml:space="preserve"> !… </w:t>
      </w:r>
      <w:r w:rsidR="00C77A4E" w:rsidRPr="00275B88">
        <w:t>Alors</w:t>
      </w:r>
      <w:r>
        <w:t xml:space="preserve">, </w:t>
      </w:r>
      <w:r w:rsidR="00C77A4E" w:rsidRPr="00275B88">
        <w:t>au bout d</w:t>
      </w:r>
      <w:r>
        <w:t>’</w:t>
      </w:r>
      <w:r w:rsidR="00C77A4E" w:rsidRPr="00275B88">
        <w:t>une heure</w:t>
      </w:r>
      <w:r>
        <w:t xml:space="preserve">, </w:t>
      </w:r>
      <w:r w:rsidR="00C77A4E" w:rsidRPr="00275B88">
        <w:t>pour bien les mettre dedans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 pris un taxi et je suis allée porter vos bibelots au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 xml:space="preserve"> ; </w:t>
      </w:r>
      <w:r w:rsidR="00C77A4E" w:rsidRPr="00275B88">
        <w:t>et puis</w:t>
      </w:r>
      <w:r>
        <w:t xml:space="preserve">, </w:t>
      </w:r>
      <w:r w:rsidR="00C77A4E" w:rsidRPr="00275B88">
        <w:t>je suis remontée jusqu</w:t>
      </w:r>
      <w:r>
        <w:t>’</w:t>
      </w:r>
      <w:r w:rsidR="00C77A4E" w:rsidRPr="00275B88">
        <w:t>à Barbès</w:t>
      </w:r>
      <w:r>
        <w:t xml:space="preserve">, </w:t>
      </w:r>
      <w:r w:rsidR="00C77A4E" w:rsidRPr="00275B88">
        <w:t>où j</w:t>
      </w:r>
      <w:r>
        <w:t>’</w:t>
      </w:r>
      <w:r w:rsidR="00C77A4E" w:rsidRPr="00275B88">
        <w:t>ai pris le métro</w:t>
      </w:r>
      <w:r>
        <w:t xml:space="preserve">… </w:t>
      </w:r>
      <w:r w:rsidR="00C77A4E" w:rsidRPr="00275B88">
        <w:t>et voilà</w:t>
      </w:r>
      <w:r>
        <w:t> !</w:t>
      </w:r>
    </w:p>
    <w:p w14:paraId="6247CD9A" w14:textId="77777777" w:rsidR="002C50B2" w:rsidRDefault="00C77A4E" w:rsidP="002C50B2">
      <w:r w:rsidRPr="00275B88">
        <w:t>Et Marie</w:t>
      </w:r>
      <w:r>
        <w:t>-</w:t>
      </w:r>
      <w:r w:rsidRPr="00275B88">
        <w:t>Jeanne conclut</w:t>
      </w:r>
      <w:r w:rsidR="002C50B2">
        <w:t> :</w:t>
      </w:r>
    </w:p>
    <w:p w14:paraId="70ED4756" w14:textId="77777777" w:rsidR="002C50B2" w:rsidRDefault="002C50B2" w:rsidP="002C50B2">
      <w:r>
        <w:t>— </w:t>
      </w:r>
      <w:r w:rsidR="00C77A4E" w:rsidRPr="00275B88">
        <w:t>Vous verrez</w:t>
      </w:r>
      <w:r>
        <w:t xml:space="preserve">, </w:t>
      </w:r>
      <w:r w:rsidR="00C77A4E" w:rsidRPr="00275B88">
        <w:t>monsieur Jacques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ils vont vous accuser d</w:t>
      </w:r>
      <w:r>
        <w:t>’</w:t>
      </w:r>
      <w:r w:rsidR="00C77A4E" w:rsidRPr="00275B88">
        <w:t>avoir assassiné Sabarat</w:t>
      </w:r>
      <w:r>
        <w:t> !</w:t>
      </w:r>
    </w:p>
    <w:p w14:paraId="1C061C21" w14:textId="77777777" w:rsidR="002C50B2" w:rsidRDefault="00C77A4E" w:rsidP="002C50B2">
      <w:r w:rsidRPr="00275B88">
        <w:t>Bellegarde</w:t>
      </w:r>
      <w:r w:rsidR="002C50B2">
        <w:t xml:space="preserve">, </w:t>
      </w:r>
      <w:r w:rsidRPr="00275B88">
        <w:t>qui avait écouté le récit de la brave femme avec une nervosité sans cesse croissante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au comble de l</w:t>
      </w:r>
      <w:r w:rsidR="002C50B2">
        <w:t>’</w:t>
      </w:r>
      <w:r w:rsidRPr="00275B88">
        <w:t>indignation</w:t>
      </w:r>
      <w:r w:rsidR="002C50B2">
        <w:t> :</w:t>
      </w:r>
    </w:p>
    <w:p w14:paraId="78469F56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trop fort</w:t>
      </w:r>
      <w:r>
        <w:t> !</w:t>
      </w:r>
    </w:p>
    <w:p w14:paraId="7E861B29" w14:textId="77777777" w:rsidR="002C50B2" w:rsidRDefault="00C77A4E" w:rsidP="002C50B2">
      <w:r w:rsidRPr="00275B88">
        <w:t>Et il allait s</w:t>
      </w:r>
      <w:r w:rsidR="002C50B2">
        <w:t>’</w:t>
      </w:r>
      <w:r w:rsidRPr="00275B88">
        <w:t>élancer vers la porte</w:t>
      </w:r>
      <w:r w:rsidR="002C50B2">
        <w:t xml:space="preserve">, </w:t>
      </w:r>
      <w:r w:rsidRPr="00275B88">
        <w:t>lorsque Colette le retint</w:t>
      </w:r>
      <w:r w:rsidR="002C50B2">
        <w:t>.</w:t>
      </w:r>
    </w:p>
    <w:p w14:paraId="46F3D272" w14:textId="77777777" w:rsidR="002C50B2" w:rsidRDefault="002C50B2" w:rsidP="002C50B2">
      <w:r>
        <w:t>— </w:t>
      </w:r>
      <w:r w:rsidR="00C77A4E" w:rsidRPr="00275B88">
        <w:t>Où allez</w:t>
      </w:r>
      <w:r w:rsidR="00C77A4E">
        <w:t>-</w:t>
      </w:r>
      <w:r w:rsidR="00C77A4E" w:rsidRPr="00275B88">
        <w:t>vous donc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d</w:t>
      </w:r>
      <w:r>
        <w:t>’</w:t>
      </w:r>
      <w:r w:rsidR="00C77A4E" w:rsidRPr="00275B88">
        <w:t>un ton plein d</w:t>
      </w:r>
      <w:r>
        <w:t>’</w:t>
      </w:r>
      <w:r w:rsidR="00C77A4E" w:rsidRPr="00275B88">
        <w:t>anxiété</w:t>
      </w:r>
      <w:r>
        <w:t>.</w:t>
      </w:r>
    </w:p>
    <w:p w14:paraId="4DB62F98" w14:textId="77777777" w:rsidR="002C50B2" w:rsidRDefault="002C50B2" w:rsidP="002C50B2">
      <w:r>
        <w:t>— </w:t>
      </w:r>
      <w:r w:rsidR="00C77A4E" w:rsidRPr="00275B88">
        <w:t>Me justifier</w:t>
      </w:r>
      <w:r>
        <w:t> !</w:t>
      </w:r>
    </w:p>
    <w:p w14:paraId="557F4250" w14:textId="77777777" w:rsidR="002C50B2" w:rsidRDefault="00C77A4E" w:rsidP="002C50B2">
      <w:r w:rsidRPr="00275B88">
        <w:lastRenderedPageBreak/>
        <w:t>La fille du détective scandait avec force</w:t>
      </w:r>
      <w:r w:rsidR="002C50B2">
        <w:t> :</w:t>
      </w:r>
    </w:p>
    <w:p w14:paraId="754D8335" w14:textId="77777777" w:rsidR="002C50B2" w:rsidRDefault="002C50B2" w:rsidP="002C50B2">
      <w:r>
        <w:t>— </w:t>
      </w:r>
      <w:r w:rsidR="00C77A4E" w:rsidRPr="00275B88">
        <w:t>Rappelez</w:t>
      </w:r>
      <w:r w:rsidR="00C77A4E">
        <w:t>-</w:t>
      </w:r>
      <w:r w:rsidR="00C77A4E" w:rsidRPr="00275B88">
        <w:t>vous que mon père vous a recommandé de ne pas bouger d</w:t>
      </w:r>
      <w:r>
        <w:t>’</w:t>
      </w:r>
      <w:r w:rsidR="00C77A4E" w:rsidRPr="00275B88">
        <w:t>ici</w:t>
      </w:r>
      <w:r>
        <w:t>.</w:t>
      </w:r>
    </w:p>
    <w:p w14:paraId="1E0D0283" w14:textId="77777777" w:rsidR="002C50B2" w:rsidRDefault="00C77A4E" w:rsidP="002C50B2">
      <w:r w:rsidRPr="00275B88">
        <w:t>Le journaliste répliquait</w:t>
      </w:r>
      <w:r w:rsidR="002C50B2">
        <w:t> :</w:t>
      </w:r>
    </w:p>
    <w:p w14:paraId="7553175E" w14:textId="77777777" w:rsidR="002C50B2" w:rsidRDefault="002C50B2" w:rsidP="002C50B2">
      <w:r>
        <w:t>— </w:t>
      </w:r>
      <w:r w:rsidR="00C77A4E" w:rsidRPr="00275B88">
        <w:t>Je ne puis demeurer sous le coup d</w:t>
      </w:r>
      <w:r>
        <w:t>’</w:t>
      </w:r>
      <w:r w:rsidR="00C77A4E" w:rsidRPr="00275B88">
        <w:t>une accusation pareille</w:t>
      </w:r>
      <w:r>
        <w:t>.</w:t>
      </w:r>
    </w:p>
    <w:p w14:paraId="177066D3" w14:textId="77777777" w:rsidR="002C50B2" w:rsidRDefault="002C50B2" w:rsidP="002C50B2">
      <w:r>
        <w:t>— </w:t>
      </w:r>
      <w:r w:rsidR="00C77A4E" w:rsidRPr="00275B88">
        <w:t>Restez</w:t>
      </w:r>
      <w:r>
        <w:t xml:space="preserve">, </w:t>
      </w:r>
      <w:r w:rsidR="00C77A4E" w:rsidRPr="00275B88">
        <w:t>je vous en prie</w:t>
      </w:r>
      <w:r>
        <w:t xml:space="preserve">, </w:t>
      </w:r>
      <w:r w:rsidR="00C77A4E" w:rsidRPr="00275B88">
        <w:t>suppliait Colette</w:t>
      </w:r>
      <w:r>
        <w:t>.</w:t>
      </w:r>
    </w:p>
    <w:p w14:paraId="0E7A9A69" w14:textId="77777777" w:rsidR="002C50B2" w:rsidRDefault="00C77A4E" w:rsidP="002C50B2">
      <w:r w:rsidRPr="00275B88">
        <w:t>Emporté par le désir de confondre ceux qui l</w:t>
      </w:r>
      <w:r w:rsidR="002C50B2">
        <w:t>’</w:t>
      </w:r>
      <w:r w:rsidRPr="00275B88">
        <w:t>accusaient</w:t>
      </w:r>
      <w:r w:rsidR="002C50B2">
        <w:t xml:space="preserve">, </w:t>
      </w:r>
      <w:r w:rsidRPr="00275B88">
        <w:t>Bellegarde allait passer outre</w:t>
      </w:r>
      <w:r w:rsidR="002C50B2">
        <w:t xml:space="preserve">. </w:t>
      </w:r>
      <w:r w:rsidRPr="00275B88">
        <w:t>Mais Chantecoq apparut sur le seuil de la porte</w:t>
      </w:r>
      <w:r w:rsidR="002C50B2">
        <w:t xml:space="preserve">, </w:t>
      </w:r>
      <w:r w:rsidRPr="00275B88">
        <w:t>que le jeune reporter s</w:t>
      </w:r>
      <w:r w:rsidR="002C50B2">
        <w:t>’</w:t>
      </w:r>
      <w:r w:rsidRPr="00275B88">
        <w:t>apprêtait à franchir</w:t>
      </w:r>
      <w:r w:rsidR="002C50B2">
        <w:t xml:space="preserve">. </w:t>
      </w:r>
      <w:r w:rsidRPr="00275B88">
        <w:t>Le visage souriant</w:t>
      </w:r>
      <w:r w:rsidR="002C50B2">
        <w:t xml:space="preserve">, </w:t>
      </w:r>
      <w:r w:rsidRPr="00275B88">
        <w:t>le grand limier l</w:t>
      </w:r>
      <w:r w:rsidR="002C50B2">
        <w:t>’</w:t>
      </w:r>
      <w:r w:rsidRPr="00275B88">
        <w:t>arrêta d</w:t>
      </w:r>
      <w:r w:rsidR="002C50B2">
        <w:t>’</w:t>
      </w:r>
      <w:r w:rsidRPr="00275B88">
        <w:t>un geste à la fois énergique et amical</w:t>
      </w:r>
      <w:r w:rsidR="002C50B2">
        <w:t>.</w:t>
      </w:r>
    </w:p>
    <w:p w14:paraId="734CD4ED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tout entendu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. </w:t>
      </w:r>
      <w:r w:rsidR="00C77A4E" w:rsidRPr="00275B88">
        <w:t>Calmez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mon ami</w:t>
      </w:r>
      <w:r>
        <w:t xml:space="preserve">, </w:t>
      </w:r>
      <w:r w:rsidR="00C77A4E" w:rsidRPr="00275B88">
        <w:t>je vous en prie</w:t>
      </w:r>
      <w:r>
        <w:t xml:space="preserve">. </w:t>
      </w:r>
      <w:r w:rsidR="00C77A4E" w:rsidRPr="00275B88">
        <w:t>Vous allez voir que tout cela va s</w:t>
      </w:r>
      <w:r>
        <w:t>’</w:t>
      </w:r>
      <w:r w:rsidR="00C77A4E" w:rsidRPr="00275B88">
        <w:t>arranger</w:t>
      </w:r>
      <w:r>
        <w:t>…</w:t>
      </w:r>
    </w:p>
    <w:p w14:paraId="17698EDD" w14:textId="77777777" w:rsidR="002C50B2" w:rsidRDefault="00C77A4E" w:rsidP="002C50B2">
      <w:r w:rsidRPr="00275B88">
        <w:t>Tandis que Colette rejoignait Marie</w:t>
      </w:r>
      <w:r>
        <w:t>-</w:t>
      </w:r>
      <w:r w:rsidRPr="00275B88">
        <w:t>Jeanne et s</w:t>
      </w:r>
      <w:r w:rsidR="002C50B2">
        <w:t>’</w:t>
      </w:r>
      <w:r w:rsidRPr="00275B88">
        <w:t>efforçait de la rassurer</w:t>
      </w:r>
      <w:r w:rsidR="002C50B2">
        <w:t xml:space="preserve">, </w:t>
      </w:r>
      <w:r w:rsidRPr="00275B88">
        <w:t>Chantecoq prit Bellegarde par le bras et</w:t>
      </w:r>
      <w:r w:rsidR="002C50B2">
        <w:t xml:space="preserve">, </w:t>
      </w:r>
      <w:r w:rsidRPr="00275B88">
        <w:t>après avoir refermé la porte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emmena au milieu de la pièce et commença à lui murmurer quelques mots à l</w:t>
      </w:r>
      <w:r w:rsidR="002C50B2">
        <w:t>’</w:t>
      </w:r>
      <w:r w:rsidRPr="00275B88">
        <w:t>oreille</w:t>
      </w:r>
      <w:r w:rsidR="002C50B2">
        <w:t xml:space="preserve">. </w:t>
      </w:r>
      <w:r w:rsidRPr="00275B88">
        <w:t>À mesure que le roi des détectives parlait</w:t>
      </w:r>
      <w:r w:rsidR="002C50B2">
        <w:t xml:space="preserve">, </w:t>
      </w:r>
      <w:r w:rsidRPr="00275B88">
        <w:t>le visage du journaliste se rassérénait</w:t>
      </w:r>
      <w:r w:rsidR="002C50B2">
        <w:t>.</w:t>
      </w:r>
    </w:p>
    <w:p w14:paraId="0A408D5E" w14:textId="77777777" w:rsidR="002C50B2" w:rsidRDefault="00C77A4E" w:rsidP="002C50B2">
      <w:r w:rsidRPr="00275B88">
        <w:t>Et lorsque le père de Colette eut terminé</w:t>
      </w:r>
      <w:r w:rsidR="002C50B2">
        <w:t xml:space="preserve">, </w:t>
      </w:r>
      <w:r w:rsidRPr="00275B88">
        <w:t>Jacques fit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satisfait et même joyeux</w:t>
      </w:r>
      <w:r w:rsidR="002C50B2">
        <w:t> :</w:t>
      </w:r>
    </w:p>
    <w:p w14:paraId="56C2572F" w14:textId="77777777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vous êtes un homme de génie</w:t>
      </w:r>
      <w:r>
        <w:t>.</w:t>
      </w:r>
    </w:p>
    <w:p w14:paraId="6635AFA3" w14:textId="77777777" w:rsidR="002C50B2" w:rsidRDefault="002C50B2" w:rsidP="002C50B2">
      <w:r>
        <w:t>— </w:t>
      </w:r>
      <w:r w:rsidR="00C77A4E" w:rsidRPr="00275B88">
        <w:t>Dites plutôt que je sais mon métier</w:t>
      </w:r>
      <w:r>
        <w:t xml:space="preserve">, </w:t>
      </w:r>
      <w:r w:rsidR="00C77A4E" w:rsidRPr="00275B88">
        <w:t>protestait modestement le premier policier de France</w:t>
      </w:r>
      <w:r>
        <w:t>.</w:t>
      </w:r>
    </w:p>
    <w:p w14:paraId="74FE4B6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à sa fille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5B23691E" w14:textId="77777777" w:rsidR="002C50B2" w:rsidRDefault="002C50B2" w:rsidP="002C50B2">
      <w:r>
        <w:lastRenderedPageBreak/>
        <w:t>— </w:t>
      </w:r>
      <w:r w:rsidR="00C77A4E" w:rsidRPr="00275B88">
        <w:t>Tout marche très bien</w:t>
      </w:r>
      <w:r>
        <w:t xml:space="preserve">. </w:t>
      </w:r>
      <w:r w:rsidR="00C77A4E" w:rsidRPr="00275B88">
        <w:t>Je vais seulement m</w:t>
      </w:r>
      <w:r>
        <w:t>’</w:t>
      </w:r>
      <w:r w:rsidR="00C77A4E" w:rsidRPr="00275B88">
        <w:t>occuper de mettre notre ami Bellegarde à l</w:t>
      </w:r>
      <w:r>
        <w:t>’</w:t>
      </w:r>
      <w:r w:rsidR="00C77A4E" w:rsidRPr="00275B88">
        <w:t>abri de toute indiscrétion</w:t>
      </w:r>
      <w:r>
        <w:t xml:space="preserve">… </w:t>
      </w:r>
      <w:r w:rsidR="00C77A4E" w:rsidRPr="00275B88">
        <w:t>Mais je crois qu</w:t>
      </w:r>
      <w:r>
        <w:t>’</w:t>
      </w:r>
      <w:r w:rsidR="00C77A4E" w:rsidRPr="00275B88">
        <w:t>avant peu</w:t>
      </w:r>
      <w:r>
        <w:t xml:space="preserve">, </w:t>
      </w:r>
      <w:r w:rsidR="00C77A4E" w:rsidRPr="00275B88">
        <w:t>le véritable Belphégor aura de mes nouvelles</w:t>
      </w:r>
      <w:r>
        <w:t xml:space="preserve"> ! </w:t>
      </w:r>
      <w:r w:rsidR="00C77A4E" w:rsidRPr="00275B88">
        <w:t xml:space="preserve">Car cet animal de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est tellement buté</w:t>
      </w:r>
      <w:r>
        <w:t xml:space="preserve">, </w:t>
      </w:r>
      <w:r w:rsidR="00C77A4E" w:rsidRPr="00275B88">
        <w:t>malgré tout ce que j</w:t>
      </w:r>
      <w:r>
        <w:t>’</w:t>
      </w:r>
      <w:r w:rsidR="00C77A4E" w:rsidRPr="00275B88">
        <w:t>ai pu lui dire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est capable d</w:t>
      </w:r>
      <w:r>
        <w:t>’</w:t>
      </w:r>
      <w:r w:rsidR="00C77A4E" w:rsidRPr="00275B88">
        <w:t>attirer des ennuis à notre ami</w:t>
      </w:r>
      <w:r>
        <w:t xml:space="preserve"> ! </w:t>
      </w:r>
      <w:r w:rsidR="00C77A4E" w:rsidRPr="00275B88">
        <w:t>D</w:t>
      </w:r>
      <w:r>
        <w:t>’</w:t>
      </w:r>
      <w:r w:rsidR="00C77A4E" w:rsidRPr="00275B88">
        <w:t>autre part</w:t>
      </w:r>
      <w:r>
        <w:t xml:space="preserve">, </w:t>
      </w:r>
      <w:r w:rsidR="00C77A4E" w:rsidRPr="00275B88">
        <w:t>il faut bien reconnaître que le Fantôme du Louvre a fort habilement manœuvré</w:t>
      </w:r>
      <w:r>
        <w:t> !…</w:t>
      </w:r>
    </w:p>
    <w:p w14:paraId="10CC8B53" w14:textId="77777777" w:rsidR="002C50B2" w:rsidRDefault="00C77A4E" w:rsidP="002C50B2">
      <w:r w:rsidRPr="00275B88">
        <w:t>Chantecoq emmena aussitôt son hôte dans le laboratoire</w:t>
      </w:r>
      <w:r w:rsidR="002C50B2">
        <w:t xml:space="preserve">, </w:t>
      </w:r>
      <w:r w:rsidRPr="00275B88">
        <w:t>où nous l</w:t>
      </w:r>
      <w:r w:rsidR="002C50B2">
        <w:t>’</w:t>
      </w:r>
      <w:r w:rsidRPr="00275B88">
        <w:t>avons vu précédemment analyser le contenu de l</w:t>
      </w:r>
      <w:r w:rsidR="002C50B2">
        <w:t>’</w:t>
      </w:r>
      <w:r w:rsidRPr="00275B88">
        <w:t>un des bonbons empoisonnés</w:t>
      </w:r>
      <w:r w:rsidR="002C50B2">
        <w:t xml:space="preserve">. </w:t>
      </w:r>
      <w:r w:rsidRPr="00275B88">
        <w:t>Allant droit à une grande armoire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ouvrit 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clef empruntée au trousseau qu</w:t>
      </w:r>
      <w:r w:rsidR="002C50B2">
        <w:t>’</w:t>
      </w:r>
      <w:r w:rsidRPr="00275B88">
        <w:t>il avait toujours en poche</w:t>
      </w:r>
      <w:r w:rsidR="002C50B2">
        <w:t xml:space="preserve">. </w:t>
      </w:r>
      <w:r w:rsidRPr="00275B88">
        <w:t>Les deux battants du meuble laissèrent apparaître</w:t>
      </w:r>
      <w:r w:rsidR="002C50B2">
        <w:t xml:space="preserve">, </w:t>
      </w:r>
      <w:r w:rsidRPr="00275B88">
        <w:t>suspendus à des portemanteaux</w:t>
      </w:r>
      <w:r w:rsidR="002C50B2">
        <w:t xml:space="preserve">, </w:t>
      </w:r>
      <w:r w:rsidRPr="00275B88">
        <w:t>des vêtements et des uniformes de toutes sortes</w:t>
      </w:r>
      <w:r w:rsidR="002C50B2">
        <w:t>…</w:t>
      </w:r>
    </w:p>
    <w:p w14:paraId="152F9D7E" w14:textId="77777777" w:rsidR="002C50B2" w:rsidRDefault="00C77A4E" w:rsidP="002C50B2">
      <w:r w:rsidRPr="00275B88">
        <w:t>Chantecoq choisit tour à tour une redingote</w:t>
      </w:r>
      <w:r w:rsidR="002C50B2">
        <w:t xml:space="preserve">, </w:t>
      </w:r>
      <w:r w:rsidRPr="00275B88">
        <w:t>un gilet</w:t>
      </w:r>
      <w:r w:rsidR="002C50B2">
        <w:t xml:space="preserve">, </w:t>
      </w:r>
      <w:r w:rsidRPr="00275B88">
        <w:t>un pantalon noir et un chapeau genre Borsalino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remit à Bellegarde</w:t>
      </w:r>
      <w:r w:rsidR="002C50B2">
        <w:t xml:space="preserve">. </w:t>
      </w:r>
      <w:r w:rsidRPr="00275B88">
        <w:t>Il s</w:t>
      </w:r>
      <w:r w:rsidR="002C50B2">
        <w:t>’</w:t>
      </w:r>
      <w:r w:rsidRPr="00275B88">
        <w:t>en fut ensuite vers une commode</w:t>
      </w:r>
      <w:r w:rsidR="002C50B2">
        <w:t xml:space="preserve">, </w:t>
      </w:r>
      <w:r w:rsidRPr="00275B88">
        <w:t>dont il tira à lui le premier tiroir</w:t>
      </w:r>
      <w:r w:rsidR="002C50B2">
        <w:t xml:space="preserve">… </w:t>
      </w:r>
      <w:r w:rsidRPr="00275B88">
        <w:t>Il était rempli de boîtes en carton qui portaient toutes une étiquette</w:t>
      </w:r>
      <w:r w:rsidR="002C50B2">
        <w:t xml:space="preserve">. </w:t>
      </w:r>
      <w:r w:rsidRPr="00275B88">
        <w:t>Il en prit une et en retira une perruque aux cheveux abondants</w:t>
      </w:r>
      <w:r w:rsidR="002C50B2">
        <w:t xml:space="preserve">, </w:t>
      </w:r>
      <w:r w:rsidRPr="00275B88">
        <w:t>une moustache en crocs et une barbiche à la mousquetaire</w:t>
      </w:r>
      <w:r w:rsidR="002C50B2">
        <w:t xml:space="preserve">. </w:t>
      </w:r>
      <w:r w:rsidRPr="00275B88">
        <w:t>Puis il s</w:t>
      </w:r>
      <w:r w:rsidR="002C50B2">
        <w:t>’</w:t>
      </w:r>
      <w:r w:rsidRPr="00275B88">
        <w:t>en fut déposer tous ces postiches sur une table à maquillage</w:t>
      </w:r>
      <w:r w:rsidR="002C50B2">
        <w:t xml:space="preserve">, </w:t>
      </w:r>
      <w:r w:rsidRPr="00275B88">
        <w:t>telle qu</w:t>
      </w:r>
      <w:r w:rsidR="002C50B2">
        <w:t>’</w:t>
      </w:r>
      <w:r w:rsidRPr="00275B88">
        <w:t>on en voit dans les loges d</w:t>
      </w:r>
      <w:r w:rsidR="002C50B2">
        <w:t>’</w:t>
      </w:r>
      <w:r w:rsidRPr="00275B88">
        <w:t>artistes</w:t>
      </w:r>
      <w:r w:rsidR="002C50B2">
        <w:t xml:space="preserve">, </w:t>
      </w:r>
      <w:r w:rsidRPr="00275B88">
        <w:t>et qui était munie de tous les accessoires nécessaires</w:t>
      </w:r>
      <w:r w:rsidR="002C50B2">
        <w:t>.</w:t>
      </w:r>
    </w:p>
    <w:p w14:paraId="142C3594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quittant son complet</w:t>
      </w:r>
      <w:r w:rsidR="002C50B2">
        <w:t xml:space="preserve">, </w:t>
      </w:r>
      <w:r w:rsidRPr="00275B88">
        <w:t>commença à revêtir les habits que Chantecoq venait de lui remettre</w:t>
      </w:r>
      <w:r w:rsidR="002C50B2">
        <w:t>.</w:t>
      </w:r>
    </w:p>
    <w:p w14:paraId="289CBA98" w14:textId="77777777" w:rsidR="002C50B2" w:rsidRDefault="002C50B2" w:rsidP="002C50B2">
      <w:r>
        <w:t>— </w:t>
      </w:r>
      <w:r w:rsidR="00C77A4E" w:rsidRPr="00275B88">
        <w:t>Nous sommes à peu près de la même taille</w:t>
      </w:r>
      <w:r>
        <w:t xml:space="preserve">, </w:t>
      </w:r>
      <w:r w:rsidR="00C77A4E" w:rsidRPr="00275B88">
        <w:t>déclara ce dernier</w:t>
      </w:r>
      <w:r>
        <w:t xml:space="preserve">. </w:t>
      </w:r>
      <w:r w:rsidR="00C77A4E" w:rsidRPr="00275B88">
        <w:t>Vous allez voir que tout cela va vous aller à merveille</w:t>
      </w:r>
      <w:r>
        <w:t xml:space="preserve">.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le rôle que je vous demande de jouer ne réclame pas une grande élégance</w:t>
      </w:r>
      <w:r>
        <w:t>.</w:t>
      </w:r>
    </w:p>
    <w:p w14:paraId="1D35AFEB" w14:textId="77777777" w:rsidR="002C50B2" w:rsidRDefault="00C77A4E" w:rsidP="002C50B2">
      <w:r w:rsidRPr="00275B88">
        <w:lastRenderedPageBreak/>
        <w:t>Lorsque Bellegarde eut terminé son échange</w:t>
      </w:r>
      <w:r w:rsidR="002C50B2">
        <w:t xml:space="preserve">, </w:t>
      </w:r>
      <w:r w:rsidRPr="00275B88">
        <w:t>le roi des détectives lui jeta un peignoir sur les épaules</w:t>
      </w:r>
      <w:r w:rsidR="002C50B2">
        <w:t>.</w:t>
      </w:r>
    </w:p>
    <w:p w14:paraId="3F004D96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après l</w:t>
      </w:r>
      <w:r w:rsidR="002C50B2">
        <w:t>’</w:t>
      </w:r>
      <w:r w:rsidRPr="00275B88">
        <w:t>avoir fait asseoir devant la table à maquillage</w:t>
      </w:r>
      <w:r w:rsidR="002C50B2">
        <w:t xml:space="preserve">, </w:t>
      </w:r>
      <w:r w:rsidRPr="00275B88">
        <w:t>avec une dextérité et une sûreté de touche remarquables</w:t>
      </w:r>
      <w:r w:rsidR="002C50B2">
        <w:t xml:space="preserve">, </w:t>
      </w:r>
      <w:r w:rsidRPr="00275B88">
        <w:t>il enduisit le visage du journaliste d</w:t>
      </w:r>
      <w:r w:rsidR="002C50B2">
        <w:t>’</w:t>
      </w:r>
      <w:r w:rsidRPr="00275B88">
        <w:t>un fond de teint qui lui bistra la peau</w:t>
      </w:r>
      <w:r w:rsidR="002C50B2">
        <w:t xml:space="preserve">… </w:t>
      </w:r>
      <w:r w:rsidRPr="00275B88">
        <w:t>comme celle d</w:t>
      </w:r>
      <w:r w:rsidR="002C50B2">
        <w:t>’</w:t>
      </w:r>
      <w:r w:rsidRPr="00275B88">
        <w:t>un Italien de Calabre</w:t>
      </w:r>
      <w:r w:rsidR="002C50B2">
        <w:t xml:space="preserve">. </w:t>
      </w:r>
      <w:r w:rsidRPr="00275B88">
        <w:t>Ensuite</w:t>
      </w:r>
      <w:r w:rsidR="002C50B2">
        <w:t xml:space="preserve">, </w:t>
      </w:r>
      <w:r w:rsidRPr="00275B88">
        <w:t>il le coiffa de la perruque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aida à se coller sous le nez et le menton la moustache et la barbe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accordaient merveilleusement avec la chevelure postiche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après avoir remis à Jacques une paire de lunettes à monture d</w:t>
      </w:r>
      <w:r w:rsidR="002C50B2">
        <w:t>’</w:t>
      </w:r>
      <w:r w:rsidRPr="00275B88">
        <w:t>écaille</w:t>
      </w:r>
      <w:r w:rsidR="002C50B2">
        <w:t xml:space="preserve">, </w:t>
      </w:r>
      <w:r w:rsidRPr="00275B88">
        <w:t>que le jeune reporter s</w:t>
      </w:r>
      <w:r w:rsidR="002C50B2">
        <w:t>’</w:t>
      </w:r>
      <w:r w:rsidRPr="00275B88">
        <w:t>empressa de faire chevaucher sur son nez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55BF271B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mon ami</w:t>
      </w:r>
      <w:r>
        <w:t xml:space="preserve">, </w:t>
      </w:r>
      <w:r w:rsidR="00C77A4E" w:rsidRPr="00275B88">
        <w:t>regardez</w:t>
      </w:r>
      <w:r w:rsidR="00C77A4E">
        <w:t>-</w:t>
      </w:r>
      <w:r w:rsidR="00C77A4E" w:rsidRPr="00275B88">
        <w:t>vous dans la glace</w:t>
      </w:r>
      <w:r>
        <w:t> !</w:t>
      </w:r>
    </w:p>
    <w:p w14:paraId="7F4CB4C8" w14:textId="77777777" w:rsidR="002C50B2" w:rsidRDefault="00C77A4E" w:rsidP="002C50B2">
      <w:r w:rsidRPr="00275B88">
        <w:t>Bellegarde se plaça juste devant le miroir qui surmontait le meuble devant lequel il était assis</w:t>
      </w:r>
      <w:r w:rsidR="002C50B2">
        <w:t>.</w:t>
      </w:r>
    </w:p>
    <w:p w14:paraId="3AE5339A" w14:textId="77777777" w:rsidR="002C50B2" w:rsidRDefault="00C77A4E" w:rsidP="002C50B2">
      <w:r w:rsidRPr="00275B88">
        <w:t>Une exclamation de surprise et de satisfaction lui échappa</w:t>
      </w:r>
      <w:r w:rsidR="002C50B2">
        <w:t>…</w:t>
      </w:r>
    </w:p>
    <w:p w14:paraId="4ADA5908" w14:textId="77777777" w:rsidR="002C50B2" w:rsidRDefault="00C77A4E" w:rsidP="002C50B2">
      <w:pPr>
        <w:rPr>
          <w:i/>
          <w:iCs/>
        </w:rPr>
      </w:pPr>
      <w:r w:rsidRPr="00275B88">
        <w:t>En effet</w:t>
      </w:r>
      <w:r w:rsidR="002C50B2">
        <w:t xml:space="preserve">, </w:t>
      </w:r>
      <w:r w:rsidRPr="00275B88">
        <w:t>la transformation était si complète</w:t>
      </w:r>
      <w:r w:rsidR="002C50B2">
        <w:t xml:space="preserve">, </w:t>
      </w:r>
      <w:r w:rsidRPr="00275B88">
        <w:t>si absolue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était impossible</w:t>
      </w:r>
      <w:r w:rsidR="002C50B2">
        <w:t xml:space="preserve">, </w:t>
      </w:r>
      <w:r w:rsidRPr="00275B88">
        <w:t>même à l</w:t>
      </w:r>
      <w:r w:rsidR="002C50B2">
        <w:t>’</w:t>
      </w:r>
      <w:r w:rsidRPr="00275B88">
        <w:t>œil le plus exercé</w:t>
      </w:r>
      <w:r w:rsidR="002C50B2">
        <w:t xml:space="preserve">, </w:t>
      </w:r>
      <w:r w:rsidRPr="00275B88">
        <w:t>de penser qu</w:t>
      </w:r>
      <w:r w:rsidR="002C50B2">
        <w:t>’</w:t>
      </w:r>
      <w:r w:rsidRPr="00275B88">
        <w:t>elle était due à un artifice de camouflage et que le personnage qui se dissimulait sous cette identité nouvelle n</w:t>
      </w:r>
      <w:r w:rsidR="002C50B2">
        <w:t>’</w:t>
      </w:r>
      <w:r w:rsidRPr="00275B88">
        <w:t xml:space="preserve">était autre que le jeune et déjà célèbre reporter du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>.</w:t>
      </w:r>
    </w:p>
    <w:p w14:paraId="6630828C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ravi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> :</w:t>
      </w:r>
    </w:p>
    <w:p w14:paraId="086F3E61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parfait</w:t>
      </w:r>
      <w:r>
        <w:t xml:space="preserve"> ! </w:t>
      </w:r>
      <w:r w:rsidR="00C77A4E" w:rsidRPr="00275B88">
        <w:t>Et je défie qui que ce soit de vous repérer</w:t>
      </w:r>
      <w:r>
        <w:t>.</w:t>
      </w:r>
    </w:p>
    <w:p w14:paraId="03BED960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prodigieux</w:t>
      </w:r>
      <w:r>
        <w:t xml:space="preserve"> ! </w:t>
      </w:r>
      <w:r w:rsidR="00C77A4E" w:rsidRPr="00275B88">
        <w:t>admirait le journaliste</w:t>
      </w:r>
      <w:r>
        <w:t>.</w:t>
      </w:r>
    </w:p>
    <w:p w14:paraId="39AF916F" w14:textId="77777777" w:rsidR="002C50B2" w:rsidRDefault="00C77A4E" w:rsidP="002C50B2">
      <w:r w:rsidRPr="00275B88">
        <w:t>D</w:t>
      </w:r>
      <w:r w:rsidR="002C50B2">
        <w:t>’</w:t>
      </w:r>
      <w:r w:rsidRPr="00275B88">
        <w:t>un air résolu</w:t>
      </w:r>
      <w:r w:rsidR="002C50B2">
        <w:t xml:space="preserve">, </w:t>
      </w:r>
      <w:r w:rsidRPr="00275B88">
        <w:t>Chantecoq scanda</w:t>
      </w:r>
      <w:r w:rsidR="002C50B2">
        <w:t> :</w:t>
      </w:r>
    </w:p>
    <w:p w14:paraId="6BDAD027" w14:textId="77777777" w:rsidR="002C50B2" w:rsidRDefault="002C50B2" w:rsidP="002C50B2">
      <w:r>
        <w:lastRenderedPageBreak/>
        <w:t>— </w:t>
      </w:r>
      <w:r w:rsidR="00C77A4E" w:rsidRPr="00275B88">
        <w:t>Maintenant</w:t>
      </w:r>
      <w:r>
        <w:t xml:space="preserve">, </w:t>
      </w:r>
      <w:r w:rsidR="00C77A4E" w:rsidRPr="00275B88">
        <w:t>seigneur Belphégor</w:t>
      </w:r>
      <w:r>
        <w:t xml:space="preserve">, </w:t>
      </w:r>
      <w:r w:rsidR="00C77A4E" w:rsidRPr="00275B88">
        <w:t>à nous deux</w:t>
      </w:r>
      <w:r>
        <w:t> !</w:t>
      </w:r>
    </w:p>
    <w:p w14:paraId="0EC38E8C" w14:textId="1F6B20EC" w:rsidR="002C50B2" w:rsidRDefault="002C50B2" w:rsidP="002C50B2"/>
    <w:p w14:paraId="26416331" w14:textId="77777777" w:rsidR="002C50B2" w:rsidRDefault="00C77A4E" w:rsidP="002C50B2">
      <w:r w:rsidRPr="00275B88">
        <w:t>À la même heure</w:t>
      </w:r>
      <w:r w:rsidR="002C50B2">
        <w:t xml:space="preserve">, </w:t>
      </w:r>
      <w:r w:rsidRPr="00275B88">
        <w:t>une torpédo sport filait à toute allure sur la route de Mantes à Dreux</w:t>
      </w:r>
      <w:r w:rsidR="002C50B2">
        <w:t xml:space="preserve">… </w:t>
      </w:r>
      <w:r w:rsidRPr="00275B88">
        <w:t>Le bossu tenait le volant</w:t>
      </w:r>
      <w:r w:rsidR="002C50B2">
        <w:t xml:space="preserve">… </w:t>
      </w:r>
      <w:r w:rsidRPr="00275B88">
        <w:t>Assis près de lui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homme à la salopette lisait à haute voix le billet suivant</w:t>
      </w:r>
      <w:r w:rsidR="002C50B2">
        <w:t> :</w:t>
      </w:r>
    </w:p>
    <w:p w14:paraId="1CAD9312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Lorsque vous aurez transporté le trésor à l</w:t>
      </w:r>
      <w:r w:rsidR="002C50B2">
        <w:rPr>
          <w:i/>
          <w:iCs/>
        </w:rPr>
        <w:t>’</w:t>
      </w:r>
      <w:r w:rsidRPr="00275B88">
        <w:rPr>
          <w:i/>
          <w:iCs/>
        </w:rPr>
        <w:t>endroit que je vous ai indiqué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il ne vous restera plus qu</w:t>
      </w:r>
      <w:r w:rsidR="002C50B2">
        <w:rPr>
          <w:i/>
          <w:iCs/>
        </w:rPr>
        <w:t>’</w:t>
      </w:r>
      <w:r w:rsidRPr="00275B88">
        <w:rPr>
          <w:i/>
          <w:iCs/>
        </w:rPr>
        <w:t>à me débarrasser de Chantecoq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qui commence à devenir singulièrement encombrant</w:t>
      </w:r>
      <w:r w:rsidR="002C50B2">
        <w:rPr>
          <w:i/>
          <w:iCs/>
        </w:rPr>
        <w:t>.</w:t>
      </w:r>
    </w:p>
    <w:p w14:paraId="14530DAF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Belphégor</w:t>
      </w:r>
      <w:r w:rsidR="002C50B2">
        <w:rPr>
          <w:i/>
          <w:iCs/>
        </w:rPr>
        <w:t>.</w:t>
      </w:r>
    </w:p>
    <w:p w14:paraId="36D3420B" w14:textId="77777777" w:rsidR="002C50B2" w:rsidRDefault="00C77A4E" w:rsidP="002C50B2">
      <w:r w:rsidRPr="00275B88">
        <w:t>Le bossu eut plusieurs petits hochements de tête approbatifs</w:t>
      </w:r>
      <w:r w:rsidR="002C50B2">
        <w:t>.</w:t>
      </w:r>
    </w:p>
    <w:p w14:paraId="57CFB951" w14:textId="77777777" w:rsidR="002C50B2" w:rsidRDefault="00C77A4E" w:rsidP="002C50B2">
      <w:r w:rsidRPr="00275B88">
        <w:t>Tout en déchirant le papier en mille morceaux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abandonna au vent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homme à la salopette martela</w:t>
      </w:r>
      <w:r w:rsidR="002C50B2">
        <w:t> :</w:t>
      </w:r>
    </w:p>
    <w:p w14:paraId="01A79B5D" w14:textId="77777777" w:rsidR="002C50B2" w:rsidRDefault="002C50B2" w:rsidP="002C50B2">
      <w:r>
        <w:t>— </w:t>
      </w:r>
      <w:r w:rsidR="00C77A4E" w:rsidRPr="00275B88">
        <w:t>Ce détective est un adversaire redoutable</w:t>
      </w:r>
      <w:r>
        <w:t>.</w:t>
      </w:r>
    </w:p>
    <w:p w14:paraId="189313C8" w14:textId="77777777" w:rsidR="002C50B2" w:rsidRDefault="002C50B2" w:rsidP="002C50B2">
      <w:r>
        <w:t>— </w:t>
      </w:r>
      <w:r w:rsidR="00C77A4E" w:rsidRPr="00275B88">
        <w:t>Possible</w:t>
      </w:r>
      <w:r>
        <w:t xml:space="preserve"> ! </w:t>
      </w:r>
      <w:r w:rsidR="00C77A4E" w:rsidRPr="00275B88">
        <w:t>ricana le bossu</w:t>
      </w:r>
      <w:r>
        <w:t>…</w:t>
      </w:r>
    </w:p>
    <w:p w14:paraId="5D6BB7A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le regard tout flambant d</w:t>
      </w:r>
      <w:r w:rsidR="002C50B2">
        <w:t>’</w:t>
      </w:r>
      <w:r w:rsidRPr="00275B88">
        <w:t>une haine et d</w:t>
      </w:r>
      <w:r w:rsidR="002C50B2">
        <w:t>’</w:t>
      </w:r>
      <w:r w:rsidRPr="00275B88">
        <w:t>une cruauté implacables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7858D1E6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Mais demain soir</w:t>
      </w:r>
      <w:r>
        <w:t xml:space="preserve">, </w:t>
      </w:r>
      <w:r w:rsidR="00C77A4E" w:rsidRPr="00F2294A">
        <w:rPr>
          <w:i/>
          <w:iCs/>
        </w:rPr>
        <w:t>le coq aura fini de chanter</w:t>
      </w:r>
      <w:r>
        <w:rPr>
          <w:i/>
          <w:iCs/>
        </w:rPr>
        <w:t> !</w:t>
      </w:r>
    </w:p>
    <w:p w14:paraId="26ED86BD" w14:textId="1308953A" w:rsidR="00C77A4E" w:rsidRPr="002C50B2" w:rsidRDefault="002C50B2" w:rsidP="002C50B2">
      <w:pPr>
        <w:pStyle w:val="Titre1"/>
      </w:pPr>
      <w:bookmarkStart w:id="60" w:name="_Toc145914628"/>
      <w:r>
        <w:lastRenderedPageBreak/>
        <w:br/>
      </w:r>
      <w:r>
        <w:br/>
      </w:r>
      <w:bookmarkStart w:id="61" w:name="_Toc203477079"/>
      <w:r w:rsidR="00C77A4E" w:rsidRPr="002C50B2">
        <w:t>TROISIÈME PARTIE</w:t>
      </w:r>
      <w:bookmarkEnd w:id="60"/>
      <w:r w:rsidR="00C77A4E" w:rsidRPr="002C50B2">
        <w:br/>
      </w:r>
      <w:r w:rsidR="00C77A4E" w:rsidRPr="002C50B2">
        <w:br/>
      </w:r>
      <w:bookmarkStart w:id="62" w:name="_Toc145914629"/>
      <w:r w:rsidR="00C77A4E" w:rsidRPr="002C50B2">
        <w:t>LE FANTÔME NOIR</w:t>
      </w:r>
      <w:bookmarkEnd w:id="61"/>
      <w:bookmarkEnd w:id="62"/>
    </w:p>
    <w:p w14:paraId="0156D4E2" w14:textId="77777777" w:rsidR="00C77A4E" w:rsidRPr="00F2294A" w:rsidRDefault="00C77A4E" w:rsidP="002C50B2">
      <w:pPr>
        <w:pStyle w:val="Titre2"/>
      </w:pPr>
      <w:bookmarkStart w:id="63" w:name="_Toc145914630"/>
      <w:bookmarkStart w:id="64" w:name="_Toc203477080"/>
      <w:r w:rsidRPr="00F2294A">
        <w:lastRenderedPageBreak/>
        <w:t>I</w:t>
      </w:r>
      <w:bookmarkEnd w:id="63"/>
      <w:r>
        <w:br/>
      </w:r>
      <w:r>
        <w:br/>
      </w:r>
      <w:bookmarkStart w:id="65" w:name="_Toc145914631"/>
      <w:r w:rsidRPr="00F2294A">
        <w:t>LE GRIMOIRE DE RUGGIERI</w:t>
      </w:r>
      <w:bookmarkEnd w:id="64"/>
      <w:bookmarkEnd w:id="65"/>
      <w:r>
        <w:br/>
      </w:r>
    </w:p>
    <w:p w14:paraId="01C6F4CB" w14:textId="77777777" w:rsidR="002C50B2" w:rsidRDefault="00C77A4E" w:rsidP="002C50B2">
      <w:r w:rsidRPr="00275B88">
        <w:t>Sur la route de Mantes à Dreux</w:t>
      </w:r>
      <w:r w:rsidR="002C50B2">
        <w:t xml:space="preserve">, </w:t>
      </w:r>
      <w:r w:rsidRPr="00275B88">
        <w:t>à quelques kilomètres de cette dernière ville</w:t>
      </w:r>
      <w:r w:rsidR="002C50B2">
        <w:t xml:space="preserve">, </w:t>
      </w:r>
      <w:r w:rsidRPr="00275B88">
        <w:t>le château de Courteuil</w:t>
      </w:r>
      <w:r w:rsidR="002C50B2">
        <w:t xml:space="preserve">, </w:t>
      </w:r>
      <w:r w:rsidRPr="00275B88">
        <w:t>qui datait de la Renaissance</w:t>
      </w:r>
      <w:r w:rsidR="002C50B2">
        <w:t xml:space="preserve">, </w:t>
      </w:r>
      <w:r w:rsidRPr="00275B88">
        <w:t>dressait sa magnifique silhouette</w:t>
      </w:r>
      <w:r w:rsidR="002C50B2">
        <w:t>.</w:t>
      </w:r>
    </w:p>
    <w:p w14:paraId="31630E06" w14:textId="77777777" w:rsidR="002C50B2" w:rsidRDefault="00C77A4E" w:rsidP="002C50B2">
      <w:r w:rsidRPr="00275B88">
        <w:t>Le baron Papillon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en était rendu acquéreur quelques années auparavant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en avait pas fait seulement restaurer l</w:t>
      </w:r>
      <w:r w:rsidR="002C50B2">
        <w:t>’</w:t>
      </w:r>
      <w:r w:rsidRPr="00275B88">
        <w:t>extérieur</w:t>
      </w:r>
      <w:r w:rsidR="002C50B2">
        <w:t xml:space="preserve"> ; </w:t>
      </w:r>
      <w:r w:rsidRPr="00275B88">
        <w:t>il avait aussi voulu que l</w:t>
      </w:r>
      <w:r w:rsidR="002C50B2">
        <w:t>’</w:t>
      </w:r>
      <w:r w:rsidRPr="00275B88">
        <w:t>intérieur fût meublé comme il l</w:t>
      </w:r>
      <w:r w:rsidR="002C50B2">
        <w:t>’</w:t>
      </w:r>
      <w:r w:rsidRPr="00275B88">
        <w:t>était autrefois</w:t>
      </w:r>
      <w:r w:rsidR="002C50B2">
        <w:t xml:space="preserve">. </w:t>
      </w:r>
      <w:r w:rsidRPr="00275B88">
        <w:t>Et nous devons dire qu</w:t>
      </w:r>
      <w:r w:rsidR="002C50B2">
        <w:t>’</w:t>
      </w:r>
      <w:r w:rsidRPr="00275B88">
        <w:t>il avait presque atteint son but</w:t>
      </w:r>
      <w:r w:rsidR="002C50B2">
        <w:t>.</w:t>
      </w:r>
    </w:p>
    <w:p w14:paraId="5207823D" w14:textId="77777777" w:rsidR="002C50B2" w:rsidRDefault="00C77A4E" w:rsidP="002C50B2">
      <w:r w:rsidRPr="00275B88">
        <w:t>Après avoir franchi une superbe grille monumentale en fer forgé et traversé une vaste cour d</w:t>
      </w:r>
      <w:r w:rsidR="002C50B2">
        <w:t>’</w:t>
      </w:r>
      <w:r w:rsidRPr="00275B88">
        <w:t>honneur</w:t>
      </w:r>
      <w:r w:rsidR="002C50B2">
        <w:t xml:space="preserve">, </w:t>
      </w:r>
      <w:r w:rsidRPr="00275B88">
        <w:t>on pénétrait dans la salle des gardes</w:t>
      </w:r>
      <w:r w:rsidR="002C50B2">
        <w:t xml:space="preserve">, </w:t>
      </w:r>
      <w:r w:rsidRPr="00275B88">
        <w:t>ornée de statues et d</w:t>
      </w:r>
      <w:r w:rsidR="002C50B2">
        <w:t>’</w:t>
      </w:r>
      <w:r w:rsidRPr="00275B88">
        <w:t>armures</w:t>
      </w:r>
      <w:r w:rsidR="002C50B2">
        <w:t xml:space="preserve">, </w:t>
      </w:r>
      <w:r w:rsidRPr="00275B88">
        <w:t>et au fond de laquelle s</w:t>
      </w:r>
      <w:r w:rsidR="002C50B2">
        <w:t>’</w:t>
      </w:r>
      <w:r w:rsidRPr="00275B88">
        <w:t>amorçait un très bel escalier en pierre</w:t>
      </w:r>
      <w:r w:rsidR="002C50B2">
        <w:t xml:space="preserve">, </w:t>
      </w:r>
      <w:r w:rsidRPr="00275B88">
        <w:t>à double évolution</w:t>
      </w:r>
      <w:r w:rsidR="002C50B2">
        <w:t xml:space="preserve">, </w:t>
      </w:r>
      <w:r w:rsidRPr="00275B88">
        <w:t>qui aboutissait</w:t>
      </w:r>
      <w:r w:rsidR="002C50B2">
        <w:t xml:space="preserve">, </w:t>
      </w:r>
      <w:r w:rsidRPr="00275B88">
        <w:t>au premier étage</w:t>
      </w:r>
      <w:r w:rsidR="002C50B2">
        <w:t xml:space="preserve">, </w:t>
      </w:r>
      <w:r w:rsidRPr="00275B88">
        <w:t>à un large vestibule dont les murs étaient tendus de tapisseries de haute lice</w:t>
      </w:r>
      <w:r w:rsidR="002C50B2">
        <w:t>.</w:t>
      </w:r>
    </w:p>
    <w:p w14:paraId="29DBE44C" w14:textId="77777777" w:rsidR="002C50B2" w:rsidRDefault="00C77A4E" w:rsidP="002C50B2">
      <w:r w:rsidRPr="00275B88">
        <w:t xml:space="preserve">Ce vestibule desservait un très beau salon </w:t>
      </w:r>
      <w:r w:rsidR="002C50B2" w:rsidRPr="00275B88">
        <w:t>Louis</w:t>
      </w:r>
      <w:r w:rsidR="002C50B2">
        <w:t> </w:t>
      </w:r>
      <w:r w:rsidR="002C50B2" w:rsidRPr="00275B88">
        <w:t>XV</w:t>
      </w:r>
      <w:r w:rsidRPr="00275B88">
        <w:t xml:space="preserve"> aux boiseries délicatement ouvragées et qui avaient conservé leurs ors</w:t>
      </w:r>
      <w:r w:rsidR="002C50B2">
        <w:t xml:space="preserve">, </w:t>
      </w:r>
      <w:r w:rsidRPr="00275B88">
        <w:t>aux meubles rares et aux tableaux de maîtres</w:t>
      </w:r>
      <w:r w:rsidR="002C50B2">
        <w:t xml:space="preserve">… </w:t>
      </w:r>
      <w:r w:rsidRPr="00275B88">
        <w:t>Le parquet était garni d</w:t>
      </w:r>
      <w:r w:rsidR="002C50B2">
        <w:t>’</w:t>
      </w:r>
      <w:r w:rsidRPr="00275B88">
        <w:t>un splendide et unique tapis de la Savonnerie</w:t>
      </w:r>
      <w:r w:rsidR="002C50B2">
        <w:t>.</w:t>
      </w:r>
    </w:p>
    <w:p w14:paraId="5CA0DE33" w14:textId="77777777" w:rsidR="002C50B2" w:rsidRDefault="00C77A4E" w:rsidP="002C50B2">
      <w:r w:rsidRPr="00275B88">
        <w:t>Cette pièce vraiment admirable communiquait directement avec une immense bibliothèque dont les quatre faces étaient garnies de rayons où s</w:t>
      </w:r>
      <w:r w:rsidR="002C50B2">
        <w:t>’</w:t>
      </w:r>
      <w:r w:rsidRPr="00275B88">
        <w:t xml:space="preserve">alignaient plusieurs milliers de </w:t>
      </w:r>
      <w:r w:rsidRPr="00275B88">
        <w:lastRenderedPageBreak/>
        <w:t>volumes dont certains eussent été dignes de figurer à l</w:t>
      </w:r>
      <w:r w:rsidR="002C50B2">
        <w:t>’</w:t>
      </w:r>
      <w:r w:rsidRPr="00275B88">
        <w:t>Arsenal</w:t>
      </w:r>
      <w:r w:rsidR="002C50B2">
        <w:t xml:space="preserve">, </w:t>
      </w:r>
      <w:r w:rsidRPr="00275B88">
        <w:t>à Chantilly ou à la Mazarine</w:t>
      </w:r>
      <w:r w:rsidR="002C50B2">
        <w:t>.</w:t>
      </w:r>
    </w:p>
    <w:p w14:paraId="1D1034D7" w14:textId="77777777" w:rsidR="002C50B2" w:rsidRDefault="00C77A4E" w:rsidP="002C50B2">
      <w:r w:rsidRPr="00275B88">
        <w:t>Ce jour</w:t>
      </w:r>
      <w:r>
        <w:t>-</w:t>
      </w:r>
      <w:r w:rsidRPr="00275B88">
        <w:t>là</w:t>
      </w:r>
      <w:r w:rsidR="002C50B2">
        <w:t xml:space="preserve">, </w:t>
      </w:r>
      <w:r w:rsidRPr="00275B88">
        <w:t>dans cette salle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homme chargé par le baron Papillon de surveiller toutes ces richesses était assis devant une table </w:t>
      </w:r>
      <w:r w:rsidR="002C50B2" w:rsidRPr="00275B88">
        <w:t>Louis</w:t>
      </w:r>
      <w:r w:rsidR="002C50B2">
        <w:t> </w:t>
      </w:r>
      <w:r w:rsidR="002C50B2" w:rsidRPr="00275B88">
        <w:t>XIII</w:t>
      </w:r>
      <w:r w:rsidR="002C50B2">
        <w:t xml:space="preserve">, </w:t>
      </w:r>
      <w:r w:rsidRPr="00275B88">
        <w:t>sur laquelle reposait un colis de forme rectangulaire et qu</w:t>
      </w:r>
      <w:r w:rsidR="002C50B2">
        <w:t>’</w:t>
      </w:r>
      <w:r w:rsidRPr="00275B88">
        <w:t>enveloppait une toile d</w:t>
      </w:r>
      <w:r w:rsidR="002C50B2">
        <w:t>’</w:t>
      </w:r>
      <w:r w:rsidRPr="00275B88">
        <w:t>emballage marquée de plusieurs cachets de cire rouge</w:t>
      </w:r>
      <w:r w:rsidR="002C50B2">
        <w:t xml:space="preserve">. </w:t>
      </w:r>
      <w:r w:rsidRPr="00275B88">
        <w:t>Ce personnage n</w:t>
      </w:r>
      <w:r w:rsidR="002C50B2">
        <w:t>’</w:t>
      </w:r>
      <w:r w:rsidRPr="00275B88">
        <w:t>était autre que le bossu mystérieux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 des complices de Belphégor</w:t>
      </w:r>
      <w:r w:rsidR="002C50B2">
        <w:t>.</w:t>
      </w:r>
    </w:p>
    <w:p w14:paraId="3A874C63" w14:textId="77777777" w:rsidR="002C50B2" w:rsidRDefault="00C77A4E" w:rsidP="002C50B2">
      <w:r w:rsidRPr="00275B88">
        <w:t>L</w:t>
      </w:r>
      <w:r w:rsidR="002C50B2">
        <w:t>’</w:t>
      </w:r>
      <w:r w:rsidRPr="00275B88">
        <w:t>autre comparse</w:t>
      </w:r>
      <w:r w:rsidR="002C50B2">
        <w:t xml:space="preserve">, </w:t>
      </w:r>
      <w:r w:rsidRPr="00275B88">
        <w:t>c</w:t>
      </w:r>
      <w:r w:rsidR="002C50B2">
        <w:t>’</w:t>
      </w:r>
      <w:r w:rsidRPr="00275B88">
        <w:t>est</w:t>
      </w:r>
      <w:r>
        <w:t>-</w:t>
      </w:r>
      <w:r w:rsidRPr="00275B88">
        <w:t>à</w:t>
      </w:r>
      <w:r>
        <w:t>-</w:t>
      </w:r>
      <w:r w:rsidRPr="00275B88">
        <w:t>dire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se tenait debout près du bureau</w:t>
      </w:r>
      <w:r w:rsidR="002C50B2">
        <w:t xml:space="preserve">, </w:t>
      </w:r>
      <w:r w:rsidRPr="00275B88">
        <w:t>sa casquette à la main</w:t>
      </w:r>
      <w:r w:rsidR="002C50B2">
        <w:t xml:space="preserve">. </w:t>
      </w:r>
      <w:r w:rsidRPr="00275B88">
        <w:t>En face d</w:t>
      </w:r>
      <w:r w:rsidR="002C50B2">
        <w:t>’</w:t>
      </w:r>
      <w:r w:rsidRPr="00275B88">
        <w:t>eux</w:t>
      </w:r>
      <w:r w:rsidR="002C50B2">
        <w:t xml:space="preserve">, </w:t>
      </w:r>
      <w:r w:rsidRPr="00275B88">
        <w:t>un concierge en livrée écoutait</w:t>
      </w:r>
      <w:r w:rsidR="002C50B2">
        <w:t xml:space="preserve">, </w:t>
      </w:r>
      <w:r w:rsidRPr="00275B88">
        <w:t>en une attitude respectueuse</w:t>
      </w:r>
      <w:r w:rsidR="002C50B2">
        <w:t xml:space="preserve">, </w:t>
      </w:r>
      <w:r w:rsidRPr="00275B88">
        <w:t>les ordres du bossu</w:t>
      </w:r>
      <w:r w:rsidR="002C50B2">
        <w:t xml:space="preserve">. </w:t>
      </w:r>
      <w:r w:rsidRPr="00275B88">
        <w:t>Celui</w:t>
      </w:r>
      <w:r>
        <w:t>-</w:t>
      </w:r>
      <w:r w:rsidRPr="00275B88">
        <w:t>ci lui disait</w:t>
      </w:r>
      <w:r w:rsidR="002C50B2">
        <w:t xml:space="preserve">, </w:t>
      </w:r>
      <w:r w:rsidRPr="00275B88">
        <w:t>sur un ton qui révélait immédiatement la place importante qu</w:t>
      </w:r>
      <w:r w:rsidR="002C50B2">
        <w:t>’</w:t>
      </w:r>
      <w:r w:rsidRPr="00275B88">
        <w:t>il occupait dans la maison</w:t>
      </w:r>
      <w:r w:rsidR="002C50B2">
        <w:t> :</w:t>
      </w:r>
    </w:p>
    <w:p w14:paraId="19ADC4FB" w14:textId="361630EB" w:rsidR="002C50B2" w:rsidRDefault="002C50B2" w:rsidP="002C50B2">
      <w:r>
        <w:t>— </w:t>
      </w:r>
      <w:r w:rsidR="00C77A4E" w:rsidRPr="00275B88">
        <w:t>Par suite d</w:t>
      </w:r>
      <w:r>
        <w:t>’</w:t>
      </w:r>
      <w:r w:rsidR="00C77A4E" w:rsidRPr="00275B88">
        <w:t>un accident survenu au mécanisme secret des oubliettes</w:t>
      </w:r>
      <w:r>
        <w:t>, M. </w:t>
      </w:r>
      <w:r w:rsidR="00C77A4E" w:rsidRPr="00275B88">
        <w:t>le baron a donné l</w:t>
      </w:r>
      <w:r>
        <w:t>’</w:t>
      </w:r>
      <w:r w:rsidR="00C77A4E" w:rsidRPr="00275B88">
        <w:t>ordre d</w:t>
      </w:r>
      <w:r>
        <w:t>’</w:t>
      </w:r>
      <w:r w:rsidR="00C77A4E" w:rsidRPr="00275B88">
        <w:t>interdire toute visite au château</w:t>
      </w:r>
      <w:r>
        <w:t>.</w:t>
      </w:r>
    </w:p>
    <w:p w14:paraId="2267A4F7" w14:textId="77777777" w:rsidR="002C50B2" w:rsidRDefault="002C50B2" w:rsidP="002C50B2">
      <w:r>
        <w:t>— </w:t>
      </w:r>
      <w:r w:rsidR="00C77A4E" w:rsidRPr="00275B88">
        <w:t>Bien</w:t>
      </w:r>
      <w:r>
        <w:t xml:space="preserve">, </w:t>
      </w:r>
      <w:r w:rsidR="00C77A4E" w:rsidRPr="00275B88">
        <w:t>monsieur le secrétaire</w:t>
      </w:r>
      <w:r>
        <w:t xml:space="preserve">, </w:t>
      </w:r>
      <w:r w:rsidR="00C77A4E" w:rsidRPr="00275B88">
        <w:t>répondait le portier en s</w:t>
      </w:r>
      <w:r>
        <w:t>’</w:t>
      </w:r>
      <w:r w:rsidR="00C77A4E" w:rsidRPr="00275B88">
        <w:t>inclinant</w:t>
      </w:r>
      <w:r>
        <w:t>.</w:t>
      </w:r>
    </w:p>
    <w:p w14:paraId="45C4083F" w14:textId="77777777" w:rsidR="002C50B2" w:rsidRDefault="00C77A4E" w:rsidP="002C50B2">
      <w:r w:rsidRPr="00275B88">
        <w:t>Désignant à celui</w:t>
      </w:r>
      <w:r>
        <w:t>-</w:t>
      </w:r>
      <w:r w:rsidRPr="00275B88">
        <w:t>ci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le bossu poursuivit</w:t>
      </w:r>
      <w:r w:rsidR="002C50B2">
        <w:t> :</w:t>
      </w:r>
    </w:p>
    <w:p w14:paraId="3A82D612" w14:textId="77777777" w:rsidR="002C50B2" w:rsidRDefault="002C50B2" w:rsidP="002C50B2">
      <w:r>
        <w:t>— </w:t>
      </w:r>
      <w:r w:rsidR="00C77A4E" w:rsidRPr="00275B88">
        <w:t>Monsieur est un ouvrier spécialiste que j</w:t>
      </w:r>
      <w:r>
        <w:t>’</w:t>
      </w:r>
      <w:r w:rsidR="00C77A4E" w:rsidRPr="00275B88">
        <w:t>ai amené de Paris et qui doit exécuter devant moi les réparations</w:t>
      </w:r>
      <w:r>
        <w:t>.</w:t>
      </w:r>
    </w:p>
    <w:p w14:paraId="6F7B1157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avec force</w:t>
      </w:r>
      <w:r w:rsidR="002C50B2">
        <w:t xml:space="preserve">, </w:t>
      </w:r>
      <w:r w:rsidRPr="00275B88">
        <w:t>il scanda</w:t>
      </w:r>
      <w:r w:rsidR="002C50B2">
        <w:t> :</w:t>
      </w:r>
    </w:p>
    <w:p w14:paraId="62EAF788" w14:textId="77777777" w:rsidR="002C50B2" w:rsidRDefault="002C50B2" w:rsidP="002C50B2">
      <w:r>
        <w:t>— </w:t>
      </w:r>
      <w:r w:rsidR="00C77A4E" w:rsidRPr="00275B88">
        <w:t>Vous veillerez à ce que personne ne nous dérange pendant l</w:t>
      </w:r>
      <w:r>
        <w:t>’</w:t>
      </w:r>
      <w:r w:rsidR="00C77A4E" w:rsidRPr="00275B88">
        <w:t>exécution des travaux</w:t>
      </w:r>
      <w:r>
        <w:t>.</w:t>
      </w:r>
    </w:p>
    <w:p w14:paraId="52962B7A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impératif</w:t>
      </w:r>
      <w:r w:rsidR="002C50B2">
        <w:t xml:space="preserve">, </w:t>
      </w:r>
      <w:r w:rsidRPr="00275B88">
        <w:t>il congédia le concierge qui s</w:t>
      </w:r>
      <w:r w:rsidR="002C50B2">
        <w:t>’</w:t>
      </w:r>
      <w:r w:rsidRPr="00275B88">
        <w:t>empressa de déguerpir</w:t>
      </w:r>
      <w:r w:rsidR="002C50B2">
        <w:t xml:space="preserve">. </w:t>
      </w:r>
      <w:r w:rsidRPr="00275B88">
        <w:t>Le bossu et l</w:t>
      </w:r>
      <w:r w:rsidR="002C50B2">
        <w:t>’</w:t>
      </w:r>
      <w:r w:rsidRPr="00275B88">
        <w:t>homme à la salopette restèrent seuls en présence</w:t>
      </w:r>
      <w:r w:rsidR="002C50B2">
        <w:t xml:space="preserve">… </w:t>
      </w:r>
      <w:r w:rsidRPr="00275B88">
        <w:t>Un instant</w:t>
      </w:r>
      <w:r w:rsidR="002C50B2">
        <w:t xml:space="preserve">, </w:t>
      </w:r>
      <w:r w:rsidRPr="00275B88">
        <w:t>ils se turent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qui ne semblait doué ni du même cran</w:t>
      </w:r>
      <w:r w:rsidR="002C50B2">
        <w:t xml:space="preserve">, </w:t>
      </w:r>
      <w:r w:rsidRPr="00275B88">
        <w:t>ni de la même autorité que son interlocuteur</w:t>
      </w:r>
      <w:r w:rsidR="002C50B2">
        <w:t xml:space="preserve">, </w:t>
      </w:r>
      <w:r w:rsidRPr="00275B88">
        <w:t>rompit le premier le silence</w:t>
      </w:r>
      <w:r w:rsidR="002C50B2">
        <w:t>.</w:t>
      </w:r>
    </w:p>
    <w:p w14:paraId="61D833C0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vous croyez que nous ne risquons rien</w:t>
      </w:r>
      <w:r>
        <w:t> ?</w:t>
      </w:r>
    </w:p>
    <w:p w14:paraId="277F1B49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 ! </w:t>
      </w:r>
      <w:r w:rsidR="00C77A4E" w:rsidRPr="00275B88">
        <w:t>répliqua le bossu avec l</w:t>
      </w:r>
      <w:r>
        <w:t>’</w:t>
      </w:r>
      <w:r w:rsidR="00C77A4E" w:rsidRPr="00275B88">
        <w:t>apparence et l</w:t>
      </w:r>
      <w:r>
        <w:t>’</w:t>
      </w:r>
      <w:r w:rsidR="00C77A4E" w:rsidRPr="00275B88">
        <w:t>accent de la plus parfaite tranquillité</w:t>
      </w:r>
      <w:r>
        <w:t>.</w:t>
      </w:r>
    </w:p>
    <w:p w14:paraId="74012EF1" w14:textId="77777777" w:rsidR="002C50B2" w:rsidRDefault="00C77A4E" w:rsidP="002C50B2">
      <w:r w:rsidRPr="00275B88">
        <w:t>Et il ajouta</w:t>
      </w:r>
      <w:r w:rsidR="002C50B2">
        <w:t> :</w:t>
      </w:r>
    </w:p>
    <w:p w14:paraId="0D51D7EE" w14:textId="77777777" w:rsidR="002C50B2" w:rsidRDefault="002C50B2" w:rsidP="002C50B2">
      <w:r>
        <w:t>— </w:t>
      </w:r>
      <w:r w:rsidR="00C77A4E" w:rsidRPr="00275B88">
        <w:t>Les Papillon ne viennent jamais ici qu</w:t>
      </w:r>
      <w:r>
        <w:t>’</w:t>
      </w:r>
      <w:r w:rsidR="00C77A4E" w:rsidRPr="00275B88">
        <w:t>au mois de septembre</w:t>
      </w:r>
      <w:r>
        <w:t>.</w:t>
      </w:r>
    </w:p>
    <w:p w14:paraId="7605C468" w14:textId="77777777" w:rsidR="002C50B2" w:rsidRDefault="002C50B2" w:rsidP="002C50B2">
      <w:r>
        <w:t>— </w:t>
      </w:r>
      <w:r w:rsidR="00C77A4E" w:rsidRPr="00275B88">
        <w:t>Mais les domestiques</w:t>
      </w:r>
      <w:r>
        <w:t xml:space="preserve"> ? </w:t>
      </w:r>
      <w:r w:rsidR="00C77A4E" w:rsidRPr="00275B88">
        <w:t>objectait l</w:t>
      </w:r>
      <w:r>
        <w:t>’</w:t>
      </w:r>
      <w:r w:rsidR="00C77A4E" w:rsidRPr="00275B88">
        <w:t>autre</w:t>
      </w:r>
      <w:r>
        <w:t>.</w:t>
      </w:r>
    </w:p>
    <w:p w14:paraId="573904F8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réponds</w:t>
      </w:r>
      <w:r>
        <w:t xml:space="preserve"> ! </w:t>
      </w:r>
      <w:r w:rsidR="00C77A4E" w:rsidRPr="00275B88">
        <w:t>scanda le bossu d</w:t>
      </w:r>
      <w:r>
        <w:t>’</w:t>
      </w:r>
      <w:r w:rsidR="00C77A4E" w:rsidRPr="00275B88">
        <w:t>un ton qui n</w:t>
      </w:r>
      <w:r>
        <w:t>’</w:t>
      </w:r>
      <w:r w:rsidR="00C77A4E" w:rsidRPr="00275B88">
        <w:t>admettait pas de réplique</w:t>
      </w:r>
      <w:r>
        <w:t>.</w:t>
      </w:r>
    </w:p>
    <w:p w14:paraId="7C15147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>un trousseau de clefs déposé sur la table</w:t>
      </w:r>
      <w:r w:rsidR="002C50B2">
        <w:t xml:space="preserve">, </w:t>
      </w:r>
      <w:r w:rsidRPr="00275B88">
        <w:t>il fit signe à son acolyte de prendre le colis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 xml:space="preserve">homme à la salopette le chargea sur son </w:t>
      </w:r>
      <w:r w:rsidRPr="000B435D">
        <w:t>dos</w:t>
      </w:r>
      <w:r w:rsidRPr="00275B88">
        <w:t xml:space="preserve"> et emboîta le pas au bossu</w:t>
      </w:r>
      <w:r w:rsidR="002C50B2">
        <w:t xml:space="preserve">. </w:t>
      </w:r>
      <w:r w:rsidRPr="00275B88">
        <w:t>Tous deux</w:t>
      </w:r>
      <w:r w:rsidR="002C50B2">
        <w:t xml:space="preserve">, </w:t>
      </w:r>
      <w:r w:rsidRPr="00275B88">
        <w:t>sortant de la bibliothèque</w:t>
      </w:r>
      <w:r w:rsidR="002C50B2">
        <w:t xml:space="preserve">, </w:t>
      </w:r>
      <w:r w:rsidRPr="00275B88">
        <w:t>traversèrent la salle à manger et pénétrèrent dans le salon</w:t>
      </w:r>
      <w:r w:rsidR="002C50B2">
        <w:t>.</w:t>
      </w:r>
    </w:p>
    <w:p w14:paraId="1EDE9BB3" w14:textId="4620AF79" w:rsidR="002C50B2" w:rsidRDefault="002C50B2" w:rsidP="002C50B2">
      <w:r>
        <w:t>M. </w:t>
      </w:r>
      <w:proofErr w:type="spellStart"/>
      <w:r w:rsidR="00C77A4E" w:rsidRPr="00275B88">
        <w:t>Lüchner</w:t>
      </w:r>
      <w:proofErr w:type="spellEnd"/>
      <w:r w:rsidR="00C77A4E" w:rsidRPr="00275B88">
        <w:t xml:space="preserve"> se dirigea vers une petite porte en tapisserie</w:t>
      </w:r>
      <w:r>
        <w:t xml:space="preserve">… </w:t>
      </w:r>
      <w:r w:rsidR="00C77A4E" w:rsidRPr="00275B88">
        <w:t>Tandis qu</w:t>
      </w:r>
      <w:r>
        <w:t>’</w:t>
      </w:r>
      <w:r w:rsidR="00C77A4E" w:rsidRPr="00275B88">
        <w:t>il choisissait l</w:t>
      </w:r>
      <w:r>
        <w:t>’</w:t>
      </w:r>
      <w:r w:rsidR="00C77A4E" w:rsidRPr="00275B88">
        <w:t>une des clefs à son trousseau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homme à la salopette déposa son fardeau sur un meuble</w:t>
      </w:r>
      <w:r>
        <w:t xml:space="preserve">… </w:t>
      </w:r>
      <w:r w:rsidR="00C77A4E" w:rsidRPr="00275B88">
        <w:t>puis</w:t>
      </w:r>
      <w:r>
        <w:t xml:space="preserve">, </w:t>
      </w:r>
      <w:r w:rsidR="00C77A4E" w:rsidRPr="00275B88">
        <w:t>promena son regard autour de lui</w:t>
      </w:r>
      <w:r>
        <w:t xml:space="preserve">, </w:t>
      </w:r>
      <w:r w:rsidR="00C77A4E" w:rsidRPr="00275B88">
        <w:t>détaillant avec admiration et convoitise les merveilles accumulées autour de lui</w:t>
      </w:r>
      <w:r>
        <w:t xml:space="preserve">. </w:t>
      </w:r>
      <w:r w:rsidR="00C77A4E" w:rsidRPr="00275B88">
        <w:t>Après l</w:t>
      </w:r>
      <w:r>
        <w:t>’</w:t>
      </w:r>
      <w:r w:rsidR="00C77A4E" w:rsidRPr="00275B88">
        <w:t>avoir considéré pendant quelques secondes</w:t>
      </w:r>
      <w:r>
        <w:t xml:space="preserve">, </w:t>
      </w:r>
      <w:r w:rsidR="00C77A4E" w:rsidRPr="00275B88">
        <w:t>le bossu fit avec un sourire plein d</w:t>
      </w:r>
      <w:r>
        <w:t>’</w:t>
      </w:r>
      <w:r w:rsidR="00C77A4E" w:rsidRPr="00275B88">
        <w:t>ironie</w:t>
      </w:r>
      <w:r>
        <w:t> :</w:t>
      </w:r>
    </w:p>
    <w:p w14:paraId="0FFE2E65" w14:textId="77777777" w:rsidR="002C50B2" w:rsidRDefault="002C50B2" w:rsidP="002C50B2">
      <w:r>
        <w:lastRenderedPageBreak/>
        <w:t>— </w:t>
      </w:r>
      <w:r w:rsidR="00C77A4E" w:rsidRPr="00275B88">
        <w:t>Vous vous dites qu</w:t>
      </w:r>
      <w:r>
        <w:t>’</w:t>
      </w:r>
      <w:r w:rsidR="00C77A4E" w:rsidRPr="00275B88">
        <w:t>il y aurait ici un beau coup à faire</w:t>
      </w:r>
      <w:r>
        <w:t> ?</w:t>
      </w:r>
    </w:p>
    <w:p w14:paraId="1CA79460" w14:textId="77777777" w:rsidR="002C50B2" w:rsidRDefault="002C50B2" w:rsidP="002C50B2">
      <w:r>
        <w:t>— </w:t>
      </w:r>
      <w:r w:rsidR="00C77A4E" w:rsidRPr="00275B88">
        <w:t>Et comment</w:t>
      </w:r>
      <w:r>
        <w:t> ?</w:t>
      </w:r>
    </w:p>
    <w:p w14:paraId="1FE97F64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y avais bien songé</w:t>
      </w:r>
      <w:r>
        <w:t xml:space="preserve">, </w:t>
      </w:r>
      <w:r w:rsidR="00C77A4E" w:rsidRPr="00275B88">
        <w:t>déclarait le secrétaire du collectionneur</w:t>
      </w:r>
      <w:r>
        <w:t xml:space="preserve">… </w:t>
      </w:r>
      <w:r w:rsidR="00C77A4E" w:rsidRPr="00275B88">
        <w:t>Mais c</w:t>
      </w:r>
      <w:r>
        <w:t>’</w:t>
      </w:r>
      <w:r w:rsidR="00C77A4E" w:rsidRPr="00275B88">
        <w:t>est malheureusement impossible</w:t>
      </w:r>
      <w:r>
        <w:t>.</w:t>
      </w:r>
    </w:p>
    <w:p w14:paraId="45B8B310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5B7FD777" w14:textId="77777777" w:rsidR="002C50B2" w:rsidRDefault="002C50B2" w:rsidP="002C50B2">
      <w:r>
        <w:t>— </w:t>
      </w:r>
      <w:r w:rsidR="00C77A4E" w:rsidRPr="00275B88">
        <w:t>Parce que ces objets d</w:t>
      </w:r>
      <w:r>
        <w:t>’</w:t>
      </w:r>
      <w:r w:rsidR="00C77A4E" w:rsidRPr="00275B88">
        <w:t>art</w:t>
      </w:r>
      <w:r>
        <w:t xml:space="preserve">, </w:t>
      </w:r>
      <w:r w:rsidR="00C77A4E" w:rsidRPr="00275B88">
        <w:t>ces tableaux</w:t>
      </w:r>
      <w:r>
        <w:t xml:space="preserve">, </w:t>
      </w:r>
      <w:r w:rsidR="00C77A4E" w:rsidRPr="00275B88">
        <w:t>ces meubles sont catalogués et connus de tous les antiquaires</w:t>
      </w:r>
      <w:r>
        <w:t xml:space="preserve">… </w:t>
      </w:r>
      <w:r w:rsidR="00C77A4E" w:rsidRPr="00275B88">
        <w:t>Et l</w:t>
      </w:r>
      <w:r>
        <w:t>’</w:t>
      </w:r>
      <w:r w:rsidR="00C77A4E" w:rsidRPr="00275B88">
        <w:t>on se ferait immédiatement pincer</w:t>
      </w:r>
      <w:r>
        <w:t>…</w:t>
      </w:r>
    </w:p>
    <w:p w14:paraId="28F01C2F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insiste pas</w:t>
      </w:r>
      <w:r>
        <w:t>.</w:t>
      </w:r>
    </w:p>
    <w:p w14:paraId="2D240FDA" w14:textId="77777777" w:rsidR="002C50B2" w:rsidRDefault="00C77A4E" w:rsidP="002C50B2">
      <w:r w:rsidRPr="00275B88">
        <w:t>Le bossu introduisit sa clef dans la serrure de la petite porte</w:t>
      </w:r>
      <w:r w:rsidR="002C50B2">
        <w:t xml:space="preserve">… </w:t>
      </w:r>
      <w:r w:rsidRPr="00275B88">
        <w:t>L</w:t>
      </w:r>
      <w:r w:rsidR="002C50B2">
        <w:t>’</w:t>
      </w:r>
      <w:r w:rsidRPr="00275B88">
        <w:t>homme à la salopette rechargea le colis sur ses épaules</w:t>
      </w:r>
      <w:r w:rsidR="002C50B2">
        <w:t xml:space="preserve">. </w:t>
      </w:r>
      <w:r w:rsidRPr="00275B88">
        <w:t>Le bossu poussa la porte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>après l</w:t>
      </w:r>
      <w:r w:rsidR="002C50B2">
        <w:t>’</w:t>
      </w:r>
      <w:r w:rsidRPr="00275B88">
        <w:t>avoir refermée derrière eux</w:t>
      </w:r>
      <w:r w:rsidR="002C50B2">
        <w:t xml:space="preserve">, </w:t>
      </w:r>
      <w:r w:rsidRPr="00275B88">
        <w:t>il fit fonctionner un commutateur</w:t>
      </w:r>
      <w:r w:rsidR="002C50B2">
        <w:t xml:space="preserve">. </w:t>
      </w:r>
      <w:r w:rsidRPr="00275B88">
        <w:t>Une lampe électrique s</w:t>
      </w:r>
      <w:r w:rsidR="002C50B2">
        <w:t>’</w:t>
      </w:r>
      <w:r w:rsidRPr="00275B88">
        <w:t>alluma</w:t>
      </w:r>
      <w:r w:rsidR="002C50B2">
        <w:t xml:space="preserve">, </w:t>
      </w:r>
      <w:r w:rsidRPr="00275B88">
        <w:t>éclairant un petit escalier en colimaçon qui s</w:t>
      </w:r>
      <w:r w:rsidR="002C50B2">
        <w:t>’</w:t>
      </w:r>
      <w:r w:rsidRPr="00275B88">
        <w:t>enfonçait dans le sol</w:t>
      </w:r>
      <w:r w:rsidR="002C50B2">
        <w:t>.</w:t>
      </w:r>
    </w:p>
    <w:p w14:paraId="7C903042" w14:textId="77777777" w:rsidR="002C50B2" w:rsidRDefault="00C77A4E" w:rsidP="002C50B2">
      <w:r w:rsidRPr="00275B88">
        <w:t>Tous deux descendirent les marches et atteignirent un couloir qui se terminait par une baie grillée</w:t>
      </w:r>
      <w:r w:rsidR="002C50B2">
        <w:t>.</w:t>
      </w:r>
    </w:p>
    <w:p w14:paraId="692FD70A" w14:textId="77777777" w:rsidR="002C50B2" w:rsidRDefault="00C77A4E" w:rsidP="002C50B2">
      <w:r w:rsidRPr="00275B88">
        <w:t>Le bossu</w:t>
      </w:r>
      <w:r w:rsidR="002C50B2">
        <w:t xml:space="preserve">, </w:t>
      </w:r>
      <w:r w:rsidRPr="00275B88">
        <w:t>désignant la baie</w:t>
      </w:r>
      <w:r w:rsidR="002C50B2">
        <w:t xml:space="preserve">, </w:t>
      </w:r>
      <w:r w:rsidRPr="00275B88">
        <w:t>dit à son compagnon</w:t>
      </w:r>
      <w:r w:rsidR="002C50B2">
        <w:t> :</w:t>
      </w:r>
    </w:p>
    <w:p w14:paraId="646E19C1" w14:textId="77777777" w:rsidR="002C50B2" w:rsidRDefault="002C50B2" w:rsidP="002C50B2">
      <w:r>
        <w:t>— </w:t>
      </w:r>
      <w:r w:rsidR="00C77A4E" w:rsidRPr="00275B88">
        <w:t>Les anciennes prisons du château</w:t>
      </w:r>
      <w:r>
        <w:t> !</w:t>
      </w:r>
    </w:p>
    <w:p w14:paraId="778548AC" w14:textId="77777777" w:rsidR="002C50B2" w:rsidRDefault="00C77A4E" w:rsidP="002C50B2">
      <w:r w:rsidRPr="00275B88">
        <w:t>Il chercha une grosse clef dans son trousseau et la plaça dans l</w:t>
      </w:r>
      <w:r w:rsidR="002C50B2">
        <w:t>’</w:t>
      </w:r>
      <w:r w:rsidRPr="00275B88">
        <w:t>énorme serrure qui fermait la grille et céda à sa pression</w:t>
      </w:r>
      <w:r w:rsidR="002C50B2">
        <w:t xml:space="preserve">… </w:t>
      </w:r>
      <w:r w:rsidRPr="00275B88">
        <w:t>Alors</w:t>
      </w:r>
      <w:r w:rsidR="002C50B2">
        <w:t xml:space="preserve">, </w:t>
      </w:r>
      <w:r w:rsidRPr="00275B88">
        <w:t>il fit fonctionner un nouveau commutateur</w:t>
      </w:r>
      <w:r w:rsidR="002C50B2">
        <w:t xml:space="preserve">. </w:t>
      </w:r>
      <w:r w:rsidRPr="00275B88">
        <w:t>Les deux aides de Belphégor se trouvaient dans une vallée voûtée qu</w:t>
      </w:r>
      <w:r w:rsidR="002C50B2">
        <w:t>’</w:t>
      </w:r>
      <w:r w:rsidRPr="00275B88">
        <w:t>éclairaient plusieurs lampes à réflecteurs accrochées aux murs</w:t>
      </w:r>
      <w:r w:rsidR="002C50B2">
        <w:t xml:space="preserve">. </w:t>
      </w:r>
      <w:r w:rsidRPr="00275B88">
        <w:t>Au fond</w:t>
      </w:r>
      <w:r w:rsidR="002C50B2">
        <w:t xml:space="preserve">, </w:t>
      </w:r>
      <w:r w:rsidRPr="00275B88">
        <w:t>se dressait une sorte de cheminée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aspect bizarre</w:t>
      </w:r>
      <w:r w:rsidR="002C50B2">
        <w:t xml:space="preserve">. </w:t>
      </w:r>
      <w:r w:rsidRPr="00275B88">
        <w:t>À l</w:t>
      </w:r>
      <w:r w:rsidR="002C50B2">
        <w:t>’</w:t>
      </w:r>
      <w:r w:rsidRPr="00275B88">
        <w:t>une des parois était fixé un tableau électrique muni de plusieurs manomètres</w:t>
      </w:r>
      <w:r w:rsidR="002C50B2">
        <w:t>.</w:t>
      </w:r>
    </w:p>
    <w:p w14:paraId="2B8654B1" w14:textId="77777777" w:rsidR="002C50B2" w:rsidRDefault="00C77A4E" w:rsidP="002C50B2">
      <w:r w:rsidRPr="00275B88">
        <w:lastRenderedPageBreak/>
        <w:t>Après avoir fait signe à l</w:t>
      </w:r>
      <w:r w:rsidR="002C50B2">
        <w:t>’</w:t>
      </w:r>
      <w:r w:rsidRPr="00275B88">
        <w:t>homme à la salopette de se débarrasser de son colis</w:t>
      </w:r>
      <w:r w:rsidR="002C50B2">
        <w:t xml:space="preserve">, </w:t>
      </w:r>
      <w:r w:rsidRPr="00275B88">
        <w:t>que celui</w:t>
      </w:r>
      <w:r>
        <w:t>-</w:t>
      </w:r>
      <w:r w:rsidRPr="00275B88">
        <w:t>ci plaça sur une table en bois massif</w:t>
      </w:r>
      <w:r w:rsidR="002C50B2">
        <w:t xml:space="preserve">, </w:t>
      </w:r>
      <w:r w:rsidRPr="00275B88">
        <w:t>le bossu reprit</w:t>
      </w:r>
      <w:r w:rsidR="002C50B2">
        <w:t xml:space="preserve">, </w:t>
      </w:r>
      <w:r w:rsidRPr="00275B88">
        <w:t>en lui désignant la cheminée</w:t>
      </w:r>
      <w:r w:rsidR="002C50B2">
        <w:t> :</w:t>
      </w:r>
    </w:p>
    <w:p w14:paraId="5289C85D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 fourneau à haute tension que j</w:t>
      </w:r>
      <w:r>
        <w:t>’</w:t>
      </w:r>
      <w:r w:rsidR="00C77A4E" w:rsidRPr="00275B88">
        <w:t>ai installé moi</w:t>
      </w:r>
      <w:r w:rsidR="00C77A4E">
        <w:t>-</w:t>
      </w:r>
      <w:r w:rsidR="00C77A4E" w:rsidRPr="00275B88">
        <w:t>même</w:t>
      </w:r>
      <w:r>
        <w:t> !</w:t>
      </w:r>
    </w:p>
    <w:p w14:paraId="2FED11DF" w14:textId="77777777" w:rsidR="002C50B2" w:rsidRDefault="002C50B2" w:rsidP="002C50B2">
      <w:r>
        <w:t>« </w:t>
      </w:r>
      <w:r w:rsidR="00C77A4E" w:rsidRPr="00275B88">
        <w:t>Alimenté par l</w:t>
      </w:r>
      <w:r>
        <w:t>’</w:t>
      </w:r>
      <w:r w:rsidR="00C77A4E" w:rsidRPr="00275B88">
        <w:t>usine électrique du château</w:t>
      </w:r>
      <w:r>
        <w:t xml:space="preserve">, </w:t>
      </w:r>
      <w:r w:rsidR="00C77A4E" w:rsidRPr="00275B88">
        <w:t>il nous fournira l</w:t>
      </w:r>
      <w:r>
        <w:t>’</w:t>
      </w:r>
      <w:r w:rsidR="00C77A4E" w:rsidRPr="00275B88">
        <w:t>énergie nécessaire pour fondre l</w:t>
      </w:r>
      <w:r>
        <w:t>’</w:t>
      </w:r>
      <w:r w:rsidR="00C77A4E" w:rsidRPr="00275B88">
        <w:t>or et les bijoux des Valois</w:t>
      </w:r>
      <w:r>
        <w:t>.</w:t>
      </w:r>
    </w:p>
    <w:p w14:paraId="2CC6C0C2" w14:textId="77777777" w:rsidR="002C50B2" w:rsidRDefault="002C50B2" w:rsidP="002C50B2">
      <w:r>
        <w:t>— </w:t>
      </w:r>
      <w:r w:rsidR="00C77A4E" w:rsidRPr="00275B88">
        <w:t>Décidément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vous savez tout</w:t>
      </w:r>
      <w:r>
        <w:t>.</w:t>
      </w:r>
    </w:p>
    <w:p w14:paraId="562B50F8" w14:textId="77777777" w:rsidR="002C50B2" w:rsidRDefault="00C77A4E" w:rsidP="002C50B2">
      <w:r w:rsidRPr="00275B88">
        <w:t>Désignant le colis</w:t>
      </w:r>
      <w:r w:rsidR="002C50B2">
        <w:t xml:space="preserve">, </w:t>
      </w:r>
      <w:r w:rsidRPr="00275B88">
        <w:t>le bossu reprit</w:t>
      </w:r>
      <w:r w:rsidR="002C50B2">
        <w:t> :</w:t>
      </w:r>
    </w:p>
    <w:p w14:paraId="3A303163" w14:textId="77777777" w:rsidR="002C50B2" w:rsidRDefault="002C50B2" w:rsidP="002C50B2">
      <w:r>
        <w:t>— </w:t>
      </w:r>
      <w:r w:rsidR="00C77A4E" w:rsidRPr="00275B88">
        <w:t>Nous allons laisser ici le coffre</w:t>
      </w:r>
      <w:r>
        <w:t xml:space="preserve">… </w:t>
      </w:r>
      <w:r w:rsidR="00C77A4E" w:rsidRPr="00275B88">
        <w:t>ainsi qu</w:t>
      </w:r>
      <w:r>
        <w:t>’</w:t>
      </w:r>
      <w:r w:rsidR="00C77A4E" w:rsidRPr="00275B88">
        <w:t>il nous l</w:t>
      </w:r>
      <w:r>
        <w:t>’</w:t>
      </w:r>
      <w:r w:rsidR="00C77A4E" w:rsidRPr="00275B88">
        <w:t>a été ordonné</w:t>
      </w:r>
      <w:r>
        <w:t xml:space="preserve">… </w:t>
      </w:r>
      <w:r w:rsidR="00C77A4E" w:rsidRPr="00275B88">
        <w:t>Dès que Belphégor nous aura rejoints</w:t>
      </w:r>
      <w:r>
        <w:t xml:space="preserve">, </w:t>
      </w:r>
      <w:r w:rsidR="00C77A4E" w:rsidRPr="00275B88">
        <w:t>nous commencerons la fonte des pièces et des bijoux qu</w:t>
      </w:r>
      <w:r>
        <w:t>’</w:t>
      </w:r>
      <w:r w:rsidR="00C77A4E" w:rsidRPr="00275B88">
        <w:t>il s</w:t>
      </w:r>
      <w:r>
        <w:t>’</w:t>
      </w:r>
      <w:r w:rsidR="00C77A4E" w:rsidRPr="00275B88">
        <w:t>agit de transformer en lingots d</w:t>
      </w:r>
      <w:r>
        <w:t>’</w:t>
      </w:r>
      <w:r w:rsidR="00C77A4E" w:rsidRPr="00275B88">
        <w:t>or</w:t>
      </w:r>
      <w:r>
        <w:t>.</w:t>
      </w:r>
    </w:p>
    <w:p w14:paraId="60943AE6" w14:textId="4E54B342" w:rsidR="002C50B2" w:rsidRDefault="002C50B2" w:rsidP="002C50B2">
      <w:r>
        <w:t>« </w:t>
      </w:r>
      <w:r w:rsidR="00C77A4E" w:rsidRPr="00275B88">
        <w:t>Maintenant</w:t>
      </w:r>
      <w:r>
        <w:t xml:space="preserve">, </w:t>
      </w:r>
      <w:r w:rsidR="00C77A4E" w:rsidRPr="00275B88">
        <w:t>rentrons vite à Paris</w:t>
      </w:r>
      <w:r>
        <w:t xml:space="preserve"> ; </w:t>
      </w:r>
      <w:r w:rsidR="00C77A4E" w:rsidRPr="00275B88">
        <w:t xml:space="preserve">car nous avons un compte à régler avec </w:t>
      </w:r>
      <w:r>
        <w:t>M. </w:t>
      </w:r>
      <w:r w:rsidR="00C77A4E" w:rsidRPr="00275B88">
        <w:t>Chantecoq</w:t>
      </w:r>
      <w:r>
        <w:t>.</w:t>
      </w:r>
    </w:p>
    <w:p w14:paraId="0BDBFBFA" w14:textId="77777777" w:rsidR="002C50B2" w:rsidRDefault="00C77A4E" w:rsidP="002C50B2">
      <w:r w:rsidRPr="00275B88">
        <w:t>Les deux bandits regagnèrent par le même chemin la cour du château</w:t>
      </w:r>
      <w:r w:rsidR="002C50B2">
        <w:t xml:space="preserve">, </w:t>
      </w:r>
      <w:r w:rsidRPr="00275B88">
        <w:t>où stationnait la voiturette du bossu</w:t>
      </w:r>
      <w:r w:rsidR="002C50B2">
        <w:t>.</w:t>
      </w:r>
    </w:p>
    <w:p w14:paraId="6CC25CB3" w14:textId="77777777" w:rsidR="002C50B2" w:rsidRDefault="00C77A4E" w:rsidP="002C50B2">
      <w:r w:rsidRPr="00275B88">
        <w:t>Le concierge s</w:t>
      </w:r>
      <w:r w:rsidR="002C50B2">
        <w:t>’</w:t>
      </w:r>
      <w:r w:rsidRPr="00275B88">
        <w:t>empressa d</w:t>
      </w:r>
      <w:r w:rsidR="002C50B2">
        <w:t>’</w:t>
      </w:r>
      <w:r w:rsidRPr="00275B88">
        <w:t>ouvrir la portière</w:t>
      </w:r>
      <w:r w:rsidR="002C50B2">
        <w:t xml:space="preserve">… </w:t>
      </w:r>
      <w:r w:rsidRPr="00275B88">
        <w:t>Tandis que son compagnon montait dans l</w:t>
      </w:r>
      <w:r w:rsidR="002C50B2">
        <w:t>’</w:t>
      </w:r>
      <w:r w:rsidRPr="00275B88">
        <w:t>auto</w:t>
      </w:r>
      <w:r w:rsidR="002C50B2">
        <w:t xml:space="preserve">, </w:t>
      </w:r>
      <w:r w:rsidRPr="00275B88">
        <w:t>le secrétaire du baron Papillon lança au portier</w:t>
      </w:r>
      <w:r w:rsidR="002C50B2">
        <w:t> :</w:t>
      </w:r>
    </w:p>
    <w:p w14:paraId="66B93F86" w14:textId="77777777" w:rsidR="002C50B2" w:rsidRDefault="002C50B2" w:rsidP="002C50B2">
      <w:r>
        <w:t>— </w:t>
      </w:r>
      <w:r w:rsidR="00C77A4E" w:rsidRPr="00275B88">
        <w:t>Nous allons chercher une pièce qui nous manque et nous reviendrons demain</w:t>
      </w:r>
      <w:r>
        <w:t>.</w:t>
      </w:r>
    </w:p>
    <w:p w14:paraId="47719531" w14:textId="77777777" w:rsidR="002C50B2" w:rsidRDefault="00C77A4E" w:rsidP="002C50B2">
      <w:r w:rsidRPr="00275B88">
        <w:t>Et il ajouta</w:t>
      </w:r>
      <w:r w:rsidR="002C50B2">
        <w:t xml:space="preserve">, </w:t>
      </w:r>
      <w:r w:rsidRPr="00275B88">
        <w:t>tout en lui glissant un billet dans la main</w:t>
      </w:r>
      <w:r w:rsidR="002C50B2">
        <w:t> :</w:t>
      </w:r>
    </w:p>
    <w:p w14:paraId="103DA040" w14:textId="77777777" w:rsidR="002C50B2" w:rsidRDefault="002C50B2" w:rsidP="002C50B2">
      <w:r>
        <w:t>— </w:t>
      </w:r>
      <w:r w:rsidR="00C77A4E" w:rsidRPr="00275B88">
        <w:t>Voilà pour boire à ma santé</w:t>
      </w:r>
      <w:r>
        <w:t> !</w:t>
      </w:r>
    </w:p>
    <w:p w14:paraId="63CE1010" w14:textId="77777777" w:rsidR="002C50B2" w:rsidRDefault="00C77A4E" w:rsidP="002C50B2">
      <w:r w:rsidRPr="00275B88">
        <w:lastRenderedPageBreak/>
        <w:t>Il s</w:t>
      </w:r>
      <w:r w:rsidR="002C50B2">
        <w:t>’</w:t>
      </w:r>
      <w:r w:rsidRPr="00275B88">
        <w:t>installa au volant</w:t>
      </w:r>
      <w:r w:rsidR="002C50B2">
        <w:t xml:space="preserve">… </w:t>
      </w:r>
      <w:r w:rsidRPr="00275B88">
        <w:t>La voiture démarra</w:t>
      </w:r>
      <w:r w:rsidR="002C50B2">
        <w:t xml:space="preserve">… </w:t>
      </w:r>
      <w:r w:rsidRPr="00275B88">
        <w:t>Et le concierge de Courteuil</w:t>
      </w:r>
      <w:r w:rsidR="002C50B2">
        <w:t xml:space="preserve">, </w:t>
      </w:r>
      <w:r w:rsidRPr="00275B88">
        <w:t>ravi de l</w:t>
      </w:r>
      <w:r w:rsidR="002C50B2">
        <w:t>’</w:t>
      </w:r>
      <w:r w:rsidRPr="00275B88">
        <w:t>aubaine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2610D863" w14:textId="69048D82" w:rsidR="002C50B2" w:rsidRDefault="002C50B2" w:rsidP="002C50B2">
      <w:r>
        <w:t>— </w:t>
      </w:r>
      <w:r w:rsidR="00C77A4E" w:rsidRPr="00275B88">
        <w:t xml:space="preserve">Quel brave homme que ce </w:t>
      </w:r>
      <w:r>
        <w:t>M. </w:t>
      </w:r>
      <w:proofErr w:type="spellStart"/>
      <w:r w:rsidR="00C77A4E" w:rsidRPr="00275B88">
        <w:t>Lüchner</w:t>
      </w:r>
      <w:proofErr w:type="spellEnd"/>
      <w:r>
        <w:t> !…</w:t>
      </w:r>
    </w:p>
    <w:p w14:paraId="60F7787D" w14:textId="734B2D2C" w:rsidR="002C50B2" w:rsidRDefault="002C50B2" w:rsidP="002C50B2"/>
    <w:p w14:paraId="08F771C1" w14:textId="3FC0C8F0" w:rsidR="002C50B2" w:rsidRDefault="00C77A4E" w:rsidP="002C50B2">
      <w:r w:rsidRPr="00275B88">
        <w:t>À la même heure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était en grande conférence avec </w:t>
      </w:r>
      <w:r w:rsidR="002C50B2">
        <w:t>M. 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directeur de la police judiciaire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 xml:space="preserve">un garçon de bureau vint annoncer que </w:t>
      </w:r>
      <w:r w:rsidR="002C50B2">
        <w:t>M. </w:t>
      </w:r>
      <w:r w:rsidRPr="00275B88">
        <w:t>Chantecoq était là</w:t>
      </w:r>
      <w:r w:rsidR="002C50B2">
        <w:t>.</w:t>
      </w:r>
    </w:p>
    <w:p w14:paraId="3142CF7E" w14:textId="538D21F5" w:rsidR="002C50B2" w:rsidRDefault="002C50B2" w:rsidP="002C50B2">
      <w:r>
        <w:t>— </w:t>
      </w:r>
      <w:r w:rsidR="00C77A4E" w:rsidRPr="00275B88">
        <w:t>Il est exact au rendez</w:t>
      </w:r>
      <w:r w:rsidR="00C77A4E">
        <w:t>-</w:t>
      </w:r>
      <w:r w:rsidR="00C77A4E" w:rsidRPr="00275B88">
        <w:t>vous</w:t>
      </w:r>
      <w:r>
        <w:t xml:space="preserve"> ! </w:t>
      </w:r>
      <w:r w:rsidR="00C77A4E" w:rsidRPr="00275B88">
        <w:t xml:space="preserve">constata </w:t>
      </w:r>
      <w:r>
        <w:t>M. </w:t>
      </w:r>
      <w:proofErr w:type="spellStart"/>
      <w:r w:rsidR="00C77A4E" w:rsidRPr="00275B88">
        <w:t>Ferval</w:t>
      </w:r>
      <w:proofErr w:type="spellEnd"/>
      <w:r>
        <w:t>.</w:t>
      </w:r>
    </w:p>
    <w:p w14:paraId="1825C337" w14:textId="77777777" w:rsidR="002C50B2" w:rsidRDefault="002C50B2" w:rsidP="002C50B2">
      <w:r>
        <w:t>— </w:t>
      </w:r>
      <w:r w:rsidR="00C77A4E" w:rsidRPr="00275B88">
        <w:t>Il ne se doute pas de ce que je vais lui apprendre</w:t>
      </w:r>
      <w:r>
        <w:t xml:space="preserve">, </w:t>
      </w:r>
      <w:r w:rsidR="00C77A4E" w:rsidRPr="00275B88">
        <w:t>scanda l</w:t>
      </w:r>
      <w:r>
        <w:t>’</w:t>
      </w:r>
      <w:r w:rsidR="00C77A4E" w:rsidRPr="00275B88">
        <w:t>inspecteur</w:t>
      </w:r>
      <w:r>
        <w:t>.</w:t>
      </w:r>
    </w:p>
    <w:p w14:paraId="64925A57" w14:textId="77777777" w:rsidR="002C50B2" w:rsidRDefault="002C50B2" w:rsidP="002C50B2">
      <w:r>
        <w:t>— </w:t>
      </w:r>
      <w:r w:rsidR="00C77A4E" w:rsidRPr="00275B88">
        <w:t>Faites entrer</w:t>
      </w:r>
      <w:r>
        <w:t xml:space="preserve"> ! </w:t>
      </w:r>
      <w:r w:rsidR="00C77A4E" w:rsidRPr="00275B88">
        <w:t>ordonnait le directeur de la police judiciaire</w:t>
      </w:r>
      <w:r>
        <w:t>.</w:t>
      </w:r>
    </w:p>
    <w:p w14:paraId="79C7CC13" w14:textId="77777777" w:rsidR="002C50B2" w:rsidRDefault="00C77A4E" w:rsidP="002C50B2">
      <w:r w:rsidRPr="00275B88">
        <w:t>Chantecoq apparut</w:t>
      </w:r>
      <w:r w:rsidR="002C50B2">
        <w:t xml:space="preserve">, </w:t>
      </w:r>
      <w:r w:rsidRPr="00275B88">
        <w:t>accompagné de Jacques Bellegarde</w:t>
      </w:r>
      <w:r w:rsidR="002C50B2">
        <w:t xml:space="preserve">, </w:t>
      </w:r>
      <w:r w:rsidRPr="00275B88">
        <w:t>o</w:t>
      </w:r>
      <w:r>
        <w:t>u</w:t>
      </w:r>
      <w:r w:rsidRPr="00275B88">
        <w:t xml:space="preserve"> plutôt de </w:t>
      </w:r>
      <w:proofErr w:type="spellStart"/>
      <w:r w:rsidRPr="00275B88">
        <w:t>Cantarelli</w:t>
      </w:r>
      <w:proofErr w:type="spellEnd"/>
      <w:r w:rsidR="002C50B2">
        <w:t>.</w:t>
      </w:r>
    </w:p>
    <w:p w14:paraId="1E5894FD" w14:textId="4313599F" w:rsidR="002C50B2" w:rsidRDefault="00C77A4E" w:rsidP="002C50B2">
      <w:r w:rsidRPr="00275B88">
        <w:t>À la vue de ce personnage sous lequel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œil le plus malin et le mieux exercé eût été incapable de reconnaître le brillant rédacteur du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 xml:space="preserve">, </w:t>
      </w:r>
      <w:r w:rsidR="002C50B2">
        <w:t>M. </w:t>
      </w:r>
      <w:proofErr w:type="spellStart"/>
      <w:r w:rsidRPr="00275B88">
        <w:t>Ferval</w:t>
      </w:r>
      <w:proofErr w:type="spellEnd"/>
      <w:r w:rsidRPr="00275B88">
        <w:t xml:space="preserve"> et </w:t>
      </w:r>
      <w:proofErr w:type="spellStart"/>
      <w:r w:rsidRPr="00275B88">
        <w:t>Ménardier</w:t>
      </w:r>
      <w:proofErr w:type="spellEnd"/>
      <w:r w:rsidRPr="00275B88">
        <w:t xml:space="preserve"> esquissèrent un léger mouvement de surprise</w:t>
      </w:r>
      <w:r w:rsidR="002C50B2">
        <w:t>.</w:t>
      </w:r>
    </w:p>
    <w:p w14:paraId="25E1C187" w14:textId="77777777" w:rsidR="002C50B2" w:rsidRDefault="00C77A4E" w:rsidP="002C50B2">
      <w:r w:rsidRPr="00275B88">
        <w:t>Immédiatement</w:t>
      </w:r>
      <w:r w:rsidR="002C50B2">
        <w:t xml:space="preserve">, </w:t>
      </w:r>
      <w:r w:rsidRPr="00275B88">
        <w:t>Chantecoq attaquait</w:t>
      </w:r>
      <w:r w:rsidR="002C50B2">
        <w:t> :</w:t>
      </w:r>
    </w:p>
    <w:p w14:paraId="437ECF99" w14:textId="77777777" w:rsidR="002C50B2" w:rsidRDefault="002C50B2" w:rsidP="002C50B2">
      <w:r>
        <w:t>— </w:t>
      </w:r>
      <w:r w:rsidR="00C77A4E" w:rsidRPr="00275B88">
        <w:t xml:space="preserve">Mon cher </w:t>
      </w:r>
      <w:proofErr w:type="spellStart"/>
      <w:r w:rsidR="00C77A4E" w:rsidRPr="00275B88">
        <w:t>Ferval</w:t>
      </w:r>
      <w:proofErr w:type="spellEnd"/>
      <w:r>
        <w:t xml:space="preserve">, </w:t>
      </w:r>
      <w:r w:rsidR="00C77A4E" w:rsidRPr="00275B88">
        <w:t xml:space="preserve">je te présente le commandeur </w:t>
      </w:r>
      <w:proofErr w:type="spellStart"/>
      <w:r w:rsidR="00C77A4E" w:rsidRPr="00275B88">
        <w:t>Cantarelli</w:t>
      </w:r>
      <w:proofErr w:type="spellEnd"/>
      <w:r>
        <w:t xml:space="preserve">, </w:t>
      </w:r>
      <w:r w:rsidR="00C77A4E" w:rsidRPr="00275B88">
        <w:t>premier numismate du roi Victor</w:t>
      </w:r>
      <w:r w:rsidR="00C77A4E">
        <w:t>-</w:t>
      </w:r>
      <w:r w:rsidRPr="00275B88">
        <w:t>Emmanuel</w:t>
      </w:r>
      <w:r>
        <w:t> </w:t>
      </w:r>
      <w:r w:rsidRPr="00275B88">
        <w:t>III</w:t>
      </w:r>
      <w:r w:rsidR="00C77A4E" w:rsidRPr="00275B88">
        <w:t xml:space="preserve"> et directeur du musée de Florence où a été commis le vol dont</w:t>
      </w:r>
      <w:r>
        <w:t xml:space="preserve"> – </w:t>
      </w:r>
      <w:r w:rsidR="00C77A4E" w:rsidRPr="00275B88">
        <w:t>ainsi que tu le sais</w:t>
      </w:r>
      <w:r>
        <w:t xml:space="preserve"> – </w:t>
      </w:r>
      <w:r w:rsidR="00C77A4E" w:rsidRPr="00275B88">
        <w:t>je suis chargé par le gouvernement italien de rechercher l</w:t>
      </w:r>
      <w:r>
        <w:t>’</w:t>
      </w:r>
      <w:r w:rsidR="00C77A4E" w:rsidRPr="00275B88">
        <w:t>auteur</w:t>
      </w:r>
      <w:r>
        <w:t>.</w:t>
      </w:r>
    </w:p>
    <w:p w14:paraId="5637A553" w14:textId="77777777" w:rsidR="002C50B2" w:rsidRDefault="00C77A4E" w:rsidP="002C50B2">
      <w:r w:rsidRPr="00275B88">
        <w:t>Le directeur de la police judiciaire salua courtoisement le soi</w:t>
      </w:r>
      <w:r>
        <w:t>-</w:t>
      </w:r>
      <w:r w:rsidRPr="00275B88">
        <w:t>disant numismate</w:t>
      </w:r>
      <w:r w:rsidR="002C50B2">
        <w:t xml:space="preserve">, </w:t>
      </w:r>
      <w:r w:rsidRPr="00275B88">
        <w:t>qui lui répondit avec un empressement bien italien</w:t>
      </w:r>
      <w:r w:rsidR="002C50B2">
        <w:t>.</w:t>
      </w:r>
    </w:p>
    <w:p w14:paraId="19D044E0" w14:textId="77777777" w:rsidR="002C50B2" w:rsidRDefault="00C77A4E" w:rsidP="002C50B2">
      <w:r w:rsidRPr="00275B88">
        <w:lastRenderedPageBreak/>
        <w:t>Chantecoq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 xml:space="preserve">était approché de 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fit</w:t>
      </w:r>
      <w:r w:rsidR="002C50B2">
        <w:t xml:space="preserve">, </w:t>
      </w:r>
      <w:r w:rsidRPr="00275B88">
        <w:t>en lui serrant la main</w:t>
      </w:r>
      <w:r w:rsidR="002C50B2">
        <w:t> :</w:t>
      </w:r>
    </w:p>
    <w:p w14:paraId="1B26DC5F" w14:textId="77777777" w:rsidR="002C50B2" w:rsidRDefault="002C50B2" w:rsidP="002C50B2">
      <w:r>
        <w:t>— </w:t>
      </w:r>
      <w:r w:rsidR="00C77A4E" w:rsidRPr="00275B88">
        <w:t>Le commandeur s</w:t>
      </w:r>
      <w:r>
        <w:t>’</w:t>
      </w:r>
      <w:r w:rsidR="00C77A4E" w:rsidRPr="00275B88">
        <w:t>intéresse vivement à cette affaire du Louvre</w:t>
      </w:r>
      <w:r>
        <w:t xml:space="preserve"> ; </w:t>
      </w:r>
      <w:r w:rsidR="00C77A4E" w:rsidRPr="00275B88">
        <w:t>car il est convaincu que le bandit de Florence n</w:t>
      </w:r>
      <w:r>
        <w:t>’</w:t>
      </w:r>
      <w:r w:rsidR="00C77A4E" w:rsidRPr="00275B88">
        <w:t>est autre que notre Fantôme</w:t>
      </w:r>
      <w:r>
        <w:t>.</w:t>
      </w:r>
    </w:p>
    <w:p w14:paraId="1AA63C1A" w14:textId="77777777" w:rsidR="002C50B2" w:rsidRDefault="002C50B2" w:rsidP="002C50B2">
      <w:r>
        <w:t>— </w:t>
      </w:r>
      <w:r w:rsidR="00C77A4E" w:rsidRPr="00275B88">
        <w:t>Je crois pouvoir vous affirmer</w:t>
      </w:r>
      <w:r>
        <w:t xml:space="preserve">, </w:t>
      </w:r>
      <w:r w:rsidR="00C77A4E" w:rsidRPr="00275B88">
        <w:t>dès à présent</w:t>
      </w:r>
      <w:r>
        <w:t xml:space="preserve">, </w:t>
      </w:r>
      <w:r w:rsidR="00C77A4E" w:rsidRPr="00275B88">
        <w:t xml:space="preserve">intervenait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que monsieur le commandeur se trompe</w:t>
      </w:r>
      <w:r>
        <w:t>.</w:t>
      </w:r>
    </w:p>
    <w:p w14:paraId="51594640" w14:textId="77777777" w:rsidR="002C50B2" w:rsidRDefault="00C77A4E" w:rsidP="002C50B2">
      <w:r w:rsidRPr="00275B88">
        <w:t>D</w:t>
      </w:r>
      <w:r w:rsidR="002C50B2">
        <w:t>’</w:t>
      </w:r>
      <w:r w:rsidRPr="00275B88">
        <w:t>une voix un peu pointue</w:t>
      </w:r>
      <w:r w:rsidR="002C50B2">
        <w:t xml:space="preserve">, </w:t>
      </w:r>
      <w:r w:rsidRPr="00275B88">
        <w:t>Bellegarde</w:t>
      </w:r>
      <w:r>
        <w:t>-</w:t>
      </w:r>
      <w:proofErr w:type="spellStart"/>
      <w:r w:rsidRPr="00275B88">
        <w:t>Cantarelli</w:t>
      </w:r>
      <w:proofErr w:type="spellEnd"/>
      <w:r w:rsidRPr="00275B88">
        <w:t xml:space="preserve"> zézayait</w:t>
      </w:r>
      <w:r w:rsidR="002C50B2">
        <w:t> :</w:t>
      </w:r>
    </w:p>
    <w:p w14:paraId="4AC8AFC0" w14:textId="77777777" w:rsidR="002C50B2" w:rsidRDefault="002C50B2" w:rsidP="002C50B2">
      <w:r>
        <w:t>— </w:t>
      </w:r>
      <w:r w:rsidR="00C77A4E" w:rsidRPr="00275B88">
        <w:t>Zé né demande qu</w:t>
      </w:r>
      <w:r>
        <w:t>’</w:t>
      </w:r>
      <w:r w:rsidR="00C77A4E" w:rsidRPr="00275B88">
        <w:t xml:space="preserve">à être </w:t>
      </w:r>
      <w:proofErr w:type="spellStart"/>
      <w:r w:rsidR="00C77A4E" w:rsidRPr="00275B88">
        <w:t>convaincou</w:t>
      </w:r>
      <w:proofErr w:type="spellEnd"/>
      <w:r>
        <w:t> !</w:t>
      </w:r>
    </w:p>
    <w:p w14:paraId="16A0F38D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et </w:t>
      </w:r>
      <w:proofErr w:type="spellStart"/>
      <w:r w:rsidRPr="00275B88">
        <w:t>Ménardier</w:t>
      </w:r>
      <w:proofErr w:type="spellEnd"/>
      <w:r w:rsidRPr="00275B88">
        <w:t xml:space="preserve"> échangèrent un rapide regard dont Chantecoq devina la signification</w:t>
      </w:r>
      <w:r w:rsidR="002C50B2">
        <w:t xml:space="preserve">, </w:t>
      </w:r>
      <w:r w:rsidRPr="00275B88">
        <w:t>car il affirma aussitôt</w:t>
      </w:r>
      <w:r w:rsidR="002C50B2">
        <w:t> :</w:t>
      </w:r>
    </w:p>
    <w:p w14:paraId="61506C75" w14:textId="439A5927" w:rsidR="002C50B2" w:rsidRDefault="002C50B2" w:rsidP="002C50B2">
      <w:r>
        <w:t>— </w:t>
      </w:r>
      <w:r w:rsidR="00C77A4E" w:rsidRPr="00275B88">
        <w:t xml:space="preserve">Vous pouvez parler devant </w:t>
      </w:r>
      <w:r>
        <w:t>M. </w:t>
      </w:r>
      <w:proofErr w:type="spellStart"/>
      <w:r w:rsidR="00C77A4E" w:rsidRPr="00275B88">
        <w:t>Cantarelli</w:t>
      </w:r>
      <w:proofErr w:type="spellEnd"/>
      <w:r>
        <w:t xml:space="preserve">. </w:t>
      </w:r>
      <w:r w:rsidR="00C77A4E" w:rsidRPr="00275B88">
        <w:t>Je réponds de sa discrétion autant que de la mienne</w:t>
      </w:r>
      <w:r>
        <w:t>.</w:t>
      </w:r>
    </w:p>
    <w:p w14:paraId="53682973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reprenait</w:t>
      </w:r>
      <w:r w:rsidR="002C50B2">
        <w:t> :</w:t>
      </w:r>
    </w:p>
    <w:p w14:paraId="6911B07A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vous allez tout savoir</w:t>
      </w:r>
      <w:r>
        <w:t>.</w:t>
      </w:r>
    </w:p>
    <w:p w14:paraId="778883C8" w14:textId="77777777" w:rsidR="002C50B2" w:rsidRDefault="002C50B2" w:rsidP="002C50B2">
      <w:r>
        <w:t>« </w:t>
      </w:r>
      <w:r w:rsidR="00C77A4E" w:rsidRPr="00275B88">
        <w:t>Grâce à l</w:t>
      </w:r>
      <w:r>
        <w:t>’</w:t>
      </w:r>
      <w:r w:rsidR="00C77A4E" w:rsidRPr="00275B88">
        <w:t>habileté de 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le Fantôme du Louvre est enfin découvert</w:t>
      </w:r>
      <w:r>
        <w:t xml:space="preserve">, </w:t>
      </w:r>
      <w:r w:rsidR="00C77A4E" w:rsidRPr="00275B88">
        <w:t>et son arrestation est imminente</w:t>
      </w:r>
      <w:r>
        <w:t>.</w:t>
      </w:r>
    </w:p>
    <w:p w14:paraId="379FDDC7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on savoir son nom</w:t>
      </w:r>
      <w:r>
        <w:t xml:space="preserve"> ? </w:t>
      </w:r>
      <w:r w:rsidR="00C77A4E" w:rsidRPr="00275B88">
        <w:t>interrogeait Chantecoq</w:t>
      </w:r>
      <w:r>
        <w:t>.</w:t>
      </w:r>
    </w:p>
    <w:p w14:paraId="62E220E1" w14:textId="23F542C0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répliquait le directeur</w:t>
      </w:r>
      <w:r>
        <w:t xml:space="preserve">… </w:t>
      </w:r>
      <w:r w:rsidR="00C77A4E" w:rsidRPr="00275B88">
        <w:t>Mais je te demande</w:t>
      </w:r>
      <w:r>
        <w:t xml:space="preserve">, </w:t>
      </w:r>
      <w:r w:rsidR="00C77A4E" w:rsidRPr="00275B88">
        <w:t>ainsi qu</w:t>
      </w:r>
      <w:r>
        <w:t>’</w:t>
      </w:r>
      <w:r w:rsidR="00C77A4E" w:rsidRPr="00275B88">
        <w:t xml:space="preserve">à </w:t>
      </w:r>
      <w:r>
        <w:t>M. </w:t>
      </w:r>
      <w:proofErr w:type="spellStart"/>
      <w:r w:rsidR="00C77A4E" w:rsidRPr="00275B88">
        <w:t>Cantarelli</w:t>
      </w:r>
      <w:proofErr w:type="spellEnd"/>
      <w:r>
        <w:t xml:space="preserve">, </w:t>
      </w:r>
      <w:r w:rsidR="00C77A4E" w:rsidRPr="00275B88">
        <w:t>le secret le plus absolu</w:t>
      </w:r>
      <w:r>
        <w:t>.</w:t>
      </w:r>
    </w:p>
    <w:p w14:paraId="5A90A2FF" w14:textId="77777777" w:rsidR="002C50B2" w:rsidRDefault="00C77A4E" w:rsidP="002C50B2">
      <w:r w:rsidRPr="00275B88">
        <w:t>Le grand détective et son ami s</w:t>
      </w:r>
      <w:r w:rsidR="002C50B2">
        <w:t>’</w:t>
      </w:r>
      <w:r w:rsidRPr="00275B88">
        <w:t>y engagèrent d</w:t>
      </w:r>
      <w:r w:rsidR="002C50B2">
        <w:t>’</w:t>
      </w:r>
      <w:r w:rsidRPr="00275B88">
        <w:t>un geste tellement sincère et spontané que l</w:t>
      </w:r>
      <w:r w:rsidR="002C50B2">
        <w:t>’</w:t>
      </w:r>
      <w:r w:rsidRPr="00275B88">
        <w:t>esprit le plus sceptique ne se fût pas reconnu le droit de mettre en doute leur parole</w:t>
      </w:r>
      <w:r w:rsidR="002C50B2">
        <w:t>.</w:t>
      </w:r>
    </w:p>
    <w:p w14:paraId="530CB24B" w14:textId="77777777" w:rsidR="002C50B2" w:rsidRDefault="00C77A4E" w:rsidP="002C50B2">
      <w:r w:rsidRPr="00275B88">
        <w:t xml:space="preserve">Alors </w:t>
      </w:r>
      <w:proofErr w:type="spellStart"/>
      <w:r w:rsidRPr="00275B88">
        <w:t>Ferval</w:t>
      </w:r>
      <w:proofErr w:type="spellEnd"/>
      <w:r w:rsidRPr="00275B88">
        <w:t xml:space="preserve"> révéla</w:t>
      </w:r>
      <w:r w:rsidR="002C50B2">
        <w:t> :</w:t>
      </w:r>
    </w:p>
    <w:p w14:paraId="683A7F0F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Jacques Bellegarde</w:t>
      </w:r>
      <w:r>
        <w:t> !</w:t>
      </w:r>
    </w:p>
    <w:p w14:paraId="77A98A22" w14:textId="2EA14AE7" w:rsidR="002C50B2" w:rsidRDefault="002C50B2" w:rsidP="002C50B2">
      <w:r>
        <w:t>— </w:t>
      </w:r>
      <w:r w:rsidR="00C77A4E" w:rsidRPr="00275B88">
        <w:t>Le reporter du</w:t>
      </w:r>
      <w:r w:rsidRPr="00275B88">
        <w:t xml:space="preserve"> </w:t>
      </w:r>
      <w:r w:rsidRPr="00275B88">
        <w:rPr>
          <w:i/>
          <w:iCs/>
        </w:rPr>
        <w:t>P</w:t>
      </w:r>
      <w:r>
        <w:rPr>
          <w:i/>
          <w:iCs/>
        </w:rPr>
        <w:t>.</w:t>
      </w:r>
      <w:r w:rsidRPr="00275B88">
        <w:rPr>
          <w:i/>
          <w:iCs/>
        </w:rPr>
        <w:t>P</w:t>
      </w:r>
      <w:r>
        <w:rPr>
          <w:i/>
          <w:iCs/>
        </w:rPr>
        <w:t xml:space="preserve">. ? </w:t>
      </w:r>
      <w:r w:rsidR="00C77A4E" w:rsidRPr="00275B88">
        <w:t>s</w:t>
      </w:r>
      <w:r>
        <w:t>’</w:t>
      </w:r>
      <w:r w:rsidR="00C77A4E" w:rsidRPr="00275B88">
        <w:t>écria le grand détective</w:t>
      </w:r>
      <w:r>
        <w:t xml:space="preserve">, </w:t>
      </w:r>
      <w:r w:rsidR="00C77A4E" w:rsidRPr="00275B88">
        <w:t>en simulant la plus grande surprise</w:t>
      </w:r>
      <w:r>
        <w:t>.</w:t>
      </w:r>
    </w:p>
    <w:p w14:paraId="33D9FBA1" w14:textId="77777777" w:rsidR="002C50B2" w:rsidRDefault="00C77A4E" w:rsidP="002C50B2">
      <w:r w:rsidRPr="00275B88">
        <w:t>Quant au principal intéressé</w:t>
      </w:r>
      <w:r w:rsidR="002C50B2">
        <w:t xml:space="preserve">, </w:t>
      </w:r>
      <w:r w:rsidRPr="00275B88">
        <w:t>il demeura impassible</w:t>
      </w:r>
      <w:r w:rsidR="002C50B2">
        <w:t xml:space="preserve">. </w:t>
      </w:r>
      <w:r w:rsidRPr="00275B88">
        <w:t>On eût juré que l</w:t>
      </w:r>
      <w:r w:rsidR="002C50B2">
        <w:t>’</w:t>
      </w:r>
      <w:r w:rsidRPr="00275B88">
        <w:t>on prononçait pour la première fois son nom devant lui</w:t>
      </w:r>
      <w:r w:rsidR="002C50B2">
        <w:t>.</w:t>
      </w:r>
    </w:p>
    <w:p w14:paraId="5C6740B7" w14:textId="77777777" w:rsidR="002C50B2" w:rsidRDefault="002C50B2" w:rsidP="002C50B2">
      <w:r>
        <w:t>— </w:t>
      </w:r>
      <w:r w:rsidR="00C77A4E" w:rsidRPr="00275B88">
        <w:t>Eh oui</w:t>
      </w:r>
      <w:r>
        <w:t xml:space="preserve"> ! </w:t>
      </w:r>
      <w:r w:rsidR="00C77A4E" w:rsidRPr="00275B88">
        <w:t xml:space="preserve">soulignait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en affectant un petit air de supériorité</w:t>
      </w:r>
      <w:r>
        <w:t>.</w:t>
      </w:r>
    </w:p>
    <w:p w14:paraId="7BA35B9F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poursuivait</w:t>
      </w:r>
      <w:r w:rsidR="002C50B2">
        <w:t> :</w:t>
      </w:r>
    </w:p>
    <w:p w14:paraId="7E6D7F48" w14:textId="77777777" w:rsidR="002C50B2" w:rsidRDefault="002C50B2" w:rsidP="002C50B2">
      <w:r>
        <w:t>— </w:t>
      </w:r>
      <w:r w:rsidR="00C77A4E" w:rsidRPr="00275B88">
        <w:t>On a trouvé chez lui certains documents qui ne laissent subsister aucun doute sur sa culpabilité</w:t>
      </w:r>
      <w:r>
        <w:t>.</w:t>
      </w:r>
    </w:p>
    <w:p w14:paraId="54A7E910" w14:textId="77777777" w:rsidR="002C50B2" w:rsidRDefault="00C77A4E" w:rsidP="002C50B2">
      <w:r w:rsidRPr="00275B88">
        <w:t>Chantecoq feignit de nouveau un vif étonnement</w:t>
      </w:r>
      <w:r w:rsidR="002C50B2">
        <w:t xml:space="preserve">. </w:t>
      </w:r>
      <w:r w:rsidRPr="00275B88">
        <w:t xml:space="preserve">Le faux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d</w:t>
      </w:r>
      <w:r w:rsidR="002C50B2">
        <w:t>’</w:t>
      </w:r>
      <w:r w:rsidRPr="00275B88">
        <w:t>un air très intéressé</w:t>
      </w:r>
      <w:r w:rsidR="002C50B2">
        <w:t xml:space="preserve">, </w:t>
      </w:r>
      <w:r w:rsidRPr="00275B88">
        <w:t>continuait à écouter le directeur de la police judiciaire qui</w:t>
      </w:r>
      <w:r w:rsidR="002C50B2">
        <w:t xml:space="preserve">, </w:t>
      </w:r>
      <w:r w:rsidRPr="00275B88">
        <w:t>tout en prenant différents objets étalés sur son bureau</w:t>
      </w:r>
      <w:r w:rsidR="002C50B2">
        <w:t xml:space="preserve">, </w:t>
      </w:r>
      <w:r w:rsidRPr="00275B88">
        <w:t>poursuivait</w:t>
      </w:r>
      <w:r w:rsidR="002C50B2">
        <w:t> :</w:t>
      </w:r>
    </w:p>
    <w:p w14:paraId="7C9C2188" w14:textId="77777777" w:rsidR="002C50B2" w:rsidRDefault="002C50B2" w:rsidP="002C50B2">
      <w:r>
        <w:t>— </w:t>
      </w:r>
      <w:r w:rsidR="00C77A4E" w:rsidRPr="00275B88">
        <w:t>Voici d</w:t>
      </w:r>
      <w:r>
        <w:t>’</w:t>
      </w:r>
      <w:r w:rsidR="00C77A4E" w:rsidRPr="00275B88">
        <w:t>abord quelques écus d</w:t>
      </w:r>
      <w:r>
        <w:t>’</w:t>
      </w:r>
      <w:r w:rsidR="00C77A4E" w:rsidRPr="00275B88">
        <w:t>or qui</w:t>
      </w:r>
      <w:r>
        <w:t xml:space="preserve">, </w:t>
      </w:r>
      <w:r w:rsidR="00C77A4E" w:rsidRPr="00275B88">
        <w:t>ainsi que vous le voyez</w:t>
      </w:r>
      <w:r>
        <w:t xml:space="preserve">, </w:t>
      </w:r>
      <w:r w:rsidR="00C77A4E" w:rsidRPr="00275B88">
        <w:t xml:space="preserve">sont frappés au coin du roi </w:t>
      </w:r>
      <w:r w:rsidRPr="00275B88">
        <w:t>Henri</w:t>
      </w:r>
      <w:r>
        <w:t> </w:t>
      </w:r>
      <w:r w:rsidRPr="00275B88">
        <w:t>III</w:t>
      </w:r>
      <w:r>
        <w:t>.</w:t>
      </w:r>
    </w:p>
    <w:p w14:paraId="2158DDFB" w14:textId="77777777" w:rsidR="002C50B2" w:rsidRDefault="00C77A4E" w:rsidP="002C50B2">
      <w:r w:rsidRPr="00275B88">
        <w:t>Chantecoq en prit un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examina et</w:t>
      </w:r>
      <w:r w:rsidR="002C50B2">
        <w:t xml:space="preserve">, </w:t>
      </w:r>
      <w:r w:rsidRPr="00275B88">
        <w:t>tout en le passant à son voisin</w:t>
      </w:r>
      <w:r w:rsidR="002C50B2">
        <w:t xml:space="preserve">, </w:t>
      </w:r>
      <w:r w:rsidRPr="00275B88">
        <w:t>il fit</w:t>
      </w:r>
      <w:r w:rsidR="002C50B2">
        <w:t> :</w:t>
      </w:r>
    </w:p>
    <w:p w14:paraId="22A8C9A5" w14:textId="77777777" w:rsidR="002C50B2" w:rsidRDefault="002C50B2" w:rsidP="002C50B2">
      <w:r>
        <w:t>— </w:t>
      </w:r>
      <w:r w:rsidR="00C77A4E" w:rsidRPr="00275B88">
        <w:t>Il se peut que Bellegarde ait eu l</w:t>
      </w:r>
      <w:r>
        <w:t>’</w:t>
      </w:r>
      <w:r w:rsidR="00C77A4E" w:rsidRPr="00275B88">
        <w:t>intention de commencer une collection</w:t>
      </w:r>
      <w:r>
        <w:t>.</w:t>
      </w:r>
    </w:p>
    <w:p w14:paraId="51CB0DA7" w14:textId="2CA686E6" w:rsidR="002C50B2" w:rsidRDefault="002C50B2" w:rsidP="002C50B2">
      <w:r>
        <w:t>— </w:t>
      </w:r>
      <w:r w:rsidR="00C77A4E" w:rsidRPr="00275B88">
        <w:t>Je ne le pense pas</w:t>
      </w:r>
      <w:r>
        <w:t xml:space="preserve"> ! </w:t>
      </w:r>
      <w:r w:rsidR="00C77A4E" w:rsidRPr="00275B88">
        <w:t xml:space="preserve">ponctuait </w:t>
      </w:r>
      <w:r>
        <w:t>M. </w:t>
      </w:r>
      <w:proofErr w:type="spellStart"/>
      <w:r w:rsidR="00C77A4E" w:rsidRPr="00275B88">
        <w:t>Ferval</w:t>
      </w:r>
      <w:proofErr w:type="spellEnd"/>
      <w:r>
        <w:t>.</w:t>
      </w:r>
    </w:p>
    <w:p w14:paraId="6B038394" w14:textId="77777777" w:rsidR="002C50B2" w:rsidRDefault="002C50B2" w:rsidP="002C50B2">
      <w:r>
        <w:t>— </w:t>
      </w:r>
      <w:r w:rsidR="00C77A4E" w:rsidRPr="00275B88">
        <w:t>Ce sont des pièces fort belles</w:t>
      </w:r>
      <w:r>
        <w:t xml:space="preserve">, </w:t>
      </w:r>
      <w:r w:rsidR="00C77A4E" w:rsidRPr="00275B88">
        <w:t>déclarait le pseudo</w:t>
      </w:r>
      <w:r w:rsidR="00C77A4E">
        <w:t>-</w:t>
      </w:r>
      <w:r w:rsidR="00C77A4E" w:rsidRPr="00275B88">
        <w:t>numismate en retournant l</w:t>
      </w:r>
      <w:r>
        <w:t>’</w:t>
      </w:r>
      <w:r w:rsidR="00C77A4E" w:rsidRPr="00275B88">
        <w:t>écu dans ses mains</w:t>
      </w:r>
      <w:r>
        <w:t>.</w:t>
      </w:r>
    </w:p>
    <w:p w14:paraId="06999874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tout</w:t>
      </w:r>
      <w:r>
        <w:t xml:space="preserve">, </w:t>
      </w:r>
      <w:r w:rsidR="00C77A4E" w:rsidRPr="00275B88">
        <w:t>reprenait le directeur</w:t>
      </w:r>
      <w:r>
        <w:t xml:space="preserve">… </w:t>
      </w:r>
      <w:r w:rsidR="00C77A4E" w:rsidRPr="00275B88">
        <w:t>Voici une ferrure de coffre qui est</w:t>
      </w:r>
      <w:r>
        <w:t xml:space="preserve">, </w:t>
      </w:r>
      <w:r w:rsidR="00C77A4E" w:rsidRPr="00275B88">
        <w:t>mon cher Chantecoq</w:t>
      </w:r>
      <w:r>
        <w:t xml:space="preserve">, </w:t>
      </w:r>
      <w:r w:rsidR="00C77A4E" w:rsidRPr="00275B88">
        <w:t xml:space="preserve">ainsi que tu ne </w:t>
      </w:r>
      <w:r w:rsidR="00C77A4E" w:rsidRPr="00275B88">
        <w:lastRenderedPageBreak/>
        <w:t>peux manquer de le reconnaître</w:t>
      </w:r>
      <w:r>
        <w:t xml:space="preserve">, </w:t>
      </w:r>
      <w:r w:rsidR="00C77A4E" w:rsidRPr="00275B88">
        <w:t>absolument semblable à celle que tu as trouvée toi</w:t>
      </w:r>
      <w:r w:rsidR="00C77A4E">
        <w:t>-</w:t>
      </w:r>
      <w:r w:rsidR="00C77A4E" w:rsidRPr="00275B88">
        <w:t>même au Louvre</w:t>
      </w:r>
      <w:r>
        <w:t>.</w:t>
      </w:r>
    </w:p>
    <w:p w14:paraId="676DEA29" w14:textId="77777777" w:rsidR="002C50B2" w:rsidRDefault="00C77A4E" w:rsidP="002C50B2">
      <w:r w:rsidRPr="00275B88">
        <w:t>Il passa la ferrure au grand détective qui</w:t>
      </w:r>
      <w:r w:rsidR="002C50B2">
        <w:t xml:space="preserve">, </w:t>
      </w:r>
      <w:r w:rsidRPr="00275B88">
        <w:t>tout en la regardant avec attention</w:t>
      </w:r>
      <w:r w:rsidR="002C50B2">
        <w:t xml:space="preserve">, </w:t>
      </w:r>
      <w:r w:rsidRPr="00275B88">
        <w:t>murmura</w:t>
      </w:r>
      <w:r w:rsidR="002C50B2">
        <w:t> :</w:t>
      </w:r>
    </w:p>
    <w:p w14:paraId="378F32E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exact</w:t>
      </w:r>
      <w:r>
        <w:t> !</w:t>
      </w:r>
    </w:p>
    <w:p w14:paraId="2DAC52AA" w14:textId="77777777" w:rsidR="002C50B2" w:rsidRDefault="00C77A4E" w:rsidP="002C50B2">
      <w:r w:rsidRPr="00275B88">
        <w:t xml:space="preserve">Saisissant le manuscrit que </w:t>
      </w:r>
      <w:proofErr w:type="spellStart"/>
      <w:r w:rsidRPr="00275B88">
        <w:t>Ménardier</w:t>
      </w:r>
      <w:proofErr w:type="spellEnd"/>
      <w:r w:rsidRPr="00275B88">
        <w:t xml:space="preserve"> avait trouvé tout au fond de la bibliothèque du journaliste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reprit</w:t>
      </w:r>
      <w:r w:rsidR="002C50B2">
        <w:t xml:space="preserve">, </w:t>
      </w:r>
      <w:r w:rsidRPr="00275B88">
        <w:t>en le présentant au célèbre limier</w:t>
      </w:r>
      <w:r w:rsidR="002C50B2">
        <w:t> :</w:t>
      </w:r>
    </w:p>
    <w:p w14:paraId="6AF90B19" w14:textId="77777777" w:rsidR="002C50B2" w:rsidRDefault="002C50B2" w:rsidP="002C50B2">
      <w:r>
        <w:t>— </w:t>
      </w:r>
      <w:r w:rsidR="00C77A4E" w:rsidRPr="00275B88">
        <w:t>Enfin</w:t>
      </w:r>
      <w:r>
        <w:t xml:space="preserve">, </w:t>
      </w:r>
      <w:r w:rsidR="00C77A4E" w:rsidRPr="00275B88">
        <w:t>voici un grimoire dont la lecture achève de projeter une lumière éclatante sur cette troublante histoire</w:t>
      </w:r>
      <w:r>
        <w:t>.</w:t>
      </w:r>
    </w:p>
    <w:p w14:paraId="78757333" w14:textId="77777777" w:rsidR="002C50B2" w:rsidRDefault="00C77A4E" w:rsidP="002C50B2">
      <w:r w:rsidRPr="00275B88">
        <w:t>Avec calme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182D418C" w14:textId="77777777" w:rsidR="002C50B2" w:rsidRDefault="002C50B2" w:rsidP="002C50B2">
      <w:r>
        <w:t>— </w:t>
      </w:r>
      <w:r w:rsidR="00C77A4E" w:rsidRPr="00275B88">
        <w:t xml:space="preserve">Monsieur </w:t>
      </w:r>
      <w:proofErr w:type="spellStart"/>
      <w:r w:rsidR="00C77A4E" w:rsidRPr="00275B88">
        <w:t>Cantarelli</w:t>
      </w:r>
      <w:proofErr w:type="spellEnd"/>
      <w:r>
        <w:t xml:space="preserve">, </w:t>
      </w:r>
      <w:r w:rsidR="00C77A4E" w:rsidRPr="00275B88">
        <w:t>qui est expert dans l</w:t>
      </w:r>
      <w:r>
        <w:t>’</w:t>
      </w:r>
      <w:r w:rsidR="00C77A4E" w:rsidRPr="00275B88">
        <w:t>art de déchiffrer les manuscrits anciens</w:t>
      </w:r>
      <w:r>
        <w:t xml:space="preserve">, </w:t>
      </w:r>
      <w:r w:rsidR="00C77A4E" w:rsidRPr="00275B88">
        <w:t>sera sans doute très heureux de prendre connaissance de celui</w:t>
      </w:r>
      <w:r w:rsidR="00C77A4E">
        <w:t>-</w:t>
      </w:r>
      <w:r w:rsidR="00C77A4E" w:rsidRPr="00275B88">
        <w:t>ci</w:t>
      </w:r>
      <w:r>
        <w:t>.</w:t>
      </w:r>
    </w:p>
    <w:p w14:paraId="5ACB871C" w14:textId="77777777" w:rsidR="002C50B2" w:rsidRDefault="00C77A4E" w:rsidP="002C50B2">
      <w:r w:rsidRPr="00275B88">
        <w:t>Jacques s</w:t>
      </w:r>
      <w:r w:rsidR="002C50B2">
        <w:t>’</w:t>
      </w:r>
      <w:r w:rsidRPr="00275B88">
        <w:t>empressa de déclarer</w:t>
      </w:r>
      <w:r w:rsidR="002C50B2">
        <w:t> :</w:t>
      </w:r>
    </w:p>
    <w:p w14:paraId="3F86E85B" w14:textId="77777777" w:rsidR="002C50B2" w:rsidRDefault="002C50B2" w:rsidP="002C50B2">
      <w:r>
        <w:t>— </w:t>
      </w:r>
      <w:r w:rsidR="00C77A4E" w:rsidRPr="00275B88">
        <w:t>Certainement</w:t>
      </w:r>
      <w:r>
        <w:t xml:space="preserve">, </w:t>
      </w:r>
      <w:proofErr w:type="spellStart"/>
      <w:r w:rsidR="00C77A4E" w:rsidRPr="00275B88">
        <w:t>ze</w:t>
      </w:r>
      <w:proofErr w:type="spellEnd"/>
      <w:r w:rsidR="00C77A4E" w:rsidRPr="00275B88">
        <w:t xml:space="preserve"> </w:t>
      </w:r>
      <w:proofErr w:type="spellStart"/>
      <w:r w:rsidR="00C77A4E" w:rsidRPr="00275B88">
        <w:t>souis</w:t>
      </w:r>
      <w:proofErr w:type="spellEnd"/>
      <w:r w:rsidR="00C77A4E" w:rsidRPr="00275B88">
        <w:t xml:space="preserve"> très désireux de contempler de près ce document</w:t>
      </w:r>
      <w:r>
        <w:t>.</w:t>
      </w:r>
    </w:p>
    <w:p w14:paraId="71CCBB5B" w14:textId="77777777" w:rsidR="002C50B2" w:rsidRDefault="00C77A4E" w:rsidP="002C50B2">
      <w:r w:rsidRPr="00275B88">
        <w:t>Le directeur</w:t>
      </w:r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>invita fort courtoisement le commandeur à s</w:t>
      </w:r>
      <w:r w:rsidR="002C50B2">
        <w:t>’</w:t>
      </w:r>
      <w:r w:rsidRPr="00275B88">
        <w:t>installer à sa place</w:t>
      </w:r>
      <w:r w:rsidR="002C50B2">
        <w:t xml:space="preserve">… </w:t>
      </w:r>
      <w:r w:rsidRPr="00275B88">
        <w:t>et tandis que celui</w:t>
      </w:r>
      <w:r>
        <w:t>-</w:t>
      </w:r>
      <w:r w:rsidRPr="00275B88">
        <w:t>ci commençait à feuilleter le grimoire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pendant toute cette scène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pas cessé de braquer sur Chantecoq une paire d</w:t>
      </w:r>
      <w:r w:rsidR="002C50B2">
        <w:t>’</w:t>
      </w:r>
      <w:r w:rsidRPr="00275B88">
        <w:t>yeux pétillants d</w:t>
      </w:r>
      <w:r w:rsidR="002C50B2">
        <w:t>’</w:t>
      </w:r>
      <w:r w:rsidRPr="00275B88">
        <w:t>ironie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 de son chef et lui dit</w:t>
      </w:r>
      <w:r w:rsidR="002C50B2">
        <w:t> :</w:t>
      </w:r>
    </w:p>
    <w:p w14:paraId="6CDDC4D8" w14:textId="77777777" w:rsidR="002C50B2" w:rsidRDefault="002C50B2" w:rsidP="002C50B2">
      <w:r>
        <w:t>— </w:t>
      </w:r>
      <w:r w:rsidR="00C77A4E" w:rsidRPr="00275B88">
        <w:t>Monsieur le directeur</w:t>
      </w:r>
      <w:r>
        <w:t xml:space="preserve">, </w:t>
      </w:r>
      <w:r w:rsidR="00C77A4E" w:rsidRPr="00275B88">
        <w:t>je vous demande la permission de me retirer</w:t>
      </w:r>
      <w:r>
        <w:t xml:space="preserve"> ; </w:t>
      </w:r>
      <w:r w:rsidR="00C77A4E" w:rsidRPr="00275B88">
        <w:t>car il faut que je me mette sans tarder à la poursuite du sieur Bellegarde</w:t>
      </w:r>
      <w:r>
        <w:t>.</w:t>
      </w:r>
    </w:p>
    <w:p w14:paraId="268840E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cela</w:t>
      </w:r>
      <w:r>
        <w:t xml:space="preserve">, </w:t>
      </w:r>
      <w:r w:rsidR="00C77A4E" w:rsidRPr="00275B88">
        <w:t>mon ami</w:t>
      </w:r>
      <w:r>
        <w:t xml:space="preserve">, </w:t>
      </w:r>
      <w:r w:rsidR="00C77A4E" w:rsidRPr="00275B88">
        <w:t>filez vite</w:t>
      </w:r>
      <w:r>
        <w:t> !</w:t>
      </w:r>
    </w:p>
    <w:p w14:paraId="0387BEFA" w14:textId="77777777" w:rsidR="002C50B2" w:rsidRDefault="00C77A4E" w:rsidP="002C50B2">
      <w:proofErr w:type="spellStart"/>
      <w:r w:rsidRPr="00275B88">
        <w:lastRenderedPageBreak/>
        <w:t>Ménardier</w:t>
      </w:r>
      <w:proofErr w:type="spellEnd"/>
      <w:r w:rsidRPr="00275B88">
        <w:t xml:space="preserve"> salua de la tête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absorbé dans sa lecture</w:t>
      </w:r>
      <w:r w:rsidR="002C50B2">
        <w:t xml:space="preserve">, </w:t>
      </w:r>
      <w:r w:rsidRPr="00275B88">
        <w:t>ne parut pas s</w:t>
      </w:r>
      <w:r w:rsidR="002C50B2">
        <w:t>’</w:t>
      </w:r>
      <w:r w:rsidRPr="00275B88">
        <w:t>apercevoir de cette marque de politesse</w:t>
      </w:r>
      <w:r w:rsidR="002C50B2">
        <w:t xml:space="preserve">… </w:t>
      </w:r>
      <w:r w:rsidRPr="00275B88">
        <w:t>Puis il tendit la main à Chantecoq</w:t>
      </w:r>
      <w:r w:rsidR="002C50B2">
        <w:t xml:space="preserve">, </w:t>
      </w:r>
      <w:r w:rsidRPr="00275B88">
        <w:t>qui lui dit d</w:t>
      </w:r>
      <w:r w:rsidR="002C50B2">
        <w:t>’</w:t>
      </w:r>
      <w:r w:rsidRPr="00275B88">
        <w:t>un air légèrement gouailleur</w:t>
      </w:r>
      <w:r w:rsidR="002C50B2">
        <w:t> :</w:t>
      </w:r>
    </w:p>
    <w:p w14:paraId="2B599CF3" w14:textId="77777777" w:rsidR="002C50B2" w:rsidRDefault="002C50B2" w:rsidP="002C50B2">
      <w:r>
        <w:t>— </w:t>
      </w:r>
      <w:r w:rsidR="00C77A4E" w:rsidRPr="00275B88">
        <w:t>Bonne chance</w:t>
      </w:r>
      <w:r>
        <w:t xml:space="preserve">, </w:t>
      </w:r>
      <w:r w:rsidR="00C77A4E" w:rsidRPr="00275B88">
        <w:t>mon cher confrère</w:t>
      </w:r>
      <w:r>
        <w:t> !</w:t>
      </w:r>
    </w:p>
    <w:p w14:paraId="5F8E37FA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gagna la porte</w:t>
      </w:r>
      <w:r w:rsidR="002C50B2">
        <w:t xml:space="preserve">, </w:t>
      </w:r>
      <w:r w:rsidRPr="00275B88">
        <w:t>accompagné jusqu</w:t>
      </w:r>
      <w:r w:rsidR="002C50B2">
        <w:t>’</w:t>
      </w:r>
      <w:r w:rsidRPr="00275B88">
        <w:t xml:space="preserve">au seuil par 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qui lui dit à l</w:t>
      </w:r>
      <w:r w:rsidR="002C50B2">
        <w:t>’</w:t>
      </w:r>
      <w:r w:rsidRPr="00275B88">
        <w:t>oreille quelques mots</w:t>
      </w:r>
      <w:r w:rsidR="002C50B2">
        <w:t xml:space="preserve">, </w:t>
      </w:r>
      <w:r w:rsidRPr="00275B88">
        <w:t>pendant lesquels Chantecoq et Bellegarde échangèrent un furtif sourire</w:t>
      </w:r>
      <w:r w:rsidR="002C50B2">
        <w:t>.</w:t>
      </w:r>
    </w:p>
    <w:p w14:paraId="050CA77D" w14:textId="77777777" w:rsidR="002C50B2" w:rsidRDefault="00C77A4E" w:rsidP="002C50B2">
      <w:r w:rsidRPr="00275B88">
        <w:t>Revenant vers eux</w:t>
      </w:r>
      <w:r w:rsidR="002C50B2">
        <w:t xml:space="preserve">, </w:t>
      </w:r>
      <w:r w:rsidRPr="00275B88">
        <w:t>le directeur de la police judiciaire s</w:t>
      </w:r>
      <w:r w:rsidR="002C50B2">
        <w:t>’</w:t>
      </w:r>
      <w:r w:rsidRPr="00275B88">
        <w:t>écriait</w:t>
      </w:r>
      <w:r w:rsidR="002C50B2">
        <w:t> :</w:t>
      </w:r>
    </w:p>
    <w:p w14:paraId="0897DA96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proofErr w:type="spellStart"/>
      <w:r w:rsidR="00C77A4E" w:rsidRPr="00275B88">
        <w:t>est ce</w:t>
      </w:r>
      <w:proofErr w:type="spellEnd"/>
      <w:r w:rsidR="00C77A4E" w:rsidRPr="00275B88">
        <w:t xml:space="preserve"> pas que c</w:t>
      </w:r>
      <w:r>
        <w:t>’</w:t>
      </w:r>
      <w:r w:rsidR="00C77A4E" w:rsidRPr="00275B88">
        <w:t>est concluant</w:t>
      </w:r>
      <w:r>
        <w:t> ?</w:t>
      </w:r>
    </w:p>
    <w:p w14:paraId="32322EFD" w14:textId="77777777" w:rsidR="002C50B2" w:rsidRDefault="00C77A4E" w:rsidP="002C50B2">
      <w:r w:rsidRPr="00275B88">
        <w:t>Une sonnerie de téléphone l</w:t>
      </w:r>
      <w:r w:rsidR="002C50B2">
        <w:t>’</w:t>
      </w:r>
      <w:r w:rsidRPr="00275B88">
        <w:t>arrêta</w:t>
      </w:r>
      <w:r w:rsidR="002C50B2">
        <w:t>.</w:t>
      </w:r>
    </w:p>
    <w:p w14:paraId="4C3C142E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décrocha le récepteur</w:t>
      </w:r>
      <w:r w:rsidR="002C50B2">
        <w:t xml:space="preserve">, </w:t>
      </w:r>
      <w:r w:rsidRPr="00275B88">
        <w:t>écouta</w:t>
      </w:r>
      <w:r w:rsidR="002C50B2">
        <w:t>…</w:t>
      </w:r>
    </w:p>
    <w:p w14:paraId="03EFD030" w14:textId="77777777" w:rsidR="002C50B2" w:rsidRDefault="002C50B2" w:rsidP="002C50B2">
      <w:r>
        <w:t>— </w:t>
      </w:r>
      <w:r w:rsidR="00C77A4E" w:rsidRPr="00275B88">
        <w:t>Je viens tout de suite</w:t>
      </w:r>
      <w:r>
        <w:t xml:space="preserve">, </w:t>
      </w:r>
      <w:r w:rsidR="00C77A4E" w:rsidRPr="00275B88">
        <w:t>monsieur le préfet</w:t>
      </w:r>
      <w:r>
        <w:t xml:space="preserve">, </w:t>
      </w:r>
      <w:r w:rsidR="00C77A4E" w:rsidRPr="00275B88">
        <w:t>lança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>.</w:t>
      </w:r>
    </w:p>
    <w:p w14:paraId="39EAFD5E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raccrochant l</w:t>
      </w:r>
      <w:r w:rsidR="002C50B2">
        <w:t>’</w:t>
      </w:r>
      <w:r w:rsidRPr="00275B88">
        <w:t>appareil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2E34E2C5" w14:textId="77777777" w:rsidR="002C50B2" w:rsidRDefault="002C50B2" w:rsidP="002C50B2">
      <w:r>
        <w:t>— </w:t>
      </w:r>
      <w:r w:rsidR="00C77A4E" w:rsidRPr="00275B88">
        <w:t>Le grand patron me demande</w:t>
      </w:r>
      <w:r>
        <w:t>.</w:t>
      </w:r>
    </w:p>
    <w:p w14:paraId="341CDAE7" w14:textId="77777777" w:rsidR="002C50B2" w:rsidRDefault="00C77A4E" w:rsidP="002C50B2">
      <w:r w:rsidRPr="00275B88">
        <w:t>Chantecoq fit aussitôt</w:t>
      </w:r>
      <w:r w:rsidR="002C50B2">
        <w:t> :</w:t>
      </w:r>
    </w:p>
    <w:p w14:paraId="62F09D10" w14:textId="77777777" w:rsidR="002C50B2" w:rsidRDefault="002C50B2" w:rsidP="002C50B2">
      <w:r>
        <w:t>— </w:t>
      </w:r>
      <w:r w:rsidR="00C77A4E" w:rsidRPr="00275B88">
        <w:t>Nous allons nous retirer</w:t>
      </w:r>
      <w:r>
        <w:t>.</w:t>
      </w:r>
    </w:p>
    <w:p w14:paraId="2BEBDD2A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 ! </w:t>
      </w:r>
      <w:r w:rsidR="00C77A4E" w:rsidRPr="00275B88">
        <w:t>protesta cordialement le haut fonctionnaire</w:t>
      </w:r>
      <w:r>
        <w:t xml:space="preserve">. </w:t>
      </w:r>
      <w:r w:rsidR="00C77A4E" w:rsidRPr="00275B88">
        <w:t>Ici</w:t>
      </w:r>
      <w:r>
        <w:t xml:space="preserve">, </w:t>
      </w:r>
      <w:r w:rsidR="00C77A4E" w:rsidRPr="00275B88">
        <w:t>mon cher ami</w:t>
      </w:r>
      <w:r>
        <w:t xml:space="preserve">, </w:t>
      </w:r>
      <w:r w:rsidR="00C77A4E" w:rsidRPr="00275B88">
        <w:t>tu es chez toi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je reviens dans quelques instants</w:t>
      </w:r>
      <w:r>
        <w:t>.</w:t>
      </w:r>
    </w:p>
    <w:p w14:paraId="48895604" w14:textId="77777777" w:rsidR="002C50B2" w:rsidRDefault="00C77A4E" w:rsidP="002C50B2">
      <w:r w:rsidRPr="00275B88">
        <w:t>Et il sortit après avoir adressé un amical salut de la main à ses deux hôtes</w:t>
      </w:r>
      <w:r w:rsidR="002C50B2">
        <w:t>.</w:t>
      </w:r>
    </w:p>
    <w:p w14:paraId="6E70F229" w14:textId="77777777" w:rsidR="002C50B2" w:rsidRDefault="00C77A4E" w:rsidP="002C50B2">
      <w:r w:rsidRPr="00275B88">
        <w:t>Le grand détective attendit qu</w:t>
      </w:r>
      <w:r w:rsidR="002C50B2">
        <w:t>’</w:t>
      </w:r>
      <w:r w:rsidRPr="00275B88">
        <w:t>il se fût éloigné</w:t>
      </w:r>
      <w:r w:rsidR="002C50B2">
        <w:t xml:space="preserve">. </w:t>
      </w:r>
      <w:r w:rsidRPr="00275B88">
        <w:t>Alors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>une chaise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installa à côté de Bellegarde</w:t>
      </w:r>
      <w:r w:rsidR="002C50B2">
        <w:t>.</w:t>
      </w:r>
    </w:p>
    <w:p w14:paraId="6CC76743" w14:textId="77777777" w:rsidR="002C50B2" w:rsidRDefault="002C50B2" w:rsidP="002C50B2">
      <w:r>
        <w:lastRenderedPageBreak/>
        <w:t>— </w:t>
      </w:r>
      <w:r w:rsidR="00C77A4E" w:rsidRPr="00275B88">
        <w:t>Tout va bien</w:t>
      </w:r>
      <w:r>
        <w:t xml:space="preserve">, </w:t>
      </w:r>
      <w:r w:rsidR="00C77A4E" w:rsidRPr="00275B88">
        <w:t>martela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Et maintenant</w:t>
      </w:r>
      <w:r>
        <w:t xml:space="preserve">, </w:t>
      </w:r>
      <w:r w:rsidR="00C77A4E" w:rsidRPr="00275B88">
        <w:t>travaillons</w:t>
      </w:r>
      <w:r>
        <w:t> !</w:t>
      </w:r>
    </w:p>
    <w:p w14:paraId="5452815E" w14:textId="77777777" w:rsidR="002C50B2" w:rsidRDefault="00C77A4E" w:rsidP="002C50B2">
      <w:r w:rsidRPr="00275B88">
        <w:t>Jacques lui passa le grimoire dont la couverture enluminée représentait les attributs des astrologues et des magiciens et portait en tête</w:t>
      </w:r>
      <w:r w:rsidR="002C50B2">
        <w:t xml:space="preserve">, </w:t>
      </w:r>
      <w:r w:rsidRPr="00275B88">
        <w:t>tracés en caractères gothiques</w:t>
      </w:r>
      <w:r w:rsidR="002C50B2">
        <w:t> :</w:t>
      </w:r>
    </w:p>
    <w:p w14:paraId="4FB9403F" w14:textId="77777777" w:rsid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Mémoires secrets de Cosme Ruggieri</w:t>
      </w:r>
      <w:r w:rsidR="002C50B2">
        <w:rPr>
          <w:i/>
          <w:iCs/>
        </w:rPr>
        <w:t>,</w:t>
      </w:r>
    </w:p>
    <w:p w14:paraId="5F04C6D3" w14:textId="77777777" w:rsidR="002C50B2" w:rsidRDefault="00C77A4E" w:rsidP="002C50B2">
      <w:pPr>
        <w:ind w:firstLine="0"/>
        <w:jc w:val="center"/>
        <w:rPr>
          <w:i/>
          <w:iCs/>
        </w:rPr>
      </w:pPr>
      <w:r w:rsidRPr="002C50B2">
        <w:rPr>
          <w:i/>
          <w:iCs/>
        </w:rPr>
        <w:t>astrologue de Sa Majesté la Reine Catherine de Médicis</w:t>
      </w:r>
      <w:r w:rsidR="002C50B2">
        <w:rPr>
          <w:i/>
          <w:iCs/>
        </w:rPr>
        <w:t>.</w:t>
      </w:r>
    </w:p>
    <w:p w14:paraId="72E754B2" w14:textId="77777777" w:rsidR="002C50B2" w:rsidRDefault="00C77A4E" w:rsidP="002C50B2">
      <w:r w:rsidRPr="00275B88">
        <w:t>Chantecoq feuilleta l</w:t>
      </w:r>
      <w:r w:rsidR="002C50B2">
        <w:t>’</w:t>
      </w:r>
      <w:r w:rsidRPr="00275B88">
        <w:t>ouvrage</w:t>
      </w:r>
      <w:r w:rsidR="002C50B2">
        <w:t xml:space="preserve">, </w:t>
      </w:r>
      <w:r w:rsidRPr="00275B88">
        <w:t>qui était écrit en français de l</w:t>
      </w:r>
      <w:r w:rsidR="002C50B2">
        <w:t>’</w:t>
      </w:r>
      <w:r w:rsidRPr="00275B88">
        <w:t>époque</w:t>
      </w:r>
      <w:r w:rsidR="002C50B2">
        <w:t xml:space="preserve">. </w:t>
      </w:r>
      <w:r w:rsidRPr="00275B88">
        <w:t>Il s</w:t>
      </w:r>
      <w:r w:rsidR="002C50B2">
        <w:t>’</w:t>
      </w:r>
      <w:r w:rsidRPr="00275B88">
        <w:t>arrêta à cette phrase</w:t>
      </w:r>
      <w:r w:rsidR="002C50B2">
        <w:t xml:space="preserve">, </w:t>
      </w:r>
      <w:r w:rsidRPr="00275B88">
        <w:t>que nous traduisons immédiatement en français de nos jours</w:t>
      </w:r>
      <w:r w:rsidR="002C50B2">
        <w:t> :</w:t>
      </w:r>
    </w:p>
    <w:p w14:paraId="07BC124C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Peu de temps avant les journées des Barricades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 xml:space="preserve">tandis que Sa Majesté </w:t>
      </w:r>
      <w:r w:rsidR="002C50B2" w:rsidRPr="00275B88">
        <w:rPr>
          <w:i/>
          <w:iCs/>
        </w:rPr>
        <w:t>Henri</w:t>
      </w:r>
      <w:r w:rsidR="002C50B2">
        <w:rPr>
          <w:i/>
          <w:iCs/>
        </w:rPr>
        <w:t> </w:t>
      </w:r>
      <w:r w:rsidR="002C50B2" w:rsidRPr="00275B88">
        <w:rPr>
          <w:i/>
          <w:iCs/>
        </w:rPr>
        <w:t>III</w:t>
      </w:r>
      <w:r w:rsidRPr="00275B88">
        <w:rPr>
          <w:i/>
          <w:iCs/>
        </w:rPr>
        <w:t xml:space="preserve"> assistait à un grand bal dans son palais du Louvre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la reine Catherine me fit mander près d</w:t>
      </w:r>
      <w:r w:rsidR="002C50B2">
        <w:rPr>
          <w:i/>
          <w:iCs/>
        </w:rPr>
        <w:t>’</w:t>
      </w:r>
      <w:r w:rsidRPr="00275B88">
        <w:rPr>
          <w:i/>
          <w:iCs/>
        </w:rPr>
        <w:t>elle</w:t>
      </w:r>
      <w:r w:rsidR="002C50B2">
        <w:rPr>
          <w:i/>
          <w:iCs/>
        </w:rPr>
        <w:t>.</w:t>
      </w:r>
    </w:p>
    <w:p w14:paraId="607C372C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Ma puissante et vénérable protectrice se trouvait dans son oratoire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Elle était assise sur une cathèdre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près d</w:t>
      </w:r>
      <w:r w:rsidR="002C50B2">
        <w:rPr>
          <w:i/>
          <w:iCs/>
        </w:rPr>
        <w:t>’</w:t>
      </w:r>
      <w:r w:rsidRPr="00275B88">
        <w:rPr>
          <w:i/>
          <w:iCs/>
        </w:rPr>
        <w:t>une table où était déposé un coffre en cuir repoussé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aux ferrures d</w:t>
      </w:r>
      <w:r w:rsidR="002C50B2">
        <w:rPr>
          <w:i/>
          <w:iCs/>
        </w:rPr>
        <w:t>’</w:t>
      </w:r>
      <w:r w:rsidRPr="00275B88">
        <w:rPr>
          <w:i/>
          <w:iCs/>
        </w:rPr>
        <w:t xml:space="preserve">angle finement ciselées et dont le couvercle portait au </w:t>
      </w:r>
      <w:proofErr w:type="spellStart"/>
      <w:r w:rsidRPr="00275B88">
        <w:rPr>
          <w:i/>
          <w:iCs/>
        </w:rPr>
        <w:t>centre</w:t>
      </w:r>
      <w:proofErr w:type="spellEnd"/>
      <w:r w:rsidRPr="00275B88">
        <w:rPr>
          <w:i/>
          <w:iCs/>
        </w:rPr>
        <w:t xml:space="preserve"> les armes des Valois</w:t>
      </w:r>
      <w:r w:rsidR="002C50B2">
        <w:rPr>
          <w:i/>
          <w:iCs/>
        </w:rPr>
        <w:t>.</w:t>
      </w:r>
    </w:p>
    <w:p w14:paraId="53A60681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Après m</w:t>
      </w:r>
      <w:r w:rsidR="002C50B2">
        <w:rPr>
          <w:i/>
          <w:iCs/>
        </w:rPr>
        <w:t>’</w:t>
      </w:r>
      <w:r w:rsidRPr="00275B88">
        <w:rPr>
          <w:i/>
          <w:iCs/>
        </w:rPr>
        <w:t>être incliné devant elle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j</w:t>
      </w:r>
      <w:r w:rsidR="002C50B2">
        <w:rPr>
          <w:i/>
          <w:iCs/>
        </w:rPr>
        <w:t>’</w:t>
      </w:r>
      <w:r w:rsidRPr="00275B88">
        <w:rPr>
          <w:i/>
          <w:iCs/>
        </w:rPr>
        <w:t>attendais qu</w:t>
      </w:r>
      <w:r w:rsidR="002C50B2">
        <w:rPr>
          <w:i/>
          <w:iCs/>
        </w:rPr>
        <w:t>’</w:t>
      </w:r>
      <w:r w:rsidRPr="00275B88">
        <w:rPr>
          <w:i/>
          <w:iCs/>
        </w:rPr>
        <w:t>elle daignât m</w:t>
      </w:r>
      <w:r w:rsidR="002C50B2">
        <w:rPr>
          <w:i/>
          <w:iCs/>
        </w:rPr>
        <w:t>’</w:t>
      </w:r>
      <w:r w:rsidRPr="00275B88">
        <w:rPr>
          <w:i/>
          <w:iCs/>
        </w:rPr>
        <w:t>adresser la parole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Pendant un long instant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elle garda le silence</w:t>
      </w:r>
      <w:r w:rsidR="002C50B2">
        <w:rPr>
          <w:i/>
          <w:iCs/>
        </w:rPr>
        <w:t>…</w:t>
      </w:r>
    </w:p>
    <w:p w14:paraId="77584CD8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Enfin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d</w:t>
      </w:r>
      <w:r w:rsidR="002C50B2">
        <w:rPr>
          <w:i/>
          <w:iCs/>
        </w:rPr>
        <w:t>’</w:t>
      </w:r>
      <w:r w:rsidRPr="00275B88">
        <w:rPr>
          <w:i/>
          <w:iCs/>
        </w:rPr>
        <w:t>une voix grave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elle attaqua</w:t>
      </w:r>
      <w:r w:rsidR="002C50B2">
        <w:rPr>
          <w:i/>
          <w:iCs/>
        </w:rPr>
        <w:t> :</w:t>
      </w:r>
    </w:p>
    <w:p w14:paraId="4C286B22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0B435D">
        <w:rPr>
          <w:i/>
          <w:iCs/>
        </w:rPr>
        <w:t>Pendant qu</w:t>
      </w:r>
      <w:r>
        <w:rPr>
          <w:i/>
          <w:iCs/>
        </w:rPr>
        <w:t>’</w:t>
      </w:r>
      <w:r w:rsidR="00C77A4E" w:rsidRPr="000B435D">
        <w:rPr>
          <w:i/>
          <w:iCs/>
        </w:rPr>
        <w:t>ils dansent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là</w:t>
      </w:r>
      <w:r w:rsidR="00C77A4E">
        <w:rPr>
          <w:i/>
          <w:iCs/>
        </w:rPr>
        <w:t>-</w:t>
      </w:r>
      <w:r w:rsidR="00C77A4E" w:rsidRPr="000B435D">
        <w:rPr>
          <w:i/>
          <w:iCs/>
        </w:rPr>
        <w:t>haut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le peuple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révolté contre l</w:t>
      </w:r>
      <w:r>
        <w:rPr>
          <w:i/>
          <w:iCs/>
        </w:rPr>
        <w:t>’</w:t>
      </w:r>
      <w:r w:rsidR="00C77A4E" w:rsidRPr="000B435D">
        <w:rPr>
          <w:i/>
          <w:iCs/>
        </w:rPr>
        <w:t>autorité des Valois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acclame notre implacable ennemi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le duc de Guise</w:t>
      </w:r>
      <w:r>
        <w:rPr>
          <w:i/>
          <w:iCs/>
        </w:rPr>
        <w:t>.</w:t>
      </w:r>
    </w:p>
    <w:p w14:paraId="14709D42" w14:textId="77777777" w:rsidR="002C50B2" w:rsidRDefault="002C50B2" w:rsidP="002C50B2">
      <w:pPr>
        <w:rPr>
          <w:i/>
          <w:iCs/>
        </w:rPr>
      </w:pPr>
      <w:r>
        <w:rPr>
          <w:i/>
          <w:iCs/>
        </w:rPr>
        <w:t>« </w:t>
      </w:r>
      <w:r w:rsidR="00C77A4E" w:rsidRPr="00275B88">
        <w:rPr>
          <w:i/>
          <w:iCs/>
        </w:rPr>
        <w:t>Il ne faut pas nous illusionner</w:t>
      </w:r>
      <w:r>
        <w:rPr>
          <w:i/>
          <w:iCs/>
        </w:rPr>
        <w:t xml:space="preserve">. </w:t>
      </w:r>
      <w:r w:rsidR="00C77A4E" w:rsidRPr="00275B88">
        <w:rPr>
          <w:i/>
          <w:iCs/>
        </w:rPr>
        <w:t>Ce maudit Balafré</w:t>
      </w:r>
      <w:r>
        <w:rPr>
          <w:i/>
          <w:iCs/>
        </w:rPr>
        <w:t xml:space="preserve">, </w:t>
      </w:r>
      <w:r w:rsidR="00C77A4E" w:rsidRPr="00275B88">
        <w:rPr>
          <w:i/>
          <w:iCs/>
        </w:rPr>
        <w:t>qui veut ravir à mon fils la couronne de ses aïeux</w:t>
      </w:r>
      <w:r>
        <w:rPr>
          <w:i/>
          <w:iCs/>
        </w:rPr>
        <w:t xml:space="preserve">, </w:t>
      </w:r>
      <w:r w:rsidR="00C77A4E" w:rsidRPr="00275B88">
        <w:rPr>
          <w:i/>
          <w:iCs/>
        </w:rPr>
        <w:t>a su acheter les uns et fanatiser les autres</w:t>
      </w:r>
      <w:r>
        <w:rPr>
          <w:i/>
          <w:iCs/>
        </w:rPr>
        <w:t>.</w:t>
      </w:r>
    </w:p>
    <w:p w14:paraId="204DB119" w14:textId="77777777" w:rsidR="002C50B2" w:rsidRDefault="002C50B2" w:rsidP="002C50B2">
      <w:pPr>
        <w:rPr>
          <w:i/>
          <w:iCs/>
        </w:rPr>
      </w:pPr>
      <w:r>
        <w:rPr>
          <w:i/>
          <w:iCs/>
        </w:rPr>
        <w:lastRenderedPageBreak/>
        <w:t>« </w:t>
      </w:r>
      <w:r w:rsidR="00C77A4E" w:rsidRPr="000B435D">
        <w:rPr>
          <w:i/>
          <w:iCs/>
        </w:rPr>
        <w:t>Avant qu</w:t>
      </w:r>
      <w:r>
        <w:rPr>
          <w:i/>
          <w:iCs/>
        </w:rPr>
        <w:t>’</w:t>
      </w:r>
      <w:r w:rsidR="00C77A4E" w:rsidRPr="000B435D">
        <w:rPr>
          <w:i/>
          <w:iCs/>
        </w:rPr>
        <w:t>il soit tout à fait le maître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et si nous ne voulons pas tomber entre ses mains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le roi et moi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il faut que nous quittions secrètement Paris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et cela dans le plus bref délai</w:t>
      </w:r>
      <w:r>
        <w:rPr>
          <w:i/>
          <w:iCs/>
        </w:rPr>
        <w:t>.</w:t>
      </w:r>
    </w:p>
    <w:p w14:paraId="2CEA9220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Et tout en me désignant le coffre déposé près d</w:t>
      </w:r>
      <w:r w:rsidR="002C50B2">
        <w:rPr>
          <w:i/>
          <w:iCs/>
        </w:rPr>
        <w:t>’</w:t>
      </w:r>
      <w:r w:rsidRPr="00275B88">
        <w:rPr>
          <w:i/>
          <w:iCs/>
        </w:rPr>
        <w:t>elle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elle ajouta</w:t>
      </w:r>
      <w:r w:rsidR="002C50B2">
        <w:rPr>
          <w:i/>
          <w:iCs/>
        </w:rPr>
        <w:t> :</w:t>
      </w:r>
    </w:p>
    <w:p w14:paraId="6D4A2D6E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0B435D">
        <w:rPr>
          <w:i/>
          <w:iCs/>
        </w:rPr>
        <w:t>Voici le trésor des Valois</w:t>
      </w:r>
      <w:r>
        <w:rPr>
          <w:i/>
          <w:iCs/>
        </w:rPr>
        <w:t xml:space="preserve">. </w:t>
      </w:r>
      <w:r w:rsidR="00C77A4E" w:rsidRPr="000B435D">
        <w:rPr>
          <w:i/>
          <w:iCs/>
        </w:rPr>
        <w:t>Avant de partir</w:t>
      </w:r>
      <w:r>
        <w:rPr>
          <w:i/>
          <w:iCs/>
        </w:rPr>
        <w:t xml:space="preserve">, </w:t>
      </w:r>
      <w:r w:rsidR="00C77A4E" w:rsidRPr="000B435D">
        <w:rPr>
          <w:i/>
          <w:iCs/>
        </w:rPr>
        <w:t>je veux le mettre en sûreté</w:t>
      </w:r>
      <w:r>
        <w:rPr>
          <w:i/>
          <w:iCs/>
        </w:rPr>
        <w:t>.</w:t>
      </w:r>
    </w:p>
    <w:p w14:paraId="761B5274" w14:textId="77777777" w:rsidR="002C50B2" w:rsidRDefault="00C77A4E" w:rsidP="002C50B2">
      <w:pPr>
        <w:rPr>
          <w:i/>
          <w:iCs/>
        </w:rPr>
      </w:pPr>
      <w:r w:rsidRPr="000B435D">
        <w:rPr>
          <w:i/>
          <w:iCs/>
        </w:rPr>
        <w:t>La reine souleva le couvercle</w:t>
      </w:r>
      <w:r w:rsidR="002C50B2">
        <w:rPr>
          <w:i/>
          <w:iCs/>
        </w:rPr>
        <w:t xml:space="preserve">. </w:t>
      </w:r>
      <w:r w:rsidRPr="000B435D">
        <w:rPr>
          <w:i/>
          <w:iCs/>
        </w:rPr>
        <w:t>Le coffre contenait</w:t>
      </w:r>
      <w:r w:rsidR="002C50B2">
        <w:rPr>
          <w:i/>
          <w:iCs/>
        </w:rPr>
        <w:t xml:space="preserve">, </w:t>
      </w:r>
      <w:r w:rsidRPr="000B435D">
        <w:rPr>
          <w:i/>
          <w:iCs/>
        </w:rPr>
        <w:t>avec une certaine quantité d</w:t>
      </w:r>
      <w:r w:rsidR="002C50B2">
        <w:rPr>
          <w:i/>
          <w:iCs/>
        </w:rPr>
        <w:t>’</w:t>
      </w:r>
      <w:r w:rsidRPr="000B435D">
        <w:rPr>
          <w:i/>
          <w:iCs/>
        </w:rPr>
        <w:t>écus d</w:t>
      </w:r>
      <w:r w:rsidR="002C50B2">
        <w:rPr>
          <w:i/>
          <w:iCs/>
        </w:rPr>
        <w:t>’</w:t>
      </w:r>
      <w:r w:rsidRPr="000B435D">
        <w:rPr>
          <w:i/>
          <w:iCs/>
        </w:rPr>
        <w:t>or</w:t>
      </w:r>
      <w:r w:rsidR="002C50B2">
        <w:rPr>
          <w:i/>
          <w:iCs/>
        </w:rPr>
        <w:t xml:space="preserve">, </w:t>
      </w:r>
      <w:r w:rsidRPr="000B435D">
        <w:rPr>
          <w:i/>
          <w:iCs/>
        </w:rPr>
        <w:t>de précieux joyaux</w:t>
      </w:r>
      <w:r w:rsidR="002C50B2">
        <w:rPr>
          <w:i/>
          <w:iCs/>
        </w:rPr>
        <w:t xml:space="preserve">, </w:t>
      </w:r>
      <w:r w:rsidRPr="000B435D">
        <w:rPr>
          <w:i/>
          <w:iCs/>
        </w:rPr>
        <w:t xml:space="preserve">parmi lesquels je reconnus le diadème que portait Sa Majesté le jour du sacre de son époux </w:t>
      </w:r>
      <w:r w:rsidR="002C50B2" w:rsidRPr="000B435D">
        <w:rPr>
          <w:i/>
          <w:iCs/>
        </w:rPr>
        <w:t>Henri</w:t>
      </w:r>
      <w:r w:rsidR="002C50B2">
        <w:rPr>
          <w:i/>
          <w:iCs/>
        </w:rPr>
        <w:t> </w:t>
      </w:r>
      <w:r w:rsidR="002C50B2" w:rsidRPr="000B435D">
        <w:rPr>
          <w:i/>
          <w:iCs/>
        </w:rPr>
        <w:t>II</w:t>
      </w:r>
      <w:r w:rsidR="002C50B2">
        <w:rPr>
          <w:i/>
          <w:iCs/>
        </w:rPr>
        <w:t>.</w:t>
      </w:r>
    </w:p>
    <w:p w14:paraId="0BDB273C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Lorsque j</w:t>
      </w:r>
      <w:r w:rsidR="002C50B2">
        <w:rPr>
          <w:i/>
          <w:iCs/>
        </w:rPr>
        <w:t>’</w:t>
      </w:r>
      <w:r w:rsidRPr="00275B88">
        <w:rPr>
          <w:i/>
          <w:iCs/>
        </w:rPr>
        <w:t>eus admiré ces richesses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Sa Majesté referma le couvercle et fit jouer le ressort secret qui commandait les trois serrures dont il était pourvu</w:t>
      </w:r>
      <w:r w:rsidR="002C50B2">
        <w:rPr>
          <w:i/>
          <w:iCs/>
        </w:rPr>
        <w:t>.</w:t>
      </w:r>
    </w:p>
    <w:p w14:paraId="5F37CE4C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Puis elle ordonna</w:t>
      </w:r>
      <w:r w:rsidR="002C50B2">
        <w:rPr>
          <w:i/>
          <w:iCs/>
        </w:rPr>
        <w:t> :</w:t>
      </w:r>
    </w:p>
    <w:p w14:paraId="35EC1CEA" w14:textId="77777777" w:rsidR="002C50B2" w:rsidRDefault="002C50B2" w:rsidP="002C50B2">
      <w:pPr>
        <w:rPr>
          <w:i/>
          <w:iCs/>
        </w:rPr>
      </w:pPr>
      <w:r>
        <w:t>— </w:t>
      </w:r>
      <w:proofErr w:type="spellStart"/>
      <w:r w:rsidR="00C77A4E" w:rsidRPr="000B435D">
        <w:rPr>
          <w:i/>
          <w:iCs/>
        </w:rPr>
        <w:t>Suivez moi</w:t>
      </w:r>
      <w:proofErr w:type="spellEnd"/>
      <w:r>
        <w:rPr>
          <w:i/>
          <w:iCs/>
        </w:rPr>
        <w:t> !</w:t>
      </w:r>
    </w:p>
    <w:p w14:paraId="202379C1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Je chargeai le coffre sur mes épaules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qui plièrent sous le poids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Catherine s</w:t>
      </w:r>
      <w:r w:rsidR="002C50B2">
        <w:rPr>
          <w:i/>
          <w:iCs/>
        </w:rPr>
        <w:t>’</w:t>
      </w:r>
      <w:r w:rsidRPr="00275B88">
        <w:rPr>
          <w:i/>
          <w:iCs/>
        </w:rPr>
        <w:t>empara d</w:t>
      </w:r>
      <w:r w:rsidR="002C50B2">
        <w:rPr>
          <w:i/>
          <w:iCs/>
        </w:rPr>
        <w:t>’</w:t>
      </w:r>
      <w:r w:rsidRPr="00275B88">
        <w:rPr>
          <w:i/>
          <w:iCs/>
        </w:rPr>
        <w:t>un flambeau et ouvrit une petite porte qui donnait sur un couloir obscur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Je m</w:t>
      </w:r>
      <w:r w:rsidR="002C50B2">
        <w:rPr>
          <w:i/>
          <w:iCs/>
        </w:rPr>
        <w:t>’</w:t>
      </w:r>
      <w:r w:rsidRPr="00275B88">
        <w:rPr>
          <w:i/>
          <w:iCs/>
        </w:rPr>
        <w:t>y engouffrai à sa suite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Quelques instants après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 xml:space="preserve">nous pénétrions dans la salle dite de </w:t>
      </w:r>
      <w:r w:rsidR="002C50B2" w:rsidRPr="00275B88">
        <w:rPr>
          <w:i/>
          <w:iCs/>
        </w:rPr>
        <w:t>Charles</w:t>
      </w:r>
      <w:r w:rsidR="002C50B2">
        <w:rPr>
          <w:i/>
          <w:iCs/>
        </w:rPr>
        <w:t> </w:t>
      </w:r>
      <w:r w:rsidR="002C50B2" w:rsidRPr="00275B88">
        <w:rPr>
          <w:i/>
          <w:iCs/>
        </w:rPr>
        <w:t>V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et je déposai mon lourd et précieux fardeau dans une cachette qui avait été préparée sous une dalle et qu</w:t>
      </w:r>
      <w:r w:rsidR="002C50B2">
        <w:rPr>
          <w:i/>
          <w:iCs/>
        </w:rPr>
        <w:t>’</w:t>
      </w:r>
      <w:r w:rsidRPr="00275B88">
        <w:rPr>
          <w:i/>
          <w:iCs/>
        </w:rPr>
        <w:t>un mécanisme ingénieux rendait invisible</w:t>
      </w:r>
      <w:r w:rsidR="002C50B2">
        <w:rPr>
          <w:i/>
          <w:iCs/>
        </w:rPr>
        <w:t>.</w:t>
      </w:r>
    </w:p>
    <w:p w14:paraId="599DFB71" w14:textId="77777777" w:rsidR="002C50B2" w:rsidRDefault="00C77A4E" w:rsidP="002C50B2">
      <w:r w:rsidRPr="00275B88">
        <w:t>Interrompant sa lecture</w:t>
      </w:r>
      <w:r w:rsidR="002C50B2">
        <w:t xml:space="preserve">, </w:t>
      </w:r>
      <w:r w:rsidRPr="00275B88">
        <w:t>Chantecoq dit à Bellegarde qui</w:t>
      </w:r>
      <w:r w:rsidR="002C50B2">
        <w:t xml:space="preserve">, </w:t>
      </w:r>
      <w:r w:rsidRPr="00275B88">
        <w:t>ainsi que lui</w:t>
      </w:r>
      <w:r w:rsidR="002C50B2">
        <w:t xml:space="preserve">, </w:t>
      </w:r>
      <w:r w:rsidRPr="00275B88">
        <w:t>avait lu avec un intérêt palpitant ces lignes révélatrices</w:t>
      </w:r>
      <w:r w:rsidR="002C50B2">
        <w:t> :</w:t>
      </w:r>
    </w:p>
    <w:p w14:paraId="257132D9" w14:textId="77777777" w:rsidR="002C50B2" w:rsidRDefault="002C50B2" w:rsidP="002C50B2">
      <w:r>
        <w:t>— </w:t>
      </w:r>
      <w:proofErr w:type="spellStart"/>
      <w:r w:rsidR="00C77A4E" w:rsidRPr="00275B88">
        <w:t>Ferval</w:t>
      </w:r>
      <w:proofErr w:type="spellEnd"/>
      <w:r w:rsidR="00C77A4E" w:rsidRPr="00275B88">
        <w:t xml:space="preserve"> avait raison</w:t>
      </w:r>
      <w:r>
        <w:t xml:space="preserve">… </w:t>
      </w:r>
      <w:r w:rsidR="00C77A4E" w:rsidRPr="00275B88">
        <w:t>Ce document est des plus concluants</w:t>
      </w:r>
      <w:r>
        <w:t> !</w:t>
      </w:r>
    </w:p>
    <w:p w14:paraId="77527A5A" w14:textId="77777777" w:rsidR="002C50B2" w:rsidRDefault="002C50B2" w:rsidP="002C50B2">
      <w:r>
        <w:lastRenderedPageBreak/>
        <w:t>— </w:t>
      </w:r>
      <w:r w:rsidR="00C77A4E" w:rsidRPr="00275B88">
        <w:t>En effet</w:t>
      </w:r>
      <w:r>
        <w:t xml:space="preserve">… </w:t>
      </w:r>
      <w:r w:rsidR="00C77A4E" w:rsidRPr="00275B88">
        <w:t>appuya le journaliste</w:t>
      </w:r>
      <w:r>
        <w:t>.</w:t>
      </w:r>
    </w:p>
    <w:p w14:paraId="782D62B7" w14:textId="77777777" w:rsidR="002C50B2" w:rsidRDefault="002C50B2" w:rsidP="002C50B2">
      <w:r>
        <w:t>— </w:t>
      </w:r>
      <w:r w:rsidR="00C77A4E" w:rsidRPr="00275B88">
        <w:t>Continuons</w:t>
      </w:r>
      <w:r>
        <w:t xml:space="preserve">, </w:t>
      </w:r>
      <w:r w:rsidR="00C77A4E" w:rsidRPr="00275B88">
        <w:t>fit le détective</w:t>
      </w:r>
      <w:r>
        <w:t xml:space="preserve">… </w:t>
      </w:r>
      <w:r w:rsidR="00C77A4E" w:rsidRPr="00275B88">
        <w:t>qui enchaîna aussitôt sur ces lignes</w:t>
      </w:r>
      <w:r>
        <w:t> :</w:t>
      </w:r>
    </w:p>
    <w:p w14:paraId="72282CC6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Quelques jours après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le Louvre était envahi par les partisans du duc de Guise</w:t>
      </w:r>
      <w:r w:rsidR="002C50B2">
        <w:rPr>
          <w:i/>
          <w:iCs/>
        </w:rPr>
        <w:t>.</w:t>
      </w:r>
    </w:p>
    <w:p w14:paraId="6894D4C9" w14:textId="77777777" w:rsidR="002C50B2" w:rsidRDefault="00C77A4E" w:rsidP="002C50B2">
      <w:pPr>
        <w:rPr>
          <w:i/>
          <w:iCs/>
        </w:rPr>
      </w:pPr>
      <w:r w:rsidRPr="002A0FA5">
        <w:rPr>
          <w:i/>
          <w:iCs/>
        </w:rPr>
        <w:t>Je réussis à m</w:t>
      </w:r>
      <w:r w:rsidR="002C50B2">
        <w:rPr>
          <w:i/>
          <w:iCs/>
        </w:rPr>
        <w:t>’</w:t>
      </w:r>
      <w:r w:rsidRPr="002A0FA5">
        <w:rPr>
          <w:i/>
          <w:iCs/>
        </w:rPr>
        <w:t>enfuir par un passage souterrain</w:t>
      </w:r>
      <w:r w:rsidR="002C50B2">
        <w:rPr>
          <w:i/>
          <w:iCs/>
        </w:rPr>
        <w:t xml:space="preserve">, </w:t>
      </w:r>
      <w:r w:rsidRPr="002A0FA5">
        <w:rPr>
          <w:i/>
          <w:iCs/>
        </w:rPr>
        <w:t>partant du grand palier</w:t>
      </w:r>
      <w:r w:rsidR="002C50B2">
        <w:rPr>
          <w:i/>
          <w:iCs/>
        </w:rPr>
        <w:t xml:space="preserve">, </w:t>
      </w:r>
      <w:r w:rsidRPr="002A0FA5">
        <w:rPr>
          <w:i/>
          <w:iCs/>
        </w:rPr>
        <w:t>dont l</w:t>
      </w:r>
      <w:r w:rsidR="002C50B2">
        <w:rPr>
          <w:i/>
          <w:iCs/>
        </w:rPr>
        <w:t>’</w:t>
      </w:r>
      <w:r w:rsidRPr="002A0FA5">
        <w:rPr>
          <w:i/>
          <w:iCs/>
        </w:rPr>
        <w:t xml:space="preserve">entrée précède les appartements privés du roi </w:t>
      </w:r>
      <w:r w:rsidR="002C50B2" w:rsidRPr="002A0FA5">
        <w:rPr>
          <w:i/>
          <w:iCs/>
        </w:rPr>
        <w:t>Henri</w:t>
      </w:r>
      <w:r w:rsidR="002C50B2">
        <w:rPr>
          <w:i/>
          <w:iCs/>
        </w:rPr>
        <w:t> </w:t>
      </w:r>
      <w:r w:rsidR="002C50B2" w:rsidRPr="002A0FA5">
        <w:rPr>
          <w:i/>
          <w:iCs/>
        </w:rPr>
        <w:t>III</w:t>
      </w:r>
      <w:r w:rsidR="002C50B2">
        <w:rPr>
          <w:i/>
          <w:iCs/>
        </w:rPr>
        <w:t xml:space="preserve">, </w:t>
      </w:r>
      <w:r w:rsidRPr="002A0FA5">
        <w:rPr>
          <w:i/>
          <w:iCs/>
        </w:rPr>
        <w:t>et qui aboutit derrière le maître</w:t>
      </w:r>
      <w:r>
        <w:rPr>
          <w:i/>
          <w:iCs/>
        </w:rPr>
        <w:t>-</w:t>
      </w:r>
      <w:r w:rsidRPr="002A0FA5">
        <w:rPr>
          <w:i/>
          <w:iCs/>
        </w:rPr>
        <w:t xml:space="preserve">autel de </w:t>
      </w:r>
      <w:proofErr w:type="spellStart"/>
      <w:r w:rsidRPr="002A0FA5">
        <w:rPr>
          <w:i/>
          <w:iCs/>
        </w:rPr>
        <w:t>Saint</w:t>
      </w:r>
      <w:r>
        <w:rPr>
          <w:i/>
          <w:iCs/>
        </w:rPr>
        <w:t>-</w:t>
      </w:r>
      <w:r w:rsidRPr="002A0FA5">
        <w:rPr>
          <w:i/>
          <w:iCs/>
        </w:rPr>
        <w:t>Germain</w:t>
      </w:r>
      <w:r>
        <w:rPr>
          <w:i/>
          <w:iCs/>
        </w:rPr>
        <w:t>-</w:t>
      </w:r>
      <w:r w:rsidRPr="002A0FA5">
        <w:rPr>
          <w:i/>
          <w:iCs/>
        </w:rPr>
        <w:t>l</w:t>
      </w:r>
      <w:r w:rsidR="002C50B2">
        <w:rPr>
          <w:i/>
          <w:iCs/>
        </w:rPr>
        <w:t>’</w:t>
      </w:r>
      <w:r w:rsidRPr="002A0FA5">
        <w:rPr>
          <w:i/>
          <w:iCs/>
        </w:rPr>
        <w:t>Auxerrois</w:t>
      </w:r>
      <w:proofErr w:type="spellEnd"/>
      <w:r w:rsidR="002C50B2">
        <w:rPr>
          <w:i/>
          <w:iCs/>
        </w:rPr>
        <w:t>…</w:t>
      </w:r>
    </w:p>
    <w:p w14:paraId="06179D28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Je restai caché plusieurs heures dans cette église et la nuit venue</w:t>
      </w:r>
      <w:r w:rsidR="002C50B2">
        <w:rPr>
          <w:i/>
          <w:iCs/>
        </w:rPr>
        <w:t>…</w:t>
      </w:r>
    </w:p>
    <w:p w14:paraId="0FE84239" w14:textId="77777777" w:rsidR="002C50B2" w:rsidRDefault="002C50B2" w:rsidP="002C50B2">
      <w:r>
        <w:t>— </w:t>
      </w:r>
      <w:r w:rsidR="00C77A4E" w:rsidRPr="00275B88">
        <w:t>Inutile d</w:t>
      </w:r>
      <w:r>
        <w:t>’</w:t>
      </w:r>
      <w:r w:rsidR="00C77A4E" w:rsidRPr="00275B88">
        <w:t>aller plus loin</w:t>
      </w:r>
      <w:r>
        <w:t xml:space="preserve">, </w:t>
      </w:r>
      <w:r w:rsidR="00C77A4E" w:rsidRPr="00275B88">
        <w:t>décidait Chantecoq</w:t>
      </w:r>
      <w:r>
        <w:t xml:space="preserve">, </w:t>
      </w:r>
      <w:r w:rsidR="00C77A4E" w:rsidRPr="00275B88">
        <w:t>nous sommes fixés</w:t>
      </w:r>
      <w:r>
        <w:t xml:space="preserve">… </w:t>
      </w:r>
      <w:r w:rsidR="00C77A4E" w:rsidRPr="00275B88">
        <w:t>Belphégor aura mis la main sur ce grimoire qui</w:t>
      </w:r>
      <w:r>
        <w:t xml:space="preserve">, </w:t>
      </w:r>
      <w:r w:rsidR="00C77A4E" w:rsidRPr="00275B88">
        <w:t>après lui avoir révélé l</w:t>
      </w:r>
      <w:r>
        <w:t>’</w:t>
      </w:r>
      <w:r w:rsidR="00C77A4E" w:rsidRPr="00275B88">
        <w:t>existence du trésor des Valois</w:t>
      </w:r>
      <w:r>
        <w:t xml:space="preserve">, </w:t>
      </w:r>
      <w:r w:rsidR="00C77A4E" w:rsidRPr="00275B88">
        <w:t>lui aura donné le moyen de pénétrer dans le Louvre et d</w:t>
      </w:r>
      <w:r>
        <w:t>’</w:t>
      </w:r>
      <w:r w:rsidR="00C77A4E" w:rsidRPr="00275B88">
        <w:t>en sortir par ce souterrain dont</w:t>
      </w:r>
      <w:r>
        <w:t xml:space="preserve">, </w:t>
      </w:r>
      <w:r w:rsidR="00C77A4E" w:rsidRPr="00275B88">
        <w:t>malgré l</w:t>
      </w:r>
      <w:r>
        <w:t>’</w:t>
      </w:r>
      <w:r w:rsidR="00C77A4E" w:rsidRPr="00275B88">
        <w:t>avis des historiens et des archéologues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avais soupçonné l</w:t>
      </w:r>
      <w:r>
        <w:t>’</w:t>
      </w:r>
      <w:r w:rsidR="00C77A4E" w:rsidRPr="00275B88">
        <w:t>existence</w:t>
      </w:r>
      <w:r>
        <w:t xml:space="preserve">, </w:t>
      </w:r>
      <w:r w:rsidR="00C77A4E" w:rsidRPr="00275B88">
        <w:t>mais dont je n</w:t>
      </w:r>
      <w:r>
        <w:t>’</w:t>
      </w:r>
      <w:r w:rsidR="00C77A4E" w:rsidRPr="00275B88">
        <w:t>ai pas été assez habile pour découvrir l</w:t>
      </w:r>
      <w:r>
        <w:t>’</w:t>
      </w:r>
      <w:r w:rsidR="00C77A4E" w:rsidRPr="00275B88">
        <w:t>entrée</w:t>
      </w:r>
      <w:r>
        <w:t>.</w:t>
      </w:r>
    </w:p>
    <w:p w14:paraId="4EB601FE" w14:textId="77777777" w:rsidR="002C50B2" w:rsidRDefault="00C77A4E" w:rsidP="002C50B2">
      <w:r w:rsidRPr="00275B88">
        <w:t>Le reporter s</w:t>
      </w:r>
      <w:r w:rsidR="002C50B2">
        <w:t>’</w:t>
      </w:r>
      <w:r w:rsidRPr="00275B88">
        <w:t>écriait</w:t>
      </w:r>
      <w:r w:rsidR="002C50B2">
        <w:t> :</w:t>
      </w:r>
    </w:p>
    <w:p w14:paraId="784E79EB" w14:textId="77777777" w:rsidR="002C50B2" w:rsidRDefault="002C50B2" w:rsidP="002C50B2">
      <w:r>
        <w:t>— </w:t>
      </w:r>
      <w:r w:rsidR="00C77A4E" w:rsidRPr="00275B88">
        <w:t>Et Belphégor</w:t>
      </w:r>
      <w:r>
        <w:t xml:space="preserve">, </w:t>
      </w:r>
      <w:r w:rsidR="00C77A4E" w:rsidRPr="00275B88">
        <w:t>afin d</w:t>
      </w:r>
      <w:r>
        <w:t>’</w:t>
      </w:r>
      <w:r w:rsidR="00C77A4E" w:rsidRPr="00275B88">
        <w:t>augmenter les charges qu</w:t>
      </w:r>
      <w:r>
        <w:t>’</w:t>
      </w:r>
      <w:r w:rsidR="00C77A4E" w:rsidRPr="00275B88">
        <w:t>il a déjà fait peser sur moi</w:t>
      </w:r>
      <w:r>
        <w:t xml:space="preserve">, </w:t>
      </w:r>
      <w:r w:rsidR="00C77A4E" w:rsidRPr="00275B88">
        <w:t>aura glissé ou fait glisser chez moi ce document par un de ses complices</w:t>
      </w:r>
      <w:r>
        <w:t> !</w:t>
      </w:r>
    </w:p>
    <w:p w14:paraId="4BDD61F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clair comme l</w:t>
      </w:r>
      <w:r>
        <w:t>’</w:t>
      </w:r>
      <w:r w:rsidR="00C77A4E" w:rsidRPr="00275B88">
        <w:t>eau de roche</w:t>
      </w:r>
      <w:r>
        <w:t xml:space="preserve"> ! </w:t>
      </w:r>
      <w:r w:rsidR="00C77A4E" w:rsidRPr="00275B88">
        <w:t>ponctuait le grand limier</w:t>
      </w:r>
      <w:r>
        <w:t xml:space="preserve"> ; </w:t>
      </w:r>
      <w:r w:rsidR="00C77A4E" w:rsidRPr="00275B88">
        <w:t>mais l</w:t>
      </w:r>
      <w:r>
        <w:t>’</w:t>
      </w:r>
      <w:r w:rsidR="00C77A4E" w:rsidRPr="00275B88">
        <w:t>important est de savoir où et comment notre ennemi s</w:t>
      </w:r>
      <w:r>
        <w:t>’</w:t>
      </w:r>
      <w:r w:rsidR="00C77A4E" w:rsidRPr="00275B88">
        <w:t>est procuré ce manuscrit</w:t>
      </w:r>
      <w:r>
        <w:t>.</w:t>
      </w:r>
    </w:p>
    <w:p w14:paraId="2E041BFC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emparé du grimoire</w:t>
      </w:r>
      <w:r w:rsidR="002C50B2">
        <w:t xml:space="preserve">, </w:t>
      </w:r>
      <w:r w:rsidRPr="00275B88">
        <w:t>eut tout à coup un furtif sourire</w:t>
      </w:r>
      <w:r w:rsidR="002C50B2">
        <w:t xml:space="preserve">. </w:t>
      </w:r>
      <w:r w:rsidRPr="00275B88">
        <w:t xml:space="preserve">Il venait de découvrir que la première </w:t>
      </w:r>
      <w:r w:rsidRPr="00275B88">
        <w:lastRenderedPageBreak/>
        <w:t>feuille du parchemin qui devait</w:t>
      </w:r>
      <w:r w:rsidR="002C50B2">
        <w:t xml:space="preserve">, </w:t>
      </w:r>
      <w:r w:rsidRPr="00275B88">
        <w:t>en réalité</w:t>
      </w:r>
      <w:r w:rsidR="002C50B2">
        <w:t xml:space="preserve">, </w:t>
      </w:r>
      <w:r w:rsidRPr="00275B88">
        <w:t>former ce que l</w:t>
      </w:r>
      <w:r w:rsidR="002C50B2">
        <w:t>’</w:t>
      </w:r>
      <w:r w:rsidRPr="00275B88">
        <w:t>on appelle la page de garde</w:t>
      </w:r>
      <w:r w:rsidR="002C50B2">
        <w:t xml:space="preserve">, </w:t>
      </w:r>
      <w:r w:rsidRPr="00275B88">
        <w:t>adhérait à la couverture</w:t>
      </w:r>
      <w:r w:rsidR="002C50B2">
        <w:t>.</w:t>
      </w:r>
    </w:p>
    <w:p w14:paraId="4A62CCC3" w14:textId="77777777" w:rsidR="002C50B2" w:rsidRDefault="00C77A4E" w:rsidP="002C50B2">
      <w:r w:rsidRPr="00275B88">
        <w:t>S</w:t>
      </w:r>
      <w:r w:rsidR="002C50B2">
        <w:t>’</w:t>
      </w:r>
      <w:r w:rsidRPr="00275B88">
        <w:t>armant de sa loupe</w:t>
      </w:r>
      <w:r w:rsidR="002C50B2">
        <w:t xml:space="preserve">, </w:t>
      </w:r>
      <w:r w:rsidRPr="00275B88">
        <w:t>qui ne le quittait jamais</w:t>
      </w:r>
      <w:r w:rsidR="002C50B2">
        <w:t xml:space="preserve">, </w:t>
      </w:r>
      <w:r w:rsidRPr="00275B88">
        <w:t>il regarda pendant quelques instants le feuillet sous lequel</w:t>
      </w:r>
      <w:r w:rsidR="002C50B2">
        <w:t xml:space="preserve">, </w:t>
      </w:r>
      <w:r w:rsidRPr="00275B88">
        <w:t>tout en haut</w:t>
      </w:r>
      <w:r w:rsidR="002C50B2">
        <w:t xml:space="preserve">, </w:t>
      </w:r>
      <w:r w:rsidRPr="00275B88">
        <w:t>il crut apercevoir une sorte d</w:t>
      </w:r>
      <w:r w:rsidR="002C50B2">
        <w:t>’</w:t>
      </w:r>
      <w:r w:rsidRPr="00275B88">
        <w:t>étiquette sur laquelle se dessinaient vaguement des caractères qu</w:t>
      </w:r>
      <w:r w:rsidR="002C50B2">
        <w:t>’</w:t>
      </w:r>
      <w:r w:rsidRPr="00275B88">
        <w:t>il lui était d</w:t>
      </w:r>
      <w:r w:rsidR="002C50B2">
        <w:t>’</w:t>
      </w:r>
      <w:r w:rsidRPr="00275B88">
        <w:t>ailleurs impossible de vérifier</w:t>
      </w:r>
      <w:r w:rsidR="002C50B2">
        <w:t>.</w:t>
      </w:r>
    </w:p>
    <w:p w14:paraId="4524110E" w14:textId="77777777" w:rsidR="002C50B2" w:rsidRDefault="002C50B2" w:rsidP="002C50B2">
      <w:r>
        <w:t>— </w:t>
      </w:r>
      <w:r w:rsidR="00C77A4E" w:rsidRPr="00275B88">
        <w:t>Tiens</w:t>
      </w:r>
      <w:r>
        <w:t xml:space="preserve"> ! </w:t>
      </w:r>
      <w:r w:rsidR="00C77A4E" w:rsidRPr="00275B88">
        <w:t>tiens</w:t>
      </w:r>
      <w:r>
        <w:t xml:space="preserve"> !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air satisfait</w:t>
      </w:r>
      <w:r>
        <w:t>.</w:t>
      </w:r>
    </w:p>
    <w:p w14:paraId="3F65E469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>une éponge humide qui se trouvait au fond d</w:t>
      </w:r>
      <w:r w:rsidR="002C50B2">
        <w:t>’</w:t>
      </w:r>
      <w:r w:rsidRPr="00275B88">
        <w:t>un récipient en porcelaine blanche</w:t>
      </w:r>
      <w:r w:rsidR="002C50B2">
        <w:t xml:space="preserve">, </w:t>
      </w:r>
      <w:r w:rsidRPr="00275B88">
        <w:t>placé sur le bureau du directeur de la police judiciaire et devait servir à ce dernier à coller des timbres ou des enveloppes</w:t>
      </w:r>
      <w:r w:rsidR="002C50B2">
        <w:t xml:space="preserve">, </w:t>
      </w:r>
      <w:r w:rsidRPr="00275B88">
        <w:t>il en humecta légèrement le haut de la page</w:t>
      </w:r>
      <w:r w:rsidR="002C50B2">
        <w:t xml:space="preserve">… </w:t>
      </w:r>
      <w:r w:rsidRPr="00275B88">
        <w:t>et saisissant un coupe</w:t>
      </w:r>
      <w:r>
        <w:t>-</w:t>
      </w:r>
      <w:r w:rsidRPr="00275B88">
        <w:t>papier</w:t>
      </w:r>
      <w:r w:rsidR="002C50B2">
        <w:t xml:space="preserve">, </w:t>
      </w:r>
      <w:r w:rsidRPr="00275B88">
        <w:t>il en introduisit délicatement la pointe entre la couverture et le parchemin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souleva lentement</w:t>
      </w:r>
      <w:r w:rsidR="002C50B2">
        <w:t xml:space="preserve">, </w:t>
      </w:r>
      <w:r w:rsidRPr="00275B88">
        <w:t>avec de grandes précautions et sans provoquer la moindre déchirure</w:t>
      </w:r>
      <w:r w:rsidR="002C50B2">
        <w:t>.</w:t>
      </w:r>
    </w:p>
    <w:p w14:paraId="4D0CD0FB" w14:textId="77777777" w:rsidR="002C50B2" w:rsidRDefault="00C77A4E" w:rsidP="002C50B2">
      <w:r w:rsidRPr="00275B88">
        <w:t>Un cri de triomphe lui échappa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étiquette</w:t>
      </w:r>
      <w:r w:rsidR="002C50B2">
        <w:t xml:space="preserve">, </w:t>
      </w:r>
      <w:r w:rsidRPr="00275B88">
        <w:t>dont il n</w:t>
      </w:r>
      <w:r w:rsidR="002C50B2">
        <w:t>’</w:t>
      </w:r>
      <w:r w:rsidRPr="00275B88">
        <w:t>avait jusqu</w:t>
      </w:r>
      <w:r w:rsidR="002C50B2">
        <w:t>’</w:t>
      </w:r>
      <w:r w:rsidRPr="00275B88">
        <w:t>alors aperçu que la forme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était autre qu</w:t>
      </w:r>
      <w:r w:rsidR="002C50B2">
        <w:t>’</w:t>
      </w:r>
      <w:r w:rsidRPr="00275B88">
        <w:t xml:space="preserve">un </w:t>
      </w:r>
      <w:r w:rsidRPr="00275B88">
        <w:rPr>
          <w:i/>
          <w:iCs/>
        </w:rPr>
        <w:t>ex</w:t>
      </w:r>
      <w:r>
        <w:rPr>
          <w:i/>
          <w:iCs/>
        </w:rPr>
        <w:t>-</w:t>
      </w:r>
      <w:r w:rsidRPr="00275B88">
        <w:rPr>
          <w:i/>
          <w:iCs/>
        </w:rPr>
        <w:t>libris</w:t>
      </w:r>
      <w:r w:rsidR="002C50B2">
        <w:rPr>
          <w:i/>
          <w:iCs/>
        </w:rPr>
        <w:t xml:space="preserve">, </w:t>
      </w:r>
      <w:r w:rsidRPr="00275B88">
        <w:t>c</w:t>
      </w:r>
      <w:r w:rsidR="002C50B2">
        <w:t>’</w:t>
      </w:r>
      <w:r w:rsidRPr="00275B88">
        <w:t>est</w:t>
      </w:r>
      <w:r>
        <w:t>-</w:t>
      </w:r>
      <w:r w:rsidRPr="00275B88">
        <w:t>à</w:t>
      </w:r>
      <w:r>
        <w:t>-</w:t>
      </w:r>
      <w:r w:rsidRPr="00275B88">
        <w:t>dire une inscription imprimée qui indique le nom du possesseur d</w:t>
      </w:r>
      <w:r w:rsidR="002C50B2">
        <w:t>’</w:t>
      </w:r>
      <w:r w:rsidRPr="00275B88">
        <w:t>un livre</w:t>
      </w:r>
      <w:r w:rsidR="002C50B2">
        <w:t xml:space="preserve">. </w:t>
      </w:r>
      <w:r w:rsidRPr="00275B88">
        <w:t>Ce nom</w:t>
      </w:r>
      <w:r w:rsidR="002C50B2">
        <w:t xml:space="preserve">, </w:t>
      </w:r>
      <w:r w:rsidRPr="00275B88">
        <w:t>tracé en lettres dorées</w:t>
      </w:r>
      <w:r w:rsidR="002C50B2">
        <w:t xml:space="preserve">, </w:t>
      </w:r>
      <w:r w:rsidRPr="00275B88">
        <w:t>était celui du baron Papillon</w:t>
      </w:r>
      <w:r w:rsidR="002C50B2">
        <w:t>.</w:t>
      </w:r>
    </w:p>
    <w:p w14:paraId="1E1109D6" w14:textId="77777777" w:rsidR="002C50B2" w:rsidRDefault="002C50B2" w:rsidP="002C50B2">
      <w:r>
        <w:t>— </w:t>
      </w:r>
      <w:r w:rsidR="00C77A4E" w:rsidRPr="00275B88">
        <w:t>Regardez</w:t>
      </w:r>
      <w:r>
        <w:t xml:space="preserve"> ! </w:t>
      </w:r>
      <w:r w:rsidR="00C77A4E" w:rsidRPr="00275B88">
        <w:t>fit le détective</w:t>
      </w:r>
      <w:r>
        <w:t>.</w:t>
      </w:r>
    </w:p>
    <w:p w14:paraId="0A2523C6" w14:textId="77777777" w:rsidR="002C50B2" w:rsidRDefault="00C77A4E" w:rsidP="002C50B2">
      <w:r w:rsidRPr="00275B88">
        <w:t>Le reporter</w:t>
      </w:r>
      <w:r w:rsidR="002C50B2">
        <w:t xml:space="preserve">, </w:t>
      </w:r>
      <w:r w:rsidRPr="00275B88">
        <w:t>stupéfait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403EC09D" w14:textId="77777777" w:rsidR="002C50B2" w:rsidRDefault="002C50B2" w:rsidP="002C50B2">
      <w:r>
        <w:t>— </w:t>
      </w:r>
      <w:r w:rsidR="00C77A4E" w:rsidRPr="00275B88">
        <w:t>Le baron Papillon</w:t>
      </w:r>
      <w:r>
        <w:t xml:space="preserve"> ! </w:t>
      </w:r>
      <w:r w:rsidR="00C77A4E" w:rsidRPr="00275B88">
        <w:t>Mais je le connais</w:t>
      </w:r>
      <w:r>
        <w:t> !…</w:t>
      </w:r>
    </w:p>
    <w:p w14:paraId="600F210C" w14:textId="77777777" w:rsidR="002C50B2" w:rsidRDefault="002C50B2" w:rsidP="002C50B2">
      <w:r>
        <w:t>— </w:t>
      </w:r>
      <w:r w:rsidR="00C77A4E" w:rsidRPr="00275B88">
        <w:t>Moi aussi</w:t>
      </w:r>
      <w:r>
        <w:t xml:space="preserve"> ! </w:t>
      </w:r>
      <w:r w:rsidR="00C77A4E" w:rsidRPr="00275B88">
        <w:t>appuyait Chantecoq</w:t>
      </w:r>
      <w:r>
        <w:t>.</w:t>
      </w:r>
    </w:p>
    <w:p w14:paraId="578430EF" w14:textId="77777777" w:rsidR="002C50B2" w:rsidRDefault="002C50B2" w:rsidP="002C50B2">
      <w:r>
        <w:t>« </w:t>
      </w:r>
      <w:r w:rsidR="00C77A4E" w:rsidRPr="00275B88">
        <w:t>Papillon</w:t>
      </w:r>
      <w:r>
        <w:t xml:space="preserve">, </w:t>
      </w:r>
      <w:r w:rsidR="00C77A4E" w:rsidRPr="00275B88">
        <w:t>qui est un collectionneur ou tout au moins croit l</w:t>
      </w:r>
      <w:r>
        <w:t>’</w:t>
      </w:r>
      <w:r w:rsidR="00C77A4E" w:rsidRPr="00275B88">
        <w:t>être</w:t>
      </w:r>
      <w:r>
        <w:t xml:space="preserve">, </w:t>
      </w:r>
      <w:r w:rsidR="00C77A4E" w:rsidRPr="00275B88">
        <w:t>aura acheté ou dans un lot</w:t>
      </w:r>
      <w:r>
        <w:t xml:space="preserve">… </w:t>
      </w:r>
      <w:r w:rsidR="00C77A4E" w:rsidRPr="00275B88">
        <w:t>ou chez un marchand de bric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brac</w:t>
      </w:r>
      <w:r>
        <w:t xml:space="preserve">, </w:t>
      </w:r>
      <w:r w:rsidR="00C77A4E" w:rsidRPr="00275B88">
        <w:t>ce grimoire auquel il n</w:t>
      </w:r>
      <w:r>
        <w:t>’</w:t>
      </w:r>
      <w:r w:rsidR="00C77A4E" w:rsidRPr="00275B88">
        <w:t xml:space="preserve">aura attaché aucune </w:t>
      </w:r>
      <w:r w:rsidR="00C77A4E" w:rsidRPr="00275B88">
        <w:lastRenderedPageBreak/>
        <w:t>importance</w:t>
      </w:r>
      <w:r>
        <w:t xml:space="preserve">… </w:t>
      </w:r>
      <w:r w:rsidR="00C77A4E" w:rsidRPr="00275B88">
        <w:t>De deux choses l</w:t>
      </w:r>
      <w:r>
        <w:t>’</w:t>
      </w:r>
      <w:r w:rsidR="00C77A4E" w:rsidRPr="00275B88">
        <w:t>une</w:t>
      </w:r>
      <w:r>
        <w:t xml:space="preserve"> : </w:t>
      </w:r>
      <w:r w:rsidR="00C77A4E" w:rsidRPr="00275B88">
        <w:t>il l</w:t>
      </w:r>
      <w:r>
        <w:t>’</w:t>
      </w:r>
      <w:r w:rsidR="00C77A4E" w:rsidRPr="00275B88">
        <w:t>aura revendu ou on le lui aura volé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ce qu</w:t>
      </w:r>
      <w:r>
        <w:t>’</w:t>
      </w:r>
      <w:r w:rsidR="00C77A4E" w:rsidRPr="00275B88">
        <w:t>il s</w:t>
      </w:r>
      <w:r>
        <w:t>’</w:t>
      </w:r>
      <w:r w:rsidR="00C77A4E" w:rsidRPr="00275B88">
        <w:t>agit de savoir</w:t>
      </w:r>
      <w:r>
        <w:t> !</w:t>
      </w:r>
    </w:p>
    <w:p w14:paraId="52E24216" w14:textId="77777777" w:rsidR="002C50B2" w:rsidRDefault="002C50B2" w:rsidP="002C50B2">
      <w:r>
        <w:t>— </w:t>
      </w:r>
      <w:r w:rsidR="00C77A4E" w:rsidRPr="00275B88">
        <w:t>Nous allons donc nous rendre tout de suite chez lui</w:t>
      </w:r>
      <w:r>
        <w:t xml:space="preserve">, </w:t>
      </w:r>
      <w:r w:rsidR="00C77A4E" w:rsidRPr="00275B88">
        <w:t>déclarait Chantecoq en recollant la partie du feuillet qui dissimulait l</w:t>
      </w:r>
      <w:r>
        <w:t>’</w:t>
      </w:r>
      <w:r w:rsidR="00C77A4E" w:rsidRPr="00275B88">
        <w:rPr>
          <w:i/>
          <w:iCs/>
        </w:rPr>
        <w:t>ex</w:t>
      </w:r>
      <w:r w:rsidR="00C77A4E">
        <w:rPr>
          <w:i/>
          <w:iCs/>
        </w:rPr>
        <w:t>-</w:t>
      </w:r>
      <w:r w:rsidR="00C77A4E" w:rsidRPr="00275B88">
        <w:rPr>
          <w:i/>
          <w:iCs/>
        </w:rPr>
        <w:t xml:space="preserve">libris </w:t>
      </w:r>
      <w:r w:rsidR="00C77A4E" w:rsidRPr="00275B88">
        <w:t>révélateur</w:t>
      </w:r>
      <w:r>
        <w:t>.</w:t>
      </w:r>
    </w:p>
    <w:p w14:paraId="3113499F" w14:textId="78D7B031" w:rsidR="002C50B2" w:rsidRDefault="00C77A4E" w:rsidP="002C50B2">
      <w:r w:rsidRPr="00275B88">
        <w:t>Des pas retentissaient dans le couloir</w:t>
      </w:r>
      <w:r w:rsidR="002C50B2">
        <w:t xml:space="preserve">. </w:t>
      </w:r>
      <w:r w:rsidRPr="00275B88">
        <w:t xml:space="preserve">Chantecoq se hâta de déposer les </w:t>
      </w:r>
      <w:r w:rsidRPr="00275B88">
        <w:rPr>
          <w:i/>
          <w:iCs/>
        </w:rPr>
        <w:t xml:space="preserve">Mémoires de Ruggieri </w:t>
      </w:r>
      <w:r w:rsidRPr="00275B88">
        <w:t>sur le bureau</w:t>
      </w:r>
      <w:r w:rsidR="002C50B2">
        <w:t xml:space="preserve">, </w:t>
      </w:r>
      <w:r w:rsidRPr="00275B88">
        <w:t>et la porte s</w:t>
      </w:r>
      <w:r w:rsidR="002C50B2">
        <w:t>’</w:t>
      </w:r>
      <w:r w:rsidRPr="00275B88">
        <w:t xml:space="preserve">ouvrit devant </w:t>
      </w:r>
      <w:r w:rsidR="002C50B2">
        <w:t>M. 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joyeux</w:t>
      </w:r>
      <w:r w:rsidR="002C50B2">
        <w:t xml:space="preserve">, </w:t>
      </w:r>
      <w:r w:rsidRPr="00275B88">
        <w:t>lança</w:t>
      </w:r>
      <w:r w:rsidR="002C50B2">
        <w:t> :</w:t>
      </w:r>
    </w:p>
    <w:p w14:paraId="24D213C2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vous avez lu</w:t>
      </w:r>
      <w:r>
        <w:t> ?</w:t>
      </w:r>
    </w:p>
    <w:p w14:paraId="5D06821E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nous avons lu</w:t>
      </w:r>
      <w:r>
        <w:t xml:space="preserve">, </w:t>
      </w:r>
      <w:r w:rsidR="00C77A4E" w:rsidRPr="00275B88">
        <w:t>fit le détective qui</w:t>
      </w:r>
      <w:r>
        <w:t xml:space="preserve">, </w:t>
      </w:r>
      <w:r w:rsidR="00C77A4E" w:rsidRPr="00275B88">
        <w:t>dès l</w:t>
      </w:r>
      <w:r>
        <w:t>’</w:t>
      </w:r>
      <w:r w:rsidR="00C77A4E" w:rsidRPr="00275B88">
        <w:t>entrée du directeur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était composé une figure préoccupée</w:t>
      </w:r>
      <w:r>
        <w:t>.</w:t>
      </w:r>
    </w:p>
    <w:p w14:paraId="5CE38891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en penses</w:t>
      </w:r>
      <w:r w:rsidR="00C77A4E">
        <w:t>-</w:t>
      </w:r>
      <w:r w:rsidR="00C77A4E" w:rsidRPr="00275B88">
        <w:t>tu</w:t>
      </w:r>
      <w:r>
        <w:t> ?</w:t>
      </w:r>
    </w:p>
    <w:p w14:paraId="7E483C7F" w14:textId="77777777" w:rsidR="002C50B2" w:rsidRDefault="002C50B2" w:rsidP="002C50B2">
      <w:r>
        <w:t>— </w:t>
      </w:r>
      <w:r w:rsidR="00C77A4E" w:rsidRPr="00275B88">
        <w:t>Tout cela est bien troublant</w:t>
      </w:r>
      <w:r>
        <w:t>.</w:t>
      </w:r>
    </w:p>
    <w:p w14:paraId="74F2EABB" w14:textId="77777777" w:rsidR="002C50B2" w:rsidRDefault="002C50B2" w:rsidP="002C50B2">
      <w:r>
        <w:t>— </w:t>
      </w:r>
      <w:r w:rsidR="00C77A4E" w:rsidRPr="00275B88">
        <w:t>Et vous</w:t>
      </w:r>
      <w:r>
        <w:t xml:space="preserve">, </w:t>
      </w:r>
      <w:r w:rsidR="00C77A4E" w:rsidRPr="00275B88">
        <w:t>commandeur</w:t>
      </w:r>
      <w:r>
        <w:t> ?</w:t>
      </w:r>
    </w:p>
    <w:p w14:paraId="4D2E317F" w14:textId="6290F9B7" w:rsidR="002C50B2" w:rsidRDefault="002C50B2" w:rsidP="002C50B2">
      <w:r>
        <w:t>— </w:t>
      </w:r>
      <w:r w:rsidR="00C77A4E" w:rsidRPr="00275B88">
        <w:t>Moi</w:t>
      </w:r>
      <w:r>
        <w:t xml:space="preserve">, </w:t>
      </w:r>
      <w:r w:rsidR="00C77A4E" w:rsidRPr="00275B88">
        <w:t xml:space="preserve">zézaya le faux </w:t>
      </w:r>
      <w:proofErr w:type="spellStart"/>
      <w:r w:rsidR="00C77A4E" w:rsidRPr="00275B88">
        <w:t>Cantarelli</w:t>
      </w:r>
      <w:proofErr w:type="spellEnd"/>
      <w:r>
        <w:t xml:space="preserve">, </w:t>
      </w:r>
      <w:proofErr w:type="spellStart"/>
      <w:r w:rsidR="00C77A4E" w:rsidRPr="00275B88">
        <w:t>ze</w:t>
      </w:r>
      <w:proofErr w:type="spellEnd"/>
      <w:r w:rsidR="00C77A4E" w:rsidRPr="00275B88">
        <w:t xml:space="preserve"> </w:t>
      </w:r>
      <w:proofErr w:type="spellStart"/>
      <w:r w:rsidR="00C77A4E" w:rsidRPr="00275B88">
        <w:t>souis</w:t>
      </w:r>
      <w:proofErr w:type="spellEnd"/>
      <w:r w:rsidR="00C77A4E" w:rsidRPr="00275B88">
        <w:t xml:space="preserve"> de l</w:t>
      </w:r>
      <w:r>
        <w:t>’</w:t>
      </w:r>
      <w:r w:rsidR="00C77A4E" w:rsidRPr="00275B88">
        <w:t xml:space="preserve">avis de </w:t>
      </w:r>
      <w:r>
        <w:t>M. </w:t>
      </w:r>
      <w:r w:rsidR="00C77A4E" w:rsidRPr="00275B88">
        <w:t>Chantecoq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bien troublant</w:t>
      </w:r>
      <w:r>
        <w:t xml:space="preserve">, </w:t>
      </w:r>
      <w:r w:rsidR="00C77A4E" w:rsidRPr="00275B88">
        <w:t>excessivement troublant</w:t>
      </w:r>
      <w:r>
        <w:t> !</w:t>
      </w:r>
    </w:p>
    <w:p w14:paraId="741A18EE" w14:textId="284DCD5D" w:rsidR="002C50B2" w:rsidRDefault="002C50B2" w:rsidP="002C50B2">
      <w:r>
        <w:t>— </w:t>
      </w:r>
      <w:r w:rsidR="00C77A4E" w:rsidRPr="00275B88">
        <w:t>Je suppose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 xml:space="preserve">reprenait </w:t>
      </w:r>
      <w:r>
        <w:t>M. </w:t>
      </w:r>
      <w:proofErr w:type="spellStart"/>
      <w:r w:rsidR="00C77A4E" w:rsidRPr="00275B88">
        <w:t>Ferval</w:t>
      </w:r>
      <w:proofErr w:type="spellEnd"/>
      <w:r w:rsidR="00C77A4E" w:rsidRPr="00275B88">
        <w:t xml:space="preserve"> en s</w:t>
      </w:r>
      <w:r>
        <w:t>’</w:t>
      </w:r>
      <w:r w:rsidR="00C77A4E" w:rsidRPr="00275B88">
        <w:t>approchant du détective</w:t>
      </w:r>
      <w:r>
        <w:t xml:space="preserve">, </w:t>
      </w:r>
      <w:r w:rsidR="00C77A4E" w:rsidRPr="00275B88">
        <w:t>que maintenant tu ne doutes plus de la culpabilité de Jacques Bellegarde</w:t>
      </w:r>
      <w:r>
        <w:t>…</w:t>
      </w:r>
    </w:p>
    <w:p w14:paraId="05A47D98" w14:textId="77777777" w:rsidR="002C50B2" w:rsidRDefault="002C50B2" w:rsidP="002C50B2">
      <w:r>
        <w:t>— </w:t>
      </w:r>
      <w:r w:rsidR="00C77A4E" w:rsidRPr="00275B88">
        <w:t>Hum</w:t>
      </w:r>
      <w:r>
        <w:t xml:space="preserve"> ! </w:t>
      </w:r>
      <w:r w:rsidR="00C77A4E" w:rsidRPr="00275B88">
        <w:t>répliquait évasivement le limier</w:t>
      </w:r>
      <w:r>
        <w:t>…</w:t>
      </w:r>
    </w:p>
    <w:p w14:paraId="5A0F326F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</w:t>
      </w:r>
      <w:r>
        <w:t>’</w:t>
      </w:r>
      <w:r w:rsidR="00C77A4E" w:rsidRPr="00275B88">
        <w:t>il te faut</w:t>
      </w:r>
      <w:r>
        <w:t> ?</w:t>
      </w:r>
    </w:p>
    <w:p w14:paraId="11F24075" w14:textId="77777777" w:rsidR="002C50B2" w:rsidRDefault="002C50B2" w:rsidP="002C50B2">
      <w:r>
        <w:t>— </w:t>
      </w:r>
      <w:r w:rsidR="00C77A4E" w:rsidRPr="00275B88">
        <w:t>Je me demande à quel mobile a pu obéir ce journaliste</w:t>
      </w:r>
      <w:r>
        <w:t>.</w:t>
      </w:r>
    </w:p>
    <w:p w14:paraId="240AAAD9" w14:textId="77777777" w:rsidR="002C50B2" w:rsidRDefault="002C50B2" w:rsidP="002C50B2">
      <w:r>
        <w:t>— </w:t>
      </w:r>
      <w:r w:rsidR="00C77A4E" w:rsidRPr="00275B88">
        <w:t>Tu tiens à le savoir</w:t>
      </w:r>
      <w:r>
        <w:t> ?</w:t>
      </w:r>
    </w:p>
    <w:p w14:paraId="33D9CD4F" w14:textId="77777777" w:rsidR="002C50B2" w:rsidRDefault="002C50B2" w:rsidP="002C50B2">
      <w:r>
        <w:t>— </w:t>
      </w:r>
      <w:r w:rsidR="00C77A4E" w:rsidRPr="00275B88">
        <w:t>Autant que possible</w:t>
      </w:r>
      <w:r>
        <w:t>.</w:t>
      </w:r>
    </w:p>
    <w:p w14:paraId="13607BA0" w14:textId="77777777" w:rsidR="002C50B2" w:rsidRDefault="002C50B2" w:rsidP="002C50B2">
      <w:r>
        <w:lastRenderedPageBreak/>
        <w:t>— </w:t>
      </w:r>
      <w:r w:rsidR="00C77A4E" w:rsidRPr="00275B88">
        <w:t>Eh bien</w:t>
      </w:r>
      <w:r>
        <w:t xml:space="preserve"> ! </w:t>
      </w:r>
      <w:r w:rsidR="00C77A4E" w:rsidRPr="00275B88">
        <w:t>je vais te le dire</w:t>
      </w:r>
      <w:r>
        <w:t xml:space="preserve">… </w:t>
      </w:r>
      <w:r w:rsidR="00C77A4E" w:rsidRPr="00275B88">
        <w:t>car je ne t</w:t>
      </w:r>
      <w:r>
        <w:t>’</w:t>
      </w:r>
      <w:r w:rsidR="00C77A4E" w:rsidRPr="00275B88">
        <w:t>ai pas encore tout raconté</w:t>
      </w:r>
      <w:r>
        <w:t>.</w:t>
      </w:r>
    </w:p>
    <w:p w14:paraId="21C819B2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s</w:t>
      </w:r>
      <w:r w:rsidR="002C50B2">
        <w:t>’</w:t>
      </w:r>
      <w:r w:rsidRPr="00275B88">
        <w:t>en fut à un coffre</w:t>
      </w:r>
      <w:r>
        <w:t>-</w:t>
      </w:r>
      <w:r w:rsidRPr="00275B88">
        <w:t>fort placé derrière sa table de travail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après en avoir fait fonctionner le secret</w:t>
      </w:r>
      <w:r w:rsidR="002C50B2">
        <w:t xml:space="preserve">, </w:t>
      </w:r>
      <w:r w:rsidRPr="00275B88">
        <w:t>il en retira une liasse de lettres et en choisit une qu</w:t>
      </w:r>
      <w:r w:rsidR="002C50B2">
        <w:t>’</w:t>
      </w:r>
      <w:r w:rsidRPr="00275B88">
        <w:t>il tendit à Chantecoq en disant</w:t>
      </w:r>
      <w:r w:rsidR="002C50B2">
        <w:t> :</w:t>
      </w:r>
    </w:p>
    <w:p w14:paraId="38DD2FFE" w14:textId="77777777" w:rsidR="002C50B2" w:rsidRDefault="002C50B2" w:rsidP="002C50B2">
      <w:r>
        <w:t>— </w:t>
      </w:r>
      <w:r w:rsidR="00C77A4E" w:rsidRPr="00275B88">
        <w:t>Voilà ce qu</w:t>
      </w:r>
      <w:r>
        <w:t>’</w:t>
      </w:r>
      <w:r w:rsidR="00C77A4E" w:rsidRPr="00275B88">
        <w:t>on a trouvé chez lui</w:t>
      </w:r>
      <w:r>
        <w:t>.</w:t>
      </w:r>
    </w:p>
    <w:p w14:paraId="0B087179" w14:textId="77777777" w:rsidR="002C50B2" w:rsidRDefault="00C77A4E" w:rsidP="002C50B2">
      <w:r w:rsidRPr="00275B88">
        <w:t>Le détective s</w:t>
      </w:r>
      <w:r w:rsidR="002C50B2">
        <w:t>’</w:t>
      </w:r>
      <w:r w:rsidRPr="00275B88">
        <w:t>empara de la lettre et lut tout haut</w:t>
      </w:r>
      <w:r w:rsidR="002C50B2">
        <w:t> :</w:t>
      </w:r>
    </w:p>
    <w:p w14:paraId="3DB485B8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Tu es riche et je suis sans fortune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Je ne puis pourtant pas commettre un crime</w:t>
      </w:r>
      <w:r w:rsidR="002C50B2">
        <w:rPr>
          <w:i/>
          <w:iCs/>
        </w:rPr>
        <w:t>…</w:t>
      </w:r>
    </w:p>
    <w:p w14:paraId="6D726CBE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est cela</w:t>
      </w:r>
      <w:r>
        <w:t xml:space="preserve"> ? </w:t>
      </w:r>
      <w:r w:rsidR="00C77A4E" w:rsidRPr="00275B88">
        <w:t>fit Chantecoq</w:t>
      </w:r>
      <w:r>
        <w:t xml:space="preserve">, </w:t>
      </w:r>
      <w:r w:rsidR="00C77A4E" w:rsidRPr="00275B88">
        <w:t>en simulant un certain étonnement</w:t>
      </w:r>
      <w:r>
        <w:t>.</w:t>
      </w:r>
    </w:p>
    <w:p w14:paraId="1C4AD3DB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répliquait</w:t>
      </w:r>
      <w:r w:rsidR="002C50B2">
        <w:t> :</w:t>
      </w:r>
    </w:p>
    <w:p w14:paraId="20ADA67C" w14:textId="77777777" w:rsidR="002C50B2" w:rsidRDefault="002C50B2" w:rsidP="002C50B2">
      <w:r>
        <w:t>— </w:t>
      </w:r>
      <w:r w:rsidR="00C77A4E" w:rsidRPr="00275B88">
        <w:t>Une lettre de Bellegarde adressée à Simone Desroches qui était son amie</w:t>
      </w:r>
      <w:r>
        <w:t>.</w:t>
      </w:r>
    </w:p>
    <w:p w14:paraId="503BA28A" w14:textId="77777777" w:rsidR="002C50B2" w:rsidRDefault="002C50B2" w:rsidP="002C50B2">
      <w:r>
        <w:t>— </w:t>
      </w:r>
      <w:r w:rsidR="00C77A4E" w:rsidRPr="00275B88">
        <w:t>Où l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on trouvée</w:t>
      </w:r>
      <w:r>
        <w:t> ?</w:t>
      </w:r>
    </w:p>
    <w:p w14:paraId="569F3F0E" w14:textId="77777777" w:rsidR="002C50B2" w:rsidRDefault="002C50B2" w:rsidP="002C50B2">
      <w:r>
        <w:t>— </w:t>
      </w:r>
      <w:r w:rsidR="00C77A4E" w:rsidRPr="00275B88">
        <w:t>Chez Bellegarde</w:t>
      </w:r>
      <w:r>
        <w:t xml:space="preserve">… </w:t>
      </w:r>
      <w:r w:rsidR="00C77A4E" w:rsidRPr="00275B88">
        <w:t>précisait le directeur</w:t>
      </w:r>
      <w:r>
        <w:t xml:space="preserve">… </w:t>
      </w:r>
      <w:r w:rsidR="00C77A4E" w:rsidRPr="00275B88">
        <w:t>en reprenant le papier que lui tendait Chantecoq</w:t>
      </w:r>
      <w:r>
        <w:t>.</w:t>
      </w:r>
    </w:p>
    <w:p w14:paraId="3F155FC0" w14:textId="77777777" w:rsidR="002C50B2" w:rsidRDefault="00C77A4E" w:rsidP="002C50B2"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profitant d</w:t>
      </w:r>
      <w:r w:rsidR="002C50B2">
        <w:t>’</w:t>
      </w:r>
      <w:r w:rsidRPr="00275B88">
        <w:t>un moment d</w:t>
      </w:r>
      <w:r w:rsidR="002C50B2">
        <w:t>’</w:t>
      </w:r>
      <w:r w:rsidRPr="00275B88">
        <w:t xml:space="preserve">inattention de 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lança un rapide et expressif coup d</w:t>
      </w:r>
      <w:r w:rsidR="002C50B2">
        <w:t>’</w:t>
      </w:r>
      <w:r w:rsidRPr="00275B88">
        <w:t>œil au journaliste dont il devinait l</w:t>
      </w:r>
      <w:r w:rsidR="002C50B2">
        <w:t>’</w:t>
      </w:r>
      <w:r w:rsidRPr="00275B88">
        <w:t>émotion</w:t>
      </w:r>
      <w:r w:rsidR="002C50B2">
        <w:t>.</w:t>
      </w:r>
    </w:p>
    <w:p w14:paraId="56035552" w14:textId="77777777" w:rsidR="002C50B2" w:rsidRDefault="00C77A4E" w:rsidP="002C50B2">
      <w:r w:rsidRPr="00275B88">
        <w:t>Ce coup d</w:t>
      </w:r>
      <w:r w:rsidR="002C50B2">
        <w:t>’</w:t>
      </w:r>
      <w:r w:rsidRPr="00275B88">
        <w:t>œil signifiait clairement</w:t>
      </w:r>
      <w:r w:rsidR="002C50B2">
        <w:t> :</w:t>
      </w:r>
    </w:p>
    <w:p w14:paraId="198692C4" w14:textId="77777777" w:rsidR="002C50B2" w:rsidRDefault="002C50B2" w:rsidP="002C50B2">
      <w:r>
        <w:t>— </w:t>
      </w:r>
      <w:r w:rsidR="00C77A4E" w:rsidRPr="00275B88">
        <w:t>Silence</w:t>
      </w:r>
      <w:r>
        <w:t> !</w:t>
      </w:r>
    </w:p>
    <w:p w14:paraId="09D6192A" w14:textId="77777777" w:rsidR="002C50B2" w:rsidRDefault="00C77A4E" w:rsidP="002C50B2">
      <w:r w:rsidRPr="00275B88">
        <w:t>Jacques comprit et</w:t>
      </w:r>
      <w:r w:rsidR="002C50B2">
        <w:t xml:space="preserve">, </w:t>
      </w:r>
      <w:r w:rsidRPr="00275B88">
        <w:t>pour dissimuler son trouble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approcha de la table et s</w:t>
      </w:r>
      <w:r w:rsidR="002C50B2">
        <w:t>’</w:t>
      </w:r>
      <w:r w:rsidRPr="00275B88">
        <w:t>empara du grimoire qu</w:t>
      </w:r>
      <w:r w:rsidR="002C50B2">
        <w:t>’</w:t>
      </w:r>
      <w:r w:rsidRPr="00275B88">
        <w:t>il se mit à feuilleter avec toute l</w:t>
      </w:r>
      <w:r w:rsidR="002C50B2">
        <w:t>’</w:t>
      </w:r>
      <w:r w:rsidRPr="00275B88">
        <w:t>attention recueillie d</w:t>
      </w:r>
      <w:r w:rsidR="002C50B2">
        <w:t>’</w:t>
      </w:r>
      <w:r w:rsidRPr="00275B88">
        <w:t>un parfait bibliophile</w:t>
      </w:r>
      <w:r w:rsidR="002C50B2">
        <w:t>.</w:t>
      </w:r>
    </w:p>
    <w:p w14:paraId="3288AE06" w14:textId="77777777" w:rsidR="002C50B2" w:rsidRDefault="002C50B2" w:rsidP="002C50B2">
      <w:r>
        <w:lastRenderedPageBreak/>
        <w:t>— </w:t>
      </w:r>
      <w:r w:rsidR="00C77A4E" w:rsidRPr="00275B88">
        <w:t>Tu dis que l</w:t>
      </w:r>
      <w:r>
        <w:t>’</w:t>
      </w:r>
      <w:r w:rsidR="00C77A4E" w:rsidRPr="00275B88">
        <w:t>on a trouvé cette lettre chez Bellegarde</w:t>
      </w:r>
      <w:r>
        <w:t xml:space="preserve"> ? </w:t>
      </w:r>
      <w:r w:rsidR="00C77A4E" w:rsidRPr="00275B88">
        <w:t>reprenait Chantecoq</w:t>
      </w:r>
      <w:r>
        <w:t>.</w:t>
      </w:r>
    </w:p>
    <w:p w14:paraId="5E7E9014" w14:textId="77777777" w:rsidR="002C50B2" w:rsidRDefault="002C50B2" w:rsidP="002C50B2">
      <w:r>
        <w:t>— </w:t>
      </w:r>
      <w:r w:rsidR="00C77A4E" w:rsidRPr="00275B88">
        <w:t>Parfaitement</w:t>
      </w:r>
      <w:r>
        <w:t> !</w:t>
      </w:r>
    </w:p>
    <w:p w14:paraId="5C0DFE99" w14:textId="77777777" w:rsidR="002C50B2" w:rsidRDefault="002C50B2" w:rsidP="002C50B2">
      <w:r>
        <w:t>— </w:t>
      </w:r>
      <w:r w:rsidR="00C77A4E" w:rsidRPr="00275B88">
        <w:t>Veux</w:t>
      </w:r>
      <w:r w:rsidR="00C77A4E">
        <w:t>-</w:t>
      </w:r>
      <w:r w:rsidR="00C77A4E" w:rsidRPr="00275B88">
        <w:t>tu me la relire</w:t>
      </w:r>
      <w:r>
        <w:t> ?</w:t>
      </w:r>
    </w:p>
    <w:p w14:paraId="688F8735" w14:textId="77777777" w:rsidR="002C50B2" w:rsidRDefault="002C50B2" w:rsidP="002C50B2">
      <w:r>
        <w:t>— </w:t>
      </w:r>
      <w:r w:rsidR="00C77A4E" w:rsidRPr="00275B88">
        <w:t>Volontiers</w:t>
      </w:r>
      <w:r>
        <w:t> !</w:t>
      </w:r>
    </w:p>
    <w:p w14:paraId="5529AE31" w14:textId="77777777" w:rsidR="002C50B2" w:rsidRDefault="00C77A4E" w:rsidP="002C50B2">
      <w:r w:rsidRPr="00275B88">
        <w:t>Le directeur de la police reprit</w:t>
      </w:r>
      <w:r w:rsidR="002C50B2">
        <w:t xml:space="preserve">, </w:t>
      </w:r>
      <w:r w:rsidRPr="00275B88">
        <w:t>en scandant bien chaque mot</w:t>
      </w:r>
      <w:r w:rsidR="002C50B2">
        <w:t> :</w:t>
      </w:r>
    </w:p>
    <w:p w14:paraId="69AB2550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Tu es riche et je suis sans fortune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Je ne puis cependant pas commettre un crime</w:t>
      </w:r>
      <w:r w:rsidR="002C50B2">
        <w:rPr>
          <w:i/>
          <w:iCs/>
        </w:rPr>
        <w:t>…</w:t>
      </w:r>
    </w:p>
    <w:p w14:paraId="11876520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avec force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1E0B1CC6" w14:textId="77777777" w:rsidR="002C50B2" w:rsidRDefault="002C50B2" w:rsidP="002C50B2">
      <w:r>
        <w:t>— </w:t>
      </w:r>
      <w:r w:rsidR="00C77A4E" w:rsidRPr="00275B88">
        <w:t>Ce crime</w:t>
      </w:r>
      <w:r>
        <w:t xml:space="preserve">, </w:t>
      </w:r>
      <w:r w:rsidR="00C77A4E" w:rsidRPr="00275B88">
        <w:t>Bellegarde l</w:t>
      </w:r>
      <w:r>
        <w:t>’</w:t>
      </w:r>
      <w:r w:rsidR="00C77A4E" w:rsidRPr="00275B88">
        <w:t>a commis</w:t>
      </w:r>
      <w:r>
        <w:t>.</w:t>
      </w:r>
    </w:p>
    <w:p w14:paraId="74448C54" w14:textId="77777777" w:rsidR="002C50B2" w:rsidRDefault="002C50B2" w:rsidP="002C50B2">
      <w:r>
        <w:t>— </w:t>
      </w:r>
      <w:r w:rsidR="00C77A4E" w:rsidRPr="00275B88">
        <w:t>En es</w:t>
      </w:r>
      <w:r w:rsidR="00C77A4E">
        <w:t>-</w:t>
      </w:r>
      <w:r w:rsidR="00C77A4E" w:rsidRPr="00275B88">
        <w:t>tu sûr</w:t>
      </w:r>
      <w:r>
        <w:t xml:space="preserve"> ? </w:t>
      </w:r>
      <w:r w:rsidR="00C77A4E" w:rsidRPr="00275B88">
        <w:t>ripostait Chantecoq d</w:t>
      </w:r>
      <w:r>
        <w:t>’</w:t>
      </w:r>
      <w:r w:rsidR="00C77A4E" w:rsidRPr="00275B88">
        <w:t>un ton incisif</w:t>
      </w:r>
      <w:r>
        <w:t>.</w:t>
      </w:r>
    </w:p>
    <w:p w14:paraId="14CF7DAB" w14:textId="77777777" w:rsidR="002C50B2" w:rsidRDefault="002C50B2" w:rsidP="002C50B2">
      <w:r>
        <w:t>— </w:t>
      </w:r>
      <w:r w:rsidR="00C77A4E" w:rsidRPr="00275B88">
        <w:t>Cette lettre achève de l</w:t>
      </w:r>
      <w:r>
        <w:t>’</w:t>
      </w:r>
      <w:r w:rsidR="00C77A4E" w:rsidRPr="00275B88">
        <w:t>accabler</w:t>
      </w:r>
      <w:r>
        <w:t>.</w:t>
      </w:r>
    </w:p>
    <w:p w14:paraId="73239946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pourquoi n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pas pris soin de la détruire</w:t>
      </w:r>
      <w:r>
        <w:t> ?</w:t>
      </w:r>
    </w:p>
    <w:p w14:paraId="4579DEB8" w14:textId="77777777" w:rsidR="002C50B2" w:rsidRDefault="002C50B2" w:rsidP="002C50B2">
      <w:r>
        <w:t>— </w:t>
      </w:r>
      <w:r w:rsidR="00C77A4E" w:rsidRPr="00275B88">
        <w:t>Sans doute était</w:t>
      </w:r>
      <w:r w:rsidR="00C77A4E">
        <w:t>-</w:t>
      </w:r>
      <w:r w:rsidR="00C77A4E" w:rsidRPr="00275B88">
        <w:t>il occupé à transporter en lieu sûr le trésor des Valois</w:t>
      </w:r>
      <w:r>
        <w:t> !</w:t>
      </w:r>
    </w:p>
    <w:p w14:paraId="2025F8BD" w14:textId="77777777" w:rsidR="002C50B2" w:rsidRDefault="00C77A4E" w:rsidP="002C50B2">
      <w:r w:rsidRPr="00275B88">
        <w:t>Chantecoq s</w:t>
      </w:r>
      <w:r w:rsidR="002C50B2">
        <w:t>’</w:t>
      </w:r>
      <w:r w:rsidRPr="00275B88">
        <w:t>écriait</w:t>
      </w:r>
      <w:r w:rsidR="002C50B2">
        <w:t> :</w:t>
      </w:r>
    </w:p>
    <w:p w14:paraId="62E3BB6A" w14:textId="77777777" w:rsidR="002C50B2" w:rsidRDefault="002C50B2" w:rsidP="002C50B2">
      <w:r>
        <w:t>— </w:t>
      </w:r>
      <w:r w:rsidR="00C77A4E" w:rsidRPr="00275B88">
        <w:t>Dans quel dessein</w:t>
      </w:r>
      <w:r>
        <w:t xml:space="preserve">, </w:t>
      </w:r>
      <w:r w:rsidR="00C77A4E" w:rsidRPr="00275B88">
        <w:t>selon toi</w:t>
      </w:r>
      <w:r>
        <w:t xml:space="preserve">, </w:t>
      </w:r>
      <w:r w:rsidR="00C77A4E" w:rsidRPr="00275B88">
        <w:t>Bellegarde</w:t>
      </w:r>
      <w:r>
        <w:t xml:space="preserve">, </w:t>
      </w:r>
      <w:r w:rsidR="00C77A4E" w:rsidRPr="00275B88">
        <w:t>dont le passé était au</w:t>
      </w:r>
      <w:r w:rsidR="00C77A4E">
        <w:t>-</w:t>
      </w:r>
      <w:r w:rsidR="00C77A4E" w:rsidRPr="00275B88">
        <w:t>dessus de tout soupçon</w:t>
      </w:r>
      <w:r>
        <w:t xml:space="preserve">, </w:t>
      </w:r>
      <w:r w:rsidR="00C77A4E" w:rsidRPr="00275B88">
        <w:t>dont la situation présente était déjà fort enviable</w:t>
      </w:r>
      <w:r>
        <w:t xml:space="preserve">, </w:t>
      </w:r>
      <w:r w:rsidR="00C77A4E" w:rsidRPr="00275B88">
        <w:t>et dont l</w:t>
      </w:r>
      <w:r>
        <w:t>’</w:t>
      </w:r>
      <w:r w:rsidR="00C77A4E" w:rsidRPr="00275B88">
        <w:t>avenir s</w:t>
      </w:r>
      <w:r>
        <w:t>’</w:t>
      </w:r>
      <w:r w:rsidR="00C77A4E" w:rsidRPr="00275B88">
        <w:t>annonçait comme des plus brillants</w:t>
      </w:r>
      <w:r>
        <w:t xml:space="preserve">, 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cru devoir devenir tout à coup un aussi odieux criminel</w:t>
      </w:r>
      <w:r>
        <w:t> ?</w:t>
      </w:r>
    </w:p>
    <w:p w14:paraId="035AC67E" w14:textId="77777777" w:rsidR="002C50B2" w:rsidRDefault="002C50B2" w:rsidP="002C50B2">
      <w:r>
        <w:t>— </w:t>
      </w:r>
      <w:r w:rsidR="00C77A4E" w:rsidRPr="00275B88">
        <w:t>Je vais te le dire</w:t>
      </w:r>
      <w:r>
        <w:t xml:space="preserve">, </w:t>
      </w:r>
      <w:r w:rsidR="00C77A4E" w:rsidRPr="00275B88">
        <w:t xml:space="preserve">répliquait </w:t>
      </w:r>
      <w:proofErr w:type="spellStart"/>
      <w:r w:rsidR="00C77A4E" w:rsidRPr="00275B88">
        <w:t>Ferval</w:t>
      </w:r>
      <w:proofErr w:type="spellEnd"/>
      <w:r>
        <w:t xml:space="preserve">. </w:t>
      </w:r>
      <w:r w:rsidR="00C77A4E" w:rsidRPr="00275B88">
        <w:t>Dès que Bellegarde a eu connaissance de l</w:t>
      </w:r>
      <w:r>
        <w:t>’</w:t>
      </w:r>
      <w:r w:rsidR="00C77A4E" w:rsidRPr="00275B88">
        <w:t>existence du trésor des Valois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a eu qu</w:t>
      </w:r>
      <w:r>
        <w:t>’</w:t>
      </w:r>
      <w:r w:rsidR="00C77A4E" w:rsidRPr="00275B88">
        <w:t>un but</w:t>
      </w:r>
      <w:r>
        <w:t xml:space="preserve"> : </w:t>
      </w:r>
      <w:r w:rsidR="00C77A4E" w:rsidRPr="00275B88">
        <w:t>s</w:t>
      </w:r>
      <w:r>
        <w:t>’</w:t>
      </w:r>
      <w:r w:rsidR="00C77A4E" w:rsidRPr="00275B88">
        <w:t>en emparer et s</w:t>
      </w:r>
      <w:r>
        <w:t>’</w:t>
      </w:r>
      <w:r w:rsidR="00C77A4E" w:rsidRPr="00275B88">
        <w:t>enfuir à l</w:t>
      </w:r>
      <w:r>
        <w:t>’</w:t>
      </w:r>
      <w:r w:rsidR="00C77A4E" w:rsidRPr="00275B88">
        <w:t>étranger</w:t>
      </w:r>
      <w:r>
        <w:t xml:space="preserve">. </w:t>
      </w:r>
      <w:r w:rsidR="00C77A4E" w:rsidRPr="00275B88">
        <w:t>Eh bien</w:t>
      </w:r>
      <w:r>
        <w:t xml:space="preserve"> ! </w:t>
      </w:r>
      <w:r w:rsidR="00C77A4E" w:rsidRPr="00275B88">
        <w:t xml:space="preserve">pour </w:t>
      </w:r>
      <w:r w:rsidR="00C77A4E" w:rsidRPr="00275B88">
        <w:lastRenderedPageBreak/>
        <w:t>ne pas être gêné</w:t>
      </w:r>
      <w:r>
        <w:t xml:space="preserve">, </w:t>
      </w:r>
      <w:r w:rsidR="00C77A4E" w:rsidRPr="00275B88">
        <w:t>qui sait même peut</w:t>
      </w:r>
      <w:r w:rsidR="00C77A4E">
        <w:t>-</w:t>
      </w:r>
      <w:r w:rsidR="00C77A4E" w:rsidRPr="00275B88">
        <w:t>être paralysé dans ses mouvements</w:t>
      </w:r>
      <w:r>
        <w:t xml:space="preserve">, </w:t>
      </w:r>
      <w:r w:rsidR="00C77A4E" w:rsidRPr="00275B88">
        <w:t>il a rompu avec cette malheureuse jeune femme qui n</w:t>
      </w:r>
      <w:r>
        <w:t>’</w:t>
      </w:r>
      <w:r w:rsidR="00C77A4E" w:rsidRPr="00275B88">
        <w:t>avait jamais été pour lui qu</w:t>
      </w:r>
      <w:r>
        <w:t>’</w:t>
      </w:r>
      <w:r w:rsidR="00C77A4E" w:rsidRPr="00275B88">
        <w:t>un amusement et dont la dot</w:t>
      </w:r>
      <w:r>
        <w:t xml:space="preserve">, </w:t>
      </w:r>
      <w:r w:rsidR="00C77A4E" w:rsidRPr="00275B88">
        <w:t xml:space="preserve">si brillante </w:t>
      </w:r>
      <w:proofErr w:type="spellStart"/>
      <w:r w:rsidR="00C77A4E" w:rsidRPr="00275B88">
        <w:t>fût</w:t>
      </w:r>
      <w:r w:rsidR="00C77A4E">
        <w:t>-</w:t>
      </w:r>
      <w:r w:rsidR="00C77A4E" w:rsidRPr="00275B88">
        <w:t>elle</w:t>
      </w:r>
      <w:proofErr w:type="spellEnd"/>
      <w:r>
        <w:t xml:space="preserve">, </w:t>
      </w:r>
      <w:r w:rsidR="00C77A4E" w:rsidRPr="00275B88">
        <w:t>n</w:t>
      </w:r>
      <w:r>
        <w:t>’</w:t>
      </w:r>
      <w:r w:rsidR="00C77A4E" w:rsidRPr="00275B88">
        <w:t>était rien en comparaison des millions qu</w:t>
      </w:r>
      <w:r>
        <w:t>’</w:t>
      </w:r>
      <w:r w:rsidR="00C77A4E" w:rsidRPr="00275B88">
        <w:t>il savait pouvoir se procurer</w:t>
      </w:r>
      <w:r>
        <w:t>.</w:t>
      </w:r>
    </w:p>
    <w:p w14:paraId="03975D27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se tut</w:t>
      </w:r>
      <w:r w:rsidR="002C50B2">
        <w:t xml:space="preserve">, </w:t>
      </w:r>
      <w:r w:rsidRPr="00275B88">
        <w:t>persuadé qu</w:t>
      </w:r>
      <w:r w:rsidR="002C50B2">
        <w:t>’</w:t>
      </w:r>
      <w:r w:rsidRPr="00275B88">
        <w:t>il avait</w:t>
      </w:r>
      <w:r w:rsidR="002C50B2">
        <w:t xml:space="preserve">, </w:t>
      </w:r>
      <w:r w:rsidRPr="00275B88">
        <w:t>cette fois</w:t>
      </w:r>
      <w:r w:rsidR="002C50B2">
        <w:t xml:space="preserve">, </w:t>
      </w:r>
      <w:r w:rsidRPr="00275B88">
        <w:t>désarmé son adversaire</w:t>
      </w:r>
      <w:r w:rsidR="002C50B2">
        <w:t>.</w:t>
      </w:r>
    </w:p>
    <w:p w14:paraId="278BFE07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feignant une certaine indécision</w:t>
      </w:r>
      <w:r w:rsidR="002C50B2">
        <w:t xml:space="preserve">, </w:t>
      </w:r>
      <w:r w:rsidRPr="00275B88">
        <w:t>reprenait</w:t>
      </w:r>
      <w:r w:rsidR="002C50B2">
        <w:t> :</w:t>
      </w:r>
    </w:p>
    <w:p w14:paraId="652A6666" w14:textId="77777777" w:rsidR="002C50B2" w:rsidRDefault="002C50B2" w:rsidP="002C50B2">
      <w:r>
        <w:t>— </w:t>
      </w:r>
      <w:r w:rsidR="00C77A4E" w:rsidRPr="00275B88">
        <w:t>Ton raisonnement se tient jusqu</w:t>
      </w:r>
      <w:r>
        <w:t>’</w:t>
      </w:r>
      <w:r w:rsidR="00C77A4E" w:rsidRPr="00275B88">
        <w:t>à un certain point</w:t>
      </w:r>
      <w:r>
        <w:t xml:space="preserve">… </w:t>
      </w:r>
      <w:r w:rsidR="00C77A4E" w:rsidRPr="00275B88">
        <w:t>En tout cas</w:t>
      </w:r>
      <w:r>
        <w:t xml:space="preserve">, </w:t>
      </w:r>
      <w:r w:rsidR="00C77A4E" w:rsidRPr="00275B88">
        <w:t>tu me permettras de te faire observer que Belphégor a été joliment maladroit</w:t>
      </w:r>
      <w:r>
        <w:t xml:space="preserve">, </w:t>
      </w:r>
      <w:r w:rsidR="00C77A4E" w:rsidRPr="00275B88">
        <w:t>en laissant traîner chez lui ces lettres</w:t>
      </w:r>
      <w:r>
        <w:t xml:space="preserve">, </w:t>
      </w:r>
      <w:r w:rsidR="00C77A4E" w:rsidRPr="00275B88">
        <w:t>ainsi que cette ferrure de coffre</w:t>
      </w:r>
      <w:r>
        <w:t xml:space="preserve">, </w:t>
      </w:r>
      <w:r w:rsidR="00C77A4E" w:rsidRPr="00275B88">
        <w:t>ces écus à l</w:t>
      </w:r>
      <w:r>
        <w:t>’</w:t>
      </w:r>
      <w:r w:rsidR="00C77A4E" w:rsidRPr="00275B88">
        <w:t>effigie d</w:t>
      </w:r>
      <w:r>
        <w:t>’</w:t>
      </w:r>
      <w:r w:rsidR="00C77A4E" w:rsidRPr="00275B88">
        <w:t>Henri III</w:t>
      </w:r>
      <w:r>
        <w:t xml:space="preserve">, </w:t>
      </w:r>
      <w:r w:rsidR="00C77A4E" w:rsidRPr="00275B88">
        <w:t xml:space="preserve">et surtout ces </w:t>
      </w:r>
      <w:r w:rsidR="00C77A4E" w:rsidRPr="00275B88">
        <w:rPr>
          <w:i/>
          <w:iCs/>
        </w:rPr>
        <w:t>Mémoires de Ruggieri</w:t>
      </w:r>
      <w:r>
        <w:rPr>
          <w:i/>
          <w:iCs/>
        </w:rPr>
        <w:t xml:space="preserve">, </w:t>
      </w:r>
      <w:r w:rsidR="00C77A4E" w:rsidRPr="00275B88">
        <w:t>clef du secret qu</w:t>
      </w:r>
      <w:r>
        <w:t>’</w:t>
      </w:r>
      <w:r w:rsidR="00C77A4E" w:rsidRPr="00275B88">
        <w:t>il aurait dû d</w:t>
      </w:r>
      <w:r>
        <w:t>’</w:t>
      </w:r>
      <w:r w:rsidR="00C77A4E" w:rsidRPr="00275B88">
        <w:t>autant plus garder pour lui que sa divulgation risquait fort de lancer la police sur ses traces</w:t>
      </w:r>
      <w:r>
        <w:t> !</w:t>
      </w:r>
    </w:p>
    <w:p w14:paraId="77E60908" w14:textId="77777777" w:rsidR="002C50B2" w:rsidRDefault="002C50B2" w:rsidP="002C50B2">
      <w:r>
        <w:t>— </w:t>
      </w:r>
      <w:r w:rsidR="00C77A4E" w:rsidRPr="00275B88">
        <w:t>Bellegarde n</w:t>
      </w:r>
      <w:r>
        <w:t>’</w:t>
      </w:r>
      <w:r w:rsidR="00C77A4E" w:rsidRPr="00275B88">
        <w:t>avait pas l</w:t>
      </w:r>
      <w:r>
        <w:t>’</w:t>
      </w:r>
      <w:r w:rsidR="00C77A4E" w:rsidRPr="00275B88">
        <w:t>expérience du crime</w:t>
      </w:r>
      <w:r>
        <w:t>.</w:t>
      </w:r>
    </w:p>
    <w:p w14:paraId="390AE78F" w14:textId="77777777" w:rsidR="002C50B2" w:rsidRDefault="002C50B2" w:rsidP="002C50B2">
      <w:r>
        <w:t>— </w:t>
      </w:r>
      <w:r w:rsidR="00C77A4E" w:rsidRPr="00275B88">
        <w:t>Et son complice</w:t>
      </w:r>
      <w:r>
        <w:t xml:space="preserve"> ? </w:t>
      </w:r>
      <w:r w:rsidR="00C77A4E" w:rsidRPr="00275B88">
        <w:t>Il me semble que tu l</w:t>
      </w:r>
      <w:r>
        <w:t>’</w:t>
      </w:r>
      <w:r w:rsidR="00C77A4E" w:rsidRPr="00275B88">
        <w:t>oublies un peu</w:t>
      </w:r>
      <w:r>
        <w:t> ?</w:t>
      </w:r>
    </w:p>
    <w:p w14:paraId="3B54ABCA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en crois rien</w:t>
      </w:r>
      <w:r>
        <w:t>.</w:t>
      </w:r>
    </w:p>
    <w:p w14:paraId="0C88E897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prenant un air quelque peu ironique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ajouta</w:t>
      </w:r>
      <w:r w:rsidR="002C50B2">
        <w:t> :</w:t>
      </w:r>
    </w:p>
    <w:p w14:paraId="3901F0FB" w14:textId="77777777" w:rsidR="002C50B2" w:rsidRDefault="002C50B2" w:rsidP="002C50B2">
      <w:r>
        <w:t>— </w:t>
      </w:r>
      <w:r w:rsidR="00C77A4E" w:rsidRPr="00275B88">
        <w:t>Je suis peut</w:t>
      </w:r>
      <w:r w:rsidR="00C77A4E">
        <w:t>-</w:t>
      </w:r>
      <w:r w:rsidR="00C77A4E" w:rsidRPr="00275B88">
        <w:t>être beaucoup plus renseigné sur son compte que tu ne le penses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selon moi</w:t>
      </w:r>
      <w:r>
        <w:t xml:space="preserve">, </w:t>
      </w:r>
      <w:r w:rsidR="00C77A4E" w:rsidRPr="00275B88">
        <w:t>le Fantôme du Louvre ne serait autre que le voleur du musée de Florence que tu recherches pour le compte du gouvernement italien</w:t>
      </w:r>
      <w:r>
        <w:t>.</w:t>
      </w:r>
    </w:p>
    <w:p w14:paraId="3AFBE04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 xml:space="preserve">se tournant vers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qui feignait de s</w:t>
      </w:r>
      <w:r w:rsidR="002C50B2">
        <w:t>’</w:t>
      </w:r>
      <w:r w:rsidRPr="00275B88">
        <w:t>absorber de plus en plus dans l</w:t>
      </w:r>
      <w:r w:rsidR="002C50B2">
        <w:t>’</w:t>
      </w:r>
      <w:r w:rsidRPr="00275B88">
        <w:t>examen du grimoire</w:t>
      </w:r>
      <w:r w:rsidR="002C50B2">
        <w:t xml:space="preserve">, </w:t>
      </w:r>
      <w:r w:rsidRPr="00275B88">
        <w:t>il scanda</w:t>
      </w:r>
      <w:r w:rsidR="002C50B2">
        <w:t> :</w:t>
      </w:r>
    </w:p>
    <w:p w14:paraId="413372C6" w14:textId="77777777" w:rsidR="002C50B2" w:rsidRDefault="002C50B2" w:rsidP="002C50B2">
      <w:r>
        <w:lastRenderedPageBreak/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 votre avis</w:t>
      </w:r>
      <w:r>
        <w:t xml:space="preserve">, </w:t>
      </w:r>
      <w:r w:rsidR="00C77A4E" w:rsidRPr="00275B88">
        <w:t>mon cher commandeur</w:t>
      </w:r>
      <w:r>
        <w:t> ?</w:t>
      </w:r>
    </w:p>
    <w:p w14:paraId="02BE37B1" w14:textId="77777777" w:rsidR="002C50B2" w:rsidRDefault="002C50B2" w:rsidP="002C50B2">
      <w:r>
        <w:t>— </w:t>
      </w:r>
      <w:r w:rsidR="00C77A4E" w:rsidRPr="00275B88">
        <w:t>Mais oui</w:t>
      </w:r>
      <w:r>
        <w:t xml:space="preserve">, </w:t>
      </w:r>
      <w:r w:rsidR="00C77A4E" w:rsidRPr="00275B88">
        <w:t>puisque c</w:t>
      </w:r>
      <w:r>
        <w:t>’</w:t>
      </w:r>
      <w:r w:rsidR="00C77A4E" w:rsidRPr="00275B88">
        <w:t>est le vôtre</w:t>
      </w:r>
      <w:r>
        <w:t xml:space="preserve">, </w:t>
      </w:r>
      <w:r w:rsidR="00C77A4E" w:rsidRPr="00275B88">
        <w:t>répliquait adroitement le reporter</w:t>
      </w:r>
      <w:r>
        <w:t>.</w:t>
      </w:r>
    </w:p>
    <w:p w14:paraId="6AC5FD1A" w14:textId="77777777" w:rsidR="002C50B2" w:rsidRDefault="002C50B2" w:rsidP="002C50B2">
      <w:r>
        <w:t>— </w:t>
      </w:r>
      <w:r w:rsidR="00C77A4E" w:rsidRPr="00275B88">
        <w:t>Tu vas voir comme tout s</w:t>
      </w:r>
      <w:r>
        <w:t>’</w:t>
      </w:r>
      <w:r w:rsidR="00C77A4E" w:rsidRPr="00275B88">
        <w:t>explique</w:t>
      </w:r>
      <w:r>
        <w:t xml:space="preserve">, </w:t>
      </w:r>
      <w:r w:rsidR="00C77A4E" w:rsidRPr="00275B88">
        <w:t>tout s</w:t>
      </w:r>
      <w:r>
        <w:t>’</w:t>
      </w:r>
      <w:r w:rsidR="00C77A4E" w:rsidRPr="00275B88">
        <w:t>enchaîne</w:t>
      </w:r>
      <w:r>
        <w:t xml:space="preserve">, </w:t>
      </w:r>
      <w:r w:rsidR="00C77A4E" w:rsidRPr="00275B88">
        <w:t>reprenait le directeur de la police judiciaire</w:t>
      </w:r>
      <w:r>
        <w:t xml:space="preserve">, </w:t>
      </w:r>
      <w:r w:rsidR="00C77A4E" w:rsidRPr="00275B88">
        <w:t>en s</w:t>
      </w:r>
      <w:r>
        <w:t>’</w:t>
      </w:r>
      <w:r w:rsidR="00C77A4E" w:rsidRPr="00275B88">
        <w:t>adressant à Chantecoq</w:t>
      </w:r>
      <w:r>
        <w:t>.</w:t>
      </w:r>
    </w:p>
    <w:p w14:paraId="340284D1" w14:textId="77777777" w:rsidR="002C50B2" w:rsidRDefault="002C50B2" w:rsidP="002C50B2">
      <w:r>
        <w:t>« </w:t>
      </w:r>
      <w:r w:rsidR="00C77A4E" w:rsidRPr="00275B88">
        <w:t>Jacques Bellegarde</w:t>
      </w:r>
      <w:r>
        <w:t xml:space="preserve">, </w:t>
      </w:r>
      <w:r w:rsidR="00C77A4E" w:rsidRPr="00275B88">
        <w:t>que sa profession oblige à fréquenter des gens de toutes sortes</w:t>
      </w:r>
      <w:r>
        <w:t xml:space="preserve">, </w:t>
      </w:r>
      <w:r w:rsidR="00C77A4E" w:rsidRPr="00275B88">
        <w:t>aura fait la connaissance de l</w:t>
      </w:r>
      <w:r>
        <w:t>’</w:t>
      </w:r>
      <w:r w:rsidR="00C77A4E" w:rsidRPr="00275B88">
        <w:t>individu en question qui lui aura communiqué le manuscrit qu</w:t>
      </w:r>
      <w:r>
        <w:t>’</w:t>
      </w:r>
      <w:r w:rsidR="00C77A4E" w:rsidRPr="00275B88">
        <w:t>il a dû dérober à l</w:t>
      </w:r>
      <w:r>
        <w:t>’</w:t>
      </w:r>
      <w:r w:rsidR="00C77A4E" w:rsidRPr="00275B88">
        <w:t>étranger</w:t>
      </w:r>
      <w:r>
        <w:t xml:space="preserve">, </w:t>
      </w:r>
      <w:r w:rsidR="00C77A4E" w:rsidRPr="00275B88">
        <w:t>dans un musée</w:t>
      </w:r>
      <w:r>
        <w:t xml:space="preserve">, </w:t>
      </w:r>
      <w:r w:rsidR="00C77A4E" w:rsidRPr="00275B88">
        <w:t>une bibliothèque ou chez un simple particulier</w:t>
      </w:r>
      <w:r>
        <w:t xml:space="preserve">. </w:t>
      </w:r>
      <w:r w:rsidR="00C77A4E" w:rsidRPr="00275B88">
        <w:t>Ce bandit lui aura offert de s</w:t>
      </w:r>
      <w:r>
        <w:t>’</w:t>
      </w:r>
      <w:r w:rsidR="00C77A4E" w:rsidRPr="00275B88">
        <w:t>associer à lui pour s</w:t>
      </w:r>
      <w:r>
        <w:t>’</w:t>
      </w:r>
      <w:r w:rsidR="00C77A4E" w:rsidRPr="00275B88">
        <w:t>emparer du trésor des Valois</w:t>
      </w:r>
      <w:r>
        <w:t>.</w:t>
      </w:r>
    </w:p>
    <w:p w14:paraId="35B217A0" w14:textId="77777777" w:rsidR="002C50B2" w:rsidRDefault="002C50B2" w:rsidP="002C50B2">
      <w:r>
        <w:t>— </w:t>
      </w:r>
      <w:r w:rsidR="00C77A4E" w:rsidRPr="00275B88">
        <w:t>Et Bellegarde aura accepté</w:t>
      </w:r>
      <w:r>
        <w:t xml:space="preserve">… </w:t>
      </w:r>
      <w:r w:rsidR="00C77A4E" w:rsidRPr="00275B88">
        <w:t>et tout de suite</w:t>
      </w:r>
      <w:r>
        <w:t> ?</w:t>
      </w:r>
    </w:p>
    <w:p w14:paraId="3C4BE48C" w14:textId="77777777" w:rsidR="002C50B2" w:rsidRDefault="002C50B2" w:rsidP="002C50B2">
      <w:r>
        <w:t>— </w:t>
      </w:r>
      <w:r w:rsidR="00C77A4E" w:rsidRPr="00275B88">
        <w:t>Il se peut qu</w:t>
      </w:r>
      <w:r>
        <w:t>’</w:t>
      </w:r>
      <w:r w:rsidR="00C77A4E" w:rsidRPr="00275B88">
        <w:t>il ait refusé 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mais qui sait si son complice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>a tout l</w:t>
      </w:r>
      <w:r>
        <w:t>’</w:t>
      </w:r>
      <w:r w:rsidR="00C77A4E" w:rsidRPr="00275B88">
        <w:t>air d</w:t>
      </w:r>
      <w:r>
        <w:t>’</w:t>
      </w:r>
      <w:r w:rsidR="00C77A4E" w:rsidRPr="00275B88">
        <w:t>être un bandit de grande envergure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aura pas employé envers lui d</w:t>
      </w:r>
      <w:r>
        <w:t>’</w:t>
      </w:r>
      <w:r w:rsidR="00C77A4E" w:rsidRPr="00275B88">
        <w:t>irrésistibles arguments</w:t>
      </w:r>
      <w:r>
        <w:t xml:space="preserve">… </w:t>
      </w:r>
      <w:r w:rsidR="00C77A4E" w:rsidRPr="00275B88">
        <w:t>tels que le chantage</w:t>
      </w:r>
      <w:r>
        <w:t xml:space="preserve">… </w:t>
      </w:r>
      <w:r w:rsidR="00C77A4E" w:rsidRPr="00275B88">
        <w:t>Bellegarde peut avoir commis des actes délictueux qui sont restés ignorés de tous</w:t>
      </w:r>
      <w:r>
        <w:t>.</w:t>
      </w:r>
    </w:p>
    <w:p w14:paraId="7885B92B" w14:textId="77777777" w:rsidR="002C50B2" w:rsidRDefault="002C50B2" w:rsidP="002C50B2">
      <w:r>
        <w:t>— </w:t>
      </w:r>
      <w:r w:rsidR="00C77A4E" w:rsidRPr="00275B88">
        <w:t>Sauf du voleur italien</w:t>
      </w:r>
      <w:r>
        <w:t xml:space="preserve"> ? </w:t>
      </w:r>
      <w:r w:rsidR="00C77A4E" w:rsidRPr="00275B88">
        <w:t>scanda Chantecoq</w:t>
      </w:r>
      <w:r>
        <w:t>.</w:t>
      </w:r>
    </w:p>
    <w:p w14:paraId="343FADB7" w14:textId="77777777" w:rsidR="002C50B2" w:rsidRDefault="002C50B2" w:rsidP="002C50B2">
      <w:r>
        <w:t>— </w:t>
      </w:r>
      <w:r w:rsidR="00C77A4E" w:rsidRPr="00275B88">
        <w:t>Pourquoi pas</w:t>
      </w:r>
      <w:r>
        <w:t> ?</w:t>
      </w:r>
    </w:p>
    <w:p w14:paraId="0D860D98" w14:textId="77777777" w:rsidR="002C50B2" w:rsidRDefault="002C50B2" w:rsidP="002C50B2">
      <w:r>
        <w:t>— </w:t>
      </w:r>
      <w:r w:rsidR="00C77A4E" w:rsidRPr="00275B88">
        <w:t>Évidemment</w:t>
      </w:r>
      <w:r>
        <w:t xml:space="preserve">, </w:t>
      </w:r>
      <w:r w:rsidR="00C77A4E" w:rsidRPr="00275B88">
        <w:t>si l</w:t>
      </w:r>
      <w:r>
        <w:t>’</w:t>
      </w:r>
      <w:r w:rsidR="00C77A4E" w:rsidRPr="00275B88">
        <w:t>on voulait s</w:t>
      </w:r>
      <w:r>
        <w:t>’</w:t>
      </w:r>
      <w:r w:rsidR="00C77A4E" w:rsidRPr="00275B88">
        <w:t>en donner la peine</w:t>
      </w:r>
      <w:r>
        <w:t xml:space="preserve">, </w:t>
      </w:r>
      <w:r w:rsidR="00C77A4E" w:rsidRPr="00275B88">
        <w:t xml:space="preserve">on pourrait prouver que </w:t>
      </w:r>
      <w:r w:rsidRPr="00275B88">
        <w:t>Louis</w:t>
      </w:r>
      <w:r>
        <w:t> </w:t>
      </w:r>
      <w:r w:rsidRPr="00275B88">
        <w:t>XVI</w:t>
      </w:r>
      <w:r w:rsidR="00C77A4E" w:rsidRPr="00275B88">
        <w:t xml:space="preserve"> est mort à Sainte</w:t>
      </w:r>
      <w:r w:rsidR="00C77A4E">
        <w:t>-</w:t>
      </w:r>
      <w:r w:rsidR="00C77A4E" w:rsidRPr="00275B88">
        <w:t>Hélène et que Napoléon a été guillotiné en 93</w:t>
      </w:r>
      <w:r>
        <w:t>…</w:t>
      </w:r>
    </w:p>
    <w:p w14:paraId="0733407B" w14:textId="77777777" w:rsidR="002C50B2" w:rsidRDefault="002C50B2" w:rsidP="002C50B2">
      <w:r>
        <w:t>— </w:t>
      </w:r>
      <w:r w:rsidR="00C77A4E" w:rsidRPr="00275B88">
        <w:t>Alors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écriait le haut fonctionnaire</w:t>
      </w:r>
      <w:r>
        <w:t xml:space="preserve">, </w:t>
      </w:r>
      <w:r w:rsidR="00C77A4E" w:rsidRPr="00275B88">
        <w:t>tu persistes à croire que Bellegarde n</w:t>
      </w:r>
      <w:r>
        <w:t>’</w:t>
      </w:r>
      <w:r w:rsidR="00C77A4E" w:rsidRPr="00275B88">
        <w:t>est pas coupable</w:t>
      </w:r>
      <w:r>
        <w:t> ?</w:t>
      </w:r>
    </w:p>
    <w:p w14:paraId="541377BC" w14:textId="77777777" w:rsidR="002C50B2" w:rsidRDefault="002C50B2" w:rsidP="002C50B2">
      <w:r>
        <w:t>— </w:t>
      </w:r>
      <w:r w:rsidR="00C77A4E" w:rsidRPr="00275B88">
        <w:t>Veux</w:t>
      </w:r>
      <w:r w:rsidR="00C77A4E">
        <w:t>-</w:t>
      </w:r>
      <w:r w:rsidR="00C77A4E" w:rsidRPr="00275B88">
        <w:t>tu parier qu</w:t>
      </w:r>
      <w:r>
        <w:t>’</w:t>
      </w:r>
      <w:r w:rsidR="00C77A4E" w:rsidRPr="00275B88">
        <w:t>il est innocent</w:t>
      </w:r>
      <w:r>
        <w:t> ?</w:t>
      </w:r>
    </w:p>
    <w:p w14:paraId="3D175555" w14:textId="77777777" w:rsidR="002C50B2" w:rsidRDefault="002C50B2" w:rsidP="002C50B2">
      <w:r>
        <w:lastRenderedPageBreak/>
        <w:t>— </w:t>
      </w:r>
      <w:r w:rsidR="00C77A4E" w:rsidRPr="00275B88">
        <w:t>Parier quoi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exclamait le directeur en haussant les épaules</w:t>
      </w:r>
      <w:r>
        <w:t>.</w:t>
      </w:r>
    </w:p>
    <w:p w14:paraId="5BD61EFF" w14:textId="77777777" w:rsidR="002C50B2" w:rsidRDefault="002C50B2" w:rsidP="002C50B2">
      <w:r>
        <w:t>— </w:t>
      </w:r>
      <w:r w:rsidR="00C77A4E" w:rsidRPr="00275B88">
        <w:t xml:space="preserve">Un bon déjeuner auquel nous inviterons le commandeur </w:t>
      </w:r>
      <w:proofErr w:type="spellStart"/>
      <w:r w:rsidR="00C77A4E" w:rsidRPr="00275B88">
        <w:t>Cantarelli</w:t>
      </w:r>
      <w:proofErr w:type="spellEnd"/>
      <w:r>
        <w:t>.</w:t>
      </w:r>
    </w:p>
    <w:p w14:paraId="25859302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soit</w:t>
      </w:r>
      <w:r>
        <w:t xml:space="preserve">, </w:t>
      </w:r>
      <w:r w:rsidR="00C77A4E" w:rsidRPr="00275B88">
        <w:t xml:space="preserve">accepta </w:t>
      </w:r>
      <w:proofErr w:type="spellStart"/>
      <w:r w:rsidR="00C77A4E" w:rsidRPr="00275B88">
        <w:t>Ferval</w:t>
      </w:r>
      <w:proofErr w:type="spellEnd"/>
      <w:r>
        <w:t>.</w:t>
      </w:r>
    </w:p>
    <w:p w14:paraId="1EBBF5FA" w14:textId="77777777" w:rsidR="002C50B2" w:rsidRDefault="00C77A4E" w:rsidP="002C50B2">
      <w:r w:rsidRPr="00275B88">
        <w:t>Alors Chantecoq</w:t>
      </w:r>
      <w:r w:rsidR="002C50B2">
        <w:t xml:space="preserve">, </w:t>
      </w:r>
      <w:r w:rsidRPr="00275B88">
        <w:t>tout en prenant un bouton de son veston et en le regardant bien dans les yeux</w:t>
      </w:r>
      <w:r w:rsidR="002C50B2">
        <w:t xml:space="preserve">, </w:t>
      </w:r>
      <w:r w:rsidRPr="00275B88">
        <w:t>ajouta</w:t>
      </w:r>
      <w:r w:rsidR="002C50B2">
        <w:t> :</w:t>
      </w:r>
    </w:p>
    <w:p w14:paraId="212F7B32" w14:textId="77777777" w:rsidR="002C50B2" w:rsidRDefault="002C50B2" w:rsidP="002C50B2">
      <w:r>
        <w:t>— </w:t>
      </w:r>
      <w:r w:rsidR="00C77A4E" w:rsidRPr="00275B88">
        <w:t>Je parie également qu</w:t>
      </w:r>
      <w:r>
        <w:t>’</w:t>
      </w:r>
      <w:r w:rsidR="00C77A4E" w:rsidRPr="00275B88">
        <w:t>avant huit jours je te livrerai les vrais coupables</w:t>
      </w:r>
      <w:r>
        <w:t>.</w:t>
      </w:r>
    </w:p>
    <w:p w14:paraId="52B23B6C" w14:textId="77777777" w:rsidR="002C50B2" w:rsidRDefault="002C50B2" w:rsidP="002C50B2">
      <w:r>
        <w:t>— </w:t>
      </w:r>
      <w:r w:rsidR="00C77A4E" w:rsidRPr="00275B88">
        <w:t>Tu as perdu</w:t>
      </w:r>
      <w:r>
        <w:t> !</w:t>
      </w:r>
    </w:p>
    <w:p w14:paraId="4B6E8E37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gagné</w:t>
      </w:r>
      <w:r>
        <w:t> !</w:t>
      </w:r>
    </w:p>
    <w:p w14:paraId="5BE939B9" w14:textId="77777777" w:rsidR="002C50B2" w:rsidRDefault="00C77A4E" w:rsidP="002C50B2">
      <w:r w:rsidRPr="00275B88">
        <w:t>Après avoir serré la main du grand détective et du faux commandeur</w:t>
      </w:r>
      <w:r w:rsidR="002C50B2">
        <w:t xml:space="preserve">, </w:t>
      </w:r>
      <w:r w:rsidRPr="00275B88">
        <w:t>il les reconduisit tous deux jusqu</w:t>
      </w:r>
      <w:r w:rsidR="002C50B2">
        <w:t>’</w:t>
      </w:r>
      <w:r w:rsidRPr="00275B88">
        <w:t>à la porte de son cabinet</w:t>
      </w:r>
      <w:r w:rsidR="002C50B2">
        <w:t>.</w:t>
      </w:r>
    </w:p>
    <w:p w14:paraId="5E3B4CC1" w14:textId="77777777" w:rsidR="002C50B2" w:rsidRDefault="00C77A4E" w:rsidP="002C50B2">
      <w:r w:rsidRPr="00275B88">
        <w:t>Quand ils eurent disparu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dirigea ses yeux vers les </w:t>
      </w:r>
      <w:r w:rsidRPr="00275B88">
        <w:rPr>
          <w:i/>
          <w:iCs/>
        </w:rPr>
        <w:t>Mémoires de Ruggieri</w:t>
      </w:r>
      <w:r w:rsidR="002C50B2">
        <w:rPr>
          <w:i/>
          <w:iCs/>
        </w:rPr>
        <w:t xml:space="preserve">, </w:t>
      </w:r>
      <w:r w:rsidRPr="00275B88">
        <w:t>les ferrures</w:t>
      </w:r>
      <w:r w:rsidR="002C50B2">
        <w:t xml:space="preserve">, </w:t>
      </w:r>
      <w:r w:rsidRPr="00275B88">
        <w:t>les écus et les lettres de Bellegarde</w:t>
      </w:r>
      <w:r w:rsidR="002C50B2">
        <w:t xml:space="preserve">, </w:t>
      </w:r>
      <w:r w:rsidRPr="00275B88">
        <w:t>qui étaient restés sur son bureau</w:t>
      </w:r>
      <w:r w:rsidR="002C50B2">
        <w:t>.</w:t>
      </w:r>
    </w:p>
    <w:p w14:paraId="2793B94B" w14:textId="77777777" w:rsidR="002C50B2" w:rsidRDefault="002C50B2" w:rsidP="002C50B2">
      <w:r>
        <w:t>— </w:t>
      </w:r>
      <w:r w:rsidR="00C77A4E" w:rsidRPr="00275B88">
        <w:t>Il n</w:t>
      </w:r>
      <w:r>
        <w:t>’</w:t>
      </w:r>
      <w:r w:rsidR="00C77A4E" w:rsidRPr="00275B88">
        <w:t>y a pas à en douter</w:t>
      </w:r>
      <w:r>
        <w:t xml:space="preserve">… </w:t>
      </w:r>
      <w:r w:rsidR="00C77A4E" w:rsidRPr="00275B88">
        <w:t>toutes ces preuves sont accablantes</w:t>
      </w:r>
      <w:r>
        <w:t> !</w:t>
      </w:r>
    </w:p>
    <w:p w14:paraId="2C61E0FB" w14:textId="77777777" w:rsidR="002C50B2" w:rsidRDefault="00C77A4E" w:rsidP="002C50B2">
      <w:r w:rsidRPr="00275B88">
        <w:t>Et il fit</w:t>
      </w:r>
      <w:r w:rsidR="002C50B2">
        <w:t xml:space="preserve">, </w:t>
      </w:r>
      <w:r w:rsidRPr="00275B88">
        <w:t>en soupirant</w:t>
      </w:r>
      <w:r w:rsidR="002C50B2">
        <w:t> :</w:t>
      </w:r>
    </w:p>
    <w:p w14:paraId="333AAA64" w14:textId="77777777" w:rsidR="002C50B2" w:rsidRDefault="002C50B2" w:rsidP="002C50B2">
      <w:r>
        <w:t>— </w:t>
      </w:r>
      <w:r w:rsidR="00C77A4E" w:rsidRPr="00275B88">
        <w:t>Le roi des détectives est en train de perdre sa couronne</w:t>
      </w:r>
      <w:r>
        <w:t>.</w:t>
      </w:r>
    </w:p>
    <w:p w14:paraId="2297CCD7" w14:textId="4200C963" w:rsidR="00C77A4E" w:rsidRPr="002A0FA5" w:rsidRDefault="00C77A4E" w:rsidP="002C50B2">
      <w:pPr>
        <w:pStyle w:val="Titre2"/>
      </w:pPr>
      <w:bookmarkStart w:id="66" w:name="_Toc145914632"/>
      <w:bookmarkStart w:id="67" w:name="_Toc203477081"/>
      <w:r w:rsidRPr="002A0FA5">
        <w:lastRenderedPageBreak/>
        <w:t>II</w:t>
      </w:r>
      <w:bookmarkEnd w:id="66"/>
      <w:r>
        <w:br/>
      </w:r>
      <w:r>
        <w:br/>
      </w:r>
      <w:bookmarkStart w:id="68" w:name="_Toc145914633"/>
      <w:r w:rsidRPr="002A0FA5">
        <w:t xml:space="preserve">MONSIEUR </w:t>
      </w:r>
      <w:proofErr w:type="spellStart"/>
      <w:r w:rsidRPr="002A0FA5">
        <w:t>LÜCHNER</w:t>
      </w:r>
      <w:bookmarkEnd w:id="67"/>
      <w:bookmarkEnd w:id="68"/>
      <w:proofErr w:type="spellEnd"/>
      <w:r>
        <w:br/>
      </w:r>
    </w:p>
    <w:p w14:paraId="591EE143" w14:textId="77777777" w:rsidR="002C50B2" w:rsidRDefault="00C77A4E" w:rsidP="002C50B2">
      <w:r w:rsidRPr="00275B88">
        <w:t>Lorsque Chantecoq et Jacques Bellegarde se retrouvèrent dans la rue</w:t>
      </w:r>
      <w:r w:rsidR="002C50B2">
        <w:t xml:space="preserve">, </w:t>
      </w:r>
      <w:r w:rsidRPr="00275B88">
        <w:t>la première phrase que prononça le journaliste fut pour demander au détective si celui</w:t>
      </w:r>
      <w:r>
        <w:t>-</w:t>
      </w:r>
      <w:r w:rsidRPr="00275B88">
        <w:t>ci était content de lui</w:t>
      </w:r>
      <w:r w:rsidR="002C50B2">
        <w:t>.</w:t>
      </w:r>
    </w:p>
    <w:p w14:paraId="7DF9C379" w14:textId="77777777" w:rsidR="002C50B2" w:rsidRDefault="002C50B2" w:rsidP="002C50B2">
      <w:r>
        <w:t>— </w:t>
      </w:r>
      <w:r w:rsidR="00C77A4E" w:rsidRPr="00275B88">
        <w:t>Très</w:t>
      </w:r>
      <w:r>
        <w:t xml:space="preserve"> !… </w:t>
      </w:r>
      <w:r w:rsidR="00C77A4E" w:rsidRPr="00275B88">
        <w:t>répliqua nettement le grand limier</w:t>
      </w:r>
      <w:r>
        <w:t xml:space="preserve">… </w:t>
      </w:r>
      <w:r w:rsidR="00C77A4E" w:rsidRPr="00275B88">
        <w:t>Vous avez admirablement joué votre rôle</w:t>
      </w:r>
      <w:r>
        <w:t xml:space="preserve">… </w:t>
      </w:r>
      <w:r w:rsidR="00C77A4E" w:rsidRPr="00275B88">
        <w:t>Et ce n</w:t>
      </w:r>
      <w:r>
        <w:t>’</w:t>
      </w:r>
      <w:r w:rsidR="00C77A4E" w:rsidRPr="00275B88">
        <w:t>était pas commode</w:t>
      </w:r>
      <w:r>
        <w:t xml:space="preserve">, </w:t>
      </w:r>
      <w:r w:rsidR="00C77A4E" w:rsidRPr="00275B88">
        <w:t xml:space="preserve">surtout avec un gaillard tel que </w:t>
      </w:r>
      <w:proofErr w:type="spellStart"/>
      <w:r w:rsidR="00C77A4E" w:rsidRPr="00275B88">
        <w:t>Ferval</w:t>
      </w:r>
      <w:proofErr w:type="spellEnd"/>
      <w:r>
        <w:t>…</w:t>
      </w:r>
    </w:p>
    <w:p w14:paraId="5E34DA70" w14:textId="77777777" w:rsidR="002C50B2" w:rsidRDefault="002C50B2" w:rsidP="002C50B2">
      <w:r>
        <w:t>— </w:t>
      </w:r>
      <w:r w:rsidR="00C77A4E" w:rsidRPr="00275B88">
        <w:t>Vous ne pouviez pas me décerner un compliment plus agréable</w:t>
      </w:r>
      <w:r>
        <w:t>.</w:t>
      </w:r>
    </w:p>
    <w:p w14:paraId="7F5BF9F3" w14:textId="77777777" w:rsidR="002C50B2" w:rsidRDefault="002C50B2" w:rsidP="002C50B2">
      <w:r>
        <w:t>— </w:t>
      </w:r>
      <w:r w:rsidR="00C77A4E" w:rsidRPr="00275B88">
        <w:t>Il n</w:t>
      </w:r>
      <w:r>
        <w:t>’</w:t>
      </w:r>
      <w:r w:rsidR="00C77A4E" w:rsidRPr="00275B88">
        <w:t>y a qu</w:t>
      </w:r>
      <w:r>
        <w:t>’</w:t>
      </w:r>
      <w:r w:rsidR="00C77A4E" w:rsidRPr="00275B88">
        <w:t>un moment où j</w:t>
      </w:r>
      <w:r>
        <w:t>’</w:t>
      </w:r>
      <w:r w:rsidR="00C77A4E" w:rsidRPr="00275B88">
        <w:t>ai eu peur</w:t>
      </w:r>
      <w:r>
        <w:t>.</w:t>
      </w:r>
    </w:p>
    <w:p w14:paraId="7F52FDFF" w14:textId="77777777" w:rsidR="002C50B2" w:rsidRDefault="002C50B2" w:rsidP="002C50B2">
      <w:r>
        <w:t>— </w:t>
      </w:r>
      <w:r w:rsidR="00C77A4E" w:rsidRPr="00275B88">
        <w:t>Quand donc</w:t>
      </w:r>
      <w:r>
        <w:t> ?</w:t>
      </w:r>
    </w:p>
    <w:p w14:paraId="14C6436A" w14:textId="77777777" w:rsidR="002C50B2" w:rsidRDefault="002C50B2" w:rsidP="002C50B2">
      <w:r>
        <w:t>— </w:t>
      </w:r>
      <w:r w:rsidR="00C77A4E" w:rsidRPr="00275B88">
        <w:t xml:space="preserve">Lorsque </w:t>
      </w:r>
      <w:proofErr w:type="spellStart"/>
      <w:r w:rsidR="00C77A4E" w:rsidRPr="00275B88">
        <w:t>Ferval</w:t>
      </w:r>
      <w:proofErr w:type="spellEnd"/>
      <w:r w:rsidR="00C77A4E" w:rsidRPr="00275B88">
        <w:t xml:space="preserve"> a sorti vos lettres</w:t>
      </w:r>
      <w:r>
        <w:t>.</w:t>
      </w:r>
    </w:p>
    <w:p w14:paraId="5D9AFF50" w14:textId="77777777" w:rsidR="002C50B2" w:rsidRDefault="002C50B2" w:rsidP="002C50B2">
      <w:r>
        <w:t>— </w:t>
      </w:r>
      <w:r w:rsidR="00C77A4E" w:rsidRPr="00275B88">
        <w:t>Le fait est que sans le regard que vous m</w:t>
      </w:r>
      <w:r>
        <w:t>’</w:t>
      </w:r>
      <w:r w:rsidR="00C77A4E" w:rsidRPr="00275B88">
        <w:t>avez lancé et dont j</w:t>
      </w:r>
      <w:r>
        <w:t>’</w:t>
      </w:r>
      <w:r w:rsidR="00C77A4E" w:rsidRPr="00275B88">
        <w:t>ai tout de suite compris la signification</w:t>
      </w:r>
      <w:r>
        <w:t xml:space="preserve">, </w:t>
      </w:r>
      <w:r w:rsidR="00C77A4E" w:rsidRPr="00275B88">
        <w:t>je me demande si je serais resté maître de moi</w:t>
      </w:r>
      <w:r>
        <w:t>.</w:t>
      </w:r>
    </w:p>
    <w:p w14:paraId="54F0966B" w14:textId="77777777" w:rsidR="002C50B2" w:rsidRDefault="00C77A4E" w:rsidP="002C50B2">
      <w:r w:rsidRPr="00275B88">
        <w:t>Mais Chantecoq héla un taxi qui passait à vide</w:t>
      </w:r>
      <w:r w:rsidR="002C50B2">
        <w:t>.</w:t>
      </w:r>
    </w:p>
    <w:p w14:paraId="7B81ED7F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dit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filons vite chez le baron Papillon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idée que nous y apprendrons des choses intéressantes</w:t>
      </w:r>
      <w:r>
        <w:t>.</w:t>
      </w:r>
    </w:p>
    <w:p w14:paraId="6E1CC175" w14:textId="3E5179E4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auto de place qui véhiculait le limier et le journaliste s</w:t>
      </w:r>
      <w:r w:rsidR="002C50B2">
        <w:t>’</w:t>
      </w:r>
      <w:r w:rsidRPr="00275B88">
        <w:t>arrêtait rue de Varenne</w:t>
      </w:r>
      <w:r w:rsidR="002C50B2">
        <w:t xml:space="preserve">, </w:t>
      </w:r>
      <w:r w:rsidRPr="00275B88">
        <w:t xml:space="preserve">devant un </w:t>
      </w:r>
      <w:r w:rsidRPr="00275B88">
        <w:lastRenderedPageBreak/>
        <w:t xml:space="preserve">très bel hôtel du </w:t>
      </w:r>
      <w:r w:rsidR="002C50B2" w:rsidRPr="00275B88">
        <w:t>XVII</w:t>
      </w:r>
      <w:r w:rsidR="002C50B2" w:rsidRPr="002C50B2">
        <w:rPr>
          <w:vertAlign w:val="superscript"/>
        </w:rPr>
        <w:t>e</w:t>
      </w:r>
      <w:r w:rsidR="002C50B2">
        <w:t> siècle</w:t>
      </w:r>
      <w:r w:rsidRPr="00275B88">
        <w:t xml:space="preserve"> qui évoquait la grandeur solennelle de cette époque</w:t>
      </w:r>
      <w:r w:rsidR="002C50B2">
        <w:t>.</w:t>
      </w:r>
    </w:p>
    <w:p w14:paraId="29499C0E" w14:textId="77777777" w:rsidR="002C50B2" w:rsidRDefault="00C77A4E" w:rsidP="002C50B2">
      <w:r w:rsidRPr="00275B88">
        <w:t>Chantecoq fit fonctionner la sonnette dont la poignée de cuivre était placée à la droite d</w:t>
      </w:r>
      <w:r w:rsidR="002C50B2">
        <w:t>’</w:t>
      </w:r>
      <w:r w:rsidRPr="00275B88">
        <w:t>un portail monumental</w:t>
      </w:r>
      <w:r w:rsidR="002C50B2">
        <w:t xml:space="preserve">, </w:t>
      </w:r>
      <w:r w:rsidRPr="00275B88">
        <w:t>orné d</w:t>
      </w:r>
      <w:r w:rsidR="002C50B2">
        <w:t>’</w:t>
      </w:r>
      <w:r w:rsidRPr="00275B88">
        <w:t>un frontispice</w:t>
      </w:r>
      <w:r w:rsidR="002C50B2">
        <w:t xml:space="preserve">, </w:t>
      </w:r>
      <w:r w:rsidRPr="00275B88">
        <w:t>décoré d</w:t>
      </w:r>
      <w:r w:rsidR="002C50B2">
        <w:t>’</w:t>
      </w:r>
      <w:r w:rsidRPr="00275B88">
        <w:t>un blason sculpté en relief</w:t>
      </w:r>
      <w:r w:rsidR="002C50B2">
        <w:t xml:space="preserve">. </w:t>
      </w:r>
      <w:r w:rsidRPr="00275B88">
        <w:t>Au même instant</w:t>
      </w:r>
      <w:r w:rsidR="002C50B2">
        <w:t xml:space="preserve">, </w:t>
      </w:r>
      <w:r w:rsidRPr="00275B88">
        <w:t>une petite auto débouchait dans la rue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la voiturette du bossu</w:t>
      </w:r>
      <w:r w:rsidR="002C50B2">
        <w:t xml:space="preserve">…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près duquel se tenait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aperçut le détective et le reporter</w:t>
      </w:r>
      <w:r w:rsidR="002C50B2">
        <w:t xml:space="preserve">, </w:t>
      </w:r>
      <w:r w:rsidRPr="00275B88">
        <w:t>stoppa aussitôt à une trentaine de mètres de l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devant lequel le détective et le reporter attendaient toujours qu</w:t>
      </w:r>
      <w:r w:rsidR="002C50B2">
        <w:t>’</w:t>
      </w:r>
      <w:r w:rsidRPr="00275B88">
        <w:t>on leur ouvrit</w:t>
      </w:r>
      <w:r w:rsidR="002C50B2">
        <w:t>.</w:t>
      </w:r>
    </w:p>
    <w:p w14:paraId="4BB5FBF9" w14:textId="77777777" w:rsidR="002C50B2" w:rsidRDefault="002C50B2" w:rsidP="002C50B2">
      <w:r>
        <w:t>— </w:t>
      </w:r>
      <w:r w:rsidR="00C77A4E" w:rsidRPr="00275B88">
        <w:t>Ah ça</w:t>
      </w:r>
      <w:r>
        <w:t xml:space="preserve"> ! </w:t>
      </w:r>
      <w:r w:rsidR="00C77A4E" w:rsidRPr="00275B88">
        <w:t>murmura le bossu à l</w:t>
      </w:r>
      <w:r>
        <w:t>’</w:t>
      </w:r>
      <w:r w:rsidR="00C77A4E" w:rsidRPr="00275B88">
        <w:t>oreille de son compagnon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Chantecoq peut bien venir faire chez les Papillon</w:t>
      </w:r>
      <w:r>
        <w:t> ?…</w:t>
      </w:r>
    </w:p>
    <w:p w14:paraId="7E3A7BBD" w14:textId="77777777" w:rsidR="002C50B2" w:rsidRDefault="00C77A4E" w:rsidP="002C50B2">
      <w:r w:rsidRPr="00275B88">
        <w:t>Certain de n</w:t>
      </w:r>
      <w:r w:rsidR="002C50B2">
        <w:t>’</w:t>
      </w:r>
      <w:r w:rsidRPr="00275B88">
        <w:t>avoir pas été reconnu</w:t>
      </w:r>
      <w:r w:rsidR="002C50B2">
        <w:t xml:space="preserve"> – </w:t>
      </w:r>
      <w:r w:rsidRPr="00275B88">
        <w:t xml:space="preserve">car Chantecoq et le faux </w:t>
      </w:r>
      <w:proofErr w:type="spellStart"/>
      <w:r w:rsidRPr="00275B88">
        <w:t>Cantarelli</w:t>
      </w:r>
      <w:proofErr w:type="spellEnd"/>
      <w:r w:rsidRPr="00275B88">
        <w:t xml:space="preserve"> lui tournaient le </w:t>
      </w:r>
      <w:r w:rsidRPr="00E65CD5">
        <w:t>dos</w:t>
      </w:r>
      <w:r w:rsidR="002C50B2">
        <w:t xml:space="preserve"> – </w:t>
      </w:r>
      <w:r w:rsidRPr="00275B88">
        <w:t>il fit aussitôt marche arrière et s</w:t>
      </w:r>
      <w:r w:rsidR="002C50B2">
        <w:t>’</w:t>
      </w:r>
      <w:r w:rsidRPr="00275B88">
        <w:t>en fut se mettre à l</w:t>
      </w:r>
      <w:r w:rsidR="002C50B2">
        <w:t>’</w:t>
      </w:r>
      <w:r w:rsidRPr="00275B88">
        <w:t>abri d</w:t>
      </w:r>
      <w:r w:rsidR="002C50B2">
        <w:t>’</w:t>
      </w:r>
      <w:r w:rsidRPr="00275B88">
        <w:t>une énorme voiture de déménagement qui stationnait devant une maison voisine</w:t>
      </w:r>
      <w:r w:rsidR="002C50B2">
        <w:t>.</w:t>
      </w:r>
    </w:p>
    <w:p w14:paraId="26280EDD" w14:textId="77777777" w:rsidR="002C50B2" w:rsidRDefault="00C77A4E" w:rsidP="002C50B2">
      <w:r w:rsidRPr="00275B88">
        <w:t>La porte de l</w:t>
      </w:r>
      <w:r w:rsidR="002C50B2">
        <w:t>’</w:t>
      </w:r>
      <w:r w:rsidRPr="00275B88">
        <w:t>hôtel s</w:t>
      </w:r>
      <w:r w:rsidR="002C50B2">
        <w:t>’</w:t>
      </w:r>
      <w:r w:rsidRPr="00275B88">
        <w:t>ouvrit enfin</w:t>
      </w:r>
      <w:r w:rsidR="002C50B2">
        <w:t xml:space="preserve">… </w:t>
      </w:r>
      <w:r w:rsidRPr="00275B88">
        <w:t>laissant apparaître la tête bourrue d</w:t>
      </w:r>
      <w:r w:rsidR="002C50B2">
        <w:t>’</w:t>
      </w:r>
      <w:r w:rsidRPr="00275B88">
        <w:t>un concierge en grande livrée qui</w:t>
      </w:r>
      <w:r w:rsidR="002C50B2">
        <w:t xml:space="preserve">, </w:t>
      </w:r>
      <w:r w:rsidRPr="00275B88">
        <w:t>tout de suite</w:t>
      </w:r>
      <w:r w:rsidR="002C50B2">
        <w:t xml:space="preserve">, </w:t>
      </w:r>
      <w:r w:rsidRPr="00275B88">
        <w:t>dévisagea les visiteurs d</w:t>
      </w:r>
      <w:r w:rsidR="002C50B2">
        <w:t>’</w:t>
      </w:r>
      <w:r w:rsidRPr="00275B88">
        <w:t>un air hautain et antipathique</w:t>
      </w:r>
      <w:r w:rsidR="002C50B2">
        <w:t>.</w:t>
      </w:r>
    </w:p>
    <w:p w14:paraId="43D9FBC7" w14:textId="77777777" w:rsidR="002C50B2" w:rsidRDefault="002C50B2" w:rsidP="002C50B2">
      <w:r>
        <w:t>— </w:t>
      </w:r>
      <w:r w:rsidR="00C77A4E" w:rsidRPr="00275B88">
        <w:t>Vous désirez</w:t>
      </w:r>
      <w:r>
        <w:t xml:space="preserve"> ? </w:t>
      </w:r>
      <w:r w:rsidR="00C77A4E" w:rsidRPr="00275B88">
        <w:t>interrogea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 ton rogue</w:t>
      </w:r>
      <w:r>
        <w:t>.</w:t>
      </w:r>
    </w:p>
    <w:p w14:paraId="465372C2" w14:textId="77777777" w:rsidR="002C50B2" w:rsidRDefault="00C77A4E" w:rsidP="002C50B2">
      <w:r w:rsidRPr="00275B88">
        <w:t>Chantecoq poliment répliquait</w:t>
      </w:r>
      <w:r w:rsidR="002C50B2">
        <w:t> :</w:t>
      </w:r>
    </w:p>
    <w:p w14:paraId="1523BAEB" w14:textId="751C51B1" w:rsidR="002C50B2" w:rsidRDefault="002C50B2" w:rsidP="002C50B2">
      <w:r>
        <w:t>— </w:t>
      </w:r>
      <w:r w:rsidR="00C77A4E" w:rsidRPr="00275B88">
        <w:t xml:space="preserve">Parler à </w:t>
      </w:r>
      <w:r>
        <w:t>M. </w:t>
      </w:r>
      <w:r w:rsidR="00C77A4E" w:rsidRPr="00275B88">
        <w:t>le baron Papillon</w:t>
      </w:r>
      <w:r>
        <w:t>.</w:t>
      </w:r>
    </w:p>
    <w:p w14:paraId="571DC919" w14:textId="1FAAB626" w:rsidR="002C50B2" w:rsidRDefault="002C50B2" w:rsidP="002C50B2">
      <w:r>
        <w:t>— M. </w:t>
      </w:r>
      <w:r w:rsidR="00C77A4E" w:rsidRPr="00275B88">
        <w:t>le baron est sorti</w:t>
      </w:r>
      <w:r>
        <w:t xml:space="preserve"> !… </w:t>
      </w:r>
      <w:r w:rsidR="00C77A4E" w:rsidRPr="00275B88">
        <w:t>répliquait sèchement le cerbère</w:t>
      </w:r>
      <w:r>
        <w:t>.</w:t>
      </w:r>
    </w:p>
    <w:p w14:paraId="443E397F" w14:textId="77777777" w:rsidR="002C50B2" w:rsidRDefault="00C77A4E" w:rsidP="002C50B2">
      <w:r w:rsidRPr="00275B88">
        <w:t>Le détective insistait</w:t>
      </w:r>
      <w:r w:rsidR="002C50B2">
        <w:t> :</w:t>
      </w:r>
    </w:p>
    <w:p w14:paraId="3EEB91AC" w14:textId="77777777" w:rsidR="002C50B2" w:rsidRDefault="002C50B2" w:rsidP="002C50B2">
      <w:r>
        <w:lastRenderedPageBreak/>
        <w:t>— </w:t>
      </w:r>
      <w:r w:rsidR="00C77A4E" w:rsidRPr="00275B88">
        <w:t>Vous ne savez pas à quelle heure il rentrera</w:t>
      </w:r>
      <w:r>
        <w:t> ?</w:t>
      </w:r>
    </w:p>
    <w:p w14:paraId="321FEF21" w14:textId="77777777" w:rsidR="002C50B2" w:rsidRDefault="002C50B2" w:rsidP="002C50B2">
      <w:r>
        <w:t>— </w:t>
      </w:r>
      <w:r w:rsidR="00C77A4E" w:rsidRPr="00275B88">
        <w:t>Non</w:t>
      </w:r>
      <w:r>
        <w:t>.</w:t>
      </w:r>
    </w:p>
    <w:p w14:paraId="53764642" w14:textId="77777777" w:rsidR="002C50B2" w:rsidRDefault="002C50B2" w:rsidP="002C50B2">
      <w:r>
        <w:t>— </w:t>
      </w:r>
      <w:r w:rsidR="00C77A4E" w:rsidRPr="00275B88">
        <w:t>Il s</w:t>
      </w:r>
      <w:r>
        <w:t>’</w:t>
      </w:r>
      <w:r w:rsidR="00C77A4E" w:rsidRPr="00275B88">
        <w:t>agit d</w:t>
      </w:r>
      <w:r>
        <w:t>’</w:t>
      </w:r>
      <w:r w:rsidR="00C77A4E" w:rsidRPr="00275B88">
        <w:t>une affaire urgente</w:t>
      </w:r>
      <w:r>
        <w:t>.</w:t>
      </w:r>
    </w:p>
    <w:p w14:paraId="65ABC6BC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y puis rien</w:t>
      </w:r>
      <w:r>
        <w:t>.</w:t>
      </w:r>
    </w:p>
    <w:p w14:paraId="716217EF" w14:textId="77777777" w:rsidR="002C50B2" w:rsidRDefault="002C50B2" w:rsidP="002C50B2">
      <w:r>
        <w:t>— </w:t>
      </w:r>
      <w:r w:rsidR="00C77A4E" w:rsidRPr="00275B88">
        <w:t>Cependant</w:t>
      </w:r>
      <w:r>
        <w:t>…</w:t>
      </w:r>
    </w:p>
    <w:p w14:paraId="511A44F7" w14:textId="77777777" w:rsidR="002C50B2" w:rsidRDefault="00C77A4E" w:rsidP="002C50B2">
      <w:r w:rsidRPr="00275B88">
        <w:t>Avec importance et autorité</w:t>
      </w:r>
      <w:r w:rsidR="002C50B2">
        <w:t xml:space="preserve">, </w:t>
      </w:r>
      <w:r w:rsidRPr="00275B88">
        <w:t>le concierge daignait expliquer</w:t>
      </w:r>
      <w:r w:rsidR="002C50B2">
        <w:t> :</w:t>
      </w:r>
    </w:p>
    <w:p w14:paraId="347096B7" w14:textId="5CA981A0" w:rsidR="002C50B2" w:rsidRDefault="002C50B2" w:rsidP="002C50B2">
      <w:r>
        <w:t>— </w:t>
      </w:r>
      <w:r w:rsidR="00C77A4E" w:rsidRPr="00275B88">
        <w:t>Vous n</w:t>
      </w:r>
      <w:r>
        <w:t>’</w:t>
      </w:r>
      <w:r w:rsidR="00C77A4E" w:rsidRPr="00275B88">
        <w:t>aurez qu</w:t>
      </w:r>
      <w:r>
        <w:t>’</w:t>
      </w:r>
      <w:r w:rsidR="00C77A4E" w:rsidRPr="00275B88">
        <w:t xml:space="preserve">à écrire à </w:t>
      </w:r>
      <w:r>
        <w:t>M. </w:t>
      </w:r>
      <w:r w:rsidR="00C77A4E" w:rsidRPr="00275B88">
        <w:t>le baron Papillon pour lui demander une audience en lui exposant le but de votre visite</w:t>
      </w:r>
      <w:r>
        <w:t>.</w:t>
      </w:r>
    </w:p>
    <w:p w14:paraId="27E6539A" w14:textId="77777777" w:rsidR="002C50B2" w:rsidRDefault="002C50B2" w:rsidP="002C50B2">
      <w:r>
        <w:t>— </w:t>
      </w:r>
      <w:r w:rsidR="00C77A4E" w:rsidRPr="00275B88">
        <w:t>Comme à un ministre</w:t>
      </w:r>
      <w:r>
        <w:t xml:space="preserve"> ! </w:t>
      </w:r>
      <w:r w:rsidR="00C77A4E" w:rsidRPr="00275B88">
        <w:t>goguenardait le limier</w:t>
      </w:r>
      <w:r>
        <w:t>.</w:t>
      </w:r>
    </w:p>
    <w:p w14:paraId="15371AB7" w14:textId="77777777" w:rsidR="002C50B2" w:rsidRDefault="002C50B2" w:rsidP="002C50B2">
      <w:r>
        <w:t>— </w:t>
      </w:r>
      <w:r w:rsidR="00C77A4E" w:rsidRPr="00275B88">
        <w:t>Parfaitement</w:t>
      </w:r>
      <w:r>
        <w:t xml:space="preserve">, </w:t>
      </w:r>
      <w:r w:rsidR="00C77A4E" w:rsidRPr="00275B88">
        <w:t>comme à un ministre</w:t>
      </w:r>
      <w:r>
        <w:t xml:space="preserve"> ! </w:t>
      </w:r>
      <w:r w:rsidR="00C77A4E" w:rsidRPr="00275B88">
        <w:t>martela le concierge</w:t>
      </w:r>
      <w:r>
        <w:t xml:space="preserve">, </w:t>
      </w:r>
      <w:r w:rsidR="00C77A4E" w:rsidRPr="00275B88">
        <w:t>fermé d</w:t>
      </w:r>
      <w:r>
        <w:t>’</w:t>
      </w:r>
      <w:r w:rsidR="00C77A4E" w:rsidRPr="00275B88">
        <w:t>ailleurs à toute ironie</w:t>
      </w:r>
      <w:r>
        <w:t>.</w:t>
      </w:r>
    </w:p>
    <w:p w14:paraId="2D1B8FEA" w14:textId="77777777" w:rsidR="002C50B2" w:rsidRDefault="00C77A4E" w:rsidP="002C50B2">
      <w:r w:rsidRPr="00275B88">
        <w:t>Et il referma la porte au nez de son interlocuteur</w:t>
      </w:r>
      <w:r w:rsidR="002C50B2">
        <w:t>.</w:t>
      </w:r>
    </w:p>
    <w:p w14:paraId="0A5FB857" w14:textId="77777777" w:rsidR="002C50B2" w:rsidRDefault="002C50B2" w:rsidP="002C50B2">
      <w:r>
        <w:t>— </w:t>
      </w:r>
      <w:r w:rsidR="00C77A4E" w:rsidRPr="00275B88">
        <w:t>Le baron Papillon peut se vanter d</w:t>
      </w:r>
      <w:r>
        <w:t>’</w:t>
      </w:r>
      <w:r w:rsidR="00C77A4E" w:rsidRPr="00275B88">
        <w:t>être bien gardé</w:t>
      </w:r>
      <w:r>
        <w:t xml:space="preserve">, </w:t>
      </w:r>
      <w:r w:rsidR="00C77A4E" w:rsidRPr="00275B88">
        <w:t>constatait Bellegarde</w:t>
      </w:r>
      <w:r>
        <w:t>.</w:t>
      </w:r>
    </w:p>
    <w:p w14:paraId="5B3DF1E8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qu</w:t>
      </w:r>
      <w:r>
        <w:t>’</w:t>
      </w:r>
      <w:r w:rsidR="00C77A4E" w:rsidRPr="00275B88">
        <w:t>un retard sans conséquence</w:t>
      </w:r>
      <w:r>
        <w:t xml:space="preserve">, </w:t>
      </w:r>
      <w:r w:rsidR="00C77A4E" w:rsidRPr="00275B88">
        <w:t>affirmait Chantecoq</w:t>
      </w:r>
      <w:r>
        <w:t xml:space="preserve"> ; </w:t>
      </w:r>
      <w:r w:rsidR="00C77A4E" w:rsidRPr="00275B88">
        <w:t>nous allons entrer tout de suite dans un bureau de poste d</w:t>
      </w:r>
      <w:r>
        <w:t>’</w:t>
      </w:r>
      <w:r w:rsidR="00C77A4E" w:rsidRPr="00275B88">
        <w:t>où j</w:t>
      </w:r>
      <w:r>
        <w:t>’</w:t>
      </w:r>
      <w:r w:rsidR="00C77A4E" w:rsidRPr="00275B88">
        <w:t>enverrai un pneu au baron</w:t>
      </w:r>
      <w:r>
        <w:t xml:space="preserve">… </w:t>
      </w:r>
      <w:r w:rsidR="00C77A4E" w:rsidRPr="00275B88">
        <w:t>Je suis certain qu</w:t>
      </w:r>
      <w:r>
        <w:t>’</w:t>
      </w:r>
      <w:r w:rsidR="00C77A4E" w:rsidRPr="00275B88">
        <w:t>il me répondra d</w:t>
      </w:r>
      <w:r>
        <w:t>’</w:t>
      </w:r>
      <w:r w:rsidR="00C77A4E" w:rsidRPr="00275B88">
        <w:t>une façon favorable et immédiate</w:t>
      </w:r>
      <w:r>
        <w:t>.</w:t>
      </w:r>
    </w:p>
    <w:p w14:paraId="3BDC84DD" w14:textId="77777777" w:rsidR="002C50B2" w:rsidRDefault="00C77A4E" w:rsidP="002C50B2">
      <w:r w:rsidRPr="00275B88">
        <w:t>Et tous deux s</w:t>
      </w:r>
      <w:r w:rsidR="002C50B2">
        <w:t>’</w:t>
      </w:r>
      <w:r w:rsidRPr="00275B88">
        <w:t>éloignèrent</w:t>
      </w:r>
      <w:r w:rsidR="002C50B2">
        <w:t>.</w:t>
      </w:r>
    </w:p>
    <w:p w14:paraId="161865B7" w14:textId="77777777" w:rsidR="002C50B2" w:rsidRDefault="00C77A4E" w:rsidP="002C50B2">
      <w:r w:rsidRPr="00275B88">
        <w:t>Le bossu</w:t>
      </w:r>
      <w:r w:rsidR="002C50B2">
        <w:t xml:space="preserve">, </w:t>
      </w:r>
      <w:r w:rsidRPr="00275B88">
        <w:t>qui les guettait</w:t>
      </w:r>
      <w:r w:rsidR="002C50B2">
        <w:t xml:space="preserve">, </w:t>
      </w:r>
      <w:r w:rsidRPr="00275B88">
        <w:t>les vit disparaître à l</w:t>
      </w:r>
      <w:r w:rsidR="002C50B2">
        <w:t>’</w:t>
      </w:r>
      <w:r w:rsidRPr="00275B88">
        <w:t>angle de la rue</w:t>
      </w:r>
      <w:r w:rsidR="002C50B2">
        <w:t xml:space="preserve">… </w:t>
      </w:r>
      <w:r w:rsidRPr="00275B88">
        <w:t>Il attendit encore prudemment quelques instants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remettant sa voiture en marche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s</w:t>
      </w:r>
      <w:r w:rsidR="002C50B2">
        <w:t>’</w:t>
      </w:r>
      <w:r w:rsidRPr="00275B88">
        <w:t>arrêter devant l</w:t>
      </w:r>
      <w:r w:rsidR="002C50B2">
        <w:t>’</w:t>
      </w:r>
      <w:r w:rsidRPr="00275B88">
        <w:t>hôtel et fit entendre deux coups de klaxon</w:t>
      </w:r>
      <w:r w:rsidR="002C50B2">
        <w:t xml:space="preserve">. </w:t>
      </w:r>
      <w:r w:rsidRPr="00275B88">
        <w:t>Presque aussitôt la porte d</w:t>
      </w:r>
      <w:r w:rsidR="002C50B2">
        <w:t>’</w:t>
      </w:r>
      <w:r w:rsidRPr="00275B88">
        <w:t>entrée s</w:t>
      </w:r>
      <w:r w:rsidR="002C50B2">
        <w:t>’</w:t>
      </w:r>
      <w:r w:rsidRPr="00275B88">
        <w:t>ouvrit à deux battants</w:t>
      </w:r>
      <w:r w:rsidR="002C50B2">
        <w:t xml:space="preserve">… </w:t>
      </w:r>
      <w:r w:rsidRPr="00275B88">
        <w:t xml:space="preserve">Le concierge </w:t>
      </w:r>
      <w:r w:rsidRPr="00275B88">
        <w:lastRenderedPageBreak/>
        <w:t>reparut</w:t>
      </w:r>
      <w:r w:rsidR="002C50B2">
        <w:t xml:space="preserve">. </w:t>
      </w:r>
      <w:r w:rsidRPr="00275B88">
        <w:t>Il n</w:t>
      </w:r>
      <w:r w:rsidR="002C50B2">
        <w:t>’</w:t>
      </w:r>
      <w:r w:rsidRPr="00275B88">
        <w:t>avait plus son air renfrogné et souriait même au bossu qui</w:t>
      </w:r>
      <w:r w:rsidR="002C50B2">
        <w:t xml:space="preserve">, </w:t>
      </w:r>
      <w:r w:rsidRPr="00275B88">
        <w:t>tout en restant à son volant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appela près de lui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homme en livrée s</w:t>
      </w:r>
      <w:r w:rsidR="002C50B2">
        <w:t>’</w:t>
      </w:r>
      <w:r w:rsidRPr="00275B88">
        <w:t>approcha aussitôt et</w:t>
      </w:r>
      <w:r w:rsidR="002C50B2">
        <w:t xml:space="preserve">, </w:t>
      </w:r>
      <w:r w:rsidRPr="00275B88">
        <w:t>soulevant sa casquette</w:t>
      </w:r>
      <w:r w:rsidR="002C50B2">
        <w:t xml:space="preserve">, </w:t>
      </w:r>
      <w:r w:rsidRPr="00275B88">
        <w:t>il fit</w:t>
      </w:r>
      <w:r w:rsidR="002C50B2">
        <w:t> :</w:t>
      </w:r>
    </w:p>
    <w:p w14:paraId="25D1C4C3" w14:textId="77777777" w:rsidR="002C50B2" w:rsidRDefault="002C50B2" w:rsidP="002C50B2">
      <w:r>
        <w:t>— </w:t>
      </w:r>
      <w:r w:rsidR="00C77A4E" w:rsidRPr="00275B88">
        <w:t>Bonjour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 xml:space="preserve">… </w:t>
      </w:r>
      <w:r w:rsidR="00C77A4E" w:rsidRPr="00275B88">
        <w:t>vous avez fait une bonne promenade</w:t>
      </w:r>
      <w:r>
        <w:t> ?</w:t>
      </w:r>
    </w:p>
    <w:p w14:paraId="0051F79E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très bonne</w:t>
      </w:r>
      <w:r>
        <w:t xml:space="preserve"> ! </w:t>
      </w:r>
      <w:r w:rsidR="00C77A4E" w:rsidRPr="00275B88">
        <w:t>répliquait le complice de Belphégor</w:t>
      </w:r>
      <w:r>
        <w:t>.</w:t>
      </w:r>
    </w:p>
    <w:p w14:paraId="677B5327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il interrogea aussitôt</w:t>
      </w:r>
      <w:r w:rsidR="002C50B2">
        <w:t> :</w:t>
      </w:r>
    </w:p>
    <w:p w14:paraId="75557A3C" w14:textId="77777777" w:rsidR="002C50B2" w:rsidRDefault="002C50B2" w:rsidP="002C50B2">
      <w:r>
        <w:t>— </w:t>
      </w:r>
      <w:r w:rsidR="00C77A4E" w:rsidRPr="00275B88">
        <w:t>Que désiraient ces gens qui viennent de partir</w:t>
      </w:r>
      <w:r>
        <w:t> ?</w:t>
      </w:r>
    </w:p>
    <w:p w14:paraId="74188DDF" w14:textId="77777777" w:rsidR="002C50B2" w:rsidRDefault="00C77A4E" w:rsidP="002C50B2">
      <w:r w:rsidRPr="00275B88">
        <w:t>Le portier déclarait</w:t>
      </w:r>
      <w:r w:rsidR="002C50B2">
        <w:t> :</w:t>
      </w:r>
    </w:p>
    <w:p w14:paraId="5A6FD580" w14:textId="174296D9" w:rsidR="002C50B2" w:rsidRDefault="002C50B2" w:rsidP="002C50B2">
      <w:r>
        <w:t>— </w:t>
      </w:r>
      <w:r w:rsidR="00C77A4E" w:rsidRPr="00275B88">
        <w:t xml:space="preserve">Parler à </w:t>
      </w:r>
      <w:r>
        <w:t>M. </w:t>
      </w:r>
      <w:r w:rsidR="00C77A4E" w:rsidRPr="00275B88">
        <w:t>le baron pour une affaire urgente et grave</w:t>
      </w:r>
      <w:r>
        <w:t>.</w:t>
      </w:r>
    </w:p>
    <w:p w14:paraId="360728BE" w14:textId="77777777" w:rsidR="002C50B2" w:rsidRDefault="00C77A4E" w:rsidP="002C50B2">
      <w:r w:rsidRPr="00275B88">
        <w:t>Le bossu réfléchit un instant</w:t>
      </w:r>
      <w:r w:rsidR="002C50B2">
        <w:t xml:space="preserve">, </w:t>
      </w:r>
      <w:r w:rsidRPr="00275B88">
        <w:t>puis il reprit</w:t>
      </w:r>
      <w:r w:rsidR="002C50B2">
        <w:t> :</w:t>
      </w:r>
    </w:p>
    <w:p w14:paraId="24474734" w14:textId="08B3312A" w:rsidR="002C50B2" w:rsidRDefault="002C50B2" w:rsidP="002C50B2">
      <w:r>
        <w:t>— M. </w:t>
      </w:r>
      <w:r w:rsidR="00C77A4E" w:rsidRPr="00275B88">
        <w:t>le baron est</w:t>
      </w:r>
      <w:r w:rsidR="00C77A4E">
        <w:t>-</w:t>
      </w:r>
      <w:r w:rsidR="00C77A4E" w:rsidRPr="00275B88">
        <w:t>il là</w:t>
      </w:r>
      <w:r>
        <w:t> ?</w:t>
      </w:r>
    </w:p>
    <w:p w14:paraId="15F4EF86" w14:textId="65A3E4FD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 xml:space="preserve">… </w:t>
      </w:r>
      <w:r w:rsidR="00C77A4E" w:rsidRPr="00275B88">
        <w:t>Il est sorti</w:t>
      </w:r>
      <w:r>
        <w:t xml:space="preserve">, </w:t>
      </w:r>
      <w:r w:rsidR="00C77A4E" w:rsidRPr="00275B88">
        <w:t xml:space="preserve">avec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la baronne et il ne rentrera que très tard dans la soirée</w:t>
      </w:r>
      <w:r>
        <w:t>.</w:t>
      </w:r>
    </w:p>
    <w:p w14:paraId="36D59A8C" w14:textId="77777777" w:rsidR="002C50B2" w:rsidRDefault="002C50B2" w:rsidP="002C50B2">
      <w:r>
        <w:t>— </w:t>
      </w:r>
      <w:r w:rsidR="00C77A4E" w:rsidRPr="00275B88">
        <w:t>Bien</w:t>
      </w:r>
      <w:r>
        <w:t> !</w:t>
      </w:r>
    </w:p>
    <w:p w14:paraId="23098A6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se retournant vers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le bossu lui dit à haute voix</w:t>
      </w:r>
      <w:r w:rsidR="002C50B2">
        <w:t> :</w:t>
      </w:r>
    </w:p>
    <w:p w14:paraId="47F80213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ai plus besoin de vous</w:t>
      </w:r>
      <w:r>
        <w:t>.</w:t>
      </w:r>
    </w:p>
    <w:p w14:paraId="5C1816BB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se penchant à son oreille</w:t>
      </w:r>
      <w:r w:rsidR="002C50B2">
        <w:t xml:space="preserve">, </w:t>
      </w:r>
      <w:r w:rsidRPr="00275B88">
        <w:t>il murmura</w:t>
      </w:r>
      <w:r w:rsidR="002C50B2">
        <w:t> :</w:t>
      </w:r>
    </w:p>
    <w:p w14:paraId="0D0AF22C" w14:textId="77777777" w:rsidR="002C50B2" w:rsidRDefault="002C50B2" w:rsidP="002C50B2">
      <w:r>
        <w:t>— </w:t>
      </w:r>
      <w:r w:rsidR="00C77A4E" w:rsidRPr="00275B88">
        <w:t>Il est grand temps d</w:t>
      </w:r>
      <w:r>
        <w:t>’</w:t>
      </w:r>
      <w:r w:rsidR="00C77A4E" w:rsidRPr="00275B88">
        <w:t>agir</w:t>
      </w:r>
      <w:r>
        <w:t xml:space="preserve">… </w:t>
      </w:r>
      <w:r w:rsidR="00C77A4E" w:rsidRPr="00275B88">
        <w:t>À ce soir</w:t>
      </w:r>
      <w:r>
        <w:t xml:space="preserve">, </w:t>
      </w:r>
      <w:r w:rsidR="00C77A4E" w:rsidRPr="00275B88">
        <w:t>onze heures</w:t>
      </w:r>
      <w:r>
        <w:t xml:space="preserve">, </w:t>
      </w:r>
      <w:r w:rsidR="00C77A4E" w:rsidRPr="00275B88">
        <w:t>où vous savez</w:t>
      </w:r>
      <w:r>
        <w:t>…</w:t>
      </w:r>
    </w:p>
    <w:p w14:paraId="2E9BC081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fit un signe d</w:t>
      </w:r>
      <w:r w:rsidR="002C50B2">
        <w:t>’</w:t>
      </w:r>
      <w:r w:rsidRPr="00275B88">
        <w:t>acquiescement et sauta à terre</w:t>
      </w:r>
      <w:r w:rsidR="002C50B2">
        <w:t>.</w:t>
      </w:r>
    </w:p>
    <w:p w14:paraId="1279B845" w14:textId="77777777" w:rsidR="002C50B2" w:rsidRDefault="00C77A4E" w:rsidP="002C50B2">
      <w:r w:rsidRPr="00275B88">
        <w:lastRenderedPageBreak/>
        <w:t>Le bossu remit sa voiture en marche</w:t>
      </w:r>
      <w:r w:rsidR="002C50B2">
        <w:t xml:space="preserve">. </w:t>
      </w:r>
      <w:r w:rsidRPr="00275B88">
        <w:t>Après une manœuvre des plus correctes</w:t>
      </w:r>
      <w:r w:rsidR="002C50B2">
        <w:t xml:space="preserve">, </w:t>
      </w:r>
      <w:r w:rsidRPr="00275B88">
        <w:t>il pénétra dans la cour de l</w:t>
      </w:r>
      <w:r w:rsidR="002C50B2">
        <w:t>’</w:t>
      </w:r>
      <w:r w:rsidRPr="00275B88">
        <w:t>hôtel et s</w:t>
      </w:r>
      <w:r w:rsidR="002C50B2">
        <w:t>’</w:t>
      </w:r>
      <w:r w:rsidRPr="00275B88">
        <w:t>en fut ranger sa voiture dans le garage qui remplaçait les écuries d</w:t>
      </w:r>
      <w:r w:rsidR="002C50B2">
        <w:t>’</w:t>
      </w:r>
      <w:r w:rsidRPr="00275B88">
        <w:t>antan</w:t>
      </w:r>
      <w:r w:rsidR="002C50B2">
        <w:t>.</w:t>
      </w:r>
    </w:p>
    <w:p w14:paraId="0853D2E8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gravissant le large perron</w:t>
      </w:r>
      <w:r w:rsidR="002C50B2">
        <w:t xml:space="preserve">, </w:t>
      </w:r>
      <w:r w:rsidRPr="00275B88">
        <w:t>il pénétra dans un vestibule</w:t>
      </w:r>
      <w:r w:rsidR="002C50B2">
        <w:t xml:space="preserve">, </w:t>
      </w:r>
      <w:r w:rsidRPr="00275B88">
        <w:t>gravit un escalier aux marches de pierre et à la rampe de fer forgé qui donnait accès au premier étage</w:t>
      </w:r>
      <w:r w:rsidR="002C50B2">
        <w:t xml:space="preserve">, </w:t>
      </w:r>
      <w:r w:rsidRPr="00275B88">
        <w:t>traversa une antichambre et pénétra dans un cabinet de travail moins vaste que celui du château de Courteuil</w:t>
      </w:r>
      <w:r w:rsidR="002C50B2">
        <w:t xml:space="preserve">, </w:t>
      </w:r>
      <w:r w:rsidRPr="00275B88">
        <w:t>mais tout rempli de meubles et de bibelots qui en faisaient un véritable musée</w:t>
      </w:r>
      <w:r w:rsidR="002C50B2">
        <w:t>.</w:t>
      </w:r>
    </w:p>
    <w:p w14:paraId="232AE749" w14:textId="73C9A423" w:rsidR="002C50B2" w:rsidRDefault="00C77A4E" w:rsidP="002C50B2">
      <w:r w:rsidRPr="00275B88">
        <w:t xml:space="preserve">Mathias </w:t>
      </w:r>
      <w:proofErr w:type="spellStart"/>
      <w:r w:rsidRPr="00275B88">
        <w:t>Lüchner</w:t>
      </w:r>
      <w:proofErr w:type="spellEnd"/>
      <w:r w:rsidR="002C50B2">
        <w:t xml:space="preserve">, </w:t>
      </w:r>
      <w:r w:rsidRPr="00275B88">
        <w:t>d</w:t>
      </w:r>
      <w:r w:rsidR="002C50B2">
        <w:t>’</w:t>
      </w:r>
      <w:r w:rsidRPr="00275B88">
        <w:t>origine indécise et de pays incertain</w:t>
      </w:r>
      <w:r w:rsidR="002C50B2">
        <w:t xml:space="preserve">, </w:t>
      </w:r>
      <w:r w:rsidRPr="00275B88">
        <w:t>était acheteur</w:t>
      </w:r>
      <w:r w:rsidR="002C50B2">
        <w:t xml:space="preserve">, </w:t>
      </w:r>
      <w:r w:rsidRPr="00275B88">
        <w:t>pour le compte d</w:t>
      </w:r>
      <w:r w:rsidR="002C50B2">
        <w:t>’</w:t>
      </w:r>
      <w:r w:rsidRPr="00275B88">
        <w:t>un grand marchand d</w:t>
      </w:r>
      <w:r w:rsidR="002C50B2">
        <w:t>’</w:t>
      </w:r>
      <w:r w:rsidRPr="00275B88">
        <w:t>antiquités parisien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il fit</w:t>
      </w:r>
      <w:r w:rsidR="002C50B2">
        <w:t xml:space="preserve">, </w:t>
      </w:r>
      <w:r w:rsidRPr="00275B88">
        <w:t>chez son patron</w:t>
      </w:r>
      <w:r w:rsidR="002C50B2">
        <w:t xml:space="preserve">, </w:t>
      </w:r>
      <w:r w:rsidRPr="00275B88">
        <w:t xml:space="preserve">la rencontre de </w:t>
      </w:r>
      <w:r w:rsidR="002C50B2">
        <w:t>M. </w:t>
      </w:r>
      <w:r w:rsidRPr="00275B88">
        <w:t>Papillon</w:t>
      </w:r>
      <w:r w:rsidR="002C50B2">
        <w:t>.</w:t>
      </w:r>
    </w:p>
    <w:p w14:paraId="1A1B3CF2" w14:textId="77777777" w:rsidR="002C50B2" w:rsidRDefault="00C77A4E" w:rsidP="002C50B2">
      <w:r w:rsidRPr="00275B88">
        <w:t>Par sa vive intelligence</w:t>
      </w:r>
      <w:r w:rsidR="002C50B2">
        <w:t xml:space="preserve">, </w:t>
      </w:r>
      <w:r w:rsidRPr="00275B88">
        <w:t>son apparente honnêteté et sa connaissance remarquable du bibelot</w:t>
      </w:r>
      <w:r w:rsidR="002C50B2">
        <w:t xml:space="preserve">, </w:t>
      </w:r>
      <w:r w:rsidRPr="00275B88">
        <w:t>il ne tarda pas à attirer sur lui l</w:t>
      </w:r>
      <w:r w:rsidR="002C50B2">
        <w:t>’</w:t>
      </w:r>
      <w:r w:rsidRPr="00275B88">
        <w:t>attention du baron</w:t>
      </w:r>
      <w:r w:rsidR="002C50B2">
        <w:t xml:space="preserve">, </w:t>
      </w:r>
      <w:r w:rsidRPr="00275B88">
        <w:t>dont</w:t>
      </w:r>
      <w:r w:rsidR="002C50B2">
        <w:t xml:space="preserve">, </w:t>
      </w:r>
      <w:r w:rsidRPr="00275B88">
        <w:t>à force de flagorneries et de bassesses</w:t>
      </w:r>
      <w:r w:rsidR="002C50B2">
        <w:t xml:space="preserve">, </w:t>
      </w:r>
      <w:r w:rsidRPr="00275B88">
        <w:t>il acheva de faire la conquête</w:t>
      </w:r>
      <w:r w:rsidR="002C50B2">
        <w:t>.</w:t>
      </w:r>
    </w:p>
    <w:p w14:paraId="20D012E6" w14:textId="77777777" w:rsidR="002C50B2" w:rsidRDefault="00C77A4E" w:rsidP="002C50B2">
      <w:r w:rsidRPr="00275B88">
        <w:t>Papillon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était qu</w:t>
      </w:r>
      <w:r w:rsidR="002C50B2">
        <w:t>’</w:t>
      </w:r>
      <w:r w:rsidRPr="00275B88">
        <w:t xml:space="preserve">un négociant enrichi dans la vente du cacao et savait à peine distinguer le </w:t>
      </w:r>
      <w:r w:rsidR="002C50B2">
        <w:t>« </w:t>
      </w:r>
      <w:r w:rsidR="002C50B2" w:rsidRPr="00275B88">
        <w:t>Louis</w:t>
      </w:r>
      <w:r w:rsidR="002C50B2">
        <w:t> </w:t>
      </w:r>
      <w:r w:rsidR="002C50B2" w:rsidRPr="00275B88">
        <w:t>XV</w:t>
      </w:r>
      <w:r w:rsidR="002C50B2">
        <w:t> »</w:t>
      </w:r>
      <w:r w:rsidRPr="00275B88">
        <w:t xml:space="preserve"> du </w:t>
      </w:r>
      <w:r w:rsidR="002C50B2">
        <w:t>« </w:t>
      </w:r>
      <w:r w:rsidR="002C50B2" w:rsidRPr="00275B88">
        <w:t>Louis</w:t>
      </w:r>
      <w:r w:rsidR="002C50B2">
        <w:t> </w:t>
      </w:r>
      <w:r w:rsidR="002C50B2" w:rsidRPr="00275B88">
        <w:t>XVI</w:t>
      </w:r>
      <w:r w:rsidR="002C50B2">
        <w:t xml:space="preserve"> », </w:t>
      </w:r>
      <w:r w:rsidRPr="00275B88">
        <w:t>lui offrit de devenir</w:t>
      </w:r>
      <w:r w:rsidR="002C50B2">
        <w:t xml:space="preserve">, </w:t>
      </w:r>
      <w:r w:rsidRPr="00275B88">
        <w:t>à des appointements mieux qu</w:t>
      </w:r>
      <w:r w:rsidR="002C50B2">
        <w:t>’</w:t>
      </w:r>
      <w:r w:rsidRPr="00275B88">
        <w:t>honorables</w:t>
      </w:r>
      <w:r w:rsidR="002C50B2">
        <w:t xml:space="preserve">, </w:t>
      </w:r>
      <w:r w:rsidRPr="00275B88">
        <w:t>son conseiller artistique</w:t>
      </w:r>
      <w:r w:rsidR="002C50B2">
        <w:t xml:space="preserve"> ; </w:t>
      </w:r>
      <w:r w:rsidRPr="00275B88">
        <w:t>et</w:t>
      </w:r>
      <w:r w:rsidR="002C50B2">
        <w:t xml:space="preserve">, </w:t>
      </w:r>
      <w:r w:rsidRPr="00275B88">
        <w:t xml:space="preserve">depuis un </w:t>
      </w:r>
      <w:r w:rsidRPr="00E65CD5">
        <w:t>an</w:t>
      </w:r>
      <w:r w:rsidRPr="00275B88">
        <w:t xml:space="preserve"> que le bossu occupait ce poste</w:t>
      </w:r>
      <w:r w:rsidR="002C50B2">
        <w:t xml:space="preserve">, </w:t>
      </w:r>
      <w:r w:rsidRPr="00275B88">
        <w:t>il avait vu grandir sa faveur à un tel point que le baron ne faisait plus aucune acquisition sans le consulter</w:t>
      </w:r>
      <w:r w:rsidR="002C50B2">
        <w:t xml:space="preserve">, </w:t>
      </w:r>
      <w:r w:rsidRPr="00275B88">
        <w:t>ce qui permettait au rusé coquin de toucher d</w:t>
      </w:r>
      <w:r w:rsidR="002C50B2">
        <w:t>’</w:t>
      </w:r>
      <w:r w:rsidRPr="00275B88">
        <w:t>importantes commissions dont son patron faisait naturellement tous les frais</w:t>
      </w:r>
      <w:r w:rsidR="002C50B2">
        <w:t>.</w:t>
      </w:r>
    </w:p>
    <w:p w14:paraId="49F008F1" w14:textId="77777777" w:rsidR="002C50B2" w:rsidRDefault="00C77A4E" w:rsidP="002C50B2">
      <w:r w:rsidRPr="00275B88">
        <w:t>Comment ce personnage</w:t>
      </w:r>
      <w:r w:rsidR="002C50B2">
        <w:t xml:space="preserve">, </w:t>
      </w:r>
      <w:r w:rsidRPr="00275B88">
        <w:t>dont le passé devait être singulièrement louche</w:t>
      </w:r>
      <w:r w:rsidR="002C50B2">
        <w:t xml:space="preserve">, </w:t>
      </w:r>
      <w:r w:rsidRPr="00275B88">
        <w:t>était</w:t>
      </w:r>
      <w:r>
        <w:t>-</w:t>
      </w:r>
      <w:r w:rsidRPr="00275B88">
        <w:t>il devenu le collaborateur du mystérieux Belphégor</w:t>
      </w:r>
      <w:r w:rsidR="002C50B2">
        <w:t xml:space="preserve"> ? </w:t>
      </w:r>
      <w:r w:rsidRPr="00275B88">
        <w:t>Quels liens assez puissants</w:t>
      </w:r>
      <w:r w:rsidR="002C50B2">
        <w:t xml:space="preserve">, </w:t>
      </w:r>
      <w:r w:rsidRPr="00275B88">
        <w:t>en dehors d</w:t>
      </w:r>
      <w:r w:rsidR="002C50B2">
        <w:t>’</w:t>
      </w:r>
      <w:r w:rsidRPr="00275B88">
        <w:t xml:space="preserve">un </w:t>
      </w:r>
      <w:r w:rsidRPr="00275B88">
        <w:lastRenderedPageBreak/>
        <w:t>intérêt manifeste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unissaient au Fantôme du Louvre pour qu</w:t>
      </w:r>
      <w:r w:rsidR="002C50B2">
        <w:t>’</w:t>
      </w:r>
      <w:r w:rsidRPr="00275B88">
        <w:t>il lui témoignât un dévouement et une obéissance de tous les instants</w:t>
      </w:r>
      <w:r w:rsidR="002C50B2">
        <w:t> ?</w:t>
      </w:r>
    </w:p>
    <w:p w14:paraId="7AABDF7B" w14:textId="77777777" w:rsidR="002C50B2" w:rsidRDefault="00C77A4E" w:rsidP="002C50B2">
      <w:r w:rsidRPr="00275B88">
        <w:t>Laissons à Chantecoq le soin de débrouiller cette énigme et contentons</w:t>
      </w:r>
      <w:r>
        <w:t>-</w:t>
      </w:r>
      <w:r w:rsidRPr="00275B88">
        <w:t>nous dès à présent</w:t>
      </w:r>
      <w:r w:rsidR="002C50B2">
        <w:t xml:space="preserve">, </w:t>
      </w:r>
      <w:r w:rsidRPr="00275B88">
        <w:t>de demeurer en tête</w:t>
      </w:r>
      <w:r>
        <w:t>-</w:t>
      </w:r>
      <w:r w:rsidRPr="00275B88">
        <w:t>à</w:t>
      </w:r>
      <w:r>
        <w:t>-</w:t>
      </w:r>
      <w:r w:rsidRPr="00275B88">
        <w:t>tête avec ce redoutable bandit</w:t>
      </w:r>
      <w:r w:rsidR="002C50B2">
        <w:t>.</w:t>
      </w:r>
    </w:p>
    <w:p w14:paraId="359FA1EB" w14:textId="77777777" w:rsidR="002C50B2" w:rsidRDefault="00C77A4E" w:rsidP="002C50B2">
      <w:r w:rsidRPr="00275B88">
        <w:t>Après avoir déposé son chapeau de feutre sur un meuble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installa devant une délicieuse table en bois de rose</w:t>
      </w:r>
      <w:r w:rsidR="002C50B2">
        <w:t xml:space="preserve">, </w:t>
      </w:r>
      <w:r w:rsidRPr="00275B88">
        <w:t>aux bronzes délicatement ciselés</w:t>
      </w:r>
      <w:r w:rsidR="002C50B2">
        <w:t xml:space="preserve">… </w:t>
      </w:r>
      <w:r w:rsidRPr="00275B88">
        <w:t>et il ouvrit un dossier qui contenait un certain nombre de lettres</w:t>
      </w:r>
      <w:r w:rsidR="002C50B2">
        <w:t>.</w:t>
      </w:r>
    </w:p>
    <w:p w14:paraId="31D058F4" w14:textId="77777777" w:rsidR="002C50B2" w:rsidRDefault="00C77A4E" w:rsidP="002C50B2">
      <w:proofErr w:type="spellStart"/>
      <w:r w:rsidRPr="00275B88">
        <w:t>Lüchner</w:t>
      </w:r>
      <w:proofErr w:type="spellEnd"/>
      <w:r w:rsidRPr="00275B88">
        <w:t xml:space="preserve"> les lut avec attention</w:t>
      </w:r>
      <w:r w:rsidR="002C50B2">
        <w:t xml:space="preserve">… </w:t>
      </w:r>
      <w:r w:rsidRPr="00275B88">
        <w:t>jetant les unes au panier</w:t>
      </w:r>
      <w:r w:rsidR="002C50B2">
        <w:t xml:space="preserve">, </w:t>
      </w:r>
      <w:r w:rsidRPr="00275B88">
        <w:t>conservant les autres</w:t>
      </w:r>
      <w:r w:rsidR="002C50B2">
        <w:t xml:space="preserve">, </w:t>
      </w:r>
      <w:r w:rsidRPr="00275B88">
        <w:t>auxquelles il se mit à répondre avec la ponctualité d</w:t>
      </w:r>
      <w:r w:rsidR="002C50B2">
        <w:t>’</w:t>
      </w:r>
      <w:r w:rsidRPr="00275B88">
        <w:t>un bureaucrate</w:t>
      </w:r>
      <w:r w:rsidR="002C50B2">
        <w:t xml:space="preserve">… </w:t>
      </w:r>
      <w:r w:rsidRPr="00275B88">
        <w:t>Cela le mena jusqu</w:t>
      </w:r>
      <w:r w:rsidR="002C50B2">
        <w:t>’</w:t>
      </w:r>
      <w:r w:rsidRPr="00275B88">
        <w:t>à sept heures du soir</w:t>
      </w:r>
      <w:r w:rsidR="002C50B2">
        <w:t>…</w:t>
      </w:r>
    </w:p>
    <w:p w14:paraId="65C68C97" w14:textId="77777777" w:rsidR="002C50B2" w:rsidRDefault="00C77A4E" w:rsidP="002C50B2">
      <w:r w:rsidRPr="00275B88">
        <w:t>Il se disposait à se rendre dans le petit appartement particulier que le baron Papillon lui avait fait aménager dans l</w:t>
      </w:r>
      <w:r w:rsidR="002C50B2">
        <w:t>’</w:t>
      </w:r>
      <w:r w:rsidRPr="00275B88">
        <w:t>aile gauche de l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on frappa à sa porte</w:t>
      </w:r>
      <w:r w:rsidR="002C50B2">
        <w:t>.</w:t>
      </w:r>
    </w:p>
    <w:p w14:paraId="2E2D136A" w14:textId="77777777" w:rsidR="002C50B2" w:rsidRDefault="002C50B2" w:rsidP="002C50B2">
      <w:r>
        <w:t>— </w:t>
      </w:r>
      <w:r w:rsidR="00C77A4E" w:rsidRPr="00275B88">
        <w:t>Entrez</w:t>
      </w:r>
      <w:r>
        <w:t xml:space="preserve"> ! </w:t>
      </w:r>
      <w:r w:rsidR="00C77A4E" w:rsidRPr="00275B88">
        <w:t>fit</w:t>
      </w:r>
      <w:r w:rsidR="00C77A4E">
        <w:t>-</w:t>
      </w:r>
      <w:r w:rsidR="00C77A4E" w:rsidRPr="00275B88">
        <w:t>il de sa voix de fausset</w:t>
      </w:r>
      <w:r>
        <w:t>.</w:t>
      </w:r>
    </w:p>
    <w:p w14:paraId="6B6D9B11" w14:textId="77777777" w:rsidR="002C50B2" w:rsidRDefault="00C77A4E" w:rsidP="002C50B2">
      <w:r w:rsidRPr="00275B88">
        <w:t>C</w:t>
      </w:r>
      <w:r w:rsidR="002C50B2">
        <w:t>’</w:t>
      </w:r>
      <w:r w:rsidRPr="00275B88">
        <w:t>était un valet de chambre qui</w:t>
      </w:r>
      <w:r w:rsidR="002C50B2">
        <w:t xml:space="preserve">, </w:t>
      </w:r>
      <w:r w:rsidRPr="00275B88">
        <w:t>un plateau à la main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approchait de lui en disant</w:t>
      </w:r>
      <w:r w:rsidR="002C50B2">
        <w:t> :</w:t>
      </w:r>
    </w:p>
    <w:p w14:paraId="23FEF857" w14:textId="45C13D47" w:rsidR="002C50B2" w:rsidRDefault="002C50B2" w:rsidP="002C50B2">
      <w:r>
        <w:t>— </w:t>
      </w:r>
      <w:r w:rsidR="00C77A4E" w:rsidRPr="00275B88">
        <w:t xml:space="preserve">La correspondance de </w:t>
      </w:r>
      <w:r>
        <w:t>M. </w:t>
      </w:r>
      <w:r w:rsidR="00C77A4E" w:rsidRPr="00275B88">
        <w:t>le baron</w:t>
      </w:r>
      <w:r>
        <w:t>.</w:t>
      </w:r>
    </w:p>
    <w:p w14:paraId="50EDD3B3" w14:textId="77777777" w:rsidR="002C50B2" w:rsidRDefault="00C77A4E" w:rsidP="002C50B2">
      <w:r w:rsidRPr="00275B88">
        <w:t>Le bossu prit les lettres et les rejeta l</w:t>
      </w:r>
      <w:r w:rsidR="002C50B2">
        <w:t>’</w:t>
      </w:r>
      <w:r w:rsidRPr="00275B88">
        <w:t>une après l</w:t>
      </w:r>
      <w:r w:rsidR="002C50B2">
        <w:t>’</w:t>
      </w:r>
      <w:r w:rsidRPr="00275B88">
        <w:t>autre sur la table</w:t>
      </w:r>
      <w:r w:rsidR="002C50B2">
        <w:t>.</w:t>
      </w:r>
    </w:p>
    <w:p w14:paraId="6C027664" w14:textId="77777777" w:rsidR="002C50B2" w:rsidRDefault="00C77A4E" w:rsidP="002C50B2">
      <w:r w:rsidRPr="00275B88">
        <w:t>Seul</w:t>
      </w:r>
      <w:r w:rsidR="002C50B2">
        <w:t xml:space="preserve">, </w:t>
      </w:r>
      <w:r w:rsidRPr="00275B88">
        <w:t>un pneumatique retint son attention</w:t>
      </w:r>
      <w:r w:rsidR="002C50B2">
        <w:t xml:space="preserve">. </w:t>
      </w:r>
      <w:r w:rsidRPr="00275B88">
        <w:t>Après quelques secondes d</w:t>
      </w:r>
      <w:r w:rsidR="002C50B2">
        <w:t>’</w:t>
      </w:r>
      <w:r w:rsidRPr="00275B88">
        <w:t>hésitation</w:t>
      </w:r>
      <w:r w:rsidR="002C50B2">
        <w:t xml:space="preserve">, </w:t>
      </w:r>
      <w:r w:rsidRPr="00275B88">
        <w:t>il se décida à l</w:t>
      </w:r>
      <w:r w:rsidR="002C50B2">
        <w:t>’</w:t>
      </w:r>
      <w:r w:rsidRPr="00275B88">
        <w:t>ouvrir</w:t>
      </w:r>
      <w:r w:rsidR="002C50B2">
        <w:t xml:space="preserve">… </w:t>
      </w:r>
      <w:r w:rsidRPr="00275B88">
        <w:t>Et voici ce qu</w:t>
      </w:r>
      <w:r w:rsidR="002C50B2">
        <w:t>’</w:t>
      </w:r>
      <w:r w:rsidRPr="00275B88">
        <w:t>il lut</w:t>
      </w:r>
      <w:r w:rsidR="002C50B2">
        <w:t> :</w:t>
      </w:r>
    </w:p>
    <w:p w14:paraId="42C39C1E" w14:textId="77777777" w:rsidR="002C50B2" w:rsidRDefault="00C77A4E" w:rsidP="002C50B2">
      <w:pPr>
        <w:rPr>
          <w:i/>
          <w:iCs/>
        </w:rPr>
      </w:pPr>
      <w:r w:rsidRPr="00E65CD5">
        <w:rPr>
          <w:i/>
          <w:iCs/>
        </w:rPr>
        <w:t>Monsieur le baron</w:t>
      </w:r>
      <w:r w:rsidR="002C50B2">
        <w:rPr>
          <w:i/>
          <w:iCs/>
        </w:rPr>
        <w:t>,</w:t>
      </w:r>
    </w:p>
    <w:p w14:paraId="3F612026" w14:textId="77777777" w:rsidR="002C50B2" w:rsidRDefault="00C77A4E" w:rsidP="002C50B2">
      <w:pPr>
        <w:rPr>
          <w:i/>
          <w:iCs/>
        </w:rPr>
      </w:pPr>
      <w:r w:rsidRPr="00E65CD5">
        <w:rPr>
          <w:i/>
          <w:iCs/>
        </w:rPr>
        <w:lastRenderedPageBreak/>
        <w:t>J</w:t>
      </w:r>
      <w:r w:rsidR="002C50B2">
        <w:rPr>
          <w:i/>
          <w:iCs/>
        </w:rPr>
        <w:t>’</w:t>
      </w:r>
      <w:r w:rsidRPr="00E65CD5">
        <w:rPr>
          <w:i/>
          <w:iCs/>
        </w:rPr>
        <w:t>ai l</w:t>
      </w:r>
      <w:r w:rsidR="002C50B2">
        <w:rPr>
          <w:i/>
          <w:iCs/>
        </w:rPr>
        <w:t>’</w:t>
      </w:r>
      <w:r w:rsidRPr="00E65CD5">
        <w:rPr>
          <w:i/>
          <w:iCs/>
        </w:rPr>
        <w:t>honneur de vous demander un entretien</w:t>
      </w:r>
      <w:r w:rsidR="002C50B2">
        <w:rPr>
          <w:i/>
          <w:iCs/>
        </w:rPr>
        <w:t xml:space="preserve">. </w:t>
      </w:r>
      <w:r w:rsidRPr="00E65CD5">
        <w:rPr>
          <w:i/>
          <w:iCs/>
        </w:rPr>
        <w:t>Il s</w:t>
      </w:r>
      <w:r w:rsidR="002C50B2">
        <w:rPr>
          <w:i/>
          <w:iCs/>
        </w:rPr>
        <w:t>’</w:t>
      </w:r>
      <w:r w:rsidRPr="00E65CD5">
        <w:rPr>
          <w:i/>
          <w:iCs/>
        </w:rPr>
        <w:t>agit d</w:t>
      </w:r>
      <w:r w:rsidR="002C50B2">
        <w:rPr>
          <w:i/>
          <w:iCs/>
        </w:rPr>
        <w:t>’</w:t>
      </w:r>
      <w:r w:rsidRPr="00E65CD5">
        <w:rPr>
          <w:i/>
          <w:iCs/>
        </w:rPr>
        <w:t>une affaire très grave et qui vous intéresse particulièrement</w:t>
      </w:r>
      <w:r w:rsidR="002C50B2">
        <w:rPr>
          <w:i/>
          <w:iCs/>
        </w:rPr>
        <w:t>.</w:t>
      </w:r>
    </w:p>
    <w:p w14:paraId="08D39136" w14:textId="77777777" w:rsidR="002C50B2" w:rsidRDefault="00C77A4E" w:rsidP="002C50B2">
      <w:pPr>
        <w:rPr>
          <w:i/>
          <w:iCs/>
        </w:rPr>
      </w:pPr>
      <w:r w:rsidRPr="00E65CD5">
        <w:rPr>
          <w:i/>
          <w:iCs/>
        </w:rPr>
        <w:t>Veuillez agréer</w:t>
      </w:r>
      <w:r w:rsidR="002C50B2">
        <w:rPr>
          <w:i/>
          <w:iCs/>
        </w:rPr>
        <w:t xml:space="preserve">, </w:t>
      </w:r>
      <w:r w:rsidRPr="00E65CD5">
        <w:rPr>
          <w:i/>
          <w:iCs/>
        </w:rPr>
        <w:t>monsieur le baron</w:t>
      </w:r>
      <w:r w:rsidR="002C50B2">
        <w:rPr>
          <w:i/>
          <w:iCs/>
        </w:rPr>
        <w:t xml:space="preserve">, </w:t>
      </w:r>
      <w:r w:rsidRPr="00E65CD5">
        <w:rPr>
          <w:i/>
          <w:iCs/>
        </w:rPr>
        <w:t>l</w:t>
      </w:r>
      <w:r w:rsidR="002C50B2">
        <w:rPr>
          <w:i/>
          <w:iCs/>
        </w:rPr>
        <w:t>’</w:t>
      </w:r>
      <w:r w:rsidRPr="00E65CD5">
        <w:rPr>
          <w:i/>
          <w:iCs/>
        </w:rPr>
        <w:t>expression de mes sentiments les plus distingués</w:t>
      </w:r>
      <w:r w:rsidR="002C50B2">
        <w:rPr>
          <w:i/>
          <w:iCs/>
        </w:rPr>
        <w:t>.</w:t>
      </w:r>
    </w:p>
    <w:p w14:paraId="5999037B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CHANTECOQ</w:t>
      </w:r>
      <w:r w:rsidR="002C50B2">
        <w:rPr>
          <w:i/>
          <w:iCs/>
        </w:rPr>
        <w:t>,</w:t>
      </w:r>
    </w:p>
    <w:p w14:paraId="29573488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détective privé</w:t>
      </w:r>
      <w:r w:rsidR="002C50B2">
        <w:rPr>
          <w:i/>
          <w:iCs/>
        </w:rPr>
        <w:t>.</w:t>
      </w:r>
    </w:p>
    <w:p w14:paraId="060339DE" w14:textId="77777777" w:rsidR="002C50B2" w:rsidRDefault="00C77A4E">
      <w:r w:rsidRPr="00275B88">
        <w:t>5</w:t>
      </w:r>
      <w:r w:rsidR="002C50B2">
        <w:t xml:space="preserve">, </w:t>
      </w:r>
      <w:r w:rsidRPr="00275B88">
        <w:t>allée de Verzy</w:t>
      </w:r>
      <w:r w:rsidR="002C50B2">
        <w:t xml:space="preserve"> (</w:t>
      </w:r>
      <w:r w:rsidRPr="00275B88">
        <w:t>Les Ternes</w:t>
      </w:r>
      <w:r w:rsidR="002C50B2">
        <w:t>).</w:t>
      </w:r>
    </w:p>
    <w:p w14:paraId="6D59DFFE" w14:textId="77777777" w:rsidR="002C50B2" w:rsidRDefault="00C77A4E" w:rsidP="002C50B2">
      <w:r w:rsidRPr="00275B88">
        <w:t>Tél</w:t>
      </w:r>
      <w:r w:rsidR="002C50B2">
        <w:t xml:space="preserve">. </w:t>
      </w:r>
      <w:r w:rsidRPr="00275B88">
        <w:t>W</w:t>
      </w:r>
      <w:r w:rsidR="002C50B2">
        <w:t xml:space="preserve">. </w:t>
      </w:r>
      <w:r w:rsidRPr="00275B88">
        <w:t>03</w:t>
      </w:r>
      <w:r>
        <w:t>-</w:t>
      </w:r>
      <w:r w:rsidRPr="00275B88">
        <w:t>45</w:t>
      </w:r>
      <w:r w:rsidR="002C50B2">
        <w:t>.</w:t>
      </w:r>
    </w:p>
    <w:p w14:paraId="27811E2B" w14:textId="77777777" w:rsidR="002C50B2" w:rsidRDefault="00C77A4E" w:rsidP="002C50B2">
      <w:proofErr w:type="spellStart"/>
      <w:r w:rsidRPr="00275B88">
        <w:t>Lüchner</w:t>
      </w:r>
      <w:proofErr w:type="spellEnd"/>
      <w:r w:rsidRPr="00275B88">
        <w:t xml:space="preserve"> eut un ricanement sinistre</w:t>
      </w:r>
      <w:r w:rsidR="002C50B2">
        <w:t xml:space="preserve">… </w:t>
      </w:r>
      <w:r w:rsidRPr="00275B88">
        <w:t>Puis il déchira le pneumatique en tous petits morceaux qu</w:t>
      </w:r>
      <w:r w:rsidR="002C50B2">
        <w:t>’</w:t>
      </w:r>
      <w:r w:rsidRPr="00275B88">
        <w:t>il glissa dans sa poche</w:t>
      </w:r>
      <w:r w:rsidR="002C50B2">
        <w:t xml:space="preserve">. </w:t>
      </w:r>
      <w:r w:rsidRPr="00275B88">
        <w:t>Et tout en se frottant les mains</w:t>
      </w:r>
      <w:r w:rsidR="002C50B2">
        <w:t xml:space="preserve">, </w:t>
      </w:r>
      <w:r w:rsidRPr="00275B88">
        <w:t>il murmura</w:t>
      </w:r>
      <w:r w:rsidR="002C50B2">
        <w:t> :</w:t>
      </w:r>
    </w:p>
    <w:p w14:paraId="0719F56F" w14:textId="77777777" w:rsidR="002C50B2" w:rsidRDefault="002C50B2" w:rsidP="002C50B2">
      <w:r>
        <w:t>— </w:t>
      </w:r>
      <w:r w:rsidR="00C77A4E" w:rsidRPr="00275B88">
        <w:t>Et maintenant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à nous deux</w:t>
      </w:r>
      <w:r>
        <w:t> !</w:t>
      </w:r>
    </w:p>
    <w:p w14:paraId="3A598D11" w14:textId="1F6F2CE4" w:rsidR="002C50B2" w:rsidRDefault="00C77A4E" w:rsidP="002C50B2">
      <w:r w:rsidRPr="00275B88">
        <w:t>Mais</w:t>
      </w:r>
      <w:r w:rsidR="002C50B2">
        <w:t xml:space="preserve">, </w:t>
      </w:r>
      <w:r w:rsidRPr="00275B88">
        <w:t>tout à coup</w:t>
      </w:r>
      <w:r w:rsidR="002C50B2">
        <w:t xml:space="preserve">, </w:t>
      </w:r>
      <w:r w:rsidRPr="00275B88">
        <w:t>il songea</w:t>
      </w:r>
      <w:r w:rsidR="002C50B2">
        <w:t> : « </w:t>
      </w:r>
      <w:r w:rsidRPr="00275B88">
        <w:t>Et si</w:t>
      </w:r>
      <w:r w:rsidR="002C50B2">
        <w:t xml:space="preserve">, </w:t>
      </w:r>
      <w:r w:rsidRPr="00275B88">
        <w:t>ne recevant pas de réponse</w:t>
      </w:r>
      <w:r w:rsidR="002C50B2">
        <w:t xml:space="preserve">, </w:t>
      </w:r>
      <w:r w:rsidRPr="00275B88">
        <w:t>ce diable d</w:t>
      </w:r>
      <w:r w:rsidR="002C50B2">
        <w:t>’</w:t>
      </w:r>
      <w:r w:rsidRPr="00275B88">
        <w:t>homme s</w:t>
      </w:r>
      <w:r w:rsidR="002C50B2">
        <w:t>’</w:t>
      </w:r>
      <w:r w:rsidRPr="00275B88">
        <w:t>avisait de téléphoner à ce crétin de baron</w:t>
      </w:r>
      <w:r w:rsidR="002C50B2">
        <w:t xml:space="preserve"> !… </w:t>
      </w:r>
      <w:r w:rsidRPr="00275B88">
        <w:t>En effet</w:t>
      </w:r>
      <w:r w:rsidR="002C50B2">
        <w:t xml:space="preserve">, </w:t>
      </w:r>
      <w:r w:rsidRPr="00275B88">
        <w:t>pour qu</w:t>
      </w:r>
      <w:r w:rsidR="002C50B2">
        <w:t>’</w:t>
      </w:r>
      <w:r w:rsidRPr="00275B88">
        <w:t>il insiste à ce point</w:t>
      </w:r>
      <w:r w:rsidR="002C50B2">
        <w:t xml:space="preserve">, </w:t>
      </w:r>
      <w:r w:rsidRPr="00275B88">
        <w:t>il faut qu</w:t>
      </w:r>
      <w:r w:rsidR="002C50B2">
        <w:t>’</w:t>
      </w:r>
      <w:r w:rsidRPr="00275B88">
        <w:t>il ait quelque chose de très important à lui demander</w:t>
      </w:r>
      <w:r w:rsidR="002C50B2">
        <w:t xml:space="preserve">. </w:t>
      </w:r>
      <w:r w:rsidRPr="00275B88">
        <w:t>Et c</w:t>
      </w:r>
      <w:r w:rsidR="002C50B2">
        <w:t>’</w:t>
      </w:r>
      <w:r w:rsidRPr="00275B88">
        <w:t>est probablement de moi qu</w:t>
      </w:r>
      <w:r w:rsidR="002C50B2">
        <w:t>’</w:t>
      </w:r>
      <w:r w:rsidRPr="00275B88">
        <w:t>il s</w:t>
      </w:r>
      <w:r w:rsidR="002C50B2">
        <w:t>’</w:t>
      </w:r>
      <w:r w:rsidRPr="00275B88">
        <w:t>agit</w:t>
      </w:r>
      <w:r w:rsidR="002C50B2">
        <w:t xml:space="preserve">… </w:t>
      </w:r>
      <w:r w:rsidRPr="00275B88">
        <w:t>Diable</w:t>
      </w:r>
      <w:r w:rsidR="002C50B2">
        <w:t xml:space="preserve"> ! </w:t>
      </w:r>
      <w:r w:rsidRPr="00275B88">
        <w:t>diable</w:t>
      </w:r>
      <w:r w:rsidR="002C50B2">
        <w:t xml:space="preserve"> ! </w:t>
      </w:r>
      <w:r w:rsidRPr="00275B88">
        <w:t>La prudence la plus élémentaire me commande donc d</w:t>
      </w:r>
      <w:r w:rsidR="002C50B2">
        <w:t>’</w:t>
      </w:r>
      <w:r w:rsidRPr="00275B88">
        <w:t>empêcher toute rencontre entre Papillon et Chantecoq</w:t>
      </w:r>
      <w:r w:rsidR="002C50B2">
        <w:t xml:space="preserve">. </w:t>
      </w:r>
      <w:r w:rsidRPr="00275B88">
        <w:t>Parbleu</w:t>
      </w:r>
      <w:r w:rsidR="002C50B2">
        <w:t xml:space="preserve"> ! </w:t>
      </w:r>
      <w:r w:rsidRPr="00275B88">
        <w:t>c</w:t>
      </w:r>
      <w:r w:rsidR="002C50B2">
        <w:t>’</w:t>
      </w:r>
      <w:r w:rsidRPr="00275B88">
        <w:t>est bien simple</w:t>
      </w:r>
      <w:r w:rsidR="002C50B2">
        <w:t xml:space="preserve">… </w:t>
      </w:r>
      <w:r w:rsidRPr="00275B88">
        <w:t>Il n</w:t>
      </w:r>
      <w:r w:rsidR="002C50B2">
        <w:t>’</w:t>
      </w:r>
      <w:r w:rsidRPr="00275B88">
        <w:t>y a qu</w:t>
      </w:r>
      <w:r w:rsidR="002C50B2">
        <w:t>’</w:t>
      </w:r>
      <w:r w:rsidRPr="00275B88">
        <w:t>à interrompre toute communication téléphonique</w:t>
      </w:r>
      <w:r w:rsidR="002C50B2">
        <w:t>. »</w:t>
      </w:r>
    </w:p>
    <w:p w14:paraId="55104689" w14:textId="77777777" w:rsidR="002C50B2" w:rsidRDefault="00C77A4E" w:rsidP="002C50B2">
      <w:r w:rsidRPr="00275B88">
        <w:t>Ceci décidé</w:t>
      </w:r>
      <w:r w:rsidR="002C50B2">
        <w:t xml:space="preserve">, </w:t>
      </w:r>
      <w:r w:rsidRPr="00275B88">
        <w:t>le bossu se rendit tranquillement dans la salle à manger</w:t>
      </w:r>
      <w:r w:rsidR="002C50B2">
        <w:t xml:space="preserve">, </w:t>
      </w:r>
      <w:r w:rsidRPr="00275B88">
        <w:t>où l</w:t>
      </w:r>
      <w:r w:rsidR="002C50B2">
        <w:t>’</w:t>
      </w:r>
      <w:r w:rsidRPr="00275B88">
        <w:t>attendait un excellent dîner auquel il fit largement honneur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il descendit à l</w:t>
      </w:r>
      <w:r w:rsidR="002C50B2">
        <w:t>’</w:t>
      </w:r>
      <w:r w:rsidRPr="00275B88">
        <w:t>office</w:t>
      </w:r>
      <w:r w:rsidR="002C50B2">
        <w:t xml:space="preserve">, </w:t>
      </w:r>
      <w:r w:rsidRPr="00275B88">
        <w:t>où se trouvait le standard</w:t>
      </w:r>
      <w:r w:rsidR="002C50B2">
        <w:t xml:space="preserve">. </w:t>
      </w:r>
      <w:r w:rsidRPr="00275B88">
        <w:t>Cinq minutes après</w:t>
      </w:r>
      <w:r w:rsidR="002C50B2">
        <w:t xml:space="preserve">, </w:t>
      </w:r>
      <w:r w:rsidRPr="00275B88">
        <w:t>il en ressortait</w:t>
      </w:r>
      <w:r w:rsidR="002C50B2">
        <w:t xml:space="preserve">, </w:t>
      </w:r>
      <w:r w:rsidRPr="00275B88">
        <w:t>sa besogne accomplie</w:t>
      </w:r>
      <w:r w:rsidR="002C50B2">
        <w:t xml:space="preserve">… </w:t>
      </w:r>
      <w:r w:rsidRPr="00275B88">
        <w:t>Il se rendit au garage</w:t>
      </w:r>
      <w:r w:rsidR="002C50B2">
        <w:t xml:space="preserve">, </w:t>
      </w:r>
      <w:r w:rsidRPr="00275B88">
        <w:t>dont il ouvrit la porte à deux battants</w:t>
      </w:r>
      <w:r w:rsidR="002C50B2">
        <w:t xml:space="preserve">, </w:t>
      </w:r>
      <w:r w:rsidRPr="00275B88">
        <w:t>grimpa sur le siège de la voiturette</w:t>
      </w:r>
      <w:r w:rsidR="002C50B2">
        <w:t xml:space="preserve">, </w:t>
      </w:r>
      <w:r w:rsidRPr="00275B88">
        <w:t>mit en marche son moteur et sortit dans la cour</w:t>
      </w:r>
      <w:r w:rsidR="002C50B2">
        <w:t>.</w:t>
      </w:r>
    </w:p>
    <w:p w14:paraId="737575F3" w14:textId="77777777" w:rsidR="002C50B2" w:rsidRDefault="00C77A4E" w:rsidP="002C50B2">
      <w:r w:rsidRPr="00275B88">
        <w:lastRenderedPageBreak/>
        <w:t>Attiré par le bruit</w:t>
      </w:r>
      <w:r w:rsidR="002C50B2">
        <w:t xml:space="preserve">, </w:t>
      </w:r>
      <w:r w:rsidRPr="00275B88">
        <w:t>le concierge apparut sur le seuil de la loge</w:t>
      </w:r>
      <w:r w:rsidR="002C50B2">
        <w:t>.</w:t>
      </w:r>
    </w:p>
    <w:p w14:paraId="7C9951B8" w14:textId="77777777" w:rsidR="002C50B2" w:rsidRDefault="002C50B2" w:rsidP="002C50B2">
      <w:r>
        <w:t>— </w:t>
      </w:r>
      <w:r w:rsidR="00C77A4E" w:rsidRPr="00275B88">
        <w:t>Vous allez en courses</w:t>
      </w:r>
      <w:r>
        <w:t xml:space="preserve">, 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> ?…</w:t>
      </w:r>
    </w:p>
    <w:p w14:paraId="718F6C54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répondit le bossu</w:t>
      </w:r>
      <w:r>
        <w:t xml:space="preserve">, </w:t>
      </w:r>
      <w:r w:rsidR="00C77A4E" w:rsidRPr="00275B88">
        <w:t>je vais passer la soirée chez des amis</w:t>
      </w:r>
      <w:r>
        <w:t>.</w:t>
      </w:r>
    </w:p>
    <w:p w14:paraId="5FFB8F6B" w14:textId="77777777" w:rsidR="002C50B2" w:rsidRDefault="00C77A4E" w:rsidP="002C50B2">
      <w:r w:rsidRPr="00275B88">
        <w:t>Le cerbère ouvrit le portail</w:t>
      </w:r>
      <w:r w:rsidR="002C50B2">
        <w:t xml:space="preserve">… </w:t>
      </w:r>
      <w:r w:rsidRPr="00275B88">
        <w:t>Et le complice de Belphégor</w:t>
      </w:r>
      <w:r w:rsidR="002C50B2">
        <w:t xml:space="preserve">, </w:t>
      </w:r>
      <w:r w:rsidRPr="00275B88">
        <w:t>appuyant sur la pédale</w:t>
      </w:r>
      <w:r w:rsidR="002C50B2">
        <w:t xml:space="preserve">, </w:t>
      </w:r>
      <w:r w:rsidRPr="00275B88">
        <w:t>gagna la rue de Varenne</w:t>
      </w:r>
      <w:r w:rsidR="002C50B2">
        <w:t>.</w:t>
      </w:r>
    </w:p>
    <w:p w14:paraId="0889E7C7" w14:textId="77777777" w:rsidR="002C50B2" w:rsidRDefault="00C77A4E" w:rsidP="002C50B2">
      <w:r w:rsidRPr="00275B88">
        <w:t>À une allure modérée</w:t>
      </w:r>
      <w:r w:rsidR="002C50B2">
        <w:t xml:space="preserve">, </w:t>
      </w:r>
      <w:r w:rsidRPr="00275B88">
        <w:t>il atteignit le boulevard Saint</w:t>
      </w:r>
      <w:r>
        <w:t>-</w:t>
      </w:r>
      <w:r w:rsidRPr="00275B88">
        <w:t>Germain et obliqua à droite</w:t>
      </w:r>
      <w:r w:rsidR="002C50B2">
        <w:t xml:space="preserve">, </w:t>
      </w:r>
      <w:r w:rsidRPr="00275B88">
        <w:t>dans le boulevard Saint</w:t>
      </w:r>
      <w:r>
        <w:t>-</w:t>
      </w:r>
      <w:r w:rsidRPr="00275B88">
        <w:t>Michel</w:t>
      </w:r>
      <w:r w:rsidR="002C50B2">
        <w:t xml:space="preserve">, </w:t>
      </w:r>
      <w:r w:rsidRPr="00275B88">
        <w:t>traversa la place de l</w:t>
      </w:r>
      <w:r w:rsidR="002C50B2">
        <w:t>’</w:t>
      </w:r>
      <w:r w:rsidRPr="00275B88">
        <w:t>Observatoire</w:t>
      </w:r>
      <w:r w:rsidR="002C50B2">
        <w:t xml:space="preserve">, </w:t>
      </w:r>
      <w:r w:rsidRPr="00275B88">
        <w:t>monta jusqu</w:t>
      </w:r>
      <w:r w:rsidR="002C50B2">
        <w:t>’</w:t>
      </w:r>
      <w:r w:rsidRPr="00275B88">
        <w:t>au Lion de Belfort</w:t>
      </w:r>
      <w:r w:rsidR="002C50B2">
        <w:t xml:space="preserve">, </w:t>
      </w:r>
      <w:r w:rsidRPr="00275B88">
        <w:t>longea l</w:t>
      </w:r>
      <w:r w:rsidR="002C50B2">
        <w:t>’</w:t>
      </w:r>
      <w:r w:rsidRPr="00275B88">
        <w:t>avenue d</w:t>
      </w:r>
      <w:r w:rsidR="002C50B2">
        <w:t>’</w:t>
      </w:r>
      <w:r w:rsidRPr="00275B88">
        <w:t>Orléans dans toute sa longueur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un peu avant d</w:t>
      </w:r>
      <w:r w:rsidR="002C50B2">
        <w:t>’</w:t>
      </w:r>
      <w:r w:rsidRPr="00275B88">
        <w:t>atteindre la barrière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engagea dans la rue </w:t>
      </w:r>
      <w:proofErr w:type="spellStart"/>
      <w:r w:rsidRPr="00275B88">
        <w:t>Beaunier</w:t>
      </w:r>
      <w:proofErr w:type="spellEnd"/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dans une impasse faiblement éclairée et bordée de maisons ou plutôt de masures qui profilaient</w:t>
      </w:r>
      <w:r w:rsidR="002C50B2">
        <w:t xml:space="preserve">, </w:t>
      </w:r>
      <w:r w:rsidRPr="00275B88">
        <w:t>à la clarté de la lune</w:t>
      </w:r>
      <w:r w:rsidR="002C50B2">
        <w:t xml:space="preserve">, </w:t>
      </w:r>
      <w:r w:rsidRPr="00275B88">
        <w:t>leurs silhouettes lézardées</w:t>
      </w:r>
      <w:r w:rsidR="002C50B2">
        <w:t>.</w:t>
      </w:r>
    </w:p>
    <w:p w14:paraId="27C15501" w14:textId="77777777" w:rsidR="002C50B2" w:rsidRDefault="00C77A4E" w:rsidP="002C50B2">
      <w:r w:rsidRPr="00275B88">
        <w:t>Stoppant devant une bicoque uniquement formée d</w:t>
      </w:r>
      <w:r w:rsidR="002C50B2">
        <w:t>’</w:t>
      </w:r>
      <w:r w:rsidRPr="00275B88">
        <w:t>un rez</w:t>
      </w:r>
      <w:r>
        <w:t>-</w:t>
      </w:r>
      <w:r w:rsidRPr="00275B88">
        <w:t>de</w:t>
      </w:r>
      <w:r>
        <w:t>-</w:t>
      </w:r>
      <w:r w:rsidRPr="00275B88">
        <w:t>chaussée que surmontait un toit auquel il manquait un certain nombre d</w:t>
      </w:r>
      <w:r w:rsidR="002C50B2">
        <w:t>’</w:t>
      </w:r>
      <w:r w:rsidRPr="00275B88">
        <w:t>ardoises</w:t>
      </w:r>
      <w:r w:rsidR="002C50B2">
        <w:t xml:space="preserve">, </w:t>
      </w:r>
      <w:r w:rsidRPr="00275B88">
        <w:t>il arrêta son moteur</w:t>
      </w:r>
      <w:r w:rsidR="002C50B2">
        <w:t xml:space="preserve">, </w:t>
      </w:r>
      <w:r w:rsidRPr="00275B88">
        <w:t xml:space="preserve">boucla le </w:t>
      </w:r>
      <w:r w:rsidR="002C50B2">
        <w:t>« </w:t>
      </w:r>
      <w:r w:rsidRPr="00275B88">
        <w:t>flic</w:t>
      </w:r>
      <w:r w:rsidR="002C50B2">
        <w:t> »</w:t>
      </w:r>
      <w:r w:rsidRPr="00275B88">
        <w:t xml:space="preserve"> adapté au volant</w:t>
      </w:r>
      <w:r w:rsidR="002C50B2">
        <w:t xml:space="preserve">, </w:t>
      </w:r>
      <w:r w:rsidRPr="00275B88">
        <w:t>se dirigea vers la maisonnette</w:t>
      </w:r>
      <w:r w:rsidR="002C50B2">
        <w:t xml:space="preserve">, </w:t>
      </w:r>
      <w:r w:rsidRPr="00275B88">
        <w:t>et tirant de sa poche une assez grosse clef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introduisit dans la serrure d</w:t>
      </w:r>
      <w:r w:rsidR="002C50B2">
        <w:t>’</w:t>
      </w:r>
      <w:r w:rsidRPr="00275B88">
        <w:t>une porte pratiquée au milieu de la masure</w:t>
      </w:r>
      <w:r w:rsidR="002C50B2">
        <w:t xml:space="preserve">, </w:t>
      </w:r>
      <w:r w:rsidRPr="00275B88">
        <w:t>entre deux fenêtres qui</w:t>
      </w:r>
      <w:r w:rsidR="002C50B2">
        <w:t xml:space="preserve">, </w:t>
      </w:r>
      <w:r w:rsidRPr="00275B88">
        <w:t>garnies de barreaux de fer rouillés</w:t>
      </w:r>
      <w:r w:rsidR="002C50B2">
        <w:t xml:space="preserve">, </w:t>
      </w:r>
      <w:r w:rsidRPr="00275B88">
        <w:t>ne laissaient filtrer aucune lumière</w:t>
      </w:r>
      <w:r w:rsidR="002C50B2">
        <w:t xml:space="preserve">. </w:t>
      </w:r>
      <w:r w:rsidRPr="00275B88">
        <w:t>Et s</w:t>
      </w:r>
      <w:r w:rsidR="002C50B2">
        <w:t>’</w:t>
      </w:r>
      <w:r w:rsidRPr="00275B88">
        <w:t>introduisant à l</w:t>
      </w:r>
      <w:r w:rsidR="002C50B2">
        <w:t>’</w:t>
      </w:r>
      <w:r w:rsidRPr="00275B88">
        <w:t>intérieur</w:t>
      </w:r>
      <w:r w:rsidR="002C50B2">
        <w:t xml:space="preserve">, </w:t>
      </w:r>
      <w:r w:rsidRPr="00275B88">
        <w:t>il referma derrière lui la porte</w:t>
      </w:r>
      <w:r w:rsidR="002C50B2">
        <w:t xml:space="preserve">… </w:t>
      </w:r>
      <w:r w:rsidRPr="00275B88">
        <w:t>Puis ce fut un bruit de verrous que l</w:t>
      </w:r>
      <w:r w:rsidR="002C50B2">
        <w:t>’</w:t>
      </w:r>
      <w:r w:rsidRPr="00275B88">
        <w:t>on tire</w:t>
      </w:r>
      <w:r w:rsidR="002C50B2">
        <w:t xml:space="preserve">… </w:t>
      </w:r>
      <w:r w:rsidRPr="00275B88">
        <w:t>de chaînes que l</w:t>
      </w:r>
      <w:r w:rsidR="002C50B2">
        <w:t>’</w:t>
      </w:r>
      <w:r w:rsidRPr="00275B88">
        <w:t>on tend</w:t>
      </w:r>
      <w:r w:rsidR="002C50B2">
        <w:t>…</w:t>
      </w:r>
    </w:p>
    <w:p w14:paraId="3971840A" w14:textId="77777777" w:rsidR="002C50B2" w:rsidRDefault="00C77A4E" w:rsidP="002C50B2">
      <w:r w:rsidRPr="00275B88">
        <w:t>Qu</w:t>
      </w:r>
      <w:r w:rsidR="002C50B2">
        <w:t>’</w:t>
      </w:r>
      <w:r w:rsidRPr="00275B88">
        <w:t>allait donc faire le bossu en ce lieu sinistre</w:t>
      </w:r>
      <w:r w:rsidR="002C50B2">
        <w:t> ?…</w:t>
      </w:r>
    </w:p>
    <w:p w14:paraId="443E90D6" w14:textId="5FCE6E52" w:rsidR="00C77A4E" w:rsidRPr="00275B88" w:rsidRDefault="00C77A4E" w:rsidP="002C50B2">
      <w:pPr>
        <w:pStyle w:val="Titre2"/>
      </w:pPr>
      <w:bookmarkStart w:id="69" w:name="_Toc145914634"/>
      <w:bookmarkStart w:id="70" w:name="_Toc203477082"/>
      <w:r w:rsidRPr="00E65CD5">
        <w:lastRenderedPageBreak/>
        <w:t>III</w:t>
      </w:r>
      <w:bookmarkEnd w:id="69"/>
      <w:r>
        <w:br/>
      </w:r>
      <w:r>
        <w:br/>
      </w:r>
      <w:bookmarkStart w:id="71" w:name="_Toc145914635"/>
      <w:r w:rsidRPr="00275B88">
        <w:t>PAUVRE JACQUES</w:t>
      </w:r>
      <w:r w:rsidR="002C50B2">
        <w:t> !</w:t>
      </w:r>
      <w:bookmarkEnd w:id="70"/>
      <w:bookmarkEnd w:id="71"/>
      <w:r w:rsidR="002C50B2">
        <w:br/>
      </w:r>
    </w:p>
    <w:p w14:paraId="5783274C" w14:textId="77777777" w:rsidR="002C50B2" w:rsidRDefault="00C77A4E" w:rsidP="002C50B2">
      <w:r w:rsidRPr="00275B88">
        <w:t>À la villa de Chantecoq</w:t>
      </w:r>
      <w:r w:rsidR="002C50B2">
        <w:t xml:space="preserve">, </w:t>
      </w:r>
      <w:r w:rsidRPr="00275B88">
        <w:t xml:space="preserve">tandis que </w:t>
      </w:r>
      <w:proofErr w:type="spellStart"/>
      <w:r w:rsidRPr="00275B88">
        <w:t>Gautrais</w:t>
      </w:r>
      <w:proofErr w:type="spellEnd"/>
      <w:r w:rsidRPr="00275B88">
        <w:t xml:space="preserve"> continuait avec ses deux danois à monter une garde vigilante autour de la maison</w:t>
      </w:r>
      <w:r w:rsidR="002C50B2">
        <w:t xml:space="preserve">, </w:t>
      </w:r>
      <w:r w:rsidRPr="00275B88">
        <w:t>le détective</w:t>
      </w:r>
      <w:r w:rsidR="002C50B2">
        <w:t xml:space="preserve">, </w:t>
      </w:r>
      <w:r w:rsidRPr="00275B88">
        <w:t>Colette et Jacques</w:t>
      </w:r>
      <w:r w:rsidR="002C50B2">
        <w:t xml:space="preserve">, </w:t>
      </w:r>
      <w:r w:rsidRPr="00275B88">
        <w:t xml:space="preserve">qui avait gardé son travestissement de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achevaient de dîner sous la véranda</w:t>
      </w:r>
      <w:r w:rsidR="002C50B2">
        <w:t xml:space="preserve">, </w:t>
      </w:r>
      <w:r w:rsidRPr="00275B88">
        <w:t>lorsque Marie</w:t>
      </w:r>
      <w:r>
        <w:t>-</w:t>
      </w:r>
      <w:r w:rsidRPr="00275B88">
        <w:t>Jeanne apparut</w:t>
      </w:r>
      <w:r w:rsidR="002C50B2">
        <w:t>.</w:t>
      </w:r>
    </w:p>
    <w:p w14:paraId="2DB3817A" w14:textId="77777777" w:rsidR="002C50B2" w:rsidRDefault="002C50B2" w:rsidP="002C50B2">
      <w:r>
        <w:t>— </w:t>
      </w:r>
      <w:r w:rsidR="00C77A4E" w:rsidRPr="00275B88">
        <w:t>Ces messieurs et dames sont</w:t>
      </w:r>
      <w:r w:rsidR="00C77A4E">
        <w:t>-</w:t>
      </w:r>
      <w:r w:rsidR="00C77A4E" w:rsidRPr="00275B88">
        <w:t>ils satisfaits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d</w:t>
      </w:r>
      <w:r>
        <w:t>’</w:t>
      </w:r>
      <w:r w:rsidR="00C77A4E" w:rsidRPr="00275B88">
        <w:t>un air épanoui qui prouvait qu</w:t>
      </w:r>
      <w:r>
        <w:t>’</w:t>
      </w:r>
      <w:r w:rsidR="00C77A4E" w:rsidRPr="00275B88">
        <w:t>elle s</w:t>
      </w:r>
      <w:r>
        <w:t>’</w:t>
      </w:r>
      <w:r w:rsidR="00C77A4E" w:rsidRPr="00275B88">
        <w:t>attendait à de légitimes compliments</w:t>
      </w:r>
      <w:r>
        <w:t>.</w:t>
      </w:r>
    </w:p>
    <w:p w14:paraId="3B7BFAFD" w14:textId="77777777" w:rsidR="002C50B2" w:rsidRDefault="002C50B2" w:rsidP="002C50B2">
      <w:r>
        <w:t>— </w:t>
      </w:r>
      <w:r w:rsidR="00C77A4E" w:rsidRPr="00275B88">
        <w:t>Votre dîner était parfait</w:t>
      </w:r>
      <w:r>
        <w:t xml:space="preserve"> ! </w:t>
      </w:r>
      <w:r w:rsidR="00C77A4E" w:rsidRPr="00275B88">
        <w:t>répliquait Colette</w:t>
      </w:r>
      <w:r>
        <w:t>.</w:t>
      </w:r>
    </w:p>
    <w:p w14:paraId="486FCD2C" w14:textId="77777777" w:rsidR="002C50B2" w:rsidRDefault="002C50B2" w:rsidP="002C50B2">
      <w:r>
        <w:t>— </w:t>
      </w:r>
      <w:r w:rsidR="00C77A4E" w:rsidRPr="00275B88">
        <w:t>Moi</w:t>
      </w:r>
      <w:r>
        <w:t xml:space="preserve">… </w:t>
      </w:r>
      <w:r w:rsidR="00C77A4E" w:rsidRPr="00275B88">
        <w:t>déclarait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repris trois fois du canard au porto</w:t>
      </w:r>
      <w:r>
        <w:t>.</w:t>
      </w:r>
    </w:p>
    <w:p w14:paraId="2F1569FE" w14:textId="77777777" w:rsidR="002C50B2" w:rsidRDefault="002C50B2" w:rsidP="002C50B2">
      <w:r>
        <w:t>— </w:t>
      </w:r>
      <w:r w:rsidR="00C77A4E" w:rsidRPr="00275B88">
        <w:t>Et ma croûte aux fruits</w:t>
      </w:r>
      <w:r>
        <w:t> ?</w:t>
      </w:r>
    </w:p>
    <w:p w14:paraId="2698549E" w14:textId="77777777" w:rsidR="002C50B2" w:rsidRDefault="002C50B2" w:rsidP="002C50B2">
      <w:r>
        <w:t>— </w:t>
      </w:r>
      <w:r w:rsidR="00C77A4E" w:rsidRPr="00275B88">
        <w:t>Délicieuse</w:t>
      </w:r>
      <w:r>
        <w:t xml:space="preserve"> !… </w:t>
      </w:r>
      <w:r w:rsidR="00C77A4E" w:rsidRPr="00275B88">
        <w:t>affirmait Bellegarde</w:t>
      </w:r>
      <w:r>
        <w:t>.</w:t>
      </w:r>
    </w:p>
    <w:p w14:paraId="4FBE7A77" w14:textId="05E00E10" w:rsidR="002C50B2" w:rsidRDefault="002C50B2" w:rsidP="002C50B2">
      <w:r>
        <w:t>— </w:t>
      </w:r>
      <w:r w:rsidR="00C77A4E" w:rsidRPr="00275B88">
        <w:t>Je suis bien contente</w:t>
      </w:r>
      <w:r>
        <w:t xml:space="preserve"> ! </w:t>
      </w:r>
      <w:r w:rsidR="00C77A4E" w:rsidRPr="00275B88">
        <w:t>affirmait l</w:t>
      </w:r>
      <w:r>
        <w:t>’</w:t>
      </w:r>
      <w:r w:rsidR="00C77A4E" w:rsidRPr="00275B88">
        <w:t xml:space="preserve">excellente </w:t>
      </w:r>
      <w:r>
        <w:t>M</w:t>
      </w:r>
      <w:r w:rsidRPr="002C50B2">
        <w:rPr>
          <w:vertAlign w:val="superscript"/>
        </w:rPr>
        <w:t>me</w:t>
      </w:r>
      <w:r>
        <w:t> </w:t>
      </w:r>
      <w:proofErr w:type="spellStart"/>
      <w:r w:rsidR="00C77A4E" w:rsidRPr="00275B88">
        <w:t>Gautrais</w:t>
      </w:r>
      <w:proofErr w:type="spellEnd"/>
      <w:r>
        <w:t>…</w:t>
      </w:r>
    </w:p>
    <w:p w14:paraId="473BF0C9" w14:textId="77777777" w:rsidR="002C50B2" w:rsidRDefault="00C77A4E" w:rsidP="002C50B2">
      <w:r w:rsidRPr="00275B88">
        <w:t>Et après avoir déposé près du détective quelques feuilles du soir</w:t>
      </w:r>
      <w:r w:rsidR="002C50B2">
        <w:t xml:space="preserve">, </w:t>
      </w:r>
      <w:r w:rsidRPr="00275B88">
        <w:t>elle se retira</w:t>
      </w:r>
      <w:r w:rsidR="002C50B2">
        <w:t>.</w:t>
      </w:r>
    </w:p>
    <w:p w14:paraId="1AD61AB5" w14:textId="77777777" w:rsidR="002C50B2" w:rsidRDefault="00C77A4E" w:rsidP="002C50B2">
      <w:r w:rsidRPr="00275B88">
        <w:t>Chantecoq s</w:t>
      </w:r>
      <w:r w:rsidR="002C50B2">
        <w:t>’</w:t>
      </w:r>
      <w:r w:rsidRPr="00275B88">
        <w:t>empara d</w:t>
      </w:r>
      <w:r w:rsidR="002C50B2">
        <w:t>’</w:t>
      </w:r>
      <w:r w:rsidRPr="00275B88">
        <w:t>un journal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ouvrit et le déplia</w:t>
      </w:r>
      <w:r w:rsidR="002C50B2">
        <w:t>.</w:t>
      </w:r>
    </w:p>
    <w:p w14:paraId="6B065BC9" w14:textId="77777777" w:rsidR="002C50B2" w:rsidRDefault="00C77A4E" w:rsidP="002C50B2">
      <w:r w:rsidRPr="00275B88">
        <w:t>Bellegarde et Colette allaient en prendre chacun un autre</w:t>
      </w:r>
      <w:r w:rsidR="002C50B2">
        <w:t xml:space="preserve"> ; </w:t>
      </w:r>
      <w:r w:rsidRPr="00275B88">
        <w:t>mais</w:t>
      </w:r>
      <w:r w:rsidR="002C50B2">
        <w:t xml:space="preserve">, </w:t>
      </w:r>
      <w:r w:rsidRPr="00275B88">
        <w:t>tout à coup</w:t>
      </w:r>
      <w:r w:rsidR="002C50B2">
        <w:t xml:space="preserve">, </w:t>
      </w:r>
      <w:r w:rsidRPr="00275B88">
        <w:t>le grand limier lançait en riant</w:t>
      </w:r>
      <w:r w:rsidR="002C50B2">
        <w:t> :</w:t>
      </w:r>
    </w:p>
    <w:p w14:paraId="7AFC9B1D" w14:textId="77777777" w:rsidR="002C50B2" w:rsidRDefault="002C50B2" w:rsidP="002C50B2">
      <w:r>
        <w:lastRenderedPageBreak/>
        <w:t>— </w:t>
      </w:r>
      <w:r w:rsidR="00C77A4E" w:rsidRPr="00275B88">
        <w:t xml:space="preserve">Ce pauvre </w:t>
      </w:r>
      <w:proofErr w:type="spellStart"/>
      <w:r w:rsidR="00C77A4E" w:rsidRPr="00275B88">
        <w:t>Ménardier</w:t>
      </w:r>
      <w:proofErr w:type="spellEnd"/>
      <w:r>
        <w:t xml:space="preserve">… </w:t>
      </w:r>
      <w:r w:rsidR="00C77A4E" w:rsidRPr="00275B88">
        <w:t>quel entêté</w:t>
      </w:r>
      <w:r>
        <w:t xml:space="preserve"> ! </w:t>
      </w:r>
      <w:r w:rsidR="00C77A4E" w:rsidRPr="00275B88">
        <w:t>Décidément</w:t>
      </w:r>
      <w:r>
        <w:t xml:space="preserve">, </w:t>
      </w:r>
      <w:r w:rsidR="00C77A4E" w:rsidRPr="00275B88">
        <w:t>il veut se couvrir de ridicule</w:t>
      </w:r>
      <w:r>
        <w:t>.</w:t>
      </w:r>
    </w:p>
    <w:p w14:paraId="364DDACA" w14:textId="77777777" w:rsidR="002C50B2" w:rsidRDefault="00C77A4E" w:rsidP="002C50B2">
      <w:r w:rsidRPr="00275B88">
        <w:t>Il tendit la feuille à Bellegarde et</w:t>
      </w:r>
      <w:r w:rsidR="002C50B2">
        <w:t xml:space="preserve">, </w:t>
      </w:r>
      <w:r w:rsidRPr="00275B88">
        <w:t>tout en lui indiquant du doigt un passage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21410257" w14:textId="77777777" w:rsidR="002C50B2" w:rsidRDefault="002C50B2" w:rsidP="002C50B2">
      <w:r>
        <w:t>— </w:t>
      </w:r>
      <w:r w:rsidR="00C77A4E" w:rsidRPr="00275B88">
        <w:t>Si vous voulez vous régaler</w:t>
      </w:r>
      <w:r>
        <w:t xml:space="preserve">, </w:t>
      </w:r>
      <w:r w:rsidR="00C77A4E" w:rsidRPr="00275B88">
        <w:t>dégustez cela</w:t>
      </w:r>
      <w:r>
        <w:t> !</w:t>
      </w:r>
    </w:p>
    <w:p w14:paraId="6220E294" w14:textId="77777777" w:rsidR="002C50B2" w:rsidRDefault="00C77A4E" w:rsidP="002C50B2">
      <w:r w:rsidRPr="00275B88">
        <w:t>Jacques s</w:t>
      </w:r>
      <w:r w:rsidR="002C50B2">
        <w:t>’</w:t>
      </w:r>
      <w:r w:rsidRPr="00275B88">
        <w:t>empara du journal et lut l</w:t>
      </w:r>
      <w:r w:rsidR="002C50B2">
        <w:t>’</w:t>
      </w:r>
      <w:r w:rsidRPr="00275B88">
        <w:t>entrefilet suivant</w:t>
      </w:r>
      <w:r w:rsidR="002C50B2">
        <w:t> :</w:t>
      </w:r>
    </w:p>
    <w:p w14:paraId="1C9591D5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L</w:t>
      </w:r>
      <w:r w:rsidR="002C50B2">
        <w:rPr>
          <w:i/>
          <w:iCs/>
        </w:rPr>
        <w:t>’</w:t>
      </w:r>
      <w:r w:rsidRPr="00275B88">
        <w:rPr>
          <w:i/>
          <w:iCs/>
        </w:rPr>
        <w:t xml:space="preserve">inspecteur </w:t>
      </w:r>
      <w:proofErr w:type="spellStart"/>
      <w:r w:rsidRPr="00275B88">
        <w:rPr>
          <w:i/>
          <w:iCs/>
        </w:rPr>
        <w:t>Ménardier</w:t>
      </w:r>
      <w:proofErr w:type="spellEnd"/>
      <w:r w:rsidRPr="00275B88">
        <w:rPr>
          <w:i/>
          <w:iCs/>
        </w:rPr>
        <w:t xml:space="preserve"> a découvert l</w:t>
      </w:r>
      <w:r w:rsidR="002C50B2">
        <w:rPr>
          <w:i/>
          <w:iCs/>
        </w:rPr>
        <w:t>’</w:t>
      </w:r>
      <w:r w:rsidRPr="00275B88">
        <w:rPr>
          <w:i/>
          <w:iCs/>
        </w:rPr>
        <w:t>identité de l</w:t>
      </w:r>
      <w:r w:rsidR="002C50B2">
        <w:rPr>
          <w:i/>
          <w:iCs/>
        </w:rPr>
        <w:t>’</w:t>
      </w:r>
      <w:r w:rsidRPr="00275B88">
        <w:rPr>
          <w:i/>
          <w:iCs/>
        </w:rPr>
        <w:t>un des complices de l</w:t>
      </w:r>
      <w:r w:rsidR="002C50B2">
        <w:rPr>
          <w:i/>
          <w:iCs/>
        </w:rPr>
        <w:t>’</w:t>
      </w:r>
      <w:r w:rsidRPr="00275B88">
        <w:rPr>
          <w:i/>
          <w:iCs/>
        </w:rPr>
        <w:t>assassin du Louvre qui ne serait autre qu</w:t>
      </w:r>
      <w:r w:rsidR="002C50B2">
        <w:rPr>
          <w:i/>
          <w:iCs/>
        </w:rPr>
        <w:t>’</w:t>
      </w:r>
      <w:r w:rsidRPr="00275B88">
        <w:rPr>
          <w:i/>
          <w:iCs/>
        </w:rPr>
        <w:t>un jeune journaliste connu</w:t>
      </w:r>
      <w:r w:rsidR="002C50B2">
        <w:rPr>
          <w:i/>
          <w:iCs/>
        </w:rPr>
        <w:t xml:space="preserve">. </w:t>
      </w:r>
      <w:r w:rsidRPr="00275B88">
        <w:rPr>
          <w:i/>
          <w:iCs/>
        </w:rPr>
        <w:t>L</w:t>
      </w:r>
      <w:r w:rsidR="002C50B2">
        <w:rPr>
          <w:i/>
          <w:iCs/>
        </w:rPr>
        <w:t>’</w:t>
      </w:r>
      <w:r w:rsidRPr="00275B88">
        <w:rPr>
          <w:i/>
          <w:iCs/>
        </w:rPr>
        <w:t>arrestation du coupable serait imminente</w:t>
      </w:r>
      <w:r w:rsidR="002C50B2">
        <w:rPr>
          <w:i/>
          <w:iCs/>
        </w:rPr>
        <w:t>.</w:t>
      </w:r>
    </w:p>
    <w:p w14:paraId="2AB10FED" w14:textId="77777777" w:rsidR="002C50B2" w:rsidRDefault="002C50B2" w:rsidP="002C50B2">
      <w:r>
        <w:t>— </w:t>
      </w:r>
      <w:r w:rsidR="00C77A4E" w:rsidRPr="00275B88">
        <w:t>Vous ne trouvez pas qu</w:t>
      </w:r>
      <w:r>
        <w:t>’</w:t>
      </w:r>
      <w:r w:rsidR="00C77A4E" w:rsidRPr="00275B88">
        <w:t>il va fort</w:t>
      </w:r>
      <w:r>
        <w:t xml:space="preserve">… </w:t>
      </w:r>
      <w:r w:rsidR="00C77A4E" w:rsidRPr="00275B88">
        <w:t>ce cher inspecteur</w:t>
      </w:r>
      <w:r>
        <w:t xml:space="preserve"> ?… </w:t>
      </w:r>
      <w:r w:rsidR="00C77A4E" w:rsidRPr="00275B88">
        <w:t>lançait ironiquement Chantecoq</w:t>
      </w:r>
      <w:r>
        <w:t>.</w:t>
      </w:r>
    </w:p>
    <w:p w14:paraId="1310ADC2" w14:textId="77777777" w:rsidR="002C50B2" w:rsidRDefault="00C77A4E" w:rsidP="002C50B2">
      <w:r w:rsidRPr="00275B88">
        <w:t>Jacques ne lui répondit pas</w:t>
      </w:r>
      <w:r w:rsidR="002C50B2">
        <w:t xml:space="preserve">… </w:t>
      </w:r>
      <w:r w:rsidRPr="00275B88">
        <w:t>Il continuait sa lecture</w:t>
      </w:r>
      <w:r w:rsidR="002C50B2">
        <w:t xml:space="preserve">… </w:t>
      </w:r>
      <w:r w:rsidRPr="00275B88">
        <w:t>Soudain ses traits se contractèrent sous l</w:t>
      </w:r>
      <w:r w:rsidR="002C50B2">
        <w:t>’</w:t>
      </w:r>
      <w:r w:rsidRPr="00275B88">
        <w:t>emprise d</w:t>
      </w:r>
      <w:r w:rsidR="002C50B2">
        <w:t>’</w:t>
      </w:r>
      <w:r w:rsidRPr="00275B88">
        <w:t>une violente émotion intérieure</w:t>
      </w:r>
      <w:r w:rsidR="002C50B2">
        <w:t xml:space="preserve">. </w:t>
      </w:r>
      <w:r w:rsidRPr="00275B88">
        <w:t>Le grand détective</w:t>
      </w:r>
      <w:r w:rsidR="002C50B2">
        <w:t xml:space="preserve">, </w:t>
      </w:r>
      <w:r w:rsidRPr="00275B88">
        <w:t>surpris</w:t>
      </w:r>
      <w:r w:rsidR="002C50B2">
        <w:t xml:space="preserve">, </w:t>
      </w:r>
      <w:r w:rsidRPr="00275B88">
        <w:t>reprit</w:t>
      </w:r>
      <w:r w:rsidR="002C50B2">
        <w:t> :</w:t>
      </w:r>
    </w:p>
    <w:p w14:paraId="06FCAD5C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espère que cela ne va pas vous empêcher de dormir</w:t>
      </w:r>
      <w:r>
        <w:t xml:space="preserve"> ?… </w:t>
      </w:r>
      <w:r w:rsidR="00C77A4E" w:rsidRPr="00275B88">
        <w:t xml:space="preserve">Vous ne supposez pas que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vous a repéré et qu</w:t>
      </w:r>
      <w:r>
        <w:t>’</w:t>
      </w:r>
      <w:r w:rsidR="00C77A4E" w:rsidRPr="00275B88">
        <w:t>il va venir vous arrêter chez moi</w:t>
      </w:r>
      <w:r>
        <w:t> ?</w:t>
      </w:r>
    </w:p>
    <w:p w14:paraId="7E58D573" w14:textId="77777777" w:rsidR="002C50B2" w:rsidRDefault="00C77A4E" w:rsidP="002C50B2">
      <w:r w:rsidRPr="00275B88">
        <w:t>Toujours sans dire un mot</w:t>
      </w:r>
      <w:r w:rsidR="002C50B2">
        <w:t xml:space="preserve">, </w:t>
      </w:r>
      <w:r w:rsidRPr="00275B88">
        <w:t>Jacques déposa le journal sur la table</w:t>
      </w:r>
      <w:r w:rsidR="002C50B2">
        <w:t xml:space="preserve">… </w:t>
      </w:r>
      <w:r w:rsidRPr="00275B88">
        <w:t>Son visage trahissait plus que de la préoccupation</w:t>
      </w:r>
      <w:r w:rsidR="002C50B2">
        <w:t xml:space="preserve">… </w:t>
      </w:r>
      <w:r w:rsidRPr="00275B88">
        <w:t>de la douleur</w:t>
      </w:r>
      <w:r w:rsidR="002C50B2">
        <w:t> !</w:t>
      </w:r>
    </w:p>
    <w:p w14:paraId="2384A6C4" w14:textId="77777777" w:rsidR="002C50B2" w:rsidRDefault="00C77A4E" w:rsidP="002C50B2">
      <w:r w:rsidRPr="00275B88">
        <w:t>Tandis que Colette considérait le journaliste avec anxiété</w:t>
      </w:r>
      <w:r w:rsidR="002C50B2">
        <w:t xml:space="preserve">, </w:t>
      </w:r>
      <w:r w:rsidRPr="00275B88">
        <w:t>Chantecoq demandait</w:t>
      </w:r>
      <w:r w:rsidR="002C50B2">
        <w:t> :</w:t>
      </w:r>
    </w:p>
    <w:p w14:paraId="652015C0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avez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cher ami</w:t>
      </w:r>
      <w:r>
        <w:t> ?</w:t>
      </w:r>
    </w:p>
    <w:p w14:paraId="69F7B6B8" w14:textId="77777777" w:rsidR="002C50B2" w:rsidRDefault="002C50B2" w:rsidP="002C50B2">
      <w:r>
        <w:t>— </w:t>
      </w:r>
      <w:r w:rsidR="00C77A4E" w:rsidRPr="00275B88">
        <w:t>Un malaise subit</w:t>
      </w:r>
      <w:r>
        <w:t xml:space="preserve">, </w:t>
      </w:r>
      <w:r w:rsidR="00C77A4E" w:rsidRPr="00275B88">
        <w:t>fit Bellegarde en portant la main à son front</w:t>
      </w:r>
      <w:r>
        <w:t>.</w:t>
      </w:r>
    </w:p>
    <w:p w14:paraId="5CDBD225" w14:textId="77777777" w:rsidR="002C50B2" w:rsidRDefault="002C50B2" w:rsidP="002C50B2">
      <w:r>
        <w:lastRenderedPageBreak/>
        <w:t>— </w:t>
      </w:r>
      <w:r w:rsidR="00C77A4E" w:rsidRPr="00275B88">
        <w:t>Je vous le répète</w:t>
      </w:r>
      <w:r>
        <w:t xml:space="preserve">, </w:t>
      </w:r>
      <w:r w:rsidR="00C77A4E" w:rsidRPr="00275B88">
        <w:t>insistait Chantecoq</w:t>
      </w:r>
      <w:r>
        <w:t xml:space="preserve">, </w:t>
      </w:r>
      <w:r w:rsidR="00C77A4E" w:rsidRPr="00275B88">
        <w:t>vous n</w:t>
      </w:r>
      <w:r>
        <w:t>’</w:t>
      </w:r>
      <w:r w:rsidR="00C77A4E" w:rsidRPr="00275B88">
        <w:t xml:space="preserve">avez rien à craindre de </w:t>
      </w:r>
      <w:proofErr w:type="spellStart"/>
      <w:r w:rsidR="00C77A4E" w:rsidRPr="00275B88">
        <w:t>Ménardier</w:t>
      </w:r>
      <w:proofErr w:type="spellEnd"/>
      <w:r>
        <w:t xml:space="preserve">. </w:t>
      </w:r>
      <w:r w:rsidR="00C77A4E" w:rsidRPr="00275B88">
        <w:t>Si j</w:t>
      </w:r>
      <w:r>
        <w:t>’</w:t>
      </w:r>
      <w:r w:rsidR="00C77A4E" w:rsidRPr="00275B88">
        <w:t>avais le moindre doute à ce sujet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aurais déjà pris toutes les précautions nécessaires</w:t>
      </w:r>
      <w:r>
        <w:t>.</w:t>
      </w:r>
    </w:p>
    <w:p w14:paraId="0BCDD5B0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cela</w:t>
      </w:r>
      <w:r>
        <w:t xml:space="preserve"> ! </w:t>
      </w:r>
      <w:r w:rsidR="00C77A4E" w:rsidRPr="00275B88">
        <w:t>déclarait le journaliste</w:t>
      </w:r>
      <w:r>
        <w:t xml:space="preserve">… </w:t>
      </w:r>
      <w:r w:rsidR="00C77A4E" w:rsidRPr="00275B88">
        <w:t>Je ne me sens pas très bien</w:t>
      </w:r>
      <w:r>
        <w:t xml:space="preserve">… </w:t>
      </w:r>
      <w:r w:rsidR="00C77A4E" w:rsidRPr="00275B88">
        <w:t>voilà tout</w:t>
      </w:r>
      <w:r>
        <w:t xml:space="preserve">… </w:t>
      </w:r>
      <w:r w:rsidR="00C77A4E" w:rsidRPr="00275B88">
        <w:t>Et je vous demande la permission de me retirer</w:t>
      </w:r>
      <w:r>
        <w:t>.</w:t>
      </w:r>
    </w:p>
    <w:p w14:paraId="692C2D21" w14:textId="77777777" w:rsidR="002C50B2" w:rsidRDefault="00C77A4E" w:rsidP="002C50B2">
      <w:r w:rsidRPr="00275B88">
        <w:t>Colette chercha son regard et ne le rencontra pas</w:t>
      </w:r>
      <w:r w:rsidR="002C50B2">
        <w:t xml:space="preserve">. </w:t>
      </w:r>
      <w:r w:rsidRPr="00275B88">
        <w:t>Jacques se leva</w:t>
      </w:r>
      <w:r w:rsidR="002C50B2">
        <w:t xml:space="preserve">… </w:t>
      </w:r>
      <w:r w:rsidRPr="00275B88">
        <w:t>salua son hôte</w:t>
      </w:r>
      <w:r w:rsidR="002C50B2">
        <w:t xml:space="preserve">… </w:t>
      </w:r>
      <w:r w:rsidRPr="00275B88">
        <w:t>et rentra dans la maison d</w:t>
      </w:r>
      <w:r w:rsidR="002C50B2">
        <w:t>’</w:t>
      </w:r>
      <w:r w:rsidRPr="00275B88">
        <w:t>un pas mal assuré</w:t>
      </w:r>
      <w:r w:rsidR="002C50B2">
        <w:t>.</w:t>
      </w:r>
    </w:p>
    <w:p w14:paraId="5AEC90D2" w14:textId="77777777" w:rsidR="002C50B2" w:rsidRDefault="002C50B2" w:rsidP="002C50B2">
      <w:r>
        <w:t>— </w:t>
      </w:r>
      <w:r w:rsidR="00C77A4E" w:rsidRPr="00275B88">
        <w:t>Mon Dieu</w:t>
      </w:r>
      <w:r>
        <w:t xml:space="preserve"> ! </w:t>
      </w:r>
      <w:r w:rsidR="00C77A4E" w:rsidRPr="00275B88">
        <w:t>fit Colette en pâlissant</w:t>
      </w:r>
      <w:r>
        <w:t>.</w:t>
      </w:r>
    </w:p>
    <w:p w14:paraId="0B4A3C4C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as</w:t>
      </w:r>
      <w:r w:rsidR="00C77A4E">
        <w:t>-</w:t>
      </w:r>
      <w:r w:rsidR="00C77A4E" w:rsidRPr="00275B88">
        <w:t>tu</w:t>
      </w:r>
      <w:r>
        <w:t xml:space="preserve"> ? </w:t>
      </w:r>
      <w:r w:rsidR="00C77A4E" w:rsidRPr="00275B88">
        <w:t>interrogeait son père</w:t>
      </w:r>
      <w:r>
        <w:t>.</w:t>
      </w:r>
    </w:p>
    <w:p w14:paraId="7762028E" w14:textId="77777777" w:rsidR="002C50B2" w:rsidRDefault="00C77A4E" w:rsidP="002C50B2">
      <w:r w:rsidRPr="00275B88">
        <w:t>La jeune fille murmura</w:t>
      </w:r>
      <w:r w:rsidR="002C50B2">
        <w:t> :</w:t>
      </w:r>
    </w:p>
    <w:p w14:paraId="224BB77F" w14:textId="77777777" w:rsidR="002C50B2" w:rsidRDefault="002C50B2" w:rsidP="002C50B2">
      <w:r>
        <w:t>— </w:t>
      </w:r>
      <w:r w:rsidR="00C77A4E" w:rsidRPr="00275B88">
        <w:t>Si Belphégor l</w:t>
      </w:r>
      <w:r>
        <w:t>’</w:t>
      </w:r>
      <w:r w:rsidR="00C77A4E" w:rsidRPr="00275B88">
        <w:t>avait empoisonné</w:t>
      </w:r>
      <w:r>
        <w:t> ?…</w:t>
      </w:r>
    </w:p>
    <w:p w14:paraId="07C4592B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 xml:space="preserve"> ! </w:t>
      </w:r>
      <w:r w:rsidR="00C77A4E" w:rsidRPr="00275B88">
        <w:t>déclarait le roi des détectives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ton incisif</w:t>
      </w:r>
      <w:r>
        <w:t>.</w:t>
      </w:r>
    </w:p>
    <w:p w14:paraId="3E8D00D0" w14:textId="77777777" w:rsidR="002C50B2" w:rsidRDefault="002C50B2" w:rsidP="002C50B2">
      <w:r>
        <w:t>— </w:t>
      </w:r>
      <w:r w:rsidR="00C77A4E" w:rsidRPr="00275B88">
        <w:t>Cependant</w:t>
      </w:r>
      <w:r>
        <w:t>…</w:t>
      </w:r>
    </w:p>
    <w:p w14:paraId="3AB7D921" w14:textId="77777777" w:rsidR="002C50B2" w:rsidRDefault="002C50B2" w:rsidP="002C50B2">
      <w:r>
        <w:t>— </w:t>
      </w:r>
      <w:r w:rsidR="00C77A4E" w:rsidRPr="00275B88">
        <w:t>Réfléchis un peu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ai pas quitté Bellegarde depuis ce matin</w:t>
      </w:r>
      <w:r>
        <w:t xml:space="preserve">… </w:t>
      </w:r>
      <w:r w:rsidR="00C77A4E" w:rsidRPr="00275B88">
        <w:t>Je suis sûr qu</w:t>
      </w:r>
      <w:r>
        <w:t>’</w:t>
      </w:r>
      <w:r w:rsidR="00C77A4E" w:rsidRPr="00275B88">
        <w:t>il n</w:t>
      </w:r>
      <w:r>
        <w:t>’</w:t>
      </w:r>
      <w:r w:rsidR="00C77A4E" w:rsidRPr="00275B88">
        <w:t>a rien absorbé au dehors</w:t>
      </w:r>
      <w:r>
        <w:t xml:space="preserve">, </w:t>
      </w:r>
      <w:r w:rsidR="00C77A4E" w:rsidRPr="00275B88">
        <w:t>et je pense que tu ne vas pas accuser cette brave Marie</w:t>
      </w:r>
      <w:r w:rsidR="00C77A4E">
        <w:t>-</w:t>
      </w:r>
      <w:r w:rsidR="00C77A4E" w:rsidRPr="00275B88">
        <w:t>Jeanne d</w:t>
      </w:r>
      <w:r>
        <w:t>’</w:t>
      </w:r>
      <w:r w:rsidR="00C77A4E" w:rsidRPr="00275B88">
        <w:t>être la complice de Belphégor</w:t>
      </w:r>
      <w:r>
        <w:t> ?</w:t>
      </w:r>
    </w:p>
    <w:p w14:paraId="52CC45BF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non</w:t>
      </w:r>
      <w:r>
        <w:t xml:space="preserve">, </w:t>
      </w:r>
      <w:r w:rsidR="00C77A4E" w:rsidRPr="00275B88">
        <w:t>père</w:t>
      </w:r>
      <w:r>
        <w:t xml:space="preserve"> ! </w:t>
      </w:r>
      <w:r w:rsidR="00C77A4E" w:rsidRPr="00275B88">
        <w:t>Mais je me demande si ce misérable n</w:t>
      </w:r>
      <w:r>
        <w:t>’</w:t>
      </w:r>
      <w:r w:rsidR="00C77A4E" w:rsidRPr="00275B88">
        <w:t>aurait pas</w:t>
      </w:r>
      <w:r>
        <w:t xml:space="preserve">, </w:t>
      </w:r>
      <w:r w:rsidR="00C77A4E" w:rsidRPr="00275B88">
        <w:t>à l</w:t>
      </w:r>
      <w:r>
        <w:t>’</w:t>
      </w:r>
      <w:r w:rsidR="00C77A4E" w:rsidRPr="00275B88">
        <w:t>insu de cette brave femme</w:t>
      </w:r>
      <w:r>
        <w:t xml:space="preserve">, </w:t>
      </w:r>
      <w:r w:rsidR="00C77A4E" w:rsidRPr="00275B88">
        <w:t>réussi à glisser un toxique dans nos aliments ou dans notre boisson</w:t>
      </w:r>
      <w:r>
        <w:t>.</w:t>
      </w:r>
    </w:p>
    <w:p w14:paraId="6CF40A4D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rétorquait le grand limier</w:t>
      </w:r>
      <w:r>
        <w:t xml:space="preserve">, </w:t>
      </w:r>
      <w:r w:rsidR="00C77A4E" w:rsidRPr="00275B88">
        <w:t xml:space="preserve">nous </w:t>
      </w:r>
      <w:proofErr w:type="gramStart"/>
      <w:r w:rsidR="00C77A4E" w:rsidRPr="00275B88">
        <w:t>serions</w:t>
      </w:r>
      <w:proofErr w:type="gramEnd"/>
      <w:r w:rsidR="00C77A4E" w:rsidRPr="00275B88">
        <w:t xml:space="preserve"> empoisonnés tous les trois</w:t>
      </w:r>
      <w:r>
        <w:t>.</w:t>
      </w:r>
    </w:p>
    <w:p w14:paraId="4235D18E" w14:textId="77777777" w:rsidR="002C50B2" w:rsidRDefault="00C77A4E" w:rsidP="002C50B2">
      <w:r w:rsidRPr="00275B88">
        <w:lastRenderedPageBreak/>
        <w:t>Colette n</w:t>
      </w:r>
      <w:r w:rsidR="002C50B2">
        <w:t>’</w:t>
      </w:r>
      <w:r w:rsidRPr="00275B88">
        <w:t>insista pas</w:t>
      </w:r>
      <w:r w:rsidR="002C50B2">
        <w:t xml:space="preserve">. </w:t>
      </w:r>
      <w:r w:rsidRPr="00275B88">
        <w:t>Machinalement elle prit le journal que Jacques avait laissé et en commença la lecture</w:t>
      </w:r>
      <w:r w:rsidR="002C50B2">
        <w:t>.</w:t>
      </w:r>
    </w:p>
    <w:p w14:paraId="2B64FAE3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elle tressaillit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comme frappée au cœur</w:t>
      </w:r>
      <w:r w:rsidR="002C50B2">
        <w:t xml:space="preserve">, </w:t>
      </w:r>
      <w:r w:rsidRPr="00275B88">
        <w:t>elle eut un faible cri</w:t>
      </w:r>
      <w:r w:rsidR="002C50B2">
        <w:t xml:space="preserve">… </w:t>
      </w:r>
      <w:r w:rsidRPr="00275B88">
        <w:t>Mais il était si douloureux que son père lui arracha le journal et chercha à découvrir ce qui avait bien pu causer à son enfant un si profond chagrin</w:t>
      </w:r>
      <w:r w:rsidR="002C50B2">
        <w:t xml:space="preserve">. </w:t>
      </w:r>
      <w:r w:rsidRPr="00275B88">
        <w:t>Tout de suite il fut fixé</w:t>
      </w:r>
      <w:r w:rsidR="002C50B2">
        <w:t xml:space="preserve">. </w:t>
      </w:r>
      <w:r w:rsidRPr="00275B88">
        <w:t>À quelques lignes au</w:t>
      </w:r>
      <w:r>
        <w:t>-</w:t>
      </w:r>
      <w:r w:rsidRPr="00275B88">
        <w:t>dessous de l</w:t>
      </w:r>
      <w:r w:rsidR="002C50B2">
        <w:t>’</w:t>
      </w:r>
      <w:r w:rsidRPr="00275B88">
        <w:t>entrefilet qui annonçait l</w:t>
      </w:r>
      <w:r w:rsidR="002C50B2">
        <w:t>’</w:t>
      </w:r>
      <w:r w:rsidRPr="00275B88">
        <w:t>imminente arrestation de Jacques</w:t>
      </w:r>
      <w:r w:rsidR="002C50B2">
        <w:t xml:space="preserve">, </w:t>
      </w:r>
      <w:r w:rsidRPr="00275B88">
        <w:t>il découvrait ceci</w:t>
      </w:r>
      <w:r w:rsidR="002C50B2">
        <w:t> :</w:t>
      </w:r>
    </w:p>
    <w:p w14:paraId="128EED4C" w14:textId="1F061F75" w:rsidR="002C50B2" w:rsidRDefault="002C50B2" w:rsidP="002C50B2">
      <w:pPr>
        <w:rPr>
          <w:i/>
          <w:iCs/>
        </w:rPr>
      </w:pPr>
      <w:r>
        <w:rPr>
          <w:i/>
          <w:iCs/>
        </w:rPr>
        <w:t>M</w:t>
      </w:r>
      <w:r w:rsidRPr="002C50B2">
        <w:rPr>
          <w:i/>
          <w:iCs/>
          <w:vertAlign w:val="superscript"/>
        </w:rPr>
        <w:t>lle</w:t>
      </w:r>
      <w:r>
        <w:rPr>
          <w:i/>
          <w:iCs/>
        </w:rPr>
        <w:t> </w:t>
      </w:r>
      <w:r w:rsidR="00C77A4E" w:rsidRPr="00052CB3">
        <w:rPr>
          <w:i/>
          <w:iCs/>
        </w:rPr>
        <w:t>Simone Desroches</w:t>
      </w:r>
      <w:r>
        <w:rPr>
          <w:i/>
          <w:iCs/>
        </w:rPr>
        <w:t xml:space="preserve">, </w:t>
      </w:r>
      <w:r w:rsidR="00C77A4E" w:rsidRPr="00052CB3">
        <w:rPr>
          <w:i/>
          <w:iCs/>
        </w:rPr>
        <w:t>l</w:t>
      </w:r>
      <w:r>
        <w:rPr>
          <w:i/>
          <w:iCs/>
        </w:rPr>
        <w:t>’</w:t>
      </w:r>
      <w:r w:rsidR="00C77A4E" w:rsidRPr="00052CB3">
        <w:rPr>
          <w:i/>
          <w:iCs/>
        </w:rPr>
        <w:t>auteur d</w:t>
      </w:r>
      <w:r>
        <w:rPr>
          <w:i/>
          <w:iCs/>
        </w:rPr>
        <w:t>’</w:t>
      </w:r>
      <w:r w:rsidR="00C77A4E" w:rsidRPr="00052CB3">
        <w:rPr>
          <w:i/>
          <w:iCs/>
        </w:rPr>
        <w:t xml:space="preserve">un poème intitulé </w:t>
      </w:r>
      <w:r w:rsidR="00C77A4E" w:rsidRPr="00052CB3">
        <w:t>Beaux rêves</w:t>
      </w:r>
      <w:r>
        <w:rPr>
          <w:i/>
          <w:iCs/>
        </w:rPr>
        <w:t xml:space="preserve">, </w:t>
      </w:r>
      <w:r w:rsidR="00C77A4E" w:rsidRPr="00052CB3">
        <w:rPr>
          <w:i/>
          <w:iCs/>
        </w:rPr>
        <w:t>a été frappée</w:t>
      </w:r>
      <w:r>
        <w:rPr>
          <w:i/>
          <w:iCs/>
        </w:rPr>
        <w:t xml:space="preserve">, </w:t>
      </w:r>
      <w:r w:rsidR="00C77A4E" w:rsidRPr="00052CB3">
        <w:rPr>
          <w:i/>
          <w:iCs/>
        </w:rPr>
        <w:t>la nuit dernière</w:t>
      </w:r>
      <w:r>
        <w:rPr>
          <w:i/>
          <w:iCs/>
        </w:rPr>
        <w:t xml:space="preserve">, </w:t>
      </w:r>
      <w:r w:rsidR="00C77A4E" w:rsidRPr="00052CB3">
        <w:rPr>
          <w:i/>
          <w:iCs/>
        </w:rPr>
        <w:t>d</w:t>
      </w:r>
      <w:r>
        <w:rPr>
          <w:i/>
          <w:iCs/>
        </w:rPr>
        <w:t>’</w:t>
      </w:r>
      <w:r w:rsidR="00C77A4E" w:rsidRPr="00052CB3">
        <w:rPr>
          <w:i/>
          <w:iCs/>
        </w:rPr>
        <w:t>un mal subit qui ne laisse malheureusement que peu d</w:t>
      </w:r>
      <w:r>
        <w:rPr>
          <w:i/>
          <w:iCs/>
        </w:rPr>
        <w:t>’</w:t>
      </w:r>
      <w:r w:rsidR="00C77A4E" w:rsidRPr="00052CB3">
        <w:rPr>
          <w:i/>
          <w:iCs/>
        </w:rPr>
        <w:t>espoir de la sauver</w:t>
      </w:r>
      <w:r>
        <w:rPr>
          <w:i/>
          <w:iCs/>
        </w:rPr>
        <w:t>.</w:t>
      </w:r>
    </w:p>
    <w:p w14:paraId="742E8256" w14:textId="77777777" w:rsidR="002C50B2" w:rsidRDefault="00C77A4E" w:rsidP="002C50B2">
      <w:r w:rsidRPr="00275B88">
        <w:t>Chantecoq dirigea ses yeux vers sa fille</w:t>
      </w:r>
      <w:r w:rsidR="002C50B2">
        <w:t xml:space="preserve">. </w:t>
      </w:r>
      <w:r w:rsidRPr="00275B88">
        <w:t>Colette</w:t>
      </w:r>
      <w:r w:rsidR="002C50B2">
        <w:t xml:space="preserve">, </w:t>
      </w:r>
      <w:r w:rsidRPr="00275B88">
        <w:t>qui avait beaucoup de peine à retenir ses larmes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57B84FF5" w14:textId="77777777" w:rsidR="002C50B2" w:rsidRDefault="002C50B2" w:rsidP="002C50B2">
      <w:r>
        <w:t>— </w:t>
      </w:r>
      <w:r w:rsidR="00C77A4E" w:rsidRPr="00275B88">
        <w:t>Je comprends</w:t>
      </w:r>
      <w:r>
        <w:t xml:space="preserve"> ! </w:t>
      </w:r>
      <w:r w:rsidR="00C77A4E" w:rsidRPr="00275B88">
        <w:t>Il l</w:t>
      </w:r>
      <w:r>
        <w:t>’</w:t>
      </w:r>
      <w:r w:rsidR="00C77A4E" w:rsidRPr="00275B88">
        <w:t>aime encore</w:t>
      </w:r>
      <w:r>
        <w:t> !</w:t>
      </w:r>
    </w:p>
    <w:p w14:paraId="39E82F08" w14:textId="77777777" w:rsidR="002C50B2" w:rsidRDefault="00C77A4E" w:rsidP="002C50B2">
      <w:r w:rsidRPr="00275B88">
        <w:t>Affectueusement</w:t>
      </w:r>
      <w:r w:rsidR="002C50B2">
        <w:t xml:space="preserve">, </w:t>
      </w:r>
      <w:r w:rsidRPr="00275B88">
        <w:t>Chantecoq attira sa fille contre lui</w:t>
      </w:r>
      <w:r w:rsidR="002C50B2">
        <w:t>…</w:t>
      </w:r>
    </w:p>
    <w:p w14:paraId="75683272" w14:textId="77777777" w:rsidR="002C50B2" w:rsidRDefault="00C77A4E" w:rsidP="002C50B2">
      <w:r w:rsidRPr="00275B88">
        <w:t>La nuit était venue</w:t>
      </w:r>
      <w:r w:rsidR="002C50B2">
        <w:t xml:space="preserve">… </w:t>
      </w:r>
      <w:r w:rsidRPr="00275B88">
        <w:t>et les rumeurs du dehors n</w:t>
      </w:r>
      <w:r w:rsidR="002C50B2">
        <w:t>’</w:t>
      </w:r>
      <w:r w:rsidRPr="00275B88">
        <w:t>arrivaient plus que très atténuées jusqu</w:t>
      </w:r>
      <w:r w:rsidR="002C50B2">
        <w:t>’</w:t>
      </w:r>
      <w:r w:rsidRPr="00275B88">
        <w:t>à la villa du détective</w:t>
      </w:r>
      <w:r w:rsidR="002C50B2">
        <w:t>.</w:t>
      </w:r>
    </w:p>
    <w:p w14:paraId="573F72D4" w14:textId="77777777" w:rsidR="002C50B2" w:rsidRDefault="00C77A4E" w:rsidP="002C50B2">
      <w:r w:rsidRPr="00275B88">
        <w:t>Soudain</w:t>
      </w:r>
      <w:r w:rsidR="002C50B2">
        <w:t xml:space="preserve">, </w:t>
      </w:r>
      <w:r w:rsidRPr="00275B88">
        <w:t>celui</w:t>
      </w:r>
      <w:r>
        <w:t>-</w:t>
      </w:r>
      <w:r w:rsidRPr="00275B88">
        <w:t>ci dressa l</w:t>
      </w:r>
      <w:r w:rsidR="002C50B2">
        <w:t>’</w:t>
      </w:r>
      <w:r w:rsidRPr="00275B88">
        <w:t>oreille</w:t>
      </w:r>
      <w:r w:rsidR="002C50B2">
        <w:t xml:space="preserve">… </w:t>
      </w:r>
      <w:r w:rsidRPr="00275B88">
        <w:t>Il lui semblait avoir entendu</w:t>
      </w:r>
      <w:r w:rsidR="002C50B2">
        <w:t xml:space="preserve">, </w:t>
      </w:r>
      <w:r w:rsidRPr="00275B88">
        <w:t>de l</w:t>
      </w:r>
      <w:r w:rsidR="002C50B2">
        <w:t>’</w:t>
      </w:r>
      <w:r w:rsidRPr="00275B88">
        <w:t>autre côté de la maison</w:t>
      </w:r>
      <w:r w:rsidR="002C50B2">
        <w:t xml:space="preserve">, </w:t>
      </w:r>
      <w:r w:rsidRPr="00275B88">
        <w:t>dans la partie du jardin qui donnait sur l</w:t>
      </w:r>
      <w:r w:rsidR="002C50B2">
        <w:t>’</w:t>
      </w:r>
      <w:r w:rsidRPr="00275B88">
        <w:t>allée de Verzy</w:t>
      </w:r>
      <w:r w:rsidR="002C50B2">
        <w:t xml:space="preserve">, </w:t>
      </w:r>
      <w:r w:rsidRPr="00275B88">
        <w:t xml:space="preserve">un bruit de pas faisant grincer les petits cailloux de </w:t>
      </w:r>
      <w:r w:rsidRPr="00052CB3">
        <w:t>l</w:t>
      </w:r>
      <w:r w:rsidR="002C50B2">
        <w:t>’</w:t>
      </w:r>
      <w:r w:rsidRPr="00052CB3">
        <w:t>allée</w:t>
      </w:r>
      <w:r w:rsidR="002C50B2">
        <w:t xml:space="preserve">. </w:t>
      </w:r>
      <w:r w:rsidRPr="00275B88">
        <w:t>Presque en même temps</w:t>
      </w:r>
      <w:r w:rsidR="002C50B2">
        <w:t xml:space="preserve">, </w:t>
      </w:r>
      <w:r w:rsidRPr="00275B88">
        <w:t>des aboiements de chien s</w:t>
      </w:r>
      <w:r w:rsidR="002C50B2">
        <w:t>’</w:t>
      </w:r>
      <w:r w:rsidRPr="00275B88">
        <w:t>élevaient</w:t>
      </w:r>
      <w:r w:rsidR="002C50B2">
        <w:t xml:space="preserve">. </w:t>
      </w:r>
      <w:r w:rsidRPr="00275B88">
        <w:t>Chantecoq s</w:t>
      </w:r>
      <w:r w:rsidR="002C50B2">
        <w:t>’</w:t>
      </w:r>
      <w:r w:rsidRPr="00275B88">
        <w:t>écria</w:t>
      </w:r>
      <w:r w:rsidR="002C50B2">
        <w:t> :</w:t>
      </w:r>
    </w:p>
    <w:p w14:paraId="0316059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 xml:space="preserve">est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sans doute</w:t>
      </w:r>
      <w:r>
        <w:t xml:space="preserve">, </w:t>
      </w:r>
      <w:r w:rsidR="00C77A4E" w:rsidRPr="00275B88">
        <w:t>qui se promène avec ses danois</w:t>
      </w:r>
      <w:r>
        <w:t>.</w:t>
      </w:r>
    </w:p>
    <w:p w14:paraId="2E11AAE3" w14:textId="77777777" w:rsidR="002C50B2" w:rsidRDefault="002C50B2" w:rsidP="002C50B2">
      <w:r>
        <w:t>— </w:t>
      </w:r>
      <w:r w:rsidR="00C77A4E" w:rsidRPr="00275B88">
        <w:t>Mon père</w:t>
      </w:r>
      <w:r>
        <w:t xml:space="preserve">, </w:t>
      </w:r>
      <w:r w:rsidR="00C77A4E" w:rsidRPr="00275B88">
        <w:t>fit Colette en se dressant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lui</w:t>
      </w:r>
      <w:r>
        <w:t xml:space="preserve">… </w:t>
      </w:r>
      <w:r w:rsidR="00C77A4E" w:rsidRPr="00275B88">
        <w:t>lui qui s</w:t>
      </w:r>
      <w:r>
        <w:t>’</w:t>
      </w:r>
      <w:r w:rsidR="00C77A4E" w:rsidRPr="00275B88">
        <w:t>en va</w:t>
      </w:r>
      <w:r>
        <w:t xml:space="preserve">… </w:t>
      </w:r>
      <w:r w:rsidR="00C77A4E" w:rsidRPr="00275B88">
        <w:t>la retrouver</w:t>
      </w:r>
      <w:r>
        <w:t> !</w:t>
      </w:r>
    </w:p>
    <w:p w14:paraId="79B081D2" w14:textId="77777777" w:rsidR="002C50B2" w:rsidRDefault="00C77A4E" w:rsidP="002C50B2">
      <w:r w:rsidRPr="00275B88">
        <w:lastRenderedPageBreak/>
        <w:t>Chantecoq se précipita</w:t>
      </w:r>
      <w:r w:rsidR="002C50B2">
        <w:t xml:space="preserve">… </w:t>
      </w:r>
      <w:r w:rsidRPr="00275B88">
        <w:t>suivi par Colette</w:t>
      </w:r>
      <w:r w:rsidR="002C50B2">
        <w:t xml:space="preserve">, </w:t>
      </w:r>
      <w:r w:rsidRPr="00275B88">
        <w:t>au comble de l</w:t>
      </w:r>
      <w:r w:rsidR="002C50B2">
        <w:t>’</w:t>
      </w:r>
      <w:r w:rsidRPr="00275B88">
        <w:t>angoisse</w:t>
      </w:r>
      <w:r w:rsidR="002C50B2">
        <w:t xml:space="preserve">… </w:t>
      </w:r>
      <w:r w:rsidRPr="00275B88">
        <w:t xml:space="preserve">Et rejoignant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il lui demanda</w:t>
      </w:r>
      <w:r w:rsidR="002C50B2">
        <w:t> :</w:t>
      </w:r>
    </w:p>
    <w:p w14:paraId="2A8B3B52" w14:textId="621439FA" w:rsidR="002C50B2" w:rsidRDefault="002C50B2" w:rsidP="002C50B2">
      <w:r>
        <w:t>— </w:t>
      </w:r>
      <w:r w:rsidR="00C77A4E" w:rsidRPr="00275B88">
        <w:t xml:space="preserve">Tu as vu </w:t>
      </w:r>
      <w:r>
        <w:t>M. </w:t>
      </w:r>
      <w:r w:rsidR="00C77A4E" w:rsidRPr="00275B88">
        <w:t>Bellegarde</w:t>
      </w:r>
      <w:r>
        <w:t> ?</w:t>
      </w:r>
    </w:p>
    <w:p w14:paraId="61E0C41F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 xml:space="preserve">… </w:t>
      </w:r>
      <w:r w:rsidR="00C77A4E" w:rsidRPr="00275B88">
        <w:t>à l</w:t>
      </w:r>
      <w:r>
        <w:t>’</w:t>
      </w:r>
      <w:r w:rsidR="00C77A4E" w:rsidRPr="00275B88">
        <w:t>instant même</w:t>
      </w:r>
      <w:r>
        <w:t>.</w:t>
      </w:r>
    </w:p>
    <w:p w14:paraId="107F1218" w14:textId="77777777" w:rsidR="002C50B2" w:rsidRDefault="002C50B2" w:rsidP="002C50B2">
      <w:r>
        <w:t>— </w:t>
      </w:r>
      <w:r w:rsidR="00C77A4E" w:rsidRPr="00275B88">
        <w:t>Où est</w:t>
      </w:r>
      <w:r w:rsidR="00C77A4E">
        <w:t>-</w:t>
      </w:r>
      <w:r w:rsidR="00C77A4E" w:rsidRPr="00275B88">
        <w:t>il</w:t>
      </w:r>
      <w:r>
        <w:t> ?</w:t>
      </w:r>
    </w:p>
    <w:p w14:paraId="0D542DF8" w14:textId="77777777" w:rsidR="002C50B2" w:rsidRDefault="002C50B2" w:rsidP="002C50B2">
      <w:r>
        <w:t>— </w:t>
      </w:r>
      <w:r w:rsidR="00C77A4E" w:rsidRPr="00275B88">
        <w:t>Il vient de partir</w:t>
      </w:r>
      <w:r>
        <w:t xml:space="preserve">… </w:t>
      </w:r>
      <w:r w:rsidR="00C77A4E" w:rsidRPr="00275B88">
        <w:t>Même qu</w:t>
      </w:r>
      <w:r>
        <w:t>’</w:t>
      </w:r>
      <w:r w:rsidR="00C77A4E" w:rsidRPr="00275B88">
        <w:t>il ne doit pas être loin</w:t>
      </w:r>
      <w:r>
        <w:t>.</w:t>
      </w:r>
    </w:p>
    <w:p w14:paraId="12EE0A3F" w14:textId="77777777" w:rsidR="002C50B2" w:rsidRDefault="00C77A4E" w:rsidP="002C50B2">
      <w:r w:rsidRPr="00275B88">
        <w:t>Le détective courut vers la porte d</w:t>
      </w:r>
      <w:r w:rsidR="002C50B2">
        <w:t>’</w:t>
      </w:r>
      <w:r w:rsidRPr="00275B88">
        <w:t>entrée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ouvrit</w:t>
      </w:r>
      <w:r w:rsidR="002C50B2">
        <w:t xml:space="preserve">… </w:t>
      </w:r>
      <w:r w:rsidRPr="00275B88">
        <w:t>se pencha au dehors</w:t>
      </w:r>
      <w:r w:rsidR="002C50B2">
        <w:t xml:space="preserve">… </w:t>
      </w:r>
      <w:r w:rsidRPr="00275B88">
        <w:t>Bellegarde avait déjà disparu</w:t>
      </w:r>
      <w:r w:rsidR="002C50B2">
        <w:t>.</w:t>
      </w:r>
    </w:p>
    <w:p w14:paraId="4F520697" w14:textId="77777777" w:rsidR="002C50B2" w:rsidRDefault="00C77A4E" w:rsidP="002C50B2">
      <w:r w:rsidRPr="00275B88">
        <w:t xml:space="preserve">Revenant vers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le grand limier lui demanda</w:t>
      </w:r>
      <w:r w:rsidR="002C50B2">
        <w:t> :</w:t>
      </w:r>
    </w:p>
    <w:p w14:paraId="0B3AC37F" w14:textId="77777777" w:rsidR="002C50B2" w:rsidRDefault="002C50B2" w:rsidP="002C50B2">
      <w:r>
        <w:t>— </w:t>
      </w:r>
      <w:r w:rsidR="00C77A4E" w:rsidRPr="00275B88">
        <w:t>Était</w:t>
      </w:r>
      <w:r w:rsidR="00C77A4E">
        <w:t>-</w:t>
      </w:r>
      <w:r w:rsidR="00C77A4E" w:rsidRPr="00275B88">
        <w:t>il toujours camouflé</w:t>
      </w:r>
      <w:r>
        <w:t> ?</w:t>
      </w:r>
    </w:p>
    <w:p w14:paraId="595F7B89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répliqua l</w:t>
      </w:r>
      <w:r>
        <w:t>’</w:t>
      </w:r>
      <w:r w:rsidR="00C77A4E" w:rsidRPr="00275B88">
        <w:t>ancien gardien du Louvre</w:t>
      </w:r>
      <w:r>
        <w:t xml:space="preserve">, </w:t>
      </w:r>
      <w:r w:rsidR="00C77A4E" w:rsidRPr="00275B88">
        <w:t>il avait sa tête et ses habits ordinaires</w:t>
      </w:r>
      <w:r>
        <w:t>.</w:t>
      </w:r>
    </w:p>
    <w:p w14:paraId="5CF799BC" w14:textId="77777777" w:rsidR="002C50B2" w:rsidRDefault="002C50B2" w:rsidP="002C50B2">
      <w:r>
        <w:t>— </w:t>
      </w:r>
      <w:r w:rsidR="00C77A4E" w:rsidRPr="00275B88">
        <w:t>Tu es stupide</w:t>
      </w:r>
      <w:r>
        <w:t xml:space="preserve"> ! </w:t>
      </w:r>
      <w:r w:rsidR="00C77A4E" w:rsidRPr="00275B88">
        <w:t>grondait le détective</w:t>
      </w:r>
      <w:r>
        <w:t xml:space="preserve">… </w:t>
      </w:r>
      <w:r w:rsidR="00C77A4E" w:rsidRPr="00275B88">
        <w:t>Tu n</w:t>
      </w:r>
      <w:r>
        <w:t>’</w:t>
      </w:r>
      <w:r w:rsidR="00C77A4E" w:rsidRPr="00275B88">
        <w:t>aurais pas dû le laisser partir</w:t>
      </w:r>
      <w:r>
        <w:t>.</w:t>
      </w:r>
    </w:p>
    <w:p w14:paraId="02B4CE52" w14:textId="77777777" w:rsidR="002C50B2" w:rsidRDefault="002C50B2" w:rsidP="002C50B2">
      <w:r>
        <w:t>— </w:t>
      </w:r>
      <w:r w:rsidR="00C77A4E" w:rsidRPr="00275B88">
        <w:t>Je ne savais pas</w:t>
      </w:r>
      <w:r>
        <w:t xml:space="preserve">, </w:t>
      </w:r>
      <w:r w:rsidR="00C77A4E" w:rsidRPr="00275B88">
        <w:t>monsieur</w:t>
      </w:r>
      <w:r>
        <w:t>…</w:t>
      </w:r>
    </w:p>
    <w:p w14:paraId="75AAF60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juste</w:t>
      </w:r>
      <w:r>
        <w:t xml:space="preserve"> ! </w:t>
      </w:r>
      <w:r w:rsidR="00C77A4E" w:rsidRPr="00275B88">
        <w:t>J</w:t>
      </w:r>
      <w:r>
        <w:t>’</w:t>
      </w:r>
      <w:r w:rsidR="00C77A4E" w:rsidRPr="00275B88">
        <w:t>aurais dû te donner la consigne</w:t>
      </w:r>
      <w:r>
        <w:t>.</w:t>
      </w:r>
    </w:p>
    <w:p w14:paraId="4750204D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affolée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exclamait</w:t>
      </w:r>
      <w:r w:rsidR="002C50B2">
        <w:t> :</w:t>
      </w:r>
    </w:p>
    <w:p w14:paraId="15ADC679" w14:textId="77777777" w:rsidR="002C50B2" w:rsidRDefault="002C50B2" w:rsidP="002C50B2">
      <w:r>
        <w:t>— </w:t>
      </w:r>
      <w:r w:rsidR="00C77A4E" w:rsidRPr="00275B88">
        <w:t>Il va se faire arrêter</w:t>
      </w:r>
      <w:r>
        <w:t> !</w:t>
      </w:r>
    </w:p>
    <w:p w14:paraId="1453A213" w14:textId="77777777" w:rsidR="002C50B2" w:rsidRDefault="00C77A4E" w:rsidP="002C50B2">
      <w:r w:rsidRPr="00275B88">
        <w:t>Mais sur un ton d</w:t>
      </w:r>
      <w:r w:rsidR="002C50B2">
        <w:t>’</w:t>
      </w:r>
      <w:r w:rsidRPr="00275B88">
        <w:t>énergique assurance</w:t>
      </w:r>
      <w:r w:rsidR="002C50B2">
        <w:t xml:space="preserve">, </w:t>
      </w:r>
      <w:r w:rsidRPr="00275B88">
        <w:t>Chantecoq lui répliquait</w:t>
      </w:r>
      <w:r w:rsidR="002C50B2">
        <w:t> :</w:t>
      </w:r>
    </w:p>
    <w:p w14:paraId="541D62C2" w14:textId="77777777" w:rsidR="002C50B2" w:rsidRDefault="002C50B2" w:rsidP="002C50B2">
      <w:r>
        <w:t>— </w:t>
      </w:r>
      <w:r w:rsidR="00C77A4E" w:rsidRPr="00275B88">
        <w:t>Rassure</w:t>
      </w:r>
      <w:r w:rsidR="00C77A4E">
        <w:t>-</w:t>
      </w:r>
      <w:r w:rsidR="00C77A4E" w:rsidRPr="00275B88">
        <w:t>toi</w:t>
      </w:r>
      <w:r>
        <w:t xml:space="preserve">… </w:t>
      </w:r>
      <w:r w:rsidR="00C77A4E" w:rsidRPr="00275B88">
        <w:t>Je veille</w:t>
      </w:r>
      <w:r>
        <w:t> !</w:t>
      </w:r>
    </w:p>
    <w:p w14:paraId="0E7F6F50" w14:textId="77777777" w:rsidR="002C50B2" w:rsidRDefault="00C77A4E" w:rsidP="002C50B2">
      <w:r w:rsidRPr="00275B88">
        <w:t>À bout de courage</w:t>
      </w:r>
      <w:r w:rsidR="002C50B2">
        <w:t xml:space="preserve">, </w:t>
      </w:r>
      <w:r w:rsidRPr="00275B88">
        <w:t>la jeune fille laissa tomber sa tête sur l</w:t>
      </w:r>
      <w:r w:rsidR="002C50B2">
        <w:t>’</w:t>
      </w:r>
      <w:r w:rsidRPr="00275B88">
        <w:t>épaule de son père en murmurant</w:t>
      </w:r>
      <w:r w:rsidR="002C50B2">
        <w:t> :</w:t>
      </w:r>
    </w:p>
    <w:p w14:paraId="68681234" w14:textId="77777777" w:rsidR="002C50B2" w:rsidRDefault="002C50B2" w:rsidP="002C50B2">
      <w:r>
        <w:lastRenderedPageBreak/>
        <w:t>— </w:t>
      </w:r>
      <w:r w:rsidR="00C77A4E" w:rsidRPr="00275B88">
        <w:t>Mon pauvre Jacques</w:t>
      </w:r>
      <w:r>
        <w:t> !</w:t>
      </w:r>
    </w:p>
    <w:p w14:paraId="05926AE8" w14:textId="49DE18BE" w:rsidR="002C50B2" w:rsidRDefault="002C50B2" w:rsidP="002C50B2"/>
    <w:p w14:paraId="4261C6AE" w14:textId="77777777" w:rsidR="002C50B2" w:rsidRDefault="00C77A4E" w:rsidP="002C50B2">
      <w:r w:rsidRPr="00275B88">
        <w:t>La conscience bouleversée beaucoup plus que le cœur par la nouvelle qu</w:t>
      </w:r>
      <w:r w:rsidR="002C50B2">
        <w:t>’</w:t>
      </w:r>
      <w:r w:rsidRPr="00275B88">
        <w:t>il venait de lire dans le journal</w:t>
      </w:r>
      <w:r w:rsidR="002C50B2">
        <w:t xml:space="preserve">, </w:t>
      </w:r>
      <w:r w:rsidRPr="00275B88">
        <w:t>Jacques Bellegarde</w:t>
      </w:r>
      <w:r w:rsidR="002C50B2">
        <w:t xml:space="preserve">, </w:t>
      </w:r>
      <w:r w:rsidRPr="00275B88">
        <w:t>sautant dans un taxi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fait conduire à Auteuil</w:t>
      </w:r>
      <w:r w:rsidR="002C50B2">
        <w:t>.</w:t>
      </w:r>
    </w:p>
    <w:p w14:paraId="45596A28" w14:textId="37275B98" w:rsidR="002C50B2" w:rsidRDefault="00C77A4E" w:rsidP="002C50B2">
      <w:r w:rsidRPr="00275B88">
        <w:t>Sans remarquer un individu qui se tenait caché aux alentours de l</w:t>
      </w:r>
      <w:r w:rsidR="002C50B2">
        <w:t>’</w:t>
      </w:r>
      <w:r w:rsidRPr="00275B88">
        <w:t xml:space="preserve">hôtel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 xml:space="preserve">, </w:t>
      </w:r>
      <w:r w:rsidRPr="00275B88">
        <w:t>et qui n</w:t>
      </w:r>
      <w:r w:rsidR="002C50B2">
        <w:t>’</w:t>
      </w:r>
      <w:r w:rsidRPr="00275B88">
        <w:t>était autre que 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le journaliste sonna d</w:t>
      </w:r>
      <w:r w:rsidR="002C50B2">
        <w:t>’</w:t>
      </w:r>
      <w:r w:rsidRPr="00275B88">
        <w:t>une main hésitante à la porte de cette maison où il croyait si bien ne plus jamais revenir</w:t>
      </w:r>
      <w:r w:rsidR="002C50B2">
        <w:t>.</w:t>
      </w:r>
    </w:p>
    <w:p w14:paraId="48DE872B" w14:textId="77777777" w:rsidR="002C50B2" w:rsidRDefault="00C77A4E" w:rsidP="002C50B2">
      <w:r w:rsidRPr="00275B88">
        <w:t>La porte s</w:t>
      </w:r>
      <w:r w:rsidR="002C50B2">
        <w:t>’</w:t>
      </w:r>
      <w:r w:rsidRPr="00275B88">
        <w:t>ouvrit</w:t>
      </w:r>
      <w:r w:rsidR="002C50B2">
        <w:t>.</w:t>
      </w:r>
    </w:p>
    <w:p w14:paraId="066F4C83" w14:textId="77777777" w:rsidR="002C50B2" w:rsidRDefault="002C50B2" w:rsidP="002C50B2">
      <w:r>
        <w:t>— </w:t>
      </w:r>
      <w:r w:rsidR="00C77A4E" w:rsidRPr="00275B88">
        <w:t>Juliette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 le journaliste en reconnaissant la femme de chambre dont le visage consterné et les yeux rougis de larmes achevèrent de l</w:t>
      </w:r>
      <w:r>
        <w:t>’</w:t>
      </w:r>
      <w:r w:rsidR="00C77A4E" w:rsidRPr="00275B88">
        <w:t>affoler</w:t>
      </w:r>
      <w:r>
        <w:t>.</w:t>
      </w:r>
    </w:p>
    <w:p w14:paraId="2C8F4602" w14:textId="77777777" w:rsidR="002C50B2" w:rsidRDefault="002C50B2" w:rsidP="002C50B2">
      <w:r>
        <w:t>— </w:t>
      </w:r>
      <w:r w:rsidR="00C77A4E" w:rsidRPr="00275B88">
        <w:t>Alors</w:t>
      </w:r>
      <w:r>
        <w:t xml:space="preserve"> ? </w:t>
      </w:r>
      <w:r w:rsidR="00C77A4E" w:rsidRPr="00275B88">
        <w:t>murmura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une voix presque imperceptible</w:t>
      </w:r>
      <w:r>
        <w:t>.</w:t>
      </w:r>
    </w:p>
    <w:p w14:paraId="5D1E6E5A" w14:textId="77777777" w:rsidR="002C50B2" w:rsidRDefault="002C50B2" w:rsidP="002C50B2">
      <w:r>
        <w:t>— </w:t>
      </w:r>
      <w:r w:rsidR="00C77A4E" w:rsidRPr="00275B88">
        <w:t>Tout est fini</w:t>
      </w:r>
      <w:r>
        <w:t xml:space="preserve"> ! </w:t>
      </w:r>
      <w:r w:rsidR="00C77A4E" w:rsidRPr="00275B88">
        <w:t>déclara Juliette en étouffant un sanglot</w:t>
      </w:r>
      <w:r>
        <w:t>.</w:t>
      </w:r>
    </w:p>
    <w:p w14:paraId="020CBB65" w14:textId="77777777" w:rsidR="002C50B2" w:rsidRDefault="002C50B2" w:rsidP="002C50B2">
      <w:r>
        <w:t>— </w:t>
      </w:r>
      <w:r w:rsidR="00C77A4E" w:rsidRPr="00275B88">
        <w:t>Elle</w:t>
      </w:r>
      <w:r>
        <w:t xml:space="preserve">… </w:t>
      </w:r>
      <w:r w:rsidR="00C77A4E" w:rsidRPr="00275B88">
        <w:t>elle est morte</w:t>
      </w:r>
      <w:r>
        <w:t xml:space="preserve"> ! </w:t>
      </w:r>
      <w:r w:rsidR="00C77A4E" w:rsidRPr="00275B88">
        <w:t>bégaya le journaliste</w:t>
      </w:r>
      <w:r>
        <w:t>.</w:t>
      </w:r>
    </w:p>
    <w:p w14:paraId="1C9A58F4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…</w:t>
      </w:r>
    </w:p>
    <w:p w14:paraId="5ED3DE70" w14:textId="77777777" w:rsidR="002C50B2" w:rsidRDefault="00C77A4E" w:rsidP="002C50B2">
      <w:r w:rsidRPr="00275B88">
        <w:t>Bellegarde</w:t>
      </w:r>
      <w:r w:rsidR="002C50B2">
        <w:t xml:space="preserve">, </w:t>
      </w:r>
      <w:r w:rsidRPr="00275B88">
        <w:t>comme un fou</w:t>
      </w:r>
      <w:r w:rsidR="002C50B2">
        <w:t xml:space="preserve">, </w:t>
      </w:r>
      <w:r w:rsidRPr="00275B88">
        <w:t>pénétra dans la maison</w:t>
      </w:r>
      <w:r w:rsidR="002C50B2">
        <w:t xml:space="preserve">. </w:t>
      </w:r>
      <w:r w:rsidRPr="00275B88">
        <w:t>La femme de chambre lui ouvrit la porte du salon</w:t>
      </w:r>
      <w:r w:rsidR="002C50B2">
        <w:t>…</w:t>
      </w:r>
    </w:p>
    <w:p w14:paraId="5BF3D76E" w14:textId="77777777" w:rsidR="002C50B2" w:rsidRDefault="00C77A4E" w:rsidP="002C50B2">
      <w:r w:rsidRPr="00275B88">
        <w:t>Il s</w:t>
      </w:r>
      <w:r w:rsidR="002C50B2">
        <w:t>’</w:t>
      </w:r>
      <w:r w:rsidRPr="00275B88">
        <w:t>écroula sur un siège</w:t>
      </w:r>
      <w:r w:rsidR="002C50B2">
        <w:t xml:space="preserve">… </w:t>
      </w:r>
      <w:r w:rsidRPr="00275B88">
        <w:t>et demeura accablé</w:t>
      </w:r>
      <w:r w:rsidR="002C50B2">
        <w:t xml:space="preserve">, </w:t>
      </w:r>
      <w:r w:rsidRPr="00275B88">
        <w:t>brisé par la conviction qu</w:t>
      </w:r>
      <w:r w:rsidR="002C50B2">
        <w:t>’</w:t>
      </w:r>
      <w:r w:rsidRPr="00275B88">
        <w:t>il était la cause de cette catastrophe</w:t>
      </w:r>
      <w:r w:rsidR="002C50B2">
        <w:t xml:space="preserve">, </w:t>
      </w:r>
      <w:r w:rsidRPr="00275B88">
        <w:t>torturé par un remords tel que peuvent en avoir les âmes aussi sensibles et aussi loyales que la sienne</w:t>
      </w:r>
      <w:r w:rsidR="002C50B2">
        <w:t>.</w:t>
      </w:r>
    </w:p>
    <w:p w14:paraId="72079571" w14:textId="2AAAB93E" w:rsidR="002C50B2" w:rsidRDefault="00C77A4E" w:rsidP="002C50B2">
      <w:r w:rsidRPr="00275B88">
        <w:lastRenderedPageBreak/>
        <w:t>De plus en plus convaincu qu</w:t>
      </w:r>
      <w:r w:rsidR="002C50B2">
        <w:t>’</w:t>
      </w:r>
      <w:r w:rsidRPr="00275B88">
        <w:t>il était l</w:t>
      </w:r>
      <w:r w:rsidR="002C50B2">
        <w:t>’</w:t>
      </w:r>
      <w:r w:rsidRPr="00275B88">
        <w:t>assassin moral de cette femme dont il avait méprisé l</w:t>
      </w:r>
      <w:r w:rsidR="002C50B2">
        <w:t>’</w:t>
      </w:r>
      <w:r w:rsidRPr="00275B88">
        <w:t>amour</w:t>
      </w:r>
      <w:r w:rsidR="002C50B2">
        <w:t xml:space="preserve">, </w:t>
      </w:r>
      <w:r w:rsidRPr="00275B88">
        <w:t>persuadé qu</w:t>
      </w:r>
      <w:r w:rsidR="002C50B2">
        <w:t>’</w:t>
      </w:r>
      <w:r w:rsidRPr="00275B88">
        <w:t>incapable de supporter une rupture qu</w:t>
      </w:r>
      <w:r w:rsidR="002C50B2">
        <w:t>’</w:t>
      </w:r>
      <w:r w:rsidRPr="00275B88">
        <w:t>elle avait feint d</w:t>
      </w:r>
      <w:r w:rsidR="002C50B2">
        <w:t>’</w:t>
      </w:r>
      <w:r w:rsidRPr="00275B88">
        <w:t>accepter soit par fierté</w:t>
      </w:r>
      <w:r w:rsidR="002C50B2">
        <w:t xml:space="preserve">, </w:t>
      </w:r>
      <w:r w:rsidRPr="00275B88">
        <w:t>soit par désespoir</w:t>
      </w:r>
      <w:r w:rsidR="002C50B2">
        <w:t xml:space="preserve">, </w:t>
      </w:r>
      <w:r w:rsidRPr="00275B88">
        <w:t>Simone avait volontairement mis fin à ses jours</w:t>
      </w:r>
      <w:r w:rsidR="002C50B2">
        <w:t xml:space="preserve">, </w:t>
      </w:r>
      <w:r w:rsidRPr="00275B88">
        <w:t>Jacques demeurait effondré sur son siège</w:t>
      </w:r>
      <w:r w:rsidR="002C50B2">
        <w:t xml:space="preserve">… </w:t>
      </w:r>
      <w:r w:rsidRPr="00275B88">
        <w:t>incapable de réagir</w:t>
      </w:r>
      <w:r w:rsidR="002C50B2">
        <w:t xml:space="preserve">, </w:t>
      </w:r>
      <w:r w:rsidRPr="00275B88">
        <w:t>de raisonner</w:t>
      </w:r>
      <w:r w:rsidR="002C50B2">
        <w:t xml:space="preserve">, </w:t>
      </w:r>
      <w:r w:rsidRPr="00275B88">
        <w:t>de se chercher une excuse</w:t>
      </w:r>
      <w:r w:rsidR="002C50B2">
        <w:t xml:space="preserve">, </w:t>
      </w:r>
      <w:r w:rsidRPr="00275B88">
        <w:t xml:space="preserve">lorsque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apparut</w:t>
      </w:r>
      <w:r w:rsidR="002C50B2">
        <w:t xml:space="preserve">. </w:t>
      </w:r>
      <w:r w:rsidRPr="00275B88">
        <w:t>Sa figure exprimait un profond chagrin</w:t>
      </w:r>
      <w:r w:rsidR="002C50B2">
        <w:t xml:space="preserve">. </w:t>
      </w:r>
      <w:r w:rsidRPr="00275B88">
        <w:t>Le reporter se leva</w:t>
      </w:r>
      <w:r w:rsidR="002C50B2">
        <w:t xml:space="preserve">… </w:t>
      </w:r>
      <w:r w:rsidRPr="00275B88">
        <w:t>et s</w:t>
      </w:r>
      <w:r w:rsidR="002C50B2">
        <w:t>’</w:t>
      </w:r>
      <w:r w:rsidRPr="00275B88">
        <w:t>en fut vers elle</w:t>
      </w:r>
      <w:r w:rsidR="002C50B2">
        <w:t>.</w:t>
      </w:r>
    </w:p>
    <w:p w14:paraId="2EAB0A4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donc vrai</w:t>
      </w:r>
      <w:r>
        <w:t xml:space="preserve"> ?… </w:t>
      </w:r>
      <w:r w:rsidR="00C77A4E" w:rsidRPr="00275B88">
        <w:t>fit Bellegarde</w:t>
      </w:r>
      <w:r>
        <w:t xml:space="preserve">, </w:t>
      </w:r>
      <w:r w:rsidR="00C77A4E" w:rsidRPr="00275B88">
        <w:t>les yeux égarés</w:t>
      </w:r>
      <w:r>
        <w:t xml:space="preserve">, </w:t>
      </w:r>
      <w:r w:rsidR="00C77A4E" w:rsidRPr="00275B88">
        <w:t>les lèvres tremblantes</w:t>
      </w:r>
      <w:r>
        <w:t>.</w:t>
      </w:r>
    </w:p>
    <w:p w14:paraId="6BB2BB71" w14:textId="77777777" w:rsidR="002C50B2" w:rsidRDefault="002C50B2" w:rsidP="002C50B2">
      <w:r>
        <w:t>— </w:t>
      </w:r>
      <w:r w:rsidR="00C77A4E" w:rsidRPr="00275B88">
        <w:t>Notre pauvre Simone est morte dans mes bras</w:t>
      </w:r>
      <w:r>
        <w:t xml:space="preserve">, </w:t>
      </w:r>
      <w:r w:rsidR="00C77A4E" w:rsidRPr="00275B88">
        <w:t>cet après</w:t>
      </w:r>
      <w:r w:rsidR="00C77A4E">
        <w:t>-</w:t>
      </w:r>
      <w:r w:rsidR="00C77A4E" w:rsidRPr="00275B88">
        <w:t>midi</w:t>
      </w:r>
      <w:r>
        <w:t>.</w:t>
      </w:r>
    </w:p>
    <w:p w14:paraId="69C6AF8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horrible</w:t>
      </w:r>
      <w:r>
        <w:t> !</w:t>
      </w:r>
    </w:p>
    <w:p w14:paraId="5789C984" w14:textId="77777777" w:rsidR="002C50B2" w:rsidRDefault="002C50B2" w:rsidP="002C50B2">
      <w:r>
        <w:t>— </w:t>
      </w:r>
      <w:r w:rsidR="00C77A4E" w:rsidRPr="00275B88">
        <w:t>Horrible</w:t>
      </w:r>
      <w:r>
        <w:t xml:space="preserve">, </w:t>
      </w:r>
      <w:r w:rsidR="00C77A4E" w:rsidRPr="00275B88">
        <w:t>en effet</w:t>
      </w:r>
      <w:r>
        <w:t>.</w:t>
      </w:r>
    </w:p>
    <w:p w14:paraId="3937AEA7" w14:textId="77777777" w:rsidR="002C50B2" w:rsidRDefault="00C77A4E" w:rsidP="002C50B2">
      <w:r w:rsidRPr="00275B88">
        <w:t>Elsa Bergen se tut</w:t>
      </w:r>
      <w:r w:rsidR="002C50B2">
        <w:t xml:space="preserve">… </w:t>
      </w:r>
      <w:r w:rsidRPr="00275B88">
        <w:t>Dans ce silence</w:t>
      </w:r>
      <w:r w:rsidR="002C50B2">
        <w:t xml:space="preserve">, </w:t>
      </w:r>
      <w:r w:rsidRPr="00275B88">
        <w:t>le reporter crut deviner toutes les accusations</w:t>
      </w:r>
      <w:r w:rsidR="002C50B2">
        <w:t xml:space="preserve">, </w:t>
      </w:r>
      <w:r w:rsidRPr="00275B88">
        <w:t>tous les reproches</w:t>
      </w:r>
      <w:r w:rsidR="002C50B2">
        <w:t xml:space="preserve">… </w:t>
      </w:r>
      <w:r w:rsidRPr="00275B88">
        <w:t>et il courba le front</w:t>
      </w:r>
      <w:r w:rsidR="002C50B2">
        <w:t xml:space="preserve">… </w:t>
      </w:r>
      <w:r w:rsidRPr="00275B88">
        <w:t>Mais une question qu</w:t>
      </w:r>
      <w:r w:rsidR="002C50B2">
        <w:t>’</w:t>
      </w:r>
      <w:r w:rsidRPr="00275B88">
        <w:t>il n</w:t>
      </w:r>
      <w:r w:rsidR="002C50B2">
        <w:t>’</w:t>
      </w:r>
      <w:r w:rsidRPr="00275B88">
        <w:t>osait poser le harcelait à un tel point qu</w:t>
      </w:r>
      <w:r w:rsidR="002C50B2">
        <w:t>’</w:t>
      </w:r>
      <w:r w:rsidRPr="00275B88">
        <w:t>incapable de résister à l</w:t>
      </w:r>
      <w:r w:rsidR="002C50B2">
        <w:t>’</w:t>
      </w:r>
      <w:r w:rsidRPr="00275B88">
        <w:t>impulsion intérieure qui l</w:t>
      </w:r>
      <w:r w:rsidR="002C50B2">
        <w:t>’</w:t>
      </w:r>
      <w:r w:rsidRPr="00275B88">
        <w:t>épouvantait</w:t>
      </w:r>
      <w:r w:rsidR="002C50B2">
        <w:t xml:space="preserve">, </w:t>
      </w:r>
      <w:r w:rsidRPr="00275B88">
        <w:t>il bégaya</w:t>
      </w:r>
      <w:r w:rsidR="002C50B2">
        <w:t> :</w:t>
      </w:r>
    </w:p>
    <w:p w14:paraId="6F70407E" w14:textId="77777777" w:rsidR="002C50B2" w:rsidRDefault="002C50B2" w:rsidP="002C50B2">
      <w:r>
        <w:t>— </w:t>
      </w:r>
      <w:r w:rsidR="00C77A4E" w:rsidRPr="00275B88">
        <w:t>Elle s</w:t>
      </w:r>
      <w:r>
        <w:t>’</w:t>
      </w:r>
      <w:r w:rsidR="00C77A4E" w:rsidRPr="00275B88">
        <w:t>est suicidée</w:t>
      </w:r>
      <w:r>
        <w:t> ?</w:t>
      </w:r>
    </w:p>
    <w:p w14:paraId="4F24EA6D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répliqua la Scandinave</w:t>
      </w:r>
      <w:r>
        <w:t xml:space="preserve">. </w:t>
      </w:r>
      <w:r w:rsidR="00C77A4E" w:rsidRPr="00275B88">
        <w:t>Ainsi que je vous l</w:t>
      </w:r>
      <w:r>
        <w:t>’</w:t>
      </w:r>
      <w:r w:rsidR="00C77A4E" w:rsidRPr="00275B88">
        <w:t>ai dit l</w:t>
      </w:r>
      <w:r>
        <w:t>’</w:t>
      </w:r>
      <w:r w:rsidR="00C77A4E" w:rsidRPr="00275B88">
        <w:t>autre matin</w:t>
      </w:r>
      <w:r>
        <w:t xml:space="preserve">, </w:t>
      </w:r>
      <w:r w:rsidR="00C77A4E" w:rsidRPr="00275B88">
        <w:t>lorsque je suis venue vous supplier de revenir près d</w:t>
      </w:r>
      <w:r>
        <w:t>’</w:t>
      </w:r>
      <w:r w:rsidR="00C77A4E" w:rsidRPr="00275B88">
        <w:t>elle</w:t>
      </w:r>
      <w:r>
        <w:t xml:space="preserve">, </w:t>
      </w:r>
      <w:r w:rsidR="00C77A4E" w:rsidRPr="00275B88">
        <w:t>Simone avait le cœur malade</w:t>
      </w:r>
      <w:r>
        <w:t xml:space="preserve">, </w:t>
      </w:r>
      <w:r w:rsidR="00C77A4E" w:rsidRPr="00275B88">
        <w:t>plus malade même que nous ne pouvions le supposer</w:t>
      </w:r>
      <w:r>
        <w:t>…</w:t>
      </w:r>
    </w:p>
    <w:p w14:paraId="464F71C3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moi</w:t>
      </w:r>
      <w:r>
        <w:t> ?…</w:t>
      </w:r>
    </w:p>
    <w:p w14:paraId="623004A6" w14:textId="77777777" w:rsidR="002C50B2" w:rsidRDefault="002C50B2" w:rsidP="002C50B2">
      <w:r>
        <w:t>— </w:t>
      </w:r>
      <w:r w:rsidR="00C77A4E" w:rsidRPr="00275B88">
        <w:t>Je ne veux pas vous accabler</w:t>
      </w:r>
      <w:r>
        <w:t xml:space="preserve">… </w:t>
      </w:r>
      <w:r w:rsidR="00C77A4E" w:rsidRPr="00275B88">
        <w:t>monsieur Bellegarde</w:t>
      </w:r>
      <w:r>
        <w:t xml:space="preserve">, </w:t>
      </w:r>
      <w:r w:rsidR="00C77A4E" w:rsidRPr="00275B88">
        <w:t>mais vous lui avez fait bien du mal</w:t>
      </w:r>
      <w:r>
        <w:t>.</w:t>
      </w:r>
    </w:p>
    <w:p w14:paraId="19CA7EF1" w14:textId="77777777" w:rsidR="002C50B2" w:rsidRDefault="002C50B2" w:rsidP="002C50B2">
      <w:r>
        <w:lastRenderedPageBreak/>
        <w:t>— </w:t>
      </w:r>
      <w:r w:rsidR="00C77A4E" w:rsidRPr="00275B88">
        <w:t>Si vous saviez combien je le regrette</w:t>
      </w:r>
      <w:r>
        <w:t> !</w:t>
      </w:r>
    </w:p>
    <w:p w14:paraId="7D25E9F3" w14:textId="77777777" w:rsidR="002C50B2" w:rsidRDefault="002C50B2" w:rsidP="002C50B2">
      <w:r>
        <w:t>— </w:t>
      </w:r>
      <w:r w:rsidR="00C77A4E" w:rsidRPr="00275B88">
        <w:t>Trop tard</w:t>
      </w:r>
      <w:r>
        <w:t xml:space="preserve">… </w:t>
      </w:r>
      <w:r w:rsidR="00C77A4E" w:rsidRPr="00275B88">
        <w:t>hélas</w:t>
      </w:r>
      <w:r>
        <w:t> !</w:t>
      </w:r>
    </w:p>
    <w:p w14:paraId="6A639EBC" w14:textId="77777777" w:rsidR="002C50B2" w:rsidRDefault="002C50B2" w:rsidP="002C50B2">
      <w:r>
        <w:t>— </w:t>
      </w:r>
      <w:r w:rsidR="00C77A4E" w:rsidRPr="00275B88">
        <w:t>Vous pouvez tout me dire</w:t>
      </w:r>
      <w:r>
        <w:t xml:space="preserve">… </w:t>
      </w:r>
      <w:r w:rsidR="00C77A4E" w:rsidRPr="00275B88">
        <w:t>car j</w:t>
      </w:r>
      <w:r>
        <w:t>’</w:t>
      </w:r>
      <w:r w:rsidR="00C77A4E" w:rsidRPr="00275B88">
        <w:t>ai tout mérité</w:t>
      </w:r>
      <w:r>
        <w:t>.</w:t>
      </w:r>
    </w:p>
    <w:p w14:paraId="0B602B57" w14:textId="1AF00302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regarda Jacques</w:t>
      </w:r>
      <w:r>
        <w:t xml:space="preserve">. </w:t>
      </w:r>
      <w:r w:rsidR="00C77A4E" w:rsidRPr="00275B88">
        <w:t>Il était si sincèrement douloureux</w:t>
      </w:r>
      <w:r>
        <w:t xml:space="preserve">, </w:t>
      </w:r>
      <w:r w:rsidR="00C77A4E" w:rsidRPr="00275B88">
        <w:t>si abattu</w:t>
      </w:r>
      <w:r>
        <w:t xml:space="preserve">, </w:t>
      </w:r>
      <w:r w:rsidR="00C77A4E" w:rsidRPr="00275B88">
        <w:t>si déchiré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en parut quelque peu apitoyée et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voix moins sèche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accent moins hostile</w:t>
      </w:r>
      <w:r>
        <w:t xml:space="preserve">, </w:t>
      </w:r>
      <w:r w:rsidR="00C77A4E" w:rsidRPr="00275B88">
        <w:t>elle reprit</w:t>
      </w:r>
      <w:r>
        <w:t> :</w:t>
      </w:r>
    </w:p>
    <w:p w14:paraId="48764646" w14:textId="77777777" w:rsidR="002C50B2" w:rsidRDefault="002C50B2" w:rsidP="002C50B2">
      <w:r>
        <w:t>— </w:t>
      </w:r>
      <w:r w:rsidR="00C77A4E" w:rsidRPr="00275B88">
        <w:t>Je dois à la vérité de vous apprendre que vous n</w:t>
      </w:r>
      <w:r>
        <w:t>’</w:t>
      </w:r>
      <w:r w:rsidR="00C77A4E" w:rsidRPr="00275B88">
        <w:t>êtes pas le seul coupable</w:t>
      </w:r>
      <w:r>
        <w:t>.</w:t>
      </w:r>
    </w:p>
    <w:p w14:paraId="5CAA3B58" w14:textId="77777777" w:rsidR="002C50B2" w:rsidRDefault="00C77A4E" w:rsidP="002C50B2">
      <w:r w:rsidRPr="00275B88">
        <w:t>Bellegarde releva la tête</w:t>
      </w:r>
      <w:r w:rsidR="002C50B2">
        <w:t>.</w:t>
      </w:r>
    </w:p>
    <w:p w14:paraId="49787D78" w14:textId="77777777" w:rsidR="002C50B2" w:rsidRDefault="00C77A4E" w:rsidP="002C50B2">
      <w:r w:rsidRPr="00275B88">
        <w:t>La demoiselle de compagnie poursuivait</w:t>
      </w:r>
      <w:r w:rsidR="002C50B2">
        <w:t> :</w:t>
      </w:r>
    </w:p>
    <w:p w14:paraId="6F8CFD19" w14:textId="77777777" w:rsidR="002C50B2" w:rsidRDefault="002C50B2" w:rsidP="002C50B2">
      <w:r>
        <w:t>— </w:t>
      </w:r>
      <w:r w:rsidR="00C77A4E" w:rsidRPr="00275B88">
        <w:t>Certes</w:t>
      </w:r>
      <w:r>
        <w:t xml:space="preserve">, </w:t>
      </w:r>
      <w:r w:rsidR="00C77A4E" w:rsidRPr="00275B88">
        <w:t>votre attitude avait jeté notre pauvre Simone dans un état des plus inquiétants</w:t>
      </w:r>
      <w:r>
        <w:t xml:space="preserve"> ; </w:t>
      </w:r>
      <w:r w:rsidR="00C77A4E" w:rsidRPr="00275B88">
        <w:t>mais</w:t>
      </w:r>
      <w:r>
        <w:t xml:space="preserve">, </w:t>
      </w:r>
      <w:r w:rsidR="00C77A4E" w:rsidRPr="00275B88">
        <w:t>somme toute</w:t>
      </w:r>
      <w:r>
        <w:t xml:space="preserve">, </w:t>
      </w:r>
      <w:r w:rsidR="00C77A4E" w:rsidRPr="00275B88">
        <w:t>elle avait résisté à la crise terrible que votre départ avait provoquée en elle</w:t>
      </w:r>
      <w:r>
        <w:t xml:space="preserve">… </w:t>
      </w:r>
      <w:r w:rsidR="00C77A4E" w:rsidRPr="00275B88">
        <w:t>et j</w:t>
      </w:r>
      <w:r>
        <w:t>’</w:t>
      </w:r>
      <w:r w:rsidR="00C77A4E" w:rsidRPr="00275B88">
        <w:t>avais lieu d</w:t>
      </w:r>
      <w:r>
        <w:t>’</w:t>
      </w:r>
      <w:r w:rsidR="00C77A4E" w:rsidRPr="00275B88">
        <w:t>espérer qu</w:t>
      </w:r>
      <w:r>
        <w:t>’</w:t>
      </w:r>
      <w:r w:rsidR="00C77A4E" w:rsidRPr="00275B88">
        <w:t>elle en sortirait victorieuse</w:t>
      </w:r>
      <w:r>
        <w:t xml:space="preserve">… </w:t>
      </w:r>
      <w:r w:rsidR="00C77A4E" w:rsidRPr="00275B88">
        <w:t>lorsqu</w:t>
      </w:r>
      <w:r>
        <w:t>’</w:t>
      </w:r>
      <w:r w:rsidR="00C77A4E" w:rsidRPr="00275B88">
        <w:t>un incident imprévu a achevé notre chère blessée</w:t>
      </w:r>
      <w:r>
        <w:t>.</w:t>
      </w:r>
    </w:p>
    <w:p w14:paraId="5984A6FA" w14:textId="77777777" w:rsidR="002C50B2" w:rsidRDefault="002C50B2" w:rsidP="002C50B2">
      <w:r>
        <w:t>— </w:t>
      </w:r>
      <w:r w:rsidR="00C77A4E" w:rsidRPr="00275B88">
        <w:t>Un incident imprévu</w:t>
      </w:r>
      <w:r>
        <w:t xml:space="preserve"> ! </w:t>
      </w:r>
      <w:r w:rsidR="00C77A4E" w:rsidRPr="00275B88">
        <w:t>répétait Jacques</w:t>
      </w:r>
      <w:r>
        <w:t xml:space="preserve">, </w:t>
      </w:r>
      <w:r w:rsidR="00C77A4E" w:rsidRPr="00275B88">
        <w:t>qui</w:t>
      </w:r>
      <w:r>
        <w:t xml:space="preserve">, </w:t>
      </w:r>
      <w:r w:rsidR="00C77A4E" w:rsidRPr="00275B88">
        <w:t>dans le désarroi de son esprit</w:t>
      </w:r>
      <w:r>
        <w:t xml:space="preserve">, </w:t>
      </w:r>
      <w:r w:rsidR="00C77A4E" w:rsidRPr="00275B88">
        <w:t>ne comprenait pas encore</w:t>
      </w:r>
      <w:r>
        <w:t>.</w:t>
      </w:r>
    </w:p>
    <w:p w14:paraId="061B69E8" w14:textId="77777777" w:rsidR="002C50B2" w:rsidRDefault="00C77A4E" w:rsidP="002C50B2">
      <w:r w:rsidRPr="00275B88">
        <w:t>La Scandinave reprenait</w:t>
      </w:r>
      <w:r w:rsidR="002C50B2">
        <w:t> :</w:t>
      </w:r>
    </w:p>
    <w:p w14:paraId="663C2EB9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 avez</w:t>
      </w:r>
      <w:r w:rsidR="00C77A4E">
        <w:t>-</w:t>
      </w:r>
      <w:r w:rsidR="00C77A4E" w:rsidRPr="00275B88">
        <w:t>vous entendu dire que le Fantôme du Louvre s</w:t>
      </w:r>
      <w:r>
        <w:t>’</w:t>
      </w:r>
      <w:r w:rsidR="00C77A4E" w:rsidRPr="00275B88">
        <w:t>était introduit dans cette maison et y avait dérobé vos lettres</w:t>
      </w:r>
      <w:r>
        <w:t xml:space="preserve"> ? </w:t>
      </w:r>
      <w:r w:rsidR="00C77A4E" w:rsidRPr="00275B88">
        <w:t>Simone en a éprouvé une telle frayeur qu</w:t>
      </w:r>
      <w:r>
        <w:t>’</w:t>
      </w:r>
      <w:r w:rsidR="00C77A4E" w:rsidRPr="00275B88">
        <w:t>une nouvelle crise s</w:t>
      </w:r>
      <w:r>
        <w:t>’</w:t>
      </w:r>
      <w:r w:rsidR="00C77A4E" w:rsidRPr="00275B88">
        <w:t>est déclarée</w:t>
      </w:r>
      <w:r>
        <w:t>.</w:t>
      </w:r>
    </w:p>
    <w:p w14:paraId="08774DA0" w14:textId="77777777" w:rsidR="002C50B2" w:rsidRDefault="002C50B2" w:rsidP="002C50B2">
      <w:r>
        <w:t>« </w:t>
      </w:r>
      <w:r w:rsidR="00C77A4E" w:rsidRPr="00275B88">
        <w:t>Cette crise</w:t>
      </w:r>
      <w:r>
        <w:t xml:space="preserve">, </w:t>
      </w:r>
      <w:r w:rsidR="00C77A4E" w:rsidRPr="00275B88">
        <w:t>après la si cruelle émotion qu</w:t>
      </w:r>
      <w:r>
        <w:t>’</w:t>
      </w:r>
      <w:r w:rsidR="00C77A4E" w:rsidRPr="00275B88">
        <w:t>elle venait de traverser</w:t>
      </w:r>
      <w:r>
        <w:t xml:space="preserve">, </w:t>
      </w:r>
      <w:r w:rsidR="00C77A4E" w:rsidRPr="00275B88">
        <w:t>ne pouvait que lui être fatale</w:t>
      </w:r>
      <w:r>
        <w:t xml:space="preserve">… </w:t>
      </w:r>
      <w:r w:rsidR="00C77A4E" w:rsidRPr="00275B88">
        <w:t>Quand elle s</w:t>
      </w:r>
      <w:r>
        <w:t>’</w:t>
      </w:r>
      <w:r w:rsidR="00C77A4E" w:rsidRPr="00275B88">
        <w:t xml:space="preserve">est </w:t>
      </w:r>
      <w:r w:rsidR="00C77A4E" w:rsidRPr="00275B88">
        <w:lastRenderedPageBreak/>
        <w:t>sentie près de la fin</w:t>
      </w:r>
      <w:r>
        <w:t xml:space="preserve">, </w:t>
      </w:r>
      <w:r w:rsidR="00C77A4E" w:rsidRPr="00275B88">
        <w:t>elle a prononcé votre nom</w:t>
      </w:r>
      <w:r>
        <w:t xml:space="preserve">. </w:t>
      </w:r>
      <w:r w:rsidR="00C77A4E" w:rsidRPr="00275B88">
        <w:t>Je lui ai demandé</w:t>
      </w:r>
      <w:r>
        <w:t> :</w:t>
      </w:r>
    </w:p>
    <w:p w14:paraId="003A78F8" w14:textId="2DD967FE" w:rsidR="002C50B2" w:rsidRDefault="002C50B2" w:rsidP="002C50B2">
      <w:r>
        <w:t>« </w:t>
      </w:r>
      <w:r w:rsidR="00C77A4E" w:rsidRPr="00275B88">
        <w:t>Dois</w:t>
      </w:r>
      <w:r w:rsidR="00C77A4E">
        <w:t>-</w:t>
      </w:r>
      <w:r w:rsidR="00C77A4E" w:rsidRPr="00275B88">
        <w:t>je l</w:t>
      </w:r>
      <w:r>
        <w:t>’</w:t>
      </w:r>
      <w:r w:rsidR="00C77A4E" w:rsidRPr="00275B88">
        <w:t>envoyer chercher</w:t>
      </w:r>
      <w:r>
        <w:t> ? »</w:t>
      </w:r>
    </w:p>
    <w:p w14:paraId="137E6C95" w14:textId="77777777" w:rsidR="002C50B2" w:rsidRDefault="002C50B2" w:rsidP="002C50B2">
      <w:r>
        <w:t>« </w:t>
      </w:r>
      <w:r w:rsidR="00C77A4E" w:rsidRPr="00275B88">
        <w:t>Elle m</w:t>
      </w:r>
      <w:r>
        <w:t>’</w:t>
      </w:r>
      <w:r w:rsidR="00C77A4E" w:rsidRPr="00275B88">
        <w:t>a répondu</w:t>
      </w:r>
      <w:r>
        <w:t> :</w:t>
      </w:r>
    </w:p>
    <w:p w14:paraId="7EAABDD8" w14:textId="63E99823" w:rsidR="002C50B2" w:rsidRDefault="002C50B2" w:rsidP="002C50B2">
      <w:r>
        <w:t>« </w:t>
      </w:r>
      <w:r w:rsidR="00C77A4E" w:rsidRPr="00275B88">
        <w:t>Non</w:t>
      </w:r>
      <w:r>
        <w:t xml:space="preserve">, </w:t>
      </w:r>
      <w:r w:rsidR="00C77A4E" w:rsidRPr="00275B88">
        <w:t>car il ne vous croirait pas</w:t>
      </w:r>
      <w:r>
        <w:t xml:space="preserve">… </w:t>
      </w:r>
      <w:r w:rsidR="00C77A4E" w:rsidRPr="00275B88">
        <w:t>et il refuserait de venir</w:t>
      </w:r>
      <w:r>
        <w:t>… »</w:t>
      </w:r>
    </w:p>
    <w:p w14:paraId="604B5579" w14:textId="77777777" w:rsidR="002C50B2" w:rsidRDefault="002C50B2" w:rsidP="002C50B2">
      <w:r>
        <w:t>« </w:t>
      </w:r>
      <w:r w:rsidR="00C77A4E" w:rsidRPr="00275B88">
        <w:t>Et elle a ajouté d</w:t>
      </w:r>
      <w:r>
        <w:t>’</w:t>
      </w:r>
      <w:r w:rsidR="00C77A4E" w:rsidRPr="00275B88">
        <w:t>une voix que je n</w:t>
      </w:r>
      <w:r>
        <w:t>’</w:t>
      </w:r>
      <w:r w:rsidR="00C77A4E" w:rsidRPr="00275B88">
        <w:t>oublierai jamais</w:t>
      </w:r>
      <w:r>
        <w:t> :</w:t>
      </w:r>
    </w:p>
    <w:p w14:paraId="37D65E57" w14:textId="741838E3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aime mieux m</w:t>
      </w:r>
      <w:r>
        <w:t>’</w:t>
      </w:r>
      <w:r w:rsidR="00C77A4E" w:rsidRPr="00275B88">
        <w:t>en aller avec la consolation de me dire qu</w:t>
      </w:r>
      <w:r>
        <w:t>’</w:t>
      </w:r>
      <w:r w:rsidR="00C77A4E" w:rsidRPr="00275B88">
        <w:t>il ne peut plus m</w:t>
      </w:r>
      <w:r>
        <w:t>’</w:t>
      </w:r>
      <w:r w:rsidR="00C77A4E" w:rsidRPr="00275B88">
        <w:t>en vouloir</w:t>
      </w:r>
      <w:r>
        <w:t xml:space="preserve">… </w:t>
      </w:r>
      <w:r w:rsidR="00C77A4E" w:rsidRPr="00275B88">
        <w:t>puisque je me suis sacrifiée</w:t>
      </w:r>
      <w:r>
        <w:t> !… »</w:t>
      </w:r>
    </w:p>
    <w:p w14:paraId="349AB881" w14:textId="77777777" w:rsidR="002C50B2" w:rsidRDefault="002C50B2" w:rsidP="002C50B2">
      <w:r>
        <w:t>« </w:t>
      </w:r>
      <w:r w:rsidR="00C77A4E" w:rsidRPr="00275B88">
        <w:t>Et</w:t>
      </w:r>
      <w:r>
        <w:t xml:space="preserve">, </w:t>
      </w:r>
      <w:r w:rsidR="00C77A4E" w:rsidRPr="00275B88">
        <w:t>me prenant la main</w:t>
      </w:r>
      <w:r>
        <w:t xml:space="preserve">, </w:t>
      </w:r>
      <w:r w:rsidR="00C77A4E" w:rsidRPr="00275B88">
        <w:t>ce fut son dernier geste</w:t>
      </w:r>
      <w:r>
        <w:t xml:space="preserve">, </w:t>
      </w:r>
      <w:r w:rsidR="00C77A4E" w:rsidRPr="00275B88">
        <w:t>en même temps que ses dernières paroles</w:t>
      </w:r>
      <w:r>
        <w:t xml:space="preserve">, </w:t>
      </w:r>
      <w:r w:rsidR="00C77A4E" w:rsidRPr="00275B88">
        <w:t>elle a murmuré</w:t>
      </w:r>
      <w:r>
        <w:t> :</w:t>
      </w:r>
    </w:p>
    <w:p w14:paraId="726EA4DA" w14:textId="451AEA48" w:rsidR="002C50B2" w:rsidRDefault="002C50B2" w:rsidP="002C50B2">
      <w:r>
        <w:t>« </w:t>
      </w:r>
      <w:r w:rsidR="00C77A4E" w:rsidRPr="00275B88">
        <w:t>Vous lui direz que je lui pardonne</w:t>
      </w:r>
      <w:r>
        <w:t> !… »</w:t>
      </w:r>
    </w:p>
    <w:p w14:paraId="09FF5016" w14:textId="77777777" w:rsidR="002C50B2" w:rsidRDefault="002C50B2" w:rsidP="002C50B2">
      <w:r>
        <w:t>— </w:t>
      </w:r>
      <w:r w:rsidR="00C77A4E" w:rsidRPr="00275B88">
        <w:t>Pauvre Simone</w:t>
      </w:r>
      <w:r>
        <w:t xml:space="preserve"> ! </w:t>
      </w:r>
      <w:r w:rsidR="00C77A4E" w:rsidRPr="00275B88">
        <w:t>fit Jacques</w:t>
      </w:r>
      <w:r>
        <w:t xml:space="preserve">, </w:t>
      </w:r>
      <w:r w:rsidR="00C77A4E" w:rsidRPr="00275B88">
        <w:t>atterré</w:t>
      </w:r>
      <w:r>
        <w:t>.</w:t>
      </w:r>
    </w:p>
    <w:p w14:paraId="57EF3906" w14:textId="77777777" w:rsidR="002C50B2" w:rsidRDefault="00C77A4E" w:rsidP="002C50B2">
      <w:r w:rsidRPr="00275B88">
        <w:t>La demoiselle de compagnie hocha tristement la tête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elle fit</w:t>
      </w:r>
      <w:r w:rsidR="002C50B2">
        <w:t> :</w:t>
      </w:r>
    </w:p>
    <w:p w14:paraId="284CD44D" w14:textId="77777777" w:rsidR="002C50B2" w:rsidRDefault="002C50B2" w:rsidP="002C50B2">
      <w:r>
        <w:t>— </w:t>
      </w:r>
      <w:r w:rsidR="00C77A4E" w:rsidRPr="00275B88">
        <w:t>Je vais vous faire lire ses dernières volontés</w:t>
      </w:r>
      <w:r>
        <w:t> !</w:t>
      </w:r>
    </w:p>
    <w:p w14:paraId="17A509DD" w14:textId="77777777" w:rsidR="002C50B2" w:rsidRDefault="00C77A4E" w:rsidP="002C50B2">
      <w:r w:rsidRPr="00275B88">
        <w:t>Et elle emmena le reporter dans le boudoir</w:t>
      </w:r>
      <w:r w:rsidR="002C50B2">
        <w:t xml:space="preserve">. </w:t>
      </w:r>
      <w:r w:rsidRPr="00275B88">
        <w:t>Un grand frisson secoua le pauvre garçon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>était là qu</w:t>
      </w:r>
      <w:r w:rsidR="002C50B2">
        <w:t>’</w:t>
      </w:r>
      <w:r w:rsidRPr="00275B88">
        <w:t>il l</w:t>
      </w:r>
      <w:r w:rsidR="002C50B2">
        <w:t>’</w:t>
      </w:r>
      <w:r w:rsidRPr="00275B88">
        <w:t>avait vue pour la dernière fois</w:t>
      </w:r>
      <w:r w:rsidR="002C50B2">
        <w:t xml:space="preserve">… </w:t>
      </w:r>
      <w:r w:rsidRPr="00275B88">
        <w:t>qu</w:t>
      </w:r>
      <w:r w:rsidR="002C50B2">
        <w:t>’</w:t>
      </w:r>
      <w:r w:rsidRPr="00275B88">
        <w:t>il avait implacablement</w:t>
      </w:r>
      <w:r w:rsidR="002C50B2">
        <w:t xml:space="preserve">, </w:t>
      </w:r>
      <w:r w:rsidRPr="00275B88">
        <w:t>victorieusement résisté à ses larmes et à ses prières et lui avait porté le coup fatal dont elle ne devait pas se relever</w:t>
      </w:r>
      <w:r w:rsidR="002C50B2">
        <w:t>.</w:t>
      </w:r>
    </w:p>
    <w:p w14:paraId="66954DF1" w14:textId="77777777" w:rsidR="002C50B2" w:rsidRDefault="00C77A4E" w:rsidP="002C50B2">
      <w:r w:rsidRPr="00275B88">
        <w:t>Elsa Bergen s</w:t>
      </w:r>
      <w:r w:rsidR="002C50B2">
        <w:t>’</w:t>
      </w:r>
      <w:r w:rsidRPr="00275B88">
        <w:t>approcha du secrétaire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ouvrit et prit sur l</w:t>
      </w:r>
      <w:r w:rsidR="002C50B2">
        <w:t>’</w:t>
      </w:r>
      <w:r w:rsidRPr="00275B88">
        <w:t>une des tablettes un papier qu</w:t>
      </w:r>
      <w:r w:rsidR="002C50B2">
        <w:t>’</w:t>
      </w:r>
      <w:r w:rsidRPr="00275B88">
        <w:t>elle tendit à Jacques</w:t>
      </w:r>
      <w:r w:rsidR="002C50B2">
        <w:t>.</w:t>
      </w:r>
    </w:p>
    <w:p w14:paraId="7B81DCE4" w14:textId="77777777" w:rsidR="002C50B2" w:rsidRDefault="00C77A4E" w:rsidP="002C50B2">
      <w:r w:rsidRPr="00275B88">
        <w:t>Celui</w:t>
      </w:r>
      <w:r>
        <w:t>-</w:t>
      </w:r>
      <w:r w:rsidRPr="00275B88">
        <w:t>ci s</w:t>
      </w:r>
      <w:r w:rsidR="002C50B2">
        <w:t>’</w:t>
      </w:r>
      <w:r w:rsidRPr="00275B88">
        <w:t>en empara et lut ces quelques lignes tracées d</w:t>
      </w:r>
      <w:r w:rsidR="002C50B2">
        <w:t>’</w:t>
      </w:r>
      <w:r w:rsidRPr="00275B88">
        <w:t>une main défaillante</w:t>
      </w:r>
      <w:r w:rsidR="002C50B2">
        <w:t> :</w:t>
      </w:r>
    </w:p>
    <w:p w14:paraId="75034189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lastRenderedPageBreak/>
        <w:t>Lorsque je ne serai plus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je veux que l</w:t>
      </w:r>
      <w:r w:rsidR="002C50B2">
        <w:rPr>
          <w:i/>
          <w:iCs/>
        </w:rPr>
        <w:t>’</w:t>
      </w:r>
      <w:r w:rsidRPr="00275B88">
        <w:rPr>
          <w:i/>
          <w:iCs/>
        </w:rPr>
        <w:t>on m</w:t>
      </w:r>
      <w:r w:rsidR="002C50B2">
        <w:rPr>
          <w:i/>
          <w:iCs/>
        </w:rPr>
        <w:t>’</w:t>
      </w:r>
      <w:r w:rsidRPr="00275B88">
        <w:rPr>
          <w:i/>
          <w:iCs/>
        </w:rPr>
        <w:t>emporte dans mon atelier et que l</w:t>
      </w:r>
      <w:r w:rsidR="002C50B2">
        <w:rPr>
          <w:i/>
          <w:iCs/>
        </w:rPr>
        <w:t>’</w:t>
      </w:r>
      <w:r w:rsidRPr="00275B88">
        <w:rPr>
          <w:i/>
          <w:iCs/>
        </w:rPr>
        <w:t>on m</w:t>
      </w:r>
      <w:r w:rsidR="002C50B2">
        <w:rPr>
          <w:i/>
          <w:iCs/>
        </w:rPr>
        <w:t>’</w:t>
      </w:r>
      <w:r w:rsidRPr="00275B88">
        <w:rPr>
          <w:i/>
          <w:iCs/>
        </w:rPr>
        <w:t>étende sur le grand divan noir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parmi les fleurs que j</w:t>
      </w:r>
      <w:r w:rsidR="002C50B2">
        <w:rPr>
          <w:i/>
          <w:iCs/>
        </w:rPr>
        <w:t>’</w:t>
      </w:r>
      <w:r w:rsidRPr="00275B88">
        <w:rPr>
          <w:i/>
          <w:iCs/>
        </w:rPr>
        <w:t>aimais</w:t>
      </w:r>
      <w:r w:rsidR="002C50B2">
        <w:rPr>
          <w:i/>
          <w:iCs/>
        </w:rPr>
        <w:t>…</w:t>
      </w:r>
    </w:p>
    <w:p w14:paraId="32044386" w14:textId="77777777" w:rsidR="002C50B2" w:rsidRDefault="00C77A4E" w:rsidP="002C50B2">
      <w:r w:rsidRPr="00275B88">
        <w:t>Après un instant d</w:t>
      </w:r>
      <w:r w:rsidR="002C50B2">
        <w:t>’</w:t>
      </w:r>
      <w:r w:rsidRPr="00275B88">
        <w:t>incertitude</w:t>
      </w:r>
      <w:r w:rsidR="002C50B2">
        <w:t xml:space="preserve">, </w:t>
      </w:r>
      <w:r w:rsidRPr="00275B88">
        <w:t>le journaliste fit timidement</w:t>
      </w:r>
      <w:r w:rsidR="002C50B2">
        <w:t> :</w:t>
      </w:r>
    </w:p>
    <w:p w14:paraId="3F77854B" w14:textId="77777777" w:rsidR="002C50B2" w:rsidRDefault="002C50B2" w:rsidP="002C50B2">
      <w:r>
        <w:t>— </w:t>
      </w:r>
      <w:r w:rsidR="00C77A4E" w:rsidRPr="00275B88">
        <w:t>Je voudrais la voir</w:t>
      </w:r>
      <w:r>
        <w:t> !</w:t>
      </w:r>
    </w:p>
    <w:p w14:paraId="526B4F5D" w14:textId="77777777" w:rsidR="002C50B2" w:rsidRDefault="00C77A4E" w:rsidP="002C50B2">
      <w:r w:rsidRPr="00275B88">
        <w:t>La Scandinave demeura un instant impassible</w:t>
      </w:r>
      <w:r w:rsidR="002C50B2">
        <w:t xml:space="preserve">… </w:t>
      </w:r>
      <w:r w:rsidRPr="00275B88">
        <w:t>Bellegarde se demandait si elle allait accéder à sa requête</w:t>
      </w:r>
      <w:r w:rsidR="002C50B2">
        <w:t xml:space="preserve">… </w:t>
      </w:r>
      <w:r w:rsidRPr="00275B88">
        <w:t xml:space="preserve">Il se </w:t>
      </w:r>
      <w:r w:rsidRPr="00C66751">
        <w:t>préparait</w:t>
      </w:r>
      <w:r w:rsidRPr="00275B88">
        <w:t xml:space="preserve"> à insister</w:t>
      </w:r>
      <w:r w:rsidR="002C50B2">
        <w:t xml:space="preserve"> ; </w:t>
      </w:r>
      <w:r w:rsidRPr="00275B88">
        <w:t>car une force irrésistible lui ordonnait de se rendre au chevet de la morte</w:t>
      </w:r>
      <w:r w:rsidR="002C50B2">
        <w:t xml:space="preserve">, </w:t>
      </w:r>
      <w:r w:rsidRPr="00275B88">
        <w:t>de s</w:t>
      </w:r>
      <w:r w:rsidR="002C50B2">
        <w:t>’</w:t>
      </w:r>
      <w:r w:rsidRPr="00275B88">
        <w:t>y agenouiller</w:t>
      </w:r>
      <w:r w:rsidR="002C50B2">
        <w:t xml:space="preserve">… </w:t>
      </w:r>
      <w:r w:rsidRPr="00275B88">
        <w:t>non pour implorer de son âme envolée et sans doute déjà lointaine un pardon qu</w:t>
      </w:r>
      <w:r w:rsidR="002C50B2">
        <w:t>’</w:t>
      </w:r>
      <w:r w:rsidRPr="00275B88">
        <w:t>elle lui avait déjà accordé</w:t>
      </w:r>
      <w:r w:rsidR="002C50B2">
        <w:t xml:space="preserve">, </w:t>
      </w:r>
      <w:r w:rsidRPr="00275B88">
        <w:t>mais pour se recueillir et pour</w:t>
      </w:r>
      <w:r w:rsidR="002C50B2">
        <w:t xml:space="preserve">, </w:t>
      </w:r>
      <w:r w:rsidRPr="00275B88">
        <w:t>enfin</w:t>
      </w:r>
      <w:r w:rsidR="002C50B2">
        <w:t xml:space="preserve">, </w:t>
      </w:r>
      <w:r w:rsidRPr="00275B88">
        <w:t>donner libre cours aux sanglots qui l</w:t>
      </w:r>
      <w:r w:rsidR="002C50B2">
        <w:t>’</w:t>
      </w:r>
      <w:r w:rsidRPr="00275B88">
        <w:t>étouffaient</w:t>
      </w:r>
      <w:r w:rsidR="002C50B2">
        <w:t>.</w:t>
      </w:r>
    </w:p>
    <w:p w14:paraId="4E8BF4D2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… </w:t>
      </w:r>
      <w:r w:rsidR="00C77A4E" w:rsidRPr="00275B88">
        <w:t>murmura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 air suppliant</w:t>
      </w:r>
      <w:r>
        <w:t>.</w:t>
      </w:r>
    </w:p>
    <w:p w14:paraId="1C5ABF43" w14:textId="77777777" w:rsidR="002C50B2" w:rsidRDefault="002C50B2" w:rsidP="002C50B2">
      <w:r>
        <w:t>— </w:t>
      </w:r>
      <w:r w:rsidR="00C77A4E" w:rsidRPr="00275B88">
        <w:t>Venez</w:t>
      </w:r>
      <w:r>
        <w:t xml:space="preserve">, </w:t>
      </w:r>
      <w:r w:rsidR="00C77A4E" w:rsidRPr="00275B88">
        <w:t>fit simplement la demoiselle de compagnie</w:t>
      </w:r>
      <w:r>
        <w:t>.</w:t>
      </w:r>
    </w:p>
    <w:p w14:paraId="1821282F" w14:textId="77777777" w:rsidR="002C50B2" w:rsidRDefault="00C77A4E" w:rsidP="002C50B2">
      <w:r w:rsidRPr="00275B88">
        <w:t>Tous deux quittèrent le boudoir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gagnant le jardin</w:t>
      </w:r>
      <w:r w:rsidR="002C50B2">
        <w:t xml:space="preserve">, </w:t>
      </w:r>
      <w:r w:rsidRPr="00275B88">
        <w:t>se dirigèrent vers l</w:t>
      </w:r>
      <w:r w:rsidR="002C50B2">
        <w:t>’</w:t>
      </w:r>
      <w:r w:rsidRPr="00275B88">
        <w:t>atelier dont on apercevait</w:t>
      </w:r>
      <w:r w:rsidR="002C50B2">
        <w:t xml:space="preserve">, </w:t>
      </w:r>
      <w:r w:rsidRPr="00275B88">
        <w:t>à travers les frondaisons des grands arbres</w:t>
      </w:r>
      <w:r w:rsidR="002C50B2">
        <w:t xml:space="preserve">, </w:t>
      </w:r>
      <w:r w:rsidRPr="00275B88">
        <w:t>les vitrages éclairés par une discrète lumière</w:t>
      </w:r>
      <w:r w:rsidR="002C50B2">
        <w:t xml:space="preserve">. </w:t>
      </w:r>
      <w:r w:rsidRPr="00275B88">
        <w:t>Ils atteignirent la porte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Elsa Bergen ouvrit avec ce respect toujours un peu craintif qu</w:t>
      </w:r>
      <w:r w:rsidR="002C50B2">
        <w:t>’</w:t>
      </w:r>
      <w:r w:rsidRPr="00275B88">
        <w:t>inspire la mort</w:t>
      </w:r>
      <w:r w:rsidR="002C50B2">
        <w:t xml:space="preserve">… </w:t>
      </w:r>
      <w:r w:rsidRPr="00275B88">
        <w:t>Ils s</w:t>
      </w:r>
      <w:r w:rsidR="002C50B2">
        <w:t>’</w:t>
      </w:r>
      <w:r w:rsidRPr="00275B88">
        <w:t>arrêtèrent sur le seuil</w:t>
      </w:r>
      <w:r w:rsidR="002C50B2">
        <w:t>…</w:t>
      </w:r>
    </w:p>
    <w:p w14:paraId="254E92AC" w14:textId="77777777" w:rsidR="002C50B2" w:rsidRDefault="00C77A4E" w:rsidP="002C50B2">
      <w:r w:rsidRPr="00275B88">
        <w:t>Bellegarde se découvrit et aperçut</w:t>
      </w:r>
      <w:r w:rsidR="002C50B2">
        <w:t xml:space="preserve">, </w:t>
      </w:r>
      <w:r w:rsidRPr="00275B88">
        <w:t>au milieu de la pièce transformée en chapelle ardente</w:t>
      </w:r>
      <w:r w:rsidR="002C50B2">
        <w:t xml:space="preserve">, </w:t>
      </w:r>
      <w:r w:rsidRPr="00275B88">
        <w:t>le grand divan noir sur lequel reposait Simone</w:t>
      </w:r>
      <w:r w:rsidR="002C50B2">
        <w:t xml:space="preserve">, </w:t>
      </w:r>
      <w:r w:rsidRPr="00275B88">
        <w:t>à demi ensevelie sous les roses</w:t>
      </w:r>
      <w:r w:rsidR="002C50B2">
        <w:t>.</w:t>
      </w:r>
    </w:p>
    <w:p w14:paraId="69993AA8" w14:textId="77777777" w:rsidR="002C50B2" w:rsidRDefault="00C77A4E" w:rsidP="002C50B2">
      <w:r w:rsidRPr="00275B88">
        <w:t>Jacques s</w:t>
      </w:r>
      <w:r w:rsidR="002C50B2">
        <w:t>’</w:t>
      </w:r>
      <w:r w:rsidRPr="00275B88">
        <w:t>avança lentement vers Simone</w:t>
      </w:r>
      <w:r w:rsidR="002C50B2">
        <w:t xml:space="preserve">, </w:t>
      </w:r>
      <w:r w:rsidRPr="00275B88">
        <w:t>dont la mort n</w:t>
      </w:r>
      <w:r w:rsidR="002C50B2">
        <w:t>’</w:t>
      </w:r>
      <w:r w:rsidRPr="00275B88">
        <w:t>avait pas altéré la beauté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elle encore</w:t>
      </w:r>
      <w:r w:rsidR="002C50B2">
        <w:t xml:space="preserve">… </w:t>
      </w:r>
      <w:r w:rsidRPr="00275B88">
        <w:t>telle qu</w:t>
      </w:r>
      <w:r w:rsidR="002C50B2">
        <w:t>’</w:t>
      </w:r>
      <w:r w:rsidRPr="00275B88">
        <w:t>il l</w:t>
      </w:r>
      <w:r w:rsidR="002C50B2">
        <w:t>’</w:t>
      </w:r>
      <w:r w:rsidRPr="00275B88">
        <w:t xml:space="preserve">avait </w:t>
      </w:r>
      <w:r w:rsidRPr="00C66751">
        <w:t>connue</w:t>
      </w:r>
      <w:r w:rsidR="002C50B2">
        <w:t xml:space="preserve">, </w:t>
      </w:r>
      <w:r w:rsidRPr="00275B88">
        <w:t>mais les yeux fermés</w:t>
      </w:r>
      <w:r w:rsidR="002C50B2">
        <w:t xml:space="preserve">, </w:t>
      </w:r>
      <w:r w:rsidRPr="00275B88">
        <w:t>la bouche close</w:t>
      </w:r>
      <w:r w:rsidR="002C50B2">
        <w:t xml:space="preserve">, </w:t>
      </w:r>
      <w:r w:rsidRPr="00275B88">
        <w:t>et toute pâle de la blancheur ivoirine d</w:t>
      </w:r>
      <w:r w:rsidR="002C50B2">
        <w:t>’</w:t>
      </w:r>
      <w:r w:rsidRPr="00275B88">
        <w:t>un cierge</w:t>
      </w:r>
      <w:r w:rsidR="002C50B2">
        <w:t>.</w:t>
      </w:r>
    </w:p>
    <w:p w14:paraId="6F16913F" w14:textId="51655B15" w:rsidR="002C50B2" w:rsidRDefault="00C77A4E" w:rsidP="002C50B2">
      <w:r w:rsidRPr="00275B88">
        <w:lastRenderedPageBreak/>
        <w:t>Arrivé près du divan</w:t>
      </w:r>
      <w:r w:rsidR="002C50B2">
        <w:t xml:space="preserve">, </w:t>
      </w:r>
      <w:r w:rsidRPr="00275B88">
        <w:t>les yeux fixés sur celle qui</w:t>
      </w:r>
      <w:r w:rsidR="002C50B2">
        <w:t xml:space="preserve">, </w:t>
      </w:r>
      <w:r w:rsidRPr="00275B88">
        <w:t>peu de temps auparavant</w:t>
      </w:r>
      <w:r w:rsidR="002C50B2">
        <w:t xml:space="preserve">, </w:t>
      </w:r>
      <w:r w:rsidRPr="00275B88">
        <w:t>semblait respirer la vie avec tant de délices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absorba dans sa méditation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insensiblement</w:t>
      </w:r>
      <w:r w:rsidR="002C50B2">
        <w:t xml:space="preserve">, </w:t>
      </w:r>
      <w:r w:rsidRPr="00275B88">
        <w:t>il se laissa glisser à genoux</w:t>
      </w:r>
      <w:r w:rsidR="002C50B2">
        <w:t xml:space="preserve">. </w:t>
      </w:r>
      <w:r w:rsidRPr="00275B88">
        <w:t>Discrètement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se retira</w:t>
      </w:r>
      <w:r w:rsidR="002C50B2">
        <w:t xml:space="preserve">. </w:t>
      </w:r>
      <w:r w:rsidRPr="00275B88">
        <w:t>En traversant le jardin</w:t>
      </w:r>
      <w:r w:rsidR="002C50B2">
        <w:t xml:space="preserve">, </w:t>
      </w:r>
      <w:r w:rsidRPr="00275B88">
        <w:t>elle aperçut le valet de chambre qui accourait vers elle</w:t>
      </w:r>
      <w:r w:rsidR="002C50B2">
        <w:t>.</w:t>
      </w:r>
    </w:p>
    <w:p w14:paraId="5532C796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annonçait</w:t>
      </w:r>
      <w:r w:rsidR="00C77A4E">
        <w:t>-</w:t>
      </w:r>
      <w:r w:rsidR="00C77A4E" w:rsidRPr="00275B88">
        <w:t>il d</w:t>
      </w:r>
      <w:r>
        <w:t>’</w:t>
      </w:r>
      <w:r w:rsidR="00C77A4E" w:rsidRPr="00275B88">
        <w:t>un air agité</w:t>
      </w:r>
      <w:r>
        <w:t xml:space="preserve">, </w:t>
      </w:r>
      <w:r w:rsidR="00C77A4E" w:rsidRPr="00275B88">
        <w:t>la police est à la maison</w:t>
      </w:r>
      <w:r>
        <w:t>.</w:t>
      </w:r>
    </w:p>
    <w:p w14:paraId="13FEC5B6" w14:textId="77777777" w:rsidR="002C50B2" w:rsidRDefault="002C50B2" w:rsidP="002C50B2">
      <w:r>
        <w:t>— </w:t>
      </w:r>
      <w:r w:rsidR="00C77A4E" w:rsidRPr="00275B88">
        <w:t>La police</w:t>
      </w:r>
      <w:r>
        <w:t xml:space="preserve"> ?… </w:t>
      </w:r>
      <w:r w:rsidR="00C77A4E" w:rsidRPr="00275B88">
        <w:t>répéta la Scandinave</w:t>
      </w:r>
      <w:r>
        <w:t>.</w:t>
      </w:r>
    </w:p>
    <w:p w14:paraId="3062F500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>
        <w:t xml:space="preserve">… </w:t>
      </w:r>
      <w:r w:rsidR="00C77A4E" w:rsidRPr="00275B88">
        <w:t>Celui</w:t>
      </w:r>
      <w:r>
        <w:t xml:space="preserve">, </w:t>
      </w:r>
      <w:r w:rsidR="00C77A4E" w:rsidRPr="00275B88">
        <w:t>précisément qui est chargé d</w:t>
      </w:r>
      <w:r>
        <w:t>’</w:t>
      </w:r>
      <w:r w:rsidR="00C77A4E" w:rsidRPr="00275B88">
        <w:t>arrêter le Fantôme du Louvre</w:t>
      </w:r>
      <w:r>
        <w:t xml:space="preserve">… </w:t>
      </w:r>
      <w:r w:rsidR="00C77A4E" w:rsidRPr="00275B88">
        <w:t>Il est accompagné de deux agents en civil</w:t>
      </w:r>
      <w:r>
        <w:t>.</w:t>
      </w:r>
    </w:p>
    <w:p w14:paraId="2BD57BFB" w14:textId="77777777" w:rsidR="002C50B2" w:rsidRDefault="002C50B2" w:rsidP="002C50B2">
      <w:r>
        <w:t>— </w:t>
      </w:r>
      <w:r w:rsidR="00C77A4E" w:rsidRPr="00275B88">
        <w:t>Vous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dit ce qu</w:t>
      </w:r>
      <w:r>
        <w:t>’</w:t>
      </w:r>
      <w:r w:rsidR="00C77A4E" w:rsidRPr="00275B88">
        <w:t>il voulait</w:t>
      </w:r>
      <w:r>
        <w:t> ?</w:t>
      </w:r>
    </w:p>
    <w:p w14:paraId="43F57750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mademoiselle</w:t>
      </w:r>
      <w:r>
        <w:t xml:space="preserve">… </w:t>
      </w:r>
      <w:r w:rsidR="00C77A4E" w:rsidRPr="00275B88">
        <w:t>Il a simplement demandé à vous parler tout de suite</w:t>
      </w:r>
      <w:r>
        <w:t xml:space="preserve">… </w:t>
      </w:r>
      <w:r w:rsidR="00C77A4E" w:rsidRPr="00275B88">
        <w:t>Je l</w:t>
      </w:r>
      <w:r>
        <w:t>’</w:t>
      </w:r>
      <w:r w:rsidR="00C77A4E" w:rsidRPr="00275B88">
        <w:t>ai fait entrer au salon</w:t>
      </w:r>
      <w:r>
        <w:t>.</w:t>
      </w:r>
    </w:p>
    <w:p w14:paraId="7DA05E57" w14:textId="77777777" w:rsidR="002C50B2" w:rsidRDefault="002C50B2" w:rsidP="002C50B2">
      <w:r>
        <w:t>— </w:t>
      </w:r>
      <w:r w:rsidR="00C77A4E" w:rsidRPr="00275B88">
        <w:t>Vous avez bien fait</w:t>
      </w:r>
      <w:r>
        <w:t>…</w:t>
      </w:r>
    </w:p>
    <w:p w14:paraId="7B6C4830" w14:textId="77777777" w:rsidR="002C50B2" w:rsidRDefault="00C77A4E" w:rsidP="002C50B2">
      <w:r w:rsidRPr="00275B88">
        <w:t>La demoiselle de compagnie s</w:t>
      </w:r>
      <w:r w:rsidR="002C50B2">
        <w:t>’</w:t>
      </w:r>
      <w:r w:rsidRPr="00275B88">
        <w:t xml:space="preserve">en fut rejoindre </w:t>
      </w:r>
      <w:proofErr w:type="spellStart"/>
      <w:r w:rsidRPr="00275B88">
        <w:t>Ménardier</w:t>
      </w:r>
      <w:proofErr w:type="spellEnd"/>
      <w:r w:rsidRPr="00275B88">
        <w:t xml:space="preserve"> qui</w:t>
      </w:r>
      <w:r w:rsidR="002C50B2">
        <w:t xml:space="preserve">, </w:t>
      </w:r>
      <w:r w:rsidRPr="00275B88">
        <w:t>après l</w:t>
      </w:r>
      <w:r w:rsidR="002C50B2">
        <w:t>’</w:t>
      </w:r>
      <w:r w:rsidRPr="00275B88">
        <w:t>avoir aussitôt saluée</w:t>
      </w:r>
      <w:r w:rsidR="002C50B2">
        <w:t xml:space="preserve">, </w:t>
      </w:r>
      <w:r w:rsidRPr="00275B88">
        <w:t>attaqua</w:t>
      </w:r>
      <w:r w:rsidR="002C50B2">
        <w:t> :</w:t>
      </w:r>
    </w:p>
    <w:p w14:paraId="7F94F56D" w14:textId="77777777" w:rsidR="002C50B2" w:rsidRDefault="002C50B2" w:rsidP="002C50B2">
      <w:r>
        <w:t>— </w:t>
      </w:r>
      <w:r w:rsidR="00C77A4E" w:rsidRPr="00275B88">
        <w:t>Nous avons la preuve que Jacques Bellegarde est l</w:t>
      </w:r>
      <w:r>
        <w:t>’</w:t>
      </w:r>
      <w:r w:rsidR="00C77A4E" w:rsidRPr="00275B88">
        <w:t>un des auteurs</w:t>
      </w:r>
      <w:r>
        <w:t xml:space="preserve">, </w:t>
      </w:r>
      <w:r w:rsidR="00C77A4E" w:rsidRPr="00275B88">
        <w:t>sinon l</w:t>
      </w:r>
      <w:r>
        <w:t>’</w:t>
      </w:r>
      <w:r w:rsidR="00C77A4E" w:rsidRPr="00275B88">
        <w:t>auteur principal</w:t>
      </w:r>
      <w:r>
        <w:t xml:space="preserve">, </w:t>
      </w:r>
      <w:r w:rsidR="00C77A4E" w:rsidRPr="00275B88">
        <w:t>de l</w:t>
      </w:r>
      <w:r>
        <w:t>’</w:t>
      </w:r>
      <w:r w:rsidR="00C77A4E" w:rsidRPr="00275B88">
        <w:t>assassinat du gardien en chef Sabarat et du vol d</w:t>
      </w:r>
      <w:r>
        <w:t>’</w:t>
      </w:r>
      <w:r w:rsidR="00C77A4E" w:rsidRPr="00275B88">
        <w:t>un trésor caché au Louvre</w:t>
      </w:r>
      <w:r>
        <w:t>.</w:t>
      </w:r>
    </w:p>
    <w:p w14:paraId="3E24755B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possible</w:t>
      </w:r>
      <w:r>
        <w:t xml:space="preserve"> ?… </w:t>
      </w:r>
      <w:r w:rsidR="00C77A4E" w:rsidRPr="00275B88">
        <w:t>s</w:t>
      </w:r>
      <w:r>
        <w:t>’</w:t>
      </w:r>
      <w:r w:rsidR="00C77A4E" w:rsidRPr="00275B88">
        <w:t>écria Elsa Bergen avec une expression de profond saisissement</w:t>
      </w:r>
      <w:r>
        <w:t>.</w:t>
      </w:r>
    </w:p>
    <w:p w14:paraId="635F44E7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</w:t>
      </w:r>
      <w:r>
        <w:t xml:space="preserve">, </w:t>
      </w:r>
      <w:r w:rsidR="00C77A4E" w:rsidRPr="00275B88">
        <w:t>hélas</w:t>
      </w:r>
      <w:r>
        <w:t xml:space="preserve"> ! </w:t>
      </w:r>
      <w:r w:rsidR="00C77A4E" w:rsidRPr="00275B88">
        <w:t>que trop vrai</w:t>
      </w:r>
      <w:r>
        <w:t xml:space="preserve"> ! </w:t>
      </w:r>
      <w:r w:rsidR="00C77A4E" w:rsidRPr="00275B88">
        <w:t xml:space="preserve">affirmait </w:t>
      </w:r>
      <w:proofErr w:type="spellStart"/>
      <w:r w:rsidR="00C77A4E" w:rsidRPr="00275B88">
        <w:t>Ménardier</w:t>
      </w:r>
      <w:proofErr w:type="spellEnd"/>
      <w:r>
        <w:t>.</w:t>
      </w:r>
    </w:p>
    <w:p w14:paraId="236225FB" w14:textId="77777777" w:rsidR="002C50B2" w:rsidRDefault="00C77A4E" w:rsidP="002C50B2">
      <w:r w:rsidRPr="00275B88">
        <w:t>Et avec force</w:t>
      </w:r>
      <w:r w:rsidR="002C50B2">
        <w:t xml:space="preserve">, </w:t>
      </w:r>
      <w:r w:rsidRPr="00275B88">
        <w:t>il poursuivit</w:t>
      </w:r>
      <w:r w:rsidR="002C50B2">
        <w:t> :</w:t>
      </w:r>
    </w:p>
    <w:p w14:paraId="4DB2D64C" w14:textId="77777777" w:rsidR="002C50B2" w:rsidRDefault="002C50B2" w:rsidP="002C50B2">
      <w:r>
        <w:lastRenderedPageBreak/>
        <w:t>— </w:t>
      </w:r>
      <w:r w:rsidR="00C77A4E" w:rsidRPr="00275B88">
        <w:t>Nous avons été prévenus que Jacques Bellegarde se cachait dans cet hôtel</w:t>
      </w:r>
      <w:r>
        <w:t>.</w:t>
      </w:r>
    </w:p>
    <w:p w14:paraId="409B8E5A" w14:textId="77777777" w:rsidR="002C50B2" w:rsidRDefault="00C77A4E" w:rsidP="002C50B2">
      <w:r w:rsidRPr="00275B88">
        <w:t>Douloureusement</w:t>
      </w:r>
      <w:r w:rsidR="002C50B2">
        <w:t xml:space="preserve">, </w:t>
      </w:r>
      <w:r w:rsidRPr="00275B88">
        <w:t>la Scandinave déclarait</w:t>
      </w:r>
      <w:r w:rsidR="002C50B2">
        <w:t> :</w:t>
      </w:r>
    </w:p>
    <w:p w14:paraId="620A22F2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il y a une morte</w:t>
      </w:r>
      <w:r>
        <w:t xml:space="preserve">, </w:t>
      </w:r>
      <w:r w:rsidR="00C77A4E" w:rsidRPr="00275B88">
        <w:t>ici et celui que vous cherchez est en ce moment auprès d</w:t>
      </w:r>
      <w:r>
        <w:t>’</w:t>
      </w:r>
      <w:r w:rsidR="00C77A4E" w:rsidRPr="00275B88">
        <w:t>elle</w:t>
      </w:r>
      <w:r>
        <w:t>.</w:t>
      </w:r>
    </w:p>
    <w:p w14:paraId="1CF8AF46" w14:textId="77777777" w:rsidR="002C50B2" w:rsidRDefault="00C77A4E" w:rsidP="002C50B2">
      <w:r w:rsidRPr="00275B88">
        <w:t>Cette réponse parut impressionner l</w:t>
      </w:r>
      <w:r w:rsidR="002C50B2">
        <w:t>’</w:t>
      </w:r>
      <w:r w:rsidRPr="00275B88">
        <w:t>inspecteur</w:t>
      </w:r>
      <w:r w:rsidR="002C50B2">
        <w:t xml:space="preserve">… </w:t>
      </w:r>
      <w:r w:rsidRPr="00275B88">
        <w:t>Et se retournant vers ses agents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effaçaient dans un coin de la pièce</w:t>
      </w:r>
      <w:r w:rsidR="002C50B2">
        <w:t xml:space="preserve">, </w:t>
      </w:r>
      <w:r w:rsidRPr="00275B88">
        <w:t>il leur parla à voix basse</w:t>
      </w:r>
      <w:r w:rsidR="002C50B2">
        <w:t>.</w:t>
      </w:r>
    </w:p>
    <w:p w14:paraId="5018EB75" w14:textId="77777777" w:rsidR="002C50B2" w:rsidRDefault="00C77A4E" w:rsidP="002C50B2">
      <w:r w:rsidRPr="00275B88">
        <w:t>Dans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Jacques était toujours agenouillé auprès du divan noir</w:t>
      </w:r>
      <w:r w:rsidR="002C50B2">
        <w:t xml:space="preserve">… </w:t>
      </w:r>
      <w:r w:rsidRPr="00275B88">
        <w:t>Absorbé dans la plus cruelle des méditations</w:t>
      </w:r>
      <w:r w:rsidR="002C50B2">
        <w:t xml:space="preserve">, </w:t>
      </w:r>
      <w:r w:rsidRPr="00275B88">
        <w:t>il courbait légèrement la tête</w:t>
      </w:r>
      <w:r w:rsidR="002C50B2">
        <w:t xml:space="preserve">… </w:t>
      </w:r>
      <w:r w:rsidRPr="00275B88">
        <w:t>lorsqu</w:t>
      </w:r>
      <w:r w:rsidR="002C50B2">
        <w:t>’</w:t>
      </w:r>
      <w:r w:rsidRPr="00275B88">
        <w:t>une main se posa sur son épaule</w:t>
      </w:r>
      <w:r w:rsidR="002C50B2">
        <w:t xml:space="preserve">… </w:t>
      </w:r>
      <w:r w:rsidRPr="00275B88">
        <w:t>Il sursauta</w:t>
      </w:r>
      <w:r w:rsidR="002C50B2">
        <w:t xml:space="preserve">, </w:t>
      </w:r>
      <w:r w:rsidRPr="00275B88">
        <w:t>se retourna</w:t>
      </w:r>
      <w:r w:rsidR="002C50B2">
        <w:t xml:space="preserve">… </w:t>
      </w:r>
      <w:r w:rsidRPr="00275B88">
        <w:t>Chantecoq était devant lui</w:t>
      </w:r>
      <w:r w:rsidR="002C50B2">
        <w:t>.</w:t>
      </w:r>
    </w:p>
    <w:p w14:paraId="16B373A7" w14:textId="77777777" w:rsidR="002C50B2" w:rsidRDefault="00C77A4E" w:rsidP="002C50B2">
      <w:r w:rsidRPr="00275B88">
        <w:t>Sans prêter la moindre attention à la stupeur que manifestait le jeune journaliste</w:t>
      </w:r>
      <w:r w:rsidR="002C50B2">
        <w:t xml:space="preserve">, </w:t>
      </w:r>
      <w:r w:rsidRPr="00275B88">
        <w:t>le grand détective lui disait d</w:t>
      </w:r>
      <w:r w:rsidR="002C50B2">
        <w:t>’</w:t>
      </w:r>
      <w:r w:rsidRPr="00275B88">
        <w:t>un ton bref</w:t>
      </w:r>
      <w:r w:rsidR="002C50B2">
        <w:t> :</w:t>
      </w:r>
    </w:p>
    <w:p w14:paraId="2C5D638E" w14:textId="77777777" w:rsidR="002C50B2" w:rsidRDefault="002C50B2" w:rsidP="002C50B2">
      <w:r>
        <w:t>— </w:t>
      </w:r>
      <w:r w:rsidR="00C77A4E" w:rsidRPr="00275B88">
        <w:t>La police est dans la maison</w:t>
      </w:r>
      <w:r>
        <w:t xml:space="preserve">… </w:t>
      </w:r>
      <w:r w:rsidR="00C77A4E" w:rsidRPr="00275B88">
        <w:t>Suivez</w:t>
      </w:r>
      <w:r w:rsidR="00C77A4E">
        <w:t>-</w:t>
      </w:r>
      <w:r w:rsidR="00C77A4E" w:rsidRPr="00275B88">
        <w:t>moi</w:t>
      </w:r>
      <w:r>
        <w:t>.</w:t>
      </w:r>
    </w:p>
    <w:p w14:paraId="2ADBAA65" w14:textId="77777777" w:rsidR="002C50B2" w:rsidRDefault="00C77A4E" w:rsidP="002C50B2">
      <w:r w:rsidRPr="00275B88">
        <w:t>Jacques dirigea un suprême regard vers la dépouille mortelle de Simone</w:t>
      </w:r>
      <w:r w:rsidR="002C50B2">
        <w:t xml:space="preserve">… </w:t>
      </w:r>
      <w:r w:rsidRPr="00275B88">
        <w:t>Mais Chantecoq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entraînant au dehors</w:t>
      </w:r>
      <w:r w:rsidR="002C50B2">
        <w:t xml:space="preserve">, </w:t>
      </w:r>
      <w:r w:rsidRPr="00275B88">
        <w:t>sortit avec lui de l</w:t>
      </w:r>
      <w:r w:rsidR="002C50B2">
        <w:t>’</w:t>
      </w:r>
      <w:r w:rsidRPr="00275B88">
        <w:t>atelier</w:t>
      </w:r>
      <w:r w:rsidR="002C50B2">
        <w:t xml:space="preserve">… </w:t>
      </w:r>
      <w:r w:rsidRPr="00275B88">
        <w:t>et ils firent quelques pas dans la nuit</w:t>
      </w:r>
      <w:r w:rsidR="002C50B2">
        <w:t>.</w:t>
      </w:r>
    </w:p>
    <w:p w14:paraId="403BEC4B" w14:textId="77777777" w:rsidR="002C50B2" w:rsidRDefault="00C77A4E" w:rsidP="002C50B2">
      <w:r w:rsidRPr="00275B88">
        <w:t>À ce moment</w:t>
      </w:r>
      <w:r w:rsidR="002C50B2">
        <w:t xml:space="preserve">, </w:t>
      </w:r>
      <w:r w:rsidRPr="00275B88">
        <w:t>ils aperçurent</w:t>
      </w:r>
      <w:r w:rsidR="002C50B2">
        <w:t xml:space="preserve">, </w:t>
      </w:r>
      <w:r w:rsidRPr="00275B88">
        <w:t>éclairés par la lumière du grand salon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et les deux agents qui</w:t>
      </w:r>
      <w:r w:rsidR="002C50B2">
        <w:t xml:space="preserve">, </w:t>
      </w:r>
      <w:r w:rsidRPr="00275B88">
        <w:t>guidés par la demoiselle de compagnie</w:t>
      </w:r>
      <w:r w:rsidR="002C50B2">
        <w:t xml:space="preserve">, </w:t>
      </w:r>
      <w:r w:rsidRPr="00275B88">
        <w:t>franchissaient le seuil de la porte</w:t>
      </w:r>
      <w:r>
        <w:t>-</w:t>
      </w:r>
      <w:r w:rsidRPr="00275B88">
        <w:t>fenêtre accédant directement au jardin</w:t>
      </w:r>
      <w:r w:rsidR="002C50B2">
        <w:t>.</w:t>
      </w:r>
    </w:p>
    <w:p w14:paraId="43CB23F6" w14:textId="77777777" w:rsidR="002C50B2" w:rsidRDefault="00C77A4E" w:rsidP="002C50B2">
      <w:r w:rsidRPr="00275B88">
        <w:t>Ils n</w:t>
      </w:r>
      <w:r w:rsidR="002C50B2">
        <w:t>’</w:t>
      </w:r>
      <w:r w:rsidRPr="00275B88">
        <w:t>eurent que le temps de s</w:t>
      </w:r>
      <w:r w:rsidR="002C50B2">
        <w:t>’</w:t>
      </w:r>
      <w:r w:rsidRPr="00275B88">
        <w:t>enfoncer dans un bosquet</w:t>
      </w:r>
      <w:r w:rsidR="002C50B2">
        <w:t>.</w:t>
      </w:r>
    </w:p>
    <w:p w14:paraId="2D8CB9F6" w14:textId="77777777" w:rsidR="002C50B2" w:rsidRDefault="00C77A4E" w:rsidP="002C50B2">
      <w:r w:rsidRPr="00275B88">
        <w:lastRenderedPageBreak/>
        <w:t>Tandis que les policiers</w:t>
      </w:r>
      <w:r w:rsidR="002C50B2">
        <w:t xml:space="preserve">, </w:t>
      </w:r>
      <w:r w:rsidRPr="00275B88">
        <w:t>toujours guidés par la Scandinave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avançaient vers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Chantecoq et Bellegarde</w:t>
      </w:r>
      <w:r w:rsidR="002C50B2">
        <w:t xml:space="preserve">, </w:t>
      </w:r>
      <w:r w:rsidRPr="00275B88">
        <w:t>qui marchaient à pas de loup</w:t>
      </w:r>
      <w:r w:rsidR="002C50B2">
        <w:t xml:space="preserve">, </w:t>
      </w:r>
      <w:r w:rsidRPr="00275B88">
        <w:t>se glissaient jusqu</w:t>
      </w:r>
      <w:r w:rsidR="002C50B2">
        <w:t>’</w:t>
      </w:r>
      <w:r w:rsidRPr="00275B88">
        <w:t>à la petite porte qui</w:t>
      </w:r>
      <w:r w:rsidR="002C50B2">
        <w:t xml:space="preserve">, </w:t>
      </w:r>
      <w:r w:rsidRPr="00275B88">
        <w:t>au cours de sa première enquête chez Simone Desroches</w:t>
      </w:r>
      <w:r w:rsidR="002C50B2">
        <w:t xml:space="preserve">, </w:t>
      </w:r>
      <w:r w:rsidRPr="00275B88">
        <w:t>avait déjà attiré l</w:t>
      </w:r>
      <w:r w:rsidR="002C50B2">
        <w:t>’</w:t>
      </w:r>
      <w:r w:rsidRPr="00275B88">
        <w:t>attention du grand limier</w:t>
      </w:r>
      <w:r w:rsidR="002C50B2">
        <w:t>.</w:t>
      </w:r>
    </w:p>
    <w:p w14:paraId="0B804904" w14:textId="77777777" w:rsidR="002C50B2" w:rsidRDefault="00C77A4E" w:rsidP="002C50B2">
      <w:r w:rsidRPr="00275B88">
        <w:t>Cette porte était légèrement entrebâillée</w:t>
      </w:r>
      <w:r w:rsidR="002C50B2">
        <w:t>…</w:t>
      </w:r>
    </w:p>
    <w:p w14:paraId="1F07D0D2" w14:textId="77777777" w:rsidR="002C50B2" w:rsidRDefault="00C77A4E" w:rsidP="002C50B2">
      <w:r w:rsidRPr="00275B88">
        <w:t>Le détective poussa Jacques au dehors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tout en lui désignant une auto qui stationnait à quelques mètres de là</w:t>
      </w:r>
      <w:r w:rsidR="002C50B2">
        <w:t xml:space="preserve">, </w:t>
      </w:r>
      <w:r w:rsidRPr="00275B88">
        <w:t>au milieu de la rue obscure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5ED92B5E" w14:textId="77777777" w:rsidR="002C50B2" w:rsidRDefault="002C50B2" w:rsidP="002C50B2">
      <w:r>
        <w:t>— </w:t>
      </w:r>
      <w:r w:rsidR="00C77A4E" w:rsidRPr="00275B88">
        <w:t>Montez vite dans cette voiture</w:t>
      </w:r>
      <w:r>
        <w:t xml:space="preserve">… </w:t>
      </w:r>
      <w:r w:rsidR="00C77A4E" w:rsidRPr="00275B88">
        <w:t>Je me charge du reste</w:t>
      </w:r>
      <w:r>
        <w:t> !…</w:t>
      </w:r>
    </w:p>
    <w:p w14:paraId="57DF38C0" w14:textId="77777777" w:rsidR="002C50B2" w:rsidRDefault="00C77A4E" w:rsidP="002C50B2">
      <w:r w:rsidRPr="00275B88">
        <w:t>Bellegarde s</w:t>
      </w:r>
      <w:r w:rsidR="002C50B2">
        <w:t>’</w:t>
      </w:r>
      <w:r w:rsidRPr="00275B88">
        <w:t>avança vers l</w:t>
      </w:r>
      <w:r w:rsidR="002C50B2">
        <w:t>’</w:t>
      </w:r>
      <w:r w:rsidRPr="00275B88">
        <w:t>auto</w:t>
      </w:r>
      <w:r w:rsidR="002C50B2">
        <w:t xml:space="preserve">, </w:t>
      </w:r>
      <w:r w:rsidRPr="00275B88">
        <w:t xml:space="preserve">près de laquelle </w:t>
      </w:r>
      <w:proofErr w:type="spellStart"/>
      <w:r w:rsidRPr="00275B88">
        <w:t>Gautrais</w:t>
      </w:r>
      <w:proofErr w:type="spellEnd"/>
      <w:r w:rsidRPr="00275B88">
        <w:t xml:space="preserve"> attendait</w:t>
      </w:r>
      <w:r w:rsidR="002C50B2">
        <w:t>…</w:t>
      </w:r>
    </w:p>
    <w:p w14:paraId="3B8DD579" w14:textId="77777777" w:rsidR="002C50B2" w:rsidRDefault="00C77A4E" w:rsidP="002C50B2">
      <w:r w:rsidRPr="00275B88">
        <w:t>Colette était assise sur le siège</w:t>
      </w:r>
      <w:r w:rsidR="002C50B2">
        <w:t xml:space="preserve">, </w:t>
      </w:r>
      <w:r w:rsidRPr="00275B88">
        <w:t>les mains sur le volant</w:t>
      </w:r>
      <w:r w:rsidR="002C50B2">
        <w:t xml:space="preserve">, </w:t>
      </w:r>
      <w:r w:rsidRPr="00275B88">
        <w:t>le pied sur la pédale</w:t>
      </w:r>
      <w:r w:rsidR="002C50B2">
        <w:t xml:space="preserve">, </w:t>
      </w:r>
      <w:r w:rsidRPr="00275B88">
        <w:t>impatiente de partir</w:t>
      </w:r>
      <w:r w:rsidR="002C50B2">
        <w:t>.</w:t>
      </w:r>
    </w:p>
    <w:p w14:paraId="72574F43" w14:textId="77777777" w:rsidR="002C50B2" w:rsidRDefault="00C77A4E" w:rsidP="002C50B2">
      <w:r w:rsidRPr="00275B88">
        <w:t>Jacques prit place dans le véhicule</w:t>
      </w:r>
      <w:r w:rsidR="002C50B2">
        <w:t xml:space="preserve">. </w:t>
      </w:r>
      <w:proofErr w:type="spellStart"/>
      <w:r w:rsidRPr="00275B88">
        <w:t>Gautrais</w:t>
      </w:r>
      <w:proofErr w:type="spellEnd"/>
      <w:r w:rsidRPr="00275B88">
        <w:t xml:space="preserve"> referma la portière et s</w:t>
      </w:r>
      <w:r w:rsidR="002C50B2">
        <w:t>’</w:t>
      </w:r>
      <w:r w:rsidRPr="00275B88">
        <w:t>installa près de Colette</w:t>
      </w:r>
      <w:r w:rsidR="002C50B2">
        <w:t xml:space="preserve">, </w:t>
      </w:r>
      <w:r w:rsidRPr="00275B88">
        <w:t>qui démarra aussitôt</w:t>
      </w:r>
      <w:r w:rsidR="002C50B2">
        <w:t xml:space="preserve">. </w:t>
      </w:r>
      <w:r w:rsidRPr="00275B88">
        <w:t>Chantecoq eut un soupir de soulagement</w:t>
      </w:r>
      <w:r w:rsidR="002C50B2">
        <w:t xml:space="preserve"> ; </w:t>
      </w:r>
      <w:r w:rsidRPr="00275B88">
        <w:t>puis il rentra dans le jardin</w:t>
      </w:r>
      <w:r w:rsidR="002C50B2">
        <w:t xml:space="preserve">… </w:t>
      </w:r>
      <w:r w:rsidRPr="00275B88">
        <w:t>regagna le bosquet</w:t>
      </w:r>
      <w:r w:rsidR="002C50B2">
        <w:t xml:space="preserve">… </w:t>
      </w:r>
      <w:r w:rsidRPr="00275B88">
        <w:t>et à travers les feuillages qu</w:t>
      </w:r>
      <w:r w:rsidR="002C50B2">
        <w:t>’</w:t>
      </w:r>
      <w:r w:rsidRPr="00275B88">
        <w:t>il avait légèrement écartés</w:t>
      </w:r>
      <w:r w:rsidR="002C50B2">
        <w:t xml:space="preserve">, </w:t>
      </w:r>
      <w:r w:rsidRPr="00275B88">
        <w:t xml:space="preserve">il aperçut </w:t>
      </w:r>
      <w:proofErr w:type="spellStart"/>
      <w:r w:rsidRPr="00275B88">
        <w:t>Ménardier</w:t>
      </w:r>
      <w:proofErr w:type="spellEnd"/>
      <w:r w:rsidRPr="00275B88">
        <w:t xml:space="preserve"> et ses deux hommes</w:t>
      </w:r>
      <w:r w:rsidR="002C50B2">
        <w:t xml:space="preserve">, </w:t>
      </w:r>
      <w:r w:rsidRPr="00275B88">
        <w:t>qui arrêtés devant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hésitaient visiblement à y pénétrer</w:t>
      </w:r>
      <w:r w:rsidR="002C50B2">
        <w:t>.</w:t>
      </w:r>
    </w:p>
    <w:p w14:paraId="0852AC79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inspecteur appela d</w:t>
      </w:r>
      <w:r w:rsidR="002C50B2">
        <w:t>’</w:t>
      </w:r>
      <w:r w:rsidRPr="00275B88">
        <w:t>un geste brusque Elsa Bergen</w:t>
      </w:r>
      <w:r w:rsidR="002C50B2">
        <w:t xml:space="preserve">, </w:t>
      </w:r>
      <w:r w:rsidRPr="00275B88">
        <w:t>qui se tenait à une certaine distance</w:t>
      </w:r>
      <w:r w:rsidR="002C50B2">
        <w:t>.</w:t>
      </w:r>
    </w:p>
    <w:p w14:paraId="71662361" w14:textId="47468596" w:rsidR="002C50B2" w:rsidRDefault="00C77A4E" w:rsidP="002C50B2">
      <w:r w:rsidRPr="00275B88">
        <w:t>La demoiselle de compagnie s</w:t>
      </w:r>
      <w:r w:rsidR="002C50B2">
        <w:t>’</w:t>
      </w:r>
      <w:r w:rsidRPr="00275B88">
        <w:t>approcha de lui</w:t>
      </w:r>
      <w:r w:rsidR="002C50B2">
        <w:t xml:space="preserve">. </w:t>
      </w:r>
      <w:proofErr w:type="spellStart"/>
      <w:r w:rsidRPr="00275B88">
        <w:t>Ménardier</w:t>
      </w:r>
      <w:proofErr w:type="spellEnd"/>
      <w:r w:rsidRPr="00275B88">
        <w:t xml:space="preserve"> lui adressa quelques mots</w:t>
      </w:r>
      <w:r w:rsidR="002C50B2">
        <w:t xml:space="preserve">. </w:t>
      </w:r>
      <w:r w:rsidRPr="00275B88">
        <w:t>Sans doute lui demandait</w:t>
      </w:r>
      <w:r>
        <w:t>-</w:t>
      </w:r>
      <w:r w:rsidRPr="00275B88">
        <w:t>il de pénétrer dans l</w:t>
      </w:r>
      <w:r w:rsidR="002C50B2">
        <w:t>’</w:t>
      </w:r>
      <w:r w:rsidRPr="00275B88">
        <w:t>atelier</w:t>
      </w:r>
      <w:r w:rsidR="002C50B2">
        <w:t xml:space="preserve">… </w:t>
      </w:r>
      <w:r w:rsidRPr="00275B88">
        <w:t xml:space="preserve">car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se dirigea vers la porte qu</w:t>
      </w:r>
      <w:r w:rsidR="002C50B2">
        <w:t>’</w:t>
      </w:r>
      <w:r w:rsidRPr="00275B88">
        <w:t>elle ouvrit toute grande</w:t>
      </w:r>
      <w:r w:rsidR="002C50B2">
        <w:t xml:space="preserve">. </w:t>
      </w:r>
      <w:r w:rsidRPr="00275B88">
        <w:t xml:space="preserve">Une exclamation de surprise </w:t>
      </w:r>
      <w:r w:rsidRPr="00275B88">
        <w:lastRenderedPageBreak/>
        <w:t>lui échappa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de la main</w:t>
      </w:r>
      <w:r w:rsidR="002C50B2">
        <w:t xml:space="preserve">, </w:t>
      </w:r>
      <w:r w:rsidRPr="00275B88">
        <w:t>elle invita les policiers à s</w:t>
      </w:r>
      <w:r w:rsidR="002C50B2">
        <w:t>’</w:t>
      </w:r>
      <w:r w:rsidRPr="00275B88">
        <w:t>approcher</w:t>
      </w:r>
      <w:r w:rsidR="002C50B2">
        <w:t>.</w:t>
      </w:r>
    </w:p>
    <w:p w14:paraId="14F9495B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proféra un cri de colère</w:t>
      </w:r>
      <w:r w:rsidR="002C50B2">
        <w:t xml:space="preserve">… </w:t>
      </w:r>
      <w:r w:rsidRPr="00275B88">
        <w:t>Dans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y avait plus que la morte</w:t>
      </w:r>
      <w:r w:rsidR="002C50B2">
        <w:t xml:space="preserve">, </w:t>
      </w:r>
      <w:r w:rsidRPr="00275B88">
        <w:t>inerte</w:t>
      </w:r>
      <w:r w:rsidR="002C50B2">
        <w:t xml:space="preserve">, </w:t>
      </w:r>
      <w:r w:rsidRPr="00275B88">
        <w:t>pâle et glacée sur son lit de roses qui tachaient de pourpre le velours du divan noir</w:t>
      </w:r>
      <w:r w:rsidR="002C50B2">
        <w:t>.</w:t>
      </w:r>
    </w:p>
    <w:p w14:paraId="55F369FE" w14:textId="77777777" w:rsidR="002C50B2" w:rsidRDefault="00C77A4E" w:rsidP="002C50B2">
      <w:r w:rsidRPr="00275B88">
        <w:t>Se retournant vers la Scandinave</w:t>
      </w:r>
      <w:r w:rsidR="002C50B2">
        <w:t xml:space="preserve">, </w:t>
      </w:r>
      <w:r w:rsidRPr="00275B88">
        <w:t>qui ne semblait pas moins stupéfaite que lui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scanda</w:t>
      </w:r>
      <w:r w:rsidR="002C50B2">
        <w:t> :</w:t>
      </w:r>
    </w:p>
    <w:p w14:paraId="1486CAD8" w14:textId="77777777" w:rsidR="002C50B2" w:rsidRDefault="002C50B2" w:rsidP="002C50B2">
      <w:r>
        <w:t>— </w:t>
      </w:r>
      <w:r w:rsidR="00C77A4E" w:rsidRPr="00275B88">
        <w:t>Si vous m</w:t>
      </w:r>
      <w:r>
        <w:t>’</w:t>
      </w:r>
      <w:r w:rsidR="00C77A4E" w:rsidRPr="00275B88">
        <w:t>avez menti</w:t>
      </w:r>
      <w:r>
        <w:t xml:space="preserve">, </w:t>
      </w:r>
      <w:r w:rsidR="00C77A4E" w:rsidRPr="00275B88">
        <w:t>Bellegarde est tout de même perdu</w:t>
      </w:r>
      <w:r>
        <w:t xml:space="preserve">… </w:t>
      </w:r>
      <w:r w:rsidR="00C77A4E" w:rsidRPr="00275B88">
        <w:t>Deux hommes placés devant la porte de l</w:t>
      </w:r>
      <w:r>
        <w:t>’</w:t>
      </w:r>
      <w:r w:rsidR="00C77A4E" w:rsidRPr="00275B88">
        <w:t>hôtel le cueilleront au passage</w:t>
      </w:r>
      <w:r>
        <w:t>.</w:t>
      </w:r>
    </w:p>
    <w:p w14:paraId="0645ABF7" w14:textId="77777777" w:rsidR="002C50B2" w:rsidRDefault="002C50B2" w:rsidP="002C50B2">
      <w:r>
        <w:t>— </w:t>
      </w:r>
      <w:r w:rsidR="00C77A4E" w:rsidRPr="00275B88">
        <w:t>Je vous jure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que je n</w:t>
      </w:r>
      <w:r>
        <w:t>’</w:t>
      </w:r>
      <w:r w:rsidR="00C77A4E" w:rsidRPr="00275B88">
        <w:t>y comprends rien</w:t>
      </w:r>
      <w:r>
        <w:t xml:space="preserve"> ! </w:t>
      </w:r>
      <w:r w:rsidR="00C77A4E" w:rsidRPr="00275B88">
        <w:t>protestait Elsa Bergen avec une sincérité évidente</w:t>
      </w:r>
      <w:r>
        <w:t>.</w:t>
      </w:r>
    </w:p>
    <w:p w14:paraId="4BF05B91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martelait</w:t>
      </w:r>
      <w:r w:rsidR="002C50B2">
        <w:t> :</w:t>
      </w:r>
    </w:p>
    <w:p w14:paraId="113B48DE" w14:textId="77777777" w:rsidR="002C50B2" w:rsidRDefault="002C50B2" w:rsidP="002C50B2">
      <w:r>
        <w:t>— </w:t>
      </w:r>
      <w:r w:rsidR="00C77A4E" w:rsidRPr="00275B88">
        <w:t>Il ne saurait être loin</w:t>
      </w:r>
      <w:r>
        <w:t xml:space="preserve">, </w:t>
      </w:r>
      <w:r w:rsidR="00C77A4E" w:rsidRPr="00275B88">
        <w:t>et nous allons fouiller le jardin</w:t>
      </w:r>
      <w:r>
        <w:t>.</w:t>
      </w:r>
    </w:p>
    <w:p w14:paraId="54675958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et ses deux agents allaient commencer leurs recherches</w:t>
      </w:r>
      <w:r w:rsidR="002C50B2">
        <w:t xml:space="preserve">, </w:t>
      </w:r>
      <w:r w:rsidRPr="00275B88">
        <w:t>lorsque</w:t>
      </w:r>
      <w:r w:rsidR="002C50B2">
        <w:t xml:space="preserve">, </w:t>
      </w:r>
      <w:r w:rsidRPr="00275B88">
        <w:t>sortant de l</w:t>
      </w:r>
      <w:r w:rsidR="002C50B2">
        <w:t>’</w:t>
      </w:r>
      <w:r w:rsidRPr="00275B88">
        <w:t>ombre dans laquelle il se dissimulait</w:t>
      </w:r>
      <w:r w:rsidR="002C50B2">
        <w:t xml:space="preserve">, </w:t>
      </w:r>
      <w:r w:rsidRPr="00275B88">
        <w:t>Chantecoq se dressa devant eux</w:t>
      </w:r>
      <w:r w:rsidR="002C50B2">
        <w:t>.</w:t>
      </w:r>
    </w:p>
    <w:p w14:paraId="4A88F498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 </w:t>
      </w:r>
      <w:r w:rsidR="00C77A4E" w:rsidRPr="00275B88">
        <w:t xml:space="preserve">reconnut </w:t>
      </w:r>
      <w:proofErr w:type="spellStart"/>
      <w:r w:rsidR="00C77A4E" w:rsidRPr="00275B88">
        <w:t>Ménardier</w:t>
      </w:r>
      <w:proofErr w:type="spellEnd"/>
      <w:r>
        <w:t>.</w:t>
      </w:r>
    </w:p>
    <w:p w14:paraId="6F38DA9E" w14:textId="77777777" w:rsidR="002C50B2" w:rsidRDefault="00C77A4E" w:rsidP="002C50B2">
      <w:r w:rsidRPr="00275B88">
        <w:t>Le roi des détectives</w:t>
      </w:r>
      <w:r w:rsidR="002C50B2">
        <w:t xml:space="preserve">, </w:t>
      </w:r>
      <w:r w:rsidRPr="00275B88">
        <w:t>tout en lui tendant la main</w:t>
      </w:r>
      <w:r w:rsidR="002C50B2">
        <w:t xml:space="preserve">, </w:t>
      </w:r>
      <w:r w:rsidRPr="00275B88">
        <w:t>reprenait avec bonhomie</w:t>
      </w:r>
      <w:r w:rsidR="002C50B2">
        <w:t> :</w:t>
      </w:r>
    </w:p>
    <w:p w14:paraId="5A558FA8" w14:textId="77777777" w:rsidR="002C50B2" w:rsidRDefault="002C50B2" w:rsidP="002C50B2">
      <w:r>
        <w:t>— </w:t>
      </w:r>
      <w:r w:rsidR="00C77A4E" w:rsidRPr="00275B88">
        <w:t>Inutile</w:t>
      </w:r>
      <w:r>
        <w:t xml:space="preserve">, </w:t>
      </w:r>
      <w:r w:rsidR="00C77A4E" w:rsidRPr="00275B88">
        <w:t>mon cher collègue</w:t>
      </w:r>
      <w:r>
        <w:t xml:space="preserve">, </w:t>
      </w:r>
      <w:r w:rsidR="00C77A4E" w:rsidRPr="00275B88">
        <w:t>de vous donner tant de mal</w:t>
      </w:r>
      <w:r>
        <w:t xml:space="preserve">… </w:t>
      </w:r>
      <w:r w:rsidR="00C77A4E" w:rsidRPr="00275B88">
        <w:t>Jacques Bellegarde vient de me filer entre les mains</w:t>
      </w:r>
      <w:r>
        <w:t>…</w:t>
      </w:r>
    </w:p>
    <w:p w14:paraId="660FECC4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serra les poings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dominant la colère qui s</w:t>
      </w:r>
      <w:r w:rsidR="002C50B2">
        <w:t>’</w:t>
      </w:r>
      <w:r w:rsidRPr="00275B88">
        <w:t>était emparée de lui</w:t>
      </w:r>
      <w:r w:rsidR="002C50B2">
        <w:t xml:space="preserve">, </w:t>
      </w:r>
      <w:r w:rsidRPr="00275B88">
        <w:t>il se contenta de répliquer</w:t>
      </w:r>
      <w:r w:rsidR="002C50B2">
        <w:t> :</w:t>
      </w:r>
    </w:p>
    <w:p w14:paraId="3ACD3CA9" w14:textId="77777777" w:rsidR="002C50B2" w:rsidRDefault="002C50B2" w:rsidP="002C50B2">
      <w:r>
        <w:t>— </w:t>
      </w:r>
      <w:r w:rsidR="00C77A4E" w:rsidRPr="00275B88">
        <w:t>Je vous remercie</w:t>
      </w:r>
      <w:r>
        <w:t xml:space="preserve">, </w:t>
      </w:r>
      <w:r w:rsidR="00C77A4E" w:rsidRPr="00275B88">
        <w:t>mon cher maître</w:t>
      </w:r>
      <w:r>
        <w:t> !…</w:t>
      </w:r>
    </w:p>
    <w:p w14:paraId="06D665D1" w14:textId="0BFB17D0" w:rsidR="00C77A4E" w:rsidRPr="00C66751" w:rsidRDefault="00C77A4E" w:rsidP="002C50B2">
      <w:pPr>
        <w:pStyle w:val="Titre2"/>
      </w:pPr>
      <w:bookmarkStart w:id="72" w:name="_Toc145914636"/>
      <w:bookmarkStart w:id="73" w:name="_Toc203477083"/>
      <w:r w:rsidRPr="00C66751">
        <w:lastRenderedPageBreak/>
        <w:t>IV</w:t>
      </w:r>
      <w:bookmarkEnd w:id="72"/>
      <w:r>
        <w:br/>
      </w:r>
      <w:r>
        <w:br/>
      </w:r>
      <w:bookmarkStart w:id="74" w:name="_Toc145914637"/>
      <w:r w:rsidRPr="00C66751">
        <w:t>OÙ ON VOIT CHANTECOQ PROUVER QU</w:t>
      </w:r>
      <w:r w:rsidR="002C50B2">
        <w:t>’</w:t>
      </w:r>
      <w:r w:rsidRPr="00C66751">
        <w:t>IL EST AUSSI FIN PSYCHOLOGUE QU</w:t>
      </w:r>
      <w:r w:rsidR="002C50B2">
        <w:t>’</w:t>
      </w:r>
      <w:r w:rsidRPr="00C66751">
        <w:t>HABILE DÉTECTIVE</w:t>
      </w:r>
      <w:bookmarkEnd w:id="73"/>
      <w:bookmarkEnd w:id="74"/>
      <w:r>
        <w:br/>
      </w:r>
    </w:p>
    <w:p w14:paraId="4A421FA3" w14:textId="77777777" w:rsidR="002C50B2" w:rsidRDefault="00C77A4E" w:rsidP="002C50B2">
      <w:r w:rsidRPr="00275B88">
        <w:t>Après avoir regagné la villa de Chantecoq et remercié Colette d</w:t>
      </w:r>
      <w:r w:rsidR="002C50B2">
        <w:t>’</w:t>
      </w:r>
      <w:r w:rsidRPr="00275B88">
        <w:t>un serrement de main expressif</w:t>
      </w:r>
      <w:r w:rsidR="002C50B2">
        <w:t xml:space="preserve">, </w:t>
      </w:r>
      <w:r w:rsidRPr="00275B88">
        <w:t>Jacques Bellegarde était remonté dans sa chambre</w:t>
      </w:r>
      <w:r w:rsidR="002C50B2">
        <w:t>.</w:t>
      </w:r>
    </w:p>
    <w:p w14:paraId="40DCC227" w14:textId="77777777" w:rsidR="002C50B2" w:rsidRDefault="00C77A4E" w:rsidP="002C50B2">
      <w:r w:rsidRPr="00275B88">
        <w:t>Assis devant sa table</w:t>
      </w:r>
      <w:r w:rsidR="002C50B2">
        <w:t xml:space="preserve">, </w:t>
      </w:r>
      <w:r w:rsidRPr="00275B88">
        <w:t>la tête entre les mains</w:t>
      </w:r>
      <w:r w:rsidR="002C50B2">
        <w:t xml:space="preserve">, </w:t>
      </w:r>
      <w:r w:rsidRPr="00275B88">
        <w:t>on eût dit que</w:t>
      </w:r>
      <w:r w:rsidR="002C50B2">
        <w:t xml:space="preserve">, </w:t>
      </w:r>
      <w:r w:rsidRPr="00275B88">
        <w:t>condamné et vaincu par la fatalité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en attendait plus que le coup suprême</w:t>
      </w:r>
      <w:r w:rsidR="002C50B2">
        <w:t>.</w:t>
      </w:r>
    </w:p>
    <w:p w14:paraId="5EDA8E80" w14:textId="77777777" w:rsidR="002C50B2" w:rsidRDefault="00C77A4E" w:rsidP="002C50B2">
      <w:r w:rsidRPr="00275B88">
        <w:t>Déjà loin</w:t>
      </w:r>
      <w:r w:rsidR="002C50B2">
        <w:t xml:space="preserve">, </w:t>
      </w:r>
      <w:r w:rsidRPr="00275B88">
        <w:t>très loin du monde</w:t>
      </w:r>
      <w:r w:rsidR="002C50B2">
        <w:t xml:space="preserve">, </w:t>
      </w:r>
      <w:r w:rsidRPr="00275B88">
        <w:t>il n</w:t>
      </w:r>
      <w:r w:rsidR="002C50B2">
        <w:t>’</w:t>
      </w:r>
      <w:r w:rsidRPr="00275B88">
        <w:t>entendit pas ouvrir sa porte</w:t>
      </w:r>
      <w:r w:rsidR="002C50B2">
        <w:t xml:space="preserve">… </w:t>
      </w:r>
      <w:r w:rsidRPr="00275B88">
        <w:t>et il ne vit pas Chantecoq et Colette qui</w:t>
      </w:r>
      <w:r w:rsidR="002C50B2">
        <w:t xml:space="preserve">, </w:t>
      </w:r>
      <w:r w:rsidRPr="00275B88">
        <w:t>tous deux</w:t>
      </w:r>
      <w:r w:rsidR="002C50B2">
        <w:t xml:space="preserve">, </w:t>
      </w:r>
      <w:r w:rsidRPr="00275B88">
        <w:t>arrêtés sur le seuil</w:t>
      </w:r>
      <w:r w:rsidR="002C50B2">
        <w:t xml:space="preserve">, </w:t>
      </w:r>
      <w:r w:rsidRPr="00275B88">
        <w:t>le contemplaient l</w:t>
      </w:r>
      <w:r w:rsidR="002C50B2">
        <w:t>’</w:t>
      </w:r>
      <w:r w:rsidRPr="00275B88">
        <w:t>un avec une expression de sincère compassion</w:t>
      </w:r>
      <w:r w:rsidR="002C50B2">
        <w:t xml:space="preserve">, </w:t>
      </w:r>
      <w:r w:rsidRPr="00275B88">
        <w:t>et l</w:t>
      </w:r>
      <w:r w:rsidR="002C50B2">
        <w:t>’</w:t>
      </w:r>
      <w:r w:rsidRPr="00275B88">
        <w:t>autre avec toutes les apparences de la plus anxieuse tristesse</w:t>
      </w:r>
      <w:r w:rsidR="002C50B2">
        <w:t>.</w:t>
      </w:r>
    </w:p>
    <w:p w14:paraId="7DFD3A08" w14:textId="77777777" w:rsidR="002C50B2" w:rsidRDefault="00C77A4E" w:rsidP="002C50B2">
      <w:r w:rsidRPr="00275B88">
        <w:t>Le détective prononça quelques mots à l</w:t>
      </w:r>
      <w:r w:rsidR="002C50B2">
        <w:t>’</w:t>
      </w:r>
      <w:r w:rsidRPr="00275B88">
        <w:t>oreille de sa fille</w:t>
      </w:r>
      <w:r w:rsidR="002C50B2">
        <w:t xml:space="preserve">, </w:t>
      </w:r>
      <w:r w:rsidRPr="00275B88">
        <w:t>qui aussitôt</w:t>
      </w:r>
      <w:r w:rsidR="002C50B2">
        <w:t xml:space="preserve">, </w:t>
      </w:r>
      <w:r w:rsidRPr="00275B88">
        <w:t>sur la pointe des pieds</w:t>
      </w:r>
      <w:r w:rsidR="002C50B2">
        <w:t xml:space="preserve">, </w:t>
      </w:r>
      <w:r w:rsidRPr="00275B88">
        <w:t>se glissa derrière un paravent placé à gauche de la porte</w:t>
      </w:r>
      <w:r w:rsidR="002C50B2">
        <w:t>.</w:t>
      </w:r>
    </w:p>
    <w:p w14:paraId="3047E245" w14:textId="77777777" w:rsidR="002C50B2" w:rsidRDefault="00C77A4E" w:rsidP="002C50B2">
      <w:r w:rsidRPr="00275B88">
        <w:t>Chantecoq s</w:t>
      </w:r>
      <w:r w:rsidR="002C50B2">
        <w:t>’</w:t>
      </w:r>
      <w:r w:rsidRPr="00275B88">
        <w:t>avança vers Jacques et lui dit d</w:t>
      </w:r>
      <w:r w:rsidR="002C50B2">
        <w:t>’</w:t>
      </w:r>
      <w:r w:rsidRPr="00275B88">
        <w:t>une voix à la fois grave et affectueuse</w:t>
      </w:r>
      <w:r w:rsidR="002C50B2">
        <w:t> :</w:t>
      </w:r>
    </w:p>
    <w:p w14:paraId="7A010F3B" w14:textId="77777777" w:rsidR="002C50B2" w:rsidRDefault="002C50B2" w:rsidP="002C50B2">
      <w:r>
        <w:t>— </w:t>
      </w:r>
      <w:r w:rsidR="00C77A4E" w:rsidRPr="00275B88">
        <w:t>Allons mon ami</w:t>
      </w:r>
      <w:r>
        <w:t xml:space="preserve">, </w:t>
      </w:r>
      <w:r w:rsidR="00C77A4E" w:rsidRPr="00275B88">
        <w:t>du courage</w:t>
      </w:r>
      <w:r>
        <w:t> !</w:t>
      </w:r>
    </w:p>
    <w:p w14:paraId="70038DB5" w14:textId="77777777" w:rsidR="002C50B2" w:rsidRDefault="00C77A4E" w:rsidP="002C50B2">
      <w:r w:rsidRPr="00275B88">
        <w:t>Le reporter tressaillit</w:t>
      </w:r>
      <w:r w:rsidR="002C50B2">
        <w:t xml:space="preserve">, </w:t>
      </w:r>
      <w:r w:rsidRPr="00275B88">
        <w:t>releva la tête</w:t>
      </w:r>
      <w:r w:rsidR="002C50B2">
        <w:t xml:space="preserve">. </w:t>
      </w:r>
      <w:r w:rsidRPr="00275B88">
        <w:t>À la vue du grand limier</w:t>
      </w:r>
      <w:r w:rsidR="002C50B2">
        <w:t xml:space="preserve">, </w:t>
      </w:r>
      <w:r w:rsidRPr="00275B88">
        <w:t>ses traits contractés se détendirent un peu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encore brisée</w:t>
      </w:r>
      <w:r w:rsidR="002C50B2">
        <w:t xml:space="preserve">, </w:t>
      </w:r>
      <w:r w:rsidRPr="00275B88">
        <w:t>il murmura</w:t>
      </w:r>
      <w:r w:rsidR="002C50B2">
        <w:t> :</w:t>
      </w:r>
    </w:p>
    <w:p w14:paraId="2E730C85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affreux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> ?</w:t>
      </w:r>
    </w:p>
    <w:p w14:paraId="2C6F2BA6" w14:textId="77777777" w:rsidR="002C50B2" w:rsidRDefault="00C77A4E" w:rsidP="002C50B2">
      <w:r w:rsidRPr="00275B88">
        <w:t>Le grand limier interrogeait</w:t>
      </w:r>
      <w:r w:rsidR="002C50B2">
        <w:t> :</w:t>
      </w:r>
    </w:p>
    <w:p w14:paraId="1AFDA28A" w14:textId="77777777" w:rsidR="002C50B2" w:rsidRDefault="002C50B2" w:rsidP="002C50B2">
      <w:r>
        <w:t>— </w:t>
      </w:r>
      <w:r w:rsidR="00C77A4E" w:rsidRPr="00275B88">
        <w:t>Vous aimiez donc encore cette femme</w:t>
      </w:r>
      <w:r>
        <w:t> ?</w:t>
      </w:r>
    </w:p>
    <w:p w14:paraId="3E091792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répliquait Jacques</w:t>
      </w:r>
      <w:r>
        <w:t xml:space="preserve">… </w:t>
      </w:r>
      <w:r w:rsidR="00C77A4E" w:rsidRPr="00275B88">
        <w:t>Je ne l</w:t>
      </w:r>
      <w:r>
        <w:t>’</w:t>
      </w:r>
      <w:r w:rsidR="00C77A4E" w:rsidRPr="00275B88">
        <w:t>aimais pas</w:t>
      </w:r>
      <w:r>
        <w:t xml:space="preserve">… </w:t>
      </w:r>
      <w:r w:rsidR="00C77A4E" w:rsidRPr="00275B88">
        <w:t>Je suis même sûr de ne l</w:t>
      </w:r>
      <w:r>
        <w:t>’</w:t>
      </w:r>
      <w:r w:rsidR="00C77A4E" w:rsidRPr="00275B88">
        <w:t>avoir jamais aimée</w:t>
      </w:r>
      <w:r>
        <w:t>.</w:t>
      </w:r>
    </w:p>
    <w:p w14:paraId="34327724" w14:textId="77777777" w:rsidR="002C50B2" w:rsidRDefault="002C50B2" w:rsidP="002C50B2">
      <w:r>
        <w:t>— </w:t>
      </w:r>
      <w:r w:rsidR="00C77A4E" w:rsidRPr="00275B88">
        <w:t>Alors</w:t>
      </w:r>
      <w:r>
        <w:t xml:space="preserve">… </w:t>
      </w:r>
      <w:r w:rsidR="00C77A4E" w:rsidRPr="00275B88">
        <w:t>pourquoi ce grand désespoir</w:t>
      </w:r>
      <w:r>
        <w:t> ?</w:t>
      </w:r>
    </w:p>
    <w:p w14:paraId="2C67FF14" w14:textId="77777777" w:rsidR="002C50B2" w:rsidRDefault="002C50B2" w:rsidP="002C50B2">
      <w:r>
        <w:t>— </w:t>
      </w:r>
      <w:r w:rsidR="00C77A4E" w:rsidRPr="00275B88">
        <w:t>Parce que j</w:t>
      </w:r>
      <w:r>
        <w:t>’</w:t>
      </w:r>
      <w:r w:rsidR="00C77A4E" w:rsidRPr="00275B88">
        <w:t>ai la conviction que je suis cause de sa mort</w:t>
      </w:r>
      <w:r>
        <w:t>.</w:t>
      </w:r>
    </w:p>
    <w:p w14:paraId="2F12B392" w14:textId="77777777" w:rsidR="002C50B2" w:rsidRDefault="00C77A4E" w:rsidP="002C50B2">
      <w:r w:rsidRPr="00275B88">
        <w:t>Chantecoq fit un signe de dénégation</w:t>
      </w:r>
      <w:r w:rsidR="002C50B2">
        <w:t>.</w:t>
      </w:r>
    </w:p>
    <w:p w14:paraId="6B9A504F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il ajouta avec cette fermeté d</w:t>
      </w:r>
      <w:r w:rsidR="002C50B2">
        <w:t>’</w:t>
      </w:r>
      <w:r w:rsidRPr="00275B88">
        <w:t>accent qui rendaient si convaincantes ses affirmations</w:t>
      </w:r>
      <w:r w:rsidR="002C50B2">
        <w:t> :</w:t>
      </w:r>
    </w:p>
    <w:p w14:paraId="3B070B1E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la certitude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que vous n</w:t>
      </w:r>
      <w:r>
        <w:t>’</w:t>
      </w:r>
      <w:r w:rsidR="00C77A4E" w:rsidRPr="00275B88">
        <w:t>êtes en rien responsable de ce douloureux événement</w:t>
      </w:r>
      <w:r>
        <w:t>…</w:t>
      </w:r>
    </w:p>
    <w:p w14:paraId="40640AEA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si vous pouviez me faire partager votre conviction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Bellegarde</w:t>
      </w:r>
      <w:r>
        <w:t xml:space="preserve">, </w:t>
      </w:r>
      <w:r w:rsidR="00C77A4E" w:rsidRPr="00275B88">
        <w:t>de quel poids serais</w:t>
      </w:r>
      <w:r w:rsidR="00C77A4E">
        <w:t>-</w:t>
      </w:r>
      <w:r w:rsidR="00C77A4E" w:rsidRPr="00275B88">
        <w:t>je soulagé</w:t>
      </w:r>
      <w:r>
        <w:t> !…</w:t>
      </w:r>
    </w:p>
    <w:p w14:paraId="795605F5" w14:textId="77777777" w:rsidR="002C50B2" w:rsidRDefault="00C77A4E" w:rsidP="002C50B2">
      <w:r w:rsidRPr="00275B88">
        <w:t>Tout en s</w:t>
      </w:r>
      <w:r w:rsidR="002C50B2">
        <w:t>’</w:t>
      </w:r>
      <w:r w:rsidRPr="00275B88">
        <w:t>asseyant en face du journaliste</w:t>
      </w:r>
      <w:r w:rsidR="002C50B2">
        <w:t xml:space="preserve">, </w:t>
      </w:r>
      <w:r w:rsidRPr="00275B88">
        <w:t>le grand détective reprit</w:t>
      </w:r>
      <w:r w:rsidR="002C50B2">
        <w:t> :</w:t>
      </w:r>
    </w:p>
    <w:p w14:paraId="5C0DE7A8" w14:textId="132C1FDA" w:rsidR="002C50B2" w:rsidRDefault="002C50B2" w:rsidP="002C50B2">
      <w:r>
        <w:t>— </w:t>
      </w:r>
      <w:r w:rsidR="00C77A4E" w:rsidRPr="00275B88">
        <w:t>Étant retourné à l</w:t>
      </w:r>
      <w:r>
        <w:t>’</w:t>
      </w:r>
      <w:r w:rsidR="00C77A4E" w:rsidRPr="00275B88">
        <w:t>hôtel d</w:t>
      </w:r>
      <w:r>
        <w:t>’</w:t>
      </w:r>
      <w:r w:rsidR="00C77A4E" w:rsidRPr="00275B88">
        <w:t>Auteuil</w:t>
      </w:r>
      <w:r>
        <w:t xml:space="preserve">, </w:t>
      </w:r>
      <w:r w:rsidR="00C77A4E" w:rsidRPr="00275B88">
        <w:t>tandis qu</w:t>
      </w:r>
      <w:r>
        <w:t>’</w:t>
      </w:r>
      <w:r w:rsidR="00C77A4E" w:rsidRPr="00275B88">
        <w:t>on me faisait attendre dans son boudoir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appris au cours d</w:t>
      </w:r>
      <w:r>
        <w:t>’</w:t>
      </w:r>
      <w:r w:rsidR="00C77A4E" w:rsidRPr="00275B88">
        <w:t>une conversation qui se tenait dans un salon</w:t>
      </w:r>
      <w:r>
        <w:t xml:space="preserve">, </w:t>
      </w:r>
      <w:r w:rsidR="00C77A4E" w:rsidRPr="00275B88">
        <w:t xml:space="preserve">entre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et plusieurs de ses amis</w:t>
      </w:r>
      <w:r>
        <w:t xml:space="preserve">, </w:t>
      </w:r>
      <w:r w:rsidR="00C77A4E" w:rsidRPr="00275B88">
        <w:t xml:space="preserve">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faisait un grand abus de stupéfiants</w:t>
      </w:r>
      <w:r>
        <w:t>.</w:t>
      </w:r>
    </w:p>
    <w:p w14:paraId="00E1C37B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vrai</w:t>
      </w:r>
      <w:r>
        <w:t xml:space="preserve">, </w:t>
      </w:r>
      <w:r w:rsidR="00C77A4E" w:rsidRPr="00275B88">
        <w:t>appuyait Jacques</w:t>
      </w:r>
      <w:r>
        <w:t>.</w:t>
      </w:r>
    </w:p>
    <w:p w14:paraId="6EB036B0" w14:textId="7C392FC6" w:rsidR="002C50B2" w:rsidRDefault="002C50B2" w:rsidP="002C50B2">
      <w:r>
        <w:t>— </w:t>
      </w:r>
      <w:r w:rsidR="00C77A4E" w:rsidRPr="00275B88">
        <w:t>Il se peut donc fort bien</w:t>
      </w:r>
      <w:r>
        <w:t xml:space="preserve">, </w:t>
      </w:r>
      <w:r w:rsidR="00C77A4E" w:rsidRPr="00275B88">
        <w:t>développait le limier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à la suite</w:t>
      </w:r>
      <w:r>
        <w:t xml:space="preserve">, </w:t>
      </w:r>
      <w:r w:rsidR="00C77A4E" w:rsidRPr="00275B88">
        <w:t>non pas de votre rupture</w:t>
      </w:r>
      <w:r>
        <w:t xml:space="preserve">, </w:t>
      </w:r>
      <w:r w:rsidR="00C77A4E" w:rsidRPr="00275B88">
        <w:t>mais de la venue du Fantôme dans sa maison</w:t>
      </w:r>
      <w:r>
        <w:t xml:space="preserve">, </w:t>
      </w:r>
      <w:r w:rsidR="00C77A4E" w:rsidRPr="00275B88">
        <w:t>afin de calmer la véritable terreur qui s</w:t>
      </w:r>
      <w:r>
        <w:t>’</w:t>
      </w:r>
      <w:r w:rsidR="00C77A4E" w:rsidRPr="00275B88">
        <w:t xml:space="preserve">était </w:t>
      </w:r>
      <w:r w:rsidR="00C77A4E" w:rsidRPr="00275B88">
        <w:lastRenderedPageBreak/>
        <w:t>emparée d</w:t>
      </w:r>
      <w:r>
        <w:t>’</w:t>
      </w:r>
      <w:r w:rsidR="00C77A4E" w:rsidRPr="00275B88">
        <w:t>elle et dont j</w:t>
      </w:r>
      <w:r>
        <w:t>’</w:t>
      </w:r>
      <w:r w:rsidR="00C77A4E" w:rsidRPr="00275B88">
        <w:t>ai pu constater les manifestations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ait absorbé une dose trop forte de l</w:t>
      </w:r>
      <w:r>
        <w:t>’</w:t>
      </w:r>
      <w:r w:rsidR="00C77A4E" w:rsidRPr="00275B88">
        <w:t>une de ses drogues coutumières</w:t>
      </w:r>
      <w:r>
        <w:t>.</w:t>
      </w:r>
    </w:p>
    <w:p w14:paraId="1820DC2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fort possible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mais ce n</w:t>
      </w:r>
      <w:r>
        <w:t>’</w:t>
      </w:r>
      <w:r w:rsidR="00C77A4E" w:rsidRPr="00275B88">
        <w:t>est pas certain</w:t>
      </w:r>
      <w:r>
        <w:t>.</w:t>
      </w:r>
    </w:p>
    <w:p w14:paraId="6275CAFE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accord</w:t>
      </w:r>
      <w:r>
        <w:t xml:space="preserve">… </w:t>
      </w:r>
      <w:r w:rsidR="00C77A4E" w:rsidRPr="00275B88">
        <w:t>mon cher ami</w:t>
      </w:r>
      <w:r>
        <w:t xml:space="preserve">… </w:t>
      </w:r>
      <w:r w:rsidR="00C77A4E" w:rsidRPr="00275B88">
        <w:t>Mais admettez cependant que mon hypothèse est des plus vraisemblables</w:t>
      </w:r>
      <w:r>
        <w:t>.</w:t>
      </w:r>
    </w:p>
    <w:p w14:paraId="0A39948D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admets</w:t>
      </w:r>
      <w:r>
        <w:t>.</w:t>
      </w:r>
    </w:p>
    <w:p w14:paraId="6FE1AE07" w14:textId="62649C9C" w:rsidR="002C50B2" w:rsidRDefault="002C50B2" w:rsidP="002C50B2">
      <w:r>
        <w:t>— </w:t>
      </w:r>
      <w:r w:rsidR="00C77A4E" w:rsidRPr="00275B88">
        <w:t>Parfait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ai pas terminé</w:t>
      </w:r>
      <w:r>
        <w:t xml:space="preserve">… </w:t>
      </w:r>
      <w:r w:rsidR="00C77A4E" w:rsidRPr="00275B88">
        <w:t>Tout à l</w:t>
      </w:r>
      <w:r>
        <w:t>’</w:t>
      </w:r>
      <w:r w:rsidR="00C77A4E" w:rsidRPr="00275B88">
        <w:t>heure</w:t>
      </w:r>
      <w:r>
        <w:t xml:space="preserve">,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qui s</w:t>
      </w:r>
      <w:r>
        <w:t>’</w:t>
      </w:r>
      <w:r w:rsidR="00C77A4E" w:rsidRPr="00275B88">
        <w:t>était rendu à Auteuil pour vous arrêter et auquel j</w:t>
      </w:r>
      <w:r>
        <w:t>’</w:t>
      </w:r>
      <w:r w:rsidR="00C77A4E" w:rsidRPr="00275B88">
        <w:t>ai eu la satisfaction de jouer le bon tour que vous savez</w:t>
      </w:r>
      <w:r>
        <w:t xml:space="preserve">, </w:t>
      </w:r>
      <w:r w:rsidR="00C77A4E" w:rsidRPr="00275B88">
        <w:t>a émis devant moi une autre hypothèse</w:t>
      </w:r>
      <w:r>
        <w:t xml:space="preserve">, </w:t>
      </w:r>
      <w:r w:rsidR="00C77A4E" w:rsidRPr="00275B88">
        <w:t>et je ne suis pas éloigné d</w:t>
      </w:r>
      <w:r>
        <w:t>’</w:t>
      </w:r>
      <w:r w:rsidR="00C77A4E" w:rsidRPr="00275B88">
        <w:t>être de son avis</w:t>
      </w:r>
      <w:r>
        <w:t xml:space="preserve">, </w:t>
      </w:r>
      <w:r w:rsidR="00C77A4E" w:rsidRPr="00275B88">
        <w:t xml:space="preserve">que le décès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était des plus suspects</w:t>
      </w:r>
      <w:r>
        <w:t xml:space="preserve">… </w:t>
      </w:r>
      <w:r w:rsidR="00C77A4E" w:rsidRPr="00275B88">
        <w:t>Et il a même ajouté</w:t>
      </w:r>
      <w:r>
        <w:t xml:space="preserve">, </w:t>
      </w:r>
      <w:r w:rsidR="00C77A4E" w:rsidRPr="00275B88">
        <w:t>et là nous ne sommes plus d</w:t>
      </w:r>
      <w:r>
        <w:t>’</w:t>
      </w:r>
      <w:r w:rsidR="00C77A4E" w:rsidRPr="00275B88">
        <w:t>accord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vous soupçonnait fort de l</w:t>
      </w:r>
      <w:r>
        <w:t>’</w:t>
      </w:r>
      <w:r w:rsidR="00C77A4E" w:rsidRPr="00275B88">
        <w:t>avoir assassinée</w:t>
      </w:r>
      <w:r>
        <w:t>.</w:t>
      </w:r>
    </w:p>
    <w:p w14:paraId="49271400" w14:textId="77777777" w:rsidR="002C50B2" w:rsidRDefault="002C50B2" w:rsidP="002C50B2">
      <w:r>
        <w:t>— </w:t>
      </w:r>
      <w:r w:rsidR="00C77A4E" w:rsidRPr="00275B88">
        <w:t>Moi</w:t>
      </w:r>
      <w:r>
        <w:t xml:space="preserve"> ! </w:t>
      </w:r>
      <w:r w:rsidR="00C77A4E" w:rsidRPr="00275B88">
        <w:t>se révoltait Jacques</w:t>
      </w:r>
      <w:r>
        <w:t xml:space="preserve">… </w:t>
      </w:r>
      <w:r w:rsidR="00C77A4E" w:rsidRPr="00275B88">
        <w:t>Et dans quel dessein aurais</w:t>
      </w:r>
      <w:r w:rsidR="00C77A4E">
        <w:t>-</w:t>
      </w:r>
      <w:r w:rsidR="00C77A4E" w:rsidRPr="00275B88">
        <w:t>je accompli un crime si abominable</w:t>
      </w:r>
      <w:r>
        <w:t> ?</w:t>
      </w:r>
    </w:p>
    <w:p w14:paraId="0D2A2B2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 que je lui ai demandé</w:t>
      </w:r>
      <w:r>
        <w:t xml:space="preserve">, </w:t>
      </w:r>
      <w:r w:rsidR="00C77A4E" w:rsidRPr="00275B88">
        <w:t xml:space="preserve">à ce cher </w:t>
      </w:r>
      <w:proofErr w:type="spellStart"/>
      <w:r w:rsidR="00C77A4E" w:rsidRPr="00275B88">
        <w:t>Ménardier</w:t>
      </w:r>
      <w:proofErr w:type="spellEnd"/>
      <w:r>
        <w:t>.</w:t>
      </w:r>
    </w:p>
    <w:p w14:paraId="3C5F24A2" w14:textId="77777777" w:rsidR="002C50B2" w:rsidRDefault="002C50B2" w:rsidP="002C50B2">
      <w:r>
        <w:t>— </w:t>
      </w:r>
      <w:r w:rsidR="00C77A4E" w:rsidRPr="00275B88">
        <w:t>Et que vous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répondu</w:t>
      </w:r>
      <w:r>
        <w:t> ?</w:t>
      </w:r>
    </w:p>
    <w:p w14:paraId="7B4C34BA" w14:textId="4D9D7A51" w:rsidR="002C50B2" w:rsidRDefault="002C50B2" w:rsidP="002C50B2">
      <w:r>
        <w:t>— 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prétend qu</w:t>
      </w:r>
      <w:r>
        <w:t>’</w:t>
      </w:r>
      <w:r w:rsidR="00C77A4E" w:rsidRPr="00275B88">
        <w:t>après avoir dérobé ou fait dérober vos lettres</w:t>
      </w:r>
      <w:r>
        <w:t xml:space="preserve">, </w:t>
      </w:r>
      <w:r w:rsidR="00C77A4E" w:rsidRPr="00275B88">
        <w:t xml:space="preserve">et redoutant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ne donnât à la police certains détails qui n</w:t>
      </w:r>
      <w:r>
        <w:t>’</w:t>
      </w:r>
      <w:r w:rsidR="00C77A4E" w:rsidRPr="00275B88">
        <w:t>eussent point manqué de favoriser votre arrestation</w:t>
      </w:r>
      <w:r>
        <w:t xml:space="preserve">, </w:t>
      </w:r>
      <w:r w:rsidR="00C77A4E" w:rsidRPr="00275B88">
        <w:t>vous l</w:t>
      </w:r>
      <w:r>
        <w:t>’</w:t>
      </w:r>
      <w:r w:rsidR="00C77A4E" w:rsidRPr="00275B88">
        <w:t>auriez supprimée à l</w:t>
      </w:r>
      <w:r>
        <w:t>’</w:t>
      </w:r>
      <w:r w:rsidR="00C77A4E" w:rsidRPr="00275B88">
        <w:t>aide d</w:t>
      </w:r>
      <w:r>
        <w:t>’</w:t>
      </w:r>
      <w:r w:rsidR="00C77A4E" w:rsidRPr="00275B88">
        <w:t>un poison subtil que vous auriez rapporté de l</w:t>
      </w:r>
      <w:r>
        <w:t>’</w:t>
      </w:r>
      <w:r w:rsidR="00C77A4E" w:rsidRPr="00275B88">
        <w:t>un de vos voyages en Extrême</w:t>
      </w:r>
      <w:r w:rsidR="00C77A4E">
        <w:t>-</w:t>
      </w:r>
      <w:r w:rsidR="00C77A4E" w:rsidRPr="00275B88">
        <w:t>Orient</w:t>
      </w:r>
      <w:r>
        <w:t xml:space="preserve"> ; </w:t>
      </w:r>
      <w:r w:rsidR="00C77A4E" w:rsidRPr="00275B88">
        <w:t>et il a déclaré qu</w:t>
      </w:r>
      <w:r>
        <w:t>’</w:t>
      </w:r>
      <w:r w:rsidR="00C77A4E" w:rsidRPr="00275B88">
        <w:t>il allait adresser à son supérieur hiérarchique un rapport concluant à la nécessité absolue d</w:t>
      </w:r>
      <w:r>
        <w:t>’</w:t>
      </w:r>
      <w:r w:rsidR="00C77A4E" w:rsidRPr="00275B88">
        <w:t>une prompte autopsie de votre prétendue victime</w:t>
      </w:r>
      <w:r>
        <w:t>.</w:t>
      </w:r>
    </w:p>
    <w:p w14:paraId="672E167C" w14:textId="77777777" w:rsidR="002C50B2" w:rsidRDefault="002C50B2" w:rsidP="002C50B2">
      <w:r>
        <w:lastRenderedPageBreak/>
        <w:t>— </w:t>
      </w:r>
      <w:r w:rsidR="00C77A4E" w:rsidRPr="00275B88">
        <w:t>Décidément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irritait le journaliste</w:t>
      </w:r>
      <w:r>
        <w:t xml:space="preserve">, </w:t>
      </w:r>
      <w:r w:rsidR="00C77A4E" w:rsidRPr="00275B88">
        <w:t xml:space="preserve">ce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est la pire des brutes</w:t>
      </w:r>
      <w:r>
        <w:t>.</w:t>
      </w:r>
    </w:p>
    <w:p w14:paraId="173AC586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ripostait Chantecoq</w:t>
      </w:r>
      <w:r>
        <w:t xml:space="preserve">. </w:t>
      </w:r>
      <w:r w:rsidR="00C77A4E" w:rsidRPr="00275B88">
        <w:t>Ce n</w:t>
      </w:r>
      <w:r>
        <w:t>’</w:t>
      </w:r>
      <w:r w:rsidR="00C77A4E" w:rsidRPr="00275B88">
        <w:t>est certes pas un génie</w:t>
      </w:r>
      <w:r>
        <w:t xml:space="preserve">, </w:t>
      </w:r>
      <w:r w:rsidR="00C77A4E" w:rsidRPr="00275B88">
        <w:t>mais ce n</w:t>
      </w:r>
      <w:r>
        <w:t>’</w:t>
      </w:r>
      <w:r w:rsidR="00C77A4E" w:rsidRPr="00275B88">
        <w:t>est pas un sot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ajouterai même que c</w:t>
      </w:r>
      <w:r>
        <w:t>’</w:t>
      </w:r>
      <w:r w:rsidR="00C77A4E" w:rsidRPr="00275B88">
        <w:t>est un excellent garçon</w:t>
      </w:r>
      <w:r>
        <w:t>.</w:t>
      </w:r>
    </w:p>
    <w:p w14:paraId="6ED9A9DB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pourquoi</w:t>
      </w:r>
      <w:r>
        <w:t xml:space="preserve">, </w:t>
      </w:r>
      <w:r w:rsidR="00C77A4E" w:rsidRPr="00275B88">
        <w:t>malgré tout ce que vous lui avez dit à mon sujet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acharne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ainsi après moi</w:t>
      </w:r>
      <w:r>
        <w:t> ?</w:t>
      </w:r>
    </w:p>
    <w:p w14:paraId="18AAF229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très simple</w:t>
      </w:r>
      <w:r>
        <w:t xml:space="preserve">…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est</w:t>
      </w:r>
      <w:r>
        <w:t xml:space="preserve">, </w:t>
      </w:r>
      <w:r w:rsidR="00C77A4E" w:rsidRPr="00275B88">
        <w:t>en ce moment dans l</w:t>
      </w:r>
      <w:r>
        <w:t>’</w:t>
      </w:r>
      <w:r w:rsidR="00C77A4E" w:rsidRPr="00275B88">
        <w:t>état d</w:t>
      </w:r>
      <w:r>
        <w:t>’</w:t>
      </w:r>
      <w:r w:rsidR="00C77A4E" w:rsidRPr="00275B88">
        <w:t>esprit d</w:t>
      </w:r>
      <w:r>
        <w:t>’</w:t>
      </w:r>
      <w:r w:rsidR="00C77A4E" w:rsidRPr="00275B88">
        <w:t>un médecin qui</w:t>
      </w:r>
      <w:r>
        <w:t xml:space="preserve">, </w:t>
      </w:r>
      <w:r w:rsidR="00C77A4E" w:rsidRPr="00275B88">
        <w:t>après avoir commis une erreur de diagnostic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entêterait</w:t>
      </w:r>
      <w:r>
        <w:t xml:space="preserve">, </w:t>
      </w:r>
      <w:r w:rsidR="00C77A4E" w:rsidRPr="00275B88">
        <w:t>par amour</w:t>
      </w:r>
      <w:r w:rsidR="00C77A4E">
        <w:t>-</w:t>
      </w:r>
      <w:r w:rsidR="00C77A4E" w:rsidRPr="00275B88">
        <w:t>propre à traiter son client pour une maladie qu</w:t>
      </w:r>
      <w:r>
        <w:t>’</w:t>
      </w:r>
      <w:r w:rsidR="00C77A4E" w:rsidRPr="00275B88">
        <w:t>il n</w:t>
      </w:r>
      <w:r>
        <w:t>’</w:t>
      </w:r>
      <w:r w:rsidR="00C77A4E" w:rsidRPr="00275B88">
        <w:t>a pas</w:t>
      </w:r>
      <w:r>
        <w:t>.</w:t>
      </w:r>
    </w:p>
    <w:p w14:paraId="5E94E04B" w14:textId="77777777" w:rsidR="002C50B2" w:rsidRDefault="002C50B2" w:rsidP="002C50B2">
      <w:r>
        <w:t>« </w:t>
      </w:r>
      <w:r w:rsidR="00C77A4E" w:rsidRPr="00275B88">
        <w:t>Laissons</w:t>
      </w:r>
      <w:r w:rsidR="00C77A4E">
        <w:t>-</w:t>
      </w:r>
      <w:r w:rsidR="00C77A4E" w:rsidRPr="00275B88">
        <w:t>le s</w:t>
      </w:r>
      <w:r>
        <w:t>’</w:t>
      </w:r>
      <w:r w:rsidR="00C77A4E" w:rsidRPr="00275B88">
        <w:t>enterrer jusqu</w:t>
      </w:r>
      <w:r>
        <w:t>’</w:t>
      </w:r>
      <w:r w:rsidR="00C77A4E" w:rsidRPr="00275B88">
        <w:t>à la garde</w:t>
      </w:r>
      <w:r>
        <w:t xml:space="preserve">… </w:t>
      </w:r>
      <w:r w:rsidR="00C77A4E" w:rsidRPr="00275B88">
        <w:t>Cette nouvelle accusation dont il vous charge ne peut que nuire à ses intérêts et profiter aux nôtres</w:t>
      </w:r>
      <w:r>
        <w:t>.</w:t>
      </w:r>
    </w:p>
    <w:p w14:paraId="55023BB2" w14:textId="77777777" w:rsidR="002C50B2" w:rsidRDefault="002C50B2" w:rsidP="002C50B2">
      <w:r>
        <w:t>— </w:t>
      </w:r>
      <w:r w:rsidR="00C77A4E" w:rsidRPr="00275B88">
        <w:t>Comment cela</w:t>
      </w:r>
      <w:r>
        <w:t> ?</w:t>
      </w:r>
    </w:p>
    <w:p w14:paraId="3F41EC73" w14:textId="77777777" w:rsidR="002C50B2" w:rsidRDefault="002C50B2" w:rsidP="002C50B2">
      <w:r>
        <w:t>— </w:t>
      </w:r>
      <w:r w:rsidR="00C77A4E" w:rsidRPr="00275B88">
        <w:t>Parce que la lumière ne peut plus tarder à se faire</w:t>
      </w:r>
      <w:r>
        <w:t xml:space="preserve">. </w:t>
      </w:r>
      <w:r w:rsidR="00C77A4E" w:rsidRPr="00275B88">
        <w:t>Et lorsqu</w:t>
      </w:r>
      <w:r>
        <w:t>’</w:t>
      </w:r>
      <w:r w:rsidR="00C77A4E" w:rsidRPr="00275B88">
        <w:t>on saura que</w:t>
      </w:r>
      <w:r>
        <w:t xml:space="preserve">, </w:t>
      </w:r>
      <w:r w:rsidR="00C77A4E" w:rsidRPr="00275B88">
        <w:t>pour m</w:t>
      </w:r>
      <w:r>
        <w:t>’</w:t>
      </w:r>
      <w:r w:rsidR="00C77A4E" w:rsidRPr="00275B88">
        <w:t>aider à la divulgation de la vérité</w:t>
      </w:r>
      <w:r>
        <w:t xml:space="preserve">, </w:t>
      </w:r>
      <w:r w:rsidR="00C77A4E" w:rsidRPr="00275B88">
        <w:t>vous avez consenti à vous laisser charger de tous les crimes de Belphégor et que</w:t>
      </w:r>
      <w:r>
        <w:t xml:space="preserve">, </w:t>
      </w:r>
      <w:r w:rsidR="00C77A4E" w:rsidRPr="00275B88">
        <w:t>moi</w:t>
      </w:r>
      <w:r>
        <w:t xml:space="preserve">, </w:t>
      </w:r>
      <w:r w:rsidR="00C77A4E" w:rsidRPr="00275B88">
        <w:t>ainsi que je vous en ai donné ma parole d</w:t>
      </w:r>
      <w:r>
        <w:t>’</w:t>
      </w:r>
      <w:r w:rsidR="00C77A4E" w:rsidRPr="00275B88">
        <w:t>honneur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aurai publiquement déclaré que</w:t>
      </w:r>
      <w:r>
        <w:t xml:space="preserve">, </w:t>
      </w:r>
      <w:r w:rsidR="00C77A4E" w:rsidRPr="00275B88">
        <w:t>sans votre héroïque silence et votre si courageuse attitude</w:t>
      </w:r>
      <w:r>
        <w:t xml:space="preserve">, </w:t>
      </w:r>
      <w:r w:rsidR="00C77A4E" w:rsidRPr="00275B88">
        <w:t>il m</w:t>
      </w:r>
      <w:r>
        <w:t>’</w:t>
      </w:r>
      <w:r w:rsidR="00C77A4E" w:rsidRPr="00275B88">
        <w:t>eût été impossible de découvrir le vrai coupable</w:t>
      </w:r>
      <w:r>
        <w:t xml:space="preserve">, </w:t>
      </w:r>
      <w:r w:rsidR="00C77A4E" w:rsidRPr="00275B88">
        <w:t>de quelle admiration</w:t>
      </w:r>
      <w:r>
        <w:t xml:space="preserve">, </w:t>
      </w:r>
      <w:r w:rsidR="00C77A4E" w:rsidRPr="00275B88">
        <w:t>de quelle popularité serez</w:t>
      </w:r>
      <w:r w:rsidR="00C77A4E">
        <w:t>-</w:t>
      </w:r>
      <w:r w:rsidR="00C77A4E" w:rsidRPr="00275B88">
        <w:t>vous entouré</w:t>
      </w:r>
      <w:r>
        <w:t> !</w:t>
      </w:r>
    </w:p>
    <w:p w14:paraId="5695E76A" w14:textId="77777777" w:rsidR="002C50B2" w:rsidRDefault="002C50B2" w:rsidP="002C50B2">
      <w:r>
        <w:t>« </w:t>
      </w:r>
      <w:r w:rsidR="00C77A4E" w:rsidRPr="00275B88">
        <w:t>Ce sera pour vous mieux que la vogue et le succès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la célébrité</w:t>
      </w:r>
      <w:r>
        <w:t xml:space="preserve">, </w:t>
      </w:r>
      <w:r w:rsidR="00C77A4E" w:rsidRPr="00275B88">
        <w:t>le triomphe</w:t>
      </w:r>
      <w:r>
        <w:t xml:space="preserve">. </w:t>
      </w:r>
      <w:r w:rsidR="00C77A4E" w:rsidRPr="00275B88">
        <w:t>Et</w:t>
      </w:r>
      <w:r>
        <w:t xml:space="preserve">, </w:t>
      </w:r>
      <w:r w:rsidR="00C77A4E" w:rsidRPr="00275B88">
        <w:t>pour ma part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serai profondément heureux</w:t>
      </w:r>
      <w:r>
        <w:t>.</w:t>
      </w:r>
    </w:p>
    <w:p w14:paraId="39620AFD" w14:textId="77777777" w:rsidR="002C50B2" w:rsidRDefault="00C77A4E" w:rsidP="002C50B2">
      <w:r w:rsidRPr="00275B88">
        <w:t>Rasséréné par les réconfortantes exhortations du grand détective</w:t>
      </w:r>
      <w:r w:rsidR="002C50B2">
        <w:t xml:space="preserve">, </w:t>
      </w:r>
      <w:r w:rsidRPr="00275B88">
        <w:t>Bellegarde reprenait</w:t>
      </w:r>
      <w:r w:rsidR="002C50B2">
        <w:t> :</w:t>
      </w:r>
    </w:p>
    <w:p w14:paraId="670B74E8" w14:textId="77777777" w:rsidR="002C50B2" w:rsidRDefault="002C50B2" w:rsidP="002C50B2">
      <w:r>
        <w:lastRenderedPageBreak/>
        <w:t>— </w:t>
      </w:r>
      <w:r w:rsidR="00C77A4E" w:rsidRPr="00275B88">
        <w:t>Je ne saurais vous dire à quel point je suis touché de votre amitié mais plus encore que tout le reste</w:t>
      </w:r>
      <w:r>
        <w:t xml:space="preserve">, </w:t>
      </w:r>
      <w:r w:rsidR="00C77A4E" w:rsidRPr="00275B88">
        <w:t>je vous suis profondément reconnaissant de m</w:t>
      </w:r>
      <w:r>
        <w:t>’</w:t>
      </w:r>
      <w:r w:rsidR="00C77A4E" w:rsidRPr="00275B88">
        <w:t>avoir permis d</w:t>
      </w:r>
      <w:r>
        <w:t>’</w:t>
      </w:r>
      <w:r w:rsidR="00C77A4E" w:rsidRPr="00275B88">
        <w:t>espérer que je n</w:t>
      </w:r>
      <w:r>
        <w:t>’</w:t>
      </w:r>
      <w:r w:rsidR="00C77A4E" w:rsidRPr="00275B88">
        <w:t>étais pour rien dans la mort de Simone</w:t>
      </w:r>
      <w:r>
        <w:t>.</w:t>
      </w:r>
    </w:p>
    <w:p w14:paraId="7ADD7E0F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espérer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faut dire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>
        <w:t xml:space="preserve"> : </w:t>
      </w:r>
      <w:r w:rsidR="00C77A4E" w:rsidRPr="00275B88">
        <w:t>je suis sûr</w:t>
      </w:r>
      <w:r>
        <w:t> !</w:t>
      </w:r>
    </w:p>
    <w:p w14:paraId="32FA8936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selon vous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Belphégor qui l</w:t>
      </w:r>
      <w:r>
        <w:t>’</w:t>
      </w:r>
      <w:r w:rsidR="00C77A4E" w:rsidRPr="00275B88">
        <w:t>aurait empoisonnée</w:t>
      </w:r>
      <w:r>
        <w:t> ?</w:t>
      </w:r>
    </w:p>
    <w:p w14:paraId="41AB2011" w14:textId="77777777" w:rsidR="002C50B2" w:rsidRDefault="002C50B2" w:rsidP="002C50B2">
      <w:r>
        <w:t>— </w:t>
      </w:r>
      <w:r w:rsidR="00C77A4E" w:rsidRPr="00275B88">
        <w:t>Parbleu</w:t>
      </w:r>
      <w:r>
        <w:t> !</w:t>
      </w:r>
    </w:p>
    <w:p w14:paraId="7C221783" w14:textId="77777777" w:rsidR="002C50B2" w:rsidRDefault="002C50B2" w:rsidP="002C50B2">
      <w:r>
        <w:t>— </w:t>
      </w:r>
      <w:r w:rsidR="00C77A4E" w:rsidRPr="00275B88">
        <w:t>Et par conséquent dans l</w:t>
      </w:r>
      <w:r>
        <w:t>’</w:t>
      </w:r>
      <w:r w:rsidR="00C77A4E" w:rsidRPr="00275B88">
        <w:t>intention d</w:t>
      </w:r>
      <w:r>
        <w:t>’</w:t>
      </w:r>
      <w:r w:rsidR="00C77A4E" w:rsidRPr="00275B88">
        <w:t>augmenter les charges qu</w:t>
      </w:r>
      <w:r>
        <w:t>’</w:t>
      </w:r>
      <w:r w:rsidR="00C77A4E" w:rsidRPr="00275B88">
        <w:t>il a déjà accumulées contre moi</w:t>
      </w:r>
      <w:r>
        <w:t>.</w:t>
      </w:r>
    </w:p>
    <w:p w14:paraId="1A00DA2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clair comme de l</w:t>
      </w:r>
      <w:r>
        <w:t>’</w:t>
      </w:r>
      <w:r w:rsidR="00C77A4E" w:rsidRPr="00275B88">
        <w:t>eau de roche</w:t>
      </w:r>
      <w:r>
        <w:t>.</w:t>
      </w:r>
    </w:p>
    <w:p w14:paraId="0EA3DF7B" w14:textId="77777777" w:rsidR="002C50B2" w:rsidRDefault="00C77A4E" w:rsidP="002C50B2">
      <w:r w:rsidRPr="00275B88">
        <w:t>Saisissant la main du détective</w:t>
      </w:r>
      <w:r w:rsidR="002C50B2">
        <w:t xml:space="preserve">, </w:t>
      </w:r>
      <w:r w:rsidRPr="00275B88">
        <w:t>le reporter s</w:t>
      </w:r>
      <w:r w:rsidR="002C50B2">
        <w:t>’</w:t>
      </w:r>
      <w:r w:rsidRPr="00275B88">
        <w:t>écria</w:t>
      </w:r>
      <w:r w:rsidR="002C50B2">
        <w:t> :</w:t>
      </w:r>
    </w:p>
    <w:p w14:paraId="6E2BD98A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monsieur Chantecoq</w:t>
      </w:r>
      <w:r>
        <w:t xml:space="preserve">, </w:t>
      </w:r>
      <w:r w:rsidR="00C77A4E" w:rsidRPr="00275B88">
        <w:t>si je ne vous avais pas rencontré sur ma route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perdu</w:t>
      </w:r>
      <w:r>
        <w:t xml:space="preserve"> ; </w:t>
      </w:r>
      <w:r w:rsidR="00C77A4E" w:rsidRPr="00275B88">
        <w:t>car seul je n</w:t>
      </w:r>
      <w:r>
        <w:t>’</w:t>
      </w:r>
      <w:r w:rsidR="00C77A4E" w:rsidRPr="00275B88">
        <w:t>aurais jamais pu me défendre contre de si diaboliques machinations</w:t>
      </w:r>
      <w:r>
        <w:t>.</w:t>
      </w:r>
    </w:p>
    <w:p w14:paraId="3C56715E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Alors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le grand limier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 bien fait de laisser ce brave </w:t>
      </w:r>
      <w:proofErr w:type="spellStart"/>
      <w:r w:rsidR="00C77A4E" w:rsidRPr="00275B88">
        <w:t>Gautrais</w:t>
      </w:r>
      <w:proofErr w:type="spellEnd"/>
      <w:r w:rsidR="00C77A4E" w:rsidRPr="00275B88">
        <w:t xml:space="preserve"> vous introduire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 ?</w:t>
      </w:r>
    </w:p>
    <w:p w14:paraId="7259F7BF" w14:textId="77777777" w:rsidR="002C50B2" w:rsidRDefault="002C50B2" w:rsidP="002C50B2">
      <w:r>
        <w:t>— </w:t>
      </w:r>
      <w:r w:rsidR="00C77A4E" w:rsidRPr="00275B88">
        <w:t>Je ne saurais trop vous en prouver ma gratitude</w:t>
      </w:r>
      <w:r>
        <w:t>.</w:t>
      </w:r>
    </w:p>
    <w:p w14:paraId="207EAB33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plus d</w:t>
      </w:r>
      <w:r>
        <w:t>’</w:t>
      </w:r>
      <w:r w:rsidR="00C77A4E" w:rsidRPr="00275B88">
        <w:t>arrière</w:t>
      </w:r>
      <w:r w:rsidR="00C77A4E">
        <w:t>-</w:t>
      </w:r>
      <w:r w:rsidR="00C77A4E" w:rsidRPr="00275B88">
        <w:t>pensées</w:t>
      </w:r>
      <w:r>
        <w:t xml:space="preserve">… </w:t>
      </w:r>
      <w:r w:rsidR="00C77A4E" w:rsidRPr="00275B88">
        <w:t>Plus de doutes sur vous</w:t>
      </w:r>
      <w:r w:rsidR="00C77A4E">
        <w:t>-</w:t>
      </w:r>
      <w:r w:rsidR="00C77A4E" w:rsidRPr="00275B88">
        <w:t>même</w:t>
      </w:r>
      <w:r>
        <w:t xml:space="preserve">… </w:t>
      </w:r>
      <w:r w:rsidR="00C77A4E" w:rsidRPr="00275B88">
        <w:t>Plus de drames de conscience</w:t>
      </w:r>
      <w:r>
        <w:t xml:space="preserve">… </w:t>
      </w:r>
      <w:r w:rsidR="00C77A4E" w:rsidRPr="00275B88">
        <w:t>lançait le roi des détectives</w:t>
      </w:r>
      <w:r>
        <w:t>.</w:t>
      </w:r>
    </w:p>
    <w:p w14:paraId="13D2576D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Non</w:t>
      </w:r>
      <w:r>
        <w:t xml:space="preserve">, </w:t>
      </w:r>
      <w:r w:rsidR="00C77A4E" w:rsidRPr="00275B88">
        <w:t>puisque je vous sens près de moi</w:t>
      </w:r>
      <w:r>
        <w:t xml:space="preserve">… </w:t>
      </w:r>
      <w:r w:rsidR="00C77A4E" w:rsidRPr="00275B88">
        <w:t>avec moi</w:t>
      </w:r>
      <w:r>
        <w:t xml:space="preserve">… </w:t>
      </w:r>
      <w:r w:rsidR="00C77A4E" w:rsidRPr="00275B88">
        <w:t xml:space="preserve">scandait avec force le rédacteur du </w:t>
      </w:r>
      <w:r w:rsidR="00C77A4E" w:rsidRPr="00275B88">
        <w:rPr>
          <w:i/>
          <w:iCs/>
        </w:rPr>
        <w:t>Petit Parisien</w:t>
      </w:r>
      <w:r>
        <w:rPr>
          <w:i/>
          <w:iCs/>
        </w:rPr>
        <w:t>.</w:t>
      </w:r>
    </w:p>
    <w:p w14:paraId="09FC7FED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28DE8807" w14:textId="77777777" w:rsidR="002C50B2" w:rsidRDefault="002C50B2" w:rsidP="002C50B2">
      <w:r>
        <w:t>— </w:t>
      </w:r>
      <w:r w:rsidR="00C77A4E" w:rsidRPr="00275B88">
        <w:t>Permettez</w:t>
      </w:r>
      <w:r w:rsidR="00C77A4E">
        <w:t>-</w:t>
      </w:r>
      <w:r w:rsidR="00C77A4E" w:rsidRPr="00275B88">
        <w:t>moi cependant une question</w:t>
      </w:r>
      <w:r>
        <w:t>.</w:t>
      </w:r>
    </w:p>
    <w:p w14:paraId="57B7BF6B" w14:textId="77777777" w:rsidR="002C50B2" w:rsidRDefault="002C50B2" w:rsidP="002C50B2">
      <w:r>
        <w:lastRenderedPageBreak/>
        <w:t>— </w:t>
      </w:r>
      <w:r w:rsidR="00C77A4E" w:rsidRPr="00275B88">
        <w:t>Je vous en prie</w:t>
      </w:r>
      <w:r>
        <w:t>.</w:t>
      </w:r>
    </w:p>
    <w:p w14:paraId="4AD5769C" w14:textId="77777777" w:rsidR="002C50B2" w:rsidRDefault="002C50B2" w:rsidP="002C50B2">
      <w:r>
        <w:t>— </w:t>
      </w:r>
      <w:r w:rsidR="00C77A4E" w:rsidRPr="00275B88">
        <w:t>Si Belphégor</w:t>
      </w:r>
      <w:r>
        <w:t xml:space="preserve">, </w:t>
      </w:r>
      <w:r w:rsidR="00C77A4E" w:rsidRPr="00275B88">
        <w:t>ainsi que vous tendez à le croire</w:t>
      </w:r>
      <w:r>
        <w:t xml:space="preserve">, </w:t>
      </w:r>
      <w:r w:rsidR="00C77A4E" w:rsidRPr="00275B88">
        <w:t>a empoisonné cette malheureuse Simone</w:t>
      </w:r>
      <w:r>
        <w:t xml:space="preserve">, </w:t>
      </w:r>
      <w:r w:rsidR="00C77A4E" w:rsidRPr="00275B88">
        <w:t>il faut qu</w:t>
      </w:r>
      <w:r>
        <w:t>’</w:t>
      </w:r>
      <w:r w:rsidR="00C77A4E" w:rsidRPr="00275B88">
        <w:t>il ait eu des complices dans la maison</w:t>
      </w:r>
      <w:r>
        <w:t>.</w:t>
      </w:r>
    </w:p>
    <w:p w14:paraId="3D6356D4" w14:textId="77777777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C</w:t>
      </w:r>
      <w:r>
        <w:t>’</w:t>
      </w:r>
      <w:r w:rsidR="00C77A4E" w:rsidRPr="00275B88">
        <w:t>est tout à fait mon avis</w:t>
      </w:r>
      <w:r>
        <w:t xml:space="preserve"> ; </w:t>
      </w:r>
      <w:r w:rsidR="00C77A4E" w:rsidRPr="00275B88">
        <w:t>et c</w:t>
      </w:r>
      <w:r>
        <w:t>’</w:t>
      </w:r>
      <w:r w:rsidR="00C77A4E" w:rsidRPr="00275B88">
        <w:t>est la première chose que je vais rechercher dès que j</w:t>
      </w:r>
      <w:r>
        <w:t>’</w:t>
      </w:r>
      <w:r w:rsidR="00C77A4E" w:rsidRPr="00275B88">
        <w:t xml:space="preserve">aurai appris du baron Papillon le nom de la personne à qui il a cédé les </w:t>
      </w:r>
      <w:r w:rsidR="00C77A4E" w:rsidRPr="00275B88">
        <w:rPr>
          <w:i/>
          <w:iCs/>
        </w:rPr>
        <w:t>Mémoires de Ruggieri</w:t>
      </w:r>
      <w:r>
        <w:rPr>
          <w:i/>
          <w:iCs/>
        </w:rPr>
        <w:t>.</w:t>
      </w:r>
    </w:p>
    <w:p w14:paraId="4D6A8E32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joyeusement</w:t>
      </w:r>
      <w:r w:rsidR="002C50B2">
        <w:t xml:space="preserve">, </w:t>
      </w:r>
      <w:r w:rsidRPr="00275B88">
        <w:t>Chantecoq s</w:t>
      </w:r>
      <w:r w:rsidR="002C50B2">
        <w:t>’</w:t>
      </w:r>
      <w:r w:rsidRPr="00275B88">
        <w:t>écria</w:t>
      </w:r>
      <w:r w:rsidR="002C50B2">
        <w:t> :</w:t>
      </w:r>
    </w:p>
    <w:p w14:paraId="5CBE2580" w14:textId="77777777" w:rsidR="002C50B2" w:rsidRDefault="002C50B2" w:rsidP="002C50B2">
      <w:r>
        <w:t>— </w:t>
      </w:r>
      <w:r w:rsidR="00C77A4E" w:rsidRPr="00275B88">
        <w:t>Vous voyez que tout va bien</w:t>
      </w:r>
      <w:r>
        <w:t xml:space="preserve">, </w:t>
      </w:r>
      <w:r w:rsidR="00C77A4E" w:rsidRPr="00275B88">
        <w:t>très bien</w:t>
      </w:r>
      <w:r>
        <w:t xml:space="preserve">, </w:t>
      </w:r>
      <w:r w:rsidR="00C77A4E" w:rsidRPr="00275B88">
        <w:t>admirablement bien</w:t>
      </w:r>
      <w:r>
        <w:t xml:space="preserve">… </w:t>
      </w:r>
      <w:r w:rsidR="00C77A4E" w:rsidRPr="00275B88">
        <w:t>Avec de moindres indices j</w:t>
      </w:r>
      <w:r>
        <w:t>’</w:t>
      </w:r>
      <w:r w:rsidR="00C77A4E" w:rsidRPr="00275B88">
        <w:t>ai débrouillé souvent des énigmes que d</w:t>
      </w:r>
      <w:r>
        <w:t>’</w:t>
      </w:r>
      <w:r w:rsidR="00C77A4E" w:rsidRPr="00275B88">
        <w:t>autres avaient renoncé à résoudre</w:t>
      </w:r>
      <w:r>
        <w:t xml:space="preserve">… </w:t>
      </w:r>
      <w:r w:rsidR="00C77A4E" w:rsidRPr="00275B88">
        <w:t>Car</w:t>
      </w:r>
      <w:r>
        <w:t xml:space="preserve">, </w:t>
      </w:r>
      <w:r w:rsidR="00C77A4E" w:rsidRPr="00275B88">
        <w:t>voyez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pour être bon détective</w:t>
      </w:r>
      <w:r>
        <w:t xml:space="preserve">, </w:t>
      </w:r>
      <w:r w:rsidR="00C77A4E" w:rsidRPr="00275B88">
        <w:t>il faut être</w:t>
      </w:r>
      <w:r>
        <w:t xml:space="preserve">, </w:t>
      </w:r>
      <w:r w:rsidR="00C77A4E" w:rsidRPr="00275B88">
        <w:t>avant tout</w:t>
      </w:r>
      <w:r>
        <w:t xml:space="preserve">, </w:t>
      </w:r>
      <w:r w:rsidR="00C77A4E" w:rsidRPr="00275B88">
        <w:t>psychologue</w:t>
      </w:r>
      <w:r>
        <w:t>.</w:t>
      </w:r>
    </w:p>
    <w:p w14:paraId="03F35702" w14:textId="77777777" w:rsidR="002C50B2" w:rsidRDefault="002C50B2" w:rsidP="002C50B2">
      <w:r>
        <w:t>— </w:t>
      </w:r>
      <w:r w:rsidR="00C77A4E" w:rsidRPr="00275B88">
        <w:t>Et vous l</w:t>
      </w:r>
      <w:r>
        <w:t>’</w:t>
      </w:r>
      <w:r w:rsidR="00C77A4E" w:rsidRPr="00275B88">
        <w:t>êtes à un tel point</w:t>
      </w:r>
      <w:r>
        <w:t xml:space="preserve">, </w:t>
      </w:r>
      <w:r w:rsidR="00C77A4E" w:rsidRPr="00275B88">
        <w:t>affirmait Jacques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doit être impossible de rien vous dissimuler</w:t>
      </w:r>
      <w:r>
        <w:t>.</w:t>
      </w:r>
    </w:p>
    <w:p w14:paraId="04A547C2" w14:textId="77777777" w:rsidR="002C50B2" w:rsidRDefault="00C77A4E" w:rsidP="002C50B2">
      <w:r w:rsidRPr="00275B88">
        <w:t>Avec un bon sourire</w:t>
      </w:r>
      <w:r w:rsidR="002C50B2">
        <w:t xml:space="preserve">, </w:t>
      </w:r>
      <w:r w:rsidRPr="00275B88">
        <w:t>le grand limier reprenait</w:t>
      </w:r>
      <w:r w:rsidR="002C50B2">
        <w:t> :</w:t>
      </w:r>
    </w:p>
    <w:p w14:paraId="53219769" w14:textId="77777777" w:rsidR="002C50B2" w:rsidRDefault="002C50B2" w:rsidP="002C50B2">
      <w:r>
        <w:t>— </w:t>
      </w:r>
      <w:r w:rsidR="00C77A4E" w:rsidRPr="00275B88">
        <w:t>Il m</w:t>
      </w:r>
      <w:r>
        <w:t>’</w:t>
      </w:r>
      <w:r w:rsidR="00C77A4E" w:rsidRPr="00275B88">
        <w:t>est arrivé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parfois de découvrir certains secrets</w:t>
      </w:r>
      <w:r>
        <w:t>.</w:t>
      </w:r>
    </w:p>
    <w:p w14:paraId="7141DA8A" w14:textId="77777777" w:rsidR="002C50B2" w:rsidRDefault="00C77A4E" w:rsidP="002C50B2">
      <w:r w:rsidRPr="00275B88">
        <w:t>Il s</w:t>
      </w:r>
      <w:r w:rsidR="002C50B2">
        <w:t>’</w:t>
      </w:r>
      <w:r w:rsidRPr="00275B88">
        <w:t>arrêta</w:t>
      </w:r>
      <w:r w:rsidR="002C50B2">
        <w:t xml:space="preserve">. </w:t>
      </w:r>
      <w:r w:rsidRPr="00275B88">
        <w:t>Jacques</w:t>
      </w:r>
      <w:r w:rsidR="002C50B2">
        <w:t xml:space="preserve">, </w:t>
      </w:r>
      <w:r w:rsidRPr="00275B88">
        <w:t>embarrassé</w:t>
      </w:r>
      <w:r w:rsidR="002C50B2">
        <w:t xml:space="preserve">, </w:t>
      </w:r>
      <w:r w:rsidRPr="00275B88">
        <w:t>attendait</w:t>
      </w:r>
      <w:r w:rsidR="002C50B2">
        <w:t xml:space="preserve">. </w:t>
      </w:r>
      <w:r w:rsidRPr="00275B88">
        <w:t>Tout en le regardant avec bonté</w:t>
      </w:r>
      <w:r w:rsidR="002C50B2">
        <w:t xml:space="preserve">, </w:t>
      </w:r>
      <w:r w:rsidRPr="00275B88">
        <w:t>Chantecoq reprenait</w:t>
      </w:r>
      <w:r w:rsidR="002C50B2">
        <w:t> :</w:t>
      </w:r>
    </w:p>
    <w:p w14:paraId="2429B383" w14:textId="77777777" w:rsidR="002C50B2" w:rsidRDefault="002C50B2" w:rsidP="002C50B2">
      <w:r>
        <w:t>— </w:t>
      </w:r>
      <w:r w:rsidR="00C77A4E" w:rsidRPr="00275B88">
        <w:t>Cette faculté que je dois à la nature m</w:t>
      </w:r>
      <w:r>
        <w:t>’</w:t>
      </w:r>
      <w:r w:rsidR="00C77A4E" w:rsidRPr="00275B88">
        <w:t>a souvent permis d</w:t>
      </w:r>
      <w:r>
        <w:t>’</w:t>
      </w:r>
      <w:r w:rsidR="00C77A4E" w:rsidRPr="00275B88">
        <w:t>éviter à ceux que j</w:t>
      </w:r>
      <w:r>
        <w:t>’</w:t>
      </w:r>
      <w:r w:rsidR="00C77A4E" w:rsidRPr="00275B88">
        <w:t>interrogeais des aveux que leur timidité injustifiée les empêchait de me faire</w:t>
      </w:r>
      <w:r>
        <w:t xml:space="preserve">… </w:t>
      </w:r>
      <w:r w:rsidR="00C77A4E" w:rsidRPr="00275B88">
        <w:t>et qu</w:t>
      </w:r>
      <w:r>
        <w:t>’</w:t>
      </w:r>
      <w:r w:rsidR="00C77A4E" w:rsidRPr="00275B88">
        <w:t>il m</w:t>
      </w:r>
      <w:r>
        <w:t>’</w:t>
      </w:r>
      <w:r w:rsidR="00C77A4E" w:rsidRPr="00275B88">
        <w:t>eût été infiniment agréable pourtant d</w:t>
      </w:r>
      <w:r>
        <w:t>’</w:t>
      </w:r>
      <w:r w:rsidR="00C77A4E" w:rsidRPr="00275B88">
        <w:t>entendre de leur bouche</w:t>
      </w:r>
      <w:r>
        <w:t>.</w:t>
      </w:r>
    </w:p>
    <w:p w14:paraId="00504752" w14:textId="77777777" w:rsidR="002C50B2" w:rsidRDefault="002C50B2" w:rsidP="002C50B2">
      <w:r>
        <w:t>— </w:t>
      </w:r>
      <w:r w:rsidR="00C77A4E" w:rsidRPr="00275B88">
        <w:t>Monsieur Chantecoq</w:t>
      </w:r>
      <w:r>
        <w:t>…</w:t>
      </w:r>
    </w:p>
    <w:p w14:paraId="26F1D5F2" w14:textId="77777777" w:rsidR="002C50B2" w:rsidRDefault="002C50B2" w:rsidP="002C50B2">
      <w:r>
        <w:t>— </w:t>
      </w:r>
      <w:r w:rsidR="00C77A4E" w:rsidRPr="00275B88">
        <w:t>Voulez</w:t>
      </w:r>
      <w:r w:rsidR="00C77A4E">
        <w:t>-</w:t>
      </w:r>
      <w:r w:rsidR="00C77A4E" w:rsidRPr="00275B88">
        <w:t>vous que je parle pour vous</w:t>
      </w:r>
      <w:r>
        <w:t> ?</w:t>
      </w:r>
    </w:p>
    <w:p w14:paraId="4BEFAC22" w14:textId="77777777" w:rsidR="002C50B2" w:rsidRDefault="002C50B2" w:rsidP="002C50B2">
      <w:r>
        <w:lastRenderedPageBreak/>
        <w:t>— </w:t>
      </w:r>
      <w:r w:rsidR="00C77A4E" w:rsidRPr="00275B88">
        <w:t>Soit</w:t>
      </w:r>
      <w:r>
        <w:t>.</w:t>
      </w:r>
    </w:p>
    <w:p w14:paraId="0294BE1C" w14:textId="77777777" w:rsidR="002C50B2" w:rsidRDefault="002C50B2" w:rsidP="002C50B2">
      <w:r>
        <w:t>— </w:t>
      </w:r>
      <w:r w:rsidR="00C77A4E" w:rsidRPr="00275B88">
        <w:t>Allons</w:t>
      </w:r>
      <w:r w:rsidR="00C77A4E">
        <w:t>-</w:t>
      </w:r>
      <w:r w:rsidR="00C77A4E" w:rsidRPr="00275B88">
        <w:t>y</w:t>
      </w:r>
      <w:r>
        <w:t> !</w:t>
      </w:r>
    </w:p>
    <w:p w14:paraId="0CE87EE0" w14:textId="77777777" w:rsidR="002C50B2" w:rsidRDefault="00C77A4E" w:rsidP="002C50B2">
      <w:r w:rsidRPr="00275B88">
        <w:t>Avec un accent de bonhomie affectueuse et charmante</w:t>
      </w:r>
      <w:r w:rsidR="002C50B2">
        <w:t xml:space="preserve">, </w:t>
      </w:r>
      <w:r w:rsidRPr="00275B88">
        <w:t>le grand détective poursuivit</w:t>
      </w:r>
      <w:r w:rsidR="002C50B2">
        <w:t> :</w:t>
      </w:r>
    </w:p>
    <w:p w14:paraId="25CCDA8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donc vous qui parlez</w:t>
      </w:r>
      <w:r>
        <w:t>.</w:t>
      </w:r>
    </w:p>
    <w:p w14:paraId="6ED1CAD5" w14:textId="77777777" w:rsidR="002C50B2" w:rsidRDefault="002C50B2" w:rsidP="002C50B2">
      <w:r>
        <w:t>— </w:t>
      </w:r>
      <w:r w:rsidR="00C77A4E" w:rsidRPr="00275B88">
        <w:t>Je m</w:t>
      </w:r>
      <w:r>
        <w:t>’</w:t>
      </w:r>
      <w:r w:rsidR="00C77A4E" w:rsidRPr="00275B88">
        <w:t>écoute</w:t>
      </w:r>
      <w:r>
        <w:t xml:space="preserve">, </w:t>
      </w:r>
      <w:r w:rsidR="00C77A4E" w:rsidRPr="00275B88">
        <w:t>sourit Bellegarde</w:t>
      </w:r>
      <w:r>
        <w:t xml:space="preserve">, </w:t>
      </w:r>
      <w:r w:rsidR="00C77A4E" w:rsidRPr="00275B88">
        <w:t>tout réconforté d</w:t>
      </w:r>
      <w:r>
        <w:t>’</w:t>
      </w:r>
      <w:r w:rsidR="00C77A4E" w:rsidRPr="00275B88">
        <w:t>un grand rayonnement d</w:t>
      </w:r>
      <w:r>
        <w:t>’</w:t>
      </w:r>
      <w:r w:rsidR="00C77A4E" w:rsidRPr="00275B88">
        <w:t>espérance</w:t>
      </w:r>
      <w:r>
        <w:t>.</w:t>
      </w:r>
    </w:p>
    <w:p w14:paraId="3F418989" w14:textId="77777777" w:rsidR="002C50B2" w:rsidRDefault="00C77A4E" w:rsidP="002C50B2">
      <w:r w:rsidRPr="00275B88">
        <w:t>Le père de Colette scandait</w:t>
      </w:r>
      <w:r w:rsidR="002C50B2">
        <w:t> :</w:t>
      </w:r>
    </w:p>
    <w:p w14:paraId="2DB73225" w14:textId="728D3A8B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aime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votre fille</w:t>
      </w:r>
      <w:r>
        <w:t>…</w:t>
      </w:r>
    </w:p>
    <w:p w14:paraId="1EC3CBFC" w14:textId="77777777" w:rsidR="002C50B2" w:rsidRDefault="00C77A4E" w:rsidP="002C50B2">
      <w:r w:rsidRPr="00275B88">
        <w:t>Jacques tressaillit</w:t>
      </w:r>
      <w:r w:rsidR="002C50B2">
        <w:t>.</w:t>
      </w:r>
    </w:p>
    <w:p w14:paraId="273E2C78" w14:textId="77777777" w:rsidR="002C50B2" w:rsidRDefault="002C50B2" w:rsidP="002C50B2">
      <w:r>
        <w:t>— </w:t>
      </w:r>
      <w:r w:rsidR="00C77A4E" w:rsidRPr="00275B88">
        <w:t>Ai</w:t>
      </w:r>
      <w:r w:rsidR="00C77A4E">
        <w:t>-</w:t>
      </w:r>
      <w:r w:rsidR="00C77A4E" w:rsidRPr="00275B88">
        <w:t>je été bon devin</w:t>
      </w:r>
      <w:r>
        <w:t xml:space="preserve"> ? </w:t>
      </w:r>
      <w:r w:rsidR="00C77A4E" w:rsidRPr="00275B88">
        <w:t>interrogeait malicieusement le fin limier</w:t>
      </w:r>
      <w:r>
        <w:t>.</w:t>
      </w:r>
    </w:p>
    <w:p w14:paraId="11023A9B" w14:textId="77777777" w:rsidR="002C50B2" w:rsidRDefault="002C50B2" w:rsidP="002C50B2">
      <w:r>
        <w:t>— </w:t>
      </w:r>
      <w:r w:rsidR="00C77A4E" w:rsidRPr="00275B88">
        <w:t>Certes</w:t>
      </w:r>
      <w:r>
        <w:t>.</w:t>
      </w:r>
    </w:p>
    <w:p w14:paraId="137302A0" w14:textId="77777777" w:rsidR="002C50B2" w:rsidRDefault="002C50B2" w:rsidP="002C50B2">
      <w:r>
        <w:t>— </w:t>
      </w:r>
      <w:r w:rsidR="00C77A4E" w:rsidRPr="00275B88">
        <w:t>Je vous avouerai franchement que je n</w:t>
      </w:r>
      <w:r>
        <w:t>’</w:t>
      </w:r>
      <w:r w:rsidR="00C77A4E" w:rsidRPr="00275B88">
        <w:t>ai pas grand mérite</w:t>
      </w:r>
      <w:r>
        <w:t xml:space="preserve">… </w:t>
      </w:r>
      <w:r w:rsidR="00C77A4E" w:rsidRPr="00275B88">
        <w:t>Mais je n</w:t>
      </w:r>
      <w:r>
        <w:t>’</w:t>
      </w:r>
      <w:r w:rsidR="00C77A4E" w:rsidRPr="00275B88">
        <w:t>ai pas fini</w:t>
      </w:r>
      <w:r>
        <w:t>…</w:t>
      </w:r>
    </w:p>
    <w:p w14:paraId="13D19D4B" w14:textId="77777777" w:rsidR="002C50B2" w:rsidRDefault="00C77A4E" w:rsidP="002C50B2">
      <w:r w:rsidRPr="00275B88">
        <w:t>Et le détective fit</w:t>
      </w:r>
      <w:r w:rsidR="002C50B2">
        <w:t> :</w:t>
      </w:r>
    </w:p>
    <w:p w14:paraId="76EEDDB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toujours vous qui parlez</w:t>
      </w:r>
      <w:r>
        <w:t> !</w:t>
      </w:r>
    </w:p>
    <w:p w14:paraId="31351990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monsieur Chantecoq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écria Jacques en un juvénile élan</w:t>
      </w:r>
      <w:r>
        <w:t xml:space="preserve">… </w:t>
      </w:r>
      <w:r w:rsidR="00C77A4E" w:rsidRPr="00275B88">
        <w:t>Cette fois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mon tour</w:t>
      </w:r>
      <w:r>
        <w:t>.</w:t>
      </w:r>
    </w:p>
    <w:p w14:paraId="0C680AE0" w14:textId="77777777" w:rsidR="002C50B2" w:rsidRDefault="002C50B2" w:rsidP="002C50B2">
      <w:r>
        <w:t>— </w:t>
      </w:r>
      <w:r w:rsidR="00C77A4E" w:rsidRPr="00275B88">
        <w:t>Bravo</w:t>
      </w:r>
      <w:r>
        <w:t> !</w:t>
      </w:r>
    </w:p>
    <w:p w14:paraId="5B937176" w14:textId="77777777" w:rsidR="002C50B2" w:rsidRDefault="00C77A4E" w:rsidP="002C50B2">
      <w:r w:rsidRPr="00275B88">
        <w:t>Et avec flamme le jeune reporter déclarait</w:t>
      </w:r>
      <w:r w:rsidR="002C50B2">
        <w:t> :</w:t>
      </w:r>
    </w:p>
    <w:p w14:paraId="104F1385" w14:textId="7C5A7EF2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aime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Colette et j</w:t>
      </w:r>
      <w:r>
        <w:t>’</w:t>
      </w:r>
      <w:r w:rsidR="00C77A4E" w:rsidRPr="00275B88">
        <w:t>ai l</w:t>
      </w:r>
      <w:r>
        <w:t>’</w:t>
      </w:r>
      <w:r w:rsidR="00C77A4E" w:rsidRPr="00275B88">
        <w:t>honneur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de vous demander sa main</w:t>
      </w:r>
      <w:r>
        <w:t>.</w:t>
      </w:r>
    </w:p>
    <w:p w14:paraId="2BD77099" w14:textId="77777777" w:rsidR="002C50B2" w:rsidRDefault="00C77A4E" w:rsidP="002C50B2">
      <w:r w:rsidRPr="00275B88">
        <w:lastRenderedPageBreak/>
        <w:t>Chantecoq</w:t>
      </w:r>
      <w:r w:rsidR="002C50B2">
        <w:t xml:space="preserve">, </w:t>
      </w:r>
      <w:r w:rsidRPr="00275B88">
        <w:t>tout en l</w:t>
      </w:r>
      <w:r w:rsidR="002C50B2">
        <w:t>’</w:t>
      </w:r>
      <w:r w:rsidRPr="00275B88">
        <w:t>enveloppant d</w:t>
      </w:r>
      <w:r w:rsidR="002C50B2">
        <w:t>’</w:t>
      </w:r>
      <w:r w:rsidRPr="00275B88">
        <w:t>un regard de paternelle tendresse</w:t>
      </w:r>
      <w:r w:rsidR="002C50B2">
        <w:t xml:space="preserve">, </w:t>
      </w:r>
      <w:r w:rsidRPr="00275B88">
        <w:t>répliquait</w:t>
      </w:r>
      <w:r w:rsidR="002C50B2">
        <w:t> :</w:t>
      </w:r>
    </w:p>
    <w:p w14:paraId="4EB9F036" w14:textId="77777777" w:rsidR="002C50B2" w:rsidRDefault="002C50B2" w:rsidP="002C50B2">
      <w:r>
        <w:t>— </w:t>
      </w:r>
      <w:r w:rsidR="00C77A4E" w:rsidRPr="00275B88">
        <w:t>Je vous l</w:t>
      </w:r>
      <w:r>
        <w:t>’</w:t>
      </w:r>
      <w:r w:rsidR="00C77A4E" w:rsidRPr="00275B88">
        <w:t>accorde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autant plus volontiers</w:t>
      </w:r>
      <w:r>
        <w:t xml:space="preserve">, </w:t>
      </w:r>
      <w:r w:rsidR="00C77A4E" w:rsidRPr="00275B88">
        <w:t>mon cher ami</w:t>
      </w:r>
      <w:r>
        <w:t xml:space="preserve">, </w:t>
      </w:r>
      <w:r w:rsidR="00C77A4E" w:rsidRPr="00275B88">
        <w:t>que ma fille</w:t>
      </w:r>
      <w:r>
        <w:t xml:space="preserve">, </w:t>
      </w:r>
      <w:r w:rsidR="00C77A4E" w:rsidRPr="00275B88">
        <w:t>elle aussi</w:t>
      </w:r>
      <w:r>
        <w:t xml:space="preserve">, </w:t>
      </w:r>
      <w:r w:rsidR="00C77A4E" w:rsidRPr="00275B88">
        <w:t>vous aime</w:t>
      </w:r>
      <w:r>
        <w:t>.</w:t>
      </w:r>
    </w:p>
    <w:p w14:paraId="32D5D7E1" w14:textId="77777777" w:rsidR="002C50B2" w:rsidRDefault="002C50B2" w:rsidP="002C50B2">
      <w:r>
        <w:t>— </w:t>
      </w:r>
      <w:r w:rsidR="00C77A4E" w:rsidRPr="00275B88">
        <w:t>Malgré</w:t>
      </w:r>
      <w:r>
        <w:t>…</w:t>
      </w:r>
    </w:p>
    <w:p w14:paraId="161AC81D" w14:textId="77777777" w:rsidR="002C50B2" w:rsidRDefault="00C77A4E" w:rsidP="002C50B2">
      <w:r w:rsidRPr="00275B88">
        <w:t>Le journaliste se tut</w:t>
      </w:r>
      <w:r w:rsidR="002C50B2">
        <w:t xml:space="preserve">… </w:t>
      </w:r>
      <w:r w:rsidRPr="00275B88">
        <w:t>Il lui semblait que s</w:t>
      </w:r>
      <w:r w:rsidR="002C50B2">
        <w:t>’</w:t>
      </w:r>
      <w:r w:rsidRPr="00275B88">
        <w:t>il eût prononcé le nom de la disparue</w:t>
      </w:r>
      <w:r w:rsidR="002C50B2">
        <w:t xml:space="preserve">, </w:t>
      </w:r>
      <w:r w:rsidRPr="00275B88">
        <w:t>toute l</w:t>
      </w:r>
      <w:r w:rsidR="002C50B2">
        <w:t>’</w:t>
      </w:r>
      <w:r w:rsidRPr="00275B88">
        <w:t>atmosphère de rêve apaisant et délicieux dans lequel il vivait depuis quelques instants allait brusquement se dissiper</w:t>
      </w:r>
      <w:r w:rsidR="002C50B2">
        <w:t>.</w:t>
      </w:r>
    </w:p>
    <w:p w14:paraId="53AC869E" w14:textId="77777777" w:rsidR="002C50B2" w:rsidRDefault="00C77A4E" w:rsidP="002C50B2">
      <w:r w:rsidRPr="00275B88">
        <w:t>Chantecoq reprenait</w:t>
      </w:r>
      <w:r w:rsidR="002C50B2">
        <w:t> :</w:t>
      </w:r>
    </w:p>
    <w:p w14:paraId="7265CD30" w14:textId="77777777" w:rsidR="002C50B2" w:rsidRDefault="002C50B2" w:rsidP="002C50B2">
      <w:r>
        <w:t>— </w:t>
      </w:r>
      <w:r w:rsidR="00C77A4E" w:rsidRPr="00275B88">
        <w:t>Lorsque ma fille vous a vu</w:t>
      </w:r>
      <w:r>
        <w:t xml:space="preserve">, </w:t>
      </w:r>
      <w:r w:rsidR="00C77A4E" w:rsidRPr="00275B88">
        <w:t>ce soir</w:t>
      </w:r>
      <w:r>
        <w:t xml:space="preserve">, </w:t>
      </w:r>
      <w:r w:rsidR="00C77A4E" w:rsidRPr="00275B88">
        <w:t>partir si brusquement</w:t>
      </w:r>
      <w:r>
        <w:t xml:space="preserve">, </w:t>
      </w:r>
      <w:r w:rsidR="00C77A4E" w:rsidRPr="00275B88">
        <w:t>si imprudemment</w:t>
      </w:r>
      <w:r>
        <w:t xml:space="preserve">, </w:t>
      </w:r>
      <w:r w:rsidR="00C77A4E" w:rsidRPr="00275B88">
        <w:t>elle a éprouvé</w:t>
      </w:r>
      <w:r>
        <w:t xml:space="preserve">, </w:t>
      </w:r>
      <w:r w:rsidR="00C77A4E" w:rsidRPr="00275B88">
        <w:t>je vous l</w:t>
      </w:r>
      <w:r>
        <w:t>’</w:t>
      </w:r>
      <w:r w:rsidR="00C77A4E" w:rsidRPr="00275B88">
        <w:t>avoue franchement</w:t>
      </w:r>
      <w:r>
        <w:t xml:space="preserve">, </w:t>
      </w:r>
      <w:r w:rsidR="00C77A4E" w:rsidRPr="00275B88">
        <w:t>une vive peine</w:t>
      </w:r>
      <w:r>
        <w:t xml:space="preserve">, </w:t>
      </w:r>
      <w:r w:rsidR="00C77A4E" w:rsidRPr="00275B88">
        <w:t>car elle a cru que vous étiez encore attaché</w:t>
      </w:r>
      <w:r>
        <w:t xml:space="preserve">, </w:t>
      </w:r>
      <w:r w:rsidR="00C77A4E" w:rsidRPr="00275B88">
        <w:t>plus que vous ne le pensiez vous</w:t>
      </w:r>
      <w:r w:rsidR="00C77A4E">
        <w:t>-</w:t>
      </w:r>
      <w:r w:rsidR="00C77A4E" w:rsidRPr="00275B88">
        <w:t>même</w:t>
      </w:r>
      <w:r>
        <w:t xml:space="preserve">, </w:t>
      </w:r>
      <w:r w:rsidR="00C77A4E" w:rsidRPr="00275B88">
        <w:t>à cette malheureuse dont je suis le premier à déplorer la triste fin</w:t>
      </w:r>
      <w:r>
        <w:t>.</w:t>
      </w:r>
    </w:p>
    <w:p w14:paraId="5A92CF28" w14:textId="77777777" w:rsidR="002C50B2" w:rsidRDefault="002C50B2" w:rsidP="002C50B2">
      <w:r>
        <w:t>« </w:t>
      </w:r>
      <w:r w:rsidR="00C77A4E" w:rsidRPr="00275B88">
        <w:t>Mais dès à présent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elle a compris que vous aviez obéi uniquement au remords que vous causait la crainte d</w:t>
      </w:r>
      <w:r>
        <w:t>’</w:t>
      </w:r>
      <w:r w:rsidR="00C77A4E" w:rsidRPr="00275B88">
        <w:t>avoir encouru une grave responsabilité dans la fin de cette pauvre femme et que</w:t>
      </w:r>
      <w:r>
        <w:t xml:space="preserve">, </w:t>
      </w:r>
      <w:r w:rsidR="00C77A4E" w:rsidRPr="00275B88">
        <w:t>seul</w:t>
      </w:r>
      <w:r>
        <w:t xml:space="preserve">, </w:t>
      </w:r>
      <w:r w:rsidR="00C77A4E" w:rsidRPr="00275B88">
        <w:t>ce sentiment qui ne peut que vous honorer grandement vous a dicté votre gratitude</w:t>
      </w:r>
      <w:r>
        <w:t>.</w:t>
      </w:r>
    </w:p>
    <w:p w14:paraId="2F939C3E" w14:textId="77777777" w:rsidR="002C50B2" w:rsidRDefault="002C50B2" w:rsidP="002C50B2">
      <w:r>
        <w:t>« </w:t>
      </w:r>
      <w:r w:rsidR="00C77A4E" w:rsidRPr="00275B88">
        <w:t>Donc</w:t>
      </w:r>
      <w:r>
        <w:t xml:space="preserve">, </w:t>
      </w:r>
      <w:r w:rsidR="00C77A4E" w:rsidRPr="00275B88">
        <w:t>aucun nuage ne peut s</w:t>
      </w:r>
      <w:r>
        <w:t>’</w:t>
      </w:r>
      <w:r w:rsidR="00C77A4E" w:rsidRPr="00275B88">
        <w:t>élever entre vous deux</w:t>
      </w:r>
      <w:r>
        <w:t xml:space="preserve">… </w:t>
      </w:r>
      <w:r w:rsidR="00C77A4E" w:rsidRPr="00275B88">
        <w:t>Aucun mauvais souvenir ne viendra jamais embrumer le clair bonheur qui vous attend</w:t>
      </w:r>
      <w:r>
        <w:t>.</w:t>
      </w:r>
    </w:p>
    <w:p w14:paraId="7413B704" w14:textId="77777777" w:rsidR="002C50B2" w:rsidRDefault="002C50B2" w:rsidP="002C50B2">
      <w:r>
        <w:t>« </w:t>
      </w:r>
      <w:r w:rsidR="00C77A4E" w:rsidRPr="00275B88">
        <w:t>Bientôt</w:t>
      </w:r>
      <w:r>
        <w:t xml:space="preserve">, </w:t>
      </w:r>
      <w:r w:rsidR="00C77A4E" w:rsidRPr="00275B88">
        <w:t>Belphégor sera démasqué</w:t>
      </w:r>
      <w:r>
        <w:t xml:space="preserve"> ; </w:t>
      </w:r>
      <w:r w:rsidR="00C77A4E" w:rsidRPr="00275B88">
        <w:t>et un jour</w:t>
      </w:r>
      <w:r>
        <w:t xml:space="preserve">, </w:t>
      </w:r>
      <w:r w:rsidR="00C77A4E" w:rsidRPr="00275B88">
        <w:t>un mutuel amour vous fera oublier les moments si douloureux que vous venez de traverser</w:t>
      </w:r>
      <w:r>
        <w:t>.</w:t>
      </w:r>
    </w:p>
    <w:p w14:paraId="2C207CD9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monsieur Chantecoq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Jacques</w:t>
      </w:r>
      <w:r>
        <w:t xml:space="preserve">, </w:t>
      </w:r>
      <w:r w:rsidR="00C77A4E" w:rsidRPr="00275B88">
        <w:t>je ne saurais vous dire à quel point vous me rendez heureux</w:t>
      </w:r>
      <w:r>
        <w:t>.</w:t>
      </w:r>
    </w:p>
    <w:p w14:paraId="5B4FBDE8" w14:textId="77777777" w:rsidR="002C50B2" w:rsidRDefault="002C50B2" w:rsidP="002C50B2">
      <w:r>
        <w:lastRenderedPageBreak/>
        <w:t>« </w:t>
      </w:r>
      <w:r w:rsidR="00C77A4E" w:rsidRPr="00275B88">
        <w:t>Excusez</w:t>
      </w:r>
      <w:r w:rsidR="00C77A4E">
        <w:t>-</w:t>
      </w:r>
      <w:r w:rsidR="00C77A4E" w:rsidRPr="00275B88">
        <w:t>moi si</w:t>
      </w:r>
      <w:r>
        <w:t xml:space="preserve">, </w:t>
      </w:r>
      <w:r w:rsidR="00C77A4E" w:rsidRPr="00275B88">
        <w:t>dans mon émotion</w:t>
      </w:r>
      <w:r>
        <w:t xml:space="preserve">, </w:t>
      </w:r>
      <w:r w:rsidR="00C77A4E" w:rsidRPr="00275B88">
        <w:t>je ne trouve pas les mots qu</w:t>
      </w:r>
      <w:r>
        <w:t>’</w:t>
      </w:r>
      <w:r w:rsidR="00C77A4E" w:rsidRPr="00275B88">
        <w:t>il faudrait</w:t>
      </w:r>
      <w:r>
        <w:t>…</w:t>
      </w:r>
    </w:p>
    <w:p w14:paraId="20917AF4" w14:textId="77777777" w:rsidR="002C50B2" w:rsidRDefault="002C50B2" w:rsidP="002C50B2">
      <w:r>
        <w:t>— </w:t>
      </w:r>
      <w:r w:rsidR="00C77A4E" w:rsidRPr="00275B88">
        <w:t>Les mots ne sont rien</w:t>
      </w:r>
      <w:r>
        <w:t xml:space="preserve">, </w:t>
      </w:r>
      <w:r w:rsidR="00C77A4E" w:rsidRPr="00275B88">
        <w:t>mon cher enfant</w:t>
      </w:r>
      <w:r>
        <w:t xml:space="preserve">, </w:t>
      </w:r>
      <w:r w:rsidR="00C77A4E" w:rsidRPr="00275B88">
        <w:t>affirmait Chantecoq</w:t>
      </w:r>
      <w:r>
        <w:t xml:space="preserve"> ; </w:t>
      </w:r>
      <w:r w:rsidR="00C77A4E" w:rsidRPr="00275B88">
        <w:t>seul le cœur compte</w:t>
      </w:r>
      <w:r>
        <w:t xml:space="preserve"> ; </w:t>
      </w:r>
      <w:r w:rsidR="00C77A4E" w:rsidRPr="00275B88">
        <w:t>et je crois connaître assez le vôtre pour être sûr qu</w:t>
      </w:r>
      <w:r>
        <w:t>’</w:t>
      </w:r>
      <w:r w:rsidR="00C77A4E" w:rsidRPr="00275B88">
        <w:t>il est digne de battre à l</w:t>
      </w:r>
      <w:r>
        <w:t>’</w:t>
      </w:r>
      <w:r w:rsidR="00C77A4E" w:rsidRPr="00275B88">
        <w:t>unisson de celui que vous avez su conquérir</w:t>
      </w:r>
      <w:r>
        <w:t>.</w:t>
      </w:r>
    </w:p>
    <w:p w14:paraId="4C6DC228" w14:textId="77777777" w:rsidR="002C50B2" w:rsidRDefault="00C77A4E" w:rsidP="002C50B2">
      <w:r w:rsidRPr="00275B88">
        <w:t>Jacques</w:t>
      </w:r>
      <w:r w:rsidR="002C50B2">
        <w:t xml:space="preserve">, </w:t>
      </w:r>
      <w:r w:rsidRPr="00275B88">
        <w:t>éperdu de joie</w:t>
      </w:r>
      <w:r w:rsidR="002C50B2">
        <w:t xml:space="preserve">, </w:t>
      </w:r>
      <w:r w:rsidRPr="00275B88">
        <w:t>se jeta dans les bras du détective</w:t>
      </w:r>
      <w:r w:rsidR="002C50B2">
        <w:t xml:space="preserve">, </w:t>
      </w:r>
      <w:r w:rsidRPr="00275B88">
        <w:t>qui l</w:t>
      </w:r>
      <w:r w:rsidR="002C50B2">
        <w:t>’</w:t>
      </w:r>
      <w:r w:rsidRPr="00275B88">
        <w:t>étreignit comme l</w:t>
      </w:r>
      <w:r w:rsidR="002C50B2">
        <w:t>’</w:t>
      </w:r>
      <w:r w:rsidRPr="00275B88">
        <w:t>eût fait un père</w:t>
      </w:r>
      <w:r w:rsidR="002C50B2">
        <w:t>.</w:t>
      </w:r>
    </w:p>
    <w:p w14:paraId="038DADA8" w14:textId="77777777" w:rsidR="002C50B2" w:rsidRDefault="00C77A4E" w:rsidP="002C50B2">
      <w:r w:rsidRPr="00275B88">
        <w:t>Puis Chantecoq reprit gravement</w:t>
      </w:r>
      <w:r w:rsidR="002C50B2">
        <w:t> :</w:t>
      </w:r>
    </w:p>
    <w:p w14:paraId="0C100DCD" w14:textId="77777777" w:rsidR="002C50B2" w:rsidRDefault="002C50B2" w:rsidP="002C50B2">
      <w:r>
        <w:t>— </w:t>
      </w:r>
      <w:r w:rsidR="00C77A4E" w:rsidRPr="00275B88">
        <w:t>En attendant</w:t>
      </w:r>
      <w:r>
        <w:t xml:space="preserve">, </w:t>
      </w:r>
      <w:r w:rsidR="00C77A4E" w:rsidRPr="00275B88">
        <w:t xml:space="preserve">vous allez reprendre au plus vite votre personnage de </w:t>
      </w:r>
      <w:proofErr w:type="spellStart"/>
      <w:r w:rsidR="00C77A4E" w:rsidRPr="00275B88">
        <w:t>Cantarelli</w:t>
      </w:r>
      <w:proofErr w:type="spellEnd"/>
      <w:r w:rsidR="00C77A4E" w:rsidRPr="00275B88">
        <w:t xml:space="preserve"> dans lequel vous vous êtes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montré si remarquable</w:t>
      </w:r>
      <w:r>
        <w:t>.</w:t>
      </w:r>
    </w:p>
    <w:p w14:paraId="70545839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entendu</w:t>
      </w:r>
      <w:r>
        <w:t xml:space="preserve">… </w:t>
      </w:r>
      <w:r w:rsidR="00C77A4E" w:rsidRPr="00275B88">
        <w:t>acceptait le reporter</w:t>
      </w:r>
      <w:r>
        <w:t>.</w:t>
      </w:r>
    </w:p>
    <w:p w14:paraId="42E6BF72" w14:textId="77777777" w:rsidR="002C50B2" w:rsidRDefault="002C50B2" w:rsidP="002C50B2">
      <w:r>
        <w:t>— </w:t>
      </w:r>
      <w:r w:rsidR="00C77A4E" w:rsidRPr="00275B88">
        <w:t>Je vous consigne donc ici</w:t>
      </w:r>
      <w:r>
        <w:t xml:space="preserve">… </w:t>
      </w:r>
      <w:r w:rsidR="00C77A4E" w:rsidRPr="00275B88">
        <w:t>reprenait le roi des détectives</w:t>
      </w:r>
      <w:r>
        <w:t xml:space="preserve">… </w:t>
      </w:r>
      <w:r w:rsidR="00C77A4E" w:rsidRPr="00275B88">
        <w:t>mais formellement</w:t>
      </w:r>
      <w:r>
        <w:t xml:space="preserve">… </w:t>
      </w:r>
      <w:r w:rsidR="00C77A4E" w:rsidRPr="00275B88">
        <w:t>sous la garde de</w:t>
      </w:r>
      <w:r>
        <w:t>…</w:t>
      </w:r>
    </w:p>
    <w:p w14:paraId="47D92DB8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affectueux</w:t>
      </w:r>
      <w:r w:rsidR="002C50B2">
        <w:t xml:space="preserve">, </w:t>
      </w:r>
      <w:r w:rsidRPr="00275B88">
        <w:t>il désigna Colette qui</w:t>
      </w:r>
      <w:r w:rsidR="002C50B2">
        <w:t xml:space="preserve">, </w:t>
      </w:r>
      <w:r w:rsidRPr="00275B88">
        <w:t>depuis un instant déjà</w:t>
      </w:r>
      <w:r w:rsidR="002C50B2">
        <w:t xml:space="preserve">, </w:t>
      </w:r>
      <w:r w:rsidRPr="00275B88">
        <w:t>était sortie de sa cachette et adressait à son fiancé un sourire qui était tout l</w:t>
      </w:r>
      <w:r w:rsidR="002C50B2">
        <w:t>’</w:t>
      </w:r>
      <w:r w:rsidRPr="00275B88">
        <w:t>amour</w:t>
      </w:r>
      <w:r w:rsidR="002C50B2">
        <w:t>…</w:t>
      </w:r>
    </w:p>
    <w:p w14:paraId="4B621ED5" w14:textId="77777777" w:rsidR="002C50B2" w:rsidRDefault="00C77A4E" w:rsidP="002C50B2">
      <w:r w:rsidRPr="00275B88">
        <w:t>Jacques s</w:t>
      </w:r>
      <w:r w:rsidR="002C50B2">
        <w:t>’</w:t>
      </w:r>
      <w:r w:rsidRPr="00275B88">
        <w:t>en fut vers elle</w:t>
      </w:r>
      <w:r w:rsidR="002C50B2">
        <w:t>.</w:t>
      </w:r>
    </w:p>
    <w:p w14:paraId="22954BB5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votre père vous dira</w:t>
      </w:r>
      <w:r>
        <w:t>…</w:t>
      </w:r>
    </w:p>
    <w:p w14:paraId="37EBE24B" w14:textId="77777777" w:rsidR="002C50B2" w:rsidRDefault="002C50B2" w:rsidP="002C50B2">
      <w:r>
        <w:t>— </w:t>
      </w:r>
      <w:r w:rsidR="00C77A4E" w:rsidRPr="00275B88">
        <w:t>Rien</w:t>
      </w:r>
      <w:r>
        <w:t xml:space="preserve"> ! </w:t>
      </w:r>
      <w:r w:rsidR="00C77A4E" w:rsidRPr="00275B88">
        <w:t>répondit Colette</w:t>
      </w:r>
      <w:r>
        <w:t xml:space="preserve">… </w:t>
      </w:r>
      <w:r w:rsidR="00C77A4E" w:rsidRPr="00275B88">
        <w:t>car j</w:t>
      </w:r>
      <w:r>
        <w:t>’</w:t>
      </w:r>
      <w:r w:rsidR="00C77A4E" w:rsidRPr="00275B88">
        <w:t>ai tout entendu</w:t>
      </w:r>
      <w:r>
        <w:t>…</w:t>
      </w:r>
    </w:p>
    <w:p w14:paraId="326B691D" w14:textId="77777777" w:rsidR="002C50B2" w:rsidRDefault="002C50B2" w:rsidP="002C50B2">
      <w:r>
        <w:t>— </w:t>
      </w:r>
      <w:r w:rsidR="00C77A4E" w:rsidRPr="00275B88">
        <w:t>Comment cela</w:t>
      </w:r>
      <w:r>
        <w:t> ?</w:t>
      </w:r>
    </w:p>
    <w:p w14:paraId="35EBE335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étais là</w:t>
      </w:r>
      <w:r>
        <w:t xml:space="preserve">… </w:t>
      </w:r>
      <w:r w:rsidR="00C77A4E" w:rsidRPr="00275B88">
        <w:t>derrière le paravent</w:t>
      </w:r>
      <w:r>
        <w:t>.</w:t>
      </w:r>
    </w:p>
    <w:p w14:paraId="5D9E51A7" w14:textId="77777777" w:rsidR="002C50B2" w:rsidRDefault="002C50B2" w:rsidP="002C50B2">
      <w:r>
        <w:t>— </w:t>
      </w:r>
      <w:r w:rsidR="00C77A4E" w:rsidRPr="00275B88">
        <w:t>Pas possible</w:t>
      </w:r>
      <w:r>
        <w:t> ?</w:t>
      </w:r>
    </w:p>
    <w:p w14:paraId="6C9B9F19" w14:textId="77777777" w:rsidR="002C50B2" w:rsidRDefault="002C50B2" w:rsidP="002C50B2">
      <w:r>
        <w:t>— </w:t>
      </w:r>
      <w:r w:rsidR="00C77A4E" w:rsidRPr="00275B88">
        <w:t>Je suis la fille d</w:t>
      </w:r>
      <w:r>
        <w:t>’</w:t>
      </w:r>
      <w:r w:rsidR="00C77A4E" w:rsidRPr="00275B88">
        <w:t>un détective et</w:t>
      </w:r>
      <w:r>
        <w:t>…</w:t>
      </w:r>
    </w:p>
    <w:p w14:paraId="36BB4C0C" w14:textId="77777777" w:rsidR="002C50B2" w:rsidRDefault="002C50B2" w:rsidP="002C50B2">
      <w:r>
        <w:lastRenderedPageBreak/>
        <w:t>— </w:t>
      </w:r>
      <w:r w:rsidR="00C77A4E" w:rsidRPr="00275B88">
        <w:t>Vous êtes l</w:t>
      </w:r>
      <w:r>
        <w:t>’</w:t>
      </w:r>
      <w:r w:rsidR="00C77A4E" w:rsidRPr="00275B88">
        <w:t>être le plus adorable</w:t>
      </w:r>
      <w:r>
        <w:t xml:space="preserve">… </w:t>
      </w:r>
      <w:r w:rsidR="00C77A4E" w:rsidRPr="00275B88">
        <w:t>et vous serez la femme la plus adorée</w:t>
      </w:r>
      <w:r>
        <w:t> !</w:t>
      </w:r>
    </w:p>
    <w:p w14:paraId="0C0B002F" w14:textId="77777777" w:rsidR="002C50B2" w:rsidRDefault="00C77A4E" w:rsidP="002C50B2">
      <w:r w:rsidRPr="00275B88">
        <w:t>Leurs mains se joignirent</w:t>
      </w:r>
      <w:r w:rsidR="002C50B2">
        <w:t xml:space="preserve">… </w:t>
      </w:r>
      <w:r w:rsidRPr="00275B88">
        <w:t>Et ce fut le muet mais divin serment de ces deux âmes</w:t>
      </w:r>
      <w:r w:rsidR="002C50B2">
        <w:t xml:space="preserve">… </w:t>
      </w:r>
      <w:r w:rsidRPr="00275B88">
        <w:t>Désormais pour toujours unies dans la même foi</w:t>
      </w:r>
      <w:r w:rsidR="002C50B2">
        <w:t xml:space="preserve">… </w:t>
      </w:r>
      <w:r w:rsidRPr="00275B88">
        <w:t>dans le même rêve</w:t>
      </w:r>
      <w:r w:rsidR="002C50B2">
        <w:t>.</w:t>
      </w:r>
    </w:p>
    <w:p w14:paraId="723C235E" w14:textId="77777777" w:rsidR="002C50B2" w:rsidRDefault="00C77A4E" w:rsidP="002C50B2">
      <w:r w:rsidRPr="00275B88">
        <w:t>Chantecoq les contempla d</w:t>
      </w:r>
      <w:r w:rsidR="002C50B2">
        <w:t>’</w:t>
      </w:r>
      <w:r w:rsidRPr="00275B88">
        <w:t>un regard attendri</w:t>
      </w:r>
      <w:r w:rsidR="002C50B2">
        <w:t xml:space="preserve"> ; </w:t>
      </w:r>
      <w:r w:rsidRPr="00275B88">
        <w:t>puis il murmura</w:t>
      </w:r>
      <w:r w:rsidR="002C50B2">
        <w:t> :</w:t>
      </w:r>
    </w:p>
    <w:p w14:paraId="2B7ABBEE" w14:textId="77777777" w:rsidR="002C50B2" w:rsidRDefault="002C50B2" w:rsidP="002C50B2">
      <w:r>
        <w:t>— </w:t>
      </w:r>
      <w:r w:rsidR="00C77A4E" w:rsidRPr="00275B88">
        <w:t>Maintenant je suis tranquille</w:t>
      </w:r>
      <w:r>
        <w:t xml:space="preserve">… </w:t>
      </w:r>
      <w:r w:rsidR="00C77A4E" w:rsidRPr="00275B88">
        <w:t>il ne sortira plus de la maison</w:t>
      </w:r>
      <w:r>
        <w:t> !</w:t>
      </w:r>
    </w:p>
    <w:p w14:paraId="59C66795" w14:textId="0825C171" w:rsidR="00C77A4E" w:rsidRPr="003B6D2A" w:rsidRDefault="00C77A4E" w:rsidP="002C50B2">
      <w:pPr>
        <w:pStyle w:val="Titre2"/>
      </w:pPr>
      <w:bookmarkStart w:id="75" w:name="_Toc145914638"/>
      <w:bookmarkStart w:id="76" w:name="_Toc203477084"/>
      <w:r w:rsidRPr="003B6D2A">
        <w:lastRenderedPageBreak/>
        <w:t>V</w:t>
      </w:r>
      <w:bookmarkEnd w:id="75"/>
      <w:r>
        <w:br/>
      </w:r>
      <w:r>
        <w:br/>
      </w:r>
      <w:bookmarkStart w:id="77" w:name="_Toc145914639"/>
      <w:r w:rsidRPr="003B6D2A">
        <w:t>OÙ L</w:t>
      </w:r>
      <w:r w:rsidR="002C50B2">
        <w:t>’</w:t>
      </w:r>
      <w:r w:rsidRPr="003B6D2A">
        <w:t>ON VOIT LE BOSSU ET L</w:t>
      </w:r>
      <w:r w:rsidR="002C50B2">
        <w:t>’</w:t>
      </w:r>
      <w:r w:rsidRPr="003B6D2A">
        <w:t>HOMME À LA SALOPETTE TRAVAILLER UNE FOIS DE PLUS POUR BELPHÉGOR</w:t>
      </w:r>
      <w:bookmarkEnd w:id="76"/>
      <w:bookmarkEnd w:id="77"/>
      <w:r>
        <w:br/>
      </w:r>
    </w:p>
    <w:p w14:paraId="355B0A08" w14:textId="77777777" w:rsidR="002C50B2" w:rsidRDefault="00C77A4E" w:rsidP="002C50B2">
      <w:r w:rsidRPr="00275B88">
        <w:t>Vers minuit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homme à la salopette descendait de moto devant la masure où nous avons vu s</w:t>
      </w:r>
      <w:r w:rsidR="002C50B2">
        <w:t>’</w:t>
      </w:r>
      <w:r w:rsidRPr="00275B88">
        <w:t>enfermer l</w:t>
      </w:r>
      <w:r w:rsidR="002C50B2">
        <w:t>’</w:t>
      </w:r>
      <w:r w:rsidRPr="00275B88">
        <w:t>homme de confiance du baron Papillon</w:t>
      </w:r>
      <w:r w:rsidR="002C50B2">
        <w:t xml:space="preserve">. </w:t>
      </w:r>
      <w:r w:rsidRPr="00275B88">
        <w:t>Il s</w:t>
      </w:r>
      <w:r w:rsidR="002C50B2">
        <w:t>’</w:t>
      </w:r>
      <w:r w:rsidRPr="00275B88">
        <w:t>en fut tout droit tirer le nœud d</w:t>
      </w:r>
      <w:r w:rsidR="002C50B2">
        <w:t>’</w:t>
      </w:r>
      <w:r w:rsidRPr="00275B88">
        <w:t>une corde qui pendait à travers une étroite ouverture pratiquée au milieu de la porte</w:t>
      </w:r>
      <w:r w:rsidR="002C50B2">
        <w:t>.</w:t>
      </w:r>
    </w:p>
    <w:p w14:paraId="15504DEA" w14:textId="77777777" w:rsidR="002C50B2" w:rsidRDefault="00C77A4E" w:rsidP="002C50B2">
      <w:r w:rsidRPr="00275B88">
        <w:t>Le tintement d</w:t>
      </w:r>
      <w:r w:rsidR="002C50B2">
        <w:t>’</w:t>
      </w:r>
      <w:r w:rsidRPr="00275B88">
        <w:t>une sonnette fêlée retentit à l</w:t>
      </w:r>
      <w:r w:rsidR="002C50B2">
        <w:t>’</w:t>
      </w:r>
      <w:r w:rsidRPr="00275B88">
        <w:t>intérieur de la bicoque</w:t>
      </w:r>
      <w:r w:rsidR="002C50B2">
        <w:t>…</w:t>
      </w:r>
    </w:p>
    <w:p w14:paraId="0E624E17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ce fut presque aussitôt un bruit de ferraille retentissant</w:t>
      </w:r>
      <w:r w:rsidR="002C50B2">
        <w:t xml:space="preserve">, </w:t>
      </w:r>
      <w:r w:rsidRPr="00275B88">
        <w:t xml:space="preserve">et </w:t>
      </w:r>
      <w:proofErr w:type="spellStart"/>
      <w:r w:rsidRPr="00275B88">
        <w:t>l</w:t>
      </w:r>
      <w:r w:rsidR="002C50B2">
        <w:t>’</w:t>
      </w:r>
      <w:r w:rsidRPr="00275B88">
        <w:t>huis</w:t>
      </w:r>
      <w:proofErr w:type="spellEnd"/>
      <w:r w:rsidRPr="00275B88">
        <w:t xml:space="preserve"> s</w:t>
      </w:r>
      <w:r w:rsidR="002C50B2">
        <w:t>’</w:t>
      </w:r>
      <w:r w:rsidRPr="00275B88">
        <w:t>entrebâilla</w:t>
      </w:r>
      <w:r w:rsidR="002C50B2">
        <w:t xml:space="preserve">… </w:t>
      </w:r>
      <w:r w:rsidRPr="00275B88">
        <w:t xml:space="preserve">laissant apparaître la tête de </w:t>
      </w:r>
      <w:proofErr w:type="spellStart"/>
      <w:r w:rsidRPr="00275B88">
        <w:t>Lüchner</w:t>
      </w:r>
      <w:proofErr w:type="spellEnd"/>
      <w:r w:rsidR="002C50B2">
        <w:t xml:space="preserve">, </w:t>
      </w:r>
      <w:r w:rsidRPr="00275B88">
        <w:t>qui d</w:t>
      </w:r>
      <w:r w:rsidR="002C50B2">
        <w:t>’</w:t>
      </w:r>
      <w:r w:rsidRPr="00275B88">
        <w:t>un simple signe</w:t>
      </w:r>
      <w:r w:rsidR="002C50B2">
        <w:t xml:space="preserve">, </w:t>
      </w:r>
      <w:r w:rsidRPr="00275B88">
        <w:t>invita son complice à entrer</w:t>
      </w:r>
      <w:r w:rsidR="002C50B2">
        <w:t>.</w:t>
      </w:r>
    </w:p>
    <w:p w14:paraId="659E13F0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tout en tenant à la main sa moto</w:t>
      </w:r>
      <w:r w:rsidR="002C50B2">
        <w:t xml:space="preserve">, </w:t>
      </w:r>
      <w:r w:rsidRPr="00275B88">
        <w:t>franchit le seuil</w:t>
      </w:r>
      <w:r w:rsidR="002C50B2">
        <w:t xml:space="preserve">, </w:t>
      </w:r>
      <w:r w:rsidRPr="00275B88">
        <w:t>appuya sa machine contre la muraille</w:t>
      </w:r>
      <w:r w:rsidR="002C50B2">
        <w:t xml:space="preserve"> ; </w:t>
      </w:r>
      <w:r w:rsidRPr="00275B88">
        <w:t>et tandis que le bossu replaçait la chaîne et poussait les verrous</w:t>
      </w:r>
      <w:r w:rsidR="002C50B2">
        <w:t xml:space="preserve">, </w:t>
      </w:r>
      <w:r w:rsidRPr="00275B88">
        <w:t>il regarda autour de lui</w:t>
      </w:r>
      <w:r w:rsidR="002C50B2">
        <w:t xml:space="preserve">. </w:t>
      </w:r>
      <w:r w:rsidRPr="00275B88">
        <w:t>Il se trouvait dans une sorte d</w:t>
      </w:r>
      <w:r w:rsidR="002C50B2">
        <w:t>’</w:t>
      </w:r>
      <w:r w:rsidRPr="00275B88">
        <w:t>atelier de mécanicien</w:t>
      </w:r>
      <w:r w:rsidR="002C50B2">
        <w:t xml:space="preserve">, </w:t>
      </w:r>
      <w:r w:rsidRPr="00275B88">
        <w:t>uniquement éclairé par une puissante lampe électrique dont un abat</w:t>
      </w:r>
      <w:r>
        <w:t>-</w:t>
      </w:r>
      <w:r w:rsidRPr="00275B88">
        <w:t>jour concentrait la lumière sur un établi qui supportait un compteur à gaz</w:t>
      </w:r>
      <w:r w:rsidR="002C50B2">
        <w:t xml:space="preserve">… </w:t>
      </w:r>
      <w:r w:rsidRPr="00275B88">
        <w:t>et tout un attirail complet de pinces</w:t>
      </w:r>
      <w:r w:rsidR="002C50B2">
        <w:t xml:space="preserve">, </w:t>
      </w:r>
      <w:r w:rsidRPr="00275B88">
        <w:t>de tenailles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écrous et de clefs anglaises</w:t>
      </w:r>
      <w:r w:rsidR="002C50B2">
        <w:t>.</w:t>
      </w:r>
    </w:p>
    <w:p w14:paraId="6812D243" w14:textId="77777777" w:rsidR="002C50B2" w:rsidRDefault="00C77A4E" w:rsidP="002C50B2">
      <w:r w:rsidRPr="00275B88">
        <w:t>Tout de suite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homme à la salopette reprenait</w:t>
      </w:r>
      <w:r w:rsidR="002C50B2">
        <w:t> :</w:t>
      </w:r>
    </w:p>
    <w:p w14:paraId="22C5641C" w14:textId="77777777" w:rsidR="002C50B2" w:rsidRDefault="002C50B2" w:rsidP="002C50B2">
      <w:r>
        <w:t>— </w:t>
      </w:r>
      <w:r w:rsidR="00C77A4E" w:rsidRPr="00275B88">
        <w:t>Il vient de se passer de graves événements</w:t>
      </w:r>
      <w:r>
        <w:t> !</w:t>
      </w:r>
    </w:p>
    <w:p w14:paraId="16BD1F7A" w14:textId="77777777" w:rsidR="002C50B2" w:rsidRDefault="002C50B2" w:rsidP="002C50B2">
      <w:r>
        <w:t>— </w:t>
      </w:r>
      <w:r w:rsidR="00C77A4E" w:rsidRPr="00275B88">
        <w:t>Quoi donc</w:t>
      </w:r>
      <w:r>
        <w:t> ?</w:t>
      </w:r>
    </w:p>
    <w:p w14:paraId="2E6A379B" w14:textId="77777777" w:rsidR="002C50B2" w:rsidRDefault="002C50B2" w:rsidP="002C50B2">
      <w:r>
        <w:lastRenderedPageBreak/>
        <w:t>— </w:t>
      </w:r>
      <w:r w:rsidR="00C77A4E" w:rsidRPr="00275B88">
        <w:t>Jacques Bellegarde est vivant</w:t>
      </w:r>
      <w:r>
        <w:t>.</w:t>
      </w:r>
    </w:p>
    <w:p w14:paraId="3332240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impossible</w:t>
      </w:r>
      <w:r>
        <w:t> !</w:t>
      </w:r>
    </w:p>
    <w:p w14:paraId="68DAEFF7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suis sûr</w:t>
      </w:r>
      <w:r>
        <w:t>.</w:t>
      </w:r>
    </w:p>
    <w:p w14:paraId="2FD5E41E" w14:textId="77777777" w:rsidR="002C50B2" w:rsidRDefault="002C50B2" w:rsidP="002C50B2">
      <w:r>
        <w:t>— </w:t>
      </w:r>
      <w:r w:rsidR="00C77A4E" w:rsidRPr="00275B88">
        <w:t>Allons donc</w:t>
      </w:r>
      <w:r>
        <w:t xml:space="preserve"> ! </w:t>
      </w:r>
      <w:r w:rsidR="00C77A4E" w:rsidRPr="00275B88">
        <w:t>Je l</w:t>
      </w:r>
      <w:r>
        <w:t>’</w:t>
      </w:r>
      <w:r w:rsidR="00C77A4E" w:rsidRPr="00275B88">
        <w:t>ai vu couler à pic dans l</w:t>
      </w:r>
      <w:r>
        <w:t>’</w:t>
      </w:r>
      <w:r w:rsidR="00C77A4E" w:rsidRPr="00275B88">
        <w:t>Oise</w:t>
      </w:r>
      <w:r>
        <w:t xml:space="preserve">… </w:t>
      </w:r>
      <w:r w:rsidR="00C77A4E" w:rsidRPr="00275B88">
        <w:t>et vous avez constaté aussi bien que moi qu</w:t>
      </w:r>
      <w:r>
        <w:t>’</w:t>
      </w:r>
      <w:r w:rsidR="00C77A4E" w:rsidRPr="00275B88">
        <w:t>au bout de cinq minutes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avait pas reparu à la surface</w:t>
      </w:r>
      <w:r>
        <w:t>.</w:t>
      </w:r>
    </w:p>
    <w:p w14:paraId="17C46098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ignore comment il a pu se tirer d</w:t>
      </w:r>
      <w:r>
        <w:t>’</w:t>
      </w:r>
      <w:r w:rsidR="00C77A4E" w:rsidRPr="00275B88">
        <w:t>affaire</w:t>
      </w:r>
      <w:r>
        <w:t xml:space="preserve">… </w:t>
      </w:r>
      <w:r w:rsidR="00C77A4E" w:rsidRPr="00275B88">
        <w:t>Mais aussi vrai que j</w:t>
      </w:r>
      <w:r>
        <w:t>’</w:t>
      </w:r>
      <w:r w:rsidR="00C77A4E" w:rsidRPr="00275B88">
        <w:t>existe</w:t>
      </w:r>
      <w:r>
        <w:t xml:space="preserve"> – </w:t>
      </w:r>
      <w:r w:rsidR="00C77A4E" w:rsidRPr="00275B88">
        <w:t>et je n</w:t>
      </w:r>
      <w:r>
        <w:t>’</w:t>
      </w:r>
      <w:r w:rsidR="00C77A4E" w:rsidRPr="00275B88">
        <w:t>ai pas eu la berlue</w:t>
      </w:r>
      <w:r>
        <w:t xml:space="preserve"> – </w:t>
      </w:r>
      <w:r w:rsidR="00C77A4E" w:rsidRPr="00275B88">
        <w:t>je l</w:t>
      </w:r>
      <w:r>
        <w:t>’</w:t>
      </w:r>
      <w:r w:rsidR="00C77A4E" w:rsidRPr="00275B88">
        <w:t>ai vu</w:t>
      </w:r>
      <w:r>
        <w:t xml:space="preserve">, </w:t>
      </w:r>
      <w:r w:rsidR="00C77A4E" w:rsidRPr="00275B88">
        <w:t>il y a deux heures</w:t>
      </w:r>
      <w:r>
        <w:t xml:space="preserve">, </w:t>
      </w:r>
      <w:r w:rsidR="00C77A4E" w:rsidRPr="00275B88">
        <w:t>pénétrer dans l</w:t>
      </w:r>
      <w:r>
        <w:t>’</w:t>
      </w:r>
      <w:r w:rsidR="00C77A4E" w:rsidRPr="00275B88">
        <w:t>hôtel de Simone Desroches</w:t>
      </w:r>
      <w:r>
        <w:t>.</w:t>
      </w:r>
    </w:p>
    <w:p w14:paraId="006122E4" w14:textId="77777777" w:rsidR="002C50B2" w:rsidRDefault="002C50B2" w:rsidP="002C50B2">
      <w:r>
        <w:t>« </w:t>
      </w:r>
      <w:r w:rsidR="00C77A4E" w:rsidRPr="00275B88">
        <w:t>Je n</w:t>
      </w:r>
      <w:r>
        <w:t>’</w:t>
      </w:r>
      <w:r w:rsidR="00C77A4E" w:rsidRPr="00275B88">
        <w:t>ai fait ni une ni deux</w:t>
      </w:r>
      <w:r>
        <w:t xml:space="preserve"> ; </w:t>
      </w:r>
      <w:r w:rsidR="00C77A4E" w:rsidRPr="00275B88">
        <w:t>j</w:t>
      </w:r>
      <w:r>
        <w:t>’</w:t>
      </w:r>
      <w:r w:rsidR="00C77A4E" w:rsidRPr="00275B88">
        <w:t>ai vite couru chez un marchand de vins du voisinage et j</w:t>
      </w:r>
      <w:r>
        <w:t>’</w:t>
      </w:r>
      <w:r w:rsidR="00C77A4E" w:rsidRPr="00275B88">
        <w:t>ai téléphoné à la police</w:t>
      </w:r>
      <w:r>
        <w:t xml:space="preserve">, </w:t>
      </w:r>
      <w:r w:rsidR="00C77A4E" w:rsidRPr="00275B88">
        <w:t>près de laquelle je me suis fait passer pour un agent de service dans le quartier</w:t>
      </w:r>
      <w:r>
        <w:t xml:space="preserve">, </w:t>
      </w:r>
      <w:r w:rsidR="00C77A4E" w:rsidRPr="00275B88">
        <w:t>que le gibier qu</w:t>
      </w:r>
      <w:r>
        <w:t>’</w:t>
      </w:r>
      <w:r w:rsidR="00C77A4E" w:rsidRPr="00275B88">
        <w:t>elle recherchait se trouvait chez son ancienne amie</w:t>
      </w:r>
      <w:r>
        <w:t>.</w:t>
      </w:r>
    </w:p>
    <w:p w14:paraId="4F62A62A" w14:textId="77777777" w:rsidR="002C50B2" w:rsidRDefault="002C50B2" w:rsidP="002C50B2">
      <w:r>
        <w:t>« </w:t>
      </w:r>
      <w:r w:rsidR="00C77A4E" w:rsidRPr="00275B88">
        <w:t>Une demi</w:t>
      </w:r>
      <w:r w:rsidR="00C77A4E">
        <w:t>-</w:t>
      </w:r>
      <w:r w:rsidR="00C77A4E" w:rsidRPr="00275B88">
        <w:t>heure après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arrivait</w:t>
      </w:r>
      <w:r>
        <w:t xml:space="preserve">, </w:t>
      </w:r>
      <w:r w:rsidR="00C77A4E" w:rsidRPr="00275B88">
        <w:t>en auto</w:t>
      </w:r>
      <w:r>
        <w:t xml:space="preserve">, </w:t>
      </w:r>
      <w:r w:rsidR="00C77A4E" w:rsidRPr="00275B88">
        <w:t xml:space="preserve">avec quatre </w:t>
      </w:r>
      <w:r>
        <w:t>« </w:t>
      </w:r>
      <w:r w:rsidR="00C77A4E" w:rsidRPr="00275B88">
        <w:t>bourres</w:t>
      </w:r>
      <w:r>
        <w:t xml:space="preserve"> », </w:t>
      </w:r>
      <w:r w:rsidR="00C77A4E" w:rsidRPr="00275B88">
        <w:t>mais il était trop tard</w:t>
      </w:r>
      <w:r>
        <w:t xml:space="preserve">, </w:t>
      </w:r>
      <w:r w:rsidR="00C77A4E" w:rsidRPr="00275B88">
        <w:t xml:space="preserve">Bellegarde les avait déjà </w:t>
      </w:r>
      <w:r>
        <w:t>« </w:t>
      </w:r>
      <w:r w:rsidR="00C77A4E" w:rsidRPr="00275B88">
        <w:t>mis</w:t>
      </w:r>
      <w:r>
        <w:t> ».</w:t>
      </w:r>
    </w:p>
    <w:p w14:paraId="4E2BB93C" w14:textId="77777777" w:rsidR="002C50B2" w:rsidRDefault="00C77A4E" w:rsidP="002C50B2">
      <w:r w:rsidRPr="00275B88">
        <w:t>Le bossu mâchonna un juron de colère</w:t>
      </w:r>
      <w:r w:rsidR="002C50B2">
        <w:t xml:space="preserve">. </w:t>
      </w:r>
      <w:r w:rsidRPr="00275B88">
        <w:t>Puis il fit rageusement</w:t>
      </w:r>
      <w:r w:rsidR="002C50B2">
        <w:t> :</w:t>
      </w:r>
    </w:p>
    <w:p w14:paraId="5CD0F2F1" w14:textId="77777777" w:rsidR="002C50B2" w:rsidRDefault="002C50B2" w:rsidP="002C50B2">
      <w:r>
        <w:t>— </w:t>
      </w:r>
      <w:r w:rsidR="00C77A4E" w:rsidRPr="00275B88">
        <w:t>Il faut absolument retrouver sa trace</w:t>
      </w:r>
      <w:r>
        <w:t>.</w:t>
      </w:r>
    </w:p>
    <w:p w14:paraId="71198D11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fait</w:t>
      </w:r>
      <w:r>
        <w:t xml:space="preserve">, </w:t>
      </w:r>
      <w:r w:rsidR="00C77A4E" w:rsidRPr="00275B88">
        <w:t>répliquait l</w:t>
      </w:r>
      <w:r>
        <w:t>’</w:t>
      </w:r>
      <w:r w:rsidR="00C77A4E" w:rsidRPr="00275B88">
        <w:t>homme à la salopette d</w:t>
      </w:r>
      <w:r>
        <w:t>’</w:t>
      </w:r>
      <w:r w:rsidR="00C77A4E" w:rsidRPr="00275B88">
        <w:t>un air triomphant</w:t>
      </w:r>
      <w:r>
        <w:t>.</w:t>
      </w:r>
    </w:p>
    <w:p w14:paraId="1A02BF63" w14:textId="77777777" w:rsidR="002C50B2" w:rsidRDefault="002C50B2" w:rsidP="002C50B2">
      <w:r>
        <w:t>« </w:t>
      </w:r>
      <w:r w:rsidR="00C77A4E" w:rsidRPr="00275B88">
        <w:t>Après avoir téléphoné à la police</w:t>
      </w:r>
      <w:r>
        <w:t xml:space="preserve">, </w:t>
      </w:r>
      <w:r w:rsidR="00C77A4E" w:rsidRPr="00275B88">
        <w:t>je me suis empressé de regagner les abords de l</w:t>
      </w:r>
      <w:r>
        <w:t>’</w:t>
      </w:r>
      <w:r w:rsidR="00C77A4E" w:rsidRPr="00275B88">
        <w:t>hôtel</w:t>
      </w:r>
      <w:r>
        <w:t xml:space="preserve">, </w:t>
      </w:r>
      <w:r w:rsidR="00C77A4E" w:rsidRPr="00275B88">
        <w:t>et je me suis mis en observation</w:t>
      </w:r>
      <w:r>
        <w:t xml:space="preserve">. </w:t>
      </w:r>
      <w:proofErr w:type="gramStart"/>
      <w:r w:rsidR="00C77A4E" w:rsidRPr="00275B88">
        <w:t>J</w:t>
      </w:r>
      <w:r>
        <w:t>’</w:t>
      </w:r>
      <w:r w:rsidR="00C77A4E" w:rsidRPr="00275B88">
        <w:t>avais peur</w:t>
      </w:r>
      <w:proofErr w:type="gramEnd"/>
      <w:r w:rsidR="00C77A4E" w:rsidRPr="00275B88">
        <w:t xml:space="preserve"> que Bellegarde ne quittât la maison avant l</w:t>
      </w:r>
      <w:r>
        <w:t>’</w:t>
      </w:r>
      <w:r w:rsidR="00C77A4E" w:rsidRPr="00275B88">
        <w:t>arrivée de la rousse</w:t>
      </w:r>
      <w:r>
        <w:t xml:space="preserve">… </w:t>
      </w:r>
      <w:r w:rsidR="00C77A4E" w:rsidRPr="00275B88">
        <w:t>Mais ces messieurs de la préfecture ont vite fait</w:t>
      </w:r>
      <w:r>
        <w:t xml:space="preserve">… </w:t>
      </w:r>
      <w:r w:rsidR="00C77A4E" w:rsidRPr="00275B88">
        <w:t xml:space="preserve">Moins de vingt minutes après mon coup de </w:t>
      </w:r>
      <w:r w:rsidR="00C77A4E" w:rsidRPr="00275B88">
        <w:lastRenderedPageBreak/>
        <w:t>téléphone</w:t>
      </w:r>
      <w:r>
        <w:t xml:space="preserve">… </w:t>
      </w:r>
      <w:r w:rsidR="00C77A4E" w:rsidRPr="00275B88">
        <w:t>ils rappliquaient en auto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attendu un bon moment</w:t>
      </w:r>
      <w:r>
        <w:t xml:space="preserve">… </w:t>
      </w:r>
      <w:r w:rsidR="00C77A4E" w:rsidRPr="00275B88">
        <w:t>Pour moi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avait pas d</w:t>
      </w:r>
      <w:r>
        <w:t>’</w:t>
      </w:r>
      <w:r w:rsidR="00C77A4E" w:rsidRPr="00275B88">
        <w:t>erreur</w:t>
      </w:r>
      <w:r>
        <w:t xml:space="preserve">,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et ses hommes avaient trouvé l</w:t>
      </w:r>
      <w:r>
        <w:t>’</w:t>
      </w:r>
      <w:r w:rsidR="00C77A4E" w:rsidRPr="00275B88">
        <w:t>oiseau au nid</w:t>
      </w:r>
      <w:r>
        <w:t xml:space="preserve">… </w:t>
      </w:r>
      <w:r w:rsidR="00C77A4E" w:rsidRPr="00275B88">
        <w:t>Sans doute étaient</w:t>
      </w:r>
      <w:r w:rsidR="00C77A4E">
        <w:t>-</w:t>
      </w:r>
      <w:r w:rsidR="00C77A4E" w:rsidRPr="00275B88">
        <w:t>ils en train de le cuisiner et</w:t>
      </w:r>
      <w:r>
        <w:t xml:space="preserve">, </w:t>
      </w:r>
      <w:r w:rsidR="00C77A4E" w:rsidRPr="00275B88">
        <w:t>comme j</w:t>
      </w:r>
      <w:r>
        <w:t>’</w:t>
      </w:r>
      <w:r w:rsidR="00C77A4E" w:rsidRPr="00275B88">
        <w:t>avais hâte de vous rejoindre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en fus chercher ma moto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avais cachée sous un tas de broussailles</w:t>
      </w:r>
      <w:r>
        <w:t xml:space="preserve">, </w:t>
      </w:r>
      <w:r w:rsidR="00C77A4E" w:rsidRPr="00275B88">
        <w:t>dans le chemin des Lilas</w:t>
      </w:r>
      <w:r>
        <w:t>.</w:t>
      </w:r>
    </w:p>
    <w:p w14:paraId="004329D8" w14:textId="77777777" w:rsidR="002C50B2" w:rsidRDefault="002C50B2" w:rsidP="002C50B2">
      <w:r>
        <w:t>« </w:t>
      </w:r>
      <w:r w:rsidR="00C77A4E" w:rsidRPr="00275B88">
        <w:t>Mais au moment où je débouchais dans cette ruelle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je vois</w:t>
      </w:r>
      <w:r>
        <w:t xml:space="preserve"> ? </w:t>
      </w:r>
      <w:r w:rsidR="00C77A4E" w:rsidRPr="00275B88">
        <w:t>Bellegarde qui sautait dans une auto arrêtée juste devant la petite porte du jardin</w:t>
      </w:r>
      <w:r>
        <w:t xml:space="preserve">… </w:t>
      </w:r>
      <w:r w:rsidR="00C77A4E" w:rsidRPr="00275B88">
        <w:t>et je reconnais notre ami Chantecoq qui</w:t>
      </w:r>
      <w:r>
        <w:t xml:space="preserve">, </w:t>
      </w:r>
      <w:r w:rsidR="00C77A4E" w:rsidRPr="00275B88">
        <w:t>de la main</w:t>
      </w:r>
      <w:r>
        <w:t xml:space="preserve">, </w:t>
      </w:r>
      <w:r w:rsidR="00C77A4E" w:rsidRPr="00275B88">
        <w:t>faisait signe au chauffeur de filer</w:t>
      </w:r>
      <w:r>
        <w:t>.</w:t>
      </w:r>
    </w:p>
    <w:p w14:paraId="0DD6DF6A" w14:textId="77777777" w:rsidR="002C50B2" w:rsidRDefault="00C77A4E" w:rsidP="002C50B2">
      <w:r w:rsidRPr="00275B88">
        <w:t>La voiture a démarré aussitôt et Chantecoq est rentré dans le jardin</w:t>
      </w:r>
      <w:r w:rsidR="002C50B2">
        <w:t xml:space="preserve">. </w:t>
      </w:r>
      <w:r w:rsidRPr="00275B88">
        <w:t>Je suis resté là un moment</w:t>
      </w:r>
      <w:r w:rsidR="002C50B2">
        <w:t xml:space="preserve">, </w:t>
      </w:r>
      <w:r w:rsidRPr="00275B88">
        <w:t>caché dans l</w:t>
      </w:r>
      <w:r w:rsidR="002C50B2">
        <w:t>’</w:t>
      </w:r>
      <w:r w:rsidRPr="00275B88">
        <w:t>ombre</w:t>
      </w:r>
      <w:r w:rsidR="002C50B2">
        <w:t xml:space="preserve">, </w:t>
      </w:r>
      <w:r w:rsidRPr="00275B88">
        <w:t>puis j</w:t>
      </w:r>
      <w:r w:rsidR="002C50B2">
        <w:t>’</w:t>
      </w:r>
      <w:r w:rsidRPr="00275B88">
        <w:t>ai enfourché ma machine</w:t>
      </w:r>
      <w:r w:rsidR="002C50B2">
        <w:t xml:space="preserve">, </w:t>
      </w:r>
      <w:r w:rsidRPr="00275B88">
        <w:t>et au lieu de chercher à rejoindre l</w:t>
      </w:r>
      <w:r w:rsidR="002C50B2">
        <w:t>’</w:t>
      </w:r>
      <w:r w:rsidRPr="00275B88">
        <w:t>auto</w:t>
      </w:r>
      <w:r w:rsidR="002C50B2">
        <w:t xml:space="preserve">, </w:t>
      </w:r>
      <w:r w:rsidRPr="00275B88">
        <w:t>j</w:t>
      </w:r>
      <w:r w:rsidR="002C50B2">
        <w:t>’</w:t>
      </w:r>
      <w:r w:rsidRPr="00275B88">
        <w:t>ai filé droit avenue des Ternes</w:t>
      </w:r>
      <w:r w:rsidR="002C50B2">
        <w:t>.</w:t>
      </w:r>
    </w:p>
    <w:p w14:paraId="1785E521" w14:textId="77777777" w:rsidR="002C50B2" w:rsidRDefault="002C50B2" w:rsidP="002C50B2">
      <w:r>
        <w:t>« </w:t>
      </w:r>
      <w:r w:rsidR="00C77A4E" w:rsidRPr="00275B88">
        <w:t>Après avoir rangé ma moto le long du trottoir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guetté l</w:t>
      </w:r>
      <w:r>
        <w:t>’</w:t>
      </w:r>
      <w:r w:rsidR="00C77A4E" w:rsidRPr="00275B88">
        <w:t>arrivée du véhicule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avais dû certainement devancer</w:t>
      </w:r>
      <w:r>
        <w:t xml:space="preserve">… </w:t>
      </w:r>
      <w:r w:rsidR="00C77A4E" w:rsidRPr="00275B88">
        <w:t>car j</w:t>
      </w:r>
      <w:r>
        <w:t>’</w:t>
      </w:r>
      <w:r w:rsidR="00C77A4E" w:rsidRPr="00275B88">
        <w:t>avais marché à un train d</w:t>
      </w:r>
      <w:r>
        <w:t>’</w:t>
      </w:r>
      <w:r w:rsidR="00C77A4E" w:rsidRPr="00275B88">
        <w:t>enfer</w:t>
      </w:r>
      <w:r>
        <w:t xml:space="preserve">. </w:t>
      </w:r>
      <w:r w:rsidR="00C77A4E" w:rsidRPr="00275B88">
        <w:t>Je ne m</w:t>
      </w:r>
      <w:r>
        <w:t>’</w:t>
      </w:r>
      <w:r w:rsidR="00C77A4E" w:rsidRPr="00275B88">
        <w:t>étais pas trompé dans mes prévisions</w:t>
      </w:r>
      <w:r>
        <w:t xml:space="preserve">. </w:t>
      </w:r>
      <w:r w:rsidR="00C77A4E" w:rsidRPr="00275B88">
        <w:t>Cinq minutes après</w:t>
      </w:r>
      <w:r>
        <w:t xml:space="preserve">, </w:t>
      </w:r>
      <w:r w:rsidR="00C77A4E" w:rsidRPr="00275B88">
        <w:t>une auto franchissait la porte qui donne accès à l</w:t>
      </w:r>
      <w:r>
        <w:t>’</w:t>
      </w:r>
      <w:r w:rsidR="00C77A4E" w:rsidRPr="00275B88">
        <w:t>allée de Verzy</w:t>
      </w:r>
      <w:r>
        <w:t xml:space="preserve">. </w:t>
      </w:r>
      <w:r w:rsidR="00C77A4E" w:rsidRPr="00275B88">
        <w:t>La fille de Chantecoq était au volant</w:t>
      </w:r>
      <w:r>
        <w:t xml:space="preserve">. </w:t>
      </w:r>
      <w:r w:rsidR="00C77A4E" w:rsidRPr="00275B88">
        <w:t>Près d</w:t>
      </w:r>
      <w:r>
        <w:t>’</w:t>
      </w:r>
      <w:r w:rsidR="00C77A4E" w:rsidRPr="00275B88">
        <w:t>elle</w:t>
      </w:r>
      <w:r>
        <w:t xml:space="preserve">, </w:t>
      </w:r>
      <w:r w:rsidR="00C77A4E" w:rsidRPr="00275B88">
        <w:t xml:space="preserve">se trouvait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le gardien du Louvre que Chantecoq a pris à son service</w:t>
      </w:r>
      <w:r>
        <w:t xml:space="preserve">, </w:t>
      </w:r>
      <w:r w:rsidR="00C77A4E" w:rsidRPr="00275B88">
        <w:t>et j</w:t>
      </w:r>
      <w:r>
        <w:t>’</w:t>
      </w:r>
      <w:r w:rsidR="00C77A4E" w:rsidRPr="00275B88">
        <w:t>ai eu le temps de repérer Bellegarde qui</w:t>
      </w:r>
      <w:r>
        <w:t xml:space="preserve">, </w:t>
      </w:r>
      <w:r w:rsidR="00C77A4E" w:rsidRPr="00275B88">
        <w:t>dans l</w:t>
      </w:r>
      <w:r>
        <w:t>’</w:t>
      </w:r>
      <w:r w:rsidR="00C77A4E" w:rsidRPr="00275B88">
        <w:t>intérieur de la voiture</w:t>
      </w:r>
      <w:r>
        <w:t xml:space="preserve">, </w:t>
      </w:r>
      <w:r w:rsidR="00C77A4E" w:rsidRPr="00275B88">
        <w:t>semblait ne pas en mener bien large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je suis venu vous prévenir tout de suite</w:t>
      </w:r>
      <w:r>
        <w:t>.</w:t>
      </w:r>
    </w:p>
    <w:p w14:paraId="402B3761" w14:textId="77777777" w:rsidR="002C50B2" w:rsidRDefault="002C50B2" w:rsidP="002C50B2">
      <w:r>
        <w:t>— </w:t>
      </w:r>
      <w:r w:rsidR="00C77A4E" w:rsidRPr="00275B88">
        <w:t>Parfait</w:t>
      </w:r>
      <w:r>
        <w:t xml:space="preserve"> ! </w:t>
      </w:r>
      <w:r w:rsidR="00C77A4E" w:rsidRPr="00275B88">
        <w:t>approuvait le bossu</w:t>
      </w:r>
      <w:r>
        <w:t>.</w:t>
      </w:r>
    </w:p>
    <w:p w14:paraId="5840AB4C" w14:textId="77777777" w:rsidR="002C50B2" w:rsidRDefault="002C50B2" w:rsidP="002C50B2">
      <w:r>
        <w:t>— </w:t>
      </w:r>
      <w:r w:rsidR="00C77A4E" w:rsidRPr="00275B88">
        <w:t>Dois</w:t>
      </w:r>
      <w:r w:rsidR="00C77A4E">
        <w:t>-</w:t>
      </w:r>
      <w:r w:rsidR="00C77A4E" w:rsidRPr="00275B88">
        <w:t>je avertir de nouveau la police que Bellegarde se trouve chez Chantecoq</w:t>
      </w:r>
      <w:r>
        <w:t> ?</w:t>
      </w:r>
    </w:p>
    <w:p w14:paraId="2BD6E43E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 xml:space="preserve">répliquait </w:t>
      </w:r>
      <w:proofErr w:type="spellStart"/>
      <w:r w:rsidR="00C77A4E" w:rsidRPr="00275B88">
        <w:t>Lüchner</w:t>
      </w:r>
      <w:proofErr w:type="spellEnd"/>
      <w:r>
        <w:t>.</w:t>
      </w:r>
    </w:p>
    <w:p w14:paraId="65ED4319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avec un accent sinistre</w:t>
      </w:r>
      <w:r w:rsidR="002C50B2">
        <w:t xml:space="preserve">, </w:t>
      </w:r>
      <w:r w:rsidRPr="00275B88">
        <w:t>il martela</w:t>
      </w:r>
      <w:r w:rsidR="002C50B2">
        <w:t> :</w:t>
      </w:r>
    </w:p>
    <w:p w14:paraId="18DADC21" w14:textId="77777777" w:rsidR="002C50B2" w:rsidRDefault="002C50B2" w:rsidP="002C50B2">
      <w:r>
        <w:t>— </w:t>
      </w:r>
      <w:r w:rsidR="00C77A4E" w:rsidRPr="00275B88">
        <w:t>Nous avons mieux à faire</w:t>
      </w:r>
      <w:r>
        <w:t>.</w:t>
      </w:r>
    </w:p>
    <w:p w14:paraId="4C62073A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mystérieux et menaçant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3847BECC" w14:textId="77777777" w:rsidR="002C50B2" w:rsidRDefault="002C50B2" w:rsidP="002C50B2">
      <w:r>
        <w:t>— </w:t>
      </w:r>
      <w:r w:rsidR="00C77A4E" w:rsidRPr="00275B88">
        <w:t>Demain soir</w:t>
      </w:r>
      <w:r>
        <w:t xml:space="preserve">, </w:t>
      </w:r>
      <w:r w:rsidR="00C77A4E" w:rsidRPr="00275B88">
        <w:t>ils sauteront tous ensemble</w:t>
      </w:r>
      <w:r>
        <w:t xml:space="preserve">. </w:t>
      </w:r>
      <w:r w:rsidR="00C77A4E" w:rsidRPr="00275B88">
        <w:t>Venez voir la petite surprise que je suis en train de leur ménager</w:t>
      </w:r>
      <w:r>
        <w:t>.</w:t>
      </w:r>
    </w:p>
    <w:p w14:paraId="535CA101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se dirigeant vers l</w:t>
      </w:r>
      <w:r w:rsidR="002C50B2">
        <w:t>’</w:t>
      </w:r>
      <w:r w:rsidRPr="00275B88">
        <w:t>établi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empara d</w:t>
      </w:r>
      <w:r w:rsidR="002C50B2">
        <w:t>’</w:t>
      </w:r>
      <w:r w:rsidRPr="00275B88">
        <w:t>une boîte métallique en forme de cube et qui portait à chaque angle de sa face supérieure quatre petites têtes de vis autour desquelles s</w:t>
      </w:r>
      <w:r w:rsidR="002C50B2">
        <w:t>’</w:t>
      </w:r>
      <w:r w:rsidRPr="00275B88">
        <w:t>enroulaient des fils métalliques de quinze centimètres environ de longueur et reliés ensemble à leur sommet</w:t>
      </w:r>
      <w:r w:rsidR="002C50B2">
        <w:t>.</w:t>
      </w:r>
    </w:p>
    <w:p w14:paraId="523707A2" w14:textId="77777777" w:rsidR="002C50B2" w:rsidRDefault="002C50B2" w:rsidP="002C50B2">
      <w:r>
        <w:t>— </w:t>
      </w:r>
      <w:r w:rsidR="00C77A4E" w:rsidRPr="00275B88">
        <w:t>Ceci</w:t>
      </w:r>
      <w:r>
        <w:t xml:space="preserve">, </w:t>
      </w:r>
      <w:r w:rsidR="00C77A4E" w:rsidRPr="00275B88">
        <w:t xml:space="preserve">expliquait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est une bombe de mon invention</w:t>
      </w:r>
      <w:r>
        <w:t xml:space="preserve">. </w:t>
      </w:r>
      <w:r w:rsidR="00C77A4E" w:rsidRPr="00275B88">
        <w:t>Elle contient une charge d</w:t>
      </w:r>
      <w:r>
        <w:t>’</w:t>
      </w:r>
      <w:r w:rsidR="00C77A4E" w:rsidRPr="00275B88">
        <w:t>explosifs capable de faire sauter une maison de six étages</w:t>
      </w:r>
      <w:r>
        <w:t>.</w:t>
      </w:r>
    </w:p>
    <w:p w14:paraId="5F144A5F" w14:textId="77777777" w:rsidR="002C50B2" w:rsidRDefault="00C77A4E" w:rsidP="002C50B2">
      <w:r w:rsidRPr="00275B88">
        <w:t>Avec précaution</w:t>
      </w:r>
      <w:r w:rsidR="002C50B2">
        <w:t xml:space="preserve">, </w:t>
      </w:r>
      <w:r w:rsidRPr="00275B88">
        <w:t>il prit la bombe et l</w:t>
      </w:r>
      <w:r w:rsidR="002C50B2">
        <w:t>’</w:t>
      </w:r>
      <w:r w:rsidRPr="00275B88">
        <w:t>introduisit à l</w:t>
      </w:r>
      <w:r w:rsidR="002C50B2">
        <w:t>’</w:t>
      </w:r>
      <w:r w:rsidRPr="00275B88">
        <w:t>intérieur du compteur à gaz</w:t>
      </w:r>
      <w:r w:rsidR="002C50B2">
        <w:t xml:space="preserve"> ; </w:t>
      </w:r>
      <w:r w:rsidRPr="00275B88">
        <w:t>puis il s</w:t>
      </w:r>
      <w:r w:rsidR="002C50B2">
        <w:t>’</w:t>
      </w:r>
      <w:r w:rsidRPr="00275B88">
        <w:t>empara d</w:t>
      </w:r>
      <w:r w:rsidR="002C50B2">
        <w:t>’</w:t>
      </w:r>
      <w:r w:rsidRPr="00275B88">
        <w:t>une petite pendulette en forme de réveil qu</w:t>
      </w:r>
      <w:r w:rsidR="002C50B2">
        <w:t>’</w:t>
      </w:r>
      <w:r w:rsidRPr="00275B88">
        <w:t>il plaça près de la bombe</w:t>
      </w:r>
      <w:r w:rsidR="002C50B2">
        <w:t xml:space="preserve">, </w:t>
      </w:r>
      <w:r w:rsidRPr="00275B88">
        <w:t>et il rejoignit l</w:t>
      </w:r>
      <w:r w:rsidR="002C50B2">
        <w:t>’</w:t>
      </w:r>
      <w:r w:rsidRPr="00275B88">
        <w:t>extrémité du fil métallique à une autre vis placée sur le cadran du réveil</w:t>
      </w:r>
      <w:r w:rsidR="002C50B2">
        <w:t xml:space="preserve">… </w:t>
      </w:r>
      <w:r w:rsidRPr="00275B88">
        <w:t>juste à l</w:t>
      </w:r>
      <w:r w:rsidR="002C50B2">
        <w:t>’</w:t>
      </w:r>
      <w:r w:rsidRPr="00275B88">
        <w:t>endroit d</w:t>
      </w:r>
      <w:r w:rsidR="002C50B2">
        <w:t>’</w:t>
      </w:r>
      <w:r w:rsidRPr="00275B88">
        <w:t>une aiguille fixée sur la dixième heure</w:t>
      </w:r>
      <w:r w:rsidR="002C50B2">
        <w:t>.</w:t>
      </w:r>
    </w:p>
    <w:p w14:paraId="515ADFA4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le regardait manipuler cet engin de destruction et de mort</w:t>
      </w:r>
      <w:r w:rsidR="002C50B2">
        <w:t>.</w:t>
      </w:r>
    </w:p>
    <w:p w14:paraId="602FAFE6" w14:textId="77777777" w:rsidR="002C50B2" w:rsidRDefault="002C50B2" w:rsidP="002C50B2">
      <w:r>
        <w:t>— </w:t>
      </w:r>
      <w:r w:rsidR="00C77A4E" w:rsidRPr="00275B88">
        <w:t>Grâce à ce mécanisme d</w:t>
      </w:r>
      <w:r>
        <w:t>’</w:t>
      </w:r>
      <w:r w:rsidR="00C77A4E" w:rsidRPr="00275B88">
        <w:t>horloge</w:t>
      </w:r>
      <w:r>
        <w:t xml:space="preserve">, </w:t>
      </w:r>
      <w:r w:rsidR="00C77A4E" w:rsidRPr="00275B88">
        <w:t xml:space="preserve">déclarait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la bombe éclatera au moment que j</w:t>
      </w:r>
      <w:r>
        <w:t>’</w:t>
      </w:r>
      <w:r w:rsidR="00C77A4E" w:rsidRPr="00275B88">
        <w:t>ai fixé</w:t>
      </w:r>
      <w:r>
        <w:t>.</w:t>
      </w:r>
    </w:p>
    <w:p w14:paraId="50E68F76" w14:textId="77777777" w:rsidR="002C50B2" w:rsidRDefault="00C77A4E" w:rsidP="002C50B2">
      <w:r w:rsidRPr="00275B88">
        <w:t>Son complice observait</w:t>
      </w:r>
      <w:r w:rsidR="002C50B2">
        <w:t> :</w:t>
      </w:r>
    </w:p>
    <w:p w14:paraId="697072CA" w14:textId="77777777" w:rsidR="002C50B2" w:rsidRDefault="002C50B2" w:rsidP="002C50B2">
      <w:r>
        <w:t>— </w:t>
      </w:r>
      <w:r w:rsidR="00C77A4E" w:rsidRPr="00275B88">
        <w:t>Encore faudra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que Chantecoq soit chez lui</w:t>
      </w:r>
      <w:r>
        <w:t> !</w:t>
      </w:r>
    </w:p>
    <w:p w14:paraId="3D319158" w14:textId="77777777" w:rsidR="002C50B2" w:rsidRDefault="00C77A4E" w:rsidP="002C50B2">
      <w:r w:rsidRPr="00275B88">
        <w:t>Tout en poursuivant sa besogne</w:t>
      </w:r>
      <w:r w:rsidR="002C50B2">
        <w:t xml:space="preserve">, </w:t>
      </w:r>
      <w:r w:rsidRPr="00275B88">
        <w:t>le secrétaire du baron Papillon affirma</w:t>
      </w:r>
      <w:r w:rsidR="002C50B2">
        <w:t> :</w:t>
      </w:r>
    </w:p>
    <w:p w14:paraId="22064ADC" w14:textId="77777777" w:rsidR="002C50B2" w:rsidRDefault="002C50B2" w:rsidP="002C50B2">
      <w:r>
        <w:lastRenderedPageBreak/>
        <w:t>— </w:t>
      </w:r>
      <w:r w:rsidR="00C77A4E" w:rsidRPr="00275B88">
        <w:t>Il y sera</w:t>
      </w:r>
      <w:r>
        <w:t> !</w:t>
      </w:r>
    </w:p>
    <w:p w14:paraId="5517432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après avoir refermé le compteur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</w:t>
      </w:r>
      <w:r w:rsidR="002C50B2">
        <w:t> :</w:t>
      </w:r>
    </w:p>
    <w:p w14:paraId="4E1BC88C" w14:textId="77777777" w:rsidR="002C50B2" w:rsidRDefault="002C50B2" w:rsidP="002C50B2">
      <w:r>
        <w:t>— </w:t>
      </w:r>
      <w:r w:rsidR="00C77A4E" w:rsidRPr="00275B88">
        <w:t>Demain soir</w:t>
      </w:r>
      <w:r>
        <w:t xml:space="preserve">, </w:t>
      </w:r>
      <w:r w:rsidR="00C77A4E" w:rsidRPr="00275B88">
        <w:t>à dix heures</w:t>
      </w:r>
      <w:r>
        <w:t xml:space="preserve">, </w:t>
      </w:r>
      <w:proofErr w:type="spellStart"/>
      <w:r w:rsidR="00C77A4E" w:rsidRPr="00275B88">
        <w:t>poum</w:t>
      </w:r>
      <w:proofErr w:type="spellEnd"/>
      <w:r>
        <w:t> !</w:t>
      </w:r>
    </w:p>
    <w:p w14:paraId="09B53876" w14:textId="77777777" w:rsidR="002C50B2" w:rsidRDefault="002C50B2" w:rsidP="002C50B2">
      <w:r>
        <w:t>— </w:t>
      </w:r>
      <w:r w:rsidR="00C77A4E" w:rsidRPr="00275B88">
        <w:t xml:space="preserve">Monsieur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s</w:t>
      </w:r>
      <w:r>
        <w:t>’</w:t>
      </w:r>
      <w:r w:rsidR="00C77A4E" w:rsidRPr="00275B88">
        <w:t>écriait l</w:t>
      </w:r>
      <w:r>
        <w:t>’</w:t>
      </w:r>
      <w:r w:rsidR="00C77A4E" w:rsidRPr="00275B88">
        <w:t>homme à la salopette</w:t>
      </w:r>
      <w:r>
        <w:t xml:space="preserve">, </w:t>
      </w:r>
      <w:r w:rsidR="00C77A4E" w:rsidRPr="00275B88">
        <w:t>vous êtes l</w:t>
      </w:r>
      <w:r>
        <w:t>’</w:t>
      </w:r>
      <w:r w:rsidR="00C77A4E" w:rsidRPr="00275B88">
        <w:t>as des as</w:t>
      </w:r>
      <w:r>
        <w:t> !</w:t>
      </w:r>
    </w:p>
    <w:p w14:paraId="1485E1F2" w14:textId="1AE97835" w:rsidR="002C50B2" w:rsidRDefault="002C50B2" w:rsidP="002C50B2"/>
    <w:p w14:paraId="2BCEB6EF" w14:textId="77777777" w:rsidR="002C50B2" w:rsidRDefault="00C77A4E" w:rsidP="002C50B2">
      <w:r w:rsidRPr="00275B88">
        <w:t>Le lendemain</w:t>
      </w:r>
      <w:r w:rsidR="002C50B2">
        <w:t xml:space="preserve">, </w:t>
      </w:r>
      <w:r w:rsidRPr="00275B88">
        <w:t>vers quatre heures de l</w:t>
      </w:r>
      <w:r w:rsidR="002C50B2">
        <w:t>’</w:t>
      </w:r>
      <w:r w:rsidRPr="00275B88">
        <w:t>après</w:t>
      </w:r>
      <w:r>
        <w:t>-</w:t>
      </w:r>
      <w:r w:rsidRPr="00275B88">
        <w:t>midi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suivi de Jacques Bellegarde</w:t>
      </w:r>
      <w:r w:rsidR="002C50B2">
        <w:t xml:space="preserve">, </w:t>
      </w:r>
      <w:r w:rsidRPr="00275B88">
        <w:t xml:space="preserve">de nouveau transformé en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sonnait à la porte de l</w:t>
      </w:r>
      <w:r w:rsidR="002C50B2">
        <w:t>’</w:t>
      </w:r>
      <w:r w:rsidRPr="00275B88">
        <w:t>hôtel des Papillon</w:t>
      </w:r>
      <w:r w:rsidR="002C50B2">
        <w:t xml:space="preserve">… </w:t>
      </w:r>
      <w:r w:rsidRPr="00275B88">
        <w:t>Le concierge s</w:t>
      </w:r>
      <w:r w:rsidR="002C50B2">
        <w:t>’</w:t>
      </w:r>
      <w:r w:rsidRPr="00275B88">
        <w:t>en vint leur ouvrir assez rapidement</w:t>
      </w:r>
      <w:r w:rsidR="002C50B2">
        <w:t xml:space="preserve">… </w:t>
      </w:r>
      <w:r w:rsidRPr="00275B88">
        <w:t>Mais reconnaissant les deux personnages qui s</w:t>
      </w:r>
      <w:r w:rsidR="002C50B2">
        <w:t>’</w:t>
      </w:r>
      <w:r w:rsidRPr="00275B88">
        <w:t>étaient déjà présentés la veille</w:t>
      </w:r>
      <w:r w:rsidR="002C50B2">
        <w:t xml:space="preserve">, </w:t>
      </w:r>
      <w:r w:rsidRPr="00275B88">
        <w:t>il prit aussitôt une mine renfrognée qui exprimait clairement</w:t>
      </w:r>
      <w:r w:rsidR="002C50B2">
        <w:t> :</w:t>
      </w:r>
    </w:p>
    <w:p w14:paraId="0C1512C4" w14:textId="0843CAFB" w:rsidR="002C50B2" w:rsidRDefault="002C50B2" w:rsidP="002C50B2">
      <w:r>
        <w:t>« </w:t>
      </w:r>
      <w:r w:rsidR="00C77A4E" w:rsidRPr="00275B88">
        <w:t>Encore vous</w:t>
      </w:r>
      <w:r>
        <w:t> ! »</w:t>
      </w:r>
    </w:p>
    <w:p w14:paraId="7BCA2C54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nullement impressionné par ce peu favorable accueil</w:t>
      </w:r>
      <w:r w:rsidR="002C50B2">
        <w:t xml:space="preserve">, </w:t>
      </w:r>
      <w:r w:rsidRPr="00275B88">
        <w:t>fit avec une courtoisie parfaite</w:t>
      </w:r>
      <w:r w:rsidR="002C50B2">
        <w:t> :</w:t>
      </w:r>
    </w:p>
    <w:p w14:paraId="09661DC8" w14:textId="77777777" w:rsidR="002C50B2" w:rsidRDefault="002C50B2" w:rsidP="002C50B2">
      <w:r>
        <w:t>— </w:t>
      </w:r>
      <w:r w:rsidR="00C77A4E" w:rsidRPr="00275B88">
        <w:t>Monsieur le baron Papillon</w:t>
      </w:r>
      <w:r>
        <w:t> ?</w:t>
      </w:r>
    </w:p>
    <w:p w14:paraId="37DDFD72" w14:textId="77777777" w:rsidR="002C50B2" w:rsidRDefault="00C77A4E" w:rsidP="002C50B2">
      <w:r w:rsidRPr="00275B88">
        <w:t>Le portier répliquait</w:t>
      </w:r>
      <w:r w:rsidR="002C50B2">
        <w:t> :</w:t>
      </w:r>
    </w:p>
    <w:p w14:paraId="68D8BA8D" w14:textId="6A90312C" w:rsidR="002C50B2" w:rsidRDefault="002C50B2" w:rsidP="002C50B2">
      <w:r>
        <w:t>— M. </w:t>
      </w:r>
      <w:r w:rsidR="00C77A4E" w:rsidRPr="00275B88">
        <w:t xml:space="preserve">le baron et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la baronne sont sortis</w:t>
      </w:r>
      <w:r>
        <w:t>.</w:t>
      </w:r>
    </w:p>
    <w:p w14:paraId="20DC8EA9" w14:textId="77777777" w:rsidR="002C50B2" w:rsidRDefault="002C50B2" w:rsidP="002C50B2">
      <w:r>
        <w:t>— </w:t>
      </w:r>
      <w:r w:rsidR="00C77A4E" w:rsidRPr="00275B88">
        <w:t>Cependant</w:t>
      </w:r>
      <w:r>
        <w:t xml:space="preserve"> ! </w:t>
      </w:r>
      <w:r w:rsidR="00C77A4E" w:rsidRPr="00275B88">
        <w:t>reprenait le détective</w:t>
      </w:r>
      <w:r>
        <w:t>.</w:t>
      </w:r>
    </w:p>
    <w:p w14:paraId="32ACF41F" w14:textId="77777777" w:rsidR="002C50B2" w:rsidRDefault="00C77A4E" w:rsidP="002C50B2">
      <w:r w:rsidRPr="00275B88">
        <w:t>Et prenant dans son portefeuille un pneu qu</w:t>
      </w:r>
      <w:r w:rsidR="002C50B2">
        <w:t>’</w:t>
      </w:r>
      <w:r w:rsidRPr="00275B88">
        <w:t>il avait reçu dans la matinée</w:t>
      </w:r>
      <w:r w:rsidR="002C50B2">
        <w:t xml:space="preserve">, </w:t>
      </w:r>
      <w:r w:rsidRPr="00275B88">
        <w:t>il le tendit au concierge tout en disant</w:t>
      </w:r>
      <w:r w:rsidR="002C50B2">
        <w:t> :</w:t>
      </w:r>
    </w:p>
    <w:p w14:paraId="0EAE5433" w14:textId="77777777" w:rsidR="002C50B2" w:rsidRDefault="002C50B2" w:rsidP="002C50B2">
      <w:r>
        <w:t>— </w:t>
      </w:r>
      <w:r w:rsidR="00C77A4E" w:rsidRPr="00275B88">
        <w:t>Veuillez prendre connaissance de ceci</w:t>
      </w:r>
      <w:r>
        <w:t>.</w:t>
      </w:r>
    </w:p>
    <w:p w14:paraId="5D9B8194" w14:textId="77777777" w:rsidR="002C50B2" w:rsidRDefault="00C77A4E" w:rsidP="002C50B2">
      <w:r w:rsidRPr="00275B88">
        <w:t>Le cerbère s</w:t>
      </w:r>
      <w:r w:rsidR="002C50B2">
        <w:t>’</w:t>
      </w:r>
      <w:r w:rsidRPr="00275B88">
        <w:t>empara du message et lut ce qui suit</w:t>
      </w:r>
      <w:r w:rsidR="002C50B2">
        <w:t> :</w:t>
      </w:r>
    </w:p>
    <w:p w14:paraId="35EF4379" w14:textId="25925C3D" w:rsidR="002C50B2" w:rsidRDefault="002C50B2" w:rsidP="002C50B2">
      <w:pPr>
        <w:rPr>
          <w:i/>
          <w:iCs/>
        </w:rPr>
      </w:pPr>
      <w:r>
        <w:rPr>
          <w:i/>
          <w:iCs/>
        </w:rPr>
        <w:lastRenderedPageBreak/>
        <w:t>M. </w:t>
      </w:r>
      <w:r w:rsidR="00C77A4E" w:rsidRPr="00275B88">
        <w:rPr>
          <w:i/>
          <w:iCs/>
        </w:rPr>
        <w:t xml:space="preserve">le baron Papillon fait savoir à </w:t>
      </w:r>
      <w:r>
        <w:rPr>
          <w:i/>
          <w:iCs/>
        </w:rPr>
        <w:t>M. </w:t>
      </w:r>
      <w:r w:rsidR="00C77A4E" w:rsidRPr="00275B88">
        <w:rPr>
          <w:i/>
          <w:iCs/>
        </w:rPr>
        <w:t>Chantecoq qu</w:t>
      </w:r>
      <w:r>
        <w:rPr>
          <w:i/>
          <w:iCs/>
        </w:rPr>
        <w:t>’</w:t>
      </w:r>
      <w:r w:rsidR="00C77A4E" w:rsidRPr="00275B88">
        <w:rPr>
          <w:i/>
          <w:iCs/>
        </w:rPr>
        <w:t>il le recevra aujourd</w:t>
      </w:r>
      <w:r>
        <w:rPr>
          <w:i/>
          <w:iCs/>
        </w:rPr>
        <w:t>’</w:t>
      </w:r>
      <w:r w:rsidR="00C77A4E" w:rsidRPr="00275B88">
        <w:rPr>
          <w:i/>
          <w:iCs/>
        </w:rPr>
        <w:t>hui</w:t>
      </w:r>
      <w:r>
        <w:rPr>
          <w:i/>
          <w:iCs/>
        </w:rPr>
        <w:t xml:space="preserve">, </w:t>
      </w:r>
      <w:r w:rsidR="00C77A4E" w:rsidRPr="00275B88">
        <w:rPr>
          <w:i/>
          <w:iCs/>
        </w:rPr>
        <w:t>jeudi</w:t>
      </w:r>
      <w:r>
        <w:rPr>
          <w:i/>
          <w:iCs/>
        </w:rPr>
        <w:t xml:space="preserve">, </w:t>
      </w:r>
      <w:r w:rsidR="00C77A4E" w:rsidRPr="00275B88">
        <w:rPr>
          <w:i/>
          <w:iCs/>
        </w:rPr>
        <w:t>vers quatre heures</w:t>
      </w:r>
      <w:r>
        <w:rPr>
          <w:i/>
          <w:iCs/>
        </w:rPr>
        <w:t>.</w:t>
      </w:r>
    </w:p>
    <w:p w14:paraId="085D5528" w14:textId="77777777" w:rsidR="002C50B2" w:rsidRDefault="00C77A4E" w:rsidP="002C50B2">
      <w:r w:rsidRPr="00275B88">
        <w:t>Ces lignes étaient suivies d</w:t>
      </w:r>
      <w:r w:rsidR="002C50B2">
        <w:t>’</w:t>
      </w:r>
      <w:r w:rsidRPr="00275B88">
        <w:t>une signature absolument illisible</w:t>
      </w:r>
      <w:r w:rsidR="002C50B2">
        <w:t>.</w:t>
      </w:r>
    </w:p>
    <w:p w14:paraId="1BF05E08" w14:textId="77777777" w:rsidR="002C50B2" w:rsidRDefault="00C77A4E" w:rsidP="002C50B2">
      <w:r w:rsidRPr="00275B88">
        <w:t>Le portier reprenait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perplexe</w:t>
      </w:r>
      <w:r w:rsidR="002C50B2">
        <w:t> :</w:t>
      </w:r>
    </w:p>
    <w:p w14:paraId="05A86612" w14:textId="76FA6D68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bien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 xml:space="preserve">écriture de </w:t>
      </w:r>
      <w:r>
        <w:t>M. </w:t>
      </w:r>
      <w:r w:rsidR="00C77A4E" w:rsidRPr="00275B88">
        <w:t>le secrétaire</w:t>
      </w:r>
      <w:r>
        <w:t xml:space="preserve">. </w:t>
      </w:r>
      <w:r w:rsidR="00C77A4E" w:rsidRPr="00275B88">
        <w:t xml:space="preserve">Sans doute </w:t>
      </w:r>
      <w:r>
        <w:t>M. </w:t>
      </w:r>
      <w:r w:rsidR="00C77A4E" w:rsidRPr="00275B88">
        <w:t>le baron aura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oublié qu</w:t>
      </w:r>
      <w:r>
        <w:t>’</w:t>
      </w:r>
      <w:r w:rsidR="00C77A4E" w:rsidRPr="00275B88">
        <w:t>il vous avait donné rendez</w:t>
      </w:r>
      <w:r w:rsidR="00C77A4E">
        <w:t>-</w:t>
      </w:r>
      <w:r w:rsidR="00C77A4E" w:rsidRPr="00275B88">
        <w:t>vous</w:t>
      </w:r>
      <w:r>
        <w:t xml:space="preserve">… </w:t>
      </w:r>
      <w:r w:rsidR="00C77A4E" w:rsidRPr="00275B88">
        <w:t>car je vous assure qu</w:t>
      </w:r>
      <w:r>
        <w:t>’</w:t>
      </w:r>
      <w:r w:rsidR="00C77A4E" w:rsidRPr="00275B88">
        <w:t>il n</w:t>
      </w:r>
      <w:r>
        <w:t>’</w:t>
      </w:r>
      <w:r w:rsidR="00C77A4E" w:rsidRPr="00275B88">
        <w:t>est pas là</w:t>
      </w:r>
      <w:r>
        <w:t xml:space="preserve">… </w:t>
      </w:r>
      <w:r w:rsidR="00C77A4E" w:rsidRPr="00275B88">
        <w:t xml:space="preserve">pas plus que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la baronne</w:t>
      </w:r>
      <w:r>
        <w:t>.</w:t>
      </w:r>
    </w:p>
    <w:p w14:paraId="19047B78" w14:textId="77777777" w:rsidR="002C50B2" w:rsidRDefault="002C50B2" w:rsidP="002C50B2">
      <w:r>
        <w:t>« </w:t>
      </w:r>
      <w:r w:rsidR="00C77A4E" w:rsidRPr="00275B88">
        <w:t>Il y a une heure qu</w:t>
      </w:r>
      <w:r>
        <w:t>’</w:t>
      </w:r>
      <w:r w:rsidR="00C77A4E" w:rsidRPr="00275B88">
        <w:t>ils sont partis en auto</w:t>
      </w:r>
      <w:r>
        <w:t xml:space="preserve">… </w:t>
      </w:r>
      <w:r w:rsidR="00C77A4E" w:rsidRPr="00275B88">
        <w:t>Je ne sais même pas s</w:t>
      </w:r>
      <w:r>
        <w:t>’</w:t>
      </w:r>
      <w:r w:rsidR="00C77A4E" w:rsidRPr="00275B88">
        <w:t>ils rentreront dîner</w:t>
      </w:r>
      <w:r>
        <w:t>.</w:t>
      </w:r>
    </w:p>
    <w:p w14:paraId="3F4E3E8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incompréhensible</w:t>
      </w:r>
      <w:r>
        <w:t xml:space="preserve">, </w:t>
      </w:r>
      <w:r w:rsidR="00C77A4E" w:rsidRPr="00275B88">
        <w:t>murmurait le détective</w:t>
      </w:r>
      <w:r>
        <w:t>.</w:t>
      </w:r>
    </w:p>
    <w:p w14:paraId="6F4A067C" w14:textId="77777777" w:rsidR="002C50B2" w:rsidRDefault="002C50B2" w:rsidP="002C50B2">
      <w:r>
        <w:t>— </w:t>
      </w:r>
      <w:r w:rsidR="00C77A4E" w:rsidRPr="00275B88">
        <w:t>Que voulez</w:t>
      </w:r>
      <w:r w:rsidR="00C77A4E">
        <w:t>-</w:t>
      </w:r>
      <w:r w:rsidR="00C77A4E" w:rsidRPr="00275B88">
        <w:t>vous que j</w:t>
      </w:r>
      <w:r>
        <w:t>’</w:t>
      </w:r>
      <w:r w:rsidR="00C77A4E" w:rsidRPr="00275B88">
        <w:t>y fasse</w:t>
      </w:r>
      <w:r>
        <w:t xml:space="preserve"> ? </w:t>
      </w:r>
      <w:r w:rsidR="00C77A4E" w:rsidRPr="00275B88">
        <w:t>grommelait le concierge</w:t>
      </w:r>
      <w:r>
        <w:t>.</w:t>
      </w:r>
    </w:p>
    <w:p w14:paraId="24F59A1F" w14:textId="77777777" w:rsidR="002C50B2" w:rsidRDefault="00C77A4E" w:rsidP="002C50B2">
      <w:r w:rsidRPr="00275B88">
        <w:t>Chantecoq voulut insister</w:t>
      </w:r>
      <w:r w:rsidR="002C50B2">
        <w:t>.</w:t>
      </w:r>
    </w:p>
    <w:p w14:paraId="460D2CC8" w14:textId="77777777" w:rsidR="002C50B2" w:rsidRDefault="00C77A4E" w:rsidP="002C50B2">
      <w:r w:rsidRPr="00275B88">
        <w:t>Mais le portier lui coupa la parole</w:t>
      </w:r>
      <w:r w:rsidR="002C50B2">
        <w:t xml:space="preserve">, </w:t>
      </w:r>
      <w:r w:rsidRPr="00275B88">
        <w:t>en proférant d</w:t>
      </w:r>
      <w:r w:rsidR="002C50B2">
        <w:t>’</w:t>
      </w:r>
      <w:r w:rsidRPr="00275B88">
        <w:t>un air courroucé</w:t>
      </w:r>
      <w:r w:rsidR="002C50B2">
        <w:t> :</w:t>
      </w:r>
    </w:p>
    <w:p w14:paraId="63C1A364" w14:textId="2C5C1F61" w:rsidR="002C50B2" w:rsidRDefault="002C50B2" w:rsidP="002C50B2">
      <w:r>
        <w:t>— </w:t>
      </w:r>
      <w:r w:rsidR="00C77A4E" w:rsidRPr="00275B88">
        <w:t xml:space="preserve">Puisque je vous dis que </w:t>
      </w:r>
      <w:r>
        <w:t>M. </w:t>
      </w:r>
      <w:r w:rsidR="00C77A4E" w:rsidRPr="00275B88">
        <w:t>le baron n</w:t>
      </w:r>
      <w:r>
        <w:t>’</w:t>
      </w:r>
      <w:r w:rsidR="00C77A4E" w:rsidRPr="00275B88">
        <w:t>est pas là</w:t>
      </w:r>
      <w:r>
        <w:t> !</w:t>
      </w:r>
    </w:p>
    <w:p w14:paraId="7F36A68C" w14:textId="77777777" w:rsidR="002C50B2" w:rsidRDefault="00C77A4E" w:rsidP="002C50B2">
      <w:r w:rsidRPr="00275B88">
        <w:t>Et il referma la porte au nez des visiteurs</w:t>
      </w:r>
      <w:r w:rsidR="002C50B2">
        <w:t>.</w:t>
      </w:r>
    </w:p>
    <w:p w14:paraId="13BB782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bizarre</w:t>
      </w:r>
      <w:r>
        <w:t xml:space="preserve">, </w:t>
      </w:r>
      <w:r w:rsidR="00C77A4E" w:rsidRPr="00275B88">
        <w:t>dit le grand détective au reporter</w:t>
      </w:r>
      <w:r>
        <w:t>.</w:t>
      </w:r>
    </w:p>
    <w:p w14:paraId="4EA42160" w14:textId="77777777" w:rsidR="002C50B2" w:rsidRDefault="002C50B2" w:rsidP="002C50B2">
      <w:r>
        <w:t>— </w:t>
      </w:r>
      <w:r w:rsidR="00C77A4E" w:rsidRPr="00275B88">
        <w:t>En effet</w:t>
      </w:r>
      <w:r>
        <w:t xml:space="preserve">… </w:t>
      </w:r>
      <w:r w:rsidR="00C77A4E" w:rsidRPr="00275B88">
        <w:t xml:space="preserve">ponctuait le faux </w:t>
      </w:r>
      <w:proofErr w:type="spellStart"/>
      <w:r w:rsidR="00C77A4E" w:rsidRPr="00275B88">
        <w:t>Cantarelli</w:t>
      </w:r>
      <w:proofErr w:type="spellEnd"/>
      <w:r>
        <w:t>.</w:t>
      </w:r>
    </w:p>
    <w:p w14:paraId="09BFACB1" w14:textId="77777777" w:rsidR="002C50B2" w:rsidRDefault="00C77A4E" w:rsidP="002C50B2">
      <w:r w:rsidRPr="00275B88">
        <w:t>Mais le grand limier reprenait aussitôt</w:t>
      </w:r>
      <w:r w:rsidR="002C50B2">
        <w:t> :</w:t>
      </w:r>
    </w:p>
    <w:p w14:paraId="4626FE50" w14:textId="77777777" w:rsidR="002C50B2" w:rsidRDefault="002C50B2" w:rsidP="002C50B2">
      <w:r>
        <w:t>— </w:t>
      </w:r>
      <w:r w:rsidR="00C77A4E" w:rsidRPr="00275B88">
        <w:t>Ne nous frappons pas</w:t>
      </w:r>
      <w:r>
        <w:t xml:space="preserve"> ! </w:t>
      </w:r>
      <w:r w:rsidR="00C77A4E" w:rsidRPr="00275B88">
        <w:t>Je vous garantis que</w:t>
      </w:r>
      <w:r>
        <w:t xml:space="preserve">, </w:t>
      </w:r>
      <w:r w:rsidR="00C77A4E" w:rsidRPr="00275B88">
        <w:t>dès demain</w:t>
      </w:r>
      <w:r>
        <w:t xml:space="preserve">, </w:t>
      </w:r>
      <w:r w:rsidR="00C77A4E" w:rsidRPr="00275B88">
        <w:t>je verrai le baron Papillon</w:t>
      </w:r>
      <w:r>
        <w:t xml:space="preserve"> ; </w:t>
      </w:r>
      <w:r w:rsidR="00C77A4E" w:rsidRPr="00275B88">
        <w:t>et il faudra bien qu</w:t>
      </w:r>
      <w:r>
        <w:t>’</w:t>
      </w:r>
      <w:r w:rsidR="00C77A4E" w:rsidRPr="00275B88">
        <w:t>il me dise d</w:t>
      </w:r>
      <w:r>
        <w:t>’</w:t>
      </w:r>
      <w:r w:rsidR="00C77A4E" w:rsidRPr="00275B88">
        <w:t>où vient le grimoire</w:t>
      </w:r>
      <w:r>
        <w:t>.</w:t>
      </w:r>
    </w:p>
    <w:p w14:paraId="15795E9B" w14:textId="1950A718" w:rsidR="002C50B2" w:rsidRDefault="002C50B2" w:rsidP="002C50B2"/>
    <w:p w14:paraId="035BD8C0" w14:textId="77777777" w:rsidR="002C50B2" w:rsidRDefault="00C77A4E" w:rsidP="002C50B2">
      <w:r w:rsidRPr="00275B88">
        <w:t>À la même heure</w:t>
      </w:r>
      <w:r w:rsidR="002C50B2">
        <w:t xml:space="preserve">, </w:t>
      </w:r>
      <w:r w:rsidRPr="00275B88">
        <w:t>une voiture à bras traînée par l</w:t>
      </w:r>
      <w:r w:rsidR="002C50B2">
        <w:t>’</w:t>
      </w:r>
      <w:r w:rsidRPr="00275B88">
        <w:t>homme à la salopette et poussée par le bossu</w:t>
      </w:r>
      <w:r w:rsidR="002C50B2">
        <w:t xml:space="preserve">, </w:t>
      </w:r>
      <w:r w:rsidRPr="00275B88">
        <w:t>camouflé en vieil ouvrier plombier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arrêtait devant la villa de Chantecoq</w:t>
      </w:r>
      <w:r w:rsidR="002C50B2">
        <w:t>.</w:t>
      </w:r>
    </w:p>
    <w:p w14:paraId="38892893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s</w:t>
      </w:r>
      <w:r w:rsidR="002C50B2">
        <w:t>’</w:t>
      </w:r>
      <w:r w:rsidRPr="00275B88">
        <w:t>arrêtait à la porte</w:t>
      </w:r>
      <w:r w:rsidR="002C50B2">
        <w:t xml:space="preserve">… </w:t>
      </w:r>
      <w:r w:rsidRPr="00275B88">
        <w:t>Aussitôt</w:t>
      </w:r>
      <w:r w:rsidR="002C50B2">
        <w:t xml:space="preserve">, </w:t>
      </w:r>
      <w:r w:rsidRPr="00275B88">
        <w:t>des aboiements de chiens s</w:t>
      </w:r>
      <w:r w:rsidR="002C50B2">
        <w:t>’</w:t>
      </w:r>
      <w:r w:rsidRPr="00275B88">
        <w:t>élevaient</w:t>
      </w:r>
      <w:r w:rsidR="002C50B2">
        <w:t xml:space="preserve">, </w:t>
      </w:r>
      <w:r w:rsidRPr="00275B88">
        <w:t xml:space="preserve">et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fidèle et vigilant gardien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avançait et demandait aux arrivants</w:t>
      </w:r>
      <w:r w:rsidR="002C50B2">
        <w:t xml:space="preserve">, </w:t>
      </w:r>
      <w:r w:rsidRPr="00275B88">
        <w:t>à travers la grille de clôture</w:t>
      </w:r>
      <w:r w:rsidR="002C50B2">
        <w:t> :</w:t>
      </w:r>
    </w:p>
    <w:p w14:paraId="202CDA8C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vous voulez</w:t>
      </w:r>
      <w:r>
        <w:t xml:space="preserve">, </w:t>
      </w:r>
      <w:r w:rsidR="00C77A4E" w:rsidRPr="00275B88">
        <w:t>vous autres</w:t>
      </w:r>
      <w:r>
        <w:t> ?</w:t>
      </w:r>
    </w:p>
    <w:p w14:paraId="7C925D91" w14:textId="77777777" w:rsidR="002C50B2" w:rsidRDefault="00C77A4E" w:rsidP="002C50B2">
      <w:proofErr w:type="spellStart"/>
      <w:r w:rsidRPr="00275B88">
        <w:t>Lüchner</w:t>
      </w:r>
      <w:proofErr w:type="spellEnd"/>
      <w:r w:rsidRPr="00275B88">
        <w:t xml:space="preserve"> répliquait</w:t>
      </w:r>
      <w:r w:rsidR="002C50B2">
        <w:t> :</w:t>
      </w:r>
    </w:p>
    <w:p w14:paraId="5F079FF7" w14:textId="77777777" w:rsidR="002C50B2" w:rsidRDefault="002C50B2" w:rsidP="002C50B2">
      <w:r>
        <w:t>— </w:t>
      </w:r>
      <w:r w:rsidR="00C77A4E" w:rsidRPr="00275B88">
        <w:t>Nous venons changer le compteur à gaz</w:t>
      </w:r>
      <w:r>
        <w:t>.</w:t>
      </w:r>
    </w:p>
    <w:p w14:paraId="45AE41B2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à travers les barreaux</w:t>
      </w:r>
      <w:r w:rsidR="002C50B2">
        <w:t xml:space="preserve">, </w:t>
      </w:r>
      <w:r w:rsidRPr="00275B88">
        <w:t xml:space="preserve">il tendit à </w:t>
      </w:r>
      <w:proofErr w:type="spellStart"/>
      <w:r w:rsidRPr="00275B88">
        <w:t>Gautrais</w:t>
      </w:r>
      <w:proofErr w:type="spellEnd"/>
      <w:r w:rsidRPr="00275B88">
        <w:t xml:space="preserve"> un papier que le brave garçon lut avec la plus grande attention</w:t>
      </w:r>
      <w:r w:rsidR="002C50B2">
        <w:t>.</w:t>
      </w:r>
    </w:p>
    <w:p w14:paraId="32C32B4D" w14:textId="77777777" w:rsidR="002C50B2" w:rsidRDefault="00C77A4E" w:rsidP="002C50B2">
      <w:r w:rsidRPr="00275B88">
        <w:t>Pandore et Vidocq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expectative</w:t>
      </w:r>
      <w:r w:rsidR="002C50B2">
        <w:t xml:space="preserve">, </w:t>
      </w:r>
      <w:r w:rsidRPr="00275B88">
        <w:t xml:space="preserve">fixaient leurs yeux ardents sur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attendant des ordres</w:t>
      </w:r>
      <w:r w:rsidR="002C50B2">
        <w:t xml:space="preserve">.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au bout d</w:t>
      </w:r>
      <w:r w:rsidR="002C50B2">
        <w:t>’</w:t>
      </w:r>
      <w:r w:rsidRPr="00275B88">
        <w:t>un instant</w:t>
      </w:r>
      <w:r w:rsidR="002C50B2">
        <w:t xml:space="preserve">, </w:t>
      </w:r>
      <w:r w:rsidRPr="00275B88">
        <w:t>rendit au bossu le papier qui reproduisait d</w:t>
      </w:r>
      <w:r w:rsidR="002C50B2">
        <w:t>’</w:t>
      </w:r>
      <w:r w:rsidRPr="00275B88">
        <w:t>une façon rigoureusement exacte la formule ordinairement usitée en pareil cas</w:t>
      </w:r>
      <w:r w:rsidR="002C50B2">
        <w:t>.</w:t>
      </w:r>
    </w:p>
    <w:p w14:paraId="17CCE1B6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il ajouta</w:t>
      </w:r>
      <w:r w:rsidR="002C50B2">
        <w:t xml:space="preserve">, </w:t>
      </w:r>
      <w:r w:rsidRPr="00275B88">
        <w:t>en ouvrant lui</w:t>
      </w:r>
      <w:r>
        <w:t>-</w:t>
      </w:r>
      <w:r w:rsidRPr="00275B88">
        <w:t>même la porte</w:t>
      </w:r>
      <w:r w:rsidR="002C50B2">
        <w:t> :</w:t>
      </w:r>
    </w:p>
    <w:p w14:paraId="3C8F693D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bon</w:t>
      </w:r>
      <w:r>
        <w:t xml:space="preserve"> ! </w:t>
      </w:r>
      <w:r w:rsidR="00C77A4E" w:rsidRPr="00275B88">
        <w:t>vous pouvez entrer</w:t>
      </w:r>
      <w:r>
        <w:t>.</w:t>
      </w:r>
    </w:p>
    <w:p w14:paraId="7A412424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retourna vers la voiture à bras</w:t>
      </w:r>
      <w:r w:rsidR="002C50B2">
        <w:t xml:space="preserve">, </w:t>
      </w:r>
      <w:r w:rsidRPr="00275B88">
        <w:t>chargea le compteur sur son épaule et pénétra dans le jardin</w:t>
      </w:r>
      <w:r w:rsidR="002C50B2">
        <w:t xml:space="preserve">, </w:t>
      </w:r>
      <w:r w:rsidRPr="00275B88">
        <w:t>suivi par le bossu</w:t>
      </w:r>
      <w:r w:rsidR="002C50B2">
        <w:t xml:space="preserve">, </w:t>
      </w:r>
      <w:r w:rsidRPr="00275B88">
        <w:t>qui portait son sac à outils en bandoulière</w:t>
      </w:r>
      <w:r w:rsidR="002C50B2">
        <w:t>.</w:t>
      </w:r>
    </w:p>
    <w:p w14:paraId="1DCDE1B3" w14:textId="77777777" w:rsidR="002C50B2" w:rsidRDefault="00C77A4E" w:rsidP="002C50B2">
      <w:r w:rsidRPr="00275B88">
        <w:t>Après avoir imposé silence à ses chiens qui commençaient à grogner d</w:t>
      </w:r>
      <w:r w:rsidR="002C50B2">
        <w:t>’</w:t>
      </w:r>
      <w:r w:rsidRPr="00275B88">
        <w:t>une façon peu rassurante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se dirigea vers la fenêtre du jardin qui était ouverte et à travers </w:t>
      </w:r>
      <w:r w:rsidRPr="00275B88">
        <w:lastRenderedPageBreak/>
        <w:t>laquelle on apercevait la silhouette opulente de Marie</w:t>
      </w:r>
      <w:r>
        <w:t>-</w:t>
      </w:r>
      <w:r w:rsidRPr="00275B88">
        <w:t>Jeanne en train de préparer son dîner</w:t>
      </w:r>
      <w:r w:rsidR="002C50B2">
        <w:t>.</w:t>
      </w:r>
    </w:p>
    <w:p w14:paraId="1D8C81BC" w14:textId="77777777" w:rsidR="002C50B2" w:rsidRDefault="002C50B2" w:rsidP="002C50B2">
      <w:r>
        <w:t>— 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 !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 ! </w:t>
      </w:r>
      <w:r w:rsidR="00C77A4E" w:rsidRPr="00275B88">
        <w:t xml:space="preserve">appelait </w:t>
      </w:r>
      <w:proofErr w:type="spellStart"/>
      <w:r w:rsidR="00C77A4E" w:rsidRPr="00275B88">
        <w:t>Gautrais</w:t>
      </w:r>
      <w:proofErr w:type="spellEnd"/>
      <w:r>
        <w:t>.</w:t>
      </w:r>
    </w:p>
    <w:p w14:paraId="37109096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</w:t>
      </w:r>
      <w:r>
        <w:t>’</w:t>
      </w:r>
      <w:r w:rsidR="00C77A4E" w:rsidRPr="00275B88">
        <w:t>il y a</w:t>
      </w:r>
      <w:r>
        <w:t xml:space="preserve"> ? </w:t>
      </w:r>
      <w:r w:rsidR="00C77A4E" w:rsidRPr="00275B88">
        <w:t xml:space="preserve">répliqua le </w:t>
      </w:r>
      <w:proofErr w:type="spellStart"/>
      <w:r w:rsidR="00C77A4E" w:rsidRPr="00275B88">
        <w:t>cordon</w:t>
      </w:r>
      <w:r w:rsidR="00C77A4E">
        <w:t>-</w:t>
      </w:r>
      <w:r w:rsidR="00C77A4E" w:rsidRPr="00275B88">
        <w:t>bleu</w:t>
      </w:r>
      <w:proofErr w:type="spellEnd"/>
      <w:r>
        <w:t xml:space="preserve">, </w:t>
      </w:r>
      <w:r w:rsidR="00C77A4E" w:rsidRPr="00275B88">
        <w:t>sans quitter son fourneau</w:t>
      </w:r>
      <w:r>
        <w:t>.</w:t>
      </w:r>
    </w:p>
    <w:p w14:paraId="1A81B085" w14:textId="77777777" w:rsidR="002C50B2" w:rsidRDefault="002C50B2" w:rsidP="002C50B2">
      <w:r>
        <w:t>— </w:t>
      </w:r>
      <w:r w:rsidR="00C77A4E" w:rsidRPr="00275B88">
        <w:t>Viens un peu</w:t>
      </w:r>
      <w:r>
        <w:t>.</w:t>
      </w:r>
    </w:p>
    <w:p w14:paraId="3013035D" w14:textId="77777777" w:rsidR="002C50B2" w:rsidRDefault="002C50B2" w:rsidP="002C50B2">
      <w:r>
        <w:t>— </w:t>
      </w:r>
      <w:r w:rsidR="00C77A4E" w:rsidRPr="00275B88">
        <w:t>Et mon bœuf</w:t>
      </w:r>
      <w:r w:rsidR="00C77A4E">
        <w:t>-</w:t>
      </w:r>
      <w:r w:rsidR="00C77A4E" w:rsidRPr="00275B88">
        <w:t>mode</w:t>
      </w:r>
      <w:r>
        <w:t> ?</w:t>
      </w:r>
    </w:p>
    <w:p w14:paraId="703F49CC" w14:textId="77777777" w:rsidR="002C50B2" w:rsidRDefault="002C50B2" w:rsidP="002C50B2">
      <w:r>
        <w:t>— </w:t>
      </w:r>
      <w:r w:rsidR="00C77A4E" w:rsidRPr="00275B88">
        <w:t>Viens</w:t>
      </w:r>
      <w:r>
        <w:t xml:space="preserve">, </w:t>
      </w:r>
      <w:r w:rsidR="00C77A4E" w:rsidRPr="00275B88">
        <w:t>te dis</w:t>
      </w:r>
      <w:r w:rsidR="00C77A4E">
        <w:t>-</w:t>
      </w:r>
      <w:r w:rsidR="00C77A4E" w:rsidRPr="00275B88">
        <w:t>je</w:t>
      </w:r>
      <w:r>
        <w:t>…</w:t>
      </w:r>
    </w:p>
    <w:p w14:paraId="42A9EFC2" w14:textId="77777777" w:rsidR="002C50B2" w:rsidRDefault="00C77A4E" w:rsidP="002C50B2">
      <w:r w:rsidRPr="00275B88">
        <w:t>Marie</w:t>
      </w:r>
      <w:r>
        <w:t>-</w:t>
      </w:r>
      <w:r w:rsidRPr="00275B88">
        <w:t>Jeanne</w:t>
      </w:r>
      <w:r w:rsidR="002C50B2">
        <w:t xml:space="preserve">, </w:t>
      </w:r>
      <w:r w:rsidRPr="00275B88">
        <w:t>tout en bougonnant</w:t>
      </w:r>
      <w:r w:rsidR="002C50B2">
        <w:t xml:space="preserve">, </w:t>
      </w:r>
      <w:r w:rsidRPr="00275B88">
        <w:t>rejoignit son mari</w:t>
      </w:r>
      <w:r w:rsidR="002C50B2">
        <w:t xml:space="preserve">.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tout en lui désignant l</w:t>
      </w:r>
      <w:r w:rsidR="002C50B2">
        <w:t>’</w:t>
      </w:r>
      <w:r w:rsidRPr="00275B88">
        <w:t>homme à la salopette et le bossu</w:t>
      </w:r>
      <w:r w:rsidR="002C50B2">
        <w:t xml:space="preserve">, </w:t>
      </w:r>
      <w:r w:rsidRPr="00275B88">
        <w:t>lui ordonna</w:t>
      </w:r>
      <w:r w:rsidR="002C50B2">
        <w:t> :</w:t>
      </w:r>
    </w:p>
    <w:p w14:paraId="50DF30BA" w14:textId="77777777" w:rsidR="002C50B2" w:rsidRDefault="002C50B2" w:rsidP="002C50B2">
      <w:r>
        <w:t>— </w:t>
      </w:r>
      <w:r w:rsidR="00C77A4E" w:rsidRPr="00275B88">
        <w:t>Ces hommes viennent pour changer le compteur</w:t>
      </w:r>
      <w:r>
        <w:t xml:space="preserve">. </w:t>
      </w:r>
      <w:r w:rsidR="00C77A4E" w:rsidRPr="00275B88">
        <w:t>Conduis</w:t>
      </w:r>
      <w:r w:rsidR="00C77A4E">
        <w:t>-</w:t>
      </w:r>
      <w:r w:rsidR="00C77A4E" w:rsidRPr="00275B88">
        <w:t>les à la cave</w:t>
      </w:r>
      <w:r>
        <w:t>.</w:t>
      </w:r>
    </w:p>
    <w:p w14:paraId="19441BBE" w14:textId="77777777" w:rsidR="002C50B2" w:rsidRDefault="002C50B2" w:rsidP="002C50B2">
      <w:r>
        <w:t>— </w:t>
      </w:r>
      <w:r w:rsidR="00C77A4E" w:rsidRPr="00275B88">
        <w:t>Et mon bœuf</w:t>
      </w:r>
      <w:r>
        <w:t> ?</w:t>
      </w:r>
    </w:p>
    <w:p w14:paraId="5B5274A9" w14:textId="77777777" w:rsidR="002C50B2" w:rsidRDefault="002C50B2" w:rsidP="002C50B2">
      <w:r>
        <w:t>— </w:t>
      </w:r>
      <w:r w:rsidR="00C77A4E" w:rsidRPr="00275B88">
        <w:t>Tu sais bien que je ne dois pas bouger d</w:t>
      </w:r>
      <w:r>
        <w:t>’</w:t>
      </w:r>
      <w:r w:rsidR="00C77A4E" w:rsidRPr="00275B88">
        <w:t>ici</w:t>
      </w:r>
      <w:r>
        <w:t>.</w:t>
      </w:r>
    </w:p>
    <w:p w14:paraId="41D25EAB" w14:textId="77777777" w:rsidR="002C50B2" w:rsidRDefault="00C77A4E" w:rsidP="002C50B2">
      <w:r w:rsidRPr="00275B88">
        <w:t>Marie</w:t>
      </w:r>
      <w:r>
        <w:t>-</w:t>
      </w:r>
      <w:r w:rsidRPr="00275B88">
        <w:t>Jeanne objectait</w:t>
      </w:r>
      <w:r w:rsidR="002C50B2">
        <w:t> :</w:t>
      </w:r>
    </w:p>
    <w:p w14:paraId="4CA25E53" w14:textId="77777777" w:rsidR="002C50B2" w:rsidRDefault="002C50B2" w:rsidP="002C50B2">
      <w:r>
        <w:t>— </w:t>
      </w:r>
      <w:r w:rsidR="00C77A4E" w:rsidRPr="00275B88">
        <w:t>Il y a une panne d</w:t>
      </w:r>
      <w:r>
        <w:t>’</w:t>
      </w:r>
      <w:r w:rsidR="00C77A4E" w:rsidRPr="00275B88">
        <w:t>électricité</w:t>
      </w:r>
      <w:r>
        <w:t>.</w:t>
      </w:r>
    </w:p>
    <w:p w14:paraId="6236C824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 xml:space="preserve">répliquait </w:t>
      </w:r>
      <w:proofErr w:type="spellStart"/>
      <w:r w:rsidR="00C77A4E" w:rsidRPr="00275B88">
        <w:t>Gautrais</w:t>
      </w:r>
      <w:proofErr w:type="spellEnd"/>
      <w:r>
        <w:t xml:space="preserve">… </w:t>
      </w:r>
      <w:r w:rsidR="00C77A4E" w:rsidRPr="00275B88">
        <w:t>prends une lanterne</w:t>
      </w:r>
      <w:r>
        <w:t>.</w:t>
      </w:r>
    </w:p>
    <w:p w14:paraId="6EB7DFA2" w14:textId="77777777" w:rsidR="002C50B2" w:rsidRDefault="002C50B2" w:rsidP="002C50B2">
      <w:r>
        <w:t>— </w:t>
      </w:r>
      <w:r w:rsidR="00C77A4E" w:rsidRPr="00275B88">
        <w:t>Ils ne pouvaient pas venir plus tôt</w:t>
      </w:r>
      <w:r>
        <w:t xml:space="preserve"> ? </w:t>
      </w:r>
      <w:r w:rsidR="00C77A4E" w:rsidRPr="00275B88">
        <w:t>fit Marie</w:t>
      </w:r>
      <w:r w:rsidR="00C77A4E">
        <w:t>-</w:t>
      </w:r>
      <w:r w:rsidR="00C77A4E" w:rsidRPr="00275B88">
        <w:t>Jeanne en rentrant dans la maison</w:t>
      </w:r>
      <w:r>
        <w:t>.</w:t>
      </w:r>
    </w:p>
    <w:p w14:paraId="0C870B0B" w14:textId="77777777" w:rsidR="002C50B2" w:rsidRDefault="00C77A4E" w:rsidP="002C50B2">
      <w:r w:rsidRPr="00275B88">
        <w:t>Un instant après</w:t>
      </w:r>
      <w:r w:rsidR="002C50B2">
        <w:t xml:space="preserve">, </w:t>
      </w:r>
      <w:r w:rsidRPr="00275B88">
        <w:t>Marie</w:t>
      </w:r>
      <w:r>
        <w:t>-</w:t>
      </w:r>
      <w:r w:rsidRPr="00275B88">
        <w:t>Jeanne reparaissait sur le seuil</w:t>
      </w:r>
      <w:r w:rsidR="002C50B2">
        <w:t xml:space="preserve">, </w:t>
      </w:r>
      <w:r w:rsidRPr="00275B88">
        <w:t>son falot à la main</w:t>
      </w:r>
      <w:r w:rsidR="002C50B2">
        <w:t> :</w:t>
      </w:r>
    </w:p>
    <w:p w14:paraId="50E27269" w14:textId="77777777" w:rsidR="002C50B2" w:rsidRDefault="002C50B2" w:rsidP="002C50B2">
      <w:r>
        <w:t>— </w:t>
      </w:r>
      <w:r w:rsidR="00C77A4E" w:rsidRPr="00275B88">
        <w:t>Venez</w:t>
      </w:r>
      <w:r>
        <w:t xml:space="preserve"> ! </w:t>
      </w:r>
      <w:r w:rsidR="00C77A4E" w:rsidRPr="00275B88">
        <w:t>fit</w:t>
      </w:r>
      <w:r w:rsidR="00C77A4E">
        <w:t>-</w:t>
      </w:r>
      <w:r w:rsidR="00C77A4E" w:rsidRPr="00275B88">
        <w:t>elle d</w:t>
      </w:r>
      <w:r>
        <w:t>’</w:t>
      </w:r>
      <w:r w:rsidR="00C77A4E" w:rsidRPr="00275B88">
        <w:t>un ton autoritaire</w:t>
      </w:r>
      <w:r>
        <w:t xml:space="preserve">… </w:t>
      </w:r>
      <w:r w:rsidR="00C77A4E" w:rsidRPr="00275B88">
        <w:t>Et puis dépêchons</w:t>
      </w:r>
      <w:r>
        <w:t xml:space="preserve"> !… </w:t>
      </w:r>
      <w:r w:rsidR="00C77A4E" w:rsidRPr="00275B88">
        <w:t>Je n</w:t>
      </w:r>
      <w:r>
        <w:t>’</w:t>
      </w:r>
      <w:r w:rsidR="00C77A4E" w:rsidRPr="00275B88">
        <w:t>ai pas envie de laisser brûler mon bœuf</w:t>
      </w:r>
      <w:r w:rsidR="00C77A4E">
        <w:t>-</w:t>
      </w:r>
      <w:r w:rsidR="00C77A4E" w:rsidRPr="00275B88">
        <w:lastRenderedPageBreak/>
        <w:t>mode</w:t>
      </w:r>
      <w:r>
        <w:t xml:space="preserve">… </w:t>
      </w:r>
      <w:r w:rsidR="00C77A4E" w:rsidRPr="00275B88">
        <w:t>Un bon morceau de viande que le boucher a</w:t>
      </w:r>
      <w:r>
        <w:t xml:space="preserve">, </w:t>
      </w:r>
      <w:r w:rsidR="00C77A4E" w:rsidRPr="00275B88">
        <w:t>tout exprès</w:t>
      </w:r>
      <w:r>
        <w:t xml:space="preserve">, </w:t>
      </w:r>
      <w:r w:rsidR="00C77A4E" w:rsidRPr="00275B88">
        <w:t>découpé pour moi</w:t>
      </w:r>
      <w:r>
        <w:t>.</w:t>
      </w:r>
    </w:p>
    <w:p w14:paraId="70E49580" w14:textId="77777777" w:rsidR="002C50B2" w:rsidRDefault="00C77A4E" w:rsidP="002C50B2">
      <w:r w:rsidRPr="00275B88">
        <w:t>Tous trois descendirent à la cave</w:t>
      </w:r>
      <w:r w:rsidR="002C50B2">
        <w:t>.</w:t>
      </w:r>
    </w:p>
    <w:p w14:paraId="4B9CAFEE" w14:textId="77777777" w:rsidR="002C50B2" w:rsidRDefault="00C77A4E" w:rsidP="002C50B2">
      <w:r w:rsidRPr="00275B88">
        <w:t>Marie</w:t>
      </w:r>
      <w:r>
        <w:t>-</w:t>
      </w:r>
      <w:r w:rsidRPr="00275B88">
        <w:t>Jeanne conduisit les deux hommes jusqu</w:t>
      </w:r>
      <w:r w:rsidR="002C50B2">
        <w:t>’</w:t>
      </w:r>
      <w:r w:rsidRPr="00275B88">
        <w:t>au compteur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pressée de retourner à son fourneau</w:t>
      </w:r>
      <w:r w:rsidR="002C50B2">
        <w:t xml:space="preserve">, </w:t>
      </w:r>
      <w:r w:rsidRPr="00275B88">
        <w:t>elle fit</w:t>
      </w:r>
      <w:r w:rsidR="002C50B2">
        <w:t> :</w:t>
      </w:r>
    </w:p>
    <w:p w14:paraId="4BED521E" w14:textId="77777777" w:rsidR="002C50B2" w:rsidRDefault="002C50B2" w:rsidP="002C50B2">
      <w:r>
        <w:t>— </w:t>
      </w:r>
      <w:r w:rsidR="00C77A4E" w:rsidRPr="00275B88">
        <w:t>Je vous laisse</w:t>
      </w:r>
      <w:r>
        <w:t xml:space="preserve"> ; </w:t>
      </w:r>
      <w:r w:rsidR="00C77A4E" w:rsidRPr="00275B88">
        <w:t>je vais m</w:t>
      </w:r>
      <w:r>
        <w:t>’</w:t>
      </w:r>
      <w:r w:rsidR="00C77A4E" w:rsidRPr="00275B88">
        <w:t>occuper de mon dîner</w:t>
      </w:r>
      <w:r>
        <w:t>.</w:t>
      </w:r>
    </w:p>
    <w:p w14:paraId="05B5CF3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passant la lanterne au bossu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empressa de regagner l</w:t>
      </w:r>
      <w:r w:rsidR="002C50B2">
        <w:t>’</w:t>
      </w:r>
      <w:r w:rsidRPr="00275B88">
        <w:t>escalier</w:t>
      </w:r>
      <w:r w:rsidR="002C50B2">
        <w:t>.</w:t>
      </w:r>
    </w:p>
    <w:p w14:paraId="253D3904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déposa le compteur à terre</w:t>
      </w:r>
      <w:r w:rsidR="002C50B2">
        <w:t xml:space="preserve">. </w:t>
      </w:r>
      <w:r w:rsidRPr="00275B88">
        <w:t>Le bossu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éclairant avec le falot</w:t>
      </w:r>
      <w:r w:rsidR="002C50B2">
        <w:t xml:space="preserve">, </w:t>
      </w:r>
      <w:r w:rsidRPr="00275B88">
        <w:t>examina l</w:t>
      </w:r>
      <w:r w:rsidR="002C50B2">
        <w:t>’</w:t>
      </w:r>
      <w:r w:rsidRPr="00275B88">
        <w:t>objet qu</w:t>
      </w:r>
      <w:r w:rsidR="002C50B2">
        <w:t>’</w:t>
      </w:r>
      <w:r w:rsidRPr="00275B88">
        <w:t>il devait remplacer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rejoignant son compagnon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64957E07" w14:textId="77777777" w:rsidR="002C50B2" w:rsidRDefault="002C50B2" w:rsidP="002C50B2">
      <w:r>
        <w:t>— </w:t>
      </w:r>
      <w:r w:rsidR="00C77A4E" w:rsidRPr="00275B88">
        <w:t>Au travail</w:t>
      </w:r>
      <w:r>
        <w:t> !</w:t>
      </w:r>
    </w:p>
    <w:p w14:paraId="5DD961E9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remarquait</w:t>
      </w:r>
      <w:r w:rsidR="002C50B2">
        <w:t> :</w:t>
      </w:r>
    </w:p>
    <w:p w14:paraId="21C6F696" w14:textId="77777777" w:rsidR="002C50B2" w:rsidRDefault="002C50B2" w:rsidP="002C50B2">
      <w:r>
        <w:t>— </w:t>
      </w:r>
      <w:r w:rsidR="00C77A4E" w:rsidRPr="00275B88">
        <w:t>Avec tout ça</w:t>
      </w:r>
      <w:r>
        <w:t xml:space="preserve">, </w:t>
      </w:r>
      <w:r w:rsidR="00C77A4E" w:rsidRPr="00275B88">
        <w:t>la villa va être privée de gaz</w:t>
      </w:r>
      <w:r>
        <w:t>.</w:t>
      </w:r>
    </w:p>
    <w:p w14:paraId="255C59A9" w14:textId="77777777" w:rsidR="002C50B2" w:rsidRDefault="002C50B2" w:rsidP="002C50B2">
      <w:r>
        <w:t>— </w:t>
      </w:r>
      <w:r w:rsidR="00C77A4E" w:rsidRPr="00275B88">
        <w:t>Ah çà</w:t>
      </w:r>
      <w:r>
        <w:t xml:space="preserve"> ! </w:t>
      </w:r>
      <w:r w:rsidR="00C77A4E" w:rsidRPr="00275B88">
        <w:t xml:space="preserve">fit </w:t>
      </w:r>
      <w:proofErr w:type="spellStart"/>
      <w:r w:rsidR="00C77A4E" w:rsidRPr="00275B88">
        <w:t>Lüchner</w:t>
      </w:r>
      <w:proofErr w:type="spellEnd"/>
      <w:r w:rsidR="00C77A4E" w:rsidRPr="00275B88">
        <w:t xml:space="preserve"> en haussant les épaules</w:t>
      </w:r>
      <w:r>
        <w:t xml:space="preserve">, </w:t>
      </w:r>
      <w:r w:rsidR="00C77A4E" w:rsidRPr="00275B88">
        <w:t>vous me prenez donc pour un enfant</w:t>
      </w:r>
      <w:r>
        <w:t xml:space="preserve"> !… </w:t>
      </w:r>
      <w:r w:rsidR="00C77A4E" w:rsidRPr="00275B88">
        <w:t>Je vais brancher la canalisation directement sur la conduite</w:t>
      </w:r>
      <w:r>
        <w:t xml:space="preserve">… </w:t>
      </w:r>
      <w:r w:rsidR="00C77A4E" w:rsidRPr="00275B88">
        <w:t>Tant pis pour la compagnie du gaz si elle y perd quelques mètres</w:t>
      </w:r>
      <w:r>
        <w:t xml:space="preserve">… </w:t>
      </w:r>
      <w:r w:rsidR="00C77A4E" w:rsidRPr="00275B88">
        <w:t>Elle coûte assez cher à ses abonnés</w:t>
      </w:r>
      <w:r>
        <w:t>.</w:t>
      </w:r>
    </w:p>
    <w:p w14:paraId="09E7EB5B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prenant dans son sac à outils une clef anglaise</w:t>
      </w:r>
      <w:r w:rsidR="002C50B2">
        <w:t xml:space="preserve">, </w:t>
      </w:r>
      <w:r w:rsidRPr="00275B88">
        <w:t>il commença à déboulonner le compteur</w:t>
      </w:r>
      <w:r w:rsidR="002C50B2">
        <w:t>.</w:t>
      </w:r>
    </w:p>
    <w:p w14:paraId="645EDFF7" w14:textId="62E86E9A" w:rsidR="002C50B2" w:rsidRDefault="002C50B2" w:rsidP="002C50B2"/>
    <w:p w14:paraId="31D091A6" w14:textId="77777777" w:rsidR="002C50B2" w:rsidRDefault="00C77A4E" w:rsidP="002C50B2">
      <w:r w:rsidRPr="00275B88">
        <w:t>Tandis que les complices de Belphégor se livraient à cette sinistre besogne</w:t>
      </w:r>
      <w:r w:rsidR="002C50B2">
        <w:t xml:space="preserve">, </w:t>
      </w:r>
      <w:r w:rsidRPr="00275B88">
        <w:t xml:space="preserve">Chantecoq et </w:t>
      </w:r>
      <w:proofErr w:type="spellStart"/>
      <w:r w:rsidRPr="00275B88">
        <w:t>Cantarelli</w:t>
      </w:r>
      <w:proofErr w:type="spellEnd"/>
      <w:r w:rsidRPr="00275B88">
        <w:t xml:space="preserve"> rentraient dans la villa</w:t>
      </w:r>
      <w:r w:rsidR="002C50B2">
        <w:t>.</w:t>
      </w:r>
    </w:p>
    <w:p w14:paraId="56601D10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en traversant le jardin</w:t>
      </w:r>
      <w:r w:rsidR="002C50B2">
        <w:t xml:space="preserve">, </w:t>
      </w:r>
      <w:r w:rsidRPr="00275B88">
        <w:t xml:space="preserve">lançait à </w:t>
      </w:r>
      <w:proofErr w:type="spellStart"/>
      <w:r w:rsidRPr="00275B88">
        <w:t>Gautrais</w:t>
      </w:r>
      <w:proofErr w:type="spellEnd"/>
      <w:r w:rsidR="002C50B2">
        <w:t> :</w:t>
      </w:r>
    </w:p>
    <w:p w14:paraId="1F28667A" w14:textId="77777777" w:rsidR="002C50B2" w:rsidRDefault="002C50B2" w:rsidP="002C50B2">
      <w:r>
        <w:lastRenderedPageBreak/>
        <w:t>— </w:t>
      </w:r>
      <w:r w:rsidR="00C77A4E" w:rsidRPr="00275B88">
        <w:t>Rien de nouveau</w:t>
      </w:r>
      <w:r>
        <w:t> ?</w:t>
      </w:r>
    </w:p>
    <w:p w14:paraId="759A476A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monsieur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que si</w:t>
      </w:r>
      <w:r>
        <w:t>.</w:t>
      </w:r>
    </w:p>
    <w:p w14:paraId="6F91A0F8" w14:textId="77777777" w:rsidR="002C50B2" w:rsidRDefault="002C50B2" w:rsidP="002C50B2">
      <w:r>
        <w:t>— </w:t>
      </w:r>
      <w:r w:rsidR="00C77A4E" w:rsidRPr="00275B88">
        <w:t>Quoi donc</w:t>
      </w:r>
      <w:r>
        <w:t> ?</w:t>
      </w:r>
    </w:p>
    <w:p w14:paraId="6BC4AEC4" w14:textId="77777777" w:rsidR="002C50B2" w:rsidRDefault="002C50B2" w:rsidP="002C50B2">
      <w:r>
        <w:t>— </w:t>
      </w:r>
      <w:r w:rsidR="00C77A4E" w:rsidRPr="00275B88">
        <w:t>Il y a des employés du gaz qui sont venus changer le compteur</w:t>
      </w:r>
      <w:r>
        <w:t xml:space="preserve">… </w:t>
      </w:r>
      <w:r w:rsidR="00C77A4E" w:rsidRPr="00275B88">
        <w:t>Comme ils avaient leurs papiers en règle</w:t>
      </w:r>
      <w:r>
        <w:t xml:space="preserve">, </w:t>
      </w:r>
      <w:r w:rsidR="00C77A4E" w:rsidRPr="00275B88">
        <w:t>je les ai laissés descendre à la cave avec Marie</w:t>
      </w:r>
      <w:r w:rsidR="00C77A4E">
        <w:t>-</w:t>
      </w:r>
      <w:r w:rsidR="00C77A4E" w:rsidRPr="00275B88">
        <w:t>Jeanne</w:t>
      </w:r>
      <w:r>
        <w:t>.</w:t>
      </w:r>
    </w:p>
    <w:p w14:paraId="62A0E099" w14:textId="77777777" w:rsidR="002C50B2" w:rsidRDefault="002C50B2" w:rsidP="002C50B2">
      <w:r>
        <w:t>— </w:t>
      </w:r>
      <w:r w:rsidR="00C77A4E" w:rsidRPr="00275B88">
        <w:t>Tu as bien fait</w:t>
      </w:r>
      <w:r>
        <w:t> !</w:t>
      </w:r>
    </w:p>
    <w:p w14:paraId="2152727D" w14:textId="77777777" w:rsidR="002C50B2" w:rsidRDefault="00C77A4E" w:rsidP="002C50B2">
      <w:r w:rsidRPr="00275B88">
        <w:t>Le détective et le journaliste rentrèrent dans la maison et se rendirent directement dans le studio où Colette était en train de feuilleter l</w:t>
      </w:r>
      <w:r w:rsidR="002C50B2">
        <w:t>’</w:t>
      </w:r>
      <w:r w:rsidRPr="00275B88">
        <w:t>histoire du Louvre</w:t>
      </w:r>
      <w:r w:rsidR="002C50B2">
        <w:t xml:space="preserve">. </w:t>
      </w:r>
      <w:r w:rsidRPr="00275B88">
        <w:t>À leur vue</w:t>
      </w:r>
      <w:r w:rsidR="002C50B2">
        <w:t xml:space="preserve">, </w:t>
      </w:r>
      <w:r w:rsidRPr="00275B88">
        <w:t>elle se leva et s</w:t>
      </w:r>
      <w:r w:rsidR="002C50B2">
        <w:t>’</w:t>
      </w:r>
      <w:r w:rsidRPr="00275B88">
        <w:t>en fut vers eux</w:t>
      </w:r>
      <w:r w:rsidR="002C50B2">
        <w:t>.</w:t>
      </w:r>
    </w:p>
    <w:p w14:paraId="37827ABD" w14:textId="77777777" w:rsidR="002C50B2" w:rsidRDefault="002C50B2" w:rsidP="002C50B2">
      <w:r>
        <w:t>— </w:t>
      </w:r>
      <w:r w:rsidR="00C77A4E" w:rsidRPr="00275B88">
        <w:t>Rien de nouveau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avec une expression de vif intérêt</w:t>
      </w:r>
      <w:r>
        <w:t>.</w:t>
      </w:r>
    </w:p>
    <w:p w14:paraId="0468CE74" w14:textId="77777777" w:rsidR="002C50B2" w:rsidRDefault="00C77A4E" w:rsidP="002C50B2">
      <w:r w:rsidRPr="00275B88">
        <w:t>Chantecoq répondit</w:t>
      </w:r>
      <w:r w:rsidR="002C50B2">
        <w:t> :</w:t>
      </w:r>
    </w:p>
    <w:p w14:paraId="73C6A71F" w14:textId="77777777" w:rsidR="002C50B2" w:rsidRDefault="002C50B2" w:rsidP="002C50B2">
      <w:r>
        <w:t>— </w:t>
      </w:r>
      <w:r w:rsidR="00C77A4E" w:rsidRPr="00275B88">
        <w:t>Non</w:t>
      </w:r>
      <w:r>
        <w:t xml:space="preserve">… </w:t>
      </w:r>
      <w:r w:rsidR="00C77A4E" w:rsidRPr="00275B88">
        <w:t>le baron Papillon n</w:t>
      </w:r>
      <w:r>
        <w:t>’</w:t>
      </w:r>
      <w:r w:rsidR="00C77A4E" w:rsidRPr="00275B88">
        <w:t>était pas chez lui</w:t>
      </w:r>
      <w:r>
        <w:t>.</w:t>
      </w:r>
    </w:p>
    <w:p w14:paraId="35755791" w14:textId="7D6D791D" w:rsidR="002C50B2" w:rsidRDefault="00C77A4E" w:rsidP="002C50B2">
      <w:r w:rsidRPr="00275B88">
        <w:t>Et</w:t>
      </w:r>
      <w:r w:rsidR="002C50B2">
        <w:t xml:space="preserve">, </w:t>
      </w:r>
      <w:r w:rsidRPr="00275B88">
        <w:t>tout de suite</w:t>
      </w:r>
      <w:r w:rsidR="002C50B2">
        <w:t xml:space="preserve">, </w:t>
      </w:r>
      <w:r w:rsidRPr="00275B88">
        <w:t>il se dirigea vers son bureau</w:t>
      </w:r>
      <w:r w:rsidR="002C50B2">
        <w:t xml:space="preserve">, </w:t>
      </w:r>
      <w:r w:rsidRPr="00275B88">
        <w:t>au milieu duquel une enveloppe à son adresse</w:t>
      </w:r>
      <w:r w:rsidR="002C50B2">
        <w:t xml:space="preserve">, </w:t>
      </w:r>
      <w:r w:rsidRPr="00275B88">
        <w:t>mais sans timbre</w:t>
      </w:r>
      <w:r w:rsidR="002C50B2">
        <w:t xml:space="preserve">, </w:t>
      </w:r>
      <w:r w:rsidRPr="00275B88">
        <w:t>avait été déposée</w:t>
      </w:r>
      <w:r w:rsidR="002C50B2">
        <w:t xml:space="preserve">. </w:t>
      </w:r>
      <w:r w:rsidRPr="00275B88">
        <w:t>Il la décacheta aussitôt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une carte du baron Papillon qui le prévenait qu</w:t>
      </w:r>
      <w:r w:rsidR="002C50B2">
        <w:t>’</w:t>
      </w:r>
      <w:r w:rsidRPr="00275B88">
        <w:t>obligé de s</w:t>
      </w:r>
      <w:r w:rsidR="002C50B2">
        <w:t>’</w:t>
      </w:r>
      <w:r w:rsidRPr="00275B88">
        <w:t>absenter tout l</w:t>
      </w:r>
      <w:r w:rsidR="002C50B2">
        <w:t>’</w:t>
      </w:r>
      <w:r w:rsidRPr="00275B88">
        <w:t>après</w:t>
      </w:r>
      <w:r>
        <w:t>-</w:t>
      </w:r>
      <w:r w:rsidRPr="00275B88">
        <w:t>midi</w:t>
      </w:r>
      <w:r w:rsidR="002C50B2">
        <w:t xml:space="preserve">, </w:t>
      </w:r>
      <w:r w:rsidRPr="00275B88">
        <w:t>pour une affaire imprévue</w:t>
      </w:r>
      <w:r w:rsidR="002C50B2">
        <w:t xml:space="preserve">, </w:t>
      </w:r>
      <w:r w:rsidRPr="00275B88">
        <w:t xml:space="preserve">il prévenait </w:t>
      </w:r>
      <w:r w:rsidR="002C50B2">
        <w:t>M. </w:t>
      </w:r>
      <w:r w:rsidRPr="00275B88">
        <w:t>Chantecoq qu</w:t>
      </w:r>
      <w:r w:rsidR="002C50B2">
        <w:t>’</w:t>
      </w:r>
      <w:r w:rsidRPr="00275B88">
        <w:t>il passerait chez lui le même soir</w:t>
      </w:r>
      <w:r w:rsidR="002C50B2">
        <w:t xml:space="preserve">, </w:t>
      </w:r>
      <w:r w:rsidRPr="00275B88">
        <w:t>vers dix heures</w:t>
      </w:r>
      <w:r w:rsidR="002C50B2">
        <w:t>.</w:t>
      </w:r>
    </w:p>
    <w:p w14:paraId="1D663CB8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le front soucieux</w:t>
      </w:r>
      <w:r w:rsidR="002C50B2">
        <w:t xml:space="preserve">, </w:t>
      </w:r>
      <w:r w:rsidRPr="00275B88">
        <w:t>demanda à sa fille</w:t>
      </w:r>
      <w:r w:rsidR="002C50B2">
        <w:t> :</w:t>
      </w:r>
    </w:p>
    <w:p w14:paraId="4B27B1FD" w14:textId="77777777" w:rsidR="002C50B2" w:rsidRDefault="002C50B2" w:rsidP="002C50B2">
      <w:r>
        <w:t>— </w:t>
      </w:r>
      <w:r w:rsidR="00C77A4E" w:rsidRPr="00275B88">
        <w:t>Il y a longtemps qu</w:t>
      </w:r>
      <w:r>
        <w:t>’</w:t>
      </w:r>
      <w:r w:rsidR="00C77A4E" w:rsidRPr="00275B88">
        <w:t>on a apporté cette lettre</w:t>
      </w:r>
      <w:r>
        <w:t> ?</w:t>
      </w:r>
    </w:p>
    <w:p w14:paraId="65BC57E7" w14:textId="77777777" w:rsidR="002C50B2" w:rsidRDefault="002C50B2" w:rsidP="002C50B2">
      <w:r>
        <w:t>— </w:t>
      </w:r>
      <w:r w:rsidR="00C77A4E" w:rsidRPr="00275B88">
        <w:t>Une demi</w:t>
      </w:r>
      <w:r w:rsidR="00C77A4E">
        <w:t>-</w:t>
      </w:r>
      <w:r w:rsidR="00C77A4E" w:rsidRPr="00275B88">
        <w:t>heure environ</w:t>
      </w:r>
      <w:r>
        <w:t>.</w:t>
      </w:r>
    </w:p>
    <w:p w14:paraId="5DBD27AE" w14:textId="77777777" w:rsidR="002C50B2" w:rsidRDefault="00C77A4E" w:rsidP="002C50B2">
      <w:r w:rsidRPr="00275B88">
        <w:t>Silencieusement</w:t>
      </w:r>
      <w:r w:rsidR="002C50B2">
        <w:t xml:space="preserve">, </w:t>
      </w:r>
      <w:r w:rsidRPr="00275B88">
        <w:t>le détective passa la carte à Bellegarde</w:t>
      </w:r>
      <w:r w:rsidR="002C50B2">
        <w:t xml:space="preserve">, </w:t>
      </w:r>
      <w:r w:rsidRPr="00275B88">
        <w:t>qui la lut à son tour</w:t>
      </w:r>
      <w:r w:rsidR="002C50B2">
        <w:t>.</w:t>
      </w:r>
    </w:p>
    <w:p w14:paraId="1B3BD388" w14:textId="77777777" w:rsidR="002C50B2" w:rsidRDefault="002C50B2" w:rsidP="002C50B2">
      <w:r>
        <w:lastRenderedPageBreak/>
        <w:t>— </w:t>
      </w:r>
      <w:r w:rsidR="00C77A4E" w:rsidRPr="00275B88">
        <w:t>De plus en plus bizarre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 ?… </w:t>
      </w:r>
      <w:r w:rsidR="00C77A4E" w:rsidRPr="00275B88">
        <w:t>lançait le grand limier</w:t>
      </w:r>
      <w:r>
        <w:t>.</w:t>
      </w:r>
    </w:p>
    <w:p w14:paraId="5929DBED" w14:textId="77777777" w:rsidR="002C50B2" w:rsidRDefault="002C50B2" w:rsidP="002C50B2">
      <w:r>
        <w:t>— </w:t>
      </w:r>
      <w:r w:rsidR="00C77A4E" w:rsidRPr="00275B88">
        <w:t>En effet</w:t>
      </w:r>
      <w:r>
        <w:t> !</w:t>
      </w:r>
    </w:p>
    <w:p w14:paraId="7AB45B79" w14:textId="77777777" w:rsidR="002C50B2" w:rsidRDefault="00C77A4E" w:rsidP="002C50B2">
      <w:r w:rsidRPr="00275B88">
        <w:t>Chantecoq réfléchit un instant</w:t>
      </w:r>
      <w:r w:rsidR="002C50B2">
        <w:t xml:space="preserve">, </w:t>
      </w:r>
      <w:r w:rsidRPr="00275B88">
        <w:t>puis il gagna la fenêtre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ouvrant</w:t>
      </w:r>
      <w:r w:rsidR="002C50B2">
        <w:t xml:space="preserve">, </w:t>
      </w:r>
      <w:r w:rsidRPr="00275B88">
        <w:t>il appela</w:t>
      </w:r>
      <w:r w:rsidR="002C50B2">
        <w:t> :</w:t>
      </w:r>
    </w:p>
    <w:p w14:paraId="75FF9D3F" w14:textId="77777777" w:rsidR="002C50B2" w:rsidRDefault="002C50B2" w:rsidP="002C50B2">
      <w:r>
        <w:t>— </w:t>
      </w:r>
      <w:r w:rsidR="00C77A4E" w:rsidRPr="00275B88">
        <w:t>Pierre</w:t>
      </w:r>
      <w:r>
        <w:t> !</w:t>
      </w:r>
    </w:p>
    <w:p w14:paraId="43627B17" w14:textId="77777777" w:rsidR="002C50B2" w:rsidRDefault="00C77A4E" w:rsidP="002C50B2">
      <w:r w:rsidRPr="00275B88">
        <w:t>À ce moment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 xml:space="preserve">homme à la salopette qui portait sur son </w:t>
      </w:r>
      <w:r w:rsidRPr="00BC22F1">
        <w:t>dos</w:t>
      </w:r>
      <w:r w:rsidRPr="00275B88">
        <w:t xml:space="preserve"> le compteur qu</w:t>
      </w:r>
      <w:r w:rsidR="002C50B2">
        <w:t>’</w:t>
      </w:r>
      <w:r w:rsidRPr="00275B88">
        <w:t>il venait de remplacer</w:t>
      </w:r>
      <w:r w:rsidR="002C50B2">
        <w:t xml:space="preserve">, </w:t>
      </w:r>
      <w:r w:rsidRPr="00275B88">
        <w:t>et le bossu</w:t>
      </w:r>
      <w:r w:rsidR="002C50B2">
        <w:t xml:space="preserve">, </w:t>
      </w:r>
      <w:r w:rsidRPr="00275B88">
        <w:t>son sac en bandoulière</w:t>
      </w:r>
      <w:r w:rsidR="002C50B2">
        <w:t xml:space="preserve">, </w:t>
      </w:r>
      <w:r w:rsidRPr="00275B88">
        <w:t>traversaient le jardin et se dirigeaient vers la sortie</w:t>
      </w:r>
      <w:r w:rsidR="002C50B2">
        <w:t>.</w:t>
      </w:r>
    </w:p>
    <w:p w14:paraId="3CCB65F3" w14:textId="77777777" w:rsidR="002C50B2" w:rsidRDefault="002C50B2" w:rsidP="002C50B2">
      <w:r>
        <w:t>— </w:t>
      </w:r>
      <w:r w:rsidR="00C77A4E" w:rsidRPr="00275B88">
        <w:t>Pierre</w:t>
      </w:r>
      <w:r>
        <w:t xml:space="preserve"> !… </w:t>
      </w:r>
      <w:r w:rsidR="00C77A4E" w:rsidRPr="00275B88">
        <w:t>répéta Chantecoq d</w:t>
      </w:r>
      <w:r>
        <w:t>’</w:t>
      </w:r>
      <w:r w:rsidR="00C77A4E" w:rsidRPr="00275B88">
        <w:t>une voix vibrante</w:t>
      </w:r>
      <w:r>
        <w:t xml:space="preserve">, </w:t>
      </w:r>
      <w:r w:rsidR="00C77A4E" w:rsidRPr="00275B88">
        <w:t>car le gardien</w:t>
      </w:r>
      <w:r>
        <w:t xml:space="preserve">, </w:t>
      </w:r>
      <w:r w:rsidR="00C77A4E" w:rsidRPr="00275B88">
        <w:t xml:space="preserve">occupé à ouvrir la porte aux deux faux </w:t>
      </w:r>
      <w:r>
        <w:t>« </w:t>
      </w:r>
      <w:r w:rsidR="00C77A4E" w:rsidRPr="00275B88">
        <w:t>gaziers</w:t>
      </w:r>
      <w:r>
        <w:t xml:space="preserve"> », </w:t>
      </w:r>
      <w:r w:rsidR="00C77A4E" w:rsidRPr="00275B88">
        <w:t>n</w:t>
      </w:r>
      <w:r>
        <w:t>’</w:t>
      </w:r>
      <w:r w:rsidR="00C77A4E" w:rsidRPr="00275B88">
        <w:t>avait pas entendu le premier appel du détective</w:t>
      </w:r>
      <w:r>
        <w:t>.</w:t>
      </w:r>
    </w:p>
    <w:p w14:paraId="0BB9F86E" w14:textId="77777777" w:rsidR="002C50B2" w:rsidRDefault="00C77A4E" w:rsidP="002C50B2">
      <w:r w:rsidRPr="00275B88">
        <w:t>Abandonnant les deux personnages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empressèrent de gagner la rue et de déguerpir avec leur voiture à bras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accourut vers son patron</w:t>
      </w:r>
      <w:r w:rsidR="002C50B2">
        <w:t xml:space="preserve">, </w:t>
      </w:r>
      <w:r w:rsidRPr="00275B88">
        <w:t>qui lui fit signe de le rejoindre dans le studio</w:t>
      </w:r>
      <w:r w:rsidR="002C50B2">
        <w:t>.</w:t>
      </w:r>
    </w:p>
    <w:p w14:paraId="50F8DA70" w14:textId="77777777" w:rsidR="002C50B2" w:rsidRDefault="00C77A4E" w:rsidP="002C50B2">
      <w:r w:rsidRPr="00275B88">
        <w:t>Dès qu</w:t>
      </w:r>
      <w:r w:rsidR="002C50B2">
        <w:t>’</w:t>
      </w:r>
      <w:r w:rsidRPr="00275B88">
        <w:t>il apparut</w:t>
      </w:r>
      <w:r w:rsidR="002C50B2">
        <w:t xml:space="preserve">, </w:t>
      </w:r>
      <w:r w:rsidRPr="00275B88">
        <w:t>le détective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œil brillant</w:t>
      </w:r>
      <w:r w:rsidR="002C50B2">
        <w:t xml:space="preserve">, </w:t>
      </w:r>
      <w:r w:rsidRPr="00275B88">
        <w:t>les narines dilatées</w:t>
      </w:r>
      <w:r w:rsidR="002C50B2">
        <w:t xml:space="preserve">, </w:t>
      </w:r>
      <w:r w:rsidRPr="00275B88">
        <w:t>lui renouvela la question qu</w:t>
      </w:r>
      <w:r w:rsidR="002C50B2">
        <w:t>’</w:t>
      </w:r>
      <w:r w:rsidRPr="00275B88">
        <w:t>il avait déjà posée à sa fille</w:t>
      </w:r>
      <w:r w:rsidR="002C50B2">
        <w:t> :</w:t>
      </w:r>
    </w:p>
    <w:p w14:paraId="5025EF9B" w14:textId="77777777" w:rsidR="002C50B2" w:rsidRDefault="002C50B2" w:rsidP="002C50B2">
      <w:r>
        <w:t>— </w:t>
      </w:r>
      <w:r w:rsidR="00C77A4E" w:rsidRPr="00275B88">
        <w:t>Qui a apporté cette lettre</w:t>
      </w:r>
      <w:r>
        <w:t> ?</w:t>
      </w:r>
    </w:p>
    <w:p w14:paraId="1535CDE4" w14:textId="77777777" w:rsidR="002C50B2" w:rsidRDefault="002C50B2" w:rsidP="002C50B2">
      <w:r>
        <w:t>— </w:t>
      </w:r>
      <w:r w:rsidR="00C77A4E" w:rsidRPr="00275B88">
        <w:t>Je ne sais pas</w:t>
      </w:r>
      <w:r>
        <w:t xml:space="preserve">, </w:t>
      </w:r>
      <w:r w:rsidR="00C77A4E" w:rsidRPr="00275B88">
        <w:t>monsieur</w:t>
      </w:r>
      <w:r>
        <w:t xml:space="preserve">… </w:t>
      </w:r>
      <w:r w:rsidR="00C77A4E" w:rsidRPr="00275B88">
        <w:t xml:space="preserve">répliquait </w:t>
      </w:r>
      <w:proofErr w:type="spellStart"/>
      <w:r w:rsidR="00C77A4E" w:rsidRPr="00275B88">
        <w:t>Gautrais</w:t>
      </w:r>
      <w:proofErr w:type="spellEnd"/>
      <w:r>
        <w:t xml:space="preserve">… </w:t>
      </w:r>
      <w:r w:rsidR="00C77A4E" w:rsidRPr="00275B88">
        <w:t>Je l</w:t>
      </w:r>
      <w:r>
        <w:t>’</w:t>
      </w:r>
      <w:r w:rsidR="00C77A4E" w:rsidRPr="00275B88">
        <w:t>ai trouvée sous la porte</w:t>
      </w:r>
      <w:r>
        <w:t>.</w:t>
      </w:r>
    </w:p>
    <w:p w14:paraId="42316271" w14:textId="77777777" w:rsidR="002C50B2" w:rsidRDefault="002C50B2" w:rsidP="002C50B2">
      <w:r>
        <w:t>— </w:t>
      </w:r>
      <w:r w:rsidR="00C77A4E" w:rsidRPr="00275B88">
        <w:t>Vous étiez cependant dans le jardin</w:t>
      </w:r>
      <w:r>
        <w:t> ?</w:t>
      </w:r>
    </w:p>
    <w:p w14:paraId="69F0B79B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4314D5E3" w14:textId="77777777" w:rsidR="002C50B2" w:rsidRDefault="002C50B2" w:rsidP="002C50B2">
      <w:r>
        <w:t>— </w:t>
      </w:r>
      <w:r w:rsidR="00C77A4E" w:rsidRPr="00275B88">
        <w:t>Avec les chiens</w:t>
      </w:r>
      <w:r>
        <w:t> ?</w:t>
      </w:r>
    </w:p>
    <w:p w14:paraId="6736AA70" w14:textId="77777777" w:rsidR="002C50B2" w:rsidRDefault="002C50B2" w:rsidP="002C50B2">
      <w:r>
        <w:lastRenderedPageBreak/>
        <w:t>— </w:t>
      </w:r>
      <w:r w:rsidR="00C77A4E" w:rsidRPr="00275B88">
        <w:t>Avec les chiens</w:t>
      </w:r>
      <w:r>
        <w:t>.</w:t>
      </w:r>
    </w:p>
    <w:p w14:paraId="193E3F9C" w14:textId="77777777" w:rsidR="002C50B2" w:rsidRDefault="002C50B2" w:rsidP="002C50B2">
      <w:r>
        <w:t>— </w:t>
      </w:r>
      <w:r w:rsidR="00C77A4E" w:rsidRPr="00275B88">
        <w:t>Et comment se fait</w:t>
      </w:r>
      <w:r w:rsidR="00C77A4E">
        <w:t>-</w:t>
      </w:r>
      <w:r w:rsidR="00C77A4E" w:rsidRPr="00275B88">
        <w:t>il que vous n</w:t>
      </w:r>
      <w:r>
        <w:t>’</w:t>
      </w:r>
      <w:r w:rsidR="00C77A4E" w:rsidRPr="00275B88">
        <w:t>ayez rien vu et qu</w:t>
      </w:r>
      <w:r>
        <w:t>’</w:t>
      </w:r>
      <w:r w:rsidR="00C77A4E" w:rsidRPr="00275B88">
        <w:t>ils n</w:t>
      </w:r>
      <w:r>
        <w:t>’</w:t>
      </w:r>
      <w:r w:rsidR="00C77A4E" w:rsidRPr="00275B88">
        <w:t>aient pas aboyé</w:t>
      </w:r>
      <w:r>
        <w:t> ?</w:t>
      </w:r>
    </w:p>
    <w:p w14:paraId="1C56DE26" w14:textId="77777777" w:rsidR="002C50B2" w:rsidRDefault="002C50B2" w:rsidP="002C50B2">
      <w:r>
        <w:t>— </w:t>
      </w:r>
      <w:r w:rsidR="00C77A4E" w:rsidRPr="00275B88">
        <w:t>Pour ce qui est de moi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comme je faisais les cent pas</w:t>
      </w:r>
      <w:r>
        <w:t xml:space="preserve">, </w:t>
      </w:r>
      <w:r w:rsidR="00C77A4E" w:rsidRPr="00275B88">
        <w:t>afin de me dégourdir les jambes</w:t>
      </w:r>
      <w:r>
        <w:t xml:space="preserve">, </w:t>
      </w:r>
      <w:r w:rsidR="00C77A4E" w:rsidRPr="00275B88">
        <w:t>il est possible</w:t>
      </w:r>
      <w:r>
        <w:t xml:space="preserve">, </w:t>
      </w:r>
      <w:r w:rsidR="00C77A4E" w:rsidRPr="00275B88">
        <w:t>il est même certain que le type qui a apporté cela aura glissé cette lettre pendant que j</w:t>
      </w:r>
      <w:r>
        <w:t>’</w:t>
      </w:r>
      <w:r w:rsidR="00C77A4E" w:rsidRPr="00275B88">
        <w:t xml:space="preserve">avais le </w:t>
      </w:r>
      <w:r w:rsidR="00C77A4E" w:rsidRPr="00BC22F1">
        <w:t>dos</w:t>
      </w:r>
      <w:r w:rsidR="00C77A4E" w:rsidRPr="00275B88">
        <w:t xml:space="preserve"> tourné</w:t>
      </w:r>
      <w:r>
        <w:t>.</w:t>
      </w:r>
    </w:p>
    <w:p w14:paraId="30A21209" w14:textId="77777777" w:rsidR="002C50B2" w:rsidRDefault="002C50B2" w:rsidP="002C50B2">
      <w:r>
        <w:t>« </w:t>
      </w:r>
      <w:r w:rsidR="00C77A4E" w:rsidRPr="00275B88">
        <w:t>Quant aux chiens</w:t>
      </w:r>
      <w:r>
        <w:t xml:space="preserve">, </w:t>
      </w:r>
      <w:r w:rsidR="00C77A4E" w:rsidRPr="00275B88">
        <w:t>ils ont fait leur métier</w:t>
      </w:r>
      <w:r>
        <w:t xml:space="preserve">… </w:t>
      </w:r>
      <w:r w:rsidR="00C77A4E" w:rsidRPr="00275B88">
        <w:t>Ils ont hurlé</w:t>
      </w:r>
      <w:r>
        <w:t xml:space="preserve"> ; </w:t>
      </w:r>
      <w:r w:rsidR="00C77A4E" w:rsidRPr="00275B88">
        <w:t>c</w:t>
      </w:r>
      <w:r>
        <w:t>’</w:t>
      </w:r>
      <w:r w:rsidR="00C77A4E" w:rsidRPr="00275B88">
        <w:t>est ce qui m</w:t>
      </w:r>
      <w:r>
        <w:t>’</w:t>
      </w:r>
      <w:r w:rsidR="00C77A4E" w:rsidRPr="00275B88">
        <w:t>a fait me retourner</w:t>
      </w:r>
      <w:r>
        <w:t xml:space="preserve">, </w:t>
      </w:r>
      <w:r w:rsidR="00C77A4E" w:rsidRPr="00275B88">
        <w:t>et c</w:t>
      </w:r>
      <w:r>
        <w:t>’</w:t>
      </w:r>
      <w:r w:rsidR="00C77A4E" w:rsidRPr="00275B88">
        <w:t>est alors que j</w:t>
      </w:r>
      <w:r>
        <w:t>’</w:t>
      </w:r>
      <w:r w:rsidR="00C77A4E" w:rsidRPr="00275B88">
        <w:t>ai vu l</w:t>
      </w:r>
      <w:r>
        <w:t>’</w:t>
      </w:r>
      <w:r w:rsidR="00C77A4E" w:rsidRPr="00275B88">
        <w:t>enveloppe</w:t>
      </w:r>
      <w:r>
        <w:t xml:space="preserve">… </w:t>
      </w:r>
      <w:r w:rsidR="00C77A4E" w:rsidRPr="00275B88">
        <w:t>Les chiens étaient déjà à la porte</w:t>
      </w:r>
      <w:r>
        <w:t xml:space="preserve">… </w:t>
      </w:r>
      <w:r w:rsidR="00C77A4E" w:rsidRPr="00275B88">
        <w:t>debout contre la grille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regardé au dehors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avait personne</w:t>
      </w:r>
      <w:r>
        <w:t xml:space="preserve">… </w:t>
      </w:r>
      <w:r w:rsidR="00C77A4E" w:rsidRPr="00275B88">
        <w:t>Alors j</w:t>
      </w:r>
      <w:r>
        <w:t>’</w:t>
      </w:r>
      <w:r w:rsidR="00C77A4E" w:rsidRPr="00275B88">
        <w:t>ai pris la lettre et je l</w:t>
      </w:r>
      <w:r>
        <w:t>’</w:t>
      </w:r>
      <w:r w:rsidR="00C77A4E" w:rsidRPr="00275B88">
        <w:t>ai remise à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 xml:space="preserve">qui </w:t>
      </w:r>
      <w:r w:rsidR="00C77A4E">
        <w:t>a</w:t>
      </w:r>
      <w:r w:rsidR="00C77A4E" w:rsidRPr="00275B88">
        <w:t xml:space="preserve"> dû la déposer sur le bureau de Monsieur</w:t>
      </w:r>
      <w:r>
        <w:t>.</w:t>
      </w:r>
    </w:p>
    <w:p w14:paraId="4D8401CB" w14:textId="77777777" w:rsidR="002C50B2" w:rsidRDefault="002C50B2" w:rsidP="002C50B2">
      <w:r>
        <w:t>— </w:t>
      </w:r>
      <w:r w:rsidR="00C77A4E" w:rsidRPr="00275B88">
        <w:t>Bien</w:t>
      </w:r>
      <w:r>
        <w:t xml:space="preserve">… </w:t>
      </w:r>
      <w:r w:rsidR="00C77A4E" w:rsidRPr="00275B88">
        <w:t>fit Chantecoq</w:t>
      </w:r>
      <w:r>
        <w:t xml:space="preserve">, </w:t>
      </w:r>
      <w:r w:rsidR="00C77A4E" w:rsidRPr="00275B88">
        <w:t>en appuyant sur le bouton d</w:t>
      </w:r>
      <w:r>
        <w:t>’</w:t>
      </w:r>
      <w:r w:rsidR="00C77A4E" w:rsidRPr="00275B88">
        <w:t>une sonnerie électrique</w:t>
      </w:r>
      <w:r>
        <w:t>.</w:t>
      </w:r>
    </w:p>
    <w:p w14:paraId="78BA0C4C" w14:textId="77777777" w:rsidR="002C50B2" w:rsidRDefault="00C77A4E" w:rsidP="002C50B2">
      <w:r w:rsidRPr="00275B88">
        <w:t>Colette allait l</w:t>
      </w:r>
      <w:r w:rsidR="002C50B2">
        <w:t>’</w:t>
      </w:r>
      <w:r w:rsidRPr="00275B88">
        <w:t>interroger</w:t>
      </w:r>
      <w:r w:rsidR="002C50B2">
        <w:t xml:space="preserve">. </w:t>
      </w: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bref</w:t>
      </w:r>
      <w:r w:rsidR="002C50B2">
        <w:t xml:space="preserve">, </w:t>
      </w:r>
      <w:r w:rsidRPr="00275B88">
        <w:t>son père lui imposa silence</w:t>
      </w:r>
      <w:r w:rsidR="002C50B2">
        <w:t>.</w:t>
      </w:r>
    </w:p>
    <w:p w14:paraId="27CF4129" w14:textId="77777777" w:rsidR="002C50B2" w:rsidRDefault="00C77A4E" w:rsidP="002C50B2">
      <w:r w:rsidRPr="00275B88">
        <w:t>Marie</w:t>
      </w:r>
      <w:r>
        <w:t>-</w:t>
      </w:r>
      <w:r w:rsidRPr="00275B88">
        <w:t>Jeanne venait d</w:t>
      </w:r>
      <w:r w:rsidR="002C50B2">
        <w:t>’</w:t>
      </w:r>
      <w:r w:rsidRPr="00275B88">
        <w:t>apparaître</w:t>
      </w:r>
      <w:r w:rsidR="002C50B2">
        <w:t>.</w:t>
      </w:r>
    </w:p>
    <w:p w14:paraId="0358510E" w14:textId="77777777" w:rsidR="002C50B2" w:rsidRDefault="00C77A4E" w:rsidP="002C50B2">
      <w:r w:rsidRPr="00275B88">
        <w:t>Tout de suite</w:t>
      </w:r>
      <w:r w:rsidR="002C50B2">
        <w:t xml:space="preserve">, </w:t>
      </w:r>
      <w:r w:rsidRPr="00275B88">
        <w:t>le détective lui demandait</w:t>
      </w:r>
      <w:r w:rsidR="002C50B2">
        <w:t> :</w:t>
      </w:r>
    </w:p>
    <w:p w14:paraId="64B2BDB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vous qui avez accompagné à la cave les hommes qui venaient changer le compteur</w:t>
      </w:r>
      <w:r>
        <w:t> ?</w:t>
      </w:r>
    </w:p>
    <w:p w14:paraId="66692706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1F81D27D" w14:textId="77777777" w:rsidR="002C50B2" w:rsidRDefault="002C50B2" w:rsidP="002C50B2">
      <w:r>
        <w:t>— </w:t>
      </w:r>
      <w:r w:rsidR="00C77A4E" w:rsidRPr="00275B88">
        <w:t>Vous êtes restée avec eux</w:t>
      </w:r>
      <w:r>
        <w:t> ?</w:t>
      </w:r>
    </w:p>
    <w:p w14:paraId="634D297B" w14:textId="77777777" w:rsidR="002C50B2" w:rsidRDefault="002C50B2" w:rsidP="002C50B2">
      <w:r>
        <w:t>— </w:t>
      </w:r>
      <w:r w:rsidR="00C77A4E" w:rsidRPr="00275B88">
        <w:t>Rien qu</w:t>
      </w:r>
      <w:r>
        <w:t>’</w:t>
      </w:r>
      <w:r w:rsidR="00C77A4E" w:rsidRPr="00275B88">
        <w:t>un petit moment</w:t>
      </w:r>
      <w:r>
        <w:t xml:space="preserve">… </w:t>
      </w:r>
      <w:r w:rsidR="00C77A4E" w:rsidRPr="00275B88">
        <w:t>Je suis remontée à cause de mon bœuf</w:t>
      </w:r>
      <w:r w:rsidR="00C77A4E">
        <w:t>-</w:t>
      </w:r>
      <w:r w:rsidR="00C77A4E" w:rsidRPr="00275B88">
        <w:t>mode qui était sur le feu</w:t>
      </w:r>
      <w:r>
        <w:t>.</w:t>
      </w:r>
    </w:p>
    <w:p w14:paraId="20BA7756" w14:textId="77777777" w:rsidR="002C50B2" w:rsidRDefault="00C77A4E" w:rsidP="002C50B2">
      <w:r w:rsidRPr="00275B88">
        <w:t>Chantecoq fronça les sourcils</w:t>
      </w:r>
      <w:r w:rsidR="002C50B2">
        <w:t>.</w:t>
      </w:r>
    </w:p>
    <w:p w14:paraId="66DD3BC9" w14:textId="393FF6E2" w:rsidR="002C50B2" w:rsidRDefault="00C77A4E" w:rsidP="002C50B2">
      <w:r w:rsidRPr="00275B88">
        <w:lastRenderedPageBreak/>
        <w:t xml:space="preserve">La bonne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proofErr w:type="spellStart"/>
      <w:r w:rsidRPr="00275B88">
        <w:t>Gautrais</w:t>
      </w:r>
      <w:proofErr w:type="spellEnd"/>
      <w:r w:rsidRPr="00275B88">
        <w:t xml:space="preserve"> reprenait</w:t>
      </w:r>
      <w:r w:rsidR="002C50B2">
        <w:t> :</w:t>
      </w:r>
    </w:p>
    <w:p w14:paraId="7D45B641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cru que je pouvais le faire sans inconvénient</w:t>
      </w:r>
      <w:r>
        <w:t xml:space="preserve">… </w:t>
      </w:r>
      <w:r w:rsidR="00C77A4E" w:rsidRPr="00275B88">
        <w:t>les employés du gaz sont des gens très bien</w:t>
      </w:r>
      <w:r>
        <w:t>…</w:t>
      </w:r>
    </w:p>
    <w:p w14:paraId="70CD24B4" w14:textId="77777777" w:rsidR="002C50B2" w:rsidRDefault="00C77A4E" w:rsidP="002C50B2">
      <w:r w:rsidRPr="00275B88">
        <w:t>Le détective répliquait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grave</w:t>
      </w:r>
      <w:r w:rsidR="002C50B2">
        <w:t> :</w:t>
      </w:r>
    </w:p>
    <w:p w14:paraId="45CBEE6B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quand ce sont les employés du gaz</w:t>
      </w:r>
      <w:r>
        <w:t>.</w:t>
      </w:r>
    </w:p>
    <w:p w14:paraId="2AE3BCDA" w14:textId="77777777" w:rsidR="002C50B2" w:rsidRDefault="00C77A4E" w:rsidP="002C50B2">
      <w:r w:rsidRPr="00275B88">
        <w:t>Marie</w:t>
      </w:r>
      <w:r>
        <w:t>-</w:t>
      </w:r>
      <w:r w:rsidRPr="00275B88">
        <w:t>Jeanne</w:t>
      </w:r>
      <w:r w:rsidR="002C50B2">
        <w:t xml:space="preserve">, </w:t>
      </w:r>
      <w:r w:rsidRPr="00275B88">
        <w:t>pressentant qu</w:t>
      </w:r>
      <w:r w:rsidR="002C50B2">
        <w:t>’</w:t>
      </w:r>
      <w:r w:rsidRPr="00275B88">
        <w:t>elle avait fait une lourde gaffe et peut</w:t>
      </w:r>
      <w:r>
        <w:t>-</w:t>
      </w:r>
      <w:r w:rsidRPr="00275B88">
        <w:t>être pire encore</w:t>
      </w:r>
      <w:r w:rsidR="002C50B2">
        <w:t xml:space="preserve">, </w:t>
      </w:r>
      <w:r w:rsidRPr="00275B88">
        <w:t>baissa le nez</w:t>
      </w:r>
      <w:r w:rsidR="002C50B2">
        <w:t>.</w:t>
      </w:r>
    </w:p>
    <w:p w14:paraId="4E0182AD" w14:textId="77777777" w:rsidR="002C50B2" w:rsidRDefault="002C50B2" w:rsidP="002C50B2">
      <w:r>
        <w:t>— </w:t>
      </w:r>
      <w:r w:rsidR="00C77A4E" w:rsidRPr="00275B88">
        <w:t>Allons voir cela</w:t>
      </w:r>
      <w:r>
        <w:t xml:space="preserve"> ! </w:t>
      </w:r>
      <w:r w:rsidR="00C77A4E" w:rsidRPr="00275B88">
        <w:t>décidait le détective d</w:t>
      </w:r>
      <w:r>
        <w:t>’</w:t>
      </w:r>
      <w:r w:rsidR="00C77A4E" w:rsidRPr="00275B88">
        <w:t>un air résolu</w:t>
      </w:r>
      <w:r>
        <w:t>.</w:t>
      </w:r>
    </w:p>
    <w:p w14:paraId="134037D2" w14:textId="77777777" w:rsidR="002C50B2" w:rsidRDefault="00C77A4E" w:rsidP="002C50B2">
      <w:r w:rsidRPr="00275B88">
        <w:t>Et il ajouta</w:t>
      </w:r>
      <w:r w:rsidR="002C50B2">
        <w:t> :</w:t>
      </w:r>
    </w:p>
    <w:p w14:paraId="1872B54F" w14:textId="77777777" w:rsidR="002C50B2" w:rsidRDefault="002C50B2" w:rsidP="002C50B2">
      <w:r>
        <w:t>— </w:t>
      </w:r>
      <w:r w:rsidR="00C77A4E" w:rsidRPr="00275B88">
        <w:t>Vous</w:t>
      </w:r>
      <w:r>
        <w:t xml:space="preserve">, </w:t>
      </w:r>
      <w:r w:rsidR="00C77A4E" w:rsidRPr="00275B88">
        <w:t>Pierre</w:t>
      </w:r>
      <w:r>
        <w:t xml:space="preserve">, </w:t>
      </w:r>
      <w:r w:rsidR="00C77A4E" w:rsidRPr="00275B88">
        <w:t>reprenez votre faction</w:t>
      </w:r>
      <w:r>
        <w:t xml:space="preserve">, </w:t>
      </w:r>
      <w:r w:rsidR="00C77A4E" w:rsidRPr="00275B88">
        <w:t>et vous</w:t>
      </w:r>
      <w:r>
        <w:t xml:space="preserve">,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accompagnez</w:t>
      </w:r>
      <w:r w:rsidR="00C77A4E">
        <w:t>-</w:t>
      </w:r>
      <w:r w:rsidR="00C77A4E" w:rsidRPr="00275B88">
        <w:t>moi</w:t>
      </w:r>
      <w:r>
        <w:t xml:space="preserve"> ; </w:t>
      </w:r>
      <w:r w:rsidR="00C77A4E" w:rsidRPr="00275B88">
        <w:t>car j</w:t>
      </w:r>
      <w:r>
        <w:t>’</w:t>
      </w:r>
      <w:r w:rsidR="00C77A4E" w:rsidRPr="00275B88">
        <w:t>aurai sans doute des questions à vous poser</w:t>
      </w:r>
      <w:r>
        <w:t xml:space="preserve">, </w:t>
      </w:r>
      <w:r w:rsidR="00C77A4E" w:rsidRPr="00275B88">
        <w:t>et il faut que vous soyez là pour me répondre</w:t>
      </w:r>
      <w:r>
        <w:t>.</w:t>
      </w:r>
    </w:p>
    <w:p w14:paraId="04644C70" w14:textId="77777777" w:rsidR="002C50B2" w:rsidRDefault="002C50B2" w:rsidP="002C50B2">
      <w:r>
        <w:t>— </w:t>
      </w:r>
      <w:r w:rsidR="00C77A4E" w:rsidRPr="00275B88">
        <w:t>L</w:t>
      </w:r>
      <w:r>
        <w:t>’</w:t>
      </w:r>
      <w:r w:rsidR="00C77A4E" w:rsidRPr="00275B88">
        <w:t>électricité est revenue</w:t>
      </w:r>
      <w:r>
        <w:t xml:space="preserve">, </w:t>
      </w:r>
      <w:r w:rsidR="00C77A4E" w:rsidRPr="00275B88">
        <w:t>déclarait la commère</w:t>
      </w:r>
      <w:r>
        <w:t xml:space="preserve">, </w:t>
      </w:r>
      <w:r w:rsidR="00C77A4E" w:rsidRPr="00275B88">
        <w:t>navrée à l</w:t>
      </w:r>
      <w:r>
        <w:t>’</w:t>
      </w:r>
      <w:r w:rsidR="00C77A4E" w:rsidRPr="00275B88">
        <w:t>idée d</w:t>
      </w:r>
      <w:r>
        <w:t>’</w:t>
      </w:r>
      <w:r w:rsidR="00C77A4E" w:rsidRPr="00275B88">
        <w:t>être de nouveau arrachée à ses fourneaux</w:t>
      </w:r>
      <w:r>
        <w:t>.</w:t>
      </w:r>
    </w:p>
    <w:p w14:paraId="07211F8A" w14:textId="77777777" w:rsidR="002C50B2" w:rsidRDefault="002C50B2" w:rsidP="002C50B2">
      <w:r>
        <w:t>— </w:t>
      </w:r>
      <w:r w:rsidR="00C77A4E" w:rsidRPr="00275B88">
        <w:t>Cela ne fait rien</w:t>
      </w:r>
      <w:r>
        <w:t xml:space="preserve"> !… </w:t>
      </w:r>
      <w:r w:rsidR="00C77A4E" w:rsidRPr="00275B88">
        <w:t>posait Chantecoq</w:t>
      </w:r>
      <w:r>
        <w:t xml:space="preserve">, </w:t>
      </w:r>
      <w:r w:rsidR="00C77A4E" w:rsidRPr="00275B88">
        <w:t>sur un ton qui n</w:t>
      </w:r>
      <w:r>
        <w:t>’</w:t>
      </w:r>
      <w:r w:rsidR="00C77A4E" w:rsidRPr="00275B88">
        <w:t>admettait pas de réplique</w:t>
      </w:r>
      <w:r>
        <w:t>.</w:t>
      </w:r>
    </w:p>
    <w:p w14:paraId="1763D3CC" w14:textId="77777777" w:rsidR="002C50B2" w:rsidRDefault="002C50B2" w:rsidP="002C50B2">
      <w:r>
        <w:t>— </w:t>
      </w:r>
      <w:r w:rsidR="00C77A4E" w:rsidRPr="00275B88">
        <w:t>Et mon bœuf</w:t>
      </w:r>
      <w:r>
        <w:t> ?</w:t>
      </w:r>
    </w:p>
    <w:p w14:paraId="642CBD8F" w14:textId="77777777" w:rsidR="002C50B2" w:rsidRDefault="002C50B2" w:rsidP="002C50B2">
      <w:r>
        <w:t>— </w:t>
      </w:r>
      <w:r w:rsidR="00C77A4E" w:rsidRPr="00275B88">
        <w:t>Il cuira sans vous</w:t>
      </w:r>
      <w:r>
        <w:t>.</w:t>
      </w:r>
    </w:p>
    <w:p w14:paraId="3FDABB28" w14:textId="77777777" w:rsidR="002C50B2" w:rsidRDefault="002C50B2" w:rsidP="002C50B2">
      <w:r>
        <w:t>— </w:t>
      </w:r>
      <w:r w:rsidR="00C77A4E" w:rsidRPr="00275B88">
        <w:t>Mais il cuira trop</w:t>
      </w:r>
      <w:r>
        <w:t> !</w:t>
      </w:r>
    </w:p>
    <w:p w14:paraId="616A9233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nous mangerons moins</w:t>
      </w:r>
      <w:r>
        <w:t>.</w:t>
      </w:r>
    </w:p>
    <w:p w14:paraId="15CB4368" w14:textId="77777777" w:rsidR="002C50B2" w:rsidRDefault="00C77A4E" w:rsidP="002C50B2">
      <w:r w:rsidRPr="00275B88">
        <w:t>Quelques secondes après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sa fille</w:t>
      </w:r>
      <w:r w:rsidR="002C50B2">
        <w:t xml:space="preserve">, </w:t>
      </w:r>
      <w:r w:rsidRPr="00275B88">
        <w:t>le reporter et la cuisinière pénétraient dans la cave</w:t>
      </w:r>
      <w:r w:rsidR="002C50B2">
        <w:t xml:space="preserve">. </w:t>
      </w:r>
      <w:r w:rsidRPr="00275B88">
        <w:t>Le détective tourna un commutateur</w:t>
      </w:r>
      <w:r w:rsidR="002C50B2">
        <w:t xml:space="preserve">… </w:t>
      </w:r>
      <w:r w:rsidRPr="00275B88">
        <w:t>Une clarté se répandit</w:t>
      </w:r>
      <w:r w:rsidR="002C50B2">
        <w:t xml:space="preserve">, </w:t>
      </w:r>
      <w:r w:rsidRPr="00275B88">
        <w:t>très suffisante pour permettre au limier de procéder à ses investigations</w:t>
      </w:r>
      <w:r w:rsidR="002C50B2">
        <w:t>.</w:t>
      </w:r>
    </w:p>
    <w:p w14:paraId="552468E7" w14:textId="77777777" w:rsidR="002C50B2" w:rsidRDefault="00C77A4E" w:rsidP="002C50B2">
      <w:r w:rsidRPr="00275B88">
        <w:lastRenderedPageBreak/>
        <w:t>Celui</w:t>
      </w:r>
      <w:r>
        <w:t>-</w:t>
      </w:r>
      <w:r w:rsidRPr="00275B88">
        <w:t>ci se dirigea tout droit vers le compteur</w:t>
      </w:r>
      <w:r w:rsidR="002C50B2">
        <w:t xml:space="preserve">… </w:t>
      </w:r>
      <w:r w:rsidRPr="00275B88">
        <w:t>contre lequel il appuya son oreille</w:t>
      </w:r>
      <w:r w:rsidR="002C50B2">
        <w:t>.</w:t>
      </w:r>
    </w:p>
    <w:p w14:paraId="5867530C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dans un profond silence</w:t>
      </w:r>
      <w:r w:rsidR="002C50B2">
        <w:t xml:space="preserve">, </w:t>
      </w:r>
      <w:r w:rsidRPr="00275B88">
        <w:t>il écouta</w:t>
      </w:r>
      <w:r w:rsidR="002C50B2">
        <w:t>.</w:t>
      </w:r>
    </w:p>
    <w:p w14:paraId="39B9F77A" w14:textId="77777777" w:rsidR="002C50B2" w:rsidRDefault="00C77A4E" w:rsidP="002C50B2">
      <w:r w:rsidRPr="00275B88">
        <w:t>Le très léger tic</w:t>
      </w:r>
      <w:r>
        <w:t>-</w:t>
      </w:r>
      <w:r w:rsidRPr="00275B88">
        <w:t>tac du réveil parvint à son oreille</w:t>
      </w:r>
      <w:r w:rsidR="002C50B2">
        <w:t xml:space="preserve">… </w:t>
      </w:r>
      <w:r w:rsidRPr="00275B88">
        <w:t>Il écouta encore</w:t>
      </w:r>
      <w:r w:rsidR="002C50B2">
        <w:t xml:space="preserve">, </w:t>
      </w:r>
      <w:r w:rsidRPr="00275B88">
        <w:t>puis</w:t>
      </w:r>
      <w:r w:rsidR="002C50B2">
        <w:t xml:space="preserve">, </w:t>
      </w:r>
      <w:r w:rsidRPr="00275B88">
        <w:t>se tournant vers Jacques</w:t>
      </w:r>
      <w:r w:rsidR="002C50B2">
        <w:t xml:space="preserve">, </w:t>
      </w:r>
      <w:r w:rsidRPr="00275B88">
        <w:t>Colette et Marie</w:t>
      </w:r>
      <w:r>
        <w:t>-</w:t>
      </w:r>
      <w:r w:rsidRPr="00275B88">
        <w:t>Jeanne</w:t>
      </w:r>
      <w:r w:rsidR="002C50B2">
        <w:t xml:space="preserve">, </w:t>
      </w:r>
      <w:r w:rsidRPr="00275B88">
        <w:t>il scanda froidement</w:t>
      </w:r>
      <w:r w:rsidR="002C50B2">
        <w:t> :</w:t>
      </w:r>
    </w:p>
    <w:p w14:paraId="7B03089E" w14:textId="77777777" w:rsidR="002C50B2" w:rsidRDefault="002C50B2" w:rsidP="002C50B2">
      <w:r>
        <w:t>— </w:t>
      </w:r>
      <w:r w:rsidR="00C77A4E" w:rsidRPr="00275B88">
        <w:t>Il y a une bombe</w:t>
      </w:r>
      <w:r>
        <w:t xml:space="preserve">, </w:t>
      </w:r>
      <w:r w:rsidR="00C77A4E" w:rsidRPr="00275B88">
        <w:t>là</w:t>
      </w:r>
      <w:r w:rsidR="00C77A4E">
        <w:t>-</w:t>
      </w:r>
      <w:r w:rsidR="00C77A4E" w:rsidRPr="00275B88">
        <w:t>dedans</w:t>
      </w:r>
      <w:r>
        <w:t>.</w:t>
      </w:r>
    </w:p>
    <w:p w14:paraId="3099A749" w14:textId="77777777" w:rsidR="002C50B2" w:rsidRDefault="002C50B2" w:rsidP="002C50B2">
      <w:r>
        <w:t>— </w:t>
      </w:r>
      <w:r w:rsidR="00C77A4E" w:rsidRPr="00275B88">
        <w:t>Une bombe</w:t>
      </w:r>
      <w:r>
        <w:t xml:space="preserve"> ! </w:t>
      </w:r>
      <w:r w:rsidR="00C77A4E" w:rsidRPr="00275B88">
        <w:t>répéta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effrayée</w:t>
      </w:r>
      <w:r>
        <w:t>.</w:t>
      </w:r>
    </w:p>
    <w:p w14:paraId="284BEE67" w14:textId="77777777" w:rsidR="002C50B2" w:rsidRDefault="00C77A4E" w:rsidP="002C50B2">
      <w:r w:rsidRPr="00275B88">
        <w:t>Et elle se laissa tomber sur une caisse à savons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effondra sous son poids</w:t>
      </w:r>
      <w:r w:rsidR="002C50B2">
        <w:t>.</w:t>
      </w:r>
    </w:p>
    <w:p w14:paraId="6A3C8785" w14:textId="77777777" w:rsidR="002C50B2" w:rsidRDefault="00C77A4E" w:rsidP="002C50B2">
      <w:r w:rsidRPr="00275B88">
        <w:t>Tandis que le reporter l</w:t>
      </w:r>
      <w:r w:rsidR="002C50B2">
        <w:t>’</w:t>
      </w:r>
      <w:r w:rsidRPr="00275B88">
        <w:t>aidait à se relever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avec ce merveilleux sang</w:t>
      </w:r>
      <w:r>
        <w:t>-</w:t>
      </w:r>
      <w:r w:rsidRPr="00275B88">
        <w:t>froid qui ne l</w:t>
      </w:r>
      <w:r w:rsidR="002C50B2">
        <w:t>’</w:t>
      </w:r>
      <w:r w:rsidRPr="00275B88">
        <w:t>abandonnait jamais</w:t>
      </w:r>
      <w:r w:rsidR="002C50B2">
        <w:t xml:space="preserve">, </w:t>
      </w:r>
      <w:r w:rsidRPr="00275B88">
        <w:t>même au cours des situations les plus périlleuses</w:t>
      </w:r>
      <w:r w:rsidR="002C50B2">
        <w:t xml:space="preserve">, </w:t>
      </w:r>
      <w:r w:rsidRPr="00275B88">
        <w:t>dit à sa fille</w:t>
      </w:r>
      <w:r w:rsidR="002C50B2">
        <w:t> :</w:t>
      </w:r>
    </w:p>
    <w:p w14:paraId="27D38093" w14:textId="77777777" w:rsidR="002C50B2" w:rsidRDefault="002C50B2" w:rsidP="002C50B2">
      <w:r>
        <w:t>— </w:t>
      </w:r>
      <w:r w:rsidR="00C77A4E" w:rsidRPr="00275B88">
        <w:t>Va vite me chercher la boîte B</w:t>
      </w:r>
      <w:r>
        <w:t xml:space="preserve">, </w:t>
      </w:r>
      <w:r w:rsidR="00C77A4E" w:rsidRPr="00275B88">
        <w:t>qui se trouve dans mon laboratoire</w:t>
      </w:r>
      <w:r>
        <w:t xml:space="preserve">, </w:t>
      </w:r>
      <w:r w:rsidR="00C77A4E" w:rsidRPr="00275B88">
        <w:t>dans le tiroir de l</w:t>
      </w:r>
      <w:r>
        <w:t>’</w:t>
      </w:r>
      <w:r w:rsidR="00C77A4E" w:rsidRPr="00275B88">
        <w:t>armoire numéro 3</w:t>
      </w:r>
      <w:r>
        <w:t>.</w:t>
      </w:r>
    </w:p>
    <w:p w14:paraId="0A0E6EDE" w14:textId="77777777" w:rsidR="002C50B2" w:rsidRDefault="00C77A4E" w:rsidP="002C50B2">
      <w:r w:rsidRPr="00275B88">
        <w:t>La jeune fille obéit aussitôt</w:t>
      </w:r>
      <w:r w:rsidR="002C50B2">
        <w:t>.</w:t>
      </w:r>
    </w:p>
    <w:p w14:paraId="6F666D88" w14:textId="77777777" w:rsidR="002C50B2" w:rsidRDefault="002C50B2" w:rsidP="002C50B2">
      <w:r>
        <w:t>— </w:t>
      </w:r>
      <w:r w:rsidR="00C77A4E" w:rsidRPr="00275B88">
        <w:t>Mon Dieu</w:t>
      </w:r>
      <w:r>
        <w:t xml:space="preserve"> ! </w:t>
      </w:r>
      <w:r w:rsidR="00C77A4E" w:rsidRPr="00275B88">
        <w:t>Mon Dieu</w:t>
      </w:r>
      <w:r>
        <w:t xml:space="preserve"> ! </w:t>
      </w:r>
      <w:r w:rsidR="00C77A4E" w:rsidRPr="00275B88">
        <w:t>se lamentait Marie</w:t>
      </w:r>
      <w:r w:rsidR="00C77A4E">
        <w:t>-</w:t>
      </w:r>
      <w:r w:rsidR="00C77A4E" w:rsidRPr="00275B88">
        <w:t>Jeanne</w:t>
      </w:r>
      <w:r>
        <w:t xml:space="preserve">… </w:t>
      </w:r>
      <w:r w:rsidR="00C77A4E" w:rsidRPr="00275B88">
        <w:t>Pourvu que nous ne sautions pas</w:t>
      </w:r>
      <w:r>
        <w:t xml:space="preserve">, </w:t>
      </w:r>
      <w:r w:rsidR="00C77A4E" w:rsidRPr="00275B88">
        <w:t>pendant ce temps</w:t>
      </w:r>
      <w:r w:rsidR="00C77A4E">
        <w:t>-</w:t>
      </w:r>
      <w:r w:rsidR="00C77A4E" w:rsidRPr="00275B88">
        <w:t>là</w:t>
      </w:r>
      <w:r>
        <w:t> !</w:t>
      </w:r>
    </w:p>
    <w:p w14:paraId="51615D82" w14:textId="77777777" w:rsidR="002C50B2" w:rsidRDefault="002C50B2" w:rsidP="002C50B2">
      <w:r>
        <w:t>— </w:t>
      </w:r>
      <w:r w:rsidR="00C77A4E" w:rsidRPr="00275B88">
        <w:t>Ne dites donc pas de bêtises</w:t>
      </w:r>
      <w:r>
        <w:t xml:space="preserve">, </w:t>
      </w:r>
      <w:r w:rsidR="00C77A4E" w:rsidRPr="00275B88">
        <w:t>proférait Chantecoq</w:t>
      </w:r>
      <w:r>
        <w:t xml:space="preserve">… </w:t>
      </w:r>
      <w:r w:rsidR="00C77A4E" w:rsidRPr="00275B88">
        <w:t>Cette bombe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a été réglée de telle sorte qu</w:t>
      </w:r>
      <w:r>
        <w:t>’</w:t>
      </w:r>
      <w:r w:rsidR="00C77A4E" w:rsidRPr="00275B88">
        <w:t>elle ne doit éclater qu</w:t>
      </w:r>
      <w:r>
        <w:t>’</w:t>
      </w:r>
      <w:r w:rsidR="00C77A4E" w:rsidRPr="00275B88">
        <w:t>à une heure où celui qui l</w:t>
      </w:r>
      <w:r>
        <w:t>’</w:t>
      </w:r>
      <w:r w:rsidR="00C77A4E" w:rsidRPr="00275B88">
        <w:t>a fabriquée est bien sûr que je serai chez moi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pendant la nuit</w:t>
      </w:r>
      <w:r>
        <w:t>.</w:t>
      </w:r>
    </w:p>
    <w:p w14:paraId="6C95A33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la logique et l</w:t>
      </w:r>
      <w:r>
        <w:t>’</w:t>
      </w:r>
      <w:r w:rsidR="00C77A4E" w:rsidRPr="00275B88">
        <w:t>évidence mêmes</w:t>
      </w:r>
      <w:r>
        <w:t xml:space="preserve">, </w:t>
      </w:r>
      <w:r w:rsidR="00C77A4E" w:rsidRPr="00275B88">
        <w:t>affirmait Bellegarde</w:t>
      </w:r>
      <w:r>
        <w:t>.</w:t>
      </w:r>
    </w:p>
    <w:p w14:paraId="56ACAB18" w14:textId="77777777" w:rsidR="002C50B2" w:rsidRDefault="00C77A4E" w:rsidP="002C50B2">
      <w:r w:rsidRPr="00275B88">
        <w:t>Marie</w:t>
      </w:r>
      <w:r>
        <w:t>-</w:t>
      </w:r>
      <w:r w:rsidRPr="00275B88">
        <w:t>Jeanne reprenait</w:t>
      </w:r>
      <w:r w:rsidR="002C50B2">
        <w:t> :</w:t>
      </w:r>
    </w:p>
    <w:p w14:paraId="00EF6910" w14:textId="77777777" w:rsidR="002C50B2" w:rsidRDefault="002C50B2" w:rsidP="002C50B2">
      <w:r>
        <w:lastRenderedPageBreak/>
        <w:t>— </w:t>
      </w:r>
      <w:r w:rsidR="00C77A4E" w:rsidRPr="00275B88">
        <w:t>Monsieur Chantecoq</w:t>
      </w:r>
      <w:r>
        <w:t xml:space="preserve">, </w:t>
      </w:r>
      <w:r w:rsidR="00C77A4E" w:rsidRPr="00275B88">
        <w:t>pardonnez</w:t>
      </w:r>
      <w:r w:rsidR="00C77A4E">
        <w:t>-</w:t>
      </w:r>
      <w:r w:rsidR="00C77A4E" w:rsidRPr="00275B88">
        <w:t>nous</w:t>
      </w:r>
      <w:r>
        <w:t xml:space="preserve">, </w:t>
      </w:r>
      <w:r w:rsidR="00C77A4E" w:rsidRPr="00275B88">
        <w:t>à mon mari et à moi</w:t>
      </w:r>
      <w:r>
        <w:t xml:space="preserve"> ; </w:t>
      </w:r>
      <w:r w:rsidR="00C77A4E" w:rsidRPr="00275B88">
        <w:t>je vous assure que Pierre fait pourtant bien attention et moi aussi</w:t>
      </w:r>
      <w:r>
        <w:t xml:space="preserve">… </w:t>
      </w:r>
      <w:r w:rsidR="00C77A4E" w:rsidRPr="00275B88">
        <w:t>On fait tout ce qu</w:t>
      </w:r>
      <w:r>
        <w:t>’</w:t>
      </w:r>
      <w:r w:rsidR="00C77A4E" w:rsidRPr="00275B88">
        <w:t>on peut</w:t>
      </w:r>
      <w:r>
        <w:t xml:space="preserve">, </w:t>
      </w:r>
      <w:r w:rsidR="00C77A4E" w:rsidRPr="00275B88">
        <w:t>je vous le jure</w:t>
      </w:r>
      <w:r>
        <w:t>.</w:t>
      </w:r>
    </w:p>
    <w:p w14:paraId="7D9AF327" w14:textId="77777777" w:rsidR="002C50B2" w:rsidRDefault="002C50B2" w:rsidP="002C50B2">
      <w:r>
        <w:t>« </w:t>
      </w:r>
      <w:r w:rsidR="00C77A4E" w:rsidRPr="00275B88">
        <w:t>Mais 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vous voulez</w:t>
      </w:r>
      <w:r>
        <w:t xml:space="preserve">, </w:t>
      </w:r>
      <w:r w:rsidR="00C77A4E" w:rsidRPr="00275B88">
        <w:t xml:space="preserve">poursuivait le </w:t>
      </w:r>
      <w:proofErr w:type="spellStart"/>
      <w:r w:rsidR="00C77A4E" w:rsidRPr="00275B88">
        <w:t>cordon</w:t>
      </w:r>
      <w:r w:rsidR="00C77A4E">
        <w:t>-</w:t>
      </w:r>
      <w:r w:rsidR="00C77A4E" w:rsidRPr="00275B88">
        <w:t>bleu</w:t>
      </w:r>
      <w:proofErr w:type="spellEnd"/>
      <w:r>
        <w:t xml:space="preserve">, </w:t>
      </w:r>
      <w:r w:rsidR="00C77A4E" w:rsidRPr="00275B88">
        <w:t>on ne peut pas penser à tout</w:t>
      </w:r>
      <w:r>
        <w:t xml:space="preserve">… </w:t>
      </w:r>
      <w:r w:rsidR="00C77A4E" w:rsidRPr="00275B88">
        <w:t>Ces bonshommes</w:t>
      </w:r>
      <w:r w:rsidR="00C77A4E">
        <w:t>-</w:t>
      </w:r>
      <w:r w:rsidR="00C77A4E" w:rsidRPr="00275B88">
        <w:t>là étaient si naturels</w:t>
      </w:r>
      <w:r>
        <w:t xml:space="preserve">… </w:t>
      </w:r>
      <w:r w:rsidR="00C77A4E" w:rsidRPr="00275B88">
        <w:t>Je suis certaine que vous</w:t>
      </w:r>
      <w:r w:rsidR="00C77A4E">
        <w:t>-</w:t>
      </w:r>
      <w:r w:rsidR="00C77A4E" w:rsidRPr="00275B88">
        <w:t>mêmes</w:t>
      </w:r>
      <w:r>
        <w:t xml:space="preserve">, </w:t>
      </w:r>
      <w:r w:rsidR="00C77A4E" w:rsidRPr="00275B88">
        <w:t>qui êtes le plus malin de tous les malins</w:t>
      </w:r>
      <w:r>
        <w:t xml:space="preserve">, </w:t>
      </w:r>
      <w:r w:rsidR="00C77A4E" w:rsidRPr="00275B88">
        <w:t>vous les auriez pris</w:t>
      </w:r>
      <w:r>
        <w:t xml:space="preserve">, </w:t>
      </w:r>
      <w:r w:rsidR="00C77A4E" w:rsidRPr="00275B88">
        <w:t>comme mon mari et moi</w:t>
      </w:r>
      <w:r>
        <w:t xml:space="preserve">, </w:t>
      </w:r>
      <w:r w:rsidR="00C77A4E" w:rsidRPr="00275B88">
        <w:t>pour des ouvriers du gaz</w:t>
      </w:r>
      <w:r>
        <w:t>.</w:t>
      </w:r>
    </w:p>
    <w:p w14:paraId="0C4D25B2" w14:textId="77777777" w:rsidR="002C50B2" w:rsidRDefault="002C50B2" w:rsidP="002C50B2">
      <w:r>
        <w:t>— </w:t>
      </w:r>
      <w:r w:rsidR="00C77A4E" w:rsidRPr="00275B88">
        <w:t>Vous dites qu</w:t>
      </w:r>
      <w:r>
        <w:t>’</w:t>
      </w:r>
      <w:r w:rsidR="00C77A4E" w:rsidRPr="00275B88">
        <w:t>ils étaient deux</w:t>
      </w:r>
      <w:r>
        <w:t xml:space="preserve"> ? </w:t>
      </w:r>
      <w:r w:rsidR="00C77A4E" w:rsidRPr="00275B88">
        <w:t>interrogeait le détective</w:t>
      </w:r>
      <w:r>
        <w:t>.</w:t>
      </w:r>
    </w:p>
    <w:p w14:paraId="0954FA50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 xml:space="preserve">. </w:t>
      </w:r>
      <w:r w:rsidR="00C77A4E" w:rsidRPr="00275B88">
        <w:t>Un noiraud en salopette bleue</w:t>
      </w:r>
      <w:r>
        <w:t xml:space="preserve">… </w:t>
      </w:r>
      <w:r w:rsidR="00C77A4E" w:rsidRPr="00275B88">
        <w:t>avec une petite moustache et</w:t>
      </w:r>
      <w:r>
        <w:t>…</w:t>
      </w:r>
    </w:p>
    <w:p w14:paraId="345B501B" w14:textId="77777777" w:rsidR="002C50B2" w:rsidRDefault="002C50B2" w:rsidP="002C50B2">
      <w:r>
        <w:t>— </w:t>
      </w:r>
      <w:r w:rsidR="00C77A4E" w:rsidRPr="00275B88">
        <w:t>Tiens</w:t>
      </w:r>
      <w:r>
        <w:t xml:space="preserve"> !… </w:t>
      </w:r>
      <w:r w:rsidR="00C77A4E" w:rsidRPr="00275B88">
        <w:t>tiens</w:t>
      </w:r>
      <w:r>
        <w:t xml:space="preserve"> !… </w:t>
      </w:r>
      <w:r w:rsidR="00C77A4E" w:rsidRPr="00275B88">
        <w:t>fit Jacques</w:t>
      </w:r>
      <w:r>
        <w:t>.</w:t>
      </w:r>
    </w:p>
    <w:p w14:paraId="27A41781" w14:textId="77777777" w:rsidR="002C50B2" w:rsidRDefault="00C77A4E" w:rsidP="002C50B2">
      <w:r w:rsidRPr="00275B88">
        <w:t>Marie</w:t>
      </w:r>
      <w:r>
        <w:t>-</w:t>
      </w:r>
      <w:r w:rsidRPr="00275B88">
        <w:t>Jeanne continuait</w:t>
      </w:r>
      <w:r w:rsidR="002C50B2">
        <w:t> :</w:t>
      </w:r>
    </w:p>
    <w:p w14:paraId="290AC0BF" w14:textId="77777777" w:rsidR="002C50B2" w:rsidRDefault="002C50B2" w:rsidP="002C50B2">
      <w:r>
        <w:t>— </w:t>
      </w:r>
      <w:r w:rsidR="00C77A4E" w:rsidRPr="00275B88">
        <w:t>Et un bossu</w:t>
      </w:r>
      <w:r>
        <w:t>.</w:t>
      </w:r>
    </w:p>
    <w:p w14:paraId="096A21F6" w14:textId="77777777" w:rsidR="002C50B2" w:rsidRDefault="002C50B2" w:rsidP="002C50B2">
      <w:r>
        <w:t>— </w:t>
      </w:r>
      <w:r w:rsidR="00C77A4E" w:rsidRPr="00275B88">
        <w:t>Un bossu</w:t>
      </w:r>
      <w:r>
        <w:t xml:space="preserve"> ? </w:t>
      </w:r>
      <w:r w:rsidR="00C77A4E" w:rsidRPr="00275B88">
        <w:t>répéta le journaliste</w:t>
      </w:r>
      <w:r>
        <w:t>.</w:t>
      </w:r>
    </w:p>
    <w:p w14:paraId="37F9E9B7" w14:textId="77777777" w:rsidR="002C50B2" w:rsidRDefault="002C50B2" w:rsidP="002C50B2">
      <w:r>
        <w:t>— </w:t>
      </w:r>
      <w:r w:rsidR="00C77A4E" w:rsidRPr="00275B88">
        <w:t xml:space="preserve">Qui portait son sac à outils sur son </w:t>
      </w:r>
      <w:r w:rsidR="00C77A4E" w:rsidRPr="00C34E13">
        <w:t>dos</w:t>
      </w:r>
      <w:r>
        <w:t>…</w:t>
      </w:r>
    </w:p>
    <w:p w14:paraId="3DB1E217" w14:textId="77777777" w:rsidR="002C50B2" w:rsidRDefault="00C77A4E" w:rsidP="002C50B2">
      <w:r w:rsidRPr="00275B88">
        <w:t>Chantecoq n</w:t>
      </w:r>
      <w:r w:rsidR="002C50B2">
        <w:t>’</w:t>
      </w:r>
      <w:r w:rsidRPr="00275B88">
        <w:t>écoutait plus la commère</w:t>
      </w:r>
      <w:r w:rsidR="002C50B2">
        <w:t xml:space="preserve">. </w:t>
      </w:r>
      <w:r w:rsidRPr="00275B88">
        <w:t>D</w:t>
      </w:r>
      <w:r w:rsidR="002C50B2">
        <w:t>’</w:t>
      </w:r>
      <w:r w:rsidRPr="00275B88">
        <w:t>un regard</w:t>
      </w:r>
      <w:r w:rsidR="002C50B2">
        <w:t xml:space="preserve">, </w:t>
      </w:r>
      <w:r w:rsidRPr="00275B88">
        <w:t>il interrogeait Bellegarde qui lui répondait aussitôt</w:t>
      </w:r>
      <w:r w:rsidR="002C50B2">
        <w:t> :</w:t>
      </w:r>
    </w:p>
    <w:p w14:paraId="3FAC683D" w14:textId="77777777" w:rsidR="002C50B2" w:rsidRDefault="002C50B2" w:rsidP="002C50B2">
      <w:r>
        <w:t>— </w:t>
      </w:r>
      <w:r w:rsidR="00C77A4E" w:rsidRPr="00275B88">
        <w:t>Il n</w:t>
      </w:r>
      <w:r>
        <w:t>’</w:t>
      </w:r>
      <w:r w:rsidR="00C77A4E" w:rsidRPr="00275B88">
        <w:t>y a pas l</w:t>
      </w:r>
      <w:r>
        <w:t>’</w:t>
      </w:r>
      <w:r w:rsidR="00C77A4E" w:rsidRPr="00275B88">
        <w:t>ombre d</w:t>
      </w:r>
      <w:r>
        <w:t>’</w:t>
      </w:r>
      <w:r w:rsidR="00C77A4E" w:rsidRPr="00275B88">
        <w:t>un doute</w:t>
      </w:r>
      <w:r>
        <w:t xml:space="preserve">. </w:t>
      </w:r>
      <w:r w:rsidR="00C77A4E" w:rsidRPr="00275B88">
        <w:t>Ces deux hommes qui ont apporté ici ce compteur sont bien ceux qui ont voulu m</w:t>
      </w:r>
      <w:r>
        <w:t>’</w:t>
      </w:r>
      <w:r w:rsidR="00C77A4E" w:rsidRPr="00275B88">
        <w:t>assassiner</w:t>
      </w:r>
      <w:r>
        <w:t>.</w:t>
      </w:r>
    </w:p>
    <w:p w14:paraId="152E7C50" w14:textId="77777777" w:rsidR="002C50B2" w:rsidRDefault="00C77A4E" w:rsidP="002C50B2">
      <w:r w:rsidRPr="00275B88">
        <w:t>Colette reparaissait avec la boîte que son père l</w:t>
      </w:r>
      <w:r w:rsidR="002C50B2">
        <w:t>’</w:t>
      </w:r>
      <w:r w:rsidRPr="00275B88">
        <w:t>avait envoyée chercher</w:t>
      </w:r>
      <w:r w:rsidR="002C50B2">
        <w:t>.</w:t>
      </w:r>
    </w:p>
    <w:p w14:paraId="15643EE0" w14:textId="77777777" w:rsidR="002C50B2" w:rsidRDefault="00C77A4E" w:rsidP="002C50B2">
      <w:r w:rsidRPr="00275B88">
        <w:lastRenderedPageBreak/>
        <w:t>Elle contenait plusieurs outils</w:t>
      </w:r>
      <w:r w:rsidR="002C50B2">
        <w:t xml:space="preserve">… </w:t>
      </w:r>
      <w:r w:rsidRPr="00275B88">
        <w:t>à l</w:t>
      </w:r>
      <w:r w:rsidR="002C50B2">
        <w:t>’</w:t>
      </w:r>
      <w:r w:rsidRPr="00275B88">
        <w:t>aide desquels</w:t>
      </w:r>
      <w:r w:rsidR="002C50B2">
        <w:t xml:space="preserve">, </w:t>
      </w:r>
      <w:r w:rsidRPr="00275B88">
        <w:t>rapidement</w:t>
      </w:r>
      <w:r w:rsidR="002C50B2">
        <w:t xml:space="preserve">, </w:t>
      </w:r>
      <w:r w:rsidRPr="00275B88">
        <w:t>le détective démonta le compteur</w:t>
      </w:r>
      <w:r w:rsidR="002C50B2">
        <w:t xml:space="preserve">, </w:t>
      </w:r>
      <w:r w:rsidRPr="00275B88">
        <w:t>tout en ayant soin de laisser la canalisation branchée sur le tuyau d</w:t>
      </w:r>
      <w:r w:rsidR="002C50B2">
        <w:t>’</w:t>
      </w:r>
      <w:r w:rsidRPr="00275B88">
        <w:t>arrivée</w:t>
      </w:r>
      <w:r w:rsidR="002C50B2">
        <w:t>.</w:t>
      </w:r>
    </w:p>
    <w:p w14:paraId="69F90E92" w14:textId="77777777" w:rsidR="002C50B2" w:rsidRDefault="002C50B2" w:rsidP="002C50B2">
      <w:r>
        <w:t>— </w:t>
      </w:r>
      <w:r w:rsidR="00C77A4E" w:rsidRPr="00275B88">
        <w:t>Je m</w:t>
      </w:r>
      <w:r>
        <w:t>’</w:t>
      </w:r>
      <w:r w:rsidR="00C77A4E" w:rsidRPr="00275B88">
        <w:t>arrangerai avec la compagnie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Car il ne faut pas que cette bonne Marie</w:t>
      </w:r>
      <w:r w:rsidR="00C77A4E">
        <w:t>-</w:t>
      </w:r>
      <w:r w:rsidR="00C77A4E" w:rsidRPr="00275B88">
        <w:t>Jeanne manque de gaz</w:t>
      </w:r>
      <w:r>
        <w:t>.</w:t>
      </w:r>
    </w:p>
    <w:p w14:paraId="26E4FB69" w14:textId="77777777" w:rsidR="002C50B2" w:rsidRDefault="00C77A4E" w:rsidP="002C50B2">
      <w:r w:rsidRPr="00275B88">
        <w:t>Après avoir placé le compteur sur son épaule</w:t>
      </w:r>
      <w:r w:rsidR="002C50B2">
        <w:t xml:space="preserve">, </w:t>
      </w:r>
      <w:r w:rsidRPr="00275B88">
        <w:t>il quitta la cave</w:t>
      </w:r>
      <w:r w:rsidR="002C50B2">
        <w:t xml:space="preserve">, </w:t>
      </w:r>
      <w:r w:rsidRPr="00275B88">
        <w:t>suivi par Colette</w:t>
      </w:r>
      <w:r w:rsidR="002C50B2">
        <w:t xml:space="preserve">, </w:t>
      </w:r>
      <w:r w:rsidRPr="00275B88">
        <w:t>Jacques et Marie</w:t>
      </w:r>
      <w:r>
        <w:t>-</w:t>
      </w:r>
      <w:r w:rsidRPr="00275B88">
        <w:t>Jeanne</w:t>
      </w:r>
      <w:r w:rsidR="002C50B2">
        <w:t xml:space="preserve">, </w:t>
      </w:r>
      <w:r w:rsidRPr="00275B88">
        <w:t>qui avait eu soin de reprendre la boîte à outils</w:t>
      </w:r>
      <w:r w:rsidR="002C50B2">
        <w:t>.</w:t>
      </w:r>
    </w:p>
    <w:p w14:paraId="096CC70A" w14:textId="77777777" w:rsidR="002C50B2" w:rsidRDefault="00C77A4E" w:rsidP="002C50B2">
      <w:r w:rsidRPr="00275B88">
        <w:t>Il gagna aussitôt son laboratoire</w:t>
      </w:r>
      <w:r w:rsidR="002C50B2">
        <w:t xml:space="preserve">… </w:t>
      </w:r>
      <w:r w:rsidRPr="00275B88">
        <w:t>déposa le compteur sur une table et</w:t>
      </w:r>
      <w:r w:rsidR="002C50B2">
        <w:t xml:space="preserve">, </w:t>
      </w:r>
      <w:r w:rsidRPr="00275B88">
        <w:t>avec une dextérité remarquable</w:t>
      </w:r>
      <w:r w:rsidR="002C50B2">
        <w:t xml:space="preserve">, </w:t>
      </w:r>
      <w:r w:rsidRPr="00275B88">
        <w:t>il dévissa les écrous qui maintenaient la paroi intérieure</w:t>
      </w:r>
      <w:r w:rsidR="002C50B2">
        <w:t>.</w:t>
      </w:r>
    </w:p>
    <w:p w14:paraId="3B0D339A" w14:textId="77777777" w:rsidR="002C50B2" w:rsidRDefault="002C50B2" w:rsidP="002C50B2">
      <w:r>
        <w:t>— </w:t>
      </w:r>
      <w:r w:rsidR="00C77A4E" w:rsidRPr="00275B88">
        <w:t>Vous voyez que j</w:t>
      </w:r>
      <w:r>
        <w:t>’</w:t>
      </w:r>
      <w:r w:rsidR="00C77A4E" w:rsidRPr="00275B88">
        <w:t>avais raison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en désignant à sa fille et au journaliste l</w:t>
      </w:r>
      <w:r>
        <w:t>’</w:t>
      </w:r>
      <w:r w:rsidR="00C77A4E" w:rsidRPr="00275B88">
        <w:t xml:space="preserve">intérieur du compteur où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avait déposé la bombe et la pendulette</w:t>
      </w:r>
      <w:r>
        <w:t>.</w:t>
      </w:r>
    </w:p>
    <w:p w14:paraId="729B750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en désignant l</w:t>
      </w:r>
      <w:r w:rsidR="002C50B2">
        <w:t>’</w:t>
      </w:r>
      <w:r w:rsidRPr="00275B88">
        <w:t>aiguille d</w:t>
      </w:r>
      <w:r w:rsidR="002C50B2">
        <w:t>’</w:t>
      </w:r>
      <w:r w:rsidRPr="00275B88">
        <w:t>arrêt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051638EA" w14:textId="77777777" w:rsidR="002C50B2" w:rsidRDefault="002C50B2" w:rsidP="002C50B2">
      <w:r>
        <w:t>— </w:t>
      </w:r>
      <w:r w:rsidR="00C77A4E" w:rsidRPr="00275B88">
        <w:t>Je ne me suis pas trompé</w:t>
      </w:r>
      <w:r>
        <w:t xml:space="preserve">… </w:t>
      </w:r>
      <w:r w:rsidR="00C77A4E" w:rsidRPr="00275B88">
        <w:t>Belphégor avait bien décidé de nous faire sauter à vingt</w:t>
      </w:r>
      <w:r w:rsidR="00C77A4E">
        <w:t>-</w:t>
      </w:r>
      <w:r w:rsidR="00C77A4E" w:rsidRPr="00275B88">
        <w:t>deux heures</w:t>
      </w:r>
      <w:r>
        <w:t> !</w:t>
      </w:r>
    </w:p>
    <w:p w14:paraId="3EFFC25E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en un geste instinctif</w:t>
      </w:r>
      <w:r w:rsidR="002C50B2">
        <w:t xml:space="preserve">, </w:t>
      </w:r>
      <w:r w:rsidRPr="00275B88">
        <w:t>saisit la main de Jacques</w:t>
      </w:r>
      <w:r w:rsidR="002C50B2">
        <w:t>.</w:t>
      </w:r>
    </w:p>
    <w:p w14:paraId="7A6AC17C" w14:textId="77777777" w:rsidR="002C50B2" w:rsidRDefault="00C77A4E" w:rsidP="002C50B2">
      <w:r w:rsidRPr="00275B88">
        <w:t>Son père reprenait</w:t>
      </w:r>
      <w:r w:rsidR="002C50B2">
        <w:t xml:space="preserve">, </w:t>
      </w:r>
      <w:r w:rsidRPr="00275B88">
        <w:t>en souriant</w:t>
      </w:r>
      <w:r w:rsidR="002C50B2">
        <w:t> :</w:t>
      </w:r>
    </w:p>
    <w:p w14:paraId="1180A412" w14:textId="77777777" w:rsidR="002C50B2" w:rsidRDefault="002C50B2" w:rsidP="002C50B2">
      <w:r>
        <w:t>— </w:t>
      </w:r>
      <w:r w:rsidR="00C77A4E" w:rsidRPr="00275B88">
        <w:t>Très ingénieux ce petit appareil</w:t>
      </w:r>
      <w:r>
        <w:t>.</w:t>
      </w:r>
    </w:p>
    <w:p w14:paraId="4DE3A5D9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avec un calme étonnant</w:t>
      </w:r>
      <w:r w:rsidR="002C50B2">
        <w:t xml:space="preserve">, </w:t>
      </w:r>
      <w:r w:rsidRPr="00275B88">
        <w:t>en même temps qu</w:t>
      </w:r>
      <w:r w:rsidR="002C50B2">
        <w:t>’</w:t>
      </w:r>
      <w:r w:rsidRPr="00275B88">
        <w:t>une adresse merveilleuse</w:t>
      </w:r>
      <w:r w:rsidR="002C50B2">
        <w:t xml:space="preserve">, </w:t>
      </w:r>
      <w:r w:rsidRPr="00275B88">
        <w:t>il commença à enlever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pince</w:t>
      </w:r>
      <w:r w:rsidR="002C50B2">
        <w:t xml:space="preserve">, </w:t>
      </w:r>
      <w:r w:rsidRPr="00275B88">
        <w:t>les fils qui reliaient la pendulette à la bombe</w:t>
      </w:r>
      <w:r w:rsidR="002C50B2">
        <w:t>.</w:t>
      </w:r>
    </w:p>
    <w:p w14:paraId="0823A22E" w14:textId="77777777" w:rsidR="002C50B2" w:rsidRDefault="00C77A4E" w:rsidP="002C50B2">
      <w:r w:rsidRPr="00275B88">
        <w:t>Tandis qu</w:t>
      </w:r>
      <w:r w:rsidR="002C50B2">
        <w:t>’</w:t>
      </w:r>
      <w:r w:rsidRPr="00275B88">
        <w:t>il achevait son délicat travail</w:t>
      </w:r>
      <w:r w:rsidR="002C50B2">
        <w:t xml:space="preserve">, </w:t>
      </w:r>
      <w:r w:rsidRPr="00275B88">
        <w:t>Colette reprenait</w:t>
      </w:r>
      <w:r w:rsidR="002C50B2">
        <w:t> :</w:t>
      </w:r>
    </w:p>
    <w:p w14:paraId="6AF765DD" w14:textId="77777777" w:rsidR="002C50B2" w:rsidRDefault="002C50B2" w:rsidP="002C50B2">
      <w:r>
        <w:t>— </w:t>
      </w:r>
      <w:r w:rsidR="00C77A4E" w:rsidRPr="00275B88">
        <w:t>Nous l</w:t>
      </w:r>
      <w:r>
        <w:t>’</w:t>
      </w:r>
      <w:r w:rsidR="00C77A4E" w:rsidRPr="00275B88">
        <w:t>avons échappé belle</w:t>
      </w:r>
      <w:r>
        <w:t> !</w:t>
      </w:r>
    </w:p>
    <w:p w14:paraId="4FFB81F8" w14:textId="77777777" w:rsidR="002C50B2" w:rsidRDefault="00C77A4E" w:rsidP="002C50B2">
      <w:r w:rsidRPr="00275B88">
        <w:lastRenderedPageBreak/>
        <w:t>Jacques s</w:t>
      </w:r>
      <w:r w:rsidR="002C50B2">
        <w:t>’</w:t>
      </w:r>
      <w:r w:rsidRPr="00275B88">
        <w:t>écriait</w:t>
      </w:r>
      <w:r w:rsidR="002C50B2">
        <w:t> :</w:t>
      </w:r>
    </w:p>
    <w:p w14:paraId="20A2F819" w14:textId="77777777" w:rsidR="002C50B2" w:rsidRDefault="002C50B2" w:rsidP="002C50B2">
      <w:r>
        <w:t>— </w:t>
      </w:r>
      <w:r w:rsidR="00C77A4E" w:rsidRPr="00275B88">
        <w:t>Tout est bien qui finit bien</w:t>
      </w:r>
      <w:r>
        <w:t xml:space="preserve">, </w:t>
      </w:r>
      <w:r w:rsidR="00C77A4E" w:rsidRPr="00275B88">
        <w:t>et nous n</w:t>
      </w:r>
      <w:r>
        <w:t>’</w:t>
      </w:r>
      <w:r w:rsidR="00C77A4E" w:rsidRPr="00275B88">
        <w:t>avons plus qu</w:t>
      </w:r>
      <w:r>
        <w:t>’</w:t>
      </w:r>
      <w:r w:rsidR="00C77A4E" w:rsidRPr="00275B88">
        <w:t>à attendre la visite du baron Papillon</w:t>
      </w:r>
      <w:r>
        <w:t>.</w:t>
      </w:r>
    </w:p>
    <w:p w14:paraId="59ACE647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le baron Papillon</w:t>
      </w:r>
      <w:r>
        <w:t xml:space="preserve">… </w:t>
      </w:r>
      <w:r w:rsidR="00C77A4E" w:rsidRPr="00275B88">
        <w:t>lança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l</w:t>
      </w:r>
      <w:r>
        <w:t>’</w:t>
      </w:r>
      <w:r w:rsidR="00C77A4E" w:rsidRPr="00275B88">
        <w:t>idée que nous ne le verrons pas ce soir</w:t>
      </w:r>
      <w:r>
        <w:t>.</w:t>
      </w:r>
    </w:p>
    <w:p w14:paraId="16F56119" w14:textId="77777777" w:rsidR="002C50B2" w:rsidRDefault="002C50B2" w:rsidP="002C50B2">
      <w:r>
        <w:t>— </w:t>
      </w:r>
      <w:r w:rsidR="00C77A4E" w:rsidRPr="00275B88">
        <w:t>Pourquoi</w:t>
      </w:r>
      <w:r>
        <w:t xml:space="preserve"> ? </w:t>
      </w:r>
      <w:r w:rsidR="00C77A4E" w:rsidRPr="00275B88">
        <w:t>firent simultanément les deux jeunes gens</w:t>
      </w:r>
      <w:r>
        <w:t>.</w:t>
      </w:r>
    </w:p>
    <w:p w14:paraId="6EF1D6C2" w14:textId="77777777" w:rsidR="002C50B2" w:rsidRDefault="00C77A4E" w:rsidP="002C50B2">
      <w:r w:rsidRPr="00275B88">
        <w:t>Chantecoq ne répondit pas à leur question</w:t>
      </w:r>
      <w:r w:rsidR="002C50B2">
        <w:t xml:space="preserve">… </w:t>
      </w:r>
      <w:r w:rsidRPr="00275B88">
        <w:t>Et comme s</w:t>
      </w:r>
      <w:r w:rsidR="002C50B2">
        <w:t>’</w:t>
      </w:r>
      <w:r w:rsidRPr="00275B88">
        <w:t>il poursuivait uniquement sa pensée</w:t>
      </w:r>
      <w:r w:rsidR="002C50B2">
        <w:t xml:space="preserve">, </w:t>
      </w:r>
      <w:r w:rsidRPr="00275B88">
        <w:t>il martela</w:t>
      </w:r>
      <w:r w:rsidR="002C50B2">
        <w:t> :</w:t>
      </w:r>
    </w:p>
    <w:p w14:paraId="05AD5AFC" w14:textId="77777777" w:rsidR="002C50B2" w:rsidRDefault="002C50B2" w:rsidP="002C50B2">
      <w:r>
        <w:t>— </w:t>
      </w:r>
      <w:r w:rsidR="00C77A4E" w:rsidRPr="00275B88">
        <w:t>Mais demain</w:t>
      </w:r>
      <w:r>
        <w:t xml:space="preserve">, </w:t>
      </w:r>
      <w:r w:rsidR="00C77A4E" w:rsidRPr="00275B88">
        <w:t>il faudra bien qu</w:t>
      </w:r>
      <w:r>
        <w:t>’</w:t>
      </w:r>
      <w:r w:rsidR="00C77A4E" w:rsidRPr="00275B88">
        <w:t>il me livre son secret</w:t>
      </w:r>
      <w:r>
        <w:t> !</w:t>
      </w:r>
    </w:p>
    <w:p w14:paraId="377BB991" w14:textId="4EC8BAA6" w:rsidR="00C77A4E" w:rsidRPr="00C34E13" w:rsidRDefault="00C77A4E" w:rsidP="002C50B2">
      <w:pPr>
        <w:pStyle w:val="Titre2"/>
      </w:pPr>
      <w:bookmarkStart w:id="78" w:name="_Toc145914640"/>
      <w:bookmarkStart w:id="79" w:name="_Toc203477085"/>
      <w:r w:rsidRPr="00C34E13">
        <w:lastRenderedPageBreak/>
        <w:t>VI</w:t>
      </w:r>
      <w:bookmarkEnd w:id="78"/>
      <w:r w:rsidRPr="00C34E13">
        <w:br/>
      </w:r>
      <w:r w:rsidRPr="00C34E13">
        <w:br/>
      </w:r>
      <w:bookmarkStart w:id="80" w:name="_Toc145914641"/>
      <w:r w:rsidRPr="00C34E13">
        <w:t>OÙ LE FANTÔME REPARAÎT</w:t>
      </w:r>
      <w:bookmarkEnd w:id="79"/>
      <w:bookmarkEnd w:id="80"/>
      <w:r w:rsidRPr="00C34E13">
        <w:br/>
      </w:r>
    </w:p>
    <w:p w14:paraId="03FD9BAB" w14:textId="2DC2FD62" w:rsidR="002C50B2" w:rsidRDefault="00C77A4E" w:rsidP="002C50B2">
      <w:r w:rsidRPr="00275B88">
        <w:t>Tandis que ces événements se déroulaient chez Chantecoq</w:t>
      </w:r>
      <w:r w:rsidR="002C50B2">
        <w:t xml:space="preserve">, </w:t>
      </w:r>
      <w:r w:rsidRPr="00275B88">
        <w:t>un taxi s</w:t>
      </w:r>
      <w:r w:rsidR="002C50B2">
        <w:t>’</w:t>
      </w:r>
      <w:r w:rsidRPr="00275B88">
        <w:t>arrêtait devant l</w:t>
      </w:r>
      <w:r w:rsidR="002C50B2">
        <w:t>’</w:t>
      </w:r>
      <w:r w:rsidRPr="00275B88">
        <w:t xml:space="preserve">hôtel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>.</w:t>
      </w:r>
    </w:p>
    <w:p w14:paraId="2AAD7C3B" w14:textId="77777777" w:rsidR="002C50B2" w:rsidRDefault="00C77A4E" w:rsidP="002C50B2">
      <w:r w:rsidRPr="00275B88">
        <w:t>Une femme en descendait</w:t>
      </w:r>
      <w:r w:rsidR="002C50B2">
        <w:t xml:space="preserve">, </w:t>
      </w:r>
      <w:r w:rsidRPr="00275B88">
        <w:t>en grand deuil</w:t>
      </w:r>
      <w:r w:rsidR="002C50B2">
        <w:t xml:space="preserve">. </w:t>
      </w:r>
      <w:r w:rsidRPr="00275B88">
        <w:t>Ses cheveux</w:t>
      </w:r>
      <w:r w:rsidR="002C50B2">
        <w:t xml:space="preserve">, </w:t>
      </w:r>
      <w:r w:rsidRPr="00275B88">
        <w:t>non coupés et même abondants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échappaient en cascade d</w:t>
      </w:r>
      <w:r w:rsidR="002C50B2">
        <w:t>’</w:t>
      </w:r>
      <w:r w:rsidRPr="00275B88">
        <w:t>or sous son chapeau de crêpe</w:t>
      </w:r>
      <w:r w:rsidR="002C50B2">
        <w:t xml:space="preserve">, </w:t>
      </w:r>
      <w:r w:rsidRPr="00275B88">
        <w:t>autour duquel flottait un long voile de deuil</w:t>
      </w:r>
      <w:r w:rsidR="002C50B2">
        <w:t>.</w:t>
      </w:r>
    </w:p>
    <w:p w14:paraId="41E4BBED" w14:textId="77777777" w:rsidR="002C50B2" w:rsidRDefault="00C77A4E" w:rsidP="002C50B2">
      <w:r w:rsidRPr="00275B88">
        <w:t>Elle n</w:t>
      </w:r>
      <w:r w:rsidR="002C50B2">
        <w:t>’</w:t>
      </w:r>
      <w:r w:rsidRPr="00275B88">
        <w:t>avait rien d</w:t>
      </w:r>
      <w:r w:rsidR="002C50B2">
        <w:t>’</w:t>
      </w:r>
      <w:r w:rsidRPr="00275B88">
        <w:t>artiste</w:t>
      </w:r>
      <w:r w:rsidR="002C50B2">
        <w:t xml:space="preserve">, </w:t>
      </w:r>
      <w:r w:rsidRPr="00275B88">
        <w:t>de moderne</w:t>
      </w:r>
      <w:r w:rsidR="002C50B2">
        <w:t xml:space="preserve">, </w:t>
      </w:r>
      <w:r w:rsidRPr="00275B88">
        <w:t>ni même de parisien</w:t>
      </w:r>
      <w:r w:rsidR="002C50B2">
        <w:t xml:space="preserve">… </w:t>
      </w:r>
      <w:r w:rsidRPr="00275B88">
        <w:t>Elle paya le chauffeur</w:t>
      </w:r>
      <w:r w:rsidR="002C50B2">
        <w:t>…</w:t>
      </w:r>
    </w:p>
    <w:p w14:paraId="47BDD5CD" w14:textId="77777777" w:rsidR="002C50B2" w:rsidRDefault="00C77A4E" w:rsidP="002C50B2">
      <w:r w:rsidRPr="00275B88">
        <w:t xml:space="preserve">Sans doute </w:t>
      </w:r>
      <w:proofErr w:type="spellStart"/>
      <w:r w:rsidRPr="00275B88">
        <w:t>dut</w:t>
      </w:r>
      <w:r>
        <w:t>-</w:t>
      </w:r>
      <w:r w:rsidRPr="00275B88">
        <w:t>elle</w:t>
      </w:r>
      <w:proofErr w:type="spellEnd"/>
      <w:r w:rsidRPr="00275B88">
        <w:t xml:space="preserve"> lui donner un bon pourboire</w:t>
      </w:r>
      <w:r w:rsidR="002C50B2">
        <w:t xml:space="preserve">, </w:t>
      </w:r>
      <w:r w:rsidRPr="00275B88">
        <w:t>car il mit aussitôt pied à terre</w:t>
      </w:r>
      <w:r w:rsidR="002C50B2">
        <w:t xml:space="preserve">, </w:t>
      </w:r>
      <w:r w:rsidRPr="00275B88">
        <w:t>et après avoir aidé la voyageuse à descendre de voiture</w:t>
      </w:r>
      <w:r w:rsidR="002C50B2">
        <w:t xml:space="preserve">, </w:t>
      </w:r>
      <w:r w:rsidRPr="00275B88">
        <w:t>il déposa sur le trottoir</w:t>
      </w:r>
      <w:r w:rsidR="002C50B2">
        <w:t xml:space="preserve">, </w:t>
      </w:r>
      <w:r w:rsidRPr="00275B88">
        <w:t>devant la porte</w:t>
      </w:r>
      <w:r w:rsidR="002C50B2">
        <w:t xml:space="preserve">, </w:t>
      </w:r>
      <w:r w:rsidRPr="00275B88">
        <w:t>une valise</w:t>
      </w:r>
      <w:r w:rsidR="002C50B2">
        <w:t xml:space="preserve"> ; </w:t>
      </w:r>
      <w:r w:rsidRPr="00275B88">
        <w:t>et tout en tenant à la main une couverture soigneusement roulée dans un portemanteau en cuir jaune</w:t>
      </w:r>
      <w:r w:rsidR="002C50B2">
        <w:t xml:space="preserve">, </w:t>
      </w:r>
      <w:r w:rsidRPr="00275B88">
        <w:t>il attendit que la visiteuse eût sonné et qu</w:t>
      </w:r>
      <w:r w:rsidR="002C50B2">
        <w:t>’</w:t>
      </w:r>
      <w:r w:rsidRPr="00275B88">
        <w:t>on lui eût ouvert</w:t>
      </w:r>
      <w:r w:rsidR="002C50B2">
        <w:t xml:space="preserve">, </w:t>
      </w:r>
      <w:r w:rsidRPr="00275B88">
        <w:t>pour regagner son siège</w:t>
      </w:r>
      <w:r w:rsidR="002C50B2">
        <w:t>.</w:t>
      </w:r>
    </w:p>
    <w:p w14:paraId="57421198" w14:textId="77777777" w:rsidR="002C50B2" w:rsidRDefault="00C77A4E" w:rsidP="002C50B2">
      <w:r w:rsidRPr="00275B88">
        <w:t>Pendant ce temps</w:t>
      </w:r>
      <w:r w:rsidR="002C50B2">
        <w:t xml:space="preserve">, </w:t>
      </w:r>
      <w:r w:rsidRPr="00275B88">
        <w:t>dans le grand salon</w:t>
      </w:r>
      <w:r w:rsidR="002C50B2">
        <w:t xml:space="preserve">, </w:t>
      </w:r>
      <w:r w:rsidRPr="00275B88">
        <w:t>Maurice de Thouars</w:t>
      </w:r>
      <w:r w:rsidR="002C50B2">
        <w:t xml:space="preserve">, </w:t>
      </w:r>
      <w:r w:rsidRPr="00275B88">
        <w:t>qui portait sur son visage les marques d</w:t>
      </w:r>
      <w:r w:rsidR="002C50B2">
        <w:t>’</w:t>
      </w:r>
      <w:r w:rsidRPr="00275B88">
        <w:t>un profond chagrin</w:t>
      </w:r>
      <w:r w:rsidR="002C50B2">
        <w:t xml:space="preserve">, </w:t>
      </w:r>
      <w:r w:rsidRPr="00275B88">
        <w:t>racontait au baron et à la baronne Papillon</w:t>
      </w:r>
      <w:r w:rsidR="002C50B2">
        <w:t xml:space="preserve">, </w:t>
      </w:r>
      <w:r w:rsidRPr="00275B88">
        <w:t>figés en une attitude de consternation savamment étudiée</w:t>
      </w:r>
      <w:r w:rsidR="002C50B2">
        <w:t xml:space="preserve">, </w:t>
      </w:r>
      <w:r w:rsidRPr="00275B88">
        <w:t>les derniers moments de Simone</w:t>
      </w:r>
      <w:r w:rsidR="002C50B2">
        <w:t>.</w:t>
      </w:r>
    </w:p>
    <w:p w14:paraId="3C7D82A7" w14:textId="180F13B9" w:rsidR="002C50B2" w:rsidRDefault="002C50B2" w:rsidP="002C50B2">
      <w:r>
        <w:t>M. de </w:t>
      </w:r>
      <w:r w:rsidR="00C77A4E" w:rsidRPr="00275B88">
        <w:t>Thouars expliquait</w:t>
      </w:r>
      <w:r>
        <w:t> :</w:t>
      </w:r>
    </w:p>
    <w:p w14:paraId="3AE75313" w14:textId="77777777" w:rsidR="002C50B2" w:rsidRDefault="002C50B2" w:rsidP="002C50B2">
      <w:r>
        <w:t>— </w:t>
      </w:r>
      <w:r w:rsidR="00C77A4E" w:rsidRPr="00275B88">
        <w:t>Jusqu</w:t>
      </w:r>
      <w:r>
        <w:t>’</w:t>
      </w:r>
      <w:r w:rsidR="00C77A4E" w:rsidRPr="00275B88">
        <w:t>à la minute suprême</w:t>
      </w:r>
      <w:r>
        <w:t xml:space="preserve">, </w:t>
      </w:r>
      <w:r w:rsidR="00C77A4E" w:rsidRPr="00275B88">
        <w:t>notre pauvre amie a cru revoir ce maudit Fantôme</w:t>
      </w:r>
      <w:r>
        <w:t>.</w:t>
      </w:r>
    </w:p>
    <w:p w14:paraId="37BA7082" w14:textId="77777777" w:rsidR="002C50B2" w:rsidRDefault="00C77A4E" w:rsidP="002C50B2">
      <w:r w:rsidRPr="00275B88">
        <w:lastRenderedPageBreak/>
        <w:t>La baronne eut un sursaut d</w:t>
      </w:r>
      <w:r w:rsidR="002C50B2">
        <w:t>’</w:t>
      </w:r>
      <w:r w:rsidRPr="00275B88">
        <w:t>effroi</w:t>
      </w:r>
      <w:r w:rsidR="002C50B2">
        <w:t xml:space="preserve">… </w:t>
      </w:r>
      <w:r w:rsidRPr="00275B88">
        <w:t>Quant à son mari</w:t>
      </w:r>
      <w:r w:rsidR="002C50B2">
        <w:t xml:space="preserve">, </w:t>
      </w:r>
      <w:r w:rsidRPr="00275B88">
        <w:t>il crut devoir accentuer encore sa mine apitoyée</w:t>
      </w:r>
      <w:r w:rsidR="002C50B2">
        <w:t xml:space="preserve">, </w:t>
      </w:r>
      <w:r w:rsidRPr="00275B88">
        <w:t xml:space="preserve">et il se </w:t>
      </w:r>
      <w:r w:rsidRPr="00C14E1E">
        <w:t>préparait</w:t>
      </w:r>
      <w:r w:rsidRPr="00275B88">
        <w:t xml:space="preserve"> à entamer un panégyrique ému de la morte</w:t>
      </w:r>
      <w:r w:rsidR="002C50B2">
        <w:t xml:space="preserve">, </w:t>
      </w:r>
      <w:r w:rsidRPr="00275B88">
        <w:t>lorsque le valet de chambre apparut</w:t>
      </w:r>
      <w:r w:rsidR="002C50B2">
        <w:t xml:space="preserve">, </w:t>
      </w:r>
      <w:r w:rsidRPr="00275B88">
        <w:t>annonçant</w:t>
      </w:r>
      <w:r w:rsidR="002C50B2">
        <w:t> :</w:t>
      </w:r>
    </w:p>
    <w:p w14:paraId="383931F4" w14:textId="564F0FEF" w:rsidR="002C50B2" w:rsidRDefault="002C50B2" w:rsidP="002C50B2">
      <w:r>
        <w:t>— 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vient d</w:t>
      </w:r>
      <w:r>
        <w:t>’</w:t>
      </w:r>
      <w:r w:rsidR="00C77A4E" w:rsidRPr="00275B88">
        <w:t>arriver</w:t>
      </w:r>
      <w:r>
        <w:t>.</w:t>
      </w:r>
    </w:p>
    <w:p w14:paraId="3C651811" w14:textId="2C508003" w:rsidR="002C50B2" w:rsidRDefault="002C50B2" w:rsidP="002C50B2">
      <w:r>
        <w:t>M. de </w:t>
      </w:r>
      <w:r w:rsidR="00C77A4E" w:rsidRPr="00275B88">
        <w:t>Thouars se leva en disant</w:t>
      </w:r>
      <w:r>
        <w:t> :</w:t>
      </w:r>
    </w:p>
    <w:p w14:paraId="2DEFDBFD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la sœur de Simone</w:t>
      </w:r>
      <w:r>
        <w:t>.</w:t>
      </w:r>
    </w:p>
    <w:p w14:paraId="109FA0A6" w14:textId="49EBA8E6" w:rsidR="002C50B2" w:rsidRDefault="002C50B2" w:rsidP="002C50B2">
      <w:r>
        <w:t>— 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avait donc une sœur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exclamait la baronne</w:t>
      </w:r>
      <w:r>
        <w:t>.</w:t>
      </w:r>
    </w:p>
    <w:p w14:paraId="5411BA91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mariée en province</w:t>
      </w:r>
      <w:r>
        <w:t xml:space="preserve">… </w:t>
      </w:r>
      <w:r w:rsidR="00C77A4E" w:rsidRPr="00275B88">
        <w:t>Elles se voyaient très peu</w:t>
      </w:r>
      <w:r>
        <w:t>.</w:t>
      </w:r>
    </w:p>
    <w:p w14:paraId="775E2231" w14:textId="6E295D86" w:rsidR="002C50B2" w:rsidRDefault="002C50B2" w:rsidP="002C50B2">
      <w:r>
        <w:t>— </w:t>
      </w:r>
      <w:r w:rsidR="00C77A4E" w:rsidRPr="00275B88">
        <w:t>Nous allons nous retirer</w:t>
      </w:r>
      <w:r>
        <w:t xml:space="preserve">, </w:t>
      </w:r>
      <w:r w:rsidR="00C77A4E" w:rsidRPr="00275B88">
        <w:t xml:space="preserve">déclarait </w:t>
      </w:r>
      <w:r>
        <w:t>M. </w:t>
      </w:r>
      <w:r w:rsidR="00C77A4E" w:rsidRPr="00275B88">
        <w:t>Papillon</w:t>
      </w:r>
      <w:r>
        <w:t>.</w:t>
      </w:r>
    </w:p>
    <w:p w14:paraId="098144C6" w14:textId="4030C19D" w:rsidR="002C50B2" w:rsidRDefault="002C50B2" w:rsidP="002C50B2">
      <w:r>
        <w:t>— </w:t>
      </w:r>
      <w:r w:rsidR="00C77A4E" w:rsidRPr="00275B88">
        <w:t>Restez là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 xml:space="preserve">protestait </w:t>
      </w:r>
      <w:r>
        <w:t>M. de </w:t>
      </w:r>
      <w:r w:rsidR="00C77A4E" w:rsidRPr="00275B88">
        <w:t>Thouars</w:t>
      </w:r>
      <w:r>
        <w:t>, 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sera très heureuse de faire votre connaissance</w:t>
      </w:r>
      <w:r>
        <w:t>.</w:t>
      </w:r>
    </w:p>
    <w:p w14:paraId="6513D10A" w14:textId="3BB5DFFB" w:rsidR="002C50B2" w:rsidRDefault="00C77A4E" w:rsidP="002C50B2">
      <w:r w:rsidRPr="00275B88">
        <w:t>Il gagna l</w:t>
      </w:r>
      <w:r w:rsidR="002C50B2">
        <w:t>’</w:t>
      </w:r>
      <w:r w:rsidRPr="00275B88">
        <w:t>antichambre</w:t>
      </w:r>
      <w:r w:rsidR="002C50B2">
        <w:t xml:space="preserve">, </w:t>
      </w:r>
      <w:r w:rsidRPr="00275B88">
        <w:t xml:space="preserve">où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attendait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inclinant devant elle avec un profond respect</w:t>
      </w:r>
      <w:r w:rsidR="002C50B2">
        <w:t xml:space="preserve">, </w:t>
      </w:r>
      <w:r w:rsidRPr="00275B88">
        <w:t>il fit</w:t>
      </w:r>
      <w:r w:rsidR="002C50B2">
        <w:t> :</w:t>
      </w:r>
    </w:p>
    <w:p w14:paraId="7E309893" w14:textId="77777777" w:rsidR="002C50B2" w:rsidRDefault="002C50B2" w:rsidP="002C50B2">
      <w:r>
        <w:t>— </w:t>
      </w:r>
      <w:r w:rsidR="00C77A4E" w:rsidRPr="00275B88">
        <w:t>Comte Maurice de Thouars</w:t>
      </w:r>
      <w:r>
        <w:t>.</w:t>
      </w:r>
    </w:p>
    <w:p w14:paraId="0339123C" w14:textId="77777777" w:rsidR="002C50B2" w:rsidRDefault="00C77A4E" w:rsidP="002C50B2">
      <w:r w:rsidRPr="00275B88">
        <w:t>La dame en noir répondit à son salut avec beaucoup de dignité</w:t>
      </w:r>
      <w:r w:rsidR="002C50B2">
        <w:t>.</w:t>
      </w:r>
    </w:p>
    <w:p w14:paraId="4493C45E" w14:textId="77777777" w:rsidR="002C50B2" w:rsidRDefault="00C77A4E" w:rsidP="002C50B2">
      <w:r w:rsidRPr="00275B88">
        <w:t>Son interlocuteur précisait</w:t>
      </w:r>
      <w:r w:rsidR="002C50B2">
        <w:t> :</w:t>
      </w:r>
    </w:p>
    <w:p w14:paraId="2064E49E" w14:textId="77777777" w:rsidR="002C50B2" w:rsidRDefault="002C50B2" w:rsidP="002C50B2">
      <w:r>
        <w:t>— </w:t>
      </w:r>
      <w:r w:rsidR="00C77A4E" w:rsidRPr="00275B88">
        <w:t>Mademoiselle votre sœur voulait bien m</w:t>
      </w:r>
      <w:r>
        <w:t>’</w:t>
      </w:r>
      <w:r w:rsidR="00C77A4E" w:rsidRPr="00275B88">
        <w:t>honorer de son amitié</w:t>
      </w:r>
      <w:r>
        <w:t>.</w:t>
      </w:r>
    </w:p>
    <w:p w14:paraId="676F2D2E" w14:textId="77777777" w:rsidR="002C50B2" w:rsidRDefault="00C77A4E" w:rsidP="002C50B2">
      <w:r w:rsidRPr="00275B88">
        <w:t>Et se tournant vers Juliette et le valet de chambre qui</w:t>
      </w:r>
      <w:r w:rsidR="002C50B2">
        <w:t xml:space="preserve">, </w:t>
      </w:r>
      <w:r w:rsidRPr="00275B88">
        <w:t>près de la valise et du portemanteau</w:t>
      </w:r>
      <w:r w:rsidR="002C50B2">
        <w:t xml:space="preserve">, </w:t>
      </w:r>
      <w:r w:rsidRPr="00275B88">
        <w:t>attendaient des ordres</w:t>
      </w:r>
      <w:r w:rsidR="002C50B2">
        <w:t xml:space="preserve">, </w:t>
      </w:r>
      <w:r w:rsidRPr="00275B88">
        <w:t>il reprit</w:t>
      </w:r>
      <w:r w:rsidR="002C50B2">
        <w:t> :</w:t>
      </w:r>
    </w:p>
    <w:p w14:paraId="3FEAEC87" w14:textId="1EA3890A" w:rsidR="002C50B2" w:rsidRDefault="002C50B2" w:rsidP="002C50B2">
      <w:r>
        <w:lastRenderedPageBreak/>
        <w:t>— </w:t>
      </w:r>
      <w:r w:rsidR="00C77A4E" w:rsidRPr="00275B88">
        <w:t xml:space="preserve">Montez les bagages dans la chambre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 xml:space="preserve">Bergen a fait préparer pour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…</w:t>
      </w:r>
    </w:p>
    <w:p w14:paraId="146CADAC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avec beaucoup de déférence</w:t>
      </w:r>
      <w:r w:rsidR="002C50B2">
        <w:t xml:space="preserve">, </w:t>
      </w:r>
      <w:r w:rsidRPr="00275B88">
        <w:t>il invita celle</w:t>
      </w:r>
      <w:r>
        <w:t>-</w:t>
      </w:r>
      <w:r w:rsidRPr="00275B88">
        <w:t>ci à entrer au salon</w:t>
      </w:r>
      <w:r w:rsidR="002C50B2">
        <w:t>.</w:t>
      </w:r>
    </w:p>
    <w:p w14:paraId="05E3BC68" w14:textId="77777777" w:rsidR="002C50B2" w:rsidRDefault="00C77A4E" w:rsidP="002C50B2">
      <w:r w:rsidRPr="00275B88">
        <w:t>À sa vue</w:t>
      </w:r>
      <w:r w:rsidR="002C50B2">
        <w:t xml:space="preserve">, </w:t>
      </w:r>
      <w:r w:rsidRPr="00275B88">
        <w:t>les Papillon se levèrent</w:t>
      </w:r>
      <w:r w:rsidR="002C50B2">
        <w:t xml:space="preserve">, </w:t>
      </w:r>
      <w:r w:rsidRPr="00275B88">
        <w:t>accentuant leur tristesse de commande</w:t>
      </w:r>
      <w:r w:rsidR="002C50B2">
        <w:t>.</w:t>
      </w:r>
    </w:p>
    <w:p w14:paraId="2B8BE522" w14:textId="77777777" w:rsidR="002C50B2" w:rsidRDefault="00C77A4E" w:rsidP="002C50B2">
      <w:r w:rsidRPr="00275B88">
        <w:t>Maurice de Thouars présentait</w:t>
      </w:r>
      <w:r w:rsidR="002C50B2">
        <w:t> :</w:t>
      </w:r>
    </w:p>
    <w:p w14:paraId="6E899F2D" w14:textId="21683F0F" w:rsidR="002C50B2" w:rsidRDefault="002C50B2" w:rsidP="002C50B2">
      <w:r>
        <w:t>— </w:t>
      </w:r>
      <w:r w:rsidR="00C77A4E" w:rsidRPr="00275B88">
        <w:t>Baron et baronne Papillon</w:t>
      </w:r>
      <w:r>
        <w:t xml:space="preserve">… </w:t>
      </w:r>
      <w:r w:rsidR="00C77A4E" w:rsidRPr="00275B88">
        <w:t>De bons</w:t>
      </w:r>
      <w:r>
        <w:t xml:space="preserve">, </w:t>
      </w:r>
      <w:r w:rsidR="00C77A4E" w:rsidRPr="00275B88">
        <w:t xml:space="preserve">de vieux amis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647455A8" w14:textId="61E05E4C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 s</w:t>
      </w:r>
      <w:r>
        <w:t>’</w:t>
      </w:r>
      <w:r w:rsidR="00C77A4E" w:rsidRPr="00275B88">
        <w:t>avançait avec empressement vers la nouvelle venue</w:t>
      </w:r>
      <w:r>
        <w:t xml:space="preserve">, </w:t>
      </w:r>
      <w:r w:rsidR="00C77A4E" w:rsidRPr="00275B88">
        <w:t>affirmant d</w:t>
      </w:r>
      <w:r>
        <w:t>’</w:t>
      </w:r>
      <w:r w:rsidR="00C77A4E" w:rsidRPr="00275B88">
        <w:t>une voix pleurarde</w:t>
      </w:r>
      <w:r>
        <w:t> :</w:t>
      </w:r>
    </w:p>
    <w:p w14:paraId="4F218C53" w14:textId="77777777" w:rsidR="002C50B2" w:rsidRDefault="002C50B2" w:rsidP="002C50B2">
      <w:r>
        <w:t>— </w:t>
      </w:r>
      <w:r w:rsidR="00C77A4E" w:rsidRPr="00275B88">
        <w:t>Croyez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>que mon mari et moi nous prenons une part bien vive à votre douleur</w:t>
      </w:r>
      <w:r>
        <w:t>.</w:t>
      </w:r>
    </w:p>
    <w:p w14:paraId="0C16C807" w14:textId="0E76C86D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en proie à une peine qu</w:t>
      </w:r>
      <w:r>
        <w:t>’</w:t>
      </w:r>
      <w:r w:rsidR="00C77A4E" w:rsidRPr="00275B88">
        <w:t>elle parvenait difficilement à contenir</w:t>
      </w:r>
      <w:r>
        <w:t xml:space="preserve">, </w:t>
      </w:r>
      <w:r w:rsidR="00C77A4E" w:rsidRPr="00275B88">
        <w:t>remercia le couple d</w:t>
      </w:r>
      <w:r>
        <w:t>’</w:t>
      </w:r>
      <w:r w:rsidR="00C77A4E" w:rsidRPr="00275B88">
        <w:t>un geste ému</w:t>
      </w:r>
      <w:r>
        <w:t>…</w:t>
      </w:r>
    </w:p>
    <w:p w14:paraId="03F45884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à Maurice de Thouars</w:t>
      </w:r>
      <w:r w:rsidR="002C50B2">
        <w:t xml:space="preserve">, </w:t>
      </w:r>
      <w:r w:rsidRPr="00275B88">
        <w:t>elle dit</w:t>
      </w:r>
      <w:r w:rsidR="002C50B2">
        <w:t> :</w:t>
      </w:r>
    </w:p>
    <w:p w14:paraId="6DAA0F67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reçu votre télégramme</w:t>
      </w:r>
      <w:r>
        <w:t>…</w:t>
      </w:r>
    </w:p>
    <w:p w14:paraId="011692EE" w14:textId="77777777" w:rsidR="002C50B2" w:rsidRDefault="00C77A4E" w:rsidP="002C50B2">
      <w:r w:rsidRPr="00275B88">
        <w:t>Un sanglot lui coupa la parole</w:t>
      </w:r>
      <w:r w:rsidR="002C50B2">
        <w:t>.</w:t>
      </w:r>
    </w:p>
    <w:p w14:paraId="1C1053FE" w14:textId="57C6CBD3" w:rsidR="002C50B2" w:rsidRDefault="002C50B2" w:rsidP="002C50B2">
      <w:r>
        <w:t>M. de </w:t>
      </w:r>
      <w:r w:rsidR="00C77A4E" w:rsidRPr="00275B88">
        <w:t>Thouars la fit asseoir sur un canapé</w:t>
      </w:r>
      <w:r>
        <w:t xml:space="preserve">… </w:t>
      </w:r>
      <w:r w:rsidR="00C77A4E" w:rsidRPr="00275B88">
        <w:t>Et les yeux remplis de larmes</w:t>
      </w:r>
      <w:r>
        <w:t xml:space="preserve">, </w:t>
      </w:r>
      <w:r w:rsidR="00C77A4E" w:rsidRPr="00275B88">
        <w:t>elle reprit avec effort</w:t>
      </w:r>
      <w:r>
        <w:t> :</w:t>
      </w:r>
    </w:p>
    <w:p w14:paraId="0AE93F4D" w14:textId="77777777" w:rsidR="002C50B2" w:rsidRDefault="002C50B2" w:rsidP="002C50B2">
      <w:r>
        <w:t>— </w:t>
      </w:r>
      <w:r w:rsidR="00C77A4E" w:rsidRPr="00275B88">
        <w:t>Cette pauvre Simone</w:t>
      </w:r>
      <w:r>
        <w:t xml:space="preserve"> !… </w:t>
      </w:r>
      <w:r w:rsidR="00C77A4E" w:rsidRPr="00275B88">
        <w:t>Nous ne nous étions pas revues depuis longtemps</w:t>
      </w:r>
      <w:r>
        <w:t xml:space="preserve">… </w:t>
      </w:r>
      <w:r w:rsidR="00C77A4E" w:rsidRPr="00275B88">
        <w:t>Nous n</w:t>
      </w:r>
      <w:r>
        <w:t>’</w:t>
      </w:r>
      <w:r w:rsidR="00C77A4E" w:rsidRPr="00275B88">
        <w:t>avions ni les mêmes idées</w:t>
      </w:r>
      <w:r>
        <w:t xml:space="preserve">, </w:t>
      </w:r>
      <w:r w:rsidR="00C77A4E" w:rsidRPr="00275B88">
        <w:t>ni la même façon de vivre</w:t>
      </w:r>
      <w:r>
        <w:t xml:space="preserve">… </w:t>
      </w:r>
      <w:r w:rsidR="00C77A4E" w:rsidRPr="00275B88">
        <w:t>mais je lui avais gardé une profonde affection</w:t>
      </w:r>
      <w:r>
        <w:t>.</w:t>
      </w:r>
    </w:p>
    <w:p w14:paraId="53491A4F" w14:textId="77777777" w:rsidR="002C50B2" w:rsidRDefault="002C50B2" w:rsidP="002C50B2">
      <w:r>
        <w:t>— </w:t>
      </w:r>
      <w:r w:rsidR="00C77A4E" w:rsidRPr="00275B88">
        <w:t>Elle me parlait souvent de vous</w:t>
      </w:r>
      <w:r>
        <w:t>.</w:t>
      </w:r>
    </w:p>
    <w:p w14:paraId="605513DB" w14:textId="4AD814E1" w:rsidR="002C50B2" w:rsidRDefault="002C50B2" w:rsidP="002C50B2">
      <w:r>
        <w:lastRenderedPageBreak/>
        <w:t>— </w:t>
      </w:r>
      <w:r w:rsidR="00C77A4E" w:rsidRPr="00275B88">
        <w:t>Je voudrais la revoir</w:t>
      </w:r>
      <w:r>
        <w:t xml:space="preserve"> !… </w:t>
      </w:r>
      <w:r w:rsidR="00C77A4E" w:rsidRPr="00275B88">
        <w:t xml:space="preserve">déclarait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.</w:t>
      </w:r>
    </w:p>
    <w:p w14:paraId="612D219F" w14:textId="387049EB" w:rsidR="002C50B2" w:rsidRDefault="002C50B2" w:rsidP="002C50B2">
      <w:r>
        <w:t>M. de </w:t>
      </w:r>
      <w:r w:rsidR="00C77A4E" w:rsidRPr="00275B88">
        <w:t>Thouars expliquait</w:t>
      </w:r>
      <w:r>
        <w:t> :</w:t>
      </w:r>
    </w:p>
    <w:p w14:paraId="284C4C76" w14:textId="77777777" w:rsidR="002C50B2" w:rsidRDefault="002C50B2" w:rsidP="002C50B2">
      <w:r>
        <w:t>— </w:t>
      </w:r>
      <w:r w:rsidR="00C77A4E" w:rsidRPr="00275B88">
        <w:t>Elle repose dans son atelier</w:t>
      </w:r>
      <w:r>
        <w:t xml:space="preserve">, </w:t>
      </w:r>
      <w:r w:rsidR="00C77A4E" w:rsidRPr="00275B88">
        <w:t>ainsi qu</w:t>
      </w:r>
      <w:r>
        <w:t>’</w:t>
      </w:r>
      <w:r w:rsidR="00C77A4E" w:rsidRPr="00275B88">
        <w:t>elle l</w:t>
      </w:r>
      <w:r>
        <w:t>’</w:t>
      </w:r>
      <w:r w:rsidR="00C77A4E" w:rsidRPr="00275B88">
        <w:t>a voulu</w:t>
      </w:r>
      <w:r>
        <w:t>…</w:t>
      </w:r>
    </w:p>
    <w:p w14:paraId="262BAB31" w14:textId="77777777" w:rsidR="002C50B2" w:rsidRDefault="002C50B2" w:rsidP="002C50B2">
      <w:r>
        <w:t>« </w:t>
      </w:r>
      <w:r w:rsidR="00C77A4E" w:rsidRPr="00275B88">
        <w:t>Je vais vous y conduire</w:t>
      </w:r>
      <w:r>
        <w:t> !</w:t>
      </w:r>
    </w:p>
    <w:p w14:paraId="3794DFEE" w14:textId="26243E92" w:rsidR="002C50B2" w:rsidRDefault="00C77A4E" w:rsidP="002C50B2">
      <w:r w:rsidRPr="00275B88">
        <w:t xml:space="preserve">Le comte offrit son bras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>.</w:t>
      </w:r>
    </w:p>
    <w:p w14:paraId="199A8BE5" w14:textId="77777777" w:rsidR="002C50B2" w:rsidRDefault="00C77A4E" w:rsidP="002C50B2">
      <w:r w:rsidRPr="00275B88">
        <w:t>La baronne implorait</w:t>
      </w:r>
      <w:r w:rsidR="002C50B2">
        <w:t> :</w:t>
      </w:r>
    </w:p>
    <w:p w14:paraId="5D5BCDB5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que vous nous permettez</w:t>
      </w:r>
      <w:r>
        <w:t xml:space="preserve">, </w:t>
      </w:r>
      <w:r w:rsidR="00C77A4E" w:rsidRPr="00275B88">
        <w:t>à nous aussi</w:t>
      </w:r>
      <w:r>
        <w:t> ?</w:t>
      </w:r>
    </w:p>
    <w:p w14:paraId="6E737E3B" w14:textId="4C6FC39F" w:rsidR="002C50B2" w:rsidRDefault="002C50B2" w:rsidP="002C50B2">
      <w:r>
        <w:t>M. de </w:t>
      </w:r>
      <w:r w:rsidR="00C77A4E" w:rsidRPr="00275B88">
        <w:t>Thouars fit un geste affirmatif</w:t>
      </w:r>
      <w:r>
        <w:t>.</w:t>
      </w:r>
    </w:p>
    <w:p w14:paraId="2F647FF2" w14:textId="77777777" w:rsidR="002C50B2" w:rsidRDefault="00C77A4E" w:rsidP="002C50B2">
      <w:r w:rsidRPr="00275B88">
        <w:t>Et tous les quatre ils se dirigèrent vers l</w:t>
      </w:r>
      <w:r w:rsidR="002C50B2">
        <w:t>’</w:t>
      </w:r>
      <w:r w:rsidRPr="00275B88">
        <w:t>atelier</w:t>
      </w:r>
      <w:r w:rsidR="002C50B2">
        <w:t>…</w:t>
      </w:r>
    </w:p>
    <w:p w14:paraId="6C287E3E" w14:textId="61C1A5EE" w:rsidR="002C50B2" w:rsidRDefault="00C77A4E" w:rsidP="002C50B2">
      <w:r w:rsidRPr="00275B88">
        <w:t>Lorsqu</w:t>
      </w:r>
      <w:r w:rsidR="002C50B2">
        <w:t>’</w:t>
      </w:r>
      <w:r w:rsidRPr="00275B88">
        <w:t>ils s</w:t>
      </w:r>
      <w:r w:rsidR="002C50B2">
        <w:t>’</w:t>
      </w:r>
      <w:r w:rsidRPr="00275B88">
        <w:t>y présentèrent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était en prières auprès de Simone</w:t>
      </w:r>
      <w:r w:rsidR="002C50B2">
        <w:t>…</w:t>
      </w:r>
    </w:p>
    <w:p w14:paraId="13C6A4A1" w14:textId="21C673C9" w:rsidR="002C50B2" w:rsidRDefault="00C77A4E" w:rsidP="002C50B2">
      <w:r w:rsidRPr="00275B88">
        <w:t>Aussitôt</w:t>
      </w:r>
      <w:r w:rsidR="002C50B2">
        <w:t xml:space="preserve">, </w:t>
      </w:r>
      <w:r w:rsidRPr="00275B88">
        <w:t>elle se leva et s</w:t>
      </w:r>
      <w:r w:rsidR="002C50B2">
        <w:t>’</w:t>
      </w:r>
      <w:r w:rsidRPr="00275B88">
        <w:t xml:space="preserve">en fut vers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dont elle étreignit la main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tandis que les trois autres personnages demeuraient discrètement à l</w:t>
      </w:r>
      <w:r w:rsidR="002C50B2">
        <w:t>’</w:t>
      </w:r>
      <w:r w:rsidRPr="00275B88">
        <w:t>écart</w:t>
      </w:r>
      <w:r w:rsidR="002C50B2">
        <w:t xml:space="preserve">, </w:t>
      </w:r>
      <w:r w:rsidRPr="00275B88">
        <w:t>elle l</w:t>
      </w:r>
      <w:r w:rsidR="002C50B2">
        <w:t>’</w:t>
      </w:r>
      <w:r w:rsidRPr="00275B88">
        <w:t>emmena près du divan</w:t>
      </w:r>
      <w:r w:rsidR="002C50B2">
        <w:t>.</w:t>
      </w:r>
    </w:p>
    <w:p w14:paraId="7925DDF1" w14:textId="71C6F805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contempla douloureusement sa sœur</w:t>
      </w:r>
      <w:r>
        <w:t>.</w:t>
      </w:r>
    </w:p>
    <w:p w14:paraId="3BE52F47" w14:textId="77777777" w:rsidR="002C50B2" w:rsidRDefault="002C50B2" w:rsidP="002C50B2">
      <w:r>
        <w:t>— </w:t>
      </w:r>
      <w:r w:rsidR="00C77A4E" w:rsidRPr="00275B88">
        <w:t>Elle n</w:t>
      </w:r>
      <w:r>
        <w:t>’</w:t>
      </w:r>
      <w:r w:rsidR="00C77A4E" w:rsidRPr="00275B88">
        <w:t>est guère changée</w:t>
      </w:r>
      <w:r>
        <w:t xml:space="preserve"> ! </w:t>
      </w:r>
      <w:r w:rsidR="00C77A4E" w:rsidRPr="00275B88">
        <w:t>murmura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>.</w:t>
      </w:r>
    </w:p>
    <w:p w14:paraId="3A3C8FE5" w14:textId="77777777" w:rsidR="002C50B2" w:rsidRDefault="00C77A4E" w:rsidP="002C50B2">
      <w:r w:rsidRPr="00275B88">
        <w:t>Elle s</w:t>
      </w:r>
      <w:r w:rsidR="002C50B2">
        <w:t>’</w:t>
      </w:r>
      <w:r w:rsidRPr="00275B88">
        <w:t>approcha de la morte et appuya ses lèvres contre son front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agenouillant</w:t>
      </w:r>
      <w:r w:rsidR="002C50B2">
        <w:t xml:space="preserve">, </w:t>
      </w:r>
      <w:r w:rsidRPr="00275B88">
        <w:t>elle se mit à prier</w:t>
      </w:r>
      <w:r w:rsidR="002C50B2">
        <w:t>.</w:t>
      </w:r>
    </w:p>
    <w:p w14:paraId="1C55C336" w14:textId="2AD9E971" w:rsidR="002C50B2" w:rsidRDefault="002C50B2" w:rsidP="002C50B2">
      <w:r>
        <w:t>— </w:t>
      </w:r>
      <w:r w:rsidR="00C77A4E" w:rsidRPr="00275B88">
        <w:t>Partons</w:t>
      </w:r>
      <w:r>
        <w:t xml:space="preserve">, </w:t>
      </w:r>
      <w:r w:rsidR="00C77A4E" w:rsidRPr="00275B88">
        <w:t xml:space="preserve">fit à voix basse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 à son mari</w:t>
      </w:r>
      <w:r>
        <w:t xml:space="preserve">. </w:t>
      </w:r>
      <w:r w:rsidR="00C77A4E" w:rsidRPr="00275B88">
        <w:t>Ce spectacle me fait trop de mal</w:t>
      </w:r>
      <w:r>
        <w:t> !</w:t>
      </w:r>
    </w:p>
    <w:p w14:paraId="1446ED51" w14:textId="77777777" w:rsidR="002C50B2" w:rsidRDefault="00C77A4E" w:rsidP="002C50B2">
      <w:r w:rsidRPr="00275B88">
        <w:t>Maurice de Thouars les reconduisit jusqu</w:t>
      </w:r>
      <w:r w:rsidR="002C50B2">
        <w:t>’</w:t>
      </w:r>
      <w:r w:rsidRPr="00275B88">
        <w:t>à la porte d</w:t>
      </w:r>
      <w:r w:rsidR="002C50B2">
        <w:t>’</w:t>
      </w:r>
      <w:r w:rsidRPr="00275B88">
        <w:t>entrée</w:t>
      </w:r>
      <w:r w:rsidR="002C50B2">
        <w:t xml:space="preserve">… </w:t>
      </w:r>
      <w:r w:rsidRPr="00275B88">
        <w:t>Et après avoir subi une dernière fois leurs protestations d</w:t>
      </w:r>
      <w:r w:rsidR="002C50B2">
        <w:t>’</w:t>
      </w:r>
      <w:r w:rsidRPr="00275B88">
        <w:t>amitié et leurs compliments de condoléances</w:t>
      </w:r>
      <w:r w:rsidR="002C50B2">
        <w:t xml:space="preserve">, </w:t>
      </w:r>
      <w:r w:rsidRPr="00275B88">
        <w:t>il regagna le salon et appuya sur le bouton d</w:t>
      </w:r>
      <w:r w:rsidR="002C50B2">
        <w:t>’</w:t>
      </w:r>
      <w:r w:rsidRPr="00275B88">
        <w:t>une sonnerie électrique</w:t>
      </w:r>
      <w:r w:rsidR="002C50B2">
        <w:t>.</w:t>
      </w:r>
    </w:p>
    <w:p w14:paraId="40EF8814" w14:textId="77777777" w:rsidR="002C50B2" w:rsidRDefault="00C77A4E" w:rsidP="002C50B2">
      <w:r w:rsidRPr="00275B88">
        <w:lastRenderedPageBreak/>
        <w:t>Juliette apparut</w:t>
      </w:r>
      <w:r w:rsidR="002C50B2">
        <w:t>.</w:t>
      </w:r>
    </w:p>
    <w:p w14:paraId="1551AA52" w14:textId="77777777" w:rsidR="002C50B2" w:rsidRDefault="00C77A4E" w:rsidP="002C50B2">
      <w:r w:rsidRPr="00275B88">
        <w:t>Maurice de Thouars lui demanda</w:t>
      </w:r>
      <w:r w:rsidR="002C50B2">
        <w:t> :</w:t>
      </w:r>
    </w:p>
    <w:p w14:paraId="059E8DC9" w14:textId="77777777" w:rsidR="002C50B2" w:rsidRDefault="002C50B2" w:rsidP="002C50B2">
      <w:r>
        <w:t>— </w:t>
      </w:r>
      <w:r w:rsidR="00C77A4E" w:rsidRPr="00275B88">
        <w:t>Vous avez monté les bagages</w:t>
      </w:r>
      <w:r>
        <w:t> ?</w:t>
      </w:r>
    </w:p>
    <w:p w14:paraId="7F479A9E" w14:textId="408F82A3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 le comte</w:t>
      </w:r>
      <w:r>
        <w:t xml:space="preserve"> ; </w:t>
      </w:r>
      <w:r w:rsidR="00C77A4E" w:rsidRPr="00275B88">
        <w:t>mais je n</w:t>
      </w:r>
      <w:r>
        <w:t>’</w:t>
      </w:r>
      <w:r w:rsidR="00C77A4E" w:rsidRPr="00275B88">
        <w:t>ai pas pu ouvrir la valise</w:t>
      </w:r>
      <w:r>
        <w:t xml:space="preserve"> ; </w:t>
      </w:r>
      <w:r w:rsidR="00C77A4E" w:rsidRPr="00275B88">
        <w:t xml:space="preserve">car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a conservé la clef</w:t>
      </w:r>
      <w:r>
        <w:t>.</w:t>
      </w:r>
    </w:p>
    <w:p w14:paraId="18234A52" w14:textId="77777777" w:rsidR="002C50B2" w:rsidRDefault="002C50B2" w:rsidP="002C50B2">
      <w:r>
        <w:t>— </w:t>
      </w:r>
      <w:r w:rsidR="00C77A4E" w:rsidRPr="00275B88">
        <w:t>Bien</w:t>
      </w:r>
      <w:r>
        <w:t xml:space="preserve">, </w:t>
      </w:r>
      <w:r w:rsidR="00C77A4E" w:rsidRPr="00275B88">
        <w:t>je vous remercie</w:t>
      </w:r>
      <w:r>
        <w:t>.</w:t>
      </w:r>
    </w:p>
    <w:p w14:paraId="60A57EA6" w14:textId="389995A3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reparut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appuyant au bras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.</w:t>
      </w:r>
    </w:p>
    <w:p w14:paraId="25A90279" w14:textId="77777777" w:rsidR="002C50B2" w:rsidRDefault="00C77A4E" w:rsidP="002C50B2">
      <w:r w:rsidRPr="00275B88">
        <w:t>Elle était tout en larmes</w:t>
      </w:r>
      <w:r w:rsidR="002C50B2">
        <w:t>.</w:t>
      </w:r>
    </w:p>
    <w:p w14:paraId="640C2E17" w14:textId="77777777" w:rsidR="002C50B2" w:rsidRDefault="002C50B2" w:rsidP="002C50B2">
      <w:r>
        <w:t>— </w:t>
      </w:r>
      <w:r w:rsidR="00C77A4E" w:rsidRPr="00275B88">
        <w:t>Voulez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proposait la dame de compagnie</w:t>
      </w:r>
      <w:r>
        <w:t xml:space="preserve">, </w:t>
      </w:r>
      <w:r w:rsidR="00C77A4E" w:rsidRPr="00275B88">
        <w:t>que je vous accompagne jusqu</w:t>
      </w:r>
      <w:r>
        <w:t>’</w:t>
      </w:r>
      <w:r w:rsidR="00C77A4E" w:rsidRPr="00275B88">
        <w:t>à votre chambre</w:t>
      </w:r>
      <w:r>
        <w:t> ?</w:t>
      </w:r>
    </w:p>
    <w:p w14:paraId="3CF599FC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je veux bien</w:t>
      </w:r>
      <w:r>
        <w:t>.</w:t>
      </w:r>
    </w:p>
    <w:p w14:paraId="56FB4199" w14:textId="77777777" w:rsidR="002C50B2" w:rsidRDefault="00C77A4E" w:rsidP="002C50B2">
      <w:r w:rsidRPr="00275B88">
        <w:t>Maurice de Thouars s</w:t>
      </w:r>
      <w:r w:rsidR="002C50B2">
        <w:t>’</w:t>
      </w:r>
      <w:r w:rsidRPr="00275B88">
        <w:t>avançait</w:t>
      </w:r>
      <w:r w:rsidR="002C50B2">
        <w:t xml:space="preserve">, </w:t>
      </w:r>
      <w:r w:rsidRPr="00275B88">
        <w:t>déclarant</w:t>
      </w:r>
      <w:r w:rsidR="002C50B2">
        <w:t xml:space="preserve">, </w:t>
      </w:r>
      <w:r w:rsidRPr="00275B88">
        <w:t>en lui désignant Juliette</w:t>
      </w:r>
      <w:r w:rsidR="002C50B2">
        <w:t> :</w:t>
      </w:r>
    </w:p>
    <w:p w14:paraId="13C068AE" w14:textId="77777777" w:rsidR="002C50B2" w:rsidRDefault="002C50B2" w:rsidP="002C50B2">
      <w:r>
        <w:t>— </w:t>
      </w:r>
      <w:r w:rsidR="00C77A4E" w:rsidRPr="00275B88">
        <w:t>Voici la femme de chambre de Simone</w:t>
      </w:r>
      <w:r>
        <w:t>…</w:t>
      </w:r>
    </w:p>
    <w:p w14:paraId="61EAC4B6" w14:textId="65B56DAE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s</w:t>
      </w:r>
      <w:r>
        <w:t>’</w:t>
      </w:r>
      <w:r w:rsidR="00C77A4E" w:rsidRPr="00275B88">
        <w:t>empressait d</w:t>
      </w:r>
      <w:r>
        <w:t>’</w:t>
      </w:r>
      <w:r w:rsidR="00C77A4E" w:rsidRPr="00275B88">
        <w:t>ajouter</w:t>
      </w:r>
      <w:r>
        <w:t> :</w:t>
      </w:r>
    </w:p>
    <w:p w14:paraId="5DEDC999" w14:textId="77777777" w:rsidR="002C50B2" w:rsidRDefault="002C50B2" w:rsidP="002C50B2">
      <w:r>
        <w:t>— </w:t>
      </w:r>
      <w:r w:rsidR="00C77A4E" w:rsidRPr="00275B88">
        <w:t>Une excellente fille</w:t>
      </w:r>
      <w:r>
        <w:t xml:space="preserve">, </w:t>
      </w:r>
      <w:r w:rsidR="00C77A4E" w:rsidRPr="00275B88">
        <w:t>très dévouée</w:t>
      </w:r>
      <w:r>
        <w:t xml:space="preserve">, </w:t>
      </w:r>
      <w:r w:rsidR="00C77A4E" w:rsidRPr="00275B88">
        <w:t>et qui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sûre</w:t>
      </w:r>
      <w:r>
        <w:t xml:space="preserve">, </w:t>
      </w:r>
      <w:r w:rsidR="00C77A4E" w:rsidRPr="00275B88">
        <w:t>aura très grand soin de vous</w:t>
      </w:r>
      <w:r>
        <w:t>.</w:t>
      </w:r>
    </w:p>
    <w:p w14:paraId="0A6500EB" w14:textId="5AEBA83B" w:rsidR="002C50B2" w:rsidRDefault="002C50B2" w:rsidP="002C50B2">
      <w:r>
        <w:t>— </w:t>
      </w:r>
      <w:r w:rsidR="00C77A4E" w:rsidRPr="00275B88">
        <w:t>Je suis brisée</w:t>
      </w:r>
      <w:r>
        <w:t xml:space="preserve">, </w:t>
      </w:r>
      <w:r w:rsidR="00C77A4E" w:rsidRPr="00275B88">
        <w:t xml:space="preserve">déclarait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.</w:t>
      </w:r>
    </w:p>
    <w:p w14:paraId="5472E36C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venez</w:t>
      </w:r>
      <w:r>
        <w:t xml:space="preserve">, </w:t>
      </w:r>
      <w:r w:rsidR="00C77A4E" w:rsidRPr="00275B88">
        <w:t>invitait la Scandinave</w:t>
      </w:r>
      <w:r>
        <w:t xml:space="preserve">, </w:t>
      </w:r>
      <w:r w:rsidR="00C77A4E" w:rsidRPr="00275B88">
        <w:t>vous allez prendre un peu de repos</w:t>
      </w:r>
      <w:r>
        <w:t>.</w:t>
      </w:r>
    </w:p>
    <w:p w14:paraId="437D6AE4" w14:textId="6E124BA6" w:rsidR="002C50B2" w:rsidRDefault="002C50B2" w:rsidP="002C50B2">
      <w:r>
        <w:t>— </w:t>
      </w:r>
      <w:r w:rsidR="00C77A4E" w:rsidRPr="00275B88">
        <w:t>Et moi</w:t>
      </w:r>
      <w:r>
        <w:t xml:space="preserve">, </w:t>
      </w:r>
      <w:r w:rsidR="00C77A4E" w:rsidRPr="00275B88">
        <w:t xml:space="preserve">déclarait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je vais veiller notre amie</w:t>
      </w:r>
      <w:r>
        <w:t>.</w:t>
      </w:r>
    </w:p>
    <w:p w14:paraId="222A594B" w14:textId="568B926E" w:rsidR="002C50B2" w:rsidRDefault="002C50B2" w:rsidP="002C50B2"/>
    <w:p w14:paraId="1EA755A7" w14:textId="770C6CD7" w:rsidR="002C50B2" w:rsidRDefault="00C77A4E" w:rsidP="002C50B2">
      <w:r w:rsidRPr="00275B88">
        <w:lastRenderedPageBreak/>
        <w:t>Quelques heures après</w:t>
      </w:r>
      <w:r w:rsidR="002C50B2">
        <w:t xml:space="preserve">, </w:t>
      </w:r>
      <w:r w:rsidRPr="00275B88">
        <w:t>dans le grand salon de l</w:t>
      </w:r>
      <w:r w:rsidR="002C50B2">
        <w:t>’</w:t>
      </w:r>
      <w:r w:rsidRPr="00275B88">
        <w:t>hôtel d</w:t>
      </w:r>
      <w:r w:rsidR="002C50B2">
        <w:t>’</w:t>
      </w:r>
      <w:r w:rsidRPr="00275B88">
        <w:t>Auteuil</w:t>
      </w:r>
      <w:r w:rsidR="002C50B2">
        <w:t xml:space="preserve">, </w:t>
      </w:r>
      <w:r w:rsidRPr="00275B88">
        <w:t xml:space="preserve">Elsa Bergen tenait compagnie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à laquelle</w:t>
      </w:r>
      <w:r w:rsidR="002C50B2">
        <w:t xml:space="preserve">, </w:t>
      </w:r>
      <w:r w:rsidRPr="00275B88">
        <w:t>tandis que Juliette leur servait le thé</w:t>
      </w:r>
      <w:r w:rsidR="002C50B2">
        <w:t xml:space="preserve">, </w:t>
      </w:r>
      <w:r w:rsidRPr="00275B88">
        <w:t>elle racontait les derniers moments de sa sœur</w:t>
      </w:r>
      <w:r w:rsidR="002C50B2">
        <w:t xml:space="preserve">, </w:t>
      </w:r>
      <w:r w:rsidRPr="00275B88">
        <w:t>lorsque le valet de chambre apparut</w:t>
      </w:r>
      <w:r w:rsidR="002C50B2">
        <w:t xml:space="preserve">, </w:t>
      </w:r>
      <w:r w:rsidRPr="00275B88">
        <w:t>annonçant</w:t>
      </w:r>
      <w:r w:rsidR="002C50B2">
        <w:t> :</w:t>
      </w:r>
    </w:p>
    <w:p w14:paraId="185782AD" w14:textId="071E8EA9" w:rsidR="002C50B2" w:rsidRDefault="002C50B2" w:rsidP="002C50B2">
      <w:r>
        <w:t>— M. </w:t>
      </w:r>
      <w:r w:rsidR="00C77A4E" w:rsidRPr="00275B88">
        <w:t>le directeur de la police judiciaire est là</w:t>
      </w:r>
      <w:r>
        <w:t>.</w:t>
      </w:r>
    </w:p>
    <w:p w14:paraId="6A680A1F" w14:textId="662F92CF" w:rsidR="002C50B2" w:rsidRDefault="00C77A4E" w:rsidP="002C50B2">
      <w:r w:rsidRPr="00275B88">
        <w:t>La Scandinave se leva</w:t>
      </w:r>
      <w:r w:rsidR="002C50B2">
        <w:t xml:space="preserve">, </w:t>
      </w:r>
      <w:r w:rsidRPr="00275B88">
        <w:t>un peu surprise</w:t>
      </w:r>
      <w:r w:rsidR="002C50B2">
        <w:t xml:space="preserve">… </w:t>
      </w:r>
      <w:r w:rsidRPr="00275B88">
        <w:t xml:space="preserve">tandis que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lui demandait</w:t>
      </w:r>
      <w:r w:rsidR="002C50B2">
        <w:t> :</w:t>
      </w:r>
    </w:p>
    <w:p w14:paraId="5FB5B64C" w14:textId="77777777" w:rsidR="002C50B2" w:rsidRDefault="002C50B2" w:rsidP="002C50B2">
      <w:r>
        <w:t>— </w:t>
      </w:r>
      <w:r w:rsidR="00C77A4E" w:rsidRPr="00275B88">
        <w:t>Que vient</w:t>
      </w:r>
      <w:r w:rsidR="00C77A4E">
        <w:t>-</w:t>
      </w:r>
      <w:r w:rsidR="00C77A4E" w:rsidRPr="00275B88">
        <w:t>il faire ici</w:t>
      </w:r>
      <w:r>
        <w:t> ?</w:t>
      </w:r>
    </w:p>
    <w:p w14:paraId="26B2F208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ignore</w:t>
      </w:r>
      <w:r>
        <w:t xml:space="preserve">… </w:t>
      </w:r>
      <w:r w:rsidR="00C77A4E" w:rsidRPr="00275B88">
        <w:t xml:space="preserve">Mais il me semble difficile de </w:t>
      </w:r>
      <w:r w:rsidR="00C77A4E">
        <w:t>l</w:t>
      </w:r>
      <w:r>
        <w:t>’</w:t>
      </w:r>
      <w:r w:rsidR="00C77A4E">
        <w:t>éconduire</w:t>
      </w:r>
      <w:r>
        <w:t xml:space="preserve">… </w:t>
      </w:r>
      <w:r w:rsidR="00C77A4E" w:rsidRPr="00275B88">
        <w:t>Toutefois</w:t>
      </w:r>
      <w:r>
        <w:t xml:space="preserve">, </w:t>
      </w:r>
      <w:r w:rsidR="00C77A4E" w:rsidRPr="00275B88">
        <w:t>si vous désirez ne pas le voir</w:t>
      </w:r>
      <w:r>
        <w:t xml:space="preserve">, </w:t>
      </w:r>
      <w:r w:rsidR="00C77A4E" w:rsidRPr="00275B88">
        <w:t>je puis le faire entrer dans une autre pièce</w:t>
      </w:r>
      <w:r>
        <w:t>.</w:t>
      </w:r>
    </w:p>
    <w:p w14:paraId="10CB9F5B" w14:textId="43A4CF31" w:rsidR="002C50B2" w:rsidRDefault="002C50B2" w:rsidP="002C50B2">
      <w:r>
        <w:t>— </w:t>
      </w:r>
      <w:r w:rsidR="00C77A4E" w:rsidRPr="00275B88">
        <w:t>Non</w:t>
      </w:r>
      <w:r>
        <w:t xml:space="preserve">… </w:t>
      </w:r>
      <w:r w:rsidR="00C77A4E" w:rsidRPr="00275B88">
        <w:t xml:space="preserve">refusait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… </w:t>
      </w:r>
      <w:r w:rsidR="00C77A4E" w:rsidRPr="00275B88">
        <w:t>je préfère être là</w:t>
      </w:r>
      <w:r>
        <w:t xml:space="preserve">… </w:t>
      </w:r>
      <w:r w:rsidR="00C77A4E" w:rsidRPr="00275B88">
        <w:t>Maintenant que vous m</w:t>
      </w:r>
      <w:r>
        <w:t>’</w:t>
      </w:r>
      <w:r w:rsidR="00C77A4E" w:rsidRPr="00275B88">
        <w:t>avez réconfortée de vos consolations si affectueuses</w:t>
      </w:r>
      <w:r>
        <w:t xml:space="preserve">, </w:t>
      </w:r>
      <w:r w:rsidR="00C77A4E" w:rsidRPr="00275B88">
        <w:t>je me sens assez courageuse pour affronter toutes les épreuves</w:t>
      </w:r>
      <w:r>
        <w:t>.</w:t>
      </w:r>
    </w:p>
    <w:p w14:paraId="04BBCBC9" w14:textId="78647F64" w:rsidR="002C50B2" w:rsidRDefault="00C77A4E" w:rsidP="002C50B2">
      <w:r w:rsidRPr="00275B88">
        <w:t>La demoiselle de compagnie donna l</w:t>
      </w:r>
      <w:r w:rsidR="002C50B2">
        <w:t>’</w:t>
      </w:r>
      <w:r w:rsidRPr="00275B88">
        <w:t>ordre à Dominique d</w:t>
      </w:r>
      <w:r w:rsidR="002C50B2">
        <w:t>’</w:t>
      </w:r>
      <w:r w:rsidRPr="00275B88">
        <w:t xml:space="preserve">introduire </w:t>
      </w:r>
      <w:r w:rsidR="002C50B2">
        <w:t>M. </w:t>
      </w:r>
      <w:proofErr w:type="spellStart"/>
      <w:r w:rsidRPr="00275B88">
        <w:t>Ferval</w:t>
      </w:r>
      <w:proofErr w:type="spellEnd"/>
      <w:r w:rsidR="002C50B2">
        <w:t xml:space="preserve">.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après avoir salué Elsa Bergen</w:t>
      </w:r>
      <w:r w:rsidR="002C50B2">
        <w:t xml:space="preserve">, </w:t>
      </w:r>
      <w:r w:rsidRPr="00275B88">
        <w:t xml:space="preserve">dirigea son regard vers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qui</w:t>
      </w:r>
      <w:r w:rsidR="002C50B2">
        <w:t xml:space="preserve">, </w:t>
      </w:r>
      <w:r w:rsidRPr="00275B88">
        <w:t>accablée par sa profonde douleur</w:t>
      </w:r>
      <w:r w:rsidR="002C50B2">
        <w:t xml:space="preserve">, </w:t>
      </w:r>
      <w:r w:rsidRPr="00275B88">
        <w:t>était restée assise</w:t>
      </w:r>
      <w:r w:rsidR="002C50B2">
        <w:t>.</w:t>
      </w:r>
    </w:p>
    <w:p w14:paraId="2756795C" w14:textId="77777777" w:rsidR="002C50B2" w:rsidRDefault="00C77A4E" w:rsidP="002C50B2">
      <w:r w:rsidRPr="00275B88">
        <w:t>La Scandinave murmurait à l</w:t>
      </w:r>
      <w:r w:rsidR="002C50B2">
        <w:t>’</w:t>
      </w:r>
      <w:r w:rsidRPr="00275B88">
        <w:t>oreille du haut fonctionnaire</w:t>
      </w:r>
      <w:r w:rsidR="002C50B2">
        <w:t> :</w:t>
      </w:r>
    </w:p>
    <w:p w14:paraId="6821E02B" w14:textId="4BDA4904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 xml:space="preserve">est la sœur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… </w:t>
      </w:r>
      <w:r w:rsidR="00C77A4E" w:rsidRPr="00275B88">
        <w:t>Elle a beaucoup de chagrin</w:t>
      </w:r>
      <w:r>
        <w:t>.</w:t>
      </w:r>
    </w:p>
    <w:p w14:paraId="33BA19DA" w14:textId="4CC954CA" w:rsidR="002C50B2" w:rsidRDefault="002C50B2" w:rsidP="002C50B2">
      <w:r>
        <w:t>M. </w:t>
      </w:r>
      <w:proofErr w:type="spellStart"/>
      <w:r w:rsidR="00C77A4E" w:rsidRPr="00275B88">
        <w:t>Ferval</w:t>
      </w:r>
      <w:proofErr w:type="spellEnd"/>
      <w:r w:rsidR="00C77A4E" w:rsidRPr="00275B88">
        <w:t xml:space="preserve"> s</w:t>
      </w:r>
      <w:r>
        <w:t>’</w:t>
      </w:r>
      <w:r w:rsidR="00C77A4E" w:rsidRPr="00275B88">
        <w:t xml:space="preserve">inclina respectueusement devant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qui lui répondit d</w:t>
      </w:r>
      <w:r>
        <w:t>’</w:t>
      </w:r>
      <w:r w:rsidR="00C77A4E" w:rsidRPr="00275B88">
        <w:t>un léger signe de tête</w:t>
      </w:r>
      <w:r>
        <w:t xml:space="preserve">. </w:t>
      </w:r>
      <w:r w:rsidR="00C77A4E" w:rsidRPr="00275B88">
        <w:t>Puis s</w:t>
      </w:r>
      <w:r>
        <w:t>’</w:t>
      </w:r>
      <w:r w:rsidR="00C77A4E" w:rsidRPr="00275B88">
        <w:t>adressant à la demoiselle de compagnie</w:t>
      </w:r>
      <w:r>
        <w:t xml:space="preserve">, </w:t>
      </w:r>
      <w:r w:rsidR="00C77A4E" w:rsidRPr="00275B88">
        <w:t>il fit d</w:t>
      </w:r>
      <w:r>
        <w:t>’</w:t>
      </w:r>
      <w:r w:rsidR="00C77A4E" w:rsidRPr="00275B88">
        <w:t>un air grave</w:t>
      </w:r>
      <w:r>
        <w:t> :</w:t>
      </w:r>
    </w:p>
    <w:p w14:paraId="60AF4D91" w14:textId="77777777" w:rsidR="002C50B2" w:rsidRDefault="002C50B2" w:rsidP="002C50B2">
      <w:r>
        <w:lastRenderedPageBreak/>
        <w:t>— </w:t>
      </w:r>
      <w:r w:rsidR="00C77A4E" w:rsidRPr="00275B88">
        <w:t>Je suis chargé d</w:t>
      </w:r>
      <w:r>
        <w:t>’</w:t>
      </w:r>
      <w:r w:rsidR="00C77A4E" w:rsidRPr="00275B88">
        <w:t>une mission très pénible</w:t>
      </w:r>
      <w:r>
        <w:t>.</w:t>
      </w:r>
    </w:p>
    <w:p w14:paraId="63527989" w14:textId="7228B8B5" w:rsidR="002C50B2" w:rsidRDefault="00C77A4E" w:rsidP="002C50B2">
      <w:r w:rsidRPr="00275B88">
        <w:t>Elsa Bergen le considéra avec étonnement</w:t>
      </w:r>
      <w:r w:rsidR="002C50B2">
        <w:t xml:space="preserve">. </w:t>
      </w:r>
      <w:r w:rsidRPr="00275B88">
        <w:t xml:space="preserve">Quant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elle semblait se désintéresser entièrement de ce qui se passait autour d</w:t>
      </w:r>
      <w:r w:rsidR="002C50B2">
        <w:t>’</w:t>
      </w:r>
      <w:r w:rsidRPr="00275B88">
        <w:t>elle</w:t>
      </w:r>
      <w:r w:rsidR="002C50B2">
        <w:t>.</w:t>
      </w:r>
    </w:p>
    <w:p w14:paraId="119AE685" w14:textId="77777777" w:rsidR="002C50B2" w:rsidRDefault="00C77A4E" w:rsidP="002C50B2">
      <w:r w:rsidRPr="00275B88">
        <w:t>Le directeur reprenait</w:t>
      </w:r>
      <w:r w:rsidR="002C50B2">
        <w:t> :</w:t>
      </w:r>
    </w:p>
    <w:p w14:paraId="155B5BCD" w14:textId="478A83D5" w:rsidR="002C50B2" w:rsidRDefault="002C50B2" w:rsidP="002C50B2">
      <w:r>
        <w:t>— </w:t>
      </w:r>
      <w:r w:rsidR="00C77A4E" w:rsidRPr="00275B88">
        <w:t>Bien que le médecin de l</w:t>
      </w:r>
      <w:r>
        <w:t>’</w:t>
      </w:r>
      <w:r w:rsidR="00C77A4E" w:rsidRPr="00275B88">
        <w:t>état</w:t>
      </w:r>
      <w:r w:rsidR="00C77A4E">
        <w:t>-</w:t>
      </w:r>
      <w:r w:rsidR="00C77A4E" w:rsidRPr="00275B88">
        <w:t xml:space="preserve">civil ait déclaré naturel le décès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Simone Desroches</w:t>
      </w:r>
      <w:r>
        <w:t xml:space="preserve">, </w:t>
      </w:r>
      <w:r w:rsidR="00C77A4E" w:rsidRPr="00275B88">
        <w:t>certains faits assez troublants</w:t>
      </w:r>
      <w:r>
        <w:t xml:space="preserve">, </w:t>
      </w:r>
      <w:r w:rsidR="00C77A4E" w:rsidRPr="00275B88">
        <w:t>dont nous venons seulement d</w:t>
      </w:r>
      <w:r>
        <w:t>’</w:t>
      </w:r>
      <w:r w:rsidR="00C77A4E" w:rsidRPr="00275B88">
        <w:t>avoir connaissance</w:t>
      </w:r>
      <w:r>
        <w:t xml:space="preserve">, </w:t>
      </w:r>
      <w:r w:rsidR="00C77A4E" w:rsidRPr="00275B88">
        <w:t>nous ont donné à penser qu</w:t>
      </w:r>
      <w:r>
        <w:t>’</w:t>
      </w:r>
      <w:r w:rsidR="00C77A4E" w:rsidRPr="00275B88">
        <w:t>il était au contraire des plus suspects</w:t>
      </w:r>
      <w:r>
        <w:t>.</w:t>
      </w:r>
    </w:p>
    <w:p w14:paraId="0A51F077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que me dites</w:t>
      </w:r>
      <w:r w:rsidR="00C77A4E">
        <w:t>-</w:t>
      </w:r>
      <w:r w:rsidR="00C77A4E" w:rsidRPr="00275B88">
        <w:t>vous là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étonnait la Scandinave avec émotion</w:t>
      </w:r>
      <w:r>
        <w:t>.</w:t>
      </w:r>
    </w:p>
    <w:p w14:paraId="28D4A852" w14:textId="77777777" w:rsidR="002C50B2" w:rsidRDefault="002C50B2" w:rsidP="002C50B2">
      <w:r>
        <w:t>« </w:t>
      </w:r>
      <w:r w:rsidR="00C77A4E" w:rsidRPr="00275B88">
        <w:t>Je vous assure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que notre pauvre amie a succombé à une affection cardiaque</w:t>
      </w:r>
      <w:r>
        <w:t>.</w:t>
      </w:r>
    </w:p>
    <w:p w14:paraId="1287730C" w14:textId="6DB944D5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l</w:t>
      </w:r>
      <w:r>
        <w:t>’</w:t>
      </w:r>
      <w:r w:rsidR="00C77A4E" w:rsidRPr="00275B88">
        <w:t xml:space="preserve">avis de </w:t>
      </w:r>
      <w:r>
        <w:t>M. </w:t>
      </w:r>
      <w:r w:rsidR="00C77A4E" w:rsidRPr="00275B88">
        <w:t>le juge d</w:t>
      </w:r>
      <w:r>
        <w:t>’</w:t>
      </w:r>
      <w:r w:rsidR="00C77A4E" w:rsidRPr="00275B88">
        <w:t>instruction</w:t>
      </w:r>
      <w:r>
        <w:t>.</w:t>
      </w:r>
    </w:p>
    <w:p w14:paraId="704ED41E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on savoir au moins sur quoi ce magistrat base sa conviction</w:t>
      </w:r>
      <w:r>
        <w:t> ?</w:t>
      </w:r>
    </w:p>
    <w:p w14:paraId="161009CC" w14:textId="77777777" w:rsidR="002C50B2" w:rsidRDefault="002C50B2" w:rsidP="002C50B2">
      <w:r>
        <w:t>— </w:t>
      </w:r>
      <w:r w:rsidR="00C77A4E" w:rsidRPr="00275B88">
        <w:t>Je regrette de ne pouvoir vous répondre</w:t>
      </w:r>
      <w:r>
        <w:t xml:space="preserve">. </w:t>
      </w:r>
      <w:r w:rsidR="00C77A4E" w:rsidRPr="00275B88">
        <w:t>L</w:t>
      </w:r>
      <w:r>
        <w:t>’</w:t>
      </w:r>
      <w:r w:rsidR="00C77A4E" w:rsidRPr="00275B88">
        <w:t>instruction</w:t>
      </w:r>
      <w:r>
        <w:t xml:space="preserve">, </w:t>
      </w:r>
      <w:r w:rsidR="00C77A4E" w:rsidRPr="00275B88">
        <w:t>jusqu</w:t>
      </w:r>
      <w:r>
        <w:t>’</w:t>
      </w:r>
      <w:r w:rsidR="00C77A4E" w:rsidRPr="00275B88">
        <w:t>à nouvel ordre</w:t>
      </w:r>
      <w:r>
        <w:t xml:space="preserve">, </w:t>
      </w:r>
      <w:r w:rsidR="00C77A4E" w:rsidRPr="00275B88">
        <w:t>doit se poursuivre dans le plus grand mystère</w:t>
      </w:r>
      <w:r>
        <w:t>.</w:t>
      </w:r>
    </w:p>
    <w:p w14:paraId="494F2BE4" w14:textId="77777777" w:rsidR="002C50B2" w:rsidRDefault="002C50B2" w:rsidP="002C50B2">
      <w:r>
        <w:t>« </w:t>
      </w:r>
      <w:r w:rsidR="00C77A4E" w:rsidRPr="00275B88">
        <w:t>Tout ce que je puis vous dire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que le parquet a donné l</w:t>
      </w:r>
      <w:r>
        <w:t>’</w:t>
      </w:r>
      <w:r w:rsidR="00C77A4E" w:rsidRPr="00275B88">
        <w:t>ordre de surseoir à l</w:t>
      </w:r>
      <w:r>
        <w:t>’</w:t>
      </w:r>
      <w:r w:rsidR="00C77A4E" w:rsidRPr="00275B88">
        <w:t>inhumation</w:t>
      </w:r>
      <w:r>
        <w:t xml:space="preserve">, </w:t>
      </w:r>
      <w:r w:rsidR="00C77A4E" w:rsidRPr="00275B88">
        <w:t>afin qu</w:t>
      </w:r>
      <w:r>
        <w:t>’</w:t>
      </w:r>
      <w:r w:rsidR="00C77A4E" w:rsidRPr="00275B88">
        <w:t>il soit procédé à un examen médical</w:t>
      </w:r>
      <w:r>
        <w:t>.</w:t>
      </w:r>
    </w:p>
    <w:p w14:paraId="0FBA34A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à une autopsie</w:t>
      </w:r>
      <w:r>
        <w:t>…</w:t>
      </w:r>
    </w:p>
    <w:p w14:paraId="3007F6F5" w14:textId="77777777" w:rsidR="002C50B2" w:rsidRDefault="002C50B2" w:rsidP="002C50B2">
      <w:r>
        <w:t>— </w:t>
      </w:r>
      <w:r w:rsidR="00C77A4E" w:rsidRPr="00275B88">
        <w:t>Qui doit avoir lieu dans le plus bref délai</w:t>
      </w:r>
      <w:r>
        <w:t>.</w:t>
      </w:r>
    </w:p>
    <w:p w14:paraId="77CBAD61" w14:textId="0105290C" w:rsidR="002C50B2" w:rsidRDefault="00C77A4E" w:rsidP="002C50B2">
      <w:r w:rsidRPr="00275B88">
        <w:lastRenderedPageBreak/>
        <w:t>À ces mots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se redressa tout à coup et</w:t>
      </w:r>
      <w:r w:rsidR="002C50B2">
        <w:t xml:space="preserve">, </w:t>
      </w:r>
      <w:r w:rsidRPr="00275B88">
        <w:t>le visage hagard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</w:t>
      </w:r>
      <w:r w:rsidR="002C50B2">
        <w:t> :</w:t>
      </w:r>
    </w:p>
    <w:p w14:paraId="0B1E1A8B" w14:textId="77777777" w:rsidR="002C50B2" w:rsidRDefault="002C50B2" w:rsidP="002C50B2">
      <w:r>
        <w:t>— </w:t>
      </w:r>
      <w:r w:rsidR="00C77A4E" w:rsidRPr="00275B88">
        <w:t>Ma sœur</w:t>
      </w:r>
      <w:r>
        <w:t xml:space="preserve"> !… </w:t>
      </w:r>
      <w:r w:rsidR="00C77A4E" w:rsidRPr="00275B88">
        <w:t>Ma pauvre sœur</w:t>
      </w:r>
      <w:r>
        <w:t xml:space="preserve"> !… </w:t>
      </w:r>
      <w:r w:rsidR="00C77A4E" w:rsidRPr="00275B88">
        <w:t>Oh</w:t>
      </w:r>
      <w:r>
        <w:t xml:space="preserve"> ! </w:t>
      </w:r>
      <w:r w:rsidR="00C77A4E" w:rsidRPr="00275B88">
        <w:t>non</w:t>
      </w:r>
      <w:r>
        <w:t xml:space="preserve">, </w:t>
      </w:r>
      <w:r w:rsidR="00C77A4E" w:rsidRPr="00275B88">
        <w:t>pas cela</w:t>
      </w:r>
      <w:r>
        <w:t xml:space="preserve"> !… </w:t>
      </w:r>
      <w:r w:rsidR="00C77A4E" w:rsidRPr="00275B88">
        <w:t>pas cela</w:t>
      </w:r>
      <w:r>
        <w:t> !…</w:t>
      </w:r>
    </w:p>
    <w:p w14:paraId="49FC7A1A" w14:textId="77777777" w:rsidR="002C50B2" w:rsidRDefault="00C77A4E" w:rsidP="002C50B2">
      <w:r w:rsidRPr="00275B88">
        <w:t>Avec beaucoup de déférence</w:t>
      </w:r>
      <w:r w:rsidR="002C50B2">
        <w:t xml:space="preserve">, </w:t>
      </w:r>
      <w:r w:rsidRPr="00275B88">
        <w:t>le directeur de la police s</w:t>
      </w:r>
      <w:r w:rsidR="002C50B2">
        <w:t>’</w:t>
      </w:r>
      <w:r w:rsidRPr="00275B88">
        <w:t>écriait</w:t>
      </w:r>
      <w:r w:rsidR="002C50B2">
        <w:t> :</w:t>
      </w:r>
    </w:p>
    <w:p w14:paraId="727870CC" w14:textId="77777777" w:rsidR="002C50B2" w:rsidRDefault="002C50B2" w:rsidP="002C50B2">
      <w:r>
        <w:t>— </w:t>
      </w:r>
      <w:r w:rsidR="00C77A4E" w:rsidRPr="00275B88">
        <w:t>Hélas</w:t>
      </w:r>
      <w:r>
        <w:t xml:space="preserve"> ! </w:t>
      </w:r>
      <w:r w:rsidR="00C77A4E" w:rsidRPr="00275B88">
        <w:t>madame</w:t>
      </w:r>
      <w:r>
        <w:t xml:space="preserve">, </w:t>
      </w:r>
      <w:r w:rsidR="00C77A4E" w:rsidRPr="00275B88">
        <w:t>la décision du parquet est formelle</w:t>
      </w:r>
      <w:r>
        <w:t>…</w:t>
      </w:r>
    </w:p>
    <w:p w14:paraId="4B63199F" w14:textId="7B711548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implorait</w:t>
      </w:r>
      <w:r>
        <w:t> :</w:t>
      </w:r>
    </w:p>
    <w:p w14:paraId="6B2EB6B1" w14:textId="77777777" w:rsidR="002C50B2" w:rsidRDefault="002C50B2" w:rsidP="002C50B2">
      <w:r>
        <w:t>— </w:t>
      </w:r>
      <w:r w:rsidR="00C77A4E" w:rsidRPr="00275B88">
        <w:t>Laissez</w:t>
      </w:r>
      <w:r w:rsidR="00C77A4E">
        <w:t>-</w:t>
      </w:r>
      <w:r w:rsidR="00C77A4E" w:rsidRPr="00275B88">
        <w:t>la</w:t>
      </w:r>
      <w:r w:rsidR="00C77A4E">
        <w:t>-</w:t>
      </w:r>
      <w:r w:rsidR="00C77A4E" w:rsidRPr="00275B88">
        <w:t>moi encore cette nuit</w:t>
      </w:r>
      <w:r>
        <w:t>.</w:t>
      </w:r>
    </w:p>
    <w:p w14:paraId="41FAF6C0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bien difficile</w:t>
      </w:r>
      <w:r>
        <w:t xml:space="preserve">… </w:t>
      </w:r>
      <w:r w:rsidR="00C77A4E" w:rsidRPr="00275B88">
        <w:t>Je dirai même impossible</w:t>
      </w:r>
      <w:r>
        <w:t>.</w:t>
      </w:r>
    </w:p>
    <w:p w14:paraId="4496F1C5" w14:textId="77777777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je vous en prie</w:t>
      </w:r>
      <w:r>
        <w:t xml:space="preserve">, </w:t>
      </w:r>
      <w:r w:rsidR="00C77A4E" w:rsidRPr="00275B88">
        <w:t>je vous en supplie</w:t>
      </w:r>
      <w:r>
        <w:t xml:space="preserve">… </w:t>
      </w:r>
      <w:r w:rsidR="00C77A4E" w:rsidRPr="00275B88">
        <w:t>Je viens de la voir</w:t>
      </w:r>
      <w:r>
        <w:t xml:space="preserve">… </w:t>
      </w:r>
      <w:r w:rsidR="00C77A4E" w:rsidRPr="00275B88">
        <w:t>elle est encore si belle</w:t>
      </w:r>
      <w:r>
        <w:t xml:space="preserve"> !… 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laissez</w:t>
      </w:r>
      <w:r w:rsidR="00C77A4E">
        <w:t>-</w:t>
      </w:r>
      <w:r w:rsidR="00C77A4E" w:rsidRPr="00275B88">
        <w:t>la</w:t>
      </w:r>
      <w:r w:rsidR="00C77A4E">
        <w:t>-</w:t>
      </w:r>
      <w:r w:rsidR="00C77A4E" w:rsidRPr="00275B88">
        <w:t>moi jusqu</w:t>
      </w:r>
      <w:r>
        <w:t>’</w:t>
      </w:r>
      <w:r w:rsidR="00C77A4E" w:rsidRPr="00275B88">
        <w:t>à demain</w:t>
      </w:r>
      <w:r>
        <w:t>.</w:t>
      </w:r>
    </w:p>
    <w:p w14:paraId="5FB744AC" w14:textId="77777777" w:rsidR="002C50B2" w:rsidRDefault="00C77A4E" w:rsidP="002C50B2">
      <w:r w:rsidRPr="00275B88">
        <w:t>Très impressionné par ce désespoir qui se manifestait d</w:t>
      </w:r>
      <w:r w:rsidR="002C50B2">
        <w:t>’</w:t>
      </w:r>
      <w:r w:rsidRPr="00275B88">
        <w:t>une façon si touchante</w:t>
      </w:r>
      <w:r w:rsidR="002C50B2">
        <w:t xml:space="preserve">, </w:t>
      </w:r>
      <w:r w:rsidRPr="00275B88">
        <w:t>le haut fonctionnaire décidait</w:t>
      </w:r>
      <w:r w:rsidR="002C50B2">
        <w:t> :</w:t>
      </w:r>
    </w:p>
    <w:p w14:paraId="6666A9E3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entendu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>et je m</w:t>
      </w:r>
      <w:r>
        <w:t>’</w:t>
      </w:r>
      <w:r w:rsidR="00C77A4E" w:rsidRPr="00275B88">
        <w:t>en voudrais d</w:t>
      </w:r>
      <w:r>
        <w:t>’</w:t>
      </w:r>
      <w:r w:rsidR="00C77A4E" w:rsidRPr="00275B88">
        <w:t>ajouter encore à votre peine</w:t>
      </w:r>
      <w:r>
        <w:t xml:space="preserve">. </w:t>
      </w:r>
      <w:r w:rsidR="00C77A4E" w:rsidRPr="00275B88">
        <w:t>Je vais prendre les mesures nécessaires pour que le médecin légiste n</w:t>
      </w:r>
      <w:r>
        <w:t>’</w:t>
      </w:r>
      <w:r w:rsidR="00C77A4E" w:rsidRPr="00275B88">
        <w:t>intervienne que demain dans la matinée</w:t>
      </w:r>
      <w:r>
        <w:t>.</w:t>
      </w:r>
    </w:p>
    <w:p w14:paraId="3CF66505" w14:textId="793CD076" w:rsidR="002C50B2" w:rsidRDefault="002C50B2" w:rsidP="002C50B2">
      <w:r>
        <w:t>— </w:t>
      </w:r>
      <w:r w:rsidR="00C77A4E" w:rsidRPr="00275B88">
        <w:t>Je vous remercie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 xml:space="preserve">fit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qui se laissa tomber en sanglotant sur un canapé</w:t>
      </w:r>
      <w:r>
        <w:t>.</w:t>
      </w:r>
    </w:p>
    <w:p w14:paraId="13B36DA4" w14:textId="40F74B44" w:rsidR="002C50B2" w:rsidRDefault="00C77A4E" w:rsidP="002C50B2">
      <w:r w:rsidRPr="00275B88">
        <w:t>Après l</w:t>
      </w:r>
      <w:r w:rsidR="002C50B2">
        <w:t>’</w:t>
      </w:r>
      <w:r w:rsidRPr="00275B88">
        <w:t>avoir saluée</w:t>
      </w:r>
      <w:r w:rsidR="002C50B2">
        <w:t>, M. </w:t>
      </w:r>
      <w:proofErr w:type="spellStart"/>
      <w:r w:rsidRPr="00275B88">
        <w:t>Ferval</w:t>
      </w:r>
      <w:proofErr w:type="spellEnd"/>
      <w:r w:rsidRPr="00275B88">
        <w:t xml:space="preserve"> se retira</w:t>
      </w:r>
      <w:r w:rsidR="002C50B2">
        <w:t xml:space="preserve">, </w:t>
      </w:r>
      <w:r w:rsidRPr="00275B88">
        <w:t>reconduit par Elsa Bergen</w:t>
      </w:r>
      <w:r w:rsidR="002C50B2">
        <w:t xml:space="preserve">, </w:t>
      </w:r>
      <w:r w:rsidRPr="00275B88">
        <w:t xml:space="preserve">tandis que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continuait à pleurer</w:t>
      </w:r>
      <w:r w:rsidR="002C50B2">
        <w:t xml:space="preserve">, </w:t>
      </w:r>
      <w:r w:rsidRPr="00275B88">
        <w:t>la tête entre les mains</w:t>
      </w:r>
      <w:r w:rsidR="002C50B2">
        <w:t>.</w:t>
      </w:r>
    </w:p>
    <w:p w14:paraId="001EC87C" w14:textId="538E4329" w:rsidR="002C50B2" w:rsidRDefault="002C50B2" w:rsidP="002C50B2"/>
    <w:p w14:paraId="40F09C9B" w14:textId="77777777" w:rsidR="002C50B2" w:rsidRDefault="00C77A4E" w:rsidP="002C50B2">
      <w:r w:rsidRPr="00275B88">
        <w:lastRenderedPageBreak/>
        <w:t>Vers onze heures du soir</w:t>
      </w:r>
      <w:r w:rsidR="002C50B2">
        <w:t xml:space="preserve">, </w:t>
      </w:r>
      <w:r w:rsidRPr="00275B88">
        <w:t>tout semblait dormir</w:t>
      </w:r>
      <w:r w:rsidR="002C50B2">
        <w:t xml:space="preserve">, </w:t>
      </w:r>
      <w:r w:rsidRPr="00275B88">
        <w:t>dans la maison d</w:t>
      </w:r>
      <w:r w:rsidR="002C50B2">
        <w:t>’</w:t>
      </w:r>
      <w:r w:rsidRPr="00275B88">
        <w:t>Auteuil</w:t>
      </w:r>
      <w:r w:rsidR="002C50B2">
        <w:t>.</w:t>
      </w:r>
    </w:p>
    <w:p w14:paraId="55284FE4" w14:textId="77777777" w:rsidR="002C50B2" w:rsidRDefault="00C77A4E" w:rsidP="002C50B2">
      <w:r w:rsidRPr="00275B88">
        <w:t>Aucun rai de lumière ne filtrait à travers les persiennes des fenêtres qui donnaient sur la rue ni de celles qui s</w:t>
      </w:r>
      <w:r w:rsidR="002C50B2">
        <w:t>’</w:t>
      </w:r>
      <w:r w:rsidRPr="00275B88">
        <w:t>ouvraient sur le jardin</w:t>
      </w:r>
      <w:r w:rsidR="002C50B2">
        <w:t xml:space="preserve"> ; </w:t>
      </w:r>
      <w:r w:rsidRPr="00275B88">
        <w:t>seule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entrée du vestibule était faiblement éclairée</w:t>
      </w:r>
      <w:r w:rsidR="002C50B2">
        <w:t>.</w:t>
      </w:r>
    </w:p>
    <w:p w14:paraId="078698E1" w14:textId="77777777" w:rsidR="002C50B2" w:rsidRDefault="00C77A4E" w:rsidP="002C50B2">
      <w:r w:rsidRPr="00275B88">
        <w:t>Depuis un long moment déjà</w:t>
      </w:r>
      <w:r w:rsidR="002C50B2">
        <w:t xml:space="preserve">, </w:t>
      </w:r>
      <w:r w:rsidRPr="00275B88">
        <w:t>les domestiques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exception de Juliette</w:t>
      </w:r>
      <w:r w:rsidR="002C50B2">
        <w:t xml:space="preserve">, </w:t>
      </w:r>
      <w:r w:rsidRPr="00275B88">
        <w:t>qui avait demandé qu</w:t>
      </w:r>
      <w:r w:rsidR="002C50B2">
        <w:t>’</w:t>
      </w:r>
      <w:r w:rsidRPr="00275B88">
        <w:t>on lui permît de veiller une dernière fois sa maîtresse</w:t>
      </w:r>
      <w:r w:rsidR="002C50B2">
        <w:t xml:space="preserve">, </w:t>
      </w:r>
      <w:r w:rsidRPr="00275B88">
        <w:t>avaient regagné leurs chambres</w:t>
      </w:r>
      <w:r w:rsidR="002C50B2">
        <w:t>.</w:t>
      </w:r>
    </w:p>
    <w:p w14:paraId="1048A92B" w14:textId="77777777" w:rsidR="002C50B2" w:rsidRDefault="00C77A4E" w:rsidP="002C50B2">
      <w:r w:rsidRPr="00275B88">
        <w:t>Toute la vie de cette demeure</w:t>
      </w:r>
      <w:r w:rsidR="002C50B2">
        <w:t xml:space="preserve">, </w:t>
      </w:r>
      <w:r w:rsidRPr="00275B88">
        <w:t>qui semblait déserte</w:t>
      </w:r>
      <w:r w:rsidR="002C50B2">
        <w:t xml:space="preserve">, </w:t>
      </w:r>
      <w:r w:rsidRPr="00275B88">
        <w:t>presque abandonnée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concentrée dans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autour de la morte</w:t>
      </w:r>
      <w:r w:rsidR="002C50B2">
        <w:t>.</w:t>
      </w:r>
    </w:p>
    <w:p w14:paraId="502ED1E8" w14:textId="10760C89" w:rsidR="002C50B2" w:rsidRDefault="00C77A4E" w:rsidP="002C50B2">
      <w:r w:rsidRPr="00275B88">
        <w:t>En effet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et Maurice de Thouars étaient réunis autour du divan sur lequel reposait toujours la dépouille mortelle de Simone</w:t>
      </w:r>
      <w:r w:rsidR="002C50B2">
        <w:t xml:space="preserve">, </w:t>
      </w:r>
      <w:r w:rsidRPr="00275B88">
        <w:t>parmi les fleurs renouvelées</w:t>
      </w:r>
      <w:r w:rsidR="002C50B2">
        <w:t>.</w:t>
      </w:r>
    </w:p>
    <w:p w14:paraId="7F2C0996" w14:textId="77777777" w:rsidR="002C50B2" w:rsidRDefault="00C77A4E" w:rsidP="002C50B2">
      <w:r w:rsidRPr="00275B88">
        <w:t>Dans un coin de la vaste pièce</w:t>
      </w:r>
      <w:r w:rsidR="002C50B2">
        <w:t xml:space="preserve">, </w:t>
      </w:r>
      <w:r w:rsidRPr="00275B88">
        <w:t>discrètement à l</w:t>
      </w:r>
      <w:r w:rsidR="002C50B2">
        <w:t>’</w:t>
      </w:r>
      <w:r w:rsidRPr="00275B88">
        <w:t>écart</w:t>
      </w:r>
      <w:r w:rsidR="002C50B2">
        <w:t xml:space="preserve">, </w:t>
      </w:r>
      <w:r w:rsidRPr="00275B88">
        <w:t>la femme de chambre priait</w:t>
      </w:r>
      <w:r w:rsidR="002C50B2">
        <w:t>.</w:t>
      </w:r>
    </w:p>
    <w:p w14:paraId="50308C76" w14:textId="3BFDA68E" w:rsidR="002C50B2" w:rsidRDefault="00C77A4E" w:rsidP="002C50B2">
      <w:r w:rsidRPr="00275B88">
        <w:t xml:space="preserve">Découvrant sur le visage douloureux de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quelques traces de fatigue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lui dit</w:t>
      </w:r>
      <w:r w:rsidR="002C50B2">
        <w:t> :</w:t>
      </w:r>
    </w:p>
    <w:p w14:paraId="3D9334D1" w14:textId="77777777" w:rsidR="002C50B2" w:rsidRDefault="002C50B2" w:rsidP="002C50B2">
      <w:r>
        <w:t>— </w:t>
      </w:r>
      <w:r w:rsidR="00C77A4E" w:rsidRPr="00275B88">
        <w:t>Vous devriez aller prendre un peu de repos</w:t>
      </w:r>
      <w:r>
        <w:t>.</w:t>
      </w:r>
    </w:p>
    <w:p w14:paraId="594232E0" w14:textId="77777777" w:rsidR="002C50B2" w:rsidRDefault="002C50B2" w:rsidP="002C50B2">
      <w:r>
        <w:t>— </w:t>
      </w:r>
      <w:r w:rsidR="00C77A4E" w:rsidRPr="00275B88">
        <w:t>Laissez</w:t>
      </w:r>
      <w:r w:rsidR="00C77A4E">
        <w:t>-</w:t>
      </w:r>
      <w:r w:rsidR="00C77A4E" w:rsidRPr="00275B88">
        <w:t>moi encore auprès d</w:t>
      </w:r>
      <w:r>
        <w:t>’</w:t>
      </w:r>
      <w:r w:rsidR="00C77A4E" w:rsidRPr="00275B88">
        <w:t>elle</w:t>
      </w:r>
      <w:r>
        <w:t xml:space="preserve">… </w:t>
      </w:r>
      <w:r w:rsidR="00C77A4E" w:rsidRPr="00275B88">
        <w:t>soupirait la sœur de Simone</w:t>
      </w:r>
      <w:r>
        <w:t>.</w:t>
      </w:r>
    </w:p>
    <w:p w14:paraId="234C52E9" w14:textId="765DB852" w:rsidR="002C50B2" w:rsidRDefault="002C50B2" w:rsidP="002C50B2">
      <w:r>
        <w:t>— </w:t>
      </w:r>
      <w:r w:rsidR="00C77A4E" w:rsidRPr="00275B88">
        <w:t>Il ne faut pas user vos forces</w:t>
      </w:r>
      <w:r>
        <w:t xml:space="preserve">, </w:t>
      </w:r>
      <w:r w:rsidR="00C77A4E" w:rsidRPr="00275B88">
        <w:t xml:space="preserve">conseillait </w:t>
      </w:r>
      <w:r>
        <w:t>M. de </w:t>
      </w:r>
      <w:r w:rsidR="00C77A4E" w:rsidRPr="00275B88">
        <w:t>Thouars</w:t>
      </w:r>
      <w:r>
        <w:t>.</w:t>
      </w:r>
    </w:p>
    <w:p w14:paraId="4BE62C4F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autant plus</w:t>
      </w:r>
      <w:r>
        <w:t xml:space="preserve">, </w:t>
      </w:r>
      <w:r w:rsidR="00C77A4E" w:rsidRPr="00275B88">
        <w:t>soulignait la demoiselle de compagnie</w:t>
      </w:r>
      <w:r>
        <w:t xml:space="preserve">, </w:t>
      </w:r>
      <w:r w:rsidR="00C77A4E" w:rsidRPr="00275B88">
        <w:t>que vous en aurez encore besoin</w:t>
      </w:r>
      <w:r>
        <w:t>.</w:t>
      </w:r>
    </w:p>
    <w:p w14:paraId="7A6A9967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vrai</w:t>
      </w:r>
      <w:r>
        <w:t xml:space="preserve">, </w:t>
      </w:r>
      <w:r w:rsidR="00C77A4E" w:rsidRPr="00275B88">
        <w:t>reconnaissait la jeune femme</w:t>
      </w:r>
      <w:r>
        <w:t>.</w:t>
      </w:r>
    </w:p>
    <w:p w14:paraId="213BC04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à coup</w:t>
      </w:r>
      <w:r w:rsidR="002C50B2">
        <w:t xml:space="preserve">, </w:t>
      </w:r>
      <w:r w:rsidRPr="00275B88">
        <w:t>éclatant en sanglots</w:t>
      </w:r>
      <w:r w:rsidR="002C50B2">
        <w:t xml:space="preserve">, </w:t>
      </w:r>
      <w:r w:rsidRPr="00275B88">
        <w:t>elle scanda</w:t>
      </w:r>
      <w:r w:rsidR="002C50B2">
        <w:t> :</w:t>
      </w:r>
    </w:p>
    <w:p w14:paraId="0E6AF7C5" w14:textId="77777777" w:rsidR="002C50B2" w:rsidRDefault="002C50B2" w:rsidP="002C50B2">
      <w:r>
        <w:t>— </w:t>
      </w:r>
      <w:r w:rsidR="00C77A4E" w:rsidRPr="00275B88">
        <w:t>Quand je pense que demain</w:t>
      </w:r>
      <w:r>
        <w:t xml:space="preserve">… </w:t>
      </w:r>
      <w:r w:rsidR="00C77A4E" w:rsidRPr="00275B88">
        <w:t>Oh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trop abominable</w:t>
      </w:r>
      <w:r>
        <w:t xml:space="preserve"> !… </w:t>
      </w:r>
      <w:r w:rsidR="00C77A4E" w:rsidRPr="00275B88">
        <w:t>Dites</w:t>
      </w:r>
      <w:r>
        <w:t xml:space="preserve">, </w:t>
      </w:r>
      <w:r w:rsidR="00C77A4E" w:rsidRPr="00275B88">
        <w:t>monsieur de Thouars</w:t>
      </w:r>
      <w:r>
        <w:t xml:space="preserve">, </w:t>
      </w:r>
      <w:r w:rsidR="00C77A4E" w:rsidRPr="00275B88">
        <w:t>vous qui connaissez tant de monde à Paris</w:t>
      </w:r>
      <w:r>
        <w:t xml:space="preserve">, </w:t>
      </w:r>
      <w:r w:rsidR="00C77A4E" w:rsidRPr="00275B88">
        <w:t>vous ne pourriez pas obtenir que l</w:t>
      </w:r>
      <w:r>
        <w:t>’</w:t>
      </w:r>
      <w:r w:rsidR="00C77A4E" w:rsidRPr="00275B88">
        <w:t>on renonçât à cette chose affreuse</w:t>
      </w:r>
      <w:r>
        <w:t> ?</w:t>
      </w:r>
    </w:p>
    <w:p w14:paraId="523D6FA4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malheureusement impossible</w:t>
      </w:r>
      <w:r>
        <w:t> !</w:t>
      </w:r>
    </w:p>
    <w:p w14:paraId="440FBAAC" w14:textId="3367FC79" w:rsidR="002C50B2" w:rsidRDefault="002C50B2" w:rsidP="002C50B2">
      <w:r>
        <w:t>— </w:t>
      </w:r>
      <w:r w:rsidR="00C77A4E" w:rsidRPr="00275B88">
        <w:t>Ma sœur</w:t>
      </w:r>
      <w:r>
        <w:t xml:space="preserve"> !… </w:t>
      </w:r>
      <w:r w:rsidR="00C77A4E" w:rsidRPr="00275B88">
        <w:t>Ma pauvre Simone</w:t>
      </w:r>
      <w:r>
        <w:t xml:space="preserve"> !… </w:t>
      </w:r>
      <w:r w:rsidR="00C77A4E" w:rsidRPr="00275B88">
        <w:t xml:space="preserve">reprenait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… </w:t>
      </w:r>
      <w:r w:rsidR="00C77A4E" w:rsidRPr="00275B88">
        <w:t>que je l</w:t>
      </w:r>
      <w:r>
        <w:t>’</w:t>
      </w:r>
      <w:r w:rsidR="00C77A4E" w:rsidRPr="00275B88">
        <w:t>embrasse une dernière fois</w:t>
      </w:r>
      <w:r>
        <w:t>…</w:t>
      </w:r>
    </w:p>
    <w:p w14:paraId="0719457E" w14:textId="77777777" w:rsidR="002C50B2" w:rsidRDefault="00C77A4E" w:rsidP="002C50B2">
      <w:r w:rsidRPr="00275B88">
        <w:t>Elle s</w:t>
      </w:r>
      <w:r w:rsidR="002C50B2">
        <w:t>’</w:t>
      </w:r>
      <w:r w:rsidRPr="00275B88">
        <w:t>approcha de la morte</w:t>
      </w:r>
      <w:r w:rsidR="002C50B2">
        <w:t xml:space="preserve">… </w:t>
      </w:r>
      <w:r w:rsidRPr="00275B88">
        <w:t>appuya ses lèvres contre son front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>une des roses sous lesquelles elle disparaissait presque entièrement</w:t>
      </w:r>
      <w:r w:rsidR="002C50B2">
        <w:t xml:space="preserve">, </w:t>
      </w:r>
      <w:r w:rsidRPr="00275B88">
        <w:t>elle la glissa dans son corsage</w:t>
      </w:r>
      <w:r w:rsidR="002C50B2">
        <w:t xml:space="preserve">… </w:t>
      </w:r>
      <w:r w:rsidRPr="00275B88">
        <w:t>en murmurant</w:t>
      </w:r>
      <w:r w:rsidR="002C50B2">
        <w:t> :</w:t>
      </w:r>
    </w:p>
    <w:p w14:paraId="59E06928" w14:textId="77777777" w:rsidR="002C50B2" w:rsidRDefault="002C50B2" w:rsidP="002C50B2">
      <w:r>
        <w:t>— </w:t>
      </w:r>
      <w:r w:rsidR="00C77A4E" w:rsidRPr="00275B88">
        <w:t>Je ne croyais pas l</w:t>
      </w:r>
      <w:r>
        <w:t>’</w:t>
      </w:r>
      <w:r w:rsidR="00C77A4E" w:rsidRPr="00275B88">
        <w:t>aimer autant</w:t>
      </w:r>
      <w:r>
        <w:t> !</w:t>
      </w:r>
    </w:p>
    <w:p w14:paraId="53842E21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se tournant vers la Scandinave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123554A7" w14:textId="77777777" w:rsidR="002C50B2" w:rsidRDefault="002C50B2" w:rsidP="002C50B2">
      <w:r>
        <w:t>— </w:t>
      </w:r>
      <w:r w:rsidR="00C77A4E" w:rsidRPr="00275B88">
        <w:t>Je la revois encore toute petite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étais pour elle comme une seconde maman</w:t>
      </w:r>
      <w:r>
        <w:t xml:space="preserve">… </w:t>
      </w:r>
      <w:r w:rsidR="00C77A4E" w:rsidRPr="00275B88">
        <w:t>Elle avait huit ans de moins que moi</w:t>
      </w:r>
      <w:r>
        <w:t xml:space="preserve">… </w:t>
      </w:r>
      <w:r w:rsidR="00C77A4E" w:rsidRPr="00275B88">
        <w:t>Pourquoi faut</w:t>
      </w:r>
      <w:r w:rsidR="00C77A4E">
        <w:t>-</w:t>
      </w:r>
      <w:r w:rsidR="00C77A4E" w:rsidRPr="00275B88">
        <w:t>il que l</w:t>
      </w:r>
      <w:r>
        <w:t>’</w:t>
      </w:r>
      <w:r w:rsidR="00C77A4E" w:rsidRPr="00275B88">
        <w:t>existence nous ait ainsi séparées</w:t>
      </w:r>
      <w:r>
        <w:t xml:space="preserve"> ?… </w:t>
      </w:r>
      <w:r w:rsidR="00C77A4E" w:rsidRPr="00275B88">
        <w:t>Et penser que c</w:t>
      </w:r>
      <w:r>
        <w:t>’</w:t>
      </w:r>
      <w:r w:rsidR="00C77A4E" w:rsidRPr="00275B88">
        <w:t>est fini</w:t>
      </w:r>
      <w:r>
        <w:t xml:space="preserve">… </w:t>
      </w:r>
      <w:r w:rsidR="00C77A4E" w:rsidRPr="00275B88">
        <w:t>que je ne la reverrai plus jamais</w:t>
      </w:r>
      <w:r>
        <w:t xml:space="preserve">, </w:t>
      </w:r>
      <w:r w:rsidR="00C77A4E" w:rsidRPr="00275B88">
        <w:t>jamais</w:t>
      </w:r>
      <w:r>
        <w:t>…</w:t>
      </w:r>
    </w:p>
    <w:p w14:paraId="69769567" w14:textId="13D9C4F7" w:rsidR="002C50B2" w:rsidRDefault="00C77A4E" w:rsidP="002C50B2">
      <w:r w:rsidRPr="00275B88">
        <w:t>Elle chancela</w:t>
      </w:r>
      <w:r w:rsidR="002C50B2">
        <w:t xml:space="preserve">, </w:t>
      </w:r>
      <w:r w:rsidRPr="00275B88">
        <w:t>comme si elle était prête à s</w:t>
      </w:r>
      <w:r w:rsidR="002C50B2">
        <w:t>’</w:t>
      </w:r>
      <w:r w:rsidRPr="00275B88">
        <w:t>évanouir</w:t>
      </w:r>
      <w:r w:rsidR="002C50B2">
        <w:t xml:space="preserve">. </w:t>
      </w:r>
      <w:r w:rsidRPr="00275B88">
        <w:t>Avec une douce mais ferme autorité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ordonnait</w:t>
      </w:r>
      <w:r w:rsidR="002C50B2">
        <w:t> :</w:t>
      </w:r>
    </w:p>
    <w:p w14:paraId="2FC48FD1" w14:textId="77777777" w:rsidR="002C50B2" w:rsidRDefault="002C50B2" w:rsidP="002C50B2">
      <w:r>
        <w:t>— </w:t>
      </w:r>
      <w:r w:rsidR="00C77A4E" w:rsidRPr="00275B88">
        <w:t>Ne restez pas ici plus longtemps</w:t>
      </w:r>
      <w:r>
        <w:t xml:space="preserve">… </w:t>
      </w:r>
      <w:r w:rsidR="00C77A4E" w:rsidRPr="00275B88">
        <w:t>Vous allez vous rendre malade bien inutilement</w:t>
      </w:r>
      <w:r>
        <w:t xml:space="preserve">… </w:t>
      </w:r>
      <w:r w:rsidR="00C77A4E" w:rsidRPr="00275B88">
        <w:t>Songez à votre mari</w:t>
      </w:r>
      <w:r>
        <w:t xml:space="preserve">, </w:t>
      </w:r>
      <w:r w:rsidR="00C77A4E" w:rsidRPr="00275B88">
        <w:t>à vos enfants que vous avez laissés là</w:t>
      </w:r>
      <w:r w:rsidR="00C77A4E">
        <w:t>-</w:t>
      </w:r>
      <w:r w:rsidR="00C77A4E" w:rsidRPr="00275B88">
        <w:t>bas</w:t>
      </w:r>
      <w:r>
        <w:t>.</w:t>
      </w:r>
    </w:p>
    <w:p w14:paraId="57EF5D57" w14:textId="696D4971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vous avez raison</w:t>
      </w:r>
      <w:r>
        <w:t xml:space="preserve">, </w:t>
      </w:r>
      <w:r w:rsidR="00C77A4E" w:rsidRPr="00275B88">
        <w:t xml:space="preserve">approuvait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un peu calmée</w:t>
      </w:r>
      <w:r>
        <w:t>.</w:t>
      </w:r>
    </w:p>
    <w:p w14:paraId="72E14B4A" w14:textId="1AD713EB" w:rsidR="002C50B2" w:rsidRDefault="002C50B2" w:rsidP="002C50B2">
      <w:r>
        <w:lastRenderedPageBreak/>
        <w:t>M. de </w:t>
      </w:r>
      <w:r w:rsidR="00C77A4E" w:rsidRPr="00275B88">
        <w:t>Thouars proposait</w:t>
      </w:r>
      <w:r>
        <w:t> :</w:t>
      </w:r>
    </w:p>
    <w:p w14:paraId="7E054F35" w14:textId="77777777" w:rsidR="002C50B2" w:rsidRDefault="002C50B2" w:rsidP="002C50B2">
      <w:r>
        <w:t>— </w:t>
      </w:r>
      <w:r w:rsidR="00C77A4E" w:rsidRPr="00275B88">
        <w:t>Permettez</w:t>
      </w:r>
      <w:r w:rsidR="00C77A4E">
        <w:t>-</w:t>
      </w:r>
      <w:r w:rsidR="00C77A4E" w:rsidRPr="00275B88">
        <w:t>moi de vous accompagner jusqu</w:t>
      </w:r>
      <w:r>
        <w:t>’</w:t>
      </w:r>
      <w:r w:rsidR="00C77A4E" w:rsidRPr="00275B88">
        <w:t>à votre chambre</w:t>
      </w:r>
      <w:r>
        <w:t>…</w:t>
      </w:r>
    </w:p>
    <w:p w14:paraId="5B8DD338" w14:textId="637768B8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s</w:t>
      </w:r>
      <w:r>
        <w:t>’</w:t>
      </w:r>
      <w:r w:rsidR="00C77A4E" w:rsidRPr="00275B88">
        <w:t>empara du bras qu</w:t>
      </w:r>
      <w:r>
        <w:t>’</w:t>
      </w:r>
      <w:r w:rsidR="00C77A4E" w:rsidRPr="00275B88">
        <w:t>il lui offrait</w:t>
      </w:r>
      <w:r>
        <w:t>.</w:t>
      </w:r>
    </w:p>
    <w:p w14:paraId="1E26A1FB" w14:textId="77777777" w:rsidR="002C50B2" w:rsidRDefault="00C77A4E" w:rsidP="002C50B2">
      <w:r w:rsidRPr="00275B88">
        <w:t>Juliette s</w:t>
      </w:r>
      <w:r w:rsidR="002C50B2">
        <w:t>’</w:t>
      </w:r>
      <w:r w:rsidRPr="00275B88">
        <w:t>avançait</w:t>
      </w:r>
      <w:r w:rsidR="002C50B2">
        <w:t xml:space="preserve">, </w:t>
      </w:r>
      <w:r w:rsidRPr="00275B88">
        <w:t>proposant</w:t>
      </w:r>
      <w:r w:rsidR="002C50B2">
        <w:t> :</w:t>
      </w:r>
    </w:p>
    <w:p w14:paraId="45BACFD7" w14:textId="77777777" w:rsidR="002C50B2" w:rsidRDefault="002C50B2" w:rsidP="002C50B2">
      <w:r>
        <w:t>— </w:t>
      </w:r>
      <w:r w:rsidR="00C77A4E" w:rsidRPr="00275B88">
        <w:t>Si Madame a besoin de mes services</w:t>
      </w:r>
      <w:r>
        <w:t>…</w:t>
      </w:r>
    </w:p>
    <w:p w14:paraId="4792BE35" w14:textId="7F787A05" w:rsidR="002C50B2" w:rsidRDefault="002C50B2" w:rsidP="002C50B2">
      <w:r>
        <w:t>— </w:t>
      </w:r>
      <w:r w:rsidR="00C77A4E" w:rsidRPr="00275B88">
        <w:t>Mais oui</w:t>
      </w:r>
      <w:r>
        <w:t xml:space="preserve">… </w:t>
      </w:r>
      <w:r w:rsidR="00C77A4E" w:rsidRPr="00275B88">
        <w:t>allez</w:t>
      </w:r>
      <w:r>
        <w:t xml:space="preserve">, </w:t>
      </w:r>
      <w:r w:rsidR="00C77A4E" w:rsidRPr="00275B88">
        <w:t>ma fille</w:t>
      </w:r>
      <w:r>
        <w:t xml:space="preserve">… </w:t>
      </w:r>
      <w:r w:rsidR="00C77A4E" w:rsidRPr="00275B88">
        <w:t xml:space="preserve">appuyait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… </w:t>
      </w:r>
      <w:r w:rsidR="00C77A4E" w:rsidRPr="00275B88">
        <w:t>Je vais rester auprès de notre amie</w:t>
      </w:r>
      <w:r>
        <w:t xml:space="preserve">… </w:t>
      </w:r>
      <w:r w:rsidR="00C77A4E" w:rsidRPr="00275B88">
        <w:t>Tout à l</w:t>
      </w:r>
      <w:r>
        <w:t>’</w:t>
      </w:r>
      <w:r w:rsidR="00C77A4E" w:rsidRPr="00275B88">
        <w:t>heure vous viendrez me rejoindre</w:t>
      </w:r>
      <w:r>
        <w:t>.</w:t>
      </w:r>
    </w:p>
    <w:p w14:paraId="4F91362B" w14:textId="5C513079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eut un dernier regard vers sa sœur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une main</w:t>
      </w:r>
      <w:r>
        <w:t xml:space="preserve">, </w:t>
      </w:r>
      <w:r w:rsidR="00C77A4E" w:rsidRPr="00275B88">
        <w:t>elle lui adressa un long baiser</w:t>
      </w:r>
      <w:r>
        <w:t xml:space="preserve">, </w:t>
      </w:r>
      <w:r w:rsidR="00C77A4E" w:rsidRPr="00275B88">
        <w:t>celui d</w:t>
      </w:r>
      <w:r>
        <w:t>’</w:t>
      </w:r>
      <w:r w:rsidR="00C77A4E" w:rsidRPr="00275B88">
        <w:t>un suprême adieu</w:t>
      </w:r>
      <w:r>
        <w:t xml:space="preserve">… </w:t>
      </w:r>
      <w:r w:rsidR="00C77A4E" w:rsidRPr="00275B88">
        <w:t xml:space="preserve">puis elle sortit dans le jardin avec </w:t>
      </w:r>
      <w:r>
        <w:t>M. de </w:t>
      </w:r>
      <w:r w:rsidR="00C77A4E" w:rsidRPr="00275B88">
        <w:t>Thouars</w:t>
      </w:r>
      <w:r>
        <w:t>.</w:t>
      </w:r>
    </w:p>
    <w:p w14:paraId="495480CF" w14:textId="69A0F1BC" w:rsidR="002C50B2" w:rsidRDefault="00C77A4E" w:rsidP="002C50B2">
      <w:r w:rsidRPr="00275B88">
        <w:t>Juliette courut vite dans le vestibule</w:t>
      </w:r>
      <w:r w:rsidR="002C50B2">
        <w:t xml:space="preserve">, </w:t>
      </w:r>
      <w:r w:rsidRPr="00275B88">
        <w:t>gravit l</w:t>
      </w:r>
      <w:r w:rsidR="002C50B2">
        <w:t>’</w:t>
      </w:r>
      <w:r w:rsidRPr="00275B88">
        <w:t>escalier</w:t>
      </w:r>
      <w:r w:rsidR="002C50B2">
        <w:t xml:space="preserve">, </w:t>
      </w:r>
      <w:r w:rsidRPr="00275B88">
        <w:t>gagna le palier du premier étage</w:t>
      </w:r>
      <w:r w:rsidR="002C50B2">
        <w:t xml:space="preserve">, </w:t>
      </w:r>
      <w:r w:rsidRPr="00275B88">
        <w:t xml:space="preserve">ouvrit la porte de la chambre qui avait été réservée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et donna l</w:t>
      </w:r>
      <w:r w:rsidR="002C50B2">
        <w:t>’</w:t>
      </w:r>
      <w:r w:rsidRPr="00275B88">
        <w:t>électricité</w:t>
      </w:r>
      <w:r w:rsidR="002C50B2">
        <w:t>.</w:t>
      </w:r>
    </w:p>
    <w:p w14:paraId="75B3F47D" w14:textId="151C1FEA" w:rsidR="002C50B2" w:rsidRDefault="00C77A4E" w:rsidP="002C50B2">
      <w:r w:rsidRPr="00275B88">
        <w:t xml:space="preserve">Bientôt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 xml:space="preserve">Mauroy et </w:t>
      </w:r>
      <w:r w:rsidR="002C50B2">
        <w:t>M. de </w:t>
      </w:r>
      <w:r w:rsidRPr="00275B88">
        <w:t>Thouars apparaissaient sur le seuil</w:t>
      </w:r>
      <w:r w:rsidR="002C50B2">
        <w:t>.</w:t>
      </w:r>
    </w:p>
    <w:p w14:paraId="7A57F8BF" w14:textId="6B026D02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 xml:space="preserve">fit la sœur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je ne saurais vous dire à quel point je suis touchée des attentions dont vous m</w:t>
      </w:r>
      <w:r>
        <w:t>’</w:t>
      </w:r>
      <w:r w:rsidR="00C77A4E" w:rsidRPr="00275B88">
        <w:t>entourez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et vous</w:t>
      </w:r>
      <w:r>
        <w:t>…</w:t>
      </w:r>
    </w:p>
    <w:p w14:paraId="315BFE4A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 tout naturel</w:t>
      </w:r>
      <w:r>
        <w:t> ?…</w:t>
      </w:r>
    </w:p>
    <w:p w14:paraId="2BBFE576" w14:textId="77777777" w:rsidR="002C50B2" w:rsidRDefault="002C50B2" w:rsidP="002C50B2">
      <w:r>
        <w:t>— </w:t>
      </w:r>
      <w:r w:rsidR="00C77A4E" w:rsidRPr="00275B88">
        <w:t>Croyez que je ne l</w:t>
      </w:r>
      <w:r>
        <w:t>’</w:t>
      </w:r>
      <w:r w:rsidR="00C77A4E" w:rsidRPr="00275B88">
        <w:t>oublierai pas</w:t>
      </w:r>
      <w:r>
        <w:t>…</w:t>
      </w:r>
    </w:p>
    <w:p w14:paraId="5C9B9867" w14:textId="4B5718EE" w:rsidR="002C50B2" w:rsidRDefault="002C50B2" w:rsidP="002C50B2">
      <w:r>
        <w:t>M. de </w:t>
      </w:r>
      <w:r w:rsidR="00C77A4E" w:rsidRPr="00275B88">
        <w:t>Thouars effleura d</w:t>
      </w:r>
      <w:r>
        <w:t>’</w:t>
      </w:r>
      <w:r w:rsidR="00C77A4E" w:rsidRPr="00275B88">
        <w:t>un baiser respectueux la main que lui tendait la jeune femme</w:t>
      </w:r>
      <w:r>
        <w:t xml:space="preserve">, </w:t>
      </w:r>
      <w:r w:rsidR="00C77A4E" w:rsidRPr="00275B88">
        <w:t>puis fit quelques pas dans la chambre</w:t>
      </w:r>
      <w:r>
        <w:t>…</w:t>
      </w:r>
    </w:p>
    <w:p w14:paraId="242297D3" w14:textId="77777777" w:rsidR="002C50B2" w:rsidRDefault="002C50B2" w:rsidP="002C50B2">
      <w:r>
        <w:lastRenderedPageBreak/>
        <w:t>— </w:t>
      </w:r>
      <w:r w:rsidR="00C77A4E" w:rsidRPr="00275B88">
        <w:t>Madame veut</w:t>
      </w:r>
      <w:r w:rsidR="00C77A4E">
        <w:t>-</w:t>
      </w:r>
      <w:r w:rsidR="00C77A4E" w:rsidRPr="00275B88">
        <w:t>elle que je l</w:t>
      </w:r>
      <w:r>
        <w:t>’</w:t>
      </w:r>
      <w:r w:rsidR="00C77A4E" w:rsidRPr="00275B88">
        <w:t>aide à se déshabiller</w:t>
      </w:r>
      <w:r>
        <w:t xml:space="preserve"> ? </w:t>
      </w:r>
      <w:r w:rsidR="00C77A4E" w:rsidRPr="00275B88">
        <w:t>proposa Juliette</w:t>
      </w:r>
      <w:r>
        <w:t>.</w:t>
      </w:r>
    </w:p>
    <w:p w14:paraId="219EC9C8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merci</w:t>
      </w:r>
      <w:r>
        <w:t xml:space="preserve">, </w:t>
      </w:r>
      <w:r w:rsidR="00C77A4E" w:rsidRPr="00275B88">
        <w:t>ma fille</w:t>
      </w:r>
      <w:r>
        <w:t xml:space="preserve">. </w:t>
      </w:r>
      <w:r w:rsidR="00C77A4E" w:rsidRPr="00275B88">
        <w:t>Retournez auprès de ma pauvre sœur</w:t>
      </w:r>
      <w:r>
        <w:t>.</w:t>
      </w:r>
    </w:p>
    <w:p w14:paraId="67EBA2D9" w14:textId="0D66FC39" w:rsidR="002C50B2" w:rsidRDefault="00C77A4E" w:rsidP="002C50B2">
      <w:r w:rsidRPr="00275B88">
        <w:t>La femme obéit et quitta la chambre</w:t>
      </w:r>
      <w:r w:rsidR="002C50B2">
        <w:t xml:space="preserve">. </w:t>
      </w:r>
      <w:r w:rsidRPr="00275B88">
        <w:t>En traversant le vestibule</w:t>
      </w:r>
      <w:r w:rsidR="002C50B2">
        <w:t xml:space="preserve">, </w:t>
      </w:r>
      <w:r w:rsidRPr="00275B88">
        <w:t xml:space="preserve">elle croisa </w:t>
      </w:r>
      <w:r w:rsidR="002C50B2">
        <w:t>M. de </w:t>
      </w:r>
      <w:r w:rsidRPr="00275B88">
        <w:t>Thouars</w:t>
      </w:r>
      <w:r w:rsidR="002C50B2">
        <w:t xml:space="preserve">, </w:t>
      </w:r>
      <w:r w:rsidRPr="00275B88">
        <w:t>qui lui dit</w:t>
      </w:r>
      <w:r w:rsidR="002C50B2">
        <w:t> :</w:t>
      </w:r>
    </w:p>
    <w:p w14:paraId="248520E6" w14:textId="4703DD92" w:rsidR="002C50B2" w:rsidRDefault="002C50B2" w:rsidP="002C50B2">
      <w:r>
        <w:t>— </w:t>
      </w:r>
      <w:r w:rsidR="00C77A4E" w:rsidRPr="00275B88">
        <w:t xml:space="preserve">Vous préviendrez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que je suis toujours là et que</w:t>
      </w:r>
      <w:r>
        <w:t xml:space="preserve">, </w:t>
      </w:r>
      <w:r w:rsidR="00C77A4E" w:rsidRPr="00275B88">
        <w:t>dès qu</w:t>
      </w:r>
      <w:r>
        <w:t>’</w:t>
      </w:r>
      <w:r w:rsidR="00C77A4E" w:rsidRPr="00275B88">
        <w:t>elle se sentira fatiguée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irai la remplacer</w:t>
      </w:r>
      <w:r>
        <w:t>.</w:t>
      </w:r>
    </w:p>
    <w:p w14:paraId="5284AEE3" w14:textId="77777777" w:rsidR="002C50B2" w:rsidRDefault="002C50B2" w:rsidP="002C50B2">
      <w:r>
        <w:t>— </w:t>
      </w:r>
      <w:r w:rsidR="00C77A4E" w:rsidRPr="00275B88">
        <w:t>Mais</w:t>
      </w:r>
      <w:r>
        <w:t xml:space="preserve">, </w:t>
      </w:r>
      <w:r w:rsidR="00C77A4E" w:rsidRPr="00275B88">
        <w:t>monsieur le comte</w:t>
      </w:r>
      <w:r>
        <w:t xml:space="preserve">, </w:t>
      </w:r>
      <w:r w:rsidR="00C77A4E" w:rsidRPr="00275B88">
        <w:t>observait Juliette</w:t>
      </w:r>
      <w:r>
        <w:t xml:space="preserve">, </w:t>
      </w:r>
      <w:r w:rsidR="00C77A4E" w:rsidRPr="00275B88">
        <w:t>je resterai bien toute seule</w:t>
      </w:r>
      <w:r>
        <w:t>.</w:t>
      </w:r>
    </w:p>
    <w:p w14:paraId="7F909332" w14:textId="77777777" w:rsidR="002C50B2" w:rsidRDefault="002C50B2" w:rsidP="002C50B2">
      <w:r>
        <w:t>— </w:t>
      </w:r>
      <w:r w:rsidR="00C77A4E" w:rsidRPr="00275B88">
        <w:t>La mort ne vous effraie donc pas</w:t>
      </w:r>
      <w:r>
        <w:t> ?</w:t>
      </w:r>
    </w:p>
    <w:p w14:paraId="0DFA9C85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monsieur le comte</w:t>
      </w:r>
      <w:r>
        <w:t xml:space="preserve">. </w:t>
      </w:r>
      <w:r w:rsidR="00C77A4E" w:rsidRPr="00275B88">
        <w:t>Et puis</w:t>
      </w:r>
      <w:r>
        <w:t xml:space="preserve">, </w:t>
      </w:r>
      <w:r w:rsidR="00C77A4E" w:rsidRPr="00275B88">
        <w:t>comme disait si bien le bon vieux curé de mon pays</w:t>
      </w:r>
      <w:r>
        <w:t xml:space="preserve">, </w:t>
      </w:r>
      <w:r w:rsidR="00C77A4E" w:rsidRPr="00275B88">
        <w:t>on n</w:t>
      </w:r>
      <w:r>
        <w:t>’</w:t>
      </w:r>
      <w:r w:rsidR="00C77A4E" w:rsidRPr="00275B88">
        <w:t>est jamais seul</w:t>
      </w:r>
      <w:r>
        <w:t xml:space="preserve">, </w:t>
      </w:r>
      <w:r w:rsidR="00C77A4E" w:rsidRPr="00275B88">
        <w:t>avec les défunts</w:t>
      </w:r>
      <w:r>
        <w:t xml:space="preserve">… </w:t>
      </w:r>
      <w:r w:rsidR="00C77A4E" w:rsidRPr="00275B88">
        <w:t>Il y a toujours leur âme</w:t>
      </w:r>
      <w:r>
        <w:t>.</w:t>
      </w:r>
    </w:p>
    <w:p w14:paraId="31E1CAA7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allez</w:t>
      </w:r>
      <w:r>
        <w:t xml:space="preserve">… </w:t>
      </w:r>
      <w:r w:rsidR="00C77A4E" w:rsidRPr="00275B88">
        <w:t>Je vais prendre un peu de repos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ailleurs je ne tarderai pas à vous rejoindre</w:t>
      </w:r>
      <w:r>
        <w:t>.</w:t>
      </w:r>
    </w:p>
    <w:p w14:paraId="2505DB05" w14:textId="298E4E44" w:rsidR="002C50B2" w:rsidRDefault="002C50B2" w:rsidP="002C50B2">
      <w:r>
        <w:t>M. de </w:t>
      </w:r>
      <w:r w:rsidR="00C77A4E" w:rsidRPr="00275B88">
        <w:t>Thouars pénétra dans le grand salon et s</w:t>
      </w:r>
      <w:r>
        <w:t>’</w:t>
      </w:r>
      <w:r w:rsidR="00C77A4E" w:rsidRPr="00275B88">
        <w:t>installa dans un fauteuil</w:t>
      </w:r>
      <w:r>
        <w:t xml:space="preserve">… </w:t>
      </w:r>
      <w:r w:rsidR="00C77A4E" w:rsidRPr="00275B88">
        <w:t>Une grande expression de douleur et de lassitude contractait son masque</w:t>
      </w:r>
      <w:r>
        <w:t xml:space="preserve">, </w:t>
      </w:r>
      <w:r w:rsidR="00C77A4E" w:rsidRPr="00275B88">
        <w:t>auquel il s</w:t>
      </w:r>
      <w:r>
        <w:t>’</w:t>
      </w:r>
      <w:r w:rsidR="00C77A4E" w:rsidRPr="00275B88">
        <w:t>efforçait habituellement de donner une expression d</w:t>
      </w:r>
      <w:r>
        <w:t>’</w:t>
      </w:r>
      <w:r w:rsidR="00C77A4E" w:rsidRPr="00275B88">
        <w:t>impassibilité qu</w:t>
      </w:r>
      <w:r>
        <w:t>’</w:t>
      </w:r>
      <w:r w:rsidR="00C77A4E" w:rsidRPr="00275B88">
        <w:t>il jugeait de bon ton</w:t>
      </w:r>
      <w:r>
        <w:t xml:space="preserve">… </w:t>
      </w:r>
      <w:r w:rsidR="00C77A4E" w:rsidRPr="00275B88">
        <w:t>Sans doute avait</w:t>
      </w:r>
      <w:r w:rsidR="00C77A4E">
        <w:t>-</w:t>
      </w:r>
      <w:r w:rsidR="00C77A4E" w:rsidRPr="00275B88">
        <w:t>il aimé vraiment Simone et</w:t>
      </w:r>
      <w:r>
        <w:t xml:space="preserve">, </w:t>
      </w:r>
      <w:r w:rsidR="00C77A4E" w:rsidRPr="00275B88">
        <w:t>bellâtre qui avait fait pleurer tant de beaux yeux</w:t>
      </w:r>
      <w:r>
        <w:t xml:space="preserve">, </w:t>
      </w:r>
      <w:r w:rsidR="00C77A4E" w:rsidRPr="00275B88">
        <w:t>souffrait</w:t>
      </w:r>
      <w:r w:rsidR="00C77A4E">
        <w:t>-</w:t>
      </w:r>
      <w:r w:rsidR="00C77A4E" w:rsidRPr="00275B88">
        <w:t>il cruellement à son tour</w:t>
      </w:r>
      <w:r>
        <w:t xml:space="preserve"> ? </w:t>
      </w:r>
      <w:r w:rsidR="00C77A4E" w:rsidRPr="00275B88">
        <w:t>Et tandis que Juliette gagnait l</w:t>
      </w:r>
      <w:r>
        <w:t>’</w:t>
      </w:r>
      <w:r w:rsidR="00C77A4E" w:rsidRPr="00275B88">
        <w:t>atelier</w:t>
      </w:r>
      <w:r>
        <w:t xml:space="preserve">, </w:t>
      </w:r>
      <w:r w:rsidR="00C77A4E" w:rsidRPr="00275B88">
        <w:t>visiblement brisé</w:t>
      </w:r>
      <w:r>
        <w:t xml:space="preserve">, </w:t>
      </w:r>
      <w:r w:rsidR="00C77A4E" w:rsidRPr="00275B88">
        <w:t>il ferma les yeux</w:t>
      </w:r>
      <w:r>
        <w:t xml:space="preserve">… </w:t>
      </w:r>
      <w:r w:rsidR="00C77A4E" w:rsidRPr="00275B88">
        <w:t>en l</w:t>
      </w:r>
      <w:r>
        <w:t>’</w:t>
      </w:r>
      <w:r w:rsidR="00C77A4E" w:rsidRPr="00275B88">
        <w:t>espoir d</w:t>
      </w:r>
      <w:r>
        <w:t>’</w:t>
      </w:r>
      <w:r w:rsidR="00C77A4E" w:rsidRPr="00275B88">
        <w:t>un sommeil qui lui ferait momentanément oublier sa détresse</w:t>
      </w:r>
      <w:r>
        <w:t>.</w:t>
      </w:r>
    </w:p>
    <w:p w14:paraId="38EFD66D" w14:textId="77777777" w:rsidR="002C50B2" w:rsidRDefault="00C77A4E" w:rsidP="002C50B2">
      <w:r w:rsidRPr="00275B88">
        <w:t>Juliette</w:t>
      </w:r>
      <w:r w:rsidR="002C50B2">
        <w:t xml:space="preserve">, </w:t>
      </w:r>
      <w:r w:rsidRPr="00275B88">
        <w:t>un instant</w:t>
      </w:r>
      <w:r w:rsidR="002C50B2">
        <w:t xml:space="preserve">, </w:t>
      </w:r>
      <w:r w:rsidRPr="00275B88">
        <w:t>resta à le contempler à travers la baie qui accédait au jardin</w:t>
      </w:r>
      <w:r w:rsidR="002C50B2">
        <w:t>.</w:t>
      </w:r>
    </w:p>
    <w:p w14:paraId="24EF8982" w14:textId="6CB00D01" w:rsidR="002C50B2" w:rsidRDefault="002C50B2" w:rsidP="002C50B2">
      <w:r>
        <w:lastRenderedPageBreak/>
        <w:t>« </w:t>
      </w:r>
      <w:r w:rsidR="00C77A4E" w:rsidRPr="00275B88">
        <w:t>Comme il l</w:t>
      </w:r>
      <w:r>
        <w:t>’</w:t>
      </w:r>
      <w:r w:rsidR="00C77A4E" w:rsidRPr="00275B88">
        <w:t>aimait</w:t>
      </w:r>
      <w:r>
        <w:t xml:space="preserve">, </w:t>
      </w:r>
      <w:r w:rsidR="00C77A4E" w:rsidRPr="00275B88">
        <w:t>se dit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et combien il doit être malheureux</w:t>
      </w:r>
      <w:r>
        <w:t> ! »</w:t>
      </w:r>
    </w:p>
    <w:p w14:paraId="36DC8BEF" w14:textId="77777777" w:rsidR="002C50B2" w:rsidRDefault="00C77A4E" w:rsidP="002C50B2">
      <w:r w:rsidRPr="00275B88">
        <w:t>Puis elle se dirigea vers l</w:t>
      </w:r>
      <w:r w:rsidR="002C50B2">
        <w:t>’</w:t>
      </w:r>
      <w:r w:rsidRPr="00275B88">
        <w:t>atelier</w:t>
      </w:r>
      <w:r w:rsidR="002C50B2">
        <w:t>.</w:t>
      </w:r>
    </w:p>
    <w:p w14:paraId="4C62D843" w14:textId="77777777" w:rsidR="002C50B2" w:rsidRDefault="00C77A4E" w:rsidP="002C50B2">
      <w:r w:rsidRPr="00275B88">
        <w:t>Après avoir fait quelques pas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arrêta</w:t>
      </w:r>
      <w:r w:rsidR="002C50B2">
        <w:t xml:space="preserve">. </w:t>
      </w:r>
      <w:r w:rsidRPr="00275B88">
        <w:t>Il lui avait semblé entendre comme un bruissement de feuilles assez prolongé</w:t>
      </w:r>
      <w:r w:rsidR="002C50B2">
        <w:t xml:space="preserve">, </w:t>
      </w:r>
      <w:r w:rsidRPr="00275B88">
        <w:t>immédiatement suivi d</w:t>
      </w:r>
      <w:r w:rsidR="002C50B2">
        <w:t>’</w:t>
      </w:r>
      <w:r w:rsidRPr="00275B88">
        <w:t>un silence absolu</w:t>
      </w:r>
      <w:r w:rsidR="002C50B2">
        <w:t>.</w:t>
      </w:r>
    </w:p>
    <w:p w14:paraId="73BD5D77" w14:textId="77777777" w:rsidR="002C50B2" w:rsidRDefault="00C77A4E" w:rsidP="002C50B2">
      <w:r w:rsidRPr="00275B88">
        <w:t>Elle attendit un instant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oreille tendue</w:t>
      </w:r>
      <w:r w:rsidR="002C50B2">
        <w:t xml:space="preserve">… </w:t>
      </w:r>
      <w:r w:rsidRPr="00275B88">
        <w:t>Mais le silence continuait à planer au</w:t>
      </w:r>
      <w:r>
        <w:t>-</w:t>
      </w:r>
      <w:r w:rsidRPr="00275B88">
        <w:t>dessus de l</w:t>
      </w:r>
      <w:r w:rsidR="002C50B2">
        <w:t>’</w:t>
      </w:r>
      <w:r w:rsidRPr="00275B88">
        <w:t>obscurité environnante</w:t>
      </w:r>
      <w:r w:rsidR="002C50B2">
        <w:t>.</w:t>
      </w:r>
    </w:p>
    <w:p w14:paraId="18BBE048" w14:textId="77777777" w:rsidR="002C50B2" w:rsidRDefault="00C77A4E" w:rsidP="002C50B2">
      <w:r w:rsidRPr="00275B88">
        <w:t>Envahie d</w:t>
      </w:r>
      <w:r w:rsidR="002C50B2">
        <w:t>’</w:t>
      </w:r>
      <w:r w:rsidRPr="00275B88">
        <w:t>une instinctive angoisse</w:t>
      </w:r>
      <w:r w:rsidR="002C50B2">
        <w:t xml:space="preserve">, </w:t>
      </w:r>
      <w:r w:rsidRPr="00275B88">
        <w:t>elle hâta le pas et traversa presque en courant l</w:t>
      </w:r>
      <w:r w:rsidR="002C50B2">
        <w:t>’</w:t>
      </w:r>
      <w:r w:rsidRPr="00275B88">
        <w:t>allée du jardin qui conduisait de la maison à l</w:t>
      </w:r>
      <w:r w:rsidR="002C50B2">
        <w:t>’</w:t>
      </w:r>
      <w:r w:rsidRPr="00275B88">
        <w:t>atelier</w:t>
      </w:r>
      <w:r w:rsidR="002C50B2">
        <w:t>.</w:t>
      </w:r>
    </w:p>
    <w:p w14:paraId="30FE6BED" w14:textId="77777777" w:rsidR="002C50B2" w:rsidRDefault="00C77A4E" w:rsidP="002C50B2">
      <w:r w:rsidRPr="00275B88">
        <w:t>Lorsqu</w:t>
      </w:r>
      <w:r w:rsidR="002C50B2">
        <w:t>’</w:t>
      </w:r>
      <w:r w:rsidRPr="00275B88">
        <w:t>elle pénétra dans la vaste pièce</w:t>
      </w:r>
      <w:r w:rsidR="002C50B2">
        <w:t xml:space="preserve">, </w:t>
      </w:r>
      <w:r w:rsidRPr="00275B88">
        <w:t>dont les plafonniers</w:t>
      </w:r>
      <w:r w:rsidR="002C50B2">
        <w:t xml:space="preserve">, </w:t>
      </w:r>
      <w:r w:rsidRPr="00275B88">
        <w:t>habilement et artistement disposés</w:t>
      </w:r>
      <w:r w:rsidR="002C50B2">
        <w:t xml:space="preserve">, </w:t>
      </w:r>
      <w:r w:rsidRPr="00275B88">
        <w:t>semaient autour d</w:t>
      </w:r>
      <w:r w:rsidR="002C50B2">
        <w:t>’</w:t>
      </w:r>
      <w:r w:rsidRPr="00275B88">
        <w:t>eux une vive et radieuse clarté</w:t>
      </w:r>
      <w:r w:rsidR="002C50B2">
        <w:t xml:space="preserve">, </w:t>
      </w:r>
      <w:r w:rsidRPr="00275B88">
        <w:t>Elsa Bergen était en train de recueillir quelques roses qui avaient glissé du divan sur le tapis</w:t>
      </w:r>
      <w:r w:rsidR="002C50B2">
        <w:t>.</w:t>
      </w:r>
    </w:p>
    <w:p w14:paraId="4B9C517F" w14:textId="41D33E7A" w:rsidR="002C50B2" w:rsidRDefault="00C77A4E" w:rsidP="002C50B2">
      <w:r w:rsidRPr="00275B88">
        <w:t>S</w:t>
      </w:r>
      <w:r w:rsidR="002C50B2">
        <w:t>’</w:t>
      </w:r>
      <w:r w:rsidRPr="00275B88">
        <w:t>apercevant du trouble qui agitait la femme de chambre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lui demanda</w:t>
      </w:r>
      <w:r w:rsidR="002C50B2">
        <w:t> :</w:t>
      </w:r>
    </w:p>
    <w:p w14:paraId="66D5118F" w14:textId="0EA7D8AF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Juliette</w:t>
      </w:r>
      <w:r>
        <w:t xml:space="preserve"> ? </w:t>
      </w:r>
      <w:r w:rsidR="00C77A4E" w:rsidRPr="00275B88">
        <w:t>Est</w:t>
      </w:r>
      <w:r w:rsidR="00C77A4E">
        <w:t>-</w:t>
      </w:r>
      <w:r w:rsidR="00C77A4E" w:rsidRPr="00275B88">
        <w:t xml:space="preserve">ce que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serait souffrante</w:t>
      </w:r>
      <w:r>
        <w:t> ?</w:t>
      </w:r>
    </w:p>
    <w:p w14:paraId="486A6AC2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>
        <w:t>…</w:t>
      </w:r>
    </w:p>
    <w:p w14:paraId="36C5CD18" w14:textId="77777777" w:rsidR="002C50B2" w:rsidRDefault="00C77A4E" w:rsidP="002C50B2">
      <w:r w:rsidRPr="00275B88">
        <w:t>Elle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comme si elle n</w:t>
      </w:r>
      <w:r w:rsidR="002C50B2">
        <w:t>’</w:t>
      </w:r>
      <w:r w:rsidRPr="00275B88">
        <w:t>osait parler</w:t>
      </w:r>
      <w:r w:rsidR="002C50B2">
        <w:t>.</w:t>
      </w:r>
    </w:p>
    <w:p w14:paraId="5E105A39" w14:textId="77777777" w:rsidR="002C50B2" w:rsidRDefault="002C50B2" w:rsidP="002C50B2">
      <w:r>
        <w:t>— </w:t>
      </w:r>
      <w:r w:rsidR="00C77A4E" w:rsidRPr="00275B88">
        <w:t>Voyons</w:t>
      </w:r>
      <w:r>
        <w:t xml:space="preserve">, </w:t>
      </w:r>
      <w:r w:rsidR="00C77A4E" w:rsidRPr="00275B88">
        <w:t>parlez</w:t>
      </w:r>
      <w:r>
        <w:t xml:space="preserve">… </w:t>
      </w:r>
      <w:r w:rsidR="00C77A4E" w:rsidRPr="00275B88">
        <w:t>invitait la Scandinave</w:t>
      </w:r>
      <w:r>
        <w:t>.</w:t>
      </w:r>
    </w:p>
    <w:p w14:paraId="33F6344A" w14:textId="77777777" w:rsidR="002C50B2" w:rsidRDefault="00C77A4E" w:rsidP="002C50B2">
      <w:r w:rsidRPr="00275B88">
        <w:t>Juliette se décidait à dire</w:t>
      </w:r>
      <w:r w:rsidR="002C50B2">
        <w:t> :</w:t>
      </w:r>
    </w:p>
    <w:p w14:paraId="5A5EEF36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je viens d</w:t>
      </w:r>
      <w:r>
        <w:t>’</w:t>
      </w:r>
      <w:r w:rsidR="00C77A4E" w:rsidRPr="00275B88">
        <w:t>entendre</w:t>
      </w:r>
      <w:r>
        <w:t xml:space="preserve">, </w:t>
      </w:r>
      <w:r w:rsidR="00C77A4E" w:rsidRPr="00275B88">
        <w:t>dans le jardin</w:t>
      </w:r>
      <w:r>
        <w:t xml:space="preserve">, </w:t>
      </w:r>
      <w:r w:rsidR="00C77A4E" w:rsidRPr="00275B88">
        <w:t>un drôle de bruit</w:t>
      </w:r>
      <w:r>
        <w:t>.</w:t>
      </w:r>
    </w:p>
    <w:p w14:paraId="68969885" w14:textId="77777777" w:rsidR="002C50B2" w:rsidRDefault="002C50B2" w:rsidP="002C50B2">
      <w:r>
        <w:lastRenderedPageBreak/>
        <w:t>— </w:t>
      </w:r>
      <w:r w:rsidR="00C77A4E" w:rsidRPr="00275B88">
        <w:t>Quoi donc</w:t>
      </w:r>
      <w:r>
        <w:t> ?</w:t>
      </w:r>
    </w:p>
    <w:p w14:paraId="0B7969AB" w14:textId="77777777" w:rsidR="002C50B2" w:rsidRDefault="002C50B2" w:rsidP="002C50B2">
      <w:r>
        <w:t>— </w:t>
      </w:r>
      <w:r w:rsidR="00C77A4E" w:rsidRPr="00275B88">
        <w:t>On aurait dit que quelqu</w:t>
      </w:r>
      <w:r>
        <w:t>’</w:t>
      </w:r>
      <w:r w:rsidR="00C77A4E" w:rsidRPr="00275B88">
        <w:t>un marchait dans le bosquet par où a disparu le Fantôme</w:t>
      </w:r>
      <w:r>
        <w:t>.</w:t>
      </w:r>
    </w:p>
    <w:p w14:paraId="2417D8C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toute pâle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12215C29" w14:textId="77777777" w:rsidR="002C50B2" w:rsidRDefault="002C50B2" w:rsidP="002C50B2">
      <w:r>
        <w:t>— </w:t>
      </w:r>
      <w:r w:rsidR="00C77A4E" w:rsidRPr="00275B88">
        <w:t>Si c</w:t>
      </w:r>
      <w:r>
        <w:t>’</w:t>
      </w:r>
      <w:r w:rsidR="00C77A4E" w:rsidRPr="00275B88">
        <w:t>était encore lui</w:t>
      </w:r>
      <w:r>
        <w:t> ?</w:t>
      </w:r>
    </w:p>
    <w:p w14:paraId="3C99D3C6" w14:textId="77777777" w:rsidR="002C50B2" w:rsidRDefault="002C50B2" w:rsidP="002C50B2">
      <w:r>
        <w:t>— </w:t>
      </w:r>
      <w:r w:rsidR="00C77A4E" w:rsidRPr="00275B88">
        <w:t>Allons</w:t>
      </w:r>
      <w:r>
        <w:t xml:space="preserve">, </w:t>
      </w:r>
      <w:r w:rsidR="00C77A4E" w:rsidRPr="00275B88">
        <w:t>ma petite</w:t>
      </w:r>
      <w:r>
        <w:t xml:space="preserve">, </w:t>
      </w:r>
      <w:r w:rsidR="00C77A4E" w:rsidRPr="00275B88">
        <w:t>reprenait la demoiselle de compagnie</w:t>
      </w:r>
      <w:r>
        <w:t xml:space="preserve">, </w:t>
      </w:r>
      <w:r w:rsidR="00C77A4E" w:rsidRPr="00275B88">
        <w:t>vous n</w:t>
      </w:r>
      <w:r>
        <w:t>’</w:t>
      </w:r>
      <w:r w:rsidR="00C77A4E" w:rsidRPr="00275B88">
        <w:t>allez pas vous mettre de pareilles idées en tête</w:t>
      </w:r>
      <w:r>
        <w:t>.</w:t>
      </w:r>
    </w:p>
    <w:p w14:paraId="59982DE1" w14:textId="1AC300B4" w:rsidR="002C50B2" w:rsidRDefault="002C50B2" w:rsidP="002C50B2">
      <w:r>
        <w:t>« </w:t>
      </w:r>
      <w:r w:rsidR="00C77A4E" w:rsidRPr="00275B88">
        <w:t>Le Fantôme ne reparaîtra plus ici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 xml:space="preserve">abord </w:t>
      </w:r>
      <w:r>
        <w:t>M. </w:t>
      </w:r>
      <w:r w:rsidR="00C77A4E" w:rsidRPr="00275B88">
        <w:t>Chantecoq nous l</w:t>
      </w:r>
      <w:r>
        <w:t>’</w:t>
      </w:r>
      <w:r w:rsidR="00C77A4E" w:rsidRPr="00275B88">
        <w:t>a affirmé</w:t>
      </w:r>
      <w:r>
        <w:t xml:space="preserve">. </w:t>
      </w:r>
      <w:r w:rsidR="00C77A4E" w:rsidRPr="00275B88">
        <w:t>Et puis que viendrait</w:t>
      </w:r>
      <w:r w:rsidR="00C77A4E">
        <w:t>-</w:t>
      </w:r>
      <w:r w:rsidR="00C77A4E" w:rsidRPr="00275B88">
        <w:t>il y faire</w:t>
      </w:r>
      <w:r>
        <w:t> ?</w:t>
      </w:r>
    </w:p>
    <w:p w14:paraId="29F479AE" w14:textId="77777777" w:rsidR="002C50B2" w:rsidRDefault="00C77A4E" w:rsidP="002C50B2">
      <w:r w:rsidRPr="00275B88">
        <w:t>Elsa Bergen avait à peine prononcé ces mots que</w:t>
      </w:r>
      <w:r w:rsidR="002C50B2">
        <w:t xml:space="preserve">, </w:t>
      </w:r>
      <w:r w:rsidRPr="00275B88">
        <w:t>subitement</w:t>
      </w:r>
      <w:r w:rsidR="002C50B2">
        <w:t xml:space="preserve">, </w:t>
      </w:r>
      <w:r w:rsidRPr="00275B88">
        <w:t>les plafonniers s</w:t>
      </w:r>
      <w:r w:rsidR="002C50B2">
        <w:t>’</w:t>
      </w:r>
      <w:r w:rsidRPr="00275B88">
        <w:t>éteignirent et l</w:t>
      </w:r>
      <w:r w:rsidR="002C50B2">
        <w:t>’</w:t>
      </w:r>
      <w:r w:rsidRPr="00275B88">
        <w:t>atelier ne se trouva plus éclairé que par la lueur des bougies placées près de Simone</w:t>
      </w:r>
      <w:r w:rsidR="002C50B2">
        <w:t>.</w:t>
      </w:r>
    </w:p>
    <w:p w14:paraId="72083CA7" w14:textId="77777777" w:rsidR="002C50B2" w:rsidRDefault="00C77A4E" w:rsidP="002C50B2">
      <w:r w:rsidRPr="00275B88">
        <w:t>Les deux femmes eurent un sursaut puis se turent</w:t>
      </w:r>
      <w:r w:rsidR="002C50B2">
        <w:t xml:space="preserve">… </w:t>
      </w:r>
      <w:r w:rsidRPr="00275B88">
        <w:t>immobiles</w:t>
      </w:r>
      <w:r w:rsidR="002C50B2">
        <w:t xml:space="preserve">… </w:t>
      </w:r>
      <w:r w:rsidRPr="00275B88">
        <w:t>les yeux rivés sur une petite porte qui</w:t>
      </w:r>
      <w:r w:rsidR="002C50B2">
        <w:t xml:space="preserve">, </w:t>
      </w:r>
      <w:r w:rsidRPr="00275B88">
        <w:t>placée au fond du hall et dissimulée par une tenture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ouvrait lentement d</w:t>
      </w:r>
      <w:r w:rsidR="002C50B2">
        <w:t>’</w:t>
      </w:r>
      <w:r w:rsidRPr="00275B88">
        <w:t>abord</w:t>
      </w:r>
      <w:r w:rsidR="002C50B2">
        <w:t xml:space="preserve">, </w:t>
      </w:r>
      <w:r w:rsidRPr="00275B88">
        <w:t>puis brusquement</w:t>
      </w:r>
      <w:r w:rsidR="002C50B2">
        <w:t>.</w:t>
      </w:r>
    </w:p>
    <w:p w14:paraId="7E5D7E7A" w14:textId="77777777" w:rsidR="002C50B2" w:rsidRDefault="00C77A4E" w:rsidP="002C50B2">
      <w:r w:rsidRPr="00275B88">
        <w:t>Un cri d</w:t>
      </w:r>
      <w:r w:rsidR="002C50B2">
        <w:t>’</w:t>
      </w:r>
      <w:r w:rsidRPr="00275B88">
        <w:t>épouvante leur échappa</w:t>
      </w:r>
      <w:r w:rsidR="002C50B2">
        <w:t>.</w:t>
      </w:r>
    </w:p>
    <w:p w14:paraId="5B4E08F9" w14:textId="77777777" w:rsidR="002C50B2" w:rsidRDefault="00C77A4E" w:rsidP="002C50B2">
      <w:r w:rsidRPr="00275B88">
        <w:t>Le Fantôme venait de se profiler sur le seuil</w:t>
      </w:r>
      <w:r w:rsidR="002C50B2">
        <w:t>.</w:t>
      </w:r>
    </w:p>
    <w:p w14:paraId="337A569E" w14:textId="77777777" w:rsidR="002C50B2" w:rsidRDefault="00C77A4E" w:rsidP="002C50B2">
      <w:r w:rsidRPr="00275B88">
        <w:t>Tournant sur elle</w:t>
      </w:r>
      <w:r>
        <w:t>-</w:t>
      </w:r>
      <w:r w:rsidRPr="00275B88">
        <w:t>même</w:t>
      </w:r>
      <w:r w:rsidR="002C50B2">
        <w:t xml:space="preserve">, </w:t>
      </w:r>
      <w:r w:rsidRPr="00275B88">
        <w:t>la Scandinave s</w:t>
      </w:r>
      <w:r w:rsidR="002C50B2">
        <w:t>’</w:t>
      </w:r>
      <w:r w:rsidRPr="00275B88">
        <w:t>évanouit</w:t>
      </w:r>
      <w:r w:rsidR="002C50B2">
        <w:t>.</w:t>
      </w:r>
    </w:p>
    <w:p w14:paraId="48BCF4AB" w14:textId="77777777" w:rsidR="002C50B2" w:rsidRDefault="00C77A4E" w:rsidP="002C50B2">
      <w:r w:rsidRPr="00275B88">
        <w:t>Folle de terreur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qui s</w:t>
      </w:r>
      <w:r w:rsidR="002C50B2">
        <w:t>’</w:t>
      </w:r>
      <w:r w:rsidRPr="00275B88">
        <w:t>étranglait dans sa gorge</w:t>
      </w:r>
      <w:r w:rsidR="002C50B2">
        <w:t xml:space="preserve">, </w:t>
      </w:r>
      <w:r w:rsidRPr="00275B88">
        <w:t>Juliette voulut appeler au secours</w:t>
      </w:r>
      <w:r w:rsidR="002C50B2">
        <w:t xml:space="preserve">. </w:t>
      </w:r>
      <w:r w:rsidRPr="00275B88">
        <w:t>Elle n</w:t>
      </w:r>
      <w:r w:rsidR="002C50B2">
        <w:t>’</w:t>
      </w:r>
      <w:r w:rsidRPr="00275B88">
        <w:t>en eut pas le temps</w:t>
      </w:r>
      <w:r w:rsidR="002C50B2">
        <w:t xml:space="preserve">. </w:t>
      </w:r>
      <w:r w:rsidRPr="00275B88">
        <w:t>Bondissant vers elle</w:t>
      </w:r>
      <w:r w:rsidR="002C50B2">
        <w:t xml:space="preserve">, </w:t>
      </w:r>
      <w:r w:rsidRPr="00275B88">
        <w:t>Belphégor lui assénait sur la nuque un coup de sa terrible matraque</w:t>
      </w:r>
      <w:r w:rsidR="002C50B2">
        <w:t xml:space="preserve">, </w:t>
      </w:r>
      <w:r w:rsidRPr="00275B88">
        <w:t>et la malheureuse s</w:t>
      </w:r>
      <w:r w:rsidR="002C50B2">
        <w:t>’</w:t>
      </w:r>
      <w:r w:rsidRPr="00275B88">
        <w:t>effondrait</w:t>
      </w:r>
      <w:r w:rsidR="002C50B2">
        <w:t xml:space="preserve">, </w:t>
      </w:r>
      <w:r w:rsidRPr="00275B88">
        <w:t>assommée</w:t>
      </w:r>
      <w:r w:rsidR="002C50B2">
        <w:t>.</w:t>
      </w:r>
    </w:p>
    <w:p w14:paraId="596A17F7" w14:textId="77777777" w:rsidR="002C50B2" w:rsidRDefault="00C77A4E" w:rsidP="002C50B2">
      <w:r w:rsidRPr="00275B88">
        <w:lastRenderedPageBreak/>
        <w:t>Alors le Fantôme s</w:t>
      </w:r>
      <w:r w:rsidR="002C50B2">
        <w:t>’</w:t>
      </w:r>
      <w:r w:rsidRPr="00275B88">
        <w:t>approcha du corps de Simone</w:t>
      </w:r>
      <w:r w:rsidR="002C50B2">
        <w:t xml:space="preserve">, </w:t>
      </w:r>
      <w:r w:rsidRPr="00275B88">
        <w:t>le serra dans ses bras et disparut avec lui derrière la petite porte par laquelle il était entré</w:t>
      </w:r>
      <w:r w:rsidR="002C50B2">
        <w:t>.</w:t>
      </w:r>
    </w:p>
    <w:p w14:paraId="1554B3B2" w14:textId="77777777" w:rsidR="002C50B2" w:rsidRDefault="00C77A4E" w:rsidP="002C50B2">
      <w:r w:rsidRPr="00275B88">
        <w:t>Juliette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avait pas entièrement perdu connaissance</w:t>
      </w:r>
      <w:r w:rsidR="002C50B2">
        <w:t xml:space="preserve">, </w:t>
      </w:r>
      <w:r w:rsidRPr="00275B88">
        <w:t>voulut se relever</w:t>
      </w:r>
      <w:r w:rsidR="002C50B2">
        <w:t xml:space="preserve">, </w:t>
      </w:r>
      <w:r w:rsidRPr="00275B88">
        <w:t>mais elle n</w:t>
      </w:r>
      <w:r w:rsidR="002C50B2">
        <w:t>’</w:t>
      </w:r>
      <w:r w:rsidRPr="00275B88">
        <w:t>en eut pas la force</w:t>
      </w:r>
      <w:r w:rsidR="002C50B2">
        <w:t xml:space="preserve">, </w:t>
      </w:r>
      <w:r w:rsidRPr="00275B88">
        <w:t>et se traînant sur les genoux jusqu</w:t>
      </w:r>
      <w:r w:rsidR="002C50B2">
        <w:t>’</w:t>
      </w:r>
      <w:r w:rsidRPr="00275B88">
        <w:t>à la porte qui donnait sur le jardin</w:t>
      </w:r>
      <w:r w:rsidR="002C50B2">
        <w:t xml:space="preserve">, </w:t>
      </w:r>
      <w:r w:rsidRPr="00275B88">
        <w:t>au prix d</w:t>
      </w:r>
      <w:r w:rsidR="002C50B2">
        <w:t>’</w:t>
      </w:r>
      <w:r w:rsidRPr="00275B88">
        <w:t>un grand effort</w:t>
      </w:r>
      <w:r w:rsidR="002C50B2">
        <w:t xml:space="preserve">, </w:t>
      </w:r>
      <w:r w:rsidRPr="00275B88">
        <w:t>elle parvint à l</w:t>
      </w:r>
      <w:r w:rsidR="002C50B2">
        <w:t>’</w:t>
      </w:r>
      <w:r w:rsidRPr="00275B88">
        <w:t>entrebâiller et d</w:t>
      </w:r>
      <w:r w:rsidR="002C50B2">
        <w:t>’</w:t>
      </w:r>
      <w:r w:rsidRPr="00275B88">
        <w:t>une voix déchirante elle lança</w:t>
      </w:r>
      <w:r w:rsidR="002C50B2">
        <w:t xml:space="preserve">, </w:t>
      </w:r>
      <w:r w:rsidRPr="00275B88">
        <w:t>dans la nuit</w:t>
      </w:r>
      <w:r w:rsidR="002C50B2">
        <w:t xml:space="preserve">, </w:t>
      </w:r>
      <w:r w:rsidRPr="00275B88">
        <w:t>par trois fois</w:t>
      </w:r>
      <w:r w:rsidR="002C50B2">
        <w:t xml:space="preserve">, </w:t>
      </w:r>
      <w:r w:rsidRPr="00275B88">
        <w:t>ce cri</w:t>
      </w:r>
      <w:r w:rsidR="002C50B2">
        <w:t> :</w:t>
      </w:r>
    </w:p>
    <w:p w14:paraId="24842A8C" w14:textId="77777777" w:rsidR="002C50B2" w:rsidRDefault="002C50B2" w:rsidP="002C50B2">
      <w:r>
        <w:t>— </w:t>
      </w:r>
      <w:r w:rsidR="00C77A4E" w:rsidRPr="00275B88">
        <w:t>Au secours</w:t>
      </w:r>
      <w:r>
        <w:t xml:space="preserve"> ! </w:t>
      </w:r>
      <w:r w:rsidR="00C77A4E" w:rsidRPr="00275B88">
        <w:t>Au secours</w:t>
      </w:r>
      <w:r>
        <w:t xml:space="preserve"> ! </w:t>
      </w:r>
      <w:r w:rsidR="00C77A4E" w:rsidRPr="00275B88">
        <w:t>Au secours</w:t>
      </w:r>
      <w:r>
        <w:t> !</w:t>
      </w:r>
    </w:p>
    <w:p w14:paraId="0CA5D143" w14:textId="3F9B4E30" w:rsidR="002C50B2" w:rsidRDefault="002C50B2" w:rsidP="002C50B2"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qui commençait à sommeiller</w:t>
      </w:r>
      <w:r>
        <w:t xml:space="preserve">, </w:t>
      </w:r>
      <w:r w:rsidR="00C77A4E" w:rsidRPr="00275B88">
        <w:t>se redressa d</w:t>
      </w:r>
      <w:r>
        <w:t>’</w:t>
      </w:r>
      <w:r w:rsidR="00C77A4E" w:rsidRPr="00275B88">
        <w:t>un bond et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élançant dans le jardin</w:t>
      </w:r>
      <w:r>
        <w:t xml:space="preserve">, </w:t>
      </w:r>
      <w:r w:rsidR="00C77A4E" w:rsidRPr="00275B88">
        <w:t>il se précipita dans l</w:t>
      </w:r>
      <w:r>
        <w:t>’</w:t>
      </w:r>
      <w:r w:rsidR="00C77A4E" w:rsidRPr="00275B88">
        <w:t>atelier</w:t>
      </w:r>
      <w:r>
        <w:t>.</w:t>
      </w:r>
    </w:p>
    <w:p w14:paraId="190C7BD8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accrochant à lui</w:t>
      </w:r>
      <w:r w:rsidR="002C50B2">
        <w:t xml:space="preserve">, </w:t>
      </w:r>
      <w:r w:rsidRPr="00275B88">
        <w:t>Juliette</w:t>
      </w:r>
      <w:r w:rsidR="002C50B2">
        <w:t xml:space="preserve">, </w:t>
      </w:r>
      <w:r w:rsidRPr="00275B88">
        <w:t>folle de terreur</w:t>
      </w:r>
      <w:r w:rsidR="002C50B2">
        <w:t xml:space="preserve">, </w:t>
      </w:r>
      <w:r w:rsidRPr="00275B88">
        <w:t>râla</w:t>
      </w:r>
      <w:r w:rsidR="002C50B2">
        <w:t> :</w:t>
      </w:r>
    </w:p>
    <w:p w14:paraId="545DF6CE" w14:textId="77777777" w:rsidR="002C50B2" w:rsidRDefault="002C50B2" w:rsidP="002C50B2">
      <w:r>
        <w:t>— </w:t>
      </w:r>
      <w:r w:rsidR="00C77A4E" w:rsidRPr="00275B88">
        <w:t>Le Fantôme</w:t>
      </w:r>
      <w:r>
        <w:t xml:space="preserve">… </w:t>
      </w:r>
      <w:r w:rsidR="00C77A4E" w:rsidRPr="00275B88">
        <w:t>vient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enlever</w:t>
      </w:r>
      <w:r>
        <w:t xml:space="preserve">… </w:t>
      </w:r>
      <w:r w:rsidR="00C77A4E" w:rsidRPr="00275B88">
        <w:t>Mademoiselle</w:t>
      </w:r>
      <w:r>
        <w:t>…</w:t>
      </w:r>
    </w:p>
    <w:p w14:paraId="2029A096" w14:textId="77777777" w:rsidR="002C50B2" w:rsidRDefault="00C77A4E" w:rsidP="002C50B2">
      <w:r w:rsidRPr="00275B88">
        <w:t>Sidéré</w:t>
      </w:r>
      <w:r w:rsidR="002C50B2">
        <w:t xml:space="preserve">, </w:t>
      </w:r>
      <w:r w:rsidRPr="00275B88">
        <w:t>Maurice de Thouars dirigea ses yeux vers le divan sur lequel on voyait encore</w:t>
      </w:r>
      <w:r w:rsidR="002C50B2">
        <w:t xml:space="preserve">, </w:t>
      </w:r>
      <w:r w:rsidRPr="00275B88">
        <w:t>parmi les fleurs en désordre</w:t>
      </w:r>
      <w:r w:rsidR="002C50B2">
        <w:t xml:space="preserve">, </w:t>
      </w:r>
      <w:r w:rsidRPr="00275B88">
        <w:t>la trace du corps que Belphégor venait d</w:t>
      </w:r>
      <w:r w:rsidR="002C50B2">
        <w:t>’</w:t>
      </w:r>
      <w:r w:rsidRPr="00275B88">
        <w:t>enlever</w:t>
      </w:r>
      <w:r w:rsidR="002C50B2">
        <w:t>.</w:t>
      </w:r>
    </w:p>
    <w:p w14:paraId="0FF980C8" w14:textId="77777777" w:rsidR="002C50B2" w:rsidRDefault="00C77A4E" w:rsidP="002C50B2">
      <w:r w:rsidRPr="00275B88">
        <w:t>Et se penchant vers la femme de chambre</w:t>
      </w:r>
      <w:r w:rsidR="002C50B2">
        <w:t xml:space="preserve">, </w:t>
      </w:r>
      <w:r w:rsidRPr="00275B88">
        <w:t>il voulut l</w:t>
      </w:r>
      <w:r w:rsidR="002C50B2">
        <w:t>’</w:t>
      </w:r>
      <w:r w:rsidRPr="00275B88">
        <w:t>interroger</w:t>
      </w:r>
      <w:r w:rsidR="002C50B2">
        <w:t>.</w:t>
      </w:r>
    </w:p>
    <w:p w14:paraId="0C6072F6" w14:textId="77777777" w:rsidR="002C50B2" w:rsidRDefault="00C77A4E" w:rsidP="002C50B2">
      <w:r w:rsidRPr="00275B88">
        <w:t>Mais la brave fille</w:t>
      </w:r>
      <w:r w:rsidR="002C50B2">
        <w:t xml:space="preserve">, </w:t>
      </w:r>
      <w:r w:rsidRPr="00275B88">
        <w:t>à bout de forces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écroula sur le parquet</w:t>
      </w:r>
      <w:r w:rsidR="002C50B2">
        <w:t xml:space="preserve">, </w:t>
      </w:r>
      <w:r w:rsidRPr="00275B88">
        <w:t>tandis que Belphégor</w:t>
      </w:r>
      <w:r w:rsidR="002C50B2">
        <w:t xml:space="preserve">, </w:t>
      </w:r>
      <w:r w:rsidRPr="00275B88">
        <w:t>emportant la morte</w:t>
      </w:r>
      <w:r w:rsidR="002C50B2">
        <w:t xml:space="preserve">, </w:t>
      </w:r>
      <w:r w:rsidRPr="00275B88">
        <w:t>fuyait dans les ténèbres</w:t>
      </w:r>
      <w:r w:rsidR="002C50B2">
        <w:t>.</w:t>
      </w:r>
    </w:p>
    <w:p w14:paraId="5E8A708B" w14:textId="620C3F15" w:rsidR="00C77A4E" w:rsidRPr="002C50B2" w:rsidRDefault="002C50B2" w:rsidP="002C50B2">
      <w:pPr>
        <w:pStyle w:val="Titre1"/>
      </w:pPr>
      <w:bookmarkStart w:id="81" w:name="_Toc145914642"/>
      <w:r>
        <w:lastRenderedPageBreak/>
        <w:br/>
      </w:r>
      <w:r>
        <w:br/>
      </w:r>
      <w:bookmarkStart w:id="82" w:name="_Toc203477086"/>
      <w:r w:rsidR="00C77A4E" w:rsidRPr="002C50B2">
        <w:t>QUATRIÈME PARTIE</w:t>
      </w:r>
      <w:bookmarkEnd w:id="81"/>
      <w:r w:rsidR="00C77A4E" w:rsidRPr="002C50B2">
        <w:br/>
      </w:r>
      <w:r w:rsidR="00C77A4E" w:rsidRPr="002C50B2">
        <w:br/>
      </w:r>
      <w:bookmarkStart w:id="83" w:name="_Toc145914643"/>
      <w:r w:rsidR="00C77A4E" w:rsidRPr="002C50B2">
        <w:t>LES DEUX POLICES</w:t>
      </w:r>
      <w:bookmarkEnd w:id="82"/>
      <w:bookmarkEnd w:id="83"/>
    </w:p>
    <w:p w14:paraId="000C7E42" w14:textId="77777777" w:rsidR="00C77A4E" w:rsidRPr="00F32729" w:rsidRDefault="00C77A4E" w:rsidP="002C50B2">
      <w:pPr>
        <w:pStyle w:val="Titre2"/>
      </w:pPr>
      <w:bookmarkStart w:id="84" w:name="_Toc145914644"/>
      <w:bookmarkStart w:id="85" w:name="_Toc203477087"/>
      <w:r w:rsidRPr="00F32729">
        <w:lastRenderedPageBreak/>
        <w:t>I</w:t>
      </w:r>
      <w:bookmarkEnd w:id="84"/>
      <w:r w:rsidRPr="00F32729">
        <w:br/>
      </w:r>
      <w:r w:rsidRPr="00F32729">
        <w:br/>
      </w:r>
      <w:bookmarkStart w:id="86" w:name="_Toc145914645"/>
      <w:r w:rsidRPr="00F32729">
        <w:t>VERS LA LUMIÈRE</w:t>
      </w:r>
      <w:bookmarkEnd w:id="85"/>
      <w:bookmarkEnd w:id="86"/>
      <w:r w:rsidRPr="00F32729">
        <w:br/>
      </w:r>
    </w:p>
    <w:p w14:paraId="61BD4D8B" w14:textId="77777777" w:rsidR="002C50B2" w:rsidRDefault="00C77A4E" w:rsidP="002C50B2">
      <w:r w:rsidRPr="00275B88">
        <w:t>Vers neuf heures du matin</w:t>
      </w:r>
      <w:r w:rsidR="002C50B2">
        <w:t xml:space="preserve">, </w:t>
      </w:r>
      <w:r w:rsidRPr="00275B88">
        <w:t>le baron Papillon</w:t>
      </w:r>
      <w:r w:rsidR="002C50B2">
        <w:t xml:space="preserve">, </w:t>
      </w:r>
      <w:r w:rsidRPr="00275B88">
        <w:t>vêtu d</w:t>
      </w:r>
      <w:r w:rsidR="002C50B2">
        <w:t>’</w:t>
      </w:r>
      <w:r w:rsidRPr="00275B88">
        <w:t>un luxueux pyjama de soie</w:t>
      </w:r>
      <w:r w:rsidR="002C50B2">
        <w:t xml:space="preserve">, </w:t>
      </w:r>
      <w:r w:rsidRPr="00275B88">
        <w:t>pénétrait d</w:t>
      </w:r>
      <w:r w:rsidR="002C50B2">
        <w:t>’</w:t>
      </w:r>
      <w:r w:rsidRPr="00275B88">
        <w:t>un air solennel</w:t>
      </w:r>
      <w:r w:rsidR="002C50B2">
        <w:t xml:space="preserve">, </w:t>
      </w:r>
      <w:r w:rsidRPr="00275B88">
        <w:t>dans son cabinet de travail</w:t>
      </w:r>
      <w:r w:rsidR="002C50B2">
        <w:t xml:space="preserve">, </w:t>
      </w:r>
      <w:r w:rsidRPr="00275B88">
        <w:t>où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il ne faisait jamais rien</w:t>
      </w:r>
      <w:r w:rsidR="002C50B2">
        <w:t>.</w:t>
      </w:r>
    </w:p>
    <w:p w14:paraId="69FD5065" w14:textId="77777777" w:rsidR="002C50B2" w:rsidRDefault="00C77A4E" w:rsidP="002C50B2">
      <w:r w:rsidRPr="00275B88">
        <w:t>Tout de suite il appuya l</w:t>
      </w:r>
      <w:r w:rsidR="002C50B2">
        <w:t>’</w:t>
      </w:r>
      <w:r w:rsidRPr="00275B88">
        <w:t>index sur le bouton d</w:t>
      </w:r>
      <w:r w:rsidR="002C50B2">
        <w:t>’</w:t>
      </w:r>
      <w:r w:rsidRPr="00275B88">
        <w:t>une sonnerie électrique</w:t>
      </w:r>
      <w:r w:rsidR="002C50B2">
        <w:t>.</w:t>
      </w:r>
    </w:p>
    <w:p w14:paraId="0837489E" w14:textId="77777777" w:rsidR="002C50B2" w:rsidRDefault="00C77A4E" w:rsidP="002C50B2">
      <w:r w:rsidRPr="00275B88">
        <w:t>Un valet de pied</w:t>
      </w:r>
      <w:r w:rsidR="002C50B2">
        <w:t xml:space="preserve">, </w:t>
      </w:r>
      <w:r w:rsidRPr="00275B88">
        <w:t>déjà en grande livrée</w:t>
      </w:r>
      <w:r w:rsidR="002C50B2">
        <w:t xml:space="preserve">, </w:t>
      </w:r>
      <w:r w:rsidRPr="00275B88">
        <w:t>apparut</w:t>
      </w:r>
      <w:r w:rsidR="002C50B2">
        <w:t xml:space="preserve">. </w:t>
      </w:r>
      <w:r w:rsidRPr="00275B88">
        <w:t>D</w:t>
      </w:r>
      <w:r w:rsidR="002C50B2">
        <w:t>’</w:t>
      </w:r>
      <w:r w:rsidRPr="00275B88">
        <w:t>un ton hautain</w:t>
      </w:r>
      <w:r w:rsidR="002C50B2">
        <w:t xml:space="preserve">, </w:t>
      </w:r>
      <w:r w:rsidRPr="00275B88">
        <w:t>le nouveau noble articula</w:t>
      </w:r>
      <w:r w:rsidR="002C50B2">
        <w:t> :</w:t>
      </w:r>
    </w:p>
    <w:p w14:paraId="57016465" w14:textId="77777777" w:rsidR="002C50B2" w:rsidRDefault="002C50B2" w:rsidP="002C50B2">
      <w:r>
        <w:t>— </w:t>
      </w:r>
      <w:r w:rsidR="00C77A4E" w:rsidRPr="00275B88">
        <w:t>Dites à mon secrétaire que je l</w:t>
      </w:r>
      <w:r>
        <w:t>’</w:t>
      </w:r>
      <w:r w:rsidR="00C77A4E" w:rsidRPr="00275B88">
        <w:t>attends</w:t>
      </w:r>
      <w:r>
        <w:t>.</w:t>
      </w:r>
    </w:p>
    <w:p w14:paraId="0EDE803C" w14:textId="77777777" w:rsidR="002C50B2" w:rsidRDefault="00C77A4E" w:rsidP="002C50B2">
      <w:r w:rsidRPr="00275B88">
        <w:t>Le domestique répliquait</w:t>
      </w:r>
      <w:r w:rsidR="002C50B2">
        <w:t> :</w:t>
      </w:r>
    </w:p>
    <w:p w14:paraId="1F08F2B8" w14:textId="13863C87" w:rsidR="002C50B2" w:rsidRDefault="002C50B2" w:rsidP="002C50B2">
      <w:r>
        <w:t>— M. </w:t>
      </w:r>
      <w:proofErr w:type="spellStart"/>
      <w:r w:rsidR="00C77A4E" w:rsidRPr="00275B88">
        <w:t>Lüchner</w:t>
      </w:r>
      <w:proofErr w:type="spellEnd"/>
      <w:r w:rsidR="00C77A4E" w:rsidRPr="00275B88">
        <w:t xml:space="preserve"> n</w:t>
      </w:r>
      <w:r>
        <w:t>’</w:t>
      </w:r>
      <w:r w:rsidR="00C77A4E" w:rsidRPr="00275B88">
        <w:t>est pas là</w:t>
      </w:r>
      <w:r>
        <w:t>.</w:t>
      </w:r>
    </w:p>
    <w:p w14:paraId="7D5522D9" w14:textId="77777777" w:rsidR="002C50B2" w:rsidRDefault="00C77A4E" w:rsidP="002C50B2">
      <w:r w:rsidRPr="00275B88">
        <w:t>Le valet de chambre ajoutait</w:t>
      </w:r>
      <w:r w:rsidR="002C50B2">
        <w:t xml:space="preserve">, </w:t>
      </w:r>
      <w:r w:rsidRPr="00275B88">
        <w:t>en présentant une lettre sur son plateau</w:t>
      </w:r>
      <w:r w:rsidR="002C50B2">
        <w:t> :</w:t>
      </w:r>
    </w:p>
    <w:p w14:paraId="5DC29CF2" w14:textId="0F9D29A4" w:rsidR="002C50B2" w:rsidRDefault="002C50B2" w:rsidP="002C50B2">
      <w:r>
        <w:t>— </w:t>
      </w:r>
      <w:r w:rsidR="00C77A4E" w:rsidRPr="00275B88">
        <w:t>On vient d</w:t>
      </w:r>
      <w:r>
        <w:t>’</w:t>
      </w:r>
      <w:r w:rsidR="00C77A4E" w:rsidRPr="00275B88">
        <w:t xml:space="preserve">apporter cela pour </w:t>
      </w:r>
      <w:r>
        <w:t>M. </w:t>
      </w:r>
      <w:r w:rsidR="00C77A4E" w:rsidRPr="00275B88">
        <w:t>le baron</w:t>
      </w:r>
      <w:r>
        <w:t>.</w:t>
      </w:r>
    </w:p>
    <w:p w14:paraId="7539636E" w14:textId="77777777" w:rsidR="002C50B2" w:rsidRDefault="00C77A4E" w:rsidP="002C50B2">
      <w:r w:rsidRPr="00275B88">
        <w:t>Celui</w:t>
      </w:r>
      <w:r>
        <w:t>-</w:t>
      </w:r>
      <w:r w:rsidRPr="00275B88">
        <w:t>ci fit</w:t>
      </w:r>
      <w:r w:rsidR="002C50B2">
        <w:t xml:space="preserve">, </w:t>
      </w:r>
      <w:r w:rsidRPr="00275B88">
        <w:t>tout en s</w:t>
      </w:r>
      <w:r w:rsidR="002C50B2">
        <w:t>’</w:t>
      </w:r>
      <w:r w:rsidRPr="00275B88">
        <w:t>en emparant</w:t>
      </w:r>
      <w:r w:rsidR="002C50B2">
        <w:t> :</w:t>
      </w:r>
    </w:p>
    <w:p w14:paraId="179C635C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qu</w:t>
      </w:r>
      <w:r>
        <w:t>’</w:t>
      </w:r>
      <w:r w:rsidR="00C77A4E" w:rsidRPr="00275B88">
        <w:t>on attend la réponse</w:t>
      </w:r>
      <w:r>
        <w:t> ?</w:t>
      </w:r>
    </w:p>
    <w:p w14:paraId="3E9E2A26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 le baron</w:t>
      </w:r>
      <w:r>
        <w:t>.</w:t>
      </w:r>
    </w:p>
    <w:p w14:paraId="765BE89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bon</w:t>
      </w:r>
      <w:r>
        <w:t xml:space="preserve">, </w:t>
      </w:r>
      <w:r w:rsidR="00C77A4E" w:rsidRPr="00275B88">
        <w:t>je vais voir</w:t>
      </w:r>
      <w:r>
        <w:t>.</w:t>
      </w:r>
    </w:p>
    <w:p w14:paraId="4B6A71B0" w14:textId="63858776" w:rsidR="002C50B2" w:rsidRDefault="00C77A4E" w:rsidP="002C50B2">
      <w:r w:rsidRPr="00275B88">
        <w:t xml:space="preserve">Et </w:t>
      </w:r>
      <w:r w:rsidR="002C50B2">
        <w:t>M. </w:t>
      </w:r>
      <w:r w:rsidRPr="00275B88">
        <w:t>Papillon prit connaissance du message</w:t>
      </w:r>
      <w:r w:rsidR="002C50B2">
        <w:t xml:space="preserve">. </w:t>
      </w:r>
      <w:r w:rsidRPr="00275B88">
        <w:t>Il était ainsi conçu</w:t>
      </w:r>
      <w:r w:rsidR="002C50B2">
        <w:t> :</w:t>
      </w:r>
    </w:p>
    <w:p w14:paraId="64F73C70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lastRenderedPageBreak/>
        <w:t>Monsieur le baron</w:t>
      </w:r>
      <w:r w:rsidR="002C50B2">
        <w:rPr>
          <w:i/>
          <w:iCs/>
        </w:rPr>
        <w:t>,</w:t>
      </w:r>
    </w:p>
    <w:p w14:paraId="7051B50F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Je sais que vous recherchez pour votre admirable collection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la plus belle de toute l</w:t>
      </w:r>
      <w:r w:rsidR="002C50B2">
        <w:rPr>
          <w:i/>
          <w:iCs/>
        </w:rPr>
        <w:t>’</w:t>
      </w:r>
      <w:r w:rsidRPr="00275B88">
        <w:rPr>
          <w:i/>
          <w:iCs/>
        </w:rPr>
        <w:t>Europe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une miniature du peintre Dumont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qui représente la reine Marie</w:t>
      </w:r>
      <w:r>
        <w:rPr>
          <w:i/>
          <w:iCs/>
        </w:rPr>
        <w:t>-</w:t>
      </w:r>
      <w:r w:rsidRPr="00275B88">
        <w:rPr>
          <w:i/>
          <w:iCs/>
        </w:rPr>
        <w:t>Antoinette</w:t>
      </w:r>
      <w:r w:rsidR="002C50B2">
        <w:rPr>
          <w:i/>
          <w:iCs/>
        </w:rPr>
        <w:t>…</w:t>
      </w:r>
    </w:p>
    <w:p w14:paraId="413953C2" w14:textId="77777777" w:rsidR="002C50B2" w:rsidRDefault="002C50B2" w:rsidP="002C50B2">
      <w:r>
        <w:t>— </w:t>
      </w:r>
      <w:r w:rsidR="00C77A4E" w:rsidRPr="00275B88">
        <w:t>Tiens</w:t>
      </w:r>
      <w:r>
        <w:t xml:space="preserve"> ! </w:t>
      </w:r>
      <w:r w:rsidR="00C77A4E" w:rsidRPr="00275B88">
        <w:t>tiens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intéressant</w:t>
      </w:r>
      <w:r>
        <w:t xml:space="preserve">, </w:t>
      </w:r>
      <w:r w:rsidR="00C77A4E" w:rsidRPr="00275B88">
        <w:t>ponctua le lecteur</w:t>
      </w:r>
      <w:r>
        <w:t xml:space="preserve">, </w:t>
      </w:r>
      <w:r w:rsidR="00C77A4E" w:rsidRPr="00275B88">
        <w:t>flatté à la fois dans son orgueil et dans sa manie</w:t>
      </w:r>
      <w:r>
        <w:t>.</w:t>
      </w:r>
    </w:p>
    <w:p w14:paraId="2962680E" w14:textId="77777777" w:rsidR="002C50B2" w:rsidRDefault="00C77A4E" w:rsidP="002C50B2">
      <w:r w:rsidRPr="00275B88">
        <w:t>Et il reprit la lecture du billet</w:t>
      </w:r>
      <w:r w:rsidR="002C50B2">
        <w:t xml:space="preserve">, </w:t>
      </w:r>
      <w:r w:rsidRPr="00275B88">
        <w:t>qui se terminait ainsi</w:t>
      </w:r>
      <w:r w:rsidR="002C50B2">
        <w:t> :</w:t>
      </w:r>
    </w:p>
    <w:p w14:paraId="60C7739C" w14:textId="77777777" w:rsidR="002C50B2" w:rsidRDefault="00C77A4E" w:rsidP="002C50B2">
      <w:pPr>
        <w:rPr>
          <w:i/>
          <w:iCs/>
        </w:rPr>
      </w:pPr>
      <w:r w:rsidRPr="001C0930">
        <w:rPr>
          <w:i/>
          <w:iCs/>
        </w:rPr>
        <w:t>J</w:t>
      </w:r>
      <w:r w:rsidR="002C50B2">
        <w:rPr>
          <w:i/>
          <w:iCs/>
        </w:rPr>
        <w:t>’</w:t>
      </w:r>
      <w:r w:rsidRPr="001C0930">
        <w:rPr>
          <w:i/>
          <w:iCs/>
        </w:rPr>
        <w:t>ai fait tout exprès le voyage de Hollande en France pour vous la présenter</w:t>
      </w:r>
      <w:r w:rsidR="002C50B2">
        <w:rPr>
          <w:i/>
          <w:iCs/>
        </w:rPr>
        <w:t xml:space="preserve">. </w:t>
      </w:r>
      <w:r w:rsidRPr="001C0930">
        <w:rPr>
          <w:i/>
          <w:iCs/>
        </w:rPr>
        <w:t>C</w:t>
      </w:r>
      <w:r w:rsidR="002C50B2">
        <w:rPr>
          <w:i/>
          <w:iCs/>
        </w:rPr>
        <w:t>’</w:t>
      </w:r>
      <w:r w:rsidRPr="001C0930">
        <w:rPr>
          <w:i/>
          <w:iCs/>
        </w:rPr>
        <w:t>est une pièce unique</w:t>
      </w:r>
      <w:r w:rsidR="002C50B2">
        <w:rPr>
          <w:i/>
          <w:iCs/>
        </w:rPr>
        <w:t xml:space="preserve">… </w:t>
      </w:r>
      <w:r w:rsidRPr="001C0930">
        <w:rPr>
          <w:i/>
          <w:iCs/>
        </w:rPr>
        <w:t>Et j</w:t>
      </w:r>
      <w:r w:rsidR="002C50B2">
        <w:rPr>
          <w:i/>
          <w:iCs/>
        </w:rPr>
        <w:t>’</w:t>
      </w:r>
      <w:r w:rsidRPr="001C0930">
        <w:rPr>
          <w:i/>
          <w:iCs/>
        </w:rPr>
        <w:t>ai voulu vous la montrer avant tout autre</w:t>
      </w:r>
      <w:r w:rsidR="002C50B2">
        <w:rPr>
          <w:i/>
          <w:iCs/>
        </w:rPr>
        <w:t>.</w:t>
      </w:r>
    </w:p>
    <w:p w14:paraId="63B8D57D" w14:textId="77777777" w:rsidR="002C50B2" w:rsidRDefault="00C77A4E" w:rsidP="002C50B2">
      <w:pPr>
        <w:rPr>
          <w:i/>
          <w:iCs/>
        </w:rPr>
      </w:pPr>
      <w:r w:rsidRPr="001C0930">
        <w:rPr>
          <w:i/>
          <w:iCs/>
        </w:rPr>
        <w:t>Veuillez agréer</w:t>
      </w:r>
      <w:r w:rsidR="002C50B2">
        <w:rPr>
          <w:i/>
          <w:iCs/>
        </w:rPr>
        <w:t xml:space="preserve">, </w:t>
      </w:r>
      <w:r w:rsidRPr="001C0930">
        <w:rPr>
          <w:i/>
          <w:iCs/>
        </w:rPr>
        <w:t>monsieur le baron</w:t>
      </w:r>
      <w:r w:rsidR="002C50B2">
        <w:rPr>
          <w:i/>
          <w:iCs/>
        </w:rPr>
        <w:t xml:space="preserve">, </w:t>
      </w:r>
      <w:r w:rsidRPr="001C0930">
        <w:rPr>
          <w:i/>
          <w:iCs/>
        </w:rPr>
        <w:t>mes respectueuses salutations</w:t>
      </w:r>
      <w:r w:rsidR="002C50B2">
        <w:rPr>
          <w:i/>
          <w:iCs/>
        </w:rPr>
        <w:t>.</w:t>
      </w:r>
    </w:p>
    <w:p w14:paraId="56607521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Jacob LÉVY-NATHAN</w:t>
      </w:r>
      <w:r w:rsidR="002C50B2">
        <w:rPr>
          <w:i/>
          <w:iCs/>
        </w:rPr>
        <w:t>,</w:t>
      </w:r>
    </w:p>
    <w:p w14:paraId="6B82A8EA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antiquaire à Amsterdam</w:t>
      </w:r>
      <w:r w:rsidR="002C50B2">
        <w:rPr>
          <w:i/>
          <w:iCs/>
        </w:rPr>
        <w:t>.</w:t>
      </w:r>
    </w:p>
    <w:p w14:paraId="519B8D3C" w14:textId="6EE5D8F1" w:rsidR="002C50B2" w:rsidRDefault="00C77A4E" w:rsidP="002C50B2">
      <w:r w:rsidRPr="00275B88">
        <w:t>Le regard brillant de convoitise</w:t>
      </w:r>
      <w:r w:rsidR="002C50B2">
        <w:t>, M. </w:t>
      </w:r>
      <w:r w:rsidRPr="00275B88">
        <w:t>Papillon déclarait</w:t>
      </w:r>
      <w:r w:rsidR="002C50B2">
        <w:t> :</w:t>
      </w:r>
    </w:p>
    <w:p w14:paraId="4D1F300D" w14:textId="77777777" w:rsidR="002C50B2" w:rsidRDefault="002C50B2" w:rsidP="002C50B2">
      <w:r>
        <w:t>— </w:t>
      </w:r>
      <w:r w:rsidR="00C77A4E" w:rsidRPr="00275B88">
        <w:t>Un portrait de Marie</w:t>
      </w:r>
      <w:r w:rsidR="00C77A4E">
        <w:t>-</w:t>
      </w:r>
      <w:r w:rsidR="00C77A4E" w:rsidRPr="00275B88">
        <w:t>Antoinette par Dumont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une aubaine inespérée</w:t>
      </w:r>
      <w:r>
        <w:t xml:space="preserve">. </w:t>
      </w:r>
      <w:r w:rsidR="00C77A4E" w:rsidRPr="00275B88">
        <w:t>Ils n</w:t>
      </w:r>
      <w:r>
        <w:t>’</w:t>
      </w:r>
      <w:r w:rsidR="00C77A4E" w:rsidRPr="00275B88">
        <w:t>en ont pas au Louvre</w:t>
      </w:r>
      <w:r>
        <w:t> :</w:t>
      </w:r>
    </w:p>
    <w:p w14:paraId="057514F6" w14:textId="77777777" w:rsidR="002C50B2" w:rsidRDefault="00C77A4E" w:rsidP="002C50B2">
      <w:r w:rsidRPr="00275B88">
        <w:t>Et il ordonna au valet de pied</w:t>
      </w:r>
      <w:r w:rsidR="002C50B2">
        <w:t> :</w:t>
      </w:r>
    </w:p>
    <w:p w14:paraId="7EE2B5BF" w14:textId="77777777" w:rsidR="002C50B2" w:rsidRDefault="002C50B2" w:rsidP="002C50B2">
      <w:r>
        <w:t>— </w:t>
      </w:r>
      <w:r w:rsidR="00C77A4E" w:rsidRPr="00275B88">
        <w:t>Faites entrer ce monsieur</w:t>
      </w:r>
      <w:r>
        <w:t>.</w:t>
      </w:r>
    </w:p>
    <w:p w14:paraId="3007A36A" w14:textId="77777777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le domestique introduisait l</w:t>
      </w:r>
      <w:r w:rsidR="002C50B2">
        <w:t>’</w:t>
      </w:r>
      <w:r w:rsidRPr="00275B88">
        <w:t>antiquaire dans le cabinet de travail du collectionneur</w:t>
      </w:r>
      <w:r w:rsidR="002C50B2">
        <w:t>.</w:t>
      </w:r>
    </w:p>
    <w:p w14:paraId="2F8EC615" w14:textId="77777777" w:rsidR="002C50B2" w:rsidRDefault="00C77A4E" w:rsidP="002C50B2">
      <w:r w:rsidRPr="00275B88">
        <w:t>C</w:t>
      </w:r>
      <w:r w:rsidR="002C50B2">
        <w:t>’</w:t>
      </w:r>
      <w:r w:rsidRPr="00275B88">
        <w:t>était un vieux bonhomme au type sémite très accusé</w:t>
      </w:r>
      <w:r w:rsidR="002C50B2">
        <w:t xml:space="preserve">. </w:t>
      </w:r>
      <w:r w:rsidRPr="00275B88">
        <w:t>Une barbe broussailleuse dissimulait le bas de sa figure</w:t>
      </w:r>
      <w:r w:rsidR="002C50B2">
        <w:t xml:space="preserve">, </w:t>
      </w:r>
      <w:r w:rsidRPr="00275B88">
        <w:t>dont le front était couronné d</w:t>
      </w:r>
      <w:r w:rsidR="002C50B2">
        <w:t>’</w:t>
      </w:r>
      <w:r w:rsidRPr="00275B88">
        <w:t>une épaisse tignasse grise</w:t>
      </w:r>
      <w:r w:rsidR="002C50B2">
        <w:t xml:space="preserve">. </w:t>
      </w:r>
      <w:r w:rsidRPr="00275B88">
        <w:t>Son costume noir</w:t>
      </w:r>
      <w:r w:rsidR="002C50B2">
        <w:t xml:space="preserve">, </w:t>
      </w:r>
      <w:r w:rsidRPr="00275B88">
        <w:t>étriqué</w:t>
      </w:r>
      <w:r w:rsidR="002C50B2">
        <w:t xml:space="preserve">, </w:t>
      </w:r>
      <w:r w:rsidRPr="00275B88">
        <w:t>et ses yeux qui luisaient derrière les larges verres d</w:t>
      </w:r>
      <w:r w:rsidR="002C50B2">
        <w:t>’</w:t>
      </w:r>
      <w:r w:rsidRPr="00275B88">
        <w:t xml:space="preserve">une paire de lunettes à monture en écaille achevaient </w:t>
      </w:r>
      <w:r w:rsidRPr="00275B88">
        <w:lastRenderedPageBreak/>
        <w:t>d</w:t>
      </w:r>
      <w:r w:rsidR="002C50B2">
        <w:t>’</w:t>
      </w:r>
      <w:r w:rsidRPr="00275B88">
        <w:t>en faire une sorte de Shylock moderne plutôt fait pour inspirer la crainte que l</w:t>
      </w:r>
      <w:r w:rsidR="002C50B2">
        <w:t>’</w:t>
      </w:r>
      <w:r w:rsidRPr="00275B88">
        <w:t>intérêt</w:t>
      </w:r>
      <w:r w:rsidR="002C50B2">
        <w:t>.</w:t>
      </w:r>
    </w:p>
    <w:p w14:paraId="46A02254" w14:textId="2DE54567" w:rsidR="002C50B2" w:rsidRDefault="00C77A4E" w:rsidP="002C50B2">
      <w:r w:rsidRPr="00275B88">
        <w:t xml:space="preserve">Mais </w:t>
      </w:r>
      <w:r w:rsidR="002C50B2">
        <w:t>M. </w:t>
      </w:r>
      <w:r w:rsidRPr="00275B88">
        <w:t>Papillon</w:t>
      </w:r>
      <w:r w:rsidR="002C50B2">
        <w:t xml:space="preserve">, </w:t>
      </w:r>
      <w:r w:rsidRPr="00275B88">
        <w:t>au cours de ses nombreuses chasses aux bibelots</w:t>
      </w:r>
      <w:r w:rsidR="002C50B2">
        <w:t xml:space="preserve">, </w:t>
      </w:r>
      <w:r w:rsidRPr="00275B88">
        <w:t>en avait vu bien d</w:t>
      </w:r>
      <w:r w:rsidR="002C50B2">
        <w:t>’</w:t>
      </w:r>
      <w:r w:rsidRPr="00275B88">
        <w:t>autres</w:t>
      </w:r>
      <w:r w:rsidR="002C50B2">
        <w:t xml:space="preserve">. </w:t>
      </w:r>
      <w:r w:rsidRPr="00275B88">
        <w:t>Et l</w:t>
      </w:r>
      <w:r w:rsidR="002C50B2">
        <w:t>’</w:t>
      </w:r>
      <w:r w:rsidRPr="00275B88">
        <w:t>aspect de ce curieux visiteur n</w:t>
      </w:r>
      <w:r w:rsidR="002C50B2">
        <w:t>’</w:t>
      </w:r>
      <w:r w:rsidRPr="00275B88">
        <w:t>était nullement fait pour l</w:t>
      </w:r>
      <w:r w:rsidR="002C50B2">
        <w:t>’</w:t>
      </w:r>
      <w:r w:rsidRPr="00275B88">
        <w:t>intimider</w:t>
      </w:r>
      <w:r w:rsidR="002C50B2">
        <w:t>.</w:t>
      </w:r>
    </w:p>
    <w:p w14:paraId="4684A2F2" w14:textId="77777777" w:rsidR="002C50B2" w:rsidRDefault="00C77A4E" w:rsidP="002C50B2">
      <w:r w:rsidRPr="00275B88">
        <w:t>Assis devant sa table en une attitude avantageuse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distant</w:t>
      </w:r>
      <w:r w:rsidR="002C50B2">
        <w:t xml:space="preserve">, </w:t>
      </w:r>
      <w:r w:rsidRPr="00275B88">
        <w:t>il lui indiqua un siège en face de lui</w:t>
      </w:r>
      <w:r w:rsidR="002C50B2">
        <w:t xml:space="preserve">, </w:t>
      </w:r>
      <w:r w:rsidRPr="00275B88">
        <w:t>et tandis que</w:t>
      </w:r>
      <w:r w:rsidR="002C50B2">
        <w:t xml:space="preserve">, </w:t>
      </w:r>
      <w:r w:rsidRPr="00275B88">
        <w:t>relevant les basques de son vêtement</w:t>
      </w:r>
      <w:r w:rsidR="002C50B2">
        <w:t xml:space="preserve">, </w:t>
      </w:r>
      <w:r w:rsidRPr="00275B88">
        <w:t>Jacob Lévy</w:t>
      </w:r>
      <w:r>
        <w:t>-</w:t>
      </w:r>
      <w:r w:rsidRPr="00275B88">
        <w:t>Nathan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y installait d</w:t>
      </w:r>
      <w:r w:rsidR="002C50B2">
        <w:t>’</w:t>
      </w:r>
      <w:r w:rsidRPr="00275B88">
        <w:t>un air plein de modestie et de timidité</w:t>
      </w:r>
      <w:r w:rsidR="002C50B2">
        <w:t xml:space="preserve">, </w:t>
      </w:r>
      <w:r w:rsidRPr="00275B88">
        <w:t xml:space="preserve">le baron </w:t>
      </w:r>
      <w:r w:rsidRPr="001C0930">
        <w:t>s</w:t>
      </w:r>
      <w:r w:rsidR="002C50B2">
        <w:t>’</w:t>
      </w:r>
      <w:r w:rsidRPr="001C0930">
        <w:t>emparait</w:t>
      </w:r>
      <w:r w:rsidRPr="00275B88">
        <w:t xml:space="preserve"> d</w:t>
      </w:r>
      <w:r w:rsidR="002C50B2">
        <w:t>’</w:t>
      </w:r>
      <w:r w:rsidRPr="00275B88">
        <w:t>une grosse loupe tout en disant</w:t>
      </w:r>
      <w:r w:rsidR="002C50B2">
        <w:t> :</w:t>
      </w:r>
    </w:p>
    <w:p w14:paraId="6B7A3666" w14:textId="77777777" w:rsidR="002C50B2" w:rsidRDefault="002C50B2" w:rsidP="002C50B2">
      <w:r>
        <w:t>— </w:t>
      </w:r>
      <w:r w:rsidR="00C77A4E" w:rsidRPr="00275B88">
        <w:t>Voyons cette miniature</w:t>
      </w:r>
      <w:r>
        <w:t>.</w:t>
      </w:r>
    </w:p>
    <w:p w14:paraId="0BA71BF1" w14:textId="77777777" w:rsidR="002C50B2" w:rsidRDefault="00C77A4E" w:rsidP="002C50B2">
      <w:r w:rsidRPr="00275B88">
        <w:t>L</w:t>
      </w:r>
      <w:r w:rsidR="002C50B2">
        <w:t>’</w:t>
      </w:r>
      <w:r w:rsidRPr="00275B88">
        <w:t>antiquaire d</w:t>
      </w:r>
      <w:r w:rsidR="002C50B2">
        <w:t>’</w:t>
      </w:r>
      <w:r w:rsidRPr="00275B88">
        <w:t>Amsterdam prit un air contrit</w:t>
      </w:r>
      <w:r w:rsidR="002C50B2">
        <w:t xml:space="preserve">. </w:t>
      </w:r>
      <w:r w:rsidRPr="00275B88">
        <w:t>Puis il déclara</w:t>
      </w:r>
      <w:r w:rsidR="002C50B2">
        <w:t> :</w:t>
      </w:r>
    </w:p>
    <w:p w14:paraId="62F6351B" w14:textId="77777777" w:rsidR="002C50B2" w:rsidRDefault="002C50B2" w:rsidP="002C50B2">
      <w:r>
        <w:t>— </w:t>
      </w:r>
      <w:r w:rsidR="00C77A4E" w:rsidRPr="00275B88">
        <w:t>Monsieur le baron</w:t>
      </w:r>
      <w:r>
        <w:t xml:space="preserve">, 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je ne l</w:t>
      </w:r>
      <w:r>
        <w:t>’</w:t>
      </w:r>
      <w:r w:rsidR="00C77A4E" w:rsidRPr="00275B88">
        <w:t>ai pas en ma possession</w:t>
      </w:r>
      <w:r>
        <w:t>.</w:t>
      </w:r>
    </w:p>
    <w:p w14:paraId="75BA5FD8" w14:textId="77777777" w:rsidR="002C50B2" w:rsidRDefault="002C50B2" w:rsidP="002C50B2">
      <w:r>
        <w:t>— </w:t>
      </w:r>
      <w:r w:rsidR="00C77A4E" w:rsidRPr="00275B88">
        <w:t>Que me dites</w:t>
      </w:r>
      <w:r w:rsidR="00C77A4E">
        <w:t>-</w:t>
      </w:r>
      <w:r w:rsidR="00C77A4E" w:rsidRPr="00275B88">
        <w:t>vous là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 le mari d</w:t>
      </w:r>
      <w:r>
        <w:t>’</w:t>
      </w:r>
      <w:r w:rsidR="00C77A4E" w:rsidRPr="00275B88">
        <w:t>Eudoxie</w:t>
      </w:r>
      <w:r>
        <w:t xml:space="preserve">… </w:t>
      </w:r>
      <w:r w:rsidR="00C77A4E" w:rsidRPr="00275B88">
        <w:t>Ah çà</w:t>
      </w:r>
      <w:r>
        <w:t xml:space="preserve"> ! </w:t>
      </w:r>
      <w:r w:rsidR="00C77A4E" w:rsidRPr="00275B88">
        <w:t>est</w:t>
      </w:r>
      <w:r w:rsidR="00C77A4E">
        <w:t>-</w:t>
      </w:r>
      <w:r w:rsidR="00C77A4E" w:rsidRPr="00275B88">
        <w:t>ce que vous auriez l</w:t>
      </w:r>
      <w:r>
        <w:t>’</w:t>
      </w:r>
      <w:r w:rsidR="00C77A4E" w:rsidRPr="00275B88">
        <w:t>intention de vous moquer de moi</w:t>
      </w:r>
      <w:r>
        <w:t> ?</w:t>
      </w:r>
    </w:p>
    <w:p w14:paraId="1E5DFD33" w14:textId="77777777" w:rsidR="002C50B2" w:rsidRDefault="00C77A4E" w:rsidP="002C50B2">
      <w:r w:rsidRPr="00275B88">
        <w:t>Le vieux Juif</w:t>
      </w:r>
      <w:r w:rsidR="002C50B2">
        <w:t xml:space="preserve">, </w:t>
      </w:r>
      <w:r w:rsidRPr="00275B88">
        <w:t>sous les traits duquel nos lecteurs auront certainement déjà reconnu Chantecoq</w:t>
      </w:r>
      <w:r w:rsidR="002C50B2">
        <w:t xml:space="preserve">, </w:t>
      </w:r>
      <w:r w:rsidRPr="00275B88">
        <w:t>reprenait avec humilité</w:t>
      </w:r>
      <w:r w:rsidR="002C50B2">
        <w:t> :</w:t>
      </w:r>
    </w:p>
    <w:p w14:paraId="7488BB5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 subterfuge que j</w:t>
      </w:r>
      <w:r>
        <w:t>’</w:t>
      </w:r>
      <w:r w:rsidR="00C77A4E" w:rsidRPr="00275B88">
        <w:t>ai employé</w:t>
      </w:r>
      <w:r>
        <w:t xml:space="preserve">, </w:t>
      </w:r>
      <w:r w:rsidR="00C77A4E" w:rsidRPr="00275B88">
        <w:t>afin d</w:t>
      </w:r>
      <w:r>
        <w:t>’</w:t>
      </w:r>
      <w:r w:rsidR="00C77A4E" w:rsidRPr="00275B88">
        <w:t>être reçu par vous</w:t>
      </w:r>
      <w:r>
        <w:t>.</w:t>
      </w:r>
    </w:p>
    <w:p w14:paraId="7111EEAE" w14:textId="77777777" w:rsidR="002C50B2" w:rsidRDefault="00C77A4E" w:rsidP="002C50B2">
      <w:r w:rsidRPr="00275B88">
        <w:t>Furieux</w:t>
      </w:r>
      <w:r w:rsidR="002C50B2">
        <w:t xml:space="preserve">, </w:t>
      </w:r>
      <w:r w:rsidRPr="00275B88">
        <w:t>Papillon se leva</w:t>
      </w:r>
      <w:r w:rsidR="002C50B2">
        <w:t xml:space="preserve">… </w:t>
      </w:r>
      <w:r w:rsidRPr="00275B88">
        <w:t>et tout en lui indiquant la porte d</w:t>
      </w:r>
      <w:r w:rsidR="002C50B2">
        <w:t>’</w:t>
      </w:r>
      <w:r w:rsidRPr="00275B88">
        <w:t>un geste tragique que n</w:t>
      </w:r>
      <w:r w:rsidR="002C50B2">
        <w:t>’</w:t>
      </w:r>
      <w:r w:rsidRPr="00275B88">
        <w:t>eussent point désavoué nos plus importantes sociétaires de la Comédie</w:t>
      </w:r>
      <w:r>
        <w:t>-</w:t>
      </w:r>
      <w:r w:rsidRPr="00275B88">
        <w:t>Française</w:t>
      </w:r>
      <w:r w:rsidR="002C50B2">
        <w:t xml:space="preserve">, </w:t>
      </w:r>
      <w:r w:rsidRPr="00275B88">
        <w:t>il lança</w:t>
      </w:r>
      <w:r w:rsidR="002C50B2">
        <w:t> :</w:t>
      </w:r>
    </w:p>
    <w:p w14:paraId="5BAB10AA" w14:textId="77777777" w:rsidR="002C50B2" w:rsidRDefault="002C50B2" w:rsidP="002C50B2">
      <w:r>
        <w:lastRenderedPageBreak/>
        <w:t>— </w:t>
      </w:r>
      <w:r w:rsidR="00C77A4E" w:rsidRPr="00275B88">
        <w:t>Sortez</w:t>
      </w:r>
      <w:r>
        <w:t xml:space="preserve">, </w:t>
      </w:r>
      <w:r w:rsidR="00C77A4E" w:rsidRPr="00275B88">
        <w:t>monsieur</w:t>
      </w:r>
      <w:r>
        <w:t xml:space="preserve"> ! </w:t>
      </w:r>
      <w:r w:rsidR="00C77A4E" w:rsidRPr="00275B88">
        <w:t>ou je vous fais chasser par mes laquais</w:t>
      </w:r>
      <w:r>
        <w:t>.</w:t>
      </w:r>
    </w:p>
    <w:p w14:paraId="5D648C09" w14:textId="77777777" w:rsidR="002C50B2" w:rsidRDefault="00C77A4E" w:rsidP="002C50B2">
      <w:r w:rsidRPr="00275B88">
        <w:t>Debout</w:t>
      </w:r>
      <w:r w:rsidR="002C50B2">
        <w:t xml:space="preserve">, </w:t>
      </w:r>
      <w:r w:rsidRPr="00275B88">
        <w:t>les mains jointes</w:t>
      </w:r>
      <w:r w:rsidR="002C50B2">
        <w:t xml:space="preserve">, </w:t>
      </w:r>
      <w:r w:rsidRPr="00275B88">
        <w:t>Chantecoq qui</w:t>
      </w:r>
      <w:r w:rsidR="002C50B2">
        <w:t xml:space="preserve">, </w:t>
      </w:r>
      <w:r w:rsidRPr="00275B88">
        <w:t>comme toujours</w:t>
      </w:r>
      <w:r w:rsidR="002C50B2">
        <w:t xml:space="preserve">, </w:t>
      </w:r>
      <w:r w:rsidRPr="00275B88">
        <w:t>représentait à merveille le personnage qu</w:t>
      </w:r>
      <w:r w:rsidR="002C50B2">
        <w:t>’</w:t>
      </w:r>
      <w:r w:rsidRPr="00275B88">
        <w:t>il avait décidé d</w:t>
      </w:r>
      <w:r w:rsidR="002C50B2">
        <w:t>’</w:t>
      </w:r>
      <w:r w:rsidRPr="00275B88">
        <w:t>incarner</w:t>
      </w:r>
      <w:r w:rsidR="002C50B2">
        <w:t xml:space="preserve">, </w:t>
      </w:r>
      <w:r w:rsidRPr="00275B88">
        <w:t>implorait d</w:t>
      </w:r>
      <w:r w:rsidR="002C50B2">
        <w:t>’</w:t>
      </w:r>
      <w:r w:rsidRPr="00275B88">
        <w:t>un ton larmoyant</w:t>
      </w:r>
      <w:r w:rsidR="002C50B2">
        <w:t> :</w:t>
      </w:r>
    </w:p>
    <w:p w14:paraId="10FC359C" w14:textId="77777777" w:rsidR="002C50B2" w:rsidRDefault="002C50B2" w:rsidP="002C50B2">
      <w:r>
        <w:t>— </w:t>
      </w:r>
      <w:r w:rsidR="00C77A4E" w:rsidRPr="00275B88">
        <w:t>Ne vous fâchez pas</w:t>
      </w:r>
      <w:r>
        <w:t xml:space="preserve">, </w:t>
      </w:r>
      <w:r w:rsidR="00C77A4E" w:rsidRPr="00275B88">
        <w:t>monsieur le baron</w:t>
      </w:r>
      <w:r>
        <w:t xml:space="preserve">, </w:t>
      </w:r>
      <w:r w:rsidR="00C77A4E" w:rsidRPr="00275B88">
        <w:t>je viens vous proposer une affaire superbe</w:t>
      </w:r>
      <w:r>
        <w:t xml:space="preserve">… </w:t>
      </w:r>
      <w:r w:rsidR="00C77A4E" w:rsidRPr="00275B88">
        <w:t>Et je vous jure</w:t>
      </w:r>
      <w:r>
        <w:t xml:space="preserve">, </w:t>
      </w:r>
      <w:r w:rsidR="00C77A4E" w:rsidRPr="00275B88">
        <w:t>sur le Dieu d</w:t>
      </w:r>
      <w:r>
        <w:t>’</w:t>
      </w:r>
      <w:r w:rsidR="00C77A4E" w:rsidRPr="00275B88">
        <w:t>Abraham</w:t>
      </w:r>
      <w:r>
        <w:t xml:space="preserve">, </w:t>
      </w:r>
      <w:r w:rsidR="00C77A4E" w:rsidRPr="00275B88">
        <w:t>mon ancêtre</w:t>
      </w:r>
      <w:r>
        <w:t xml:space="preserve">, </w:t>
      </w:r>
      <w:r w:rsidR="00C77A4E" w:rsidRPr="00275B88">
        <w:t>et de Jacob</w:t>
      </w:r>
      <w:r>
        <w:t xml:space="preserve">, </w:t>
      </w:r>
      <w:r w:rsidR="00C77A4E" w:rsidRPr="00275B88">
        <w:t>mon patron</w:t>
      </w:r>
      <w:r>
        <w:t xml:space="preserve">, </w:t>
      </w:r>
      <w:r w:rsidR="00C77A4E" w:rsidRPr="00275B88">
        <w:t>que vous regretterez de m</w:t>
      </w:r>
      <w:r>
        <w:t>’</w:t>
      </w:r>
      <w:r w:rsidR="00C77A4E" w:rsidRPr="00275B88">
        <w:t>avoir congédié sans m</w:t>
      </w:r>
      <w:r>
        <w:t>’</w:t>
      </w:r>
      <w:r w:rsidR="00C77A4E" w:rsidRPr="00275B88">
        <w:t>entendre</w:t>
      </w:r>
      <w:r>
        <w:t>.</w:t>
      </w:r>
    </w:p>
    <w:p w14:paraId="687FCB20" w14:textId="77777777" w:rsidR="002C50B2" w:rsidRDefault="00C77A4E" w:rsidP="002C50B2">
      <w:r w:rsidRPr="00275B88">
        <w:t>Le faux antiquaire s</w:t>
      </w:r>
      <w:r w:rsidR="002C50B2">
        <w:t>’</w:t>
      </w:r>
      <w:r w:rsidRPr="00275B88">
        <w:t>exprimait avec tant de conviction que le baron</w:t>
      </w:r>
      <w:r w:rsidR="002C50B2">
        <w:t xml:space="preserve">, </w:t>
      </w:r>
      <w:r w:rsidRPr="00275B88">
        <w:t>complètement dupe de la manœuvre du détective</w:t>
      </w:r>
      <w:r w:rsidR="002C50B2">
        <w:t xml:space="preserve">, </w:t>
      </w:r>
      <w:r w:rsidRPr="00275B88">
        <w:t>fit</w:t>
      </w:r>
      <w:r w:rsidR="002C50B2">
        <w:t xml:space="preserve">, </w:t>
      </w:r>
      <w:r w:rsidRPr="00275B88">
        <w:t>après un peu d</w:t>
      </w:r>
      <w:r w:rsidR="002C50B2">
        <w:t>’</w:t>
      </w:r>
      <w:r w:rsidRPr="00275B88">
        <w:t>hésitation</w:t>
      </w:r>
      <w:r w:rsidR="002C50B2">
        <w:t> :</w:t>
      </w:r>
    </w:p>
    <w:p w14:paraId="6E98FD15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je vous écoute</w:t>
      </w:r>
      <w:r>
        <w:t> !</w:t>
      </w:r>
    </w:p>
    <w:p w14:paraId="5F5EEAEC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merci</w:t>
      </w:r>
      <w:r>
        <w:t xml:space="preserve">, </w:t>
      </w:r>
      <w:r w:rsidR="00C77A4E" w:rsidRPr="00275B88">
        <w:t>monsieur le baron</w:t>
      </w:r>
      <w:r>
        <w:t xml:space="preserve">… </w:t>
      </w:r>
      <w:r w:rsidR="00C77A4E" w:rsidRPr="00275B88">
        <w:t>reprenait le grand limier en se répandant en salutations</w:t>
      </w:r>
      <w:r>
        <w:t xml:space="preserve">… </w:t>
      </w:r>
      <w:r w:rsidR="00C77A4E" w:rsidRPr="00275B88">
        <w:t>Je suis sûr que vous allez être ravi</w:t>
      </w:r>
      <w:r>
        <w:t xml:space="preserve">, </w:t>
      </w:r>
      <w:r w:rsidR="00C77A4E" w:rsidRPr="00275B88">
        <w:t>enchanté</w:t>
      </w:r>
      <w:r>
        <w:t>…</w:t>
      </w:r>
    </w:p>
    <w:p w14:paraId="2DBC9237" w14:textId="77777777" w:rsidR="002C50B2" w:rsidRDefault="002C50B2" w:rsidP="002C50B2">
      <w:r>
        <w:t>— </w:t>
      </w:r>
      <w:r w:rsidR="00C77A4E" w:rsidRPr="00275B88">
        <w:t>Parlez</w:t>
      </w:r>
      <w:r>
        <w:t xml:space="preserve"> ! </w:t>
      </w:r>
      <w:r w:rsidR="00C77A4E" w:rsidRPr="00275B88">
        <w:t>car mes moments sont précieux</w:t>
      </w:r>
      <w:r>
        <w:t>.</w:t>
      </w:r>
    </w:p>
    <w:p w14:paraId="1ECB2CFC" w14:textId="77777777" w:rsidR="002C50B2" w:rsidRDefault="002C50B2" w:rsidP="002C50B2">
      <w:r>
        <w:t>— </w:t>
      </w:r>
      <w:r w:rsidR="00C77A4E" w:rsidRPr="00275B88">
        <w:t>Je le sais</w:t>
      </w:r>
      <w:r>
        <w:t xml:space="preserve">, </w:t>
      </w:r>
      <w:r w:rsidR="00C77A4E" w:rsidRPr="00275B88">
        <w:t>monsieur le baron</w:t>
      </w:r>
      <w:r>
        <w:t xml:space="preserve">, </w:t>
      </w:r>
      <w:r w:rsidR="00C77A4E" w:rsidRPr="00275B88">
        <w:t>et je vais être bref</w:t>
      </w:r>
      <w:r>
        <w:t xml:space="preserve">, </w:t>
      </w:r>
      <w:r w:rsidR="00C77A4E" w:rsidRPr="00275B88">
        <w:t>très bref</w:t>
      </w:r>
      <w:r>
        <w:t xml:space="preserve">… </w:t>
      </w:r>
      <w:r w:rsidR="00C77A4E" w:rsidRPr="00275B88">
        <w:t>En deux mots</w:t>
      </w:r>
      <w:r>
        <w:t xml:space="preserve">, </w:t>
      </w:r>
      <w:r w:rsidR="00C77A4E" w:rsidRPr="00275B88">
        <w:t>voici l</w:t>
      </w:r>
      <w:r>
        <w:t>’</w:t>
      </w:r>
      <w:r w:rsidR="00C77A4E" w:rsidRPr="00275B88">
        <w:t>affaire</w:t>
      </w:r>
      <w:r>
        <w:t>.</w:t>
      </w:r>
    </w:p>
    <w:p w14:paraId="7E55D916" w14:textId="77777777" w:rsidR="002C50B2" w:rsidRDefault="00C77A4E" w:rsidP="002C50B2">
      <w:r w:rsidRPr="00275B88">
        <w:t>Et Chantecoq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échine toujours courbée</w:t>
      </w:r>
      <w:r w:rsidR="002C50B2">
        <w:t xml:space="preserve">, </w:t>
      </w:r>
      <w:r w:rsidRPr="00275B88">
        <w:t>articula</w:t>
      </w:r>
      <w:r w:rsidR="002C50B2">
        <w:t> :</w:t>
      </w:r>
    </w:p>
    <w:p w14:paraId="52BC65BE" w14:textId="76ACB85F" w:rsidR="002C50B2" w:rsidRDefault="002C50B2" w:rsidP="002C50B2">
      <w:pPr>
        <w:rPr>
          <w:i/>
          <w:iCs/>
        </w:rPr>
      </w:pPr>
      <w:r>
        <w:t>— </w:t>
      </w:r>
      <w:r w:rsidR="00C77A4E" w:rsidRPr="00275B88">
        <w:t>J</w:t>
      </w:r>
      <w:r>
        <w:t>’</w:t>
      </w:r>
      <w:r w:rsidR="00C77A4E" w:rsidRPr="00275B88">
        <w:t xml:space="preserve">ai appris que vous déteniez un manuscrit du </w:t>
      </w:r>
      <w:r w:rsidRPr="00275B88">
        <w:t>XVI</w:t>
      </w:r>
      <w:r w:rsidRPr="002C50B2">
        <w:rPr>
          <w:vertAlign w:val="superscript"/>
        </w:rPr>
        <w:t>e</w:t>
      </w:r>
      <w:r>
        <w:t> siècle</w:t>
      </w:r>
      <w:r w:rsidR="00C77A4E" w:rsidRPr="00275B88">
        <w:t xml:space="preserve"> qui porte pour titre</w:t>
      </w:r>
      <w:r>
        <w:t xml:space="preserve"> : </w:t>
      </w:r>
      <w:r w:rsidR="00C77A4E" w:rsidRPr="00275B88">
        <w:rPr>
          <w:i/>
          <w:iCs/>
        </w:rPr>
        <w:t>Mémoires secrets de Cosme Ruggieri</w:t>
      </w:r>
      <w:r>
        <w:rPr>
          <w:i/>
          <w:iCs/>
        </w:rPr>
        <w:t>.</w:t>
      </w:r>
    </w:p>
    <w:p w14:paraId="01AB348A" w14:textId="6A7314D6" w:rsidR="002C50B2" w:rsidRDefault="002C50B2" w:rsidP="002C50B2">
      <w:r>
        <w:t>M. </w:t>
      </w:r>
      <w:r w:rsidR="00C77A4E" w:rsidRPr="00275B88">
        <w:t>Papillon</w:t>
      </w:r>
      <w:r>
        <w:t xml:space="preserve">, </w:t>
      </w:r>
      <w:r w:rsidR="00C77A4E" w:rsidRPr="00275B88">
        <w:t>surpris</w:t>
      </w:r>
      <w:r>
        <w:t xml:space="preserve">, </w:t>
      </w:r>
      <w:r w:rsidR="00C77A4E" w:rsidRPr="00275B88">
        <w:t>répondait</w:t>
      </w:r>
      <w:r>
        <w:t> :</w:t>
      </w:r>
    </w:p>
    <w:p w14:paraId="6D0411A0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bien eu ce grimoire entre les mains</w:t>
      </w:r>
      <w:r>
        <w:t>.</w:t>
      </w:r>
    </w:p>
    <w:p w14:paraId="3BA4DBCC" w14:textId="77777777" w:rsidR="002C50B2" w:rsidRDefault="00C77A4E" w:rsidP="002C50B2">
      <w:r w:rsidRPr="00275B88">
        <w:lastRenderedPageBreak/>
        <w:t>Jacob Lévy</w:t>
      </w:r>
      <w:r>
        <w:t>-</w:t>
      </w:r>
      <w:r w:rsidRPr="00275B88">
        <w:t>Nathan</w:t>
      </w:r>
      <w:r w:rsidR="002C50B2">
        <w:t xml:space="preserve">, </w:t>
      </w:r>
      <w:r w:rsidRPr="00275B88">
        <w:t>la bouche entrouverte</w:t>
      </w:r>
      <w:r w:rsidR="002C50B2">
        <w:t xml:space="preserve">, </w:t>
      </w:r>
      <w:r w:rsidRPr="00275B88">
        <w:t>les yeux écarquillés</w:t>
      </w:r>
      <w:r w:rsidR="002C50B2">
        <w:t xml:space="preserve">, </w:t>
      </w:r>
      <w:r w:rsidRPr="00275B88">
        <w:t>écoutait son interlocuteur</w:t>
      </w:r>
      <w:r w:rsidR="002C50B2">
        <w:t xml:space="preserve">, </w:t>
      </w:r>
      <w:r w:rsidRPr="00275B88">
        <w:t>qui poursuivait sur un ton d</w:t>
      </w:r>
      <w:r w:rsidR="002C50B2">
        <w:t>’</w:t>
      </w:r>
      <w:r w:rsidRPr="00275B88">
        <w:t>importante fatuité</w:t>
      </w:r>
      <w:r w:rsidR="002C50B2">
        <w:t> :</w:t>
      </w:r>
    </w:p>
    <w:p w14:paraId="5C765CBF" w14:textId="1FD6465E" w:rsidR="002C50B2" w:rsidRDefault="002C50B2" w:rsidP="002C50B2">
      <w:r>
        <w:t>— </w:t>
      </w:r>
      <w:r w:rsidR="00C77A4E" w:rsidRPr="00275B88">
        <w:t>Un de mes amis</w:t>
      </w:r>
      <w:r>
        <w:t xml:space="preserve">, </w:t>
      </w:r>
      <w:r w:rsidR="00C77A4E" w:rsidRPr="00275B88">
        <w:t>membre de l</w:t>
      </w:r>
      <w:r>
        <w:t>’</w:t>
      </w:r>
      <w:r w:rsidR="00C77A4E" w:rsidRPr="00275B88">
        <w:t>Académie des Belles Lettres</w:t>
      </w:r>
      <w:r>
        <w:t>, M. </w:t>
      </w:r>
      <w:proofErr w:type="spellStart"/>
      <w:r w:rsidR="00C77A4E" w:rsidRPr="00275B88">
        <w:t>Carpenas</w:t>
      </w:r>
      <w:proofErr w:type="spellEnd"/>
      <w:r>
        <w:t xml:space="preserve">… </w:t>
      </w:r>
      <w:r w:rsidR="00C77A4E" w:rsidRPr="00275B88">
        <w:t>vous connaissez</w:t>
      </w:r>
      <w:r>
        <w:t> ?…</w:t>
      </w:r>
    </w:p>
    <w:p w14:paraId="43FEA550" w14:textId="77777777" w:rsidR="002C50B2" w:rsidRDefault="002C50B2" w:rsidP="002C50B2">
      <w:r>
        <w:t>— </w:t>
      </w:r>
      <w:r w:rsidR="00C77A4E" w:rsidRPr="00275B88">
        <w:t>Qui ne connaît cet illustre maître</w:t>
      </w:r>
      <w:r>
        <w:t> ?</w:t>
      </w:r>
    </w:p>
    <w:p w14:paraId="23297E87" w14:textId="592AC097" w:rsidR="002C50B2" w:rsidRDefault="002C50B2" w:rsidP="002C50B2">
      <w:r>
        <w:t>— </w:t>
      </w:r>
      <w:r w:rsidR="00C77A4E" w:rsidRPr="00275B88">
        <w:t>Eh bien</w:t>
      </w:r>
      <w:r>
        <w:t> ! M. </w:t>
      </w:r>
      <w:proofErr w:type="spellStart"/>
      <w:r w:rsidR="00C77A4E" w:rsidRPr="00275B88">
        <w:t>Carpenas</w:t>
      </w:r>
      <w:proofErr w:type="spellEnd"/>
      <w:r>
        <w:t xml:space="preserve">, </w:t>
      </w:r>
      <w:r w:rsidR="00C77A4E" w:rsidRPr="00275B88">
        <w:t>auquel je l</w:t>
      </w:r>
      <w:r>
        <w:t>’</w:t>
      </w:r>
      <w:r w:rsidR="00C77A4E" w:rsidRPr="00275B88">
        <w:t>avais communiqué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a déclaré qu</w:t>
      </w:r>
      <w:r>
        <w:t>’</w:t>
      </w:r>
      <w:r w:rsidR="00C77A4E" w:rsidRPr="00275B88">
        <w:t>il était apocryphe et sans valeur</w:t>
      </w:r>
      <w:r>
        <w:t>.</w:t>
      </w:r>
    </w:p>
    <w:p w14:paraId="1CEA971D" w14:textId="77777777" w:rsidR="002C50B2" w:rsidRDefault="00C77A4E" w:rsidP="002C50B2">
      <w:r w:rsidRPr="00275B88">
        <w:t>L</w:t>
      </w:r>
      <w:r w:rsidR="002C50B2">
        <w:t>’</w:t>
      </w:r>
      <w:r w:rsidRPr="00275B88">
        <w:t>antiquaire d</w:t>
      </w:r>
      <w:r w:rsidR="002C50B2">
        <w:t>’</w:t>
      </w:r>
      <w:r w:rsidRPr="00275B88">
        <w:t>Amsterdam hocha la tête d</w:t>
      </w:r>
      <w:r w:rsidR="002C50B2">
        <w:t>’</w:t>
      </w:r>
      <w:r w:rsidRPr="00275B88">
        <w:t>un air dubitatif</w:t>
      </w:r>
      <w:r w:rsidR="002C50B2">
        <w:t>.</w:t>
      </w:r>
    </w:p>
    <w:p w14:paraId="0ACB6090" w14:textId="77777777" w:rsidR="002C50B2" w:rsidRDefault="00C77A4E" w:rsidP="002C50B2">
      <w:r w:rsidRPr="00275B88">
        <w:t>Le collectionneur continuait</w:t>
      </w:r>
      <w:r w:rsidR="002C50B2">
        <w:t> :</w:t>
      </w:r>
    </w:p>
    <w:p w14:paraId="4B75508A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enfermé ce grimoire dans le bahut Renaissance où je l</w:t>
      </w:r>
      <w:r>
        <w:t>’</w:t>
      </w:r>
      <w:r w:rsidR="00C77A4E" w:rsidRPr="00275B88">
        <w:t>avais trouvé</w:t>
      </w:r>
      <w:r>
        <w:t>.</w:t>
      </w:r>
    </w:p>
    <w:p w14:paraId="7BB2BBD5" w14:textId="77777777" w:rsidR="002C50B2" w:rsidRDefault="002C50B2" w:rsidP="002C50B2">
      <w:r>
        <w:t>— </w:t>
      </w:r>
      <w:r w:rsidR="00C77A4E" w:rsidRPr="00275B88">
        <w:t>Ne pourriez</w:t>
      </w:r>
      <w:r w:rsidR="00C77A4E">
        <w:t>-</w:t>
      </w:r>
      <w:r w:rsidR="00C77A4E" w:rsidRPr="00275B88">
        <w:t>vous pas</w:t>
      </w:r>
      <w:r>
        <w:t xml:space="preserve">, </w:t>
      </w:r>
      <w:r w:rsidR="00C77A4E" w:rsidRPr="00275B88">
        <w:t>mon cher maître</w:t>
      </w:r>
      <w:r>
        <w:t xml:space="preserve">, </w:t>
      </w:r>
      <w:r w:rsidR="00C77A4E" w:rsidRPr="00275B88">
        <w:t>me le communiquer</w:t>
      </w:r>
      <w:r>
        <w:t> ?</w:t>
      </w:r>
    </w:p>
    <w:p w14:paraId="3D3BDD91" w14:textId="77777777" w:rsidR="002C50B2" w:rsidRDefault="00C77A4E" w:rsidP="002C50B2">
      <w:r w:rsidRPr="00275B88">
        <w:t xml:space="preserve">Au mot de </w:t>
      </w:r>
      <w:r w:rsidR="002C50B2">
        <w:t>« </w:t>
      </w:r>
      <w:r w:rsidRPr="00275B88">
        <w:t>mon cher maître</w:t>
      </w:r>
      <w:r w:rsidR="002C50B2">
        <w:t xml:space="preserve"> », </w:t>
      </w:r>
      <w:r w:rsidRPr="00275B88">
        <w:t>le visage du baron Papillon s</w:t>
      </w:r>
      <w:r w:rsidR="002C50B2">
        <w:t>’</w:t>
      </w:r>
      <w:r w:rsidRPr="00275B88">
        <w:t>empourpra de fierté</w:t>
      </w:r>
      <w:r w:rsidR="002C50B2">
        <w:t>.</w:t>
      </w:r>
    </w:p>
    <w:p w14:paraId="4139897B" w14:textId="77777777" w:rsidR="002C50B2" w:rsidRDefault="00C77A4E" w:rsidP="002C50B2">
      <w:r w:rsidRPr="00275B88">
        <w:t>C</w:t>
      </w:r>
      <w:r w:rsidR="002C50B2">
        <w:t>’</w:t>
      </w:r>
      <w:r w:rsidRPr="00275B88">
        <w:t>était la première fois qu</w:t>
      </w:r>
      <w:r w:rsidR="002C50B2">
        <w:t>’</w:t>
      </w:r>
      <w:r w:rsidRPr="00275B88">
        <w:t>on l</w:t>
      </w:r>
      <w:r w:rsidR="002C50B2">
        <w:t>’</w:t>
      </w:r>
      <w:r w:rsidRPr="00275B88">
        <w:t>appelait ainsi</w:t>
      </w:r>
      <w:r w:rsidR="002C50B2">
        <w:t>.</w:t>
      </w:r>
    </w:p>
    <w:p w14:paraId="7FAB146E" w14:textId="77777777" w:rsidR="002C50B2" w:rsidRDefault="00C77A4E" w:rsidP="002C50B2">
      <w:r w:rsidRPr="00275B88">
        <w:t>Enveloppant son flatteur d</w:t>
      </w:r>
      <w:r w:rsidR="002C50B2">
        <w:t>’</w:t>
      </w:r>
      <w:r w:rsidRPr="00275B88">
        <w:t>un regard de soudaine bienveillance</w:t>
      </w:r>
      <w:r w:rsidR="002C50B2">
        <w:t xml:space="preserve">, </w:t>
      </w:r>
      <w:r w:rsidRPr="00275B88">
        <w:t>il fit</w:t>
      </w:r>
      <w:r w:rsidR="002C50B2">
        <w:t> :</w:t>
      </w:r>
    </w:p>
    <w:p w14:paraId="49651E51" w14:textId="77777777" w:rsidR="002C50B2" w:rsidRDefault="002C50B2" w:rsidP="002C50B2">
      <w:r>
        <w:t>— </w:t>
      </w:r>
      <w:r w:rsidR="00C77A4E" w:rsidRPr="00275B88">
        <w:t>Je suis au regret</w:t>
      </w:r>
      <w:r>
        <w:t xml:space="preserve"> ; </w:t>
      </w:r>
      <w:r w:rsidR="00C77A4E" w:rsidRPr="00275B88">
        <w:t>mais il n</w:t>
      </w:r>
      <w:r>
        <w:t>’</w:t>
      </w:r>
      <w:r w:rsidR="00C77A4E" w:rsidRPr="00275B88">
        <w:t>est plus en ma possession</w:t>
      </w:r>
      <w:r>
        <w:t>.</w:t>
      </w:r>
    </w:p>
    <w:p w14:paraId="52071C17" w14:textId="77777777" w:rsidR="002C50B2" w:rsidRDefault="002C50B2" w:rsidP="002C50B2">
      <w:r>
        <w:t>— </w:t>
      </w:r>
      <w:r w:rsidR="00C77A4E" w:rsidRPr="00275B88">
        <w:t>Quel dommage</w:t>
      </w:r>
      <w:r>
        <w:t> !</w:t>
      </w:r>
    </w:p>
    <w:p w14:paraId="67F037AB" w14:textId="77777777" w:rsidR="002C50B2" w:rsidRDefault="002C50B2" w:rsidP="002C50B2">
      <w:r>
        <w:t>— </w:t>
      </w:r>
      <w:r w:rsidR="00C77A4E" w:rsidRPr="00275B88">
        <w:t>Ayant des doutes sur l</w:t>
      </w:r>
      <w:r>
        <w:t>’</w:t>
      </w:r>
      <w:r w:rsidR="00C77A4E" w:rsidRPr="00275B88">
        <w:t>authenticité du bahut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envoyé ce meuble à la Salle des ventes</w:t>
      </w:r>
      <w:r>
        <w:t xml:space="preserve">, </w:t>
      </w:r>
      <w:r w:rsidR="00C77A4E" w:rsidRPr="00275B88">
        <w:t>où il a fait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un très bon prix</w:t>
      </w:r>
      <w:r>
        <w:t>.</w:t>
      </w:r>
    </w:p>
    <w:p w14:paraId="2E93ADCB" w14:textId="77777777" w:rsidR="002C50B2" w:rsidRDefault="002C50B2" w:rsidP="002C50B2">
      <w:r>
        <w:t>— </w:t>
      </w:r>
      <w:r w:rsidR="00C77A4E" w:rsidRPr="00275B88">
        <w:t>Sapristi</w:t>
      </w:r>
      <w:r>
        <w:t> !</w:t>
      </w:r>
    </w:p>
    <w:p w14:paraId="120FEECE" w14:textId="77777777" w:rsidR="002C50B2" w:rsidRDefault="002C50B2" w:rsidP="002C50B2">
      <w:r>
        <w:lastRenderedPageBreak/>
        <w:t>— </w:t>
      </w:r>
      <w:r w:rsidR="00C77A4E" w:rsidRPr="00275B88">
        <w:t>Et le manuscrit que j</w:t>
      </w:r>
      <w:r>
        <w:t>’</w:t>
      </w:r>
      <w:r w:rsidR="00C77A4E" w:rsidRPr="00275B88">
        <w:t>avais laissé dans un des tiroirs a dû passer entre les mains de l</w:t>
      </w:r>
      <w:r>
        <w:t>’</w:t>
      </w:r>
      <w:r w:rsidR="00C77A4E" w:rsidRPr="00275B88">
        <w:t>acheteur</w:t>
      </w:r>
      <w:r>
        <w:t>.</w:t>
      </w:r>
    </w:p>
    <w:p w14:paraId="75F029CC" w14:textId="77777777" w:rsidR="002C50B2" w:rsidRDefault="002C50B2" w:rsidP="002C50B2">
      <w:r>
        <w:t>— </w:t>
      </w:r>
      <w:r w:rsidR="00C77A4E" w:rsidRPr="00275B88">
        <w:t>Serait</w:t>
      </w:r>
      <w:r w:rsidR="00C77A4E">
        <w:t>-</w:t>
      </w:r>
      <w:r w:rsidR="00C77A4E" w:rsidRPr="00275B88">
        <w:t>ce un effet de votre bonté</w:t>
      </w:r>
      <w:r>
        <w:t xml:space="preserve">, </w:t>
      </w:r>
      <w:r w:rsidR="00C77A4E" w:rsidRPr="00275B88">
        <w:t>mon cher maître</w:t>
      </w:r>
      <w:r>
        <w:t xml:space="preserve">, </w:t>
      </w:r>
      <w:r w:rsidR="00C77A4E" w:rsidRPr="00275B88">
        <w:t>de me dire le nom de cette personne</w:t>
      </w:r>
      <w:r>
        <w:t> ?</w:t>
      </w:r>
    </w:p>
    <w:p w14:paraId="71D83983" w14:textId="74FAFB7B" w:rsidR="002C50B2" w:rsidRDefault="002C50B2" w:rsidP="002C50B2">
      <w:r>
        <w:t>— </w:t>
      </w:r>
      <w:r w:rsidR="00C77A4E" w:rsidRPr="00275B88">
        <w:t>Rien de plus facile</w:t>
      </w:r>
      <w:r>
        <w:t xml:space="preserve">, </w:t>
      </w:r>
      <w:r w:rsidR="00C77A4E" w:rsidRPr="00275B88">
        <w:t xml:space="preserve">concédait </w:t>
      </w:r>
      <w:r>
        <w:t>M. </w:t>
      </w:r>
      <w:r w:rsidR="00C77A4E" w:rsidRPr="00275B88">
        <w:t>Papillon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 xml:space="preserve">est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Simone Desroches</w:t>
      </w:r>
      <w:r>
        <w:t>.</w:t>
      </w:r>
    </w:p>
    <w:p w14:paraId="57ABF39A" w14:textId="77777777" w:rsidR="002C50B2" w:rsidRDefault="00C77A4E" w:rsidP="002C50B2">
      <w:r w:rsidRPr="00275B88">
        <w:t>Chantecoq eut un léger sursaut</w:t>
      </w:r>
      <w:r w:rsidR="002C50B2">
        <w:t xml:space="preserve">, </w:t>
      </w:r>
      <w:r w:rsidRPr="00275B88">
        <w:t>qui échappa à son interlocuteur</w:t>
      </w:r>
      <w:r w:rsidR="002C50B2">
        <w:t xml:space="preserve"> ; </w:t>
      </w:r>
      <w:r w:rsidRPr="00275B88">
        <w:t>puis il reprit</w:t>
      </w:r>
      <w:r w:rsidR="002C50B2">
        <w:t> :</w:t>
      </w:r>
    </w:p>
    <w:p w14:paraId="623EEFA5" w14:textId="4D3B2FC8" w:rsidR="002C50B2" w:rsidRDefault="002C50B2" w:rsidP="002C50B2">
      <w:r>
        <w:t>— 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Simone Desroches</w:t>
      </w:r>
      <w:r>
        <w:t xml:space="preserve">…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 cette jeune personne qui vient de mourir d</w:t>
      </w:r>
      <w:r>
        <w:t>’</w:t>
      </w:r>
      <w:r w:rsidR="00C77A4E" w:rsidRPr="00275B88">
        <w:t>une façon si mystérieuse</w:t>
      </w:r>
      <w:r>
        <w:t> ?</w:t>
      </w:r>
    </w:p>
    <w:p w14:paraId="7B1A634D" w14:textId="77777777" w:rsidR="002C50B2" w:rsidRDefault="002C50B2" w:rsidP="002C50B2">
      <w:r>
        <w:t>— </w:t>
      </w:r>
      <w:r w:rsidR="00C77A4E" w:rsidRPr="00275B88">
        <w:t>Parfaitement</w:t>
      </w:r>
      <w:r>
        <w:t> !</w:t>
      </w:r>
    </w:p>
    <w:p w14:paraId="16F7F0B8" w14:textId="77777777" w:rsidR="002C50B2" w:rsidRDefault="00C77A4E" w:rsidP="002C50B2">
      <w:r w:rsidRPr="00275B88">
        <w:t>Prenant un air de componction</w:t>
      </w:r>
      <w:r w:rsidR="002C50B2">
        <w:t xml:space="preserve">, </w:t>
      </w:r>
      <w:r w:rsidRPr="00275B88">
        <w:t>le faux Hollandais se leva en disant</w:t>
      </w:r>
      <w:r w:rsidR="002C50B2">
        <w:t> :</w:t>
      </w:r>
    </w:p>
    <w:p w14:paraId="18FF8DB2" w14:textId="77777777" w:rsidR="002C50B2" w:rsidRDefault="002C50B2" w:rsidP="002C50B2">
      <w:r>
        <w:t>— 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monsieur le baron</w:t>
      </w:r>
      <w:r>
        <w:t xml:space="preserve">, </w:t>
      </w:r>
      <w:r w:rsidR="00C77A4E" w:rsidRPr="00275B88">
        <w:t>de vous avoir dérangé</w:t>
      </w:r>
      <w:r>
        <w:t>.</w:t>
      </w:r>
    </w:p>
    <w:p w14:paraId="50981DA7" w14:textId="788C200B" w:rsidR="002C50B2" w:rsidRDefault="00C77A4E" w:rsidP="002C50B2">
      <w:r w:rsidRPr="00275B88">
        <w:t>Mais</w:t>
      </w:r>
      <w:r w:rsidR="002C50B2">
        <w:t xml:space="preserve">, </w:t>
      </w:r>
      <w:r w:rsidRPr="00275B88">
        <w:t>repris par sa manie</w:t>
      </w:r>
      <w:r w:rsidR="002C50B2">
        <w:t>, M. </w:t>
      </w:r>
      <w:r w:rsidRPr="00275B88">
        <w:t>Papillon le retenait</w:t>
      </w:r>
      <w:r w:rsidR="002C50B2">
        <w:t>.</w:t>
      </w:r>
    </w:p>
    <w:p w14:paraId="50957F67" w14:textId="77777777" w:rsidR="002C50B2" w:rsidRDefault="002C50B2" w:rsidP="002C50B2">
      <w:r>
        <w:t>— </w:t>
      </w:r>
      <w:r w:rsidR="00C77A4E" w:rsidRPr="00275B88">
        <w:t>Selon vous</w:t>
      </w:r>
      <w:r>
        <w:t xml:space="preserve">, </w:t>
      </w:r>
      <w:r w:rsidR="00C77A4E" w:rsidRPr="00275B88">
        <w:t>ce manuscrit aurait de la valeur</w:t>
      </w:r>
      <w:r>
        <w:t> ?</w:t>
      </w:r>
    </w:p>
    <w:p w14:paraId="0FF48802" w14:textId="77777777" w:rsidR="002C50B2" w:rsidRDefault="002C50B2" w:rsidP="002C50B2">
      <w:r>
        <w:t>— </w:t>
      </w:r>
      <w:r w:rsidR="00C77A4E" w:rsidRPr="00275B88">
        <w:t>Certes</w:t>
      </w:r>
      <w:r>
        <w:t xml:space="preserve"> ! </w:t>
      </w:r>
      <w:r w:rsidR="00C77A4E" w:rsidRPr="00275B88">
        <w:t>affirmait le détective</w:t>
      </w:r>
      <w:r>
        <w:t xml:space="preserve">, </w:t>
      </w:r>
      <w:r w:rsidR="00C77A4E" w:rsidRPr="00275B88">
        <w:t>avec un aplomb imperturbable</w:t>
      </w:r>
      <w:r>
        <w:t>.</w:t>
      </w:r>
    </w:p>
    <w:p w14:paraId="667ECA2E" w14:textId="77777777" w:rsidR="002C50B2" w:rsidRDefault="002C50B2" w:rsidP="002C50B2">
      <w:r>
        <w:t>— </w:t>
      </w:r>
      <w:r w:rsidR="00C77A4E" w:rsidRPr="00275B88">
        <w:t>Allons donc</w:t>
      </w:r>
      <w:r>
        <w:t> !</w:t>
      </w:r>
    </w:p>
    <w:p w14:paraId="2A9DCDFB" w14:textId="77777777" w:rsidR="002C50B2" w:rsidRDefault="002C50B2" w:rsidP="002C50B2">
      <w:r>
        <w:t>— </w:t>
      </w:r>
      <w:r w:rsidR="00C77A4E" w:rsidRPr="00275B88">
        <w:t>Voilà plusieurs années que je suis à sa recherche</w:t>
      </w:r>
      <w:r>
        <w:t xml:space="preserve">. </w:t>
      </w:r>
      <w:r w:rsidR="00C77A4E" w:rsidRPr="00275B88">
        <w:t>Il est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des plus authentiques</w:t>
      </w:r>
      <w:r>
        <w:t>.</w:t>
      </w:r>
    </w:p>
    <w:p w14:paraId="62C1EE0F" w14:textId="77777777" w:rsidR="002C50B2" w:rsidRDefault="002C50B2" w:rsidP="002C50B2">
      <w:r>
        <w:t>— </w:t>
      </w:r>
      <w:r w:rsidR="00C77A4E" w:rsidRPr="00275B88">
        <w:t xml:space="preserve">Alors </w:t>
      </w:r>
      <w:proofErr w:type="spellStart"/>
      <w:r w:rsidR="00C77A4E" w:rsidRPr="00275B88">
        <w:t>Carpenas</w:t>
      </w:r>
      <w:proofErr w:type="spellEnd"/>
      <w:r w:rsidR="00C77A4E" w:rsidRPr="00275B88">
        <w:t xml:space="preserve"> serait un sot</w:t>
      </w:r>
      <w:r>
        <w:t> ?</w:t>
      </w:r>
    </w:p>
    <w:p w14:paraId="7718A8FC" w14:textId="77777777" w:rsidR="002C50B2" w:rsidRDefault="002C50B2" w:rsidP="002C50B2">
      <w:r>
        <w:t>— </w:t>
      </w:r>
      <w:r w:rsidR="00C77A4E" w:rsidRPr="00275B88">
        <w:t>Il arrive aux plus malins de se tromper</w:t>
      </w:r>
      <w:r>
        <w:t>.</w:t>
      </w:r>
    </w:p>
    <w:p w14:paraId="12CE03A3" w14:textId="77777777" w:rsidR="002C50B2" w:rsidRDefault="002C50B2" w:rsidP="002C50B2">
      <w:r>
        <w:lastRenderedPageBreak/>
        <w:t>— </w:t>
      </w:r>
      <w:r w:rsidR="00C77A4E" w:rsidRPr="00275B88">
        <w:t>Ah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trop fort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irritait le collectionneur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bien la peine d</w:t>
      </w:r>
      <w:r>
        <w:t>’</w:t>
      </w:r>
      <w:r w:rsidR="00C77A4E" w:rsidRPr="00275B88">
        <w:t>être membre de l</w:t>
      </w:r>
      <w:r>
        <w:t>’</w:t>
      </w:r>
      <w:r w:rsidR="00C77A4E" w:rsidRPr="00275B88">
        <w:t>Institut pour commettre de pareilles bévues</w:t>
      </w:r>
      <w:r>
        <w:t>.</w:t>
      </w:r>
    </w:p>
    <w:p w14:paraId="148365A8" w14:textId="77777777" w:rsidR="002C50B2" w:rsidRDefault="002C50B2" w:rsidP="002C50B2">
      <w:r>
        <w:t>« </w:t>
      </w:r>
      <w:r w:rsidR="00C77A4E" w:rsidRPr="00275B88">
        <w:t>Ah</w:t>
      </w:r>
      <w:r>
        <w:t xml:space="preserve"> ! </w:t>
      </w:r>
      <w:r w:rsidR="00C77A4E" w:rsidRPr="00275B88">
        <w:t>monsieur Jacob Lévy</w:t>
      </w:r>
      <w:r w:rsidR="00C77A4E">
        <w:t>-</w:t>
      </w:r>
      <w:r w:rsidR="00C77A4E" w:rsidRPr="00275B88">
        <w:t>Nathan</w:t>
      </w:r>
      <w:r>
        <w:t xml:space="preserve">, </w:t>
      </w:r>
      <w:r w:rsidR="00C77A4E" w:rsidRPr="00275B88">
        <w:t>si vous pouvez remettre la main dessus</w:t>
      </w:r>
      <w:r>
        <w:t xml:space="preserve">, </w:t>
      </w:r>
      <w:r w:rsidR="00C77A4E" w:rsidRPr="00275B88">
        <w:t>je suis acheteur et je vous demande de m</w:t>
      </w:r>
      <w:r>
        <w:t>’</w:t>
      </w:r>
      <w:r w:rsidR="00C77A4E" w:rsidRPr="00275B88">
        <w:t>accorder la priorité</w:t>
      </w:r>
      <w:r>
        <w:t>.</w:t>
      </w:r>
    </w:p>
    <w:p w14:paraId="0E6DDEF2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entendu</w:t>
      </w:r>
      <w:r>
        <w:t xml:space="preserve">, </w:t>
      </w:r>
      <w:r w:rsidR="00C77A4E" w:rsidRPr="00275B88">
        <w:t>mon cher maître</w:t>
      </w:r>
      <w:r>
        <w:t>.</w:t>
      </w:r>
    </w:p>
    <w:p w14:paraId="54BE6B3B" w14:textId="77777777" w:rsidR="002C50B2" w:rsidRDefault="002C50B2" w:rsidP="002C50B2">
      <w:r>
        <w:t>— </w:t>
      </w:r>
      <w:r w:rsidR="00C77A4E" w:rsidRPr="00275B88">
        <w:t>Mais</w:t>
      </w:r>
      <w:r>
        <w:t xml:space="preserve">, </w:t>
      </w:r>
      <w:r w:rsidR="00C77A4E" w:rsidRPr="00275B88">
        <w:t>observait le baron</w:t>
      </w:r>
      <w:r>
        <w:t xml:space="preserve">, </w:t>
      </w:r>
      <w:r w:rsidR="00C77A4E" w:rsidRPr="00275B88">
        <w:t>je crois qu</w:t>
      </w:r>
      <w:r>
        <w:t>’</w:t>
      </w:r>
      <w:r w:rsidR="00C77A4E" w:rsidRPr="00275B88">
        <w:t>il vous sera bien difficile</w:t>
      </w:r>
      <w:r>
        <w:t xml:space="preserve">, </w:t>
      </w:r>
      <w:r w:rsidR="00C77A4E" w:rsidRPr="00275B88">
        <w:t>quant à présent</w:t>
      </w:r>
      <w:r>
        <w:t xml:space="preserve">, </w:t>
      </w:r>
      <w:r w:rsidR="00C77A4E" w:rsidRPr="00275B88">
        <w:t>du moins</w:t>
      </w:r>
      <w:r>
        <w:t xml:space="preserve">, </w:t>
      </w:r>
      <w:r w:rsidR="00C77A4E" w:rsidRPr="00275B88">
        <w:t>de récupérer ce précieux manuscrit</w:t>
      </w:r>
      <w:r>
        <w:t>.</w:t>
      </w:r>
    </w:p>
    <w:p w14:paraId="1EF8F102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48CAE312" w14:textId="609A3C5A" w:rsidR="002C50B2" w:rsidRDefault="002C50B2" w:rsidP="002C50B2">
      <w:r>
        <w:t>— </w:t>
      </w:r>
      <w:r w:rsidR="00C77A4E" w:rsidRPr="00275B88">
        <w:t>Parce qu</w:t>
      </w:r>
      <w:r>
        <w:t>’</w:t>
      </w:r>
      <w:r w:rsidR="00C77A4E" w:rsidRPr="00275B88">
        <w:t>il vient de se passer</w:t>
      </w:r>
      <w:r>
        <w:t xml:space="preserve">, </w:t>
      </w:r>
      <w:r w:rsidR="00C77A4E" w:rsidRPr="00275B88">
        <w:t>la nuit dernière</w:t>
      </w:r>
      <w:r>
        <w:t xml:space="preserve">, </w:t>
      </w:r>
      <w:r w:rsidR="00C77A4E" w:rsidRPr="00275B88">
        <w:t xml:space="preserve">chez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un événement qui va encore compliquer singulièrement les choses</w:t>
      </w:r>
      <w:r>
        <w:t>.</w:t>
      </w:r>
    </w:p>
    <w:p w14:paraId="0A476A9D" w14:textId="77777777" w:rsidR="002C50B2" w:rsidRDefault="00C77A4E" w:rsidP="002C50B2">
      <w:r w:rsidRPr="00275B88">
        <w:t>À ces mots</w:t>
      </w:r>
      <w:r w:rsidR="002C50B2">
        <w:t xml:space="preserve">, </w:t>
      </w:r>
      <w:r w:rsidRPr="00275B88">
        <w:t>Chantecoq dressa l</w:t>
      </w:r>
      <w:r w:rsidR="002C50B2">
        <w:t>’</w:t>
      </w:r>
      <w:r w:rsidRPr="00275B88">
        <w:t>oreille</w:t>
      </w:r>
      <w:r w:rsidR="002C50B2">
        <w:t>.</w:t>
      </w:r>
    </w:p>
    <w:p w14:paraId="3C223DC4" w14:textId="11EA0FBB" w:rsidR="002C50B2" w:rsidRDefault="00C77A4E" w:rsidP="002C50B2">
      <w:r w:rsidRPr="00275B88">
        <w:t>À cent mille lieues de soupçonner la véritable identité de son interlocuteur</w:t>
      </w:r>
      <w:r w:rsidR="002C50B2">
        <w:t>, M. </w:t>
      </w:r>
      <w:r w:rsidRPr="00275B88">
        <w:t>Papillon révélait</w:t>
      </w:r>
      <w:r w:rsidR="002C50B2">
        <w:t> :</w:t>
      </w:r>
    </w:p>
    <w:p w14:paraId="3FBD468C" w14:textId="07106696" w:rsidR="002C50B2" w:rsidRDefault="002C50B2" w:rsidP="002C50B2">
      <w:r>
        <w:t>— </w:t>
      </w:r>
      <w:r w:rsidR="00C77A4E" w:rsidRPr="00275B88">
        <w:t>Je viens d</w:t>
      </w:r>
      <w:r>
        <w:t>’</w:t>
      </w:r>
      <w:r w:rsidR="00C77A4E" w:rsidRPr="00275B88">
        <w:t>apprendre</w:t>
      </w:r>
      <w:r>
        <w:t xml:space="preserve">, </w:t>
      </w:r>
      <w:r w:rsidR="00C77A4E" w:rsidRPr="00275B88">
        <w:t xml:space="preserve">par un coup de téléphone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au cours de la nuit dernière</w:t>
      </w:r>
      <w:r>
        <w:t xml:space="preserve">, </w:t>
      </w:r>
      <w:r w:rsidR="00C77A4E" w:rsidRPr="00275B88">
        <w:t>le Fantôme du Louvre</w:t>
      </w:r>
      <w:r>
        <w:t>…</w:t>
      </w:r>
    </w:p>
    <w:p w14:paraId="7CC3AF40" w14:textId="77777777" w:rsidR="002C50B2" w:rsidRDefault="002C50B2" w:rsidP="002C50B2">
      <w:r>
        <w:t>— </w:t>
      </w:r>
      <w:r w:rsidR="00C77A4E" w:rsidRPr="00275B88">
        <w:t>Le Fantôme du Louvre</w:t>
      </w:r>
      <w:r>
        <w:t> ?</w:t>
      </w:r>
    </w:p>
    <w:p w14:paraId="4A134737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 </w:t>
      </w:r>
      <w:r w:rsidR="00C77A4E" w:rsidRPr="00275B88">
        <w:t>vous n</w:t>
      </w:r>
      <w:r>
        <w:t>’</w:t>
      </w:r>
      <w:r w:rsidR="00C77A4E" w:rsidRPr="00275B88">
        <w:t>avez pas entendu parler de ce mystérieux bandit qui</w:t>
      </w:r>
      <w:r>
        <w:t xml:space="preserve">, </w:t>
      </w:r>
      <w:r w:rsidR="00C77A4E" w:rsidRPr="00275B88">
        <w:t>déguisé en revenant</w:t>
      </w:r>
      <w:r>
        <w:t xml:space="preserve">, </w:t>
      </w:r>
      <w:r w:rsidR="00C77A4E" w:rsidRPr="00275B88">
        <w:t>a déjà commis un certain nombre de méfaits</w:t>
      </w:r>
      <w:r>
        <w:t xml:space="preserve"> ? </w:t>
      </w:r>
      <w:r w:rsidR="00C77A4E" w:rsidRPr="00275B88">
        <w:t>Tous les journaux sont remplis du récit de ses exploits</w:t>
      </w:r>
      <w:r>
        <w:t>…</w:t>
      </w:r>
    </w:p>
    <w:p w14:paraId="740EFE74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si</w:t>
      </w:r>
      <w:r>
        <w:t xml:space="preserve">, </w:t>
      </w:r>
      <w:r w:rsidR="00C77A4E" w:rsidRPr="00275B88">
        <w:t>si</w:t>
      </w:r>
      <w:r>
        <w:t xml:space="preserve">… </w:t>
      </w:r>
      <w:r w:rsidR="00C77A4E" w:rsidRPr="00275B88">
        <w:t>très bien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y suis</w:t>
      </w:r>
      <w:r>
        <w:t>…</w:t>
      </w:r>
    </w:p>
    <w:p w14:paraId="2A099495" w14:textId="69A99742" w:rsidR="002C50B2" w:rsidRDefault="002C50B2" w:rsidP="002C50B2">
      <w:r>
        <w:lastRenderedPageBreak/>
        <w:t>— </w:t>
      </w:r>
      <w:r w:rsidR="00C77A4E" w:rsidRPr="00275B88">
        <w:t>Eh bien</w:t>
      </w:r>
      <w:r>
        <w:t xml:space="preserve"> ! </w:t>
      </w:r>
      <w:r w:rsidR="00C77A4E" w:rsidRPr="00275B88">
        <w:t xml:space="preserve">le Fantôme aurait enlevé le corps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2AD03E0D" w14:textId="77777777" w:rsidR="002C50B2" w:rsidRDefault="002C50B2" w:rsidP="002C50B2">
      <w:r>
        <w:t>— </w:t>
      </w:r>
      <w:r w:rsidR="00C77A4E" w:rsidRPr="00275B88">
        <w:t>Pas possible</w:t>
      </w:r>
      <w:r>
        <w:t xml:space="preserve"> !… </w:t>
      </w:r>
      <w:r w:rsidR="00C77A4E" w:rsidRPr="00275B88">
        <w:t>feignait de s</w:t>
      </w:r>
      <w:r>
        <w:t>’</w:t>
      </w:r>
      <w:r w:rsidR="00C77A4E" w:rsidRPr="00275B88">
        <w:t>étonner le fin limier</w:t>
      </w:r>
      <w:r>
        <w:t>.</w:t>
      </w:r>
    </w:p>
    <w:p w14:paraId="3ABBA1E8" w14:textId="77777777" w:rsidR="002C50B2" w:rsidRDefault="002C50B2" w:rsidP="002C50B2">
      <w:r>
        <w:t>— </w:t>
      </w:r>
      <w:r w:rsidR="00C77A4E" w:rsidRPr="00275B88">
        <w:t>Vous comprenez que ce n</w:t>
      </w:r>
      <w:r>
        <w:t>’</w:t>
      </w:r>
      <w:r w:rsidR="00C77A4E" w:rsidRPr="00275B88">
        <w:t>est guère le moment d</w:t>
      </w:r>
      <w:r>
        <w:t>’</w:t>
      </w:r>
      <w:r w:rsidR="00C77A4E" w:rsidRPr="00275B88">
        <w:t>aller trouver ses héritiers</w:t>
      </w:r>
      <w:r>
        <w:t>.</w:t>
      </w:r>
    </w:p>
    <w:p w14:paraId="4BDB6A25" w14:textId="77777777" w:rsidR="002C50B2" w:rsidRDefault="002C50B2" w:rsidP="002C50B2">
      <w:r>
        <w:t>— </w:t>
      </w:r>
      <w:r w:rsidR="00C77A4E" w:rsidRPr="00275B88">
        <w:t>Je comprends</w:t>
      </w:r>
      <w:r>
        <w:t xml:space="preserve">… </w:t>
      </w:r>
      <w:r w:rsidR="00C77A4E" w:rsidRPr="00275B88">
        <w:t>je comprends</w:t>
      </w:r>
      <w:r>
        <w:t xml:space="preserve">, </w:t>
      </w:r>
      <w:r w:rsidR="00C77A4E" w:rsidRPr="00275B88">
        <w:t>mon cher maître</w:t>
      </w:r>
      <w:r>
        <w:t xml:space="preserve">, </w:t>
      </w:r>
      <w:r w:rsidR="00C77A4E" w:rsidRPr="00275B88">
        <w:t>approuvait Chantecoq</w:t>
      </w:r>
      <w:r>
        <w:t xml:space="preserve"> ; </w:t>
      </w:r>
      <w:r w:rsidR="00C77A4E" w:rsidRPr="00275B88">
        <w:t>mais</w:t>
      </w:r>
      <w:r>
        <w:t xml:space="preserve">, </w:t>
      </w:r>
      <w:r w:rsidR="00C77A4E" w:rsidRPr="00275B88">
        <w:t>soyez tranquille</w:t>
      </w:r>
      <w:r>
        <w:t xml:space="preserve">, </w:t>
      </w:r>
      <w:r w:rsidR="00C77A4E" w:rsidRPr="00275B88">
        <w:t>dès que je pourrai les approcher</w:t>
      </w:r>
      <w:r>
        <w:t xml:space="preserve">, </w:t>
      </w:r>
      <w:r w:rsidR="00C77A4E" w:rsidRPr="00275B88">
        <w:t>je ferai le nécessaire</w:t>
      </w:r>
      <w:r>
        <w:t>.</w:t>
      </w:r>
    </w:p>
    <w:p w14:paraId="4EAE426E" w14:textId="77777777" w:rsidR="002C50B2" w:rsidRDefault="002C50B2" w:rsidP="002C50B2">
      <w:r>
        <w:t>— </w:t>
      </w:r>
      <w:r w:rsidR="00C77A4E" w:rsidRPr="00275B88">
        <w:t>Je vous remercie d</w:t>
      </w:r>
      <w:r>
        <w:t>’</w:t>
      </w:r>
      <w:r w:rsidR="00C77A4E" w:rsidRPr="00275B88">
        <w:t>avance</w:t>
      </w:r>
      <w:r>
        <w:t>.</w:t>
      </w:r>
    </w:p>
    <w:p w14:paraId="7CEBA6E6" w14:textId="77777777" w:rsidR="002C50B2" w:rsidRDefault="002C50B2" w:rsidP="002C50B2">
      <w:r>
        <w:t>— </w:t>
      </w:r>
      <w:r w:rsidR="00C77A4E" w:rsidRPr="00275B88">
        <w:t>Vous pouvez entièrement compter sur moi</w:t>
      </w:r>
      <w:r>
        <w:t>…</w:t>
      </w:r>
    </w:p>
    <w:p w14:paraId="6CD6D58D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au revoir monsieur Jacob Lévy</w:t>
      </w:r>
      <w:r w:rsidR="00C77A4E">
        <w:t>-</w:t>
      </w:r>
      <w:r w:rsidR="00C77A4E" w:rsidRPr="00275B88">
        <w:t>Nathan</w:t>
      </w:r>
      <w:r>
        <w:t>…</w:t>
      </w:r>
    </w:p>
    <w:p w14:paraId="027F9F8A" w14:textId="77777777" w:rsidR="002C50B2" w:rsidRDefault="002C50B2" w:rsidP="002C50B2">
      <w:r>
        <w:t>— </w:t>
      </w:r>
      <w:r w:rsidR="00C77A4E" w:rsidRPr="00275B88">
        <w:t>Au revoir</w:t>
      </w:r>
      <w:r>
        <w:t xml:space="preserve">, </w:t>
      </w:r>
      <w:r w:rsidR="00C77A4E" w:rsidRPr="00275B88">
        <w:t>mon cher maître</w:t>
      </w:r>
      <w:r>
        <w:t>.</w:t>
      </w:r>
    </w:p>
    <w:p w14:paraId="3855BC76" w14:textId="14BA985C" w:rsidR="002C50B2" w:rsidRDefault="002C50B2" w:rsidP="002C50B2">
      <w:r>
        <w:t>M. </w:t>
      </w:r>
      <w:r w:rsidR="00C77A4E" w:rsidRPr="00275B88">
        <w:t>Papillon reconduisit le visiteur jusqu</w:t>
      </w:r>
      <w:r>
        <w:t>’</w:t>
      </w:r>
      <w:r w:rsidR="00C77A4E" w:rsidRPr="00275B88">
        <w:t>au seuil de son bureau et</w:t>
      </w:r>
      <w:r>
        <w:t xml:space="preserve">, </w:t>
      </w:r>
      <w:r w:rsidR="00C77A4E" w:rsidRPr="00275B88">
        <w:t>lorsque la porte se fut refermée il s</w:t>
      </w:r>
      <w:r>
        <w:t>’</w:t>
      </w:r>
      <w:r w:rsidR="00C77A4E" w:rsidRPr="00275B88">
        <w:t>écria</w:t>
      </w:r>
      <w:r>
        <w:t> :</w:t>
      </w:r>
    </w:p>
    <w:p w14:paraId="484CB845" w14:textId="77777777" w:rsidR="002C50B2" w:rsidRDefault="002C50B2" w:rsidP="002C50B2">
      <w:r>
        <w:t>— </w:t>
      </w:r>
      <w:r w:rsidR="00C77A4E" w:rsidRPr="00275B88">
        <w:t xml:space="preserve">Ce </w:t>
      </w:r>
      <w:proofErr w:type="spellStart"/>
      <w:r w:rsidR="00C77A4E" w:rsidRPr="00275B88">
        <w:t>Carpenas</w:t>
      </w:r>
      <w:proofErr w:type="spellEnd"/>
      <w:r>
        <w:t xml:space="preserve">… </w:t>
      </w:r>
      <w:r w:rsidR="00C77A4E" w:rsidRPr="00275B88">
        <w:t>quel âne</w:t>
      </w:r>
      <w:r>
        <w:t xml:space="preserve"> !… </w:t>
      </w:r>
      <w:r w:rsidR="00C77A4E" w:rsidRPr="00275B88">
        <w:t>Ça</w:t>
      </w:r>
      <w:r>
        <w:t xml:space="preserve">, </w:t>
      </w:r>
      <w:r w:rsidR="00C77A4E" w:rsidRPr="00275B88">
        <w:t>je ne le lui pardonnerai jamais</w:t>
      </w:r>
      <w:r>
        <w:t> !</w:t>
      </w:r>
    </w:p>
    <w:p w14:paraId="23491EA2" w14:textId="4C2BD30F" w:rsidR="002C50B2" w:rsidRDefault="002C50B2" w:rsidP="002C50B2"/>
    <w:p w14:paraId="15D5E6AD" w14:textId="77777777" w:rsidR="002C50B2" w:rsidRDefault="00C77A4E" w:rsidP="002C50B2">
      <w:r w:rsidRPr="00275B88">
        <w:t>Seul dans la chambre qu</w:t>
      </w:r>
      <w:r w:rsidR="002C50B2">
        <w:t>’</w:t>
      </w:r>
      <w:r w:rsidRPr="00275B88">
        <w:t>il occupait chez Chantecoq</w:t>
      </w:r>
      <w:r w:rsidR="002C50B2">
        <w:t xml:space="preserve">, </w:t>
      </w:r>
      <w:r w:rsidRPr="00275B88">
        <w:t>Jacques Bellegarde</w:t>
      </w:r>
      <w:r w:rsidR="002C50B2">
        <w:t xml:space="preserve">, </w:t>
      </w:r>
      <w:r w:rsidRPr="00275B88">
        <w:t>sous ses traits ordinaires</w:t>
      </w:r>
      <w:r w:rsidR="002C50B2">
        <w:t xml:space="preserve">, </w:t>
      </w:r>
      <w:r w:rsidRPr="00275B88">
        <w:t>était assis dans son fauteuil</w:t>
      </w:r>
      <w:r w:rsidR="002C50B2">
        <w:t>.</w:t>
      </w:r>
    </w:p>
    <w:p w14:paraId="61610CA1" w14:textId="77777777" w:rsidR="002C50B2" w:rsidRDefault="00C77A4E" w:rsidP="002C50B2">
      <w:r w:rsidRPr="00275B88">
        <w:t>Il résumait par la pensée tous les événements qu</w:t>
      </w:r>
      <w:r w:rsidR="002C50B2">
        <w:t>’</w:t>
      </w:r>
      <w:r w:rsidRPr="00275B88">
        <w:t>il venait de vivre</w:t>
      </w:r>
      <w:r w:rsidR="002C50B2">
        <w:t xml:space="preserve">, </w:t>
      </w:r>
      <w:r w:rsidRPr="00275B88">
        <w:t>lorsque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il se leva et se mit à arpenter la pièce à grands pas</w:t>
      </w:r>
      <w:r w:rsidR="002C50B2">
        <w:t>.</w:t>
      </w:r>
    </w:p>
    <w:p w14:paraId="04539EF3" w14:textId="77777777" w:rsidR="002C50B2" w:rsidRDefault="00C77A4E" w:rsidP="002C50B2">
      <w:r w:rsidRPr="00275B88">
        <w:t>Certes</w:t>
      </w:r>
      <w:r w:rsidR="002C50B2">
        <w:t xml:space="preserve">, </w:t>
      </w:r>
      <w:r w:rsidRPr="00275B88">
        <w:t>il avait une confiance absolue dans le génie du grand détective</w:t>
      </w:r>
      <w:r w:rsidR="002C50B2">
        <w:t xml:space="preserve">, </w:t>
      </w:r>
      <w:r w:rsidRPr="00275B88">
        <w:t>et il était certain que celui</w:t>
      </w:r>
      <w:r>
        <w:t>-</w:t>
      </w:r>
      <w:r w:rsidRPr="00275B88">
        <w:t>ci ne tarderait pas à remporter sur Belphégor une éclatante victoire</w:t>
      </w:r>
      <w:r w:rsidR="002C50B2">
        <w:t>.</w:t>
      </w:r>
    </w:p>
    <w:p w14:paraId="49741698" w14:textId="77777777" w:rsidR="002C50B2" w:rsidRDefault="00C77A4E" w:rsidP="002C50B2">
      <w:r w:rsidRPr="00275B88">
        <w:lastRenderedPageBreak/>
        <w:t>Cependant</w:t>
      </w:r>
      <w:r w:rsidR="002C50B2">
        <w:t xml:space="preserve">, </w:t>
      </w:r>
      <w:r w:rsidRPr="00275B88">
        <w:t>à son allure nerveuse</w:t>
      </w:r>
      <w:r w:rsidR="002C50B2">
        <w:t xml:space="preserve">, </w:t>
      </w:r>
      <w:r w:rsidRPr="00275B88">
        <w:t>impatiente</w:t>
      </w:r>
      <w:r w:rsidR="002C50B2">
        <w:t xml:space="preserve">, </w:t>
      </w:r>
      <w:r w:rsidRPr="00275B88">
        <w:t>on devinait que son inactivité présente lui pesait lourdement et qu</w:t>
      </w:r>
      <w:r w:rsidR="002C50B2">
        <w:t>’</w:t>
      </w:r>
      <w:r w:rsidRPr="00275B88">
        <w:t>il désirait vivement</w:t>
      </w:r>
      <w:r w:rsidR="002C50B2">
        <w:t xml:space="preserve">, </w:t>
      </w:r>
      <w:r w:rsidRPr="00275B88">
        <w:t>ardemment</w:t>
      </w:r>
      <w:r w:rsidR="002C50B2">
        <w:t xml:space="preserve">, </w:t>
      </w:r>
      <w:r w:rsidRPr="00275B88">
        <w:t>rentrer en pleine action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on frappa doucement à sa porte</w:t>
      </w:r>
      <w:r w:rsidR="002C50B2">
        <w:t>.</w:t>
      </w:r>
    </w:p>
    <w:p w14:paraId="0E1E3389" w14:textId="77777777" w:rsidR="002C50B2" w:rsidRDefault="002C50B2" w:rsidP="002C50B2">
      <w:r>
        <w:t>— </w:t>
      </w:r>
      <w:r w:rsidR="00C77A4E" w:rsidRPr="00275B88">
        <w:t>Entrez</w:t>
      </w:r>
      <w:r>
        <w:t xml:space="preserve"> !… </w:t>
      </w:r>
      <w:r w:rsidR="00C77A4E" w:rsidRPr="00275B88">
        <w:t>fit</w:t>
      </w:r>
      <w:r w:rsidR="00C77A4E">
        <w:t>-</w:t>
      </w:r>
      <w:r w:rsidR="00C77A4E" w:rsidRPr="00275B88">
        <w:t>il en s</w:t>
      </w:r>
      <w:r>
        <w:t>’</w:t>
      </w:r>
      <w:r w:rsidR="00C77A4E" w:rsidRPr="00275B88">
        <w:t>arrêtant</w:t>
      </w:r>
      <w:r>
        <w:t>.</w:t>
      </w:r>
    </w:p>
    <w:p w14:paraId="52CF01FD" w14:textId="77777777" w:rsidR="002C50B2" w:rsidRDefault="00C77A4E" w:rsidP="002C50B2">
      <w:r w:rsidRPr="00275B88">
        <w:t>La porte s</w:t>
      </w:r>
      <w:r w:rsidR="002C50B2">
        <w:t>’</w:t>
      </w:r>
      <w:r w:rsidRPr="00275B88">
        <w:t>ouvrit et Colette lui apparut</w:t>
      </w:r>
      <w:r w:rsidR="002C50B2">
        <w:t xml:space="preserve">, </w:t>
      </w:r>
      <w:r w:rsidRPr="00275B88">
        <w:t>dans tout l</w:t>
      </w:r>
      <w:r w:rsidR="002C50B2">
        <w:t>’</w:t>
      </w:r>
      <w:r w:rsidRPr="00275B88">
        <w:t>éclat de son charme</w:t>
      </w:r>
      <w:r w:rsidR="002C50B2">
        <w:t>.</w:t>
      </w:r>
    </w:p>
    <w:p w14:paraId="1FB11651" w14:textId="77777777" w:rsidR="002C50B2" w:rsidRDefault="00C77A4E" w:rsidP="002C50B2">
      <w:r w:rsidRPr="00275B88">
        <w:t>À sa vue</w:t>
      </w:r>
      <w:r w:rsidR="002C50B2">
        <w:t xml:space="preserve">, </w:t>
      </w:r>
      <w:r w:rsidRPr="00275B88">
        <w:t>il lui sembla que c</w:t>
      </w:r>
      <w:r w:rsidR="002C50B2">
        <w:t>’</w:t>
      </w:r>
      <w:r w:rsidRPr="00275B88">
        <w:t>était comme une lumière divine qui pénétrait en lui et dissipait ses angoisses</w:t>
      </w:r>
      <w:r w:rsidR="002C50B2">
        <w:t>.</w:t>
      </w:r>
    </w:p>
    <w:p w14:paraId="2F101342" w14:textId="77777777" w:rsidR="002C50B2" w:rsidRDefault="00C77A4E" w:rsidP="002C50B2">
      <w:r w:rsidRPr="00275B88">
        <w:t>La jeune fille s</w:t>
      </w:r>
      <w:r w:rsidR="002C50B2">
        <w:t>’</w:t>
      </w:r>
      <w:r w:rsidRPr="00275B88">
        <w:t>avança vers lui</w:t>
      </w:r>
      <w:r w:rsidR="002C50B2">
        <w:t>.</w:t>
      </w:r>
    </w:p>
    <w:p w14:paraId="51E62ECD" w14:textId="77777777" w:rsidR="002C50B2" w:rsidRDefault="002C50B2" w:rsidP="002C50B2">
      <w:r>
        <w:t>— </w:t>
      </w:r>
      <w:r w:rsidR="00C77A4E" w:rsidRPr="00275B88">
        <w:t>Monsieur Jacques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sur un ton d</w:t>
      </w:r>
      <w:r>
        <w:t>’</w:t>
      </w:r>
      <w:r w:rsidR="00C77A4E" w:rsidRPr="00275B88">
        <w:t>affectueux reproche</w:t>
      </w:r>
      <w:r>
        <w:t xml:space="preserve">, </w:t>
      </w:r>
      <w:r w:rsidR="00C77A4E" w:rsidRPr="00275B88">
        <w:t>il faut que je vous gronde</w:t>
      </w:r>
      <w:r>
        <w:t>.</w:t>
      </w:r>
    </w:p>
    <w:p w14:paraId="05370979" w14:textId="77777777" w:rsidR="002C50B2" w:rsidRDefault="002C50B2" w:rsidP="002C50B2">
      <w:r>
        <w:t>— </w:t>
      </w:r>
      <w:r w:rsidR="00C77A4E" w:rsidRPr="00275B88">
        <w:t>Vraiment</w:t>
      </w:r>
      <w:r>
        <w:t xml:space="preserve"> ! </w:t>
      </w:r>
      <w:r w:rsidR="00C77A4E" w:rsidRPr="00275B88">
        <w:t>mademoiselle</w:t>
      </w:r>
      <w:r>
        <w:t xml:space="preserve">… </w:t>
      </w:r>
      <w:r w:rsidR="00C77A4E" w:rsidRPr="00275B88">
        <w:t>et pourquoi</w:t>
      </w:r>
      <w:r>
        <w:t> ?</w:t>
      </w:r>
    </w:p>
    <w:p w14:paraId="7C08CC21" w14:textId="77777777" w:rsidR="002C50B2" w:rsidRDefault="002C50B2" w:rsidP="002C50B2">
      <w:r>
        <w:t>— </w:t>
      </w:r>
      <w:r w:rsidR="00C77A4E" w:rsidRPr="00275B88">
        <w:t>Parce que vous avez désobéi</w:t>
      </w:r>
      <w:r>
        <w:t>.</w:t>
      </w:r>
    </w:p>
    <w:p w14:paraId="2D2F2066" w14:textId="77777777" w:rsidR="002C50B2" w:rsidRDefault="002C50B2" w:rsidP="002C50B2">
      <w:r>
        <w:t>— </w:t>
      </w:r>
      <w:r w:rsidR="00C77A4E" w:rsidRPr="00275B88">
        <w:t>Moi</w:t>
      </w:r>
      <w:r>
        <w:t> ?…</w:t>
      </w:r>
    </w:p>
    <w:p w14:paraId="42F480D1" w14:textId="77777777" w:rsidR="002C50B2" w:rsidRDefault="002C50B2" w:rsidP="002C50B2">
      <w:r>
        <w:t>— </w:t>
      </w:r>
      <w:r w:rsidR="00C77A4E" w:rsidRPr="00275B88">
        <w:t>Mais oui</w:t>
      </w:r>
      <w:r>
        <w:t xml:space="preserve">. </w:t>
      </w:r>
      <w:r w:rsidR="00C77A4E" w:rsidRPr="00275B88">
        <w:t>Mon père vous avait instamment recommandé de ne pas vous montrer sous votre vrai visage</w:t>
      </w:r>
      <w:r>
        <w:t>.</w:t>
      </w:r>
    </w:p>
    <w:p w14:paraId="1C35D9B5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vrai</w:t>
      </w:r>
      <w:r>
        <w:t>.</w:t>
      </w:r>
    </w:p>
    <w:p w14:paraId="313BE705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pourquoi commettez</w:t>
      </w:r>
      <w:r w:rsidR="00C77A4E">
        <w:t>-</w:t>
      </w:r>
      <w:r w:rsidR="00C77A4E" w:rsidRPr="00275B88">
        <w:t>vous une telle imprudence</w:t>
      </w:r>
      <w:r>
        <w:t> ?</w:t>
      </w:r>
    </w:p>
    <w:p w14:paraId="2C210C92" w14:textId="77777777" w:rsidR="002C50B2" w:rsidRDefault="002C50B2" w:rsidP="002C50B2">
      <w:r>
        <w:t>— </w:t>
      </w:r>
      <w:r w:rsidR="00C77A4E" w:rsidRPr="00275B88">
        <w:t>Parce que cela m</w:t>
      </w:r>
      <w:r>
        <w:t>’</w:t>
      </w:r>
      <w:r w:rsidR="00C77A4E" w:rsidRPr="00275B88">
        <w:t xml:space="preserve">ennuie beaucoup de me remettre en </w:t>
      </w:r>
      <w:proofErr w:type="spellStart"/>
      <w:r w:rsidR="00C77A4E" w:rsidRPr="00275B88">
        <w:t>Cantarelli</w:t>
      </w:r>
      <w:proofErr w:type="spellEnd"/>
      <w:r>
        <w:t xml:space="preserve">… </w:t>
      </w:r>
      <w:r w:rsidR="00C77A4E" w:rsidRPr="00275B88">
        <w:t>Je me sens tellement ridicule</w:t>
      </w:r>
      <w:r>
        <w:t xml:space="preserve">, </w:t>
      </w:r>
      <w:r w:rsidR="00C77A4E" w:rsidRPr="00275B88">
        <w:t>sous les traits du personnage</w:t>
      </w:r>
      <w:r>
        <w:t>…</w:t>
      </w:r>
    </w:p>
    <w:p w14:paraId="1B2E6A55" w14:textId="77777777" w:rsidR="002C50B2" w:rsidRDefault="002C50B2" w:rsidP="002C50B2">
      <w:r>
        <w:t>— </w:t>
      </w:r>
      <w:r w:rsidR="00C77A4E" w:rsidRPr="00275B88">
        <w:t>Mais pas du tout</w:t>
      </w:r>
      <w:r>
        <w:t> !</w:t>
      </w:r>
    </w:p>
    <w:p w14:paraId="6B9FDF3F" w14:textId="77777777" w:rsidR="002C50B2" w:rsidRDefault="002C50B2" w:rsidP="002C50B2">
      <w:r>
        <w:t>— </w:t>
      </w:r>
      <w:r w:rsidR="00C77A4E" w:rsidRPr="00275B88">
        <w:t>Vous êtes trop indulgente</w:t>
      </w:r>
      <w:r>
        <w:t>.</w:t>
      </w:r>
    </w:p>
    <w:p w14:paraId="2CCDCEA5" w14:textId="77777777" w:rsidR="002C50B2" w:rsidRDefault="002C50B2" w:rsidP="002C50B2">
      <w:r>
        <w:lastRenderedPageBreak/>
        <w:t>— </w:t>
      </w:r>
      <w:r w:rsidR="00C77A4E" w:rsidRPr="00275B88">
        <w:t>Je vous assure que c</w:t>
      </w:r>
      <w:r>
        <w:t>’</w:t>
      </w:r>
      <w:r w:rsidR="00C77A4E" w:rsidRPr="00275B88">
        <w:t>est toujours vous</w:t>
      </w:r>
      <w:r>
        <w:t xml:space="preserve">, </w:t>
      </w:r>
      <w:r w:rsidR="00C77A4E" w:rsidRPr="00275B88">
        <w:t>tel que vous êtes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aperçois à travers cette défroque</w:t>
      </w:r>
      <w:r>
        <w:t xml:space="preserve">, </w:t>
      </w:r>
      <w:r w:rsidR="00C77A4E" w:rsidRPr="00275B88">
        <w:t>sous cette perruque</w:t>
      </w:r>
      <w:r>
        <w:t xml:space="preserve">, </w:t>
      </w:r>
      <w:r w:rsidR="00C77A4E" w:rsidRPr="00275B88">
        <w:t>cette moustache et cette barbiche</w:t>
      </w:r>
      <w:r>
        <w:t xml:space="preserve">, </w:t>
      </w:r>
      <w:r w:rsidR="00C77A4E" w:rsidRPr="00275B88">
        <w:t>que je vous demande de reprendre au plus tôt</w:t>
      </w:r>
      <w:r>
        <w:t>.</w:t>
      </w:r>
    </w:p>
    <w:p w14:paraId="579E6563" w14:textId="77777777" w:rsidR="002C50B2" w:rsidRDefault="002C50B2" w:rsidP="002C50B2">
      <w:r>
        <w:t>« </w:t>
      </w:r>
      <w:r w:rsidR="00C77A4E" w:rsidRPr="00275B88">
        <w:t>Songez</w:t>
      </w:r>
      <w:r>
        <w:t xml:space="preserve">, </w:t>
      </w:r>
      <w:r w:rsidR="00C77A4E" w:rsidRPr="00275B88">
        <w:t>après ce qui s</w:t>
      </w:r>
      <w:r>
        <w:t>’</w:t>
      </w:r>
      <w:r w:rsidR="00C77A4E" w:rsidRPr="00275B88">
        <w:t>est passé hier soir</w:t>
      </w:r>
      <w:r>
        <w:t xml:space="preserve">, </w:t>
      </w:r>
      <w:r w:rsidR="00C77A4E" w:rsidRPr="00275B88">
        <w:t xml:space="preserve">que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ne peut manquer d</w:t>
      </w:r>
      <w:r>
        <w:t>’</w:t>
      </w:r>
      <w:r w:rsidR="00C77A4E" w:rsidRPr="00275B88">
        <w:t>avoir des soupçons</w:t>
      </w:r>
      <w:r>
        <w:t xml:space="preserve">… </w:t>
      </w:r>
      <w:r w:rsidR="00C77A4E" w:rsidRPr="00275B88">
        <w:t>Et qui vous dit que le petit fouinard</w:t>
      </w:r>
      <w:r>
        <w:t xml:space="preserve">, </w:t>
      </w:r>
      <w:r w:rsidR="00C77A4E" w:rsidRPr="00275B88">
        <w:t>ainsi que l</w:t>
      </w:r>
      <w:r>
        <w:t>’</w:t>
      </w:r>
      <w:r w:rsidR="00C77A4E" w:rsidRPr="00275B88">
        <w:t>appelle notre brave 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 pas convaincu que c</w:t>
      </w:r>
      <w:r>
        <w:t>’</w:t>
      </w:r>
      <w:r w:rsidR="00C77A4E" w:rsidRPr="00275B88">
        <w:t>est mon père qui vous a fait partir à temps et qu</w:t>
      </w:r>
      <w:r>
        <w:t>’</w:t>
      </w:r>
      <w:r w:rsidR="00C77A4E" w:rsidRPr="00275B88">
        <w:t>il ne soupçonne pas que vous vous cachez ici</w:t>
      </w:r>
      <w:r>
        <w:t> ?</w:t>
      </w:r>
    </w:p>
    <w:p w14:paraId="268197C0" w14:textId="77777777" w:rsidR="002C50B2" w:rsidRDefault="002C50B2" w:rsidP="002C50B2">
      <w:r>
        <w:t>« </w:t>
      </w:r>
      <w:r w:rsidR="00C77A4E" w:rsidRPr="00275B88">
        <w:t>Voilà pourquoi je n</w:t>
      </w:r>
      <w:r>
        <w:t>’</w:t>
      </w:r>
      <w:r w:rsidR="00C77A4E" w:rsidRPr="00275B88">
        <w:t>hésite pas à vous déclarer que vous me feriez beaucoup de peine en continuant à désobéir à papa</w:t>
      </w:r>
      <w:r>
        <w:t>…</w:t>
      </w:r>
    </w:p>
    <w:p w14:paraId="38224403" w14:textId="77777777" w:rsidR="002C50B2" w:rsidRDefault="00C77A4E" w:rsidP="002C50B2">
      <w:r w:rsidRPr="00275B88">
        <w:t>Des aboiements retentissaient dans le jardin</w:t>
      </w:r>
      <w:r w:rsidR="002C50B2">
        <w:t>.</w:t>
      </w:r>
    </w:p>
    <w:p w14:paraId="00DED95D" w14:textId="77777777" w:rsidR="002C50B2" w:rsidRDefault="00C77A4E" w:rsidP="002C50B2">
      <w:r w:rsidRPr="00275B88">
        <w:t>Colette s</w:t>
      </w:r>
      <w:r w:rsidR="002C50B2">
        <w:t>’</w:t>
      </w:r>
      <w:r w:rsidRPr="00275B88">
        <w:t>approcha de la fenêtre et en souleva légèrement le rideau</w:t>
      </w:r>
      <w:r w:rsidR="002C50B2">
        <w:t>.</w:t>
      </w:r>
    </w:p>
    <w:p w14:paraId="05AA626E" w14:textId="77777777" w:rsidR="002C50B2" w:rsidRDefault="002C50B2" w:rsidP="002C50B2">
      <w:r>
        <w:t>— </w:t>
      </w:r>
      <w:r w:rsidR="00C77A4E" w:rsidRPr="00275B88">
        <w:t>Voici justement mon père</w:t>
      </w:r>
      <w:r>
        <w:t>…</w:t>
      </w:r>
    </w:p>
    <w:p w14:paraId="22F9B083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Chantecoq</w:t>
      </w:r>
      <w:r w:rsidR="002C50B2">
        <w:t xml:space="preserve">, </w:t>
      </w:r>
      <w:r w:rsidRPr="00275B88">
        <w:t>toujours camouflé en antiquaire d</w:t>
      </w:r>
      <w:r w:rsidR="002C50B2">
        <w:t>’</w:t>
      </w:r>
      <w:r w:rsidRPr="00275B88">
        <w:t>Amsterdam</w:t>
      </w:r>
      <w:r w:rsidR="002C50B2">
        <w:t xml:space="preserve">, </w:t>
      </w:r>
      <w:r w:rsidRPr="00275B88">
        <w:t>se dirigeait vers la maison</w:t>
      </w:r>
      <w:r w:rsidR="002C50B2">
        <w:t>.</w:t>
      </w:r>
    </w:p>
    <w:p w14:paraId="63610110" w14:textId="77777777" w:rsidR="002C50B2" w:rsidRDefault="002C50B2" w:rsidP="002C50B2">
      <w:r>
        <w:t>— </w:t>
      </w:r>
      <w:r w:rsidR="00C77A4E" w:rsidRPr="00275B88">
        <w:t>À son allure déclarait la jeune fille</w:t>
      </w:r>
      <w:r>
        <w:t xml:space="preserve">… </w:t>
      </w:r>
      <w:r w:rsidR="00C77A4E" w:rsidRPr="00275B88">
        <w:t>je suis certaine qu</w:t>
      </w:r>
      <w:r>
        <w:t>’</w:t>
      </w:r>
      <w:r w:rsidR="00C77A4E" w:rsidRPr="00275B88">
        <w:t>il nous apporte de bonnes nouvelles</w:t>
      </w:r>
      <w:r>
        <w:t>.</w:t>
      </w:r>
    </w:p>
    <w:p w14:paraId="1C76C4B7" w14:textId="77777777" w:rsidR="002C50B2" w:rsidRDefault="002C50B2" w:rsidP="002C50B2">
      <w:r>
        <w:t>— </w:t>
      </w:r>
      <w:r w:rsidR="00C77A4E" w:rsidRPr="00275B88">
        <w:t>Allons vite le rejoindre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écriait Bellegarde</w:t>
      </w:r>
      <w:r>
        <w:t>.</w:t>
      </w:r>
    </w:p>
    <w:p w14:paraId="321BE6A0" w14:textId="77777777" w:rsidR="002C50B2" w:rsidRDefault="002C50B2" w:rsidP="002C50B2">
      <w:r>
        <w:t>— </w:t>
      </w:r>
      <w:r w:rsidR="00C77A4E" w:rsidRPr="00275B88">
        <w:t xml:space="preserve">Pas avant que vous ne soyez redevenu </w:t>
      </w:r>
      <w:proofErr w:type="spellStart"/>
      <w:r w:rsidR="00C77A4E" w:rsidRPr="00275B88">
        <w:t>Cantarelli</w:t>
      </w:r>
      <w:proofErr w:type="spellEnd"/>
      <w:r>
        <w:t xml:space="preserve">, </w:t>
      </w:r>
      <w:r w:rsidR="00C77A4E" w:rsidRPr="00275B88">
        <w:t>reprenait Colette</w:t>
      </w:r>
      <w:r>
        <w:t>.</w:t>
      </w:r>
    </w:p>
    <w:p w14:paraId="768C3593" w14:textId="77777777" w:rsidR="002C50B2" w:rsidRDefault="002C50B2" w:rsidP="002C50B2">
      <w:r>
        <w:t>— </w:t>
      </w:r>
      <w:r w:rsidR="00C77A4E" w:rsidRPr="00275B88">
        <w:t>Vous y tenez absolument</w:t>
      </w:r>
      <w:r>
        <w:t> ?</w:t>
      </w:r>
    </w:p>
    <w:p w14:paraId="4D54A616" w14:textId="77777777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exige</w:t>
      </w:r>
      <w:r>
        <w:t>.</w:t>
      </w:r>
    </w:p>
    <w:p w14:paraId="68D3DE49" w14:textId="77777777" w:rsidR="002C50B2" w:rsidRDefault="00C77A4E" w:rsidP="002C50B2">
      <w:r w:rsidRPr="00275B88">
        <w:lastRenderedPageBreak/>
        <w:t>Les deux amoureux échangèrent un de ces regards qui reflétaient tout leur amour</w:t>
      </w:r>
      <w:r w:rsidR="002C50B2">
        <w:t xml:space="preserve">… </w:t>
      </w:r>
      <w:r w:rsidRPr="00275B88">
        <w:t>puis Jacques se dirigea vers une table sur laquelle ses postiches étaient déposés</w:t>
      </w:r>
      <w:r w:rsidR="002C50B2">
        <w:t>.</w:t>
      </w:r>
    </w:p>
    <w:p w14:paraId="598C61F8" w14:textId="77777777" w:rsidR="002C50B2" w:rsidRDefault="00C77A4E" w:rsidP="002C50B2">
      <w:r w:rsidRPr="00275B88">
        <w:t>Colette s</w:t>
      </w:r>
      <w:r w:rsidR="002C50B2">
        <w:t>’</w:t>
      </w:r>
      <w:r w:rsidRPr="00275B88">
        <w:t>en fut aussitôt retrouver son père qui</w:t>
      </w:r>
      <w:r w:rsidR="002C50B2">
        <w:t xml:space="preserve">, </w:t>
      </w:r>
      <w:r w:rsidRPr="00275B88">
        <w:t>dans son laboratoire</w:t>
      </w:r>
      <w:r w:rsidR="002C50B2">
        <w:t xml:space="preserve">, </w:t>
      </w:r>
      <w:r w:rsidRPr="00275B88">
        <w:t>assis devant une table</w:t>
      </w:r>
      <w:r w:rsidR="002C50B2">
        <w:t xml:space="preserve">, </w:t>
      </w:r>
      <w:r w:rsidRPr="00275B88">
        <w:t>commençait à enlever sa fausse barbe</w:t>
      </w:r>
      <w:r w:rsidR="002C50B2">
        <w:t>.</w:t>
      </w:r>
    </w:p>
    <w:p w14:paraId="39A5EDE1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père</w:t>
      </w:r>
      <w:r>
        <w:t xml:space="preserve">, </w:t>
      </w:r>
      <w:r w:rsidR="00C77A4E" w:rsidRPr="00275B88">
        <w:t>tu es content</w:t>
      </w:r>
      <w:r>
        <w:t xml:space="preserve"> ? </w:t>
      </w:r>
      <w:r w:rsidR="00C77A4E" w:rsidRPr="00275B88">
        <w:t>lui 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>.</w:t>
      </w:r>
    </w:p>
    <w:p w14:paraId="77A3662A" w14:textId="77777777" w:rsidR="002C50B2" w:rsidRDefault="002C50B2" w:rsidP="002C50B2">
      <w:r>
        <w:t>— </w:t>
      </w:r>
      <w:r w:rsidR="00C77A4E" w:rsidRPr="00275B88">
        <w:t>Très</w:t>
      </w:r>
      <w:r>
        <w:t>…</w:t>
      </w:r>
    </w:p>
    <w:p w14:paraId="76F636FA" w14:textId="55BB6D06" w:rsidR="002C50B2" w:rsidRDefault="002C50B2" w:rsidP="002C50B2">
      <w:r>
        <w:t>— M. </w:t>
      </w:r>
      <w:r w:rsidR="00C77A4E" w:rsidRPr="00275B88">
        <w:t>Papillon t</w:t>
      </w:r>
      <w:r>
        <w:t>’</w:t>
      </w:r>
      <w:r w:rsidR="00C77A4E" w:rsidRPr="00275B88">
        <w:t>a dit</w:t>
      </w:r>
      <w:r>
        <w:t> ?…</w:t>
      </w:r>
    </w:p>
    <w:p w14:paraId="7091C07B" w14:textId="77777777" w:rsidR="002C50B2" w:rsidRDefault="002C50B2" w:rsidP="002C50B2">
      <w:r>
        <w:t>— </w:t>
      </w:r>
      <w:r w:rsidR="00C77A4E" w:rsidRPr="00275B88">
        <w:t>Tout ce que je désirais apprendre</w:t>
      </w:r>
      <w:r>
        <w:t xml:space="preserve">, </w:t>
      </w:r>
      <w:r w:rsidR="00C77A4E" w:rsidRPr="00275B88">
        <w:t>et même davantage</w:t>
      </w:r>
      <w:r>
        <w:t>.</w:t>
      </w:r>
    </w:p>
    <w:p w14:paraId="593DD8E7" w14:textId="77777777" w:rsidR="002C50B2" w:rsidRDefault="002C50B2" w:rsidP="002C50B2">
      <w:r>
        <w:t>— </w:t>
      </w:r>
      <w:r w:rsidR="00C77A4E" w:rsidRPr="00275B88">
        <w:t>Puis</w:t>
      </w:r>
      <w:r w:rsidR="00C77A4E">
        <w:t>-</w:t>
      </w:r>
      <w:r w:rsidR="00C77A4E" w:rsidRPr="00275B88">
        <w:t>je savoir</w:t>
      </w:r>
      <w:r>
        <w:t> ?…</w:t>
      </w:r>
    </w:p>
    <w:p w14:paraId="6B773BDC" w14:textId="77777777" w:rsidR="002C50B2" w:rsidRDefault="002C50B2" w:rsidP="002C50B2">
      <w:r>
        <w:t>— </w:t>
      </w:r>
      <w:r w:rsidR="00C77A4E" w:rsidRPr="00275B88">
        <w:t>Pas encore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besoin de parler d</w:t>
      </w:r>
      <w:r>
        <w:t>’</w:t>
      </w:r>
      <w:r w:rsidR="00C77A4E" w:rsidRPr="00275B88">
        <w:t>abord à notre ami</w:t>
      </w:r>
      <w:r>
        <w:t>.</w:t>
      </w:r>
    </w:p>
    <w:p w14:paraId="35DB952D" w14:textId="77777777" w:rsidR="002C50B2" w:rsidRDefault="002C50B2" w:rsidP="002C50B2">
      <w:r>
        <w:t>— </w:t>
      </w:r>
      <w:r w:rsidR="00C77A4E" w:rsidRPr="00275B88">
        <w:t>Il va descendre</w:t>
      </w:r>
      <w:r>
        <w:t>.</w:t>
      </w:r>
    </w:p>
    <w:p w14:paraId="66EF88DD" w14:textId="77777777" w:rsidR="002C50B2" w:rsidRDefault="002C50B2" w:rsidP="002C50B2">
      <w:r>
        <w:t>— </w:t>
      </w:r>
      <w:r w:rsidR="00C77A4E" w:rsidRPr="00275B88">
        <w:t>Parfait</w:t>
      </w:r>
      <w:r>
        <w:t> !</w:t>
      </w:r>
    </w:p>
    <w:p w14:paraId="71DA3D18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père</w:t>
      </w:r>
      <w:r>
        <w:t xml:space="preserve">, </w:t>
      </w:r>
      <w:r w:rsidR="00C77A4E" w:rsidRPr="00275B88">
        <w:t>tu ne veux rien me raconter de plus</w:t>
      </w:r>
      <w:r>
        <w:t>.</w:t>
      </w:r>
    </w:p>
    <w:p w14:paraId="68CC1EDD" w14:textId="77777777" w:rsidR="002C50B2" w:rsidRDefault="002C50B2" w:rsidP="002C50B2">
      <w:r>
        <w:t>— </w:t>
      </w:r>
      <w:r w:rsidR="00C77A4E" w:rsidRPr="00275B88">
        <w:t>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ma chérie</w:t>
      </w:r>
      <w:r>
        <w:t xml:space="preserve">, </w:t>
      </w:r>
      <w:r w:rsidR="00C77A4E" w:rsidRPr="00275B88">
        <w:t>tout à l</w:t>
      </w:r>
      <w:r>
        <w:t>’</w:t>
      </w:r>
      <w:r w:rsidR="00C77A4E" w:rsidRPr="00275B88">
        <w:t>heure</w:t>
      </w:r>
      <w:r>
        <w:t>.</w:t>
      </w:r>
    </w:p>
    <w:p w14:paraId="2ACA5A1E" w14:textId="7D8F7694" w:rsidR="002C50B2" w:rsidRDefault="002C50B2" w:rsidP="002C50B2">
      <w:r>
        <w:t>— </w:t>
      </w:r>
      <w:r w:rsidR="00C77A4E" w:rsidRPr="00275B88">
        <w:t>Pourquoi ne veux</w:t>
      </w:r>
      <w:r w:rsidR="00C77A4E">
        <w:t>-</w:t>
      </w:r>
      <w:r w:rsidR="00C77A4E" w:rsidRPr="00275B88">
        <w:t xml:space="preserve">tu pas parler à </w:t>
      </w:r>
      <w:r>
        <w:t>M. </w:t>
      </w:r>
      <w:r w:rsidR="00C77A4E" w:rsidRPr="00275B88">
        <w:t>Jacques devant moi</w:t>
      </w:r>
      <w:r>
        <w:t> ?</w:t>
      </w:r>
    </w:p>
    <w:p w14:paraId="232FB07F" w14:textId="77777777" w:rsidR="002C50B2" w:rsidRDefault="002C50B2" w:rsidP="002C50B2">
      <w:r>
        <w:t>— </w:t>
      </w:r>
      <w:r w:rsidR="00C77A4E" w:rsidRPr="00275B88">
        <w:t>Parce que j</w:t>
      </w:r>
      <w:r>
        <w:t>’</w:t>
      </w:r>
      <w:r w:rsidR="00C77A4E" w:rsidRPr="00275B88">
        <w:t>ai à lui dire certaines choses qu</w:t>
      </w:r>
      <w:r>
        <w:t>’</w:t>
      </w:r>
      <w:r w:rsidR="00C77A4E" w:rsidRPr="00275B88">
        <w:t>il lui serait peut</w:t>
      </w:r>
      <w:r w:rsidR="00C77A4E">
        <w:t>-</w:t>
      </w:r>
      <w:r w:rsidR="00C77A4E" w:rsidRPr="00275B88">
        <w:t>être pénible d</w:t>
      </w:r>
      <w:r>
        <w:t>’</w:t>
      </w:r>
      <w:r w:rsidR="00C77A4E" w:rsidRPr="00275B88">
        <w:t>entendre en ta présence</w:t>
      </w:r>
      <w:r>
        <w:t>.</w:t>
      </w:r>
    </w:p>
    <w:p w14:paraId="50D9F730" w14:textId="77777777" w:rsidR="002C50B2" w:rsidRDefault="00C77A4E" w:rsidP="002C50B2">
      <w:r w:rsidRPr="00275B88">
        <w:t>Le visage de la jeune fille s</w:t>
      </w:r>
      <w:r w:rsidR="002C50B2">
        <w:t>’</w:t>
      </w:r>
      <w:r w:rsidRPr="00275B88">
        <w:t>assombrit</w:t>
      </w:r>
      <w:r w:rsidR="002C50B2">
        <w:t>.</w:t>
      </w:r>
    </w:p>
    <w:p w14:paraId="1DBB3E39" w14:textId="77777777" w:rsidR="002C50B2" w:rsidRDefault="002C50B2" w:rsidP="002C50B2">
      <w:r>
        <w:t>— </w:t>
      </w:r>
      <w:r w:rsidR="00C77A4E" w:rsidRPr="00275B88">
        <w:t>Ne t</w:t>
      </w:r>
      <w:r>
        <w:t>’</w:t>
      </w:r>
      <w:r w:rsidR="00C77A4E" w:rsidRPr="00275B88">
        <w:t>inquiète pas</w:t>
      </w:r>
      <w:r>
        <w:t xml:space="preserve">… </w:t>
      </w:r>
      <w:r w:rsidR="00C77A4E" w:rsidRPr="00275B88">
        <w:t>recommanda Chantecoq</w:t>
      </w:r>
      <w:r>
        <w:t xml:space="preserve">… </w:t>
      </w:r>
      <w:r w:rsidR="00C77A4E" w:rsidRPr="00275B88">
        <w:t>Je te répète que tout va très bien</w:t>
      </w:r>
      <w:r>
        <w:t xml:space="preserve">… </w:t>
      </w:r>
      <w:r w:rsidR="00C77A4E" w:rsidRPr="00275B88">
        <w:t>Les événements vont certainement se précipiter</w:t>
      </w:r>
      <w:r>
        <w:t xml:space="preserve">… </w:t>
      </w:r>
      <w:r w:rsidR="00C77A4E" w:rsidRPr="00275B88">
        <w:t>Il ne s</w:t>
      </w:r>
      <w:r>
        <w:t>’</w:t>
      </w:r>
      <w:r w:rsidR="00C77A4E" w:rsidRPr="00275B88">
        <w:t>agit plus que d</w:t>
      </w:r>
      <w:r>
        <w:t>’</w:t>
      </w:r>
      <w:r w:rsidR="00C77A4E" w:rsidRPr="00275B88">
        <w:t>avoir un peu de patience</w:t>
      </w:r>
      <w:r>
        <w:t xml:space="preserve">… </w:t>
      </w:r>
      <w:r w:rsidR="00C77A4E" w:rsidRPr="00275B88">
        <w:t>et de nous tenir plus que jamais sur nos gardes</w:t>
      </w:r>
      <w:r>
        <w:t>.</w:t>
      </w:r>
    </w:p>
    <w:p w14:paraId="7013CD62" w14:textId="77777777" w:rsidR="002C50B2" w:rsidRDefault="002C50B2" w:rsidP="002C50B2">
      <w:r>
        <w:lastRenderedPageBreak/>
        <w:t>— </w:t>
      </w:r>
      <w:r w:rsidR="00C77A4E" w:rsidRPr="00275B88">
        <w:t>Je te laisse</w:t>
      </w:r>
      <w:r>
        <w:t xml:space="preserve">, </w:t>
      </w:r>
      <w:r w:rsidR="00C77A4E" w:rsidRPr="00275B88">
        <w:t>fit Colette rassérénée</w:t>
      </w:r>
      <w:r>
        <w:t>.</w:t>
      </w:r>
    </w:p>
    <w:p w14:paraId="1C78EDD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cela</w:t>
      </w:r>
      <w:r>
        <w:t xml:space="preserve">, </w:t>
      </w:r>
      <w:r w:rsidR="00C77A4E" w:rsidRPr="00275B88">
        <w:t>va</w:t>
      </w:r>
      <w:r>
        <w:t xml:space="preserve">, </w:t>
      </w:r>
      <w:r w:rsidR="00C77A4E" w:rsidRPr="00275B88">
        <w:t>ma belle</w:t>
      </w:r>
      <w:r>
        <w:t xml:space="preserve">… </w:t>
      </w:r>
      <w:r w:rsidR="00C77A4E" w:rsidRPr="00275B88">
        <w:t>je te rappellerai tout à l</w:t>
      </w:r>
      <w:r>
        <w:t>’</w:t>
      </w:r>
      <w:r w:rsidR="00C77A4E" w:rsidRPr="00275B88">
        <w:t>heure</w:t>
      </w:r>
      <w:r>
        <w:t>.</w:t>
      </w:r>
    </w:p>
    <w:p w14:paraId="44F54DF9" w14:textId="77777777" w:rsidR="002C50B2" w:rsidRDefault="00C77A4E" w:rsidP="002C50B2">
      <w:r w:rsidRPr="00275B88">
        <w:t>La fiancée de Jacques quitta la pièce</w:t>
      </w:r>
      <w:r w:rsidR="002C50B2">
        <w:t>…</w:t>
      </w:r>
    </w:p>
    <w:p w14:paraId="22A92DA2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après avoir achevé de se démaquiller et s</w:t>
      </w:r>
      <w:r w:rsidR="002C50B2">
        <w:t>’</w:t>
      </w:r>
      <w:r w:rsidRPr="00275B88">
        <w:t>être débarrassé de sa défroque</w:t>
      </w:r>
      <w:r w:rsidR="002C50B2">
        <w:t xml:space="preserve">, </w:t>
      </w:r>
      <w:r w:rsidRPr="00275B88">
        <w:t>revêtit un complet veston et</w:t>
      </w:r>
      <w:r w:rsidR="002C50B2">
        <w:t xml:space="preserve">, </w:t>
      </w:r>
      <w:r w:rsidRPr="00275B88">
        <w:t>entièrement redevenu lui</w:t>
      </w:r>
      <w:r>
        <w:t>-</w:t>
      </w:r>
      <w:r w:rsidRPr="00275B88">
        <w:t>même</w:t>
      </w:r>
      <w:r w:rsidR="002C50B2">
        <w:t xml:space="preserve">, </w:t>
      </w:r>
      <w:r w:rsidRPr="00275B88">
        <w:t>passa dans son studio</w:t>
      </w:r>
      <w:r w:rsidR="002C50B2">
        <w:t>.</w:t>
      </w:r>
    </w:p>
    <w:p w14:paraId="27BC8C24" w14:textId="77777777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Jacques</w:t>
      </w:r>
      <w:r w:rsidR="002C50B2">
        <w:t xml:space="preserve">, </w:t>
      </w:r>
      <w:r w:rsidRPr="00275B88">
        <w:t xml:space="preserve">déguisé en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le rejoignit</w:t>
      </w:r>
      <w:r w:rsidR="002C50B2">
        <w:t xml:space="preserve">. </w:t>
      </w:r>
      <w:r w:rsidRPr="00275B88">
        <w:t>Tout de suite il attaqua</w:t>
      </w:r>
      <w:r w:rsidR="002C50B2">
        <w:t> :</w:t>
      </w:r>
    </w:p>
    <w:p w14:paraId="7FB56330" w14:textId="77777777" w:rsidR="002C50B2" w:rsidRDefault="002C50B2" w:rsidP="002C50B2">
      <w:r>
        <w:t>— </w:t>
      </w:r>
      <w:r w:rsidR="00C77A4E" w:rsidRPr="00275B88">
        <w:t>Vous avez vu le baron Papillon</w:t>
      </w:r>
      <w:r>
        <w:t> ?</w:t>
      </w:r>
    </w:p>
    <w:p w14:paraId="7BDB9D90" w14:textId="77777777" w:rsidR="002C50B2" w:rsidRDefault="00C77A4E" w:rsidP="002C50B2">
      <w:r w:rsidRPr="00275B88">
        <w:t>Le grand détective</w:t>
      </w:r>
      <w:r w:rsidR="002C50B2">
        <w:t xml:space="preserve">, </w:t>
      </w:r>
      <w:r w:rsidRPr="00275B88">
        <w:t>qui semblait d</w:t>
      </w:r>
      <w:r w:rsidR="002C50B2">
        <w:t>’</w:t>
      </w:r>
      <w:r w:rsidRPr="00275B88">
        <w:t>excellente humeur</w:t>
      </w:r>
      <w:r w:rsidR="002C50B2">
        <w:t xml:space="preserve">, </w:t>
      </w:r>
      <w:r w:rsidRPr="00275B88">
        <w:t>répliquait</w:t>
      </w:r>
      <w:r w:rsidR="002C50B2">
        <w:t> :</w:t>
      </w:r>
    </w:p>
    <w:p w14:paraId="1CBDB130" w14:textId="77777777" w:rsidR="002C50B2" w:rsidRDefault="002C50B2" w:rsidP="002C50B2">
      <w:r>
        <w:t>— </w:t>
      </w:r>
      <w:r w:rsidR="00C77A4E" w:rsidRPr="00275B88">
        <w:t>Je sors de chez lui et j</w:t>
      </w:r>
      <w:r>
        <w:t>’</w:t>
      </w:r>
      <w:r w:rsidR="00C77A4E" w:rsidRPr="00275B88">
        <w:t>en rapporte deux nouvelles vraiment sensationnelles</w:t>
      </w:r>
      <w:r>
        <w:t>…</w:t>
      </w:r>
    </w:p>
    <w:p w14:paraId="1206C25D" w14:textId="77777777" w:rsidR="002C50B2" w:rsidRDefault="00C77A4E" w:rsidP="002C50B2">
      <w:r w:rsidRPr="00275B88">
        <w:t>Très intrigué</w:t>
      </w:r>
      <w:r w:rsidR="002C50B2">
        <w:t xml:space="preserve">, </w:t>
      </w:r>
      <w:r w:rsidRPr="00275B88">
        <w:t>le journaliste écoutait le limier</w:t>
      </w:r>
      <w:r w:rsidR="002C50B2">
        <w:t xml:space="preserve">, </w:t>
      </w:r>
      <w:r w:rsidRPr="00275B88">
        <w:t>qui continuait</w:t>
      </w:r>
      <w:r w:rsidR="002C50B2">
        <w:t> :</w:t>
      </w:r>
    </w:p>
    <w:p w14:paraId="4A0E4A0E" w14:textId="1E70B46C" w:rsidR="002C50B2" w:rsidRDefault="002C50B2" w:rsidP="002C50B2">
      <w:r>
        <w:t>— </w:t>
      </w:r>
      <w:r w:rsidR="00C77A4E" w:rsidRPr="00275B88">
        <w:t>Premièrement</w:t>
      </w:r>
      <w:r>
        <w:t xml:space="preserve">… </w:t>
      </w:r>
      <w:r w:rsidR="00C77A4E" w:rsidRPr="00275B88">
        <w:t xml:space="preserve">le manuscrit des </w:t>
      </w:r>
      <w:r w:rsidR="00C77A4E" w:rsidRPr="00275B88">
        <w:rPr>
          <w:i/>
          <w:iCs/>
        </w:rPr>
        <w:t xml:space="preserve">Mémoires de Ruggieri </w:t>
      </w:r>
      <w:r w:rsidR="00C77A4E" w:rsidRPr="00275B88">
        <w:t>a bien appartenu au baron</w:t>
      </w:r>
      <w:r>
        <w:t xml:space="preserve"> ; </w:t>
      </w:r>
      <w:r w:rsidR="00C77A4E" w:rsidRPr="00275B88">
        <w:t xml:space="preserve">mais il a passé de ses mains entre celles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1069EE01" w14:textId="77777777" w:rsidR="002C50B2" w:rsidRDefault="002C50B2" w:rsidP="002C50B2">
      <w:r>
        <w:t>— </w:t>
      </w:r>
      <w:r w:rsidR="00C77A4E" w:rsidRPr="00275B88">
        <w:t>De Simone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exclamait le reporter au comble de la stupéfaction</w:t>
      </w:r>
      <w:r>
        <w:t>…</w:t>
      </w:r>
    </w:p>
    <w:p w14:paraId="02290EAF" w14:textId="77777777" w:rsidR="002C50B2" w:rsidRDefault="00C77A4E" w:rsidP="002C50B2">
      <w:r w:rsidRPr="00275B88">
        <w:t>Chantecoq reprenait</w:t>
      </w:r>
      <w:r w:rsidR="002C50B2">
        <w:t> :</w:t>
      </w:r>
    </w:p>
    <w:p w14:paraId="348DE8E7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conclus qu</w:t>
      </w:r>
      <w:r>
        <w:t>’</w:t>
      </w:r>
      <w:r w:rsidR="00C77A4E" w:rsidRPr="00275B88">
        <w:t>il aura été dérobé à cette malheureuse par quelqu</w:t>
      </w:r>
      <w:r>
        <w:t>’</w:t>
      </w:r>
      <w:r w:rsidR="00C77A4E" w:rsidRPr="00275B88">
        <w:t>un de son entourage</w:t>
      </w:r>
      <w:r>
        <w:t>.</w:t>
      </w:r>
    </w:p>
    <w:p w14:paraId="2812B826" w14:textId="77777777" w:rsidR="002C50B2" w:rsidRDefault="002C50B2" w:rsidP="002C50B2">
      <w:r>
        <w:t>— </w:t>
      </w:r>
      <w:r w:rsidR="00C77A4E" w:rsidRPr="00275B88">
        <w:t>Le fait est</w:t>
      </w:r>
      <w:r>
        <w:t xml:space="preserve">, </w:t>
      </w:r>
      <w:r w:rsidR="00C77A4E" w:rsidRPr="00275B88">
        <w:t>affirmait Bellegarde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recevait chez elle des individus assez interlopes</w:t>
      </w:r>
      <w:r>
        <w:t>.</w:t>
      </w:r>
    </w:p>
    <w:p w14:paraId="3F56E1E9" w14:textId="77777777" w:rsidR="002C50B2" w:rsidRDefault="002C50B2" w:rsidP="002C50B2">
      <w:r>
        <w:lastRenderedPageBreak/>
        <w:t>— </w:t>
      </w:r>
      <w:r w:rsidR="00C77A4E" w:rsidRPr="00275B88">
        <w:t>Parmi eux</w:t>
      </w:r>
      <w:r>
        <w:t xml:space="preserve">… </w:t>
      </w:r>
      <w:r w:rsidR="00C77A4E" w:rsidRPr="00275B88">
        <w:t>questionnait le détective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en est</w:t>
      </w:r>
      <w:r w:rsidR="00C77A4E">
        <w:t>-</w:t>
      </w:r>
      <w:r w:rsidR="00C77A4E" w:rsidRPr="00275B88">
        <w:t>il pas un que vous soupçonnez être Belphégor</w:t>
      </w:r>
      <w:r>
        <w:t> ?</w:t>
      </w:r>
    </w:p>
    <w:p w14:paraId="50CE44C1" w14:textId="77777777" w:rsidR="002C50B2" w:rsidRDefault="00C77A4E" w:rsidP="002C50B2">
      <w:r w:rsidRPr="00275B88">
        <w:t>Le jeune homme s</w:t>
      </w:r>
      <w:r w:rsidR="002C50B2">
        <w:t>’</w:t>
      </w:r>
      <w:r w:rsidRPr="00275B88">
        <w:t>absorba un instant dans ses pensées</w:t>
      </w:r>
      <w:r w:rsidR="002C50B2">
        <w:t xml:space="preserve">, </w:t>
      </w:r>
      <w:r w:rsidRPr="00275B88">
        <w:t>puis il reprit</w:t>
      </w:r>
      <w:r w:rsidR="002C50B2">
        <w:t> :</w:t>
      </w:r>
    </w:p>
    <w:p w14:paraId="21E33868" w14:textId="77777777" w:rsidR="002C50B2" w:rsidRDefault="002C50B2" w:rsidP="002C50B2">
      <w:r>
        <w:t>— </w:t>
      </w:r>
      <w:r w:rsidR="00C77A4E" w:rsidRPr="00275B88">
        <w:t>Je suis incapable de préciser</w:t>
      </w:r>
      <w:r>
        <w:t>.</w:t>
      </w:r>
    </w:p>
    <w:p w14:paraId="4BB2C9FC" w14:textId="77777777" w:rsidR="002C50B2" w:rsidRDefault="00C77A4E" w:rsidP="002C50B2">
      <w:r w:rsidRPr="00275B88">
        <w:t>Chantecoq interrogeait de nouveau</w:t>
      </w:r>
      <w:r w:rsidR="002C50B2">
        <w:t> :</w:t>
      </w:r>
    </w:p>
    <w:p w14:paraId="635DEF79" w14:textId="77777777" w:rsidR="002C50B2" w:rsidRDefault="002C50B2" w:rsidP="002C50B2">
      <w:r>
        <w:t>— </w:t>
      </w:r>
      <w:r w:rsidR="00C77A4E" w:rsidRPr="00275B88">
        <w:t>Que pensez</w:t>
      </w:r>
      <w:r w:rsidR="00C77A4E">
        <w:t>-</w:t>
      </w:r>
      <w:r w:rsidR="00C77A4E" w:rsidRPr="00275B88">
        <w:t>vous de la demoiselle de compagnie</w:t>
      </w:r>
      <w:r>
        <w:t> ?</w:t>
      </w:r>
    </w:p>
    <w:p w14:paraId="40A839D7" w14:textId="6F6D1B63" w:rsidR="002C50B2" w:rsidRDefault="002C50B2" w:rsidP="002C50B2">
      <w:r>
        <w:t>— 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… </w:t>
      </w:r>
      <w:r w:rsidR="00C77A4E" w:rsidRPr="00275B88">
        <w:t>Je sais qu</w:t>
      </w:r>
      <w:r>
        <w:t>’</w:t>
      </w:r>
      <w:r w:rsidR="00C77A4E" w:rsidRPr="00275B88">
        <w:t xml:space="preserve">elle est depuis très longtemps au service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… </w:t>
      </w:r>
      <w:r w:rsidR="00C77A4E" w:rsidRPr="00275B88">
        <w:t>et dois dire bien qu</w:t>
      </w:r>
      <w:r>
        <w:t>’</w:t>
      </w:r>
      <w:r w:rsidR="00C77A4E" w:rsidRPr="00275B88">
        <w:t>elle m</w:t>
      </w:r>
      <w:r>
        <w:t>’</w:t>
      </w:r>
      <w:r w:rsidR="00C77A4E" w:rsidRPr="00275B88">
        <w:t>ait toujours témoigné une antipathie marquée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a toujours eu pour Simone une grande affection et un dévouement réel</w:t>
      </w:r>
      <w:r>
        <w:t>…</w:t>
      </w:r>
    </w:p>
    <w:p w14:paraId="251E07AB" w14:textId="348249BF" w:rsidR="002C50B2" w:rsidRDefault="002C50B2" w:rsidP="002C50B2">
      <w:r>
        <w:t>— </w:t>
      </w:r>
      <w:r w:rsidR="00C77A4E" w:rsidRPr="00275B88">
        <w:t xml:space="preserve">Et ce </w:t>
      </w:r>
      <w:r>
        <w:t>M. de </w:t>
      </w:r>
      <w:r w:rsidR="00C77A4E" w:rsidRPr="00275B88">
        <w:t>Thouars</w:t>
      </w:r>
      <w:r>
        <w:t> ?</w:t>
      </w:r>
    </w:p>
    <w:p w14:paraId="36A3C5C1" w14:textId="4AD3FC64" w:rsidR="002C50B2" w:rsidRDefault="002C50B2" w:rsidP="002C50B2">
      <w:r>
        <w:t>— </w:t>
      </w:r>
      <w:r w:rsidR="00C77A4E" w:rsidRPr="00275B88">
        <w:t xml:space="preserve">Fort épris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il me détestait</w:t>
      </w:r>
      <w:r>
        <w:t>.</w:t>
      </w:r>
    </w:p>
    <w:p w14:paraId="7809F025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vraiment un fils de famille</w:t>
      </w:r>
      <w:r>
        <w:t> ?</w:t>
      </w:r>
    </w:p>
    <w:p w14:paraId="54FAB7DC" w14:textId="77777777" w:rsidR="002C50B2" w:rsidRDefault="002C50B2" w:rsidP="002C50B2">
      <w:r>
        <w:t>— </w:t>
      </w:r>
      <w:r w:rsidR="00C77A4E" w:rsidRPr="00275B88">
        <w:t>Tout ce qu</w:t>
      </w:r>
      <w:r>
        <w:t>’</w:t>
      </w:r>
      <w:r w:rsidR="00C77A4E" w:rsidRPr="00275B88">
        <w:t>il y a de plus authentique</w:t>
      </w:r>
      <w:r>
        <w:t>.</w:t>
      </w:r>
    </w:p>
    <w:p w14:paraId="25C923FC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un déclassé</w:t>
      </w:r>
      <w:r>
        <w:t> ?</w:t>
      </w:r>
    </w:p>
    <w:p w14:paraId="4293B98C" w14:textId="77777777" w:rsidR="002C50B2" w:rsidRDefault="002C50B2" w:rsidP="002C50B2">
      <w:r>
        <w:t>— </w:t>
      </w:r>
      <w:r w:rsidR="00C77A4E" w:rsidRPr="00275B88">
        <w:t>Absolu</w:t>
      </w:r>
      <w:r>
        <w:t>…</w:t>
      </w:r>
    </w:p>
    <w:p w14:paraId="5930018D" w14:textId="77777777" w:rsidR="002C50B2" w:rsidRDefault="002C50B2" w:rsidP="002C50B2">
      <w:r>
        <w:t>— </w:t>
      </w:r>
      <w:r w:rsidR="00C77A4E" w:rsidRPr="00275B88">
        <w:t>Et sans beaucoup de scrupules</w:t>
      </w:r>
      <w:r>
        <w:t> ?</w:t>
      </w:r>
    </w:p>
    <w:p w14:paraId="395C00DF" w14:textId="77777777" w:rsidR="002C50B2" w:rsidRDefault="002C50B2" w:rsidP="002C50B2">
      <w:r>
        <w:t>— </w:t>
      </w:r>
      <w:r w:rsidR="00C77A4E" w:rsidRPr="00275B88">
        <w:t>Je le crois</w:t>
      </w:r>
      <w:r>
        <w:t xml:space="preserve">. </w:t>
      </w:r>
      <w:r w:rsidR="00C77A4E" w:rsidRPr="00275B88">
        <w:t>Selon vous</w:t>
      </w:r>
      <w:r>
        <w:t xml:space="preserve">, </w:t>
      </w:r>
      <w:r w:rsidR="00C77A4E" w:rsidRPr="00275B88">
        <w:t>ce serait lui</w:t>
      </w:r>
      <w:r>
        <w:t> ?…</w:t>
      </w:r>
    </w:p>
    <w:p w14:paraId="4D72DAD3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répliquait nettement Chantecoq</w:t>
      </w:r>
      <w:r>
        <w:t xml:space="preserve">… </w:t>
      </w:r>
      <w:r w:rsidR="00C77A4E" w:rsidRPr="00275B88">
        <w:t>car autant que j</w:t>
      </w:r>
      <w:r>
        <w:t>’</w:t>
      </w:r>
      <w:r w:rsidR="00C77A4E" w:rsidRPr="00275B88">
        <w:t>ai pu en juger</w:t>
      </w:r>
      <w:r>
        <w:t xml:space="preserve">… </w:t>
      </w:r>
      <w:r w:rsidR="00C77A4E" w:rsidRPr="00275B88">
        <w:t>il ne m</w:t>
      </w:r>
      <w:r>
        <w:t>’</w:t>
      </w:r>
      <w:r w:rsidR="00C77A4E" w:rsidRPr="00275B88">
        <w:t>a semblé</w:t>
      </w:r>
      <w:r>
        <w:t xml:space="preserve">, </w:t>
      </w:r>
      <w:r w:rsidR="00C77A4E" w:rsidRPr="00275B88">
        <w:t>ni assez intelligent</w:t>
      </w:r>
      <w:r>
        <w:t xml:space="preserve">, </w:t>
      </w:r>
      <w:r w:rsidR="00C77A4E" w:rsidRPr="00275B88">
        <w:t>ni assez audacieux pour jouer un pareil rôle</w:t>
      </w:r>
      <w:r>
        <w:t xml:space="preserve">. </w:t>
      </w:r>
      <w:r w:rsidR="00C77A4E" w:rsidRPr="00275B88">
        <w:t>Mais</w:t>
      </w:r>
      <w:r>
        <w:t xml:space="preserve">, </w:t>
      </w:r>
      <w:r w:rsidR="00C77A4E" w:rsidRPr="00275B88">
        <w:t>laissons</w:t>
      </w:r>
      <w:r w:rsidR="00C77A4E">
        <w:t>-</w:t>
      </w:r>
      <w:r w:rsidR="00C77A4E" w:rsidRPr="00275B88">
        <w:t>le tranquille pour l</w:t>
      </w:r>
      <w:r>
        <w:t>’</w:t>
      </w:r>
      <w:r w:rsidR="00C77A4E" w:rsidRPr="00275B88">
        <w:t>instant</w:t>
      </w:r>
      <w:r>
        <w:t xml:space="preserve">… </w:t>
      </w:r>
      <w:r w:rsidR="00C77A4E" w:rsidRPr="00275B88">
        <w:t>Je vous disais tout à l</w:t>
      </w:r>
      <w:r>
        <w:t>’</w:t>
      </w:r>
      <w:r w:rsidR="00C77A4E" w:rsidRPr="00275B88">
        <w:t>heure que je vous apportais deux nouvelles sensationnelles</w:t>
      </w:r>
      <w:r>
        <w:t>.</w:t>
      </w:r>
    </w:p>
    <w:p w14:paraId="55B4C43E" w14:textId="77777777" w:rsidR="002C50B2" w:rsidRDefault="002C50B2" w:rsidP="002C50B2">
      <w:r>
        <w:lastRenderedPageBreak/>
        <w:t>— </w:t>
      </w:r>
      <w:r w:rsidR="00C77A4E" w:rsidRPr="00275B88">
        <w:t>Je connais la première</w:t>
      </w:r>
      <w:r>
        <w:t xml:space="preserve">, </w:t>
      </w:r>
      <w:r w:rsidR="00C77A4E" w:rsidRPr="00275B88">
        <w:t>qui me semble aussi bonne qu</w:t>
      </w:r>
      <w:r>
        <w:t>’</w:t>
      </w:r>
      <w:r w:rsidR="00C77A4E" w:rsidRPr="00275B88">
        <w:t>inattendue</w:t>
      </w:r>
      <w:r>
        <w:t xml:space="preserve">, </w:t>
      </w:r>
      <w:r w:rsidR="00C77A4E" w:rsidRPr="00275B88">
        <w:t>déclarait le journaliste</w:t>
      </w:r>
      <w:r>
        <w:t xml:space="preserve"> ; </w:t>
      </w:r>
      <w:r w:rsidR="00C77A4E" w:rsidRPr="00275B88">
        <w:t>et maintenant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hâte d</w:t>
      </w:r>
      <w:r>
        <w:t>’</w:t>
      </w:r>
      <w:r w:rsidR="00C77A4E" w:rsidRPr="00275B88">
        <w:t>apprendre la seconde</w:t>
      </w:r>
      <w:r>
        <w:t>.</w:t>
      </w:r>
    </w:p>
    <w:p w14:paraId="3B27AB08" w14:textId="77777777" w:rsidR="002C50B2" w:rsidRDefault="002C50B2" w:rsidP="002C50B2">
      <w:r>
        <w:t>— </w:t>
      </w:r>
      <w:r w:rsidR="00C77A4E" w:rsidRPr="00275B88">
        <w:t>Attendez</w:t>
      </w:r>
      <w:r w:rsidR="00C77A4E">
        <w:t>-</w:t>
      </w:r>
      <w:r w:rsidR="00C77A4E" w:rsidRPr="00275B88">
        <w:t>vous à quelque chose d</w:t>
      </w:r>
      <w:r>
        <w:t>’</w:t>
      </w:r>
      <w:r w:rsidR="00C77A4E" w:rsidRPr="00275B88">
        <w:t>inouï</w:t>
      </w:r>
      <w:r>
        <w:t>…</w:t>
      </w:r>
    </w:p>
    <w:p w14:paraId="52201635" w14:textId="77777777" w:rsidR="002C50B2" w:rsidRDefault="002C50B2" w:rsidP="002C50B2">
      <w:r>
        <w:t>— </w:t>
      </w:r>
      <w:r w:rsidR="00C77A4E" w:rsidRPr="00275B88">
        <w:t>Vraiment</w:t>
      </w:r>
      <w:r>
        <w:t> ?</w:t>
      </w:r>
    </w:p>
    <w:p w14:paraId="2117C263" w14:textId="77777777" w:rsidR="002C50B2" w:rsidRDefault="002C50B2" w:rsidP="002C50B2">
      <w:r>
        <w:t>— </w:t>
      </w:r>
      <w:r w:rsidR="00C77A4E" w:rsidRPr="00275B88">
        <w:t>Belphégor a encore fait des siennes</w:t>
      </w:r>
      <w:r>
        <w:t>.</w:t>
      </w:r>
    </w:p>
    <w:p w14:paraId="51D0EFA1" w14:textId="77777777" w:rsidR="002C50B2" w:rsidRDefault="002C50B2" w:rsidP="002C50B2">
      <w:r>
        <w:t>— </w:t>
      </w:r>
      <w:r w:rsidR="00C77A4E" w:rsidRPr="00275B88">
        <w:t>Cela ne m</w:t>
      </w:r>
      <w:r>
        <w:t>’</w:t>
      </w:r>
      <w:r w:rsidR="00C77A4E" w:rsidRPr="00275B88">
        <w:t>étonne pas</w:t>
      </w:r>
      <w:r>
        <w:t>.</w:t>
      </w:r>
    </w:p>
    <w:p w14:paraId="4716B3AA" w14:textId="5D3AE477" w:rsidR="002C50B2" w:rsidRDefault="002C50B2" w:rsidP="002C50B2">
      <w:r>
        <w:t>— </w:t>
      </w:r>
      <w:r w:rsidR="00C77A4E" w:rsidRPr="00275B88">
        <w:t>Mais ce qui vous surprendra bien davantage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 xml:space="preserve">est lorsque je vous aurai dit que la nuit dernière il a enlevé le corps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.</w:t>
      </w:r>
    </w:p>
    <w:p w14:paraId="495E259D" w14:textId="77777777" w:rsidR="002C50B2" w:rsidRDefault="002C50B2" w:rsidP="002C50B2">
      <w:r>
        <w:t>— </w:t>
      </w:r>
      <w:r w:rsidR="00C77A4E" w:rsidRPr="00275B88">
        <w:t>Le corps de</w:t>
      </w:r>
      <w:r>
        <w:t xml:space="preserve">… </w:t>
      </w:r>
      <w:r w:rsidR="00C77A4E" w:rsidRPr="00275B88">
        <w:t>murmura Bellegarde en pâlissant</w:t>
      </w:r>
      <w:r>
        <w:t>.</w:t>
      </w:r>
    </w:p>
    <w:p w14:paraId="16B8BAD7" w14:textId="77777777" w:rsidR="002C50B2" w:rsidRDefault="00C77A4E" w:rsidP="002C50B2">
      <w:r w:rsidRPr="00275B88">
        <w:t>Et il ajouta</w:t>
      </w:r>
      <w:r w:rsidR="002C50B2">
        <w:t> :</w:t>
      </w:r>
    </w:p>
    <w:p w14:paraId="25D4B63B" w14:textId="77777777" w:rsidR="002C50B2" w:rsidRDefault="002C50B2" w:rsidP="002C50B2">
      <w:r>
        <w:t>— </w:t>
      </w:r>
      <w:r w:rsidR="00C77A4E" w:rsidRPr="00275B88">
        <w:t>Et dans quel dessein cet odieux bandit aurait</w:t>
      </w:r>
      <w:r w:rsidR="00C77A4E">
        <w:t>-</w:t>
      </w:r>
      <w:r w:rsidR="00C77A4E" w:rsidRPr="00275B88">
        <w:t>il accompli ce monstrueux attentat</w:t>
      </w:r>
      <w:r>
        <w:t> ?</w:t>
      </w:r>
    </w:p>
    <w:p w14:paraId="30329E0A" w14:textId="77777777" w:rsidR="002C50B2" w:rsidRDefault="002C50B2" w:rsidP="002C50B2">
      <w:r>
        <w:t>— </w:t>
      </w:r>
      <w:r w:rsidR="00C77A4E" w:rsidRPr="00275B88">
        <w:t>Je vais vous le dire</w:t>
      </w:r>
      <w:r>
        <w:t xml:space="preserve"> :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est persuadé que Simone a été empoisonnée</w:t>
      </w:r>
      <w:r>
        <w:t xml:space="preserve"> ; </w:t>
      </w:r>
      <w:r w:rsidR="00C77A4E" w:rsidRPr="00275B88">
        <w:t>et il a réussi à faire partager sa conviction au juge chargé de l</w:t>
      </w:r>
      <w:r>
        <w:t>’</w:t>
      </w:r>
      <w:r w:rsidR="00C77A4E" w:rsidRPr="00275B88">
        <w:t>instruction</w:t>
      </w:r>
      <w:r>
        <w:t>…</w:t>
      </w:r>
    </w:p>
    <w:p w14:paraId="244F0BEA" w14:textId="77777777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ai su</w:t>
      </w:r>
      <w:r>
        <w:t xml:space="preserve">, </w:t>
      </w:r>
      <w:r w:rsidR="00C77A4E" w:rsidRPr="00275B88">
        <w:t>par ailleurs</w:t>
      </w:r>
      <w:r>
        <w:t xml:space="preserve">, </w:t>
      </w:r>
      <w:r w:rsidR="00C77A4E" w:rsidRPr="00275B88">
        <w:t>que le parquet avait ordonné l</w:t>
      </w:r>
      <w:r>
        <w:t>’</w:t>
      </w:r>
      <w:r w:rsidR="00C77A4E" w:rsidRPr="00275B88">
        <w:t>autopsie qui devait avoir lieu ce matin</w:t>
      </w:r>
      <w:r>
        <w:t xml:space="preserve">… </w:t>
      </w:r>
      <w:r w:rsidR="00C77A4E" w:rsidRPr="00275B88">
        <w:t>Alors pour éviter un examen médical qui eût conclu à un crime</w:t>
      </w:r>
      <w:r>
        <w:t xml:space="preserve">, </w:t>
      </w:r>
      <w:r w:rsidR="00C77A4E" w:rsidRPr="00275B88">
        <w:t>son auteur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Belphégor</w:t>
      </w:r>
      <w:r>
        <w:t xml:space="preserve">, </w:t>
      </w:r>
      <w:r w:rsidR="00C77A4E" w:rsidRPr="00275B88">
        <w:t>a fait disparaître le cadavre</w:t>
      </w:r>
      <w:r>
        <w:t>.</w:t>
      </w:r>
    </w:p>
    <w:p w14:paraId="262A6D6D" w14:textId="77777777" w:rsidR="002C50B2" w:rsidRDefault="002C50B2" w:rsidP="002C50B2">
      <w:r>
        <w:t>— </w:t>
      </w:r>
      <w:r w:rsidR="00C77A4E" w:rsidRPr="00275B88">
        <w:t>Dans quelle intention</w:t>
      </w:r>
      <w:r>
        <w:t> ?</w:t>
      </w:r>
    </w:p>
    <w:p w14:paraId="63556692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 </w:t>
      </w:r>
      <w:r w:rsidR="00C77A4E" w:rsidRPr="00275B88">
        <w:t>vous n</w:t>
      </w:r>
      <w:r>
        <w:t>’</w:t>
      </w:r>
      <w:r w:rsidR="00C77A4E" w:rsidRPr="00275B88">
        <w:t>avez pas deviné</w:t>
      </w:r>
      <w:r>
        <w:t> ?</w:t>
      </w:r>
    </w:p>
    <w:p w14:paraId="4324ED03" w14:textId="77777777" w:rsidR="002C50B2" w:rsidRDefault="002C50B2" w:rsidP="002C50B2">
      <w:r>
        <w:t>— </w:t>
      </w:r>
      <w:r w:rsidR="00C77A4E" w:rsidRPr="00275B88">
        <w:t>Je suis tellement troublé par ce que vous me racontez</w:t>
      </w:r>
      <w:r>
        <w:t>.</w:t>
      </w:r>
    </w:p>
    <w:p w14:paraId="383296E4" w14:textId="77777777" w:rsidR="002C50B2" w:rsidRDefault="002C50B2" w:rsidP="002C50B2">
      <w:r>
        <w:t>— </w:t>
      </w:r>
      <w:r w:rsidR="00C77A4E" w:rsidRPr="00275B88">
        <w:t>Réfléchissez un instant</w:t>
      </w:r>
      <w:r>
        <w:t>.</w:t>
      </w:r>
    </w:p>
    <w:p w14:paraId="557FCBDD" w14:textId="77777777" w:rsidR="002C50B2" w:rsidRDefault="002C50B2" w:rsidP="002C50B2">
      <w:r>
        <w:lastRenderedPageBreak/>
        <w:t>— </w:t>
      </w:r>
      <w:r w:rsidR="00C77A4E" w:rsidRPr="00275B88">
        <w:t>Pour augmenter encore les charges qui pèsent sur moi</w:t>
      </w:r>
      <w:r>
        <w:t xml:space="preserve">, </w:t>
      </w:r>
      <w:r w:rsidR="00C77A4E" w:rsidRPr="00275B88">
        <w:t>martelait Jacques</w:t>
      </w:r>
      <w:r>
        <w:t>.</w:t>
      </w:r>
    </w:p>
    <w:p w14:paraId="4067AEA7" w14:textId="77777777" w:rsidR="002C50B2" w:rsidRDefault="002C50B2" w:rsidP="002C50B2">
      <w:r>
        <w:t>— </w:t>
      </w:r>
      <w:r w:rsidR="00C77A4E" w:rsidRPr="00275B88">
        <w:t>Parbleu</w:t>
      </w:r>
      <w:r>
        <w:t> !…</w:t>
      </w:r>
    </w:p>
    <w:p w14:paraId="084AB085" w14:textId="77777777" w:rsidR="002C50B2" w:rsidRDefault="002C50B2" w:rsidP="002C50B2">
      <w:r>
        <w:t>— </w:t>
      </w:r>
      <w:r w:rsidR="00C77A4E" w:rsidRPr="00275B88">
        <w:t>Mais c</w:t>
      </w:r>
      <w:r>
        <w:t>’</w:t>
      </w:r>
      <w:r w:rsidR="00C77A4E" w:rsidRPr="00275B88">
        <w:t>est effrayant</w:t>
      </w:r>
      <w:r>
        <w:t> !…</w:t>
      </w:r>
    </w:p>
    <w:p w14:paraId="44ED2581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excellent</w:t>
      </w:r>
      <w:r>
        <w:t xml:space="preserve">, </w:t>
      </w:r>
      <w:r w:rsidR="00C77A4E" w:rsidRPr="00275B88">
        <w:t>au contraire</w:t>
      </w:r>
      <w:r>
        <w:t>.</w:t>
      </w:r>
    </w:p>
    <w:p w14:paraId="09A59446" w14:textId="77777777" w:rsidR="002C50B2" w:rsidRDefault="00C77A4E" w:rsidP="002C50B2">
      <w:r w:rsidRPr="00275B88">
        <w:t>Et Chantecoq développa</w:t>
      </w:r>
      <w:r w:rsidR="002C50B2">
        <w:t> :</w:t>
      </w:r>
    </w:p>
    <w:p w14:paraId="21D5F063" w14:textId="77777777" w:rsidR="002C50B2" w:rsidRDefault="002C50B2" w:rsidP="002C50B2">
      <w:r>
        <w:t>— </w:t>
      </w:r>
      <w:r w:rsidR="00C77A4E" w:rsidRPr="00275B88">
        <w:t>Notre Belphégor est en train de s</w:t>
      </w:r>
      <w:r>
        <w:t>’</w:t>
      </w:r>
      <w:r w:rsidR="00C77A4E" w:rsidRPr="00275B88">
        <w:t>enterrer</w:t>
      </w:r>
      <w:r>
        <w:t xml:space="preserve">… </w:t>
      </w:r>
      <w:r w:rsidR="00C77A4E" w:rsidRPr="00275B88">
        <w:t>Rappelez</w:t>
      </w:r>
      <w:r w:rsidR="00C77A4E">
        <w:t>-</w:t>
      </w:r>
      <w:r w:rsidR="00C77A4E" w:rsidRPr="00275B88">
        <w:t>vous ce que je vous ai déjà prédit</w:t>
      </w:r>
      <w:r>
        <w:t xml:space="preserve"> : </w:t>
      </w:r>
      <w:r w:rsidR="00C77A4E" w:rsidRPr="00275B88">
        <w:t>c</w:t>
      </w:r>
      <w:r>
        <w:t>’</w:t>
      </w:r>
      <w:r w:rsidR="00C77A4E" w:rsidRPr="00275B88">
        <w:t>est par ses complices que nous l</w:t>
      </w:r>
      <w:r>
        <w:t>’</w:t>
      </w:r>
      <w:r w:rsidR="00C77A4E" w:rsidRPr="00275B88">
        <w:t>atteindrons</w:t>
      </w:r>
      <w:r>
        <w:t>.</w:t>
      </w:r>
    </w:p>
    <w:p w14:paraId="1DD77323" w14:textId="77777777" w:rsidR="002C50B2" w:rsidRDefault="002C50B2" w:rsidP="002C50B2">
      <w:r>
        <w:t>— </w:t>
      </w:r>
      <w:r w:rsidR="00C77A4E" w:rsidRPr="00275B88">
        <w:t>Et ses complices</w:t>
      </w:r>
      <w:r>
        <w:t xml:space="preserve">, </w:t>
      </w:r>
      <w:r w:rsidR="00C77A4E" w:rsidRPr="00275B88">
        <w:t>vous les connaissez</w:t>
      </w:r>
      <w:r>
        <w:t> ?</w:t>
      </w:r>
    </w:p>
    <w:p w14:paraId="6A6966DC" w14:textId="77777777" w:rsidR="002C50B2" w:rsidRDefault="00C77A4E" w:rsidP="002C50B2">
      <w:r w:rsidRPr="00275B88">
        <w:t>Chantecoq eut un mystérieux sourire</w:t>
      </w:r>
      <w:r w:rsidR="002C50B2">
        <w:t xml:space="preserve">. </w:t>
      </w:r>
      <w:r w:rsidRPr="00275B88">
        <w:t>Puis</w:t>
      </w:r>
      <w:r w:rsidR="002C50B2">
        <w:t xml:space="preserve">, </w:t>
      </w:r>
      <w:r w:rsidRPr="00275B88">
        <w:t>tout en évitant de répondre à la question que lui posait le reporter</w:t>
      </w:r>
      <w:r w:rsidR="002C50B2">
        <w:t xml:space="preserve">, </w:t>
      </w:r>
      <w:r w:rsidRPr="00275B88">
        <w:t>il fit</w:t>
      </w:r>
      <w:r w:rsidR="002C50B2">
        <w:t> :</w:t>
      </w:r>
    </w:p>
    <w:p w14:paraId="4378D8BF" w14:textId="77777777" w:rsidR="002C50B2" w:rsidRDefault="002C50B2" w:rsidP="002C50B2">
      <w:r>
        <w:t>— </w:t>
      </w:r>
      <w:r w:rsidR="00C77A4E" w:rsidRPr="00275B88">
        <w:t>Je crois que c</w:t>
      </w:r>
      <w:r>
        <w:t>’</w:t>
      </w:r>
      <w:r w:rsidR="00C77A4E" w:rsidRPr="00275B88">
        <w:t>est le moment d</w:t>
      </w:r>
      <w:r>
        <w:t>’</w:t>
      </w:r>
      <w:r w:rsidR="00C77A4E" w:rsidRPr="00275B88">
        <w:t>aller faire un petit tour du côté de la maison d</w:t>
      </w:r>
      <w:r>
        <w:t>’</w:t>
      </w:r>
      <w:r w:rsidR="00C77A4E" w:rsidRPr="00275B88">
        <w:t>Auteuil</w:t>
      </w:r>
      <w:r>
        <w:t>.</w:t>
      </w:r>
    </w:p>
    <w:p w14:paraId="7B61C522" w14:textId="77777777" w:rsidR="002C50B2" w:rsidRDefault="002C50B2" w:rsidP="002C50B2">
      <w:r>
        <w:t>— </w:t>
      </w:r>
      <w:r w:rsidR="00C77A4E" w:rsidRPr="00275B88">
        <w:t>Je vous accompagne</w:t>
      </w:r>
      <w:r>
        <w:t xml:space="preserve"> ? </w:t>
      </w:r>
      <w:r w:rsidR="00C77A4E" w:rsidRPr="00275B88">
        <w:t>interrogeait le journaliste</w:t>
      </w:r>
      <w:r>
        <w:t>.</w:t>
      </w:r>
    </w:p>
    <w:p w14:paraId="2A81F270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allais vous le demander</w:t>
      </w:r>
      <w:r>
        <w:t>.</w:t>
      </w:r>
    </w:p>
    <w:p w14:paraId="348B97CA" w14:textId="77777777" w:rsidR="002C50B2" w:rsidRDefault="00C77A4E" w:rsidP="002C50B2">
      <w:r w:rsidRPr="00275B88">
        <w:t xml:space="preserve">Et saisissant le bras du faux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le grand détective s</w:t>
      </w:r>
      <w:r w:rsidR="002C50B2">
        <w:t>’</w:t>
      </w:r>
      <w:r w:rsidRPr="00275B88">
        <w:t>écria</w:t>
      </w:r>
      <w:r w:rsidR="002C50B2">
        <w:t> :</w:t>
      </w:r>
    </w:p>
    <w:p w14:paraId="59F2686E" w14:textId="77777777" w:rsidR="002C50B2" w:rsidRDefault="002C50B2" w:rsidP="002C50B2">
      <w:r>
        <w:t>— </w:t>
      </w:r>
      <w:r w:rsidR="00C77A4E" w:rsidRPr="00275B88">
        <w:t>Quel beau livre vécu vous allez bientôt pouvoir écrire</w:t>
      </w:r>
      <w:r>
        <w:t> !</w:t>
      </w:r>
    </w:p>
    <w:p w14:paraId="1831D12D" w14:textId="6A4AFDAB" w:rsidR="00C77A4E" w:rsidRPr="00397A81" w:rsidRDefault="00C77A4E" w:rsidP="002C50B2">
      <w:pPr>
        <w:pStyle w:val="Titre2"/>
      </w:pPr>
      <w:bookmarkStart w:id="87" w:name="_Toc145914646"/>
      <w:bookmarkStart w:id="88" w:name="_Toc203477088"/>
      <w:r w:rsidRPr="00397A81">
        <w:lastRenderedPageBreak/>
        <w:t>II</w:t>
      </w:r>
      <w:bookmarkEnd w:id="87"/>
      <w:r w:rsidRPr="00397A81">
        <w:br/>
      </w:r>
      <w:r w:rsidRPr="00397A81">
        <w:br/>
      </w:r>
      <w:bookmarkStart w:id="89" w:name="_Toc145914647"/>
      <w:r w:rsidRPr="00397A81">
        <w:t>LA JUSTICE TRAVAILLE</w:t>
      </w:r>
      <w:bookmarkEnd w:id="88"/>
      <w:bookmarkEnd w:id="89"/>
      <w:r w:rsidRPr="00397A81">
        <w:br/>
      </w:r>
    </w:p>
    <w:p w14:paraId="30EB56F4" w14:textId="7914ACD9" w:rsidR="002C50B2" w:rsidRDefault="00C77A4E" w:rsidP="002C50B2">
      <w:r w:rsidRPr="00275B88">
        <w:t>La nouvelle de l</w:t>
      </w:r>
      <w:r w:rsidR="002C50B2">
        <w:t>’</w:t>
      </w:r>
      <w:r w:rsidRPr="00275B88">
        <w:t xml:space="preserve">enlèvement de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par le Fantôme du Louvre s</w:t>
      </w:r>
      <w:r w:rsidR="002C50B2">
        <w:t>’</w:t>
      </w:r>
      <w:r w:rsidRPr="00275B88">
        <w:t>était répandue dans le quartier et avait</w:t>
      </w:r>
      <w:r w:rsidR="002C50B2">
        <w:t xml:space="preserve">, </w:t>
      </w:r>
      <w:r w:rsidRPr="00275B88">
        <w:t>naturellement</w:t>
      </w:r>
      <w:r w:rsidR="002C50B2">
        <w:t xml:space="preserve">, </w:t>
      </w:r>
      <w:r w:rsidRPr="00275B88">
        <w:t>provoqué une émotion considérable qui s</w:t>
      </w:r>
      <w:r w:rsidR="002C50B2">
        <w:t>’</w:t>
      </w:r>
      <w:r w:rsidRPr="00275B88">
        <w:t>était traduite par un rassemblement de nombreux curieux devant l</w:t>
      </w:r>
      <w:r w:rsidR="002C50B2">
        <w:t>’</w:t>
      </w:r>
      <w:r w:rsidRPr="00275B88">
        <w:t>hôtel de Simone</w:t>
      </w:r>
      <w:r w:rsidR="002C50B2">
        <w:t>.</w:t>
      </w:r>
    </w:p>
    <w:p w14:paraId="209DC4AE" w14:textId="77777777" w:rsidR="002C50B2" w:rsidRDefault="00C77A4E" w:rsidP="002C50B2">
      <w:r w:rsidRPr="00275B88">
        <w:t>Devant la porte</w:t>
      </w:r>
      <w:r w:rsidR="002C50B2">
        <w:t xml:space="preserve">, </w:t>
      </w:r>
      <w:r w:rsidRPr="00275B88">
        <w:t>deux agents en tenue montaient la garde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efforçant de maintenir de chaque côté du trottoir la foule qui grossissait de minute en minute</w:t>
      </w:r>
      <w:r w:rsidR="002C50B2">
        <w:t>.</w:t>
      </w:r>
    </w:p>
    <w:p w14:paraId="0E28019A" w14:textId="77777777" w:rsidR="002C50B2" w:rsidRDefault="00C77A4E" w:rsidP="002C50B2">
      <w:r w:rsidRPr="00275B88">
        <w:t>Pendant ce temps</w:t>
      </w:r>
      <w:r w:rsidR="002C50B2">
        <w:t xml:space="preserve">, </w:t>
      </w:r>
      <w:r w:rsidRPr="00275B88">
        <w:t>la justice travaillait</w:t>
      </w:r>
      <w:r w:rsidR="002C50B2">
        <w:t>…</w:t>
      </w:r>
    </w:p>
    <w:p w14:paraId="2A48065E" w14:textId="0C9A6EE7" w:rsidR="002C50B2" w:rsidRDefault="00C77A4E" w:rsidP="002C50B2">
      <w:r w:rsidRPr="00275B88">
        <w:t>Dans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en face du divan noir</w:t>
      </w:r>
      <w:r w:rsidR="002C50B2">
        <w:t xml:space="preserve">, </w:t>
      </w:r>
      <w:r w:rsidRPr="00275B88">
        <w:t>parmi les roses flétries et effeuillées qui jonchaient le tapis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Elsa Bergen</w:t>
      </w:r>
      <w:r w:rsidR="002C50B2">
        <w:t xml:space="preserve">, </w:t>
      </w:r>
      <w:r w:rsidRPr="00275B88">
        <w:t xml:space="preserve">Maurice de Thouars étaient en conférence avec </w:t>
      </w:r>
      <w:r w:rsidR="002C50B2">
        <w:t>M. </w:t>
      </w:r>
      <w:proofErr w:type="spellStart"/>
      <w:r w:rsidRPr="00275B88">
        <w:t>Ferval</w:t>
      </w:r>
      <w:proofErr w:type="spellEnd"/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et le commissaire de police du quartier</w:t>
      </w:r>
      <w:r w:rsidR="002C50B2">
        <w:t>.</w:t>
      </w:r>
    </w:p>
    <w:p w14:paraId="49820656" w14:textId="77777777" w:rsidR="002C50B2" w:rsidRDefault="00C77A4E" w:rsidP="002C50B2">
      <w:r w:rsidRPr="00275B88">
        <w:t>Le directeur de la police judiciaire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en raison de l</w:t>
      </w:r>
      <w:r w:rsidR="002C50B2">
        <w:t>’</w:t>
      </w:r>
      <w:r w:rsidRPr="00275B88">
        <w:t>ampleur que prenait cette affaire</w:t>
      </w:r>
      <w:r w:rsidR="002C50B2">
        <w:t xml:space="preserve">, </w:t>
      </w:r>
      <w:r w:rsidRPr="00275B88">
        <w:t>avait décidé de présider à l</w:t>
      </w:r>
      <w:r w:rsidR="002C50B2">
        <w:t>’</w:t>
      </w:r>
      <w:r w:rsidRPr="00275B88">
        <w:t>enquête que le juge d</w:t>
      </w:r>
      <w:r w:rsidR="002C50B2">
        <w:t>’</w:t>
      </w:r>
      <w:r w:rsidRPr="00275B88">
        <w:t>instruction avait immédiatement ordonnée</w:t>
      </w:r>
      <w:r w:rsidR="002C50B2">
        <w:t>.</w:t>
      </w:r>
    </w:p>
    <w:p w14:paraId="7521B49E" w14:textId="77777777" w:rsidR="002C50B2" w:rsidRDefault="00C77A4E" w:rsidP="002C50B2">
      <w:r w:rsidRPr="00275B88">
        <w:t>Ainsi que le commissaire et l</w:t>
      </w:r>
      <w:r w:rsidR="002C50B2">
        <w:t>’</w:t>
      </w:r>
      <w:r w:rsidRPr="00275B88">
        <w:t>inspecteur</w:t>
      </w:r>
      <w:r w:rsidR="002C50B2">
        <w:t xml:space="preserve">, </w:t>
      </w:r>
      <w:r w:rsidRPr="00275B88">
        <w:t>il écoutait avec un vif intérêt Maurice de Thouars</w:t>
      </w:r>
      <w:r w:rsidR="002C50B2">
        <w:t xml:space="preserve">, </w:t>
      </w:r>
      <w:r w:rsidRPr="00275B88">
        <w:t>qui lui faisait en ces termes le récit des événements de la nuit précédente</w:t>
      </w:r>
      <w:r w:rsidR="002C50B2">
        <w:t> :</w:t>
      </w:r>
    </w:p>
    <w:p w14:paraId="0C264DCD" w14:textId="159B94DF" w:rsidR="002C50B2" w:rsidRDefault="002C50B2" w:rsidP="002C50B2">
      <w:r>
        <w:t>— </w:t>
      </w:r>
      <w:r w:rsidR="00C77A4E" w:rsidRPr="00275B88">
        <w:t>Je venais</w:t>
      </w:r>
      <w:r>
        <w:t xml:space="preserve">, </w:t>
      </w:r>
      <w:r w:rsidR="00C77A4E" w:rsidRPr="00275B88">
        <w:t>disait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 xml:space="preserve">de reconduire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jusqu</w:t>
      </w:r>
      <w:r>
        <w:t>’</w:t>
      </w:r>
      <w:r w:rsidR="00C77A4E" w:rsidRPr="00275B88">
        <w:t>à sa chambre</w:t>
      </w:r>
      <w:r>
        <w:t xml:space="preserve">, </w:t>
      </w:r>
      <w:r w:rsidR="00C77A4E" w:rsidRPr="00275B88">
        <w:t>et je m</w:t>
      </w:r>
      <w:r>
        <w:t>’</w:t>
      </w:r>
      <w:r w:rsidR="00C77A4E" w:rsidRPr="00275B88">
        <w:t>étais rendu dans le grand salon</w:t>
      </w:r>
      <w:r>
        <w:t xml:space="preserve">, </w:t>
      </w:r>
      <w:r w:rsidR="00C77A4E" w:rsidRPr="00275B88">
        <w:t>afin d</w:t>
      </w:r>
      <w:r>
        <w:t>’</w:t>
      </w:r>
      <w:r w:rsidR="00C77A4E" w:rsidRPr="00275B88">
        <w:t>y prendre quelques instants de repos</w:t>
      </w:r>
      <w:r>
        <w:t>.</w:t>
      </w:r>
    </w:p>
    <w:p w14:paraId="2EA23D03" w14:textId="77777777" w:rsidR="002C50B2" w:rsidRDefault="002C50B2" w:rsidP="002C50B2">
      <w:r>
        <w:lastRenderedPageBreak/>
        <w:t>« </w:t>
      </w:r>
      <w:r w:rsidR="00C77A4E" w:rsidRPr="00275B88">
        <w:t>Étendu dans un fauteuil</w:t>
      </w:r>
      <w:r>
        <w:t xml:space="preserve">, </w:t>
      </w:r>
      <w:r w:rsidR="00C77A4E" w:rsidRPr="00275B88">
        <w:t>je venais à peine de m</w:t>
      </w:r>
      <w:r>
        <w:t>’</w:t>
      </w:r>
      <w:r w:rsidR="00C77A4E" w:rsidRPr="00275B88">
        <w:t>endormir</w:t>
      </w:r>
      <w:r>
        <w:t xml:space="preserve">, </w:t>
      </w:r>
      <w:r w:rsidR="00C77A4E" w:rsidRPr="00275B88">
        <w:t>lorsque je fus réveillé en sursaut par des cris qui provenaient de l</w:t>
      </w:r>
      <w:r>
        <w:t>’</w:t>
      </w:r>
      <w:r w:rsidR="00C77A4E" w:rsidRPr="00275B88">
        <w:t>atelier</w:t>
      </w:r>
      <w:r>
        <w:t>.</w:t>
      </w:r>
    </w:p>
    <w:p w14:paraId="2867AED6" w14:textId="34835D62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accourus aussitôt et</w:t>
      </w:r>
      <w:r>
        <w:t xml:space="preserve">, </w:t>
      </w:r>
      <w:r w:rsidR="00C77A4E" w:rsidRPr="00275B88">
        <w:t>sur le seuil de la pièce où nous nous trouvons en ce moment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aperçus la femme de chambre</w:t>
      </w:r>
      <w:r>
        <w:t xml:space="preserve">, </w:t>
      </w:r>
      <w:r w:rsidR="00C77A4E" w:rsidRPr="00275B88">
        <w:t>Juliette</w:t>
      </w:r>
      <w:r>
        <w:t xml:space="preserve">, </w:t>
      </w:r>
      <w:r w:rsidR="00C77A4E" w:rsidRPr="00275B88">
        <w:t>qui se traînait sur les genoux</w:t>
      </w:r>
      <w:r>
        <w:t xml:space="preserve">, </w:t>
      </w:r>
      <w:r w:rsidR="00C77A4E" w:rsidRPr="00275B88">
        <w:t>tendait vers moi les mains en clamant</w:t>
      </w:r>
      <w:r>
        <w:t xml:space="preserve">, </w:t>
      </w:r>
      <w:r w:rsidR="00C77A4E" w:rsidRPr="00275B88">
        <w:t>affolée de peur</w:t>
      </w:r>
      <w:r>
        <w:t> : « </w:t>
      </w:r>
      <w:r w:rsidR="00C77A4E" w:rsidRPr="00275B88">
        <w:t>Le Fantôme vient d</w:t>
      </w:r>
      <w:r>
        <w:t>’</w:t>
      </w:r>
      <w:r w:rsidR="00C77A4E" w:rsidRPr="00275B88">
        <w:t>enlever Mademoiselle</w:t>
      </w:r>
      <w:r>
        <w:t> ! »</w:t>
      </w:r>
    </w:p>
    <w:p w14:paraId="4EC967DE" w14:textId="77777777" w:rsidR="002C50B2" w:rsidRDefault="002C50B2" w:rsidP="002C50B2">
      <w:r>
        <w:t>« </w:t>
      </w:r>
      <w:r w:rsidR="00C77A4E" w:rsidRPr="00275B88">
        <w:t>Je dirigeai aussitôt les yeux vers le divan sur lequel reposait encore</w:t>
      </w:r>
      <w:r>
        <w:t xml:space="preserve">, </w:t>
      </w:r>
      <w:r w:rsidR="00C77A4E" w:rsidRPr="00275B88">
        <w:t>quelques instants auparavant</w:t>
      </w:r>
      <w:r>
        <w:t xml:space="preserve">, </w:t>
      </w:r>
      <w:r w:rsidR="00C77A4E" w:rsidRPr="00275B88">
        <w:t>la dépouille mortelle de notre pauvre amie</w:t>
      </w:r>
      <w:r>
        <w:t>.</w:t>
      </w:r>
    </w:p>
    <w:p w14:paraId="38F4786B" w14:textId="77777777" w:rsidR="002C50B2" w:rsidRDefault="002C50B2" w:rsidP="002C50B2">
      <w:r>
        <w:t>« </w:t>
      </w:r>
      <w:r w:rsidR="00C77A4E" w:rsidRPr="00275B88">
        <w:t>Je constatai qu</w:t>
      </w:r>
      <w:r>
        <w:t>’</w:t>
      </w:r>
      <w:r w:rsidR="00C77A4E" w:rsidRPr="00275B88">
        <w:t>elle avait disparu</w:t>
      </w:r>
      <w:r>
        <w:t>.</w:t>
      </w:r>
    </w:p>
    <w:p w14:paraId="7C2F391A" w14:textId="01770CE5" w:rsidR="002C50B2" w:rsidRDefault="002C50B2" w:rsidP="002C50B2">
      <w:r>
        <w:t>« </w:t>
      </w:r>
      <w:r w:rsidR="00C77A4E" w:rsidRPr="00275B88">
        <w:t>Je restai un instant pétrifié de terreur</w:t>
      </w:r>
      <w:r>
        <w:t xml:space="preserve">… </w:t>
      </w:r>
      <w:r w:rsidR="00C77A4E" w:rsidRPr="00275B88">
        <w:t>Puis</w:t>
      </w:r>
      <w:r>
        <w:t xml:space="preserve">, </w:t>
      </w:r>
      <w:r w:rsidR="00C77A4E" w:rsidRPr="00275B88">
        <w:t>tout en cherchant à me ressaisir</w:t>
      </w:r>
      <w:r>
        <w:t xml:space="preserve">, </w:t>
      </w:r>
      <w:r w:rsidR="00C77A4E" w:rsidRPr="00275B88">
        <w:t>je me retournai vers Juliette</w:t>
      </w:r>
      <w:r>
        <w:t xml:space="preserve">. </w:t>
      </w:r>
      <w:r w:rsidR="00C77A4E" w:rsidRPr="00275B88">
        <w:t>La malheureuse fille était évanouie</w:t>
      </w:r>
      <w:r>
        <w:t xml:space="preserve">. </w:t>
      </w:r>
      <w:r w:rsidR="00C77A4E" w:rsidRPr="00275B88">
        <w:t>Je fis quelques pas</w:t>
      </w:r>
      <w:r>
        <w:t xml:space="preserve">, </w:t>
      </w:r>
      <w:r w:rsidR="00C77A4E" w:rsidRPr="00275B88">
        <w:t>machinalement</w:t>
      </w:r>
      <w:r>
        <w:t xml:space="preserve">, </w:t>
      </w:r>
      <w:r w:rsidR="00C77A4E" w:rsidRPr="00275B88">
        <w:t>dans l</w:t>
      </w:r>
      <w:r>
        <w:t>’</w:t>
      </w:r>
      <w:r w:rsidR="00C77A4E" w:rsidRPr="00275B88">
        <w:t>atelier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était plus éclairé que par les bougies des deux candélabres</w:t>
      </w:r>
      <w:r>
        <w:t xml:space="preserve">, </w:t>
      </w:r>
      <w:r w:rsidR="00C77A4E" w:rsidRPr="00275B88">
        <w:t xml:space="preserve">et je me heurtai à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qui</w:t>
      </w:r>
      <w:r>
        <w:t xml:space="preserve">, </w:t>
      </w:r>
      <w:r w:rsidR="00C77A4E" w:rsidRPr="00275B88">
        <w:t>elle aussi</w:t>
      </w:r>
      <w:r>
        <w:t xml:space="preserve">, </w:t>
      </w:r>
      <w:r w:rsidR="00C77A4E" w:rsidRPr="00275B88">
        <w:t>gisait inanimée sur le parquet</w:t>
      </w:r>
      <w:r>
        <w:t>.</w:t>
      </w:r>
    </w:p>
    <w:p w14:paraId="58303B76" w14:textId="77777777" w:rsidR="002C50B2" w:rsidRDefault="002C50B2" w:rsidP="002C50B2">
      <w:r>
        <w:t>« </w:t>
      </w:r>
      <w:r w:rsidR="00C77A4E" w:rsidRPr="00275B88">
        <w:t>J</w:t>
      </w:r>
      <w:r>
        <w:t>’</w:t>
      </w:r>
      <w:r w:rsidR="00C77A4E" w:rsidRPr="00275B88">
        <w:t>appelai aussitôt les domestiques</w:t>
      </w:r>
      <w:r>
        <w:t xml:space="preserve">, </w:t>
      </w:r>
      <w:r w:rsidR="00C77A4E" w:rsidRPr="00275B88">
        <w:t>qui arrivèrent bientôt</w:t>
      </w:r>
      <w:r>
        <w:t xml:space="preserve">… </w:t>
      </w:r>
      <w:r w:rsidR="00C77A4E" w:rsidRPr="00275B88">
        <w:t>Inutile de vous dire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dans quel saisissement le spectacle qui les attendait plongea les braves gens</w:t>
      </w:r>
      <w:r>
        <w:t>.</w:t>
      </w:r>
    </w:p>
    <w:p w14:paraId="5CBFC235" w14:textId="054622CF" w:rsidR="002C50B2" w:rsidRDefault="002C50B2" w:rsidP="002C50B2">
      <w:r>
        <w:t>« </w:t>
      </w:r>
      <w:r w:rsidR="00C77A4E" w:rsidRPr="00275B88">
        <w:t>En proie à un compréhensible émoi</w:t>
      </w:r>
      <w:r>
        <w:t xml:space="preserve">, </w:t>
      </w:r>
      <w:r w:rsidR="00C77A4E" w:rsidRPr="00275B88">
        <w:t>ils m</w:t>
      </w:r>
      <w:r>
        <w:t>’</w:t>
      </w:r>
      <w:r w:rsidR="00C77A4E" w:rsidRPr="00275B88">
        <w:t xml:space="preserve">aidèrent à transporter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et la femme de chambre dans leurs chambres respectives</w:t>
      </w:r>
      <w:r>
        <w:t>…</w:t>
      </w:r>
    </w:p>
    <w:p w14:paraId="2D6C3A28" w14:textId="6586DD96" w:rsidR="002C50B2" w:rsidRDefault="00C77A4E" w:rsidP="002C50B2">
      <w:r w:rsidRPr="00275B88">
        <w:t>Fort heureusement</w:t>
      </w:r>
      <w:r w:rsidR="002C50B2">
        <w:t xml:space="preserve">, </w:t>
      </w:r>
      <w:r w:rsidRPr="00275B88">
        <w:t>grâce aux soins qui lui furent prodigués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 revint assez promptement à elle et elle me raconta ce qu</w:t>
      </w:r>
      <w:r w:rsidR="002C50B2">
        <w:t>’</w:t>
      </w:r>
      <w:r w:rsidRPr="00275B88">
        <w:t>elle va vous répéter</w:t>
      </w:r>
      <w:r w:rsidR="002C50B2">
        <w:t>.</w:t>
      </w:r>
    </w:p>
    <w:p w14:paraId="103FD92F" w14:textId="77777777" w:rsidR="002C50B2" w:rsidRDefault="00C77A4E" w:rsidP="002C50B2">
      <w:r w:rsidRPr="00275B88">
        <w:t>La Scandinave qui</w:t>
      </w:r>
      <w:r w:rsidR="002C50B2">
        <w:t xml:space="preserve">, </w:t>
      </w:r>
      <w:r w:rsidRPr="00275B88">
        <w:t>pâle</w:t>
      </w:r>
      <w:r w:rsidR="002C50B2">
        <w:t xml:space="preserve">, </w:t>
      </w:r>
      <w:r w:rsidRPr="00275B88">
        <w:t>les traits tirés</w:t>
      </w:r>
      <w:r w:rsidR="002C50B2">
        <w:t xml:space="preserve">, </w:t>
      </w:r>
      <w:r w:rsidRPr="00275B88">
        <w:t>semblait encore sous le coup de ses émotions de la veille</w:t>
      </w:r>
      <w:r w:rsidR="002C50B2">
        <w:t xml:space="preserve">, </w:t>
      </w:r>
      <w:r w:rsidRPr="00275B88">
        <w:t>reprit</w:t>
      </w:r>
      <w:r w:rsidR="002C50B2">
        <w:t> :</w:t>
      </w:r>
    </w:p>
    <w:p w14:paraId="2C14B72E" w14:textId="77777777" w:rsidR="002C50B2" w:rsidRDefault="002C50B2" w:rsidP="002C50B2">
      <w:r>
        <w:lastRenderedPageBreak/>
        <w:t>— 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messieurs</w:t>
      </w:r>
      <w:r>
        <w:t xml:space="preserve">, </w:t>
      </w:r>
      <w:r w:rsidR="00C77A4E" w:rsidRPr="00275B88">
        <w:t>si je m</w:t>
      </w:r>
      <w:r>
        <w:t>’</w:t>
      </w:r>
      <w:r w:rsidR="00C77A4E" w:rsidRPr="00275B88">
        <w:t>exprime mal ou d</w:t>
      </w:r>
      <w:r>
        <w:t>’</w:t>
      </w:r>
      <w:r w:rsidR="00C77A4E" w:rsidRPr="00275B88">
        <w:t>une façon incomplète</w:t>
      </w:r>
      <w:r>
        <w:t xml:space="preserve">… </w:t>
      </w:r>
      <w:r w:rsidR="00C77A4E" w:rsidRPr="00275B88">
        <w:t>Mais je suis encore si troublée</w:t>
      </w:r>
      <w:r>
        <w:t xml:space="preserve"> !… </w:t>
      </w:r>
      <w:r w:rsidR="00C77A4E" w:rsidRPr="00275B88">
        <w:t>Ce que j</w:t>
      </w:r>
      <w:r>
        <w:t>’</w:t>
      </w:r>
      <w:r w:rsidR="00C77A4E" w:rsidRPr="00275B88">
        <w:t>ai vu est tellement effrayant</w:t>
      </w:r>
      <w:r>
        <w:t> !…</w:t>
      </w:r>
    </w:p>
    <w:p w14:paraId="4E59B97B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incitait</w:t>
      </w:r>
      <w:r w:rsidR="002C50B2">
        <w:t xml:space="preserve">, </w:t>
      </w:r>
      <w:r w:rsidRPr="00275B88">
        <w:t>sur un ton de bienveillance</w:t>
      </w:r>
      <w:r w:rsidR="002C50B2">
        <w:t> :</w:t>
      </w:r>
    </w:p>
    <w:p w14:paraId="66A4E7C7" w14:textId="77777777" w:rsidR="002C50B2" w:rsidRDefault="002C50B2" w:rsidP="002C50B2">
      <w:r>
        <w:t>— </w:t>
      </w:r>
      <w:r w:rsidR="00C77A4E" w:rsidRPr="00275B88">
        <w:t>Efforcez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dans l</w:t>
      </w:r>
      <w:r>
        <w:t>’</w:t>
      </w:r>
      <w:r w:rsidR="00C77A4E" w:rsidRPr="00275B88">
        <w:t>intérêt de la justice et de la vérité</w:t>
      </w:r>
      <w:r>
        <w:t xml:space="preserve">, </w:t>
      </w:r>
      <w:r w:rsidR="00C77A4E" w:rsidRPr="00275B88">
        <w:t>de préciser le plus possible vos souvenirs</w:t>
      </w:r>
      <w:r>
        <w:t>.</w:t>
      </w:r>
    </w:p>
    <w:p w14:paraId="7ECB3D43" w14:textId="77777777" w:rsidR="002C50B2" w:rsidRDefault="002C50B2" w:rsidP="002C50B2">
      <w:r>
        <w:t>— </w:t>
      </w:r>
      <w:r w:rsidR="00C77A4E" w:rsidRPr="00275B88">
        <w:t>Je vais faire de mon mieux</w:t>
      </w:r>
      <w:r>
        <w:t xml:space="preserve">, </w:t>
      </w:r>
      <w:r w:rsidR="00C77A4E" w:rsidRPr="00275B88">
        <w:t>affirmait la demoiselle de compagnie</w:t>
      </w:r>
      <w:r>
        <w:t>.</w:t>
      </w:r>
    </w:p>
    <w:p w14:paraId="77F78B81" w14:textId="77777777" w:rsidR="002C50B2" w:rsidRDefault="00C77A4E" w:rsidP="002C50B2">
      <w:r w:rsidRPr="00275B88">
        <w:t>Et elle poursuivait</w:t>
      </w:r>
      <w:r w:rsidR="002C50B2">
        <w:t> :</w:t>
      </w:r>
    </w:p>
    <w:p w14:paraId="666AEFC2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étais en train de veiller ma pauvre amie</w:t>
      </w:r>
      <w:r>
        <w:t xml:space="preserve">, </w:t>
      </w:r>
      <w:r w:rsidR="00C77A4E" w:rsidRPr="00275B88">
        <w:t>avec la femme de chambre</w:t>
      </w:r>
      <w:r>
        <w:t xml:space="preserve">, </w:t>
      </w:r>
      <w:r w:rsidR="00C77A4E" w:rsidRPr="00275B88">
        <w:t>lorsque</w:t>
      </w:r>
      <w:r>
        <w:t xml:space="preserve">, </w:t>
      </w:r>
      <w:r w:rsidR="00C77A4E" w:rsidRPr="00275B88">
        <w:t>tout à coup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électricité s</w:t>
      </w:r>
      <w:r>
        <w:t>’</w:t>
      </w:r>
      <w:r w:rsidR="00C77A4E" w:rsidRPr="00275B88">
        <w:t>éteignit</w:t>
      </w:r>
      <w:r>
        <w:t xml:space="preserve">… </w:t>
      </w:r>
      <w:r w:rsidR="00C77A4E" w:rsidRPr="00275B88">
        <w:t>Puis</w:t>
      </w:r>
      <w:r>
        <w:t xml:space="preserve">, </w:t>
      </w:r>
      <w:r w:rsidR="00C77A4E" w:rsidRPr="00275B88">
        <w:t>à la lueur des bougies qui jetaient autour de nous une lueur blafarde</w:t>
      </w:r>
      <w:r>
        <w:t xml:space="preserve">, </w:t>
      </w:r>
      <w:r w:rsidR="00C77A4E" w:rsidRPr="00275B88">
        <w:t>je vis s</w:t>
      </w:r>
      <w:r>
        <w:t>’</w:t>
      </w:r>
      <w:r w:rsidR="00C77A4E" w:rsidRPr="00275B88">
        <w:t>ouvrir lentement une porte qui se trouve là</w:t>
      </w:r>
      <w:r>
        <w:t xml:space="preserve">, </w:t>
      </w:r>
      <w:r w:rsidR="00C77A4E" w:rsidRPr="00275B88">
        <w:t>tout près du divan</w:t>
      </w:r>
      <w:r>
        <w:t xml:space="preserve">, </w:t>
      </w:r>
      <w:r w:rsidR="00C77A4E" w:rsidRPr="00275B88">
        <w:t>dissimulée derrière une draperie</w:t>
      </w:r>
      <w:r>
        <w:t>.</w:t>
      </w:r>
    </w:p>
    <w:p w14:paraId="607C4FD2" w14:textId="77777777" w:rsidR="002C50B2" w:rsidRDefault="002C50B2" w:rsidP="002C50B2">
      <w:r>
        <w:t>« </w:t>
      </w:r>
      <w:r w:rsidR="00C77A4E" w:rsidRPr="00275B88">
        <w:t>Lorsque</w:t>
      </w:r>
      <w:r>
        <w:t xml:space="preserve">, </w:t>
      </w:r>
      <w:r w:rsidR="00C77A4E" w:rsidRPr="00275B88">
        <w:t>tout à coup</w:t>
      </w:r>
      <w:r>
        <w:t xml:space="preserve">, </w:t>
      </w:r>
      <w:r w:rsidR="00C77A4E" w:rsidRPr="00275B88">
        <w:t>le Fantôme apparut</w:t>
      </w:r>
      <w:r>
        <w:t xml:space="preserve">… </w:t>
      </w:r>
      <w:r w:rsidR="00C77A4E" w:rsidRPr="00275B88">
        <w:t>Je perdis connaissance</w:t>
      </w:r>
      <w:r>
        <w:t>.</w:t>
      </w:r>
    </w:p>
    <w:p w14:paraId="07EB4D2A" w14:textId="5B6446CF" w:rsidR="002C50B2" w:rsidRDefault="002C50B2" w:rsidP="002C50B2">
      <w:r>
        <w:t>« </w:t>
      </w:r>
      <w:r w:rsidR="00C77A4E" w:rsidRPr="00275B88">
        <w:t>C</w:t>
      </w:r>
      <w:r>
        <w:t>’</w:t>
      </w:r>
      <w:r w:rsidR="00C77A4E" w:rsidRPr="00275B88">
        <w:t>est tout ce que je puis vous dire</w:t>
      </w:r>
      <w:r>
        <w:t xml:space="preserve">… </w:t>
      </w:r>
      <w:r w:rsidR="00C77A4E" w:rsidRPr="00275B88">
        <w:t>Juliette ainsi qu</w:t>
      </w:r>
      <w:r>
        <w:t>’</w:t>
      </w:r>
      <w:r w:rsidR="00C77A4E" w:rsidRPr="00275B88">
        <w:t>elle nous l</w:t>
      </w:r>
      <w:r>
        <w:t>’</w:t>
      </w:r>
      <w:r w:rsidR="00C77A4E" w:rsidRPr="00275B88">
        <w:t>a raconté dès qu</w:t>
      </w:r>
      <w:r>
        <w:t>’</w:t>
      </w:r>
      <w:r w:rsidR="00C77A4E" w:rsidRPr="00275B88">
        <w:t>elle est revenue à elle</w:t>
      </w:r>
      <w:r>
        <w:t xml:space="preserve">, </w:t>
      </w:r>
      <w:r w:rsidR="00C77A4E" w:rsidRPr="00275B88">
        <w:t>a voulu appeler à l</w:t>
      </w:r>
      <w:r>
        <w:t>’</w:t>
      </w:r>
      <w:r w:rsidR="00C77A4E" w:rsidRPr="00275B88">
        <w:t>aide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 bond</w:t>
      </w:r>
      <w:r>
        <w:t xml:space="preserve">, </w:t>
      </w:r>
      <w:r w:rsidR="00C77A4E" w:rsidRPr="00275B88">
        <w:t>le Fantôme s</w:t>
      </w:r>
      <w:r>
        <w:t>’</w:t>
      </w:r>
      <w:r w:rsidR="00C77A4E" w:rsidRPr="00275B88">
        <w:t>est précipité sur elle et lui a assené un coup de matraque</w:t>
      </w:r>
      <w:r>
        <w:t xml:space="preserve">… </w:t>
      </w:r>
      <w:r w:rsidR="00C77A4E" w:rsidRPr="00275B88">
        <w:t>Elle est tombée</w:t>
      </w:r>
      <w:r>
        <w:t xml:space="preserve">, </w:t>
      </w:r>
      <w:r w:rsidR="00C77A4E" w:rsidRPr="00275B88">
        <w:t>à moitié assommée</w:t>
      </w:r>
      <w:r>
        <w:t xml:space="preserve">, </w:t>
      </w:r>
      <w:r w:rsidR="00C77A4E" w:rsidRPr="00275B88">
        <w:t>et elle affirme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façon absolue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a vu le Fantôme s</w:t>
      </w:r>
      <w:r>
        <w:t>’</w:t>
      </w:r>
      <w:r w:rsidR="00C77A4E" w:rsidRPr="00275B88">
        <w:t xml:space="preserve">emparer du corps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et disparaître avec</w:t>
      </w:r>
      <w:r>
        <w:t xml:space="preserve">, </w:t>
      </w:r>
      <w:r w:rsidR="00C77A4E" w:rsidRPr="00275B88">
        <w:t>par la petite porte</w:t>
      </w:r>
      <w:r>
        <w:t>.</w:t>
      </w:r>
    </w:p>
    <w:p w14:paraId="23F74902" w14:textId="77777777" w:rsidR="002C50B2" w:rsidRDefault="002C50B2" w:rsidP="002C50B2">
      <w:r>
        <w:t>— </w:t>
      </w:r>
      <w:r w:rsidR="00C77A4E" w:rsidRPr="00275B88">
        <w:t>Cette femme de chambre</w:t>
      </w:r>
      <w:r>
        <w:t xml:space="preserve">, </w:t>
      </w:r>
      <w:r w:rsidR="00C77A4E" w:rsidRPr="00275B88">
        <w:t>où est</w:t>
      </w:r>
      <w:r w:rsidR="00C77A4E">
        <w:t>-</w:t>
      </w:r>
      <w:r w:rsidR="00C77A4E" w:rsidRPr="00275B88">
        <w:t>elle</w:t>
      </w:r>
      <w:r>
        <w:t xml:space="preserve"> ? </w:t>
      </w:r>
      <w:r w:rsidR="00C77A4E" w:rsidRPr="00275B88">
        <w:t>interrogeait le directeur de la police judiciaire</w:t>
      </w:r>
      <w:r>
        <w:t>.</w:t>
      </w:r>
    </w:p>
    <w:p w14:paraId="23A11922" w14:textId="203EB2F9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déclarait</w:t>
      </w:r>
      <w:r>
        <w:t> :</w:t>
      </w:r>
    </w:p>
    <w:p w14:paraId="24CDF5A8" w14:textId="77777777" w:rsidR="002C50B2" w:rsidRDefault="002C50B2" w:rsidP="002C50B2">
      <w:r>
        <w:lastRenderedPageBreak/>
        <w:t>— </w:t>
      </w:r>
      <w:r w:rsidR="00C77A4E" w:rsidRPr="00275B88">
        <w:t>À la suite du coup très violent qu</w:t>
      </w:r>
      <w:r>
        <w:t>’</w:t>
      </w:r>
      <w:r w:rsidR="00C77A4E" w:rsidRPr="00275B88">
        <w:t>elle a reçu</w:t>
      </w:r>
      <w:r>
        <w:t xml:space="preserve">, </w:t>
      </w:r>
      <w:r w:rsidR="00C77A4E" w:rsidRPr="00275B88">
        <w:t>sur la tête</w:t>
      </w:r>
      <w:r>
        <w:t xml:space="preserve">, </w:t>
      </w:r>
      <w:r w:rsidR="00C77A4E" w:rsidRPr="00275B88">
        <w:t>elle a dû s</w:t>
      </w:r>
      <w:r>
        <w:t>’</w:t>
      </w:r>
      <w:r w:rsidR="00C77A4E" w:rsidRPr="00275B88">
        <w:t>aliter</w:t>
      </w:r>
      <w:r>
        <w:t>.</w:t>
      </w:r>
    </w:p>
    <w:p w14:paraId="567C811A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elle en état de répondre à mes questions</w:t>
      </w:r>
      <w:r>
        <w:t> ?</w:t>
      </w:r>
    </w:p>
    <w:p w14:paraId="027380EE" w14:textId="77777777" w:rsidR="002C50B2" w:rsidRDefault="002C50B2" w:rsidP="002C50B2">
      <w:r>
        <w:t>— </w:t>
      </w:r>
      <w:r w:rsidR="00C77A4E" w:rsidRPr="00275B88">
        <w:t>Je le crois</w:t>
      </w:r>
      <w:r>
        <w:t xml:space="preserve">… </w:t>
      </w:r>
      <w:r w:rsidR="00C77A4E" w:rsidRPr="00275B88">
        <w:t>En tout cas</w:t>
      </w:r>
      <w:r>
        <w:t xml:space="preserve">, </w:t>
      </w:r>
      <w:r w:rsidR="00C77A4E" w:rsidRPr="00275B88">
        <w:t>je vais vous conduire près d</w:t>
      </w:r>
      <w:r>
        <w:t>’</w:t>
      </w:r>
      <w:r w:rsidR="00C77A4E" w:rsidRPr="00275B88">
        <w:t>elle</w:t>
      </w:r>
      <w:r>
        <w:t>.</w:t>
      </w:r>
    </w:p>
    <w:p w14:paraId="5DFF037E" w14:textId="77777777" w:rsidR="002C50B2" w:rsidRDefault="00C77A4E" w:rsidP="002C50B2">
      <w:r w:rsidRPr="00275B88">
        <w:t xml:space="preserve">Tous se préparaient à quitter le studio lorsque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 xml:space="preserve">qui </w:t>
      </w:r>
      <w:proofErr w:type="gramStart"/>
      <w:r w:rsidRPr="00275B88">
        <w:t>avait été</w:t>
      </w:r>
      <w:proofErr w:type="gramEnd"/>
      <w:r w:rsidRPr="00275B88">
        <w:t xml:space="preserve"> ouvrir la petite porte et avait regardé au dehors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7C82BFB8" w14:textId="4583A98C" w:rsidR="002C50B2" w:rsidRDefault="002C50B2" w:rsidP="002C50B2">
      <w:r>
        <w:t>— </w:t>
      </w:r>
      <w:r w:rsidR="00C77A4E" w:rsidRPr="00275B88">
        <w:t>Monsieur le directeur</w:t>
      </w:r>
      <w:r>
        <w:t xml:space="preserve">, </w:t>
      </w:r>
      <w:r w:rsidR="00C77A4E" w:rsidRPr="00275B88">
        <w:t>me permettez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auparavant</w:t>
      </w:r>
      <w:r>
        <w:t xml:space="preserve">, </w:t>
      </w:r>
      <w:r w:rsidR="00C77A4E" w:rsidRPr="00275B88">
        <w:t xml:space="preserve">de poser quelques questions à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 ?</w:t>
      </w:r>
    </w:p>
    <w:p w14:paraId="4A34B180" w14:textId="77777777" w:rsidR="002C50B2" w:rsidRDefault="002C50B2" w:rsidP="002C50B2">
      <w:r>
        <w:t>— </w:t>
      </w:r>
      <w:r w:rsidR="00C77A4E" w:rsidRPr="00275B88">
        <w:t>Certainement</w:t>
      </w:r>
      <w:r>
        <w:t>.</w:t>
      </w:r>
    </w:p>
    <w:p w14:paraId="720C8459" w14:textId="77777777" w:rsidR="002C50B2" w:rsidRDefault="002C50B2" w:rsidP="002C50B2">
      <w:r>
        <w:t>— </w:t>
      </w:r>
      <w:r w:rsidR="00C77A4E" w:rsidRPr="00275B88">
        <w:t>Cette porte</w:t>
      </w:r>
      <w:r>
        <w:t xml:space="preserve">, </w:t>
      </w:r>
      <w:r w:rsidR="00C77A4E" w:rsidRPr="00275B88">
        <w:t>qui donne dans le jardin</w:t>
      </w:r>
      <w:r>
        <w:t xml:space="preserve">, </w:t>
      </w:r>
      <w:r w:rsidR="00C77A4E" w:rsidRPr="00275B88">
        <w:t>à quelques mètres seulement du mur de clôture</w:t>
      </w:r>
      <w:r>
        <w:t xml:space="preserve">, </w:t>
      </w:r>
      <w:r w:rsidR="00C77A4E" w:rsidRPr="00275B88">
        <w:t>était</w:t>
      </w:r>
      <w:r w:rsidR="00C77A4E">
        <w:t>-</w:t>
      </w:r>
      <w:r w:rsidR="00C77A4E" w:rsidRPr="00275B88">
        <w:t>elle fermée à clef</w:t>
      </w:r>
      <w:r>
        <w:t> ?</w:t>
      </w:r>
    </w:p>
    <w:p w14:paraId="2267D3F7" w14:textId="44C853A3" w:rsidR="002C50B2" w:rsidRDefault="002C50B2" w:rsidP="002C50B2">
      <w:r>
        <w:t>— </w:t>
      </w:r>
      <w:r w:rsidR="00C77A4E" w:rsidRPr="00275B88">
        <w:t>En principe</w:t>
      </w:r>
      <w:r>
        <w:t xml:space="preserve">, </w:t>
      </w:r>
      <w:r w:rsidR="00C77A4E" w:rsidRPr="00275B88">
        <w:t>oui</w:t>
      </w:r>
      <w:r>
        <w:t xml:space="preserve">… </w:t>
      </w:r>
      <w:r w:rsidR="00C77A4E" w:rsidRPr="00275B88">
        <w:t>répliquait la demoiselle de compagnie</w:t>
      </w:r>
      <w:r>
        <w:t xml:space="preserve">, </w:t>
      </w:r>
      <w:r w:rsidR="00C77A4E" w:rsidRPr="00275B88">
        <w:t>sans la moindre hésitation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sans toutefois l</w:t>
      </w:r>
      <w:r>
        <w:t>’</w:t>
      </w:r>
      <w:r w:rsidR="00C77A4E" w:rsidRPr="00275B88">
        <w:t>affirmer</w:t>
      </w:r>
      <w:r>
        <w:t xml:space="preserve">, </w:t>
      </w:r>
      <w:r w:rsidR="00C77A4E" w:rsidRPr="00275B88">
        <w:t>il est très possible qu</w:t>
      </w:r>
      <w:r>
        <w:t>’</w:t>
      </w:r>
      <w:r w:rsidR="00C77A4E" w:rsidRPr="00275B88">
        <w:t>elle soit restée ouverte</w:t>
      </w:r>
      <w:r>
        <w:t xml:space="preserve">, </w:t>
      </w:r>
      <w:r w:rsidR="00C77A4E" w:rsidRPr="00275B88">
        <w:t>car je me souviens que c</w:t>
      </w:r>
      <w:r>
        <w:t>’</w:t>
      </w:r>
      <w:r w:rsidR="00C77A4E" w:rsidRPr="00275B88">
        <w:t>est par là qu</w:t>
      </w:r>
      <w:r>
        <w:t>’</w:t>
      </w:r>
      <w:r w:rsidR="00C77A4E" w:rsidRPr="00275B88">
        <w:t xml:space="preserve">on a apporté les fleurs parmi lesquelles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était étendue et sans doute avait</w:t>
      </w:r>
      <w:r w:rsidR="00C77A4E">
        <w:t>-</w:t>
      </w:r>
      <w:r w:rsidR="00C77A4E" w:rsidRPr="00275B88">
        <w:t>on négligé de la refermer</w:t>
      </w:r>
      <w:r>
        <w:t>.</w:t>
      </w:r>
    </w:p>
    <w:p w14:paraId="74AE0804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reprenait</w:t>
      </w:r>
      <w:r w:rsidR="002C50B2">
        <w:t> :</w:t>
      </w:r>
    </w:p>
    <w:p w14:paraId="05B4AC0F" w14:textId="049CB579" w:rsidR="002C50B2" w:rsidRDefault="002C50B2" w:rsidP="002C50B2">
      <w:r>
        <w:t>— </w:t>
      </w:r>
      <w:r w:rsidR="00C77A4E" w:rsidRPr="00275B88">
        <w:t xml:space="preserve">Parmi les domestiques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 xml:space="preserve">, </w:t>
      </w:r>
      <w:r w:rsidR="00C77A4E" w:rsidRPr="00275B88">
        <w:t>en est</w:t>
      </w:r>
      <w:r w:rsidR="00C77A4E">
        <w:t>-</w:t>
      </w:r>
      <w:r w:rsidR="00C77A4E" w:rsidRPr="00275B88">
        <w:t>il qui soit depuis peu de temps à son service</w:t>
      </w:r>
      <w:r>
        <w:t> ?</w:t>
      </w:r>
    </w:p>
    <w:p w14:paraId="5952EC6A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le moins ancien</w:t>
      </w:r>
      <w:r>
        <w:t xml:space="preserve">, </w:t>
      </w:r>
      <w:r w:rsidR="00C77A4E" w:rsidRPr="00275B88">
        <w:t>le chauffeur</w:t>
      </w:r>
      <w:r>
        <w:t xml:space="preserve">, </w:t>
      </w:r>
      <w:r w:rsidR="00C77A4E" w:rsidRPr="00275B88">
        <w:t>est déjà depuis plus d</w:t>
      </w:r>
      <w:r>
        <w:t>’</w:t>
      </w:r>
      <w:r w:rsidR="00C77A4E" w:rsidRPr="00275B88">
        <w:t xml:space="preserve">un </w:t>
      </w:r>
      <w:r w:rsidR="00C77A4E" w:rsidRPr="00ED11A3">
        <w:t>an</w:t>
      </w:r>
      <w:r w:rsidR="00C77A4E" w:rsidRPr="00275B88">
        <w:t xml:space="preserve"> à la maison</w:t>
      </w:r>
      <w:r>
        <w:t xml:space="preserve">… </w:t>
      </w:r>
      <w:r w:rsidR="00C77A4E" w:rsidRPr="00275B88">
        <w:t>Nous avons eu sur lui les meilleures références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n</w:t>
      </w:r>
      <w:r>
        <w:t>’</w:t>
      </w:r>
      <w:r w:rsidR="00C77A4E" w:rsidRPr="00275B88">
        <w:t>a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point démenties</w:t>
      </w:r>
      <w:r>
        <w:t>.</w:t>
      </w:r>
    </w:p>
    <w:p w14:paraId="29D1DD16" w14:textId="2432325D" w:rsidR="002C50B2" w:rsidRDefault="002C50B2" w:rsidP="002C50B2">
      <w:r>
        <w:t>« </w:t>
      </w:r>
      <w:r w:rsidR="00C77A4E" w:rsidRPr="00275B88">
        <w:t>Quant aux autres</w:t>
      </w:r>
      <w:r>
        <w:t xml:space="preserve">, </w:t>
      </w:r>
      <w:r w:rsidR="00C77A4E" w:rsidRPr="00275B88">
        <w:t>ils étaient déjà au service de la famille Desroches depuis de nombreuses années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 xml:space="preserve">ai donc pu les </w:t>
      </w:r>
      <w:r w:rsidR="00C77A4E" w:rsidRPr="00275B88">
        <w:lastRenderedPageBreak/>
        <w:t>connaître</w:t>
      </w:r>
      <w:r>
        <w:t xml:space="preserve">, </w:t>
      </w:r>
      <w:r w:rsidR="00C77A4E" w:rsidRPr="00275B88">
        <w:t>les apprécier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ainsi que je l</w:t>
      </w:r>
      <w:r>
        <w:t>’</w:t>
      </w:r>
      <w:r w:rsidR="00C77A4E" w:rsidRPr="00275B88">
        <w:t xml:space="preserve">ai déclaré à </w:t>
      </w:r>
      <w:r>
        <w:t>M. </w:t>
      </w:r>
      <w:r w:rsidR="00C77A4E" w:rsidRPr="00275B88">
        <w:t>Chantecoq</w:t>
      </w:r>
      <w:r>
        <w:t xml:space="preserve">, </w:t>
      </w:r>
      <w:r w:rsidR="00C77A4E" w:rsidRPr="00275B88">
        <w:t>je suis prête à vous répondre d</w:t>
      </w:r>
      <w:r>
        <w:t>’</w:t>
      </w:r>
      <w:r w:rsidR="00C77A4E" w:rsidRPr="00275B88">
        <w:t>eux comme de moi</w:t>
      </w:r>
      <w:r w:rsidR="00C77A4E">
        <w:t>-</w:t>
      </w:r>
      <w:r w:rsidR="00C77A4E" w:rsidRPr="00275B88">
        <w:t>même</w:t>
      </w:r>
      <w:r>
        <w:t>.</w:t>
      </w:r>
    </w:p>
    <w:p w14:paraId="7E60B415" w14:textId="3231FF07" w:rsidR="002C50B2" w:rsidRDefault="002C50B2" w:rsidP="002C50B2">
      <w:r>
        <w:t>— M. </w:t>
      </w:r>
      <w:r w:rsidR="00C77A4E" w:rsidRPr="00275B88">
        <w:t>Chantecoq est donc venu ici</w:t>
      </w:r>
      <w:r>
        <w:t xml:space="preserve"> ? </w:t>
      </w:r>
      <w:r w:rsidR="00C77A4E" w:rsidRPr="00275B88">
        <w:t xml:space="preserve">questionnait négligemment </w:t>
      </w:r>
      <w:proofErr w:type="spellStart"/>
      <w:r w:rsidR="00C77A4E" w:rsidRPr="00275B88">
        <w:t>Ménardier</w:t>
      </w:r>
      <w:proofErr w:type="spellEnd"/>
      <w:r>
        <w:t>.</w:t>
      </w:r>
    </w:p>
    <w:p w14:paraId="3F7F0BF4" w14:textId="46879865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qui</w:t>
      </w:r>
      <w:r>
        <w:t xml:space="preserve">, </w:t>
      </w:r>
      <w:r w:rsidR="00C77A4E" w:rsidRPr="00275B88">
        <w:t>jusqu</w:t>
      </w:r>
      <w:r>
        <w:t>’</w:t>
      </w:r>
      <w:r w:rsidR="00C77A4E" w:rsidRPr="00275B88">
        <w:t>alors</w:t>
      </w:r>
      <w:r>
        <w:t xml:space="preserve">, </w:t>
      </w:r>
      <w:r w:rsidR="00C77A4E" w:rsidRPr="00275B88">
        <w:t>avait gardé le silence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</w:t>
      </w:r>
      <w:r>
        <w:t> :</w:t>
      </w:r>
    </w:p>
    <w:p w14:paraId="2E98EF3E" w14:textId="77777777" w:rsidR="002C50B2" w:rsidRDefault="002C50B2" w:rsidP="002C50B2">
      <w:r>
        <w:t>— </w:t>
      </w:r>
      <w:r w:rsidR="00C77A4E" w:rsidRPr="00275B88">
        <w:t>Quel malheur</w:t>
      </w:r>
      <w:r>
        <w:t xml:space="preserve"> ! </w:t>
      </w:r>
      <w:r w:rsidR="00C77A4E" w:rsidRPr="00275B88">
        <w:t>En effet</w:t>
      </w:r>
      <w:r>
        <w:t xml:space="preserve">, </w:t>
      </w:r>
      <w:r w:rsidR="00C77A4E" w:rsidRPr="00275B88">
        <w:t>si ma pauvre sœur</w:t>
      </w:r>
      <w:r>
        <w:t xml:space="preserve">, </w:t>
      </w:r>
      <w:r w:rsidR="00C77A4E" w:rsidRPr="00275B88">
        <w:t>au lieu d</w:t>
      </w:r>
      <w:r>
        <w:t>’</w:t>
      </w:r>
      <w:r w:rsidR="00C77A4E" w:rsidRPr="00275B88">
        <w:t>avoir eu recours à ce détective privé</w:t>
      </w:r>
      <w:r>
        <w:t xml:space="preserve">, </w:t>
      </w:r>
      <w:r w:rsidR="00C77A4E" w:rsidRPr="00275B88">
        <w:t>avait immédiatement porté plainte au commissaire de police</w:t>
      </w:r>
      <w:r>
        <w:t xml:space="preserve">, </w:t>
      </w:r>
      <w:r w:rsidR="00C77A4E" w:rsidRPr="00275B88">
        <w:t>qui sait si elle ne serait pas encore vivante</w:t>
      </w:r>
      <w:r>
        <w:t> !</w:t>
      </w:r>
    </w:p>
    <w:p w14:paraId="08D3F5A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fort possible</w:t>
      </w:r>
      <w:r>
        <w:t xml:space="preserve">, </w:t>
      </w:r>
      <w:r w:rsidR="00C77A4E" w:rsidRPr="00275B88">
        <w:t xml:space="preserve">murmura </w:t>
      </w:r>
      <w:proofErr w:type="spellStart"/>
      <w:r w:rsidR="00C77A4E" w:rsidRPr="00275B88">
        <w:t>Ménardier</w:t>
      </w:r>
      <w:proofErr w:type="spellEnd"/>
      <w:r>
        <w:t>.</w:t>
      </w:r>
    </w:p>
    <w:p w14:paraId="6E8EA0E0" w14:textId="0CD6950C" w:rsidR="002C50B2" w:rsidRDefault="002C50B2" w:rsidP="002C50B2">
      <w:r>
        <w:t>— </w:t>
      </w:r>
      <w:r w:rsidR="00C77A4E" w:rsidRPr="00275B88">
        <w:t>Et maintenant</w:t>
      </w:r>
      <w:r>
        <w:t xml:space="preserve">, </w:t>
      </w:r>
      <w:r w:rsidR="00C77A4E" w:rsidRPr="00275B88">
        <w:t>où est</w:t>
      </w:r>
      <w:r w:rsidR="00C77A4E">
        <w:t>-</w:t>
      </w:r>
      <w:r w:rsidR="00C77A4E" w:rsidRPr="00275B88">
        <w:t>elle</w:t>
      </w:r>
      <w:r>
        <w:t xml:space="preserve"> ? </w:t>
      </w:r>
      <w:r w:rsidR="00C77A4E" w:rsidRPr="00275B88">
        <w:t xml:space="preserve">reprenait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… </w:t>
      </w:r>
      <w:r w:rsidR="00C77A4E" w:rsidRPr="00275B88">
        <w:t>Où ce misérable l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emportée</w:t>
      </w:r>
      <w:r>
        <w:t xml:space="preserve"> ?… </w:t>
      </w:r>
      <w:r w:rsidR="00C77A4E" w:rsidRPr="00275B88">
        <w:t>Oh</w:t>
      </w:r>
      <w:r>
        <w:t xml:space="preserve"> ! </w:t>
      </w:r>
      <w:r w:rsidR="00C77A4E" w:rsidRPr="00275B88">
        <w:t>messieurs</w:t>
      </w:r>
      <w:r>
        <w:t xml:space="preserve">, </w:t>
      </w:r>
      <w:r w:rsidR="00C77A4E" w:rsidRPr="00275B88">
        <w:t>vous le retrouverez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avant qu</w:t>
      </w:r>
      <w:r>
        <w:t>’</w:t>
      </w:r>
      <w:r w:rsidR="00C77A4E" w:rsidRPr="00275B88">
        <w:t>il n</w:t>
      </w:r>
      <w:r>
        <w:t>’</w:t>
      </w:r>
      <w:r w:rsidR="00C77A4E" w:rsidRPr="00275B88">
        <w:t>ait fait disparaître son corps</w:t>
      </w:r>
      <w:r>
        <w:t> ?</w:t>
      </w:r>
    </w:p>
    <w:p w14:paraId="5C004B58" w14:textId="113DD862" w:rsidR="002C50B2" w:rsidRDefault="00C77A4E" w:rsidP="002C50B2">
      <w:r w:rsidRPr="00275B88">
        <w:t>Désireux de mettre fin à une scène qui devenait extrêmement pénible</w:t>
      </w:r>
      <w:r w:rsidR="002C50B2">
        <w:t>, M. </w:t>
      </w:r>
      <w:proofErr w:type="spellStart"/>
      <w:r w:rsidRPr="00275B88">
        <w:t>Ferval</w:t>
      </w:r>
      <w:proofErr w:type="spellEnd"/>
      <w:r w:rsidRPr="00275B88">
        <w:t xml:space="preserve"> reprenait</w:t>
      </w:r>
      <w:r w:rsidR="002C50B2">
        <w:t> :</w:t>
      </w:r>
    </w:p>
    <w:p w14:paraId="3D6252E7" w14:textId="77777777" w:rsidR="002C50B2" w:rsidRDefault="002C50B2" w:rsidP="002C50B2">
      <w:r>
        <w:t>— </w:t>
      </w:r>
      <w:r w:rsidR="00C77A4E" w:rsidRPr="00275B88">
        <w:t>Nous allons maintenant nous rendre près de la femme de chambre</w:t>
      </w:r>
      <w:r>
        <w:t>.</w:t>
      </w:r>
    </w:p>
    <w:p w14:paraId="7ABAE495" w14:textId="3ABDEB4D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adressant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il fit</w:t>
      </w:r>
      <w:r w:rsidR="002C50B2">
        <w:t> :</w:t>
      </w:r>
    </w:p>
    <w:p w14:paraId="25254A8C" w14:textId="77777777" w:rsidR="002C50B2" w:rsidRDefault="002C50B2" w:rsidP="002C50B2">
      <w:r>
        <w:t>— </w:t>
      </w:r>
      <w:r w:rsidR="00C77A4E" w:rsidRPr="00275B88">
        <w:t>Il vaut mieux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>que vous n</w:t>
      </w:r>
      <w:r>
        <w:t>’</w:t>
      </w:r>
      <w:r w:rsidR="00C77A4E" w:rsidRPr="00275B88">
        <w:t>assistiez pas à cet interrogatoire</w:t>
      </w:r>
      <w:r>
        <w:t xml:space="preserve">, </w:t>
      </w:r>
      <w:r w:rsidR="00C77A4E" w:rsidRPr="00275B88">
        <w:t>qui ne pourrait que raviver votre douleur</w:t>
      </w:r>
      <w:r>
        <w:t>.</w:t>
      </w:r>
    </w:p>
    <w:p w14:paraId="5E3B431A" w14:textId="0D102FBB" w:rsidR="002C50B2" w:rsidRDefault="002C50B2" w:rsidP="002C50B2">
      <w:r>
        <w:t>— </w:t>
      </w:r>
      <w:r w:rsidR="00C77A4E" w:rsidRPr="00275B88">
        <w:t>Vous avez raison</w:t>
      </w:r>
      <w:r>
        <w:t xml:space="preserve">, </w:t>
      </w:r>
      <w:r w:rsidR="00C77A4E" w:rsidRPr="00275B88">
        <w:t>monsieur le directeur</w:t>
      </w:r>
      <w:r>
        <w:t xml:space="preserve">, </w:t>
      </w:r>
      <w:r w:rsidR="00C77A4E" w:rsidRPr="00275B88">
        <w:t xml:space="preserve">approuvait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 xml:space="preserve">je vais emmener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…</w:t>
      </w:r>
    </w:p>
    <w:p w14:paraId="294EA01F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Non</w:t>
      </w:r>
      <w:r>
        <w:t xml:space="preserve"> ! </w:t>
      </w:r>
      <w:r w:rsidR="00C77A4E" w:rsidRPr="00275B88">
        <w:t>refusait celle</w:t>
      </w:r>
      <w:r w:rsidR="00C77A4E">
        <w:t>-</w:t>
      </w:r>
      <w:r w:rsidR="00C77A4E" w:rsidRPr="00275B88">
        <w:t>ci</w:t>
      </w:r>
      <w:r>
        <w:t xml:space="preserve">… </w:t>
      </w:r>
      <w:r w:rsidR="00C77A4E" w:rsidRPr="00275B88">
        <w:t>je veux tout voir</w:t>
      </w:r>
      <w:r>
        <w:t xml:space="preserve">, </w:t>
      </w:r>
      <w:r w:rsidR="00C77A4E" w:rsidRPr="00275B88">
        <w:t>tout entendre</w:t>
      </w:r>
      <w:r>
        <w:t xml:space="preserve">.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ne craignez rien</w:t>
      </w:r>
      <w:r>
        <w:t xml:space="preserve">, </w:t>
      </w:r>
      <w:r w:rsidR="00C77A4E" w:rsidRPr="00275B88">
        <w:t>je serai courageuse</w:t>
      </w:r>
      <w:r>
        <w:t>.</w:t>
      </w:r>
    </w:p>
    <w:p w14:paraId="6061654F" w14:textId="002B85D5" w:rsidR="002C50B2" w:rsidRDefault="002C50B2" w:rsidP="002C50B2">
      <w:r>
        <w:lastRenderedPageBreak/>
        <w:t>M. </w:t>
      </w:r>
      <w:proofErr w:type="spellStart"/>
      <w:r w:rsidR="00C77A4E" w:rsidRPr="00275B88">
        <w:t>Ferval</w:t>
      </w:r>
      <w:proofErr w:type="spellEnd"/>
      <w:r w:rsidR="00C77A4E" w:rsidRPr="00275B88">
        <w:t xml:space="preserve"> n</w:t>
      </w:r>
      <w:r>
        <w:t>’</w:t>
      </w:r>
      <w:r w:rsidR="00C77A4E" w:rsidRPr="00275B88">
        <w:t>osa insister</w:t>
      </w:r>
      <w:r>
        <w:t xml:space="preserve">… </w:t>
      </w:r>
      <w:r w:rsidR="00C77A4E" w:rsidRPr="00275B88">
        <w:t>et</w:t>
      </w:r>
      <w:r>
        <w:t xml:space="preserve">, </w:t>
      </w:r>
      <w:r w:rsidR="00C77A4E" w:rsidRPr="00275B88">
        <w:t>guidés par Elsa Bergen</w:t>
      </w:r>
      <w:r>
        <w:t xml:space="preserve">, </w:t>
      </w:r>
      <w:r w:rsidR="00C77A4E" w:rsidRPr="00275B88">
        <w:t>tous se dirigèrent vers la chambre de Juliette</w:t>
      </w:r>
      <w:r>
        <w:t xml:space="preserve">, </w:t>
      </w:r>
      <w:r w:rsidR="00C77A4E" w:rsidRPr="00275B88">
        <w:t>qui était située tout en haut de l</w:t>
      </w:r>
      <w:r>
        <w:t>’</w:t>
      </w:r>
      <w:r w:rsidR="00C77A4E" w:rsidRPr="00275B88">
        <w:t>hôtel</w:t>
      </w:r>
      <w:r>
        <w:t>.</w:t>
      </w:r>
    </w:p>
    <w:p w14:paraId="113F0363" w14:textId="77777777" w:rsidR="002C50B2" w:rsidRDefault="00C77A4E" w:rsidP="002C50B2">
      <w:r w:rsidRPr="00275B88">
        <w:t>La femme de chambre était étendue sur son lit</w:t>
      </w:r>
      <w:r w:rsidR="002C50B2">
        <w:t xml:space="preserve">, </w:t>
      </w:r>
      <w:r w:rsidRPr="00275B88">
        <w:t>la tête enveloppée d</w:t>
      </w:r>
      <w:r w:rsidR="002C50B2">
        <w:t>’</w:t>
      </w:r>
      <w:r w:rsidRPr="00275B88">
        <w:t>un pansement</w:t>
      </w:r>
      <w:r w:rsidR="002C50B2">
        <w:t>.</w:t>
      </w:r>
    </w:p>
    <w:p w14:paraId="58D40D53" w14:textId="56763F3C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entra la première</w:t>
      </w:r>
      <w:r>
        <w:t xml:space="preserve">, </w:t>
      </w:r>
      <w:r w:rsidR="00C77A4E" w:rsidRPr="00275B88">
        <w:t xml:space="preserve">suivie de </w:t>
      </w:r>
      <w:r>
        <w:t>M. </w:t>
      </w:r>
      <w:proofErr w:type="spellStart"/>
      <w:r w:rsidR="00C77A4E" w:rsidRPr="00275B88">
        <w:t>Ferval</w:t>
      </w:r>
      <w:proofErr w:type="spellEnd"/>
      <w:r w:rsidR="00C77A4E" w:rsidRPr="00275B88">
        <w:t xml:space="preserve"> et de </w:t>
      </w:r>
      <w:proofErr w:type="spellStart"/>
      <w:r w:rsidR="00C77A4E" w:rsidRPr="00275B88">
        <w:t>Ménardier</w:t>
      </w:r>
      <w:proofErr w:type="spellEnd"/>
      <w:r>
        <w:t>.</w:t>
      </w:r>
    </w:p>
    <w:p w14:paraId="3297A439" w14:textId="05EE9ADF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, M. de </w:t>
      </w:r>
      <w:r w:rsidR="00C77A4E" w:rsidRPr="00275B88">
        <w:t>Thouars et le commissaire de police restèrent dans le couloir</w:t>
      </w:r>
      <w:r>
        <w:t xml:space="preserve"> ; </w:t>
      </w:r>
      <w:r w:rsidR="00C77A4E" w:rsidRPr="00275B88">
        <w:t>mais la porte étant demeurée ouverte</w:t>
      </w:r>
      <w:r>
        <w:t xml:space="preserve">, </w:t>
      </w:r>
      <w:r w:rsidR="00C77A4E" w:rsidRPr="00275B88">
        <w:t>ils allaient pouvoir suivre tout ce qui allait se passer</w:t>
      </w:r>
      <w:r>
        <w:t xml:space="preserve">, </w:t>
      </w:r>
      <w:r w:rsidR="00C77A4E" w:rsidRPr="00275B88">
        <w:t>entendre tout ce qui allait se dire</w:t>
      </w:r>
      <w:r>
        <w:t>.</w:t>
      </w:r>
    </w:p>
    <w:p w14:paraId="2719AD96" w14:textId="356BA1C9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s</w:t>
      </w:r>
      <w:r>
        <w:t>’</w:t>
      </w:r>
      <w:r w:rsidR="00C77A4E" w:rsidRPr="00275B88">
        <w:t>en fut vers Juliette</w:t>
      </w:r>
      <w:r>
        <w:t xml:space="preserve">, </w:t>
      </w:r>
      <w:r w:rsidR="00C77A4E" w:rsidRPr="00275B88">
        <w:t>et sur un ton plein de bonté</w:t>
      </w:r>
      <w:r>
        <w:t xml:space="preserve">, </w:t>
      </w:r>
      <w:r w:rsidR="00C77A4E" w:rsidRPr="00275B88">
        <w:t>elle lui dit</w:t>
      </w:r>
      <w:r>
        <w:t> :</w:t>
      </w:r>
    </w:p>
    <w:p w14:paraId="6D748823" w14:textId="27D4831B" w:rsidR="002C50B2" w:rsidRDefault="002C50B2" w:rsidP="002C50B2">
      <w:r>
        <w:t>— </w:t>
      </w:r>
      <w:r w:rsidR="00C77A4E" w:rsidRPr="00275B88">
        <w:t>Ma fille</w:t>
      </w:r>
      <w:r>
        <w:t xml:space="preserve">, </w:t>
      </w:r>
      <w:r w:rsidR="00C77A4E" w:rsidRPr="00275B88">
        <w:t xml:space="preserve">voici </w:t>
      </w:r>
      <w:r>
        <w:t>M. </w:t>
      </w:r>
      <w:r w:rsidR="00C77A4E" w:rsidRPr="00275B88">
        <w:t>le directeur de la police judiciaire</w:t>
      </w:r>
      <w:r>
        <w:t xml:space="preserve">, </w:t>
      </w:r>
      <w:r w:rsidR="00C77A4E" w:rsidRPr="00275B88">
        <w:t>qui a tenu à vous interroger lui</w:t>
      </w:r>
      <w:r w:rsidR="00C77A4E">
        <w:t>-</w:t>
      </w:r>
      <w:r w:rsidR="00C77A4E" w:rsidRPr="00275B88">
        <w:t>même</w:t>
      </w:r>
      <w:r>
        <w:t xml:space="preserve">, </w:t>
      </w:r>
      <w:r w:rsidR="00C77A4E" w:rsidRPr="00275B88">
        <w:t>au sujet de ce qui s</w:t>
      </w:r>
      <w:r>
        <w:t>’</w:t>
      </w:r>
      <w:r w:rsidR="00C77A4E" w:rsidRPr="00275B88">
        <w:t>est passé hier soir dans l</w:t>
      </w:r>
      <w:r>
        <w:t>’</w:t>
      </w:r>
      <w:r w:rsidR="00C77A4E" w:rsidRPr="00275B88">
        <w:t>atelier</w:t>
      </w:r>
      <w:r>
        <w:t>…</w:t>
      </w:r>
    </w:p>
    <w:p w14:paraId="1741933E" w14:textId="77777777" w:rsidR="002C50B2" w:rsidRDefault="002C50B2" w:rsidP="002C50B2">
      <w:r>
        <w:t>« </w:t>
      </w:r>
      <w:r w:rsidR="00C77A4E" w:rsidRPr="00275B88">
        <w:t>Ne vous émotionnez pas</w:t>
      </w:r>
      <w:r>
        <w:t xml:space="preserve">… </w:t>
      </w:r>
      <w:r w:rsidR="00C77A4E" w:rsidRPr="00275B88">
        <w:t>Il est de votre intérêt</w:t>
      </w:r>
      <w:r>
        <w:t xml:space="preserve">, </w:t>
      </w:r>
      <w:r w:rsidR="00C77A4E" w:rsidRPr="00275B88">
        <w:t>autant que du nôtre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éclairer la justice et de lui fournir si possible les moyens d</w:t>
      </w:r>
      <w:r>
        <w:t>’</w:t>
      </w:r>
      <w:r w:rsidR="00C77A4E" w:rsidRPr="00275B88">
        <w:t>arrêter le misérable qui a voulu vous tuer</w:t>
      </w:r>
      <w:r>
        <w:t>.</w:t>
      </w:r>
    </w:p>
    <w:p w14:paraId="0E73E62B" w14:textId="77777777" w:rsidR="002C50B2" w:rsidRDefault="00C77A4E" w:rsidP="002C50B2">
      <w:r w:rsidRPr="00275B88">
        <w:t>Juliette promena autour d</w:t>
      </w:r>
      <w:r w:rsidR="002C50B2">
        <w:t>’</w:t>
      </w:r>
      <w:r w:rsidRPr="00275B88">
        <w:t>elle des yeux qui reflétaient encore l</w:t>
      </w:r>
      <w:r w:rsidR="002C50B2">
        <w:t>’</w:t>
      </w:r>
      <w:r w:rsidRPr="00275B88">
        <w:t>indicible épouvante dans laquelle l</w:t>
      </w:r>
      <w:r w:rsidR="002C50B2">
        <w:t>’</w:t>
      </w:r>
      <w:r w:rsidRPr="00275B88">
        <w:t>avait plongée la nouvelle apparition du Fantôme</w:t>
      </w:r>
      <w:r w:rsidR="002C50B2">
        <w:t>.</w:t>
      </w:r>
    </w:p>
    <w:p w14:paraId="4BACBF20" w14:textId="5694439C" w:rsidR="002C50B2" w:rsidRDefault="002C50B2" w:rsidP="002C50B2">
      <w:r>
        <w:t>M. </w:t>
      </w:r>
      <w:proofErr w:type="spellStart"/>
      <w:r w:rsidR="00C77A4E" w:rsidRPr="00275B88">
        <w:t>Ferval</w:t>
      </w:r>
      <w:proofErr w:type="spellEnd"/>
      <w:r w:rsidR="00C77A4E" w:rsidRPr="00275B88">
        <w:t xml:space="preserve"> s</w:t>
      </w:r>
      <w:r>
        <w:t>’</w:t>
      </w:r>
      <w:r w:rsidR="00C77A4E" w:rsidRPr="00275B88">
        <w:t>approcha d</w:t>
      </w:r>
      <w:r>
        <w:t>’</w:t>
      </w:r>
      <w:r w:rsidR="00C77A4E" w:rsidRPr="00275B88">
        <w:t>elle</w:t>
      </w:r>
      <w:r>
        <w:t>…</w:t>
      </w:r>
    </w:p>
    <w:p w14:paraId="044E6789" w14:textId="77777777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avec bienveillance</w:t>
      </w:r>
      <w:r>
        <w:t xml:space="preserve">, </w:t>
      </w:r>
      <w:r w:rsidR="00C77A4E" w:rsidRPr="00275B88">
        <w:t>voulez</w:t>
      </w:r>
      <w:r w:rsidR="00C77A4E">
        <w:t>-</w:t>
      </w:r>
      <w:r w:rsidR="00C77A4E" w:rsidRPr="00275B88">
        <w:t>vous nous dire ce que vous savez</w:t>
      </w:r>
      <w:r>
        <w:t> ?</w:t>
      </w:r>
    </w:p>
    <w:p w14:paraId="00BE397C" w14:textId="0259CB26" w:rsidR="002C50B2" w:rsidRDefault="002C50B2" w:rsidP="002C50B2">
      <w:r>
        <w:t>— </w:t>
      </w:r>
      <w:r w:rsidR="00C77A4E" w:rsidRPr="00275B88">
        <w:t>Monsieur</w:t>
      </w:r>
      <w:r>
        <w:t xml:space="preserve">, </w:t>
      </w:r>
      <w:r w:rsidR="00C77A4E" w:rsidRPr="00275B88">
        <w:t>répondait la femme de chambre</w:t>
      </w:r>
      <w:r>
        <w:t xml:space="preserve">, </w:t>
      </w:r>
      <w:r w:rsidR="00C77A4E" w:rsidRPr="00275B88">
        <w:t xml:space="preserve">tandis que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prenait des notes sur un carnet</w:t>
      </w:r>
      <w:r>
        <w:t xml:space="preserve">, </w:t>
      </w:r>
      <w:r w:rsidR="00C77A4E" w:rsidRPr="00275B88">
        <w:t xml:space="preserve">je me trouvais </w:t>
      </w:r>
      <w:r w:rsidR="00C77A4E" w:rsidRPr="00275B88">
        <w:lastRenderedPageBreak/>
        <w:t>dans le studio</w:t>
      </w:r>
      <w:r>
        <w:t xml:space="preserve">, </w:t>
      </w:r>
      <w:r w:rsidR="00C77A4E" w:rsidRPr="00275B88">
        <w:t xml:space="preserve">avec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près de notre pauvre demoiselle</w:t>
      </w:r>
      <w:r>
        <w:t xml:space="preserve">, </w:t>
      </w:r>
      <w:r w:rsidR="00C77A4E" w:rsidRPr="00275B88">
        <w:t>lorsque je vis une porte s</w:t>
      </w:r>
      <w:r>
        <w:t>’</w:t>
      </w:r>
      <w:r w:rsidR="00C77A4E" w:rsidRPr="00275B88">
        <w:t>ouvrir</w:t>
      </w:r>
      <w:r>
        <w:t xml:space="preserve">, </w:t>
      </w:r>
      <w:r w:rsidR="00C77A4E" w:rsidRPr="00275B88">
        <w:t>et puis</w:t>
      </w:r>
      <w:r>
        <w:t xml:space="preserve">… </w:t>
      </w:r>
      <w:r w:rsidR="00C77A4E" w:rsidRPr="00275B88">
        <w:t>et puis</w:t>
      </w:r>
      <w:r>
        <w:t>…</w:t>
      </w:r>
    </w:p>
    <w:p w14:paraId="28EB14D8" w14:textId="77777777" w:rsidR="002C50B2" w:rsidRDefault="00C77A4E" w:rsidP="002C50B2">
      <w:r w:rsidRPr="00275B88">
        <w:t>Elle s</w:t>
      </w:r>
      <w:r w:rsidR="002C50B2">
        <w:t>’</w:t>
      </w:r>
      <w:r w:rsidRPr="00275B88">
        <w:t>arrêta</w:t>
      </w:r>
      <w:r w:rsidR="002C50B2">
        <w:t xml:space="preserve">… </w:t>
      </w:r>
      <w:r w:rsidRPr="00275B88">
        <w:t>comme si le souvenir du Fantôme réveillait en elle ses transes qui semblaient momentanément apaisées</w:t>
      </w:r>
      <w:r w:rsidR="002C50B2">
        <w:t>.</w:t>
      </w:r>
    </w:p>
    <w:p w14:paraId="46F554EF" w14:textId="46322FD6" w:rsidR="002C50B2" w:rsidRDefault="002C50B2" w:rsidP="002C50B2">
      <w:r>
        <w:t>— </w:t>
      </w:r>
      <w:r w:rsidR="00C77A4E" w:rsidRPr="00275B88">
        <w:t>Et puis</w:t>
      </w:r>
      <w:r>
        <w:t xml:space="preserve"> ?… </w:t>
      </w:r>
      <w:r w:rsidR="00C77A4E" w:rsidRPr="00275B88">
        <w:t xml:space="preserve">insistait doucement </w:t>
      </w:r>
      <w:r>
        <w:t>M. </w:t>
      </w:r>
      <w:proofErr w:type="spellStart"/>
      <w:r w:rsidR="00C77A4E" w:rsidRPr="00275B88">
        <w:t>Ferval</w:t>
      </w:r>
      <w:proofErr w:type="spellEnd"/>
      <w:r>
        <w:t>.</w:t>
      </w:r>
    </w:p>
    <w:p w14:paraId="35B32CF1" w14:textId="35DC7BF5" w:rsidR="002C50B2" w:rsidRDefault="002C50B2" w:rsidP="002C50B2">
      <w:r>
        <w:t>— </w:t>
      </w:r>
      <w:r w:rsidR="00C77A4E" w:rsidRPr="00275B88">
        <w:t>Et puis</w:t>
      </w:r>
      <w:r>
        <w:t xml:space="preserve">, </w:t>
      </w:r>
      <w:r w:rsidR="00C77A4E" w:rsidRPr="00275B88">
        <w:t>reprenait Juliette avec effort</w:t>
      </w:r>
      <w:r>
        <w:t xml:space="preserve">… </w:t>
      </w:r>
      <w:r w:rsidR="00C77A4E" w:rsidRPr="00275B88">
        <w:t>le Fantôme est apparu</w:t>
      </w:r>
      <w:r>
        <w:t>…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s</w:t>
      </w:r>
      <w:r>
        <w:t>’</w:t>
      </w:r>
      <w:r w:rsidR="00C77A4E" w:rsidRPr="00275B88">
        <w:t>est évanouie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poussé des cris</w:t>
      </w:r>
      <w:r>
        <w:t xml:space="preserve">… </w:t>
      </w:r>
      <w:r w:rsidR="00C77A4E" w:rsidRPr="00275B88">
        <w:t>le Fantôme a bondi sur moi</w:t>
      </w:r>
      <w:r>
        <w:t xml:space="preserve">… </w:t>
      </w:r>
      <w:r w:rsidR="00C77A4E" w:rsidRPr="00275B88">
        <w:t>et m</w:t>
      </w:r>
      <w:r>
        <w:t>’</w:t>
      </w:r>
      <w:r w:rsidR="00C77A4E" w:rsidRPr="00275B88">
        <w:t>a donné un grand coup de marteau sur la tête</w:t>
      </w:r>
      <w:r>
        <w:t xml:space="preserve">… </w:t>
      </w:r>
      <w:r w:rsidR="00C77A4E" w:rsidRPr="00275B88">
        <w:t>Je suis tombée</w:t>
      </w:r>
      <w:r>
        <w:t xml:space="preserve">… </w:t>
      </w:r>
      <w:r w:rsidR="00C77A4E" w:rsidRPr="00275B88">
        <w:t>mais je n</w:t>
      </w:r>
      <w:r>
        <w:t>’</w:t>
      </w:r>
      <w:r w:rsidR="00C77A4E" w:rsidRPr="00275B88">
        <w:t>ai pas tout à fait perdu connaissance</w:t>
      </w:r>
      <w:r>
        <w:t>…</w:t>
      </w:r>
    </w:p>
    <w:p w14:paraId="032112E1" w14:textId="77777777" w:rsidR="002C50B2" w:rsidRDefault="00C77A4E" w:rsidP="002C50B2">
      <w:r w:rsidRPr="00275B88">
        <w:t>Elle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suffoquée</w:t>
      </w:r>
      <w:r w:rsidR="002C50B2">
        <w:t>.</w:t>
      </w:r>
    </w:p>
    <w:p w14:paraId="2AF2BDB8" w14:textId="08B8C085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empara d</w:t>
      </w:r>
      <w:r>
        <w:t>’</w:t>
      </w:r>
      <w:r w:rsidR="00C77A4E" w:rsidRPr="00275B88">
        <w:t>un flacon d</w:t>
      </w:r>
      <w:r>
        <w:t>’</w:t>
      </w:r>
      <w:r w:rsidR="00C77A4E" w:rsidRPr="00275B88">
        <w:t>éther et le lui fit respirer</w:t>
      </w:r>
      <w:r>
        <w:t xml:space="preserve">, </w:t>
      </w:r>
      <w:r w:rsidR="00C77A4E" w:rsidRPr="00275B88">
        <w:t xml:space="preserve">tandis que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murmurait à son chef</w:t>
      </w:r>
      <w:r>
        <w:t> :</w:t>
      </w:r>
    </w:p>
    <w:p w14:paraId="66C1D17D" w14:textId="77777777" w:rsidR="002C50B2" w:rsidRDefault="002C50B2" w:rsidP="002C50B2">
      <w:r>
        <w:t>— </w:t>
      </w:r>
      <w:r w:rsidR="00C77A4E" w:rsidRPr="00275B88">
        <w:t>Cette déposition est tout à fait conforme à celle de la dame de compagnie</w:t>
      </w:r>
      <w:r>
        <w:t xml:space="preserve">… </w:t>
      </w:r>
      <w:r w:rsidR="00C77A4E" w:rsidRPr="00275B88">
        <w:t>donc</w:t>
      </w:r>
      <w:r>
        <w:t>…</w:t>
      </w:r>
    </w:p>
    <w:p w14:paraId="5F7A259F" w14:textId="77777777" w:rsidR="002C50B2" w:rsidRDefault="00C77A4E" w:rsidP="002C50B2">
      <w:r w:rsidRPr="00275B88">
        <w:t>D</w:t>
      </w:r>
      <w:r w:rsidR="002C50B2">
        <w:t>’</w:t>
      </w:r>
      <w:r w:rsidRPr="00275B88">
        <w:t>un geste bref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lui imposait silence</w:t>
      </w:r>
      <w:r w:rsidR="002C50B2">
        <w:t xml:space="preserve">. </w:t>
      </w:r>
      <w:r w:rsidRPr="00275B88">
        <w:t>En effet</w:t>
      </w:r>
      <w:r w:rsidR="002C50B2">
        <w:t xml:space="preserve">, </w:t>
      </w:r>
      <w:r w:rsidRPr="00275B88">
        <w:t>Juliette</w:t>
      </w:r>
      <w:r w:rsidR="002C50B2">
        <w:t xml:space="preserve">, </w:t>
      </w:r>
      <w:r w:rsidRPr="00275B88">
        <w:t>ranimée</w:t>
      </w:r>
      <w:r w:rsidR="002C50B2">
        <w:t xml:space="preserve">, </w:t>
      </w:r>
      <w:r w:rsidRPr="00275B88">
        <w:t>reprenait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un peu raffermie</w:t>
      </w:r>
      <w:r w:rsidR="002C50B2">
        <w:t> :</w:t>
      </w:r>
    </w:p>
    <w:p w14:paraId="28C446F7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vu le Fantôme courir vers le divan</w:t>
      </w:r>
      <w:r>
        <w:t xml:space="preserve">, </w:t>
      </w:r>
      <w:r w:rsidR="00C77A4E" w:rsidRPr="00275B88">
        <w:t>saisir Mademoiselle dans ses bras et s</w:t>
      </w:r>
      <w:r>
        <w:t>’</w:t>
      </w:r>
      <w:r w:rsidR="00C77A4E" w:rsidRPr="00275B88">
        <w:t>enfuir avec elle</w:t>
      </w:r>
      <w:r>
        <w:t>.</w:t>
      </w:r>
    </w:p>
    <w:p w14:paraId="01CF2BA7" w14:textId="77777777" w:rsidR="002C50B2" w:rsidRDefault="002C50B2" w:rsidP="002C50B2">
      <w:r>
        <w:t>— </w:t>
      </w:r>
      <w:r w:rsidR="00C77A4E" w:rsidRPr="00275B88">
        <w:t>Je ne voudrais pas vous fatiguer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déclarait le directeur de la police judiciaire</w:t>
      </w:r>
      <w:r>
        <w:t xml:space="preserve">, </w:t>
      </w:r>
      <w:proofErr w:type="gramStart"/>
      <w:r w:rsidR="00C77A4E" w:rsidRPr="00275B88">
        <w:t>mais cependant</w:t>
      </w:r>
      <w:proofErr w:type="gramEnd"/>
      <w:r w:rsidR="00C77A4E" w:rsidRPr="00275B88">
        <w:t xml:space="preserve"> j</w:t>
      </w:r>
      <w:r>
        <w:t>’</w:t>
      </w:r>
      <w:r w:rsidR="00C77A4E" w:rsidRPr="00275B88">
        <w:t>aurais encore quelques questions à vous poser</w:t>
      </w:r>
      <w:r>
        <w:t>.</w:t>
      </w:r>
    </w:p>
    <w:p w14:paraId="05716A9E" w14:textId="77777777" w:rsidR="002C50B2" w:rsidRDefault="00C77A4E" w:rsidP="002C50B2">
      <w:r w:rsidRPr="00275B88">
        <w:t>D</w:t>
      </w:r>
      <w:r w:rsidR="002C50B2">
        <w:t>’</w:t>
      </w:r>
      <w:r w:rsidRPr="00275B88">
        <w:t>un signe de tête</w:t>
      </w:r>
      <w:r w:rsidR="002C50B2">
        <w:t xml:space="preserve">, </w:t>
      </w:r>
      <w:r w:rsidRPr="00275B88">
        <w:t>Juliette exprima qu</w:t>
      </w:r>
      <w:r w:rsidR="002C50B2">
        <w:t>’</w:t>
      </w:r>
      <w:r w:rsidRPr="00275B88">
        <w:t>elle était prête à répondre</w:t>
      </w:r>
      <w:r w:rsidR="002C50B2">
        <w:t>.</w:t>
      </w:r>
    </w:p>
    <w:p w14:paraId="77012965" w14:textId="77777777" w:rsidR="002C50B2" w:rsidRDefault="002C50B2" w:rsidP="002C50B2">
      <w:r>
        <w:t>— </w:t>
      </w:r>
      <w:r w:rsidR="00C77A4E" w:rsidRPr="00275B88">
        <w:t>Lorsque le Fantôme est apparu pour la première fois dans cette maison</w:t>
      </w:r>
      <w:r>
        <w:t xml:space="preserve">, </w:t>
      </w:r>
      <w:r w:rsidR="00C77A4E" w:rsidRPr="00275B88">
        <w:t>vous l</w:t>
      </w:r>
      <w:r>
        <w:t>’</w:t>
      </w:r>
      <w:r w:rsidR="00C77A4E" w:rsidRPr="00275B88">
        <w:t>avez vu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> ?</w:t>
      </w:r>
    </w:p>
    <w:p w14:paraId="0093D11E" w14:textId="77777777" w:rsidR="002C50B2" w:rsidRDefault="002C50B2" w:rsidP="002C50B2">
      <w:r>
        <w:lastRenderedPageBreak/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045E94D0" w14:textId="77777777" w:rsidR="002C50B2" w:rsidRDefault="002C50B2" w:rsidP="002C50B2">
      <w:r>
        <w:t>— </w:t>
      </w:r>
      <w:r w:rsidR="00C77A4E" w:rsidRPr="00275B88">
        <w:t>Et vous êtes sûre qu</w:t>
      </w:r>
      <w:r>
        <w:t>’</w:t>
      </w:r>
      <w:r w:rsidR="00C77A4E" w:rsidRPr="00275B88">
        <w:t>hier c</w:t>
      </w:r>
      <w:r>
        <w:t>’</w:t>
      </w:r>
      <w:r w:rsidR="00C77A4E" w:rsidRPr="00275B88">
        <w:t>était le même</w:t>
      </w:r>
      <w:r>
        <w:t> ?</w:t>
      </w:r>
    </w:p>
    <w:p w14:paraId="29E97074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40817E05" w14:textId="77777777" w:rsidR="002C50B2" w:rsidRDefault="002C50B2" w:rsidP="002C50B2">
      <w:r>
        <w:t>— </w:t>
      </w:r>
      <w:r w:rsidR="00C77A4E" w:rsidRPr="00275B88">
        <w:t>Il était bien enveloppé dans un grand suaire noir</w:t>
      </w:r>
      <w:r>
        <w:t> ?</w:t>
      </w:r>
    </w:p>
    <w:p w14:paraId="37E5A607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>.</w:t>
      </w:r>
    </w:p>
    <w:p w14:paraId="48296546" w14:textId="77777777" w:rsidR="002C50B2" w:rsidRDefault="002C50B2" w:rsidP="002C50B2">
      <w:r>
        <w:t>— </w:t>
      </w:r>
      <w:r w:rsidR="00C77A4E" w:rsidRPr="00275B88">
        <w:t>Et il portait sur sa tête un capuchon qui empêchait de distinguer ses traits</w:t>
      </w:r>
      <w:r>
        <w:t> ?</w:t>
      </w:r>
    </w:p>
    <w:p w14:paraId="7C7BDFE6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et dans lequel il y avait seulement deux trous qui laissaient apercevoir ses yeux</w:t>
      </w:r>
      <w:r>
        <w:t xml:space="preserve">… </w:t>
      </w:r>
      <w:r w:rsidR="00C77A4E" w:rsidRPr="00275B88">
        <w:t>Oh</w:t>
      </w:r>
      <w:r>
        <w:t xml:space="preserve"> ! </w:t>
      </w:r>
      <w:r w:rsidR="00C77A4E" w:rsidRPr="00275B88">
        <w:t>ces yeux</w:t>
      </w:r>
      <w:r>
        <w:t xml:space="preserve">… </w:t>
      </w:r>
      <w:r w:rsidR="00C77A4E" w:rsidRPr="00275B88">
        <w:t>Ce regard</w:t>
      </w:r>
      <w:r>
        <w:t xml:space="preserve">… </w:t>
      </w:r>
      <w:r w:rsidR="00C77A4E" w:rsidRPr="00275B88">
        <w:t>Je ne l</w:t>
      </w:r>
      <w:r>
        <w:t>’</w:t>
      </w:r>
      <w:r w:rsidR="00C77A4E" w:rsidRPr="00275B88">
        <w:t>oublierai jamais</w:t>
      </w:r>
      <w:r>
        <w:t> !</w:t>
      </w:r>
    </w:p>
    <w:p w14:paraId="1622D6D1" w14:textId="77777777" w:rsidR="002C50B2" w:rsidRDefault="002C50B2" w:rsidP="002C50B2">
      <w:r>
        <w:t>— </w:t>
      </w:r>
      <w:r w:rsidR="00C77A4E" w:rsidRPr="00275B88">
        <w:t>Il faut l</w:t>
      </w:r>
      <w:r>
        <w:t>’</w:t>
      </w:r>
      <w:r w:rsidR="00C77A4E" w:rsidRPr="00275B88">
        <w:t>oublier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conseillait le haut fonctionnaire</w:t>
      </w:r>
      <w:r>
        <w:t>.</w:t>
      </w:r>
    </w:p>
    <w:p w14:paraId="4791A82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 xml:space="preserve">lui montrant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il ajouta</w:t>
      </w:r>
      <w:r w:rsidR="002C50B2">
        <w:t> :</w:t>
      </w:r>
    </w:p>
    <w:p w14:paraId="765C0D8D" w14:textId="77777777" w:rsidR="002C50B2" w:rsidRDefault="002C50B2" w:rsidP="002C50B2">
      <w:r>
        <w:t>— </w:t>
      </w:r>
      <w:r w:rsidR="00C77A4E" w:rsidRPr="00275B88">
        <w:t>Voici un de nos meilleurs limiers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>a promis d</w:t>
      </w:r>
      <w:r>
        <w:t>’</w:t>
      </w:r>
      <w:r w:rsidR="00C77A4E" w:rsidRPr="00275B88">
        <w:t>arrêter le Fantôme dans les vingt</w:t>
      </w:r>
      <w:r w:rsidR="00C77A4E">
        <w:t>-</w:t>
      </w:r>
      <w:r w:rsidR="00C77A4E" w:rsidRPr="00275B88">
        <w:t>quatre heures</w:t>
      </w:r>
      <w:r>
        <w:t>.</w:t>
      </w:r>
    </w:p>
    <w:p w14:paraId="1A7FA501" w14:textId="77777777" w:rsidR="002C50B2" w:rsidRDefault="002C50B2" w:rsidP="002C50B2">
      <w:r>
        <w:t>— </w:t>
      </w:r>
      <w:r w:rsidR="00C77A4E" w:rsidRPr="00275B88">
        <w:t>Et je ne m</w:t>
      </w:r>
      <w:r>
        <w:t>’</w:t>
      </w:r>
      <w:r w:rsidR="00C77A4E" w:rsidRPr="00275B88">
        <w:t>en dédis pas</w:t>
      </w:r>
      <w:r>
        <w:t xml:space="preserve"> ! </w:t>
      </w:r>
      <w:r w:rsidR="00C77A4E" w:rsidRPr="00275B88">
        <w:t>affirmait énergiquement l</w:t>
      </w:r>
      <w:r>
        <w:t>’</w:t>
      </w:r>
      <w:r w:rsidR="00C77A4E" w:rsidRPr="00275B88">
        <w:t>inspecteur</w:t>
      </w:r>
      <w:r>
        <w:t>.</w:t>
      </w:r>
    </w:p>
    <w:p w14:paraId="0044E72F" w14:textId="77777777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 xml:space="preserve">reprenait </w:t>
      </w:r>
      <w:proofErr w:type="spellStart"/>
      <w:r w:rsidR="00C77A4E" w:rsidRPr="00275B88">
        <w:t>Ferval</w:t>
      </w:r>
      <w:proofErr w:type="spellEnd"/>
      <w:r>
        <w:t xml:space="preserve">, </w:t>
      </w:r>
      <w:r w:rsidR="00C77A4E" w:rsidRPr="00275B88">
        <w:t>vous pouvez être absolument tranquille</w:t>
      </w:r>
      <w:r>
        <w:t xml:space="preserve">… </w:t>
      </w:r>
      <w:r w:rsidR="00C77A4E" w:rsidRPr="00275B88">
        <w:t>Après ce qu</w:t>
      </w:r>
      <w:r>
        <w:t>’</w:t>
      </w:r>
      <w:r w:rsidR="00C77A4E" w:rsidRPr="00275B88">
        <w:t>il a fait hier</w:t>
      </w:r>
      <w:r>
        <w:t xml:space="preserve">, </w:t>
      </w:r>
      <w:r w:rsidR="00C77A4E" w:rsidRPr="00275B88">
        <w:t>ce bandit n</w:t>
      </w:r>
      <w:r>
        <w:t>’</w:t>
      </w:r>
      <w:r w:rsidR="00C77A4E" w:rsidRPr="00275B88">
        <w:t>osera plus se hasarder ici</w:t>
      </w:r>
      <w:r>
        <w:t>.</w:t>
      </w:r>
    </w:p>
    <w:p w14:paraId="4AC7D32F" w14:textId="77777777" w:rsidR="002C50B2" w:rsidRDefault="002C50B2" w:rsidP="002C50B2">
      <w:r>
        <w:t>« </w:t>
      </w:r>
      <w:r w:rsidR="00C77A4E" w:rsidRPr="00275B88">
        <w:t>Et maintenant</w:t>
      </w:r>
      <w:r>
        <w:t xml:space="preserve">, </w:t>
      </w:r>
      <w:r w:rsidR="00C77A4E" w:rsidRPr="00275B88">
        <w:t>reposez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mademoiselle</w:t>
      </w:r>
      <w:r>
        <w:t xml:space="preserve">. </w:t>
      </w:r>
      <w:r w:rsidR="00C77A4E" w:rsidRPr="00275B88">
        <w:t>Je vois que vous êtes très bien soignée</w:t>
      </w:r>
      <w:r>
        <w:t>.</w:t>
      </w:r>
    </w:p>
    <w:p w14:paraId="101B5F9D" w14:textId="6EB258E5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déclarait Juliette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est si bonne</w:t>
      </w:r>
      <w:r>
        <w:t xml:space="preserve">, </w:t>
      </w:r>
      <w:r w:rsidR="00C77A4E" w:rsidRPr="00275B88">
        <w:t>elle aussi</w:t>
      </w:r>
      <w:r>
        <w:t>.</w:t>
      </w:r>
    </w:p>
    <w:p w14:paraId="15188A29" w14:textId="77777777" w:rsidR="002C50B2" w:rsidRDefault="002C50B2" w:rsidP="002C50B2">
      <w:r>
        <w:lastRenderedPageBreak/>
        <w:t>— </w:t>
      </w:r>
      <w:r w:rsidR="00C77A4E" w:rsidRPr="00275B88">
        <w:t>Bientôt</w:t>
      </w:r>
      <w:r>
        <w:t xml:space="preserve">, </w:t>
      </w:r>
      <w:r w:rsidR="00C77A4E" w:rsidRPr="00275B88">
        <w:t>vous serez tout à fait rétablie</w:t>
      </w:r>
      <w:r>
        <w:t xml:space="preserve">… </w:t>
      </w:r>
      <w:r w:rsidR="00C77A4E" w:rsidRPr="00275B88">
        <w:t>et en guise de souvenir</w:t>
      </w:r>
      <w:r>
        <w:t xml:space="preserve">, </w:t>
      </w:r>
      <w:r w:rsidR="00C77A4E" w:rsidRPr="00275B88">
        <w:t>il ne vous restera plus que la satisfaction de penser que vous l</w:t>
      </w:r>
      <w:r>
        <w:t>’</w:t>
      </w:r>
      <w:r w:rsidR="00C77A4E" w:rsidRPr="00275B88">
        <w:t>avez échappé belle</w:t>
      </w:r>
      <w:r>
        <w:t>.</w:t>
      </w:r>
    </w:p>
    <w:p w14:paraId="60DF238B" w14:textId="77777777" w:rsidR="002C50B2" w:rsidRDefault="002C50B2" w:rsidP="002C50B2">
      <w:r>
        <w:t>— </w:t>
      </w:r>
      <w:r w:rsidR="00C77A4E" w:rsidRPr="00275B88">
        <w:t>Mais notre pauvre demoiselle</w:t>
      </w:r>
      <w:r>
        <w:t xml:space="preserve">… </w:t>
      </w:r>
      <w:r w:rsidR="00C77A4E" w:rsidRPr="00275B88">
        <w:t>scanda Juliette</w:t>
      </w:r>
      <w:r>
        <w:t xml:space="preserve">… </w:t>
      </w:r>
      <w:r w:rsidR="00C77A4E" w:rsidRPr="00275B88">
        <w:t>Personne</w:t>
      </w:r>
      <w:r>
        <w:t xml:space="preserve">, </w:t>
      </w:r>
      <w:r w:rsidR="00C77A4E" w:rsidRPr="00275B88">
        <w:t>hélas</w:t>
      </w:r>
      <w:r>
        <w:t xml:space="preserve"> ! </w:t>
      </w:r>
      <w:r w:rsidR="00C77A4E" w:rsidRPr="00275B88">
        <w:t>ne nous la rendra</w:t>
      </w:r>
      <w:r>
        <w:t>.</w:t>
      </w:r>
    </w:p>
    <w:p w14:paraId="63B1322F" w14:textId="77777777" w:rsidR="002C50B2" w:rsidRDefault="00C77A4E" w:rsidP="002C50B2">
      <w:r w:rsidRPr="00275B88">
        <w:t>Deux larmes apparurent au bord de ses paupières</w:t>
      </w:r>
      <w:r w:rsidR="002C50B2">
        <w:t>.</w:t>
      </w:r>
    </w:p>
    <w:p w14:paraId="4B6E7721" w14:textId="17D8264D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décidait</w:t>
      </w:r>
      <w:r>
        <w:t> :</w:t>
      </w:r>
    </w:p>
    <w:p w14:paraId="23A1189B" w14:textId="77777777" w:rsidR="002C50B2" w:rsidRDefault="002C50B2" w:rsidP="002C50B2">
      <w:r>
        <w:t>— </w:t>
      </w:r>
      <w:r w:rsidR="00C77A4E" w:rsidRPr="00275B88">
        <w:t>Je vais rester un peu auprès d</w:t>
      </w:r>
      <w:r>
        <w:t>’</w:t>
      </w:r>
      <w:r w:rsidR="00C77A4E" w:rsidRPr="00275B88">
        <w:t>elle</w:t>
      </w:r>
      <w:r>
        <w:t>.</w:t>
      </w:r>
    </w:p>
    <w:p w14:paraId="1FA7BE84" w14:textId="377FC73A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et </w:t>
      </w:r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 xml:space="preserve">en furent rejoindre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Maurice de Thouars et le commissaire de police qui n</w:t>
      </w:r>
      <w:r w:rsidR="002C50B2">
        <w:t>’</w:t>
      </w:r>
      <w:r w:rsidRPr="00275B88">
        <w:t>avaient pas quitté le couloir</w:t>
      </w:r>
      <w:r w:rsidR="002C50B2">
        <w:t>.</w:t>
      </w:r>
    </w:p>
    <w:p w14:paraId="4098776C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encore besoin de connaître certains détails</w:t>
      </w:r>
      <w:r>
        <w:t xml:space="preserve">, </w:t>
      </w:r>
      <w:r w:rsidR="00C77A4E" w:rsidRPr="00275B88">
        <w:t xml:space="preserve">déclarait </w:t>
      </w:r>
      <w:proofErr w:type="spellStart"/>
      <w:r w:rsidR="00C77A4E" w:rsidRPr="00275B88">
        <w:t>Ferval</w:t>
      </w:r>
      <w:proofErr w:type="spellEnd"/>
      <w:r>
        <w:t>.</w:t>
      </w:r>
    </w:p>
    <w:p w14:paraId="5157CE82" w14:textId="0F2FC7C5" w:rsidR="002C50B2" w:rsidRDefault="002C50B2" w:rsidP="002C50B2">
      <w:r>
        <w:t>— </w:t>
      </w:r>
      <w:r w:rsidR="00C77A4E" w:rsidRPr="00275B88">
        <w:t>Voulez</w:t>
      </w:r>
      <w:r w:rsidR="00C77A4E">
        <w:t>-</w:t>
      </w:r>
      <w:r w:rsidR="00C77A4E" w:rsidRPr="00275B88">
        <w:t>vous que nous descendions au salon</w:t>
      </w:r>
      <w:r>
        <w:t xml:space="preserve"> ? </w:t>
      </w:r>
      <w:r w:rsidR="00C77A4E" w:rsidRPr="00275B88">
        <w:t xml:space="preserve">proposait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.</w:t>
      </w:r>
    </w:p>
    <w:p w14:paraId="25DD5811" w14:textId="77777777" w:rsidR="002C50B2" w:rsidRDefault="002C50B2" w:rsidP="002C50B2">
      <w:r>
        <w:t>— </w:t>
      </w:r>
      <w:r w:rsidR="00C77A4E" w:rsidRPr="00275B88">
        <w:t>Avec plaisir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>acceptait le brave fonctionnaire</w:t>
      </w:r>
      <w:r>
        <w:t>.</w:t>
      </w:r>
    </w:p>
    <w:p w14:paraId="7FDFF26E" w14:textId="77777777" w:rsidR="002C50B2" w:rsidRDefault="00C77A4E" w:rsidP="002C50B2">
      <w:r w:rsidRPr="00275B88">
        <w:t>Pendant ce temps</w:t>
      </w:r>
      <w:r w:rsidR="002C50B2">
        <w:t xml:space="preserve">, </w:t>
      </w:r>
      <w:r w:rsidRPr="00275B88">
        <w:t>au dehors</w:t>
      </w:r>
      <w:r w:rsidR="002C50B2">
        <w:t xml:space="preserve">, </w:t>
      </w:r>
      <w:r w:rsidRPr="00275B88">
        <w:t>un taxi stoppait de l</w:t>
      </w:r>
      <w:r w:rsidR="002C50B2">
        <w:t>’</w:t>
      </w:r>
      <w:r w:rsidRPr="00275B88">
        <w:t xml:space="preserve">autre </w:t>
      </w:r>
      <w:proofErr w:type="spellStart"/>
      <w:r w:rsidRPr="00275B88">
        <w:t>côte</w:t>
      </w:r>
      <w:proofErr w:type="spellEnd"/>
      <w:r w:rsidRPr="00275B88">
        <w:t xml:space="preserve"> de la rue</w:t>
      </w:r>
      <w:r w:rsidR="002C50B2">
        <w:t>.</w:t>
      </w:r>
    </w:p>
    <w:p w14:paraId="210BFB49" w14:textId="77777777" w:rsidR="002C50B2" w:rsidRDefault="00C77A4E" w:rsidP="002C50B2">
      <w:r w:rsidRPr="00275B88">
        <w:t>Deux hommes en descendaient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 xml:space="preserve">étaient Chantecoq et </w:t>
      </w:r>
      <w:proofErr w:type="spellStart"/>
      <w:r w:rsidRPr="00275B88">
        <w:t>Cantarelli</w:t>
      </w:r>
      <w:proofErr w:type="spellEnd"/>
      <w:r w:rsidR="002C50B2">
        <w:t>.</w:t>
      </w:r>
    </w:p>
    <w:p w14:paraId="04A3F2F6" w14:textId="77777777" w:rsidR="002C50B2" w:rsidRDefault="00C77A4E" w:rsidP="002C50B2">
      <w:r w:rsidRPr="00275B88">
        <w:t>Mais</w:t>
      </w:r>
      <w:r w:rsidR="002C50B2">
        <w:t xml:space="preserve">, </w:t>
      </w:r>
      <w:r w:rsidRPr="00275B88">
        <w:t>en présence de la cohue qui se pressait aux abords de l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le détective dit au reporter</w:t>
      </w:r>
      <w:r w:rsidR="002C50B2">
        <w:t> :</w:t>
      </w:r>
    </w:p>
    <w:p w14:paraId="11370192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oh</w:t>
      </w:r>
      <w:r>
        <w:t xml:space="preserve"> ! </w:t>
      </w:r>
      <w:r w:rsidR="00C77A4E" w:rsidRPr="00275B88">
        <w:t>allons</w:t>
      </w:r>
      <w:r w:rsidR="00C77A4E">
        <w:t>-</w:t>
      </w:r>
      <w:r w:rsidR="00C77A4E" w:rsidRPr="00275B88">
        <w:t>y doucement</w:t>
      </w:r>
      <w:r>
        <w:t>…</w:t>
      </w:r>
    </w:p>
    <w:p w14:paraId="781C408B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opina Bellegarde</w:t>
      </w:r>
      <w:r>
        <w:t xml:space="preserve">, </w:t>
      </w:r>
      <w:r w:rsidR="00C77A4E" w:rsidRPr="00275B88">
        <w:t>il doit se passer</w:t>
      </w:r>
      <w:r>
        <w:t xml:space="preserve">, </w:t>
      </w:r>
      <w:r w:rsidR="00C77A4E" w:rsidRPr="00275B88">
        <w:t>dans la maison</w:t>
      </w:r>
      <w:r>
        <w:t xml:space="preserve">, </w:t>
      </w:r>
      <w:r w:rsidR="00C77A4E" w:rsidRPr="00275B88">
        <w:t>quelque chose de pas ordinaire</w:t>
      </w:r>
      <w:r>
        <w:t>.</w:t>
      </w:r>
    </w:p>
    <w:p w14:paraId="64FECCB5" w14:textId="77777777" w:rsidR="002C50B2" w:rsidRDefault="002C50B2" w:rsidP="002C50B2">
      <w:r>
        <w:lastRenderedPageBreak/>
        <w:t>— </w:t>
      </w:r>
      <w:r w:rsidR="00C77A4E" w:rsidRPr="00275B88">
        <w:t>Approchons</w:t>
      </w:r>
      <w:r w:rsidR="00C77A4E">
        <w:t>-</w:t>
      </w:r>
      <w:r w:rsidR="00C77A4E" w:rsidRPr="00275B88">
        <w:t>nous</w:t>
      </w:r>
      <w:r>
        <w:t xml:space="preserve">, </w:t>
      </w:r>
      <w:r w:rsidR="00C77A4E" w:rsidRPr="00275B88">
        <w:t>ponctua le grand limier</w:t>
      </w:r>
      <w:r>
        <w:t>.</w:t>
      </w:r>
    </w:p>
    <w:p w14:paraId="0620A4AF" w14:textId="77777777" w:rsidR="002C50B2" w:rsidRDefault="00C77A4E" w:rsidP="002C50B2">
      <w:r w:rsidRPr="00275B88">
        <w:t>Et flanqué du faux numismate italien</w:t>
      </w:r>
      <w:r w:rsidR="002C50B2">
        <w:t xml:space="preserve">, </w:t>
      </w:r>
      <w:r w:rsidRPr="00275B88">
        <w:t>il traversa la chaussée</w:t>
      </w:r>
      <w:r w:rsidR="002C50B2">
        <w:t>.</w:t>
      </w:r>
    </w:p>
    <w:p w14:paraId="0637C8D4" w14:textId="77777777" w:rsidR="002C50B2" w:rsidRDefault="00C77A4E" w:rsidP="002C50B2">
      <w:r w:rsidRPr="00275B88">
        <w:t>S</w:t>
      </w:r>
      <w:r w:rsidR="002C50B2">
        <w:t>’</w:t>
      </w:r>
      <w:r w:rsidRPr="00275B88">
        <w:t>adressant à un curieux</w:t>
      </w:r>
      <w:r w:rsidR="002C50B2">
        <w:t xml:space="preserve">, </w:t>
      </w:r>
      <w:r w:rsidRPr="00275B88">
        <w:t>Chantecoq lui demanda</w:t>
      </w:r>
      <w:r w:rsidR="002C50B2">
        <w:t xml:space="preserve">, </w:t>
      </w:r>
      <w:r w:rsidRPr="00275B88">
        <w:t>de l</w:t>
      </w:r>
      <w:r w:rsidR="002C50B2">
        <w:t>’</w:t>
      </w:r>
      <w:r w:rsidRPr="00275B88">
        <w:t>air le plus innocent du monde</w:t>
      </w:r>
      <w:r w:rsidR="002C50B2">
        <w:t> :</w:t>
      </w:r>
    </w:p>
    <w:p w14:paraId="5A1E6F61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donc</w:t>
      </w:r>
      <w:r>
        <w:t xml:space="preserve">, </w:t>
      </w:r>
      <w:r w:rsidR="00C77A4E" w:rsidRPr="00275B88">
        <w:t>monsieur</w:t>
      </w:r>
      <w:r>
        <w:t> ?</w:t>
      </w:r>
    </w:p>
    <w:p w14:paraId="10A6A244" w14:textId="77777777" w:rsidR="002C50B2" w:rsidRDefault="00C77A4E" w:rsidP="002C50B2">
      <w:r w:rsidRPr="00275B88">
        <w:t>D</w:t>
      </w:r>
      <w:r w:rsidR="002C50B2">
        <w:t>’</w:t>
      </w:r>
      <w:r w:rsidRPr="00275B88">
        <w:t>une voix caverneuse</w:t>
      </w:r>
      <w:r w:rsidR="002C50B2">
        <w:t xml:space="preserve">, </w:t>
      </w:r>
      <w:r w:rsidRPr="00275B88">
        <w:t>son interlocuteur laissa tomber</w:t>
      </w:r>
      <w:r w:rsidR="002C50B2">
        <w:t> :</w:t>
      </w:r>
    </w:p>
    <w:p w14:paraId="51521DDC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 vampire qui</w:t>
      </w:r>
      <w:r>
        <w:t xml:space="preserve">, </w:t>
      </w:r>
      <w:r w:rsidR="00C77A4E" w:rsidRPr="00275B88">
        <w:t>la nuit dernière</w:t>
      </w:r>
      <w:r>
        <w:t xml:space="preserve">, </w:t>
      </w:r>
      <w:r w:rsidR="00C77A4E" w:rsidRPr="00275B88">
        <w:t>a enlevé un cadavre</w:t>
      </w:r>
      <w:r>
        <w:t>.</w:t>
      </w:r>
    </w:p>
    <w:p w14:paraId="675FD259" w14:textId="77777777" w:rsidR="002C50B2" w:rsidRDefault="002C50B2" w:rsidP="002C50B2">
      <w:r>
        <w:t>— </w:t>
      </w:r>
      <w:r w:rsidR="00C77A4E" w:rsidRPr="00275B88">
        <w:t>Voyons</w:t>
      </w:r>
      <w:r>
        <w:t xml:space="preserve">, </w:t>
      </w:r>
      <w:r w:rsidR="00C77A4E" w:rsidRPr="00275B88">
        <w:t>ce n</w:t>
      </w:r>
      <w:r>
        <w:t>’</w:t>
      </w:r>
      <w:r w:rsidR="00C77A4E" w:rsidRPr="00275B88">
        <w:t>est pas possible</w:t>
      </w:r>
      <w:r>
        <w:t> !</w:t>
      </w:r>
    </w:p>
    <w:p w14:paraId="728E7B82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tellement possible</w:t>
      </w:r>
      <w:r>
        <w:t xml:space="preserve">, </w:t>
      </w:r>
      <w:r w:rsidR="00C77A4E" w:rsidRPr="00275B88">
        <w:t>que la police est en train d</w:t>
      </w:r>
      <w:r>
        <w:t>’</w:t>
      </w:r>
      <w:r w:rsidR="00C77A4E" w:rsidRPr="00275B88">
        <w:t>enquêter</w:t>
      </w:r>
      <w:r>
        <w:t>.</w:t>
      </w:r>
    </w:p>
    <w:p w14:paraId="2E2A631C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c</w:t>
      </w:r>
      <w:r>
        <w:t>’</w:t>
      </w:r>
      <w:r w:rsidR="00C77A4E" w:rsidRPr="00275B88">
        <w:t>est donc cela</w:t>
      </w:r>
      <w:r>
        <w:t xml:space="preserve"> ? </w:t>
      </w:r>
      <w:r w:rsidR="00C77A4E" w:rsidRPr="00275B88">
        <w:t>s</w:t>
      </w:r>
      <w:r>
        <w:t>’</w:t>
      </w:r>
      <w:r w:rsidR="00C77A4E" w:rsidRPr="00275B88">
        <w:t>exclamait Chantecoq d</w:t>
      </w:r>
      <w:r>
        <w:t>’</w:t>
      </w:r>
      <w:r w:rsidR="00C77A4E" w:rsidRPr="00275B88">
        <w:t>un air de plus en plus ingénu</w:t>
      </w:r>
      <w:r>
        <w:t>.</w:t>
      </w:r>
    </w:p>
    <w:p w14:paraId="5B466B39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profitant d</w:t>
      </w:r>
      <w:r w:rsidR="002C50B2">
        <w:t>’</w:t>
      </w:r>
      <w:r w:rsidRPr="00275B88">
        <w:t>un remous de la foule qui le sépara de son interlocuteur</w:t>
      </w:r>
      <w:r w:rsidR="002C50B2">
        <w:t xml:space="preserve">, </w:t>
      </w:r>
      <w:r w:rsidRPr="00275B88">
        <w:t>il glissa à l</w:t>
      </w:r>
      <w:r w:rsidR="002C50B2">
        <w:t>’</w:t>
      </w:r>
      <w:r w:rsidRPr="00275B88">
        <w:t>oreille du reporter</w:t>
      </w:r>
      <w:r w:rsidR="002C50B2">
        <w:t xml:space="preserve">, </w:t>
      </w:r>
      <w:r w:rsidRPr="00275B88">
        <w:t>en lui désignant du coin de l</w:t>
      </w:r>
      <w:r w:rsidR="002C50B2">
        <w:t>’</w:t>
      </w:r>
      <w:r w:rsidRPr="00275B88">
        <w:t>œil l</w:t>
      </w:r>
      <w:r w:rsidR="002C50B2">
        <w:t>’</w:t>
      </w:r>
      <w:r w:rsidRPr="00275B88">
        <w:t>hôtel de Simone</w:t>
      </w:r>
      <w:r w:rsidR="002C50B2">
        <w:t> :</w:t>
      </w:r>
    </w:p>
    <w:p w14:paraId="1D66A83F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l</w:t>
      </w:r>
      <w:r>
        <w:t>’</w:t>
      </w:r>
      <w:r w:rsidR="00C77A4E" w:rsidRPr="00275B88">
        <w:t>idée qu</w:t>
      </w:r>
      <w:r>
        <w:t>’</w:t>
      </w:r>
      <w:r w:rsidR="00C77A4E" w:rsidRPr="00275B88">
        <w:t>il doit se passer des choses très curieuses dans cette maison</w:t>
      </w:r>
      <w:r>
        <w:t>.</w:t>
      </w:r>
    </w:p>
    <w:p w14:paraId="74FA081E" w14:textId="77777777" w:rsidR="002C50B2" w:rsidRDefault="002C50B2" w:rsidP="002C50B2">
      <w:r>
        <w:t>— </w:t>
      </w:r>
      <w:r w:rsidR="00C77A4E" w:rsidRPr="00275B88">
        <w:t>Et alors</w:t>
      </w:r>
      <w:r>
        <w:t xml:space="preserve"> ? </w:t>
      </w:r>
      <w:r w:rsidR="00C77A4E" w:rsidRPr="00275B88">
        <w:t>interrogeait le journaliste</w:t>
      </w:r>
      <w:r>
        <w:t>.</w:t>
      </w:r>
    </w:p>
    <w:p w14:paraId="6D427305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mon ami</w:t>
      </w:r>
      <w:r>
        <w:t xml:space="preserve">, </w:t>
      </w:r>
      <w:r w:rsidR="00C77A4E" w:rsidRPr="00275B88">
        <w:t>scanda Chantecoq</w:t>
      </w:r>
      <w:r>
        <w:t xml:space="preserve">, </w:t>
      </w:r>
      <w:r w:rsidR="00C77A4E" w:rsidRPr="00275B88">
        <w:t>restons</w:t>
      </w:r>
      <w:r>
        <w:t xml:space="preserve">… </w:t>
      </w:r>
      <w:r w:rsidR="00C77A4E" w:rsidRPr="00275B88">
        <w:t>restons</w:t>
      </w:r>
      <w:r>
        <w:t> !</w:t>
      </w:r>
    </w:p>
    <w:p w14:paraId="1DC24699" w14:textId="6A02776E" w:rsidR="002C50B2" w:rsidRDefault="00C77A4E" w:rsidP="002C50B2">
      <w:r w:rsidRPr="00275B88">
        <w:t>Mieux favorisés que la foule et même que le</w:t>
      </w:r>
      <w:r>
        <w:t xml:space="preserve"> </w:t>
      </w:r>
      <w:r w:rsidRPr="00275B88">
        <w:t>détective et son compagnon</w:t>
      </w:r>
      <w:r w:rsidR="002C50B2">
        <w:t xml:space="preserve">, </w:t>
      </w:r>
      <w:r w:rsidRPr="00275B88">
        <w:t xml:space="preserve">pénétrons de nouveau dans le grand salon où se trouvaient rassemblés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Maurice de Thouars</w:t>
      </w:r>
      <w:r w:rsidR="002C50B2">
        <w:t>, M. </w:t>
      </w:r>
      <w:proofErr w:type="spellStart"/>
      <w:r w:rsidRPr="00275B88">
        <w:t>Ferval</w:t>
      </w:r>
      <w:proofErr w:type="spellEnd"/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et le commissaire de police</w:t>
      </w:r>
      <w:r w:rsidR="002C50B2">
        <w:t>.</w:t>
      </w:r>
    </w:p>
    <w:p w14:paraId="49B27ADE" w14:textId="77777777" w:rsidR="002C50B2" w:rsidRDefault="00C77A4E" w:rsidP="002C50B2">
      <w:r w:rsidRPr="00275B88">
        <w:lastRenderedPageBreak/>
        <w:t>Tous les visages étaient empreints</w:t>
      </w:r>
      <w:r w:rsidR="002C50B2">
        <w:t xml:space="preserve">, </w:t>
      </w:r>
      <w:r w:rsidRPr="00275B88">
        <w:t>les uns de gravité</w:t>
      </w:r>
      <w:r w:rsidR="002C50B2">
        <w:t xml:space="preserve">, </w:t>
      </w:r>
      <w:r w:rsidRPr="00275B88">
        <w:t>les autres de tristesse</w:t>
      </w:r>
      <w:r w:rsidR="002C50B2">
        <w:t>.</w:t>
      </w:r>
    </w:p>
    <w:p w14:paraId="78ED2F93" w14:textId="77777777" w:rsidR="002C50B2" w:rsidRDefault="00C77A4E" w:rsidP="002C50B2">
      <w:r w:rsidRPr="00275B88">
        <w:t>Seul</w:t>
      </w:r>
      <w:r w:rsidR="002C50B2">
        <w:t xml:space="preserve">, </w:t>
      </w:r>
      <w:r w:rsidRPr="00275B88">
        <w:t xml:space="preserve">le </w:t>
      </w:r>
      <w:r w:rsidR="002C50B2">
        <w:t>« </w:t>
      </w:r>
      <w:r w:rsidRPr="00275B88">
        <w:t>petit fouinard</w:t>
      </w:r>
      <w:r w:rsidR="002C50B2">
        <w:t> »</w:t>
      </w:r>
      <w:r w:rsidRPr="00275B88">
        <w:t xml:space="preserve"> dissimulait mal la satisfaction que lui causait l</w:t>
      </w:r>
      <w:r w:rsidR="002C50B2">
        <w:t>’</w:t>
      </w:r>
      <w:r w:rsidRPr="00275B88">
        <w:t>enquête à laquelle il venait de prendre part</w:t>
      </w:r>
      <w:r w:rsidR="002C50B2">
        <w:t xml:space="preserve">. </w:t>
      </w:r>
      <w:r w:rsidRPr="00275B88">
        <w:t>Selon lui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elle ne faisait que confirmer sa thèse</w:t>
      </w:r>
      <w:r w:rsidR="002C50B2">
        <w:t>.</w:t>
      </w:r>
    </w:p>
    <w:p w14:paraId="45174932" w14:textId="43E462D9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la première</w:t>
      </w:r>
      <w:r>
        <w:t xml:space="preserve">, </w:t>
      </w:r>
      <w:r w:rsidR="00C77A4E" w:rsidRPr="00275B88">
        <w:t>rompit le silence</w:t>
      </w:r>
      <w:r>
        <w:t>.</w:t>
      </w:r>
    </w:p>
    <w:p w14:paraId="5E6358E3" w14:textId="77777777" w:rsidR="002C50B2" w:rsidRDefault="002C50B2" w:rsidP="002C50B2">
      <w:r>
        <w:t>— </w:t>
      </w:r>
      <w:r w:rsidR="00C77A4E" w:rsidRPr="00275B88">
        <w:t>Messieurs</w:t>
      </w:r>
      <w:r>
        <w:t xml:space="preserve">,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avec une expression de vive angoisse</w:t>
      </w:r>
      <w:r>
        <w:t xml:space="preserve">, </w:t>
      </w:r>
      <w:r w:rsidR="00C77A4E" w:rsidRPr="00275B88">
        <w:t>quand pensez</w:t>
      </w:r>
      <w:r w:rsidR="00C77A4E">
        <w:t>-</w:t>
      </w:r>
      <w:r w:rsidR="00C77A4E" w:rsidRPr="00275B88">
        <w:t>vous que cet affreux mystère va cesser</w:t>
      </w:r>
      <w:r>
        <w:t> ?</w:t>
      </w:r>
    </w:p>
    <w:p w14:paraId="0D501166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répondait aussitôt</w:t>
      </w:r>
      <w:r w:rsidR="002C50B2">
        <w:t> :</w:t>
      </w:r>
    </w:p>
    <w:p w14:paraId="5A40C209" w14:textId="77777777" w:rsidR="002C50B2" w:rsidRDefault="002C50B2" w:rsidP="002C50B2">
      <w:r>
        <w:t>— </w:t>
      </w:r>
      <w:r w:rsidR="00C77A4E" w:rsidRPr="00275B88">
        <w:t>Je crois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>vous avoir déjà déclaré que l</w:t>
      </w:r>
      <w:r>
        <w:t>’</w:t>
      </w:r>
      <w:r w:rsidR="00C77A4E" w:rsidRPr="00275B88">
        <w:t>arrestation du coupable n</w:t>
      </w:r>
      <w:r>
        <w:t>’</w:t>
      </w:r>
      <w:r w:rsidR="00C77A4E" w:rsidRPr="00275B88">
        <w:t>était plus qu</w:t>
      </w:r>
      <w:r>
        <w:t>’</w:t>
      </w:r>
      <w:r w:rsidR="00C77A4E" w:rsidRPr="00275B88">
        <w:t>une question d</w:t>
      </w:r>
      <w:r>
        <w:t>’</w:t>
      </w:r>
      <w:r w:rsidR="00C77A4E" w:rsidRPr="00275B88">
        <w:t>heures</w:t>
      </w:r>
      <w:r>
        <w:t>.</w:t>
      </w:r>
    </w:p>
    <w:p w14:paraId="765C2BA4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approuvait de la tête</w:t>
      </w:r>
      <w:r w:rsidR="002C50B2">
        <w:t>.</w:t>
      </w:r>
    </w:p>
    <w:p w14:paraId="190833A8" w14:textId="144CE4F7" w:rsidR="002C50B2" w:rsidRDefault="002C50B2" w:rsidP="002C50B2">
      <w:r>
        <w:t>M. de </w:t>
      </w:r>
      <w:r w:rsidR="00C77A4E" w:rsidRPr="00275B88">
        <w:t>Thouars interrogeait</w:t>
      </w:r>
      <w:r>
        <w:t> :</w:t>
      </w:r>
    </w:p>
    <w:p w14:paraId="5B813DA5" w14:textId="77777777" w:rsidR="002C50B2" w:rsidRDefault="002C50B2" w:rsidP="002C50B2">
      <w:r>
        <w:t>— </w:t>
      </w:r>
      <w:r w:rsidR="00C77A4E" w:rsidRPr="00275B88">
        <w:t>Pensez</w:t>
      </w:r>
      <w:r w:rsidR="00C77A4E">
        <w:t>-</w:t>
      </w:r>
      <w:r w:rsidR="00C77A4E" w:rsidRPr="00275B88">
        <w:t>vous qu</w:t>
      </w:r>
      <w:r>
        <w:t>’</w:t>
      </w:r>
      <w:r w:rsidR="00C77A4E" w:rsidRPr="00275B88">
        <w:t>il ait des complices</w:t>
      </w:r>
      <w:r>
        <w:t> ?</w:t>
      </w:r>
    </w:p>
    <w:p w14:paraId="52306A4D" w14:textId="77777777" w:rsidR="002C50B2" w:rsidRDefault="002C50B2" w:rsidP="002C50B2">
      <w:r>
        <w:t>— </w:t>
      </w:r>
      <w:r w:rsidR="00C77A4E" w:rsidRPr="00275B88">
        <w:t>Certes</w:t>
      </w:r>
      <w:r>
        <w:t> !</w:t>
      </w:r>
    </w:p>
    <w:p w14:paraId="6DFC4E5C" w14:textId="77777777" w:rsidR="002C50B2" w:rsidRDefault="002C50B2" w:rsidP="002C50B2">
      <w:r>
        <w:t>— </w:t>
      </w:r>
      <w:r w:rsidR="00C77A4E" w:rsidRPr="00275B88">
        <w:t>Deux au moins</w:t>
      </w:r>
      <w:r>
        <w:t xml:space="preserve">, </w:t>
      </w:r>
      <w:r w:rsidR="00C77A4E" w:rsidRPr="00275B88">
        <w:t xml:space="preserve">précisait </w:t>
      </w:r>
      <w:proofErr w:type="spellStart"/>
      <w:r w:rsidR="00C77A4E" w:rsidRPr="00275B88">
        <w:t>Ménardier</w:t>
      </w:r>
      <w:proofErr w:type="spellEnd"/>
      <w:r>
        <w:t xml:space="preserve">… </w:t>
      </w:r>
      <w:r w:rsidR="00C77A4E" w:rsidRPr="00275B88">
        <w:t>Mais ceux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pour l</w:t>
      </w:r>
      <w:r>
        <w:t>’</w:t>
      </w:r>
      <w:r w:rsidR="00C77A4E" w:rsidRPr="00275B88">
        <w:t>instant</w:t>
      </w:r>
      <w:r>
        <w:t xml:space="preserve">, </w:t>
      </w:r>
      <w:r w:rsidR="00C77A4E" w:rsidRPr="00275B88">
        <w:t>ne sont pas intéressants</w:t>
      </w:r>
      <w:r>
        <w:t xml:space="preserve">… </w:t>
      </w:r>
      <w:r w:rsidR="00C77A4E" w:rsidRPr="00275B88">
        <w:t>Nous les rattraperons toujours</w:t>
      </w:r>
      <w:r>
        <w:t>.</w:t>
      </w:r>
    </w:p>
    <w:p w14:paraId="40F1E876" w14:textId="77777777" w:rsidR="002C50B2" w:rsidRDefault="002C50B2" w:rsidP="002C50B2">
      <w:r>
        <w:t>« </w:t>
      </w:r>
      <w:r w:rsidR="00C77A4E" w:rsidRPr="00275B88">
        <w:t>L</w:t>
      </w:r>
      <w:r>
        <w:t>’</w:t>
      </w:r>
      <w:r w:rsidR="00C77A4E" w:rsidRPr="00275B88">
        <w:t>essentiel est de tenir le principal coupable</w:t>
      </w:r>
      <w:r>
        <w:t>.</w:t>
      </w:r>
    </w:p>
    <w:p w14:paraId="2A1133AA" w14:textId="58F1C4BF" w:rsidR="002C50B2" w:rsidRDefault="002C50B2" w:rsidP="002C50B2">
      <w:r>
        <w:t>— </w:t>
      </w:r>
      <w:r w:rsidR="00C77A4E" w:rsidRPr="00275B88">
        <w:t>Vous le connaissez</w:t>
      </w:r>
      <w:r>
        <w:t xml:space="preserve"> ? </w:t>
      </w:r>
      <w:r w:rsidR="00C77A4E" w:rsidRPr="00275B88">
        <w:t xml:space="preserve">interrogeait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>.</w:t>
      </w:r>
    </w:p>
    <w:p w14:paraId="6A908A8B" w14:textId="77777777" w:rsidR="002C50B2" w:rsidRDefault="002C50B2" w:rsidP="002C50B2">
      <w:r>
        <w:t>— </w:t>
      </w:r>
      <w:r w:rsidR="00C77A4E" w:rsidRPr="00275B88">
        <w:t>Je le connais</w:t>
      </w:r>
      <w:r>
        <w:t>.</w:t>
      </w:r>
    </w:p>
    <w:p w14:paraId="50DB1EA2" w14:textId="77777777" w:rsidR="002C50B2" w:rsidRDefault="002C50B2" w:rsidP="002C50B2">
      <w:r>
        <w:t>— </w:t>
      </w:r>
      <w:r w:rsidR="00C77A4E" w:rsidRPr="00275B88">
        <w:t>Et c</w:t>
      </w:r>
      <w:r>
        <w:t>’</w:t>
      </w:r>
      <w:r w:rsidR="00C77A4E" w:rsidRPr="00275B88">
        <w:t>est</w:t>
      </w:r>
      <w:r>
        <w:t> ?…</w:t>
      </w:r>
    </w:p>
    <w:p w14:paraId="1EAE394D" w14:textId="5E5B9649" w:rsidR="002C50B2" w:rsidRDefault="002C50B2" w:rsidP="002C50B2">
      <w:r>
        <w:t>— </w:t>
      </w:r>
      <w:r w:rsidR="00C77A4E" w:rsidRPr="00275B88">
        <w:t xml:space="preserve">Celui qui a volé les lettres de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 !</w:t>
      </w:r>
    </w:p>
    <w:p w14:paraId="4C80646E" w14:textId="2FB90E24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</w:t>
      </w:r>
      <w:r>
        <w:t xml:space="preserve"> ?… </w:t>
      </w:r>
      <w:r w:rsidR="00C77A4E" w:rsidRPr="00275B88">
        <w:t xml:space="preserve">ponctuait </w:t>
      </w:r>
      <w:r>
        <w:t>M. de </w:t>
      </w:r>
      <w:r w:rsidR="00C77A4E" w:rsidRPr="00275B88">
        <w:t>Thouars</w:t>
      </w:r>
      <w:r>
        <w:t>…</w:t>
      </w:r>
    </w:p>
    <w:p w14:paraId="462F3DF4" w14:textId="77777777" w:rsidR="002C50B2" w:rsidRDefault="002C50B2" w:rsidP="002C50B2">
      <w:r>
        <w:t>— </w:t>
      </w:r>
      <w:r w:rsidR="00C77A4E" w:rsidRPr="00275B88">
        <w:t>Jacques Bellegarde</w:t>
      </w:r>
      <w:r>
        <w:t>.</w:t>
      </w:r>
    </w:p>
    <w:p w14:paraId="504AA337" w14:textId="7D712186" w:rsidR="002C50B2" w:rsidRDefault="002C50B2" w:rsidP="002C50B2">
      <w:r>
        <w:t>— </w:t>
      </w:r>
      <w:r w:rsidR="00C77A4E" w:rsidRPr="00275B88">
        <w:t>Jacques Bellegarde</w:t>
      </w:r>
      <w:r>
        <w:t xml:space="preserve"> ? </w:t>
      </w:r>
      <w:r w:rsidR="00C77A4E" w:rsidRPr="00275B88">
        <w:t xml:space="preserve">répétait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qui semblait entendre ce nom pour la première fois</w:t>
      </w:r>
      <w:r>
        <w:t>.</w:t>
      </w:r>
    </w:p>
    <w:p w14:paraId="585B3B7D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allait poursuivre l</w:t>
      </w:r>
      <w:r>
        <w:t>’</w:t>
      </w:r>
      <w:r w:rsidR="00C77A4E" w:rsidRPr="00275B88">
        <w:t>inspecteur</w:t>
      </w:r>
      <w:r>
        <w:t>.</w:t>
      </w:r>
    </w:p>
    <w:p w14:paraId="68DD2EE1" w14:textId="2D144AA9" w:rsidR="002C50B2" w:rsidRDefault="00C77A4E" w:rsidP="002C50B2">
      <w:r w:rsidRPr="00275B88">
        <w:t xml:space="preserve">Mais </w:t>
      </w:r>
      <w:r w:rsidR="002C50B2">
        <w:t>M. de </w:t>
      </w:r>
      <w:r w:rsidRPr="00275B88">
        <w:t>Thouars l</w:t>
      </w:r>
      <w:r w:rsidR="002C50B2">
        <w:t>’</w:t>
      </w:r>
      <w:r w:rsidRPr="00275B88">
        <w:t>arrêta</w:t>
      </w:r>
      <w:r w:rsidR="002C50B2">
        <w:t>.</w:t>
      </w:r>
    </w:p>
    <w:p w14:paraId="5B7CD909" w14:textId="72E698A5" w:rsidR="002C50B2" w:rsidRDefault="002C50B2" w:rsidP="002C50B2">
      <w:r>
        <w:t>— 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ignorait les relations d</w:t>
      </w:r>
      <w:r>
        <w:t>’</w:t>
      </w:r>
      <w:r w:rsidR="00C77A4E" w:rsidRPr="00275B88">
        <w:t xml:space="preserve">amitié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entretenait avec ce journaliste</w:t>
      </w:r>
      <w:r>
        <w:t>.</w:t>
      </w:r>
    </w:p>
    <w:p w14:paraId="72C1EEF2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excusez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madame</w:t>
      </w:r>
      <w:r>
        <w:t xml:space="preserve">, </w:t>
      </w:r>
      <w:r w:rsidR="00C77A4E" w:rsidRPr="00275B88">
        <w:t xml:space="preserve">fit </w:t>
      </w:r>
      <w:proofErr w:type="spellStart"/>
      <w:r w:rsidR="00C77A4E" w:rsidRPr="00275B88">
        <w:t>Ménardier</w:t>
      </w:r>
      <w:proofErr w:type="spellEnd"/>
      <w:r>
        <w:t>.</w:t>
      </w:r>
    </w:p>
    <w:p w14:paraId="228ABF5C" w14:textId="4C152CAD" w:rsidR="002C50B2" w:rsidRDefault="00C77A4E" w:rsidP="002C50B2">
      <w:r w:rsidRPr="00275B88">
        <w:t xml:space="preserve">Mais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se retournant vers Maurice de Thouars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> :</w:t>
      </w:r>
    </w:p>
    <w:p w14:paraId="71432B0F" w14:textId="77777777" w:rsidR="002C50B2" w:rsidRDefault="002C50B2" w:rsidP="002C50B2">
      <w:r>
        <w:t>— </w:t>
      </w:r>
      <w:r w:rsidR="00C77A4E" w:rsidRPr="00275B88">
        <w:t>Je veux tout savoir et vous n</w:t>
      </w:r>
      <w:r>
        <w:t>’</w:t>
      </w:r>
      <w:r w:rsidR="00C77A4E" w:rsidRPr="00275B88">
        <w:t>avez plus le droit de rien me cacher</w:t>
      </w:r>
      <w:r>
        <w:t xml:space="preserve">.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deviné</w:t>
      </w:r>
      <w:r>
        <w:t xml:space="preserve">. </w:t>
      </w:r>
      <w:r w:rsidR="00C77A4E" w:rsidRPr="00275B88">
        <w:t>Ce Bellegarde que vous accusez aujourd</w:t>
      </w:r>
      <w:r>
        <w:t>’</w:t>
      </w:r>
      <w:r w:rsidR="00C77A4E" w:rsidRPr="00275B88">
        <w:t>hui d</w:t>
      </w:r>
      <w:r>
        <w:t>’</w:t>
      </w:r>
      <w:r w:rsidR="00C77A4E" w:rsidRPr="00275B88">
        <w:t>avoir enlevé le corps de ma pauvre sœur était</w:t>
      </w:r>
      <w:r>
        <w:t xml:space="preserve">… </w:t>
      </w:r>
      <w:r w:rsidR="00C77A4E" w:rsidRPr="00275B88">
        <w:t>son</w:t>
      </w:r>
      <w:r>
        <w:t xml:space="preserve">… </w:t>
      </w:r>
      <w:r w:rsidR="00C77A4E" w:rsidRPr="00275B88">
        <w:t>son amant</w:t>
      </w:r>
      <w:r>
        <w:t> ?</w:t>
      </w:r>
    </w:p>
    <w:p w14:paraId="4CA51D11" w14:textId="35D3BDC2" w:rsidR="002C50B2" w:rsidRDefault="002C50B2" w:rsidP="002C50B2">
      <w:r>
        <w:t>— </w:t>
      </w:r>
      <w:r w:rsidR="00C77A4E" w:rsidRPr="00275B88">
        <w:t>Hélas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 xml:space="preserve">répliquait </w:t>
      </w:r>
      <w:r>
        <w:t>M. de </w:t>
      </w:r>
      <w:r w:rsidR="00C77A4E" w:rsidRPr="00275B88">
        <w:t>Thouars</w:t>
      </w:r>
      <w:r>
        <w:t>.</w:t>
      </w:r>
    </w:p>
    <w:p w14:paraId="70D052DF" w14:textId="77777777" w:rsidR="002C50B2" w:rsidRDefault="002C50B2" w:rsidP="002C50B2">
      <w:r>
        <w:t>— </w:t>
      </w:r>
      <w:r w:rsidR="00C77A4E" w:rsidRPr="00275B88">
        <w:t>Alors</w:t>
      </w:r>
      <w:r>
        <w:t xml:space="preserve">… </w:t>
      </w:r>
      <w:r w:rsidR="00C77A4E" w:rsidRPr="00275B88">
        <w:t>martelait la jeune femme</w:t>
      </w:r>
      <w:r>
        <w:t xml:space="preserve">, </w:t>
      </w:r>
      <w:r w:rsidR="00C77A4E" w:rsidRPr="00275B88">
        <w:t>pourquoi</w:t>
      </w:r>
      <w:r>
        <w:t xml:space="preserve">, </w:t>
      </w:r>
      <w:r w:rsidR="00C77A4E" w:rsidRPr="00275B88">
        <w:t>dans quel dessein aurait</w:t>
      </w:r>
      <w:r w:rsidR="00C77A4E">
        <w:t>-</w:t>
      </w:r>
      <w:r w:rsidR="00C77A4E" w:rsidRPr="00275B88">
        <w:t>il enlevé le corps de ma pauvre sœur</w:t>
      </w:r>
      <w:r>
        <w:t> ?</w:t>
      </w:r>
    </w:p>
    <w:p w14:paraId="6AE32843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cette fois</w:t>
      </w:r>
      <w:r w:rsidR="002C50B2">
        <w:t xml:space="preserve">, </w:t>
      </w:r>
      <w:r w:rsidRPr="00275B88">
        <w:t>se tut</w:t>
      </w:r>
      <w:r w:rsidR="002C50B2">
        <w:t>.</w:t>
      </w:r>
    </w:p>
    <w:p w14:paraId="5543B9BD" w14:textId="51AD11E7" w:rsidR="002C50B2" w:rsidRDefault="00C77A4E" w:rsidP="002C50B2">
      <w:r w:rsidRPr="00275B88">
        <w:t>Mais comprenant que maintenant il fallait en finir avec des réticences qui ne pouvaient</w:t>
      </w:r>
      <w:r w:rsidR="002C50B2">
        <w:t xml:space="preserve">, </w:t>
      </w:r>
      <w:r w:rsidRPr="00275B88">
        <w:t xml:space="preserve">en exaspérant la douleur de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que provoquer un incident des plus regrettables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répliquait</w:t>
      </w:r>
      <w:r w:rsidR="002C50B2">
        <w:t> :</w:t>
      </w:r>
    </w:p>
    <w:p w14:paraId="101049A6" w14:textId="77777777" w:rsidR="002C50B2" w:rsidRDefault="002C50B2" w:rsidP="002C50B2">
      <w:r>
        <w:t>— </w:t>
      </w:r>
      <w:r w:rsidR="00C77A4E" w:rsidRPr="00275B88">
        <w:t>Jacques Bellegarde est l</w:t>
      </w:r>
      <w:r>
        <w:t>’</w:t>
      </w:r>
      <w:r w:rsidR="00C77A4E" w:rsidRPr="00275B88">
        <w:t>auteur principal du crime et du vol qui ont été commis au Louvre il y a quelques jours</w:t>
      </w:r>
      <w:r>
        <w:t>.</w:t>
      </w:r>
    </w:p>
    <w:p w14:paraId="23FB71B8" w14:textId="77777777" w:rsidR="002C50B2" w:rsidRDefault="002C50B2" w:rsidP="002C50B2">
      <w:r>
        <w:lastRenderedPageBreak/>
        <w:t>— </w:t>
      </w:r>
      <w:r w:rsidR="00C77A4E" w:rsidRPr="00275B88">
        <w:t>En effet</w:t>
      </w:r>
      <w:r>
        <w:t xml:space="preserve">, </w:t>
      </w:r>
      <w:r w:rsidR="00C77A4E" w:rsidRPr="00275B88">
        <w:t>reconnaissait la sœur de Simone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lu dans les journaux toute une histoire de Fantôme à laquelle je n</w:t>
      </w:r>
      <w:r>
        <w:t>’</w:t>
      </w:r>
      <w:r w:rsidR="00C77A4E" w:rsidRPr="00275B88">
        <w:t>avais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accordé qu</w:t>
      </w:r>
      <w:r>
        <w:t>’</w:t>
      </w:r>
      <w:r w:rsidR="00C77A4E" w:rsidRPr="00275B88">
        <w:t>une attention distraite</w:t>
      </w:r>
      <w:r>
        <w:t>.</w:t>
      </w:r>
    </w:p>
    <w:p w14:paraId="2966AF61" w14:textId="77777777" w:rsidR="002C50B2" w:rsidRDefault="002C50B2" w:rsidP="002C50B2">
      <w:r>
        <w:t>— </w:t>
      </w:r>
      <w:r w:rsidR="00C77A4E" w:rsidRPr="00275B88">
        <w:t>Elle est cependant excessivement grave</w:t>
      </w:r>
      <w:r>
        <w:t xml:space="preserve">, </w:t>
      </w:r>
      <w:r w:rsidR="00C77A4E" w:rsidRPr="00275B88">
        <w:t>soulignait le commissaire de police</w:t>
      </w:r>
      <w:r>
        <w:t>.</w:t>
      </w:r>
    </w:p>
    <w:p w14:paraId="63FABAAE" w14:textId="77777777" w:rsidR="002C50B2" w:rsidRDefault="002C50B2" w:rsidP="002C50B2">
      <w:r>
        <w:t>— </w:t>
      </w:r>
      <w:r w:rsidR="00C77A4E" w:rsidRPr="00275B88">
        <w:t>Comment Simone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été mêlée à cette histoire</w:t>
      </w:r>
      <w:r>
        <w:t> ?</w:t>
      </w:r>
    </w:p>
    <w:p w14:paraId="21FBF6F9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reprenait</w:t>
      </w:r>
      <w:r w:rsidR="002C50B2">
        <w:t> :</w:t>
      </w:r>
    </w:p>
    <w:p w14:paraId="283CA89B" w14:textId="7F10F78D" w:rsidR="002C50B2" w:rsidRDefault="002C50B2" w:rsidP="002C50B2">
      <w:r>
        <w:t>— </w:t>
      </w:r>
      <w:r w:rsidR="00C77A4E" w:rsidRPr="00275B88">
        <w:t>Ainsi que vous venez de l</w:t>
      </w:r>
      <w:r>
        <w:t>’</w:t>
      </w:r>
      <w:r w:rsidR="00C77A4E" w:rsidRPr="00275B88">
        <w:t>apprendre</w:t>
      </w:r>
      <w:r>
        <w:t>,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était l</w:t>
      </w:r>
      <w:r>
        <w:t>’</w:t>
      </w:r>
      <w:r w:rsidR="00C77A4E" w:rsidRPr="00275B88">
        <w:t>amie de Bellegarde</w:t>
      </w:r>
      <w:r>
        <w:t xml:space="preserve">. </w:t>
      </w:r>
      <w:r w:rsidR="00C77A4E" w:rsidRPr="00275B88">
        <w:t>Elle lui était même très attachée</w:t>
      </w:r>
      <w:r>
        <w:t xml:space="preserve">, </w:t>
      </w:r>
      <w:r w:rsidR="00C77A4E" w:rsidRPr="00275B88">
        <w:t>au point qu</w:t>
      </w:r>
      <w:r>
        <w:t>’</w:t>
      </w:r>
      <w:r w:rsidR="00C77A4E" w:rsidRPr="00275B88">
        <w:t>elle était prête à l</w:t>
      </w:r>
      <w:r>
        <w:t>’</w:t>
      </w:r>
      <w:r w:rsidR="00C77A4E" w:rsidRPr="00275B88">
        <w:t>épouser</w:t>
      </w:r>
      <w:r>
        <w:t xml:space="preserve">. </w:t>
      </w:r>
      <w:r w:rsidR="00C77A4E" w:rsidRPr="00275B88">
        <w:t>Il refusait</w:t>
      </w:r>
      <w:r>
        <w:t xml:space="preserve">, </w:t>
      </w:r>
      <w:r w:rsidR="00C77A4E" w:rsidRPr="00275B88">
        <w:t>sous prétexte qu</w:t>
      </w:r>
      <w:r>
        <w:t>’</w:t>
      </w:r>
      <w:r w:rsidR="00C77A4E" w:rsidRPr="00275B88">
        <w:t>il n</w:t>
      </w:r>
      <w:r>
        <w:t>’</w:t>
      </w:r>
      <w:r w:rsidR="00C77A4E" w:rsidRPr="00275B88">
        <w:t>avait pas de fortune personnelle</w:t>
      </w:r>
      <w:r>
        <w:t xml:space="preserve">. </w:t>
      </w:r>
      <w:r w:rsidR="00C77A4E" w:rsidRPr="00275B88">
        <w:t>Or</w:t>
      </w:r>
      <w:r>
        <w:t xml:space="preserve">, </w:t>
      </w:r>
      <w:r w:rsidR="00C77A4E" w:rsidRPr="00275B88">
        <w:t>cette délicatesse masquait purement et simplement son intention de rompre avec mademoiselle votre sœur</w:t>
      </w:r>
      <w:r>
        <w:t>.</w:t>
      </w:r>
    </w:p>
    <w:p w14:paraId="09A85129" w14:textId="492A2CDC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 qu</w:t>
      </w:r>
      <w:r>
        <w:t>’</w:t>
      </w:r>
      <w:r w:rsidR="00C77A4E" w:rsidRPr="00275B88">
        <w:t>il a fait</w:t>
      </w:r>
      <w:r>
        <w:t xml:space="preserve">, </w:t>
      </w:r>
      <w:r w:rsidR="00C77A4E" w:rsidRPr="00275B88">
        <w:t xml:space="preserve">intervenait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avec une brutalité et une sécheresse de cœur révoltantes</w:t>
      </w:r>
      <w:r>
        <w:t>.</w:t>
      </w:r>
    </w:p>
    <w:p w14:paraId="072E65B6" w14:textId="2D9C255B" w:rsidR="002C50B2" w:rsidRDefault="002C50B2" w:rsidP="002C50B2">
      <w:r>
        <w:t>— </w:t>
      </w:r>
      <w:r w:rsidR="00C77A4E" w:rsidRPr="00275B88">
        <w:t>Et cela</w:t>
      </w:r>
      <w:r>
        <w:t xml:space="preserve">, </w:t>
      </w:r>
      <w:r w:rsidR="00C77A4E" w:rsidRPr="00275B88">
        <w:t xml:space="preserve">déclarait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parce que</w:t>
      </w:r>
      <w:r>
        <w:t xml:space="preserve">, </w:t>
      </w:r>
      <w:r w:rsidR="00C77A4E" w:rsidRPr="00275B88">
        <w:t>sans aucun doute</w:t>
      </w:r>
      <w:r>
        <w:t xml:space="preserve">, </w:t>
      </w:r>
      <w:r w:rsidR="00C77A4E" w:rsidRPr="00275B88">
        <w:t>le vol du trésor des Valois accompli</w:t>
      </w:r>
      <w:r>
        <w:t xml:space="preserve">, </w:t>
      </w:r>
      <w:r w:rsidR="00C77A4E" w:rsidRPr="00275B88">
        <w:t>il voulait avoir les coudées franches au cas où il aurait été obligé de s</w:t>
      </w:r>
      <w:r>
        <w:t>’</w:t>
      </w:r>
      <w:r w:rsidR="00C77A4E" w:rsidRPr="00275B88">
        <w:t>enfuir à l</w:t>
      </w:r>
      <w:r>
        <w:t>’</w:t>
      </w:r>
      <w:r w:rsidR="00C77A4E" w:rsidRPr="00275B88">
        <w:t>étranger</w:t>
      </w:r>
      <w:r>
        <w:t xml:space="preserve">. </w:t>
      </w:r>
      <w:r w:rsidR="00C77A4E" w:rsidRPr="00275B88">
        <w:t xml:space="preserve">Et pour être bien sûr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ne chercherait pas à le rejoindre</w:t>
      </w:r>
      <w:r>
        <w:t xml:space="preserve">, </w:t>
      </w:r>
      <w:r w:rsidR="00C77A4E" w:rsidRPr="00275B88">
        <w:t>il l</w:t>
      </w:r>
      <w:r>
        <w:t>’</w:t>
      </w:r>
      <w:r w:rsidR="00C77A4E" w:rsidRPr="00275B88">
        <w:t>aura lâchement</w:t>
      </w:r>
      <w:r>
        <w:t xml:space="preserve">, </w:t>
      </w:r>
      <w:r w:rsidR="00C77A4E" w:rsidRPr="00275B88">
        <w:t>froidement assassinée</w:t>
      </w:r>
      <w:r>
        <w:t>.</w:t>
      </w:r>
    </w:p>
    <w:p w14:paraId="259D8667" w14:textId="6EA611CF" w:rsidR="002C50B2" w:rsidRDefault="002C50B2" w:rsidP="002C50B2">
      <w:r>
        <w:t>— </w:t>
      </w:r>
      <w:r w:rsidR="00C77A4E" w:rsidRPr="00275B88">
        <w:t>Le misérable</w:t>
      </w:r>
      <w:r>
        <w:t xml:space="preserve"> ! </w:t>
      </w:r>
      <w:r w:rsidR="00C77A4E" w:rsidRPr="00275B88">
        <w:t xml:space="preserve">proféra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tandis qu</w:t>
      </w:r>
      <w:r>
        <w:t>’</w:t>
      </w:r>
      <w:r w:rsidR="00C77A4E" w:rsidRPr="00275B88">
        <w:t>Elsa Bergen</w:t>
      </w:r>
      <w:r>
        <w:t xml:space="preserve">, </w:t>
      </w:r>
      <w:r w:rsidR="00C77A4E" w:rsidRPr="00275B88">
        <w:t>qui venait d</w:t>
      </w:r>
      <w:r>
        <w:t>’</w:t>
      </w:r>
      <w:r w:rsidR="00C77A4E" w:rsidRPr="00275B88">
        <w:t>entrer dans la pièce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approchait d</w:t>
      </w:r>
      <w:r>
        <w:t>’</w:t>
      </w:r>
      <w:r w:rsidR="00C77A4E" w:rsidRPr="00275B88">
        <w:t>elle</w:t>
      </w:r>
      <w:r>
        <w:t>…</w:t>
      </w:r>
    </w:p>
    <w:p w14:paraId="73376E85" w14:textId="2FD24A7F" w:rsidR="002C50B2" w:rsidRDefault="002C50B2" w:rsidP="002C50B2">
      <w:r>
        <w:t>— </w:t>
      </w:r>
      <w:r w:rsidR="00C77A4E" w:rsidRPr="008416EE">
        <w:t>Assassinée</w:t>
      </w:r>
      <w:r>
        <w:t xml:space="preserve"> !… </w:t>
      </w:r>
      <w:r w:rsidR="00C77A4E" w:rsidRPr="008416EE">
        <w:t>Comment</w:t>
      </w:r>
      <w:r>
        <w:t xml:space="preserve"> ? </w:t>
      </w:r>
      <w:r w:rsidR="00C77A4E" w:rsidRPr="008416EE">
        <w:t xml:space="preserve">interrogeait </w:t>
      </w:r>
      <w:r>
        <w:t>M. de </w:t>
      </w:r>
      <w:r w:rsidR="00C77A4E" w:rsidRPr="008416EE">
        <w:t>Thouars</w:t>
      </w:r>
      <w:r>
        <w:t>.</w:t>
      </w:r>
    </w:p>
    <w:p w14:paraId="4D044133" w14:textId="77777777" w:rsidR="002C50B2" w:rsidRDefault="00C77A4E" w:rsidP="002C50B2">
      <w:r w:rsidRPr="00275B88">
        <w:t>Avec l</w:t>
      </w:r>
      <w:r w:rsidR="002C50B2">
        <w:t>’</w:t>
      </w:r>
      <w:r w:rsidRPr="00275B88">
        <w:t>accent d</w:t>
      </w:r>
      <w:r w:rsidR="002C50B2">
        <w:t>’</w:t>
      </w:r>
      <w:r w:rsidRPr="00275B88">
        <w:t>une conviction absolue</w:t>
      </w:r>
      <w:r w:rsidR="002C50B2">
        <w:t xml:space="preserve">, </w:t>
      </w:r>
      <w:proofErr w:type="spellStart"/>
      <w:r w:rsidRPr="00275B88">
        <w:t>Ménardier</w:t>
      </w:r>
      <w:proofErr w:type="spellEnd"/>
      <w:r w:rsidRPr="00275B88">
        <w:t xml:space="preserve"> ripostait</w:t>
      </w:r>
      <w:r w:rsidR="002C50B2">
        <w:t> :</w:t>
      </w:r>
    </w:p>
    <w:p w14:paraId="18BCC981" w14:textId="77777777" w:rsidR="002C50B2" w:rsidRDefault="002C50B2" w:rsidP="002C50B2">
      <w:pPr>
        <w:rPr>
          <w:i/>
          <w:iCs/>
        </w:rPr>
      </w:pPr>
      <w:r>
        <w:lastRenderedPageBreak/>
        <w:t>— </w:t>
      </w:r>
      <w:r w:rsidR="00C77A4E" w:rsidRPr="00275B88">
        <w:t>À l</w:t>
      </w:r>
      <w:r>
        <w:t>’</w:t>
      </w:r>
      <w:r w:rsidR="00C77A4E" w:rsidRPr="00275B88">
        <w:t>aide d</w:t>
      </w:r>
      <w:r>
        <w:t>’</w:t>
      </w:r>
      <w:r w:rsidR="00C77A4E" w:rsidRPr="00275B88">
        <w:t>un poison qu</w:t>
      </w:r>
      <w:r>
        <w:t>’</w:t>
      </w:r>
      <w:r w:rsidR="00C77A4E" w:rsidRPr="00275B88">
        <w:t>il lui aura fait absorber au cours du déjeuner qu</w:t>
      </w:r>
      <w:r>
        <w:t>’</w:t>
      </w:r>
      <w:r w:rsidR="00C77A4E" w:rsidRPr="00275B88">
        <w:t xml:space="preserve">il a fait avec elle au restaurant des </w:t>
      </w:r>
      <w:r w:rsidR="00C77A4E" w:rsidRPr="00275B88">
        <w:rPr>
          <w:i/>
          <w:iCs/>
        </w:rPr>
        <w:t>Glycines</w:t>
      </w:r>
      <w:r>
        <w:rPr>
          <w:i/>
          <w:iCs/>
        </w:rPr>
        <w:t>.</w:t>
      </w:r>
    </w:p>
    <w:p w14:paraId="7A1B7951" w14:textId="32B4AD76" w:rsidR="002C50B2" w:rsidRDefault="002C50B2" w:rsidP="002C50B2">
      <w:r>
        <w:t>— </w:t>
      </w:r>
      <w:r w:rsidR="00C77A4E" w:rsidRPr="00275B88">
        <w:t>Le fait est</w:t>
      </w:r>
      <w:r>
        <w:t xml:space="preserve">, </w:t>
      </w:r>
      <w:r w:rsidR="00C77A4E" w:rsidRPr="00275B88">
        <w:t xml:space="preserve">reconnaissait </w:t>
      </w:r>
      <w:r>
        <w:t>M. de </w:t>
      </w:r>
      <w:r w:rsidR="00C77A4E" w:rsidRPr="00275B88">
        <w:t>Thouars</w:t>
      </w:r>
      <w:r>
        <w:t xml:space="preserve">, </w:t>
      </w:r>
      <w:r w:rsidR="00C77A4E" w:rsidRPr="00275B88">
        <w:t>que c</w:t>
      </w:r>
      <w:r>
        <w:t>’</w:t>
      </w:r>
      <w:r w:rsidR="00C77A4E" w:rsidRPr="00275B88">
        <w:t>est à partir de ce moment que notre pauvre amie est tombée gravement malade</w:t>
      </w:r>
      <w:r>
        <w:t>.</w:t>
      </w:r>
    </w:p>
    <w:p w14:paraId="1E653E8B" w14:textId="2F246E36" w:rsidR="002C50B2" w:rsidRDefault="00C77A4E" w:rsidP="002C50B2">
      <w:r w:rsidRPr="00275B88">
        <w:t xml:space="preserve">Et se tournant vers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Bergen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51FDD4FA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mademoiselle</w:t>
      </w:r>
      <w:r>
        <w:t> ?</w:t>
      </w:r>
    </w:p>
    <w:p w14:paraId="67D4754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absolument exact</w:t>
      </w:r>
      <w:r>
        <w:t xml:space="preserve">, </w:t>
      </w:r>
      <w:r w:rsidR="00C77A4E" w:rsidRPr="00275B88">
        <w:t>déclarait la demoiselle de compagnie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ajouterai même que j</w:t>
      </w:r>
      <w:r>
        <w:t>’</w:t>
      </w:r>
      <w:r w:rsidR="00C77A4E" w:rsidRPr="00275B88">
        <w:t>en avais eu le soupçon</w:t>
      </w:r>
      <w:r>
        <w:t xml:space="preserve">, </w:t>
      </w:r>
      <w:r w:rsidR="00C77A4E" w:rsidRPr="00275B88">
        <w:t>mais comme je manquais de preuves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rien voulu dire</w:t>
      </w:r>
      <w:r>
        <w:t>.</w:t>
      </w:r>
    </w:p>
    <w:p w14:paraId="1D99D9ED" w14:textId="099DD7DB" w:rsidR="002C50B2" w:rsidRDefault="002C50B2" w:rsidP="002C50B2">
      <w:r>
        <w:t>— </w:t>
      </w:r>
      <w:r w:rsidR="00C77A4E" w:rsidRPr="00275B88">
        <w:t>Pourquoi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énervait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après avoir tué Simone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fait disparaître</w:t>
      </w:r>
      <w:r>
        <w:t> ?</w:t>
      </w:r>
    </w:p>
    <w:p w14:paraId="61326E25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répliquait</w:t>
      </w:r>
      <w:r w:rsidR="002C50B2">
        <w:t> :</w:t>
      </w:r>
    </w:p>
    <w:p w14:paraId="4D559F81" w14:textId="003F8778" w:rsidR="002C50B2" w:rsidRDefault="002C50B2" w:rsidP="002C50B2">
      <w:r>
        <w:t>— </w:t>
      </w:r>
      <w:r w:rsidR="00C77A4E" w:rsidRPr="00275B88">
        <w:t>Bellegarde ayant appris qu</w:t>
      </w:r>
      <w:r>
        <w:t>’</w:t>
      </w:r>
      <w:r w:rsidR="00C77A4E" w:rsidRPr="00275B88">
        <w:t>il allait être procédé à un examen médical dont le résultat n</w:t>
      </w:r>
      <w:r>
        <w:t>’</w:t>
      </w:r>
      <w:r w:rsidR="00C77A4E" w:rsidRPr="00275B88">
        <w:t>eût pas manqué d</w:t>
      </w:r>
      <w:r>
        <w:t>’</w:t>
      </w:r>
      <w:r w:rsidR="00C77A4E" w:rsidRPr="00275B88">
        <w:t xml:space="preserve">établir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avait été empoisonnée</w:t>
      </w:r>
      <w:r>
        <w:t xml:space="preserve">, </w:t>
      </w:r>
      <w:r w:rsidR="00C77A4E" w:rsidRPr="00275B88">
        <w:t>aura voulu faire disparaître la preuve de son crime</w:t>
      </w:r>
      <w:r>
        <w:t>.</w:t>
      </w:r>
    </w:p>
    <w:p w14:paraId="4C4C37E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abominable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la jeune femme</w:t>
      </w:r>
      <w:r>
        <w:t xml:space="preserve">… </w:t>
      </w:r>
      <w:r w:rsidR="00C77A4E" w:rsidRPr="00275B88">
        <w:t>Oh</w:t>
      </w:r>
      <w:r>
        <w:t xml:space="preserve"> ! </w:t>
      </w:r>
      <w:r w:rsidR="00C77A4E" w:rsidRPr="00275B88">
        <w:t>messieurs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, </w:t>
      </w:r>
      <w:r w:rsidR="00C77A4E" w:rsidRPr="00275B88">
        <w:t>vous retrouverez</w:t>
      </w:r>
      <w:r>
        <w:t xml:space="preserve">, </w:t>
      </w:r>
      <w:r w:rsidR="00C77A4E" w:rsidRPr="00275B88">
        <w:t>vous vengerez ma pauvre sœur</w:t>
      </w:r>
      <w:r>
        <w:t> ?</w:t>
      </w:r>
    </w:p>
    <w:p w14:paraId="69D2E451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affirmait</w:t>
      </w:r>
      <w:r w:rsidR="002C50B2">
        <w:t> :</w:t>
      </w:r>
    </w:p>
    <w:p w14:paraId="10BE2B8E" w14:textId="77777777" w:rsidR="002C50B2" w:rsidRDefault="002C50B2" w:rsidP="002C50B2">
      <w:r>
        <w:t>— </w:t>
      </w:r>
      <w:r w:rsidR="00C77A4E" w:rsidRPr="00275B88">
        <w:t>Encore un peu de patience</w:t>
      </w:r>
      <w:r>
        <w:t xml:space="preserve">, </w:t>
      </w:r>
      <w:r w:rsidR="00C77A4E" w:rsidRPr="00275B88">
        <w:t>quelques heures seulement</w:t>
      </w:r>
      <w:r>
        <w:t xml:space="preserve">, </w:t>
      </w:r>
      <w:r w:rsidR="00C77A4E" w:rsidRPr="00275B88">
        <w:t>et j</w:t>
      </w:r>
      <w:r>
        <w:t>’</w:t>
      </w:r>
      <w:r w:rsidR="00C77A4E" w:rsidRPr="00275B88">
        <w:t>aurai le plaisir de lui passer les menottes</w:t>
      </w:r>
      <w:r>
        <w:t>…</w:t>
      </w:r>
    </w:p>
    <w:p w14:paraId="230E3A19" w14:textId="41A88996" w:rsidR="002C50B2" w:rsidRDefault="00C77A4E" w:rsidP="002C50B2">
      <w:r w:rsidRPr="00275B88">
        <w:t xml:space="preserve">Après avoir serré la main de </w:t>
      </w:r>
      <w:r w:rsidR="002C50B2">
        <w:t>M. de </w:t>
      </w:r>
      <w:r w:rsidRPr="00275B88">
        <w:t>Thouars</w:t>
      </w:r>
      <w:r w:rsidR="002C50B2">
        <w:t xml:space="preserve">, 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 xml:space="preserve">le commissaire et </w:t>
      </w:r>
      <w:proofErr w:type="spellStart"/>
      <w:r w:rsidRPr="00275B88">
        <w:t>Ménardier</w:t>
      </w:r>
      <w:proofErr w:type="spellEnd"/>
      <w:r w:rsidRPr="00275B88">
        <w:t xml:space="preserve"> se retirèrent</w:t>
      </w:r>
      <w:r w:rsidR="002C50B2">
        <w:t xml:space="preserve">, </w:t>
      </w:r>
      <w:r w:rsidRPr="00275B88">
        <w:t>accompagnés jusqu</w:t>
      </w:r>
      <w:r w:rsidR="002C50B2">
        <w:t>’</w:t>
      </w:r>
      <w:r w:rsidRPr="00275B88">
        <w:t>à la porte par le comte Maurice</w:t>
      </w:r>
      <w:r w:rsidR="002C50B2">
        <w:t>.</w:t>
      </w:r>
    </w:p>
    <w:p w14:paraId="2F33060B" w14:textId="77777777" w:rsidR="002C50B2" w:rsidRDefault="00C77A4E" w:rsidP="002C50B2">
      <w:r w:rsidRPr="00275B88">
        <w:lastRenderedPageBreak/>
        <w:t>Au</w:t>
      </w:r>
      <w:r>
        <w:t>-</w:t>
      </w:r>
      <w:r w:rsidRPr="00275B88">
        <w:t>dehors</w:t>
      </w:r>
      <w:r w:rsidR="002C50B2">
        <w:t xml:space="preserve">, </w:t>
      </w:r>
      <w:r w:rsidRPr="00275B88">
        <w:t>devant l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des agents cyclistes qui</w:t>
      </w:r>
      <w:r w:rsidR="002C50B2">
        <w:t xml:space="preserve">, </w:t>
      </w:r>
      <w:r w:rsidRPr="00275B88">
        <w:t>fort heureusement</w:t>
      </w:r>
      <w:r w:rsidR="002C50B2">
        <w:t xml:space="preserve">, </w:t>
      </w:r>
      <w:r w:rsidRPr="00275B88">
        <w:t>passaient dans la rue</w:t>
      </w:r>
      <w:r w:rsidR="002C50B2">
        <w:t xml:space="preserve">, </w:t>
      </w:r>
      <w:r w:rsidRPr="00275B88">
        <w:t>aidèrent leurs deux collègues à faire circuler la foule de plus en plus compacte et agitée</w:t>
      </w:r>
      <w:r w:rsidR="002C50B2">
        <w:t xml:space="preserve">… </w:t>
      </w:r>
      <w:r w:rsidRPr="00275B88">
        <w:t>lorsque la porte s</w:t>
      </w:r>
      <w:r w:rsidR="002C50B2">
        <w:t>’</w:t>
      </w:r>
      <w:r w:rsidRPr="00275B88">
        <w:t>ouvrit</w:t>
      </w:r>
      <w:r w:rsidR="002C50B2">
        <w:t xml:space="preserve">, </w:t>
      </w:r>
      <w:r w:rsidRPr="00275B88">
        <w:t>livrant passage aux représentants de la police</w:t>
      </w:r>
      <w:r w:rsidR="002C50B2">
        <w:t>.</w:t>
      </w:r>
    </w:p>
    <w:p w14:paraId="491F4F8E" w14:textId="77777777" w:rsidR="002C50B2" w:rsidRDefault="00C77A4E" w:rsidP="002C50B2">
      <w:r w:rsidRPr="00275B88">
        <w:t>À leur vue</w:t>
      </w:r>
      <w:r w:rsidR="002C50B2">
        <w:t xml:space="preserve">, </w:t>
      </w:r>
      <w:r w:rsidRPr="00275B88">
        <w:t>des rumeurs s</w:t>
      </w:r>
      <w:r w:rsidR="002C50B2">
        <w:t>’</w:t>
      </w:r>
      <w:r w:rsidRPr="00275B88">
        <w:t>élevèrent</w:t>
      </w:r>
      <w:r w:rsidR="002C50B2">
        <w:t xml:space="preserve">. </w:t>
      </w:r>
      <w:r w:rsidRPr="00275B88">
        <w:t>On allait enfin savoir quelque chose</w:t>
      </w:r>
      <w:r w:rsidR="002C50B2">
        <w:t xml:space="preserve">. </w:t>
      </w:r>
      <w:r w:rsidRPr="00275B88">
        <w:t>Mais d</w:t>
      </w:r>
      <w:r w:rsidR="002C50B2">
        <w:t>’</w:t>
      </w:r>
      <w:r w:rsidRPr="00275B88">
        <w:t>une voix forte</w:t>
      </w:r>
      <w:r w:rsidR="002C50B2">
        <w:t xml:space="preserve">, </w:t>
      </w:r>
      <w:r w:rsidRPr="00275B88">
        <w:t>impérieuse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ordonnait aux agents</w:t>
      </w:r>
      <w:r w:rsidR="002C50B2">
        <w:t> :</w:t>
      </w:r>
    </w:p>
    <w:p w14:paraId="7EAA72C4" w14:textId="77777777" w:rsidR="002C50B2" w:rsidRDefault="002C50B2" w:rsidP="002C50B2">
      <w:r>
        <w:t>— </w:t>
      </w:r>
      <w:r w:rsidR="00C77A4E" w:rsidRPr="00275B88">
        <w:t>Empêchez que l</w:t>
      </w:r>
      <w:r>
        <w:t>’</w:t>
      </w:r>
      <w:r w:rsidR="00C77A4E" w:rsidRPr="00275B88">
        <w:t>on stationne et que personne</w:t>
      </w:r>
      <w:r>
        <w:t xml:space="preserve">, </w:t>
      </w:r>
      <w:r w:rsidR="00C77A4E" w:rsidRPr="00275B88">
        <w:t>jusqu</w:t>
      </w:r>
      <w:r>
        <w:t>’</w:t>
      </w:r>
      <w:r w:rsidR="00C77A4E" w:rsidRPr="00275B88">
        <w:t>à nouvel ordre</w:t>
      </w:r>
      <w:r>
        <w:t xml:space="preserve">, </w:t>
      </w:r>
      <w:r w:rsidR="00C77A4E" w:rsidRPr="00275B88">
        <w:t>ne pénètre dans cette maison</w:t>
      </w:r>
      <w:r>
        <w:t>.</w:t>
      </w:r>
    </w:p>
    <w:p w14:paraId="1CDA5E0C" w14:textId="77777777" w:rsidR="002C50B2" w:rsidRDefault="00C77A4E" w:rsidP="002C50B2">
      <w:r w:rsidRPr="00275B88">
        <w:t>Les agents exécutèrent aussitôt les ordres de leur chef avec une énergie remarquable</w:t>
      </w:r>
      <w:r w:rsidR="002C50B2">
        <w:t xml:space="preserve">, </w:t>
      </w:r>
      <w:r w:rsidRPr="00275B88">
        <w:t>ce qui ne fut pas sans provoquer des cris</w:t>
      </w:r>
      <w:r w:rsidR="002C50B2">
        <w:t xml:space="preserve">, </w:t>
      </w:r>
      <w:r w:rsidRPr="00275B88">
        <w:t>des protestations et même une certaine bousculade</w:t>
      </w:r>
      <w:r w:rsidR="002C50B2">
        <w:t>.</w:t>
      </w:r>
    </w:p>
    <w:p w14:paraId="17F3CB1B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se dirigeait vers l</w:t>
      </w:r>
      <w:r w:rsidR="002C50B2">
        <w:t>’</w:t>
      </w:r>
      <w:r w:rsidRPr="00275B88">
        <w:t>auto qui l</w:t>
      </w:r>
      <w:r w:rsidR="002C50B2">
        <w:t>’</w:t>
      </w:r>
      <w:r w:rsidRPr="00275B88">
        <w:t>avait amené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il eut un geste de surprise</w:t>
      </w:r>
      <w:r w:rsidR="002C50B2">
        <w:t xml:space="preserve"> : </w:t>
      </w:r>
      <w:r w:rsidRPr="00275B88">
        <w:t>Chantecoq</w:t>
      </w:r>
      <w:r w:rsidR="002C50B2">
        <w:t xml:space="preserve">, </w:t>
      </w:r>
      <w:r w:rsidRPr="00275B88">
        <w:t xml:space="preserve">flanqué du commandeur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venait de se dresser devant lui</w:t>
      </w:r>
      <w:r w:rsidR="002C50B2">
        <w:t>.</w:t>
      </w:r>
    </w:p>
    <w:p w14:paraId="2E4645BF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que la consigne est aussi pour moi</w:t>
      </w:r>
      <w:r>
        <w:t xml:space="preserve"> ? </w:t>
      </w:r>
      <w:r w:rsidR="00C77A4E" w:rsidRPr="00275B88">
        <w:t>demandait le grand détective au directeur de la police judiciaire</w:t>
      </w:r>
      <w:r>
        <w:t>.</w:t>
      </w:r>
    </w:p>
    <w:p w14:paraId="52D4DDC2" w14:textId="77777777" w:rsidR="002C50B2" w:rsidRDefault="002C50B2" w:rsidP="002C50B2">
      <w:r>
        <w:t>— </w:t>
      </w:r>
      <w:r w:rsidR="00C77A4E" w:rsidRPr="00275B88">
        <w:t>Je le regrette</w:t>
      </w:r>
      <w:r>
        <w:t xml:space="preserve">, </w:t>
      </w:r>
      <w:r w:rsidR="00C77A4E" w:rsidRPr="00275B88">
        <w:t>mon cher ami</w:t>
      </w:r>
      <w:r>
        <w:t xml:space="preserve">, </w:t>
      </w:r>
      <w:r w:rsidR="00C77A4E" w:rsidRPr="00275B88">
        <w:t>répliquait celui</w:t>
      </w:r>
      <w:r w:rsidR="00C77A4E">
        <w:t>-</w:t>
      </w:r>
      <w:r w:rsidR="00C77A4E" w:rsidRPr="00275B88">
        <w:t>ci d</w:t>
      </w:r>
      <w:r>
        <w:t>’</w:t>
      </w:r>
      <w:r w:rsidR="00C77A4E" w:rsidRPr="00275B88">
        <w:t>un ton un peu sec</w:t>
      </w:r>
      <w:r>
        <w:t xml:space="preserve">, </w:t>
      </w:r>
      <w:r w:rsidR="00C77A4E" w:rsidRPr="00275B88">
        <w:t>elle est formelle pour tous</w:t>
      </w:r>
      <w:r>
        <w:t>.</w:t>
      </w:r>
    </w:p>
    <w:p w14:paraId="46BA29AF" w14:textId="77777777" w:rsidR="002C50B2" w:rsidRDefault="00C77A4E" w:rsidP="002C50B2">
      <w:r w:rsidRPr="00275B88">
        <w:t>Chantecoq fronça les sourcils</w:t>
      </w:r>
      <w:r w:rsidR="002C50B2">
        <w:t xml:space="preserve"> ; </w:t>
      </w:r>
      <w:proofErr w:type="spellStart"/>
      <w:r w:rsidRPr="00275B88">
        <w:t>Ménardier</w:t>
      </w:r>
      <w:proofErr w:type="spellEnd"/>
      <w:r w:rsidRPr="00275B88">
        <w:t xml:space="preserve"> esquissa un sourire de triomphe</w:t>
      </w:r>
      <w:r w:rsidR="002C50B2">
        <w:t>.</w:t>
      </w:r>
    </w:p>
    <w:p w14:paraId="52B2A1A6" w14:textId="77777777" w:rsidR="002C50B2" w:rsidRDefault="00C77A4E" w:rsidP="002C50B2">
      <w:r w:rsidRPr="00275B88">
        <w:t>D</w:t>
      </w:r>
      <w:r w:rsidR="002C50B2">
        <w:t>’</w:t>
      </w:r>
      <w:r w:rsidRPr="00275B88">
        <w:t>un ton plus cordial</w:t>
      </w:r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reprenait</w:t>
      </w:r>
      <w:r w:rsidR="002C50B2">
        <w:t> :</w:t>
      </w:r>
    </w:p>
    <w:p w14:paraId="7E77E402" w14:textId="77777777" w:rsidR="002C50B2" w:rsidRDefault="002C50B2" w:rsidP="002C50B2">
      <w:r>
        <w:t>— </w:t>
      </w:r>
      <w:r w:rsidR="00C77A4E" w:rsidRPr="00275B88">
        <w:t>Cette fois</w:t>
      </w:r>
      <w:r>
        <w:t xml:space="preserve">, </w:t>
      </w:r>
      <w:r w:rsidR="00C77A4E" w:rsidRPr="00275B88">
        <w:t>mon bon Chantecoq</w:t>
      </w:r>
      <w:r>
        <w:t xml:space="preserve">, </w:t>
      </w:r>
      <w:r w:rsidR="00C77A4E" w:rsidRPr="00275B88">
        <w:t>tu as perdu ton pari</w:t>
      </w:r>
      <w:r>
        <w:t>.</w:t>
      </w:r>
    </w:p>
    <w:p w14:paraId="530564BE" w14:textId="77777777" w:rsidR="002C50B2" w:rsidRDefault="002C50B2" w:rsidP="002C50B2">
      <w:r>
        <w:t>— </w:t>
      </w:r>
      <w:r w:rsidR="00C77A4E" w:rsidRPr="00275B88">
        <w:t>Tu crois</w:t>
      </w:r>
      <w:r>
        <w:t xml:space="preserve"> ? </w:t>
      </w:r>
      <w:r w:rsidR="00C77A4E" w:rsidRPr="00275B88">
        <w:t>fit le limier</w:t>
      </w:r>
      <w:r>
        <w:t>.</w:t>
      </w:r>
    </w:p>
    <w:p w14:paraId="62EA8CC1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en suis sûr</w:t>
      </w:r>
      <w:r>
        <w:t>.</w:t>
      </w:r>
    </w:p>
    <w:p w14:paraId="7827D0E2" w14:textId="77777777" w:rsidR="002C50B2" w:rsidRDefault="002C50B2" w:rsidP="002C50B2">
      <w:r>
        <w:lastRenderedPageBreak/>
        <w:t>— </w:t>
      </w:r>
      <w:r w:rsidR="00C77A4E" w:rsidRPr="00275B88">
        <w:t>Il y aura du nouveau avant ce soir</w:t>
      </w:r>
      <w:r>
        <w:t xml:space="preserve">, </w:t>
      </w:r>
      <w:r w:rsidR="00C77A4E" w:rsidRPr="00275B88">
        <w:t xml:space="preserve">affirmait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avec assurance</w:t>
      </w:r>
      <w:r>
        <w:t>.</w:t>
      </w:r>
    </w:p>
    <w:p w14:paraId="58957E28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aussi mon avis</w:t>
      </w:r>
      <w:r>
        <w:t xml:space="preserve">… </w:t>
      </w:r>
      <w:r w:rsidR="00C77A4E" w:rsidRPr="00275B88">
        <w:t>répondait le grand détective avec un malicieux sourire</w:t>
      </w:r>
      <w:r>
        <w:t>.</w:t>
      </w:r>
    </w:p>
    <w:p w14:paraId="2E4EE74F" w14:textId="77777777" w:rsidR="002C50B2" w:rsidRDefault="00C77A4E" w:rsidP="002C50B2">
      <w:r w:rsidRPr="00275B88">
        <w:t xml:space="preserve">Prenant congé du limier et du faux </w:t>
      </w:r>
      <w:proofErr w:type="spellStart"/>
      <w:r w:rsidRPr="00275B88">
        <w:t>Cantarelli</w:t>
      </w:r>
      <w:proofErr w:type="spellEnd"/>
      <w:r w:rsidR="002C50B2">
        <w:t xml:space="preserve">, </w:t>
      </w:r>
      <w:proofErr w:type="spellStart"/>
      <w:r w:rsidRPr="00275B88">
        <w:t>Ferval</w:t>
      </w:r>
      <w:proofErr w:type="spellEnd"/>
      <w:r w:rsidRPr="00275B88">
        <w:t xml:space="preserve"> regagna sa voiture avec le commissaire et l</w:t>
      </w:r>
      <w:r w:rsidR="002C50B2">
        <w:t>’</w:t>
      </w:r>
      <w:r w:rsidRPr="00275B88">
        <w:t>inspecteur</w:t>
      </w:r>
      <w:r w:rsidR="002C50B2">
        <w:t>.</w:t>
      </w:r>
    </w:p>
    <w:p w14:paraId="111421B0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se penchant à l</w:t>
      </w:r>
      <w:r w:rsidR="002C50B2">
        <w:t>’</w:t>
      </w:r>
      <w:r w:rsidRPr="00275B88">
        <w:t>oreille de Bellegarde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pendant toute cette scène</w:t>
      </w:r>
      <w:r w:rsidR="002C50B2">
        <w:t xml:space="preserve">, </w:t>
      </w:r>
      <w:r w:rsidRPr="00275B88">
        <w:t>n</w:t>
      </w:r>
      <w:r w:rsidR="002C50B2">
        <w:t>’</w:t>
      </w:r>
      <w:r w:rsidRPr="00275B88">
        <w:t>avait cessé de regarder la foule aux prises avec les agents</w:t>
      </w:r>
      <w:r w:rsidR="002C50B2">
        <w:t xml:space="preserve">, </w:t>
      </w:r>
      <w:r w:rsidRPr="00275B88">
        <w:t>Chantecoq murmura</w:t>
      </w:r>
      <w:r w:rsidR="002C50B2">
        <w:t xml:space="preserve">, </w:t>
      </w:r>
      <w:r w:rsidRPr="00275B88">
        <w:t>en lui montrant l</w:t>
      </w:r>
      <w:r w:rsidR="002C50B2">
        <w:t>’</w:t>
      </w:r>
      <w:r w:rsidRPr="00275B88">
        <w:t>hôtel de Simone</w:t>
      </w:r>
      <w:r w:rsidR="002C50B2">
        <w:t> :</w:t>
      </w:r>
    </w:p>
    <w:p w14:paraId="2D2857B1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là que se trouve la clef du mystère</w:t>
      </w:r>
      <w:r>
        <w:t>.</w:t>
      </w:r>
    </w:p>
    <w:p w14:paraId="601394C0" w14:textId="4C5D2A30" w:rsidR="00C77A4E" w:rsidRPr="000A6A52" w:rsidRDefault="00C77A4E" w:rsidP="002C50B2">
      <w:pPr>
        <w:pStyle w:val="Titre2"/>
      </w:pPr>
      <w:bookmarkStart w:id="90" w:name="_Toc145914648"/>
      <w:bookmarkStart w:id="91" w:name="_Toc203477089"/>
      <w:r w:rsidRPr="000A6A52">
        <w:lastRenderedPageBreak/>
        <w:t>III</w:t>
      </w:r>
      <w:bookmarkEnd w:id="90"/>
      <w:r w:rsidRPr="000A6A52">
        <w:br/>
      </w:r>
      <w:r w:rsidRPr="000A6A52">
        <w:br/>
      </w:r>
      <w:bookmarkStart w:id="92" w:name="_Toc145914649"/>
      <w:r w:rsidRPr="000A6A52">
        <w:t xml:space="preserve">LE </w:t>
      </w:r>
      <w:r w:rsidR="002C50B2">
        <w:t>« </w:t>
      </w:r>
      <w:r w:rsidRPr="000A6A52">
        <w:t>PETIT FOUINARD</w:t>
      </w:r>
      <w:r w:rsidR="002C50B2">
        <w:t> »</w:t>
      </w:r>
      <w:bookmarkEnd w:id="91"/>
      <w:bookmarkEnd w:id="92"/>
      <w:r w:rsidRPr="000A6A52">
        <w:br/>
      </w:r>
    </w:p>
    <w:p w14:paraId="0D57E359" w14:textId="2BD4DEC8" w:rsidR="002C50B2" w:rsidRDefault="00C77A4E" w:rsidP="002C50B2">
      <w:r w:rsidRPr="00275B88">
        <w:t>Dans le studio de Chantecoq</w:t>
      </w:r>
      <w:r w:rsidR="002C50B2">
        <w:t xml:space="preserve">, </w:t>
      </w:r>
      <w:r w:rsidRPr="00275B88">
        <w:t>Colette</w:t>
      </w:r>
      <w:r w:rsidR="002C50B2">
        <w:t xml:space="preserve">, </w:t>
      </w:r>
      <w:r w:rsidRPr="00275B88">
        <w:t>installée devant une machine à écrire</w:t>
      </w:r>
      <w:r w:rsidR="002C50B2">
        <w:t xml:space="preserve">, </w:t>
      </w:r>
      <w:r w:rsidRPr="00275B88">
        <w:t>était en train de taper une lettre</w:t>
      </w:r>
      <w:r w:rsidR="002C50B2">
        <w:t xml:space="preserve">, </w:t>
      </w:r>
      <w:r w:rsidRPr="00275B88">
        <w:t xml:space="preserve">lorsque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proofErr w:type="spellStart"/>
      <w:r w:rsidRPr="00275B88">
        <w:t>Gautrais</w:t>
      </w:r>
      <w:proofErr w:type="spellEnd"/>
      <w:r w:rsidRPr="00275B88">
        <w:t xml:space="preserve"> entra précipitamment dans la pièce</w:t>
      </w:r>
      <w:r w:rsidR="002C50B2">
        <w:t>.</w:t>
      </w:r>
    </w:p>
    <w:p w14:paraId="0AA375F8" w14:textId="77777777" w:rsidR="002C50B2" w:rsidRDefault="00C77A4E" w:rsidP="002C50B2">
      <w:r w:rsidRPr="00275B88">
        <w:t>Tout de suite</w:t>
      </w:r>
      <w:r w:rsidR="002C50B2">
        <w:t xml:space="preserve">, </w:t>
      </w:r>
      <w:r w:rsidRPr="00275B88">
        <w:t>Colette constata qu</w:t>
      </w:r>
      <w:r w:rsidR="002C50B2">
        <w:t>’</w:t>
      </w:r>
      <w:r w:rsidRPr="00275B88">
        <w:t>elle avait sa figure de catastrophe et</w:t>
      </w:r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>toute tremblante comme si elle s</w:t>
      </w:r>
      <w:r w:rsidR="002C50B2">
        <w:t>’</w:t>
      </w:r>
      <w:r w:rsidRPr="00275B88">
        <w:t>attendait à une mauvaise nouvelle</w:t>
      </w:r>
      <w:r w:rsidR="002C50B2">
        <w:t xml:space="preserve">, </w:t>
      </w:r>
      <w:r w:rsidRPr="00275B88">
        <w:t>elle demanda</w:t>
      </w:r>
      <w:r w:rsidR="002C50B2">
        <w:t> :</w:t>
      </w:r>
    </w:p>
    <w:p w14:paraId="372488EF" w14:textId="36AC9154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 ?… </w:t>
      </w:r>
      <w:r w:rsidR="00C77A4E" w:rsidRPr="00275B88">
        <w:t>Mon père</w:t>
      </w:r>
      <w:r>
        <w:t>, M. </w:t>
      </w:r>
      <w:r w:rsidR="00C77A4E" w:rsidRPr="00275B88">
        <w:t>Jacques</w:t>
      </w:r>
      <w:r>
        <w:t>…</w:t>
      </w:r>
    </w:p>
    <w:p w14:paraId="707A5D30" w14:textId="77777777" w:rsidR="002C50B2" w:rsidRDefault="002C50B2" w:rsidP="002C50B2">
      <w:r>
        <w:t>— </w:t>
      </w:r>
      <w:r w:rsidR="00C77A4E" w:rsidRPr="00275B88">
        <w:t>Chut</w:t>
      </w:r>
      <w:r>
        <w:t xml:space="preserve"> ! </w:t>
      </w:r>
      <w:r w:rsidR="00C77A4E" w:rsidRPr="00275B88">
        <w:t>chut</w:t>
      </w:r>
      <w:r>
        <w:t xml:space="preserve"> ! </w:t>
      </w:r>
      <w:r w:rsidR="00C77A4E" w:rsidRPr="00275B88">
        <w:t>mademoiselle</w:t>
      </w:r>
      <w:r>
        <w:t xml:space="preserve">, </w:t>
      </w:r>
      <w:r w:rsidR="00C77A4E" w:rsidRPr="00275B88">
        <w:t>répliqua aussitôt la cuisinière</w:t>
      </w:r>
      <w:r>
        <w:t>.</w:t>
      </w:r>
    </w:p>
    <w:p w14:paraId="773B9CD4" w14:textId="77777777" w:rsidR="002C50B2" w:rsidRDefault="00C77A4E" w:rsidP="002C50B2">
      <w:r w:rsidRPr="00275B88">
        <w:t>Et d</w:t>
      </w:r>
      <w:r w:rsidR="002C50B2">
        <w:t>’</w:t>
      </w:r>
      <w:r w:rsidRPr="00275B88">
        <w:t>un air à la fois inquiet et mystérieux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1FAACFE5" w14:textId="77777777" w:rsidR="002C50B2" w:rsidRDefault="002C50B2" w:rsidP="002C50B2">
      <w:r>
        <w:t>— </w:t>
      </w:r>
      <w:r w:rsidR="00C77A4E" w:rsidRPr="00275B88">
        <w:t>Le petit fouinard est là</w:t>
      </w:r>
      <w:r>
        <w:t>.</w:t>
      </w:r>
    </w:p>
    <w:p w14:paraId="60467B55" w14:textId="77777777" w:rsidR="002C50B2" w:rsidRDefault="002C50B2" w:rsidP="002C50B2">
      <w:r>
        <w:t>— </w:t>
      </w:r>
      <w:r w:rsidR="00C77A4E" w:rsidRPr="00275B88">
        <w:t>Le petit fouinard</w:t>
      </w:r>
      <w:r>
        <w:t xml:space="preserve"> ?… </w:t>
      </w:r>
      <w:r w:rsidR="00C77A4E" w:rsidRPr="00275B88">
        <w:t>répéta Colette</w:t>
      </w:r>
      <w:r>
        <w:t xml:space="preserve">, </w:t>
      </w:r>
      <w:r w:rsidR="00C77A4E" w:rsidRPr="00275B88">
        <w:t>toute troublée</w:t>
      </w:r>
      <w:r>
        <w:t>.</w:t>
      </w:r>
    </w:p>
    <w:p w14:paraId="27AC1530" w14:textId="77777777" w:rsidR="002C50B2" w:rsidRDefault="002C50B2" w:rsidP="002C50B2">
      <w:r>
        <w:t>— </w:t>
      </w:r>
      <w:r w:rsidR="00C77A4E" w:rsidRPr="00275B88">
        <w:t>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>
        <w:t>.</w:t>
      </w:r>
    </w:p>
    <w:p w14:paraId="42A2AAE3" w14:textId="77777777" w:rsidR="002C50B2" w:rsidRDefault="002C50B2" w:rsidP="002C50B2">
      <w:r>
        <w:t>— </w:t>
      </w:r>
      <w:r w:rsidR="00C77A4E" w:rsidRPr="00275B88">
        <w:t>Que veut</w:t>
      </w:r>
      <w:r w:rsidR="00C77A4E">
        <w:t>-</w:t>
      </w:r>
      <w:r w:rsidR="00C77A4E" w:rsidRPr="00275B88">
        <w:t>il</w:t>
      </w:r>
      <w:r>
        <w:t> ?</w:t>
      </w:r>
    </w:p>
    <w:p w14:paraId="2D7AF6F6" w14:textId="3B8354C0" w:rsidR="002C50B2" w:rsidRDefault="002C50B2" w:rsidP="002C50B2">
      <w:r>
        <w:t>— </w:t>
      </w:r>
      <w:r w:rsidR="00C77A4E" w:rsidRPr="00275B88">
        <w:t xml:space="preserve">Parler à </w:t>
      </w:r>
      <w:r>
        <w:t>M. </w:t>
      </w:r>
      <w:r w:rsidR="00C77A4E" w:rsidRPr="00275B88">
        <w:t>Chantecoq</w:t>
      </w:r>
      <w:r>
        <w:t>.</w:t>
      </w:r>
    </w:p>
    <w:p w14:paraId="60F68C46" w14:textId="77777777" w:rsidR="002C50B2" w:rsidRDefault="002C50B2" w:rsidP="002C50B2">
      <w:r>
        <w:t>— </w:t>
      </w:r>
      <w:r w:rsidR="00C77A4E" w:rsidRPr="00275B88">
        <w:t>Vous lui avez dit que mon père n</w:t>
      </w:r>
      <w:r>
        <w:t>’</w:t>
      </w:r>
      <w:r w:rsidR="00C77A4E" w:rsidRPr="00275B88">
        <w:t>était pas là</w:t>
      </w:r>
      <w:r>
        <w:t> ?</w:t>
      </w:r>
    </w:p>
    <w:p w14:paraId="07514E60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mais il veut vous parler à vous</w:t>
      </w:r>
      <w:r>
        <w:t>.</w:t>
      </w:r>
    </w:p>
    <w:p w14:paraId="7233F842" w14:textId="77777777" w:rsidR="002C50B2" w:rsidRDefault="002C50B2" w:rsidP="002C50B2">
      <w:r>
        <w:t>— </w:t>
      </w:r>
      <w:r w:rsidR="00C77A4E" w:rsidRPr="00275B88">
        <w:t>À moi</w:t>
      </w:r>
      <w:r>
        <w:t> ?</w:t>
      </w:r>
    </w:p>
    <w:p w14:paraId="68D785D1" w14:textId="77777777" w:rsidR="002C50B2" w:rsidRDefault="002C50B2" w:rsidP="002C50B2">
      <w:r>
        <w:lastRenderedPageBreak/>
        <w:t>— </w:t>
      </w:r>
      <w:r w:rsidR="00C77A4E" w:rsidRPr="00275B88">
        <w:t>Même je l</w:t>
      </w:r>
      <w:r>
        <w:t>’</w:t>
      </w:r>
      <w:r w:rsidR="00C77A4E" w:rsidRPr="00275B88">
        <w:t>ai entendu dire aux deux agents et bourgeois qui l</w:t>
      </w:r>
      <w:r>
        <w:t>’</w:t>
      </w:r>
      <w:r w:rsidR="00C77A4E" w:rsidRPr="00275B88">
        <w:t>accompagnent qu</w:t>
      </w:r>
      <w:r>
        <w:t>’</w:t>
      </w:r>
      <w:r w:rsidR="00C77A4E" w:rsidRPr="00275B88">
        <w:t>il ne s</w:t>
      </w:r>
      <w:r>
        <w:t>’</w:t>
      </w:r>
      <w:r w:rsidR="00C77A4E" w:rsidRPr="00275B88">
        <w:t>en irait pas d</w:t>
      </w:r>
      <w:r>
        <w:t>’</w:t>
      </w:r>
      <w:r w:rsidR="00C77A4E" w:rsidRPr="00275B88">
        <w:t xml:space="preserve">ici sans son </w:t>
      </w:r>
      <w:r>
        <w:t>« </w:t>
      </w:r>
      <w:r w:rsidR="00C77A4E" w:rsidRPr="00275B88">
        <w:t>gibier</w:t>
      </w:r>
      <w:r>
        <w:t> ».</w:t>
      </w:r>
    </w:p>
    <w:p w14:paraId="37895D1E" w14:textId="77777777" w:rsidR="002C50B2" w:rsidRDefault="00C77A4E" w:rsidP="002C50B2">
      <w:r w:rsidRPr="00275B88">
        <w:t>Colette offusquée</w:t>
      </w:r>
      <w:r w:rsidR="002C50B2">
        <w:t xml:space="preserve">, </w:t>
      </w:r>
      <w:r w:rsidRPr="00275B88">
        <w:t>déclarait</w:t>
      </w:r>
      <w:r w:rsidR="002C50B2">
        <w:t> :</w:t>
      </w:r>
    </w:p>
    <w:p w14:paraId="6B343F64" w14:textId="029E224A" w:rsidR="002C50B2" w:rsidRDefault="002C50B2" w:rsidP="002C50B2">
      <w:r>
        <w:t>— </w:t>
      </w:r>
      <w:r w:rsidR="00C77A4E" w:rsidRPr="00275B88">
        <w:t>Sans doute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 xml:space="preserve">il appris que </w:t>
      </w:r>
      <w:r>
        <w:t>M. </w:t>
      </w:r>
      <w:r w:rsidR="00C77A4E" w:rsidRPr="00275B88">
        <w:t>Jacques se cachait ici</w:t>
      </w:r>
      <w:r>
        <w:t xml:space="preserve">, </w:t>
      </w:r>
      <w:r w:rsidR="00C77A4E" w:rsidRPr="00275B88">
        <w:t>et vient</w:t>
      </w:r>
      <w:r w:rsidR="00C77A4E">
        <w:t>-</w:t>
      </w:r>
      <w:r w:rsidR="00C77A4E" w:rsidRPr="00275B88">
        <w:t>il l</w:t>
      </w:r>
      <w:r>
        <w:t>’</w:t>
      </w:r>
      <w:r w:rsidR="00C77A4E" w:rsidRPr="00275B88">
        <w:t>arrêter</w:t>
      </w:r>
      <w:r>
        <w:t> ?</w:t>
      </w:r>
    </w:p>
    <w:p w14:paraId="57A73F55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redevenant elle</w:t>
      </w:r>
      <w:r>
        <w:t>-</w:t>
      </w:r>
      <w:r w:rsidRPr="00275B88">
        <w:t>même en face du danger</w:t>
      </w:r>
      <w:r w:rsidR="002C50B2">
        <w:t xml:space="preserve">, </w:t>
      </w:r>
      <w:r w:rsidRPr="00275B88">
        <w:t>et faisant appel à tout son sang</w:t>
      </w:r>
      <w:r>
        <w:t>-</w:t>
      </w:r>
      <w:r w:rsidRPr="00275B88">
        <w:t>froid</w:t>
      </w:r>
      <w:r w:rsidR="002C50B2">
        <w:t xml:space="preserve">, </w:t>
      </w:r>
      <w:r w:rsidRPr="00275B88">
        <w:t>en même temps qu</w:t>
      </w:r>
      <w:r w:rsidR="002C50B2">
        <w:t>’</w:t>
      </w:r>
      <w:r w:rsidRPr="00275B88">
        <w:t>à toute son énergie</w:t>
      </w:r>
      <w:r w:rsidR="002C50B2">
        <w:t xml:space="preserve">, </w:t>
      </w:r>
      <w:r w:rsidRPr="00275B88">
        <w:t>Colette décidait</w:t>
      </w:r>
      <w:r w:rsidR="002C50B2">
        <w:t> :</w:t>
      </w:r>
    </w:p>
    <w:p w14:paraId="0E03E894" w14:textId="77777777" w:rsidR="002C50B2" w:rsidRDefault="002C50B2" w:rsidP="002C50B2">
      <w:r>
        <w:t>— </w:t>
      </w:r>
      <w:r w:rsidR="00C77A4E" w:rsidRPr="00275B88">
        <w:t>Faites</w:t>
      </w:r>
      <w:r w:rsidR="00C77A4E">
        <w:t>-</w:t>
      </w:r>
      <w:r w:rsidR="00C77A4E" w:rsidRPr="00275B88">
        <w:t>le entrer</w:t>
      </w:r>
      <w:r>
        <w:t>.</w:t>
      </w:r>
    </w:p>
    <w:p w14:paraId="1F0566C2" w14:textId="77777777" w:rsidR="002C50B2" w:rsidRDefault="002C50B2" w:rsidP="002C50B2">
      <w:r>
        <w:t>— </w:t>
      </w:r>
      <w:r w:rsidR="00C77A4E" w:rsidRPr="00275B88">
        <w:t>Bien</w:t>
      </w:r>
      <w:r>
        <w:t xml:space="preserve">, </w:t>
      </w:r>
      <w:r w:rsidR="00C77A4E" w:rsidRPr="00275B88">
        <w:t>mademoiselle</w:t>
      </w:r>
      <w:r>
        <w:t>.</w:t>
      </w:r>
    </w:p>
    <w:p w14:paraId="21A50118" w14:textId="77777777" w:rsidR="002C50B2" w:rsidRDefault="00C77A4E" w:rsidP="002C50B2">
      <w:r w:rsidRPr="00275B88">
        <w:t>Marie</w:t>
      </w:r>
      <w:r>
        <w:t>-</w:t>
      </w:r>
      <w:r w:rsidRPr="00275B88">
        <w:t>Jeanne retourna dans l</w:t>
      </w:r>
      <w:r w:rsidR="002C50B2">
        <w:t>’</w:t>
      </w:r>
      <w:r w:rsidRPr="00275B88">
        <w:t>antichambre</w:t>
      </w:r>
      <w:r w:rsidR="002C50B2">
        <w:t xml:space="preserve">, </w:t>
      </w:r>
      <w:r w:rsidRPr="00275B88">
        <w:t xml:space="preserve">où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fébrile</w:t>
      </w:r>
      <w:r w:rsidR="002C50B2">
        <w:t xml:space="preserve">, </w:t>
      </w:r>
      <w:r w:rsidRPr="00275B88">
        <w:t>impatient</w:t>
      </w:r>
      <w:r w:rsidR="002C50B2">
        <w:t xml:space="preserve">, </w:t>
      </w:r>
      <w:r w:rsidRPr="00275B88">
        <w:t>attendait avec ses deux agents</w:t>
      </w:r>
      <w:r w:rsidR="002C50B2">
        <w:t>…</w:t>
      </w:r>
    </w:p>
    <w:p w14:paraId="59E86E6D" w14:textId="77777777" w:rsidR="002C50B2" w:rsidRDefault="00C77A4E" w:rsidP="002C50B2">
      <w:r w:rsidRPr="00275B88">
        <w:t>D</w:t>
      </w:r>
      <w:r w:rsidR="002C50B2">
        <w:t>’</w:t>
      </w:r>
      <w:r w:rsidRPr="00275B88">
        <w:t>un air hostile</w:t>
      </w:r>
      <w:r w:rsidR="002C50B2">
        <w:t xml:space="preserve">, </w:t>
      </w:r>
      <w:r w:rsidRPr="00275B88">
        <w:t>elle lui fit signe d</w:t>
      </w:r>
      <w:r w:rsidR="002C50B2">
        <w:t>’</w:t>
      </w:r>
      <w:r w:rsidRPr="00275B88">
        <w:t>entrer dans le studio</w:t>
      </w:r>
      <w:r w:rsidR="002C50B2">
        <w:t xml:space="preserve">… </w:t>
      </w:r>
      <w:r w:rsidRPr="00275B88">
        <w:t>L</w:t>
      </w:r>
      <w:r w:rsidR="002C50B2">
        <w:t>’</w:t>
      </w:r>
      <w:r w:rsidRPr="00275B88">
        <w:t>inspecteur y pénétra aussitôt et</w:t>
      </w:r>
      <w:r w:rsidR="002C50B2">
        <w:t xml:space="preserve">, </w:t>
      </w:r>
      <w:r w:rsidRPr="00275B88">
        <w:t>son chapeau à la main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avança vers Colette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très calme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attendait de pied ferme</w:t>
      </w:r>
      <w:r w:rsidR="002C50B2">
        <w:t>.</w:t>
      </w:r>
    </w:p>
    <w:p w14:paraId="0CE1A5CD" w14:textId="25D570E9" w:rsidR="002C50B2" w:rsidRDefault="002C50B2" w:rsidP="002C50B2">
      <w:r>
        <w:t>— </w:t>
      </w:r>
      <w:r w:rsidR="00C77A4E" w:rsidRPr="00275B88">
        <w:t>Mademoiselle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en s</w:t>
      </w:r>
      <w:r>
        <w:t>’</w:t>
      </w:r>
      <w:r w:rsidR="00C77A4E" w:rsidRPr="00275B88">
        <w:t>inclinant poliment</w:t>
      </w:r>
      <w:r>
        <w:t xml:space="preserve">, </w:t>
      </w:r>
      <w:r w:rsidR="00C77A4E" w:rsidRPr="00275B88">
        <w:t xml:space="preserve">votre cuisinière vient de me dire que </w:t>
      </w:r>
      <w:r>
        <w:t>M. </w:t>
      </w:r>
      <w:r w:rsidR="00C77A4E" w:rsidRPr="00275B88">
        <w:t>Chantecoq n</w:t>
      </w:r>
      <w:r>
        <w:t>’</w:t>
      </w:r>
      <w:r w:rsidR="00C77A4E" w:rsidRPr="00275B88">
        <w:t>était pas chez lui</w:t>
      </w:r>
      <w:r>
        <w:t>.</w:t>
      </w:r>
    </w:p>
    <w:p w14:paraId="3CF3EF82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exact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répliquait la jeune fille</w:t>
      </w:r>
      <w:r>
        <w:t>.</w:t>
      </w:r>
    </w:p>
    <w:p w14:paraId="04971AAC" w14:textId="77777777" w:rsidR="002C50B2" w:rsidRDefault="002C50B2" w:rsidP="002C50B2">
      <w:r>
        <w:t>— </w:t>
      </w:r>
      <w:r w:rsidR="00C77A4E" w:rsidRPr="00275B88">
        <w:t>Je le regrette</w:t>
      </w:r>
      <w:r>
        <w:t xml:space="preserve">, </w:t>
      </w:r>
      <w:r w:rsidR="00C77A4E" w:rsidRPr="00275B88">
        <w:t xml:space="preserve">déclarait </w:t>
      </w:r>
      <w:proofErr w:type="spellStart"/>
      <w:r w:rsidR="00C77A4E" w:rsidRPr="00275B88">
        <w:t>Ménardier</w:t>
      </w:r>
      <w:proofErr w:type="spellEnd"/>
      <w:r>
        <w:t>.</w:t>
      </w:r>
    </w:p>
    <w:p w14:paraId="3E9ABB28" w14:textId="77777777" w:rsidR="002C50B2" w:rsidRDefault="00C77A4E" w:rsidP="002C50B2">
      <w:r w:rsidRPr="00275B88">
        <w:t>Colette reprenait</w:t>
      </w:r>
      <w:r w:rsidR="002C50B2">
        <w:t> :</w:t>
      </w:r>
    </w:p>
    <w:p w14:paraId="274FC503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 pourrai</w:t>
      </w:r>
      <w:r w:rsidR="00C77A4E">
        <w:t>-</w:t>
      </w:r>
      <w:r w:rsidR="00C77A4E" w:rsidRPr="00275B88">
        <w:t>je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en l</w:t>
      </w:r>
      <w:r>
        <w:t>’</w:t>
      </w:r>
      <w:r w:rsidR="00C77A4E" w:rsidRPr="00275B88">
        <w:t>absence de mon père</w:t>
      </w:r>
      <w:r>
        <w:t xml:space="preserve">, </w:t>
      </w:r>
      <w:r w:rsidR="00C77A4E" w:rsidRPr="00275B88">
        <w:t>vous donner le renseignement que vous désirez</w:t>
      </w:r>
      <w:r>
        <w:t> ?</w:t>
      </w:r>
    </w:p>
    <w:p w14:paraId="20F33817" w14:textId="659D8AE1" w:rsidR="002C50B2" w:rsidRDefault="002C50B2" w:rsidP="002C50B2">
      <w:r>
        <w:lastRenderedPageBreak/>
        <w:t>— </w:t>
      </w:r>
      <w:r w:rsidR="00C77A4E" w:rsidRPr="00275B88">
        <w:t>Mademoiselle</w:t>
      </w:r>
      <w:r>
        <w:t xml:space="preserve">, </w:t>
      </w:r>
      <w:r w:rsidR="00C77A4E" w:rsidRPr="00275B88">
        <w:t>répliquait l</w:t>
      </w:r>
      <w:r>
        <w:t>’</w:t>
      </w:r>
      <w:r w:rsidR="00C77A4E" w:rsidRPr="00275B88">
        <w:t>inspecteur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assez délicat et</w:t>
      </w:r>
      <w:r>
        <w:t xml:space="preserve">, </w:t>
      </w:r>
      <w:r w:rsidR="00C77A4E" w:rsidRPr="00275B88">
        <w:t>si vous n</w:t>
      </w:r>
      <w:r>
        <w:t>’</w:t>
      </w:r>
      <w:r w:rsidR="00C77A4E" w:rsidRPr="00275B88">
        <w:t>y voyez pas d</w:t>
      </w:r>
      <w:r>
        <w:t>’</w:t>
      </w:r>
      <w:r w:rsidR="00C77A4E" w:rsidRPr="00275B88">
        <w:t>inconvénient</w:t>
      </w:r>
      <w:r>
        <w:t xml:space="preserve">, </w:t>
      </w:r>
      <w:r w:rsidR="00C77A4E" w:rsidRPr="00275B88">
        <w:t xml:space="preserve">je préfère attendre le retour de </w:t>
      </w:r>
      <w:r>
        <w:t>M. </w:t>
      </w:r>
      <w:r w:rsidR="00C77A4E" w:rsidRPr="00275B88">
        <w:t>Chantecoq</w:t>
      </w:r>
      <w:r>
        <w:t>.</w:t>
      </w:r>
    </w:p>
    <w:p w14:paraId="0EA3115D" w14:textId="77777777" w:rsidR="002C50B2" w:rsidRDefault="00C77A4E" w:rsidP="002C50B2">
      <w:r w:rsidRPr="00275B88">
        <w:t>Toujours avec la même assurance</w:t>
      </w:r>
      <w:r w:rsidR="002C50B2">
        <w:t xml:space="preserve">, </w:t>
      </w:r>
      <w:r w:rsidRPr="00275B88">
        <w:t>Colette reprenait</w:t>
      </w:r>
      <w:r w:rsidR="002C50B2">
        <w:t xml:space="preserve">, </w:t>
      </w:r>
      <w:r w:rsidRPr="00275B88">
        <w:t>en désignant un siège à son interlocuteur</w:t>
      </w:r>
      <w:r w:rsidR="002C50B2">
        <w:t> :</w:t>
      </w:r>
    </w:p>
    <w:p w14:paraId="77663933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monsieur</w:t>
      </w:r>
      <w:r>
        <w:t xml:space="preserve">, </w:t>
      </w:r>
      <w:proofErr w:type="spellStart"/>
      <w:r w:rsidR="00C77A4E" w:rsidRPr="00275B88">
        <w:t>veuillez vous</w:t>
      </w:r>
      <w:proofErr w:type="spellEnd"/>
      <w:r w:rsidR="00C77A4E" w:rsidRPr="00275B88">
        <w:t xml:space="preserve"> asseoir</w:t>
      </w:r>
      <w:r>
        <w:t>.</w:t>
      </w:r>
    </w:p>
    <w:p w14:paraId="4007B04D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>installa sur une chaise</w:t>
      </w:r>
      <w:r w:rsidR="002C50B2">
        <w:t>.</w:t>
      </w:r>
    </w:p>
    <w:p w14:paraId="55B8B877" w14:textId="77777777" w:rsidR="002C50B2" w:rsidRDefault="002C50B2" w:rsidP="002C50B2">
      <w:r>
        <w:t>— </w:t>
      </w:r>
      <w:r w:rsidR="00C77A4E" w:rsidRPr="00275B88">
        <w:t>Vous permettez que je continue mon travail</w:t>
      </w:r>
      <w:r>
        <w:t xml:space="preserve"> ?… </w:t>
      </w:r>
      <w:r w:rsidR="00C77A4E" w:rsidRPr="00275B88">
        <w:t>demandait Colette</w:t>
      </w:r>
      <w:r>
        <w:t xml:space="preserve">, </w:t>
      </w:r>
      <w:r w:rsidR="00C77A4E" w:rsidRPr="00275B88">
        <w:t>peu désireuse d</w:t>
      </w:r>
      <w:r>
        <w:t>’</w:t>
      </w:r>
      <w:r w:rsidR="00C77A4E" w:rsidRPr="00275B88">
        <w:t>entamer la conversation avec le policier qui</w:t>
      </w:r>
      <w:r>
        <w:t xml:space="preserve">, </w:t>
      </w:r>
      <w:r w:rsidR="00C77A4E" w:rsidRPr="00275B88">
        <w:t>à ses yeux</w:t>
      </w:r>
      <w:r>
        <w:t xml:space="preserve">, </w:t>
      </w:r>
      <w:r w:rsidR="00C77A4E" w:rsidRPr="00275B88">
        <w:t>était un messager de malheur</w:t>
      </w:r>
      <w:r>
        <w:t>.</w:t>
      </w:r>
    </w:p>
    <w:p w14:paraId="7A48F81D" w14:textId="77777777" w:rsidR="002C50B2" w:rsidRDefault="002C50B2" w:rsidP="002C50B2">
      <w:r>
        <w:t>— </w:t>
      </w:r>
      <w:r w:rsidR="00C77A4E" w:rsidRPr="00275B88">
        <w:t>Je vous en prie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acceptait l</w:t>
      </w:r>
      <w:r>
        <w:t>’</w:t>
      </w:r>
      <w:r w:rsidR="00C77A4E" w:rsidRPr="00275B88">
        <w:t>inspecteur</w:t>
      </w:r>
      <w:r>
        <w:t xml:space="preserve">. </w:t>
      </w:r>
      <w:r w:rsidR="00C77A4E" w:rsidRPr="00275B88">
        <w:t>Si toutefois je vous dérange</w:t>
      </w:r>
      <w:r>
        <w:t xml:space="preserve">, </w:t>
      </w:r>
      <w:r w:rsidR="00C77A4E" w:rsidRPr="00275B88">
        <w:t>je peux très bien retourner dans l</w:t>
      </w:r>
      <w:r>
        <w:t>’</w:t>
      </w:r>
      <w:r w:rsidR="00C77A4E" w:rsidRPr="00275B88">
        <w:t>antichambre</w:t>
      </w:r>
      <w:r>
        <w:t>.</w:t>
      </w:r>
    </w:p>
    <w:p w14:paraId="6E28118F" w14:textId="77777777" w:rsidR="002C50B2" w:rsidRDefault="002C50B2" w:rsidP="002C50B2">
      <w:r>
        <w:t>— </w:t>
      </w:r>
      <w:r w:rsidR="00C77A4E" w:rsidRPr="00275B88">
        <w:t>Pas du tout</w:t>
      </w:r>
      <w:r>
        <w:t xml:space="preserve">, </w:t>
      </w:r>
      <w:r w:rsidR="00C77A4E" w:rsidRPr="00275B88">
        <w:t>monsieur</w:t>
      </w:r>
      <w:r>
        <w:t>…</w:t>
      </w:r>
    </w:p>
    <w:p w14:paraId="52CE65A4" w14:textId="77777777" w:rsidR="002C50B2" w:rsidRDefault="00C77A4E" w:rsidP="002C50B2">
      <w:r w:rsidRPr="00275B88">
        <w:t>Tout en tapant sur sa machine</w:t>
      </w:r>
      <w:r w:rsidR="002C50B2">
        <w:t xml:space="preserve">, </w:t>
      </w:r>
      <w:r w:rsidRPr="00275B88">
        <w:t xml:space="preserve">Colette observait </w:t>
      </w:r>
      <w:proofErr w:type="spellStart"/>
      <w:r w:rsidRPr="00275B88">
        <w:t>Ménardier</w:t>
      </w:r>
      <w:proofErr w:type="spellEnd"/>
      <w:r w:rsidRPr="00275B88">
        <w:t xml:space="preserve"> qui</w:t>
      </w:r>
      <w:r w:rsidR="002C50B2">
        <w:t xml:space="preserve">, </w:t>
      </w:r>
      <w:r w:rsidRPr="00275B88">
        <w:t>obstinément fixait son regard sur la fenêtre dont les rideaux étaient relevés</w:t>
      </w:r>
      <w:r w:rsidR="002C50B2">
        <w:t>.</w:t>
      </w:r>
    </w:p>
    <w:p w14:paraId="4916B74A" w14:textId="77777777" w:rsidR="002C50B2" w:rsidRDefault="00C77A4E" w:rsidP="002C50B2">
      <w:r w:rsidRPr="00275B88">
        <w:t>De la place qu</w:t>
      </w:r>
      <w:r w:rsidR="002C50B2">
        <w:t>’</w:t>
      </w:r>
      <w:r w:rsidRPr="00275B88">
        <w:t>elle occupait</w:t>
      </w:r>
      <w:r w:rsidR="002C50B2">
        <w:t xml:space="preserve">, </w:t>
      </w:r>
      <w:r w:rsidRPr="00275B88">
        <w:t>elle ne pouvait se rendre compte de ce qui se passait dans le jardin</w:t>
      </w:r>
      <w:r w:rsidR="002C50B2">
        <w:t>.</w:t>
      </w:r>
    </w:p>
    <w:p w14:paraId="2FD05C60" w14:textId="77777777" w:rsidR="002C50B2" w:rsidRDefault="00C77A4E" w:rsidP="002C50B2">
      <w:r w:rsidRPr="00275B88">
        <w:t>Mais bientôt</w:t>
      </w:r>
      <w:r w:rsidR="002C50B2">
        <w:t xml:space="preserve">, </w:t>
      </w:r>
      <w:r w:rsidRPr="00275B88">
        <w:t>aux aboiements des chiens</w:t>
      </w:r>
      <w:r w:rsidR="002C50B2">
        <w:t xml:space="preserve">, </w:t>
      </w:r>
      <w:r w:rsidRPr="00275B88">
        <w:t xml:space="preserve">à un bruit de pas sur le gravier et au sourire imperceptible qui se dessina sur les lèvres de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la jeune fille comprit que Jacques et son père venaient de rentrer</w:t>
      </w:r>
      <w:r w:rsidR="002C50B2">
        <w:t xml:space="preserve">. </w:t>
      </w:r>
      <w:r w:rsidRPr="00275B88">
        <w:t>Et son cœur se mit à battre très fort</w:t>
      </w:r>
      <w:r w:rsidR="002C50B2">
        <w:t xml:space="preserve">, </w:t>
      </w:r>
      <w:r w:rsidRPr="00275B88">
        <w:t>à l</w:t>
      </w:r>
      <w:r w:rsidR="002C50B2">
        <w:t>’</w:t>
      </w:r>
      <w:r w:rsidRPr="00275B88">
        <w:t>idée des graves événements qui risquaient de se dérouler</w:t>
      </w:r>
      <w:r w:rsidR="002C50B2">
        <w:t>.</w:t>
      </w:r>
    </w:p>
    <w:p w14:paraId="7DBC1137" w14:textId="77777777" w:rsidR="002C50B2" w:rsidRDefault="00C77A4E" w:rsidP="002C50B2">
      <w:r w:rsidRPr="00275B88">
        <w:lastRenderedPageBreak/>
        <w:t>Dominant son anxiété</w:t>
      </w:r>
      <w:r w:rsidR="002C50B2">
        <w:t xml:space="preserve">, </w:t>
      </w:r>
      <w:r w:rsidRPr="00275B88">
        <w:t>elle continua à taper sa lettre</w:t>
      </w:r>
      <w:r w:rsidR="002C50B2">
        <w:t xml:space="preserve">, </w:t>
      </w:r>
      <w:r w:rsidRPr="00275B88">
        <w:t>jusqu</w:t>
      </w:r>
      <w:r w:rsidR="002C50B2">
        <w:t>’</w:t>
      </w:r>
      <w:r w:rsidRPr="00275B88">
        <w:t>au moment</w:t>
      </w:r>
      <w:r w:rsidR="002C50B2">
        <w:t xml:space="preserve">, </w:t>
      </w:r>
      <w:r w:rsidRPr="00275B88">
        <w:t>où la porte s</w:t>
      </w:r>
      <w:r w:rsidR="002C50B2">
        <w:t>’</w:t>
      </w:r>
      <w:r w:rsidRPr="00275B88">
        <w:t>ouvrit</w:t>
      </w:r>
      <w:r w:rsidR="002C50B2">
        <w:t xml:space="preserve">, </w:t>
      </w:r>
      <w:r w:rsidRPr="00275B88">
        <w:t>laissant apparaître Chantecoq</w:t>
      </w:r>
      <w:r w:rsidR="002C50B2">
        <w:t>.</w:t>
      </w:r>
    </w:p>
    <w:p w14:paraId="57D42BA7" w14:textId="77777777" w:rsidR="002C50B2" w:rsidRDefault="00C77A4E" w:rsidP="002C50B2">
      <w:r w:rsidRPr="00275B88">
        <w:t>À la vue de l</w:t>
      </w:r>
      <w:r w:rsidR="002C50B2">
        <w:t>’</w:t>
      </w:r>
      <w:r w:rsidRPr="00275B88">
        <w:t>inspecteur</w:t>
      </w:r>
      <w:r w:rsidR="002C50B2">
        <w:t xml:space="preserve">, </w:t>
      </w:r>
      <w:r w:rsidRPr="00275B88">
        <w:t>le roi des détectives ne manifesta aucune surprise</w:t>
      </w:r>
      <w:r w:rsidR="002C50B2">
        <w:t xml:space="preserve">. </w:t>
      </w:r>
      <w:r w:rsidRPr="00275B88">
        <w:t>En effet</w:t>
      </w:r>
      <w:r w:rsidR="002C50B2">
        <w:t xml:space="preserve">, </w:t>
      </w:r>
      <w:proofErr w:type="spellStart"/>
      <w:r w:rsidRPr="00275B88">
        <w:t>Gautrais</w:t>
      </w:r>
      <w:proofErr w:type="spellEnd"/>
      <w:r w:rsidRPr="00275B88">
        <w:t xml:space="preserve"> l</w:t>
      </w:r>
      <w:r w:rsidR="002C50B2">
        <w:t>’</w:t>
      </w:r>
      <w:r w:rsidRPr="00275B88">
        <w:t>avait prévenu de son arrivée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très cordialement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à lui en disant</w:t>
      </w:r>
      <w:r w:rsidR="002C50B2">
        <w:t> :</w:t>
      </w:r>
    </w:p>
    <w:p w14:paraId="469F8294" w14:textId="77777777" w:rsidR="002C50B2" w:rsidRDefault="002C50B2" w:rsidP="002C50B2">
      <w:r>
        <w:t>— </w:t>
      </w:r>
      <w:r w:rsidR="00C77A4E" w:rsidRPr="00275B88">
        <w:t>Tiens</w:t>
      </w:r>
      <w:r>
        <w:t xml:space="preserve">, </w:t>
      </w:r>
      <w:proofErr w:type="spellStart"/>
      <w:r w:rsidR="00C77A4E" w:rsidRPr="00275B88">
        <w:t>Ménardier</w:t>
      </w:r>
      <w:proofErr w:type="spellEnd"/>
      <w:r>
        <w:t xml:space="preserve"> !… 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pour votre service</w:t>
      </w:r>
      <w:r>
        <w:t> ?</w:t>
      </w:r>
    </w:p>
    <w:p w14:paraId="5DAE997D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qui s</w:t>
      </w:r>
      <w:r w:rsidR="002C50B2">
        <w:t>’</w:t>
      </w:r>
      <w:r w:rsidRPr="00275B88">
        <w:t>était levé</w:t>
      </w:r>
      <w:r w:rsidR="002C50B2">
        <w:t xml:space="preserve">, </w:t>
      </w:r>
      <w:r w:rsidRPr="00275B88">
        <w:t>répondait avec gravité</w:t>
      </w:r>
      <w:r w:rsidR="002C50B2">
        <w:t> :</w:t>
      </w:r>
    </w:p>
    <w:p w14:paraId="418AACFE" w14:textId="77777777" w:rsidR="002C50B2" w:rsidRDefault="002C50B2" w:rsidP="002C50B2">
      <w:r>
        <w:t>— </w:t>
      </w:r>
      <w:r w:rsidR="00C77A4E" w:rsidRPr="00275B88">
        <w:t>Monsieur Chantecoq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besoin de vous parler en particulier</w:t>
      </w:r>
      <w:r>
        <w:t>.</w:t>
      </w:r>
    </w:p>
    <w:p w14:paraId="347A0B9B" w14:textId="77777777" w:rsidR="002C50B2" w:rsidRDefault="002C50B2" w:rsidP="002C50B2">
      <w:r>
        <w:t>— </w:t>
      </w:r>
      <w:r w:rsidR="00C77A4E" w:rsidRPr="00275B88">
        <w:t>Parfait</w:t>
      </w:r>
      <w:r>
        <w:t xml:space="preserve"> !… </w:t>
      </w:r>
      <w:r w:rsidR="00C77A4E" w:rsidRPr="00275B88">
        <w:t>ponctua le grand limier</w:t>
      </w:r>
      <w:r>
        <w:t>.</w:t>
      </w:r>
    </w:p>
    <w:p w14:paraId="55ACF223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abandonnant sa machine à écrire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</w:t>
      </w:r>
      <w:r w:rsidR="002C50B2">
        <w:t xml:space="preserve">, </w:t>
      </w:r>
      <w:r w:rsidRPr="00275B88">
        <w:t>sans dire un mot</w:t>
      </w:r>
      <w:r w:rsidR="002C50B2">
        <w:t xml:space="preserve">, </w:t>
      </w:r>
      <w:r w:rsidRPr="00275B88">
        <w:t xml:space="preserve">retrouver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qui était resté dans le jardin</w:t>
      </w:r>
      <w:r w:rsidR="002C50B2">
        <w:t>.</w:t>
      </w:r>
    </w:p>
    <w:p w14:paraId="235100E5" w14:textId="77777777" w:rsidR="002C50B2" w:rsidRDefault="00C77A4E" w:rsidP="002C50B2">
      <w:r w:rsidRPr="00275B88">
        <w:t>Le détective referma la porte</w:t>
      </w:r>
      <w:r w:rsidR="002C50B2">
        <w:t xml:space="preserve">… </w:t>
      </w:r>
      <w:r w:rsidRPr="00275B88">
        <w:t xml:space="preserve">Après avoir invité </w:t>
      </w:r>
      <w:proofErr w:type="spellStart"/>
      <w:r w:rsidRPr="00275B88">
        <w:t>Ménardier</w:t>
      </w:r>
      <w:proofErr w:type="spellEnd"/>
      <w:r w:rsidRPr="00275B88">
        <w:t xml:space="preserve"> à s</w:t>
      </w:r>
      <w:r w:rsidR="002C50B2">
        <w:t>’</w:t>
      </w:r>
      <w:r w:rsidRPr="00275B88">
        <w:t>asseoir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installa à son bureau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du ton le plus aimable</w:t>
      </w:r>
      <w:r w:rsidR="002C50B2">
        <w:t xml:space="preserve">, </w:t>
      </w:r>
      <w:r w:rsidRPr="00275B88">
        <w:t>il fit</w:t>
      </w:r>
      <w:r w:rsidR="002C50B2">
        <w:t> :</w:t>
      </w:r>
    </w:p>
    <w:p w14:paraId="01A4B52C" w14:textId="77777777" w:rsidR="002C50B2" w:rsidRDefault="002C50B2" w:rsidP="002C50B2">
      <w:r>
        <w:t>— </w:t>
      </w:r>
      <w:r w:rsidR="00C77A4E" w:rsidRPr="00275B88">
        <w:t>Parlez</w:t>
      </w:r>
      <w:r>
        <w:t xml:space="preserve">, </w:t>
      </w:r>
      <w:r w:rsidR="00C77A4E" w:rsidRPr="00275B88">
        <w:t>je vous écoute</w:t>
      </w:r>
      <w:r>
        <w:t>.</w:t>
      </w:r>
    </w:p>
    <w:p w14:paraId="3AEB76EC" w14:textId="77777777" w:rsidR="002C50B2" w:rsidRDefault="002C50B2" w:rsidP="002C50B2">
      <w:r>
        <w:t>— </w:t>
      </w:r>
      <w:r w:rsidR="00C77A4E" w:rsidRPr="00275B88">
        <w:t>Mon cher confrère</w:t>
      </w:r>
      <w:r>
        <w:t xml:space="preserve">, </w:t>
      </w:r>
      <w:r w:rsidR="00C77A4E" w:rsidRPr="00275B88">
        <w:t xml:space="preserve">attaqua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j</w:t>
      </w:r>
      <w:r>
        <w:t>’</w:t>
      </w:r>
      <w:r w:rsidR="00C77A4E" w:rsidRPr="00275B88">
        <w:t>ai appris que vous cachez ici le journaliste Jacques Bellegarde</w:t>
      </w:r>
      <w:r>
        <w:t>.</w:t>
      </w:r>
    </w:p>
    <w:p w14:paraId="47F7FCBA" w14:textId="77777777" w:rsidR="002C50B2" w:rsidRDefault="00C77A4E" w:rsidP="002C50B2">
      <w:r w:rsidRPr="00275B88">
        <w:t>Chantecoq ne parut nullement désarmé par cette brusque affirmation</w:t>
      </w:r>
      <w:r w:rsidR="002C50B2">
        <w:t xml:space="preserve">, </w:t>
      </w:r>
      <w:r w:rsidRPr="00275B88">
        <w:t>dans laquelle il avait le droit de voir comme une déclaration de guerre</w:t>
      </w:r>
      <w:r w:rsidR="002C50B2">
        <w:t>.</w:t>
      </w:r>
    </w:p>
    <w:p w14:paraId="1EE52168" w14:textId="77777777" w:rsidR="002C50B2" w:rsidRDefault="00C77A4E" w:rsidP="002C50B2">
      <w:r w:rsidRPr="00275B88">
        <w:t>Très maître de lui</w:t>
      </w:r>
      <w:r w:rsidR="002C50B2">
        <w:t xml:space="preserve">, </w:t>
      </w:r>
      <w:r w:rsidRPr="00275B88">
        <w:t>et même un peu goguenard</w:t>
      </w:r>
      <w:r w:rsidR="002C50B2">
        <w:t xml:space="preserve">, </w:t>
      </w:r>
      <w:r w:rsidRPr="00275B88">
        <w:t>il répliquait</w:t>
      </w:r>
      <w:r w:rsidR="002C50B2">
        <w:t> :</w:t>
      </w:r>
    </w:p>
    <w:p w14:paraId="32405A99" w14:textId="77777777" w:rsidR="002C50B2" w:rsidRDefault="002C50B2" w:rsidP="002C50B2">
      <w:r>
        <w:t>— </w:t>
      </w:r>
      <w:r w:rsidR="00C77A4E" w:rsidRPr="00275B88">
        <w:t>Tiens</w:t>
      </w:r>
      <w:r>
        <w:t xml:space="preserve"> ! </w:t>
      </w:r>
      <w:r w:rsidR="00C77A4E" w:rsidRPr="00275B88">
        <w:t>tiens</w:t>
      </w:r>
      <w:r>
        <w:t xml:space="preserve"> ! </w:t>
      </w:r>
      <w:r w:rsidR="00C77A4E" w:rsidRPr="00275B88">
        <w:t>qui vous a dit cela</w:t>
      </w:r>
      <w:r>
        <w:t> ?</w:t>
      </w:r>
    </w:p>
    <w:p w14:paraId="60911915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accentuait d</w:t>
      </w:r>
      <w:r w:rsidR="002C50B2">
        <w:t>’</w:t>
      </w:r>
      <w:r w:rsidRPr="00275B88">
        <w:t>un ton sec</w:t>
      </w:r>
      <w:r w:rsidR="002C50B2">
        <w:t> :</w:t>
      </w:r>
    </w:p>
    <w:p w14:paraId="695AC38E" w14:textId="77777777" w:rsidR="002C50B2" w:rsidRDefault="002C50B2" w:rsidP="002C50B2">
      <w:r>
        <w:lastRenderedPageBreak/>
        <w:t>— </w:t>
      </w:r>
      <w:r w:rsidR="00C77A4E" w:rsidRPr="00275B88">
        <w:t>Je le tiens de source certaine</w:t>
      </w:r>
      <w:r>
        <w:t>.</w:t>
      </w:r>
    </w:p>
    <w:p w14:paraId="42189770" w14:textId="77777777" w:rsidR="002C50B2" w:rsidRDefault="00C77A4E" w:rsidP="002C50B2">
      <w:r w:rsidRPr="00275B88">
        <w:t>Le plus simplement du monde</w:t>
      </w:r>
      <w:r w:rsidR="002C50B2">
        <w:t xml:space="preserve">, </w:t>
      </w:r>
      <w:r w:rsidRPr="00275B88">
        <w:t>le détective invitait</w:t>
      </w:r>
      <w:r w:rsidR="002C50B2">
        <w:t> :</w:t>
      </w:r>
    </w:p>
    <w:p w14:paraId="102ABC2F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!… </w:t>
      </w:r>
      <w:r w:rsidR="00C77A4E" w:rsidRPr="00275B88">
        <w:t>Cherchez</w:t>
      </w:r>
      <w:r>
        <w:t xml:space="preserve">, </w:t>
      </w:r>
      <w:r w:rsidR="00C77A4E" w:rsidRPr="00275B88">
        <w:t>mon ami</w:t>
      </w:r>
      <w:r>
        <w:t>.</w:t>
      </w:r>
    </w:p>
    <w:p w14:paraId="63EC7D19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reprenait</w:t>
      </w:r>
      <w:r w:rsidR="002C50B2">
        <w:t> :</w:t>
      </w:r>
    </w:p>
    <w:p w14:paraId="38063DAA" w14:textId="77777777" w:rsidR="002C50B2" w:rsidRDefault="002C50B2" w:rsidP="002C50B2">
      <w:r>
        <w:t>— </w:t>
      </w:r>
      <w:r w:rsidR="00C77A4E" w:rsidRPr="00275B88">
        <w:t>Vous savez toute l</w:t>
      </w:r>
      <w:r>
        <w:t>’</w:t>
      </w:r>
      <w:r w:rsidR="00C77A4E" w:rsidRPr="00275B88">
        <w:t>admiration</w:t>
      </w:r>
      <w:r>
        <w:t xml:space="preserve">, </w:t>
      </w:r>
      <w:r w:rsidR="00C77A4E" w:rsidRPr="00275B88">
        <w:t>tout le respect que j</w:t>
      </w:r>
      <w:r>
        <w:t>’</w:t>
      </w:r>
      <w:r w:rsidR="00C77A4E" w:rsidRPr="00275B88">
        <w:t>ai pour vous</w:t>
      </w:r>
      <w:r>
        <w:t xml:space="preserve">, </w:t>
      </w:r>
      <w:r w:rsidR="00C77A4E" w:rsidRPr="00275B88">
        <w:t>monsieur Chantecoq</w:t>
      </w:r>
      <w:r>
        <w:t>…</w:t>
      </w:r>
    </w:p>
    <w:p w14:paraId="41D57354" w14:textId="77777777" w:rsidR="002C50B2" w:rsidRDefault="002C50B2" w:rsidP="002C50B2">
      <w:r>
        <w:t>— </w:t>
      </w:r>
      <w:r w:rsidR="00C77A4E" w:rsidRPr="00275B88">
        <w:t>Permettez</w:t>
      </w:r>
      <w:r w:rsidR="00C77A4E">
        <w:t>-</w:t>
      </w:r>
      <w:r w:rsidR="00C77A4E" w:rsidRPr="00275B88">
        <w:t>moi mon cher</w:t>
      </w:r>
      <w:r>
        <w:t xml:space="preserve">, </w:t>
      </w:r>
      <w:r w:rsidR="00C77A4E" w:rsidRPr="00275B88">
        <w:t>de vous faire observer qu</w:t>
      </w:r>
      <w:r>
        <w:t>’</w:t>
      </w:r>
      <w:r w:rsidR="00C77A4E" w:rsidRPr="00275B88">
        <w:t>en ce moment vous ne me le prouvez guère</w:t>
      </w:r>
      <w:r>
        <w:t>.</w:t>
      </w:r>
    </w:p>
    <w:p w14:paraId="4D11D442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accomplis un devoir que m</w:t>
      </w:r>
      <w:r>
        <w:t>’</w:t>
      </w:r>
      <w:r w:rsidR="00C77A4E" w:rsidRPr="00275B88">
        <w:t>imposent à la fois ma conscience et ma fonction</w:t>
      </w:r>
      <w:r>
        <w:t>.</w:t>
      </w:r>
    </w:p>
    <w:p w14:paraId="298D7148" w14:textId="77777777" w:rsidR="002C50B2" w:rsidRDefault="002C50B2" w:rsidP="002C50B2">
      <w:r>
        <w:t>— </w:t>
      </w:r>
      <w:r w:rsidR="00C77A4E" w:rsidRPr="00275B88">
        <w:t>Je vous le répète</w:t>
      </w:r>
      <w:r>
        <w:t xml:space="preserve"> : </w:t>
      </w:r>
      <w:r w:rsidR="00C77A4E" w:rsidRPr="00275B88">
        <w:t>cherchez</w:t>
      </w:r>
      <w:r>
        <w:t> !</w:t>
      </w:r>
    </w:p>
    <w:p w14:paraId="4F92E286" w14:textId="77777777" w:rsidR="002C50B2" w:rsidRDefault="002C50B2" w:rsidP="002C50B2">
      <w:r>
        <w:t>— </w:t>
      </w:r>
      <w:r w:rsidR="00C77A4E" w:rsidRPr="00275B88">
        <w:t>Ne rendez pas ma mission plus pénible encore</w:t>
      </w:r>
      <w:r>
        <w:t xml:space="preserve">, </w:t>
      </w:r>
      <w:r w:rsidR="00C77A4E" w:rsidRPr="00275B88">
        <w:t>en me contraignant à me livrer chez vous à une perquisition en règle et que vous ne me pardonnerez jamais</w:t>
      </w:r>
      <w:r>
        <w:t>.</w:t>
      </w:r>
    </w:p>
    <w:p w14:paraId="6553288F" w14:textId="77777777" w:rsidR="002C50B2" w:rsidRDefault="002C50B2" w:rsidP="002C50B2">
      <w:r>
        <w:t>— </w:t>
      </w:r>
      <w:r w:rsidR="00C77A4E" w:rsidRPr="00275B88">
        <w:t>Une dernière fois</w:t>
      </w:r>
      <w:r>
        <w:t xml:space="preserve">, </w:t>
      </w:r>
      <w:r w:rsidR="00C77A4E" w:rsidRPr="00275B88">
        <w:t>je vous le dis en toute franchise</w:t>
      </w:r>
      <w:r>
        <w:t xml:space="preserve">, </w:t>
      </w:r>
      <w:r w:rsidR="00C77A4E" w:rsidRPr="00275B88">
        <w:t>sans la moindre arrière</w:t>
      </w:r>
      <w:r w:rsidR="00C77A4E">
        <w:t>-</w:t>
      </w:r>
      <w:r w:rsidR="00C77A4E" w:rsidRPr="00275B88">
        <w:t>pensée</w:t>
      </w:r>
      <w:r>
        <w:t xml:space="preserve"> : </w:t>
      </w:r>
      <w:r w:rsidR="00C77A4E" w:rsidRPr="00275B88">
        <w:t>si vous êtes convaincu que Jacques Bellegarde est caché dans ma maison</w:t>
      </w:r>
      <w:r>
        <w:t xml:space="preserve">, </w:t>
      </w:r>
      <w:r w:rsidR="00C77A4E" w:rsidRPr="00275B88">
        <w:t>cherchez</w:t>
      </w:r>
      <w:r>
        <w:t> !</w:t>
      </w:r>
    </w:p>
    <w:p w14:paraId="5D116F78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tirant de sa poche un trousseau de clefs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>en le lui présentant</w:t>
      </w:r>
      <w:r w:rsidR="002C50B2">
        <w:t> :</w:t>
      </w:r>
    </w:p>
    <w:p w14:paraId="4D720666" w14:textId="77777777" w:rsidR="002C50B2" w:rsidRDefault="002C50B2" w:rsidP="002C50B2">
      <w:r>
        <w:t>— </w:t>
      </w:r>
      <w:r w:rsidR="00C77A4E" w:rsidRPr="00275B88">
        <w:t>Voici de quoi ouvrir toutes les portes</w:t>
      </w:r>
      <w:r>
        <w:t xml:space="preserve">… </w:t>
      </w:r>
      <w:r w:rsidR="00C77A4E" w:rsidRPr="00275B88">
        <w:t>Vous voyez que j</w:t>
      </w:r>
      <w:r>
        <w:t>’</w:t>
      </w:r>
      <w:r w:rsidR="00C77A4E" w:rsidRPr="00275B88">
        <w:t>y mets vraiment une grande bonne volonté</w:t>
      </w:r>
      <w:r>
        <w:t>.</w:t>
      </w:r>
    </w:p>
    <w:p w14:paraId="18B01B19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ripostait</w:t>
      </w:r>
      <w:r w:rsidR="002C50B2">
        <w:t> :</w:t>
      </w:r>
    </w:p>
    <w:p w14:paraId="6CC5D669" w14:textId="77777777" w:rsidR="002C50B2" w:rsidRDefault="002C50B2" w:rsidP="002C50B2">
      <w:r>
        <w:t>— </w:t>
      </w:r>
      <w:r w:rsidR="00C77A4E" w:rsidRPr="00275B88">
        <w:t>Je le constate</w:t>
      </w:r>
      <w:r>
        <w:t xml:space="preserve">, </w:t>
      </w:r>
      <w:r w:rsidR="00C77A4E" w:rsidRPr="00275B88">
        <w:t>monsieur Chantecoq</w:t>
      </w:r>
      <w:r>
        <w:t xml:space="preserve">, </w:t>
      </w:r>
      <w:r w:rsidR="00C77A4E" w:rsidRPr="00275B88">
        <w:t>et je vous en suis très reconnaissant</w:t>
      </w:r>
      <w:r>
        <w:t xml:space="preserve">. </w:t>
      </w:r>
      <w:r w:rsidR="00C77A4E" w:rsidRPr="00275B88">
        <w:t>Mais donnez</w:t>
      </w:r>
      <w:r w:rsidR="00C77A4E">
        <w:t>-</w:t>
      </w:r>
      <w:r w:rsidR="00C77A4E" w:rsidRPr="00275B88">
        <w:t>moi seulement votre parole d</w:t>
      </w:r>
      <w:r>
        <w:t>’</w:t>
      </w:r>
      <w:r w:rsidR="00C77A4E" w:rsidRPr="00275B88">
        <w:t>honneur que Jacques Bellegarde ne se trouve pas sous votre toit</w:t>
      </w:r>
      <w:r>
        <w:t xml:space="preserve">… </w:t>
      </w:r>
      <w:r w:rsidR="00C77A4E" w:rsidRPr="00275B88">
        <w:t>et je me retire immédiatement</w:t>
      </w:r>
      <w:r>
        <w:t>.</w:t>
      </w:r>
    </w:p>
    <w:p w14:paraId="57CE4533" w14:textId="77777777" w:rsidR="002C50B2" w:rsidRDefault="00C77A4E" w:rsidP="002C50B2">
      <w:r w:rsidRPr="00275B88">
        <w:lastRenderedPageBreak/>
        <w:t>Chantecoq lança un regard vers la fenêtre qui donnait sur le jardin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 xml:space="preserve">apercevant le commandeur </w:t>
      </w:r>
      <w:proofErr w:type="spellStart"/>
      <w:r w:rsidRPr="00275B88">
        <w:t>Cantarelli</w:t>
      </w:r>
      <w:proofErr w:type="spellEnd"/>
      <w:r w:rsidRPr="00275B88">
        <w:t xml:space="preserve"> assis sur un banc</w:t>
      </w:r>
      <w:r w:rsidR="002C50B2">
        <w:t xml:space="preserve">, </w:t>
      </w:r>
      <w:r w:rsidRPr="00275B88">
        <w:t>près de Colette</w:t>
      </w:r>
      <w:r w:rsidR="002C50B2">
        <w:t xml:space="preserve">, </w:t>
      </w:r>
      <w:r w:rsidRPr="00275B88">
        <w:t>avec laquelle il paraissait deviser paisiblement</w:t>
      </w:r>
      <w:r w:rsidR="002C50B2">
        <w:t xml:space="preserve">, </w:t>
      </w:r>
      <w:r w:rsidRPr="00275B88">
        <w:t>il martela</w:t>
      </w:r>
      <w:r w:rsidR="002C50B2">
        <w:t> :</w:t>
      </w:r>
    </w:p>
    <w:p w14:paraId="33817FAA" w14:textId="77777777" w:rsidR="002C50B2" w:rsidRDefault="002C50B2" w:rsidP="002C50B2">
      <w:r>
        <w:t>— </w:t>
      </w:r>
      <w:r w:rsidR="00C77A4E" w:rsidRPr="00275B88">
        <w:t xml:space="preserve">Mon cher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je vous donne ma parole d</w:t>
      </w:r>
      <w:r>
        <w:t>’</w:t>
      </w:r>
      <w:r w:rsidR="00C77A4E" w:rsidRPr="00275B88">
        <w:t>honneur que Jacques Bellegarde n</w:t>
      </w:r>
      <w:r>
        <w:t>’</w:t>
      </w:r>
      <w:r w:rsidR="00C77A4E" w:rsidRPr="00275B88">
        <w:t>est pas sous mon toit</w:t>
      </w:r>
      <w:r>
        <w:t>.</w:t>
      </w:r>
    </w:p>
    <w:p w14:paraId="718A430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satisfait de sa ruse</w:t>
      </w:r>
      <w:r w:rsidR="002C50B2">
        <w:t xml:space="preserve">, </w:t>
      </w:r>
      <w:r w:rsidRPr="00275B88">
        <w:t>il ajouta mentalement</w:t>
      </w:r>
      <w:r w:rsidR="002C50B2">
        <w:t> :</w:t>
      </w:r>
    </w:p>
    <w:p w14:paraId="16713859" w14:textId="0A0B60B9" w:rsidR="002C50B2" w:rsidRDefault="002C50B2" w:rsidP="002C50B2">
      <w:r>
        <w:t>« </w:t>
      </w:r>
      <w:r w:rsidR="00C77A4E" w:rsidRPr="00275B88">
        <w:t>Parbleu</w:t>
      </w:r>
      <w:r>
        <w:t xml:space="preserve"> ! </w:t>
      </w:r>
      <w:r w:rsidR="00C77A4E" w:rsidRPr="00275B88">
        <w:t>puisqu</w:t>
      </w:r>
      <w:r>
        <w:t>’</w:t>
      </w:r>
      <w:r w:rsidR="00C77A4E" w:rsidRPr="00275B88">
        <w:t>il est dans le jardin</w:t>
      </w:r>
      <w:r>
        <w:t> ! »</w:t>
      </w:r>
    </w:p>
    <w:p w14:paraId="261D9975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reprenait l</w:t>
      </w:r>
      <w:r>
        <w:t>’</w:t>
      </w:r>
      <w:r w:rsidR="00C77A4E" w:rsidRPr="00275B88">
        <w:t>agent de la préfecture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plus qu</w:t>
      </w:r>
      <w:r>
        <w:t>’</w:t>
      </w:r>
      <w:r w:rsidR="00C77A4E" w:rsidRPr="00275B88">
        <w:t>à me retirer</w:t>
      </w:r>
      <w:r>
        <w:t xml:space="preserve">… </w:t>
      </w:r>
      <w:r w:rsidR="00C77A4E" w:rsidRPr="00275B88">
        <w:t>en m</w:t>
      </w:r>
      <w:r>
        <w:t>’</w:t>
      </w:r>
      <w:r w:rsidR="00C77A4E" w:rsidRPr="00275B88">
        <w:t>excusant du dérangement que je vous ai causé</w:t>
      </w:r>
      <w:r>
        <w:t>.</w:t>
      </w:r>
    </w:p>
    <w:p w14:paraId="63B135DB" w14:textId="77777777" w:rsidR="002C50B2" w:rsidRDefault="002C50B2" w:rsidP="002C50B2">
      <w:r>
        <w:t>— </w:t>
      </w:r>
      <w:r w:rsidR="00C77A4E" w:rsidRPr="00275B88">
        <w:t>Je vous accompagne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>déclarait le roi des détectives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avait jamais montré plus de cordialité et de bonne humeur</w:t>
      </w:r>
      <w:r>
        <w:t>.</w:t>
      </w:r>
    </w:p>
    <w:p w14:paraId="6CB9B8C7" w14:textId="77777777" w:rsidR="002C50B2" w:rsidRDefault="00C77A4E" w:rsidP="002C50B2">
      <w:r w:rsidRPr="00275B88">
        <w:t>Ils passèrent dans l</w:t>
      </w:r>
      <w:r w:rsidR="002C50B2">
        <w:t>’</w:t>
      </w:r>
      <w:r w:rsidRPr="00275B88">
        <w:t>antichambre déserte</w:t>
      </w:r>
      <w:r w:rsidR="002C50B2">
        <w:t xml:space="preserve">, </w:t>
      </w:r>
      <w:r w:rsidRPr="00275B88">
        <w:t>puis sortirent dans le jardin</w:t>
      </w:r>
      <w:r w:rsidR="002C50B2">
        <w:t>.</w:t>
      </w:r>
    </w:p>
    <w:p w14:paraId="14D49AB8" w14:textId="77777777" w:rsidR="002C50B2" w:rsidRDefault="00C77A4E" w:rsidP="002C50B2">
      <w:r w:rsidRPr="00275B88">
        <w:t>Colette et le faux commandeur s</w:t>
      </w:r>
      <w:r w:rsidR="002C50B2">
        <w:t>’</w:t>
      </w:r>
      <w:r w:rsidRPr="00275B88">
        <w:t xml:space="preserve">entretenaient avec 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qui avait dû attacher Pandore et Vidocq</w:t>
      </w:r>
      <w:r w:rsidR="002C50B2">
        <w:t xml:space="preserve">, </w:t>
      </w:r>
      <w:r w:rsidRPr="00275B88">
        <w:t>et ceux</w:t>
      </w:r>
      <w:r>
        <w:t>-</w:t>
      </w:r>
      <w:r w:rsidRPr="00275B88">
        <w:t>ci manifestaient une hostilité de plus en plus menaçante à l</w:t>
      </w:r>
      <w:r w:rsidR="002C50B2">
        <w:t>’</w:t>
      </w:r>
      <w:r w:rsidRPr="00275B88">
        <w:t>adresse des deux agents qui</w:t>
      </w:r>
      <w:r w:rsidR="002C50B2">
        <w:t xml:space="preserve">, </w:t>
      </w:r>
      <w:r w:rsidRPr="00275B88">
        <w:t>maintenant</w:t>
      </w:r>
      <w:r w:rsidR="002C50B2">
        <w:t xml:space="preserve">, </w:t>
      </w:r>
      <w:r w:rsidRPr="00275B88">
        <w:t>stationnaient devant la porte d</w:t>
      </w:r>
      <w:r w:rsidR="002C50B2">
        <w:t>’</w:t>
      </w:r>
      <w:r w:rsidRPr="00275B88">
        <w:t>entrée</w:t>
      </w:r>
      <w:r w:rsidR="002C50B2">
        <w:t>.</w:t>
      </w:r>
    </w:p>
    <w:p w14:paraId="2D8BE79F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s</w:t>
      </w:r>
      <w:r w:rsidR="002C50B2">
        <w:t>’</w:t>
      </w:r>
      <w:r w:rsidRPr="00275B88">
        <w:t>approcha des deux jeunes gens</w:t>
      </w:r>
      <w:r w:rsidR="002C50B2">
        <w:t xml:space="preserve">, </w:t>
      </w:r>
      <w:r w:rsidRPr="00275B88">
        <w:t>salua Colette</w:t>
      </w:r>
      <w:r w:rsidR="002C50B2">
        <w:t xml:space="preserve">, </w:t>
      </w:r>
      <w:r w:rsidRPr="00275B88">
        <w:t xml:space="preserve">et tendit la main à </w:t>
      </w:r>
      <w:proofErr w:type="spellStart"/>
      <w:r w:rsidRPr="00275B88">
        <w:t>Cantarelli</w:t>
      </w:r>
      <w:proofErr w:type="spellEnd"/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 pour la saisir</w:t>
      </w:r>
      <w:r w:rsidR="002C50B2">
        <w:t xml:space="preserve">, </w:t>
      </w:r>
      <w:r w:rsidRPr="00275B88">
        <w:t>mais l</w:t>
      </w:r>
      <w:r w:rsidR="002C50B2">
        <w:t>’</w:t>
      </w:r>
      <w:r w:rsidRPr="00275B88">
        <w:t>inspecteur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empoignant par le bras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</w:t>
      </w:r>
      <w:r w:rsidR="002C50B2">
        <w:t> :</w:t>
      </w:r>
    </w:p>
    <w:p w14:paraId="4C1299F0" w14:textId="77777777" w:rsidR="002C50B2" w:rsidRDefault="002C50B2" w:rsidP="002C50B2">
      <w:r>
        <w:t>— </w:t>
      </w:r>
      <w:r w:rsidR="00C77A4E" w:rsidRPr="00275B88">
        <w:t>Au nom de la loi</w:t>
      </w:r>
      <w:r>
        <w:t xml:space="preserve">, </w:t>
      </w:r>
      <w:r w:rsidR="00C77A4E" w:rsidRPr="00275B88">
        <w:t>monsieur Jacques Bellegarde</w:t>
      </w:r>
      <w:r>
        <w:t xml:space="preserve">, </w:t>
      </w:r>
      <w:r w:rsidR="00C77A4E" w:rsidRPr="00275B88">
        <w:t>je vous arrête</w:t>
      </w:r>
      <w:r>
        <w:t>.</w:t>
      </w:r>
    </w:p>
    <w:p w14:paraId="5A55CA12" w14:textId="77777777" w:rsidR="002C50B2" w:rsidRDefault="00C77A4E" w:rsidP="002C50B2">
      <w:r w:rsidRPr="00275B88">
        <w:lastRenderedPageBreak/>
        <w:t>Colette eut un cri</w:t>
      </w:r>
      <w:r w:rsidR="002C50B2">
        <w:t xml:space="preserve">, </w:t>
      </w:r>
      <w:r w:rsidRPr="00275B88">
        <w:t>dominé par la voix de Chantecoq qui</w:t>
      </w:r>
      <w:r w:rsidR="002C50B2">
        <w:t xml:space="preserve">, </w:t>
      </w:r>
      <w:r w:rsidRPr="00275B88">
        <w:t>furieux</w:t>
      </w:r>
      <w:r w:rsidR="002C50B2">
        <w:t xml:space="preserve">, </w:t>
      </w:r>
      <w:r w:rsidRPr="00275B88">
        <w:t>proférait</w:t>
      </w:r>
      <w:r w:rsidR="002C50B2">
        <w:t> :</w:t>
      </w:r>
    </w:p>
    <w:p w14:paraId="3BA472BB" w14:textId="74E2F6FB" w:rsidR="002C50B2" w:rsidRDefault="002C50B2" w:rsidP="002C50B2">
      <w:r>
        <w:t>— M. </w:t>
      </w:r>
      <w:proofErr w:type="spellStart"/>
      <w:r w:rsidR="00C77A4E" w:rsidRPr="00275B88">
        <w:t>Cantarelli</w:t>
      </w:r>
      <w:proofErr w:type="spellEnd"/>
      <w:r w:rsidR="00C77A4E" w:rsidRPr="00275B88">
        <w:t xml:space="preserve"> est mon hôte et je vous interdis de vous en prendre à lui</w:t>
      </w:r>
      <w:r>
        <w:t>…</w:t>
      </w:r>
    </w:p>
    <w:p w14:paraId="557BD60E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tirant de sa poche une lettre décachetée</w:t>
      </w:r>
      <w:r w:rsidR="002C50B2">
        <w:t xml:space="preserve">, </w:t>
      </w:r>
      <w:r w:rsidRPr="00275B88">
        <w:t>la présenta à Chantecoq en disant</w:t>
      </w:r>
      <w:r w:rsidR="002C50B2">
        <w:t> :</w:t>
      </w:r>
    </w:p>
    <w:p w14:paraId="6007C022" w14:textId="77777777" w:rsidR="002C50B2" w:rsidRDefault="002C50B2" w:rsidP="002C50B2">
      <w:r>
        <w:t>— </w:t>
      </w:r>
      <w:r w:rsidR="00C77A4E" w:rsidRPr="00275B88">
        <w:t>Veuillez prendre connaissance</w:t>
      </w:r>
      <w:r>
        <w:t>…</w:t>
      </w:r>
    </w:p>
    <w:p w14:paraId="7D8B033B" w14:textId="77777777" w:rsidR="002C50B2" w:rsidRDefault="00C77A4E" w:rsidP="002C50B2">
      <w:r w:rsidRPr="00275B88">
        <w:t>Le grand limier lut à haute voix ces mots dont l</w:t>
      </w:r>
      <w:r w:rsidR="002C50B2">
        <w:t>’</w:t>
      </w:r>
      <w:r w:rsidRPr="00275B88">
        <w:t>écriture ressemblait étrangement à celle qui avait tracé les différents billets signés Belphégor</w:t>
      </w:r>
      <w:r w:rsidR="002C50B2">
        <w:t>.</w:t>
      </w:r>
    </w:p>
    <w:p w14:paraId="1FE4DA57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 xml:space="preserve">Je vous préviens que le commandeur </w:t>
      </w:r>
      <w:proofErr w:type="spellStart"/>
      <w:r w:rsidRPr="00275B88">
        <w:rPr>
          <w:i/>
          <w:iCs/>
        </w:rPr>
        <w:t>Cantarelli</w:t>
      </w:r>
      <w:proofErr w:type="spellEnd"/>
      <w:r w:rsidR="002C50B2">
        <w:rPr>
          <w:i/>
          <w:iCs/>
        </w:rPr>
        <w:t xml:space="preserve">, </w:t>
      </w:r>
      <w:r w:rsidRPr="00275B88">
        <w:rPr>
          <w:i/>
          <w:iCs/>
        </w:rPr>
        <w:t>qui se trouve en ce moment chez le détective Chantecoq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n</w:t>
      </w:r>
      <w:r w:rsidR="002C50B2">
        <w:rPr>
          <w:i/>
          <w:iCs/>
        </w:rPr>
        <w:t>’</w:t>
      </w:r>
      <w:r w:rsidRPr="00275B88">
        <w:rPr>
          <w:i/>
          <w:iCs/>
        </w:rPr>
        <w:t>est autre que Jacques Bellegarde</w:t>
      </w:r>
      <w:r w:rsidR="002C50B2">
        <w:rPr>
          <w:i/>
          <w:iCs/>
        </w:rPr>
        <w:t>.</w:t>
      </w:r>
    </w:p>
    <w:p w14:paraId="6F713840" w14:textId="77777777" w:rsidR="002C50B2" w:rsidRDefault="00C77A4E" w:rsidP="002C50B2">
      <w:r w:rsidRPr="00275B88">
        <w:t>Instinctivement</w:t>
      </w:r>
      <w:r w:rsidR="002C50B2">
        <w:t xml:space="preserve">, </w:t>
      </w:r>
      <w:r w:rsidRPr="00275B88">
        <w:t>Colette s</w:t>
      </w:r>
      <w:r w:rsidR="002C50B2">
        <w:t>’</w:t>
      </w:r>
      <w:r w:rsidRPr="00275B88">
        <w:t>était rapprochée de son fiancé</w:t>
      </w:r>
      <w:r w:rsidR="002C50B2">
        <w:t xml:space="preserve">, </w:t>
      </w:r>
      <w:r w:rsidRPr="00275B88">
        <w:t>derrière lequel les deux agents s</w:t>
      </w:r>
      <w:r w:rsidR="002C50B2">
        <w:t>’</w:t>
      </w:r>
      <w:r w:rsidRPr="00275B88">
        <w:t>étaient discrètement glissés</w:t>
      </w:r>
      <w:r w:rsidR="002C50B2">
        <w:t xml:space="preserve">. </w:t>
      </w:r>
      <w:r w:rsidRPr="00275B88">
        <w:t>Alors le jeune reporter</w:t>
      </w:r>
      <w:r w:rsidR="002C50B2">
        <w:t xml:space="preserve">, </w:t>
      </w:r>
      <w:r w:rsidRPr="00275B88">
        <w:t>incapable de se contenir plus longtemps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écriait en arrachant ses postiches</w:t>
      </w:r>
      <w:r w:rsidR="002C50B2">
        <w:t> :</w:t>
      </w:r>
    </w:p>
    <w:p w14:paraId="279E8D7C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moi</w:t>
      </w:r>
      <w:r>
        <w:t xml:space="preserve">… </w:t>
      </w:r>
      <w:r w:rsidR="00C77A4E" w:rsidRPr="00275B88">
        <w:t>Mais je suis innocent</w:t>
      </w:r>
      <w:r>
        <w:t> !</w:t>
      </w:r>
    </w:p>
    <w:p w14:paraId="7761DC3C" w14:textId="77777777" w:rsidR="002C50B2" w:rsidRDefault="00C77A4E" w:rsidP="002C50B2">
      <w:proofErr w:type="spellStart"/>
      <w:r w:rsidRPr="00275B88">
        <w:t>Ménardier</w:t>
      </w:r>
      <w:proofErr w:type="spellEnd"/>
      <w:r w:rsidRPr="00275B88">
        <w:t xml:space="preserve"> fit un signe à ses deux hommes</w:t>
      </w:r>
      <w:r w:rsidR="002C50B2">
        <w:t xml:space="preserve">, </w:t>
      </w:r>
      <w:r w:rsidRPr="00275B88">
        <w:t>qui encadrèrent le reporter</w:t>
      </w:r>
      <w:r w:rsidR="002C50B2">
        <w:t>.</w:t>
      </w:r>
    </w:p>
    <w:p w14:paraId="5575AE5E" w14:textId="77777777" w:rsidR="002C50B2" w:rsidRDefault="00C77A4E" w:rsidP="002C50B2">
      <w:r w:rsidRPr="00275B88">
        <w:t>L</w:t>
      </w:r>
      <w:r w:rsidR="002C50B2">
        <w:t>’</w:t>
      </w:r>
      <w:r w:rsidRPr="00275B88">
        <w:t>un d</w:t>
      </w:r>
      <w:r w:rsidR="002C50B2">
        <w:t>’</w:t>
      </w:r>
      <w:r w:rsidRPr="00275B88">
        <w:t xml:space="preserve">eux se </w:t>
      </w:r>
      <w:r w:rsidRPr="000D76CB">
        <w:t>préparait</w:t>
      </w:r>
      <w:r w:rsidRPr="00275B88">
        <w:t xml:space="preserve"> à lui passer les menottes</w:t>
      </w:r>
      <w:r w:rsidR="002C50B2">
        <w:t xml:space="preserve">, </w:t>
      </w:r>
      <w:r w:rsidRPr="00275B88">
        <w:t>mais Jacques protestait</w:t>
      </w:r>
      <w:r w:rsidR="002C50B2">
        <w:t> :</w:t>
      </w:r>
    </w:p>
    <w:p w14:paraId="43ACB44D" w14:textId="77777777" w:rsidR="002C50B2" w:rsidRDefault="002C50B2" w:rsidP="002C50B2">
      <w:r>
        <w:t>— </w:t>
      </w:r>
      <w:r w:rsidR="00C77A4E" w:rsidRPr="00275B88">
        <w:t>Inutile de m</w:t>
      </w:r>
      <w:r>
        <w:t>’</w:t>
      </w:r>
      <w:r w:rsidR="00C77A4E" w:rsidRPr="00275B88">
        <w:t>infliger un pareil affront</w:t>
      </w:r>
      <w:r>
        <w:t xml:space="preserve">… </w:t>
      </w:r>
      <w:r w:rsidR="00C77A4E" w:rsidRPr="00275B88">
        <w:t>Je suis trop sûr de moi pour chercher à m</w:t>
      </w:r>
      <w:r>
        <w:t>’</w:t>
      </w:r>
      <w:r w:rsidR="00C77A4E" w:rsidRPr="00275B88">
        <w:t>évader</w:t>
      </w:r>
      <w:r>
        <w:t>.</w:t>
      </w:r>
    </w:p>
    <w:p w14:paraId="7FBEB92C" w14:textId="77777777" w:rsidR="002C50B2" w:rsidRDefault="002C50B2" w:rsidP="002C50B2">
      <w:r>
        <w:t>— </w:t>
      </w:r>
      <w:r w:rsidR="00C77A4E" w:rsidRPr="00275B88">
        <w:t>Très bien</w:t>
      </w:r>
      <w:r>
        <w:t xml:space="preserve"> ! </w:t>
      </w:r>
      <w:r w:rsidR="00C77A4E" w:rsidRPr="00275B88">
        <w:t>approuvait Chantecoq</w:t>
      </w:r>
      <w:r>
        <w:t>.</w:t>
      </w:r>
    </w:p>
    <w:p w14:paraId="7C6F983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 xml:space="preserve">adressant à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il scanda</w:t>
      </w:r>
      <w:r w:rsidR="002C50B2">
        <w:t> :</w:t>
      </w:r>
    </w:p>
    <w:p w14:paraId="45F347C1" w14:textId="77777777" w:rsidR="002C50B2" w:rsidRDefault="002C50B2" w:rsidP="002C50B2">
      <w:r>
        <w:lastRenderedPageBreak/>
        <w:t>— </w:t>
      </w:r>
      <w:r w:rsidR="00C77A4E" w:rsidRPr="00275B88">
        <w:t>Bien joué</w:t>
      </w:r>
      <w:r>
        <w:t xml:space="preserve">, </w:t>
      </w:r>
      <w:r w:rsidR="00C77A4E" w:rsidRPr="00275B88">
        <w:t>mon cher collègue</w:t>
      </w:r>
      <w:r>
        <w:t xml:space="preserve"> ; </w:t>
      </w:r>
      <w:r w:rsidR="00C77A4E" w:rsidRPr="00275B88">
        <w:t>mais je crois pouvoir vous informer que vous venez de commettre la plus belle gaffe de toute votre carrière</w:t>
      </w:r>
      <w:r>
        <w:t>.</w:t>
      </w:r>
    </w:p>
    <w:p w14:paraId="2E03C710" w14:textId="77777777" w:rsidR="002C50B2" w:rsidRDefault="002C50B2" w:rsidP="002C50B2">
      <w:r>
        <w:t>— </w:t>
      </w:r>
      <w:r w:rsidR="00C77A4E" w:rsidRPr="00275B88">
        <w:t>Nous verrons bien</w:t>
      </w:r>
      <w:r>
        <w:t xml:space="preserve"> ! </w:t>
      </w:r>
      <w:r w:rsidR="00C77A4E" w:rsidRPr="00275B88">
        <w:t xml:space="preserve">se contenta de répliquer </w:t>
      </w:r>
      <w:proofErr w:type="spellStart"/>
      <w:r w:rsidR="00C77A4E" w:rsidRPr="00275B88">
        <w:t>Ménardier</w:t>
      </w:r>
      <w:proofErr w:type="spellEnd"/>
      <w:r w:rsidR="00C77A4E" w:rsidRPr="00275B88">
        <w:t xml:space="preserve"> qui ordonna</w:t>
      </w:r>
      <w:r>
        <w:t xml:space="preserve">, </w:t>
      </w:r>
      <w:r w:rsidR="00C77A4E" w:rsidRPr="00275B88">
        <w:t>de la main</w:t>
      </w:r>
      <w:r>
        <w:t xml:space="preserve">, </w:t>
      </w:r>
      <w:r w:rsidR="00C77A4E" w:rsidRPr="00275B88">
        <w:t>à ses agents d</w:t>
      </w:r>
      <w:r>
        <w:t>’</w:t>
      </w:r>
      <w:r w:rsidR="00C77A4E" w:rsidRPr="00275B88">
        <w:t>emmener le prisonnier</w:t>
      </w:r>
      <w:r>
        <w:t>.</w:t>
      </w:r>
    </w:p>
    <w:p w14:paraId="14DDF202" w14:textId="77777777" w:rsidR="002C50B2" w:rsidRDefault="002C50B2" w:rsidP="002C50B2">
      <w:r>
        <w:t>— </w:t>
      </w:r>
      <w:r w:rsidR="00C77A4E" w:rsidRPr="00275B88">
        <w:t>Jacques</w:t>
      </w:r>
      <w:r>
        <w:t xml:space="preserve"> !… </w:t>
      </w:r>
      <w:r w:rsidR="00C77A4E" w:rsidRPr="00275B88">
        <w:t>fit Colette tout en larmes</w:t>
      </w:r>
      <w:r>
        <w:t>.</w:t>
      </w:r>
    </w:p>
    <w:p w14:paraId="2C7213C2" w14:textId="77777777" w:rsidR="002C50B2" w:rsidRDefault="002C50B2" w:rsidP="002C50B2">
      <w:r>
        <w:t>— </w:t>
      </w:r>
      <w:r w:rsidR="00C77A4E" w:rsidRPr="00275B88">
        <w:t>À bientôt</w:t>
      </w:r>
      <w:r>
        <w:t xml:space="preserve"> ! </w:t>
      </w:r>
      <w:r w:rsidR="00C77A4E" w:rsidRPr="00275B88">
        <w:t>lui répliqua le reporter avec une magnifique assurance</w:t>
      </w:r>
      <w:r>
        <w:t>…</w:t>
      </w:r>
    </w:p>
    <w:p w14:paraId="79AF21BA" w14:textId="77777777" w:rsidR="002C50B2" w:rsidRDefault="00C77A4E" w:rsidP="002C50B2">
      <w:r w:rsidRPr="00275B88">
        <w:t>Et il s</w:t>
      </w:r>
      <w:r w:rsidR="002C50B2">
        <w:t>’</w:t>
      </w:r>
      <w:r w:rsidRPr="00275B88">
        <w:t>en fut</w:t>
      </w:r>
      <w:r w:rsidR="002C50B2">
        <w:t xml:space="preserve">, </w:t>
      </w:r>
      <w:r w:rsidRPr="00275B88">
        <w:t xml:space="preserve">précédé par </w:t>
      </w:r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radieux de sa capture</w:t>
      </w:r>
      <w:r w:rsidR="002C50B2">
        <w:t xml:space="preserve">, </w:t>
      </w:r>
      <w:r w:rsidRPr="00275B88">
        <w:t>et escorté par les deux agents qui ne le quittaient pas du regard</w:t>
      </w:r>
      <w:r w:rsidR="002C50B2">
        <w:t>.</w:t>
      </w:r>
    </w:p>
    <w:p w14:paraId="00687955" w14:textId="77777777" w:rsidR="002C50B2" w:rsidRDefault="00C77A4E" w:rsidP="002C50B2">
      <w:r w:rsidRPr="00275B88">
        <w:t>Et Chantecoq</w:t>
      </w:r>
      <w:r w:rsidR="002C50B2">
        <w:t xml:space="preserve">, </w:t>
      </w:r>
      <w:r w:rsidRPr="00275B88">
        <w:t>attirant dans ses bras sa fille qui sanglotait éperdument</w:t>
      </w:r>
      <w:r w:rsidR="002C50B2">
        <w:t xml:space="preserve">, </w:t>
      </w:r>
      <w:r w:rsidRPr="00275B88">
        <w:t>lui dit dans un accent fait à la fois de toute sa tendresse paternelle et de sa pleine certitude en la victoire finale</w:t>
      </w:r>
      <w:r w:rsidR="002C50B2">
        <w:t> :</w:t>
      </w:r>
    </w:p>
    <w:p w14:paraId="72A7D900" w14:textId="77777777" w:rsidR="002C50B2" w:rsidRDefault="002C50B2" w:rsidP="002C50B2">
      <w:r>
        <w:t>— </w:t>
      </w:r>
      <w:r w:rsidR="00C77A4E" w:rsidRPr="00275B88">
        <w:t>Ne pleure pas</w:t>
      </w:r>
      <w:r>
        <w:t xml:space="preserve">, </w:t>
      </w:r>
      <w:r w:rsidR="00C77A4E" w:rsidRPr="00275B88">
        <w:t>ma chérie</w:t>
      </w:r>
      <w:r>
        <w:t xml:space="preserve"> ; </w:t>
      </w:r>
      <w:r w:rsidR="00C77A4E" w:rsidRPr="00275B88">
        <w:t>notre Jacques ne restera pas longtemps en prison</w:t>
      </w:r>
      <w:r>
        <w:t>.</w:t>
      </w:r>
    </w:p>
    <w:p w14:paraId="000F4BE2" w14:textId="43035A31" w:rsidR="00C77A4E" w:rsidRPr="000D76CB" w:rsidRDefault="00C77A4E" w:rsidP="002C50B2">
      <w:pPr>
        <w:pStyle w:val="Titre2"/>
      </w:pPr>
      <w:bookmarkStart w:id="93" w:name="_Toc145914650"/>
      <w:bookmarkStart w:id="94" w:name="_Toc203477090"/>
      <w:r w:rsidRPr="000D76CB">
        <w:lastRenderedPageBreak/>
        <w:t>IV</w:t>
      </w:r>
      <w:bookmarkEnd w:id="93"/>
      <w:r>
        <w:br/>
      </w:r>
      <w:r>
        <w:br/>
      </w:r>
      <w:bookmarkStart w:id="95" w:name="_Toc145914651"/>
      <w:r w:rsidRPr="000D76CB">
        <w:t>OÙ CHANTECOQ FRAPPE UN GRAND COUP</w:t>
      </w:r>
      <w:bookmarkEnd w:id="94"/>
      <w:bookmarkEnd w:id="95"/>
      <w:r>
        <w:br/>
      </w:r>
    </w:p>
    <w:p w14:paraId="7D3DD8B5" w14:textId="5FA02587" w:rsidR="002C50B2" w:rsidRDefault="00C77A4E" w:rsidP="002C50B2">
      <w:r w:rsidRPr="00275B88">
        <w:t>À Auteuil</w:t>
      </w:r>
      <w:r w:rsidR="002C50B2">
        <w:t xml:space="preserve">, </w:t>
      </w:r>
      <w:r w:rsidRPr="00275B88">
        <w:t>dans le grand salon de l</w:t>
      </w:r>
      <w:r w:rsidR="002C50B2">
        <w:t>’</w:t>
      </w:r>
      <w:r w:rsidRPr="00275B88">
        <w:t>hôtel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 xml:space="preserve">, </w:t>
      </w:r>
      <w:r w:rsidRPr="00275B88">
        <w:t>assise près d</w:t>
      </w:r>
      <w:r w:rsidR="002C50B2">
        <w:t>’</w:t>
      </w:r>
      <w:r w:rsidRPr="00275B88">
        <w:t>une table</w:t>
      </w:r>
      <w:r w:rsidR="002C50B2">
        <w:t xml:space="preserve">, </w:t>
      </w:r>
      <w:r w:rsidRPr="00275B88">
        <w:t>était plongée dans ses douloureuses pensées</w:t>
      </w:r>
      <w:r w:rsidR="002C50B2">
        <w:t>.</w:t>
      </w:r>
    </w:p>
    <w:p w14:paraId="14B8947E" w14:textId="17D92835" w:rsidR="002C50B2" w:rsidRDefault="002C50B2" w:rsidP="002C50B2"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le visage non moins altéré</w:t>
      </w:r>
      <w:r>
        <w:t xml:space="preserve">, </w:t>
      </w:r>
      <w:r w:rsidR="00C77A4E" w:rsidRPr="00275B88">
        <w:t>lisait distraitement un journal</w:t>
      </w:r>
      <w:r>
        <w:t xml:space="preserve">, </w:t>
      </w:r>
      <w:r w:rsidR="00C77A4E" w:rsidRPr="00275B88">
        <w:t>lorsque Maurice de Thouars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air agité</w:t>
      </w:r>
      <w:r>
        <w:t xml:space="preserve">, </w:t>
      </w:r>
      <w:r w:rsidR="00C77A4E" w:rsidRPr="00275B88">
        <w:t>fit irruption dans la pièce</w:t>
      </w:r>
      <w:r>
        <w:t>…</w:t>
      </w:r>
    </w:p>
    <w:p w14:paraId="1EB4FD3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d</w:t>
      </w:r>
      <w:r w:rsidR="002C50B2">
        <w:t>’</w:t>
      </w:r>
      <w:r w:rsidRPr="00275B88">
        <w:t>un trait</w:t>
      </w:r>
      <w:r w:rsidR="002C50B2">
        <w:t xml:space="preserve">, </w:t>
      </w:r>
      <w:r w:rsidRPr="00275B88">
        <w:t>il lança</w:t>
      </w:r>
      <w:r w:rsidR="002C50B2">
        <w:t> :</w:t>
      </w:r>
    </w:p>
    <w:p w14:paraId="7ECD3D26" w14:textId="77777777" w:rsidR="002C50B2" w:rsidRDefault="002C50B2" w:rsidP="002C50B2">
      <w:r>
        <w:t>— </w:t>
      </w:r>
      <w:r w:rsidR="00C77A4E" w:rsidRPr="00275B88">
        <w:t>Je vous apporte une bonne nouvelle</w:t>
      </w:r>
      <w:r>
        <w:t xml:space="preserve"> : </w:t>
      </w:r>
      <w:r w:rsidR="00C77A4E" w:rsidRPr="00275B88">
        <w:t>Jacques Bellegarde vient d</w:t>
      </w:r>
      <w:r>
        <w:t>’</w:t>
      </w:r>
      <w:r w:rsidR="00C77A4E" w:rsidRPr="00275B88">
        <w:t>être arrêté chez le détective Chantecoq</w:t>
      </w:r>
      <w:r>
        <w:t>.</w:t>
      </w:r>
    </w:p>
    <w:p w14:paraId="4C0AB495" w14:textId="5FC93EB7" w:rsidR="002C50B2" w:rsidRDefault="002C50B2" w:rsidP="002C50B2">
      <w:r>
        <w:t>— </w:t>
      </w:r>
      <w:r w:rsidR="00C77A4E" w:rsidRPr="00275B88">
        <w:t>Enfin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 xml:space="preserve">écria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en relevant la tête</w:t>
      </w:r>
      <w:r>
        <w:t>.</w:t>
      </w:r>
    </w:p>
    <w:p w14:paraId="1A092534" w14:textId="5CB6957A" w:rsidR="002C50B2" w:rsidRDefault="002C50B2" w:rsidP="002C50B2">
      <w:r>
        <w:t>— </w:t>
      </w:r>
      <w:r w:rsidR="00C77A4E" w:rsidRPr="00275B88">
        <w:t>Quel soulagement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 xml:space="preserve">écriait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>.</w:t>
      </w:r>
    </w:p>
    <w:p w14:paraId="4B51FD34" w14:textId="77777777" w:rsidR="002C50B2" w:rsidRDefault="00C77A4E" w:rsidP="002C50B2">
      <w:r w:rsidRPr="00275B88">
        <w:t>Et elle ajouta</w:t>
      </w:r>
      <w:r w:rsidR="002C50B2">
        <w:t> :</w:t>
      </w:r>
    </w:p>
    <w:p w14:paraId="7267F6BD" w14:textId="77777777" w:rsidR="002C50B2" w:rsidRDefault="002C50B2" w:rsidP="002C50B2">
      <w:r>
        <w:t>— </w:t>
      </w:r>
      <w:r w:rsidR="00C77A4E" w:rsidRPr="00275B88">
        <w:t>Ah ça</w:t>
      </w:r>
      <w:r>
        <w:t xml:space="preserve"> ! </w:t>
      </w:r>
      <w:r w:rsidR="00C77A4E" w:rsidRPr="00275B88">
        <w:t>ce Chantecoq jouait donc un double jeu</w:t>
      </w:r>
      <w:r>
        <w:t> ?</w:t>
      </w:r>
    </w:p>
    <w:p w14:paraId="36C0C0E2" w14:textId="77777777" w:rsidR="002C50B2" w:rsidRDefault="002C50B2" w:rsidP="002C50B2">
      <w:r>
        <w:t>— </w:t>
      </w:r>
      <w:r w:rsidR="00C77A4E" w:rsidRPr="00275B88">
        <w:t>Il se pourrait fort bien</w:t>
      </w:r>
      <w:r>
        <w:t xml:space="preserve">, </w:t>
      </w:r>
      <w:r w:rsidR="00C77A4E" w:rsidRPr="00275B88">
        <w:t>affirmait le comte Maurice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fût lui</w:t>
      </w:r>
      <w:r w:rsidR="00C77A4E">
        <w:t>-</w:t>
      </w:r>
      <w:r w:rsidR="00C77A4E" w:rsidRPr="00275B88">
        <w:t>même compromis dans cette affaire</w:t>
      </w:r>
      <w:r>
        <w:t>.</w:t>
      </w:r>
    </w:p>
    <w:p w14:paraId="72482E4D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de suite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6DDF72E2" w14:textId="77777777" w:rsidR="002C50B2" w:rsidRDefault="002C50B2" w:rsidP="002C50B2">
      <w:r>
        <w:t>— </w:t>
      </w:r>
      <w:r w:rsidR="00C77A4E" w:rsidRPr="00275B88">
        <w:t>Je vais immédiatement me rendre au palais de Justice</w:t>
      </w:r>
      <w:r>
        <w:t xml:space="preserve"> ; </w:t>
      </w:r>
      <w:r w:rsidR="00C77A4E" w:rsidRPr="00275B88">
        <w:t>là</w:t>
      </w:r>
      <w:r>
        <w:t xml:space="preserve">, </w:t>
      </w:r>
      <w:r w:rsidR="00C77A4E" w:rsidRPr="00275B88">
        <w:t>je pourrai peut</w:t>
      </w:r>
      <w:r w:rsidR="00C77A4E">
        <w:t>-</w:t>
      </w:r>
      <w:r w:rsidR="00C77A4E" w:rsidRPr="00275B88">
        <w:t>être apprendre où ce misérable a emporté notre amie</w:t>
      </w:r>
      <w:r>
        <w:t>.</w:t>
      </w:r>
    </w:p>
    <w:p w14:paraId="376BE427" w14:textId="56CB56BD" w:rsidR="002C50B2" w:rsidRDefault="002C50B2" w:rsidP="002C50B2">
      <w:r>
        <w:lastRenderedPageBreak/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à laquelle la nouvelle de l</w:t>
      </w:r>
      <w:r>
        <w:t>’</w:t>
      </w:r>
      <w:r w:rsidR="00C77A4E" w:rsidRPr="00275B88">
        <w:t>arrestation de l</w:t>
      </w:r>
      <w:r>
        <w:t>’</w:t>
      </w:r>
      <w:r w:rsidR="00C77A4E" w:rsidRPr="00275B88">
        <w:t>assassin présumé de sa sœur semblait avoir rendu une partie de ses forces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</w:t>
      </w:r>
      <w:r>
        <w:t> :</w:t>
      </w:r>
    </w:p>
    <w:p w14:paraId="7DFA7025" w14:textId="77777777" w:rsidR="002C50B2" w:rsidRDefault="002C50B2" w:rsidP="002C50B2">
      <w:r>
        <w:t>— </w:t>
      </w:r>
      <w:r w:rsidR="00C77A4E" w:rsidRPr="00275B88">
        <w:t>Je vous accompagne</w:t>
      </w:r>
      <w:r>
        <w:t> !</w:t>
      </w:r>
    </w:p>
    <w:p w14:paraId="106E53C3" w14:textId="003EF62C" w:rsidR="002C50B2" w:rsidRDefault="002C50B2" w:rsidP="002C50B2">
      <w:r>
        <w:t>— </w:t>
      </w:r>
      <w:r w:rsidR="00C77A4E" w:rsidRPr="00275B88">
        <w:t>Ne craignez</w:t>
      </w:r>
      <w:r w:rsidR="00C77A4E">
        <w:t>-</w:t>
      </w:r>
      <w:r w:rsidR="00C77A4E" w:rsidRPr="00275B88">
        <w:t>vous pas</w:t>
      </w:r>
      <w:r>
        <w:t xml:space="preserve">, </w:t>
      </w:r>
      <w:r w:rsidR="00C77A4E" w:rsidRPr="00275B88">
        <w:t xml:space="preserve">observait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</w:t>
      </w:r>
      <w:r>
        <w:t xml:space="preserve">, </w:t>
      </w:r>
      <w:r w:rsidR="00C77A4E" w:rsidRPr="00275B88">
        <w:t>que ces nouvelles émotions n</w:t>
      </w:r>
      <w:r>
        <w:t>’</w:t>
      </w:r>
      <w:r w:rsidR="00C77A4E" w:rsidRPr="00275B88">
        <w:t>achèvent de vous briser</w:t>
      </w:r>
      <w:r>
        <w:t> ?</w:t>
      </w:r>
    </w:p>
    <w:p w14:paraId="7AF3E891" w14:textId="77777777" w:rsidR="002C50B2" w:rsidRDefault="002C50B2" w:rsidP="002C50B2">
      <w:r>
        <w:t>— </w:t>
      </w:r>
      <w:r w:rsidR="00C77A4E" w:rsidRPr="00275B88">
        <w:t>Non</w:t>
      </w:r>
      <w:r>
        <w:t xml:space="preserve"> ! </w:t>
      </w:r>
      <w:r w:rsidR="00C77A4E" w:rsidRPr="00275B88">
        <w:t>non</w:t>
      </w:r>
      <w:r>
        <w:t xml:space="preserve"> ! </w:t>
      </w:r>
      <w:r w:rsidR="00C77A4E" w:rsidRPr="00275B88">
        <w:t>martelait nerveusement la jeune femme</w:t>
      </w:r>
      <w:r>
        <w:t xml:space="preserve">, </w:t>
      </w:r>
      <w:r w:rsidR="00C77A4E" w:rsidRPr="00275B88">
        <w:t>je veux savoir</w:t>
      </w:r>
      <w:r>
        <w:t> !</w:t>
      </w:r>
    </w:p>
    <w:p w14:paraId="50DE12BF" w14:textId="6444C18D" w:rsidR="002C50B2" w:rsidRDefault="00C77A4E" w:rsidP="002C50B2"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pas saccadé</w:t>
      </w:r>
      <w:r w:rsidR="002C50B2">
        <w:t xml:space="preserve">, </w:t>
      </w:r>
      <w:r w:rsidRPr="00275B88">
        <w:t>elle quitta la pièce</w:t>
      </w:r>
      <w:r w:rsidR="002C50B2">
        <w:t xml:space="preserve">, </w:t>
      </w:r>
      <w:r w:rsidRPr="00275B88">
        <w:t xml:space="preserve">accompagnée par </w:t>
      </w:r>
      <w:r w:rsidR="002C50B2">
        <w:t>M. de </w:t>
      </w:r>
      <w:r w:rsidRPr="00275B88">
        <w:t>Thouars</w:t>
      </w:r>
      <w:r w:rsidR="002C50B2">
        <w:t>.</w:t>
      </w:r>
    </w:p>
    <w:p w14:paraId="7FE263D3" w14:textId="77777777" w:rsidR="002C50B2" w:rsidRDefault="00C77A4E" w:rsidP="002C50B2">
      <w:r w:rsidRPr="00275B88">
        <w:t>Alors le valet de chambre</w:t>
      </w:r>
      <w:r w:rsidR="002C50B2">
        <w:t xml:space="preserve">, </w:t>
      </w:r>
      <w:r w:rsidRPr="00275B88">
        <w:t>qui avait assisté à cette scène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avançait vers la demoiselle de compagnie et lui disait</w:t>
      </w:r>
      <w:r w:rsidR="002C50B2">
        <w:t xml:space="preserve">, </w:t>
      </w:r>
      <w:r w:rsidRPr="00275B88">
        <w:t>la figure un peu rassérénée</w:t>
      </w:r>
      <w:r w:rsidR="002C50B2">
        <w:t> :</w:t>
      </w:r>
    </w:p>
    <w:p w14:paraId="04CA2BFF" w14:textId="77777777" w:rsidR="002C50B2" w:rsidRDefault="002C50B2" w:rsidP="002C50B2">
      <w:r>
        <w:t>— </w:t>
      </w:r>
      <w:r w:rsidR="00C77A4E" w:rsidRPr="00275B88">
        <w:t>Enfin</w:t>
      </w:r>
      <w:r>
        <w:t xml:space="preserve">, </w:t>
      </w:r>
      <w:r w:rsidR="00C77A4E" w:rsidRPr="00275B88">
        <w:t>notre pauvre demoiselle va être vengée</w:t>
      </w:r>
      <w:r>
        <w:t>.</w:t>
      </w:r>
    </w:p>
    <w:p w14:paraId="24A190E4" w14:textId="77777777" w:rsidR="002C50B2" w:rsidRDefault="002C50B2" w:rsidP="002C50B2">
      <w:r>
        <w:t>— </w:t>
      </w:r>
      <w:r w:rsidR="00C77A4E" w:rsidRPr="00275B88">
        <w:t>Il y a tout de même une justice</w:t>
      </w:r>
      <w:r>
        <w:t xml:space="preserve"> ! </w:t>
      </w:r>
      <w:r w:rsidR="00C77A4E" w:rsidRPr="00275B88">
        <w:t>conclut la Scandinave</w:t>
      </w:r>
      <w:r>
        <w:t>.</w:t>
      </w:r>
    </w:p>
    <w:p w14:paraId="6C737E87" w14:textId="77777777" w:rsidR="002C50B2" w:rsidRDefault="002C50B2" w:rsidP="002C50B2">
      <w:r>
        <w:t>— </w:t>
      </w:r>
      <w:r w:rsidR="00C77A4E" w:rsidRPr="00275B88">
        <w:t>Si on le guillotine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Dominique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irai le voir exécuter</w:t>
      </w:r>
      <w:r>
        <w:t>…</w:t>
      </w:r>
    </w:p>
    <w:p w14:paraId="0791786A" w14:textId="65403D10" w:rsidR="002C50B2" w:rsidRDefault="002C50B2" w:rsidP="002C50B2"/>
    <w:p w14:paraId="509ECB38" w14:textId="77777777" w:rsidR="002C50B2" w:rsidRDefault="00C77A4E" w:rsidP="002C50B2">
      <w:r w:rsidRPr="00275B88">
        <w:t>Une heure après un élégant landaulet stoppait devant la grille du palais de Justice</w:t>
      </w:r>
      <w:r w:rsidR="002C50B2">
        <w:t>.</w:t>
      </w:r>
    </w:p>
    <w:p w14:paraId="160A6B92" w14:textId="2E290A1C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en grand deuil</w:t>
      </w:r>
      <w:r>
        <w:t xml:space="preserve">, </w:t>
      </w:r>
      <w:r w:rsidR="00C77A4E" w:rsidRPr="00275B88">
        <w:t>et Maurice de Thouars en descendaient et pénétraient dans la grande cour</w:t>
      </w:r>
      <w:r>
        <w:t>.</w:t>
      </w:r>
    </w:p>
    <w:p w14:paraId="6BD2AC43" w14:textId="77777777" w:rsidR="002C50B2" w:rsidRDefault="002C50B2" w:rsidP="002C50B2">
      <w:r>
        <w:t>— </w:t>
      </w:r>
      <w:r w:rsidR="00C77A4E" w:rsidRPr="00275B88">
        <w:t>Le mieux à faire</w:t>
      </w:r>
      <w:r>
        <w:t xml:space="preserve">, </w:t>
      </w:r>
      <w:r w:rsidR="00C77A4E" w:rsidRPr="00275B88">
        <w:t>déclarait le comte Maurice</w:t>
      </w:r>
      <w:r>
        <w:t xml:space="preserve">, </w:t>
      </w:r>
      <w:r w:rsidR="00C77A4E" w:rsidRPr="00275B88">
        <w:t>est de nous adresser au juge d</w:t>
      </w:r>
      <w:r>
        <w:t>’</w:t>
      </w:r>
      <w:r w:rsidR="00C77A4E" w:rsidRPr="00275B88">
        <w:t>instruction chargé de l</w:t>
      </w:r>
      <w:r>
        <w:t>’</w:t>
      </w:r>
      <w:r w:rsidR="00C77A4E" w:rsidRPr="00275B88">
        <w:t>affaire</w:t>
      </w:r>
      <w:r>
        <w:t>.</w:t>
      </w:r>
    </w:p>
    <w:p w14:paraId="61676B01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se dirigeant vers le garde municipal de planton</w:t>
      </w:r>
      <w:r w:rsidR="002C50B2">
        <w:t xml:space="preserve">, </w:t>
      </w:r>
      <w:r w:rsidRPr="00275B88">
        <w:t>il lui demanda</w:t>
      </w:r>
      <w:r w:rsidR="002C50B2">
        <w:t> :</w:t>
      </w:r>
    </w:p>
    <w:p w14:paraId="066FBA86" w14:textId="2E575E51" w:rsidR="002C50B2" w:rsidRDefault="002C50B2" w:rsidP="002C50B2">
      <w:r>
        <w:lastRenderedPageBreak/>
        <w:t>— </w:t>
      </w:r>
      <w:r w:rsidR="00C77A4E" w:rsidRPr="00275B88">
        <w:t xml:space="preserve">Le cabinet de </w:t>
      </w:r>
      <w:r>
        <w:t>M. </w:t>
      </w:r>
      <w:r w:rsidR="00C77A4E" w:rsidRPr="00275B88">
        <w:t xml:space="preserve">le juge </w:t>
      </w:r>
      <w:proofErr w:type="spellStart"/>
      <w:r w:rsidR="00C77A4E" w:rsidRPr="00275B88">
        <w:t>Darély</w:t>
      </w:r>
      <w:proofErr w:type="spellEnd"/>
      <w:r>
        <w:t> ?</w:t>
      </w:r>
    </w:p>
    <w:p w14:paraId="228E6F87" w14:textId="026332F7" w:rsidR="002C50B2" w:rsidRDefault="00C77A4E" w:rsidP="002C50B2">
      <w:r w:rsidRPr="00275B88">
        <w:t xml:space="preserve">Le garde donna à </w:t>
      </w:r>
      <w:r w:rsidR="002C50B2">
        <w:t>M. de </w:t>
      </w:r>
      <w:r w:rsidRPr="00275B88">
        <w:t>Thouars toutes les indications nécessaires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après avoir gravi un escalier</w:t>
      </w:r>
      <w:r w:rsidR="002C50B2">
        <w:t xml:space="preserve">, </w:t>
      </w:r>
      <w:r w:rsidRPr="00275B88">
        <w:t>ils arrivèrent à un couloir encombré d</w:t>
      </w:r>
      <w:r w:rsidR="002C50B2">
        <w:t>’</w:t>
      </w:r>
      <w:r w:rsidRPr="00275B88">
        <w:t>avocats et de journalistes qui</w:t>
      </w:r>
      <w:r w:rsidR="002C50B2">
        <w:t xml:space="preserve">, </w:t>
      </w:r>
      <w:r w:rsidRPr="00275B88">
        <w:t>ayant appris l</w:t>
      </w:r>
      <w:r w:rsidR="002C50B2">
        <w:t>’</w:t>
      </w:r>
      <w:r w:rsidRPr="00275B88">
        <w:t>arrestation de Bellegarde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étaient empressés d</w:t>
      </w:r>
      <w:r w:rsidR="002C50B2">
        <w:t>’</w:t>
      </w:r>
      <w:r w:rsidRPr="00275B88">
        <w:t>accourir aux nouvelles</w:t>
      </w:r>
      <w:r w:rsidR="002C50B2">
        <w:t>.</w:t>
      </w:r>
    </w:p>
    <w:p w14:paraId="7480F97E" w14:textId="4576D2CF" w:rsidR="002C50B2" w:rsidRDefault="002C50B2" w:rsidP="002C50B2">
      <w:r>
        <w:t>M. de </w:t>
      </w:r>
      <w:r w:rsidR="00C77A4E" w:rsidRPr="00275B88">
        <w:t>Thouars griffonna quelques mots sur sa carte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 xml:space="preserve">il remit au </w:t>
      </w:r>
      <w:r>
        <w:t>« </w:t>
      </w:r>
      <w:r w:rsidR="00C77A4E" w:rsidRPr="00275B88">
        <w:t>cipal</w:t>
      </w:r>
      <w:r>
        <w:t> »</w:t>
      </w:r>
      <w:r w:rsidR="00C77A4E" w:rsidRPr="00275B88">
        <w:t xml:space="preserve"> qui montait la garde à la porte du juge</w:t>
      </w:r>
      <w:r>
        <w:t>.</w:t>
      </w:r>
    </w:p>
    <w:p w14:paraId="29C6E0AD" w14:textId="4A66CECC" w:rsidR="002C50B2" w:rsidRDefault="002C50B2" w:rsidP="002C50B2">
      <w:r>
        <w:t>— </w:t>
      </w:r>
      <w:r w:rsidR="00C77A4E" w:rsidRPr="00275B88">
        <w:t xml:space="preserve">Veuillez remettre tout de suite ceci à </w:t>
      </w:r>
      <w:r>
        <w:t>M. </w:t>
      </w:r>
      <w:proofErr w:type="spellStart"/>
      <w:r w:rsidR="00C77A4E" w:rsidRPr="00275B88">
        <w:t>Darély</w:t>
      </w:r>
      <w:proofErr w:type="spellEnd"/>
      <w:r>
        <w:t>.</w:t>
      </w:r>
    </w:p>
    <w:p w14:paraId="754A579B" w14:textId="77777777" w:rsidR="002C50B2" w:rsidRDefault="00C77A4E" w:rsidP="002C50B2">
      <w:r w:rsidRPr="00275B88">
        <w:t>Le garde prit le bristol</w:t>
      </w:r>
      <w:r w:rsidR="002C50B2">
        <w:t xml:space="preserve"> ; </w:t>
      </w:r>
      <w:r w:rsidRPr="00275B88">
        <w:t>puis</w:t>
      </w:r>
      <w:r w:rsidR="002C50B2">
        <w:t xml:space="preserve">, </w:t>
      </w:r>
      <w:r w:rsidRPr="00275B88">
        <w:t>tout en le conservant dans sa main</w:t>
      </w:r>
      <w:r w:rsidR="002C50B2">
        <w:t xml:space="preserve">, </w:t>
      </w:r>
      <w:r w:rsidRPr="00275B88">
        <w:t>il fit d</w:t>
      </w:r>
      <w:r w:rsidR="002C50B2">
        <w:t>’</w:t>
      </w:r>
      <w:r w:rsidRPr="00275B88">
        <w:t>un air important</w:t>
      </w:r>
      <w:r w:rsidR="002C50B2">
        <w:t> :</w:t>
      </w:r>
    </w:p>
    <w:p w14:paraId="37A1D53E" w14:textId="6EE8F5F9" w:rsidR="002C50B2" w:rsidRDefault="002C50B2" w:rsidP="002C50B2">
      <w:r>
        <w:t>— </w:t>
      </w:r>
      <w:r w:rsidR="00C77A4E" w:rsidRPr="00275B88">
        <w:t>En ce moment</w:t>
      </w:r>
      <w:r>
        <w:t>, M. </w:t>
      </w:r>
      <w:r w:rsidR="00C77A4E" w:rsidRPr="00275B88">
        <w:t>le juge procède à un interrogatoire et il m</w:t>
      </w:r>
      <w:r>
        <w:t>’</w:t>
      </w:r>
      <w:r w:rsidR="00C77A4E" w:rsidRPr="00275B88">
        <w:t>a interdit de le déranger</w:t>
      </w:r>
      <w:r>
        <w:t>.</w:t>
      </w:r>
    </w:p>
    <w:p w14:paraId="7AD93D0B" w14:textId="4E509202" w:rsidR="002C50B2" w:rsidRDefault="002C50B2" w:rsidP="002C50B2">
      <w:r>
        <w:t>« </w:t>
      </w:r>
      <w:r w:rsidR="00C77A4E" w:rsidRPr="00275B88">
        <w:t>Dès que l</w:t>
      </w:r>
      <w:r>
        <w:t>’</w:t>
      </w:r>
      <w:r w:rsidR="00C77A4E" w:rsidRPr="00275B88">
        <w:t>accusé sera parti</w:t>
      </w:r>
      <w:r>
        <w:t xml:space="preserve">, </w:t>
      </w:r>
      <w:r w:rsidR="00C77A4E" w:rsidRPr="00275B88">
        <w:t xml:space="preserve">je remettrai votre mot à </w:t>
      </w:r>
      <w:r>
        <w:t>M. </w:t>
      </w:r>
      <w:r w:rsidR="00C77A4E" w:rsidRPr="00275B88">
        <w:t>le juge</w:t>
      </w:r>
      <w:r>
        <w:t>. »</w:t>
      </w:r>
    </w:p>
    <w:p w14:paraId="4B3FDB74" w14:textId="77777777" w:rsidR="002C50B2" w:rsidRDefault="00C77A4E" w:rsidP="002C50B2">
      <w:r w:rsidRPr="00275B88">
        <w:t>Et il ajouta la formule sacramentelle</w:t>
      </w:r>
      <w:r w:rsidR="002C50B2">
        <w:t> :</w:t>
      </w:r>
    </w:p>
    <w:p w14:paraId="10FE2E25" w14:textId="77777777" w:rsidR="002C50B2" w:rsidRDefault="002C50B2" w:rsidP="002C50B2">
      <w:r>
        <w:t>— </w:t>
      </w:r>
      <w:proofErr w:type="spellStart"/>
      <w:r w:rsidR="00C77A4E" w:rsidRPr="00275B88">
        <w:t>Allez vous</w:t>
      </w:r>
      <w:proofErr w:type="spellEnd"/>
      <w:r w:rsidR="00C77A4E" w:rsidRPr="00275B88">
        <w:t xml:space="preserve"> asseoir</w:t>
      </w:r>
      <w:r>
        <w:t>.</w:t>
      </w:r>
    </w:p>
    <w:p w14:paraId="7605BEA1" w14:textId="75DF86AC" w:rsidR="002C50B2" w:rsidRDefault="002C50B2" w:rsidP="002C50B2">
      <w:r>
        <w:t>M. de </w:t>
      </w:r>
      <w:r w:rsidR="00C77A4E" w:rsidRPr="00275B88">
        <w:t>Thouars comprit qu</w:t>
      </w:r>
      <w:r>
        <w:t>’</w:t>
      </w:r>
      <w:r w:rsidR="00C77A4E" w:rsidRPr="00275B88">
        <w:t>il était inutile d</w:t>
      </w:r>
      <w:r>
        <w:t>’</w:t>
      </w:r>
      <w:r w:rsidR="00C77A4E" w:rsidRPr="00275B88">
        <w:t>insister</w:t>
      </w:r>
      <w:r>
        <w:t xml:space="preserve">, </w:t>
      </w:r>
      <w:r w:rsidR="00C77A4E" w:rsidRPr="00275B88">
        <w:t xml:space="preserve">et rejoignant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</w:t>
      </w:r>
      <w:r>
        <w:t xml:space="preserve">, </w:t>
      </w:r>
      <w:r w:rsidR="00C77A4E" w:rsidRPr="00275B88">
        <w:t>il lui fit prendre place sur un banc</w:t>
      </w:r>
      <w:r>
        <w:t xml:space="preserve">, </w:t>
      </w:r>
      <w:r w:rsidR="00C77A4E" w:rsidRPr="00275B88">
        <w:t>et s</w:t>
      </w:r>
      <w:r>
        <w:t>’</w:t>
      </w:r>
      <w:r w:rsidR="00C77A4E" w:rsidRPr="00275B88">
        <w:t>assit auprès d</w:t>
      </w:r>
      <w:r>
        <w:t>’</w:t>
      </w:r>
      <w:r w:rsidR="00C77A4E" w:rsidRPr="00275B88">
        <w:t>elle</w:t>
      </w:r>
      <w:r>
        <w:t>…</w:t>
      </w:r>
    </w:p>
    <w:p w14:paraId="21DC179E" w14:textId="77777777" w:rsidR="002C50B2" w:rsidRDefault="00C77A4E" w:rsidP="002C50B2">
      <w:r w:rsidRPr="00275B88">
        <w:t>Autour d</w:t>
      </w:r>
      <w:r w:rsidR="002C50B2">
        <w:t>’</w:t>
      </w:r>
      <w:r w:rsidRPr="00275B88">
        <w:t>eux régnait une vive effervescence</w:t>
      </w:r>
      <w:r w:rsidR="002C50B2">
        <w:t xml:space="preserve">… </w:t>
      </w:r>
      <w:r w:rsidRPr="00275B88">
        <w:t>Les commentaires les plus animés s</w:t>
      </w:r>
      <w:r w:rsidR="002C50B2">
        <w:t>’</w:t>
      </w:r>
      <w:r w:rsidRPr="00275B88">
        <w:t>échangeaient</w:t>
      </w:r>
      <w:r w:rsidR="002C50B2">
        <w:t>.</w:t>
      </w:r>
    </w:p>
    <w:p w14:paraId="1E7EB7B9" w14:textId="77777777" w:rsidR="002C50B2" w:rsidRDefault="00C77A4E" w:rsidP="002C50B2">
      <w:r w:rsidRPr="00275B88">
        <w:t>Un journaliste s</w:t>
      </w:r>
      <w:r w:rsidR="002C50B2">
        <w:t>’</w:t>
      </w:r>
      <w:r w:rsidRPr="00275B88">
        <w:t>écriait</w:t>
      </w:r>
      <w:r w:rsidR="002C50B2">
        <w:t> :</w:t>
      </w:r>
    </w:p>
    <w:p w14:paraId="493EB17A" w14:textId="1382DDAB" w:rsidR="002C50B2" w:rsidRDefault="002C50B2" w:rsidP="002C50B2">
      <w:r>
        <w:t>— </w:t>
      </w:r>
      <w:r w:rsidR="00C77A4E" w:rsidRPr="00275B88">
        <w:t>Je l</w:t>
      </w:r>
      <w:r>
        <w:t>’</w:t>
      </w:r>
      <w:r w:rsidR="00C77A4E" w:rsidRPr="00275B88">
        <w:t>ai vu passer 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les menottes aux poings</w:t>
      </w:r>
      <w:r>
        <w:t xml:space="preserve">, </w:t>
      </w:r>
      <w:r w:rsidR="00C77A4E" w:rsidRPr="00275B88">
        <w:t>entre deux gardes</w:t>
      </w:r>
      <w:r>
        <w:t xml:space="preserve">… </w:t>
      </w:r>
      <w:r w:rsidR="00C77A4E" w:rsidRPr="00275B88">
        <w:t>Quand il m</w:t>
      </w:r>
      <w:r>
        <w:t>’</w:t>
      </w:r>
      <w:r w:rsidR="00C77A4E" w:rsidRPr="00275B88">
        <w:t>a vu</w:t>
      </w:r>
      <w:r>
        <w:t xml:space="preserve">, </w:t>
      </w:r>
      <w:r w:rsidR="00C77A4E" w:rsidRPr="00275B88">
        <w:t>il m</w:t>
      </w:r>
      <w:r>
        <w:t>’</w:t>
      </w:r>
      <w:r w:rsidR="00C77A4E" w:rsidRPr="00275B88">
        <w:t>a lancé</w:t>
      </w:r>
      <w:r>
        <w:t xml:space="preserve"> : </w:t>
      </w:r>
      <w:r>
        <w:lastRenderedPageBreak/>
        <w:t>« </w:t>
      </w:r>
      <w:r w:rsidR="00C77A4E" w:rsidRPr="00275B88">
        <w:t>Dis à tous nos amis que je suis victime d</w:t>
      </w:r>
      <w:r>
        <w:t>’</w:t>
      </w:r>
      <w:r w:rsidR="00C77A4E" w:rsidRPr="00275B88">
        <w:t>une erreur judiciaire</w:t>
      </w:r>
      <w:r>
        <w:t xml:space="preserve">… </w:t>
      </w:r>
      <w:r w:rsidR="00C77A4E" w:rsidRPr="00275B88">
        <w:t>et que je ne tarderai pas à être remis en liberté</w:t>
      </w:r>
      <w:r>
        <w:t>. »</w:t>
      </w:r>
    </w:p>
    <w:p w14:paraId="0393326D" w14:textId="77777777" w:rsidR="002C50B2" w:rsidRDefault="002C50B2" w:rsidP="002C50B2">
      <w:r>
        <w:t>« </w:t>
      </w:r>
      <w:r w:rsidR="00C77A4E" w:rsidRPr="00275B88">
        <w:t>Et je vous assure que</w:t>
      </w:r>
      <w:r>
        <w:t xml:space="preserve">, </w:t>
      </w:r>
      <w:r w:rsidR="00C77A4E" w:rsidRPr="00275B88">
        <w:t>sans crâner</w:t>
      </w:r>
      <w:r>
        <w:t xml:space="preserve">, </w:t>
      </w:r>
      <w:r w:rsidR="00C77A4E" w:rsidRPr="00275B88">
        <w:t>il avait l</w:t>
      </w:r>
      <w:r>
        <w:t>’</w:t>
      </w:r>
      <w:r w:rsidR="00C77A4E" w:rsidRPr="00275B88">
        <w:t>air bien tranquille et tout à fait sûr de lui</w:t>
      </w:r>
      <w:r>
        <w:t>.</w:t>
      </w:r>
    </w:p>
    <w:p w14:paraId="0DC7220F" w14:textId="77777777" w:rsidR="002C50B2" w:rsidRDefault="002C50B2" w:rsidP="002C50B2">
      <w:r>
        <w:t>« </w:t>
      </w:r>
      <w:r w:rsidR="00C77A4E" w:rsidRPr="00275B88">
        <w:t>Pour moi</w:t>
      </w:r>
      <w:r>
        <w:t xml:space="preserve">, </w:t>
      </w:r>
      <w:r w:rsidR="00C77A4E" w:rsidRPr="00275B88">
        <w:t>il aura voulu suivre de trop près cette affaire</w:t>
      </w:r>
      <w:r>
        <w:t xml:space="preserve">, </w:t>
      </w:r>
      <w:r w:rsidR="00C77A4E" w:rsidRPr="00275B88">
        <w:t>et il se sera laissé prendre dans quelque traquenard</w:t>
      </w:r>
      <w:r>
        <w:t>.</w:t>
      </w:r>
    </w:p>
    <w:p w14:paraId="5B8DAB4D" w14:textId="77777777" w:rsidR="002C50B2" w:rsidRDefault="00C77A4E" w:rsidP="002C50B2">
      <w:r w:rsidRPr="00275B88">
        <w:t>Et le confrère de Jacques concluait</w:t>
      </w:r>
      <w:r w:rsidR="002C50B2">
        <w:t xml:space="preserve">, </w:t>
      </w:r>
      <w:r w:rsidRPr="00275B88">
        <w:t>tout en soupirant</w:t>
      </w:r>
      <w:r w:rsidR="002C50B2">
        <w:t> :</w:t>
      </w:r>
    </w:p>
    <w:p w14:paraId="23C08E5F" w14:textId="77777777" w:rsidR="002C50B2" w:rsidRDefault="002C50B2" w:rsidP="002C50B2">
      <w:r>
        <w:t>— </w:t>
      </w:r>
      <w:r w:rsidR="00C77A4E" w:rsidRPr="00275B88">
        <w:t>Quel sale métier</w:t>
      </w:r>
      <w:r>
        <w:t xml:space="preserve">, </w:t>
      </w:r>
      <w:r w:rsidR="00C77A4E" w:rsidRPr="00275B88">
        <w:t>mes enfants</w:t>
      </w:r>
      <w:r>
        <w:t xml:space="preserve"> ! </w:t>
      </w:r>
      <w:r w:rsidR="00C77A4E" w:rsidRPr="00275B88">
        <w:t>Quel sale métier</w:t>
      </w:r>
      <w:r>
        <w:t> !</w:t>
      </w:r>
    </w:p>
    <w:p w14:paraId="20BA49BD" w14:textId="47368D08" w:rsidR="002C50B2" w:rsidRDefault="00C77A4E" w:rsidP="002C50B2">
      <w:r w:rsidRPr="00275B88">
        <w:t>Laissant ses confrères troublés</w:t>
      </w:r>
      <w:r w:rsidR="002C50B2">
        <w:t xml:space="preserve">, </w:t>
      </w:r>
      <w:r w:rsidRPr="00275B88">
        <w:t>indécis</w:t>
      </w:r>
      <w:r w:rsidR="002C50B2">
        <w:t xml:space="preserve">, </w:t>
      </w:r>
      <w:r w:rsidRPr="00275B88">
        <w:t>le journaliste s</w:t>
      </w:r>
      <w:r w:rsidR="002C50B2">
        <w:t>’</w:t>
      </w:r>
      <w:r w:rsidRPr="00275B88">
        <w:t>approcha d</w:t>
      </w:r>
      <w:r w:rsidR="002C50B2">
        <w:t>’</w:t>
      </w:r>
      <w:r w:rsidRPr="00275B88">
        <w:t xml:space="preserve">un groupe au milieu duquel pérorait </w:t>
      </w:r>
      <w:r w:rsidR="002C50B2" w:rsidRPr="00275B88">
        <w:t>M</w:t>
      </w:r>
      <w:r w:rsidR="002C50B2" w:rsidRPr="002C50B2">
        <w:rPr>
          <w:vertAlign w:val="superscript"/>
        </w:rPr>
        <w:t>e</w:t>
      </w:r>
      <w:r w:rsidR="002C50B2">
        <w:t> </w:t>
      </w:r>
      <w:r w:rsidR="002C50B2" w:rsidRPr="00275B88">
        <w:t>A</w:t>
      </w:r>
      <w:r w:rsidRPr="00275B88">
        <w:t xml:space="preserve">lban </w:t>
      </w:r>
      <w:proofErr w:type="spellStart"/>
      <w:r w:rsidRPr="00275B88">
        <w:t>Troubarot</w:t>
      </w:r>
      <w:proofErr w:type="spellEnd"/>
      <w:r w:rsidR="002C50B2">
        <w:t xml:space="preserve">, </w:t>
      </w:r>
      <w:r w:rsidRPr="00275B88">
        <w:t>célèbre avocat d</w:t>
      </w:r>
      <w:r w:rsidR="002C50B2">
        <w:t>’</w:t>
      </w:r>
      <w:r w:rsidRPr="00275B88">
        <w:t>assises</w:t>
      </w:r>
      <w:r w:rsidR="002C50B2">
        <w:t>.</w:t>
      </w:r>
    </w:p>
    <w:p w14:paraId="449D6601" w14:textId="77777777" w:rsidR="002C50B2" w:rsidRDefault="00C77A4E" w:rsidP="002C50B2">
      <w:r w:rsidRPr="00275B88">
        <w:t>Tout en agitant ses manches</w:t>
      </w:r>
      <w:r w:rsidR="002C50B2">
        <w:t xml:space="preserve">, </w:t>
      </w:r>
      <w:r w:rsidRPr="00275B88">
        <w:t>la toque sur l</w:t>
      </w:r>
      <w:r w:rsidR="002C50B2">
        <w:t>’</w:t>
      </w:r>
      <w:r w:rsidRPr="00275B88">
        <w:t>oreille</w:t>
      </w:r>
      <w:r w:rsidR="002C50B2">
        <w:t xml:space="preserve">, </w:t>
      </w:r>
      <w:r w:rsidRPr="00275B88">
        <w:t>le torse bombé sous sa robe</w:t>
      </w:r>
      <w:r w:rsidR="002C50B2">
        <w:t xml:space="preserve">, </w:t>
      </w:r>
      <w:r w:rsidRPr="00275B88">
        <w:t>la tête légèrement renversée en arrière</w:t>
      </w:r>
      <w:r w:rsidR="002C50B2">
        <w:t xml:space="preserve">, </w:t>
      </w:r>
      <w:r w:rsidRPr="00275B88">
        <w:t>il proférait</w:t>
      </w:r>
      <w:r w:rsidR="002C50B2">
        <w:t xml:space="preserve">, </w:t>
      </w:r>
      <w:r w:rsidRPr="00275B88">
        <w:t>de cette voix puissante qui avait si souvent retenti dans la salle des assises</w:t>
      </w:r>
      <w:r w:rsidR="002C50B2">
        <w:t> :</w:t>
      </w:r>
    </w:p>
    <w:p w14:paraId="08778C2C" w14:textId="77777777" w:rsidR="002C50B2" w:rsidRDefault="002C50B2" w:rsidP="002C50B2">
      <w:r>
        <w:t>— </w:t>
      </w:r>
      <w:r w:rsidR="00C77A4E" w:rsidRPr="00275B88">
        <w:t>Cette affaire s</w:t>
      </w:r>
      <w:r>
        <w:t>’</w:t>
      </w:r>
      <w:r w:rsidR="00C77A4E" w:rsidRPr="00275B88">
        <w:t>annonce comme l</w:t>
      </w:r>
      <w:r>
        <w:t>’</w:t>
      </w:r>
      <w:r w:rsidR="00C77A4E" w:rsidRPr="00275B88">
        <w:t>une des plus sensationnelles du siècle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après les renseignements que j</w:t>
      </w:r>
      <w:r>
        <w:t>’</w:t>
      </w:r>
      <w:r w:rsidR="00C77A4E" w:rsidRPr="00275B88">
        <w:t>ai obtenus au parquet</w:t>
      </w:r>
      <w:r>
        <w:t xml:space="preserve">, </w:t>
      </w:r>
      <w:r w:rsidR="00C77A4E" w:rsidRPr="00275B88">
        <w:t>la culpabilité de Bellegarde ne saurait faire aucun doute</w:t>
      </w:r>
      <w:r>
        <w:t xml:space="preserve">. </w:t>
      </w:r>
      <w:r w:rsidR="00C77A4E" w:rsidRPr="00275B88">
        <w:t>Au cours d</w:t>
      </w:r>
      <w:r>
        <w:t>’</w:t>
      </w:r>
      <w:r w:rsidR="00C77A4E" w:rsidRPr="00275B88">
        <w:t>une perquisition opérée à son domicile</w:t>
      </w:r>
      <w:r>
        <w:t xml:space="preserve">, </w:t>
      </w:r>
      <w:r w:rsidR="00C77A4E" w:rsidRPr="00275B88">
        <w:t>on a trouvé des documents accablants pour lui</w:t>
      </w:r>
      <w:r>
        <w:t xml:space="preserve">. </w:t>
      </w:r>
      <w:r w:rsidR="00C77A4E" w:rsidRPr="00275B88">
        <w:t>Et je ne serais pas autrement surpris si</w:t>
      </w:r>
      <w:r>
        <w:t xml:space="preserve">, </w:t>
      </w:r>
      <w:r w:rsidR="00C77A4E" w:rsidRPr="00275B88">
        <w:t>tout à l</w:t>
      </w:r>
      <w:r>
        <w:t>’</w:t>
      </w:r>
      <w:r w:rsidR="00C77A4E" w:rsidRPr="00275B88">
        <w:t>heure</w:t>
      </w:r>
      <w:r>
        <w:t xml:space="preserve">, </w:t>
      </w:r>
      <w:r w:rsidR="00C77A4E" w:rsidRPr="00275B88">
        <w:t>nous apprenions qu</w:t>
      </w:r>
      <w:r>
        <w:t>’</w:t>
      </w:r>
      <w:r w:rsidR="00C77A4E" w:rsidRPr="00275B88">
        <w:t>il est entré dans la voie des aveux</w:t>
      </w:r>
      <w:r>
        <w:t>…</w:t>
      </w:r>
    </w:p>
    <w:p w14:paraId="2BF71A78" w14:textId="49C80D11" w:rsidR="002C50B2" w:rsidRDefault="00C77A4E" w:rsidP="002C50B2">
      <w:r w:rsidRPr="00275B88">
        <w:t>Et comme s</w:t>
      </w:r>
      <w:r w:rsidR="002C50B2">
        <w:t>’</w:t>
      </w:r>
      <w:r w:rsidRPr="00275B88">
        <w:t>il se désintéressait vraiment de cette affaire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 xml:space="preserve">tout en désignant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qui</w:t>
      </w:r>
      <w:r w:rsidR="002C50B2">
        <w:t xml:space="preserve">, </w:t>
      </w:r>
      <w:r w:rsidRPr="00275B88">
        <w:t>toujours assise sur le banc</w:t>
      </w:r>
      <w:r w:rsidR="002C50B2">
        <w:t xml:space="preserve">, </w:t>
      </w:r>
      <w:r w:rsidRPr="00275B88">
        <w:t>auprès de Maurice de Thouars</w:t>
      </w:r>
      <w:r w:rsidR="002C50B2">
        <w:t xml:space="preserve">, </w:t>
      </w:r>
      <w:r w:rsidRPr="00275B88">
        <w:t>semblait ainsi que ce dernier</w:t>
      </w:r>
      <w:r w:rsidR="002C50B2">
        <w:t xml:space="preserve">, </w:t>
      </w:r>
      <w:r w:rsidRPr="00275B88">
        <w:t>absolument insensible aux propos qui s</w:t>
      </w:r>
      <w:r w:rsidR="002C50B2">
        <w:t>’</w:t>
      </w:r>
      <w:r w:rsidRPr="00275B88">
        <w:t>échangeaient autour d</w:t>
      </w:r>
      <w:r w:rsidR="002C50B2">
        <w:t>’</w:t>
      </w:r>
      <w:r w:rsidRPr="00275B88">
        <w:t>elle</w:t>
      </w:r>
      <w:r w:rsidR="002C50B2">
        <w:t> :</w:t>
      </w:r>
    </w:p>
    <w:p w14:paraId="61104B69" w14:textId="77777777" w:rsidR="002C50B2" w:rsidRDefault="002C50B2" w:rsidP="002C50B2">
      <w:r>
        <w:t>— </w:t>
      </w:r>
      <w:r w:rsidR="00C77A4E" w:rsidRPr="00275B88">
        <w:t>Quelle est cette femme en deuil</w:t>
      </w:r>
      <w:r>
        <w:t xml:space="preserve"> ? </w:t>
      </w:r>
      <w:r w:rsidR="00C77A4E" w:rsidRPr="00275B88">
        <w:t>Elle n</w:t>
      </w:r>
      <w:r>
        <w:t>’</w:t>
      </w:r>
      <w:r w:rsidR="00C77A4E" w:rsidRPr="00275B88">
        <w:t>est pas mal</w:t>
      </w:r>
      <w:r>
        <w:t>.</w:t>
      </w:r>
    </w:p>
    <w:p w14:paraId="6697454D" w14:textId="77777777" w:rsidR="002C50B2" w:rsidRDefault="00C77A4E" w:rsidP="002C50B2">
      <w:r w:rsidRPr="00275B88">
        <w:lastRenderedPageBreak/>
        <w:t>À peine avait</w:t>
      </w:r>
      <w:r>
        <w:t>-</w:t>
      </w:r>
      <w:r w:rsidRPr="00275B88">
        <w:t>il prononcé ces mots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une porte s</w:t>
      </w:r>
      <w:r w:rsidR="002C50B2">
        <w:t>’</w:t>
      </w:r>
      <w:r w:rsidRPr="00275B88">
        <w:t>ouvrait</w:t>
      </w:r>
      <w:r w:rsidR="002C50B2">
        <w:t xml:space="preserve">. </w:t>
      </w:r>
      <w:r w:rsidRPr="00275B88">
        <w:t>C</w:t>
      </w:r>
      <w:r w:rsidR="002C50B2">
        <w:t>’</w:t>
      </w:r>
      <w:r w:rsidRPr="00275B88">
        <w:t>était celle du cabinet du juge d</w:t>
      </w:r>
      <w:r w:rsidR="002C50B2">
        <w:t>’</w:t>
      </w:r>
      <w:r w:rsidRPr="00275B88">
        <w:t xml:space="preserve">instruction </w:t>
      </w:r>
      <w:proofErr w:type="spellStart"/>
      <w:r w:rsidRPr="00275B88">
        <w:t>Darély</w:t>
      </w:r>
      <w:proofErr w:type="spellEnd"/>
      <w:r w:rsidR="002C50B2">
        <w:t>.</w:t>
      </w:r>
    </w:p>
    <w:p w14:paraId="49FF83BF" w14:textId="77777777" w:rsidR="002C50B2" w:rsidRDefault="00C77A4E" w:rsidP="002C50B2">
      <w:r w:rsidRPr="00275B88">
        <w:t>Un grand silence s</w:t>
      </w:r>
      <w:r w:rsidR="002C50B2">
        <w:t>’</w:t>
      </w:r>
      <w:r w:rsidRPr="00275B88">
        <w:t>établit instantanément</w:t>
      </w:r>
      <w:r w:rsidR="002C50B2">
        <w:t xml:space="preserve">… </w:t>
      </w:r>
      <w:r w:rsidRPr="00275B88">
        <w:t>On allait donc savoir quelque chose</w:t>
      </w:r>
      <w:r w:rsidR="002C50B2">
        <w:t>…</w:t>
      </w:r>
    </w:p>
    <w:p w14:paraId="1E4B71E5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Jacques Bellegarde</w:t>
      </w:r>
      <w:r w:rsidR="002C50B2">
        <w:t xml:space="preserve">, </w:t>
      </w:r>
      <w:r w:rsidRPr="00275B88">
        <w:t>toujours très calme</w:t>
      </w:r>
      <w:r w:rsidR="002C50B2">
        <w:t xml:space="preserve">, </w:t>
      </w:r>
      <w:r w:rsidRPr="00275B88">
        <w:t>en franchissait le seuil avec ses deux gardes</w:t>
      </w:r>
      <w:r w:rsidR="002C50B2">
        <w:t>.</w:t>
      </w:r>
    </w:p>
    <w:p w14:paraId="4486703C" w14:textId="5C47FB95" w:rsidR="002C50B2" w:rsidRDefault="00C77A4E" w:rsidP="002C50B2">
      <w:r w:rsidRPr="00275B88">
        <w:t>À sa vue</w:t>
      </w:r>
      <w:r w:rsidR="002C50B2">
        <w:t>, 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 s</w:t>
      </w:r>
      <w:r w:rsidR="002C50B2">
        <w:t>’</w:t>
      </w:r>
      <w:r w:rsidRPr="00275B88">
        <w:t>était redressée en un élan spontané d</w:t>
      </w:r>
      <w:r w:rsidR="002C50B2">
        <w:t>’</w:t>
      </w:r>
      <w:r w:rsidRPr="00275B88">
        <w:t>indignation et de colère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 xml:space="preserve">avant que </w:t>
      </w:r>
      <w:r w:rsidR="002C50B2">
        <w:t>M. de </w:t>
      </w:r>
      <w:r w:rsidRPr="00275B88">
        <w:t>Thouars ait pu la retenir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élançait vers le fiancé de Colette et lui criait</w:t>
      </w:r>
      <w:r w:rsidR="002C50B2">
        <w:t> :</w:t>
      </w:r>
    </w:p>
    <w:p w14:paraId="500DF4EF" w14:textId="77777777" w:rsidR="002C50B2" w:rsidRDefault="002C50B2" w:rsidP="002C50B2">
      <w:r>
        <w:t>— </w:t>
      </w:r>
      <w:r w:rsidR="00C77A4E" w:rsidRPr="00275B88">
        <w:t>Misérable</w:t>
      </w:r>
      <w:r>
        <w:t xml:space="preserve"> ! </w:t>
      </w:r>
      <w:r w:rsidR="00C77A4E" w:rsidRPr="00275B88">
        <w:t>Qu</w:t>
      </w:r>
      <w:r>
        <w:t>’</w:t>
      </w:r>
      <w:r w:rsidR="00C77A4E" w:rsidRPr="00275B88">
        <w:t>avez</w:t>
      </w:r>
      <w:r w:rsidR="00C77A4E">
        <w:t>-</w:t>
      </w:r>
      <w:r w:rsidR="00C77A4E" w:rsidRPr="00275B88">
        <w:t>vous fait de ma pauvre sœur</w:t>
      </w:r>
      <w:r>
        <w:t> ?…</w:t>
      </w:r>
    </w:p>
    <w:p w14:paraId="6C86FAA1" w14:textId="77777777" w:rsidR="002C50B2" w:rsidRDefault="002C50B2" w:rsidP="002C50B2">
      <w:r>
        <w:t>— </w:t>
      </w:r>
      <w:r w:rsidR="00C77A4E" w:rsidRPr="00275B88">
        <w:t>Madame</w:t>
      </w:r>
      <w:r>
        <w:t xml:space="preserve">, </w:t>
      </w:r>
      <w:r w:rsidR="00C77A4E" w:rsidRPr="00275B88">
        <w:t>protestait Jacques</w:t>
      </w:r>
      <w:r>
        <w:t xml:space="preserve">, </w:t>
      </w:r>
      <w:r w:rsidR="00C77A4E" w:rsidRPr="00275B88">
        <w:t>je ne suis pour rien</w:t>
      </w:r>
      <w:r>
        <w:t>…</w:t>
      </w:r>
    </w:p>
    <w:p w14:paraId="5B9191D3" w14:textId="77777777" w:rsidR="002C50B2" w:rsidRDefault="00C77A4E" w:rsidP="002C50B2">
      <w:r w:rsidRPr="00275B88">
        <w:t>Mais il ne put achever</w:t>
      </w:r>
      <w:r w:rsidR="002C50B2">
        <w:t xml:space="preserve">… </w:t>
      </w:r>
      <w:r w:rsidRPr="00275B88">
        <w:t>Les gardes l</w:t>
      </w:r>
      <w:r w:rsidR="002C50B2">
        <w:t>’</w:t>
      </w:r>
      <w:r w:rsidRPr="00275B88">
        <w:t>entraînaient vers la sortie</w:t>
      </w:r>
      <w:r w:rsidR="002C50B2">
        <w:t>.</w:t>
      </w:r>
    </w:p>
    <w:p w14:paraId="22047236" w14:textId="13348526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voulut s</w:t>
      </w:r>
      <w:r>
        <w:t>’</w:t>
      </w:r>
      <w:r w:rsidR="00C77A4E" w:rsidRPr="00275B88">
        <w:t>élancer sur ses traces</w:t>
      </w:r>
      <w:r>
        <w:t xml:space="preserve">, </w:t>
      </w:r>
      <w:r w:rsidR="00C77A4E" w:rsidRPr="00275B88">
        <w:t>mais elle chancela</w:t>
      </w:r>
      <w:r>
        <w:t xml:space="preserve">… </w:t>
      </w:r>
      <w:r w:rsidR="00C77A4E" w:rsidRPr="00275B88">
        <w:t xml:space="preserve">Et </w:t>
      </w:r>
      <w:r>
        <w:t>M. de </w:t>
      </w:r>
      <w:r w:rsidR="00C77A4E" w:rsidRPr="00275B88">
        <w:t>Thouars la reçut dans ses bras</w:t>
      </w:r>
      <w:r>
        <w:t xml:space="preserve">, </w:t>
      </w:r>
      <w:r w:rsidR="00C77A4E" w:rsidRPr="00275B88">
        <w:t>puis il la fit se rasseoir sur le banc</w:t>
      </w:r>
      <w:r>
        <w:t xml:space="preserve">… </w:t>
      </w:r>
      <w:r w:rsidR="00C77A4E" w:rsidRPr="00275B88">
        <w:t>au milieu de l</w:t>
      </w:r>
      <w:r>
        <w:t>’</w:t>
      </w:r>
      <w:r w:rsidR="00C77A4E" w:rsidRPr="00275B88">
        <w:t>émotion générale</w:t>
      </w:r>
      <w:r>
        <w:t>.</w:t>
      </w:r>
    </w:p>
    <w:p w14:paraId="18417386" w14:textId="1CDB0485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la sœur de Simone Desroches</w:t>
      </w:r>
      <w:r>
        <w:t xml:space="preserve">… </w:t>
      </w:r>
      <w:r w:rsidR="00C77A4E" w:rsidRPr="00275B88">
        <w:t>glissa un stagiaire à l</w:t>
      </w:r>
      <w:r>
        <w:t>’</w:t>
      </w:r>
      <w:r w:rsidR="00C77A4E" w:rsidRPr="00275B88">
        <w:t xml:space="preserve">oreille de </w:t>
      </w:r>
      <w:r w:rsidRPr="00275B88">
        <w:t>M</w:t>
      </w:r>
      <w:r w:rsidRPr="002C50B2">
        <w:rPr>
          <w:vertAlign w:val="superscript"/>
        </w:rPr>
        <w:t>e</w:t>
      </w:r>
      <w:r>
        <w:t> </w:t>
      </w:r>
      <w:proofErr w:type="spellStart"/>
      <w:r w:rsidRPr="00275B88">
        <w:t>T</w:t>
      </w:r>
      <w:r w:rsidR="00C77A4E" w:rsidRPr="00275B88">
        <w:t>roubarot</w:t>
      </w:r>
      <w:proofErr w:type="spellEnd"/>
      <w:r>
        <w:t>.</w:t>
      </w:r>
    </w:p>
    <w:p w14:paraId="014E5CAB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vraiment</w:t>
      </w:r>
      <w:r>
        <w:t xml:space="preserve"> ? </w:t>
      </w:r>
      <w:r w:rsidR="00C77A4E" w:rsidRPr="00275B88">
        <w:t>fit celui</w:t>
      </w:r>
      <w:r w:rsidR="00C77A4E">
        <w:t>-</w:t>
      </w:r>
      <w:r w:rsidR="00C77A4E" w:rsidRPr="00275B88">
        <w:t>ci</w:t>
      </w:r>
      <w:r>
        <w:t>.</w:t>
      </w:r>
    </w:p>
    <w:p w14:paraId="2CB1A3CF" w14:textId="77777777" w:rsidR="002C50B2" w:rsidRDefault="002C50B2" w:rsidP="002C50B2">
      <w:r>
        <w:t>— </w:t>
      </w:r>
      <w:r w:rsidR="00C77A4E" w:rsidRPr="00275B88">
        <w:t>Il paraît</w:t>
      </w:r>
      <w:r>
        <w:t xml:space="preserve">, </w:t>
      </w:r>
      <w:r w:rsidR="00C77A4E" w:rsidRPr="00275B88">
        <w:t>complétait le jeune avocat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accuse Bellegarde d</w:t>
      </w:r>
      <w:r>
        <w:t>’</w:t>
      </w:r>
      <w:r w:rsidR="00C77A4E" w:rsidRPr="00275B88">
        <w:t>avoir empoisonné sa sœur et d</w:t>
      </w:r>
      <w:r>
        <w:t>’</w:t>
      </w:r>
      <w:r w:rsidR="00C77A4E" w:rsidRPr="00275B88">
        <w:t>avoir fait disparaître son corps</w:t>
      </w:r>
      <w:r>
        <w:t>.</w:t>
      </w:r>
    </w:p>
    <w:p w14:paraId="54788B5E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oh</w:t>
      </w:r>
      <w:r>
        <w:t xml:space="preserve"> ! </w:t>
      </w:r>
      <w:r w:rsidR="00C77A4E" w:rsidRPr="00275B88">
        <w:t>murmura le grand avocat</w:t>
      </w:r>
      <w:r>
        <w:t xml:space="preserve">, </w:t>
      </w:r>
      <w:r w:rsidR="00C77A4E" w:rsidRPr="00275B88">
        <w:t>elle va certainement se constituer partie civile au procès</w:t>
      </w:r>
      <w:r>
        <w:t>.</w:t>
      </w:r>
    </w:p>
    <w:p w14:paraId="7B717DCB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avançant</w:t>
      </w:r>
      <w:r w:rsidR="002C50B2">
        <w:t xml:space="preserve">, </w:t>
      </w:r>
      <w:r w:rsidRPr="00275B88">
        <w:t>vers la jeune femme</w:t>
      </w:r>
      <w:r w:rsidR="002C50B2">
        <w:t xml:space="preserve">, </w:t>
      </w:r>
      <w:r w:rsidRPr="00275B88">
        <w:t>il retira sa toque en disant</w:t>
      </w:r>
      <w:r w:rsidR="002C50B2">
        <w:t> :</w:t>
      </w:r>
    </w:p>
    <w:p w14:paraId="61AAFDB7" w14:textId="2AFDBBC6" w:rsidR="002C50B2" w:rsidRDefault="002C50B2" w:rsidP="002C50B2">
      <w:r>
        <w:t>— </w:t>
      </w:r>
      <w:r w:rsidR="00C77A4E" w:rsidRPr="00275B88">
        <w:t xml:space="preserve">Je suis </w:t>
      </w:r>
      <w:r w:rsidRPr="00275B88">
        <w:t>M</w:t>
      </w:r>
      <w:r w:rsidRPr="002C50B2">
        <w:rPr>
          <w:vertAlign w:val="superscript"/>
        </w:rPr>
        <w:t>e</w:t>
      </w:r>
      <w:r>
        <w:t> </w:t>
      </w:r>
      <w:r w:rsidRPr="00275B88">
        <w:t>A</w:t>
      </w:r>
      <w:r w:rsidR="00C77A4E" w:rsidRPr="00275B88">
        <w:t xml:space="preserve">lban </w:t>
      </w:r>
      <w:proofErr w:type="spellStart"/>
      <w:r w:rsidR="00C77A4E" w:rsidRPr="00275B88">
        <w:t>Troubarot</w:t>
      </w:r>
      <w:proofErr w:type="spellEnd"/>
      <w:r>
        <w:t xml:space="preserve">… </w:t>
      </w:r>
      <w:r w:rsidR="00C77A4E" w:rsidRPr="00275B88">
        <w:t>Voulez</w:t>
      </w:r>
      <w:r w:rsidR="00C77A4E">
        <w:t>-</w:t>
      </w:r>
      <w:r w:rsidR="00C77A4E" w:rsidRPr="00275B88">
        <w:t>vous que j</w:t>
      </w:r>
      <w:r>
        <w:t>’</w:t>
      </w:r>
      <w:r w:rsidR="00C77A4E" w:rsidRPr="00275B88">
        <w:t>envoie chercher le docteur de service au Palais</w:t>
      </w:r>
      <w:r>
        <w:t> ?…</w:t>
      </w:r>
    </w:p>
    <w:p w14:paraId="21E051B2" w14:textId="77777777" w:rsidR="002C50B2" w:rsidRDefault="00C77A4E" w:rsidP="002C50B2">
      <w:r w:rsidRPr="00275B88">
        <w:t>Mais il s</w:t>
      </w:r>
      <w:r w:rsidR="002C50B2">
        <w:t>’</w:t>
      </w:r>
      <w:r w:rsidRPr="00275B88">
        <w:t>arrêta</w:t>
      </w:r>
      <w:r w:rsidR="002C50B2">
        <w:t>.</w:t>
      </w:r>
    </w:p>
    <w:p w14:paraId="786F4300" w14:textId="0109D99C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Mauroy venait de s</w:t>
      </w:r>
      <w:r>
        <w:t>’</w:t>
      </w:r>
      <w:r w:rsidR="00C77A4E" w:rsidRPr="00275B88">
        <w:t>évanouir</w:t>
      </w:r>
      <w:r>
        <w:t>.</w:t>
      </w:r>
    </w:p>
    <w:p w14:paraId="10D575FB" w14:textId="35AAE711" w:rsidR="002C50B2" w:rsidRDefault="002C50B2" w:rsidP="002C50B2"/>
    <w:p w14:paraId="0C97C38A" w14:textId="77777777" w:rsidR="002C50B2" w:rsidRDefault="00C77A4E" w:rsidP="002C50B2">
      <w:r w:rsidRPr="00275B88">
        <w:t>Le même soir vers vingt</w:t>
      </w:r>
      <w:r>
        <w:t>-</w:t>
      </w:r>
      <w:r w:rsidRPr="00275B88">
        <w:t>trois heures</w:t>
      </w:r>
      <w:r w:rsidR="002C50B2">
        <w:t xml:space="preserve">, </w:t>
      </w:r>
      <w:r w:rsidRPr="00275B88">
        <w:t>un avion atterrissait dans une vaste prairie d</w:t>
      </w:r>
      <w:r w:rsidR="002C50B2">
        <w:t>’</w:t>
      </w:r>
      <w:r w:rsidRPr="00275B88">
        <w:t>où l</w:t>
      </w:r>
      <w:r w:rsidR="002C50B2">
        <w:t>’</w:t>
      </w:r>
      <w:r w:rsidRPr="00275B88">
        <w:t>on apercevait</w:t>
      </w:r>
      <w:r w:rsidR="002C50B2">
        <w:t xml:space="preserve">, </w:t>
      </w:r>
      <w:r w:rsidRPr="00275B88">
        <w:t>à une distance assez rapprochée</w:t>
      </w:r>
      <w:r w:rsidR="002C50B2">
        <w:t xml:space="preserve">, </w:t>
      </w:r>
      <w:r w:rsidRPr="00275B88">
        <w:t>les tours du château de Courteuil baignées par la clarté de la lune</w:t>
      </w:r>
      <w:r w:rsidR="002C50B2">
        <w:t>.</w:t>
      </w:r>
    </w:p>
    <w:p w14:paraId="561726DA" w14:textId="77777777" w:rsidR="002C50B2" w:rsidRDefault="00C77A4E" w:rsidP="002C50B2">
      <w:r w:rsidRPr="00275B88">
        <w:t>Deux voyageurs en descendaient</w:t>
      </w:r>
      <w:r w:rsidR="002C50B2">
        <w:t xml:space="preserve"> : </w:t>
      </w:r>
      <w:r w:rsidRPr="00275B88">
        <w:t>un homme en tenue d</w:t>
      </w:r>
      <w:r w:rsidR="002C50B2">
        <w:t>’</w:t>
      </w:r>
      <w:r w:rsidRPr="00275B88">
        <w:t>aviateur</w:t>
      </w:r>
      <w:r w:rsidR="002C50B2">
        <w:t xml:space="preserve">, </w:t>
      </w:r>
      <w:r w:rsidRPr="00275B88">
        <w:t>une femme en costume de voyage</w:t>
      </w:r>
      <w:r w:rsidR="002C50B2">
        <w:t xml:space="preserve">. </w:t>
      </w:r>
      <w:r w:rsidRPr="00275B88">
        <w:t>Tous deux portaient des casques de cuir</w:t>
      </w:r>
      <w:r w:rsidR="002C50B2">
        <w:t xml:space="preserve">, </w:t>
      </w:r>
      <w:r w:rsidRPr="00275B88">
        <w:t>complétés par des masques qui dissimulaient entièrement leur visage</w:t>
      </w:r>
      <w:r w:rsidR="002C50B2">
        <w:t>.</w:t>
      </w:r>
    </w:p>
    <w:p w14:paraId="4611AC1F" w14:textId="77777777" w:rsidR="002C50B2" w:rsidRDefault="00C77A4E" w:rsidP="002C50B2">
      <w:r w:rsidRPr="00275B88">
        <w:t>Un personnage qui</w:t>
      </w:r>
      <w:r w:rsidR="002C50B2">
        <w:t xml:space="preserve">, </w:t>
      </w:r>
      <w:r w:rsidRPr="00275B88">
        <w:t>caché derrière une haie</w:t>
      </w:r>
      <w:r w:rsidR="002C50B2">
        <w:t xml:space="preserve">, </w:t>
      </w:r>
      <w:r w:rsidRPr="00275B88">
        <w:t>avait assisté à leur atterrissage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avança vers eux</w:t>
      </w:r>
      <w:r w:rsidR="002C50B2">
        <w:t>.</w:t>
      </w:r>
    </w:p>
    <w:p w14:paraId="6E04FBE6" w14:textId="34AFEFB1" w:rsidR="002C50B2" w:rsidRDefault="00C77A4E" w:rsidP="002C50B2">
      <w:r w:rsidRPr="00275B88">
        <w:t>C</w:t>
      </w:r>
      <w:r w:rsidR="002C50B2">
        <w:t>’</w:t>
      </w:r>
      <w:r w:rsidRPr="00275B88">
        <w:t xml:space="preserve">était </w:t>
      </w:r>
      <w:r w:rsidR="002C50B2">
        <w:t>M. </w:t>
      </w:r>
      <w:proofErr w:type="spellStart"/>
      <w:r w:rsidRPr="00275B88">
        <w:t>Lüchner</w:t>
      </w:r>
      <w:proofErr w:type="spellEnd"/>
      <w:r w:rsidR="002C50B2">
        <w:t xml:space="preserve">, </w:t>
      </w:r>
      <w:r w:rsidRPr="00275B88">
        <w:t>le secrétaire du baron Papillon</w:t>
      </w:r>
      <w:r w:rsidR="002C50B2">
        <w:t>.</w:t>
      </w:r>
    </w:p>
    <w:p w14:paraId="586D3320" w14:textId="77777777" w:rsidR="002C50B2" w:rsidRDefault="00C77A4E" w:rsidP="002C50B2">
      <w:r w:rsidRPr="00275B88">
        <w:t>Sans échanger le moindre signe d</w:t>
      </w:r>
      <w:r w:rsidR="002C50B2">
        <w:t>’</w:t>
      </w:r>
      <w:r w:rsidRPr="00275B88">
        <w:t>intelligence</w:t>
      </w:r>
      <w:r w:rsidR="002C50B2">
        <w:t xml:space="preserve">, </w:t>
      </w:r>
      <w:r w:rsidRPr="00275B88">
        <w:t>ni la plus légère marque de politesse</w:t>
      </w:r>
      <w:r w:rsidR="002C50B2">
        <w:t xml:space="preserve">, </w:t>
      </w:r>
      <w:r w:rsidRPr="00275B88">
        <w:t>ils s</w:t>
      </w:r>
      <w:r w:rsidR="002C50B2">
        <w:t>’</w:t>
      </w:r>
      <w:r w:rsidRPr="00275B88">
        <w:t>entretinrent pendant quelques minutes à voix basse</w:t>
      </w:r>
      <w:r w:rsidR="002C50B2">
        <w:t>.</w:t>
      </w:r>
    </w:p>
    <w:p w14:paraId="2A9A29AF" w14:textId="77777777" w:rsidR="002C50B2" w:rsidRDefault="00C77A4E" w:rsidP="002C50B2">
      <w:r w:rsidRPr="00275B88">
        <w:t>Puis le bossu</w:t>
      </w:r>
      <w:r w:rsidR="002C50B2">
        <w:t xml:space="preserve">, </w:t>
      </w:r>
      <w:r w:rsidRPr="00275B88">
        <w:t>leur désignant une sorte de hangar fermé qui s</w:t>
      </w:r>
      <w:r w:rsidR="002C50B2">
        <w:t>’</w:t>
      </w:r>
      <w:r w:rsidRPr="00275B88">
        <w:t>élevait à une des extrémités de la prairie et avait dû servir autrefois d</w:t>
      </w:r>
      <w:r w:rsidR="002C50B2">
        <w:t>’</w:t>
      </w:r>
      <w:r w:rsidRPr="00275B88">
        <w:t>étable nocturne aux bestiaux que</w:t>
      </w:r>
      <w:r w:rsidR="002C50B2">
        <w:t xml:space="preserve">, </w:t>
      </w:r>
      <w:r w:rsidRPr="00275B88">
        <w:t>durant la saison d</w:t>
      </w:r>
      <w:r w:rsidR="002C50B2">
        <w:t>’</w:t>
      </w:r>
      <w:r w:rsidRPr="00275B88">
        <w:t>été</w:t>
      </w:r>
      <w:r w:rsidR="002C50B2">
        <w:t xml:space="preserve">, </w:t>
      </w:r>
      <w:r w:rsidRPr="00275B88">
        <w:t xml:space="preserve">on mettait </w:t>
      </w:r>
      <w:r w:rsidR="002C50B2">
        <w:t>« </w:t>
      </w:r>
      <w:r w:rsidRPr="00275B88">
        <w:t>au vert</w:t>
      </w:r>
      <w:r w:rsidR="002C50B2">
        <w:t xml:space="preserve"> », </w:t>
      </w:r>
      <w:r w:rsidRPr="00275B88">
        <w:t>fit</w:t>
      </w:r>
      <w:r w:rsidR="002C50B2">
        <w:t> :</w:t>
      </w:r>
    </w:p>
    <w:p w14:paraId="1FAF0956" w14:textId="77777777" w:rsidR="002C50B2" w:rsidRDefault="002C50B2" w:rsidP="002C50B2">
      <w:r>
        <w:t>— </w:t>
      </w:r>
      <w:r w:rsidR="00C77A4E" w:rsidRPr="00275B88">
        <w:t>Nous allons cacher là notre appareil</w:t>
      </w:r>
      <w:r>
        <w:t>.</w:t>
      </w:r>
    </w:p>
    <w:p w14:paraId="1462CA22" w14:textId="77777777" w:rsidR="002C50B2" w:rsidRDefault="00C77A4E" w:rsidP="002C50B2">
      <w:r w:rsidRPr="00275B88">
        <w:lastRenderedPageBreak/>
        <w:t>Et il ajouta</w:t>
      </w:r>
      <w:r w:rsidR="002C50B2">
        <w:t> :</w:t>
      </w:r>
    </w:p>
    <w:p w14:paraId="3EFE8714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espère bien que demain soir tout sera terminé et que nous pourrons filer dans l</w:t>
      </w:r>
      <w:r>
        <w:t>’</w:t>
      </w:r>
      <w:r w:rsidR="00C77A4E" w:rsidRPr="00275B88">
        <w:t>espace avec le trésor des Valois transformé en lingots d</w:t>
      </w:r>
      <w:r>
        <w:t>’</w:t>
      </w:r>
      <w:r w:rsidR="00C77A4E" w:rsidRPr="00275B88">
        <w:t>or</w:t>
      </w:r>
      <w:r>
        <w:t>.</w:t>
      </w:r>
    </w:p>
    <w:p w14:paraId="64072068" w14:textId="77777777" w:rsidR="002C50B2" w:rsidRDefault="00C77A4E" w:rsidP="002C50B2">
      <w:r w:rsidRPr="00275B88">
        <w:t>L</w:t>
      </w:r>
      <w:r w:rsidR="002C50B2">
        <w:t>’</w:t>
      </w:r>
      <w:r w:rsidRPr="00275B88">
        <w:t>homme et la femme approuvèrent de la tête</w:t>
      </w:r>
      <w:r w:rsidR="002C50B2">
        <w:t xml:space="preserve">, </w:t>
      </w:r>
      <w:r w:rsidRPr="00275B88">
        <w:t>et toujours sans prononcer un mot</w:t>
      </w:r>
      <w:r w:rsidR="002C50B2">
        <w:t xml:space="preserve">, </w:t>
      </w:r>
      <w:r w:rsidRPr="00275B88">
        <w:t xml:space="preserve">aidés de </w:t>
      </w:r>
      <w:proofErr w:type="spellStart"/>
      <w:r w:rsidRPr="00275B88">
        <w:t>Lüchner</w:t>
      </w:r>
      <w:proofErr w:type="spellEnd"/>
      <w:r w:rsidR="002C50B2">
        <w:t xml:space="preserve">, </w:t>
      </w:r>
      <w:r w:rsidRPr="00275B88">
        <w:t>ils poussèrent l</w:t>
      </w:r>
      <w:r w:rsidR="002C50B2">
        <w:t>’</w:t>
      </w:r>
      <w:r w:rsidRPr="00275B88">
        <w:t>avion jusqu</w:t>
      </w:r>
      <w:r w:rsidR="002C50B2">
        <w:t>’</w:t>
      </w:r>
      <w:r w:rsidRPr="00275B88">
        <w:t>au hangar dont la porte d</w:t>
      </w:r>
      <w:r w:rsidR="002C50B2">
        <w:t>’</w:t>
      </w:r>
      <w:r w:rsidRPr="00275B88">
        <w:t>entrée</w:t>
      </w:r>
      <w:r w:rsidR="002C50B2">
        <w:t xml:space="preserve">, </w:t>
      </w:r>
      <w:r w:rsidRPr="00275B88">
        <w:t>à double battant</w:t>
      </w:r>
      <w:r w:rsidR="002C50B2">
        <w:t xml:space="preserve">, </w:t>
      </w:r>
      <w:r w:rsidRPr="00275B88">
        <w:t>avait été préalablement ouverte</w:t>
      </w:r>
      <w:r w:rsidR="002C50B2">
        <w:t xml:space="preserve">… </w:t>
      </w:r>
      <w:r w:rsidRPr="00275B88">
        <w:t>Lorsque l</w:t>
      </w:r>
      <w:r w:rsidR="002C50B2">
        <w:t>’</w:t>
      </w:r>
      <w:r w:rsidRPr="00275B88">
        <w:t>opération fut terminée</w:t>
      </w:r>
      <w:r w:rsidR="002C50B2">
        <w:t xml:space="preserve">, </w:t>
      </w:r>
      <w:r w:rsidRPr="00275B88">
        <w:t>tous trois sortirent</w:t>
      </w:r>
      <w:r w:rsidR="002C50B2">
        <w:t xml:space="preserve">, </w:t>
      </w:r>
      <w:proofErr w:type="spellStart"/>
      <w:r w:rsidRPr="00275B88">
        <w:t>Lüchner</w:t>
      </w:r>
      <w:proofErr w:type="spellEnd"/>
      <w:r w:rsidRPr="00275B88">
        <w:t xml:space="preserve"> boucla la porte 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très forte chaîne que garantissaient deux énormes cadenas de sûreté</w:t>
      </w:r>
      <w:r w:rsidR="002C50B2">
        <w:t xml:space="preserve">… </w:t>
      </w:r>
      <w:r w:rsidRPr="00275B88">
        <w:t>Et tous trois se dirigèrent vers le château</w:t>
      </w:r>
      <w:r w:rsidR="002C50B2">
        <w:t>.</w:t>
      </w:r>
    </w:p>
    <w:p w14:paraId="5DD122E4" w14:textId="77777777" w:rsidR="002C50B2" w:rsidRDefault="00C77A4E" w:rsidP="002C50B2">
      <w:r w:rsidRPr="00275B88">
        <w:t>Mais au lieu d</w:t>
      </w:r>
      <w:r w:rsidR="002C50B2">
        <w:t>’</w:t>
      </w:r>
      <w:r w:rsidRPr="00275B88">
        <w:t>y pénétrer par l</w:t>
      </w:r>
      <w:r w:rsidR="002C50B2">
        <w:t>’</w:t>
      </w:r>
      <w:r w:rsidRPr="00275B88">
        <w:t>entrée principale</w:t>
      </w:r>
      <w:r w:rsidR="002C50B2">
        <w:t xml:space="preserve">, </w:t>
      </w:r>
      <w:r w:rsidRPr="00275B88">
        <w:t>ils longèrent le mur de clôture jusqu</w:t>
      </w:r>
      <w:r w:rsidR="002C50B2">
        <w:t>’</w:t>
      </w:r>
      <w:r w:rsidRPr="00275B88">
        <w:t>au moment où ils se trouvèrent devant une petite porte que le bossu ouvrit 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clef qu</w:t>
      </w:r>
      <w:r w:rsidR="002C50B2">
        <w:t>’</w:t>
      </w:r>
      <w:r w:rsidRPr="00275B88">
        <w:t>il dissimulait dans l</w:t>
      </w:r>
      <w:r w:rsidR="002C50B2">
        <w:t>’</w:t>
      </w:r>
      <w:r w:rsidRPr="00275B88">
        <w:t>une de ses poches</w:t>
      </w:r>
      <w:r w:rsidR="002C50B2">
        <w:t>.</w:t>
      </w:r>
    </w:p>
    <w:p w14:paraId="6617811D" w14:textId="77777777" w:rsidR="002C50B2" w:rsidRDefault="00C77A4E" w:rsidP="002C50B2">
      <w:r w:rsidRPr="00275B88">
        <w:t>Avec ses compagnons</w:t>
      </w:r>
      <w:r w:rsidR="002C50B2">
        <w:t xml:space="preserve">, </w:t>
      </w:r>
      <w:r w:rsidRPr="00275B88">
        <w:t>il pénétra dans le parc</w:t>
      </w:r>
      <w:r w:rsidR="002C50B2">
        <w:t xml:space="preserve">, </w:t>
      </w:r>
      <w:r w:rsidRPr="00275B88">
        <w:t>referma la porte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après avoir longé une allée recouverte d</w:t>
      </w:r>
      <w:r w:rsidR="002C50B2">
        <w:t>’</w:t>
      </w:r>
      <w:r w:rsidRPr="00275B88">
        <w:t>une épaisse charmille</w:t>
      </w:r>
      <w:r w:rsidR="002C50B2">
        <w:t xml:space="preserve">, </w:t>
      </w:r>
      <w:r w:rsidRPr="00275B88">
        <w:t>ils se perdirent dans la nuit</w:t>
      </w:r>
      <w:r w:rsidR="002C50B2">
        <w:t xml:space="preserve">… </w:t>
      </w:r>
      <w:r w:rsidRPr="00275B88">
        <w:t>tandis que la lune se couvrait d</w:t>
      </w:r>
      <w:r w:rsidR="002C50B2">
        <w:t>’</w:t>
      </w:r>
      <w:r w:rsidRPr="00275B88">
        <w:t>un lourd manteau de nuages et qu</w:t>
      </w:r>
      <w:r w:rsidR="002C50B2">
        <w:t>’</w:t>
      </w:r>
      <w:r w:rsidRPr="00275B88">
        <w:t>au loin des chiens hurlaient lugubrement</w:t>
      </w:r>
      <w:r w:rsidR="002C50B2">
        <w:t xml:space="preserve">… </w:t>
      </w:r>
      <w:r w:rsidRPr="00275B88">
        <w:t>à la mort</w:t>
      </w:r>
      <w:r w:rsidR="002C50B2">
        <w:t>…</w:t>
      </w:r>
    </w:p>
    <w:p w14:paraId="41E1ABBE" w14:textId="77777777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par une fenêtre basse</w:t>
      </w:r>
      <w:r w:rsidR="002C50B2">
        <w:t xml:space="preserve">, </w:t>
      </w:r>
      <w:r w:rsidRPr="00275B88">
        <w:t>ils pénétraient à l</w:t>
      </w:r>
      <w:r w:rsidR="002C50B2">
        <w:t>’</w:t>
      </w:r>
      <w:r w:rsidRPr="00275B88">
        <w:t>intérieur du château qu</w:t>
      </w:r>
      <w:r w:rsidR="002C50B2">
        <w:t>’</w:t>
      </w:r>
      <w:r w:rsidRPr="00275B88">
        <w:t>aucune lumière n</w:t>
      </w:r>
      <w:r w:rsidR="002C50B2">
        <w:t>’</w:t>
      </w:r>
      <w:r w:rsidRPr="00275B88">
        <w:t>illuminait et où tout le monde semblait dormir</w:t>
      </w:r>
      <w:r w:rsidR="002C50B2">
        <w:t xml:space="preserve">… </w:t>
      </w:r>
      <w:r w:rsidRPr="00275B88">
        <w:t>Et le bossu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adressant à la femme masquée</w:t>
      </w:r>
      <w:r w:rsidR="002C50B2">
        <w:t xml:space="preserve">, </w:t>
      </w:r>
      <w:r w:rsidRPr="00275B88">
        <w:t>murmurait</w:t>
      </w:r>
      <w:r w:rsidR="002C50B2">
        <w:t> :</w:t>
      </w:r>
    </w:p>
    <w:p w14:paraId="052CE413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Belphégor doit être satisfait</w:t>
      </w:r>
      <w:r>
        <w:t> !</w:t>
      </w:r>
    </w:p>
    <w:p w14:paraId="0E83E1C5" w14:textId="77777777" w:rsidR="002C50B2" w:rsidRDefault="00C77A4E" w:rsidP="002C50B2">
      <w:r w:rsidRPr="00275B88">
        <w:t>La femme masquée martela d</w:t>
      </w:r>
      <w:r w:rsidR="002C50B2">
        <w:t>’</w:t>
      </w:r>
      <w:r w:rsidRPr="00275B88">
        <w:t>une voix grave</w:t>
      </w:r>
      <w:r w:rsidR="002C50B2">
        <w:t> :</w:t>
      </w:r>
    </w:p>
    <w:p w14:paraId="5DAF4ABF" w14:textId="77777777" w:rsidR="002C50B2" w:rsidRDefault="002C50B2" w:rsidP="002C50B2">
      <w:r>
        <w:t>— </w:t>
      </w:r>
      <w:r w:rsidR="00C77A4E" w:rsidRPr="00275B88">
        <w:t>Pressons</w:t>
      </w:r>
      <w:r w:rsidR="00C77A4E">
        <w:t>-</w:t>
      </w:r>
      <w:r w:rsidR="00C77A4E" w:rsidRPr="00275B88">
        <w:t>nous</w:t>
      </w:r>
      <w:r>
        <w:t xml:space="preserve"> ! </w:t>
      </w:r>
      <w:r w:rsidR="00C77A4E" w:rsidRPr="00275B88">
        <w:t>car Belphégor a hâte d</w:t>
      </w:r>
      <w:r>
        <w:t>’</w:t>
      </w:r>
      <w:r w:rsidR="00C77A4E" w:rsidRPr="00275B88">
        <w:t>avoir des ailes</w:t>
      </w:r>
      <w:r>
        <w:t>.</w:t>
      </w:r>
    </w:p>
    <w:p w14:paraId="10CAF51A" w14:textId="7478E9D3" w:rsidR="002C50B2" w:rsidRDefault="002C50B2" w:rsidP="002C50B2"/>
    <w:p w14:paraId="523F70A2" w14:textId="77777777" w:rsidR="002C50B2" w:rsidRDefault="00C77A4E" w:rsidP="002C50B2">
      <w:r w:rsidRPr="00275B88">
        <w:lastRenderedPageBreak/>
        <w:t>À la même heure</w:t>
      </w:r>
      <w:r w:rsidR="002C50B2">
        <w:t xml:space="preserve">, </w:t>
      </w:r>
      <w:r w:rsidRPr="00275B88">
        <w:t>devant l</w:t>
      </w:r>
      <w:r w:rsidR="002C50B2">
        <w:t>’</w:t>
      </w:r>
      <w:r w:rsidRPr="00275B88">
        <w:t>hôtel de Simone</w:t>
      </w:r>
      <w:r w:rsidR="002C50B2">
        <w:t xml:space="preserve">, </w:t>
      </w:r>
      <w:r w:rsidRPr="00275B88">
        <w:t>à la lueur d</w:t>
      </w:r>
      <w:r w:rsidR="002C50B2">
        <w:t>’</w:t>
      </w:r>
      <w:r w:rsidRPr="00275B88">
        <w:t>un réverbère qui projetait sur l</w:t>
      </w:r>
      <w:r w:rsidR="002C50B2">
        <w:t>’</w:t>
      </w:r>
      <w:r w:rsidRPr="00275B88">
        <w:t>asphalte du trottoir sa clarté blafarde et crue</w:t>
      </w:r>
      <w:r w:rsidR="002C50B2">
        <w:t xml:space="preserve">, </w:t>
      </w:r>
      <w:r w:rsidRPr="00275B88">
        <w:t>deux agents montaient la garde</w:t>
      </w:r>
      <w:r w:rsidR="002C50B2">
        <w:t>.</w:t>
      </w:r>
    </w:p>
    <w:p w14:paraId="76B187A3" w14:textId="77777777" w:rsidR="002C50B2" w:rsidRDefault="00C77A4E" w:rsidP="002C50B2">
      <w:r w:rsidRPr="00275B88">
        <w:t>L</w:t>
      </w:r>
      <w:r w:rsidR="002C50B2">
        <w:t>’</w:t>
      </w:r>
      <w:r w:rsidRPr="00275B88">
        <w:t>un d</w:t>
      </w:r>
      <w:r w:rsidR="002C50B2">
        <w:t>’</w:t>
      </w:r>
      <w:r w:rsidRPr="00275B88">
        <w:t>eux disait à son compagnon</w:t>
      </w:r>
      <w:r w:rsidR="002C50B2">
        <w:t xml:space="preserve">, </w:t>
      </w:r>
      <w:r w:rsidRPr="00275B88">
        <w:t>en lui montrant la maison dont aucune fenêtre n</w:t>
      </w:r>
      <w:r w:rsidR="002C50B2">
        <w:t>’</w:t>
      </w:r>
      <w:r w:rsidRPr="00275B88">
        <w:t>était éclairée</w:t>
      </w:r>
      <w:r w:rsidR="002C50B2">
        <w:t> :</w:t>
      </w:r>
    </w:p>
    <w:p w14:paraId="01B4E9D4" w14:textId="77777777" w:rsidR="002C50B2" w:rsidRDefault="002C50B2" w:rsidP="002C50B2">
      <w:r>
        <w:t>— </w:t>
      </w:r>
      <w:r w:rsidR="00C77A4E" w:rsidRPr="00275B88">
        <w:t>Tout à l</w:t>
      </w:r>
      <w:r>
        <w:t>’</w:t>
      </w:r>
      <w:r w:rsidR="00C77A4E" w:rsidRPr="00275B88">
        <w:t>air bien tranquille</w:t>
      </w:r>
      <w:r>
        <w:t xml:space="preserve">, </w:t>
      </w:r>
      <w:r w:rsidR="00C77A4E" w:rsidRPr="00275B88">
        <w:t>là</w:t>
      </w:r>
      <w:r w:rsidR="00C77A4E">
        <w:t>-</w:t>
      </w:r>
      <w:r w:rsidR="00C77A4E" w:rsidRPr="00275B88">
        <w:t>dedans</w:t>
      </w:r>
      <w:r>
        <w:t xml:space="preserve">, </w:t>
      </w:r>
      <w:r w:rsidR="00C77A4E" w:rsidRPr="00275B88">
        <w:t>et je ne sais vraiment pas pourquoi on nous a mis là</w:t>
      </w:r>
      <w:r>
        <w:t>.</w:t>
      </w:r>
    </w:p>
    <w:p w14:paraId="5160E55F" w14:textId="77777777" w:rsidR="002C50B2" w:rsidRDefault="002C50B2" w:rsidP="002C50B2">
      <w:r>
        <w:t>— </w:t>
      </w:r>
      <w:r w:rsidR="00C77A4E" w:rsidRPr="00275B88">
        <w:t>Sûr qu</w:t>
      </w:r>
      <w:r>
        <w:t>’</w:t>
      </w:r>
      <w:r w:rsidR="00C77A4E" w:rsidRPr="00275B88">
        <w:t>on serait bien mieux dans son lit</w:t>
      </w:r>
      <w:r>
        <w:t xml:space="preserve">… </w:t>
      </w:r>
      <w:r w:rsidR="00C77A4E" w:rsidRPr="00275B88">
        <w:t>déclarait l</w:t>
      </w:r>
      <w:r>
        <w:t>’</w:t>
      </w:r>
      <w:r w:rsidR="00C77A4E" w:rsidRPr="00275B88">
        <w:t>autre agent</w:t>
      </w:r>
      <w:r>
        <w:t>.</w:t>
      </w:r>
    </w:p>
    <w:p w14:paraId="425A195E" w14:textId="77777777" w:rsidR="002C50B2" w:rsidRDefault="002C50B2" w:rsidP="002C50B2">
      <w:r>
        <w:t>— </w:t>
      </w:r>
      <w:r w:rsidR="00C77A4E" w:rsidRPr="00275B88">
        <w:t>Enfin</w:t>
      </w:r>
      <w:r>
        <w:t xml:space="preserve">, </w:t>
      </w:r>
      <w:r w:rsidR="00C77A4E" w:rsidRPr="00275B88">
        <w:t>la consigne est la consigne</w:t>
      </w:r>
      <w:r>
        <w:t>.</w:t>
      </w:r>
    </w:p>
    <w:p w14:paraId="3796F05C" w14:textId="77777777" w:rsidR="002C50B2" w:rsidRDefault="002C50B2" w:rsidP="002C50B2">
      <w:r>
        <w:t>— </w:t>
      </w:r>
      <w:r w:rsidR="00C77A4E" w:rsidRPr="00275B88">
        <w:t>Et puis</w:t>
      </w:r>
      <w:r>
        <w:t xml:space="preserve">, </w:t>
      </w:r>
      <w:r w:rsidR="00C77A4E" w:rsidRPr="00275B88">
        <w:t>faut pas s</w:t>
      </w:r>
      <w:r>
        <w:t>’</w:t>
      </w:r>
      <w:r w:rsidR="00C77A4E" w:rsidRPr="00275B88">
        <w:t>en faire</w:t>
      </w:r>
      <w:r>
        <w:t> !</w:t>
      </w:r>
    </w:p>
    <w:p w14:paraId="0A8C1B54" w14:textId="77777777" w:rsidR="002C50B2" w:rsidRDefault="00C77A4E" w:rsidP="002C50B2">
      <w:r w:rsidRPr="00275B88">
        <w:t>S</w:t>
      </w:r>
      <w:r w:rsidR="002C50B2">
        <w:t>’</w:t>
      </w:r>
      <w:r w:rsidRPr="00275B88">
        <w:t>ils avaient pénétré dans le jardin de l</w:t>
      </w:r>
      <w:r w:rsidR="002C50B2">
        <w:t>’</w:t>
      </w:r>
      <w:r w:rsidRPr="00275B88">
        <w:t>hôtel</w:t>
      </w:r>
      <w:r w:rsidR="002C50B2">
        <w:t xml:space="preserve">, </w:t>
      </w:r>
      <w:r w:rsidRPr="00275B88">
        <w:t>peut</w:t>
      </w:r>
      <w:r>
        <w:t>-</w:t>
      </w:r>
      <w:r w:rsidRPr="00275B88">
        <w:t>être</w:t>
      </w:r>
      <w:r w:rsidR="002C50B2">
        <w:t xml:space="preserve">, </w:t>
      </w:r>
      <w:r w:rsidRPr="00275B88">
        <w:t>malgré leur scepticisme</w:t>
      </w:r>
      <w:r w:rsidR="002C50B2">
        <w:t xml:space="preserve">, </w:t>
      </w:r>
      <w:r w:rsidRPr="00275B88">
        <w:t>eussent</w:t>
      </w:r>
      <w:r>
        <w:t>-</w:t>
      </w:r>
      <w:r w:rsidRPr="00275B88">
        <w:t>ils été moins convaincus de l</w:t>
      </w:r>
      <w:r w:rsidR="002C50B2">
        <w:t>’</w:t>
      </w:r>
      <w:r w:rsidRPr="00275B88">
        <w:t>inutilité de leur présence</w:t>
      </w:r>
      <w:r w:rsidR="002C50B2">
        <w:t>…</w:t>
      </w:r>
    </w:p>
    <w:p w14:paraId="1236CDCB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caché derrière un bosquet</w:t>
      </w:r>
      <w:r w:rsidR="002C50B2">
        <w:t xml:space="preserve">, </w:t>
      </w:r>
      <w:r w:rsidRPr="00275B88">
        <w:t>ils eussent aperçu</w:t>
      </w:r>
      <w:r w:rsidR="002C50B2">
        <w:t xml:space="preserve">, </w:t>
      </w:r>
      <w:r w:rsidRPr="00275B88">
        <w:t>drapé dans son suaire noir et la tête recouverte de son étrange capuchon</w:t>
      </w:r>
      <w:r w:rsidR="002C50B2">
        <w:t xml:space="preserve">, </w:t>
      </w:r>
      <w:r w:rsidRPr="00275B88">
        <w:t>le Fantôme du Louvre</w:t>
      </w:r>
      <w:r w:rsidR="002C50B2">
        <w:t xml:space="preserve">, </w:t>
      </w:r>
      <w:r w:rsidRPr="00275B88">
        <w:t>Belphégor en personne</w:t>
      </w:r>
      <w:r w:rsidR="002C50B2">
        <w:t xml:space="preserve">, </w:t>
      </w:r>
      <w:r w:rsidRPr="00275B88">
        <w:t>qui semblait attendre pour se livrer à de nouvelles et mystérieuses opérations</w:t>
      </w:r>
      <w:r w:rsidR="002C50B2">
        <w:t xml:space="preserve">, </w:t>
      </w:r>
      <w:r w:rsidRPr="00275B88">
        <w:t>que s</w:t>
      </w:r>
      <w:r w:rsidR="002C50B2">
        <w:t>’</w:t>
      </w:r>
      <w:r w:rsidRPr="00275B88">
        <w:t>éteignît une petite lumière qui brillait seule à travers la porte vitrée du vestibule</w:t>
      </w:r>
      <w:r w:rsidR="002C50B2">
        <w:t>.</w:t>
      </w:r>
    </w:p>
    <w:p w14:paraId="15189BA0" w14:textId="79E6C76A" w:rsidR="002C50B2" w:rsidRDefault="00C77A4E" w:rsidP="002C50B2">
      <w:r w:rsidRPr="00275B88">
        <w:t>Bientôt cette porte s</w:t>
      </w:r>
      <w:r w:rsidR="002C50B2">
        <w:t>’</w:t>
      </w:r>
      <w:r w:rsidRPr="00275B88">
        <w:t xml:space="preserve">entrouvrait et </w:t>
      </w:r>
      <w:r w:rsidR="002C50B2">
        <w:t>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Elsa Bergen apparut</w:t>
      </w:r>
      <w:r w:rsidR="002C50B2">
        <w:t xml:space="preserve">. </w:t>
      </w:r>
      <w:r w:rsidRPr="00275B88">
        <w:t>Elle se retourna comme pour s</w:t>
      </w:r>
      <w:r w:rsidR="002C50B2">
        <w:t>’</w:t>
      </w:r>
      <w:r w:rsidRPr="00275B88">
        <w:t>assurer qu</w:t>
      </w:r>
      <w:r w:rsidR="002C50B2">
        <w:t>’</w:t>
      </w:r>
      <w:r w:rsidRPr="00275B88">
        <w:t>elle n</w:t>
      </w:r>
      <w:r w:rsidR="002C50B2">
        <w:t>’</w:t>
      </w:r>
      <w:r w:rsidRPr="00275B88">
        <w:t>avait pas été suivie</w:t>
      </w:r>
      <w:r w:rsidR="002C50B2">
        <w:t xml:space="preserve">, </w:t>
      </w:r>
      <w:r w:rsidRPr="00275B88">
        <w:t>et promena son regard à travers le jardin</w:t>
      </w:r>
      <w:r w:rsidR="002C50B2">
        <w:t xml:space="preserve">… </w:t>
      </w:r>
      <w:r w:rsidRPr="00275B88">
        <w:t>Sans apercevoir le Fantôme</w:t>
      </w:r>
      <w:r w:rsidR="002C50B2">
        <w:t xml:space="preserve">, </w:t>
      </w:r>
      <w:r w:rsidRPr="00275B88">
        <w:t>qui se confondait avec la nuit</w:t>
      </w:r>
      <w:r w:rsidR="002C50B2">
        <w:t xml:space="preserve">, </w:t>
      </w:r>
      <w:r w:rsidRPr="00275B88">
        <w:t>elle se dirigea vers l</w:t>
      </w:r>
      <w:r w:rsidR="002C50B2">
        <w:t>’</w:t>
      </w:r>
      <w:r w:rsidRPr="00275B88">
        <w:t>atelier</w:t>
      </w:r>
      <w:r w:rsidR="002C50B2">
        <w:t xml:space="preserve">, </w:t>
      </w:r>
      <w:r w:rsidRPr="00275B88">
        <w:t>se retourna encore</w:t>
      </w:r>
      <w:r w:rsidR="002C50B2">
        <w:t xml:space="preserve">, </w:t>
      </w:r>
      <w:r w:rsidRPr="00275B88">
        <w:t>puis</w:t>
      </w:r>
      <w:r w:rsidR="002C50B2">
        <w:t xml:space="preserve">, </w:t>
      </w:r>
      <w:r w:rsidRPr="00275B88">
        <w:t>ouvrant la porte avec précaution</w:t>
      </w:r>
      <w:r w:rsidR="002C50B2">
        <w:t xml:space="preserve">, </w:t>
      </w:r>
      <w:r w:rsidRPr="00275B88">
        <w:t>elle se glissa à l</w:t>
      </w:r>
      <w:r w:rsidR="002C50B2">
        <w:t>’</w:t>
      </w:r>
      <w:r w:rsidRPr="00275B88">
        <w:t>intérieur du hall où régnait une obscurité profonde</w:t>
      </w:r>
      <w:r w:rsidR="002C50B2">
        <w:t>.</w:t>
      </w:r>
    </w:p>
    <w:p w14:paraId="48EB315C" w14:textId="77777777" w:rsidR="002C50B2" w:rsidRDefault="00C77A4E" w:rsidP="002C50B2">
      <w:r w:rsidRPr="00275B88">
        <w:lastRenderedPageBreak/>
        <w:t>Aussitôt</w:t>
      </w:r>
      <w:r w:rsidR="002C50B2">
        <w:t xml:space="preserve">, </w:t>
      </w:r>
      <w:r w:rsidRPr="00275B88">
        <w:t>la demoiselle de compagnie manœuvra un commutateur</w:t>
      </w:r>
      <w:r w:rsidR="002C50B2">
        <w:t xml:space="preserve">… </w:t>
      </w:r>
      <w:r w:rsidRPr="00275B88">
        <w:t>La lumière se fit</w:t>
      </w:r>
      <w:r w:rsidR="002C50B2">
        <w:t xml:space="preserve">… </w:t>
      </w:r>
      <w:r w:rsidRPr="00275B88">
        <w:t>une lumière assez faible que diffusait un plafonnier central</w:t>
      </w:r>
      <w:r w:rsidR="002C50B2">
        <w:t xml:space="preserve">, </w:t>
      </w:r>
      <w:r w:rsidRPr="00275B88">
        <w:t>mais suffisante cependant pour permettre à la Scandinave d</w:t>
      </w:r>
      <w:r w:rsidR="002C50B2">
        <w:t>’</w:t>
      </w:r>
      <w:r w:rsidRPr="00275B88">
        <w:t>aller et venir dans la vaste pièce</w:t>
      </w:r>
      <w:r w:rsidR="002C50B2">
        <w:t>.</w:t>
      </w:r>
    </w:p>
    <w:p w14:paraId="597F1B03" w14:textId="77777777" w:rsidR="002C50B2" w:rsidRDefault="00C77A4E" w:rsidP="002C50B2">
      <w:r w:rsidRPr="00275B88">
        <w:t>Sans la moindre hésitation</w:t>
      </w:r>
      <w:r w:rsidR="002C50B2">
        <w:t xml:space="preserve">, </w:t>
      </w:r>
      <w:r w:rsidRPr="00275B88">
        <w:t>Elsa Bergen se dirigea vers un bahut Renaissance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celui qui avait appartenu au baron Papillon</w:t>
      </w:r>
      <w:r w:rsidR="002C50B2">
        <w:t>.</w:t>
      </w:r>
    </w:p>
    <w:p w14:paraId="2B9D8464" w14:textId="77777777" w:rsidR="002C50B2" w:rsidRDefault="00C77A4E" w:rsidP="002C50B2">
      <w:r w:rsidRPr="00275B88">
        <w:t>Elsa Bergen appuya sur un ressort secret dissimulé derrière une charnière</w:t>
      </w:r>
      <w:r w:rsidR="002C50B2">
        <w:t xml:space="preserve">. </w:t>
      </w:r>
      <w:r w:rsidRPr="00275B88">
        <w:t>L</w:t>
      </w:r>
      <w:r w:rsidR="002C50B2">
        <w:t>’</w:t>
      </w:r>
      <w:r w:rsidRPr="00275B88">
        <w:t>un des battants s</w:t>
      </w:r>
      <w:r w:rsidR="002C50B2">
        <w:t>’</w:t>
      </w:r>
      <w:r w:rsidRPr="00275B88">
        <w:t>écarta lentement et elle allait introduire son bras à l</w:t>
      </w:r>
      <w:r w:rsidR="002C50B2">
        <w:t>’</w:t>
      </w:r>
      <w:r w:rsidRPr="00275B88">
        <w:t>intérieur du meuble</w:t>
      </w:r>
      <w:r w:rsidR="002C50B2">
        <w:t xml:space="preserve">, </w:t>
      </w:r>
      <w:r w:rsidRPr="00275B88">
        <w:t>lorsqu</w:t>
      </w:r>
      <w:r w:rsidR="002C50B2">
        <w:t>’</w:t>
      </w:r>
      <w:r w:rsidRPr="00275B88">
        <w:t>un bruit léger la fit se retourner</w:t>
      </w:r>
      <w:r w:rsidR="002C50B2">
        <w:t>.</w:t>
      </w:r>
    </w:p>
    <w:p w14:paraId="1B59A231" w14:textId="77777777" w:rsidR="002C50B2" w:rsidRDefault="00C77A4E" w:rsidP="002C50B2">
      <w:r w:rsidRPr="00275B88">
        <w:t>Le Fantôme du Louvre était là</w:t>
      </w:r>
      <w:r w:rsidR="002C50B2">
        <w:t xml:space="preserve">, </w:t>
      </w:r>
      <w:r w:rsidRPr="00275B88">
        <w:t>debout</w:t>
      </w:r>
      <w:r w:rsidR="002C50B2">
        <w:t xml:space="preserve">, </w:t>
      </w:r>
      <w:r w:rsidRPr="00275B88">
        <w:t>immobile au</w:t>
      </w:r>
      <w:r>
        <w:t>-</w:t>
      </w:r>
      <w:r w:rsidRPr="00275B88">
        <w:t>dessous du plafonnier</w:t>
      </w:r>
      <w:r w:rsidR="002C50B2">
        <w:t>…</w:t>
      </w:r>
    </w:p>
    <w:p w14:paraId="71574B4E" w14:textId="77777777" w:rsidR="002C50B2" w:rsidRDefault="00C77A4E" w:rsidP="002C50B2">
      <w:r w:rsidRPr="00275B88">
        <w:t>Nimbé d</w:t>
      </w:r>
      <w:r w:rsidR="002C50B2">
        <w:t>’</w:t>
      </w:r>
      <w:r w:rsidRPr="00275B88">
        <w:t>une sorte d</w:t>
      </w:r>
      <w:r w:rsidR="002C50B2">
        <w:t>’</w:t>
      </w:r>
      <w:r w:rsidRPr="00275B88">
        <w:t>auréole mystérieuse</w:t>
      </w:r>
      <w:r w:rsidR="002C50B2">
        <w:t xml:space="preserve">, </w:t>
      </w:r>
      <w:r w:rsidRPr="00275B88">
        <w:t>il semblait encore plus terrifiant</w:t>
      </w:r>
      <w:r w:rsidR="002C50B2">
        <w:t>.</w:t>
      </w:r>
    </w:p>
    <w:p w14:paraId="7EDAF8A4" w14:textId="77777777" w:rsidR="002C50B2" w:rsidRDefault="00C77A4E" w:rsidP="002C50B2">
      <w:r w:rsidRPr="00275B88">
        <w:t>Cependant</w:t>
      </w:r>
      <w:r w:rsidR="002C50B2">
        <w:t xml:space="preserve">, </w:t>
      </w:r>
      <w:r w:rsidRPr="00275B88">
        <w:t>la demoiselle de compagnie n</w:t>
      </w:r>
      <w:r w:rsidR="002C50B2">
        <w:t>’</w:t>
      </w:r>
      <w:r w:rsidRPr="00275B88">
        <w:t>eut qu</w:t>
      </w:r>
      <w:r w:rsidR="002C50B2">
        <w:t>’</w:t>
      </w:r>
      <w:r w:rsidRPr="00275B88">
        <w:t>un très bref sursaut d</w:t>
      </w:r>
      <w:r w:rsidR="002C50B2">
        <w:t>’</w:t>
      </w:r>
      <w:r w:rsidRPr="00275B88">
        <w:t>étonnement</w:t>
      </w:r>
      <w:r w:rsidR="002C50B2">
        <w:t xml:space="preserve">, </w:t>
      </w:r>
      <w:r w:rsidRPr="00275B88">
        <w:t>mais elle ne manifesta aucune frayeur</w:t>
      </w:r>
      <w:r w:rsidR="002C50B2">
        <w:t xml:space="preserve"> ; </w:t>
      </w:r>
      <w:r w:rsidRPr="00275B88">
        <w:t>et tandis que Belphégor s</w:t>
      </w:r>
      <w:r w:rsidR="002C50B2">
        <w:t>’</w:t>
      </w:r>
      <w:r w:rsidRPr="00275B88">
        <w:t>avançait</w:t>
      </w:r>
      <w:r w:rsidR="002C50B2">
        <w:t xml:space="preserve">, </w:t>
      </w:r>
      <w:r w:rsidRPr="00275B88">
        <w:t>elle fit simplement</w:t>
      </w:r>
      <w:r w:rsidR="002C50B2">
        <w:t> :</w:t>
      </w:r>
    </w:p>
    <w:p w14:paraId="53FEA821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toi</w:t>
      </w:r>
      <w:r>
        <w:t xml:space="preserve">… </w:t>
      </w:r>
      <w:r w:rsidR="00C77A4E" w:rsidRPr="00275B88">
        <w:t>Simone</w:t>
      </w:r>
      <w:r>
        <w:t> ?</w:t>
      </w:r>
    </w:p>
    <w:p w14:paraId="60A86A3B" w14:textId="77777777" w:rsidR="002C50B2" w:rsidRDefault="00C77A4E" w:rsidP="002C50B2">
      <w:r w:rsidRPr="00275B88">
        <w:t>Le Fantôme ne répondit pas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il se débarrassa de son suaire</w:t>
      </w:r>
      <w:r w:rsidR="002C50B2">
        <w:t xml:space="preserve">, </w:t>
      </w:r>
      <w:r w:rsidRPr="00275B88">
        <w:t>de son capuchon et de son masque</w:t>
      </w:r>
      <w:r w:rsidR="002C50B2">
        <w:t xml:space="preserve">, </w:t>
      </w:r>
      <w:r w:rsidRPr="00275B88">
        <w:t>qui se tenait tout d</w:t>
      </w:r>
      <w:r w:rsidR="002C50B2">
        <w:t>’</w:t>
      </w:r>
      <w:r w:rsidRPr="00275B88">
        <w:t>une pièce</w:t>
      </w:r>
      <w:r w:rsidR="002C50B2">
        <w:t>.</w:t>
      </w:r>
    </w:p>
    <w:p w14:paraId="7D177AF1" w14:textId="77777777" w:rsidR="002C50B2" w:rsidRDefault="00C77A4E" w:rsidP="002C50B2">
      <w:r w:rsidRPr="00275B88">
        <w:t>Elsa Bergen</w:t>
      </w:r>
      <w:r w:rsidR="002C50B2">
        <w:t xml:space="preserve">, </w:t>
      </w:r>
      <w:r w:rsidRPr="00275B88">
        <w:t>cette fois</w:t>
      </w:r>
      <w:r w:rsidR="002C50B2">
        <w:t xml:space="preserve">, </w:t>
      </w:r>
      <w:r w:rsidRPr="00275B88">
        <w:t>poussa un cri de terreur</w:t>
      </w:r>
      <w:r w:rsidR="002C50B2">
        <w:t>.</w:t>
      </w:r>
    </w:p>
    <w:p w14:paraId="5588B69F" w14:textId="77777777" w:rsidR="002C50B2" w:rsidRDefault="00C77A4E" w:rsidP="002C50B2">
      <w:r w:rsidRPr="00275B88">
        <w:t>Chantecoq était devant elle</w:t>
      </w:r>
      <w:r w:rsidR="002C50B2">
        <w:t>.</w:t>
      </w:r>
    </w:p>
    <w:p w14:paraId="4CF0210D" w14:textId="77777777" w:rsidR="002C50B2" w:rsidRDefault="00C77A4E" w:rsidP="002C50B2">
      <w:r w:rsidRPr="00275B88">
        <w:t>Comme elle demeurait figée sur place</w:t>
      </w:r>
      <w:r w:rsidR="002C50B2">
        <w:t xml:space="preserve">, </w:t>
      </w:r>
      <w:r w:rsidRPr="00275B88">
        <w:t>le grand limier la saisit par le poignet et lui dit avec force</w:t>
      </w:r>
      <w:r w:rsidR="002C50B2">
        <w:t> :</w:t>
      </w:r>
    </w:p>
    <w:p w14:paraId="74468D3D" w14:textId="77777777" w:rsidR="002C50B2" w:rsidRDefault="002C50B2" w:rsidP="002C50B2">
      <w:r>
        <w:lastRenderedPageBreak/>
        <w:t>— </w:t>
      </w:r>
      <w:r w:rsidR="00C77A4E" w:rsidRPr="00275B88">
        <w:t>Parlons peu</w:t>
      </w:r>
      <w:r>
        <w:t xml:space="preserve">, </w:t>
      </w:r>
      <w:r w:rsidR="00C77A4E" w:rsidRPr="00275B88">
        <w:t>mais parlons bien</w:t>
      </w:r>
      <w:r>
        <w:t> !</w:t>
      </w:r>
    </w:p>
    <w:p w14:paraId="4BD9BA20" w14:textId="77777777" w:rsidR="002C50B2" w:rsidRDefault="00C77A4E" w:rsidP="002C50B2">
      <w:r w:rsidRPr="00275B88">
        <w:t>Fermant les yeux</w:t>
      </w:r>
      <w:r w:rsidR="002C50B2">
        <w:t xml:space="preserve">, </w:t>
      </w:r>
      <w:r w:rsidRPr="00275B88">
        <w:t>la Scandinave chancela</w:t>
      </w:r>
      <w:r w:rsidR="002C50B2">
        <w:t xml:space="preserve">… </w:t>
      </w:r>
      <w:r w:rsidRPr="00275B88">
        <w:t>Chantecoq la retint et constata qu</w:t>
      </w:r>
      <w:r w:rsidR="002C50B2">
        <w:t>’</w:t>
      </w:r>
      <w:r w:rsidRPr="00275B88">
        <w:t>elle n</w:t>
      </w:r>
      <w:r w:rsidR="002C50B2">
        <w:t>’</w:t>
      </w:r>
      <w:r w:rsidRPr="00275B88">
        <w:t>était plus qu</w:t>
      </w:r>
      <w:r w:rsidR="002C50B2">
        <w:t>’</w:t>
      </w:r>
      <w:r w:rsidRPr="00275B88">
        <w:t>une loque entre ses bras</w:t>
      </w:r>
      <w:r w:rsidR="002C50B2">
        <w:t>…</w:t>
      </w:r>
    </w:p>
    <w:p w14:paraId="1F92D5B1" w14:textId="77777777" w:rsidR="002C50B2" w:rsidRDefault="002C50B2" w:rsidP="002C50B2">
      <w:r>
        <w:t>— </w:t>
      </w:r>
      <w:r w:rsidR="00C77A4E" w:rsidRPr="00275B88">
        <w:t>Évanouie</w:t>
      </w:r>
      <w:r>
        <w:t xml:space="preserve"> !… </w:t>
      </w:r>
      <w:r w:rsidR="00C77A4E" w:rsidRPr="00275B88">
        <w:t>grommela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. </w:t>
      </w:r>
      <w:r w:rsidR="00C77A4E" w:rsidRPr="00275B88">
        <w:t>Tant pis</w:t>
      </w:r>
      <w:r>
        <w:t xml:space="preserve"> ! </w:t>
      </w:r>
      <w:r w:rsidR="00C77A4E" w:rsidRPr="00275B88">
        <w:t>Quand elle reviendra à elle</w:t>
      </w:r>
      <w:r>
        <w:t xml:space="preserve">, </w:t>
      </w:r>
      <w:r w:rsidR="00C77A4E" w:rsidRPr="00275B88">
        <w:t>il faudra bien qu</w:t>
      </w:r>
      <w:r>
        <w:t>’</w:t>
      </w:r>
      <w:r w:rsidR="00C77A4E" w:rsidRPr="00275B88">
        <w:t>elle me dise la vérité</w:t>
      </w:r>
      <w:r>
        <w:t> !</w:t>
      </w:r>
    </w:p>
    <w:p w14:paraId="69DD39C5" w14:textId="77777777" w:rsidR="002C50B2" w:rsidRDefault="00C77A4E" w:rsidP="002C50B2">
      <w:r w:rsidRPr="00275B88">
        <w:t>Et il s</w:t>
      </w:r>
      <w:r w:rsidR="002C50B2">
        <w:t>’</w:t>
      </w:r>
      <w:r w:rsidRPr="00275B88">
        <w:t>en fut la transporter sur un canapé</w:t>
      </w:r>
      <w:r w:rsidR="002C50B2">
        <w:t>.</w:t>
      </w:r>
    </w:p>
    <w:p w14:paraId="3FA905B1" w14:textId="77777777" w:rsidR="002C50B2" w:rsidRDefault="00C77A4E" w:rsidP="002C50B2">
      <w:r w:rsidRPr="00275B88">
        <w:t>Tandis qu</w:t>
      </w:r>
      <w:r w:rsidR="002C50B2">
        <w:t>’</w:t>
      </w:r>
      <w:r w:rsidRPr="00275B88">
        <w:t>il s</w:t>
      </w:r>
      <w:r w:rsidR="002C50B2">
        <w:t>’</w:t>
      </w:r>
      <w:r w:rsidRPr="00275B88">
        <w:t>efforçait de la ranimer</w:t>
      </w:r>
      <w:r w:rsidR="002C50B2">
        <w:t xml:space="preserve">, </w:t>
      </w:r>
      <w:r w:rsidRPr="00275B88">
        <w:t>Elsa Bergen tirait de son corsage un stylet à lame courte et</w:t>
      </w:r>
      <w:r w:rsidR="002C50B2">
        <w:t xml:space="preserve">, </w:t>
      </w:r>
      <w:r w:rsidRPr="00275B88">
        <w:t>soit que le détective ne se fût pas aperçu de son geste</w:t>
      </w:r>
      <w:r w:rsidR="002C50B2">
        <w:t xml:space="preserve">, </w:t>
      </w:r>
      <w:r w:rsidRPr="00275B88">
        <w:t>soit qu</w:t>
      </w:r>
      <w:r w:rsidR="002C50B2">
        <w:t>’</w:t>
      </w:r>
      <w:r w:rsidRPr="00275B88">
        <w:t>il n</w:t>
      </w:r>
      <w:r w:rsidR="002C50B2">
        <w:t>’</w:t>
      </w:r>
      <w:r w:rsidRPr="00275B88">
        <w:t>eût pas le temps de le prévenir</w:t>
      </w:r>
      <w:r w:rsidR="002C50B2">
        <w:t xml:space="preserve">, </w:t>
      </w:r>
      <w:r w:rsidRPr="00275B88">
        <w:t>elle lui portait</w:t>
      </w:r>
      <w:r w:rsidR="002C50B2">
        <w:t xml:space="preserve">, </w:t>
      </w:r>
      <w:r w:rsidRPr="00275B88">
        <w:t>en pleine poitrine</w:t>
      </w:r>
      <w:r w:rsidR="002C50B2">
        <w:t xml:space="preserve">, </w:t>
      </w:r>
      <w:r w:rsidRPr="00275B88">
        <w:t>un coup violent de son arme</w:t>
      </w:r>
      <w:r w:rsidR="002C50B2">
        <w:t>.</w:t>
      </w:r>
    </w:p>
    <w:p w14:paraId="4DD85CD7" w14:textId="77777777" w:rsidR="002C50B2" w:rsidRDefault="00C77A4E" w:rsidP="002C50B2">
      <w:r w:rsidRPr="00275B88">
        <w:t>Chantecoq s</w:t>
      </w:r>
      <w:r w:rsidR="002C50B2">
        <w:t>’</w:t>
      </w:r>
      <w:r w:rsidRPr="00275B88">
        <w:t>écroula à terre</w:t>
      </w:r>
      <w:r w:rsidR="002C50B2">
        <w:t xml:space="preserve">, </w:t>
      </w:r>
      <w:r w:rsidRPr="00275B88">
        <w:t>foudroyé</w:t>
      </w:r>
      <w:r w:rsidR="002C50B2">
        <w:t>.</w:t>
      </w:r>
    </w:p>
    <w:p w14:paraId="28E589F8" w14:textId="77777777" w:rsidR="002C50B2" w:rsidRDefault="00C77A4E" w:rsidP="002C50B2">
      <w:r w:rsidRPr="00275B88">
        <w:t>La meurtrière se releva</w:t>
      </w:r>
      <w:r w:rsidR="002C50B2">
        <w:t xml:space="preserve">, </w:t>
      </w:r>
      <w:r w:rsidRPr="00275B88">
        <w:t>considéra d</w:t>
      </w:r>
      <w:r w:rsidR="002C50B2">
        <w:t>’</w:t>
      </w:r>
      <w:r w:rsidRPr="00275B88">
        <w:t>un air de triomphe le limier qui gisait à ses pieds</w:t>
      </w:r>
      <w:r w:rsidR="002C50B2">
        <w:t xml:space="preserve">, </w:t>
      </w:r>
      <w:r w:rsidRPr="00275B88">
        <w:t>puis s</w:t>
      </w:r>
      <w:r w:rsidR="002C50B2">
        <w:t>’</w:t>
      </w:r>
      <w:r w:rsidRPr="00275B88">
        <w:t>élança vers la porte</w:t>
      </w:r>
      <w:r w:rsidR="002C50B2">
        <w:t>.</w:t>
      </w:r>
    </w:p>
    <w:p w14:paraId="2EF53AFC" w14:textId="77777777" w:rsidR="002C50B2" w:rsidRDefault="00C77A4E" w:rsidP="002C50B2">
      <w:r w:rsidRPr="00275B88">
        <w:t>Mais au moment où elle allait l</w:t>
      </w:r>
      <w:r w:rsidR="002C50B2">
        <w:t>’</w:t>
      </w:r>
      <w:r w:rsidRPr="00275B88">
        <w:t>atteindre</w:t>
      </w:r>
      <w:r w:rsidR="002C50B2">
        <w:t xml:space="preserve">, </w:t>
      </w:r>
      <w:r w:rsidRPr="00275B88">
        <w:t>brusquement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ouvrit</w:t>
      </w:r>
      <w:r w:rsidR="002C50B2">
        <w:t xml:space="preserve">… </w:t>
      </w:r>
      <w:r w:rsidRPr="00275B88">
        <w:t xml:space="preserve">et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flanqué de Pandore et de Vidocq</w:t>
      </w:r>
      <w:r w:rsidR="002C50B2">
        <w:t xml:space="preserve">, </w:t>
      </w:r>
      <w:r w:rsidRPr="00275B88">
        <w:t>lui barra résolument la route</w:t>
      </w:r>
      <w:r w:rsidR="002C50B2">
        <w:t>.</w:t>
      </w:r>
    </w:p>
    <w:p w14:paraId="30B1C47F" w14:textId="77777777" w:rsidR="002C50B2" w:rsidRDefault="00C77A4E" w:rsidP="002C50B2">
      <w:r w:rsidRPr="00275B88">
        <w:t>La demoiselle de compagnie eut un hurlement de bête traquée auquel succéda un bruyant éclat de rire</w:t>
      </w:r>
      <w:r w:rsidR="002C50B2">
        <w:t>.</w:t>
      </w:r>
    </w:p>
    <w:p w14:paraId="62EBE22A" w14:textId="77777777" w:rsidR="002C50B2" w:rsidRDefault="00C77A4E" w:rsidP="002C50B2">
      <w:r w:rsidRPr="00275B88">
        <w:t>C</w:t>
      </w:r>
      <w:r w:rsidR="002C50B2">
        <w:t>’</w:t>
      </w:r>
      <w:r w:rsidRPr="00275B88">
        <w:t>était Chantecoq qui</w:t>
      </w:r>
      <w:r w:rsidR="002C50B2">
        <w:t xml:space="preserve">, </w:t>
      </w:r>
      <w:r w:rsidRPr="00275B88">
        <w:t>dressé sur son séant</w:t>
      </w:r>
      <w:r w:rsidR="002C50B2">
        <w:t xml:space="preserve">, </w:t>
      </w:r>
      <w:r w:rsidRPr="00275B88">
        <w:t>lui lançait</w:t>
      </w:r>
      <w:r w:rsidR="002C50B2">
        <w:t> :</w:t>
      </w:r>
    </w:p>
    <w:p w14:paraId="392271C0" w14:textId="77777777" w:rsidR="002C50B2" w:rsidRDefault="002C50B2" w:rsidP="002C50B2">
      <w:r>
        <w:t>— </w:t>
      </w:r>
      <w:r w:rsidR="00C77A4E" w:rsidRPr="00275B88">
        <w:t>Ah çà</w:t>
      </w:r>
      <w:r>
        <w:t xml:space="preserve"> ! </w:t>
      </w:r>
      <w:r w:rsidR="00C77A4E" w:rsidRPr="00275B88">
        <w:t>vous me preniez donc pour un nigaud</w:t>
      </w:r>
      <w:r>
        <w:t> ?</w:t>
      </w:r>
    </w:p>
    <w:p w14:paraId="3FDDE852" w14:textId="77777777" w:rsidR="002C50B2" w:rsidRDefault="00C77A4E" w:rsidP="002C50B2">
      <w:r w:rsidRPr="00275B88">
        <w:t>D</w:t>
      </w:r>
      <w:r w:rsidR="002C50B2">
        <w:t>’</w:t>
      </w:r>
      <w:r w:rsidRPr="00275B88">
        <w:t>un bond</w:t>
      </w:r>
      <w:r w:rsidR="002C50B2">
        <w:t xml:space="preserve">, </w:t>
      </w:r>
      <w:r w:rsidRPr="00275B88">
        <w:t>il fut sur ses jambes</w:t>
      </w:r>
      <w:r w:rsidR="002C50B2">
        <w:t xml:space="preserve">, </w:t>
      </w:r>
      <w:r w:rsidRPr="00275B88">
        <w:t>et rejoignant Elsa Bergen qui le contemplait d</w:t>
      </w:r>
      <w:r w:rsidR="002C50B2">
        <w:t>’</w:t>
      </w:r>
      <w:r w:rsidRPr="00275B88">
        <w:t>un œil rempli d</w:t>
      </w:r>
      <w:r w:rsidR="002C50B2">
        <w:t>’</w:t>
      </w:r>
      <w:r w:rsidRPr="00275B88">
        <w:t>épouvante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arrêta à deux ou trois pas d</w:t>
      </w:r>
      <w:r w:rsidR="002C50B2">
        <w:t>’</w:t>
      </w:r>
      <w:r w:rsidRPr="00275B88">
        <w:t>elle</w:t>
      </w:r>
      <w:r w:rsidR="002C50B2">
        <w:t xml:space="preserve"> ; </w:t>
      </w:r>
      <w:r w:rsidRPr="00275B88">
        <w:t>et le détective</w:t>
      </w:r>
      <w:r w:rsidR="002C50B2">
        <w:t xml:space="preserve">, </w:t>
      </w:r>
      <w:r w:rsidRPr="00275B88">
        <w:t>écartant brusquement son gilet</w:t>
      </w:r>
      <w:r w:rsidR="002C50B2">
        <w:t xml:space="preserve">, </w:t>
      </w:r>
      <w:r w:rsidRPr="00275B88">
        <w:t xml:space="preserve">lui montra une fine </w:t>
      </w:r>
      <w:r w:rsidRPr="00043011">
        <w:t>cotte</w:t>
      </w:r>
      <w:r w:rsidRPr="00275B88">
        <w:t xml:space="preserve"> de mailles qui lui entourait entièrement le buste</w:t>
      </w:r>
      <w:r w:rsidR="002C50B2">
        <w:t>.</w:t>
      </w:r>
    </w:p>
    <w:p w14:paraId="3F0A5C06" w14:textId="77777777" w:rsidR="002C50B2" w:rsidRDefault="00C77A4E" w:rsidP="002C50B2">
      <w:r w:rsidRPr="00275B88">
        <w:lastRenderedPageBreak/>
        <w:t>Puis il articula</w:t>
      </w:r>
      <w:r w:rsidR="002C50B2">
        <w:t> :</w:t>
      </w:r>
    </w:p>
    <w:p w14:paraId="42ABCCB6" w14:textId="77777777" w:rsidR="002C50B2" w:rsidRDefault="002C50B2" w:rsidP="002C50B2">
      <w:r>
        <w:t>— </w:t>
      </w:r>
      <w:r w:rsidR="00C77A4E" w:rsidRPr="00275B88">
        <w:t>Quand j</w:t>
      </w:r>
      <w:r>
        <w:t>’</w:t>
      </w:r>
      <w:r w:rsidR="00C77A4E" w:rsidRPr="00275B88">
        <w:t>ai affaire à des bandits</w:t>
      </w:r>
      <w:r>
        <w:t xml:space="preserve">, </w:t>
      </w:r>
      <w:r w:rsidR="00C77A4E" w:rsidRPr="00275B88">
        <w:t>je me tiens toujours sur mes gardes</w:t>
      </w:r>
      <w:r>
        <w:t> !</w:t>
      </w:r>
    </w:p>
    <w:p w14:paraId="51D7E0EA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braquant un revolver sous le nez de la Scandinave</w:t>
      </w:r>
      <w:r w:rsidR="002C50B2">
        <w:t xml:space="preserve">, </w:t>
      </w:r>
      <w:r w:rsidRPr="00275B88">
        <w:t>et lui arrachant le poignard qu</w:t>
      </w:r>
      <w:r w:rsidR="002C50B2">
        <w:t>’</w:t>
      </w:r>
      <w:r w:rsidRPr="00275B88">
        <w:t>elle tenait toujours à la main</w:t>
      </w:r>
      <w:r w:rsidR="002C50B2">
        <w:t xml:space="preserve">, </w:t>
      </w:r>
      <w:r w:rsidRPr="00275B88">
        <w:t>il martela sur un ton qui n</w:t>
      </w:r>
      <w:r w:rsidR="002C50B2">
        <w:t>’</w:t>
      </w:r>
      <w:r w:rsidRPr="00275B88">
        <w:t>admettait pas de réplique</w:t>
      </w:r>
      <w:r w:rsidR="002C50B2">
        <w:t> :</w:t>
      </w:r>
    </w:p>
    <w:p w14:paraId="5BA8F312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à table</w:t>
      </w:r>
      <w:r>
        <w:t> !</w:t>
      </w:r>
    </w:p>
    <w:p w14:paraId="4154625B" w14:textId="77777777" w:rsidR="002C50B2" w:rsidRDefault="00C77A4E" w:rsidP="002C50B2">
      <w:r w:rsidRPr="00275B88">
        <w:t>Dominée par le regard impérieux du détective</w:t>
      </w:r>
      <w:r w:rsidR="002C50B2">
        <w:t xml:space="preserve">, </w:t>
      </w:r>
      <w:r w:rsidRPr="00275B88">
        <w:t>la demoiselle de compagnie s</w:t>
      </w:r>
      <w:r w:rsidR="002C50B2">
        <w:t>’</w:t>
      </w:r>
      <w:r w:rsidRPr="00275B88">
        <w:t>assit sur un fauteuil</w:t>
      </w:r>
      <w:r w:rsidR="002C50B2">
        <w:t xml:space="preserve">… </w:t>
      </w:r>
      <w:r w:rsidRPr="00275B88">
        <w:t xml:space="preserve">Et tandis que </w:t>
      </w:r>
      <w:proofErr w:type="spellStart"/>
      <w:r w:rsidRPr="00275B88">
        <w:t>Gautrais</w:t>
      </w:r>
      <w:proofErr w:type="spellEnd"/>
      <w:r w:rsidRPr="00275B88">
        <w:t xml:space="preserve"> demeurait en faction devant la porte</w:t>
      </w:r>
      <w:r w:rsidR="002C50B2">
        <w:t xml:space="preserve">, </w:t>
      </w:r>
      <w:r w:rsidRPr="00275B88">
        <w:t>avec ses deux chiens</w:t>
      </w:r>
      <w:r w:rsidR="002C50B2">
        <w:t xml:space="preserve">, </w:t>
      </w:r>
      <w:r w:rsidRPr="00275B88">
        <w:t>Chantecoq attaquait</w:t>
      </w:r>
      <w:r w:rsidR="002C50B2">
        <w:t> :</w:t>
      </w:r>
    </w:p>
    <w:p w14:paraId="0EED2B52" w14:textId="7B81E5A8" w:rsidR="002C50B2" w:rsidRDefault="002C50B2" w:rsidP="002C50B2">
      <w:r>
        <w:t>— </w:t>
      </w:r>
      <w:r w:rsidR="00C77A4E" w:rsidRPr="00275B88">
        <w:t>Voulez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expliquer tout d</w:t>
      </w:r>
      <w:r>
        <w:t>’</w:t>
      </w:r>
      <w:r w:rsidR="00C77A4E" w:rsidRPr="00275B88">
        <w:t>abord pourquoi</w:t>
      </w:r>
      <w:r>
        <w:t xml:space="preserve">, </w:t>
      </w:r>
      <w:r w:rsidR="00C77A4E" w:rsidRPr="00275B88">
        <w:t>lorsque vous avez vu apparaître le Fantôme vous vous êtes écriée</w:t>
      </w:r>
      <w:r>
        <w:t> : « </w:t>
      </w:r>
      <w:r w:rsidR="00C77A4E" w:rsidRPr="00275B88">
        <w:t>Comment</w:t>
      </w:r>
      <w:r>
        <w:t xml:space="preserve"> ! </w:t>
      </w:r>
      <w:r w:rsidR="00C77A4E" w:rsidRPr="00275B88">
        <w:t>Simone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toi</w:t>
      </w:r>
      <w:r>
        <w:t> ? »</w:t>
      </w:r>
    </w:p>
    <w:p w14:paraId="168F55B7" w14:textId="77777777" w:rsidR="002C50B2" w:rsidRDefault="002C50B2" w:rsidP="002C50B2">
      <w:r>
        <w:t>— </w:t>
      </w:r>
      <w:r w:rsidR="00C77A4E" w:rsidRPr="00275B88">
        <w:t>Je ne vous répondrai rien</w:t>
      </w:r>
      <w:r>
        <w:t>.</w:t>
      </w:r>
    </w:p>
    <w:p w14:paraId="60C64761" w14:textId="77777777" w:rsidR="002C50B2" w:rsidRDefault="00C77A4E" w:rsidP="002C50B2">
      <w:r w:rsidRPr="00275B88">
        <w:t>Le limier reprenait</w:t>
      </w:r>
      <w:r w:rsidR="002C50B2">
        <w:t> :</w:t>
      </w:r>
    </w:p>
    <w:p w14:paraId="610ECA69" w14:textId="5D21B863" w:rsidR="002C50B2" w:rsidRDefault="002C50B2" w:rsidP="002C50B2">
      <w:r>
        <w:t>— </w:t>
      </w:r>
      <w:r w:rsidR="00C77A4E" w:rsidRPr="00275B88">
        <w:t xml:space="preserve">Je suis donc en droit de conclure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est vivante</w:t>
      </w:r>
      <w:r>
        <w:t xml:space="preserve">, </w:t>
      </w:r>
      <w:r w:rsidR="00C77A4E" w:rsidRPr="00275B88">
        <w:t>et que c</w:t>
      </w:r>
      <w:r>
        <w:t>’</w:t>
      </w:r>
      <w:r w:rsidR="00C77A4E" w:rsidRPr="00275B88">
        <w:t>est elle</w:t>
      </w:r>
      <w:r>
        <w:t xml:space="preserve">, </w:t>
      </w:r>
      <w:r w:rsidR="00C77A4E" w:rsidRPr="00275B88">
        <w:t>Belphégor</w:t>
      </w:r>
      <w:r>
        <w:t>.</w:t>
      </w:r>
    </w:p>
    <w:p w14:paraId="0C8D60E4" w14:textId="77777777" w:rsidR="002C50B2" w:rsidRDefault="00C77A4E" w:rsidP="002C50B2">
      <w:r w:rsidRPr="00275B88">
        <w:t>Elsa Bergen gardait toujours le silence</w:t>
      </w:r>
      <w:r w:rsidR="002C50B2">
        <w:t>.</w:t>
      </w:r>
    </w:p>
    <w:p w14:paraId="49109DBC" w14:textId="77777777" w:rsidR="002C50B2" w:rsidRDefault="00C77A4E" w:rsidP="002C50B2">
      <w:r w:rsidRPr="00275B88">
        <w:t>Comprenant que</w:t>
      </w:r>
      <w:r w:rsidR="002C50B2">
        <w:t xml:space="preserve">, </w:t>
      </w:r>
      <w:r w:rsidRPr="00275B88">
        <w:t>pour l</w:t>
      </w:r>
      <w:r w:rsidR="002C50B2">
        <w:t>’</w:t>
      </w:r>
      <w:r w:rsidRPr="00275B88">
        <w:t>instant du moins</w:t>
      </w:r>
      <w:r w:rsidR="002C50B2">
        <w:t xml:space="preserve">, </w:t>
      </w:r>
      <w:r w:rsidRPr="00275B88">
        <w:t>il ne tirerait rien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il commença par jeter un coup d</w:t>
      </w:r>
      <w:r w:rsidR="002C50B2">
        <w:t>’</w:t>
      </w:r>
      <w:r w:rsidRPr="00275B88">
        <w:t>œil sur les objets qui l</w:t>
      </w:r>
      <w:r w:rsidR="002C50B2">
        <w:t>’</w:t>
      </w:r>
      <w:r w:rsidRPr="00275B88">
        <w:t>environnaient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apercevant le bahut Renaissance qui se profilait dans l</w:t>
      </w:r>
      <w:r w:rsidR="002C50B2">
        <w:t>’</w:t>
      </w:r>
      <w:r w:rsidRPr="00275B88">
        <w:t>ombre</w:t>
      </w:r>
      <w:r w:rsidR="002C50B2">
        <w:t xml:space="preserve">, </w:t>
      </w:r>
      <w:r w:rsidRPr="00275B88">
        <w:t>après avoir indiqué du doigt</w:t>
      </w:r>
      <w:r w:rsidR="002C50B2">
        <w:t xml:space="preserve">, </w:t>
      </w:r>
      <w:r w:rsidRPr="00275B88">
        <w:t xml:space="preserve">à Pierre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la Scandinave qui</w:t>
      </w:r>
      <w:r w:rsidR="002C50B2">
        <w:t xml:space="preserve">, </w:t>
      </w:r>
      <w:r w:rsidRPr="00275B88">
        <w:t>littéralement effondrée</w:t>
      </w:r>
      <w:r w:rsidR="002C50B2">
        <w:t xml:space="preserve">, </w:t>
      </w:r>
      <w:r w:rsidRPr="00275B88">
        <w:t>le considérait avec angoisse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vers le meuble dont il ouvrit largement les deux battants</w:t>
      </w:r>
      <w:r w:rsidR="002C50B2">
        <w:t>…</w:t>
      </w:r>
    </w:p>
    <w:p w14:paraId="5505410F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ah</w:t>
      </w:r>
      <w:r>
        <w:t xml:space="preserve"> ! </w:t>
      </w:r>
      <w:r w:rsidR="00C77A4E" w:rsidRPr="00275B88">
        <w:t>très bien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donc cela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écriait</w:t>
      </w:r>
      <w:r w:rsidR="00C77A4E">
        <w:t>-</w:t>
      </w:r>
      <w:r w:rsidR="00C77A4E" w:rsidRPr="00275B88">
        <w:t>il</w:t>
      </w:r>
      <w:r>
        <w:t>.</w:t>
      </w:r>
    </w:p>
    <w:p w14:paraId="4EB782EF" w14:textId="77777777" w:rsidR="002C50B2" w:rsidRDefault="00C77A4E" w:rsidP="002C50B2">
      <w:r w:rsidRPr="00275B88">
        <w:lastRenderedPageBreak/>
        <w:t>Chantecoq venait en effet d</w:t>
      </w:r>
      <w:r w:rsidR="002C50B2">
        <w:t>’</w:t>
      </w:r>
      <w:r w:rsidRPr="00275B88">
        <w:t>apercevoir</w:t>
      </w:r>
      <w:r w:rsidR="002C50B2">
        <w:t xml:space="preserve">, </w:t>
      </w:r>
      <w:r w:rsidRPr="00275B88">
        <w:t>suspendu à l</w:t>
      </w:r>
      <w:r w:rsidR="002C50B2">
        <w:t>’</w:t>
      </w:r>
      <w:r w:rsidRPr="00275B88">
        <w:t>intérieur du meuble</w:t>
      </w:r>
      <w:r w:rsidR="002C50B2">
        <w:t xml:space="preserve">, </w:t>
      </w:r>
      <w:r w:rsidRPr="00275B88">
        <w:t>un mannequin de cire qui reproduisait</w:t>
      </w:r>
      <w:r w:rsidR="002C50B2">
        <w:t xml:space="preserve">, </w:t>
      </w:r>
      <w:r w:rsidRPr="00275B88">
        <w:t>à s</w:t>
      </w:r>
      <w:r w:rsidR="002C50B2">
        <w:t>’</w:t>
      </w:r>
      <w:r w:rsidRPr="00275B88">
        <w:t>y méprendre</w:t>
      </w:r>
      <w:r w:rsidR="002C50B2">
        <w:t xml:space="preserve">, </w:t>
      </w:r>
      <w:r w:rsidRPr="00275B88">
        <w:t>les traits de Simone Desroches</w:t>
      </w:r>
      <w:r w:rsidR="002C50B2">
        <w:t>.</w:t>
      </w:r>
    </w:p>
    <w:p w14:paraId="7C0260B8" w14:textId="77777777" w:rsidR="002C50B2" w:rsidRDefault="002C50B2" w:rsidP="002C50B2">
      <w:r>
        <w:t>— </w:t>
      </w:r>
      <w:r w:rsidR="00C77A4E" w:rsidRPr="00275B88">
        <w:t>Voilà du beau travail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… </w:t>
      </w:r>
      <w:r w:rsidR="00C77A4E" w:rsidRPr="00275B88">
        <w:t>Je serais curieux d</w:t>
      </w:r>
      <w:r>
        <w:t>’</w:t>
      </w:r>
      <w:r w:rsidR="00C77A4E" w:rsidRPr="00275B88">
        <w:t>avoir l</w:t>
      </w:r>
      <w:r>
        <w:t>’</w:t>
      </w:r>
      <w:r w:rsidR="00C77A4E" w:rsidRPr="00275B88">
        <w:t>adresse de l</w:t>
      </w:r>
      <w:r>
        <w:t>’</w:t>
      </w:r>
      <w:r w:rsidR="00C77A4E" w:rsidRPr="00275B88">
        <w:t>artiste qui a exécuté ce véritable chef</w:t>
      </w:r>
      <w:r w:rsidR="00C77A4E">
        <w:t>-</w:t>
      </w:r>
      <w:r w:rsidR="00C77A4E" w:rsidRPr="00275B88">
        <w:t>d</w:t>
      </w:r>
      <w:r>
        <w:t>’</w:t>
      </w:r>
      <w:r w:rsidR="00C77A4E" w:rsidRPr="00275B88">
        <w:t>œuvre</w:t>
      </w:r>
      <w:r>
        <w:t>.</w:t>
      </w:r>
    </w:p>
    <w:p w14:paraId="3DB760F8" w14:textId="77777777" w:rsidR="002C50B2" w:rsidRDefault="00C77A4E" w:rsidP="002C50B2">
      <w:r w:rsidRPr="00275B88">
        <w:t>Et s</w:t>
      </w:r>
      <w:r w:rsidR="002C50B2">
        <w:t>’</w:t>
      </w:r>
      <w:r w:rsidRPr="00275B88">
        <w:t>adressant à Elsa Bergen dont le visage avait l</w:t>
      </w:r>
      <w:r w:rsidR="002C50B2">
        <w:t>’</w:t>
      </w:r>
      <w:r w:rsidRPr="00275B88">
        <w:t>expression terrifiée d</w:t>
      </w:r>
      <w:r w:rsidR="002C50B2">
        <w:t>’</w:t>
      </w:r>
      <w:r w:rsidRPr="00275B88">
        <w:t>un criminel qui se sent perdu et à la veille d</w:t>
      </w:r>
      <w:r w:rsidR="002C50B2">
        <w:t>’</w:t>
      </w:r>
      <w:r w:rsidRPr="00275B88">
        <w:t>expier ses crimes</w:t>
      </w:r>
      <w:r w:rsidR="002C50B2">
        <w:t xml:space="preserve">, </w:t>
      </w:r>
      <w:r w:rsidRPr="00275B88">
        <w:t>il fit</w:t>
      </w:r>
      <w:r w:rsidR="002C50B2">
        <w:t> :</w:t>
      </w:r>
    </w:p>
    <w:p w14:paraId="5E1E6237" w14:textId="77777777" w:rsidR="002C50B2" w:rsidRDefault="002C50B2" w:rsidP="002C50B2">
      <w:r>
        <w:t>— </w:t>
      </w:r>
      <w:r w:rsidR="00C77A4E" w:rsidRPr="00275B88">
        <w:t>Je comprends tout</w:t>
      </w:r>
      <w:r>
        <w:t xml:space="preserve">. </w:t>
      </w:r>
      <w:r w:rsidR="00C77A4E" w:rsidRPr="00275B88">
        <w:t>Grâce à ce mannequin</w:t>
      </w:r>
      <w:r>
        <w:t xml:space="preserve">, </w:t>
      </w:r>
      <w:r w:rsidR="00C77A4E" w:rsidRPr="00275B88">
        <w:t>Belphégor pouvait à la fois reposer dans son lit</w:t>
      </w:r>
      <w:r>
        <w:t xml:space="preserve">… </w:t>
      </w:r>
      <w:r w:rsidR="00C77A4E" w:rsidRPr="00275B88">
        <w:t>et assassiner au Louvre</w:t>
      </w:r>
      <w:r>
        <w:t xml:space="preserve">… </w:t>
      </w:r>
      <w:r w:rsidR="00C77A4E" w:rsidRPr="00275B88">
        <w:t>Être en même temps morte et vivante</w:t>
      </w:r>
      <w:r>
        <w:t xml:space="preserve">… </w:t>
      </w:r>
      <w:r w:rsidR="00C77A4E" w:rsidRPr="00275B88">
        <w:t>Pas mal imaginé pour une femme poète</w:t>
      </w:r>
      <w:r>
        <w:t> !…</w:t>
      </w:r>
    </w:p>
    <w:p w14:paraId="082677ED" w14:textId="77777777" w:rsidR="002C50B2" w:rsidRDefault="00C77A4E" w:rsidP="002C50B2">
      <w:r w:rsidRPr="00275B88">
        <w:t>Et tout à la joie de son extraordinaire découverte</w:t>
      </w:r>
      <w:r w:rsidR="002C50B2">
        <w:t xml:space="preserve">, </w:t>
      </w:r>
      <w:r w:rsidRPr="00275B88">
        <w:t>le roi des détectives disait</w:t>
      </w:r>
      <w:r w:rsidR="002C50B2">
        <w:t> :</w:t>
      </w:r>
    </w:p>
    <w:p w14:paraId="3A0FF55E" w14:textId="77777777" w:rsidR="002C50B2" w:rsidRDefault="002C50B2" w:rsidP="002C50B2">
      <w:r>
        <w:t>— </w:t>
      </w:r>
      <w:r w:rsidR="00C77A4E" w:rsidRPr="00275B88">
        <w:t>Mon flair ne m</w:t>
      </w:r>
      <w:r>
        <w:t>’</w:t>
      </w:r>
      <w:r w:rsidR="00C77A4E" w:rsidRPr="00275B88">
        <w:t>avait pas trompé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était bien ici que se trouvait la clef du mystère</w:t>
      </w:r>
      <w:r>
        <w:t>.</w:t>
      </w:r>
    </w:p>
    <w:p w14:paraId="1A9385F8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désignant le mannequin à Elsa Bergen</w:t>
      </w:r>
      <w:r w:rsidR="002C50B2">
        <w:t xml:space="preserve">, </w:t>
      </w:r>
      <w:r w:rsidRPr="00275B88">
        <w:t>il fit</w:t>
      </w:r>
      <w:r w:rsidR="002C50B2">
        <w:t> :</w:t>
      </w:r>
    </w:p>
    <w:p w14:paraId="6482AF2D" w14:textId="77777777" w:rsidR="002C50B2" w:rsidRDefault="002C50B2" w:rsidP="002C50B2">
      <w:r>
        <w:t>— </w:t>
      </w:r>
      <w:r w:rsidR="00C77A4E" w:rsidRPr="00275B88">
        <w:t>Maintenant que j</w:t>
      </w:r>
      <w:r>
        <w:t>’</w:t>
      </w:r>
      <w:r w:rsidR="00C77A4E" w:rsidRPr="00275B88">
        <w:t>ai trouvé la copie</w:t>
      </w:r>
      <w:r>
        <w:t xml:space="preserve">, </w:t>
      </w:r>
      <w:r w:rsidR="00C77A4E" w:rsidRPr="00275B88">
        <w:t>il va falloir me dire ce qu</w:t>
      </w:r>
      <w:r>
        <w:t>’</w:t>
      </w:r>
      <w:r w:rsidR="00C77A4E" w:rsidRPr="00275B88">
        <w:t>est devenu l</w:t>
      </w:r>
      <w:r>
        <w:t>’</w:t>
      </w:r>
      <w:r w:rsidR="00C77A4E" w:rsidRPr="00275B88">
        <w:t>original</w:t>
      </w:r>
      <w:r>
        <w:t>.</w:t>
      </w:r>
    </w:p>
    <w:p w14:paraId="52A18A50" w14:textId="77777777" w:rsidR="002C50B2" w:rsidRDefault="00C77A4E" w:rsidP="002C50B2">
      <w:r w:rsidRPr="00275B88">
        <w:t>Mais la demoiselle de compagnie s</w:t>
      </w:r>
      <w:r w:rsidR="002C50B2">
        <w:t>’</w:t>
      </w:r>
      <w:r w:rsidRPr="00275B88">
        <w:t>obstinait dans son mutisme</w:t>
      </w:r>
      <w:r w:rsidR="002C50B2">
        <w:t>.</w:t>
      </w:r>
    </w:p>
    <w:p w14:paraId="3DF838D9" w14:textId="77777777" w:rsidR="002C50B2" w:rsidRDefault="00C77A4E" w:rsidP="002C50B2">
      <w:r w:rsidRPr="00275B88">
        <w:t>Chantecoq reprenait l</w:t>
      </w:r>
      <w:r w:rsidR="002C50B2">
        <w:t>’</w:t>
      </w:r>
      <w:r w:rsidRPr="00275B88">
        <w:t>air menaçant</w:t>
      </w:r>
      <w:r w:rsidR="002C50B2">
        <w:t> :</w:t>
      </w:r>
    </w:p>
    <w:p w14:paraId="6656473A" w14:textId="77777777" w:rsidR="002C50B2" w:rsidRDefault="002C50B2" w:rsidP="002C50B2">
      <w:r>
        <w:t>— </w:t>
      </w:r>
      <w:r w:rsidR="00C77A4E" w:rsidRPr="00275B88">
        <w:t>Puisque vous ne voulez pas parler</w:t>
      </w:r>
      <w:r>
        <w:t xml:space="preserve">, </w:t>
      </w:r>
      <w:r w:rsidR="00C77A4E" w:rsidRPr="00275B88">
        <w:t>je sais ce qui me reste à faire</w:t>
      </w:r>
      <w:r>
        <w:t>.</w:t>
      </w:r>
    </w:p>
    <w:p w14:paraId="2AA491F0" w14:textId="77777777" w:rsidR="002C50B2" w:rsidRDefault="00C77A4E" w:rsidP="002C50B2">
      <w:r w:rsidRPr="00275B88">
        <w:t>Et avec autorité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616682FE" w14:textId="77777777" w:rsidR="002C50B2" w:rsidRDefault="002C50B2" w:rsidP="002C50B2">
      <w:r>
        <w:lastRenderedPageBreak/>
        <w:t>— </w:t>
      </w:r>
      <w:r w:rsidR="00C77A4E" w:rsidRPr="00275B88">
        <w:t>Allons</w:t>
      </w:r>
      <w:r>
        <w:t xml:space="preserve">, </w:t>
      </w:r>
      <w:r w:rsidR="00C77A4E" w:rsidRPr="00275B88">
        <w:t>debout</w:t>
      </w:r>
      <w:r>
        <w:t xml:space="preserve">… </w:t>
      </w:r>
      <w:r w:rsidR="00C77A4E" w:rsidRPr="00275B88">
        <w:t>et suivez</w:t>
      </w:r>
      <w:r w:rsidR="00C77A4E">
        <w:t>-</w:t>
      </w:r>
      <w:r w:rsidR="00C77A4E" w:rsidRPr="00275B88">
        <w:t>moi</w:t>
      </w:r>
      <w:r>
        <w:t xml:space="preserve"> !… </w:t>
      </w:r>
      <w:r w:rsidR="00C77A4E" w:rsidRPr="00275B88">
        <w:t>Et au moindre cri de votre part</w:t>
      </w:r>
      <w:r>
        <w:t xml:space="preserve">, </w:t>
      </w:r>
      <w:r w:rsidR="00C77A4E" w:rsidRPr="00275B88">
        <w:t>gare</w:t>
      </w:r>
      <w:r>
        <w:t xml:space="preserve"> ! </w:t>
      </w:r>
      <w:r w:rsidR="00C77A4E" w:rsidRPr="00275B88">
        <w:t>Ce n</w:t>
      </w:r>
      <w:r>
        <w:t>’</w:t>
      </w:r>
      <w:r w:rsidR="00C77A4E" w:rsidRPr="00275B88">
        <w:t>est pas à moi</w:t>
      </w:r>
      <w:r>
        <w:t xml:space="preserve">, </w:t>
      </w:r>
      <w:r w:rsidR="00C77A4E" w:rsidRPr="00275B88">
        <w:t>mais à ces deux chiens que vous aurez affaire</w:t>
      </w:r>
      <w:r>
        <w:t xml:space="preserve">. </w:t>
      </w:r>
      <w:r w:rsidR="00C77A4E" w:rsidRPr="00275B88">
        <w:t>Et je vous conseille de ne pas vous y frotter</w:t>
      </w:r>
      <w:r>
        <w:t>…</w:t>
      </w:r>
    </w:p>
    <w:p w14:paraId="33F2997B" w14:textId="77777777" w:rsidR="002C50B2" w:rsidRDefault="00C77A4E" w:rsidP="002C50B2">
      <w:r w:rsidRPr="00275B88">
        <w:t>Jugeant toute résistance inutile</w:t>
      </w:r>
      <w:r w:rsidR="002C50B2">
        <w:t xml:space="preserve">, </w:t>
      </w:r>
      <w:r w:rsidRPr="00275B88">
        <w:t>Elsa Bergen se leva</w:t>
      </w:r>
      <w:r w:rsidR="002C50B2">
        <w:t xml:space="preserve">… </w:t>
      </w:r>
      <w:r w:rsidRPr="00275B88">
        <w:t>Et toujours sans proférer un mot</w:t>
      </w:r>
      <w:r w:rsidR="002C50B2">
        <w:t xml:space="preserve">, </w:t>
      </w:r>
      <w:r w:rsidRPr="00275B88">
        <w:t>elle sortit de l</w:t>
      </w:r>
      <w:r w:rsidR="002C50B2">
        <w:t>’</w:t>
      </w:r>
      <w:r w:rsidRPr="00275B88">
        <w:t>atelier avec Chantecoq</w:t>
      </w:r>
      <w:r w:rsidR="002C50B2">
        <w:t xml:space="preserve">, </w:t>
      </w:r>
      <w:r w:rsidRPr="00275B88">
        <w:t>qui la tenait par le bras</w:t>
      </w:r>
      <w:r w:rsidR="002C50B2">
        <w:t xml:space="preserve">. </w:t>
      </w:r>
      <w:proofErr w:type="spellStart"/>
      <w:r w:rsidRPr="00275B88">
        <w:t>Gautrais</w:t>
      </w:r>
      <w:proofErr w:type="spellEnd"/>
      <w:r w:rsidRPr="00275B88">
        <w:t xml:space="preserve"> le suivit avec ses deux danois</w:t>
      </w:r>
      <w:r w:rsidR="002C50B2">
        <w:t>.</w:t>
      </w:r>
    </w:p>
    <w:p w14:paraId="22A091C1" w14:textId="77777777" w:rsidR="002C50B2" w:rsidRDefault="00C77A4E" w:rsidP="002C50B2">
      <w:r w:rsidRPr="00275B88">
        <w:t>Ils atteignirent ainsi la petite porte qui donnait sur le chemin des Lilas</w:t>
      </w:r>
      <w:r w:rsidR="002C50B2">
        <w:t xml:space="preserve">, </w:t>
      </w:r>
      <w:r w:rsidRPr="00275B88">
        <w:t>et par laquelle nous avons vu Chantecoq pénétrer dans le jardin</w:t>
      </w:r>
      <w:r w:rsidR="002C50B2">
        <w:t>.</w:t>
      </w:r>
    </w:p>
    <w:p w14:paraId="1436E949" w14:textId="77777777" w:rsidR="002C50B2" w:rsidRDefault="00C77A4E" w:rsidP="002C50B2">
      <w:r w:rsidRPr="00275B88">
        <w:t>Une auto les attendait</w:t>
      </w:r>
      <w:r w:rsidR="002C50B2">
        <w:t xml:space="preserve">… </w:t>
      </w:r>
      <w:r w:rsidRPr="00275B88">
        <w:t>Le détective y fit monter sa prisonnière</w:t>
      </w:r>
      <w:r w:rsidR="002C50B2">
        <w:t>…</w:t>
      </w:r>
    </w:p>
    <w:p w14:paraId="3567ECF2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ordonnait</w:t>
      </w:r>
      <w:r w:rsidR="00C77A4E">
        <w:t>-</w:t>
      </w:r>
      <w:r w:rsidR="00C77A4E" w:rsidRPr="00275B88">
        <w:t xml:space="preserve">il à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tâchez de trouver un taxi et rentrez à la maison</w:t>
      </w:r>
      <w:r>
        <w:t>.</w:t>
      </w:r>
    </w:p>
    <w:p w14:paraId="034305DB" w14:textId="77777777" w:rsidR="002C50B2" w:rsidRDefault="002C50B2" w:rsidP="002C50B2">
      <w:r>
        <w:t>— </w:t>
      </w:r>
      <w:r w:rsidR="00C77A4E" w:rsidRPr="00275B88">
        <w:t>Où m</w:t>
      </w:r>
      <w:r>
        <w:t>’</w:t>
      </w:r>
      <w:r w:rsidR="00C77A4E" w:rsidRPr="00275B88">
        <w:t>emmenez</w:t>
      </w:r>
      <w:r w:rsidR="00C77A4E">
        <w:t>-</w:t>
      </w:r>
      <w:r w:rsidR="00C77A4E" w:rsidRPr="00275B88">
        <w:t>vous</w:t>
      </w:r>
      <w:r>
        <w:t xml:space="preserve"> ? </w:t>
      </w:r>
      <w:r w:rsidR="00C77A4E" w:rsidRPr="00275B88">
        <w:t>se décidait à demander la demoiselle de compagnie au détective</w:t>
      </w:r>
      <w:r>
        <w:t>.</w:t>
      </w:r>
    </w:p>
    <w:p w14:paraId="03155865" w14:textId="77777777" w:rsidR="002C50B2" w:rsidRDefault="00C77A4E" w:rsidP="002C50B2">
      <w:r w:rsidRPr="00275B88">
        <w:t>Celui</w:t>
      </w:r>
      <w:r>
        <w:t>-</w:t>
      </w:r>
      <w:r w:rsidRPr="00275B88">
        <w:t>ci répondait avec un sourire gouailleur</w:t>
      </w:r>
      <w:r w:rsidR="002C50B2">
        <w:t> :</w:t>
      </w:r>
    </w:p>
    <w:p w14:paraId="6ABF8407" w14:textId="77777777" w:rsidR="002C50B2" w:rsidRDefault="002C50B2" w:rsidP="002C50B2">
      <w:r>
        <w:t>— </w:t>
      </w:r>
      <w:r w:rsidR="00C77A4E" w:rsidRPr="00275B88">
        <w:t>Vers une retraite qui va vous assurer le pain pour vos vieux jours</w:t>
      </w:r>
      <w:r>
        <w:t>.</w:t>
      </w:r>
    </w:p>
    <w:p w14:paraId="37958952" w14:textId="64ECC7F2" w:rsidR="002C50B2" w:rsidRDefault="002C50B2" w:rsidP="002C50B2"/>
    <w:p w14:paraId="330451E9" w14:textId="77777777" w:rsidR="002C50B2" w:rsidRDefault="00C77A4E" w:rsidP="002C50B2">
      <w:r w:rsidRPr="00275B88">
        <w:t>Pendant que Chantecoq accomplissait ce véritable coup de maître</w:t>
      </w:r>
      <w:r w:rsidR="002C50B2">
        <w:t xml:space="preserve">, </w:t>
      </w:r>
      <w:r w:rsidRPr="00275B88">
        <w:t>une scène plutôt étrange se déroulait à son domicile particulier</w:t>
      </w:r>
      <w:r w:rsidR="002C50B2">
        <w:t>.</w:t>
      </w:r>
    </w:p>
    <w:p w14:paraId="3B94E3D4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qui avait décidé de ne pas se coucher tant que son père ne serait pas rentré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attendait dans le studio en lisant distraitement un ouvrage qu</w:t>
      </w:r>
      <w:r w:rsidR="002C50B2">
        <w:t>’</w:t>
      </w:r>
      <w:r w:rsidRPr="00275B88">
        <w:t>elle avait vite abandonné</w:t>
      </w:r>
      <w:r w:rsidR="002C50B2">
        <w:t>.</w:t>
      </w:r>
    </w:p>
    <w:p w14:paraId="2A098798" w14:textId="77777777" w:rsidR="002C50B2" w:rsidRDefault="00C77A4E" w:rsidP="002C50B2">
      <w:r w:rsidRPr="00275B88">
        <w:lastRenderedPageBreak/>
        <w:t>En effet</w:t>
      </w:r>
      <w:r w:rsidR="002C50B2">
        <w:t xml:space="preserve">, </w:t>
      </w:r>
      <w:r w:rsidRPr="00275B88">
        <w:t>elle n</w:t>
      </w:r>
      <w:r w:rsidR="002C50B2">
        <w:t>’</w:t>
      </w:r>
      <w:r w:rsidRPr="00275B88">
        <w:t>ignorait pas que le grand détective était en train de jouer une partie décisive et elle en attendait le résultat avec d</w:t>
      </w:r>
      <w:r w:rsidR="002C50B2">
        <w:t>’</w:t>
      </w:r>
      <w:r w:rsidRPr="00275B88">
        <w:t>autant plus d</w:t>
      </w:r>
      <w:r w:rsidR="002C50B2">
        <w:t>’</w:t>
      </w:r>
      <w:r w:rsidRPr="00275B88">
        <w:t>impatience qu</w:t>
      </w:r>
      <w:r w:rsidR="002C50B2">
        <w:t>’</w:t>
      </w:r>
      <w:r w:rsidRPr="00275B88">
        <w:t>il ne pouvait manquer de provoquer la mise en liberté de Jacques Bellegarde</w:t>
      </w:r>
      <w:r w:rsidR="002C50B2">
        <w:t xml:space="preserve">, </w:t>
      </w:r>
      <w:r w:rsidRPr="00275B88">
        <w:t>lorsque la sonnette de la grille retentit d</w:t>
      </w:r>
      <w:r w:rsidR="002C50B2">
        <w:t>’</w:t>
      </w:r>
      <w:r w:rsidRPr="00275B88">
        <w:t>une façon précipitée</w:t>
      </w:r>
      <w:r w:rsidR="002C50B2">
        <w:t>.</w:t>
      </w:r>
    </w:p>
    <w:p w14:paraId="02CA9B9C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mon père</w:t>
      </w:r>
      <w:r>
        <w:t xml:space="preserve">…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il a sa clef</w:t>
      </w:r>
      <w:r>
        <w:t xml:space="preserve">. </w:t>
      </w:r>
      <w:r w:rsidR="00C77A4E" w:rsidRPr="00275B88">
        <w:t>Et il ne sonnerait pas ainsi</w:t>
      </w:r>
      <w:r>
        <w:t>.</w:t>
      </w:r>
    </w:p>
    <w:p w14:paraId="3CC53930" w14:textId="77777777" w:rsidR="002C50B2" w:rsidRDefault="00C77A4E" w:rsidP="002C50B2">
      <w:r w:rsidRPr="00275B88">
        <w:t>Intriguée</w:t>
      </w:r>
      <w:r w:rsidR="002C50B2">
        <w:t xml:space="preserve">, </w:t>
      </w:r>
      <w:r w:rsidRPr="00275B88">
        <w:t>elle gagna la fenêtre et aperçut Marie</w:t>
      </w:r>
      <w:r>
        <w:t>-</w:t>
      </w:r>
      <w:r w:rsidRPr="00275B88">
        <w:t>Jeanne qui</w:t>
      </w:r>
      <w:r w:rsidR="002C50B2">
        <w:t xml:space="preserve">, </w:t>
      </w:r>
      <w:r w:rsidRPr="00275B88">
        <w:t>au coup de sonnette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précipitée dans le jardin et se dirigeait vers la grille d</w:t>
      </w:r>
      <w:r w:rsidR="002C50B2">
        <w:t>’</w:t>
      </w:r>
      <w:r w:rsidRPr="00275B88">
        <w:t>entrée</w:t>
      </w:r>
      <w:r w:rsidR="002C50B2">
        <w:t>.</w:t>
      </w:r>
    </w:p>
    <w:p w14:paraId="412475AB" w14:textId="77777777" w:rsidR="002C50B2" w:rsidRDefault="00C77A4E" w:rsidP="002C50B2">
      <w:r w:rsidRPr="00275B88">
        <w:t>Elle la vit parlementer un instant avec un individu qui se trouvait sur le trottoir</w:t>
      </w:r>
      <w:r w:rsidR="002C50B2">
        <w:t xml:space="preserve">, </w:t>
      </w:r>
      <w:r w:rsidRPr="00275B88">
        <w:t>puis revenir vers la maison</w:t>
      </w:r>
      <w:r w:rsidR="002C50B2">
        <w:t>…</w:t>
      </w:r>
    </w:p>
    <w:p w14:paraId="07A1525F" w14:textId="77777777" w:rsidR="002C50B2" w:rsidRDefault="00C77A4E" w:rsidP="002C50B2">
      <w:r w:rsidRPr="00275B88">
        <w:t>À travers la fenêtre qu</w:t>
      </w:r>
      <w:r w:rsidR="002C50B2">
        <w:t>’</w:t>
      </w:r>
      <w:r w:rsidRPr="00275B88">
        <w:t>elle avait ouverte</w:t>
      </w:r>
      <w:r w:rsidR="002C50B2">
        <w:t xml:space="preserve">, </w:t>
      </w:r>
      <w:r w:rsidRPr="00275B88">
        <w:t>Colette lui lançait</w:t>
      </w:r>
      <w:r w:rsidR="002C50B2">
        <w:t> :</w:t>
      </w:r>
    </w:p>
    <w:p w14:paraId="3ADC573C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r w:rsidR="00C77A4E" w:rsidRPr="00275B88">
        <w:t>y 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> ?</w:t>
      </w:r>
    </w:p>
    <w:p w14:paraId="7BD7ED48" w14:textId="642732E2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 xml:space="preserve">est un chauffeur qui vous apporte un mot de la part de </w:t>
      </w:r>
      <w:r>
        <w:t>M. </w:t>
      </w:r>
      <w:r w:rsidR="00C77A4E" w:rsidRPr="00275B88">
        <w:t>Chantecoq</w:t>
      </w:r>
      <w:r>
        <w:t>.</w:t>
      </w:r>
    </w:p>
    <w:p w14:paraId="722C29F6" w14:textId="77777777" w:rsidR="002C50B2" w:rsidRDefault="002C50B2" w:rsidP="002C50B2">
      <w:r>
        <w:t>— </w:t>
      </w:r>
      <w:r w:rsidR="00C77A4E" w:rsidRPr="00275B88">
        <w:t>Il vous l</w:t>
      </w:r>
      <w:r>
        <w:t>’</w:t>
      </w:r>
      <w:r w:rsidR="00C77A4E" w:rsidRPr="00275B88">
        <w:t>a donné</w:t>
      </w:r>
      <w:r>
        <w:t> ?</w:t>
      </w:r>
    </w:p>
    <w:p w14:paraId="38A05121" w14:textId="508FAC56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car il m</w:t>
      </w:r>
      <w:r>
        <w:t>’</w:t>
      </w:r>
      <w:r w:rsidR="00C77A4E" w:rsidRPr="00275B88">
        <w:t xml:space="preserve">a dit que </w:t>
      </w:r>
      <w:r>
        <w:t>M. </w:t>
      </w:r>
      <w:r w:rsidR="00C77A4E" w:rsidRPr="00275B88">
        <w:t>Chantecoq lui avait recommandé de ne le remettre qu</w:t>
      </w:r>
      <w:r>
        <w:t>’</w:t>
      </w:r>
      <w:r w:rsidR="00C77A4E" w:rsidRPr="00275B88">
        <w:t>à vous</w:t>
      </w:r>
      <w:r w:rsidR="00C77A4E">
        <w:t>-</w:t>
      </w:r>
      <w:r w:rsidR="00C77A4E" w:rsidRPr="00275B88">
        <w:t>même</w:t>
      </w:r>
      <w:r>
        <w:t>.</w:t>
      </w:r>
    </w:p>
    <w:p w14:paraId="54D9958A" w14:textId="6BCEB179" w:rsidR="002C50B2" w:rsidRDefault="002C50B2" w:rsidP="002C50B2">
      <w:r>
        <w:t>« </w:t>
      </w:r>
      <w:r w:rsidR="00C77A4E" w:rsidRPr="00275B88">
        <w:t>Seulement</w:t>
      </w:r>
      <w:r>
        <w:t xml:space="preserve">, </w:t>
      </w:r>
      <w:r w:rsidR="00C77A4E" w:rsidRPr="00275B88">
        <w:t xml:space="preserve">comme </w:t>
      </w:r>
      <w:r>
        <w:t>M. </w:t>
      </w:r>
      <w:r w:rsidR="00C77A4E" w:rsidRPr="00275B88">
        <w:t>Chantecoq nous a défendu de laisser pénétrer personne dans la maison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ai pas cru devoir le laisser entrer</w:t>
      </w:r>
      <w:r>
        <w:t>.</w:t>
      </w:r>
    </w:p>
    <w:p w14:paraId="612F3CDD" w14:textId="77777777" w:rsidR="002C50B2" w:rsidRDefault="002C50B2" w:rsidP="002C50B2">
      <w:r>
        <w:t>« </w:t>
      </w:r>
      <w:r w:rsidR="00C77A4E" w:rsidRPr="00275B88">
        <w:t>Qui sait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si ce n</w:t>
      </w:r>
      <w:r>
        <w:t>’</w:t>
      </w:r>
      <w:r w:rsidR="00C77A4E" w:rsidRPr="00275B88">
        <w:t>est pas encore un tour de Belphégor</w:t>
      </w:r>
      <w:r>
        <w:t> ?</w:t>
      </w:r>
    </w:p>
    <w:p w14:paraId="4135B76F" w14:textId="77777777" w:rsidR="002C50B2" w:rsidRDefault="00C77A4E" w:rsidP="002C50B2">
      <w:r w:rsidRPr="00275B88">
        <w:t>Colette demeura un instant pensive</w:t>
      </w:r>
      <w:r w:rsidR="002C50B2">
        <w:t xml:space="preserve">… </w:t>
      </w:r>
      <w:r w:rsidRPr="00275B88">
        <w:t>Puis elle reprit</w:t>
      </w:r>
      <w:r w:rsidR="002C50B2">
        <w:t> :</w:t>
      </w:r>
    </w:p>
    <w:p w14:paraId="36A47885" w14:textId="77777777" w:rsidR="002C50B2" w:rsidRDefault="002C50B2" w:rsidP="002C50B2">
      <w:r>
        <w:lastRenderedPageBreak/>
        <w:t>— </w:t>
      </w:r>
      <w:r w:rsidR="00C77A4E" w:rsidRPr="00275B88">
        <w:t>Marie</w:t>
      </w:r>
      <w:r w:rsidR="00C77A4E">
        <w:t>-</w:t>
      </w:r>
      <w:r w:rsidR="00C77A4E" w:rsidRPr="00275B88">
        <w:t>Jeanne</w:t>
      </w:r>
      <w:r>
        <w:t xml:space="preserve">, </w:t>
      </w:r>
      <w:r w:rsidR="00C77A4E" w:rsidRPr="00275B88">
        <w:t>vous connaissez l</w:t>
      </w:r>
      <w:r>
        <w:t>’</w:t>
      </w:r>
      <w:r w:rsidR="00C77A4E" w:rsidRPr="00275B88">
        <w:t>écriture de mon père</w:t>
      </w:r>
      <w:r>
        <w:t> ?</w:t>
      </w:r>
    </w:p>
    <w:p w14:paraId="2FBBEC53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… </w:t>
      </w:r>
      <w:r w:rsidR="00C77A4E" w:rsidRPr="00275B88">
        <w:t>mademoiselle</w:t>
      </w:r>
      <w:r>
        <w:t xml:space="preserve">, </w:t>
      </w:r>
      <w:r w:rsidR="00C77A4E" w:rsidRPr="00275B88">
        <w:t>très bien</w:t>
      </w:r>
      <w:r>
        <w:t xml:space="preserve">… </w:t>
      </w:r>
      <w:r w:rsidR="00C77A4E" w:rsidRPr="00275B88">
        <w:t>Et je puis même déclarer que je la reconnaîtrais entre mille</w:t>
      </w:r>
      <w:r>
        <w:t>.</w:t>
      </w:r>
    </w:p>
    <w:p w14:paraId="7EA7C276" w14:textId="77777777" w:rsidR="002C50B2" w:rsidRDefault="00C77A4E" w:rsidP="002C50B2">
      <w:r w:rsidRPr="00275B88">
        <w:t>Baissant la voix</w:t>
      </w:r>
      <w:r w:rsidR="002C50B2">
        <w:t xml:space="preserve">, </w:t>
      </w:r>
      <w:r w:rsidRPr="00275B88">
        <w:t>et se penchant vers la cuisinière qui s</w:t>
      </w:r>
      <w:r w:rsidR="002C50B2">
        <w:t>’</w:t>
      </w:r>
      <w:r w:rsidRPr="00275B88">
        <w:t>était approchée</w:t>
      </w:r>
      <w:r w:rsidR="002C50B2">
        <w:t xml:space="preserve">, </w:t>
      </w:r>
      <w:r w:rsidRPr="00275B88">
        <w:t>Colette fit</w:t>
      </w:r>
      <w:r w:rsidR="002C50B2">
        <w:t> :</w:t>
      </w:r>
    </w:p>
    <w:p w14:paraId="0C6E314F" w14:textId="77777777" w:rsidR="002C50B2" w:rsidRDefault="002C50B2" w:rsidP="002C50B2">
      <w:r>
        <w:t>— </w:t>
      </w:r>
      <w:r w:rsidR="00C77A4E" w:rsidRPr="00275B88">
        <w:t>Vous allez demander à ce chauffeur de vous montrer simplement l</w:t>
      </w:r>
      <w:r>
        <w:t>’</w:t>
      </w:r>
      <w:r w:rsidR="00C77A4E" w:rsidRPr="00275B88">
        <w:t>enveloppe</w:t>
      </w:r>
      <w:r>
        <w:t xml:space="preserve">… </w:t>
      </w:r>
      <w:r w:rsidR="00C77A4E" w:rsidRPr="00275B88">
        <w:t>Et si c</w:t>
      </w:r>
      <w:r>
        <w:t>’</w:t>
      </w:r>
      <w:r w:rsidR="00C77A4E" w:rsidRPr="00275B88">
        <w:t>est bien cela</w:t>
      </w:r>
      <w:r>
        <w:t xml:space="preserve">, </w:t>
      </w:r>
      <w:r w:rsidR="00C77A4E" w:rsidRPr="00275B88">
        <w:t>vous le ferez entrer</w:t>
      </w:r>
      <w:r>
        <w:t xml:space="preserve">… </w:t>
      </w:r>
      <w:r w:rsidR="00C77A4E" w:rsidRPr="00275B88">
        <w:t>car il se peut que mon père ait besoin de moi ou qu</w:t>
      </w:r>
      <w:r>
        <w:t>’</w:t>
      </w:r>
      <w:r w:rsidR="00C77A4E" w:rsidRPr="00275B88">
        <w:t>il lui soit arrivé un accident</w:t>
      </w:r>
      <w:r>
        <w:t>.</w:t>
      </w:r>
    </w:p>
    <w:p w14:paraId="42311645" w14:textId="77777777" w:rsidR="002C50B2" w:rsidRDefault="002C50B2" w:rsidP="002C50B2">
      <w:r>
        <w:t>— </w:t>
      </w:r>
      <w:r w:rsidR="00C77A4E" w:rsidRPr="00275B88">
        <w:t>Vous avez raison</w:t>
      </w:r>
      <w:r>
        <w:t xml:space="preserve">, </w:t>
      </w:r>
      <w:r w:rsidR="00C77A4E" w:rsidRPr="00275B88">
        <w:t>mademoiselle</w:t>
      </w:r>
      <w:r>
        <w:t xml:space="preserve">… </w:t>
      </w:r>
      <w:r w:rsidR="00C77A4E" w:rsidRPr="00275B88">
        <w:t>De cette façon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nous serons fixées</w:t>
      </w:r>
      <w:r>
        <w:t>.</w:t>
      </w:r>
    </w:p>
    <w:p w14:paraId="0572B5B7" w14:textId="77777777" w:rsidR="002C50B2" w:rsidRDefault="00C77A4E" w:rsidP="002C50B2">
      <w:r w:rsidRPr="00275B88">
        <w:t>Marie</w:t>
      </w:r>
      <w:r>
        <w:t>-</w:t>
      </w:r>
      <w:r w:rsidRPr="00275B88">
        <w:t>Jeanne rejoignit le chauffeur qui attendait devant la grille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résolu</w:t>
      </w:r>
      <w:r w:rsidR="002C50B2">
        <w:t xml:space="preserve">, </w:t>
      </w:r>
      <w:r w:rsidRPr="00275B88">
        <w:t>car c</w:t>
      </w:r>
      <w:r w:rsidR="002C50B2">
        <w:t>’</w:t>
      </w:r>
      <w:r w:rsidRPr="00275B88">
        <w:t>était une commère qui</w:t>
      </w:r>
      <w:r w:rsidR="002C50B2">
        <w:t xml:space="preserve">, </w:t>
      </w:r>
      <w:r w:rsidRPr="00275B88">
        <w:t>dans les grandes circonstances ou dans les cas périlleux n</w:t>
      </w:r>
      <w:r w:rsidR="002C50B2">
        <w:t>’</w:t>
      </w:r>
      <w:r w:rsidRPr="00275B88">
        <w:t>avait pas froid aux yeux</w:t>
      </w:r>
      <w:r w:rsidR="002C50B2">
        <w:t xml:space="preserve">, </w:t>
      </w:r>
      <w:r w:rsidRPr="00275B88">
        <w:t>elle lui dit</w:t>
      </w:r>
      <w:r w:rsidR="002C50B2">
        <w:t> :</w:t>
      </w:r>
    </w:p>
    <w:p w14:paraId="6C4708BF" w14:textId="77777777" w:rsidR="002C50B2" w:rsidRDefault="002C50B2" w:rsidP="002C50B2">
      <w:r>
        <w:t>— </w:t>
      </w:r>
      <w:r w:rsidR="00C77A4E" w:rsidRPr="00275B88">
        <w:t>Je suppose que vous ne me racontez pas des blagues</w:t>
      </w:r>
      <w:r>
        <w:t xml:space="preserve">… </w:t>
      </w:r>
      <w:r w:rsidR="00C77A4E" w:rsidRPr="00275B88">
        <w:t>Seulement</w:t>
      </w:r>
      <w:r>
        <w:t xml:space="preserve">, </w:t>
      </w:r>
      <w:r w:rsidR="00C77A4E" w:rsidRPr="00275B88">
        <w:t>par le temps qui court</w:t>
      </w:r>
      <w:r>
        <w:t xml:space="preserve">, </w:t>
      </w:r>
      <w:r w:rsidR="00C77A4E" w:rsidRPr="00275B88">
        <w:t>on est obligé de prendre des précautions</w:t>
      </w:r>
      <w:r>
        <w:t>.</w:t>
      </w:r>
    </w:p>
    <w:p w14:paraId="1167562D" w14:textId="77777777" w:rsidR="002C50B2" w:rsidRDefault="002C50B2" w:rsidP="002C50B2">
      <w:r>
        <w:t>— </w:t>
      </w:r>
      <w:r w:rsidR="00C77A4E" w:rsidRPr="00275B88">
        <w:t>Je ne vous dis pas le contraire</w:t>
      </w:r>
      <w:r>
        <w:t xml:space="preserve">, </w:t>
      </w:r>
      <w:r w:rsidR="00C77A4E" w:rsidRPr="00275B88">
        <w:t>ma bonne dame</w:t>
      </w:r>
      <w:r>
        <w:t xml:space="preserve">… </w:t>
      </w:r>
      <w:r w:rsidR="00C77A4E" w:rsidRPr="00275B88">
        <w:t>Et je trouve même cela tout naturel</w:t>
      </w:r>
      <w:r>
        <w:t>.</w:t>
      </w:r>
    </w:p>
    <w:p w14:paraId="75FB9CC8" w14:textId="77777777" w:rsidR="002C50B2" w:rsidRDefault="002C50B2" w:rsidP="002C50B2">
      <w:r>
        <w:t>— </w:t>
      </w:r>
      <w:r w:rsidR="00C77A4E" w:rsidRPr="00275B88">
        <w:t>Est</w:t>
      </w:r>
      <w:r w:rsidR="00C77A4E">
        <w:t>-</w:t>
      </w:r>
      <w:r w:rsidR="00C77A4E" w:rsidRPr="00275B88">
        <w:t>ce que vous ne pourriez pas me montrer simplement l</w:t>
      </w:r>
      <w:r>
        <w:t>’</w:t>
      </w:r>
      <w:r w:rsidR="00C77A4E" w:rsidRPr="00275B88">
        <w:t>adresse de cette lettre</w:t>
      </w:r>
      <w:r>
        <w:t> ?</w:t>
      </w:r>
    </w:p>
    <w:p w14:paraId="2330DF39" w14:textId="77777777" w:rsidR="002C50B2" w:rsidRDefault="002C50B2" w:rsidP="002C50B2">
      <w:r>
        <w:t>— </w:t>
      </w:r>
      <w:r w:rsidR="00C77A4E" w:rsidRPr="00275B88">
        <w:t>Certainement</w:t>
      </w:r>
      <w:r>
        <w:t>.</w:t>
      </w:r>
    </w:p>
    <w:p w14:paraId="32A4FB5B" w14:textId="77777777" w:rsidR="002C50B2" w:rsidRDefault="00C77A4E" w:rsidP="002C50B2">
      <w:r w:rsidRPr="00275B88">
        <w:t>Et sans lâcher la lettre</w:t>
      </w:r>
      <w:r w:rsidR="002C50B2">
        <w:t xml:space="preserve">, </w:t>
      </w:r>
      <w:r w:rsidRPr="00275B88">
        <w:t>il la passa à travers les barreaux</w:t>
      </w:r>
      <w:r w:rsidR="002C50B2">
        <w:t>.</w:t>
      </w:r>
    </w:p>
    <w:p w14:paraId="3695D92B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y vois pas clair</w:t>
      </w:r>
      <w:r>
        <w:t xml:space="preserve">, </w:t>
      </w:r>
      <w:r w:rsidR="00C77A4E" w:rsidRPr="00275B88">
        <w:t>fit Marie</w:t>
      </w:r>
      <w:r w:rsidR="00C77A4E">
        <w:t>-</w:t>
      </w:r>
      <w:r w:rsidR="00C77A4E" w:rsidRPr="00275B88">
        <w:t>Jeanne</w:t>
      </w:r>
      <w:r>
        <w:t>.</w:t>
      </w:r>
    </w:p>
    <w:p w14:paraId="327B1C67" w14:textId="77777777" w:rsidR="002C50B2" w:rsidRDefault="00C77A4E" w:rsidP="002C50B2">
      <w:r w:rsidRPr="00275B88">
        <w:lastRenderedPageBreak/>
        <w:t>Complaisamment</w:t>
      </w:r>
      <w:r w:rsidR="002C50B2">
        <w:t xml:space="preserve">, </w:t>
      </w:r>
      <w:r w:rsidRPr="00275B88">
        <w:t>le chauffeur craqua une allumette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approcha de l</w:t>
      </w:r>
      <w:r w:rsidR="002C50B2">
        <w:t>’</w:t>
      </w:r>
      <w:r w:rsidRPr="00275B88">
        <w:t>enveloppe en disant</w:t>
      </w:r>
      <w:r w:rsidR="002C50B2">
        <w:t> :</w:t>
      </w:r>
    </w:p>
    <w:p w14:paraId="0EF31466" w14:textId="5D4838F9" w:rsidR="002C50B2" w:rsidRDefault="002C50B2" w:rsidP="002C50B2">
      <w:r>
        <w:t>— </w:t>
      </w:r>
      <w:r w:rsidR="00C77A4E" w:rsidRPr="00275B88">
        <w:t>Vous voulez voir si c</w:t>
      </w:r>
      <w:r>
        <w:t>’</w:t>
      </w:r>
      <w:r w:rsidR="00C77A4E" w:rsidRPr="00275B88">
        <w:t>est bien l</w:t>
      </w:r>
      <w:r>
        <w:t>’</w:t>
      </w:r>
      <w:r w:rsidR="00C77A4E" w:rsidRPr="00275B88">
        <w:t xml:space="preserve">écriture de </w:t>
      </w:r>
      <w:r>
        <w:t>M. </w:t>
      </w:r>
      <w:r w:rsidR="00C77A4E" w:rsidRPr="00275B88">
        <w:t>Chantecoq</w:t>
      </w:r>
      <w:r>
        <w:t> ?</w:t>
      </w:r>
    </w:p>
    <w:p w14:paraId="38920741" w14:textId="77777777" w:rsidR="002C50B2" w:rsidRDefault="002C50B2" w:rsidP="002C50B2">
      <w:r>
        <w:t>— </w:t>
      </w:r>
      <w:r w:rsidR="00C77A4E" w:rsidRPr="00275B88">
        <w:t>Vous avez deviné juste répliquait la commère en écarquillant les yeux</w:t>
      </w:r>
      <w:r>
        <w:t>.</w:t>
      </w:r>
    </w:p>
    <w:p w14:paraId="3E19DEA0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presque aussitôt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6BD4CD81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cela</w:t>
      </w:r>
      <w:r>
        <w:t>.</w:t>
      </w:r>
    </w:p>
    <w:p w14:paraId="785C1C2B" w14:textId="77777777" w:rsidR="002C50B2" w:rsidRDefault="00C77A4E" w:rsidP="002C50B2">
      <w:r w:rsidRPr="00275B88">
        <w:t>Elle ouvrit la porte d</w:t>
      </w:r>
      <w:r w:rsidR="002C50B2">
        <w:t>’</w:t>
      </w:r>
      <w:r w:rsidRPr="00275B88">
        <w:t>entrée au chauffeur en disant</w:t>
      </w:r>
      <w:r w:rsidR="002C50B2">
        <w:t> :</w:t>
      </w:r>
    </w:p>
    <w:p w14:paraId="38F21A1F" w14:textId="77777777" w:rsidR="002C50B2" w:rsidRDefault="002C50B2" w:rsidP="002C50B2">
      <w:r>
        <w:t>— </w:t>
      </w:r>
      <w:r w:rsidR="00C77A4E" w:rsidRPr="00275B88">
        <w:t>Suivez</w:t>
      </w:r>
      <w:r w:rsidR="00C77A4E">
        <w:t>-</w:t>
      </w:r>
      <w:r w:rsidR="00C77A4E" w:rsidRPr="00275B88">
        <w:t>moi</w:t>
      </w:r>
      <w:r>
        <w:t>.</w:t>
      </w:r>
    </w:p>
    <w:p w14:paraId="61EA76F3" w14:textId="77777777" w:rsidR="002C50B2" w:rsidRDefault="00C77A4E" w:rsidP="002C50B2">
      <w:r w:rsidRPr="00275B88">
        <w:t>Et elle le conduisit jusque dans le studio</w:t>
      </w:r>
      <w:r w:rsidR="002C50B2">
        <w:t xml:space="preserve">, </w:t>
      </w:r>
      <w:r w:rsidRPr="00275B88">
        <w:t>où Colette attendait</w:t>
      </w:r>
      <w:r w:rsidR="002C50B2">
        <w:t>.</w:t>
      </w:r>
    </w:p>
    <w:p w14:paraId="5573AED2" w14:textId="5E3D9620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 xml:space="preserve">est bien vous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Chantecoq</w:t>
      </w:r>
      <w:r>
        <w:t xml:space="preserve"> ? </w:t>
      </w:r>
      <w:r w:rsidR="00C77A4E" w:rsidRPr="00275B88">
        <w:t>fit le chauffeur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était autre que l</w:t>
      </w:r>
      <w:r>
        <w:t>’</w:t>
      </w:r>
      <w:r w:rsidR="00C77A4E" w:rsidRPr="00275B88">
        <w:t>homme à la salopette</w:t>
      </w:r>
      <w:r>
        <w:t>.</w:t>
      </w:r>
    </w:p>
    <w:p w14:paraId="61B213DD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moi</w:t>
      </w:r>
      <w:r>
        <w:t xml:space="preserve">, </w:t>
      </w:r>
      <w:r w:rsidR="00C77A4E" w:rsidRPr="00275B88">
        <w:t>répliqua la jeune fille</w:t>
      </w:r>
      <w:r>
        <w:t xml:space="preserve">, </w:t>
      </w:r>
      <w:r w:rsidR="00C77A4E" w:rsidRPr="00275B88">
        <w:t>tout en considérant son interlocuteur avec une instinctive méfiance</w:t>
      </w:r>
      <w:r>
        <w:t>.</w:t>
      </w:r>
    </w:p>
    <w:p w14:paraId="28B4518E" w14:textId="77777777" w:rsidR="002C50B2" w:rsidRDefault="00C77A4E" w:rsidP="002C50B2">
      <w:r w:rsidRPr="00275B88">
        <w:t>Le complice de Belphégor n</w:t>
      </w:r>
      <w:r w:rsidR="002C50B2">
        <w:t>’</w:t>
      </w:r>
      <w:r w:rsidRPr="00275B88">
        <w:t>avait pas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>malgré le soin qu</w:t>
      </w:r>
      <w:r w:rsidR="002C50B2">
        <w:t>’</w:t>
      </w:r>
      <w:r w:rsidRPr="00275B88">
        <w:t>il avait mis à composer son personnage</w:t>
      </w:r>
      <w:r w:rsidR="002C50B2">
        <w:t xml:space="preserve">, </w:t>
      </w:r>
      <w:r w:rsidRPr="00275B88">
        <w:t>su rendre sympathique sa physionomie si naturellement peu rassurante</w:t>
      </w:r>
      <w:r w:rsidR="002C50B2">
        <w:t>.</w:t>
      </w:r>
    </w:p>
    <w:p w14:paraId="0A4E4E58" w14:textId="77777777" w:rsidR="002C50B2" w:rsidRDefault="00C77A4E" w:rsidP="002C50B2">
      <w:r w:rsidRPr="00275B88">
        <w:t>Colette</w:t>
      </w:r>
      <w:r w:rsidR="002C50B2">
        <w:t xml:space="preserve">, </w:t>
      </w:r>
      <w:r w:rsidRPr="00275B88">
        <w:t>cependant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 de la missive qu</w:t>
      </w:r>
      <w:r w:rsidR="002C50B2">
        <w:t>’</w:t>
      </w:r>
      <w:r w:rsidRPr="00275B88">
        <w:t>il lui tendait</w:t>
      </w:r>
      <w:r w:rsidR="002C50B2">
        <w:t>…</w:t>
      </w:r>
    </w:p>
    <w:p w14:paraId="653FD0F6" w14:textId="77777777" w:rsidR="002C50B2" w:rsidRDefault="00C77A4E" w:rsidP="002C50B2">
      <w:r w:rsidRPr="00275B88">
        <w:t>Elle regarda l</w:t>
      </w:r>
      <w:r w:rsidR="002C50B2">
        <w:t>’</w:t>
      </w:r>
      <w:r w:rsidRPr="00275B88">
        <w:t>adresse</w:t>
      </w:r>
      <w:r w:rsidR="002C50B2">
        <w:t xml:space="preserve">… </w:t>
      </w:r>
      <w:r w:rsidRPr="00275B88">
        <w:t>Marie</w:t>
      </w:r>
      <w:r>
        <w:t>-</w:t>
      </w:r>
      <w:r w:rsidRPr="00275B88">
        <w:t>Jeanne ne s</w:t>
      </w:r>
      <w:r w:rsidR="002C50B2">
        <w:t>’</w:t>
      </w:r>
      <w:r w:rsidRPr="00275B88">
        <w:t>était pas trompée</w:t>
      </w:r>
      <w:r w:rsidR="002C50B2">
        <w:t xml:space="preserve"> : </w:t>
      </w:r>
      <w:r w:rsidRPr="00275B88">
        <w:t>c</w:t>
      </w:r>
      <w:r w:rsidR="002C50B2">
        <w:t>’</w:t>
      </w:r>
      <w:r w:rsidRPr="00275B88">
        <w:t>était bien l</w:t>
      </w:r>
      <w:r w:rsidR="002C50B2">
        <w:t>’</w:t>
      </w:r>
      <w:r w:rsidRPr="00275B88">
        <w:t>écriture du grand détective</w:t>
      </w:r>
      <w:r w:rsidR="002C50B2">
        <w:t>.</w:t>
      </w:r>
    </w:p>
    <w:p w14:paraId="2D485C44" w14:textId="77777777" w:rsidR="002C50B2" w:rsidRDefault="00C77A4E" w:rsidP="002C50B2">
      <w:r w:rsidRPr="00275B88">
        <w:t>Elle décacheta l</w:t>
      </w:r>
      <w:r w:rsidR="002C50B2">
        <w:t>’</w:t>
      </w:r>
      <w:r w:rsidRPr="00275B88">
        <w:t>enveloppe</w:t>
      </w:r>
      <w:r w:rsidR="002C50B2">
        <w:t xml:space="preserve">, </w:t>
      </w:r>
      <w:r w:rsidRPr="00275B88">
        <w:t>déplia le papier qu</w:t>
      </w:r>
      <w:r w:rsidR="002C50B2">
        <w:t>’</w:t>
      </w:r>
      <w:r w:rsidRPr="00275B88">
        <w:t>elle contenait et lut tout haut ces mots tracés d</w:t>
      </w:r>
      <w:r w:rsidR="002C50B2">
        <w:t>’</w:t>
      </w:r>
      <w:r w:rsidRPr="00275B88">
        <w:t>une main visiblement hésitante</w:t>
      </w:r>
      <w:r w:rsidR="002C50B2">
        <w:t> :</w:t>
      </w:r>
    </w:p>
    <w:p w14:paraId="7A37557F" w14:textId="77777777" w:rsidR="002C50B2" w:rsidRDefault="00C77A4E" w:rsidP="002C50B2">
      <w:pPr>
        <w:rPr>
          <w:i/>
          <w:iCs/>
        </w:rPr>
      </w:pPr>
      <w:r w:rsidRPr="009D4017">
        <w:rPr>
          <w:i/>
          <w:iCs/>
        </w:rPr>
        <w:lastRenderedPageBreak/>
        <w:t>Ma chère enfant</w:t>
      </w:r>
      <w:r w:rsidR="002C50B2">
        <w:rPr>
          <w:i/>
          <w:iCs/>
        </w:rPr>
        <w:t>,</w:t>
      </w:r>
    </w:p>
    <w:p w14:paraId="6D932937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Je viens d</w:t>
      </w:r>
      <w:r w:rsidR="002C50B2">
        <w:rPr>
          <w:i/>
          <w:iCs/>
        </w:rPr>
        <w:t>’</w:t>
      </w:r>
      <w:r w:rsidRPr="00275B88">
        <w:rPr>
          <w:i/>
          <w:iCs/>
        </w:rPr>
        <w:t>avoir un accident d</w:t>
      </w:r>
      <w:r w:rsidR="002C50B2">
        <w:rPr>
          <w:i/>
          <w:iCs/>
        </w:rPr>
        <w:t>’</w:t>
      </w:r>
      <w:r w:rsidRPr="00275B88">
        <w:rPr>
          <w:i/>
          <w:iCs/>
        </w:rPr>
        <w:t>auto assez grave</w:t>
      </w:r>
      <w:r w:rsidR="002C50B2">
        <w:rPr>
          <w:i/>
          <w:iCs/>
        </w:rPr>
        <w:t xml:space="preserve">… </w:t>
      </w:r>
      <w:r w:rsidRPr="00275B88">
        <w:rPr>
          <w:i/>
          <w:iCs/>
        </w:rPr>
        <w:t>Viens me retrouver</w:t>
      </w:r>
      <w:r w:rsidR="002C50B2">
        <w:rPr>
          <w:i/>
          <w:iCs/>
        </w:rPr>
        <w:t>.</w:t>
      </w:r>
    </w:p>
    <w:p w14:paraId="5E792C44" w14:textId="77777777" w:rsidR="002C50B2" w:rsidRDefault="00C77A4E" w:rsidP="002C50B2">
      <w:pPr>
        <w:jc w:val="right"/>
        <w:rPr>
          <w:i/>
          <w:iCs/>
        </w:rPr>
      </w:pPr>
      <w:r w:rsidRPr="002C50B2">
        <w:rPr>
          <w:i/>
          <w:iCs/>
        </w:rPr>
        <w:t>Chantecoq</w:t>
      </w:r>
      <w:r w:rsidR="002C50B2">
        <w:rPr>
          <w:i/>
          <w:iCs/>
        </w:rPr>
        <w:t>.</w:t>
      </w:r>
    </w:p>
    <w:p w14:paraId="54AFF343" w14:textId="77777777" w:rsidR="002C50B2" w:rsidRDefault="00C77A4E" w:rsidP="002C50B2">
      <w:r w:rsidRPr="00275B88">
        <w:t>Marie</w:t>
      </w:r>
      <w:r>
        <w:t>-</w:t>
      </w:r>
      <w:r w:rsidRPr="00275B88">
        <w:t>Jeanne</w:t>
      </w:r>
      <w:r w:rsidR="002C50B2">
        <w:t xml:space="preserve">, </w:t>
      </w:r>
      <w:r w:rsidRPr="00275B88">
        <w:t>affolée</w:t>
      </w:r>
      <w:r w:rsidR="002C50B2">
        <w:t xml:space="preserve">, </w:t>
      </w:r>
      <w:r w:rsidRPr="00275B88">
        <w:t>se rapprocha de Colette</w:t>
      </w:r>
      <w:r w:rsidR="002C50B2">
        <w:t xml:space="preserve">, </w:t>
      </w:r>
      <w:r w:rsidRPr="00275B88">
        <w:t>qui était vivement émue</w:t>
      </w:r>
      <w:r w:rsidR="002C50B2">
        <w:t>.</w:t>
      </w:r>
    </w:p>
    <w:p w14:paraId="0B2525BD" w14:textId="77777777" w:rsidR="002C50B2" w:rsidRDefault="002C50B2" w:rsidP="002C50B2">
      <w:r>
        <w:t>— </w:t>
      </w:r>
      <w:r w:rsidR="00C77A4E" w:rsidRPr="00275B88">
        <w:t>Où se trouve mon père</w:t>
      </w:r>
      <w:r>
        <w:t> ?</w:t>
      </w:r>
    </w:p>
    <w:p w14:paraId="574CCBE7" w14:textId="77777777" w:rsidR="002C50B2" w:rsidRDefault="002C50B2" w:rsidP="002C50B2">
      <w:r>
        <w:t>— </w:t>
      </w:r>
      <w:r w:rsidR="00C77A4E" w:rsidRPr="00275B88">
        <w:t>À l</w:t>
      </w:r>
      <w:r>
        <w:t>’</w:t>
      </w:r>
      <w:r w:rsidR="00C77A4E" w:rsidRPr="00275B88">
        <w:t>hôpital de Mantes</w:t>
      </w:r>
      <w:r>
        <w:t xml:space="preserve">… </w:t>
      </w:r>
      <w:r w:rsidR="00C77A4E" w:rsidRPr="00275B88">
        <w:t>où il a été transporté</w:t>
      </w:r>
      <w:r>
        <w:t>.</w:t>
      </w:r>
    </w:p>
    <w:p w14:paraId="3BA3A679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il est grièvement blessé</w:t>
      </w:r>
      <w:r>
        <w:t> ?</w:t>
      </w:r>
    </w:p>
    <w:p w14:paraId="0DB9E8C9" w14:textId="77777777" w:rsidR="002C50B2" w:rsidRDefault="002C50B2" w:rsidP="002C50B2">
      <w:r>
        <w:t>— </w:t>
      </w:r>
      <w:r w:rsidR="00C77A4E" w:rsidRPr="00275B88">
        <w:t>Une jambe cassée</w:t>
      </w:r>
      <w:r>
        <w:t>.</w:t>
      </w:r>
    </w:p>
    <w:p w14:paraId="74080C95" w14:textId="77777777" w:rsidR="002C50B2" w:rsidRDefault="002C50B2" w:rsidP="002C50B2">
      <w:r>
        <w:t>— </w:t>
      </w:r>
      <w:r w:rsidR="00C77A4E" w:rsidRPr="00275B88">
        <w:t>Mon Dieu</w:t>
      </w:r>
      <w:r>
        <w:t>…</w:t>
      </w:r>
    </w:p>
    <w:p w14:paraId="327816F1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 poursuivit</w:t>
      </w:r>
      <w:r w:rsidR="002C50B2">
        <w:t xml:space="preserve">, </w:t>
      </w:r>
      <w:r w:rsidRPr="00275B88">
        <w:t>prévoyant les questions que la jeune fille allait lui poser</w:t>
      </w:r>
      <w:r w:rsidR="002C50B2">
        <w:t> :</w:t>
      </w:r>
    </w:p>
    <w:p w14:paraId="6F7378E6" w14:textId="77777777" w:rsidR="002C50B2" w:rsidRDefault="002C50B2" w:rsidP="002C50B2">
      <w:r>
        <w:t>— </w:t>
      </w:r>
      <w:r w:rsidR="00C77A4E" w:rsidRPr="00275B88">
        <w:t>Comme la poste était fermée</w:t>
      </w:r>
      <w:r>
        <w:t xml:space="preserve">, </w:t>
      </w:r>
      <w:r w:rsidR="00C77A4E" w:rsidRPr="00275B88">
        <w:t>il a fait demander une voiture au patron du garage où je travaille afin que vous soyez prévenue plus tôt</w:t>
      </w:r>
      <w:r>
        <w:t xml:space="preserve">… </w:t>
      </w:r>
      <w:r w:rsidR="00C77A4E" w:rsidRPr="00275B88">
        <w:t>L</w:t>
      </w:r>
      <w:r>
        <w:t>’</w:t>
      </w:r>
      <w:r w:rsidR="00C77A4E" w:rsidRPr="00275B88">
        <w:t>auto est là</w:t>
      </w:r>
      <w:r>
        <w:t xml:space="preserve">, </w:t>
      </w:r>
      <w:r w:rsidR="00C77A4E" w:rsidRPr="00275B88">
        <w:t>et je puis vous conduire tout de suite à Mantes</w:t>
      </w:r>
      <w:r>
        <w:t>.</w:t>
      </w:r>
    </w:p>
    <w:p w14:paraId="4F22A4EE" w14:textId="77777777" w:rsidR="002C50B2" w:rsidRDefault="00C77A4E" w:rsidP="002C50B2">
      <w:r w:rsidRPr="00275B88">
        <w:t>Colette regarda l</w:t>
      </w:r>
      <w:r w:rsidR="002C50B2">
        <w:t>’</w:t>
      </w:r>
      <w:r w:rsidRPr="00275B88">
        <w:t>homme bien en face</w:t>
      </w:r>
      <w:r w:rsidR="002C50B2">
        <w:t xml:space="preserve">… </w:t>
      </w:r>
      <w:r w:rsidRPr="00275B88">
        <w:t>Un soupçon venait de traverser son esprit</w:t>
      </w:r>
      <w:r w:rsidR="002C50B2">
        <w:t xml:space="preserve">… </w:t>
      </w:r>
      <w:r w:rsidRPr="00275B88">
        <w:t>Se rappelant</w:t>
      </w:r>
      <w:r w:rsidR="002C50B2">
        <w:t xml:space="preserve">, </w:t>
      </w:r>
      <w:r w:rsidRPr="00275B88">
        <w:t>en effet</w:t>
      </w:r>
      <w:r w:rsidR="002C50B2">
        <w:t xml:space="preserve">, </w:t>
      </w:r>
      <w:r w:rsidRPr="00275B88">
        <w:t xml:space="preserve">que son père était parti avec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elle se demandait pourquoi</w:t>
      </w:r>
      <w:r w:rsidR="002C50B2">
        <w:t xml:space="preserve">, </w:t>
      </w:r>
      <w:r w:rsidRPr="00275B88">
        <w:t>dans son billet</w:t>
      </w:r>
      <w:r w:rsidR="002C50B2">
        <w:t xml:space="preserve">, </w:t>
      </w:r>
      <w:r w:rsidRPr="00275B88">
        <w:t>si laconique</w:t>
      </w:r>
      <w:r w:rsidR="002C50B2">
        <w:t xml:space="preserve">, </w:t>
      </w:r>
      <w:r w:rsidRPr="00275B88">
        <w:t>Chantecoq ne faisait aucune allusion à lui</w:t>
      </w:r>
      <w:r w:rsidR="002C50B2">
        <w:t xml:space="preserve">… </w:t>
      </w:r>
      <w:r w:rsidRPr="00275B88">
        <w:t>Il y avait là</w:t>
      </w:r>
      <w:r w:rsidR="002C50B2">
        <w:t xml:space="preserve">, </w:t>
      </w:r>
      <w:r w:rsidRPr="00275B88">
        <w:t>évidemment</w:t>
      </w:r>
      <w:r w:rsidR="002C50B2">
        <w:t xml:space="preserve">, </w:t>
      </w:r>
      <w:r w:rsidRPr="00275B88">
        <w:t>un mystère qu</w:t>
      </w:r>
      <w:r w:rsidR="002C50B2">
        <w:t>’</w:t>
      </w:r>
      <w:r w:rsidRPr="00275B88">
        <w:t>il s</w:t>
      </w:r>
      <w:r w:rsidR="002C50B2">
        <w:t>’</w:t>
      </w:r>
      <w:r w:rsidRPr="00275B88">
        <w:t>agissait d</w:t>
      </w:r>
      <w:r w:rsidR="002C50B2">
        <w:t>’</w:t>
      </w:r>
      <w:r w:rsidRPr="00275B88">
        <w:t>éclaircir</w:t>
      </w:r>
      <w:r w:rsidR="002C50B2">
        <w:t xml:space="preserve">… </w:t>
      </w:r>
      <w:r w:rsidRPr="00275B88">
        <w:t>Et sans lâcher le regard du pseudo</w:t>
      </w:r>
      <w:r>
        <w:t>-</w:t>
      </w:r>
      <w:r w:rsidRPr="00275B88">
        <w:t>chauffeur</w:t>
      </w:r>
      <w:r w:rsidR="002C50B2">
        <w:t xml:space="preserve">, </w:t>
      </w:r>
      <w:r w:rsidRPr="00275B88">
        <w:t>elle articula</w:t>
      </w:r>
      <w:r w:rsidR="002C50B2">
        <w:t> :</w:t>
      </w:r>
    </w:p>
    <w:p w14:paraId="43CA4EC9" w14:textId="77777777" w:rsidR="002C50B2" w:rsidRDefault="002C50B2" w:rsidP="002C50B2">
      <w:r>
        <w:t>— </w:t>
      </w:r>
      <w:r w:rsidR="00C77A4E" w:rsidRPr="00275B88">
        <w:t>Mon père n</w:t>
      </w:r>
      <w:r>
        <w:t>’</w:t>
      </w:r>
      <w:r w:rsidR="00C77A4E" w:rsidRPr="00275B88">
        <w:t>était pas seul</w:t>
      </w:r>
      <w:r>
        <w:t xml:space="preserve">… </w:t>
      </w:r>
      <w:r w:rsidR="00C77A4E" w:rsidRPr="00275B88">
        <w:t>Son valet de chambre l</w:t>
      </w:r>
      <w:r>
        <w:t>’</w:t>
      </w:r>
      <w:r w:rsidR="00C77A4E" w:rsidRPr="00275B88">
        <w:t>accompagnait</w:t>
      </w:r>
      <w:r>
        <w:t xml:space="preserve">. </w:t>
      </w:r>
      <w:r w:rsidR="00C77A4E" w:rsidRPr="00275B88">
        <w:t>Qu</w:t>
      </w:r>
      <w:r>
        <w:t>’</w:t>
      </w:r>
      <w:r w:rsidR="00C77A4E" w:rsidRPr="00275B88">
        <w:t>est devenu celui</w:t>
      </w:r>
      <w:r w:rsidR="00C77A4E">
        <w:t>-</w:t>
      </w:r>
      <w:r w:rsidR="00C77A4E" w:rsidRPr="00275B88">
        <w:t>ci</w:t>
      </w:r>
      <w:r>
        <w:t> ?</w:t>
      </w:r>
    </w:p>
    <w:p w14:paraId="242F06C4" w14:textId="77777777" w:rsidR="002C50B2" w:rsidRDefault="00C77A4E" w:rsidP="002C50B2">
      <w:r w:rsidRPr="00275B88">
        <w:lastRenderedPageBreak/>
        <w:t>L</w:t>
      </w:r>
      <w:r w:rsidR="002C50B2">
        <w:t>’</w:t>
      </w:r>
      <w:r w:rsidRPr="00275B88">
        <w:t>homme à la salopette eut un imperceptible battement de paupières qui n</w:t>
      </w:r>
      <w:r w:rsidR="002C50B2">
        <w:t>’</w:t>
      </w:r>
      <w:r w:rsidRPr="00275B88">
        <w:t>échappa pas à l</w:t>
      </w:r>
      <w:r w:rsidR="002C50B2">
        <w:t>’</w:t>
      </w:r>
      <w:r w:rsidRPr="00275B88">
        <w:t>œil exercé de la fille du détective</w:t>
      </w:r>
      <w:r w:rsidR="002C50B2">
        <w:t>.</w:t>
      </w:r>
    </w:p>
    <w:p w14:paraId="548BCCD4" w14:textId="77777777" w:rsidR="002C50B2" w:rsidRDefault="00C77A4E" w:rsidP="002C50B2">
      <w:r w:rsidRPr="00275B88">
        <w:t>Puis il répliqua d</w:t>
      </w:r>
      <w:r w:rsidR="002C50B2">
        <w:t>’</w:t>
      </w:r>
      <w:r w:rsidRPr="00275B88">
        <w:t>une voix un peu molle</w:t>
      </w:r>
      <w:r w:rsidR="002C50B2">
        <w:t> :</w:t>
      </w:r>
    </w:p>
    <w:p w14:paraId="6541B4B6" w14:textId="77777777" w:rsidR="002C50B2" w:rsidRDefault="002C50B2" w:rsidP="002C50B2">
      <w:r>
        <w:t>— </w:t>
      </w:r>
      <w:r w:rsidR="00C77A4E" w:rsidRPr="00275B88">
        <w:t>Ça</w:t>
      </w:r>
      <w:r>
        <w:t xml:space="preserve">, </w:t>
      </w:r>
      <w:r w:rsidR="00C77A4E" w:rsidRPr="00275B88">
        <w:t>je ne sais pas</w:t>
      </w:r>
      <w:r>
        <w:t xml:space="preserve">, </w:t>
      </w:r>
      <w:r w:rsidR="00C77A4E" w:rsidRPr="00275B88">
        <w:t>mademoiselle</w:t>
      </w:r>
      <w:r>
        <w:t xml:space="preserve">… </w:t>
      </w:r>
      <w:r w:rsidR="00C77A4E" w:rsidRPr="00275B88">
        <w:t>Je ne pourrais pas vous dire</w:t>
      </w:r>
      <w:r>
        <w:t xml:space="preserve">… </w:t>
      </w:r>
      <w:r w:rsidR="00C77A4E" w:rsidRPr="00275B88">
        <w:t>Je fais la commission dont on m</w:t>
      </w:r>
      <w:r>
        <w:t>’</w:t>
      </w:r>
      <w:r w:rsidR="00C77A4E" w:rsidRPr="00275B88">
        <w:t>a chargé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tout ce que je puis vous dire</w:t>
      </w:r>
      <w:r>
        <w:t>.</w:t>
      </w:r>
    </w:p>
    <w:p w14:paraId="3F0F3AB0" w14:textId="77777777" w:rsidR="002C50B2" w:rsidRDefault="00C77A4E" w:rsidP="002C50B2">
      <w:r w:rsidRPr="00275B88">
        <w:t>Brusquement</w:t>
      </w:r>
      <w:r w:rsidR="002C50B2">
        <w:t xml:space="preserve">, </w:t>
      </w:r>
      <w:r w:rsidRPr="00275B88">
        <w:t>Colette s</w:t>
      </w:r>
      <w:r w:rsidR="002C50B2">
        <w:t>’</w:t>
      </w:r>
      <w:r w:rsidRPr="00275B88">
        <w:t>écriait</w:t>
      </w:r>
      <w:r w:rsidR="002C50B2">
        <w:t> :</w:t>
      </w:r>
    </w:p>
    <w:p w14:paraId="532DD160" w14:textId="77777777" w:rsidR="002C50B2" w:rsidRDefault="002C50B2" w:rsidP="002C50B2">
      <w:r>
        <w:t>— </w:t>
      </w:r>
      <w:r w:rsidR="00C77A4E" w:rsidRPr="00275B88">
        <w:t>Vous mentez</w:t>
      </w:r>
      <w:r>
        <w:t> !</w:t>
      </w:r>
    </w:p>
    <w:p w14:paraId="1268CA11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qui ne semblait nullement s</w:t>
      </w:r>
      <w:r w:rsidR="002C50B2">
        <w:t>’</w:t>
      </w:r>
      <w:r w:rsidRPr="00275B88">
        <w:t>attendre à une pareille réplique voulut protester</w:t>
      </w:r>
      <w:r w:rsidR="002C50B2">
        <w:t>.</w:t>
      </w:r>
    </w:p>
    <w:p w14:paraId="3B4CCB83" w14:textId="77777777" w:rsidR="002C50B2" w:rsidRDefault="00C77A4E" w:rsidP="002C50B2">
      <w:r w:rsidRPr="00275B88">
        <w:t>Mais la fille du détective</w:t>
      </w:r>
      <w:r w:rsidR="002C50B2">
        <w:t xml:space="preserve">, </w:t>
      </w:r>
      <w:r w:rsidRPr="00275B88">
        <w:t>avec la bravoure qui la caractérisait</w:t>
      </w:r>
      <w:r w:rsidR="002C50B2">
        <w:t xml:space="preserve">, </w:t>
      </w:r>
      <w:r w:rsidRPr="00275B88">
        <w:t>répétait avec force</w:t>
      </w:r>
      <w:r w:rsidR="002C50B2">
        <w:t> :</w:t>
      </w:r>
    </w:p>
    <w:p w14:paraId="7D53AB45" w14:textId="77777777" w:rsidR="002C50B2" w:rsidRDefault="002C50B2" w:rsidP="002C50B2">
      <w:r>
        <w:t>— </w:t>
      </w:r>
      <w:r w:rsidR="00C77A4E" w:rsidRPr="00275B88">
        <w:t>Vous mentez</w:t>
      </w:r>
      <w:r>
        <w:t xml:space="preserve"> ! </w:t>
      </w:r>
      <w:r w:rsidR="00C77A4E" w:rsidRPr="00275B88">
        <w:t>Vous mentez</w:t>
      </w:r>
      <w:r>
        <w:t xml:space="preserve">. </w:t>
      </w:r>
      <w:r w:rsidR="00C77A4E" w:rsidRPr="00275B88">
        <w:t>Ce n</w:t>
      </w:r>
      <w:r>
        <w:t>’</w:t>
      </w:r>
      <w:r w:rsidR="00C77A4E" w:rsidRPr="00275B88">
        <w:t>est pas mon père qui a écrit ce billet</w:t>
      </w:r>
      <w:r>
        <w:t>.</w:t>
      </w:r>
    </w:p>
    <w:p w14:paraId="28721D94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saisissant l</w:t>
      </w:r>
      <w:r w:rsidR="002C50B2">
        <w:t>’</w:t>
      </w:r>
      <w:r w:rsidRPr="00275B88">
        <w:t>appareil téléphonique qui se trouvait à portée de sa main</w:t>
      </w:r>
      <w:r w:rsidR="002C50B2">
        <w:t xml:space="preserve">, </w:t>
      </w:r>
      <w:r w:rsidRPr="00275B88">
        <w:t>elle voulut le décrocher</w:t>
      </w:r>
      <w:r w:rsidR="002C50B2">
        <w:t>.</w:t>
      </w:r>
    </w:p>
    <w:p w14:paraId="4899B927" w14:textId="77777777" w:rsidR="002C50B2" w:rsidRDefault="00C77A4E" w:rsidP="002C50B2">
      <w:r w:rsidRPr="00275B88">
        <w:t>Elle n</w:t>
      </w:r>
      <w:r w:rsidR="002C50B2">
        <w:t>’</w:t>
      </w:r>
      <w:r w:rsidRPr="00275B88">
        <w:t>en eut pas le temps</w:t>
      </w:r>
      <w:r w:rsidR="002C50B2">
        <w:t>.</w:t>
      </w:r>
    </w:p>
    <w:p w14:paraId="3B62F6B8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tirant un revolver de sa poche</w:t>
      </w:r>
      <w:r w:rsidR="002C50B2">
        <w:t xml:space="preserve">, </w:t>
      </w:r>
      <w:r w:rsidRPr="00275B88">
        <w:t>le braquait vers elle</w:t>
      </w:r>
      <w:r w:rsidR="002C50B2">
        <w:t>…</w:t>
      </w:r>
    </w:p>
    <w:p w14:paraId="337D09C1" w14:textId="77777777" w:rsidR="002C50B2" w:rsidRDefault="00C77A4E" w:rsidP="002C50B2">
      <w:r w:rsidRPr="00275B88">
        <w:t>Et tandis que Marie</w:t>
      </w:r>
      <w:r>
        <w:t>-</w:t>
      </w:r>
      <w:r w:rsidRPr="00275B88">
        <w:t>Jeanne demeurait pétrifiée</w:t>
      </w:r>
      <w:r w:rsidR="002C50B2">
        <w:t xml:space="preserve">, </w:t>
      </w:r>
      <w:r w:rsidRPr="00275B88">
        <w:t>il lançait d</w:t>
      </w:r>
      <w:r w:rsidR="002C50B2">
        <w:t>’</w:t>
      </w:r>
      <w:r w:rsidRPr="00275B88">
        <w:t>une voix canaille et menaçante</w:t>
      </w:r>
      <w:r w:rsidR="002C50B2">
        <w:t> :</w:t>
      </w:r>
    </w:p>
    <w:p w14:paraId="20EE5E7F" w14:textId="77777777" w:rsidR="002C50B2" w:rsidRDefault="002C50B2" w:rsidP="002C50B2">
      <w:r>
        <w:t>— </w:t>
      </w:r>
      <w:r w:rsidR="00C77A4E" w:rsidRPr="00275B88">
        <w:t>Haut les mains toutes les deux ou je fais aboyer mon rigolo</w:t>
      </w:r>
      <w:r>
        <w:t> !</w:t>
      </w:r>
    </w:p>
    <w:p w14:paraId="24DE2B7E" w14:textId="77777777" w:rsidR="002C50B2" w:rsidRDefault="00C77A4E" w:rsidP="002C50B2">
      <w:r w:rsidRPr="00275B88">
        <w:t>Marie</w:t>
      </w:r>
      <w:r>
        <w:t>-</w:t>
      </w:r>
      <w:r w:rsidRPr="00275B88">
        <w:t>Jeanne obéit</w:t>
      </w:r>
      <w:r w:rsidR="002C50B2">
        <w:t xml:space="preserve">, </w:t>
      </w:r>
      <w:r w:rsidRPr="00275B88">
        <w:t>et Colette admirable de courage</w:t>
      </w:r>
      <w:r w:rsidR="002C50B2">
        <w:t xml:space="preserve">, </w:t>
      </w:r>
      <w:r w:rsidRPr="00275B88">
        <w:t>fit</w:t>
      </w:r>
      <w:r w:rsidR="002C50B2">
        <w:t xml:space="preserve">, </w:t>
      </w:r>
      <w:r w:rsidRPr="00275B88">
        <w:t>en se croisant les bras sur la poitrine</w:t>
      </w:r>
      <w:r w:rsidR="002C50B2">
        <w:t> :</w:t>
      </w:r>
    </w:p>
    <w:p w14:paraId="35C1EB8F" w14:textId="77777777" w:rsidR="002C50B2" w:rsidRDefault="002C50B2" w:rsidP="002C50B2">
      <w:r>
        <w:lastRenderedPageBreak/>
        <w:t>— </w:t>
      </w:r>
      <w:r w:rsidR="00C77A4E" w:rsidRPr="00275B88">
        <w:t>Que voulez</w:t>
      </w:r>
      <w:r w:rsidR="00C77A4E">
        <w:t>-</w:t>
      </w:r>
      <w:r w:rsidR="00C77A4E" w:rsidRPr="00275B88">
        <w:t>vous de moi</w:t>
      </w:r>
      <w:r>
        <w:t> ?</w:t>
      </w:r>
    </w:p>
    <w:p w14:paraId="3DBC152A" w14:textId="77777777" w:rsidR="002C50B2" w:rsidRDefault="002C50B2" w:rsidP="002C50B2">
      <w:r>
        <w:t>— </w:t>
      </w:r>
      <w:r w:rsidR="00C77A4E" w:rsidRPr="00275B88">
        <w:t>Je vais vous le dire</w:t>
      </w:r>
      <w:r>
        <w:t xml:space="preserve">… </w:t>
      </w:r>
      <w:r w:rsidR="00C77A4E" w:rsidRPr="00275B88">
        <w:t>fit l</w:t>
      </w:r>
      <w:r>
        <w:t>’</w:t>
      </w:r>
      <w:r w:rsidR="00C77A4E" w:rsidRPr="00275B88">
        <w:t>homme à la salopette</w:t>
      </w:r>
      <w:r>
        <w:t xml:space="preserve">, </w:t>
      </w:r>
      <w:r w:rsidR="00C77A4E" w:rsidRPr="00275B88">
        <w:t>tout en continuant à menacer de son arme la fille de Chantecoq</w:t>
      </w:r>
      <w:r>
        <w:t>.</w:t>
      </w:r>
    </w:p>
    <w:p w14:paraId="571C55E0" w14:textId="6B768AEA" w:rsidR="00C77A4E" w:rsidRPr="009D4017" w:rsidRDefault="00C77A4E" w:rsidP="002C50B2">
      <w:pPr>
        <w:pStyle w:val="Titre2"/>
      </w:pPr>
      <w:bookmarkStart w:id="96" w:name="_Toc145914652"/>
      <w:bookmarkStart w:id="97" w:name="_Toc203477091"/>
      <w:r w:rsidRPr="009D4017">
        <w:lastRenderedPageBreak/>
        <w:t>V</w:t>
      </w:r>
      <w:bookmarkEnd w:id="96"/>
      <w:r w:rsidRPr="009D4017">
        <w:br/>
      </w:r>
      <w:r w:rsidRPr="009D4017">
        <w:br/>
      </w:r>
      <w:bookmarkStart w:id="98" w:name="_Toc145914653"/>
      <w:r w:rsidRPr="009D4017">
        <w:t>BELPHÉGOR</w:t>
      </w:r>
      <w:bookmarkEnd w:id="97"/>
      <w:bookmarkEnd w:id="98"/>
      <w:r w:rsidRPr="009D4017">
        <w:br/>
      </w:r>
    </w:p>
    <w:p w14:paraId="203B708D" w14:textId="77777777" w:rsidR="002C50B2" w:rsidRDefault="00C77A4E" w:rsidP="002C50B2">
      <w:r w:rsidRPr="00275B88">
        <w:t>Au château de Courteuil</w:t>
      </w:r>
      <w:r w:rsidR="002C50B2">
        <w:t xml:space="preserve">, </w:t>
      </w:r>
      <w:r w:rsidRPr="00275B88">
        <w:t>dans un cabinet de toilette d</w:t>
      </w:r>
      <w:r w:rsidR="002C50B2">
        <w:t>’</w:t>
      </w:r>
      <w:r w:rsidRPr="00275B88">
        <w:t>une élégance un peu tapageuse</w:t>
      </w:r>
      <w:r w:rsidR="002C50B2">
        <w:t xml:space="preserve">, </w:t>
      </w:r>
      <w:r w:rsidRPr="00275B88">
        <w:t>et qui n</w:t>
      </w:r>
      <w:r w:rsidR="002C50B2">
        <w:t>’</w:t>
      </w:r>
      <w:r w:rsidRPr="00275B88">
        <w:t>était autre que celui de la baronne Papillon</w:t>
      </w:r>
      <w:r w:rsidR="002C50B2">
        <w:t xml:space="preserve">, </w:t>
      </w:r>
      <w:r w:rsidRPr="00275B88">
        <w:t>la femme que nous avons vue précédemment descendre d</w:t>
      </w:r>
      <w:r w:rsidR="002C50B2">
        <w:t>’</w:t>
      </w:r>
      <w:r w:rsidRPr="00275B88">
        <w:t>avion était assise devant une coiffeuse</w:t>
      </w:r>
      <w:r w:rsidR="002C50B2">
        <w:t>.</w:t>
      </w:r>
    </w:p>
    <w:p w14:paraId="3ECB5B9A" w14:textId="669AB1B7" w:rsidR="002C50B2" w:rsidRDefault="00C77A4E" w:rsidP="002C50B2">
      <w:r w:rsidRPr="00275B88">
        <w:t>Debout près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son compagnon</w:t>
      </w:r>
      <w:r w:rsidR="002C50B2">
        <w:t xml:space="preserve">, </w:t>
      </w:r>
      <w:r w:rsidRPr="00275B88">
        <w:t>qui avait conservé son costume d</w:t>
      </w:r>
      <w:r w:rsidR="002C50B2">
        <w:t>’</w:t>
      </w:r>
      <w:r w:rsidRPr="00275B88">
        <w:t>aviateur</w:t>
      </w:r>
      <w:r w:rsidR="002C50B2">
        <w:t xml:space="preserve">, </w:t>
      </w:r>
      <w:r w:rsidRPr="00275B88">
        <w:t>concentrait son regard dans la glace du petit meuble qui lui renvoyait l</w:t>
      </w:r>
      <w:r w:rsidR="002C50B2">
        <w:t>’</w:t>
      </w:r>
      <w:r w:rsidRPr="00275B88">
        <w:t xml:space="preserve">image de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Mauroy</w:t>
      </w:r>
      <w:r w:rsidR="002C50B2">
        <w:t>.</w:t>
      </w:r>
    </w:p>
    <w:p w14:paraId="203428B9" w14:textId="77777777" w:rsidR="002C50B2" w:rsidRDefault="00C77A4E" w:rsidP="002C50B2">
      <w:r w:rsidRPr="00275B88">
        <w:t>Celle</w:t>
      </w:r>
      <w:r>
        <w:t>-</w:t>
      </w:r>
      <w:r w:rsidRPr="00275B88">
        <w:t>ci</w:t>
      </w:r>
      <w:r w:rsidR="002C50B2">
        <w:t xml:space="preserve">, </w:t>
      </w:r>
      <w:r w:rsidRPr="00275B88">
        <w:t>après s</w:t>
      </w:r>
      <w:r w:rsidR="002C50B2">
        <w:t>’</w:t>
      </w:r>
      <w:r w:rsidRPr="00275B88">
        <w:t>être débarrassée de son casque</w:t>
      </w:r>
      <w:r w:rsidR="002C50B2">
        <w:t xml:space="preserve">, </w:t>
      </w:r>
      <w:r w:rsidRPr="00275B88">
        <w:t>se contempla un instant dans la glace</w:t>
      </w:r>
      <w:r w:rsidR="002C50B2">
        <w:t xml:space="preserve">… </w:t>
      </w:r>
      <w:r w:rsidRPr="00275B88">
        <w:t>Un étrange sourire erra sur ses lèvres</w:t>
      </w:r>
      <w:r w:rsidR="002C50B2">
        <w:t xml:space="preserve">. </w:t>
      </w:r>
      <w:r w:rsidRPr="00275B88">
        <w:t>Ses yeux brillaient d</w:t>
      </w:r>
      <w:r w:rsidR="002C50B2">
        <w:t>’</w:t>
      </w:r>
      <w:r w:rsidRPr="00275B88">
        <w:t>un éclat de fièvre</w:t>
      </w:r>
      <w:r w:rsidR="002C50B2">
        <w:t xml:space="preserve">… </w:t>
      </w:r>
      <w:r w:rsidRPr="00275B88">
        <w:t>On eût dit déjà une autre femme</w:t>
      </w:r>
      <w:r w:rsidR="002C50B2">
        <w:t>.</w:t>
      </w:r>
    </w:p>
    <w:p w14:paraId="1B3A10AC" w14:textId="77777777" w:rsidR="002C50B2" w:rsidRDefault="00C77A4E" w:rsidP="002C50B2">
      <w:r w:rsidRPr="00275B88">
        <w:t>Lentement</w:t>
      </w:r>
      <w:r w:rsidR="002C50B2">
        <w:t xml:space="preserve">, </w:t>
      </w:r>
      <w:r w:rsidRPr="00275B88">
        <w:t>elle commença à enlever le maquillage habile qui mettait une légère patte d</w:t>
      </w:r>
      <w:r w:rsidR="002C50B2">
        <w:t>’</w:t>
      </w:r>
      <w:r w:rsidRPr="00275B88">
        <w:t>oie au coin de ses paupières</w:t>
      </w:r>
      <w:r w:rsidR="002C50B2">
        <w:t xml:space="preserve">, </w:t>
      </w:r>
      <w:r w:rsidRPr="00275B88">
        <w:t>accentuait le pli de sa bouche et donnait à son teint une pâleur de fatigue et de souffrance</w:t>
      </w:r>
      <w:r w:rsidR="002C50B2">
        <w:t xml:space="preserve">… </w:t>
      </w:r>
      <w:r w:rsidRPr="00275B88">
        <w:t>Ce travail délicat terminé</w:t>
      </w:r>
      <w:r w:rsidR="002C50B2">
        <w:t xml:space="preserve">, </w:t>
      </w:r>
      <w:r w:rsidRPr="00275B88">
        <w:t>elle enleva sa perruque blonde</w:t>
      </w:r>
      <w:r w:rsidR="002C50B2">
        <w:t xml:space="preserve">… </w:t>
      </w:r>
      <w:r w:rsidRPr="00275B88">
        <w:t>et</w:t>
      </w:r>
      <w:r w:rsidR="002C50B2">
        <w:t xml:space="preserve">, </w:t>
      </w:r>
      <w:r w:rsidRPr="00275B88">
        <w:t>se tournant vers Maurice de Thouars qui</w:t>
      </w:r>
      <w:r w:rsidR="002C50B2">
        <w:t xml:space="preserve">, </w:t>
      </w:r>
      <w:r w:rsidRPr="00275B88">
        <w:t>tout en épiant chacun de ses gestes</w:t>
      </w:r>
      <w:r w:rsidR="002C50B2">
        <w:t xml:space="preserve">, </w:t>
      </w:r>
      <w:r w:rsidRPr="00275B88">
        <w:t>la dévorait des yeux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</w:t>
      </w:r>
      <w:r w:rsidR="002C50B2">
        <w:t xml:space="preserve">, </w:t>
      </w:r>
      <w:r w:rsidRPr="00275B88">
        <w:t xml:space="preserve">tout en </w:t>
      </w:r>
      <w:proofErr w:type="spellStart"/>
      <w:r w:rsidRPr="00275B88">
        <w:t>lissant</w:t>
      </w:r>
      <w:proofErr w:type="spellEnd"/>
      <w:r w:rsidRPr="00275B88">
        <w:t xml:space="preserve"> ses cheveux courts et bruns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une voix mordante</w:t>
      </w:r>
      <w:r w:rsidR="002C50B2">
        <w:t xml:space="preserve">, </w:t>
      </w:r>
      <w:r w:rsidRPr="00275B88">
        <w:t>sarcastique</w:t>
      </w:r>
      <w:r w:rsidR="002C50B2">
        <w:t> :</w:t>
      </w:r>
    </w:p>
    <w:p w14:paraId="5D8248C9" w14:textId="77777777" w:rsidR="002C50B2" w:rsidRDefault="002C50B2" w:rsidP="002C50B2">
      <w:r>
        <w:t>— </w:t>
      </w:r>
      <w:r w:rsidR="00C77A4E" w:rsidRPr="00275B88">
        <w:t>La comédie est terminée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avais assez de faire la morte</w:t>
      </w:r>
      <w:r>
        <w:t>.</w:t>
      </w:r>
    </w:p>
    <w:p w14:paraId="30BE1F0C" w14:textId="77777777" w:rsidR="002C50B2" w:rsidRDefault="00C77A4E" w:rsidP="002C50B2">
      <w:r w:rsidRPr="00275B88">
        <w:t>Simone Desroches venait de ressusciter</w:t>
      </w:r>
      <w:r w:rsidR="002C50B2">
        <w:t>.</w:t>
      </w:r>
    </w:p>
    <w:p w14:paraId="5D2BD29B" w14:textId="428ADBF6" w:rsidR="002C50B2" w:rsidRDefault="002C50B2" w:rsidP="002C50B2">
      <w:r>
        <w:t>— </w:t>
      </w:r>
      <w:r w:rsidR="00C77A4E" w:rsidRPr="00275B88">
        <w:t>Vous avez été extraordinaire</w:t>
      </w:r>
      <w:r>
        <w:t xml:space="preserve">, </w:t>
      </w:r>
      <w:r w:rsidR="00C77A4E" w:rsidRPr="00275B88">
        <w:t xml:space="preserve">déclara </w:t>
      </w:r>
      <w:r>
        <w:t>M. de </w:t>
      </w:r>
      <w:r w:rsidR="00C77A4E" w:rsidRPr="00275B88">
        <w:t>Thouars</w:t>
      </w:r>
      <w:r>
        <w:t>.</w:t>
      </w:r>
    </w:p>
    <w:p w14:paraId="0412ECE6" w14:textId="77777777" w:rsidR="002C50B2" w:rsidRDefault="002C50B2" w:rsidP="002C50B2">
      <w:r>
        <w:lastRenderedPageBreak/>
        <w:t>— </w:t>
      </w:r>
      <w:r w:rsidR="00C77A4E" w:rsidRPr="00275B88">
        <w:t>Dites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ai eu du génie</w:t>
      </w:r>
      <w:r>
        <w:t xml:space="preserve">, </w:t>
      </w:r>
      <w:r w:rsidR="00C77A4E" w:rsidRPr="00275B88">
        <w:t>affirma orgueilleusement Simone</w:t>
      </w:r>
      <w:r>
        <w:t>.</w:t>
      </w:r>
    </w:p>
    <w:p w14:paraId="3C19DF06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reconnaissait le gentilhomme dévoyé</w:t>
      </w:r>
      <w:r>
        <w:t xml:space="preserve">… </w:t>
      </w:r>
      <w:r w:rsidR="00C77A4E" w:rsidRPr="00275B88">
        <w:t>Rien que d</w:t>
      </w:r>
      <w:r>
        <w:t>’</w:t>
      </w:r>
      <w:r w:rsidR="00C77A4E" w:rsidRPr="00275B88">
        <w:t>avoir eu l</w:t>
      </w:r>
      <w:r>
        <w:t>’</w:t>
      </w:r>
      <w:r w:rsidR="00C77A4E" w:rsidRPr="00275B88">
        <w:t>idée d</w:t>
      </w:r>
      <w:r>
        <w:t>’</w:t>
      </w:r>
      <w:r w:rsidR="00C77A4E" w:rsidRPr="00275B88">
        <w:t>une pareille affaire mérite une admiration sans bornes</w:t>
      </w:r>
      <w:r>
        <w:t>.</w:t>
      </w:r>
    </w:p>
    <w:p w14:paraId="25DE18B6" w14:textId="77777777" w:rsidR="002C50B2" w:rsidRDefault="002C50B2" w:rsidP="002C50B2">
      <w:r>
        <w:t>« </w:t>
      </w:r>
      <w:r w:rsidR="00C77A4E" w:rsidRPr="00275B88">
        <w:t>Mais avoir joué jusqu</w:t>
      </w:r>
      <w:r>
        <w:t>’</w:t>
      </w:r>
      <w:r w:rsidR="00C77A4E" w:rsidRPr="00275B88">
        <w:t>au bout</w:t>
      </w:r>
      <w:r>
        <w:t xml:space="preserve">, </w:t>
      </w:r>
      <w:r w:rsidR="00C77A4E" w:rsidRPr="00275B88">
        <w:t>et sans la moindre défaillance</w:t>
      </w:r>
      <w:r>
        <w:t xml:space="preserve">, </w:t>
      </w:r>
      <w:r w:rsidR="00C77A4E" w:rsidRPr="00275B88">
        <w:t>ce rôle de Belphégor que vous aviez assumé est une chose prodigieuse</w:t>
      </w:r>
      <w:r>
        <w:t>.</w:t>
      </w:r>
    </w:p>
    <w:p w14:paraId="07CB2B70" w14:textId="77777777" w:rsidR="002C50B2" w:rsidRDefault="002C50B2" w:rsidP="002C50B2">
      <w:r>
        <w:t>« </w:t>
      </w:r>
      <w:r w:rsidR="00C77A4E" w:rsidRPr="00275B88">
        <w:t>À chaque instant</w:t>
      </w:r>
      <w:r>
        <w:t xml:space="preserve">, </w:t>
      </w:r>
      <w:r w:rsidR="00C77A4E" w:rsidRPr="00275B88">
        <w:t>je tremblais que vous ne fussiez découverte</w:t>
      </w:r>
      <w:r>
        <w:t xml:space="preserve">, </w:t>
      </w:r>
      <w:r w:rsidR="00C77A4E" w:rsidRPr="00275B88">
        <w:t>et je dois vous avouer que Chantecoq m</w:t>
      </w:r>
      <w:r>
        <w:t>’</w:t>
      </w:r>
      <w:r w:rsidR="00C77A4E" w:rsidRPr="00275B88">
        <w:t>a fait passer plus d</w:t>
      </w:r>
      <w:r>
        <w:t>’</w:t>
      </w:r>
      <w:r w:rsidR="00C77A4E" w:rsidRPr="00275B88">
        <w:t xml:space="preserve">un frisson dans le </w:t>
      </w:r>
      <w:r w:rsidR="00C77A4E" w:rsidRPr="006A7351">
        <w:t>dos</w:t>
      </w:r>
      <w:r>
        <w:t>.</w:t>
      </w:r>
    </w:p>
    <w:p w14:paraId="09F30F39" w14:textId="77777777" w:rsidR="002C50B2" w:rsidRDefault="00C77A4E" w:rsidP="002C50B2">
      <w:r w:rsidRPr="00275B88">
        <w:t>Simone eut un haussement d</w:t>
      </w:r>
      <w:r w:rsidR="002C50B2">
        <w:t>’</w:t>
      </w:r>
      <w:r w:rsidRPr="00275B88">
        <w:t>épaules dédaigneux</w:t>
      </w:r>
      <w:r w:rsidR="002C50B2">
        <w:t xml:space="preserve"> ; </w:t>
      </w:r>
      <w:r w:rsidRPr="00275B88">
        <w:t>puis elle reprit</w:t>
      </w:r>
      <w:r w:rsidR="002C50B2">
        <w:t> :</w:t>
      </w:r>
    </w:p>
    <w:p w14:paraId="0CB82070" w14:textId="77777777" w:rsidR="002C50B2" w:rsidRDefault="002C50B2" w:rsidP="002C50B2">
      <w:r>
        <w:t>— </w:t>
      </w:r>
      <w:r w:rsidR="00C77A4E" w:rsidRPr="00275B88">
        <w:t>L</w:t>
      </w:r>
      <w:r>
        <w:t>’</w:t>
      </w:r>
      <w:r w:rsidR="00C77A4E" w:rsidRPr="00275B88">
        <w:t>essentiel est que tout ait bien marché</w:t>
      </w:r>
      <w:r>
        <w:t xml:space="preserve">… </w:t>
      </w:r>
      <w:r w:rsidR="00C77A4E" w:rsidRPr="00275B88">
        <w:t>Je reconnais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ai été fort bien secondée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abord par la chance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 xml:space="preserve">a permis de découvrir les précieux </w:t>
      </w:r>
      <w:r w:rsidR="00C77A4E" w:rsidRPr="00275B88">
        <w:rPr>
          <w:i/>
          <w:iCs/>
        </w:rPr>
        <w:t xml:space="preserve">Mémoires de Ruggieri </w:t>
      </w:r>
      <w:r w:rsidR="00C77A4E" w:rsidRPr="00275B88">
        <w:t>au fond d</w:t>
      </w:r>
      <w:r>
        <w:t>’</w:t>
      </w:r>
      <w:r w:rsidR="00C77A4E" w:rsidRPr="00275B88">
        <w:t>un tiroir du bahut que j</w:t>
      </w:r>
      <w:r>
        <w:t>’</w:t>
      </w:r>
      <w:r w:rsidR="00C77A4E" w:rsidRPr="00275B88">
        <w:t>avais acheté à cet imbécile de Papillon</w:t>
      </w:r>
      <w:r>
        <w:t xml:space="preserve">… </w:t>
      </w:r>
      <w:r w:rsidR="00C77A4E" w:rsidRPr="00275B88">
        <w:t>puis par Elsa Bergen</w:t>
      </w:r>
      <w:r>
        <w:t xml:space="preserve">, </w:t>
      </w:r>
      <w:r w:rsidR="00C77A4E" w:rsidRPr="00275B88">
        <w:t>qui a eu l</w:t>
      </w:r>
      <w:r>
        <w:t>’</w:t>
      </w:r>
      <w:r w:rsidR="00C77A4E" w:rsidRPr="00275B88">
        <w:t>idée de me faire déguiser en Fantôme</w:t>
      </w:r>
      <w:r>
        <w:t xml:space="preserve"> ; </w:t>
      </w:r>
      <w:r w:rsidR="00C77A4E" w:rsidRPr="00275B88">
        <w:t xml:space="preserve">par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qui a fabriqué les fausses lettres signées Belphégor</w:t>
      </w:r>
      <w:r>
        <w:t xml:space="preserve">… </w:t>
      </w:r>
      <w:r w:rsidR="00C77A4E" w:rsidRPr="00275B88">
        <w:t>et a fait exécuter dans le plus grand mystère ce merveilleux mannequin de cire</w:t>
      </w:r>
      <w:r>
        <w:t xml:space="preserve">, </w:t>
      </w:r>
      <w:r w:rsidR="00C77A4E" w:rsidRPr="00275B88">
        <w:t>grâce auquel j</w:t>
      </w:r>
      <w:r>
        <w:t>’</w:t>
      </w:r>
      <w:r w:rsidR="00C77A4E" w:rsidRPr="00275B88">
        <w:t>ai pu si bien détourner de moi les soupçons de tous</w:t>
      </w:r>
      <w:r>
        <w:t xml:space="preserve"> ; </w:t>
      </w:r>
      <w:r w:rsidR="00C77A4E" w:rsidRPr="00275B88">
        <w:t>par ce petit Jack Teddy</w:t>
      </w:r>
      <w:r>
        <w:t xml:space="preserve">, </w:t>
      </w:r>
      <w:r w:rsidR="00C77A4E" w:rsidRPr="00275B88">
        <w:t>qui s</w:t>
      </w:r>
      <w:r>
        <w:t>’</w:t>
      </w:r>
      <w:r w:rsidR="00C77A4E" w:rsidRPr="00275B88">
        <w:t>est merveilleusement débrouillé</w:t>
      </w:r>
      <w:r>
        <w:t xml:space="preserve">… </w:t>
      </w:r>
      <w:r w:rsidR="00C77A4E" w:rsidRPr="00275B88">
        <w:t>et enfin</w:t>
      </w:r>
      <w:r>
        <w:t xml:space="preserve">, </w:t>
      </w:r>
      <w:r w:rsidR="00C77A4E" w:rsidRPr="00275B88">
        <w:t>par vous aussi</w:t>
      </w:r>
      <w:r>
        <w:t xml:space="preserve">, </w:t>
      </w:r>
      <w:r w:rsidR="00C77A4E" w:rsidRPr="00275B88">
        <w:t>mon cher comte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>avez utilement aidée à donner le change aux gens de notre entourage</w:t>
      </w:r>
      <w:r>
        <w:t>…</w:t>
      </w:r>
    </w:p>
    <w:p w14:paraId="22D7F81F" w14:textId="77777777" w:rsidR="002C50B2" w:rsidRDefault="002C50B2" w:rsidP="002C50B2">
      <w:r>
        <w:t>— </w:t>
      </w:r>
      <w:r w:rsidR="00C77A4E" w:rsidRPr="00275B88">
        <w:t>Croyez que je suis heureux que vous daigniez apprécier mon dévouement</w:t>
      </w:r>
      <w:r>
        <w:t>.</w:t>
      </w:r>
    </w:p>
    <w:p w14:paraId="595252C7" w14:textId="77777777" w:rsidR="002C50B2" w:rsidRDefault="00C77A4E" w:rsidP="002C50B2">
      <w:r w:rsidRPr="00275B88">
        <w:t>Simone reprenait</w:t>
      </w:r>
      <w:r w:rsidR="002C50B2">
        <w:t> :</w:t>
      </w:r>
    </w:p>
    <w:p w14:paraId="694BD9B9" w14:textId="77777777" w:rsidR="002C50B2" w:rsidRDefault="002C50B2" w:rsidP="002C50B2">
      <w:r>
        <w:lastRenderedPageBreak/>
        <w:t>— </w:t>
      </w:r>
      <w:r w:rsidR="00C77A4E" w:rsidRPr="00275B88">
        <w:t>L</w:t>
      </w:r>
      <w:r>
        <w:t>’</w:t>
      </w:r>
      <w:r w:rsidR="00C77A4E" w:rsidRPr="00275B88">
        <w:t>essentiel est d</w:t>
      </w:r>
      <w:r>
        <w:t>’</w:t>
      </w:r>
      <w:r w:rsidR="00C77A4E" w:rsidRPr="00275B88">
        <w:t>avoir réussi</w:t>
      </w:r>
      <w:r>
        <w:t xml:space="preserve">… </w:t>
      </w:r>
      <w:r w:rsidR="00C77A4E" w:rsidRPr="00275B88">
        <w:t>Il était temps</w:t>
      </w:r>
      <w:r>
        <w:t xml:space="preserve"> ! </w:t>
      </w:r>
      <w:r w:rsidR="00C77A4E" w:rsidRPr="00275B88">
        <w:t>Maintenant</w:t>
      </w:r>
      <w:r>
        <w:t xml:space="preserve">, </w:t>
      </w:r>
      <w:r w:rsidR="00C77A4E" w:rsidRPr="00275B88">
        <w:t>je puis tout vous dire</w:t>
      </w:r>
      <w:r>
        <w:t>.</w:t>
      </w:r>
    </w:p>
    <w:p w14:paraId="146E42DC" w14:textId="05B6D8CF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parlez</w:t>
      </w:r>
      <w:r>
        <w:t xml:space="preserve"> ! </w:t>
      </w:r>
      <w:r w:rsidR="00C77A4E" w:rsidRPr="00275B88">
        <w:t xml:space="preserve">invitait </w:t>
      </w:r>
      <w:r>
        <w:t>M. de </w:t>
      </w:r>
      <w:r w:rsidR="00C77A4E" w:rsidRPr="00275B88">
        <w:t>Thouars</w:t>
      </w:r>
      <w:r>
        <w:t xml:space="preserve">… </w:t>
      </w:r>
      <w:r w:rsidR="00C77A4E" w:rsidRPr="00275B88">
        <w:t>car je ne sais que ce que vous avez bien voulu me révéler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très peu de chose</w:t>
      </w:r>
      <w:r>
        <w:t xml:space="preserve">… </w:t>
      </w:r>
      <w:r w:rsidR="00C77A4E" w:rsidRPr="00275B88">
        <w:t>et je me suis contenté de vous obéir aveuglément</w:t>
      </w:r>
      <w:r>
        <w:t>.</w:t>
      </w:r>
    </w:p>
    <w:p w14:paraId="700DDAFC" w14:textId="77777777" w:rsidR="002C50B2" w:rsidRDefault="00C77A4E" w:rsidP="002C50B2">
      <w:r w:rsidRPr="00275B88">
        <w:t>Simone Desroches reprit</w:t>
      </w:r>
      <w:r w:rsidR="002C50B2">
        <w:t> :</w:t>
      </w:r>
    </w:p>
    <w:p w14:paraId="5E702EBD" w14:textId="77777777" w:rsidR="002C50B2" w:rsidRDefault="002C50B2" w:rsidP="002C50B2">
      <w:r>
        <w:t>— </w:t>
      </w:r>
      <w:r w:rsidR="00C77A4E" w:rsidRPr="00275B88">
        <w:t>Vous allez tout apprendre</w:t>
      </w:r>
      <w:r>
        <w:t>.</w:t>
      </w:r>
    </w:p>
    <w:p w14:paraId="635E8F5D" w14:textId="77777777" w:rsidR="002C50B2" w:rsidRDefault="002C50B2" w:rsidP="002C50B2">
      <w:r>
        <w:t>« </w:t>
      </w:r>
      <w:r w:rsidR="00C77A4E" w:rsidRPr="00275B88">
        <w:t>Ma fortune était entamée à un tel point qu</w:t>
      </w:r>
      <w:r>
        <w:t>’</w:t>
      </w:r>
      <w:r w:rsidR="00C77A4E" w:rsidRPr="00275B88">
        <w:t>il ne me restait plus que quelques centaines de mille francs</w:t>
      </w:r>
      <w:r>
        <w:t xml:space="preserve">. </w:t>
      </w:r>
      <w:r w:rsidR="00C77A4E" w:rsidRPr="00275B88">
        <w:t>À peine de quoi vivre une année</w:t>
      </w:r>
      <w:r>
        <w:t xml:space="preserve">… </w:t>
      </w:r>
      <w:r w:rsidR="00C77A4E" w:rsidRPr="00275B88">
        <w:t>Je ne pouvais guère espérer tirer de gros profits de mon talent de poétesse</w:t>
      </w:r>
      <w:r>
        <w:t xml:space="preserve">… </w:t>
      </w:r>
      <w:r w:rsidR="00C77A4E" w:rsidRPr="00275B88">
        <w:t>Faire un mariage riche m</w:t>
      </w:r>
      <w:r>
        <w:t>’</w:t>
      </w:r>
      <w:r w:rsidR="00C77A4E" w:rsidRPr="00275B88">
        <w:t>eût été possible</w:t>
      </w:r>
      <w:r>
        <w:t xml:space="preserve">… </w:t>
      </w:r>
      <w:r w:rsidR="00C77A4E" w:rsidRPr="00275B88">
        <w:t>Mais mon caractère indépendant se révoltait à la perspective d</w:t>
      </w:r>
      <w:r>
        <w:t>’</w:t>
      </w:r>
      <w:r w:rsidR="00C77A4E" w:rsidRPr="00275B88">
        <w:t>être à la merci d</w:t>
      </w:r>
      <w:r>
        <w:t>’</w:t>
      </w:r>
      <w:r w:rsidR="00C77A4E" w:rsidRPr="00275B88">
        <w:t>un homme qui</w:t>
      </w:r>
      <w:r>
        <w:t xml:space="preserve">, </w:t>
      </w:r>
      <w:r w:rsidR="00C77A4E" w:rsidRPr="00275B88">
        <w:t>probablement</w:t>
      </w:r>
      <w:r>
        <w:t xml:space="preserve">, </w:t>
      </w:r>
      <w:r w:rsidR="00C77A4E" w:rsidRPr="00275B88">
        <w:t>m</w:t>
      </w:r>
      <w:r>
        <w:t>’</w:t>
      </w:r>
      <w:r w:rsidR="00C77A4E" w:rsidRPr="00275B88">
        <w:t>eût achetée comme on s</w:t>
      </w:r>
      <w:r>
        <w:t>’</w:t>
      </w:r>
      <w:r w:rsidR="00C77A4E" w:rsidRPr="00275B88">
        <w:t>offre un bibelot de prix ou un jouet de luxe</w:t>
      </w:r>
      <w:r>
        <w:t xml:space="preserve">, </w:t>
      </w:r>
      <w:r w:rsidR="00C77A4E" w:rsidRPr="00275B88">
        <w:t>et avec lequel j</w:t>
      </w:r>
      <w:r>
        <w:t>’</w:t>
      </w:r>
      <w:r w:rsidR="00C77A4E" w:rsidRPr="00275B88">
        <w:t>eusse été aussi malheureuse que lui avec moi</w:t>
      </w:r>
      <w:r>
        <w:t>.</w:t>
      </w:r>
    </w:p>
    <w:p w14:paraId="76025B36" w14:textId="77777777" w:rsidR="002C50B2" w:rsidRDefault="002C50B2" w:rsidP="002C50B2">
      <w:r>
        <w:t>« </w:t>
      </w:r>
      <w:r w:rsidR="00C77A4E" w:rsidRPr="00275B88">
        <w:t>Me lancer dans la galanterie</w:t>
      </w:r>
      <w:r>
        <w:t xml:space="preserve"> ?… </w:t>
      </w:r>
      <w:r w:rsidR="00C77A4E" w:rsidRPr="00275B88">
        <w:t>Pouah</w:t>
      </w:r>
      <w:r>
        <w:t xml:space="preserve"> ! </w:t>
      </w:r>
      <w:r w:rsidR="00C77A4E" w:rsidRPr="00275B88">
        <w:t>Les conséquences d</w:t>
      </w:r>
      <w:r>
        <w:t>’</w:t>
      </w:r>
      <w:r w:rsidR="00C77A4E" w:rsidRPr="00275B88">
        <w:t>une aussi hideuse perspective me donnaient la nausée</w:t>
      </w:r>
      <w:r>
        <w:t xml:space="preserve">. </w:t>
      </w:r>
      <w:r w:rsidR="00C77A4E" w:rsidRPr="00275B88">
        <w:t>Oh</w:t>
      </w:r>
      <w:r>
        <w:t xml:space="preserve"> ! </w:t>
      </w:r>
      <w:r w:rsidR="00C77A4E" w:rsidRPr="00275B88">
        <w:t>non pas par vertu</w:t>
      </w:r>
      <w:r>
        <w:t xml:space="preserve">… </w:t>
      </w:r>
      <w:r w:rsidR="00C77A4E" w:rsidRPr="00275B88">
        <w:t>car il y a beau temps que je me suis débarrassée de tout principe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était une question purement physique</w:t>
      </w:r>
      <w:r>
        <w:t xml:space="preserve">… </w:t>
      </w:r>
      <w:r w:rsidR="00C77A4E" w:rsidRPr="00275B88">
        <w:t>voilà tout</w:t>
      </w:r>
      <w:r>
        <w:t>.</w:t>
      </w:r>
    </w:p>
    <w:p w14:paraId="5EB527AF" w14:textId="77777777" w:rsidR="002C50B2" w:rsidRDefault="002C50B2" w:rsidP="002C50B2">
      <w:r>
        <w:t>« </w:t>
      </w:r>
      <w:r w:rsidR="00C77A4E" w:rsidRPr="00275B88">
        <w:t>Ah</w:t>
      </w:r>
      <w:r>
        <w:t xml:space="preserve"> ! </w:t>
      </w:r>
      <w:r w:rsidR="00C77A4E" w:rsidRPr="00275B88">
        <w:t>croyez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>avant d</w:t>
      </w:r>
      <w:r>
        <w:t>’</w:t>
      </w:r>
      <w:r w:rsidR="00C77A4E" w:rsidRPr="00275B88">
        <w:t>avoir découvert le manuscrit de Ruggieri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passé des heures bien sombres</w:t>
      </w:r>
      <w:r>
        <w:t>.</w:t>
      </w:r>
    </w:p>
    <w:p w14:paraId="7C3AAB3B" w14:textId="77777777" w:rsidR="002C50B2" w:rsidRDefault="002C50B2" w:rsidP="002C50B2">
      <w:r>
        <w:t>« </w:t>
      </w:r>
      <w:r w:rsidR="00C77A4E" w:rsidRPr="00275B88">
        <w:t>Mais dès que j</w:t>
      </w:r>
      <w:r>
        <w:t>’</w:t>
      </w:r>
      <w:r w:rsidR="00C77A4E" w:rsidRPr="00275B88">
        <w:t xml:space="preserve">ai lu les </w:t>
      </w:r>
      <w:r w:rsidR="00C77A4E" w:rsidRPr="00275B88">
        <w:rPr>
          <w:i/>
          <w:iCs/>
        </w:rPr>
        <w:t xml:space="preserve">Mémoires </w:t>
      </w:r>
      <w:r w:rsidR="00C77A4E" w:rsidRPr="00275B88">
        <w:t>du fameux astrologue de la reine Catherine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considéré l</w:t>
      </w:r>
      <w:r>
        <w:t>’</w:t>
      </w:r>
      <w:r w:rsidR="00C77A4E" w:rsidRPr="00275B88">
        <w:t>avenir sous un aspect un peu plus agréable et je me suis dit</w:t>
      </w:r>
      <w:r>
        <w:t> :</w:t>
      </w:r>
    </w:p>
    <w:p w14:paraId="14688C24" w14:textId="66C0599C" w:rsidR="002C50B2" w:rsidRDefault="002C50B2" w:rsidP="002C50B2">
      <w:r>
        <w:t>« </w:t>
      </w:r>
      <w:r w:rsidR="00C77A4E" w:rsidRPr="00275B88">
        <w:t>Après tout</w:t>
      </w:r>
      <w:r>
        <w:t xml:space="preserve">, </w:t>
      </w:r>
      <w:r w:rsidR="00C77A4E" w:rsidRPr="00275B88">
        <w:t>pourquoi ne prendrais</w:t>
      </w:r>
      <w:r w:rsidR="00C77A4E">
        <w:t>-</w:t>
      </w:r>
      <w:r w:rsidR="00C77A4E" w:rsidRPr="00275B88">
        <w:t>je pas au sérieux les révélations contenues dans ce grimoire</w:t>
      </w:r>
      <w:r>
        <w:t> ? »</w:t>
      </w:r>
    </w:p>
    <w:p w14:paraId="1F44FD47" w14:textId="77777777" w:rsidR="002C50B2" w:rsidRDefault="002C50B2" w:rsidP="002C50B2">
      <w:r>
        <w:lastRenderedPageBreak/>
        <w:t>« </w:t>
      </w:r>
      <w:r w:rsidR="00C77A4E" w:rsidRPr="00275B88">
        <w:t>Je n</w:t>
      </w:r>
      <w:r>
        <w:t>’</w:t>
      </w:r>
      <w:r w:rsidR="00C77A4E" w:rsidRPr="00275B88">
        <w:t>ignorais pas que</w:t>
      </w:r>
      <w:r>
        <w:t xml:space="preserve">, </w:t>
      </w:r>
      <w:r w:rsidR="00C77A4E" w:rsidRPr="00275B88">
        <w:t>sous le Ruggieri de la légende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sous l</w:t>
      </w:r>
      <w:r>
        <w:t>’</w:t>
      </w:r>
      <w:r w:rsidR="00C77A4E" w:rsidRPr="00275B88">
        <w:t>empoisonneur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envoûteur</w:t>
      </w:r>
      <w:r>
        <w:t xml:space="preserve">, </w:t>
      </w:r>
      <w:r w:rsidR="00C77A4E" w:rsidRPr="00275B88">
        <w:t>le jeteur de sorts et de maléfices</w:t>
      </w:r>
      <w:r>
        <w:t xml:space="preserve">, </w:t>
      </w:r>
      <w:r w:rsidR="00C77A4E" w:rsidRPr="00275B88">
        <w:t>se cachait un savant d</w:t>
      </w:r>
      <w:r>
        <w:t>’</w:t>
      </w:r>
      <w:r w:rsidR="00C77A4E" w:rsidRPr="00275B88">
        <w:t>une rare envergure</w:t>
      </w:r>
      <w:r>
        <w:t xml:space="preserve">. </w:t>
      </w:r>
      <w:r w:rsidR="00C77A4E" w:rsidRPr="00275B88">
        <w:t>Confident de la reine</w:t>
      </w:r>
      <w:r>
        <w:t xml:space="preserve">, </w:t>
      </w:r>
      <w:r w:rsidR="00C77A4E" w:rsidRPr="00275B88">
        <w:t>sur laquelle il exerçait un énorme ascendant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avait rien d</w:t>
      </w:r>
      <w:r>
        <w:t>’</w:t>
      </w:r>
      <w:r w:rsidR="00C77A4E" w:rsidRPr="00275B88">
        <w:t>invraisemblable que celle</w:t>
      </w:r>
      <w:r w:rsidR="00C77A4E">
        <w:t>-</w:t>
      </w:r>
      <w:r w:rsidR="00C77A4E" w:rsidRPr="00275B88">
        <w:t>ci lui eût demandé de cacher le trésor des Valois dans une des salles du Louvre</w:t>
      </w:r>
      <w:r>
        <w:t xml:space="preserve">, </w:t>
      </w:r>
      <w:r w:rsidR="00C77A4E" w:rsidRPr="00275B88">
        <w:t>dont l</w:t>
      </w:r>
      <w:r>
        <w:t>’</w:t>
      </w:r>
      <w:r w:rsidR="00C77A4E" w:rsidRPr="00275B88">
        <w:t>émeute allait la contraindre de s</w:t>
      </w:r>
      <w:r>
        <w:t>’</w:t>
      </w:r>
      <w:r w:rsidR="00C77A4E" w:rsidRPr="00275B88">
        <w:t>éloigner</w:t>
      </w:r>
      <w:r>
        <w:t xml:space="preserve">, </w:t>
      </w:r>
      <w:r w:rsidR="00C77A4E" w:rsidRPr="00275B88">
        <w:t>mais où elle comptait bien rentrer promptement en maîtresse absolue</w:t>
      </w:r>
      <w:r>
        <w:t>.</w:t>
      </w:r>
    </w:p>
    <w:p w14:paraId="2A3B540C" w14:textId="77777777" w:rsidR="002C50B2" w:rsidRDefault="002C50B2" w:rsidP="002C50B2">
      <w:r>
        <w:t>« </w:t>
      </w:r>
      <w:r w:rsidR="00C77A4E" w:rsidRPr="00275B88">
        <w:t>Et puis</w:t>
      </w:r>
      <w:r>
        <w:t xml:space="preserve">, </w:t>
      </w:r>
      <w:r w:rsidR="00C77A4E" w:rsidRPr="00275B88">
        <w:t xml:space="preserve">le ton de ces </w:t>
      </w:r>
      <w:r w:rsidR="00C77A4E" w:rsidRPr="00275B88">
        <w:rPr>
          <w:i/>
          <w:iCs/>
        </w:rPr>
        <w:t xml:space="preserve">Mémoires </w:t>
      </w:r>
      <w:r w:rsidR="00C77A4E" w:rsidRPr="00275B88">
        <w:t>était tellement sincère que j</w:t>
      </w:r>
      <w:r>
        <w:t>’</w:t>
      </w:r>
      <w:r w:rsidR="00C77A4E" w:rsidRPr="00275B88">
        <w:t>eus l</w:t>
      </w:r>
      <w:r>
        <w:t>’</w:t>
      </w:r>
      <w:r w:rsidR="00C77A4E" w:rsidRPr="00275B88">
        <w:t>impression immédiate qu</w:t>
      </w:r>
      <w:r>
        <w:t>’</w:t>
      </w:r>
      <w:r w:rsidR="00C77A4E" w:rsidRPr="00275B88">
        <w:t>ils disaient la vérité</w:t>
      </w:r>
      <w:r>
        <w:t>.</w:t>
      </w:r>
    </w:p>
    <w:p w14:paraId="3C7E8564" w14:textId="77777777" w:rsidR="002C50B2" w:rsidRDefault="002C50B2" w:rsidP="002C50B2">
      <w:r>
        <w:t>« </w:t>
      </w:r>
      <w:r w:rsidR="00C77A4E" w:rsidRPr="00275B88">
        <w:t>Le tout était de savoir si le trésor se trouvait toujours dans sa cachette</w:t>
      </w:r>
      <w:r>
        <w:t>.</w:t>
      </w:r>
    </w:p>
    <w:p w14:paraId="382AF1EA" w14:textId="77777777" w:rsidR="002C50B2" w:rsidRDefault="002C50B2" w:rsidP="002C50B2">
      <w:r>
        <w:t>« </w:t>
      </w:r>
      <w:r w:rsidR="00C77A4E" w:rsidRPr="00275B88">
        <w:t>Avant de courir le risque d</w:t>
      </w:r>
      <w:r>
        <w:t>’</w:t>
      </w:r>
      <w:r w:rsidR="00C77A4E" w:rsidRPr="00275B88">
        <w:t>une expédition aussi aventureuse</w:t>
      </w:r>
      <w:r>
        <w:t xml:space="preserve">, </w:t>
      </w:r>
      <w:r w:rsidR="00C77A4E" w:rsidRPr="00275B88">
        <w:t>je tenais à m</w:t>
      </w:r>
      <w:r>
        <w:t>’</w:t>
      </w:r>
      <w:r w:rsidR="00C77A4E" w:rsidRPr="00275B88">
        <w:t>entourer de toutes les garanties de succès</w:t>
      </w:r>
      <w:r>
        <w:t xml:space="preserve">. </w:t>
      </w:r>
      <w:r w:rsidR="00C77A4E" w:rsidRPr="00275B88">
        <w:t>Du côté de Ruggieri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tranquille</w:t>
      </w:r>
      <w:r>
        <w:t>.</w:t>
      </w:r>
    </w:p>
    <w:p w14:paraId="34EFD1C3" w14:textId="77777777" w:rsidR="002C50B2" w:rsidRDefault="002C50B2" w:rsidP="002C50B2">
      <w:r>
        <w:t>« </w:t>
      </w:r>
      <w:r w:rsidR="00C77A4E" w:rsidRPr="00275B88">
        <w:t>En effet</w:t>
      </w:r>
      <w:r>
        <w:t xml:space="preserve">, </w:t>
      </w:r>
      <w:r w:rsidR="00C77A4E" w:rsidRPr="00275B88">
        <w:t>à la fin de son grimoire</w:t>
      </w:r>
      <w:r>
        <w:t xml:space="preserve">, </w:t>
      </w:r>
      <w:r w:rsidR="00C77A4E" w:rsidRPr="00275B88">
        <w:t>il expliquait clairement qu</w:t>
      </w:r>
      <w:r>
        <w:t>’</w:t>
      </w:r>
      <w:r w:rsidR="00C77A4E" w:rsidRPr="00275B88">
        <w:t>après la mort de Catherine et l</w:t>
      </w:r>
      <w:r>
        <w:t>’</w:t>
      </w:r>
      <w:r w:rsidR="00C77A4E" w:rsidRPr="00275B88">
        <w:t xml:space="preserve">assassinat de </w:t>
      </w:r>
      <w:r w:rsidRPr="00275B88">
        <w:t>Henri</w:t>
      </w:r>
      <w:r>
        <w:t> </w:t>
      </w:r>
      <w:r w:rsidRPr="00275B88">
        <w:t>III</w:t>
      </w:r>
      <w:r>
        <w:t xml:space="preserve">, </w:t>
      </w:r>
      <w:r w:rsidR="00C77A4E" w:rsidRPr="00275B88">
        <w:t xml:space="preserve">plutôt que de faire bénéficier </w:t>
      </w:r>
      <w:r w:rsidRPr="00275B88">
        <w:t>Henri</w:t>
      </w:r>
      <w:r>
        <w:t> </w:t>
      </w:r>
      <w:r w:rsidRPr="00275B88">
        <w:t>IV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haïssait</w:t>
      </w:r>
      <w:r>
        <w:t xml:space="preserve">, </w:t>
      </w:r>
      <w:r w:rsidR="00C77A4E" w:rsidRPr="00275B88">
        <w:t>des richesses dont il était désormais seul à connaître l</w:t>
      </w:r>
      <w:r>
        <w:t>’</w:t>
      </w:r>
      <w:r w:rsidR="00C77A4E" w:rsidRPr="00275B88">
        <w:t>existence</w:t>
      </w:r>
      <w:r>
        <w:t xml:space="preserve">, </w:t>
      </w:r>
      <w:r w:rsidR="00C77A4E" w:rsidRPr="00275B88">
        <w:t>et ne voulant pas s</w:t>
      </w:r>
      <w:r>
        <w:t>’</w:t>
      </w:r>
      <w:r w:rsidR="00C77A4E" w:rsidRPr="00275B88">
        <w:t>emparer d</w:t>
      </w:r>
      <w:r>
        <w:t>’</w:t>
      </w:r>
      <w:r w:rsidR="00C77A4E" w:rsidRPr="00275B88">
        <w:t>un bien qui avait été celui de sa bienfaitrice</w:t>
      </w:r>
      <w:r>
        <w:t xml:space="preserve">, </w:t>
      </w:r>
      <w:r w:rsidR="00C77A4E" w:rsidRPr="00275B88">
        <w:t>il préférait qu</w:t>
      </w:r>
      <w:r>
        <w:t>’</w:t>
      </w:r>
      <w:r w:rsidR="00C77A4E" w:rsidRPr="00275B88">
        <w:t>il restât enfoui pendant des siècles sous la dalle qui le recouvrait</w:t>
      </w:r>
      <w:r>
        <w:t>.</w:t>
      </w:r>
    </w:p>
    <w:p w14:paraId="45DE7A6F" w14:textId="77777777" w:rsidR="002C50B2" w:rsidRDefault="002C50B2" w:rsidP="002C50B2">
      <w:r>
        <w:t>« </w:t>
      </w:r>
      <w:r w:rsidR="00C77A4E" w:rsidRPr="00275B88">
        <w:t>Or Catherine de Médicis qui</w:t>
      </w:r>
      <w:r>
        <w:t xml:space="preserve">, </w:t>
      </w:r>
      <w:r w:rsidR="00C77A4E" w:rsidRPr="00275B88">
        <w:t xml:space="preserve">ainsi que </w:t>
      </w:r>
      <w:r w:rsidRPr="00275B88">
        <w:t>Henri</w:t>
      </w:r>
      <w:r>
        <w:t> </w:t>
      </w:r>
      <w:r w:rsidRPr="00275B88">
        <w:t>III</w:t>
      </w:r>
      <w:r>
        <w:t xml:space="preserve">, </w:t>
      </w:r>
      <w:r w:rsidR="00C77A4E" w:rsidRPr="00275B88">
        <w:t>avait dû s</w:t>
      </w:r>
      <w:r>
        <w:t>’</w:t>
      </w:r>
      <w:r w:rsidR="00C77A4E" w:rsidRPr="00275B88">
        <w:t>enfuir précipitamment de Paris</w:t>
      </w:r>
      <w:r>
        <w:t xml:space="preserve">, </w:t>
      </w:r>
      <w:r w:rsidR="00C77A4E" w:rsidRPr="00275B88">
        <w:t>après la journée des Barricades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avaient jamais pu pénétrer dans la capitale</w:t>
      </w:r>
      <w:r>
        <w:t>.</w:t>
      </w:r>
    </w:p>
    <w:p w14:paraId="75E87ED3" w14:textId="77777777" w:rsidR="002C50B2" w:rsidRDefault="002C50B2" w:rsidP="002C50B2">
      <w:r>
        <w:t>« </w:t>
      </w:r>
      <w:r w:rsidR="00C77A4E" w:rsidRPr="00275B88">
        <w:t>Enfin</w:t>
      </w:r>
      <w:r>
        <w:t xml:space="preserve">, </w:t>
      </w:r>
      <w:r w:rsidR="00C77A4E" w:rsidRPr="00275B88">
        <w:t>après avoir lu attentivement tous les livres et mémoires relatifs à l</w:t>
      </w:r>
      <w:r>
        <w:t>’</w:t>
      </w:r>
      <w:r w:rsidR="00C77A4E" w:rsidRPr="00275B88">
        <w:t>histoire de ce temps</w:t>
      </w:r>
      <w:r>
        <w:t xml:space="preserve">, </w:t>
      </w:r>
      <w:r w:rsidR="00C77A4E" w:rsidRPr="00275B88">
        <w:t>je constatai que nul ne parlait du trésor des Valois</w:t>
      </w:r>
      <w:r>
        <w:t xml:space="preserve">, </w:t>
      </w:r>
      <w:r w:rsidR="00C77A4E" w:rsidRPr="00275B88">
        <w:t>ce qu</w:t>
      </w:r>
      <w:r>
        <w:t>’</w:t>
      </w:r>
      <w:r w:rsidR="00C77A4E" w:rsidRPr="00275B88">
        <w:t>ils n</w:t>
      </w:r>
      <w:r>
        <w:t>’</w:t>
      </w:r>
      <w:r w:rsidR="00C77A4E" w:rsidRPr="00275B88">
        <w:t>eussent point manqué de faire s</w:t>
      </w:r>
      <w:r>
        <w:t>’</w:t>
      </w:r>
      <w:r w:rsidR="00C77A4E" w:rsidRPr="00275B88">
        <w:t>il avait été découvert par la suite</w:t>
      </w:r>
      <w:r>
        <w:t>.</w:t>
      </w:r>
    </w:p>
    <w:p w14:paraId="53AA56C5" w14:textId="77777777" w:rsidR="002C50B2" w:rsidRDefault="002C50B2" w:rsidP="002C50B2">
      <w:r>
        <w:lastRenderedPageBreak/>
        <w:t>« </w:t>
      </w:r>
      <w:r w:rsidR="00C77A4E" w:rsidRPr="00275B88">
        <w:t>J</w:t>
      </w:r>
      <w:r>
        <w:t>’</w:t>
      </w:r>
      <w:r w:rsidR="00C77A4E" w:rsidRPr="00275B88">
        <w:t>en conclus que le trésor n</w:t>
      </w:r>
      <w:r>
        <w:t>’</w:t>
      </w:r>
      <w:r w:rsidR="00C77A4E" w:rsidRPr="00275B88">
        <w:t>avait pas dû bouger de place</w:t>
      </w:r>
      <w:r>
        <w:t xml:space="preserve">. </w:t>
      </w:r>
      <w:r w:rsidR="00C77A4E" w:rsidRPr="00275B88">
        <w:t>Il restait donc à m</w:t>
      </w:r>
      <w:r>
        <w:t>’</w:t>
      </w:r>
      <w:r w:rsidR="00C77A4E" w:rsidRPr="00275B88">
        <w:t>assurer que la salle dont il était question existait encore</w:t>
      </w:r>
      <w:r>
        <w:t xml:space="preserve">. </w:t>
      </w:r>
      <w:r w:rsidR="00C77A4E" w:rsidRPr="00275B88">
        <w:t>Je n</w:t>
      </w:r>
      <w:r>
        <w:t>’</w:t>
      </w:r>
      <w:r w:rsidR="00C77A4E" w:rsidRPr="00275B88">
        <w:t>eus pas de peine à la retrouver</w:t>
      </w:r>
      <w:r>
        <w:t xml:space="preserve">… </w:t>
      </w:r>
      <w:r w:rsidR="00C77A4E" w:rsidRPr="00275B88">
        <w:t xml:space="preserve">Elle était devenue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, </w:t>
      </w:r>
      <w:r w:rsidR="00C77A4E" w:rsidRPr="00275B88">
        <w:t>et grâce aux détails contenus dans l</w:t>
      </w:r>
      <w:r>
        <w:t>’</w:t>
      </w:r>
      <w:r w:rsidR="00C77A4E" w:rsidRPr="00275B88">
        <w:t>écrit de Ruggieri et au plan très complet qu</w:t>
      </w:r>
      <w:r>
        <w:t>’</w:t>
      </w:r>
      <w:r w:rsidR="00C77A4E" w:rsidRPr="00275B88">
        <w:t>il avait adjoint</w:t>
      </w:r>
      <w:r>
        <w:t xml:space="preserve">, </w:t>
      </w:r>
      <w:r w:rsidR="00C77A4E" w:rsidRPr="00275B88">
        <w:t>je ne tardai pas à me rendre compte que l</w:t>
      </w:r>
      <w:r>
        <w:t>’</w:t>
      </w:r>
      <w:r w:rsidR="00C77A4E" w:rsidRPr="00275B88">
        <w:t>entrée de la cachette se trouvait exactement sous le piédestal de la statue d</w:t>
      </w:r>
      <w:r>
        <w:t>’</w:t>
      </w:r>
      <w:r w:rsidR="00C77A4E" w:rsidRPr="00275B88">
        <w:t>un dieu nommé Belphégor</w:t>
      </w:r>
      <w:r>
        <w:t>.</w:t>
      </w:r>
    </w:p>
    <w:p w14:paraId="5EF07ACC" w14:textId="77777777" w:rsidR="002C50B2" w:rsidRDefault="002C50B2" w:rsidP="002C50B2">
      <w:r>
        <w:t>« </w:t>
      </w:r>
      <w:r w:rsidR="00C77A4E" w:rsidRPr="00275B88">
        <w:t>C</w:t>
      </w:r>
      <w:r>
        <w:t>’</w:t>
      </w:r>
      <w:r w:rsidR="00C77A4E" w:rsidRPr="00275B88">
        <w:t>était un sérieux obstacle que l</w:t>
      </w:r>
      <w:r>
        <w:t>’</w:t>
      </w:r>
      <w:r w:rsidR="00C77A4E" w:rsidRPr="00275B88">
        <w:t>on ne pouvait déplacer que la nuit</w:t>
      </w:r>
      <w:r>
        <w:t>.</w:t>
      </w:r>
    </w:p>
    <w:p w14:paraId="0A137E6A" w14:textId="77777777" w:rsidR="002C50B2" w:rsidRDefault="002C50B2" w:rsidP="002C50B2">
      <w:r>
        <w:t>« </w:t>
      </w:r>
      <w:r w:rsidR="00C77A4E" w:rsidRPr="00275B88">
        <w:t>Mais si le souterrain si nettement décrit par Ruggieri existait encore</w:t>
      </w:r>
      <w:r>
        <w:t xml:space="preserve">, </w:t>
      </w:r>
      <w:r w:rsidR="00C77A4E" w:rsidRPr="00275B88">
        <w:t>rien ne m</w:t>
      </w:r>
      <w:r>
        <w:t>’</w:t>
      </w:r>
      <w:r w:rsidR="00C77A4E" w:rsidRPr="00275B88">
        <w:t>était plus facile que de m</w:t>
      </w:r>
      <w:r>
        <w:t>’</w:t>
      </w:r>
      <w:r w:rsidR="00C77A4E" w:rsidRPr="00275B88">
        <w:t>introduire au Louvre</w:t>
      </w:r>
      <w:r>
        <w:t xml:space="preserve">, </w:t>
      </w:r>
      <w:r w:rsidR="00C77A4E" w:rsidRPr="00275B88">
        <w:t>pendant la nuit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entre deux rondes de gardiens</w:t>
      </w:r>
      <w:r>
        <w:t xml:space="preserve">, </w:t>
      </w:r>
      <w:r w:rsidR="00C77A4E" w:rsidRPr="00275B88">
        <w:t>de faire le nécessaire</w:t>
      </w:r>
      <w:r>
        <w:t>.</w:t>
      </w:r>
    </w:p>
    <w:p w14:paraId="01E425C6" w14:textId="77777777" w:rsidR="002C50B2" w:rsidRDefault="002C50B2" w:rsidP="002C50B2">
      <w:r>
        <w:t>« </w:t>
      </w:r>
      <w:r w:rsidR="00C77A4E" w:rsidRPr="00275B88">
        <w:t>Elsa Bergen me proposa d</w:t>
      </w:r>
      <w:r>
        <w:t>’</w:t>
      </w:r>
      <w:r w:rsidR="00C77A4E" w:rsidRPr="00275B88">
        <w:t xml:space="preserve">envoyer </w:t>
      </w:r>
      <w:proofErr w:type="spellStart"/>
      <w:r w:rsidR="00C77A4E" w:rsidRPr="00275B88">
        <w:t>Lüchner</w:t>
      </w:r>
      <w:proofErr w:type="spellEnd"/>
      <w:r w:rsidR="00C77A4E" w:rsidRPr="00275B88">
        <w:t xml:space="preserve"> en reconnaissance</w:t>
      </w:r>
      <w:r>
        <w:t>.</w:t>
      </w:r>
    </w:p>
    <w:p w14:paraId="4BA52517" w14:textId="77777777" w:rsidR="002C50B2" w:rsidRDefault="002C50B2" w:rsidP="002C50B2">
      <w:r>
        <w:t>« </w:t>
      </w:r>
      <w:r w:rsidR="00C77A4E" w:rsidRPr="00275B88">
        <w:t>Mais</w:t>
      </w:r>
      <w:r>
        <w:t xml:space="preserve">, </w:t>
      </w:r>
      <w:r w:rsidR="00C77A4E" w:rsidRPr="00275B88">
        <w:t>pour des raisons que vous devinez</w:t>
      </w:r>
      <w:r>
        <w:t xml:space="preserve">, </w:t>
      </w:r>
      <w:r w:rsidR="00C77A4E" w:rsidRPr="00275B88">
        <w:t>je préférai agir moi</w:t>
      </w:r>
      <w:r w:rsidR="00C77A4E">
        <w:t>-</w:t>
      </w:r>
      <w:r w:rsidR="00C77A4E" w:rsidRPr="00275B88">
        <w:t>même</w:t>
      </w:r>
      <w:r>
        <w:t>.</w:t>
      </w:r>
    </w:p>
    <w:p w14:paraId="492E82B9" w14:textId="77777777" w:rsidR="002C50B2" w:rsidRDefault="00C77A4E" w:rsidP="002C50B2">
      <w:r w:rsidRPr="00275B88">
        <w:t>Maurice de Thouars ponctua</w:t>
      </w:r>
      <w:r w:rsidR="002C50B2">
        <w:t> :</w:t>
      </w:r>
    </w:p>
    <w:p w14:paraId="45EB9040" w14:textId="77777777" w:rsidR="002C50B2" w:rsidRDefault="002C50B2" w:rsidP="002C50B2">
      <w:r>
        <w:t>— </w:t>
      </w:r>
      <w:r w:rsidR="00C77A4E" w:rsidRPr="00275B88">
        <w:t xml:space="preserve">Vous </w:t>
      </w:r>
      <w:proofErr w:type="gramStart"/>
      <w:r w:rsidR="00C77A4E" w:rsidRPr="00275B88">
        <w:t>aviez peur</w:t>
      </w:r>
      <w:proofErr w:type="gramEnd"/>
      <w:r w:rsidR="00C77A4E" w:rsidRPr="00275B88">
        <w:t xml:space="preserve"> que le bossu ne voulût profiter seul de l</w:t>
      </w:r>
      <w:r>
        <w:t>’</w:t>
      </w:r>
      <w:r w:rsidR="00C77A4E" w:rsidRPr="00275B88">
        <w:t>aubaine</w:t>
      </w:r>
      <w:r>
        <w:t> ?</w:t>
      </w:r>
    </w:p>
    <w:p w14:paraId="05E2854D" w14:textId="0B96676E" w:rsidR="002C50B2" w:rsidRDefault="002C50B2" w:rsidP="002C50B2">
      <w:r>
        <w:t>— </w:t>
      </w:r>
      <w:r w:rsidR="00C77A4E" w:rsidRPr="00275B88">
        <w:t>Évidemment</w:t>
      </w:r>
      <w:r>
        <w:t xml:space="preserve">… </w:t>
      </w:r>
      <w:r w:rsidR="00C77A4E" w:rsidRPr="00275B88">
        <w:t>Il avait beau être le frère d</w:t>
      </w:r>
      <w:r>
        <w:t>’</w:t>
      </w:r>
      <w:r w:rsidR="00C77A4E" w:rsidRPr="00275B88">
        <w:t>Elsa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avais qu</w:t>
      </w:r>
      <w:r>
        <w:t>’</w:t>
      </w:r>
      <w:r w:rsidR="00C77A4E" w:rsidRPr="00275B88">
        <w:t>à moitié confiance en lui</w:t>
      </w:r>
      <w:r>
        <w:t xml:space="preserve">. </w:t>
      </w:r>
      <w:r w:rsidR="00C77A4E" w:rsidRPr="00275B88">
        <w:t xml:space="preserve">Ce fut alors que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me suggéra l</w:t>
      </w:r>
      <w:r>
        <w:t>’</w:t>
      </w:r>
      <w:r w:rsidR="00C77A4E" w:rsidRPr="00275B88">
        <w:t>idée du Fantôme</w:t>
      </w:r>
      <w:r>
        <w:t xml:space="preserve">. </w:t>
      </w:r>
      <w:r w:rsidR="00C77A4E" w:rsidRPr="00275B88">
        <w:t>Je l</w:t>
      </w:r>
      <w:r>
        <w:t>’</w:t>
      </w:r>
      <w:r w:rsidR="00C77A4E" w:rsidRPr="00275B88">
        <w:t>acceptai d</w:t>
      </w:r>
      <w:r>
        <w:t>’</w:t>
      </w:r>
      <w:r w:rsidR="00C77A4E" w:rsidRPr="00275B88">
        <w:t>enthousiasme</w:t>
      </w:r>
      <w:r>
        <w:t xml:space="preserve">… </w:t>
      </w:r>
      <w:r w:rsidR="00C77A4E" w:rsidRPr="00275B88">
        <w:t>Et le lendemain soir</w:t>
      </w:r>
      <w:r>
        <w:t xml:space="preserve">, </w:t>
      </w:r>
      <w:r w:rsidR="00C77A4E" w:rsidRPr="00275B88">
        <w:t>emportant dans un paquet la défroque qu</w:t>
      </w:r>
      <w:r>
        <w:t>’</w:t>
      </w:r>
      <w:r w:rsidR="00C77A4E" w:rsidRPr="00275B88">
        <w:t>Elsa avait confectionnée pour moi</w:t>
      </w:r>
      <w:r>
        <w:t xml:space="preserve">, </w:t>
      </w:r>
      <w:r w:rsidR="00C77A4E" w:rsidRPr="00275B88">
        <w:t>je me laissai enfermer dans l</w:t>
      </w:r>
      <w:r>
        <w:t>’</w:t>
      </w:r>
      <w:r w:rsidR="00C77A4E" w:rsidRPr="00275B88">
        <w:t xml:space="preserve">église de </w:t>
      </w:r>
      <w:proofErr w:type="spellStart"/>
      <w:r w:rsidR="00C77A4E" w:rsidRPr="00275B88">
        <w:t>Saint</w:t>
      </w:r>
      <w:r w:rsidR="00C77A4E">
        <w:t>-</w:t>
      </w:r>
      <w:r w:rsidR="00C77A4E" w:rsidRPr="00275B88">
        <w:t>Germain</w:t>
      </w:r>
      <w:r w:rsidR="00C77A4E">
        <w:t>-</w:t>
      </w:r>
      <w:r w:rsidR="00C77A4E" w:rsidRPr="00275B88">
        <w:t>l</w:t>
      </w:r>
      <w:r>
        <w:t>’</w:t>
      </w:r>
      <w:r w:rsidR="00C77A4E" w:rsidRPr="00275B88">
        <w:t>Auxerrois</w:t>
      </w:r>
      <w:proofErr w:type="spellEnd"/>
      <w:r>
        <w:t xml:space="preserve">… </w:t>
      </w:r>
      <w:r w:rsidR="00C77A4E" w:rsidRPr="00275B88">
        <w:t>Je vous assure que</w:t>
      </w:r>
      <w:r>
        <w:t xml:space="preserve">, </w:t>
      </w:r>
      <w:r w:rsidR="00C77A4E" w:rsidRPr="00275B88">
        <w:t>bien que décidée à tout</w:t>
      </w:r>
      <w:r>
        <w:t xml:space="preserve">, </w:t>
      </w:r>
      <w:r w:rsidR="00C77A4E" w:rsidRPr="00275B88">
        <w:t>lorsque je me sentis seule dans ce sanctuaire</w:t>
      </w:r>
      <w:r>
        <w:t xml:space="preserve">, </w:t>
      </w:r>
      <w:r w:rsidR="00C77A4E" w:rsidRPr="00275B88">
        <w:t xml:space="preserve">je sentis mon cœur battre un peu </w:t>
      </w:r>
      <w:r w:rsidR="00C77A4E" w:rsidRPr="00275B88">
        <w:lastRenderedPageBreak/>
        <w:t>plus fort que de coutume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faisant appel à toute mon énergie</w:t>
      </w:r>
      <w:r>
        <w:t xml:space="preserve">, </w:t>
      </w:r>
      <w:r w:rsidR="00C77A4E" w:rsidRPr="00275B88">
        <w:t>à toute ma volonté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habillai en fantôme et</w:t>
      </w:r>
      <w:r>
        <w:t xml:space="preserve">, </w:t>
      </w:r>
      <w:r w:rsidR="00C77A4E" w:rsidRPr="00275B88">
        <w:t>tout en m</w:t>
      </w:r>
      <w:r>
        <w:t>’</w:t>
      </w:r>
      <w:r w:rsidR="00C77A4E" w:rsidRPr="00275B88">
        <w:t>éclairant à l</w:t>
      </w:r>
      <w:r>
        <w:t>’</w:t>
      </w:r>
      <w:r w:rsidR="00C77A4E" w:rsidRPr="00275B88">
        <w:t>aide d</w:t>
      </w:r>
      <w:r>
        <w:t>’</w:t>
      </w:r>
      <w:r w:rsidR="00C77A4E" w:rsidRPr="00275B88">
        <w:t>une lampe de poche</w:t>
      </w:r>
      <w:r>
        <w:t xml:space="preserve">, </w:t>
      </w:r>
      <w:r w:rsidR="00C77A4E" w:rsidRPr="00275B88">
        <w:t>et en me guidant sur le plan que j</w:t>
      </w:r>
      <w:r>
        <w:t>’</w:t>
      </w:r>
      <w:r w:rsidR="00C77A4E" w:rsidRPr="00275B88">
        <w:t>avais détaché du manuscrit</w:t>
      </w:r>
      <w:r>
        <w:t xml:space="preserve">, </w:t>
      </w:r>
      <w:r w:rsidR="00C77A4E" w:rsidRPr="00275B88">
        <w:t>je me dirigeai ainsi qu</w:t>
      </w:r>
      <w:r>
        <w:t>’</w:t>
      </w:r>
      <w:r w:rsidR="00C77A4E" w:rsidRPr="00275B88">
        <w:t>il l</w:t>
      </w:r>
      <w:r>
        <w:t>’</w:t>
      </w:r>
      <w:r w:rsidR="00C77A4E" w:rsidRPr="00275B88">
        <w:t>indiquait vers la dalle qui se trouvait derrière le maître</w:t>
      </w:r>
      <w:r w:rsidR="00C77A4E">
        <w:t>-</w:t>
      </w:r>
      <w:r w:rsidR="00C77A4E" w:rsidRPr="00275B88">
        <w:t>autel</w:t>
      </w:r>
      <w:r>
        <w:t xml:space="preserve">… </w:t>
      </w:r>
      <w:r w:rsidR="00C77A4E" w:rsidRPr="00275B88">
        <w:t>et était marquée d</w:t>
      </w:r>
      <w:r>
        <w:t>’</w:t>
      </w:r>
      <w:r w:rsidR="00C77A4E" w:rsidRPr="00275B88">
        <w:t>une fleur de lis</w:t>
      </w:r>
      <w:r>
        <w:t>.</w:t>
      </w:r>
    </w:p>
    <w:p w14:paraId="1F59823B" w14:textId="77777777" w:rsidR="002C50B2" w:rsidRDefault="002C50B2" w:rsidP="002C50B2">
      <w:r>
        <w:t>« </w:t>
      </w:r>
      <w:r w:rsidR="00C77A4E" w:rsidRPr="00275B88">
        <w:t>Toujours d</w:t>
      </w:r>
      <w:r>
        <w:t>’</w:t>
      </w:r>
      <w:r w:rsidR="00C77A4E" w:rsidRPr="00275B88">
        <w:t>après les indications de Ruggieri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appuyai fortement le doigt sur cet emblème d</w:t>
      </w:r>
      <w:r>
        <w:t>’</w:t>
      </w:r>
      <w:r w:rsidR="00C77A4E" w:rsidRPr="00275B88">
        <w:t>ailleurs aux trois quarts effacé</w:t>
      </w:r>
      <w:r>
        <w:t xml:space="preserve">… </w:t>
      </w:r>
      <w:r w:rsidR="00C77A4E" w:rsidRPr="00275B88">
        <w:t>Rien ne bougea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appuyai avec plus d</w:t>
      </w:r>
      <w:r>
        <w:t>’</w:t>
      </w:r>
      <w:r w:rsidR="00C77A4E" w:rsidRPr="00275B88">
        <w:t>insistance</w:t>
      </w:r>
      <w:r>
        <w:t xml:space="preserve">. </w:t>
      </w:r>
      <w:r w:rsidR="00C77A4E" w:rsidRPr="00275B88">
        <w:t>Il me sembla que la dalle remuait légèrement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appuyai de toutes mes forces</w:t>
      </w:r>
      <w:r>
        <w:t xml:space="preserve">… </w:t>
      </w:r>
      <w:r w:rsidR="00C77A4E" w:rsidRPr="00275B88">
        <w:t>Elle bascula légèrement</w:t>
      </w:r>
      <w:r>
        <w:t xml:space="preserve">, </w:t>
      </w:r>
      <w:r w:rsidR="00C77A4E" w:rsidRPr="00275B88">
        <w:t>puis demeura immobile</w:t>
      </w:r>
      <w:r>
        <w:t xml:space="preserve">… </w:t>
      </w:r>
      <w:r w:rsidR="00C77A4E" w:rsidRPr="00275B88">
        <w:t>perpendiculaire au sol</w:t>
      </w:r>
      <w:r>
        <w:t xml:space="preserve">… </w:t>
      </w:r>
      <w:r w:rsidR="00C77A4E" w:rsidRPr="00275B88">
        <w:t>Je la poussai</w:t>
      </w:r>
      <w:r>
        <w:t xml:space="preserve">, </w:t>
      </w:r>
      <w:r w:rsidR="00C77A4E" w:rsidRPr="00275B88">
        <w:t>afin de dégager l</w:t>
      </w:r>
      <w:r>
        <w:t>’</w:t>
      </w:r>
      <w:r w:rsidR="00C77A4E" w:rsidRPr="00275B88">
        <w:t>excavation que j</w:t>
      </w:r>
      <w:r>
        <w:t>’</w:t>
      </w:r>
      <w:r w:rsidR="00C77A4E" w:rsidRPr="00275B88">
        <w:t>entrevoyais déjà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y parvins</w:t>
      </w:r>
      <w:r>
        <w:t xml:space="preserve">, </w:t>
      </w:r>
      <w:r w:rsidR="00C77A4E" w:rsidRPr="00275B88">
        <w:t>non sans peine</w:t>
      </w:r>
      <w:r>
        <w:t xml:space="preserve">… </w:t>
      </w:r>
      <w:r w:rsidR="00C77A4E" w:rsidRPr="00275B88">
        <w:t>et je m</w:t>
      </w:r>
      <w:r>
        <w:t>’</w:t>
      </w:r>
      <w:r w:rsidR="00C77A4E" w:rsidRPr="00275B88">
        <w:t>engageai dans un escalier en spirale qui aboutissait au souterrain</w:t>
      </w:r>
      <w:r>
        <w:t>.</w:t>
      </w:r>
    </w:p>
    <w:p w14:paraId="57F04B96" w14:textId="77777777" w:rsidR="002C50B2" w:rsidRDefault="002C50B2" w:rsidP="002C50B2">
      <w:r>
        <w:t>« </w:t>
      </w:r>
      <w:r w:rsidR="00C77A4E" w:rsidRPr="00275B88">
        <w:t>Après avoir repéré une sorte de crypte qui devait ensuite me rendre un grand service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arrivai à un second escalier que je gravis</w:t>
      </w:r>
      <w:r>
        <w:t xml:space="preserve">… </w:t>
      </w:r>
      <w:r w:rsidR="00C77A4E" w:rsidRPr="00275B88">
        <w:t>et je me trouvai devant un mur</w:t>
      </w:r>
      <w:r>
        <w:t>.</w:t>
      </w:r>
    </w:p>
    <w:p w14:paraId="203415BD" w14:textId="77777777" w:rsidR="002C50B2" w:rsidRDefault="002C50B2" w:rsidP="002C50B2">
      <w:r>
        <w:t>« </w:t>
      </w:r>
      <w:r w:rsidR="00C77A4E" w:rsidRPr="00275B88">
        <w:t>Je consultai de nouveau le plan de Ruggieri et je parvins à découvrir le mécanisme de l</w:t>
      </w:r>
      <w:r>
        <w:t>’</w:t>
      </w:r>
      <w:r w:rsidR="00C77A4E" w:rsidRPr="00275B88">
        <w:t>entrée secrète qui devait me donner l</w:t>
      </w:r>
      <w:r>
        <w:t>’</w:t>
      </w:r>
      <w:r w:rsidR="00C77A4E" w:rsidRPr="00275B88">
        <w:t>accès au Louvre</w:t>
      </w:r>
      <w:r>
        <w:t xml:space="preserve">… </w:t>
      </w:r>
      <w:r w:rsidR="00C77A4E" w:rsidRPr="00275B88">
        <w:t>Mais il était tellement rouillé que je dus renoncer à le faire fonctionner</w:t>
      </w:r>
      <w:r>
        <w:t>.</w:t>
      </w:r>
    </w:p>
    <w:p w14:paraId="7A7E9623" w14:textId="77777777" w:rsidR="002C50B2" w:rsidRDefault="002C50B2" w:rsidP="002C50B2">
      <w:pPr>
        <w:rPr>
          <w:i/>
          <w:iCs/>
        </w:rPr>
      </w:pPr>
      <w:r>
        <w:t>« </w:t>
      </w:r>
      <w:r w:rsidR="00C77A4E" w:rsidRPr="00275B88">
        <w:t xml:space="preserve">Je recourus alors aux bons offices de 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qui revint avec moi le lendemain</w:t>
      </w:r>
      <w:r>
        <w:t xml:space="preserve">… </w:t>
      </w:r>
      <w:r w:rsidR="00C77A4E" w:rsidRPr="00275B88">
        <w:t>Ce diable de bossu est vraiment d</w:t>
      </w:r>
      <w:r>
        <w:t>’</w:t>
      </w:r>
      <w:r w:rsidR="00C77A4E" w:rsidRPr="00275B88">
        <w:t>une adresse surprenante</w:t>
      </w:r>
      <w:r>
        <w:t xml:space="preserve">… </w:t>
      </w:r>
      <w:r w:rsidR="00C77A4E" w:rsidRPr="00275B88">
        <w:t>En effet</w:t>
      </w:r>
      <w:r>
        <w:t xml:space="preserve">, </w:t>
      </w:r>
      <w:r w:rsidR="00C77A4E" w:rsidRPr="00275B88">
        <w:t>en moins d</w:t>
      </w:r>
      <w:r>
        <w:t>’</w:t>
      </w:r>
      <w:r w:rsidR="00C77A4E" w:rsidRPr="00275B88">
        <w:t>une heure</w:t>
      </w:r>
      <w:r>
        <w:t xml:space="preserve">, </w:t>
      </w:r>
      <w:r w:rsidR="00C77A4E" w:rsidRPr="00275B88">
        <w:t>il parvint à ouvrir la porte dissimulée dans la muraille</w:t>
      </w:r>
      <w:r>
        <w:t xml:space="preserve">… </w:t>
      </w:r>
      <w:r w:rsidR="00C77A4E" w:rsidRPr="00275B88">
        <w:t>Nous nous trouvâmes alors sur le palier central de l</w:t>
      </w:r>
      <w:r>
        <w:t>’</w:t>
      </w:r>
      <w:r w:rsidR="00C77A4E" w:rsidRPr="00275B88">
        <w:t xml:space="preserve">escalier de la </w:t>
      </w:r>
      <w:r w:rsidR="00C77A4E" w:rsidRPr="00275B88">
        <w:rPr>
          <w:i/>
          <w:iCs/>
        </w:rPr>
        <w:t>Victoire de Samothrace</w:t>
      </w:r>
      <w:r>
        <w:rPr>
          <w:i/>
          <w:iCs/>
        </w:rP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seule</w:t>
      </w:r>
      <w:r>
        <w:t xml:space="preserve">, </w:t>
      </w:r>
      <w:r w:rsidR="00C77A4E" w:rsidRPr="00275B88">
        <w:t>sous mon suaire de Fantôme</w:t>
      </w:r>
      <w:r>
        <w:t xml:space="preserve">, </w:t>
      </w:r>
      <w:r w:rsidR="00C77A4E" w:rsidRPr="00275B88">
        <w:t xml:space="preserve">je gagnai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>.</w:t>
      </w:r>
    </w:p>
    <w:p w14:paraId="327111C2" w14:textId="77777777" w:rsidR="002C50B2" w:rsidRDefault="002C50B2" w:rsidP="002C50B2">
      <w:r>
        <w:lastRenderedPageBreak/>
        <w:t>« </w:t>
      </w:r>
      <w:r w:rsidR="00C77A4E" w:rsidRPr="00275B88">
        <w:t>J</w:t>
      </w:r>
      <w:r>
        <w:t>’</w:t>
      </w:r>
      <w:r w:rsidR="00C77A4E" w:rsidRPr="00275B88">
        <w:t>étais en train d</w:t>
      </w:r>
      <w:r>
        <w:t>’</w:t>
      </w:r>
      <w:r w:rsidR="00C77A4E" w:rsidRPr="00275B88">
        <w:t>examiner la statue de Belphégor</w:t>
      </w:r>
      <w:r>
        <w:t xml:space="preserve">, </w:t>
      </w:r>
      <w:r w:rsidR="00C77A4E" w:rsidRPr="00275B88">
        <w:t>lorsqu</w:t>
      </w:r>
      <w:r>
        <w:t>’</w:t>
      </w:r>
      <w:r w:rsidR="00C77A4E" w:rsidRPr="00275B88">
        <w:t>un gardien apparut</w:t>
      </w:r>
      <w:r>
        <w:t xml:space="preserve">… </w:t>
      </w:r>
      <w:r w:rsidR="00C77A4E" w:rsidRPr="00275B88">
        <w:t>Je m</w:t>
      </w:r>
      <w:r>
        <w:t>’</w:t>
      </w:r>
      <w:r w:rsidR="00C77A4E" w:rsidRPr="00275B88">
        <w:t>enfuis précipitamment</w:t>
      </w:r>
      <w:r>
        <w:t xml:space="preserve">, </w:t>
      </w:r>
      <w:r w:rsidR="00C77A4E" w:rsidRPr="00275B88">
        <w:t>non sans avoir essuyé le feu de son revolver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même senti une des balles siffler tout près de ma tête</w:t>
      </w:r>
      <w:r>
        <w:t>.</w:t>
      </w:r>
    </w:p>
    <w:p w14:paraId="721A135A" w14:textId="77777777" w:rsidR="002C50B2" w:rsidRDefault="002C50B2" w:rsidP="002C50B2">
      <w:r>
        <w:t>— </w:t>
      </w:r>
      <w:r w:rsidR="00C77A4E" w:rsidRPr="00275B88">
        <w:t>Et cependant</w:t>
      </w:r>
      <w:r>
        <w:t xml:space="preserve">, </w:t>
      </w:r>
      <w:r w:rsidR="00C77A4E" w:rsidRPr="00275B88">
        <w:t>le lendemain</w:t>
      </w:r>
      <w:r>
        <w:t xml:space="preserve">, </w:t>
      </w:r>
      <w:r w:rsidR="00C77A4E" w:rsidRPr="00275B88">
        <w:t>vous avez recommencé</w:t>
      </w:r>
      <w:r>
        <w:t>.</w:t>
      </w:r>
    </w:p>
    <w:p w14:paraId="616F11A6" w14:textId="77777777" w:rsidR="002C50B2" w:rsidRDefault="002C50B2" w:rsidP="002C50B2">
      <w:r>
        <w:t>— </w:t>
      </w:r>
      <w:r w:rsidR="00C77A4E" w:rsidRPr="00275B88">
        <w:t>Il fallait bien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assez tranquille</w:t>
      </w:r>
      <w:r>
        <w:t xml:space="preserve">… </w:t>
      </w:r>
      <w:r w:rsidR="00C77A4E" w:rsidRPr="00275B88">
        <w:t>Jack Teddy avait appris que</w:t>
      </w:r>
      <w:r>
        <w:t xml:space="preserve">, </w:t>
      </w:r>
      <w:r w:rsidR="00C77A4E" w:rsidRPr="00275B88">
        <w:t>la nuit suivante</w:t>
      </w:r>
      <w:r>
        <w:t xml:space="preserve">, </w:t>
      </w:r>
      <w:r w:rsidR="00C77A4E" w:rsidRPr="00275B88">
        <w:t>le gardien en chef du musée avait obtenu de ses supérieurs l</w:t>
      </w:r>
      <w:r>
        <w:t>’</w:t>
      </w:r>
      <w:r w:rsidR="00C77A4E" w:rsidRPr="00275B88">
        <w:t>autorisation de monter la garde seul</w:t>
      </w:r>
      <w:r>
        <w:t xml:space="preserve">, </w:t>
      </w:r>
      <w:r w:rsidR="00C77A4E" w:rsidRPr="00275B88">
        <w:t xml:space="preserve">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… </w:t>
      </w:r>
      <w:r w:rsidR="00C77A4E" w:rsidRPr="00275B88">
        <w:t>Cela ne nous arrêta pas</w:t>
      </w:r>
      <w:r>
        <w:t xml:space="preserve">… </w:t>
      </w:r>
      <w:r w:rsidR="00C77A4E" w:rsidRPr="00275B88">
        <w:t>Je me munis d</w:t>
      </w:r>
      <w:r>
        <w:t>’</w:t>
      </w:r>
      <w:r w:rsidR="00C77A4E" w:rsidRPr="00275B88">
        <w:t>un casse</w:t>
      </w:r>
      <w:r w:rsidR="00C77A4E">
        <w:t>-</w:t>
      </w:r>
      <w:r w:rsidR="00C77A4E" w:rsidRPr="00275B88">
        <w:t>tête</w:t>
      </w:r>
      <w:r>
        <w:t>…</w:t>
      </w:r>
    </w:p>
    <w:p w14:paraId="41C2357E" w14:textId="77777777" w:rsidR="002C50B2" w:rsidRDefault="00C77A4E" w:rsidP="002C50B2">
      <w:r w:rsidRPr="00275B88">
        <w:t>Et Simone scanda avec un accent diabolique</w:t>
      </w:r>
      <w:r w:rsidR="002C50B2">
        <w:t> :</w:t>
      </w:r>
    </w:p>
    <w:p w14:paraId="364C8443" w14:textId="77777777" w:rsidR="002C50B2" w:rsidRDefault="002C50B2" w:rsidP="002C50B2">
      <w:r>
        <w:t>— </w:t>
      </w:r>
      <w:r w:rsidR="00C77A4E" w:rsidRPr="00275B88">
        <w:t>Vous avez vu que je n</w:t>
      </w:r>
      <w:r>
        <w:t>’</w:t>
      </w:r>
      <w:r w:rsidR="00C77A4E" w:rsidRPr="00275B88">
        <w:t>ai pas hésité à en faire usage</w:t>
      </w:r>
      <w:r>
        <w:t>…</w:t>
      </w:r>
    </w:p>
    <w:p w14:paraId="74E96130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elle continua comme si elle se délectait au souvenir de ses formidables et terribles exploits</w:t>
      </w:r>
      <w:r w:rsidR="002C50B2">
        <w:t> :</w:t>
      </w:r>
    </w:p>
    <w:p w14:paraId="67C95941" w14:textId="77777777" w:rsidR="002C50B2" w:rsidRDefault="002C50B2" w:rsidP="002C50B2">
      <w:r>
        <w:t>— </w:t>
      </w:r>
      <w:r w:rsidR="00C77A4E" w:rsidRPr="00275B88">
        <w:t>Une fois débarrassée de ce témoin gênant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 xml:space="preserve">appelai </w:t>
      </w:r>
      <w:proofErr w:type="spellStart"/>
      <w:r w:rsidR="00C77A4E" w:rsidRPr="00275B88">
        <w:t>Lüchner</w:t>
      </w:r>
      <w:proofErr w:type="spellEnd"/>
      <w:r w:rsidR="00C77A4E" w:rsidRPr="00275B88">
        <w:t xml:space="preserve"> et l</w:t>
      </w:r>
      <w:r>
        <w:t>’</w:t>
      </w:r>
      <w:r w:rsidR="00C77A4E" w:rsidRPr="00275B88">
        <w:t>homme à la salopette</w:t>
      </w:r>
      <w:r>
        <w:t xml:space="preserve">, </w:t>
      </w:r>
      <w:r w:rsidR="00C77A4E" w:rsidRPr="00275B88">
        <w:t>qui m</w:t>
      </w:r>
      <w:r>
        <w:t>’</w:t>
      </w:r>
      <w:r w:rsidR="00C77A4E" w:rsidRPr="00275B88">
        <w:t>attendaient dans une salle voisine</w:t>
      </w:r>
      <w:r>
        <w:t xml:space="preserve">… </w:t>
      </w:r>
      <w:r w:rsidR="00C77A4E" w:rsidRPr="00275B88">
        <w:t>Tous deux se mirent à pousser la statue</w:t>
      </w:r>
      <w:r>
        <w:t xml:space="preserve">… </w:t>
      </w:r>
      <w:r w:rsidR="00C77A4E" w:rsidRPr="00275B88">
        <w:t>afin de découvrir l</w:t>
      </w:r>
      <w:r>
        <w:t>’</w:t>
      </w:r>
      <w:r w:rsidR="00C77A4E" w:rsidRPr="00275B88">
        <w:t>entrée de la cachette</w:t>
      </w:r>
      <w:r>
        <w:t>.</w:t>
      </w:r>
    </w:p>
    <w:p w14:paraId="5A20F1F0" w14:textId="77777777" w:rsidR="002C50B2" w:rsidRDefault="002C50B2" w:rsidP="002C50B2">
      <w:r>
        <w:t>« </w:t>
      </w:r>
      <w:r w:rsidR="00C77A4E" w:rsidRPr="00275B88">
        <w:t>Mais ce maudit Belphégor</w:t>
      </w:r>
      <w:r>
        <w:t xml:space="preserve">, </w:t>
      </w:r>
      <w:r w:rsidR="00C77A4E" w:rsidRPr="00275B88">
        <w:t>qui n</w:t>
      </w:r>
      <w:r>
        <w:t>’</w:t>
      </w:r>
      <w:r w:rsidR="00C77A4E" w:rsidRPr="00275B88">
        <w:t>était pas vissé à son socle</w:t>
      </w:r>
      <w:r>
        <w:t xml:space="preserve">, </w:t>
      </w:r>
      <w:r w:rsidR="00C77A4E" w:rsidRPr="00275B88">
        <w:t>dégringola sur les dalles</w:t>
      </w:r>
      <w:r>
        <w:t xml:space="preserve">… </w:t>
      </w:r>
      <w:r w:rsidR="00C77A4E" w:rsidRPr="00275B88">
        <w:t>ce qui produisit un bruit considérable</w:t>
      </w:r>
      <w:r>
        <w:t xml:space="preserve">… </w:t>
      </w:r>
      <w:r w:rsidR="00C77A4E" w:rsidRPr="00275B88">
        <w:t>Craignant que cela n</w:t>
      </w:r>
      <w:r>
        <w:t>’</w:t>
      </w:r>
      <w:r w:rsidR="00C77A4E" w:rsidRPr="00275B88">
        <w:t>eût éveillé l</w:t>
      </w:r>
      <w:r>
        <w:t>’</w:t>
      </w:r>
      <w:r w:rsidR="00C77A4E" w:rsidRPr="00275B88">
        <w:t>attention des gardiens ou des policiers qui pouvaient se trouver dans les environs</w:t>
      </w:r>
      <w:r>
        <w:t xml:space="preserve">, </w:t>
      </w:r>
      <w:r w:rsidR="00C77A4E" w:rsidRPr="00275B88">
        <w:t>nous nous empressâmes de déguerpir</w:t>
      </w:r>
      <w:r>
        <w:t>.</w:t>
      </w:r>
    </w:p>
    <w:p w14:paraId="2099D8B5" w14:textId="77777777" w:rsidR="002C50B2" w:rsidRDefault="002C50B2" w:rsidP="002C50B2">
      <w:r>
        <w:t>— </w:t>
      </w:r>
      <w:r w:rsidR="00C77A4E" w:rsidRPr="00275B88">
        <w:t>Et après cela</w:t>
      </w:r>
      <w:r>
        <w:t xml:space="preserve">… </w:t>
      </w:r>
      <w:r w:rsidR="00C77A4E" w:rsidRPr="00275B88">
        <w:t>s</w:t>
      </w:r>
      <w:r>
        <w:t>’</w:t>
      </w:r>
      <w:r w:rsidR="00C77A4E" w:rsidRPr="00275B88">
        <w:t>écriait Maurice de Thouars</w:t>
      </w:r>
      <w:r>
        <w:t xml:space="preserve">, </w:t>
      </w:r>
      <w:r w:rsidR="00C77A4E" w:rsidRPr="00275B88">
        <w:t>vous avez eu l</w:t>
      </w:r>
      <w:r>
        <w:t>’</w:t>
      </w:r>
      <w:r w:rsidR="00C77A4E" w:rsidRPr="00275B88">
        <w:t>audace de revenir encore</w:t>
      </w:r>
      <w:r>
        <w:t> ?</w:t>
      </w:r>
    </w:p>
    <w:p w14:paraId="39976BC9" w14:textId="77777777" w:rsidR="002C50B2" w:rsidRDefault="002C50B2" w:rsidP="002C50B2">
      <w:r>
        <w:t>— </w:t>
      </w:r>
      <w:r w:rsidR="00C77A4E" w:rsidRPr="00275B88">
        <w:t>Parfaitement</w:t>
      </w:r>
      <w:r>
        <w:t xml:space="preserve"> ! </w:t>
      </w:r>
      <w:r w:rsidR="00C77A4E" w:rsidRPr="00275B88">
        <w:t>Mais</w:t>
      </w:r>
      <w:r>
        <w:t xml:space="preserve">, </w:t>
      </w:r>
      <w:r w:rsidR="00C77A4E" w:rsidRPr="00275B88">
        <w:t>cette fois</w:t>
      </w:r>
      <w:r>
        <w:t xml:space="preserve">, </w:t>
      </w:r>
      <w:r w:rsidR="00C77A4E" w:rsidRPr="00275B88">
        <w:t>nous faillîmes tomber sur ce qu</w:t>
      </w:r>
      <w:r>
        <w:t>’</w:t>
      </w:r>
      <w:r w:rsidR="00C77A4E" w:rsidRPr="00275B88">
        <w:t xml:space="preserve">on appelle vulgairement </w:t>
      </w:r>
      <w:r>
        <w:t>« </w:t>
      </w:r>
      <w:r w:rsidR="00C77A4E" w:rsidRPr="00275B88">
        <w:t>un bec de gaz</w:t>
      </w:r>
      <w:r>
        <w:t> ».</w:t>
      </w:r>
    </w:p>
    <w:p w14:paraId="2E656829" w14:textId="77777777" w:rsidR="002C50B2" w:rsidRDefault="002C50B2" w:rsidP="002C50B2">
      <w:r>
        <w:lastRenderedPageBreak/>
        <w:t>« </w:t>
      </w:r>
      <w:r w:rsidR="00C77A4E" w:rsidRPr="00275B88">
        <w:t xml:space="preserve">En pénétrant seule dans la salle des </w:t>
      </w:r>
      <w:r w:rsidR="00C77A4E" w:rsidRPr="00275B88">
        <w:rPr>
          <w:i/>
          <w:iCs/>
        </w:rPr>
        <w:t xml:space="preserve">Dieux barbares </w:t>
      </w:r>
      <w:r w:rsidR="00C77A4E" w:rsidRPr="00275B88">
        <w:t>où</w:t>
      </w:r>
      <w:r>
        <w:t xml:space="preserve">, </w:t>
      </w:r>
      <w:r w:rsidR="00C77A4E" w:rsidRPr="00275B88">
        <w:t>avant d</w:t>
      </w:r>
      <w:r>
        <w:t>’</w:t>
      </w:r>
      <w:r w:rsidR="00C77A4E" w:rsidRPr="00275B88">
        <w:t>agir</w:t>
      </w:r>
      <w:r>
        <w:t xml:space="preserve">, </w:t>
      </w:r>
      <w:r w:rsidR="00C77A4E" w:rsidRPr="00275B88">
        <w:t>avec mes deux hommes</w:t>
      </w:r>
      <w:r>
        <w:t xml:space="preserve">, </w:t>
      </w:r>
      <w:r w:rsidR="00C77A4E" w:rsidRPr="00275B88">
        <w:t>il était indispensable que je fisse une reconnaissance</w:t>
      </w:r>
      <w:r>
        <w:t xml:space="preserve"> –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j</w:t>
      </w:r>
      <w:r>
        <w:t>’</w:t>
      </w:r>
      <w:r w:rsidR="00C77A4E" w:rsidRPr="00275B88">
        <w:t>aperçois</w:t>
      </w:r>
      <w:r>
        <w:t xml:space="preserve"> – </w:t>
      </w:r>
      <w:r w:rsidR="00C77A4E" w:rsidRPr="00275B88">
        <w:t>en train d</w:t>
      </w:r>
      <w:r>
        <w:t>’</w:t>
      </w:r>
      <w:r w:rsidR="00C77A4E" w:rsidRPr="00275B88">
        <w:t>examiner ce pauvre Belphégor qui</w:t>
      </w:r>
      <w:r>
        <w:t xml:space="preserve">, </w:t>
      </w:r>
      <w:r w:rsidR="00C77A4E" w:rsidRPr="00275B88">
        <w:t>étendu sur les dalles</w:t>
      </w:r>
      <w:r>
        <w:t xml:space="preserve">, </w:t>
      </w:r>
      <w:r w:rsidR="00C77A4E" w:rsidRPr="00275B88">
        <w:t>faisait une hideuse grimace</w:t>
      </w:r>
      <w:r>
        <w:t xml:space="preserve"> ? </w:t>
      </w:r>
      <w:r w:rsidR="00C77A4E" w:rsidRPr="00275B88">
        <w:t>Jacques Bellegarde</w:t>
      </w:r>
      <w:r>
        <w:t xml:space="preserve">… </w:t>
      </w:r>
      <w:r w:rsidR="00C77A4E" w:rsidRPr="00275B88">
        <w:t>Je m</w:t>
      </w:r>
      <w:r>
        <w:t>’</w:t>
      </w:r>
      <w:r w:rsidR="00C77A4E" w:rsidRPr="00275B88">
        <w:t>approchai de lui à pas de loup</w:t>
      </w:r>
      <w:r>
        <w:t xml:space="preserve">, </w:t>
      </w:r>
      <w:r w:rsidR="00C77A4E" w:rsidRPr="00275B88">
        <w:t>bien décidée à lui faire subir le sort du gardien Sabarat</w:t>
      </w:r>
      <w:r>
        <w:t>.</w:t>
      </w:r>
    </w:p>
    <w:p w14:paraId="237536A4" w14:textId="77777777" w:rsidR="002C50B2" w:rsidRDefault="002C50B2" w:rsidP="002C50B2">
      <w:r>
        <w:t>— </w:t>
      </w:r>
      <w:r w:rsidR="00C77A4E" w:rsidRPr="00275B88">
        <w:t>Vous dites</w:t>
      </w:r>
      <w:r>
        <w:t> ?</w:t>
      </w:r>
    </w:p>
    <w:p w14:paraId="2B85FAA0" w14:textId="77777777" w:rsidR="002C50B2" w:rsidRDefault="002C50B2" w:rsidP="002C50B2">
      <w:r>
        <w:t>— </w:t>
      </w:r>
      <w:r w:rsidR="00C77A4E" w:rsidRPr="00275B88">
        <w:t>Laissez</w:t>
      </w:r>
      <w:r w:rsidR="00C77A4E">
        <w:t>-</w:t>
      </w:r>
      <w:r w:rsidR="00C77A4E" w:rsidRPr="00275B88">
        <w:t>moi continuer</w:t>
      </w:r>
      <w:r>
        <w:t xml:space="preserve">… </w:t>
      </w:r>
      <w:r w:rsidR="00C77A4E" w:rsidRPr="00275B88">
        <w:t>Captivé par ses recherches</w:t>
      </w:r>
      <w:r>
        <w:t xml:space="preserve">, </w:t>
      </w:r>
      <w:r w:rsidR="00C77A4E" w:rsidRPr="00275B88">
        <w:t>il ne m</w:t>
      </w:r>
      <w:r>
        <w:t>’</w:t>
      </w:r>
      <w:r w:rsidR="00C77A4E" w:rsidRPr="00275B88">
        <w:t>avait ni vue ni entendue</w:t>
      </w:r>
      <w:r>
        <w:t xml:space="preserve">, </w:t>
      </w:r>
      <w:r w:rsidR="00C77A4E" w:rsidRPr="00275B88">
        <w:t>et je pensai</w:t>
      </w:r>
      <w:r>
        <w:t> : « </w:t>
      </w:r>
      <w:r w:rsidR="00C77A4E" w:rsidRPr="00275B88">
        <w:t>Toi</w:t>
      </w:r>
      <w:r>
        <w:t xml:space="preserve">, </w:t>
      </w:r>
      <w:r w:rsidR="00C77A4E" w:rsidRPr="00275B88">
        <w:t>ton affaire est bonne</w:t>
      </w:r>
      <w:r>
        <w:t> ! »</w:t>
      </w:r>
      <w:r w:rsidR="00C77A4E" w:rsidRPr="00275B88">
        <w:t xml:space="preserve"> Mais à peine avais</w:t>
      </w:r>
      <w:r w:rsidR="00C77A4E">
        <w:t>-</w:t>
      </w:r>
      <w:r w:rsidR="00C77A4E" w:rsidRPr="00275B88">
        <w:t>je levé le bras pour lui asséner un coup de matraque</w:t>
      </w:r>
      <w:r>
        <w:t xml:space="preserve">… </w:t>
      </w:r>
      <w:r w:rsidR="00C77A4E" w:rsidRPr="00275B88">
        <w:t>qu</w:t>
      </w:r>
      <w:r>
        <w:t>’</w:t>
      </w:r>
      <w:r w:rsidR="00C77A4E" w:rsidRPr="00275B88">
        <w:t>une main se posait sur mon poignet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était celle d</w:t>
      </w:r>
      <w:r>
        <w:t>’</w:t>
      </w:r>
      <w:r w:rsidR="00C77A4E" w:rsidRPr="00275B88">
        <w:t>un vieux monsieur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ai su depuis que c</w:t>
      </w:r>
      <w:r>
        <w:t>’</w:t>
      </w:r>
      <w:r w:rsidR="00C77A4E" w:rsidRPr="00275B88">
        <w:t>était Chantecoq</w:t>
      </w:r>
      <w:r>
        <w:t xml:space="preserve">… </w:t>
      </w:r>
      <w:r w:rsidR="00C77A4E" w:rsidRPr="00275B88">
        <w:t>qui</w:t>
      </w:r>
      <w:r>
        <w:t xml:space="preserve">, </w:t>
      </w:r>
      <w:r w:rsidR="00C77A4E" w:rsidRPr="00275B88">
        <w:t>sorti de je ne sais où</w:t>
      </w:r>
      <w:r>
        <w:t xml:space="preserve">, </w:t>
      </w:r>
      <w:r w:rsidR="00C77A4E" w:rsidRPr="00275B88">
        <w:t>intervenait de si fâcheuse manière</w:t>
      </w:r>
      <w:r>
        <w:t>.</w:t>
      </w:r>
    </w:p>
    <w:p w14:paraId="066097AE" w14:textId="77777777" w:rsidR="002C50B2" w:rsidRDefault="002C50B2" w:rsidP="002C50B2">
      <w:r>
        <w:t>« </w:t>
      </w:r>
      <w:r w:rsidR="00C77A4E" w:rsidRPr="00275B88">
        <w:t>D</w:t>
      </w:r>
      <w:r>
        <w:t>’</w:t>
      </w:r>
      <w:r w:rsidR="00C77A4E" w:rsidRPr="00275B88">
        <w:t>un mouvement brusque</w:t>
      </w:r>
      <w:r>
        <w:t xml:space="preserve">, </w:t>
      </w:r>
      <w:r w:rsidR="00C77A4E" w:rsidRPr="00275B88">
        <w:t>je me dégageai et je m</w:t>
      </w:r>
      <w:r>
        <w:t>’</w:t>
      </w:r>
      <w:r w:rsidR="00C77A4E" w:rsidRPr="00275B88">
        <w:t>enfuis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escaladai quatre à quatre l</w:t>
      </w:r>
      <w:r>
        <w:t>’</w:t>
      </w:r>
      <w:r w:rsidR="00C77A4E" w:rsidRPr="00275B88">
        <w:t xml:space="preserve">escalier de la </w:t>
      </w:r>
      <w:r w:rsidR="00C77A4E" w:rsidRPr="00275B88">
        <w:rPr>
          <w:i/>
          <w:iCs/>
        </w:rPr>
        <w:t>Victoire de Samothrace</w:t>
      </w:r>
      <w:r>
        <w:rPr>
          <w:i/>
          <w:iCs/>
        </w:rPr>
        <w:t xml:space="preserve">, </w:t>
      </w:r>
      <w:r w:rsidR="00C77A4E" w:rsidRPr="00275B88">
        <w:t>poursuivie par Bellegarde à coups de revolver</w:t>
      </w:r>
      <w:r>
        <w:t xml:space="preserve">, </w:t>
      </w:r>
      <w:r w:rsidR="00C77A4E" w:rsidRPr="00275B88">
        <w:t>qui ne m</w:t>
      </w:r>
      <w:r>
        <w:t>’</w:t>
      </w:r>
      <w:r w:rsidR="00C77A4E" w:rsidRPr="00275B88">
        <w:t>atteignirent pas</w:t>
      </w:r>
      <w:r>
        <w:t xml:space="preserve">. </w:t>
      </w:r>
      <w:r w:rsidR="00C77A4E" w:rsidRPr="00275B88">
        <w:t>C</w:t>
      </w:r>
      <w:r>
        <w:t>’</w:t>
      </w:r>
      <w:r w:rsidR="00C77A4E" w:rsidRPr="00275B88">
        <w:t>est à croire que je suis invulnérable</w:t>
      </w:r>
      <w:r>
        <w:t>.</w:t>
      </w:r>
    </w:p>
    <w:p w14:paraId="0EE63561" w14:textId="4DEC896A" w:rsidR="002C50B2" w:rsidRDefault="002C50B2" w:rsidP="002C50B2">
      <w:r>
        <w:t>« </w:t>
      </w:r>
      <w:r w:rsidR="00C77A4E" w:rsidRPr="00275B88">
        <w:t>Arrivée sur le palier au moment où il allait m</w:t>
      </w:r>
      <w:r>
        <w:t>’</w:t>
      </w:r>
      <w:r w:rsidR="00C77A4E" w:rsidRPr="00275B88">
        <w:t>atteindre</w:t>
      </w:r>
      <w:r>
        <w:t xml:space="preserve">, </w:t>
      </w:r>
      <w:r w:rsidR="00C77A4E" w:rsidRPr="00275B88">
        <w:t>je lui assenai un coup de matraque sur la nuque</w:t>
      </w:r>
      <w:r>
        <w:t xml:space="preserve">… </w:t>
      </w:r>
      <w:r w:rsidR="00C77A4E" w:rsidRPr="00275B88">
        <w:t>Bien qu</w:t>
      </w:r>
      <w:r>
        <w:t>’</w:t>
      </w:r>
      <w:r w:rsidR="00C77A4E" w:rsidRPr="00275B88">
        <w:t>il ait porté à faux</w:t>
      </w:r>
      <w:r>
        <w:t xml:space="preserve">, </w:t>
      </w:r>
      <w:r w:rsidR="00C77A4E" w:rsidRPr="00275B88">
        <w:t>Bellegarde tomba</w:t>
      </w:r>
      <w:r>
        <w:t xml:space="preserve">… </w:t>
      </w:r>
      <w:r w:rsidR="00C77A4E" w:rsidRPr="00275B88">
        <w:t>et j</w:t>
      </w:r>
      <w:r>
        <w:t>’</w:t>
      </w:r>
      <w:r w:rsidR="00C77A4E" w:rsidRPr="00275B88">
        <w:t xml:space="preserve">allais me précipiter vers la porte secrète derrière laquelle </w:t>
      </w:r>
      <w:proofErr w:type="spellStart"/>
      <w:r w:rsidR="00C77A4E" w:rsidRPr="00275B88">
        <w:t>Lüchner</w:t>
      </w:r>
      <w:proofErr w:type="spellEnd"/>
      <w:r w:rsidR="00C77A4E" w:rsidRPr="00275B88">
        <w:t xml:space="preserve"> et l</w:t>
      </w:r>
      <w:r>
        <w:t>’</w:t>
      </w:r>
      <w:r w:rsidR="00C77A4E" w:rsidRPr="00275B88">
        <w:t>homme à la salopette m</w:t>
      </w:r>
      <w:r>
        <w:t>’</w:t>
      </w:r>
      <w:r w:rsidR="00C77A4E" w:rsidRPr="00275B88">
        <w:t>attendaient</w:t>
      </w:r>
      <w:r>
        <w:t xml:space="preserve">, </w:t>
      </w:r>
      <w:r w:rsidR="00C77A4E" w:rsidRPr="00275B88">
        <w:t>lorsque</w:t>
      </w:r>
      <w:r>
        <w:t xml:space="preserve">, </w:t>
      </w:r>
      <w:r w:rsidR="00C77A4E" w:rsidRPr="00275B88">
        <w:t>en haut de l</w:t>
      </w:r>
      <w:r>
        <w:t>’</w:t>
      </w:r>
      <w:r w:rsidR="00C77A4E" w:rsidRPr="00275B88">
        <w:t>escalier</w:t>
      </w:r>
      <w:r>
        <w:t xml:space="preserve">, </w:t>
      </w:r>
      <w:r w:rsidR="00C77A4E" w:rsidRPr="00275B88">
        <w:t>des lumières scintillèrent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était une ronde de policiers</w:t>
      </w:r>
      <w:r>
        <w:t xml:space="preserve">… </w:t>
      </w:r>
      <w:r w:rsidR="00C77A4E" w:rsidRPr="00275B88">
        <w:t>Tandis qu</w:t>
      </w:r>
      <w:r>
        <w:t>’</w:t>
      </w:r>
      <w:r w:rsidR="00C77A4E" w:rsidRPr="00275B88">
        <w:t>en bas une voix</w:t>
      </w:r>
      <w:r>
        <w:t xml:space="preserve"> – </w:t>
      </w:r>
      <w:r w:rsidR="00C77A4E" w:rsidRPr="00275B88">
        <w:t>celle de Chantecoq</w:t>
      </w:r>
      <w:r>
        <w:t xml:space="preserve"> – </w:t>
      </w:r>
      <w:r w:rsidR="00C77A4E" w:rsidRPr="00275B88">
        <w:t>clamait</w:t>
      </w:r>
      <w:r>
        <w:t> : « </w:t>
      </w:r>
      <w:r w:rsidR="00C77A4E" w:rsidRPr="00275B88">
        <w:t>Barrez</w:t>
      </w:r>
      <w:r w:rsidR="00C77A4E">
        <w:t>-</w:t>
      </w:r>
      <w:r w:rsidR="00C77A4E" w:rsidRPr="00275B88">
        <w:t>lui la route</w:t>
      </w:r>
      <w:r>
        <w:t xml:space="preserve">, </w:t>
      </w:r>
      <w:r w:rsidR="00C77A4E" w:rsidRPr="00275B88">
        <w:t>nous le tenons</w:t>
      </w:r>
      <w:r>
        <w:t> ! »</w:t>
      </w:r>
    </w:p>
    <w:p w14:paraId="3377142C" w14:textId="77777777" w:rsidR="002C50B2" w:rsidRDefault="002C50B2" w:rsidP="002C50B2">
      <w:r>
        <w:t>« </w:t>
      </w:r>
      <w:r w:rsidR="00C77A4E" w:rsidRPr="00275B88">
        <w:t>D</w:t>
      </w:r>
      <w:r>
        <w:t>’</w:t>
      </w:r>
      <w:r w:rsidR="00C77A4E" w:rsidRPr="00275B88">
        <w:t>un bond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élançai vers la porte secrète</w:t>
      </w:r>
      <w:r>
        <w:t xml:space="preserve">, </w:t>
      </w:r>
      <w:r w:rsidR="00C77A4E" w:rsidRPr="00275B88">
        <w:t>que le bossu referma derrière moi</w:t>
      </w:r>
      <w:r>
        <w:t xml:space="preserve">. </w:t>
      </w:r>
      <w:r w:rsidR="00C77A4E" w:rsidRPr="00275B88">
        <w:t>Il était temps</w:t>
      </w:r>
      <w:r>
        <w:t> !…</w:t>
      </w:r>
    </w:p>
    <w:p w14:paraId="10036B52" w14:textId="77777777" w:rsidR="002C50B2" w:rsidRDefault="002C50B2" w:rsidP="002C50B2">
      <w:r>
        <w:lastRenderedPageBreak/>
        <w:t>« </w:t>
      </w:r>
      <w:r w:rsidR="00C77A4E" w:rsidRPr="00275B88">
        <w:t>J</w:t>
      </w:r>
      <w:r>
        <w:t>’</w:t>
      </w:r>
      <w:r w:rsidR="00C77A4E" w:rsidRPr="00275B88">
        <w:t>avoue que</w:t>
      </w:r>
      <w:r>
        <w:t xml:space="preserve">, </w:t>
      </w:r>
      <w:r w:rsidR="00C77A4E" w:rsidRPr="00275B88">
        <w:t>ce soir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bien cru que la partie était perdue</w:t>
      </w:r>
      <w:r>
        <w:t> !</w:t>
      </w:r>
    </w:p>
    <w:p w14:paraId="19BF87D7" w14:textId="77777777" w:rsidR="002C50B2" w:rsidRDefault="002C50B2" w:rsidP="002C50B2">
      <w:r>
        <w:t>— </w:t>
      </w:r>
      <w:r w:rsidR="00C77A4E" w:rsidRPr="00275B88">
        <w:t>Vous avez cependant récidivé</w:t>
      </w:r>
      <w:r>
        <w:t>.</w:t>
      </w:r>
    </w:p>
    <w:p w14:paraId="7C400559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car je me suis tenu le raisonnement suivant</w:t>
      </w:r>
      <w:r>
        <w:t xml:space="preserve"> : </w:t>
      </w:r>
      <w:r w:rsidR="00C77A4E" w:rsidRPr="00275B88">
        <w:t>devant tant d</w:t>
      </w:r>
      <w:r>
        <w:t>’</w:t>
      </w:r>
      <w:r w:rsidR="00C77A4E" w:rsidRPr="00275B88">
        <w:t>insistance</w:t>
      </w:r>
      <w:r>
        <w:t xml:space="preserve">, </w:t>
      </w:r>
      <w:r w:rsidR="00C77A4E" w:rsidRPr="00275B88">
        <w:t>la police</w:t>
      </w:r>
      <w:r>
        <w:t xml:space="preserve">, </w:t>
      </w:r>
      <w:r w:rsidR="00C77A4E" w:rsidRPr="00275B88">
        <w:t xml:space="preserve">persuadée que le Fantôme du Louvre reviendra certainement dans la salle des </w:t>
      </w:r>
      <w:r w:rsidR="00C77A4E" w:rsidRPr="00275B88">
        <w:rPr>
          <w:i/>
          <w:iCs/>
        </w:rPr>
        <w:t>Dieux barbares</w:t>
      </w:r>
      <w:r>
        <w:rPr>
          <w:i/>
          <w:iCs/>
        </w:rPr>
        <w:t xml:space="preserve">, </w:t>
      </w:r>
      <w:r w:rsidR="00C77A4E" w:rsidRPr="00275B88">
        <w:t>va y établir une souricière</w:t>
      </w:r>
      <w:r>
        <w:t>.</w:t>
      </w:r>
    </w:p>
    <w:p w14:paraId="6B03B226" w14:textId="77777777" w:rsidR="002C50B2" w:rsidRDefault="002C50B2" w:rsidP="002C50B2">
      <w:r>
        <w:t>— </w:t>
      </w:r>
      <w:r w:rsidR="00C77A4E" w:rsidRPr="00275B88">
        <w:t>Ce qui s</w:t>
      </w:r>
      <w:r>
        <w:t>’</w:t>
      </w:r>
      <w:r w:rsidR="00C77A4E" w:rsidRPr="00275B88">
        <w:t>est produit</w:t>
      </w:r>
      <w:r>
        <w:t>.</w:t>
      </w:r>
    </w:p>
    <w:p w14:paraId="4518EFF6" w14:textId="77777777" w:rsidR="002C50B2" w:rsidRDefault="002C50B2" w:rsidP="002C50B2">
      <w:r>
        <w:t>— </w:t>
      </w:r>
      <w:r w:rsidR="00C77A4E" w:rsidRPr="00275B88">
        <w:t>En effet</w:t>
      </w:r>
      <w:r>
        <w:t xml:space="preserve">. </w:t>
      </w:r>
      <w:r w:rsidR="00C77A4E" w:rsidRPr="00275B88">
        <w:t>Mais l</w:t>
      </w:r>
      <w:r>
        <w:t>’</w:t>
      </w:r>
      <w:r w:rsidR="00C77A4E" w:rsidRPr="00275B88">
        <w:t xml:space="preserve">inspecteur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chargé d</w:t>
      </w:r>
      <w:r>
        <w:t>’</w:t>
      </w:r>
      <w:r w:rsidR="00C77A4E" w:rsidRPr="00275B88">
        <w:t>arrêter Belphégor</w:t>
      </w:r>
      <w:r>
        <w:t xml:space="preserve">, </w:t>
      </w:r>
      <w:r w:rsidR="00C77A4E" w:rsidRPr="00275B88">
        <w:t>avait compté sans les ressources de mon imagination</w:t>
      </w:r>
      <w:r>
        <w:t>.</w:t>
      </w:r>
    </w:p>
    <w:p w14:paraId="55131EEB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vous qui avez eu l</w:t>
      </w:r>
      <w:r>
        <w:t>’</w:t>
      </w:r>
      <w:r w:rsidR="00C77A4E" w:rsidRPr="00275B88">
        <w:t>idée des gaz somnifères</w:t>
      </w:r>
      <w:r>
        <w:t> ?</w:t>
      </w:r>
    </w:p>
    <w:p w14:paraId="6C8F5DE0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 xml:space="preserve">est </w:t>
      </w:r>
      <w:proofErr w:type="spellStart"/>
      <w:r w:rsidR="00C77A4E" w:rsidRPr="00275B88">
        <w:t>Lüchner</w:t>
      </w:r>
      <w:proofErr w:type="spellEnd"/>
      <w:r w:rsidR="00C77A4E" w:rsidRPr="00275B88">
        <w:t xml:space="preserve"> qui s</w:t>
      </w:r>
      <w:r>
        <w:t>’</w:t>
      </w:r>
      <w:r w:rsidR="00C77A4E" w:rsidRPr="00275B88">
        <w:t>est chargé de les fabriquer</w:t>
      </w:r>
      <w:r>
        <w:t xml:space="preserve">… </w:t>
      </w:r>
      <w:r w:rsidR="00C77A4E" w:rsidRPr="00275B88">
        <w:t>Cette fois</w:t>
      </w:r>
      <w:r>
        <w:t xml:space="preserve">, </w:t>
      </w:r>
      <w:r w:rsidR="00C77A4E" w:rsidRPr="00275B88">
        <w:t>tout s</w:t>
      </w:r>
      <w:r>
        <w:t>’</w:t>
      </w:r>
      <w:r w:rsidR="00C77A4E" w:rsidRPr="00275B88">
        <w:t>est admirablement passé</w:t>
      </w:r>
      <w:r>
        <w:t xml:space="preserve">… </w:t>
      </w:r>
      <w:r w:rsidR="00C77A4E" w:rsidRPr="00275B88">
        <w:t>Et maintenant</w:t>
      </w:r>
      <w:r>
        <w:t xml:space="preserve">, </w:t>
      </w:r>
      <w:r w:rsidR="00C77A4E" w:rsidRPr="00275B88">
        <w:t>mon cher</w:t>
      </w:r>
      <w:r>
        <w:t xml:space="preserve">, </w:t>
      </w:r>
      <w:r w:rsidR="00C77A4E" w:rsidRPr="00275B88">
        <w:t>vous en savez aussi long que moi</w:t>
      </w:r>
      <w:r w:rsidR="00C77A4E">
        <w:t>-</w:t>
      </w:r>
      <w:r w:rsidR="00C77A4E" w:rsidRPr="00275B88">
        <w:t>même</w:t>
      </w:r>
      <w:r>
        <w:t>.</w:t>
      </w:r>
    </w:p>
    <w:p w14:paraId="5C484C06" w14:textId="77777777" w:rsidR="002C50B2" w:rsidRDefault="00C77A4E" w:rsidP="002C50B2">
      <w:r w:rsidRPr="00275B88">
        <w:t>Tout aussi tranquille que si elle se fût trouvée dans son boudoir</w:t>
      </w:r>
      <w:r w:rsidR="002C50B2">
        <w:t xml:space="preserve">, </w:t>
      </w:r>
      <w:r w:rsidRPr="00275B88">
        <w:t>elle prit dans un étui en or qui se trouvait sur la coiffeuse une cigarette orientale qu</w:t>
      </w:r>
      <w:r w:rsidR="002C50B2">
        <w:t>’</w:t>
      </w:r>
      <w:r w:rsidRPr="00275B88">
        <w:t>elle alluma et dont elle lança au plafond les premières bouffées</w:t>
      </w:r>
      <w:r w:rsidR="002C50B2">
        <w:t>.</w:t>
      </w:r>
    </w:p>
    <w:p w14:paraId="06A1ECFF" w14:textId="77777777" w:rsidR="002C50B2" w:rsidRDefault="00C77A4E" w:rsidP="002C50B2">
      <w:r w:rsidRPr="00275B88">
        <w:t>Maurice de Thouars demeura un instant silencieux</w:t>
      </w:r>
      <w:r w:rsidR="002C50B2">
        <w:t xml:space="preserve">… </w:t>
      </w:r>
      <w:r w:rsidRPr="00275B88">
        <w:t>Hypnotisé par cette femme extraordinaire qui incarnait vraiment le génie du mal</w:t>
      </w:r>
      <w:r w:rsidR="002C50B2">
        <w:t xml:space="preserve">, </w:t>
      </w:r>
      <w:r w:rsidRPr="00275B88">
        <w:t>de plus en plus dominé par sa beauté et plus encore par son charme infernal</w:t>
      </w:r>
      <w:r w:rsidR="002C50B2">
        <w:t xml:space="preserve">, </w:t>
      </w:r>
      <w:r w:rsidRPr="00275B88">
        <w:t>il la contempla d</w:t>
      </w:r>
      <w:r w:rsidR="002C50B2">
        <w:t>’</w:t>
      </w:r>
      <w:r w:rsidRPr="00275B88">
        <w:t>un œil ardent de convoitise</w:t>
      </w:r>
      <w:r w:rsidR="002C50B2">
        <w:t>.</w:t>
      </w:r>
    </w:p>
    <w:p w14:paraId="5DF86BBC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Simone éclata de rire</w:t>
      </w:r>
      <w:r w:rsidR="002C50B2">
        <w:t>.</w:t>
      </w:r>
    </w:p>
    <w:p w14:paraId="151BD38D" w14:textId="77777777" w:rsidR="002C50B2" w:rsidRDefault="002C50B2" w:rsidP="002C50B2">
      <w:r>
        <w:t>— </w:t>
      </w:r>
      <w:r w:rsidR="00C77A4E" w:rsidRPr="00275B88">
        <w:t>Voyez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 prenne aux Papillon l</w:t>
      </w:r>
      <w:r>
        <w:t>’</w:t>
      </w:r>
      <w:r w:rsidR="00C77A4E" w:rsidRPr="00275B88">
        <w:t>idée de se rendre ici</w:t>
      </w:r>
      <w:r>
        <w:t> !</w:t>
      </w:r>
    </w:p>
    <w:p w14:paraId="096092FC" w14:textId="77777777" w:rsidR="002C50B2" w:rsidRDefault="00C77A4E" w:rsidP="002C50B2">
      <w:r w:rsidRPr="00275B88">
        <w:lastRenderedPageBreak/>
        <w:t>Le bellâtre esquissa un geste d</w:t>
      </w:r>
      <w:r w:rsidR="002C50B2">
        <w:t>’</w:t>
      </w:r>
      <w:r w:rsidRPr="00275B88">
        <w:t>inquiétude</w:t>
      </w:r>
      <w:r w:rsidR="002C50B2">
        <w:t>.</w:t>
      </w:r>
    </w:p>
    <w:p w14:paraId="0F92C166" w14:textId="77777777" w:rsidR="002C50B2" w:rsidRDefault="00C77A4E" w:rsidP="002C50B2">
      <w:r w:rsidRPr="00275B88">
        <w:t>Toujours en ricanant</w:t>
      </w:r>
      <w:r w:rsidR="002C50B2">
        <w:t xml:space="preserve">, </w:t>
      </w:r>
      <w:r w:rsidRPr="00275B88">
        <w:t>Simone Desroches reprenait</w:t>
      </w:r>
      <w:r w:rsidR="002C50B2">
        <w:t> :</w:t>
      </w:r>
    </w:p>
    <w:p w14:paraId="2FC30D0D" w14:textId="77777777" w:rsidR="002C50B2" w:rsidRDefault="002C50B2" w:rsidP="002C50B2">
      <w:r>
        <w:t>— </w:t>
      </w:r>
      <w:r w:rsidR="00C77A4E" w:rsidRPr="00275B88">
        <w:t>Soyez tranquille</w:t>
      </w:r>
      <w:r>
        <w:t xml:space="preserve">, </w:t>
      </w:r>
      <w:proofErr w:type="spellStart"/>
      <w:r w:rsidR="00C77A4E" w:rsidRPr="00275B88">
        <w:t>Lüchner</w:t>
      </w:r>
      <w:proofErr w:type="spellEnd"/>
      <w:r w:rsidR="00C77A4E" w:rsidRPr="00275B88">
        <w:t xml:space="preserve"> m</w:t>
      </w:r>
      <w:r>
        <w:t>’</w:t>
      </w:r>
      <w:r w:rsidR="00C77A4E" w:rsidRPr="00275B88">
        <w:t>a donné</w:t>
      </w:r>
      <w:r>
        <w:t xml:space="preserve">, </w:t>
      </w:r>
      <w:r w:rsidR="00C77A4E" w:rsidRPr="00275B88">
        <w:t>à ce sujet</w:t>
      </w:r>
      <w:r>
        <w:t xml:space="preserve">, </w:t>
      </w:r>
      <w:r w:rsidR="00C77A4E" w:rsidRPr="00275B88">
        <w:t>tous les apaisements nécessaires</w:t>
      </w:r>
      <w:r>
        <w:t xml:space="preserve">… </w:t>
      </w:r>
      <w:r w:rsidR="00C77A4E" w:rsidRPr="00275B88">
        <w:t>D</w:t>
      </w:r>
      <w:r>
        <w:t>’</w:t>
      </w:r>
      <w:r w:rsidR="00C77A4E" w:rsidRPr="00275B88">
        <w:t>ailleurs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il plaisait à ce délicieux ménage de nous jouer ce mauvais tour</w:t>
      </w:r>
      <w:r>
        <w:t xml:space="preserve">, </w:t>
      </w:r>
      <w:r w:rsidR="00C77A4E" w:rsidRPr="00275B88">
        <w:t>il ne serait pas long à faire connaissance avec les oubliettes que ce crétin de Papillon a fait reconstituer</w:t>
      </w:r>
      <w:r>
        <w:t xml:space="preserve">. </w:t>
      </w:r>
      <w:r w:rsidR="00C77A4E" w:rsidRPr="00275B88">
        <w:t>De cette façon</w:t>
      </w:r>
      <w:r>
        <w:t xml:space="preserve">, </w:t>
      </w:r>
      <w:r w:rsidR="00C77A4E" w:rsidRPr="00275B88">
        <w:t>elles serviraient à quelque chose</w:t>
      </w:r>
      <w:r>
        <w:t>.</w:t>
      </w:r>
    </w:p>
    <w:p w14:paraId="52DF75A2" w14:textId="77777777" w:rsidR="002C50B2" w:rsidRDefault="00C77A4E" w:rsidP="002C50B2">
      <w:r w:rsidRPr="00275B88">
        <w:t>Fixant à son tour Maurice de Thouars</w:t>
      </w:r>
      <w:r w:rsidR="002C50B2">
        <w:t xml:space="preserve">, </w:t>
      </w:r>
      <w:r w:rsidRPr="00275B88">
        <w:t>dont la passion qu</w:t>
      </w:r>
      <w:r w:rsidR="002C50B2">
        <w:t>’</w:t>
      </w:r>
      <w:r w:rsidRPr="00275B88">
        <w:t>elle lui inspirait se révélait sur ses traits</w:t>
      </w:r>
      <w:r w:rsidR="002C50B2">
        <w:t xml:space="preserve">, </w:t>
      </w:r>
      <w:r w:rsidRPr="00275B88">
        <w:t>elle ajouta</w:t>
      </w:r>
      <w:r w:rsidR="002C50B2">
        <w:t xml:space="preserve">, </w:t>
      </w:r>
      <w:r w:rsidRPr="00275B88">
        <w:t>cette fois sur un ton de coquetterie féminine</w:t>
      </w:r>
      <w:r w:rsidR="002C50B2">
        <w:t> :</w:t>
      </w:r>
    </w:p>
    <w:p w14:paraId="52CA175B" w14:textId="77777777" w:rsidR="002C50B2" w:rsidRDefault="002C50B2" w:rsidP="002C50B2">
      <w:r>
        <w:t>— </w:t>
      </w:r>
      <w:r w:rsidR="00C77A4E" w:rsidRPr="00275B88">
        <w:t>Et vous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tout ce que vous trouvez à me dire</w:t>
      </w:r>
      <w:r>
        <w:t xml:space="preserve"> ?… </w:t>
      </w:r>
      <w:r w:rsidR="00C77A4E" w:rsidRPr="00275B88">
        <w:t>Peut</w:t>
      </w:r>
      <w:r w:rsidR="00C77A4E">
        <w:t>-</w:t>
      </w:r>
      <w:r w:rsidR="00C77A4E" w:rsidRPr="00275B88">
        <w:t>être ai</w:t>
      </w:r>
      <w:r w:rsidR="00C77A4E">
        <w:t>-</w:t>
      </w:r>
      <w:r w:rsidR="00C77A4E" w:rsidRPr="00275B88">
        <w:t>je eu tort de vous raconter toutes ces choses</w:t>
      </w:r>
      <w:r>
        <w:t xml:space="preserve">, </w:t>
      </w:r>
      <w:r w:rsidR="00C77A4E" w:rsidRPr="00275B88">
        <w:t>et maintenant vous n</w:t>
      </w:r>
      <w:r>
        <w:t>’</w:t>
      </w:r>
      <w:r w:rsidR="00C77A4E" w:rsidRPr="00275B88">
        <w:t>osez plus parler d</w:t>
      </w:r>
      <w:r>
        <w:t>’</w:t>
      </w:r>
      <w:r w:rsidR="00C77A4E" w:rsidRPr="00275B88">
        <w:t>amour à celle qui n</w:t>
      </w:r>
      <w:r>
        <w:t>’</w:t>
      </w:r>
      <w:r w:rsidR="00C77A4E" w:rsidRPr="00275B88">
        <w:t>a pas craint de se faire l</w:t>
      </w:r>
      <w:r>
        <w:t>’</w:t>
      </w:r>
      <w:r w:rsidR="00C77A4E" w:rsidRPr="00275B88">
        <w:t>égale des plus grandes criminelles des temps passés et modernes</w:t>
      </w:r>
      <w:r>
        <w:t>.</w:t>
      </w:r>
    </w:p>
    <w:p w14:paraId="41196A7E" w14:textId="77777777" w:rsidR="002C50B2" w:rsidRDefault="002C50B2" w:rsidP="002C50B2">
      <w:r>
        <w:t>— </w:t>
      </w:r>
      <w:r w:rsidR="00C77A4E" w:rsidRPr="00275B88">
        <w:t>Simone</w:t>
      </w:r>
      <w:r>
        <w:t xml:space="preserve">, </w:t>
      </w:r>
      <w:r w:rsidR="00C77A4E" w:rsidRPr="00275B88">
        <w:t>protestait le comte Maurice tout frémissant</w:t>
      </w:r>
      <w:r>
        <w:t xml:space="preserve">, </w:t>
      </w:r>
      <w:r w:rsidR="00C77A4E" w:rsidRPr="00275B88">
        <w:t>je vous jure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que je ne vous ai jamais autant adorée</w:t>
      </w:r>
      <w:r>
        <w:t xml:space="preserve">… </w:t>
      </w:r>
      <w:r w:rsidR="00C77A4E" w:rsidRPr="00275B88">
        <w:t>et que rien désormais</w:t>
      </w:r>
      <w:r>
        <w:t xml:space="preserve">, </w:t>
      </w:r>
      <w:r w:rsidR="00C77A4E" w:rsidRPr="00275B88">
        <w:t>ne pourra me séparer de vous</w:t>
      </w:r>
      <w:r>
        <w:t>.</w:t>
      </w:r>
    </w:p>
    <w:p w14:paraId="1F677B72" w14:textId="77777777" w:rsidR="002C50B2" w:rsidRDefault="002C50B2" w:rsidP="002C50B2">
      <w:r>
        <w:t>— </w:t>
      </w:r>
      <w:r w:rsidR="00C77A4E" w:rsidRPr="00275B88">
        <w:t>Même si je vous ordonnais de disparaître de ma vie</w:t>
      </w:r>
      <w:r>
        <w:t> ?</w:t>
      </w:r>
    </w:p>
    <w:p w14:paraId="35D8BF51" w14:textId="1A6E625E" w:rsidR="002C50B2" w:rsidRDefault="002C50B2" w:rsidP="002C50B2">
      <w:r>
        <w:t>M. de </w:t>
      </w:r>
      <w:r w:rsidR="00C77A4E" w:rsidRPr="00275B88">
        <w:t>Thouars blêmit</w:t>
      </w:r>
      <w:r>
        <w:t xml:space="preserve">. </w:t>
      </w:r>
      <w:r w:rsidR="00C77A4E" w:rsidRPr="00275B88">
        <w:t>Puis</w:t>
      </w:r>
      <w:r>
        <w:t xml:space="preserve">, </w:t>
      </w:r>
      <w:r w:rsidR="00C77A4E" w:rsidRPr="00275B88">
        <w:t>d</w:t>
      </w:r>
      <w:r>
        <w:t>’</w:t>
      </w:r>
      <w:r w:rsidR="00C77A4E" w:rsidRPr="00275B88">
        <w:t>une voix rauque où il y avait à la fois tous les désespoirs et toutes les prières</w:t>
      </w:r>
      <w:r>
        <w:t xml:space="preserve">, </w:t>
      </w:r>
      <w:r w:rsidR="00C77A4E" w:rsidRPr="00275B88">
        <w:t>il s</w:t>
      </w:r>
      <w:r>
        <w:t>’</w:t>
      </w:r>
      <w:r w:rsidR="00C77A4E" w:rsidRPr="00275B88">
        <w:t>écria</w:t>
      </w:r>
      <w:r>
        <w:t> :</w:t>
      </w:r>
    </w:p>
    <w:p w14:paraId="755748F8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non</w:t>
      </w:r>
      <w:r>
        <w:t xml:space="preserve">, </w:t>
      </w:r>
      <w:r w:rsidR="00C77A4E" w:rsidRPr="00275B88">
        <w:t>ne me demandez pas cela</w:t>
      </w:r>
      <w:r>
        <w:t xml:space="preserve"> !… </w:t>
      </w:r>
      <w:r w:rsidR="00C77A4E" w:rsidRPr="00275B88">
        <w:t>Ne m</w:t>
      </w:r>
      <w:r>
        <w:t>’</w:t>
      </w:r>
      <w:r w:rsidR="00C77A4E" w:rsidRPr="00275B88">
        <w:t>imposez pas une aussi terrible épreuve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déjà trop souffert</w:t>
      </w:r>
      <w:r>
        <w:t xml:space="preserve">, </w:t>
      </w:r>
      <w:r w:rsidR="00C77A4E" w:rsidRPr="00275B88">
        <w:t>je ne supporterais pas un tel surcroît de douleur</w:t>
      </w:r>
      <w:r>
        <w:t>.</w:t>
      </w:r>
    </w:p>
    <w:p w14:paraId="352C42BD" w14:textId="77777777" w:rsidR="002C50B2" w:rsidRDefault="00C77A4E" w:rsidP="002C50B2">
      <w:r w:rsidRPr="00275B88">
        <w:t>Et tandis qu</w:t>
      </w:r>
      <w:r w:rsidR="002C50B2">
        <w:t>’</w:t>
      </w:r>
      <w:r w:rsidRPr="00275B88">
        <w:t>une flamme de menace illuminait son regard</w:t>
      </w:r>
      <w:r w:rsidR="002C50B2">
        <w:t xml:space="preserve">, </w:t>
      </w:r>
      <w:r w:rsidRPr="00275B88">
        <w:t>il martela en serrant les poings</w:t>
      </w:r>
      <w:r w:rsidR="002C50B2">
        <w:t> :</w:t>
      </w:r>
    </w:p>
    <w:p w14:paraId="3E3C8383" w14:textId="77777777" w:rsidR="002C50B2" w:rsidRDefault="002C50B2" w:rsidP="002C50B2">
      <w:r>
        <w:lastRenderedPageBreak/>
        <w:t>— </w:t>
      </w:r>
      <w:r w:rsidR="00C77A4E" w:rsidRPr="00275B88">
        <w:t>Et qui sait</w:t>
      </w:r>
      <w:r>
        <w:t xml:space="preserve">, </w:t>
      </w:r>
      <w:r w:rsidR="00C77A4E" w:rsidRPr="00275B88">
        <w:t>alors</w:t>
      </w:r>
      <w:r>
        <w:t xml:space="preserve">… </w:t>
      </w:r>
      <w:r w:rsidR="00C77A4E" w:rsidRPr="00275B88">
        <w:t>ce qui arriverait</w:t>
      </w:r>
      <w:r>
        <w:t> ?…</w:t>
      </w:r>
    </w:p>
    <w:p w14:paraId="0DC22A85" w14:textId="77777777" w:rsidR="002C50B2" w:rsidRDefault="00C77A4E" w:rsidP="002C50B2">
      <w:r w:rsidRPr="00275B88">
        <w:t>Simone se releva et marcha droit sur lui</w:t>
      </w:r>
      <w:r w:rsidR="002C50B2">
        <w:t>…</w:t>
      </w:r>
    </w:p>
    <w:p w14:paraId="487DCA25" w14:textId="77777777" w:rsidR="002C50B2" w:rsidRDefault="00C77A4E" w:rsidP="002C50B2">
      <w:r w:rsidRPr="00275B88">
        <w:t>Puis l</w:t>
      </w:r>
      <w:r w:rsidR="002C50B2">
        <w:t>’</w:t>
      </w:r>
      <w:r w:rsidRPr="00275B88">
        <w:t>entourant de ses bras</w:t>
      </w:r>
      <w:r w:rsidR="002C50B2">
        <w:t xml:space="preserve">, </w:t>
      </w:r>
      <w:r w:rsidRPr="00275B88">
        <w:t>elle fit avec un accent qui révélait enfin le secret qu</w:t>
      </w:r>
      <w:r w:rsidR="002C50B2">
        <w:t>’</w:t>
      </w:r>
      <w:r w:rsidRPr="00275B88">
        <w:t>elle avait été assez forte pour garder en elle</w:t>
      </w:r>
      <w:r w:rsidR="002C50B2">
        <w:t> :</w:t>
      </w:r>
    </w:p>
    <w:p w14:paraId="2AE3643E" w14:textId="77777777" w:rsidR="002C50B2" w:rsidRDefault="002C50B2" w:rsidP="002C50B2">
      <w:r>
        <w:t>— </w:t>
      </w:r>
      <w:r w:rsidR="00C77A4E" w:rsidRPr="00275B88">
        <w:t>Imbécile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toi que j</w:t>
      </w:r>
      <w:r>
        <w:t>’</w:t>
      </w:r>
      <w:r w:rsidR="00C77A4E" w:rsidRPr="00275B88">
        <w:t>ai toujours aimé</w:t>
      </w:r>
      <w:r>
        <w:t>.</w:t>
      </w:r>
    </w:p>
    <w:p w14:paraId="63EFA40F" w14:textId="4A19CA0A" w:rsidR="002C50B2" w:rsidRDefault="00C77A4E" w:rsidP="002C50B2">
      <w:r w:rsidRPr="00275B88">
        <w:t>Bouleversé</w:t>
      </w:r>
      <w:r w:rsidR="002C50B2">
        <w:t>, M. de </w:t>
      </w:r>
      <w:r w:rsidRPr="00275B88">
        <w:t>Thouars allait lui crier sa joie</w:t>
      </w:r>
      <w:r w:rsidR="002C50B2">
        <w:t xml:space="preserve">, </w:t>
      </w:r>
      <w:r w:rsidRPr="00275B88">
        <w:t>son ivresse</w:t>
      </w:r>
      <w:r w:rsidR="002C50B2">
        <w:t xml:space="preserve">, </w:t>
      </w:r>
      <w:r w:rsidRPr="00275B88">
        <w:t>mais Simone lui mit la main sur la bouche en lui ordonnant</w:t>
      </w:r>
      <w:r w:rsidR="002C50B2">
        <w:t> :</w:t>
      </w:r>
    </w:p>
    <w:p w14:paraId="711A8CC9" w14:textId="77777777" w:rsidR="002C50B2" w:rsidRDefault="002C50B2" w:rsidP="002C50B2">
      <w:r>
        <w:t>— </w:t>
      </w:r>
      <w:r w:rsidR="00C77A4E" w:rsidRPr="00275B88">
        <w:t>Je sais ce que tu vas me dire</w:t>
      </w:r>
      <w:r>
        <w:t xml:space="preserve"> ! </w:t>
      </w:r>
      <w:r w:rsidR="00C77A4E" w:rsidRPr="00275B88">
        <w:t>Bellegarde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</w:t>
      </w:r>
      <w:r>
        <w:t xml:space="preserve"> ? </w:t>
      </w:r>
      <w:r w:rsidR="00C77A4E" w:rsidRPr="00275B88">
        <w:t>Eh bien</w:t>
      </w:r>
      <w:r>
        <w:t xml:space="preserve"> ! </w:t>
      </w:r>
      <w:r w:rsidR="00C77A4E" w:rsidRPr="00275B88">
        <w:t>je vais tout te raconter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ai été</w:t>
      </w:r>
      <w:r>
        <w:t xml:space="preserve">, </w:t>
      </w:r>
      <w:r w:rsidR="00C77A4E" w:rsidRPr="00275B88">
        <w:t>je l</w:t>
      </w:r>
      <w:r>
        <w:t>’</w:t>
      </w:r>
      <w:r w:rsidR="00C77A4E" w:rsidRPr="00275B88">
        <w:t>avoue</w:t>
      </w:r>
      <w:r>
        <w:t xml:space="preserve">, </w:t>
      </w:r>
      <w:r w:rsidR="00C77A4E" w:rsidRPr="00275B88">
        <w:t>attirée vers ce journaliste et j</w:t>
      </w:r>
      <w:r>
        <w:t>’</w:t>
      </w:r>
      <w:r w:rsidR="00C77A4E" w:rsidRPr="00275B88">
        <w:t>avais même eu l</w:t>
      </w:r>
      <w:r>
        <w:t>’</w:t>
      </w:r>
      <w:r w:rsidR="00C77A4E" w:rsidRPr="00275B88">
        <w:t>espoir que je pourrais trouver en lui un auxiliaire</w:t>
      </w:r>
      <w:r>
        <w:t xml:space="preserve">… </w:t>
      </w:r>
      <w:r w:rsidR="00C77A4E" w:rsidRPr="00275B88">
        <w:t>Ou plus précisément un complice</w:t>
      </w:r>
      <w:r>
        <w:t>…</w:t>
      </w:r>
    </w:p>
    <w:p w14:paraId="3C7F0097" w14:textId="77777777" w:rsidR="002C50B2" w:rsidRDefault="002C50B2" w:rsidP="002C50B2">
      <w:r>
        <w:t>« </w:t>
      </w:r>
      <w:r w:rsidR="00C77A4E" w:rsidRPr="00275B88">
        <w:t>Mais j</w:t>
      </w:r>
      <w:r>
        <w:t>’</w:t>
      </w:r>
      <w:r w:rsidR="00C77A4E" w:rsidRPr="00275B88">
        <w:t>ai tout de suite compris que je faisais fausse route</w:t>
      </w:r>
      <w:r>
        <w:t xml:space="preserve">. 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était un honnête homme</w:t>
      </w:r>
      <w:r>
        <w:t xml:space="preserve">, </w:t>
      </w:r>
      <w:r w:rsidR="00C77A4E" w:rsidRPr="00275B88">
        <w:t>et puis il n</w:t>
      </w:r>
      <w:r>
        <w:t>’</w:t>
      </w:r>
      <w:r w:rsidR="00C77A4E" w:rsidRPr="00275B88">
        <w:t>avait eu pour moi qu</w:t>
      </w:r>
      <w:r>
        <w:t>’</w:t>
      </w:r>
      <w:r w:rsidR="00C77A4E" w:rsidRPr="00275B88">
        <w:t>un caprice</w:t>
      </w:r>
      <w:r>
        <w:t xml:space="preserve">… </w:t>
      </w:r>
      <w:r w:rsidR="00C77A4E" w:rsidRPr="00275B88">
        <w:t>vite dissipé</w:t>
      </w:r>
      <w:r>
        <w:t xml:space="preserve">… </w:t>
      </w:r>
      <w:r w:rsidR="00C77A4E" w:rsidRPr="00275B88">
        <w:t>J</w:t>
      </w:r>
      <w:r>
        <w:t>’</w:t>
      </w:r>
      <w:r w:rsidR="00C77A4E" w:rsidRPr="00275B88">
        <w:t>en fus</w:t>
      </w:r>
      <w:r>
        <w:t xml:space="preserve">, </w:t>
      </w:r>
      <w:r w:rsidR="00C77A4E" w:rsidRPr="00275B88">
        <w:t>je ne le cache pas</w:t>
      </w:r>
      <w:r>
        <w:t xml:space="preserve">, </w:t>
      </w:r>
      <w:r w:rsidR="00C77A4E" w:rsidRPr="00275B88">
        <w:t xml:space="preserve">tellement mortifiée dans mon honneur de femme que je me mis </w:t>
      </w:r>
      <w:r w:rsidR="00C77A4E">
        <w:t>à</w:t>
      </w:r>
      <w:r w:rsidR="00C77A4E" w:rsidRPr="00275B88">
        <w:t xml:space="preserve"> le haïr férocement</w:t>
      </w:r>
      <w:r>
        <w:t>.</w:t>
      </w:r>
    </w:p>
    <w:p w14:paraId="7EB566A2" w14:textId="77777777" w:rsidR="002C50B2" w:rsidRDefault="002C50B2" w:rsidP="002C50B2">
      <w:r>
        <w:t>« </w:t>
      </w:r>
      <w:r w:rsidR="00C77A4E" w:rsidRPr="00275B88">
        <w:t>Ce fut alors que j</w:t>
      </w:r>
      <w:r>
        <w:t>’</w:t>
      </w:r>
      <w:r w:rsidR="00C77A4E" w:rsidRPr="00275B88">
        <w:t>eus l</w:t>
      </w:r>
      <w:r>
        <w:t>’</w:t>
      </w:r>
      <w:r w:rsidR="00C77A4E" w:rsidRPr="00275B88">
        <w:t xml:space="preserve">idée de lui mettre sur le </w:t>
      </w:r>
      <w:r w:rsidR="00C77A4E" w:rsidRPr="006A7351">
        <w:t>dos</w:t>
      </w:r>
      <w:r w:rsidR="00C77A4E" w:rsidRPr="00275B88">
        <w:t xml:space="preserve"> les exploits de Belphégor</w:t>
      </w:r>
      <w:r>
        <w:t xml:space="preserve">… </w:t>
      </w:r>
      <w:r w:rsidR="00C77A4E" w:rsidRPr="00275B88">
        <w:t>Mais</w:t>
      </w:r>
      <w:r>
        <w:t xml:space="preserve">, </w:t>
      </w:r>
      <w:r w:rsidR="00C77A4E" w:rsidRPr="00275B88">
        <w:t>avant tout</w:t>
      </w:r>
      <w:r>
        <w:t xml:space="preserve">, </w:t>
      </w:r>
      <w:r w:rsidR="00C77A4E" w:rsidRPr="00275B88">
        <w:t>pour atteindre mon but</w:t>
      </w:r>
      <w:r>
        <w:t xml:space="preserve">, </w:t>
      </w:r>
      <w:r w:rsidR="00C77A4E" w:rsidRPr="00275B88">
        <w:t>il était indispensable qu</w:t>
      </w:r>
      <w:r>
        <w:t>’</w:t>
      </w:r>
      <w:r w:rsidR="00C77A4E" w:rsidRPr="00275B88">
        <w:t>il me crût toujours passionnément attachée à lui</w:t>
      </w:r>
      <w:r>
        <w:t>…</w:t>
      </w:r>
    </w:p>
    <w:p w14:paraId="027D103C" w14:textId="77777777" w:rsidR="002C50B2" w:rsidRDefault="002C50B2" w:rsidP="002C50B2">
      <w:r>
        <w:t>« </w:t>
      </w:r>
      <w:r w:rsidR="00C77A4E" w:rsidRPr="00275B88">
        <w:t>Voilà pourquoi je lui jouai la comédie que vous savez</w:t>
      </w:r>
      <w:r>
        <w:t>…</w:t>
      </w:r>
    </w:p>
    <w:p w14:paraId="623A97DF" w14:textId="77777777" w:rsidR="002C50B2" w:rsidRDefault="002C50B2" w:rsidP="002C50B2">
      <w:r>
        <w:t>— </w:t>
      </w:r>
      <w:r w:rsidR="00C77A4E" w:rsidRPr="00275B88">
        <w:t>Et qui m</w:t>
      </w:r>
      <w:r>
        <w:t>’</w:t>
      </w:r>
      <w:r w:rsidR="00C77A4E" w:rsidRPr="00275B88">
        <w:t>a tant fait souffrir</w:t>
      </w:r>
      <w:r>
        <w:t> !</w:t>
      </w:r>
    </w:p>
    <w:p w14:paraId="65A667D0" w14:textId="77777777" w:rsidR="002C50B2" w:rsidRDefault="002C50B2" w:rsidP="002C50B2">
      <w:r>
        <w:lastRenderedPageBreak/>
        <w:t>— </w:t>
      </w:r>
      <w:r w:rsidR="00C77A4E" w:rsidRPr="00275B88">
        <w:t>Ne vous en plaignez pas</w:t>
      </w:r>
      <w:r>
        <w:t xml:space="preserve">… </w:t>
      </w:r>
      <w:r w:rsidR="00C77A4E" w:rsidRPr="00275B88">
        <w:t>puisque votre chagrin m</w:t>
      </w:r>
      <w:r>
        <w:t>’</w:t>
      </w:r>
      <w:r w:rsidR="00C77A4E" w:rsidRPr="00275B88">
        <w:t>a permis de me rendre compte que vous m</w:t>
      </w:r>
      <w:r>
        <w:t>’</w:t>
      </w:r>
      <w:r w:rsidR="00C77A4E" w:rsidRPr="00275B88">
        <w:t>aimiez ainsi que j</w:t>
      </w:r>
      <w:r>
        <w:t>’</w:t>
      </w:r>
      <w:r w:rsidR="00C77A4E" w:rsidRPr="00275B88">
        <w:t>entends l</w:t>
      </w:r>
      <w:r>
        <w:t>’</w:t>
      </w:r>
      <w:r w:rsidR="00C77A4E" w:rsidRPr="00275B88">
        <w:t>être</w:t>
      </w:r>
      <w:r>
        <w:t> !</w:t>
      </w:r>
    </w:p>
    <w:p w14:paraId="05957094" w14:textId="77777777" w:rsidR="002C50B2" w:rsidRDefault="002C50B2" w:rsidP="002C50B2">
      <w:r>
        <w:t>— </w:t>
      </w:r>
      <w:r w:rsidR="00C77A4E" w:rsidRPr="00275B88">
        <w:t>Oui</w:t>
      </w:r>
      <w:r>
        <w:t xml:space="preserve">… </w:t>
      </w:r>
      <w:r w:rsidR="00C77A4E" w:rsidRPr="00275B88">
        <w:t>aveuglément</w:t>
      </w:r>
      <w:r>
        <w:t xml:space="preserve">… </w:t>
      </w:r>
      <w:r w:rsidR="00C77A4E" w:rsidRPr="00275B88">
        <w:t>passionnément</w:t>
      </w:r>
      <w:r>
        <w:t xml:space="preserve">… </w:t>
      </w:r>
      <w:r w:rsidR="00C77A4E" w:rsidRPr="00275B88">
        <w:t>affirmait le beau Maurice</w:t>
      </w:r>
      <w:r>
        <w:t>.</w:t>
      </w:r>
    </w:p>
    <w:p w14:paraId="67A3266C" w14:textId="77777777" w:rsidR="002C50B2" w:rsidRDefault="00C77A4E" w:rsidP="002C50B2">
      <w:r w:rsidRPr="00275B88">
        <w:t>Et sur un ton de tendre reproche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719FB3FC" w14:textId="77777777" w:rsidR="002C50B2" w:rsidRDefault="002C50B2" w:rsidP="002C50B2">
      <w:r>
        <w:t>— </w:t>
      </w:r>
      <w:r w:rsidR="00C77A4E" w:rsidRPr="00275B88">
        <w:t>Ah</w:t>
      </w:r>
      <w:r>
        <w:t xml:space="preserve"> ! </w:t>
      </w:r>
      <w:r w:rsidR="00C77A4E" w:rsidRPr="00275B88">
        <w:t>si j</w:t>
      </w:r>
      <w:r>
        <w:t>’</w:t>
      </w:r>
      <w:r w:rsidR="00C77A4E" w:rsidRPr="00275B88">
        <w:t>avais su</w:t>
      </w:r>
      <w:r>
        <w:t xml:space="preserve"> ! </w:t>
      </w:r>
      <w:r w:rsidR="00C77A4E" w:rsidRPr="00275B88">
        <w:t>Si j</w:t>
      </w:r>
      <w:r>
        <w:t>’</w:t>
      </w:r>
      <w:r w:rsidR="00C77A4E" w:rsidRPr="00275B88">
        <w:t>avais pu deviner</w:t>
      </w:r>
      <w:r>
        <w:t> !…</w:t>
      </w:r>
    </w:p>
    <w:p w14:paraId="2C8AA25E" w14:textId="77777777" w:rsidR="002C50B2" w:rsidRDefault="002C50B2" w:rsidP="002C50B2">
      <w:r>
        <w:t>— </w:t>
      </w:r>
      <w:r w:rsidR="00C77A4E" w:rsidRPr="00275B88">
        <w:t>Les amoureux sont trop imprudents pour qu</w:t>
      </w:r>
      <w:r>
        <w:t>’</w:t>
      </w:r>
      <w:r w:rsidR="00C77A4E" w:rsidRPr="00275B88">
        <w:t>on leur fasse d</w:t>
      </w:r>
      <w:r>
        <w:t>’</w:t>
      </w:r>
      <w:r w:rsidR="00C77A4E" w:rsidRPr="00275B88">
        <w:t>entières confidences</w:t>
      </w:r>
      <w:r>
        <w:t xml:space="preserve">. </w:t>
      </w:r>
      <w:r w:rsidR="00C77A4E" w:rsidRPr="00275B88">
        <w:t>Je jouais une telle partie qu</w:t>
      </w:r>
      <w:r>
        <w:t>’</w:t>
      </w:r>
      <w:r w:rsidR="00C77A4E" w:rsidRPr="00275B88">
        <w:t>une phrase</w:t>
      </w:r>
      <w:r>
        <w:t xml:space="preserve">, </w:t>
      </w:r>
      <w:r w:rsidR="00C77A4E" w:rsidRPr="00275B88">
        <w:t>un mot</w:t>
      </w:r>
      <w:r>
        <w:t xml:space="preserve">, </w:t>
      </w:r>
      <w:r w:rsidR="00C77A4E" w:rsidRPr="00275B88">
        <w:t>un rien pouvaient la compromettre</w:t>
      </w:r>
      <w:r>
        <w:t xml:space="preserve">. </w:t>
      </w:r>
      <w:r w:rsidR="00C77A4E" w:rsidRPr="00275B88">
        <w:t>Bien qu</w:t>
      </w:r>
      <w:r>
        <w:t>’</w:t>
      </w:r>
      <w:r w:rsidR="00C77A4E" w:rsidRPr="00275B88">
        <w:t>il m</w:t>
      </w:r>
      <w:r>
        <w:t>’</w:t>
      </w:r>
      <w:r w:rsidR="00C77A4E" w:rsidRPr="00275B88">
        <w:t>en coûtât de vous torturer</w:t>
      </w:r>
      <w:r>
        <w:t xml:space="preserve">, </w:t>
      </w:r>
      <w:r w:rsidR="00C77A4E" w:rsidRPr="00275B88">
        <w:t>je ne voulais pas risquer de perdre la victoire</w:t>
      </w:r>
      <w:r>
        <w:t xml:space="preserve">. </w:t>
      </w:r>
      <w:r w:rsidR="00C77A4E" w:rsidRPr="00275B88">
        <w:t>Mais à présent que le trésor des Valois est à nous</w:t>
      </w:r>
      <w:r>
        <w:t xml:space="preserve">, </w:t>
      </w:r>
      <w:r w:rsidR="00C77A4E" w:rsidRPr="00275B88">
        <w:t>je vais pouvoir enfin réaliser un rêve dont j</w:t>
      </w:r>
      <w:r>
        <w:t>’</w:t>
      </w:r>
      <w:r w:rsidR="00C77A4E" w:rsidRPr="00275B88">
        <w:t>avais fait ma devise</w:t>
      </w:r>
      <w:r>
        <w:t xml:space="preserve"> : </w:t>
      </w:r>
      <w:r w:rsidR="00C77A4E" w:rsidRPr="00275B88">
        <w:rPr>
          <w:i/>
          <w:iCs/>
        </w:rPr>
        <w:t>Vivre ma vie</w:t>
      </w:r>
      <w:r>
        <w:rPr>
          <w:i/>
          <w:iCs/>
        </w:rPr>
        <w:t xml:space="preserve">… </w:t>
      </w:r>
      <w:r w:rsidR="00C77A4E" w:rsidRPr="00275B88">
        <w:t>c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à</w:t>
      </w:r>
      <w:r w:rsidR="00C77A4E">
        <w:t>-</w:t>
      </w:r>
      <w:r w:rsidR="00C77A4E" w:rsidRPr="00275B88">
        <w:t>dire partir loin</w:t>
      </w:r>
      <w:r>
        <w:t xml:space="preserve">, </w:t>
      </w:r>
      <w:r w:rsidR="00C77A4E" w:rsidRPr="00275B88">
        <w:t>très loin</w:t>
      </w:r>
      <w:r>
        <w:t xml:space="preserve">, </w:t>
      </w:r>
      <w:r w:rsidR="00C77A4E" w:rsidRPr="00275B88">
        <w:t>voyager sans cesse à travers des pays nouveaux</w:t>
      </w:r>
      <w:r>
        <w:t xml:space="preserve">, </w:t>
      </w:r>
      <w:r w:rsidR="00C77A4E" w:rsidRPr="00275B88">
        <w:t>inconnus</w:t>
      </w:r>
      <w:r>
        <w:t xml:space="preserve">… </w:t>
      </w:r>
      <w:r w:rsidR="00C77A4E" w:rsidRPr="00275B88">
        <w:t>sous les cieux les plus divers</w:t>
      </w:r>
      <w:r>
        <w:t xml:space="preserve">, </w:t>
      </w:r>
      <w:r w:rsidR="00C77A4E" w:rsidRPr="00275B88">
        <w:t>en pleine nature</w:t>
      </w:r>
      <w:r>
        <w:t xml:space="preserve">, </w:t>
      </w:r>
      <w:r w:rsidR="00C77A4E" w:rsidRPr="00275B88">
        <w:t>parmi des paysages de songe</w:t>
      </w:r>
      <w:r>
        <w:t xml:space="preserve">… </w:t>
      </w:r>
      <w:r w:rsidR="00C77A4E" w:rsidRPr="00275B88">
        <w:t>des décors formidables</w:t>
      </w:r>
      <w:r>
        <w:t xml:space="preserve">… </w:t>
      </w:r>
      <w:r w:rsidR="00C77A4E" w:rsidRPr="00275B88">
        <w:t>et cela avec l</w:t>
      </w:r>
      <w:r>
        <w:t>’</w:t>
      </w:r>
      <w:r w:rsidR="00C77A4E" w:rsidRPr="00275B88">
        <w:t>homme que j</w:t>
      </w:r>
      <w:r>
        <w:t>’</w:t>
      </w:r>
      <w:r w:rsidR="00C77A4E" w:rsidRPr="00275B88">
        <w:t>ai choisi librement</w:t>
      </w:r>
      <w:r>
        <w:t xml:space="preserve">, </w:t>
      </w:r>
      <w:r w:rsidR="00C77A4E" w:rsidRPr="00275B88">
        <w:t>entre tous</w:t>
      </w:r>
      <w:r>
        <w:t xml:space="preserve">, </w:t>
      </w:r>
      <w:r w:rsidR="00C77A4E" w:rsidRPr="00275B88">
        <w:t>avec celui que j</w:t>
      </w:r>
      <w:r>
        <w:t>’</w:t>
      </w:r>
      <w:r w:rsidR="00C77A4E" w:rsidRPr="00275B88">
        <w:t>aime</w:t>
      </w:r>
      <w:r>
        <w:t xml:space="preserve">, </w:t>
      </w:r>
      <w:r w:rsidR="00C77A4E" w:rsidRPr="00275B88">
        <w:t>avec toi</w:t>
      </w:r>
      <w:r>
        <w:t xml:space="preserve">… </w:t>
      </w:r>
      <w:r w:rsidR="00C77A4E" w:rsidRPr="00275B88">
        <w:t>toi</w:t>
      </w:r>
      <w:r>
        <w:t> !…</w:t>
      </w:r>
    </w:p>
    <w:p w14:paraId="1ED29B2B" w14:textId="77777777" w:rsidR="002C50B2" w:rsidRDefault="00C77A4E" w:rsidP="002C50B2">
      <w:r w:rsidRPr="00275B88">
        <w:t>Un long baiser scella ce pacte que contresignaient le crime</w:t>
      </w:r>
      <w:r w:rsidR="002C50B2">
        <w:t xml:space="preserve">, </w:t>
      </w:r>
      <w:r w:rsidRPr="00275B88">
        <w:t>la lâcheté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infamie</w:t>
      </w:r>
      <w:r w:rsidR="002C50B2">
        <w:t xml:space="preserve">, </w:t>
      </w:r>
      <w:r w:rsidRPr="00275B88">
        <w:t>toutes les hontes</w:t>
      </w:r>
      <w:r w:rsidR="002C50B2">
        <w:t>.</w:t>
      </w:r>
    </w:p>
    <w:p w14:paraId="210AE9B1" w14:textId="77777777" w:rsidR="002C50B2" w:rsidRDefault="00C77A4E" w:rsidP="002C50B2">
      <w:r w:rsidRPr="00275B88">
        <w:t>On frappait à la porte</w:t>
      </w:r>
      <w:r w:rsidR="002C50B2">
        <w:t xml:space="preserve">. </w:t>
      </w:r>
      <w:r w:rsidRPr="00275B88">
        <w:t>Les deux amants se séparèrent</w:t>
      </w:r>
      <w:r w:rsidR="002C50B2">
        <w:t xml:space="preserve">. </w:t>
      </w:r>
      <w:r w:rsidRPr="00275B88">
        <w:t>Simone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ton irrité</w:t>
      </w:r>
      <w:r w:rsidR="002C50B2">
        <w:t xml:space="preserve">, </w:t>
      </w:r>
      <w:r w:rsidRPr="00275B88">
        <w:t>proféra</w:t>
      </w:r>
      <w:r w:rsidR="002C50B2">
        <w:t> :</w:t>
      </w:r>
    </w:p>
    <w:p w14:paraId="22B55B9D" w14:textId="77777777" w:rsidR="002C50B2" w:rsidRDefault="002C50B2" w:rsidP="002C50B2">
      <w:r>
        <w:t>— </w:t>
      </w:r>
      <w:r w:rsidR="00C77A4E" w:rsidRPr="00275B88">
        <w:t>Entrez</w:t>
      </w:r>
      <w:r>
        <w:t> !</w:t>
      </w:r>
    </w:p>
    <w:p w14:paraId="61D7D3FE" w14:textId="77777777" w:rsidR="002C50B2" w:rsidRDefault="00C77A4E" w:rsidP="002C50B2">
      <w:r w:rsidRPr="00275B88">
        <w:t>La silhouette du bossu apparut</w:t>
      </w:r>
      <w:r w:rsidR="002C50B2">
        <w:t>.</w:t>
      </w:r>
    </w:p>
    <w:p w14:paraId="241459DA" w14:textId="2A4A2B9B" w:rsidR="002C50B2" w:rsidRDefault="00C77A4E" w:rsidP="002C50B2">
      <w:r w:rsidRPr="00275B88">
        <w:t>À sa vue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eut un geste d</w:t>
      </w:r>
      <w:r w:rsidR="002C50B2">
        <w:t>’</w:t>
      </w:r>
      <w:r w:rsidRPr="00275B88">
        <w:t>impatience</w:t>
      </w:r>
      <w:r w:rsidR="002C50B2">
        <w:t>.</w:t>
      </w:r>
    </w:p>
    <w:p w14:paraId="7ABCD731" w14:textId="77777777" w:rsidR="002C50B2" w:rsidRDefault="00C77A4E" w:rsidP="002C50B2">
      <w:r w:rsidRPr="00275B88">
        <w:t>Avec un sourire hypocrite</w:t>
      </w:r>
      <w:r w:rsidR="002C50B2">
        <w:t xml:space="preserve">, </w:t>
      </w:r>
      <w:proofErr w:type="spellStart"/>
      <w:r w:rsidRPr="00275B88">
        <w:t>Lüchner</w:t>
      </w:r>
      <w:proofErr w:type="spellEnd"/>
      <w:r w:rsidRPr="00275B88">
        <w:t xml:space="preserve"> disait</w:t>
      </w:r>
      <w:r w:rsidR="002C50B2">
        <w:t> :</w:t>
      </w:r>
    </w:p>
    <w:p w14:paraId="2752ECC4" w14:textId="77777777" w:rsidR="002C50B2" w:rsidRDefault="002C50B2" w:rsidP="002C50B2">
      <w:r>
        <w:lastRenderedPageBreak/>
        <w:t>— </w:t>
      </w:r>
      <w:r w:rsidR="00C77A4E" w:rsidRPr="00275B88">
        <w:t>Excusez</w:t>
      </w:r>
      <w:r w:rsidR="00C77A4E">
        <w:t>-</w:t>
      </w:r>
      <w:r w:rsidR="00C77A4E" w:rsidRPr="00275B88">
        <w:t>moi de vous déranger</w:t>
      </w:r>
      <w:r>
        <w:t xml:space="preserve">. </w:t>
      </w:r>
      <w:r w:rsidR="00C77A4E" w:rsidRPr="00275B88">
        <w:t>Mais le temps presse</w:t>
      </w:r>
      <w:r>
        <w:t>.</w:t>
      </w:r>
    </w:p>
    <w:p w14:paraId="6813311C" w14:textId="77777777" w:rsidR="002C50B2" w:rsidRDefault="00C77A4E" w:rsidP="002C50B2">
      <w:r w:rsidRPr="00275B88">
        <w:t>Simone et Maurice de Thouars l</w:t>
      </w:r>
      <w:r w:rsidR="002C50B2">
        <w:t>’</w:t>
      </w:r>
      <w:r w:rsidRPr="00275B88">
        <w:t>interrogèrent du regard</w:t>
      </w:r>
      <w:r w:rsidR="002C50B2">
        <w:t xml:space="preserve">. </w:t>
      </w:r>
      <w:r w:rsidRPr="00275B88">
        <w:t>Le bossu reprit</w:t>
      </w:r>
      <w:r w:rsidR="002C50B2">
        <w:t> :</w:t>
      </w:r>
    </w:p>
    <w:p w14:paraId="6AF1667D" w14:textId="77777777" w:rsidR="002C50B2" w:rsidRDefault="002C50B2" w:rsidP="002C50B2">
      <w:r>
        <w:t>— </w:t>
      </w:r>
      <w:r w:rsidR="00C77A4E" w:rsidRPr="00275B88">
        <w:t>Vous oubliez que nous n</w:t>
      </w:r>
      <w:r>
        <w:t>’</w:t>
      </w:r>
      <w:r w:rsidR="00C77A4E" w:rsidRPr="00275B88">
        <w:t>avons pas réussi à nous débarrasser de Chantecoq</w:t>
      </w:r>
      <w:r>
        <w:t xml:space="preserve">, </w:t>
      </w:r>
      <w:r w:rsidR="00C77A4E" w:rsidRPr="00275B88">
        <w:t>et tant qu</w:t>
      </w:r>
      <w:r>
        <w:t>’</w:t>
      </w:r>
      <w:r w:rsidR="00C77A4E" w:rsidRPr="00275B88">
        <w:t>il sera vivant</w:t>
      </w:r>
      <w:r>
        <w:t xml:space="preserve">, </w:t>
      </w:r>
      <w:r w:rsidR="00C77A4E" w:rsidRPr="00275B88">
        <w:t>nous pourrons toujours redouter qu</w:t>
      </w:r>
      <w:r>
        <w:t>’</w:t>
      </w:r>
      <w:r w:rsidR="00C77A4E" w:rsidRPr="00275B88">
        <w:t>il découvre notre piste</w:t>
      </w:r>
      <w:r>
        <w:t>.</w:t>
      </w:r>
    </w:p>
    <w:p w14:paraId="752A7F05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juste</w:t>
      </w:r>
      <w:r>
        <w:t xml:space="preserve">, </w:t>
      </w:r>
      <w:r w:rsidR="00C77A4E" w:rsidRPr="00275B88">
        <w:t>ponctua le bellâtre</w:t>
      </w:r>
      <w:r>
        <w:t>.</w:t>
      </w:r>
    </w:p>
    <w:p w14:paraId="14C1D5C7" w14:textId="77777777" w:rsidR="002C50B2" w:rsidRDefault="00C77A4E" w:rsidP="002C50B2">
      <w:r w:rsidRPr="00275B88">
        <w:t>Mais Simone s</w:t>
      </w:r>
      <w:r w:rsidR="002C50B2">
        <w:t>’</w:t>
      </w:r>
      <w:r w:rsidRPr="00275B88">
        <w:t>écriait d</w:t>
      </w:r>
      <w:r w:rsidR="002C50B2">
        <w:t>’</w:t>
      </w:r>
      <w:r w:rsidRPr="00275B88">
        <w:t>un air mystérieux et menaçant</w:t>
      </w:r>
      <w:r w:rsidR="002C50B2">
        <w:t> :</w:t>
      </w:r>
    </w:p>
    <w:p w14:paraId="19E5EF96" w14:textId="6BD30FDC" w:rsidR="002C50B2" w:rsidRDefault="002C50B2" w:rsidP="002C50B2">
      <w:r>
        <w:t>— </w:t>
      </w:r>
      <w:r w:rsidR="00C77A4E" w:rsidRPr="00275B88">
        <w:t>Belphégor n</w:t>
      </w:r>
      <w:r>
        <w:t>’</w:t>
      </w:r>
      <w:r w:rsidR="00C77A4E" w:rsidRPr="00275B88">
        <w:t>a pas dit son dernier mot</w:t>
      </w:r>
      <w:r>
        <w:t xml:space="preserve">… </w:t>
      </w:r>
      <w:r w:rsidR="00C77A4E" w:rsidRPr="00275B88">
        <w:t xml:space="preserve">Et </w:t>
      </w:r>
      <w:r>
        <w:t>M. </w:t>
      </w:r>
      <w:r w:rsidR="00C77A4E" w:rsidRPr="00275B88">
        <w:t>Chantecoq fera bien de ne pas se mettre en travers de notre route</w:t>
      </w:r>
      <w:r>
        <w:t xml:space="preserve">… </w:t>
      </w:r>
      <w:r w:rsidR="00C77A4E" w:rsidRPr="00275B88">
        <w:t>car je lui ménage une surprise à laquelle il ne s</w:t>
      </w:r>
      <w:r>
        <w:t>’</w:t>
      </w:r>
      <w:r w:rsidR="00C77A4E" w:rsidRPr="00275B88">
        <w:t>attend pas</w:t>
      </w:r>
      <w:r>
        <w:t>.</w:t>
      </w:r>
    </w:p>
    <w:p w14:paraId="1B0154F8" w14:textId="7EF2A25E" w:rsidR="002C50B2" w:rsidRDefault="002C50B2" w:rsidP="002C50B2">
      <w:r>
        <w:t>M. de </w:t>
      </w:r>
      <w:r w:rsidR="00C77A4E" w:rsidRPr="00275B88">
        <w:t xml:space="preserve">Thouars et </w:t>
      </w:r>
      <w:proofErr w:type="spellStart"/>
      <w:r w:rsidR="00C77A4E" w:rsidRPr="00275B88">
        <w:t>Lüchner</w:t>
      </w:r>
      <w:proofErr w:type="spellEnd"/>
      <w:r w:rsidR="00C77A4E" w:rsidRPr="00275B88">
        <w:t xml:space="preserve"> échangèrent un regard de surprise</w:t>
      </w:r>
      <w:r>
        <w:t>.</w:t>
      </w:r>
    </w:p>
    <w:p w14:paraId="427DFD46" w14:textId="3ED9BCDA" w:rsidR="002C50B2" w:rsidRDefault="00C77A4E" w:rsidP="002C50B2">
      <w:r w:rsidRPr="00275B88">
        <w:t>Alors</w:t>
      </w:r>
      <w:r w:rsidR="002C50B2">
        <w:t xml:space="preserve">… </w:t>
      </w:r>
      <w:r w:rsidRPr="00275B88">
        <w:t>d</w:t>
      </w:r>
      <w:r w:rsidR="002C50B2">
        <w:t>’</w:t>
      </w:r>
      <w:r w:rsidRPr="00275B88">
        <w:t>une voix stridente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leur lança</w:t>
      </w:r>
      <w:r w:rsidR="002C50B2">
        <w:t> :</w:t>
      </w:r>
    </w:p>
    <w:p w14:paraId="65BA6287" w14:textId="77777777" w:rsidR="002C50B2" w:rsidRDefault="002C50B2" w:rsidP="002C50B2">
      <w:r>
        <w:t>— </w:t>
      </w:r>
      <w:r w:rsidR="00C77A4E" w:rsidRPr="00275B88">
        <w:t>Puisque vous n</w:t>
      </w:r>
      <w:r>
        <w:t>’</w:t>
      </w:r>
      <w:r w:rsidR="00C77A4E" w:rsidRPr="00275B88">
        <w:t>avez pas été assez adroits pour le supprimer ou tout au moins pour l</w:t>
      </w:r>
      <w:r>
        <w:t>’</w:t>
      </w:r>
      <w:r w:rsidR="00C77A4E" w:rsidRPr="00275B88">
        <w:t>empêcher de nous nuire</w:t>
      </w:r>
      <w:r>
        <w:t xml:space="preserve">… </w:t>
      </w:r>
      <w:r w:rsidR="00C77A4E" w:rsidRPr="00275B88">
        <w:t>moi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fait le nécessaire</w:t>
      </w:r>
      <w:r>
        <w:t>…</w:t>
      </w:r>
    </w:p>
    <w:p w14:paraId="7BAA2E6B" w14:textId="4D0C39D5" w:rsidR="002C50B2" w:rsidRDefault="002C50B2" w:rsidP="002C50B2">
      <w:r>
        <w:t>« </w:t>
      </w:r>
      <w:r w:rsidR="00C77A4E" w:rsidRPr="00275B88">
        <w:t>Dans quelques heures</w:t>
      </w:r>
      <w:r>
        <w:t xml:space="preserve">, </w:t>
      </w:r>
      <w:r w:rsidR="00C77A4E" w:rsidRPr="00275B88">
        <w:t>la fille de notre ennemi sera entre nos mains</w:t>
      </w:r>
      <w:r>
        <w:t xml:space="preserve">… </w:t>
      </w:r>
      <w:r w:rsidR="00C77A4E" w:rsidRPr="00275B88">
        <w:t xml:space="preserve">Nous verrons bien alors si </w:t>
      </w:r>
      <w:r>
        <w:t>M. </w:t>
      </w:r>
      <w:r w:rsidR="00C77A4E" w:rsidRPr="00275B88">
        <w:t xml:space="preserve">Chantecoq ne fait pas </w:t>
      </w:r>
      <w:r>
        <w:t>« </w:t>
      </w:r>
      <w:r w:rsidR="00C77A4E" w:rsidRPr="00275B88">
        <w:t>camarade</w:t>
      </w:r>
      <w:r>
        <w:t> » !</w:t>
      </w:r>
    </w:p>
    <w:p w14:paraId="52974CDF" w14:textId="77777777" w:rsidR="002C50B2" w:rsidRDefault="00C77A4E" w:rsidP="002C50B2">
      <w:r w:rsidRPr="00275B88">
        <w:t>Le bossu allait parler</w:t>
      </w:r>
      <w:r w:rsidR="002C50B2">
        <w:t xml:space="preserve">… </w:t>
      </w:r>
      <w:r w:rsidRPr="00275B88">
        <w:t>Mais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signe d</w:t>
      </w:r>
      <w:r w:rsidR="002C50B2">
        <w:t>’</w:t>
      </w:r>
      <w:r w:rsidRPr="00275B88">
        <w:t>impatience</w:t>
      </w:r>
      <w:r w:rsidR="002C50B2">
        <w:t xml:space="preserve">, </w:t>
      </w:r>
      <w:r w:rsidRPr="00275B88">
        <w:t>elle lui imposa silence</w:t>
      </w:r>
      <w:r w:rsidR="002C50B2">
        <w:t xml:space="preserve">… </w:t>
      </w:r>
      <w:r w:rsidRPr="00275B88">
        <w:t>Puis</w:t>
      </w:r>
      <w:r w:rsidR="002C50B2">
        <w:t xml:space="preserve">, </w:t>
      </w:r>
      <w:r w:rsidRPr="00275B88">
        <w:t>elle fit</w:t>
      </w:r>
      <w:r w:rsidR="002C50B2">
        <w:t xml:space="preserve">, </w:t>
      </w:r>
      <w:r w:rsidRPr="00275B88">
        <w:t>sur un ton d</w:t>
      </w:r>
      <w:r w:rsidR="002C50B2">
        <w:t>’</w:t>
      </w:r>
      <w:r w:rsidRPr="00275B88">
        <w:t>autorité souveraine</w:t>
      </w:r>
      <w:r w:rsidR="002C50B2">
        <w:t> :</w:t>
      </w:r>
    </w:p>
    <w:p w14:paraId="1C001A15" w14:textId="77777777" w:rsidR="002C50B2" w:rsidRDefault="002C50B2" w:rsidP="002C50B2">
      <w:r>
        <w:t>— </w:t>
      </w:r>
      <w:proofErr w:type="spellStart"/>
      <w:r w:rsidR="00C77A4E" w:rsidRPr="00275B88">
        <w:t>Allons nous</w:t>
      </w:r>
      <w:proofErr w:type="spellEnd"/>
      <w:r w:rsidR="00C77A4E" w:rsidRPr="00275B88">
        <w:t xml:space="preserve"> reposer</w:t>
      </w:r>
      <w:r>
        <w:t xml:space="preserve">… </w:t>
      </w:r>
      <w:r w:rsidR="00C77A4E" w:rsidRPr="00275B88">
        <w:t>Au point du jour</w:t>
      </w:r>
      <w:r>
        <w:t xml:space="preserve">, </w:t>
      </w:r>
      <w:r w:rsidR="00C77A4E" w:rsidRPr="00275B88">
        <w:t>nous commencerons la fonte de l</w:t>
      </w:r>
      <w:r>
        <w:t>’</w:t>
      </w:r>
      <w:r w:rsidR="00C77A4E" w:rsidRPr="00275B88">
        <w:t>or</w:t>
      </w:r>
      <w:r>
        <w:t>…</w:t>
      </w:r>
    </w:p>
    <w:p w14:paraId="3FD63667" w14:textId="24030D72" w:rsidR="002C50B2" w:rsidRDefault="002C50B2" w:rsidP="002C50B2">
      <w:r>
        <w:t>M. de </w:t>
      </w:r>
      <w:r w:rsidR="00C77A4E" w:rsidRPr="00275B88">
        <w:t>Thouars fit un pas vers elle</w:t>
      </w:r>
      <w:r>
        <w:t>.</w:t>
      </w:r>
    </w:p>
    <w:p w14:paraId="35E884A9" w14:textId="77777777" w:rsidR="002C50B2" w:rsidRDefault="002C50B2" w:rsidP="002C50B2">
      <w:r>
        <w:lastRenderedPageBreak/>
        <w:t>— </w:t>
      </w:r>
      <w:r w:rsidR="00C77A4E" w:rsidRPr="00275B88">
        <w:t>À demain</w:t>
      </w:r>
      <w:r>
        <w:t xml:space="preserve">, </w:t>
      </w:r>
      <w:r w:rsidR="00C77A4E" w:rsidRPr="00275B88">
        <w:t>lui dit</w:t>
      </w:r>
      <w:r w:rsidR="00C77A4E">
        <w:t>-</w:t>
      </w:r>
      <w:r w:rsidR="00C77A4E" w:rsidRPr="00275B88">
        <w:t>elle</w:t>
      </w:r>
      <w:r>
        <w:t>.</w:t>
      </w:r>
    </w:p>
    <w:p w14:paraId="17BA999B" w14:textId="77777777" w:rsidR="002C50B2" w:rsidRDefault="00C77A4E" w:rsidP="002C50B2">
      <w:r w:rsidRPr="00275B88">
        <w:t>Et s</w:t>
      </w:r>
      <w:r w:rsidR="002C50B2">
        <w:t>’</w:t>
      </w:r>
      <w:r w:rsidRPr="00275B88">
        <w:t>approchant de lui</w:t>
      </w:r>
      <w:r w:rsidR="002C50B2">
        <w:t xml:space="preserve">, </w:t>
      </w:r>
      <w:r w:rsidRPr="00275B88">
        <w:t>elle lui dit tout bas</w:t>
      </w:r>
      <w:r w:rsidR="002C50B2">
        <w:t> :</w:t>
      </w:r>
    </w:p>
    <w:p w14:paraId="5A9D6B01" w14:textId="77777777" w:rsidR="002C50B2" w:rsidRDefault="002C50B2" w:rsidP="002C50B2">
      <w:r>
        <w:t>— </w:t>
      </w:r>
      <w:r w:rsidR="00C77A4E" w:rsidRPr="00275B88">
        <w:t>À toujours</w:t>
      </w:r>
      <w:r>
        <w:t> !…</w:t>
      </w:r>
    </w:p>
    <w:p w14:paraId="13427314" w14:textId="77777777" w:rsidR="002C50B2" w:rsidRDefault="00C77A4E" w:rsidP="002C50B2">
      <w:r w:rsidRPr="00275B88">
        <w:t>Et soulevant une portière</w:t>
      </w:r>
      <w:r w:rsidR="002C50B2">
        <w:t xml:space="preserve">, </w:t>
      </w:r>
      <w:r w:rsidRPr="00275B88">
        <w:t>elle disparut dans une pièce voisine</w:t>
      </w:r>
      <w:r w:rsidR="002C50B2">
        <w:t>.</w:t>
      </w:r>
    </w:p>
    <w:p w14:paraId="3F8FFD5E" w14:textId="77777777" w:rsidR="002C50B2" w:rsidRDefault="002C50B2" w:rsidP="002C50B2">
      <w:r>
        <w:t>— </w:t>
      </w:r>
      <w:r w:rsidR="00C77A4E" w:rsidRPr="00275B88">
        <w:t>Quelle femme</w:t>
      </w:r>
      <w:r>
        <w:t xml:space="preserve"> !… </w:t>
      </w:r>
      <w:r w:rsidR="00C77A4E" w:rsidRPr="00275B88">
        <w:t>grommela le bossu</w:t>
      </w:r>
      <w:r>
        <w:t xml:space="preserve">… </w:t>
      </w:r>
      <w:r w:rsidR="00C77A4E" w:rsidRPr="00275B88">
        <w:t>Mais malgré tout</w:t>
      </w:r>
      <w:r>
        <w:t xml:space="preserve">, </w:t>
      </w:r>
      <w:r w:rsidR="00C77A4E" w:rsidRPr="00275B88">
        <w:t>je ne serai tout à fait tranquille que lorsque j</w:t>
      </w:r>
      <w:r>
        <w:t>’</w:t>
      </w:r>
      <w:r w:rsidR="00C77A4E" w:rsidRPr="00275B88">
        <w:t>aurai ma part du magot</w:t>
      </w:r>
      <w:r>
        <w:t> !</w:t>
      </w:r>
    </w:p>
    <w:p w14:paraId="494F1B30" w14:textId="77457B16" w:rsidR="00C77A4E" w:rsidRPr="00CA438A" w:rsidRDefault="00C77A4E" w:rsidP="002C50B2">
      <w:pPr>
        <w:pStyle w:val="Titre2"/>
      </w:pPr>
      <w:bookmarkStart w:id="99" w:name="_Toc145914654"/>
      <w:bookmarkStart w:id="100" w:name="_Toc203477092"/>
      <w:r w:rsidRPr="00CA438A">
        <w:lastRenderedPageBreak/>
        <w:t>VI</w:t>
      </w:r>
      <w:bookmarkEnd w:id="99"/>
      <w:r w:rsidRPr="00CA438A">
        <w:br/>
      </w:r>
      <w:r w:rsidRPr="00CA438A">
        <w:br/>
      </w:r>
      <w:bookmarkStart w:id="101" w:name="_Toc145914655"/>
      <w:r w:rsidRPr="00CA438A">
        <w:t>LES NUITS ET LES ENNUIS DU BARON PAPILLON</w:t>
      </w:r>
      <w:bookmarkEnd w:id="100"/>
      <w:bookmarkEnd w:id="101"/>
      <w:r w:rsidRPr="00CA438A">
        <w:br/>
      </w:r>
    </w:p>
    <w:p w14:paraId="0F12CE61" w14:textId="77777777" w:rsidR="002C50B2" w:rsidRDefault="00C77A4E" w:rsidP="002C50B2">
      <w:r w:rsidRPr="00275B88">
        <w:t>À l</w:t>
      </w:r>
      <w:r w:rsidR="002C50B2">
        <w:t>’</w:t>
      </w:r>
      <w:r w:rsidRPr="00275B88">
        <w:t>heure où s</w:t>
      </w:r>
      <w:r w:rsidR="002C50B2">
        <w:t>’</w:t>
      </w:r>
      <w:r w:rsidRPr="00275B88">
        <w:t>accomplissaient les événements que nous venons de décrire</w:t>
      </w:r>
      <w:r w:rsidR="002C50B2">
        <w:t xml:space="preserve">, </w:t>
      </w:r>
      <w:r w:rsidRPr="00275B88">
        <w:t>le baron Papillon était en train de se demander tout simplement s</w:t>
      </w:r>
      <w:r w:rsidR="002C50B2">
        <w:t>’</w:t>
      </w:r>
      <w:r w:rsidRPr="00275B88">
        <w:t>il n</w:t>
      </w:r>
      <w:r w:rsidR="002C50B2">
        <w:t>’</w:t>
      </w:r>
      <w:r w:rsidRPr="00275B88">
        <w:t>allait pas demander le divorce</w:t>
      </w:r>
      <w:r w:rsidR="002C50B2">
        <w:t>.</w:t>
      </w:r>
    </w:p>
    <w:p w14:paraId="69B79DAD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une scène terrible avait mis aux prises les deux époux</w:t>
      </w:r>
      <w:r w:rsidR="002C50B2">
        <w:t xml:space="preserve">, </w:t>
      </w:r>
      <w:r w:rsidRPr="00275B88">
        <w:t>entre lesquels avait jusqu</w:t>
      </w:r>
      <w:r w:rsidR="002C50B2">
        <w:t>’</w:t>
      </w:r>
      <w:r w:rsidRPr="00275B88">
        <w:t>alors régné cette harmonie de bon ton qui sert à masquer une indifférence aussi mutuelle qu</w:t>
      </w:r>
      <w:r w:rsidR="002C50B2">
        <w:t>’</w:t>
      </w:r>
      <w:r w:rsidRPr="00275B88">
        <w:t>absolue</w:t>
      </w:r>
      <w:r w:rsidR="002C50B2">
        <w:t>.</w:t>
      </w:r>
    </w:p>
    <w:p w14:paraId="6E5AF199" w14:textId="77777777" w:rsidR="002C50B2" w:rsidRDefault="00C77A4E" w:rsidP="002C50B2">
      <w:r w:rsidRPr="00275B88">
        <w:t>En rentrant chez lui vers sept heures du soir</w:t>
      </w:r>
      <w:r w:rsidR="002C50B2">
        <w:t xml:space="preserve">, </w:t>
      </w:r>
      <w:r w:rsidRPr="00275B88">
        <w:t>le collectionneur avait trouvé la baronne dans le grand vestibule</w:t>
      </w:r>
      <w:r w:rsidR="002C50B2">
        <w:t xml:space="preserve">, </w:t>
      </w:r>
      <w:r w:rsidRPr="00275B88">
        <w:t>au milieu d</w:t>
      </w:r>
      <w:r w:rsidR="002C50B2">
        <w:t>’</w:t>
      </w:r>
      <w:r w:rsidRPr="00275B88">
        <w:t>un amoncellement de malles et de bagages qui eussent suffi à remplir un wagon de marchandises</w:t>
      </w:r>
      <w:r w:rsidR="002C50B2">
        <w:t>.</w:t>
      </w:r>
    </w:p>
    <w:p w14:paraId="601CD7D8" w14:textId="77777777" w:rsidR="002C50B2" w:rsidRDefault="00C77A4E" w:rsidP="002C50B2">
      <w:r w:rsidRPr="00275B88">
        <w:t>Braillant</w:t>
      </w:r>
      <w:r w:rsidR="002C50B2">
        <w:t xml:space="preserve">, </w:t>
      </w:r>
      <w:r w:rsidRPr="00275B88">
        <w:t>gesticulant</w:t>
      </w:r>
      <w:r w:rsidR="002C50B2">
        <w:t xml:space="preserve">, </w:t>
      </w:r>
      <w:r w:rsidRPr="00275B88">
        <w:t>elle donnait des ordres tous plus contradictoires et plus ahurissants à ses domestiques qui</w:t>
      </w:r>
      <w:r w:rsidR="002C50B2">
        <w:t xml:space="preserve">, </w:t>
      </w:r>
      <w:r w:rsidRPr="00275B88">
        <w:t>littéralement affolés</w:t>
      </w:r>
      <w:r w:rsidR="002C50B2">
        <w:t xml:space="preserve">, </w:t>
      </w:r>
      <w:r w:rsidRPr="00275B88">
        <w:t>ne savaient plus où donner de la tête</w:t>
      </w:r>
      <w:r w:rsidR="002C50B2">
        <w:t>.</w:t>
      </w:r>
    </w:p>
    <w:p w14:paraId="5C01E630" w14:textId="77777777" w:rsidR="002C50B2" w:rsidRDefault="002C50B2" w:rsidP="002C50B2">
      <w:r>
        <w:t>— </w:t>
      </w:r>
      <w:r w:rsidR="00C77A4E" w:rsidRPr="00275B88">
        <w:t>Ah çà</w:t>
      </w:r>
      <w:r>
        <w:t xml:space="preserve"> ! </w:t>
      </w:r>
      <w:r w:rsidR="00C77A4E" w:rsidRPr="00275B88">
        <w:t>que signifie</w:t>
      </w:r>
      <w:r>
        <w:t xml:space="preserve"> ?… </w:t>
      </w:r>
      <w:r w:rsidR="00C77A4E" w:rsidRPr="00275B88">
        <w:t>interrogea le baron</w:t>
      </w:r>
      <w:r>
        <w:t xml:space="preserve">, </w:t>
      </w:r>
      <w:r w:rsidR="00C77A4E" w:rsidRPr="00275B88">
        <w:t>qui se demandait si sa femme n</w:t>
      </w:r>
      <w:r>
        <w:t>’</w:t>
      </w:r>
      <w:r w:rsidR="00C77A4E" w:rsidRPr="00275B88">
        <w:t>avait pas achevé de perdre le peu de raison qui lui restait</w:t>
      </w:r>
      <w:r>
        <w:t>.</w:t>
      </w:r>
    </w:p>
    <w:p w14:paraId="2B60D28B" w14:textId="77777777" w:rsidR="002C50B2" w:rsidRDefault="00C77A4E" w:rsidP="002C50B2">
      <w:r w:rsidRPr="00275B88">
        <w:t>Dressée sur ses ergots</w:t>
      </w:r>
      <w:r w:rsidR="002C50B2">
        <w:t xml:space="preserve">, </w:t>
      </w:r>
      <w:r w:rsidRPr="00275B88">
        <w:t>telle une poule en colère</w:t>
      </w:r>
      <w:r w:rsidR="002C50B2">
        <w:t xml:space="preserve">, </w:t>
      </w:r>
      <w:r w:rsidRPr="00275B88">
        <w:t>Madame répliquait</w:t>
      </w:r>
      <w:r w:rsidR="002C50B2">
        <w:t> :</w:t>
      </w:r>
    </w:p>
    <w:p w14:paraId="2922A780" w14:textId="77777777" w:rsidR="002C50B2" w:rsidRDefault="002C50B2" w:rsidP="002C50B2">
      <w:r>
        <w:t>— </w:t>
      </w:r>
      <w:r w:rsidR="00C77A4E" w:rsidRPr="00275B88">
        <w:t>Belphégor me cause de telles frayeurs que j</w:t>
      </w:r>
      <w:r>
        <w:t>’</w:t>
      </w:r>
      <w:r w:rsidR="00C77A4E" w:rsidRPr="00275B88">
        <w:t>ai décidé que nous partirions pour le Japon</w:t>
      </w:r>
      <w:r>
        <w:t>.</w:t>
      </w:r>
    </w:p>
    <w:p w14:paraId="2F6A596E" w14:textId="77777777" w:rsidR="002C50B2" w:rsidRDefault="002C50B2" w:rsidP="002C50B2">
      <w:r>
        <w:lastRenderedPageBreak/>
        <w:t>— </w:t>
      </w:r>
      <w:r w:rsidR="00C77A4E" w:rsidRPr="00275B88">
        <w:t>Pour le Japon</w:t>
      </w:r>
      <w:r>
        <w:t xml:space="preserve"> ! </w:t>
      </w:r>
      <w:r w:rsidR="00C77A4E" w:rsidRPr="00275B88">
        <w:t>répétait le baron</w:t>
      </w:r>
      <w:r>
        <w:t xml:space="preserve">, </w:t>
      </w:r>
      <w:r w:rsidR="00C77A4E" w:rsidRPr="00275B88">
        <w:t>ahuri</w:t>
      </w:r>
      <w:r>
        <w:t>.</w:t>
      </w:r>
    </w:p>
    <w:p w14:paraId="7025A000" w14:textId="77777777" w:rsidR="002C50B2" w:rsidRDefault="00C77A4E" w:rsidP="002C50B2">
      <w:r w:rsidRPr="00275B88">
        <w:t>La baronne reprenait</w:t>
      </w:r>
      <w:r w:rsidR="002C50B2">
        <w:t> :</w:t>
      </w:r>
    </w:p>
    <w:p w14:paraId="11D7184C" w14:textId="77777777" w:rsidR="002C50B2" w:rsidRDefault="002C50B2" w:rsidP="002C50B2">
      <w:r>
        <w:t>— </w:t>
      </w:r>
      <w:r w:rsidR="00C77A4E" w:rsidRPr="00275B88">
        <w:t>Il faut que je fasse mes préparatifs</w:t>
      </w:r>
      <w:r>
        <w:t xml:space="preserve">. </w:t>
      </w:r>
      <w:r w:rsidR="00C77A4E" w:rsidRPr="00275B88">
        <w:t>Songe donc</w:t>
      </w:r>
      <w:r>
        <w:t xml:space="preserve">, </w:t>
      </w:r>
      <w:r w:rsidR="00C77A4E" w:rsidRPr="00275B88">
        <w:t>un voyage de plusieurs mois</w:t>
      </w:r>
      <w:r>
        <w:t>…</w:t>
      </w:r>
    </w:p>
    <w:p w14:paraId="3F63B32E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désignant la véritable montagne qui se dressait autour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elle ajouta</w:t>
      </w:r>
      <w:r w:rsidR="002C50B2">
        <w:t> :</w:t>
      </w:r>
    </w:p>
    <w:p w14:paraId="4A0AE543" w14:textId="77777777" w:rsidR="002C50B2" w:rsidRDefault="002C50B2" w:rsidP="002C50B2">
      <w:r>
        <w:t>— </w:t>
      </w:r>
      <w:r w:rsidR="00C77A4E" w:rsidRPr="00275B88">
        <w:t>Et encore</w:t>
      </w:r>
      <w:r>
        <w:t xml:space="preserve">, </w:t>
      </w:r>
      <w:r w:rsidR="00C77A4E" w:rsidRPr="00275B88">
        <w:t>je n</w:t>
      </w:r>
      <w:r>
        <w:t>’</w:t>
      </w:r>
      <w:r w:rsidR="00C77A4E" w:rsidRPr="00275B88">
        <w:t>emporte que le nécessaire</w:t>
      </w:r>
      <w:r>
        <w:t> !…</w:t>
      </w:r>
    </w:p>
    <w:p w14:paraId="5F266B0A" w14:textId="77777777" w:rsidR="002C50B2" w:rsidRDefault="002C50B2" w:rsidP="002C50B2">
      <w:r>
        <w:t>— </w:t>
      </w:r>
      <w:r w:rsidR="00C77A4E" w:rsidRPr="00275B88">
        <w:t>Ma chère amie</w:t>
      </w:r>
      <w:r>
        <w:t xml:space="preserve">, </w:t>
      </w:r>
      <w:r w:rsidR="00C77A4E" w:rsidRPr="00275B88">
        <w:t>déclarait Papillon</w:t>
      </w:r>
      <w:r>
        <w:t xml:space="preserve">, </w:t>
      </w:r>
      <w:r w:rsidR="00C77A4E" w:rsidRPr="00275B88">
        <w:t>effrayé de l</w:t>
      </w:r>
      <w:r>
        <w:t>’</w:t>
      </w:r>
      <w:r w:rsidR="00C77A4E" w:rsidRPr="00275B88">
        <w:t>orage qu</w:t>
      </w:r>
      <w:r>
        <w:t>’</w:t>
      </w:r>
      <w:r w:rsidR="00C77A4E" w:rsidRPr="00275B88">
        <w:t>il n</w:t>
      </w:r>
      <w:r>
        <w:t>’</w:t>
      </w:r>
      <w:r w:rsidR="00C77A4E" w:rsidRPr="00275B88">
        <w:t>allait pas manquer de faire éclater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aurais deux mots à te dire</w:t>
      </w:r>
      <w:r>
        <w:t>.</w:t>
      </w:r>
    </w:p>
    <w:p w14:paraId="7985F6AD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parle</w:t>
      </w:r>
      <w:r>
        <w:t> !</w:t>
      </w:r>
    </w:p>
    <w:p w14:paraId="17CB9EE4" w14:textId="77777777" w:rsidR="002C50B2" w:rsidRDefault="002C50B2" w:rsidP="002C50B2">
      <w:r>
        <w:t>— </w:t>
      </w:r>
      <w:r w:rsidR="00C77A4E" w:rsidRPr="00275B88">
        <w:t>Pas ici</w:t>
      </w:r>
      <w:r>
        <w:t xml:space="preserve"> !… </w:t>
      </w:r>
      <w:r w:rsidR="00C77A4E" w:rsidRPr="00275B88">
        <w:t>Passons</w:t>
      </w:r>
      <w:r>
        <w:t xml:space="preserve">, </w:t>
      </w:r>
      <w:r w:rsidR="00C77A4E" w:rsidRPr="00275B88">
        <w:t>si tu veux bien dans mon cabinet de travail</w:t>
      </w:r>
      <w:r>
        <w:t>.</w:t>
      </w:r>
    </w:p>
    <w:p w14:paraId="5444D9C2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183A4B1E" w14:textId="77777777" w:rsidR="002C50B2" w:rsidRDefault="002C50B2" w:rsidP="002C50B2">
      <w:r>
        <w:t>— </w:t>
      </w:r>
      <w:r w:rsidR="00C77A4E" w:rsidRPr="00275B88">
        <w:t>Parce qu</w:t>
      </w:r>
      <w:r>
        <w:t>’</w:t>
      </w:r>
      <w:r w:rsidR="00C77A4E" w:rsidRPr="00275B88">
        <w:t>il est inutile de mettre le personnel au courant</w:t>
      </w:r>
      <w:r>
        <w:t>…</w:t>
      </w:r>
    </w:p>
    <w:p w14:paraId="02FE3523" w14:textId="77777777" w:rsidR="002C50B2" w:rsidRDefault="00C77A4E" w:rsidP="002C50B2">
      <w:r w:rsidRPr="00275B88">
        <w:t>Et tout en prenant sa femme par le bras</w:t>
      </w:r>
      <w:r w:rsidR="002C50B2">
        <w:t xml:space="preserve">, </w:t>
      </w:r>
      <w:r w:rsidRPr="00275B88">
        <w:t>doucement</w:t>
      </w:r>
      <w:r w:rsidR="002C50B2">
        <w:t xml:space="preserve">, </w:t>
      </w:r>
      <w:r w:rsidRPr="00275B88">
        <w:t>très doucement</w:t>
      </w:r>
      <w:r w:rsidR="002C50B2">
        <w:t xml:space="preserve">, </w:t>
      </w:r>
      <w:r w:rsidRPr="00275B88">
        <w:t>il lui dit</w:t>
      </w:r>
      <w:r w:rsidR="002C50B2">
        <w:t> :</w:t>
      </w:r>
    </w:p>
    <w:p w14:paraId="2A6085F2" w14:textId="77777777" w:rsidR="002C50B2" w:rsidRDefault="002C50B2" w:rsidP="002C50B2">
      <w:r>
        <w:t>— </w:t>
      </w:r>
      <w:r w:rsidR="00C77A4E" w:rsidRPr="00275B88">
        <w:t>Viens</w:t>
      </w:r>
      <w:r>
        <w:t xml:space="preserve">, </w:t>
      </w:r>
      <w:r w:rsidR="00C77A4E" w:rsidRPr="00275B88">
        <w:t>mon chou</w:t>
      </w:r>
      <w:r>
        <w:t xml:space="preserve">… </w:t>
      </w:r>
      <w:r w:rsidR="00C77A4E" w:rsidRPr="00275B88">
        <w:t>viens</w:t>
      </w:r>
      <w:r>
        <w:t>…</w:t>
      </w:r>
    </w:p>
    <w:p w14:paraId="05F5DA12" w14:textId="77777777" w:rsidR="002C50B2" w:rsidRDefault="00C77A4E" w:rsidP="002C50B2">
      <w:r w:rsidRPr="00275B88">
        <w:t>Et il l</w:t>
      </w:r>
      <w:r w:rsidR="002C50B2">
        <w:t>’</w:t>
      </w:r>
      <w:r w:rsidRPr="00275B88">
        <w:t>entraîna jusque dans son bureau</w:t>
      </w:r>
      <w:r w:rsidR="002C50B2">
        <w:t>…</w:t>
      </w:r>
    </w:p>
    <w:p w14:paraId="0D87715B" w14:textId="77777777" w:rsidR="002C50B2" w:rsidRDefault="00C77A4E" w:rsidP="002C50B2">
      <w:r w:rsidRPr="00275B88">
        <w:t>Littéralement empoisonné</w:t>
      </w:r>
      <w:r w:rsidR="002C50B2">
        <w:t xml:space="preserve">, </w:t>
      </w:r>
      <w:r w:rsidRPr="00275B88">
        <w:t>le baron ne savait comment entamer un entretien qu</w:t>
      </w:r>
      <w:r w:rsidR="002C50B2">
        <w:t>’</w:t>
      </w:r>
      <w:r w:rsidRPr="00275B88">
        <w:t>il pressentait mouvementé</w:t>
      </w:r>
      <w:r w:rsidR="002C50B2">
        <w:t xml:space="preserve">, </w:t>
      </w:r>
      <w:r w:rsidRPr="00275B88">
        <w:t>et dont il n</w:t>
      </w:r>
      <w:r w:rsidR="002C50B2">
        <w:t>’</w:t>
      </w:r>
      <w:r w:rsidRPr="00275B88">
        <w:t>osait prévoir les conséquences</w:t>
      </w:r>
      <w:r w:rsidR="002C50B2">
        <w:t>…</w:t>
      </w:r>
    </w:p>
    <w:p w14:paraId="481BDD60" w14:textId="77777777" w:rsidR="002C50B2" w:rsidRDefault="00C77A4E" w:rsidP="002C50B2">
      <w:r w:rsidRPr="00275B88">
        <w:t>Déjà très nerveuse</w:t>
      </w:r>
      <w:r w:rsidR="002C50B2">
        <w:t xml:space="preserve">, </w:t>
      </w:r>
      <w:r w:rsidRPr="00275B88">
        <w:t>et tout en roulant des yeux en boules de loto</w:t>
      </w:r>
      <w:r w:rsidR="002C50B2">
        <w:t xml:space="preserve">, </w:t>
      </w:r>
      <w:r w:rsidRPr="00275B88">
        <w:t>Eudoxie le pressait</w:t>
      </w:r>
      <w:r w:rsidR="002C50B2">
        <w:t> :</w:t>
      </w:r>
    </w:p>
    <w:p w14:paraId="1071E101" w14:textId="77777777" w:rsidR="002C50B2" w:rsidRDefault="002C50B2" w:rsidP="002C50B2">
      <w:r>
        <w:lastRenderedPageBreak/>
        <w:t>— </w:t>
      </w:r>
      <w:r w:rsidR="00C77A4E" w:rsidRPr="00275B88">
        <w:t>Eh bien</w:t>
      </w:r>
      <w:r>
        <w:t xml:space="preserve"> !…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tu attends</w:t>
      </w:r>
      <w:r>
        <w:t xml:space="preserve"> ?… </w:t>
      </w:r>
      <w:r w:rsidR="00C77A4E" w:rsidRPr="00275B88">
        <w:t>Il n</w:t>
      </w:r>
      <w:r>
        <w:t>’</w:t>
      </w:r>
      <w:r w:rsidR="00C77A4E" w:rsidRPr="00275B88">
        <w:t>y a plus de domestiques</w:t>
      </w:r>
      <w:r>
        <w:t xml:space="preserve">. </w:t>
      </w:r>
      <w:r w:rsidR="00C77A4E" w:rsidRPr="00275B88">
        <w:t>Nous voilà en tête à tête</w:t>
      </w:r>
      <w:r>
        <w:t xml:space="preserve">, </w:t>
      </w:r>
      <w:r w:rsidR="00C77A4E" w:rsidRPr="00275B88">
        <w:t>ainsi que tu le désirais</w:t>
      </w:r>
      <w:r>
        <w:t xml:space="preserve">… </w:t>
      </w:r>
      <w:r w:rsidR="00C77A4E" w:rsidRPr="00275B88">
        <w:t>Pourquoi ces hésitations</w:t>
      </w:r>
      <w:r>
        <w:t xml:space="preserve"> ?… </w:t>
      </w:r>
      <w:r w:rsidR="00C77A4E" w:rsidRPr="00275B88">
        <w:t>ces réticences</w:t>
      </w:r>
      <w:r>
        <w:t xml:space="preserve"> ?… </w:t>
      </w:r>
      <w:r w:rsidR="00C77A4E" w:rsidRPr="00275B88">
        <w:t>Aurais</w:t>
      </w:r>
      <w:r w:rsidR="00C77A4E">
        <w:t>-</w:t>
      </w:r>
      <w:r w:rsidR="00C77A4E" w:rsidRPr="00275B88">
        <w:t>tu quelque mauvaise nouvelle à m</w:t>
      </w:r>
      <w:r>
        <w:t>’</w:t>
      </w:r>
      <w:r w:rsidR="00C77A4E" w:rsidRPr="00275B88">
        <w:t>annoncer</w:t>
      </w:r>
      <w:r>
        <w:t> ?</w:t>
      </w:r>
    </w:p>
    <w:p w14:paraId="31809432" w14:textId="77777777" w:rsidR="002C50B2" w:rsidRDefault="002C50B2" w:rsidP="002C50B2">
      <w:r>
        <w:t>— </w:t>
      </w:r>
      <w:r w:rsidR="00C77A4E" w:rsidRPr="00275B88">
        <w:t>Pas du tout</w:t>
      </w:r>
      <w:r>
        <w:t> !</w:t>
      </w:r>
    </w:p>
    <w:p w14:paraId="29B9D214" w14:textId="77777777" w:rsidR="002C50B2" w:rsidRDefault="002C50B2" w:rsidP="002C50B2">
      <w:r>
        <w:t>— </w:t>
      </w:r>
      <w:r w:rsidR="00C77A4E" w:rsidRPr="00275B88">
        <w:t>Alors</w:t>
      </w:r>
      <w:r>
        <w:t> ?…</w:t>
      </w:r>
    </w:p>
    <w:p w14:paraId="668C076F" w14:textId="77777777" w:rsidR="002C50B2" w:rsidRDefault="00C77A4E" w:rsidP="002C50B2">
      <w:r w:rsidRPr="00275B88">
        <w:t>Papillon tergiversait toujours</w:t>
      </w:r>
      <w:r w:rsidR="002C50B2">
        <w:t>.</w:t>
      </w:r>
    </w:p>
    <w:p w14:paraId="7519933C" w14:textId="77777777" w:rsidR="002C50B2" w:rsidRDefault="00C77A4E" w:rsidP="002C50B2">
      <w:r w:rsidRPr="00275B88">
        <w:t>Se montant de plus en plus</w:t>
      </w:r>
      <w:r w:rsidR="002C50B2">
        <w:t xml:space="preserve">, </w:t>
      </w:r>
      <w:r w:rsidRPr="00275B88">
        <w:t>Eudoxie</w:t>
      </w:r>
      <w:r w:rsidR="002C50B2">
        <w:t xml:space="preserve">, </w:t>
      </w:r>
      <w:r w:rsidRPr="00275B88">
        <w:t>sévèrement</w:t>
      </w:r>
      <w:r w:rsidR="002C50B2">
        <w:t xml:space="preserve">, </w:t>
      </w:r>
      <w:r w:rsidRPr="00275B88">
        <w:t>articulait</w:t>
      </w:r>
      <w:r w:rsidR="002C50B2">
        <w:t> :</w:t>
      </w:r>
    </w:p>
    <w:p w14:paraId="34344FF0" w14:textId="77777777" w:rsidR="002C50B2" w:rsidRDefault="002C50B2" w:rsidP="002C50B2">
      <w:r>
        <w:t>— </w:t>
      </w:r>
      <w:r w:rsidR="00C77A4E" w:rsidRPr="00275B88">
        <w:t>Hippolyte</w:t>
      </w:r>
      <w:r>
        <w:t xml:space="preserve">, </w:t>
      </w:r>
      <w:r w:rsidR="00C77A4E" w:rsidRPr="00275B88">
        <w:t>tu me caches quelque chose</w:t>
      </w:r>
      <w:r>
        <w:t> !</w:t>
      </w:r>
    </w:p>
    <w:p w14:paraId="47F289AE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tout à coup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</w:t>
      </w:r>
      <w:r w:rsidR="002C50B2">
        <w:t> :</w:t>
      </w:r>
    </w:p>
    <w:p w14:paraId="025DF520" w14:textId="77777777" w:rsidR="002C50B2" w:rsidRDefault="002C50B2" w:rsidP="002C50B2">
      <w:r>
        <w:t>— </w:t>
      </w:r>
      <w:r w:rsidR="00C77A4E" w:rsidRPr="00275B88">
        <w:t>Je devine tout</w:t>
      </w:r>
      <w:r>
        <w:t xml:space="preserve">… </w:t>
      </w:r>
      <w:r w:rsidR="00C77A4E" w:rsidRPr="00275B88">
        <w:t>Tu as une maîtresse</w:t>
      </w:r>
      <w:r>
        <w:t>.</w:t>
      </w:r>
    </w:p>
    <w:p w14:paraId="0B799351" w14:textId="77777777" w:rsidR="002C50B2" w:rsidRDefault="002C50B2" w:rsidP="002C50B2">
      <w:r>
        <w:t>— </w:t>
      </w:r>
      <w:r w:rsidR="00C77A4E" w:rsidRPr="00275B88">
        <w:t>Moi</w:t>
      </w:r>
      <w:r>
        <w:t> !</w:t>
      </w:r>
    </w:p>
    <w:p w14:paraId="13FD3834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toi</w:t>
      </w:r>
      <w:r>
        <w:t xml:space="preserve"> !… </w:t>
      </w:r>
      <w:r w:rsidR="00C77A4E" w:rsidRPr="00275B88">
        <w:t>Une créature qui te retient à Paris</w:t>
      </w:r>
      <w:r>
        <w:t>.</w:t>
      </w:r>
    </w:p>
    <w:p w14:paraId="6C3DD9B8" w14:textId="77777777" w:rsidR="002C50B2" w:rsidRDefault="002C50B2" w:rsidP="002C50B2">
      <w:r>
        <w:t>— </w:t>
      </w:r>
      <w:r w:rsidR="00C77A4E" w:rsidRPr="00275B88">
        <w:t>Mais pas du tout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ridicule de ta part d</w:t>
      </w:r>
      <w:r>
        <w:t>’</w:t>
      </w:r>
      <w:r w:rsidR="00C77A4E" w:rsidRPr="00275B88">
        <w:t>avoir un pareil soupçon</w:t>
      </w:r>
      <w:r>
        <w:t>.</w:t>
      </w:r>
    </w:p>
    <w:p w14:paraId="07B39087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appelant à lui le peu de courage qu</w:t>
      </w:r>
      <w:r w:rsidR="002C50B2">
        <w:t>’</w:t>
      </w:r>
      <w:r w:rsidRPr="00275B88">
        <w:t>il avait à sa disposition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air grave et solennel</w:t>
      </w:r>
      <w:r w:rsidR="002C50B2">
        <w:t> :</w:t>
      </w:r>
    </w:p>
    <w:p w14:paraId="690A4B37" w14:textId="77777777" w:rsidR="002C50B2" w:rsidRDefault="002C50B2" w:rsidP="002C50B2">
      <w:r>
        <w:t>— </w:t>
      </w:r>
      <w:r w:rsidR="00C77A4E" w:rsidRPr="00275B88">
        <w:t>Eudoxie</w:t>
      </w:r>
      <w:r>
        <w:t xml:space="preserve">, </w:t>
      </w:r>
      <w:r w:rsidR="00C77A4E" w:rsidRPr="00275B88">
        <w:t>il nous est impossible de partir demain au Japon</w:t>
      </w:r>
      <w:r>
        <w:t>.</w:t>
      </w:r>
    </w:p>
    <w:p w14:paraId="1F06362C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0DA19BC5" w14:textId="77777777" w:rsidR="002C50B2" w:rsidRDefault="002C50B2" w:rsidP="002C50B2">
      <w:r>
        <w:t>— </w:t>
      </w:r>
      <w:r w:rsidR="00C77A4E" w:rsidRPr="00275B88">
        <w:t>Parce que j</w:t>
      </w:r>
      <w:r>
        <w:t>’</w:t>
      </w:r>
      <w:r w:rsidR="00C77A4E" w:rsidRPr="00275B88">
        <w:t>ai lu dans un journal qu</w:t>
      </w:r>
      <w:r>
        <w:t>’</w:t>
      </w:r>
      <w:r w:rsidR="00C77A4E" w:rsidRPr="00275B88">
        <w:t>une épidémie de béribéri</w:t>
      </w:r>
      <w:r>
        <w:t xml:space="preserve">, </w:t>
      </w:r>
      <w:r w:rsidR="00C77A4E" w:rsidRPr="00275B88">
        <w:t>apportée à Yokohama par des Noirs</w:t>
      </w:r>
      <w:r>
        <w:t xml:space="preserve">, </w:t>
      </w:r>
      <w:r w:rsidR="00C77A4E" w:rsidRPr="00275B88">
        <w:t>venait d</w:t>
      </w:r>
      <w:r>
        <w:t>’</w:t>
      </w:r>
      <w:r w:rsidR="00C77A4E" w:rsidRPr="00275B88">
        <w:t>y éclater et se propageait dans tout l</w:t>
      </w:r>
      <w:r>
        <w:t>’</w:t>
      </w:r>
      <w:r w:rsidR="00C77A4E" w:rsidRPr="00275B88">
        <w:t>empire nippon avec une rapidité foudroyante</w:t>
      </w:r>
      <w:r>
        <w:t>.</w:t>
      </w:r>
    </w:p>
    <w:p w14:paraId="67D92C65" w14:textId="77777777" w:rsidR="002C50B2" w:rsidRDefault="002C50B2" w:rsidP="002C50B2">
      <w:r>
        <w:lastRenderedPageBreak/>
        <w:t>— </w:t>
      </w:r>
      <w:r w:rsidR="00C77A4E" w:rsidRPr="00275B88">
        <w:t>Le béribéri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exclamait Eudoxie</w:t>
      </w:r>
      <w:r>
        <w:t xml:space="preserve">. </w:t>
      </w:r>
      <w:r w:rsidR="00C77A4E" w:rsidRPr="00275B88">
        <w:t>Qu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que c</w:t>
      </w:r>
      <w:r>
        <w:t>’</w:t>
      </w:r>
      <w:r w:rsidR="00C77A4E" w:rsidRPr="00275B88">
        <w:t>est que cela</w:t>
      </w:r>
      <w:r>
        <w:t> ?</w:t>
      </w:r>
    </w:p>
    <w:p w14:paraId="54592A0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la maladie du sommeil</w:t>
      </w:r>
      <w:r>
        <w:t xml:space="preserve">… </w:t>
      </w:r>
      <w:r w:rsidR="00C77A4E" w:rsidRPr="00275B88">
        <w:t>Il paraît qu</w:t>
      </w:r>
      <w:r>
        <w:t>’</w:t>
      </w:r>
      <w:r w:rsidR="00C77A4E" w:rsidRPr="00275B88">
        <w:t>en moins de huit jours elle a fait plus de cinq cent mille victimes</w:t>
      </w:r>
      <w:r>
        <w:t>.</w:t>
      </w:r>
    </w:p>
    <w:p w14:paraId="630DEC3F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absurde</w:t>
      </w:r>
      <w:r>
        <w:t xml:space="preserve"> !… </w:t>
      </w:r>
      <w:r w:rsidR="00C77A4E" w:rsidRPr="00D316DC">
        <w:t>s</w:t>
      </w:r>
      <w:r>
        <w:t>’</w:t>
      </w:r>
      <w:r w:rsidR="00C77A4E" w:rsidRPr="00D316DC">
        <w:t>indignait</w:t>
      </w:r>
      <w:r w:rsidR="00C77A4E" w:rsidRPr="00275B88">
        <w:t xml:space="preserve"> Eudoxie</w:t>
      </w:r>
      <w:r>
        <w:t xml:space="preserve">… </w:t>
      </w:r>
      <w:r w:rsidR="00C77A4E" w:rsidRPr="00275B88">
        <w:t>Il n</w:t>
      </w:r>
      <w:r>
        <w:t>’</w:t>
      </w:r>
      <w:r w:rsidR="00C77A4E" w:rsidRPr="00275B88">
        <w:t>y a donc pas de médecins dans ce pays</w:t>
      </w:r>
      <w:r>
        <w:t> ?</w:t>
      </w:r>
    </w:p>
    <w:p w14:paraId="650E40B8" w14:textId="77777777" w:rsidR="002C50B2" w:rsidRDefault="002C50B2" w:rsidP="002C50B2">
      <w:r>
        <w:t>— </w:t>
      </w:r>
      <w:r w:rsidR="00C77A4E" w:rsidRPr="00275B88">
        <w:t>Si</w:t>
      </w:r>
      <w:r>
        <w:t xml:space="preserve">… </w:t>
      </w:r>
      <w:r w:rsidR="00C77A4E" w:rsidRPr="00275B88">
        <w:t>et même d</w:t>
      </w:r>
      <w:r>
        <w:t>’</w:t>
      </w:r>
      <w:r w:rsidR="00C77A4E" w:rsidRPr="00275B88">
        <w:t>excellents</w:t>
      </w:r>
      <w:r>
        <w:t xml:space="preserve">… </w:t>
      </w:r>
      <w:r w:rsidR="00C77A4E" w:rsidRPr="00275B88">
        <w:t>Mais i</w:t>
      </w:r>
      <w:r w:rsidR="00C77A4E">
        <w:t>ls</w:t>
      </w:r>
      <w:r w:rsidR="00C77A4E" w:rsidRPr="00275B88">
        <w:t xml:space="preserve"> sont débordés</w:t>
      </w:r>
      <w:r>
        <w:t>…</w:t>
      </w:r>
    </w:p>
    <w:p w14:paraId="19F79D17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filons aux Indes</w:t>
      </w:r>
      <w:r>
        <w:t>.</w:t>
      </w:r>
    </w:p>
    <w:p w14:paraId="2AAD751F" w14:textId="77777777" w:rsidR="002C50B2" w:rsidRDefault="002C50B2" w:rsidP="002C50B2">
      <w:r>
        <w:t>— </w:t>
      </w:r>
      <w:r w:rsidR="00C77A4E" w:rsidRPr="00275B88">
        <w:t>Aux Indes</w:t>
      </w:r>
      <w:r>
        <w:t xml:space="preserve"> !… </w:t>
      </w:r>
      <w:r w:rsidR="00C77A4E" w:rsidRPr="00275B88">
        <w:t>répéta Papillon</w:t>
      </w:r>
      <w:r>
        <w:t xml:space="preserve">, </w:t>
      </w:r>
      <w:r w:rsidR="00C77A4E" w:rsidRPr="00275B88">
        <w:t>en feignant une subite épouvante</w:t>
      </w:r>
      <w:r>
        <w:t xml:space="preserve">… </w:t>
      </w:r>
      <w:r w:rsidR="00C77A4E" w:rsidRPr="00275B88">
        <w:t>Aux Indes</w:t>
      </w:r>
      <w:r>
        <w:t> !…</w:t>
      </w:r>
    </w:p>
    <w:p w14:paraId="64288A84" w14:textId="77777777" w:rsidR="002C50B2" w:rsidRDefault="002C50B2" w:rsidP="002C50B2">
      <w:r>
        <w:t>— </w:t>
      </w:r>
      <w:r w:rsidR="00C77A4E" w:rsidRPr="00275B88">
        <w:t>Qu</w:t>
      </w:r>
      <w:r>
        <w:t>’</w:t>
      </w:r>
      <w:proofErr w:type="spellStart"/>
      <w:r w:rsidR="00C77A4E" w:rsidRPr="00275B88">
        <w:t>est ce</w:t>
      </w:r>
      <w:proofErr w:type="spellEnd"/>
      <w:r w:rsidR="00C77A4E" w:rsidRPr="00275B88">
        <w:t xml:space="preserve"> qu</w:t>
      </w:r>
      <w:r>
        <w:t>’</w:t>
      </w:r>
      <w:r w:rsidR="00C77A4E" w:rsidRPr="00275B88">
        <w:t>il y a encore aux Indes</w:t>
      </w:r>
      <w:r>
        <w:t> ?</w:t>
      </w:r>
    </w:p>
    <w:p w14:paraId="56378DB1" w14:textId="77777777" w:rsidR="002C50B2" w:rsidRDefault="00C77A4E" w:rsidP="002C50B2">
      <w:r w:rsidRPr="00275B88">
        <w:t>Hippolyte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avait encore rien trouvé</w:t>
      </w:r>
      <w:r w:rsidR="002C50B2">
        <w:t xml:space="preserve">, </w:t>
      </w:r>
      <w:r w:rsidRPr="00275B88">
        <w:t>fit</w:t>
      </w:r>
      <w:r w:rsidR="002C50B2">
        <w:t xml:space="preserve">, </w:t>
      </w:r>
      <w:r w:rsidRPr="00275B88">
        <w:t>pour gagner du temps</w:t>
      </w:r>
      <w:r w:rsidR="002C50B2">
        <w:t> :</w:t>
      </w:r>
    </w:p>
    <w:p w14:paraId="3AA7081D" w14:textId="77777777" w:rsidR="002C50B2" w:rsidRDefault="002C50B2" w:rsidP="002C50B2">
      <w:r>
        <w:t>— </w:t>
      </w:r>
      <w:r w:rsidR="00C77A4E" w:rsidRPr="00275B88">
        <w:t>Il s</w:t>
      </w:r>
      <w:r>
        <w:t>’</w:t>
      </w:r>
      <w:r w:rsidR="00C77A4E" w:rsidRPr="00275B88">
        <w:t>y passe des choses effroyables</w:t>
      </w:r>
      <w:r>
        <w:t>.</w:t>
      </w:r>
    </w:p>
    <w:p w14:paraId="51A8DF82" w14:textId="77777777" w:rsidR="002C50B2" w:rsidRDefault="002C50B2" w:rsidP="002C50B2">
      <w:r>
        <w:t>— </w:t>
      </w:r>
      <w:r w:rsidR="00C77A4E" w:rsidRPr="00275B88">
        <w:t>Quoi</w:t>
      </w:r>
      <w:r>
        <w:t> ?</w:t>
      </w:r>
    </w:p>
    <w:p w14:paraId="6C0B4857" w14:textId="77777777" w:rsidR="002C50B2" w:rsidRDefault="002C50B2" w:rsidP="002C50B2">
      <w:r>
        <w:t>— </w:t>
      </w:r>
      <w:r w:rsidR="00C77A4E" w:rsidRPr="00275B88">
        <w:t>Des choses qu</w:t>
      </w:r>
      <w:r>
        <w:t>’</w:t>
      </w:r>
      <w:r w:rsidR="00C77A4E" w:rsidRPr="00275B88">
        <w:t>on n</w:t>
      </w:r>
      <w:r>
        <w:t>’</w:t>
      </w:r>
      <w:r w:rsidR="00C77A4E" w:rsidRPr="00275B88">
        <w:t>ose pas écrire dans les journaux</w:t>
      </w:r>
      <w:r>
        <w:t xml:space="preserve">… </w:t>
      </w:r>
      <w:r w:rsidR="00C77A4E" w:rsidRPr="00275B88">
        <w:t>et que je ne veux pas te répéter</w:t>
      </w:r>
      <w:r>
        <w:t>.</w:t>
      </w:r>
    </w:p>
    <w:p w14:paraId="2E3D6F16" w14:textId="77777777" w:rsidR="002C50B2" w:rsidRDefault="002C50B2" w:rsidP="002C50B2">
      <w:r>
        <w:t>— </w:t>
      </w:r>
      <w:r w:rsidR="00C77A4E" w:rsidRPr="00275B88">
        <w:t>Je veux tout savoir</w:t>
      </w:r>
      <w:r>
        <w:t xml:space="preserve"> !… </w:t>
      </w:r>
      <w:r w:rsidR="00C77A4E" w:rsidRPr="00275B88">
        <w:t>tout</w:t>
      </w:r>
      <w:r>
        <w:t> !</w:t>
      </w:r>
    </w:p>
    <w:p w14:paraId="506C6CE7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!… </w:t>
      </w:r>
      <w:r w:rsidR="00C77A4E" w:rsidRPr="00275B88">
        <w:t>Eh bien</w:t>
      </w:r>
      <w:r>
        <w:t xml:space="preserve"> !… </w:t>
      </w:r>
      <w:r w:rsidR="00C77A4E" w:rsidRPr="00275B88">
        <w:t>ânonnait péniblement le collectionneur</w:t>
      </w:r>
      <w:r>
        <w:t xml:space="preserve">… </w:t>
      </w:r>
      <w:r w:rsidR="00C77A4E" w:rsidRPr="00275B88">
        <w:t>aux Indes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la révolution</w:t>
      </w:r>
      <w:r>
        <w:t xml:space="preserve">… </w:t>
      </w:r>
      <w:r w:rsidR="00C77A4E" w:rsidRPr="00275B88">
        <w:t>et on y massacre tous les Européens</w:t>
      </w:r>
      <w:r>
        <w:t>.</w:t>
      </w:r>
    </w:p>
    <w:p w14:paraId="4D33BC89" w14:textId="77777777" w:rsidR="002C50B2" w:rsidRDefault="002C50B2" w:rsidP="002C50B2">
      <w:r>
        <w:t>— </w:t>
      </w:r>
      <w:r w:rsidR="00C77A4E" w:rsidRPr="00275B88">
        <w:t>Et en Amérique</w:t>
      </w:r>
      <w:r>
        <w:t> ?</w:t>
      </w:r>
    </w:p>
    <w:p w14:paraId="7D37B54C" w14:textId="77777777" w:rsidR="002C50B2" w:rsidRDefault="002C50B2" w:rsidP="002C50B2">
      <w:r>
        <w:t>— </w:t>
      </w:r>
      <w:r w:rsidR="00C77A4E" w:rsidRPr="00275B88">
        <w:t>Il y a la grippe espagnole</w:t>
      </w:r>
      <w:r>
        <w:t>.</w:t>
      </w:r>
    </w:p>
    <w:p w14:paraId="0F96600A" w14:textId="77777777" w:rsidR="002C50B2" w:rsidRDefault="002C50B2" w:rsidP="002C50B2">
      <w:r>
        <w:t>— </w:t>
      </w:r>
      <w:r w:rsidR="00C77A4E" w:rsidRPr="00275B88">
        <w:t>Et en Australie</w:t>
      </w:r>
      <w:r>
        <w:t> ?</w:t>
      </w:r>
    </w:p>
    <w:p w14:paraId="6B051EA1" w14:textId="77777777" w:rsidR="002C50B2" w:rsidRDefault="002C50B2" w:rsidP="002C50B2">
      <w:r>
        <w:lastRenderedPageBreak/>
        <w:t>— </w:t>
      </w:r>
      <w:r w:rsidR="00C77A4E" w:rsidRPr="00275B88">
        <w:t>Le choléra morbus</w:t>
      </w:r>
      <w:r>
        <w:t>.</w:t>
      </w:r>
    </w:p>
    <w:p w14:paraId="273E8C20" w14:textId="77777777" w:rsidR="002C50B2" w:rsidRDefault="002C50B2" w:rsidP="002C50B2">
      <w:r>
        <w:t>— </w:t>
      </w:r>
      <w:r w:rsidR="00C77A4E" w:rsidRPr="00275B88">
        <w:t>Et au Maroc</w:t>
      </w:r>
      <w:r>
        <w:t> ?</w:t>
      </w:r>
    </w:p>
    <w:p w14:paraId="7EA3393D" w14:textId="77777777" w:rsidR="002C50B2" w:rsidRDefault="002C50B2" w:rsidP="002C50B2">
      <w:r>
        <w:t>— </w:t>
      </w:r>
      <w:r w:rsidR="00C77A4E" w:rsidRPr="00275B88">
        <w:t>Au Maroc</w:t>
      </w:r>
      <w:r>
        <w:t xml:space="preserve"> ?… </w:t>
      </w:r>
      <w:r w:rsidR="00C77A4E" w:rsidRPr="00275B88">
        <w:t>Mais tu n</w:t>
      </w:r>
      <w:r>
        <w:t>’</w:t>
      </w:r>
      <w:r w:rsidR="00C77A4E" w:rsidRPr="00275B88">
        <w:t>y penses pas</w:t>
      </w:r>
      <w:r>
        <w:t xml:space="preserve">… </w:t>
      </w:r>
      <w:r w:rsidR="00C77A4E" w:rsidRPr="00275B88">
        <w:t>ma chérie</w:t>
      </w:r>
      <w:r>
        <w:t xml:space="preserve">… </w:t>
      </w:r>
      <w:r w:rsidR="00C77A4E" w:rsidRPr="00275B88">
        <w:t>au Maroc</w:t>
      </w:r>
      <w:r>
        <w:t xml:space="preserve">, </w:t>
      </w:r>
      <w:r w:rsidR="00C77A4E" w:rsidRPr="00275B88">
        <w:t>on y enlève chaque jour</w:t>
      </w:r>
      <w:r>
        <w:t xml:space="preserve">, </w:t>
      </w:r>
      <w:r w:rsidR="00C77A4E" w:rsidRPr="00275B88">
        <w:t>jusque dans les hôtels</w:t>
      </w:r>
      <w:r>
        <w:t xml:space="preserve">, </w:t>
      </w:r>
      <w:r w:rsidR="00C77A4E" w:rsidRPr="00275B88">
        <w:t>un grand nombre de Françaises que l</w:t>
      </w:r>
      <w:r>
        <w:t>’</w:t>
      </w:r>
      <w:r w:rsidR="00C77A4E" w:rsidRPr="00275B88">
        <w:t>on emmène dans le Rif pour servir d</w:t>
      </w:r>
      <w:r>
        <w:t>’</w:t>
      </w:r>
      <w:r w:rsidR="00C77A4E" w:rsidRPr="00275B88">
        <w:t>esclaves aux favorites des chefs dissidents</w:t>
      </w:r>
      <w:r>
        <w:t>.</w:t>
      </w:r>
    </w:p>
    <w:p w14:paraId="30140978" w14:textId="77777777" w:rsidR="002C50B2" w:rsidRDefault="002C50B2" w:rsidP="002C50B2">
      <w:r>
        <w:t>— </w:t>
      </w:r>
      <w:r w:rsidR="00C77A4E" w:rsidRPr="00275B88">
        <w:t>Et en Algérie</w:t>
      </w:r>
      <w:r>
        <w:t> ?</w:t>
      </w:r>
    </w:p>
    <w:p w14:paraId="490A149C" w14:textId="77777777" w:rsidR="002C50B2" w:rsidRDefault="002C50B2" w:rsidP="002C50B2">
      <w:r>
        <w:t>— </w:t>
      </w:r>
      <w:r w:rsidR="00C77A4E" w:rsidRPr="00275B88">
        <w:t>En Algérie</w:t>
      </w:r>
      <w:r>
        <w:t xml:space="preserve"> ?… </w:t>
      </w:r>
      <w:r w:rsidR="00C77A4E" w:rsidRPr="00275B88">
        <w:t>Il y a</w:t>
      </w:r>
      <w:r>
        <w:t xml:space="preserve">… </w:t>
      </w:r>
      <w:r w:rsidR="00C77A4E" w:rsidRPr="00275B88">
        <w:t>il y a la fièvre aphteuse</w:t>
      </w:r>
      <w:r>
        <w:t>.</w:t>
      </w:r>
    </w:p>
    <w:p w14:paraId="0E4E10DC" w14:textId="77777777" w:rsidR="002C50B2" w:rsidRDefault="002C50B2" w:rsidP="002C50B2">
      <w:r>
        <w:t>— </w:t>
      </w:r>
      <w:r w:rsidR="00C77A4E" w:rsidRPr="00275B88">
        <w:t>La fièvre aphteuse</w:t>
      </w:r>
      <w:r>
        <w:t xml:space="preserve"> ?… </w:t>
      </w:r>
      <w:r w:rsidR="00C77A4E" w:rsidRPr="00275B88">
        <w:t>regimbait la baronne</w:t>
      </w:r>
      <w:r>
        <w:t xml:space="preserve">, </w:t>
      </w:r>
      <w:r w:rsidR="00C77A4E" w:rsidRPr="00275B88">
        <w:t>je croyais qu</w:t>
      </w:r>
      <w:r>
        <w:t>’</w:t>
      </w:r>
      <w:r w:rsidR="00C77A4E" w:rsidRPr="00275B88">
        <w:t>il n</w:t>
      </w:r>
      <w:r>
        <w:t>’</w:t>
      </w:r>
      <w:r w:rsidR="00C77A4E" w:rsidRPr="00275B88">
        <w:t>y avait que les animaux à attraper ça</w:t>
      </w:r>
      <w:r>
        <w:t>.</w:t>
      </w:r>
    </w:p>
    <w:p w14:paraId="0F386958" w14:textId="77777777" w:rsidR="002C50B2" w:rsidRDefault="00C77A4E" w:rsidP="002C50B2">
      <w:r w:rsidRPr="00275B88">
        <w:t>Papillon</w:t>
      </w:r>
      <w:r w:rsidR="002C50B2">
        <w:t xml:space="preserve">, </w:t>
      </w:r>
      <w:r w:rsidRPr="00275B88">
        <w:t>qui faisait preuve d</w:t>
      </w:r>
      <w:r w:rsidR="002C50B2">
        <w:t>’</w:t>
      </w:r>
      <w:r w:rsidRPr="00275B88">
        <w:t>une imagination qu</w:t>
      </w:r>
      <w:r w:rsidR="002C50B2">
        <w:t>’</w:t>
      </w:r>
      <w:r w:rsidRPr="00275B88">
        <w:t>il ne se fût jamais soupçonnée</w:t>
      </w:r>
      <w:r w:rsidR="002C50B2">
        <w:t xml:space="preserve">, </w:t>
      </w:r>
      <w:r w:rsidRPr="00275B88">
        <w:t>affirmait</w:t>
      </w:r>
      <w:r w:rsidR="002C50B2">
        <w:t xml:space="preserve">, </w:t>
      </w:r>
      <w:r w:rsidRPr="00275B88">
        <w:t>avec un sérieux imperturbable</w:t>
      </w:r>
      <w:r w:rsidR="002C50B2">
        <w:t> :</w:t>
      </w:r>
    </w:p>
    <w:p w14:paraId="391B4534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une erreur</w:t>
      </w:r>
      <w:r>
        <w:t xml:space="preserve">… </w:t>
      </w:r>
      <w:r w:rsidR="00C77A4E" w:rsidRPr="00275B88">
        <w:t>Dans les pays chauds</w:t>
      </w:r>
      <w:r>
        <w:t xml:space="preserve">, </w:t>
      </w:r>
      <w:r w:rsidR="00C77A4E" w:rsidRPr="00275B88">
        <w:t>elle se communique également aux gens</w:t>
      </w:r>
      <w:r>
        <w:t xml:space="preserve">… </w:t>
      </w:r>
      <w:r w:rsidR="00C77A4E" w:rsidRPr="00275B88">
        <w:t>elle prend alors le nom de fièvre de Malte</w:t>
      </w:r>
      <w:r>
        <w:t>.</w:t>
      </w:r>
    </w:p>
    <w:p w14:paraId="71A8FA27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sursautait Eudoxie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 plus moyen d</w:t>
      </w:r>
      <w:r>
        <w:t>’</w:t>
      </w:r>
      <w:r w:rsidR="00C77A4E" w:rsidRPr="00275B88">
        <w:t>aller nulle part</w:t>
      </w:r>
      <w:r>
        <w:t> ?</w:t>
      </w:r>
    </w:p>
    <w:p w14:paraId="41CBCA0D" w14:textId="77777777" w:rsidR="002C50B2" w:rsidRDefault="00C77A4E" w:rsidP="002C50B2">
      <w:r w:rsidRPr="00275B88">
        <w:t>Puis tout à coup</w:t>
      </w:r>
      <w:r w:rsidR="002C50B2">
        <w:t xml:space="preserve">, </w:t>
      </w:r>
      <w:r w:rsidRPr="00275B88">
        <w:t>elle fit</w:t>
      </w:r>
      <w:r w:rsidR="002C50B2">
        <w:t xml:space="preserve">, </w:t>
      </w:r>
      <w:r w:rsidRPr="00275B88">
        <w:t>saisie d</w:t>
      </w:r>
      <w:r w:rsidR="002C50B2">
        <w:t>’</w:t>
      </w:r>
      <w:r w:rsidRPr="00275B88">
        <w:t>une idée subite</w:t>
      </w:r>
      <w:r w:rsidR="002C50B2">
        <w:t>.</w:t>
      </w:r>
    </w:p>
    <w:p w14:paraId="75051AF2" w14:textId="77777777" w:rsidR="002C50B2" w:rsidRDefault="002C50B2" w:rsidP="002C50B2">
      <w:r>
        <w:t>— </w:t>
      </w:r>
      <w:r w:rsidR="00C77A4E" w:rsidRPr="00275B88">
        <w:t>Et en Espagne</w:t>
      </w:r>
      <w:r>
        <w:t> ?</w:t>
      </w:r>
    </w:p>
    <w:p w14:paraId="5800261C" w14:textId="77777777" w:rsidR="002C50B2" w:rsidRDefault="002C50B2" w:rsidP="002C50B2">
      <w:r>
        <w:t>— </w:t>
      </w:r>
      <w:r w:rsidR="00C77A4E" w:rsidRPr="00275B88">
        <w:t>En Espagne</w:t>
      </w:r>
      <w:r>
        <w:t xml:space="preserve"> ! </w:t>
      </w:r>
      <w:r w:rsidR="00C77A4E" w:rsidRPr="00275B88">
        <w:t>Malheureuse</w:t>
      </w:r>
      <w:r>
        <w:t xml:space="preserve"> ! </w:t>
      </w:r>
      <w:r w:rsidR="00C77A4E" w:rsidRPr="00275B88">
        <w:t>se récriait Papillon</w:t>
      </w:r>
      <w:r>
        <w:t xml:space="preserve">… </w:t>
      </w:r>
      <w:r w:rsidR="00C77A4E" w:rsidRPr="00275B88">
        <w:t>En Espagne</w:t>
      </w:r>
      <w:r>
        <w:t xml:space="preserve"> !… </w:t>
      </w:r>
      <w:r w:rsidR="00C77A4E" w:rsidRPr="00275B88">
        <w:t>Mais tu ignores donc que le gouvernement dictatorial vient de rétablir l</w:t>
      </w:r>
      <w:r>
        <w:t>’</w:t>
      </w:r>
      <w:r w:rsidR="00C77A4E" w:rsidRPr="00275B88">
        <w:t>Inquisition</w:t>
      </w:r>
      <w:r>
        <w:t> ?</w:t>
      </w:r>
    </w:p>
    <w:p w14:paraId="06A85177" w14:textId="77777777" w:rsidR="002C50B2" w:rsidRDefault="002C50B2" w:rsidP="002C50B2">
      <w:r>
        <w:t>— </w:t>
      </w:r>
      <w:r w:rsidR="00C77A4E" w:rsidRPr="00275B88">
        <w:t>Et après</w:t>
      </w:r>
      <w:r>
        <w:t> ?</w:t>
      </w:r>
    </w:p>
    <w:p w14:paraId="67FFADF8" w14:textId="77777777" w:rsidR="002C50B2" w:rsidRDefault="002C50B2" w:rsidP="002C50B2">
      <w:r>
        <w:lastRenderedPageBreak/>
        <w:t>— </w:t>
      </w:r>
      <w:r w:rsidR="00C77A4E" w:rsidRPr="00275B88">
        <w:t>Comme nous appartenons à la religion protestante</w:t>
      </w:r>
      <w:r>
        <w:t xml:space="preserve">, </w:t>
      </w:r>
      <w:r w:rsidR="00C77A4E" w:rsidRPr="00275B88">
        <w:t>nous serions immédiatement arrêtés</w:t>
      </w:r>
      <w:r>
        <w:t xml:space="preserve">, </w:t>
      </w:r>
      <w:r w:rsidR="00C77A4E" w:rsidRPr="00275B88">
        <w:t>emprisonnés</w:t>
      </w:r>
      <w:r>
        <w:t xml:space="preserve">, </w:t>
      </w:r>
      <w:r w:rsidR="00C77A4E" w:rsidRPr="00275B88">
        <w:t>et peut</w:t>
      </w:r>
      <w:r w:rsidR="00C77A4E">
        <w:t>-</w:t>
      </w:r>
      <w:r w:rsidR="00C77A4E" w:rsidRPr="00275B88">
        <w:t>être brûlés vifs</w:t>
      </w:r>
      <w:r>
        <w:t>.</w:t>
      </w:r>
    </w:p>
    <w:p w14:paraId="6B44CBF2" w14:textId="77777777" w:rsidR="002C50B2" w:rsidRDefault="002C50B2" w:rsidP="002C50B2">
      <w:r>
        <w:t>— </w:t>
      </w:r>
      <w:r w:rsidR="00C77A4E" w:rsidRPr="00275B88">
        <w:t>En ce cas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 qu</w:t>
      </w:r>
      <w:r>
        <w:t>’</w:t>
      </w:r>
      <w:r w:rsidR="00C77A4E" w:rsidRPr="00275B88">
        <w:t>à nous faire catholiques</w:t>
      </w:r>
      <w:r>
        <w:t>.</w:t>
      </w:r>
    </w:p>
    <w:p w14:paraId="43A6AB02" w14:textId="77777777" w:rsidR="002C50B2" w:rsidRDefault="002C50B2" w:rsidP="002C50B2">
      <w:r>
        <w:t>— </w:t>
      </w:r>
      <w:r w:rsidR="00C77A4E" w:rsidRPr="00275B88">
        <w:t>Cela nous entraînerait à des formalités qui demanderaient un temps considérable</w:t>
      </w:r>
      <w:r>
        <w:t>.</w:t>
      </w:r>
    </w:p>
    <w:p w14:paraId="2171FFCF" w14:textId="77777777" w:rsidR="002C50B2" w:rsidRDefault="002C50B2" w:rsidP="002C50B2">
      <w:r>
        <w:t>— </w:t>
      </w:r>
      <w:r w:rsidR="00C77A4E" w:rsidRPr="00275B88">
        <w:t>Si nous filions en Italie</w:t>
      </w:r>
      <w:r>
        <w:t xml:space="preserve"> ?… </w:t>
      </w:r>
      <w:r w:rsidR="00C77A4E" w:rsidRPr="00275B88">
        <w:t>s</w:t>
      </w:r>
      <w:r>
        <w:t>’</w:t>
      </w:r>
      <w:r w:rsidR="00C77A4E" w:rsidRPr="00275B88">
        <w:t>entêtait la baronne</w:t>
      </w:r>
      <w:r>
        <w:t xml:space="preserve">, </w:t>
      </w:r>
      <w:r w:rsidR="00C77A4E" w:rsidRPr="00275B88">
        <w:t>nettement décidée à passer en revue tous les pays du monde</w:t>
      </w:r>
      <w:r>
        <w:t>.</w:t>
      </w:r>
    </w:p>
    <w:p w14:paraId="244ACB74" w14:textId="77777777" w:rsidR="002C50B2" w:rsidRDefault="002C50B2" w:rsidP="002C50B2">
      <w:r>
        <w:t>— </w:t>
      </w:r>
      <w:r w:rsidR="00C77A4E" w:rsidRPr="00275B88">
        <w:t>En Italie</w:t>
      </w:r>
      <w:r>
        <w:t xml:space="preserve"> !… </w:t>
      </w:r>
      <w:r w:rsidR="00C77A4E" w:rsidRPr="00275B88">
        <w:t>répéta le collectionneur en levant les bras au ciel</w:t>
      </w:r>
      <w:r>
        <w:t>…</w:t>
      </w:r>
    </w:p>
    <w:p w14:paraId="1955313A" w14:textId="77777777" w:rsidR="002C50B2" w:rsidRDefault="002C50B2" w:rsidP="002C50B2">
      <w:r>
        <w:t>« </w:t>
      </w:r>
      <w:r w:rsidR="00C77A4E" w:rsidRPr="00275B88">
        <w:t>Mais</w:t>
      </w:r>
      <w:r>
        <w:t xml:space="preserve">, </w:t>
      </w:r>
      <w:r w:rsidR="00C77A4E" w:rsidRPr="00275B88">
        <w:t>malheureuse</w:t>
      </w:r>
      <w:r>
        <w:t xml:space="preserve">, </w:t>
      </w:r>
      <w:r w:rsidR="00C77A4E" w:rsidRPr="00275B88">
        <w:t>tu n</w:t>
      </w:r>
      <w:r>
        <w:t>’</w:t>
      </w:r>
      <w:r w:rsidR="00C77A4E" w:rsidRPr="00275B88">
        <w:t>y songes pas</w:t>
      </w:r>
      <w:r>
        <w:t> !…</w:t>
      </w:r>
    </w:p>
    <w:p w14:paraId="77C10EAA" w14:textId="77777777" w:rsidR="002C50B2" w:rsidRDefault="002C50B2" w:rsidP="002C50B2">
      <w:r>
        <w:t>— </w:t>
      </w:r>
      <w:r w:rsidR="00C77A4E" w:rsidRPr="00275B88">
        <w:t>Pourquoi</w:t>
      </w:r>
      <w:r>
        <w:t xml:space="preserve"> ?… </w:t>
      </w:r>
      <w:r w:rsidR="00C77A4E" w:rsidRPr="00275B88">
        <w:t>C</w:t>
      </w:r>
      <w:r>
        <w:t>’</w:t>
      </w:r>
      <w:r w:rsidR="00C77A4E" w:rsidRPr="00275B88">
        <w:t>est un très beau pays</w:t>
      </w:r>
      <w:r>
        <w:t>…</w:t>
      </w:r>
    </w:p>
    <w:p w14:paraId="2DDDA42F" w14:textId="77777777" w:rsidR="002C50B2" w:rsidRDefault="002C50B2" w:rsidP="002C50B2">
      <w:r>
        <w:t>— </w:t>
      </w:r>
      <w:r w:rsidR="00C77A4E" w:rsidRPr="00275B88">
        <w:t>Et Mussolini</w:t>
      </w:r>
      <w:r>
        <w:t> ?…</w:t>
      </w:r>
    </w:p>
    <w:p w14:paraId="65B7A20D" w14:textId="77777777" w:rsidR="002C50B2" w:rsidRDefault="002C50B2" w:rsidP="002C50B2">
      <w:r>
        <w:t>— </w:t>
      </w:r>
      <w:r w:rsidR="00C77A4E" w:rsidRPr="00275B88">
        <w:t>Mussolini</w:t>
      </w:r>
      <w:r>
        <w:t xml:space="preserve"> !… </w:t>
      </w:r>
      <w:r w:rsidR="00C77A4E" w:rsidRPr="00275B88">
        <w:t>Tous ceux qui l</w:t>
      </w:r>
      <w:r>
        <w:t>’</w:t>
      </w:r>
      <w:r w:rsidR="00C77A4E" w:rsidRPr="00275B88">
        <w:t>ont approché disent que c</w:t>
      </w:r>
      <w:r>
        <w:t>’</w:t>
      </w:r>
      <w:r w:rsidR="00C77A4E" w:rsidRPr="00275B88">
        <w:t>est un charmeur</w:t>
      </w:r>
      <w:r>
        <w:t>.</w:t>
      </w:r>
    </w:p>
    <w:p w14:paraId="70368C9C" w14:textId="77777777" w:rsidR="002C50B2" w:rsidRDefault="002C50B2" w:rsidP="002C50B2">
      <w:r>
        <w:t>— </w:t>
      </w:r>
      <w:r w:rsidR="00C77A4E" w:rsidRPr="00275B88">
        <w:t>Pour ses amis</w:t>
      </w:r>
      <w:r>
        <w:t xml:space="preserve">… </w:t>
      </w:r>
      <w:r w:rsidR="00C77A4E" w:rsidRPr="00275B88">
        <w:t>mais pas pour ceux qui ne partagent pas ses idées</w:t>
      </w:r>
      <w:r>
        <w:t>.</w:t>
      </w:r>
    </w:p>
    <w:p w14:paraId="310ED81F" w14:textId="77777777" w:rsidR="002C50B2" w:rsidRDefault="002C50B2" w:rsidP="002C50B2">
      <w:r>
        <w:t>— </w:t>
      </w:r>
      <w:r w:rsidR="00C77A4E" w:rsidRPr="00275B88">
        <w:t>Comment</w:t>
      </w:r>
      <w:r>
        <w:t xml:space="preserve"> !… </w:t>
      </w:r>
      <w:r w:rsidR="00C77A4E" w:rsidRPr="00275B88">
        <w:t>Tu n</w:t>
      </w:r>
      <w:r>
        <w:t>’</w:t>
      </w:r>
      <w:r w:rsidR="00C77A4E" w:rsidRPr="00275B88">
        <w:t>es pas fasciste</w:t>
      </w:r>
      <w:r>
        <w:t> ?</w:t>
      </w:r>
    </w:p>
    <w:p w14:paraId="2A0C81A3" w14:textId="77777777" w:rsidR="002C50B2" w:rsidRDefault="002C50B2" w:rsidP="002C50B2">
      <w:r>
        <w:t>— </w:t>
      </w:r>
      <w:r w:rsidR="00C77A4E" w:rsidRPr="00275B88">
        <w:t>Mais je ne suis rien du tout</w:t>
      </w:r>
      <w:r>
        <w:t xml:space="preserve"> !… </w:t>
      </w:r>
      <w:r w:rsidR="00C77A4E" w:rsidRPr="00275B88">
        <w:t>Ça ne me regarde pas</w:t>
      </w:r>
      <w:r>
        <w:t xml:space="preserve">, </w:t>
      </w:r>
      <w:r w:rsidR="00C77A4E" w:rsidRPr="00275B88">
        <w:t>ce qui se passe en Italie</w:t>
      </w:r>
      <w:r>
        <w:t>.</w:t>
      </w:r>
    </w:p>
    <w:p w14:paraId="7D7FC6C6" w14:textId="77777777" w:rsidR="002C50B2" w:rsidRDefault="002C50B2" w:rsidP="002C50B2">
      <w:r>
        <w:t>— </w:t>
      </w:r>
      <w:r w:rsidR="00C77A4E" w:rsidRPr="00275B88">
        <w:t>Eh bien</w:t>
      </w:r>
      <w:r>
        <w:t> ?</w:t>
      </w:r>
    </w:p>
    <w:p w14:paraId="65957360" w14:textId="77777777" w:rsidR="002C50B2" w:rsidRDefault="002C50B2" w:rsidP="002C50B2">
      <w:r>
        <w:t>— </w:t>
      </w:r>
      <w:r w:rsidR="00C77A4E" w:rsidRPr="00275B88">
        <w:t>Seulement</w:t>
      </w:r>
      <w:r>
        <w:t xml:space="preserve">, </w:t>
      </w:r>
      <w:r w:rsidR="00C77A4E" w:rsidRPr="00275B88">
        <w:t>voilà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un de mes parents qui a écrit</w:t>
      </w:r>
      <w:r>
        <w:t xml:space="preserve">, </w:t>
      </w:r>
      <w:r w:rsidR="00C77A4E" w:rsidRPr="00275B88">
        <w:t>il y a quelque temps</w:t>
      </w:r>
      <w:r>
        <w:t xml:space="preserve">, </w:t>
      </w:r>
      <w:r w:rsidR="00C77A4E" w:rsidRPr="00275B88">
        <w:t xml:space="preserve">dans </w:t>
      </w:r>
      <w:r w:rsidR="00C77A4E" w:rsidRPr="00275B88">
        <w:rPr>
          <w:i/>
          <w:iCs/>
        </w:rPr>
        <w:t>l</w:t>
      </w:r>
      <w:r>
        <w:rPr>
          <w:i/>
          <w:iCs/>
        </w:rPr>
        <w:t>’</w:t>
      </w:r>
      <w:r w:rsidR="00C77A4E" w:rsidRPr="00275B88">
        <w:rPr>
          <w:i/>
          <w:iCs/>
        </w:rPr>
        <w:t>Impartial de Castelnaudary</w:t>
      </w:r>
      <w:r>
        <w:rPr>
          <w:i/>
          <w:iCs/>
        </w:rPr>
        <w:t xml:space="preserve">, </w:t>
      </w:r>
      <w:r w:rsidR="00C77A4E" w:rsidRPr="00275B88">
        <w:t xml:space="preserve">un article assez violent contre Mussolini </w:t>
      </w:r>
      <w:r w:rsidR="00C77A4E" w:rsidRPr="00275B88">
        <w:rPr>
          <w:i/>
          <w:iCs/>
        </w:rPr>
        <w:t>duce</w:t>
      </w:r>
      <w:r>
        <w:rPr>
          <w:i/>
          <w:iCs/>
        </w:rPr>
        <w:t xml:space="preserve">… </w:t>
      </w:r>
      <w:r w:rsidR="00C77A4E" w:rsidRPr="00275B88">
        <w:t>article</w:t>
      </w:r>
      <w:r>
        <w:t xml:space="preserve">, </w:t>
      </w:r>
      <w:r w:rsidR="00C77A4E" w:rsidRPr="00275B88">
        <w:t>qui</w:t>
      </w:r>
      <w:r>
        <w:t xml:space="preserve">, </w:t>
      </w:r>
      <w:r w:rsidR="00C77A4E" w:rsidRPr="00275B88">
        <w:t>étant donnée l</w:t>
      </w:r>
      <w:r>
        <w:t>’</w:t>
      </w:r>
      <w:r w:rsidR="00C77A4E" w:rsidRPr="00275B88">
        <w:t>influence de son auteur et l</w:t>
      </w:r>
      <w:r>
        <w:t>’</w:t>
      </w:r>
      <w:r w:rsidR="00C77A4E" w:rsidRPr="00275B88">
        <w:t>importance de son journal</w:t>
      </w:r>
      <w:r>
        <w:t xml:space="preserve">, </w:t>
      </w:r>
      <w:r w:rsidR="00C77A4E" w:rsidRPr="00275B88">
        <w:t>n</w:t>
      </w:r>
      <w:r>
        <w:t>’</w:t>
      </w:r>
      <w:r w:rsidR="00C77A4E" w:rsidRPr="00275B88">
        <w:t>a pas manqué d</w:t>
      </w:r>
      <w:r>
        <w:t>’</w:t>
      </w:r>
      <w:r w:rsidR="00C77A4E" w:rsidRPr="00275B88">
        <w:t>être mis sous les yeux du dictateur</w:t>
      </w:r>
      <w:r>
        <w:t>.</w:t>
      </w:r>
    </w:p>
    <w:p w14:paraId="671BD3A8" w14:textId="77777777" w:rsidR="002C50B2" w:rsidRDefault="002C50B2" w:rsidP="002C50B2">
      <w:r>
        <w:lastRenderedPageBreak/>
        <w:t>« </w:t>
      </w:r>
      <w:r w:rsidR="00C77A4E" w:rsidRPr="00275B88">
        <w:t>Si jamais il apprend que nous sommes les cousins de ce pamphlétaire</w:t>
      </w:r>
      <w:r>
        <w:t xml:space="preserve">, </w:t>
      </w:r>
      <w:r w:rsidR="00C77A4E" w:rsidRPr="00275B88">
        <w:t>il nous fera certainement interdire la frontière et nous en serons pour nos frais de voyage</w:t>
      </w:r>
      <w:r>
        <w:t>.</w:t>
      </w:r>
    </w:p>
    <w:p w14:paraId="0A766AB2" w14:textId="35E11CDF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 s</w:t>
      </w:r>
      <w:r>
        <w:t>’</w:t>
      </w:r>
      <w:r w:rsidR="00C77A4E" w:rsidRPr="00275B88">
        <w:t>obstinait</w:t>
      </w:r>
      <w:r>
        <w:t>.</w:t>
      </w:r>
    </w:p>
    <w:p w14:paraId="09097A32" w14:textId="77777777" w:rsidR="002C50B2" w:rsidRDefault="002C50B2" w:rsidP="002C50B2">
      <w:r>
        <w:t>— </w:t>
      </w:r>
      <w:r w:rsidR="00C77A4E" w:rsidRPr="00275B88">
        <w:t>Il nous reste encore l</w:t>
      </w:r>
      <w:r>
        <w:t>’</w:t>
      </w:r>
      <w:r w:rsidR="00C77A4E" w:rsidRPr="00275B88">
        <w:t>Angleterre</w:t>
      </w:r>
      <w:r>
        <w:t xml:space="preserve">, </w:t>
      </w:r>
      <w:r w:rsidR="00C77A4E" w:rsidRPr="00275B88">
        <w:t>la Suisse</w:t>
      </w:r>
      <w:r>
        <w:t xml:space="preserve">, </w:t>
      </w:r>
      <w:r w:rsidR="00C77A4E" w:rsidRPr="00275B88">
        <w:t>la Hollande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Allemagne</w:t>
      </w:r>
      <w:r>
        <w:t>…</w:t>
      </w:r>
    </w:p>
    <w:p w14:paraId="0D4CC760" w14:textId="77777777" w:rsidR="002C50B2" w:rsidRDefault="002C50B2" w:rsidP="002C50B2">
      <w:r>
        <w:t>— </w:t>
      </w:r>
      <w:r w:rsidR="00C77A4E" w:rsidRPr="00275B88">
        <w:t>Mon chou</w:t>
      </w:r>
      <w:r>
        <w:t xml:space="preserve">… </w:t>
      </w:r>
      <w:r w:rsidR="00C77A4E" w:rsidRPr="00275B88">
        <w:t>je t</w:t>
      </w:r>
      <w:r>
        <w:t>’</w:t>
      </w:r>
      <w:r w:rsidR="00C77A4E" w:rsidRPr="00275B88">
        <w:t>en supplie</w:t>
      </w:r>
      <w:r>
        <w:t xml:space="preserve">… </w:t>
      </w:r>
      <w:r w:rsidR="00C77A4E" w:rsidRPr="00275B88">
        <w:t>implorait Papillon</w:t>
      </w:r>
      <w:r>
        <w:t xml:space="preserve">… </w:t>
      </w:r>
      <w:r w:rsidR="00C77A4E" w:rsidRPr="00275B88">
        <w:t>tenons</w:t>
      </w:r>
      <w:r w:rsidR="00C77A4E">
        <w:t>-</w:t>
      </w:r>
      <w:r w:rsidR="00C77A4E" w:rsidRPr="00275B88">
        <w:t>nous</w:t>
      </w:r>
      <w:r w:rsidR="00C77A4E">
        <w:t>-</w:t>
      </w:r>
      <w:r w:rsidR="00C77A4E" w:rsidRPr="00275B88">
        <w:t>en là pour aujourd</w:t>
      </w:r>
      <w:r>
        <w:t>’</w:t>
      </w:r>
      <w:r w:rsidR="00C77A4E" w:rsidRPr="00275B88">
        <w:t>hui</w:t>
      </w:r>
      <w:r>
        <w:t>.</w:t>
      </w:r>
    </w:p>
    <w:p w14:paraId="13B5FC5E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tu ne veux plus partir</w:t>
      </w:r>
      <w:r>
        <w:t> ?</w:t>
      </w:r>
    </w:p>
    <w:p w14:paraId="49ACC9E1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une migraine atroce</w:t>
      </w:r>
      <w:r>
        <w:t>.</w:t>
      </w:r>
    </w:p>
    <w:p w14:paraId="448B7E79" w14:textId="77777777" w:rsidR="002C50B2" w:rsidRDefault="00C77A4E" w:rsidP="002C50B2">
      <w:r w:rsidRPr="00275B88">
        <w:t>Le fait est que l</w:t>
      </w:r>
      <w:r w:rsidR="002C50B2">
        <w:t>’</w:t>
      </w:r>
      <w:r w:rsidRPr="00275B88">
        <w:t>effort cérébral auquel avait dû se livrer l</w:t>
      </w:r>
      <w:r w:rsidR="002C50B2">
        <w:t>’</w:t>
      </w:r>
      <w:r w:rsidRPr="00275B88">
        <w:t>infortuné Hippolyte pour répondre à sa femme</w:t>
      </w:r>
      <w:r w:rsidR="002C50B2">
        <w:t xml:space="preserve">, </w:t>
      </w:r>
      <w:r w:rsidRPr="00275B88">
        <w:t>lui avait donné un mal de tête que révélaient sa face congestionnée</w:t>
      </w:r>
      <w:r w:rsidR="002C50B2">
        <w:t xml:space="preserve">, </w:t>
      </w:r>
      <w:r w:rsidRPr="00275B88">
        <w:t>ses yeux clignotants et ses paupières violacées</w:t>
      </w:r>
      <w:r w:rsidR="002C50B2">
        <w:t>.</w:t>
      </w:r>
    </w:p>
    <w:p w14:paraId="5D5A4ADE" w14:textId="77777777" w:rsidR="002C50B2" w:rsidRDefault="00C77A4E" w:rsidP="002C50B2">
      <w:r w:rsidRPr="00275B88">
        <w:t>Mais son égoïste et poltronne moitié était beaucoup trop hantée par la crainte du Fantôme pour accorder la plus légère pitié à son mari</w:t>
      </w:r>
      <w:r w:rsidR="002C50B2">
        <w:t>.</w:t>
      </w:r>
    </w:p>
    <w:p w14:paraId="7FF6F4C4" w14:textId="77777777" w:rsidR="002C50B2" w:rsidRDefault="00C77A4E" w:rsidP="002C50B2">
      <w:r w:rsidRPr="00275B88">
        <w:t>Et éclatant de fureur</w:t>
      </w:r>
      <w:r w:rsidR="002C50B2">
        <w:t xml:space="preserve">, </w:t>
      </w:r>
      <w:r w:rsidRPr="00275B88">
        <w:t>elle dit</w:t>
      </w:r>
      <w:r w:rsidR="002C50B2">
        <w:t> :</w:t>
      </w:r>
    </w:p>
    <w:p w14:paraId="19798BFB" w14:textId="77777777" w:rsidR="002C50B2" w:rsidRDefault="002C50B2" w:rsidP="002C50B2">
      <w:r>
        <w:t>— </w:t>
      </w:r>
      <w:r w:rsidR="00C77A4E" w:rsidRPr="00275B88">
        <w:t>Une migraine</w:t>
      </w:r>
      <w:r>
        <w:t xml:space="preserve"> ! </w:t>
      </w:r>
      <w:r w:rsidR="00C77A4E" w:rsidRPr="00275B88">
        <w:t>Une migraine</w:t>
      </w:r>
      <w:r>
        <w:t xml:space="preserve"> !… </w:t>
      </w:r>
      <w:r w:rsidR="00C77A4E" w:rsidRPr="00275B88">
        <w:t>Prétexte pour n</w:t>
      </w:r>
      <w:r>
        <w:t>’</w:t>
      </w:r>
      <w:r w:rsidR="00C77A4E" w:rsidRPr="00275B88">
        <w:t>en faire qu</w:t>
      </w:r>
      <w:r>
        <w:t>’</w:t>
      </w:r>
      <w:r w:rsidR="00C77A4E" w:rsidRPr="00275B88">
        <w:t>à ta tête</w:t>
      </w:r>
      <w:r>
        <w:t> !</w:t>
      </w:r>
    </w:p>
    <w:p w14:paraId="6751616F" w14:textId="77777777" w:rsidR="002C50B2" w:rsidRDefault="002C50B2" w:rsidP="002C50B2">
      <w:r>
        <w:t>— </w:t>
      </w:r>
      <w:r w:rsidR="00C77A4E" w:rsidRPr="00275B88">
        <w:t>Ma tête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écriait le baron</w:t>
      </w:r>
      <w:r>
        <w:t xml:space="preserve">… </w:t>
      </w:r>
      <w:r w:rsidR="00C77A4E" w:rsidRPr="00275B88">
        <w:t>Je voudrais bien</w:t>
      </w:r>
      <w:r>
        <w:t xml:space="preserve">, </w:t>
      </w:r>
      <w:r w:rsidR="00C77A4E" w:rsidRPr="00275B88">
        <w:t>en ce moment ne pas l</w:t>
      </w:r>
      <w:r>
        <w:t>’</w:t>
      </w:r>
      <w:r w:rsidR="00C77A4E" w:rsidRPr="00275B88">
        <w:t>avoir sur mes épaules</w:t>
      </w:r>
      <w:r>
        <w:t>.</w:t>
      </w:r>
    </w:p>
    <w:p w14:paraId="68CA2562" w14:textId="60AF5674" w:rsidR="002C50B2" w:rsidRDefault="002C50B2" w:rsidP="002C50B2">
      <w:r>
        <w:t>— </w:t>
      </w:r>
      <w:r w:rsidR="00C77A4E" w:rsidRPr="00275B88">
        <w:t>D</w:t>
      </w:r>
      <w:r>
        <w:t>’</w:t>
      </w:r>
      <w:r w:rsidR="00C77A4E" w:rsidRPr="00275B88">
        <w:t>abord</w:t>
      </w:r>
      <w:r>
        <w:t xml:space="preserve">, </w:t>
      </w:r>
      <w:r w:rsidR="00C77A4E" w:rsidRPr="00275B88">
        <w:t xml:space="preserve">piaillait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tu ne peux pas avoir mal à la tête</w:t>
      </w:r>
      <w:r>
        <w:t xml:space="preserve">, </w:t>
      </w:r>
      <w:r w:rsidR="00C77A4E" w:rsidRPr="00275B88">
        <w:t>puisqu</w:t>
      </w:r>
      <w:r>
        <w:t>’</w:t>
      </w:r>
      <w:r w:rsidR="00C77A4E" w:rsidRPr="00275B88">
        <w:t>il n</w:t>
      </w:r>
      <w:r>
        <w:t>’</w:t>
      </w:r>
      <w:r w:rsidR="00C77A4E" w:rsidRPr="00275B88">
        <w:t>y a rien dedans</w:t>
      </w:r>
      <w:r>
        <w:t>.</w:t>
      </w:r>
    </w:p>
    <w:p w14:paraId="2CC10D17" w14:textId="77777777" w:rsidR="002C50B2" w:rsidRDefault="002C50B2" w:rsidP="002C50B2">
      <w:r>
        <w:t>— </w:t>
      </w:r>
      <w:r w:rsidR="00C77A4E" w:rsidRPr="00275B88">
        <w:t>Je te jure</w:t>
      </w:r>
      <w:r>
        <w:t xml:space="preserve">, </w:t>
      </w:r>
      <w:r w:rsidR="00C77A4E" w:rsidRPr="00275B88">
        <w:t>se montait l</w:t>
      </w:r>
      <w:r>
        <w:t>’</w:t>
      </w:r>
      <w:r w:rsidR="00C77A4E" w:rsidRPr="00275B88">
        <w:t>amateur de bibelots</w:t>
      </w:r>
      <w:r>
        <w:t xml:space="preserve">, </w:t>
      </w:r>
      <w:r w:rsidR="00C77A4E" w:rsidRPr="00275B88">
        <w:t>que je souffre atrocement</w:t>
      </w:r>
      <w:r>
        <w:t>.</w:t>
      </w:r>
    </w:p>
    <w:p w14:paraId="36E492D0" w14:textId="77777777" w:rsidR="002C50B2" w:rsidRDefault="002C50B2" w:rsidP="002C50B2">
      <w:r>
        <w:lastRenderedPageBreak/>
        <w:t>— </w:t>
      </w:r>
      <w:r w:rsidR="00C77A4E" w:rsidRPr="00275B88">
        <w:t>Ce n</w:t>
      </w:r>
      <w:r>
        <w:t>’</w:t>
      </w:r>
      <w:r w:rsidR="00C77A4E" w:rsidRPr="00275B88">
        <w:t>est pas vrai</w:t>
      </w:r>
      <w:r>
        <w:t>…</w:t>
      </w:r>
    </w:p>
    <w:p w14:paraId="49A2D964" w14:textId="77777777" w:rsidR="002C50B2" w:rsidRDefault="002C50B2" w:rsidP="002C50B2">
      <w:r>
        <w:t>— </w:t>
      </w:r>
      <w:r w:rsidR="00C77A4E" w:rsidRPr="00275B88">
        <w:t>Laisse</w:t>
      </w:r>
      <w:r w:rsidR="00C77A4E">
        <w:t>-</w:t>
      </w:r>
      <w:r w:rsidR="00C77A4E" w:rsidRPr="00275B88">
        <w:t>moi au moins prendre un cachet d</w:t>
      </w:r>
      <w:r>
        <w:t>’</w:t>
      </w:r>
      <w:r w:rsidR="00C77A4E" w:rsidRPr="00275B88">
        <w:t>aspirine</w:t>
      </w:r>
      <w:r>
        <w:t>.</w:t>
      </w:r>
    </w:p>
    <w:p w14:paraId="0A4A082C" w14:textId="77777777" w:rsidR="002C50B2" w:rsidRDefault="002C50B2" w:rsidP="002C50B2">
      <w:r>
        <w:t>— </w:t>
      </w:r>
      <w:r w:rsidR="00C77A4E" w:rsidRPr="00275B88">
        <w:t>Prends</w:t>
      </w:r>
      <w:r w:rsidR="00C77A4E">
        <w:t>-</w:t>
      </w:r>
      <w:r w:rsidR="00C77A4E" w:rsidRPr="00275B88">
        <w:t>en tout un flacon</w:t>
      </w:r>
      <w:r>
        <w:t xml:space="preserve"> ! </w:t>
      </w:r>
      <w:r w:rsidR="00C77A4E" w:rsidRPr="00275B88">
        <w:t>vociférait la baronne déchaînée</w:t>
      </w:r>
      <w:r>
        <w:t xml:space="preserve">… </w:t>
      </w:r>
      <w:r w:rsidR="00C77A4E" w:rsidRPr="00275B88">
        <w:t>et puisque tu ne veux pas partir</w:t>
      </w:r>
      <w:r>
        <w:t xml:space="preserve">… </w:t>
      </w:r>
      <w:r w:rsidR="00C77A4E" w:rsidRPr="00275B88">
        <w:t>eh bien</w:t>
      </w:r>
      <w:r>
        <w:t xml:space="preserve"> !… </w:t>
      </w:r>
      <w:r w:rsidR="00C77A4E" w:rsidRPr="00275B88">
        <w:t>moi</w:t>
      </w:r>
      <w:r>
        <w:t xml:space="preserve">, </w:t>
      </w:r>
      <w:r w:rsidR="00C77A4E" w:rsidRPr="00275B88">
        <w:t>je m</w:t>
      </w:r>
      <w:r>
        <w:t>’</w:t>
      </w:r>
      <w:r w:rsidR="00C77A4E" w:rsidRPr="00275B88">
        <w:t>en irai toute seule</w:t>
      </w:r>
      <w:r>
        <w:t>.</w:t>
      </w:r>
    </w:p>
    <w:p w14:paraId="03F47467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cela</w:t>
      </w:r>
      <w:r>
        <w:t xml:space="preserve"> ! </w:t>
      </w:r>
      <w:r w:rsidR="00C77A4E" w:rsidRPr="00275B88">
        <w:t>conclut Hippolyte</w:t>
      </w:r>
      <w:r>
        <w:t xml:space="preserve">, </w:t>
      </w:r>
      <w:r w:rsidR="00C77A4E" w:rsidRPr="00275B88">
        <w:t>sans chercher le moindrement à retenir son irascible femme qui</w:t>
      </w:r>
      <w:r>
        <w:t xml:space="preserve">, </w:t>
      </w:r>
      <w:r w:rsidR="00C77A4E" w:rsidRPr="00275B88">
        <w:t>tout en continuant à proférer des sons</w:t>
      </w:r>
      <w:r>
        <w:t xml:space="preserve">, </w:t>
      </w:r>
      <w:r w:rsidR="00C77A4E" w:rsidRPr="00275B88">
        <w:t>rauques et inarticulés</w:t>
      </w:r>
      <w:r>
        <w:t xml:space="preserve">, </w:t>
      </w:r>
      <w:r w:rsidR="00C77A4E" w:rsidRPr="00275B88">
        <w:t>sortit en coup de vent du cabinet de travail</w:t>
      </w:r>
      <w:r>
        <w:t>.</w:t>
      </w:r>
    </w:p>
    <w:p w14:paraId="428ACAEA" w14:textId="77777777" w:rsidR="002C50B2" w:rsidRDefault="00C77A4E" w:rsidP="002C50B2">
      <w:r w:rsidRPr="00275B88">
        <w:t>Demeuré seul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amateur de bibelots se prit le front à deux mains</w:t>
      </w:r>
      <w:r w:rsidR="002C50B2">
        <w:t>.</w:t>
      </w:r>
    </w:p>
    <w:p w14:paraId="04B0EF67" w14:textId="77777777" w:rsidR="002C50B2" w:rsidRDefault="00C77A4E" w:rsidP="002C50B2">
      <w:r w:rsidRPr="00275B88">
        <w:t>Puis il grommela</w:t>
      </w:r>
      <w:r w:rsidR="002C50B2">
        <w:t> :</w:t>
      </w:r>
    </w:p>
    <w:p w14:paraId="442DC8B4" w14:textId="77777777" w:rsidR="002C50B2" w:rsidRDefault="002C50B2" w:rsidP="002C50B2">
      <w:r>
        <w:t>— </w:t>
      </w:r>
      <w:r w:rsidR="00C77A4E" w:rsidRPr="00275B88">
        <w:t>Oh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elle s</w:t>
      </w:r>
      <w:r>
        <w:t>’</w:t>
      </w:r>
      <w:r w:rsidR="00C77A4E" w:rsidRPr="00275B88">
        <w:t>en aille</w:t>
      </w:r>
      <w:r>
        <w:t xml:space="preserve">… </w:t>
      </w:r>
      <w:r w:rsidR="00C77A4E" w:rsidRPr="00275B88">
        <w:t>qu</w:t>
      </w:r>
      <w:r>
        <w:t>’</w:t>
      </w:r>
      <w:r w:rsidR="00C77A4E" w:rsidRPr="00275B88">
        <w:t>elle me fiche la paix</w:t>
      </w:r>
      <w:r>
        <w:t xml:space="preserve">, </w:t>
      </w:r>
      <w:r w:rsidR="00C77A4E" w:rsidRPr="00275B88">
        <w:t>que je ne la voie plus</w:t>
      </w:r>
      <w:r>
        <w:t xml:space="preserve">… </w:t>
      </w:r>
      <w:r w:rsidR="00C77A4E" w:rsidRPr="00275B88">
        <w:t>jamais</w:t>
      </w:r>
      <w:r>
        <w:t xml:space="preserve"> ! </w:t>
      </w:r>
      <w:r w:rsidR="00C77A4E" w:rsidRPr="00275B88">
        <w:t>jamais</w:t>
      </w:r>
      <w:r>
        <w:t> !</w:t>
      </w:r>
    </w:p>
    <w:p w14:paraId="70F1BBA7" w14:textId="77777777" w:rsidR="002C50B2" w:rsidRDefault="00C77A4E" w:rsidP="002C50B2">
      <w:r w:rsidRPr="00275B88">
        <w:t>Puis il sonna son valet de chambre et lui ordonna de lui apporter un flacon de comprimés et un verre d</w:t>
      </w:r>
      <w:r w:rsidR="002C50B2">
        <w:t>’</w:t>
      </w:r>
      <w:r w:rsidRPr="00275B88">
        <w:t>eau</w:t>
      </w:r>
      <w:r w:rsidR="002C50B2">
        <w:t>.</w:t>
      </w:r>
    </w:p>
    <w:p w14:paraId="4308A870" w14:textId="77777777" w:rsidR="002C50B2" w:rsidRDefault="00C77A4E" w:rsidP="002C50B2">
      <w:r w:rsidRPr="00275B88">
        <w:t>Le calmant produisit son effet</w:t>
      </w:r>
      <w:r w:rsidR="002C50B2">
        <w:t xml:space="preserve">… </w:t>
      </w:r>
      <w:r w:rsidRPr="00275B88">
        <w:t>Un quart d</w:t>
      </w:r>
      <w:r w:rsidR="002C50B2">
        <w:t>’</w:t>
      </w:r>
      <w:r w:rsidRPr="00275B88">
        <w:t>heure après</w:t>
      </w:r>
      <w:r w:rsidR="002C50B2">
        <w:t xml:space="preserve">, </w:t>
      </w:r>
      <w:r w:rsidRPr="00275B88">
        <w:t>le baron était entièrement soulagé</w:t>
      </w:r>
      <w:r w:rsidR="002C50B2">
        <w:t>.</w:t>
      </w:r>
    </w:p>
    <w:p w14:paraId="369447EF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il se mit à arpenter son bureau</w:t>
      </w:r>
      <w:r w:rsidR="002C50B2">
        <w:t xml:space="preserve">, </w:t>
      </w:r>
      <w:r w:rsidRPr="00275B88">
        <w:t>tout en monologuant</w:t>
      </w:r>
      <w:r w:rsidR="002C50B2">
        <w:t> :</w:t>
      </w:r>
    </w:p>
    <w:p w14:paraId="0087F0B4" w14:textId="77777777" w:rsidR="002C50B2" w:rsidRDefault="002C50B2" w:rsidP="002C50B2">
      <w:r>
        <w:t>— </w:t>
      </w:r>
      <w:r w:rsidR="00C77A4E" w:rsidRPr="00275B88">
        <w:t>Déjà</w:t>
      </w:r>
      <w:r>
        <w:t xml:space="preserve">, </w:t>
      </w:r>
      <w:r w:rsidR="00C77A4E" w:rsidRPr="00275B88">
        <w:t>avant l</w:t>
      </w:r>
      <w:r>
        <w:t>’</w:t>
      </w:r>
      <w:r w:rsidR="00C77A4E" w:rsidRPr="00275B88">
        <w:t>apparition de ce Fantôme du Louvre</w:t>
      </w:r>
      <w:r>
        <w:t xml:space="preserve">, </w:t>
      </w:r>
      <w:r w:rsidR="00C77A4E" w:rsidRPr="00275B88">
        <w:t>Eudoxie ne me rendait pas l</w:t>
      </w:r>
      <w:r>
        <w:t>’</w:t>
      </w:r>
      <w:r w:rsidR="00C77A4E" w:rsidRPr="00275B88">
        <w:t>existence très facile</w:t>
      </w:r>
      <w:r>
        <w:t xml:space="preserve">… </w:t>
      </w:r>
      <w:r w:rsidR="00C77A4E" w:rsidRPr="00275B88">
        <w:t>Elle a toujours eu un si mauvais caractère</w:t>
      </w:r>
      <w:r>
        <w:t xml:space="preserve"> ; </w:t>
      </w:r>
      <w:r w:rsidR="00C77A4E" w:rsidRPr="00275B88">
        <w:t>cependant</w:t>
      </w:r>
      <w:r>
        <w:t xml:space="preserve">, </w:t>
      </w:r>
      <w:r w:rsidR="00C77A4E" w:rsidRPr="00275B88">
        <w:t>avec de la patience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était encore supportable</w:t>
      </w:r>
      <w:r>
        <w:t>.</w:t>
      </w:r>
    </w:p>
    <w:p w14:paraId="305EE11A" w14:textId="77777777" w:rsidR="002C50B2" w:rsidRDefault="002C50B2" w:rsidP="002C50B2">
      <w:r>
        <w:t>« </w:t>
      </w:r>
      <w:r w:rsidR="00C77A4E" w:rsidRPr="00275B88">
        <w:t>Mais depuis que ce maudit Belphégor a fait des siennes</w:t>
      </w:r>
      <w:r>
        <w:t xml:space="preserve">, </w:t>
      </w:r>
      <w:r w:rsidR="00C77A4E" w:rsidRPr="00275B88">
        <w:t>cela devient intolérable</w:t>
      </w:r>
      <w:r>
        <w:t>.</w:t>
      </w:r>
    </w:p>
    <w:p w14:paraId="514E17C3" w14:textId="77777777" w:rsidR="002C50B2" w:rsidRDefault="002C50B2" w:rsidP="002C50B2">
      <w:r>
        <w:lastRenderedPageBreak/>
        <w:t>« </w:t>
      </w:r>
      <w:r w:rsidR="00C77A4E" w:rsidRPr="00275B88">
        <w:t>Ah</w:t>
      </w:r>
      <w:r>
        <w:t xml:space="preserve"> ! </w:t>
      </w:r>
      <w:r w:rsidR="00C77A4E" w:rsidRPr="00275B88">
        <w:t>pourquoi Belphégor ne l</w:t>
      </w:r>
      <w:r>
        <w:t>’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pas emportée</w:t>
      </w:r>
      <w:r>
        <w:t xml:space="preserve"> ?… </w:t>
      </w:r>
      <w:r w:rsidR="00C77A4E" w:rsidRPr="00275B88">
        <w:t>Car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elle ne s</w:t>
      </w:r>
      <w:r>
        <w:t>’</w:t>
      </w:r>
      <w:r w:rsidR="00C77A4E" w:rsidRPr="00275B88">
        <w:t>en ira pas sans moi</w:t>
      </w:r>
      <w:r>
        <w:t xml:space="preserve"> !… </w:t>
      </w:r>
      <w:r w:rsidR="00C77A4E" w:rsidRPr="00275B88">
        <w:t>Que faire</w:t>
      </w:r>
      <w:r>
        <w:t xml:space="preserve"> ? </w:t>
      </w:r>
      <w:r w:rsidR="00C77A4E" w:rsidRPr="00275B88">
        <w:t>Mon Dieu</w:t>
      </w:r>
      <w:r>
        <w:t xml:space="preserve"> !… </w:t>
      </w:r>
      <w:r w:rsidR="00C77A4E" w:rsidRPr="00275B88">
        <w:t>que faire</w:t>
      </w:r>
      <w:r>
        <w:t> ?…</w:t>
      </w:r>
    </w:p>
    <w:p w14:paraId="5E0A8205" w14:textId="77777777" w:rsidR="002C50B2" w:rsidRDefault="00C77A4E" w:rsidP="002C50B2">
      <w:r w:rsidRPr="00275B88">
        <w:t>Jusqu</w:t>
      </w:r>
      <w:r w:rsidR="002C50B2">
        <w:t>’</w:t>
      </w:r>
      <w:r w:rsidRPr="00275B88">
        <w:t>à l</w:t>
      </w:r>
      <w:r w:rsidR="002C50B2">
        <w:t>’</w:t>
      </w:r>
      <w:r w:rsidRPr="00275B88">
        <w:t>heure du dîner</w:t>
      </w:r>
      <w:r w:rsidR="002C50B2">
        <w:t xml:space="preserve">, </w:t>
      </w:r>
      <w:r w:rsidRPr="00275B88">
        <w:t>Papillon chercha vainement une solution</w:t>
      </w:r>
      <w:r w:rsidR="002C50B2">
        <w:t xml:space="preserve">, </w:t>
      </w:r>
      <w:r w:rsidRPr="00275B88">
        <w:t>et lorsqu</w:t>
      </w:r>
      <w:r w:rsidR="002C50B2">
        <w:t>’</w:t>
      </w:r>
      <w:r w:rsidRPr="00275B88">
        <w:t>il se retrouva à table</w:t>
      </w:r>
      <w:r w:rsidR="002C50B2">
        <w:t xml:space="preserve">, </w:t>
      </w:r>
      <w:r w:rsidRPr="00275B88">
        <w:t>en face de la baronne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aperçut à son attitude</w:t>
      </w:r>
      <w:r w:rsidR="002C50B2">
        <w:t xml:space="preserve">, </w:t>
      </w:r>
      <w:r w:rsidRPr="00275B88">
        <w:t>que celle</w:t>
      </w:r>
      <w:r>
        <w:t>-</w:t>
      </w:r>
      <w:r w:rsidRPr="00275B88">
        <w:t>ci non seulement n</w:t>
      </w:r>
      <w:r w:rsidR="002C50B2">
        <w:t>’</w:t>
      </w:r>
      <w:r w:rsidRPr="00275B88">
        <w:t>avait pas désarmé</w:t>
      </w:r>
      <w:r w:rsidR="002C50B2">
        <w:t xml:space="preserve">, </w:t>
      </w:r>
      <w:r w:rsidRPr="00275B88">
        <w:t>mais qu</w:t>
      </w:r>
      <w:r w:rsidR="002C50B2">
        <w:t>’</w:t>
      </w:r>
      <w:r w:rsidRPr="00275B88">
        <w:t>elle était d</w:t>
      </w:r>
      <w:r w:rsidR="002C50B2">
        <w:t>’</w:t>
      </w:r>
      <w:r w:rsidRPr="00275B88">
        <w:t>une humeur encore plus épouvantable</w:t>
      </w:r>
      <w:r w:rsidR="002C50B2">
        <w:t>.</w:t>
      </w:r>
    </w:p>
    <w:p w14:paraId="0C794983" w14:textId="77777777" w:rsidR="002C50B2" w:rsidRDefault="002C50B2" w:rsidP="002C50B2">
      <w:r>
        <w:t>« </w:t>
      </w:r>
      <w:r w:rsidR="00C77A4E" w:rsidRPr="00275B88">
        <w:t>Ça va être gentil</w:t>
      </w:r>
      <w:r>
        <w:t> ! »</w:t>
      </w:r>
      <w:r w:rsidR="00C77A4E" w:rsidRPr="00275B88">
        <w:t xml:space="preserve"> se dit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en déployant sa serviette</w:t>
      </w:r>
      <w:r>
        <w:t xml:space="preserve">… </w:t>
      </w:r>
      <w:r w:rsidR="00C77A4E" w:rsidRPr="00275B88">
        <w:t>Il ne se trompait pas</w:t>
      </w:r>
      <w:r>
        <w:t>.</w:t>
      </w:r>
    </w:p>
    <w:p w14:paraId="12D2EA16" w14:textId="77777777" w:rsidR="002C50B2" w:rsidRDefault="00C77A4E" w:rsidP="002C50B2">
      <w:r w:rsidRPr="00275B88">
        <w:t>Elle commença par trouver exécrable un potage exquis</w:t>
      </w:r>
      <w:r w:rsidR="002C50B2">
        <w:t xml:space="preserve">, </w:t>
      </w:r>
      <w:r w:rsidRPr="00275B88">
        <w:t>que son mari savourait avec délice</w:t>
      </w:r>
      <w:r w:rsidR="002C50B2">
        <w:t>.</w:t>
      </w:r>
    </w:p>
    <w:p w14:paraId="67B64123" w14:textId="77777777" w:rsidR="002C50B2" w:rsidRDefault="00C77A4E" w:rsidP="002C50B2">
      <w:r w:rsidRPr="00275B88">
        <w:t>Puis elle condamna</w:t>
      </w:r>
      <w:r w:rsidR="002C50B2">
        <w:t xml:space="preserve">, </w:t>
      </w:r>
      <w:r w:rsidRPr="00275B88">
        <w:t>avec une sévérité non moins implacable</w:t>
      </w:r>
      <w:r w:rsidR="002C50B2">
        <w:t xml:space="preserve">, </w:t>
      </w:r>
      <w:r w:rsidRPr="00275B88">
        <w:t>une timbale de homard à l</w:t>
      </w:r>
      <w:r w:rsidR="002C50B2">
        <w:t>’</w:t>
      </w:r>
      <w:r w:rsidRPr="00275B88">
        <w:t>américaine</w:t>
      </w:r>
      <w:r w:rsidR="002C50B2">
        <w:t xml:space="preserve">, </w:t>
      </w:r>
      <w:r w:rsidRPr="00275B88">
        <w:t>dont le fumet</w:t>
      </w:r>
      <w:r w:rsidR="002C50B2">
        <w:t xml:space="preserve">, </w:t>
      </w:r>
      <w:r w:rsidRPr="00275B88">
        <w:t>à lui seul</w:t>
      </w:r>
      <w:r w:rsidR="002C50B2">
        <w:t xml:space="preserve">, </w:t>
      </w:r>
      <w:r w:rsidRPr="00275B88">
        <w:t>garantissait l</w:t>
      </w:r>
      <w:r w:rsidR="002C50B2">
        <w:t>’</w:t>
      </w:r>
      <w:r w:rsidRPr="00275B88">
        <w:t>exquise saveur</w:t>
      </w:r>
      <w:r w:rsidR="002C50B2">
        <w:t>…</w:t>
      </w:r>
    </w:p>
    <w:p w14:paraId="201DA36D" w14:textId="77777777" w:rsidR="002C50B2" w:rsidRDefault="00C77A4E" w:rsidP="002C50B2">
      <w:r w:rsidRPr="00275B88">
        <w:t>Papillon esquissa une timide protestation</w:t>
      </w:r>
      <w:r w:rsidR="002C50B2">
        <w:t>.</w:t>
      </w:r>
    </w:p>
    <w:p w14:paraId="7C178D58" w14:textId="77777777" w:rsidR="002C50B2" w:rsidRDefault="002C50B2" w:rsidP="002C50B2">
      <w:r>
        <w:t>— </w:t>
      </w:r>
      <w:r w:rsidR="00C77A4E" w:rsidRPr="00275B88">
        <w:t>Mon chou</w:t>
      </w:r>
      <w:r>
        <w:t xml:space="preserve">… </w:t>
      </w:r>
      <w:r w:rsidR="00C77A4E" w:rsidRPr="00275B88">
        <w:t>fit</w:t>
      </w:r>
      <w:r w:rsidR="00C77A4E">
        <w:t>-</w:t>
      </w:r>
      <w:r w:rsidR="00C77A4E" w:rsidRPr="00275B88">
        <w:t>il</w:t>
      </w:r>
      <w:r>
        <w:t xml:space="preserve">, </w:t>
      </w:r>
      <w:r w:rsidR="00C77A4E" w:rsidRPr="00275B88">
        <w:t>je t</w:t>
      </w:r>
      <w:r>
        <w:t>’</w:t>
      </w:r>
      <w:r w:rsidR="00C77A4E" w:rsidRPr="00275B88">
        <w:t>assure que cette timbale est délicieuse</w:t>
      </w:r>
      <w:r>
        <w:t>…</w:t>
      </w:r>
    </w:p>
    <w:p w14:paraId="59A421DF" w14:textId="77777777" w:rsidR="002C50B2" w:rsidRDefault="002C50B2" w:rsidP="002C50B2">
      <w:r>
        <w:t>— </w:t>
      </w:r>
      <w:r w:rsidR="00C77A4E" w:rsidRPr="00275B88">
        <w:t>Veux</w:t>
      </w:r>
      <w:r w:rsidR="00C77A4E">
        <w:t>-</w:t>
      </w:r>
      <w:r w:rsidR="00C77A4E" w:rsidRPr="00275B88">
        <w:t>tu que je te coiffe avec</w:t>
      </w:r>
      <w:r>
        <w:t xml:space="preserve"> ?… </w:t>
      </w:r>
      <w:r w:rsidR="00C77A4E" w:rsidRPr="00275B88">
        <w:t>menaça la terrible Eudoxie</w:t>
      </w:r>
      <w:r>
        <w:t>.</w:t>
      </w:r>
    </w:p>
    <w:p w14:paraId="06B3B558" w14:textId="77777777" w:rsidR="002C50B2" w:rsidRDefault="00C77A4E" w:rsidP="002C50B2">
      <w:r w:rsidRPr="00275B88">
        <w:t>Hippolyte n</w:t>
      </w:r>
      <w:r w:rsidR="002C50B2">
        <w:t>’</w:t>
      </w:r>
      <w:r w:rsidRPr="00275B88">
        <w:t>insista pas</w:t>
      </w:r>
      <w:r w:rsidR="002C50B2">
        <w:t xml:space="preserve">, </w:t>
      </w:r>
      <w:r w:rsidRPr="00275B88">
        <w:t>et se contenta de piquer le nez dans son assiette</w:t>
      </w:r>
      <w:r w:rsidR="002C50B2">
        <w:t>.</w:t>
      </w:r>
    </w:p>
    <w:p w14:paraId="4741CBF4" w14:textId="1D032F34" w:rsidR="002C50B2" w:rsidRDefault="00C77A4E" w:rsidP="002C50B2">
      <w:r w:rsidRPr="00275B88">
        <w:t xml:space="preserve">Quant à </w:t>
      </w:r>
      <w:r w:rsidR="002C50B2">
        <w:t>M</w:t>
      </w:r>
      <w:r w:rsidR="002C50B2" w:rsidRPr="002C50B2">
        <w:rPr>
          <w:vertAlign w:val="superscript"/>
        </w:rPr>
        <w:t>me</w:t>
      </w:r>
      <w:r w:rsidR="002C50B2">
        <w:t> </w:t>
      </w:r>
      <w:r w:rsidRPr="00275B88">
        <w:t>Papillon</w:t>
      </w:r>
      <w:r w:rsidR="002C50B2">
        <w:t xml:space="preserve">, </w:t>
      </w:r>
      <w:r w:rsidRPr="00275B88">
        <w:t>elle se leva en déclarant</w:t>
      </w:r>
      <w:r w:rsidR="002C50B2">
        <w:t> :</w:t>
      </w:r>
    </w:p>
    <w:p w14:paraId="4EC0298D" w14:textId="77777777" w:rsidR="002C50B2" w:rsidRDefault="002C50B2" w:rsidP="002C50B2">
      <w:r>
        <w:t>— </w:t>
      </w:r>
      <w:r w:rsidR="00C77A4E" w:rsidRPr="00275B88">
        <w:t>Je vais mettre la clef à la porte</w:t>
      </w:r>
      <w:r>
        <w:t>.</w:t>
      </w:r>
    </w:p>
    <w:p w14:paraId="4B307E99" w14:textId="77777777" w:rsidR="002C50B2" w:rsidRDefault="002C50B2" w:rsidP="002C50B2">
      <w:r>
        <w:t>— </w:t>
      </w:r>
      <w:r w:rsidR="00C77A4E" w:rsidRPr="00275B88">
        <w:t>À quoi bon</w:t>
      </w:r>
      <w:r>
        <w:t xml:space="preserve"> ? </w:t>
      </w:r>
      <w:r w:rsidR="00C77A4E" w:rsidRPr="00275B88">
        <w:t>murmura le collectionneur</w:t>
      </w:r>
      <w:r>
        <w:t xml:space="preserve">, </w:t>
      </w:r>
      <w:r w:rsidR="00C77A4E" w:rsidRPr="00275B88">
        <w:t>puisque tu pars demain</w:t>
      </w:r>
      <w:r>
        <w:t>.</w:t>
      </w:r>
    </w:p>
    <w:p w14:paraId="1E26E0C3" w14:textId="77777777" w:rsidR="002C50B2" w:rsidRDefault="002C50B2" w:rsidP="002C50B2">
      <w:r>
        <w:lastRenderedPageBreak/>
        <w:t>— </w:t>
      </w:r>
      <w:r w:rsidR="00C77A4E" w:rsidRPr="00275B88">
        <w:t>Alors</w:t>
      </w:r>
      <w:r>
        <w:t xml:space="preserve">… </w:t>
      </w:r>
      <w:r w:rsidR="00C77A4E" w:rsidRPr="00275B88">
        <w:t>grinça Eudoxie</w:t>
      </w:r>
      <w:r>
        <w:t xml:space="preserve">… </w:t>
      </w:r>
      <w:r w:rsidR="00C77A4E" w:rsidRPr="00275B88">
        <w:t>tu me renvoies</w:t>
      </w:r>
      <w:r>
        <w:t> ?</w:t>
      </w:r>
    </w:p>
    <w:p w14:paraId="362CC3F7" w14:textId="77777777" w:rsidR="002C50B2" w:rsidRDefault="002C50B2" w:rsidP="002C50B2">
      <w:r>
        <w:t>— </w:t>
      </w:r>
      <w:r w:rsidR="00C77A4E" w:rsidRPr="00275B88">
        <w:t>Non</w:t>
      </w:r>
      <w:r>
        <w:t xml:space="preserve"> !… </w:t>
      </w:r>
      <w:r w:rsidR="00C77A4E" w:rsidRPr="00275B88">
        <w:t>Mais c</w:t>
      </w:r>
      <w:r>
        <w:t>’</w:t>
      </w:r>
      <w:r w:rsidR="00C77A4E" w:rsidRPr="00275B88">
        <w:t>est toi qui m</w:t>
      </w:r>
      <w:r>
        <w:t>’</w:t>
      </w:r>
      <w:r w:rsidR="00C77A4E" w:rsidRPr="00275B88">
        <w:t>as dit que tu voulais partir</w:t>
      </w:r>
      <w:r>
        <w:t>.</w:t>
      </w:r>
    </w:p>
    <w:p w14:paraId="724757F2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voulu voir</w:t>
      </w:r>
      <w:r>
        <w:t xml:space="preserve">, </w:t>
      </w:r>
      <w:r w:rsidR="00C77A4E" w:rsidRPr="00275B88">
        <w:t>ripostait la baronne</w:t>
      </w:r>
      <w:r>
        <w:t xml:space="preserve">, </w:t>
      </w:r>
      <w:r w:rsidR="00C77A4E" w:rsidRPr="00275B88">
        <w:t>jusqu</w:t>
      </w:r>
      <w:r>
        <w:t>’</w:t>
      </w:r>
      <w:r w:rsidR="00C77A4E" w:rsidRPr="00275B88">
        <w:t>où irait ta muflerie</w:t>
      </w:r>
      <w:r>
        <w:t>.</w:t>
      </w:r>
    </w:p>
    <w:p w14:paraId="17FD2E4A" w14:textId="77777777" w:rsidR="002C50B2" w:rsidRDefault="002C50B2" w:rsidP="002C50B2">
      <w:r>
        <w:t>« </w:t>
      </w:r>
      <w:r w:rsidR="00C77A4E" w:rsidRPr="00275B88">
        <w:t>Maintenant</w:t>
      </w:r>
      <w:r>
        <w:t xml:space="preserve">, </w:t>
      </w:r>
      <w:r w:rsidR="00C77A4E" w:rsidRPr="00275B88">
        <w:t>je suis fixée</w:t>
      </w:r>
      <w:r>
        <w:t xml:space="preserve">… </w:t>
      </w:r>
      <w:r w:rsidR="00C77A4E" w:rsidRPr="00275B88">
        <w:t>tu ne m</w:t>
      </w:r>
      <w:r>
        <w:t>’</w:t>
      </w:r>
      <w:r w:rsidR="00C77A4E" w:rsidRPr="00275B88">
        <w:t>aimes plus</w:t>
      </w:r>
      <w:r>
        <w:t xml:space="preserve">… </w:t>
      </w:r>
      <w:r w:rsidR="00C77A4E" w:rsidRPr="00275B88">
        <w:t>et tu ne m</w:t>
      </w:r>
      <w:r>
        <w:t>’</w:t>
      </w:r>
      <w:r w:rsidR="00C77A4E" w:rsidRPr="00275B88">
        <w:t>as jamais aimée</w:t>
      </w:r>
      <w:r>
        <w:t xml:space="preserve">… </w:t>
      </w:r>
      <w:r w:rsidR="00C77A4E" w:rsidRPr="00275B88">
        <w:t>et puisqu</w:t>
      </w:r>
      <w:r>
        <w:t>’</w:t>
      </w:r>
      <w:r w:rsidR="00C77A4E" w:rsidRPr="00275B88">
        <w:t>il en est ainsi</w:t>
      </w:r>
      <w:r>
        <w:t xml:space="preserve">, </w:t>
      </w:r>
      <w:r w:rsidR="00C77A4E" w:rsidRPr="00275B88">
        <w:t>je vais demander le divorce</w:t>
      </w:r>
      <w:r>
        <w:t xml:space="preserve">, </w:t>
      </w:r>
      <w:r w:rsidR="00C77A4E" w:rsidRPr="00275B88">
        <w:t>et puisque nous sommes mariés sous le régime de la communauté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exigerai la vente de toutes nos collections</w:t>
      </w:r>
      <w:r>
        <w:t>.</w:t>
      </w:r>
    </w:p>
    <w:p w14:paraId="0F31E74F" w14:textId="77777777" w:rsidR="002C50B2" w:rsidRDefault="00C77A4E" w:rsidP="002C50B2">
      <w:r w:rsidRPr="00275B88">
        <w:t>À ces mots</w:t>
      </w:r>
      <w:r w:rsidR="002C50B2">
        <w:t xml:space="preserve">, </w:t>
      </w:r>
      <w:r w:rsidRPr="00275B88">
        <w:t>Papillon se redressa</w:t>
      </w:r>
      <w:r w:rsidR="002C50B2">
        <w:t xml:space="preserve">, </w:t>
      </w:r>
      <w:r w:rsidRPr="00275B88">
        <w:t>comme s</w:t>
      </w:r>
      <w:r w:rsidR="002C50B2">
        <w:t>’</w:t>
      </w:r>
      <w:r w:rsidRPr="00275B88">
        <w:t>il eût été secoué par une décharge électrique</w:t>
      </w:r>
      <w:r w:rsidR="002C50B2">
        <w:t>.</w:t>
      </w:r>
    </w:p>
    <w:p w14:paraId="39608C6C" w14:textId="77777777" w:rsidR="002C50B2" w:rsidRDefault="002C50B2" w:rsidP="002C50B2">
      <w:r>
        <w:t>— </w:t>
      </w:r>
      <w:r w:rsidR="00C77A4E" w:rsidRPr="00275B88">
        <w:t>Vendre les collections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en verdissant</w:t>
      </w:r>
      <w:r>
        <w:t xml:space="preserve">… </w:t>
      </w:r>
      <w:r w:rsidR="00C77A4E" w:rsidRPr="00275B88">
        <w:t>Ça</w:t>
      </w:r>
      <w:r>
        <w:t xml:space="preserve">, </w:t>
      </w:r>
      <w:r w:rsidR="00C77A4E" w:rsidRPr="00275B88">
        <w:t>jamais</w:t>
      </w:r>
      <w:r>
        <w:t xml:space="preserve"> !… </w:t>
      </w:r>
      <w:r w:rsidR="00C77A4E" w:rsidRPr="008416EE">
        <w:t>J</w:t>
      </w:r>
      <w:r>
        <w:t>’</w:t>
      </w:r>
      <w:r w:rsidR="00C77A4E" w:rsidRPr="008416EE">
        <w:t>aime mieux qu</w:t>
      </w:r>
      <w:r>
        <w:t>’</w:t>
      </w:r>
      <w:r w:rsidR="00C77A4E" w:rsidRPr="008416EE">
        <w:t>on m</w:t>
      </w:r>
      <w:r>
        <w:t>’</w:t>
      </w:r>
      <w:r w:rsidR="00C77A4E" w:rsidRPr="008416EE">
        <w:t>arrache les yeux et qu</w:t>
      </w:r>
      <w:r>
        <w:t>’</w:t>
      </w:r>
      <w:r w:rsidR="00C77A4E" w:rsidRPr="008416EE">
        <w:t>on me coupe le nez</w:t>
      </w:r>
      <w:r>
        <w:t xml:space="preserve">, </w:t>
      </w:r>
      <w:r w:rsidR="00C77A4E" w:rsidRPr="008416EE">
        <w:t>la langue</w:t>
      </w:r>
      <w:r w:rsidR="00C77A4E" w:rsidRPr="00275B88">
        <w:t xml:space="preserve"> et les oreilles</w:t>
      </w:r>
      <w:r>
        <w:t>.</w:t>
      </w:r>
    </w:p>
    <w:p w14:paraId="09BD56DE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à prendre ou à laisser</w:t>
      </w:r>
      <w:r>
        <w:t>.</w:t>
      </w:r>
    </w:p>
    <w:p w14:paraId="63BE7230" w14:textId="77777777" w:rsidR="002C50B2" w:rsidRDefault="002C50B2" w:rsidP="002C50B2">
      <w:r>
        <w:t>— </w:t>
      </w:r>
      <w:r w:rsidR="00C77A4E" w:rsidRPr="00275B88">
        <w:t>Mais c</w:t>
      </w:r>
      <w:r>
        <w:t>’</w:t>
      </w:r>
      <w:r w:rsidR="00C77A4E" w:rsidRPr="00275B88">
        <w:t>est de la folie</w:t>
      </w:r>
      <w:r>
        <w:t xml:space="preserve">… </w:t>
      </w:r>
      <w:r w:rsidR="00C77A4E" w:rsidRPr="00275B88">
        <w:t>Me priver de ces œuvres d</w:t>
      </w:r>
      <w:r>
        <w:t>’</w:t>
      </w:r>
      <w:r w:rsidR="00C77A4E" w:rsidRPr="00275B88">
        <w:t>art</w:t>
      </w:r>
      <w:r>
        <w:t xml:space="preserve">, </w:t>
      </w:r>
      <w:r w:rsidR="00C77A4E" w:rsidRPr="00275B88">
        <w:t>de ces meubles précieux</w:t>
      </w:r>
      <w:r>
        <w:t xml:space="preserve">, </w:t>
      </w:r>
      <w:r w:rsidR="00C77A4E" w:rsidRPr="00275B88">
        <w:t>de ces toiles magnifiques</w:t>
      </w:r>
      <w:r>
        <w:t xml:space="preserve">, </w:t>
      </w:r>
      <w:r w:rsidR="00C77A4E" w:rsidRPr="00275B88">
        <w:t>de ces tapisseries splendides</w:t>
      </w:r>
      <w:r>
        <w:t xml:space="preserve">, </w:t>
      </w:r>
      <w:r w:rsidR="00C77A4E" w:rsidRPr="00275B88">
        <w:t>qui sont l</w:t>
      </w:r>
      <w:r>
        <w:t>’</w:t>
      </w:r>
      <w:r w:rsidR="00C77A4E" w:rsidRPr="00275B88">
        <w:t>orgueil et la joie de ma vie</w:t>
      </w:r>
      <w:r>
        <w:t xml:space="preserve">… </w:t>
      </w:r>
      <w:r w:rsidR="00C77A4E" w:rsidRPr="00275B88">
        <w:t>ça</w:t>
      </w:r>
      <w:r>
        <w:t xml:space="preserve">, </w:t>
      </w:r>
      <w:r w:rsidR="00C77A4E" w:rsidRPr="00275B88">
        <w:t>jamais</w:t>
      </w:r>
      <w:r>
        <w:t> !</w:t>
      </w:r>
    </w:p>
    <w:p w14:paraId="63B5D655" w14:textId="77777777" w:rsidR="002C50B2" w:rsidRDefault="002C50B2" w:rsidP="002C50B2">
      <w:r>
        <w:t>— </w:t>
      </w:r>
      <w:r w:rsidR="00C77A4E" w:rsidRPr="00275B88">
        <w:t>Nous verrons bien</w:t>
      </w:r>
      <w:r>
        <w:t xml:space="preserve">… </w:t>
      </w:r>
      <w:r w:rsidR="00C77A4E" w:rsidRPr="00275B88">
        <w:t>Et ce n</w:t>
      </w:r>
      <w:r>
        <w:t>’</w:t>
      </w:r>
      <w:r w:rsidR="00C77A4E" w:rsidRPr="00275B88">
        <w:t>est pas tout</w:t>
      </w:r>
      <w:r>
        <w:t>…</w:t>
      </w:r>
    </w:p>
    <w:p w14:paraId="778B4E30" w14:textId="77777777" w:rsidR="002C50B2" w:rsidRDefault="002C50B2" w:rsidP="002C50B2">
      <w:r>
        <w:t>— </w:t>
      </w:r>
      <w:r w:rsidR="00C77A4E" w:rsidRPr="00275B88">
        <w:t>Que vas</w:t>
      </w:r>
      <w:r w:rsidR="00C77A4E">
        <w:t>-</w:t>
      </w:r>
      <w:r w:rsidR="00C77A4E" w:rsidRPr="00275B88">
        <w:t>tu exiger de moi</w:t>
      </w:r>
      <w:r>
        <w:t> ?</w:t>
      </w:r>
    </w:p>
    <w:p w14:paraId="5513EEA4" w14:textId="77777777" w:rsidR="002C50B2" w:rsidRDefault="002C50B2" w:rsidP="002C50B2">
      <w:r>
        <w:t>— </w:t>
      </w:r>
      <w:r w:rsidR="00C77A4E" w:rsidRPr="00275B88">
        <w:t>Nous mettrons aussi ton titre de baron en adjudication</w:t>
      </w:r>
      <w:r>
        <w:t>…</w:t>
      </w:r>
    </w:p>
    <w:p w14:paraId="1C956228" w14:textId="77777777" w:rsidR="002C50B2" w:rsidRDefault="002C50B2" w:rsidP="002C50B2">
      <w:r>
        <w:t>— </w:t>
      </w:r>
      <w:r w:rsidR="00C77A4E" w:rsidRPr="00275B88">
        <w:t>Mais cela ne se fait pas</w:t>
      </w:r>
      <w:r>
        <w:t xml:space="preserve">, </w:t>
      </w:r>
      <w:r w:rsidR="00C77A4E" w:rsidRPr="00275B88">
        <w:t>voyons</w:t>
      </w:r>
      <w:r>
        <w:t>…</w:t>
      </w:r>
    </w:p>
    <w:p w14:paraId="11186CB1" w14:textId="77777777" w:rsidR="002C50B2" w:rsidRDefault="002C50B2" w:rsidP="002C50B2">
      <w:r>
        <w:t>— </w:t>
      </w:r>
      <w:r w:rsidR="00C77A4E" w:rsidRPr="00275B88">
        <w:t>Tu l</w:t>
      </w:r>
      <w:r>
        <w:t>’</w:t>
      </w:r>
      <w:r w:rsidR="00C77A4E" w:rsidRPr="00275B88">
        <w:t>as acheté</w:t>
      </w:r>
      <w:r>
        <w:t xml:space="preserve">… </w:t>
      </w:r>
      <w:r w:rsidR="00C77A4E" w:rsidRPr="00275B88">
        <w:t>tu peux bien le revendre</w:t>
      </w:r>
      <w:r>
        <w:t>.</w:t>
      </w:r>
    </w:p>
    <w:p w14:paraId="563E7D22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fou</w:t>
      </w:r>
      <w:r>
        <w:t xml:space="preserve"> !… </w:t>
      </w:r>
      <w:r w:rsidR="00C77A4E" w:rsidRPr="00275B88">
        <w:t>C</w:t>
      </w:r>
      <w:r>
        <w:t>’</w:t>
      </w:r>
      <w:r w:rsidR="00C77A4E" w:rsidRPr="00275B88">
        <w:t>est insensé</w:t>
      </w:r>
      <w:r>
        <w:t xml:space="preserve"> !… </w:t>
      </w:r>
      <w:r w:rsidR="00C77A4E" w:rsidRPr="00275B88">
        <w:t>hurlait le baron</w:t>
      </w:r>
      <w:r>
        <w:t>.</w:t>
      </w:r>
    </w:p>
    <w:p w14:paraId="36543EAE" w14:textId="77777777" w:rsidR="002C50B2" w:rsidRDefault="00C77A4E" w:rsidP="002C50B2">
      <w:r w:rsidRPr="00275B88">
        <w:lastRenderedPageBreak/>
        <w:t>Et déchaîné à son tour</w:t>
      </w:r>
      <w:r w:rsidR="002C50B2">
        <w:t xml:space="preserve">, </w:t>
      </w:r>
      <w:r w:rsidRPr="00275B88">
        <w:t>hors de lui</w:t>
      </w:r>
      <w:r w:rsidR="002C50B2">
        <w:t xml:space="preserve">, </w:t>
      </w:r>
      <w:r w:rsidRPr="00275B88">
        <w:t>emporté par une de ces colères de mouton enragé</w:t>
      </w:r>
      <w:r w:rsidR="002C50B2">
        <w:t xml:space="preserve">, </w:t>
      </w:r>
      <w:r w:rsidRPr="00275B88">
        <w:t>Papillon s</w:t>
      </w:r>
      <w:r w:rsidR="002C50B2">
        <w:t>’</w:t>
      </w:r>
      <w:r w:rsidRPr="00275B88">
        <w:t>élança vers sa femme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la saisissant à la gorge</w:t>
      </w:r>
      <w:r w:rsidR="002C50B2">
        <w:t xml:space="preserve">, </w:t>
      </w:r>
      <w:r w:rsidRPr="00275B88">
        <w:t>il fit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écume aux lèvres</w:t>
      </w:r>
      <w:r w:rsidR="002C50B2">
        <w:t> :</w:t>
      </w:r>
    </w:p>
    <w:p w14:paraId="5C2041D3" w14:textId="77777777" w:rsidR="002C50B2" w:rsidRDefault="002C50B2" w:rsidP="002C50B2">
      <w:r>
        <w:t>— </w:t>
      </w:r>
      <w:r w:rsidR="00C77A4E" w:rsidRPr="00275B88">
        <w:t>Un mot de plus</w:t>
      </w:r>
      <w:r>
        <w:t xml:space="preserve">… </w:t>
      </w:r>
      <w:r w:rsidR="00C77A4E" w:rsidRPr="00275B88">
        <w:t>et je t</w:t>
      </w:r>
      <w:r>
        <w:t>’</w:t>
      </w:r>
      <w:r w:rsidR="00C77A4E" w:rsidRPr="00275B88">
        <w:t>étrangle</w:t>
      </w:r>
      <w:r>
        <w:t xml:space="preserve">… </w:t>
      </w:r>
      <w:r w:rsidR="00C77A4E" w:rsidRPr="00275B88">
        <w:t>comme un poulet</w:t>
      </w:r>
      <w:r>
        <w:t> !…</w:t>
      </w:r>
    </w:p>
    <w:p w14:paraId="38A0D1DC" w14:textId="77777777" w:rsidR="002C50B2" w:rsidRDefault="00C77A4E" w:rsidP="002C50B2">
      <w:pPr>
        <w:rPr>
          <w:i/>
          <w:iCs/>
        </w:rPr>
      </w:pPr>
      <w:r w:rsidRPr="00275B88">
        <w:t>Alors</w:t>
      </w:r>
      <w:r w:rsidR="002C50B2">
        <w:t xml:space="preserve">, </w:t>
      </w:r>
      <w:r w:rsidRPr="00275B88">
        <w:t xml:space="preserve">il se produisit un de ces phénomènes tels que Shakespeare en a introduit dans la </w:t>
      </w:r>
      <w:r w:rsidRPr="00275B88">
        <w:rPr>
          <w:i/>
          <w:iCs/>
        </w:rPr>
        <w:t>Mégère apprivoisée</w:t>
      </w:r>
      <w:r w:rsidR="002C50B2">
        <w:rPr>
          <w:i/>
          <w:iCs/>
        </w:rPr>
        <w:t>.</w:t>
      </w:r>
    </w:p>
    <w:p w14:paraId="667A5B1D" w14:textId="5CF40B60" w:rsidR="002C50B2" w:rsidRDefault="002C50B2" w:rsidP="002C50B2"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sans chercher à se dégager</w:t>
      </w:r>
      <w:r>
        <w:t xml:space="preserve">, </w:t>
      </w:r>
      <w:r w:rsidR="00C77A4E" w:rsidRPr="00275B88">
        <w:t>laissa retomber sa tête vers l</w:t>
      </w:r>
      <w:r>
        <w:t>’</w:t>
      </w:r>
      <w:r w:rsidR="00C77A4E" w:rsidRPr="00275B88">
        <w:t>épaule de son tortionnaire</w:t>
      </w:r>
      <w:r>
        <w:t xml:space="preserve">, </w:t>
      </w:r>
      <w:r w:rsidR="00C77A4E" w:rsidRPr="00275B88">
        <w:t>et d</w:t>
      </w:r>
      <w:r>
        <w:t>’</w:t>
      </w:r>
      <w:r w:rsidR="00C77A4E" w:rsidRPr="00275B88">
        <w:t>une voix pâmée</w:t>
      </w:r>
      <w:r>
        <w:t xml:space="preserve">, </w:t>
      </w:r>
      <w:r w:rsidR="00C77A4E" w:rsidRPr="00275B88">
        <w:t>elle fit</w:t>
      </w:r>
      <w:r>
        <w:t> :</w:t>
      </w:r>
    </w:p>
    <w:p w14:paraId="329B9CC8" w14:textId="77777777" w:rsidR="002C50B2" w:rsidRDefault="002C50B2" w:rsidP="002C50B2">
      <w:r>
        <w:t>— </w:t>
      </w:r>
      <w:r w:rsidR="00C77A4E" w:rsidRPr="00275B88">
        <w:t>Mon loup</w:t>
      </w:r>
      <w:r>
        <w:t xml:space="preserve">… </w:t>
      </w:r>
      <w:r w:rsidR="00C77A4E" w:rsidRPr="00275B88">
        <w:t>mon aimé</w:t>
      </w:r>
      <w:r>
        <w:t xml:space="preserve">… </w:t>
      </w:r>
      <w:r w:rsidR="00C77A4E" w:rsidRPr="00275B88">
        <w:t>aie pitié de ta pauvre chère folle qui t</w:t>
      </w:r>
      <w:r>
        <w:t>’</w:t>
      </w:r>
      <w:r w:rsidR="00C77A4E" w:rsidRPr="00275B88">
        <w:t>adore et serait heureuse de mourir de ta main</w:t>
      </w:r>
      <w:r>
        <w:t>.</w:t>
      </w:r>
    </w:p>
    <w:p w14:paraId="582514F2" w14:textId="77777777" w:rsidR="002C50B2" w:rsidRDefault="00C77A4E" w:rsidP="002C50B2">
      <w:r w:rsidRPr="00275B88">
        <w:t>Papillon</w:t>
      </w:r>
      <w:r w:rsidR="002C50B2">
        <w:t xml:space="preserve">, </w:t>
      </w:r>
      <w:r w:rsidRPr="00275B88">
        <w:t>ahuri</w:t>
      </w:r>
      <w:r w:rsidR="002C50B2">
        <w:t xml:space="preserve">, </w:t>
      </w:r>
      <w:r w:rsidRPr="00275B88">
        <w:t>desserra son étreinte</w:t>
      </w:r>
      <w:r w:rsidR="002C50B2">
        <w:t xml:space="preserve">, </w:t>
      </w:r>
      <w:r w:rsidRPr="00275B88">
        <w:t>qui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ne faisait courir aucun danger à sa femme</w:t>
      </w:r>
      <w:r w:rsidR="002C50B2">
        <w:t xml:space="preserve">, </w:t>
      </w:r>
      <w:r w:rsidRPr="00275B88">
        <w:t>qui tomba aussitôt dans ses bras en balbutiant</w:t>
      </w:r>
      <w:r w:rsidR="002C50B2">
        <w:t> :</w:t>
      </w:r>
    </w:p>
    <w:p w14:paraId="46FC3D1D" w14:textId="77777777" w:rsidR="002C50B2" w:rsidRDefault="002C50B2" w:rsidP="002C50B2">
      <w:r>
        <w:t>— </w:t>
      </w:r>
      <w:r w:rsidR="00C77A4E" w:rsidRPr="00275B88">
        <w:t>Pardonne</w:t>
      </w:r>
      <w:r w:rsidR="00C77A4E">
        <w:t>-</w:t>
      </w:r>
      <w:r w:rsidR="00C77A4E" w:rsidRPr="00275B88">
        <w:t>moi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étais stupide</w:t>
      </w:r>
      <w:r>
        <w:t>.</w:t>
      </w:r>
    </w:p>
    <w:p w14:paraId="756848B8" w14:textId="77777777" w:rsidR="002C50B2" w:rsidRDefault="00C77A4E" w:rsidP="002C50B2">
      <w:r w:rsidRPr="00275B88">
        <w:t>Et elle ajouta</w:t>
      </w:r>
      <w:r w:rsidR="002C50B2">
        <w:t xml:space="preserve">, </w:t>
      </w:r>
      <w:r w:rsidRPr="00275B88">
        <w:t>en enveloppant d</w:t>
      </w:r>
      <w:r w:rsidR="002C50B2">
        <w:t>’</w:t>
      </w:r>
      <w:r w:rsidRPr="00275B88">
        <w:t>un regard énamouré l</w:t>
      </w:r>
      <w:r w:rsidR="002C50B2">
        <w:t>’</w:t>
      </w:r>
      <w:r w:rsidRPr="00275B88">
        <w:t>amateur de bibelots</w:t>
      </w:r>
      <w:r w:rsidR="002C50B2">
        <w:t xml:space="preserve">, </w:t>
      </w:r>
      <w:r w:rsidRPr="00275B88">
        <w:t>qui croyait rêver</w:t>
      </w:r>
      <w:r w:rsidR="002C50B2">
        <w:t> :</w:t>
      </w:r>
    </w:p>
    <w:p w14:paraId="5E8A7C70" w14:textId="77777777" w:rsidR="002C50B2" w:rsidRDefault="002C50B2" w:rsidP="002C50B2">
      <w:r>
        <w:t>— </w:t>
      </w:r>
      <w:r w:rsidR="00C77A4E" w:rsidRPr="00275B88">
        <w:t>Dieu</w:t>
      </w:r>
      <w:r>
        <w:t xml:space="preserve"> ! </w:t>
      </w:r>
      <w:r w:rsidR="00C77A4E" w:rsidRPr="00275B88">
        <w:t xml:space="preserve">que tu es </w:t>
      </w:r>
      <w:proofErr w:type="spellStart"/>
      <w:r w:rsidR="00C77A4E" w:rsidRPr="00275B88">
        <w:t>beau</w:t>
      </w:r>
      <w:proofErr w:type="spellEnd"/>
      <w:r>
        <w:t xml:space="preserve">, </w:t>
      </w:r>
      <w:r w:rsidR="00C77A4E" w:rsidRPr="00275B88">
        <w:t>quand tu es en colère</w:t>
      </w:r>
      <w:r>
        <w:t> !</w:t>
      </w:r>
    </w:p>
    <w:p w14:paraId="5A040283" w14:textId="77777777" w:rsidR="002C50B2" w:rsidRDefault="002C50B2" w:rsidP="002C50B2">
      <w:r>
        <w:t>— </w:t>
      </w:r>
      <w:r w:rsidR="00C77A4E" w:rsidRPr="00275B88">
        <w:t>Eudoxie</w:t>
      </w:r>
      <w:r>
        <w:t> !</w:t>
      </w:r>
    </w:p>
    <w:p w14:paraId="6A2D35BA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toi qui avais raison</w:t>
      </w:r>
      <w:r>
        <w:t xml:space="preserve">… </w:t>
      </w:r>
      <w:r w:rsidR="00C77A4E" w:rsidRPr="00275B88">
        <w:t>Demain</w:t>
      </w:r>
      <w:r>
        <w:t xml:space="preserve">, </w:t>
      </w:r>
      <w:r w:rsidR="00C77A4E" w:rsidRPr="00275B88">
        <w:t>au lieu de nous embarquer pour le Japon</w:t>
      </w:r>
      <w:r>
        <w:t xml:space="preserve">, </w:t>
      </w:r>
      <w:r w:rsidR="00C77A4E" w:rsidRPr="00275B88">
        <w:t>nous nous en irons</w:t>
      </w:r>
      <w:r>
        <w:t xml:space="preserve">, </w:t>
      </w:r>
      <w:r w:rsidR="00C77A4E" w:rsidRPr="00275B88">
        <w:t>ainsi que tu me l</w:t>
      </w:r>
      <w:r>
        <w:t>’</w:t>
      </w:r>
      <w:r w:rsidR="00C77A4E" w:rsidRPr="00275B88">
        <w:t>avais proposé</w:t>
      </w:r>
      <w:r>
        <w:t xml:space="preserve">, </w:t>
      </w:r>
      <w:r w:rsidR="00C77A4E" w:rsidRPr="00275B88">
        <w:t>nous enfermer dans notre château de Courteuil</w:t>
      </w:r>
      <w:r>
        <w:t xml:space="preserve">. </w:t>
      </w:r>
      <w:r w:rsidR="00C77A4E" w:rsidRPr="00275B88">
        <w:t>Là</w:t>
      </w:r>
      <w:r>
        <w:t xml:space="preserve">, </w:t>
      </w:r>
      <w:r w:rsidR="00C77A4E" w:rsidRPr="00275B88">
        <w:t>dans ses épaisses murailles</w:t>
      </w:r>
      <w:r>
        <w:t xml:space="preserve">, </w:t>
      </w:r>
      <w:r w:rsidR="00C77A4E" w:rsidRPr="00275B88">
        <w:t>nous pourrons défier le Fantôme et recommencer notre lune de miel</w:t>
      </w:r>
      <w:r>
        <w:t>.</w:t>
      </w:r>
    </w:p>
    <w:p w14:paraId="5016BC1F" w14:textId="77777777" w:rsidR="002C50B2" w:rsidRDefault="00C77A4E" w:rsidP="002C50B2">
      <w:r w:rsidRPr="00275B88">
        <w:t>Aussi touché par ce revirement inattendu qu</w:t>
      </w:r>
      <w:r w:rsidR="002C50B2">
        <w:t>’</w:t>
      </w:r>
      <w:r w:rsidRPr="00275B88">
        <w:t>il avait été exaspéré par les menaces de sa femme</w:t>
      </w:r>
      <w:r w:rsidR="002C50B2">
        <w:t xml:space="preserve">, </w:t>
      </w:r>
      <w:r w:rsidRPr="00275B88">
        <w:t xml:space="preserve">Papillon déposa sur </w:t>
      </w:r>
      <w:r w:rsidRPr="00275B88">
        <w:lastRenderedPageBreak/>
        <w:t>le front brûlant d</w:t>
      </w:r>
      <w:r w:rsidR="002C50B2">
        <w:t>’</w:t>
      </w:r>
      <w:r w:rsidRPr="00275B88">
        <w:t>Eudoxie l</w:t>
      </w:r>
      <w:r w:rsidR="002C50B2">
        <w:t>’</w:t>
      </w:r>
      <w:r w:rsidRPr="00275B88">
        <w:t>habituel et classique baiser</w:t>
      </w:r>
      <w:r w:rsidR="002C50B2">
        <w:t xml:space="preserve">, </w:t>
      </w:r>
      <w:r w:rsidRPr="00275B88">
        <w:t>grâce auquel il avait déjà si souvent réussi à arrêter les discussions qui menaçaient de devenir parfois orageuses</w:t>
      </w:r>
      <w:r w:rsidR="002C50B2">
        <w:t>.</w:t>
      </w:r>
    </w:p>
    <w:p w14:paraId="79DF9F9C" w14:textId="77777777" w:rsidR="002C50B2" w:rsidRDefault="00C77A4E" w:rsidP="002C50B2">
      <w:r w:rsidRPr="00275B88">
        <w:t>Et Eudoxie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entraînant vers la table</w:t>
      </w:r>
      <w:r w:rsidR="002C50B2">
        <w:t xml:space="preserve">, </w:t>
      </w:r>
      <w:r w:rsidRPr="00275B88">
        <w:t>lui dit</w:t>
      </w:r>
      <w:r w:rsidR="002C50B2">
        <w:t> :</w:t>
      </w:r>
    </w:p>
    <w:p w14:paraId="49510677" w14:textId="77777777" w:rsidR="002C50B2" w:rsidRDefault="002C50B2" w:rsidP="002C50B2">
      <w:r>
        <w:t>— </w:t>
      </w:r>
      <w:r w:rsidR="00C77A4E" w:rsidRPr="00275B88">
        <w:t>Viens t</w:t>
      </w:r>
      <w:r>
        <w:t>’</w:t>
      </w:r>
      <w:r w:rsidR="00C77A4E" w:rsidRPr="00275B88">
        <w:t>asseoir près de moi</w:t>
      </w:r>
      <w:r>
        <w:t xml:space="preserve">, </w:t>
      </w:r>
      <w:r w:rsidR="00C77A4E" w:rsidRPr="00275B88">
        <w:t>mon Hippolyte</w:t>
      </w:r>
      <w:r>
        <w:t xml:space="preserve">… </w:t>
      </w:r>
      <w:r w:rsidR="00C77A4E" w:rsidRPr="00275B88">
        <w:t>Viens</w:t>
      </w:r>
      <w:r>
        <w:t xml:space="preserve">, </w:t>
      </w:r>
      <w:r w:rsidR="00C77A4E" w:rsidRPr="00275B88">
        <w:t>nous boirons dans le même verre</w:t>
      </w:r>
      <w:r>
        <w:t xml:space="preserve">… </w:t>
      </w:r>
      <w:r w:rsidR="00C77A4E" w:rsidRPr="00275B88">
        <w:t>nous mangerons dans la même assiette</w:t>
      </w:r>
      <w:r>
        <w:t>…</w:t>
      </w:r>
    </w:p>
    <w:p w14:paraId="5E51F7AF" w14:textId="77777777" w:rsidR="002C50B2" w:rsidRDefault="002C50B2" w:rsidP="002C50B2">
      <w:r>
        <w:t>— </w:t>
      </w:r>
      <w:r w:rsidR="00C77A4E" w:rsidRPr="00275B88">
        <w:t>La timbale va être froide</w:t>
      </w:r>
      <w:r>
        <w:t xml:space="preserve">… </w:t>
      </w:r>
      <w:r w:rsidR="00C77A4E" w:rsidRPr="00275B88">
        <w:t>fit observer le gourmet qu</w:t>
      </w:r>
      <w:r>
        <w:t>’</w:t>
      </w:r>
      <w:r w:rsidR="00C77A4E" w:rsidRPr="00275B88">
        <w:t>était le collectionneur</w:t>
      </w:r>
      <w:r>
        <w:t>.</w:t>
      </w:r>
    </w:p>
    <w:p w14:paraId="23CD3C88" w14:textId="78CE31A8" w:rsidR="002C50B2" w:rsidRDefault="002C50B2" w:rsidP="002C50B2">
      <w:r>
        <w:t>— </w:t>
      </w:r>
      <w:r w:rsidR="00C77A4E" w:rsidRPr="00275B88">
        <w:t>Nous la réchaufferons de notre tendresse</w:t>
      </w:r>
      <w:r>
        <w:t xml:space="preserve">… </w:t>
      </w:r>
      <w:r w:rsidR="00C77A4E" w:rsidRPr="00275B88">
        <w:t xml:space="preserve">minauda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en rendant avec usure à son mari le baiser qui avait mis le point final à cette querelle plutôt mouvementée</w:t>
      </w:r>
      <w:r>
        <w:t>.</w:t>
      </w:r>
    </w:p>
    <w:p w14:paraId="706DB580" w14:textId="0997E8DE" w:rsidR="002C50B2" w:rsidRDefault="002C50B2" w:rsidP="002C50B2"/>
    <w:p w14:paraId="44FFAB3F" w14:textId="77777777" w:rsidR="002C50B2" w:rsidRDefault="00C77A4E" w:rsidP="002C50B2">
      <w:r w:rsidRPr="00275B88">
        <w:t>Le lendemain</w:t>
      </w:r>
      <w:r w:rsidR="002C50B2">
        <w:t xml:space="preserve">, </w:t>
      </w:r>
      <w:r w:rsidRPr="00275B88">
        <w:t>dès la première heure</w:t>
      </w:r>
      <w:r w:rsidR="002C50B2">
        <w:t xml:space="preserve">, </w:t>
      </w:r>
      <w:r w:rsidRPr="00275B88">
        <w:t>le baron et la baronne Papillon partaient en auto pour leur château de Courteuil</w:t>
      </w:r>
      <w:r w:rsidR="002C50B2">
        <w:t>…</w:t>
      </w:r>
    </w:p>
    <w:p w14:paraId="458A271C" w14:textId="77777777" w:rsidR="002C50B2" w:rsidRDefault="00C77A4E" w:rsidP="002C50B2">
      <w:r w:rsidRPr="00275B88">
        <w:t>Qu</w:t>
      </w:r>
      <w:r w:rsidR="002C50B2">
        <w:t>’</w:t>
      </w:r>
      <w:r w:rsidRPr="00275B88">
        <w:t>allaient</w:t>
      </w:r>
      <w:r>
        <w:t>-</w:t>
      </w:r>
      <w:r w:rsidRPr="00275B88">
        <w:t>ils y rencontrer</w:t>
      </w:r>
      <w:r w:rsidR="002C50B2">
        <w:t> ?</w:t>
      </w:r>
    </w:p>
    <w:p w14:paraId="218385C7" w14:textId="64BF793F" w:rsidR="00C77A4E" w:rsidRPr="00F745DC" w:rsidRDefault="00C77A4E" w:rsidP="002C50B2">
      <w:pPr>
        <w:pStyle w:val="Titre2"/>
      </w:pPr>
      <w:bookmarkStart w:id="102" w:name="_Toc145914656"/>
      <w:bookmarkStart w:id="103" w:name="_Toc203477093"/>
      <w:r w:rsidRPr="00F745DC">
        <w:lastRenderedPageBreak/>
        <w:t>VII</w:t>
      </w:r>
      <w:bookmarkEnd w:id="102"/>
      <w:r w:rsidRPr="00F745DC">
        <w:br/>
      </w:r>
      <w:r w:rsidRPr="00F745DC">
        <w:br/>
      </w:r>
      <w:bookmarkStart w:id="104" w:name="_Toc145914657"/>
      <w:r w:rsidRPr="00F745DC">
        <w:t>OÙ SIMONE DESROCHE</w:t>
      </w:r>
      <w:r w:rsidR="006929A0">
        <w:t>S</w:t>
      </w:r>
      <w:r w:rsidRPr="00F745DC">
        <w:t xml:space="preserve"> CROIT TRIOMPHER</w:t>
      </w:r>
      <w:r w:rsidR="002C50B2">
        <w:t xml:space="preserve">… </w:t>
      </w:r>
      <w:r w:rsidRPr="00F745DC">
        <w:t>MAIS</w:t>
      </w:r>
      <w:r w:rsidR="002C50B2">
        <w:t>…</w:t>
      </w:r>
      <w:bookmarkEnd w:id="103"/>
      <w:bookmarkEnd w:id="104"/>
      <w:r w:rsidR="002C50B2">
        <w:br/>
      </w:r>
    </w:p>
    <w:p w14:paraId="377FD81F" w14:textId="77777777" w:rsidR="002C50B2" w:rsidRDefault="00C77A4E" w:rsidP="002C50B2">
      <w:r w:rsidRPr="00275B88">
        <w:t>Tandis qu</w:t>
      </w:r>
      <w:r w:rsidR="002C50B2">
        <w:t>’</w:t>
      </w:r>
      <w:r w:rsidRPr="00275B88">
        <w:t>à petite allure la limousine des Papillon roulait vers Courteuil</w:t>
      </w:r>
      <w:r w:rsidR="002C50B2">
        <w:t xml:space="preserve">, </w:t>
      </w:r>
      <w:r w:rsidRPr="00275B88">
        <w:t>le bossu et Maurice de Thouars</w:t>
      </w:r>
      <w:r w:rsidR="002C50B2">
        <w:t xml:space="preserve">, </w:t>
      </w:r>
      <w:r w:rsidRPr="00275B88">
        <w:t>toujours dans son costume d</w:t>
      </w:r>
      <w:r w:rsidR="002C50B2">
        <w:t>’</w:t>
      </w:r>
      <w:r w:rsidRPr="00275B88">
        <w:t>aviateur</w:t>
      </w:r>
      <w:r w:rsidR="002C50B2">
        <w:t xml:space="preserve">, </w:t>
      </w:r>
      <w:r w:rsidRPr="00275B88">
        <w:t>se préparaient</w:t>
      </w:r>
      <w:r w:rsidR="002C50B2">
        <w:t xml:space="preserve">, </w:t>
      </w:r>
      <w:r w:rsidRPr="00275B88">
        <w:t>dans l</w:t>
      </w:r>
      <w:r w:rsidR="002C50B2">
        <w:t>’</w:t>
      </w:r>
      <w:r w:rsidRPr="00275B88">
        <w:t>ancienne prison du château muée en laboratoire</w:t>
      </w:r>
      <w:r w:rsidR="002C50B2">
        <w:t xml:space="preserve">, </w:t>
      </w:r>
      <w:r w:rsidRPr="00275B88">
        <w:t>à transformer en lingots d</w:t>
      </w:r>
      <w:r w:rsidR="002C50B2">
        <w:t>’</w:t>
      </w:r>
      <w:r w:rsidRPr="00275B88">
        <w:t>or le trésor des Valois</w:t>
      </w:r>
      <w:r w:rsidR="002C50B2">
        <w:t>.</w:t>
      </w:r>
    </w:p>
    <w:p w14:paraId="243BBED2" w14:textId="77777777" w:rsidR="002C50B2" w:rsidRDefault="00C77A4E" w:rsidP="002C50B2">
      <w:r w:rsidRPr="00275B88">
        <w:t>Après avoir ouvert le coffre</w:t>
      </w:r>
      <w:r w:rsidR="002C50B2">
        <w:t xml:space="preserve">, </w:t>
      </w:r>
      <w:r w:rsidRPr="00275B88">
        <w:t>tandis que le comte Maurice rangeait sur la table les piles d</w:t>
      </w:r>
      <w:r w:rsidR="002C50B2">
        <w:t>’</w:t>
      </w:r>
      <w:r w:rsidRPr="00275B88">
        <w:t>écus d</w:t>
      </w:r>
      <w:r w:rsidR="002C50B2">
        <w:t>’</w:t>
      </w:r>
      <w:r w:rsidRPr="00275B88">
        <w:t>or frappés à l</w:t>
      </w:r>
      <w:r w:rsidR="002C50B2">
        <w:t>’</w:t>
      </w:r>
      <w:r w:rsidRPr="00275B88">
        <w:t xml:space="preserve">effigie du roi </w:t>
      </w:r>
      <w:r w:rsidR="002C50B2" w:rsidRPr="00275B88">
        <w:t>Henri</w:t>
      </w:r>
      <w:r w:rsidR="002C50B2">
        <w:t> </w:t>
      </w:r>
      <w:r w:rsidR="002C50B2" w:rsidRPr="00275B88">
        <w:t>III</w:t>
      </w:r>
      <w:r w:rsidR="002C50B2">
        <w:t xml:space="preserve">, </w:t>
      </w:r>
      <w:proofErr w:type="spellStart"/>
      <w:r w:rsidRPr="00275B88">
        <w:t>Lüchner</w:t>
      </w:r>
      <w:proofErr w:type="spellEnd"/>
      <w:r w:rsidR="002C50B2">
        <w:t xml:space="preserve">, </w:t>
      </w:r>
      <w:r w:rsidRPr="00275B88">
        <w:t>à l</w:t>
      </w:r>
      <w:r w:rsidR="002C50B2">
        <w:t>’</w:t>
      </w:r>
      <w:r w:rsidRPr="00275B88">
        <w:t>aide d</w:t>
      </w:r>
      <w:r w:rsidR="002C50B2">
        <w:t>’</w:t>
      </w:r>
      <w:r w:rsidRPr="00275B88">
        <w:t>une pince de bijoutier</w:t>
      </w:r>
      <w:r w:rsidR="002C50B2">
        <w:t xml:space="preserve">, </w:t>
      </w:r>
      <w:r w:rsidRPr="00275B88">
        <w:t>commençait à dessertir les diamants et pierres précieuses qui enrichissaient le diadème de Catherine de Médicis</w:t>
      </w:r>
      <w:r w:rsidR="002C50B2">
        <w:t>.</w:t>
      </w:r>
    </w:p>
    <w:p w14:paraId="5AFF2444" w14:textId="77777777" w:rsidR="002C50B2" w:rsidRDefault="00C77A4E" w:rsidP="002C50B2">
      <w:r w:rsidRPr="00275B88">
        <w:t>Maurice de Thouars lui demandait</w:t>
      </w:r>
      <w:r w:rsidR="002C50B2">
        <w:t> :</w:t>
      </w:r>
    </w:p>
    <w:p w14:paraId="0E055C94" w14:textId="77777777" w:rsidR="002C50B2" w:rsidRDefault="002C50B2" w:rsidP="002C50B2">
      <w:r>
        <w:t>— </w:t>
      </w:r>
      <w:r w:rsidR="00C77A4E" w:rsidRPr="00275B88">
        <w:t>À combien évaluez</w:t>
      </w:r>
      <w:r w:rsidR="00C77A4E">
        <w:t>-</w:t>
      </w:r>
      <w:r w:rsidR="00C77A4E" w:rsidRPr="00275B88">
        <w:t>vous le montant du trésor</w:t>
      </w:r>
      <w:r>
        <w:t> ?</w:t>
      </w:r>
    </w:p>
    <w:p w14:paraId="41E9B6EF" w14:textId="77777777" w:rsidR="002C50B2" w:rsidRDefault="00C77A4E" w:rsidP="002C50B2">
      <w:r w:rsidRPr="00275B88">
        <w:t>Sans hésiter</w:t>
      </w:r>
      <w:r w:rsidR="002C50B2">
        <w:t xml:space="preserve">, </w:t>
      </w:r>
      <w:r w:rsidRPr="00275B88">
        <w:t>le secrétaire de Papillon répliquait</w:t>
      </w:r>
      <w:r w:rsidR="002C50B2">
        <w:t> :</w:t>
      </w:r>
    </w:p>
    <w:p w14:paraId="4A137D42" w14:textId="77777777" w:rsidR="002C50B2" w:rsidRDefault="002C50B2" w:rsidP="002C50B2">
      <w:r>
        <w:t>— </w:t>
      </w:r>
      <w:r w:rsidR="00C77A4E" w:rsidRPr="00275B88">
        <w:t>À cinquante millions environ</w:t>
      </w:r>
      <w:r>
        <w:t xml:space="preserve">… </w:t>
      </w:r>
      <w:r w:rsidR="00C77A4E" w:rsidRPr="00275B88">
        <w:t>En effet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il représente une quantité d</w:t>
      </w:r>
      <w:r>
        <w:t>’</w:t>
      </w:r>
      <w:r w:rsidR="00C77A4E" w:rsidRPr="00275B88">
        <w:t>or relativement peu considérable</w:t>
      </w:r>
      <w:r>
        <w:t xml:space="preserve">, </w:t>
      </w:r>
      <w:r w:rsidR="00C77A4E" w:rsidRPr="00275B88">
        <w:t>il renferme des pierres précieuses</w:t>
      </w:r>
      <w:r>
        <w:t xml:space="preserve">, </w:t>
      </w:r>
      <w:r w:rsidR="00C77A4E" w:rsidRPr="00275B88">
        <w:t>et notamment plusieurs diamants</w:t>
      </w:r>
      <w:r>
        <w:t xml:space="preserve">, </w:t>
      </w:r>
      <w:r w:rsidR="00C77A4E" w:rsidRPr="00275B88">
        <w:t>moins gros peut</w:t>
      </w:r>
      <w:r w:rsidR="00C77A4E">
        <w:t>-</w:t>
      </w:r>
      <w:r w:rsidR="00C77A4E" w:rsidRPr="00275B88">
        <w:t>être</w:t>
      </w:r>
      <w:r>
        <w:t xml:space="preserve">, </w:t>
      </w:r>
      <w:r w:rsidR="00C77A4E" w:rsidRPr="00275B88">
        <w:t>mais beaucoup plus purs que le fameux Régent</w:t>
      </w:r>
      <w:r>
        <w:t>.</w:t>
      </w:r>
    </w:p>
    <w:p w14:paraId="22F32783" w14:textId="77777777" w:rsidR="002C50B2" w:rsidRDefault="002C50B2" w:rsidP="002C50B2">
      <w:r>
        <w:t>— </w:t>
      </w:r>
      <w:r w:rsidR="00C77A4E" w:rsidRPr="00275B88">
        <w:t>Dites</w:t>
      </w:r>
      <w:r w:rsidR="00C77A4E">
        <w:t>-</w:t>
      </w:r>
      <w:r w:rsidR="00C77A4E" w:rsidRPr="00275B88">
        <w:t>moi</w:t>
      </w:r>
      <w:r>
        <w:t xml:space="preserve">… </w:t>
      </w:r>
      <w:r w:rsidR="00C77A4E" w:rsidRPr="00275B88">
        <w:t>ne sera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il pas très difficile de les écouler</w:t>
      </w:r>
      <w:r>
        <w:t> ?</w:t>
      </w:r>
    </w:p>
    <w:p w14:paraId="53A1B57F" w14:textId="77777777" w:rsidR="002C50B2" w:rsidRDefault="002C50B2" w:rsidP="002C50B2">
      <w:r>
        <w:lastRenderedPageBreak/>
        <w:t>— </w:t>
      </w:r>
      <w:r w:rsidR="00C77A4E" w:rsidRPr="00275B88">
        <w:t>Détrompez</w:t>
      </w:r>
      <w:r w:rsidR="00C77A4E">
        <w:t>-</w:t>
      </w:r>
      <w:r w:rsidR="00C77A4E" w:rsidRPr="00275B88">
        <w:t>vous</w:t>
      </w:r>
      <w:r>
        <w:t xml:space="preserve">, </w:t>
      </w:r>
      <w:r w:rsidR="00C77A4E" w:rsidRPr="00275B88">
        <w:t>affirmait le bossu</w:t>
      </w:r>
      <w:r>
        <w:t xml:space="preserve">. </w:t>
      </w:r>
      <w:r w:rsidR="00C77A4E" w:rsidRPr="00275B88">
        <w:t>Toutes les précautions ont été prises</w:t>
      </w:r>
      <w:r>
        <w:t xml:space="preserve">, </w:t>
      </w:r>
      <w:r w:rsidR="00C77A4E" w:rsidRPr="00275B88">
        <w:t>et je me suis déjà entendu avec un diamantaire d</w:t>
      </w:r>
      <w:r>
        <w:t>’</w:t>
      </w:r>
      <w:r w:rsidR="00C77A4E" w:rsidRPr="00275B88">
        <w:t>Amsterdam qui se charge de tout réaliser en six semaines</w:t>
      </w:r>
      <w:r>
        <w:t>.</w:t>
      </w:r>
    </w:p>
    <w:p w14:paraId="4B7CC332" w14:textId="77777777" w:rsidR="002C50B2" w:rsidRDefault="00C77A4E" w:rsidP="002C50B2">
      <w:r w:rsidRPr="00275B88">
        <w:t>Tout en continuant son délicat travail</w:t>
      </w:r>
      <w:r w:rsidR="002C50B2">
        <w:t xml:space="preserve">, </w:t>
      </w:r>
      <w:proofErr w:type="spellStart"/>
      <w:r w:rsidRPr="00275B88">
        <w:t>Lüchner</w:t>
      </w:r>
      <w:proofErr w:type="spellEnd"/>
      <w:r w:rsidRPr="00275B88">
        <w:t xml:space="preserve"> ajouta</w:t>
      </w:r>
      <w:r w:rsidR="002C50B2">
        <w:t> :</w:t>
      </w:r>
    </w:p>
    <w:p w14:paraId="54618B8D" w14:textId="036F95BF" w:rsidR="002C50B2" w:rsidRDefault="002C50B2" w:rsidP="002C50B2">
      <w:r>
        <w:t>— 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 vous</w:t>
      </w:r>
      <w:r w:rsidR="00C77A4E">
        <w:t xml:space="preserve"> </w:t>
      </w:r>
      <w:r w:rsidR="00C77A4E" w:rsidRPr="00275B88">
        <w:t>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 parlé des conditions dans lesquelles nous devons partager le trésor</w:t>
      </w:r>
      <w:r>
        <w:t> ?</w:t>
      </w:r>
    </w:p>
    <w:p w14:paraId="7D45ADCE" w14:textId="77777777" w:rsidR="002C50B2" w:rsidRDefault="002C50B2" w:rsidP="002C50B2">
      <w:r>
        <w:t>— </w:t>
      </w:r>
      <w:r w:rsidR="00C77A4E" w:rsidRPr="00275B88">
        <w:t>Non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une question que je n</w:t>
      </w:r>
      <w:r>
        <w:t>’</w:t>
      </w:r>
      <w:r w:rsidR="00C77A4E" w:rsidRPr="00275B88">
        <w:t>ai pas voulu aborder avec elle</w:t>
      </w:r>
      <w:r>
        <w:t>.</w:t>
      </w:r>
    </w:p>
    <w:p w14:paraId="5C862961" w14:textId="3BB05081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voici</w:t>
      </w:r>
      <w:r>
        <w:t xml:space="preserve">… </w:t>
      </w:r>
      <w:r w:rsidR="00C77A4E" w:rsidRPr="00275B88">
        <w:t>Elle touche cinquante pour cent</w:t>
      </w:r>
      <w:r>
        <w:t>… 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Bergen vingt</w:t>
      </w:r>
      <w:r>
        <w:t xml:space="preserve"> ; </w:t>
      </w:r>
      <w:r w:rsidR="00C77A4E" w:rsidRPr="00275B88">
        <w:t>moi vingt</w:t>
      </w:r>
      <w:r>
        <w:t xml:space="preserve">… </w:t>
      </w:r>
      <w:r w:rsidR="00C77A4E" w:rsidRPr="00275B88">
        <w:t>et Jack Teddy</w:t>
      </w:r>
      <w:r>
        <w:t>…</w:t>
      </w:r>
    </w:p>
    <w:p w14:paraId="4E4CED8E" w14:textId="77777777" w:rsidR="002C50B2" w:rsidRDefault="002C50B2" w:rsidP="002C50B2">
      <w:r>
        <w:t>— </w:t>
      </w:r>
      <w:r w:rsidR="00C77A4E" w:rsidRPr="00275B88">
        <w:t>Jack Teddy</w:t>
      </w:r>
      <w:r>
        <w:t> ?</w:t>
      </w:r>
    </w:p>
    <w:p w14:paraId="22DBD5D6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homme à la salopette</w:t>
      </w:r>
      <w:r>
        <w:t xml:space="preserve">… </w:t>
      </w:r>
      <w:r w:rsidR="00C77A4E" w:rsidRPr="00275B88">
        <w:t>dix pour cent</w:t>
      </w:r>
      <w:r>
        <w:t>…</w:t>
      </w:r>
    </w:p>
    <w:p w14:paraId="38A25F4A" w14:textId="77777777" w:rsidR="002C50B2" w:rsidRDefault="002C50B2" w:rsidP="002C50B2">
      <w:r>
        <w:t>— </w:t>
      </w:r>
      <w:r w:rsidR="00C77A4E" w:rsidRPr="00275B88">
        <w:t>Cela me semble très bien ainsi</w:t>
      </w:r>
      <w:r>
        <w:t>.</w:t>
      </w:r>
    </w:p>
    <w:p w14:paraId="361DB448" w14:textId="77777777" w:rsidR="002C50B2" w:rsidRDefault="002C50B2" w:rsidP="002C50B2">
      <w:r>
        <w:t>— </w:t>
      </w:r>
      <w:r w:rsidR="00C77A4E" w:rsidRPr="00275B88">
        <w:t>En effet</w:t>
      </w:r>
      <w:r>
        <w:t xml:space="preserve">… </w:t>
      </w:r>
      <w:r w:rsidR="00C77A4E" w:rsidRPr="00275B88">
        <w:t>déclarait le bossu</w:t>
      </w:r>
      <w:r>
        <w:t>.</w:t>
      </w:r>
    </w:p>
    <w:p w14:paraId="29ADB047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avec un sourire teinté d</w:t>
      </w:r>
      <w:r w:rsidR="002C50B2">
        <w:t>’</w:t>
      </w:r>
      <w:r w:rsidRPr="00275B88">
        <w:t>ironie</w:t>
      </w:r>
      <w:r w:rsidR="002C50B2">
        <w:t xml:space="preserve">, </w:t>
      </w:r>
      <w:r w:rsidRPr="00275B88">
        <w:t>il fit</w:t>
      </w:r>
      <w:r w:rsidR="002C50B2">
        <w:t> :</w:t>
      </w:r>
    </w:p>
    <w:p w14:paraId="33D56E29" w14:textId="77777777" w:rsidR="002C50B2" w:rsidRDefault="002C50B2" w:rsidP="002C50B2">
      <w:r>
        <w:t>— </w:t>
      </w:r>
      <w:r w:rsidR="00C77A4E" w:rsidRPr="00275B88">
        <w:t>Ce qui m</w:t>
      </w:r>
      <w:r>
        <w:t>’</w:t>
      </w:r>
      <w:r w:rsidR="00C77A4E" w:rsidRPr="00275B88">
        <w:t>étonne</w:t>
      </w:r>
      <w:r>
        <w:t xml:space="preserve">, </w:t>
      </w:r>
      <w:r w:rsidR="00C77A4E" w:rsidRPr="00275B88">
        <w:t>je ne vous le cache pas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de ne pas vous voir figurer dans la répartition</w:t>
      </w:r>
      <w:r>
        <w:t>.</w:t>
      </w:r>
    </w:p>
    <w:p w14:paraId="1AAC150A" w14:textId="5DE35D0A" w:rsidR="002C50B2" w:rsidRDefault="002C50B2" w:rsidP="002C50B2">
      <w:r>
        <w:t>« </w:t>
      </w:r>
      <w:r w:rsidR="00C77A4E" w:rsidRPr="00275B88">
        <w:t>Voulez</w:t>
      </w:r>
      <w:r w:rsidR="00C77A4E">
        <w:t>-</w:t>
      </w:r>
      <w:r w:rsidR="00C77A4E" w:rsidRPr="00275B88">
        <w:t>vous que j</w:t>
      </w:r>
      <w:r>
        <w:t>’</w:t>
      </w:r>
      <w:r w:rsidR="00C77A4E" w:rsidRPr="00275B88">
        <w:t xml:space="preserve">en touche deux mots à </w:t>
      </w:r>
      <w:r>
        <w:t>M</w:t>
      </w:r>
      <w:r w:rsidRPr="002C50B2">
        <w:rPr>
          <w:vertAlign w:val="superscript"/>
        </w:rPr>
        <w:t>lle</w:t>
      </w:r>
      <w:r>
        <w:t> </w:t>
      </w:r>
      <w:r w:rsidR="00C77A4E" w:rsidRPr="00275B88">
        <w:t>Desroches</w:t>
      </w:r>
      <w:r>
        <w:t> ?</w:t>
      </w:r>
    </w:p>
    <w:p w14:paraId="33D3378D" w14:textId="77777777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inutile</w:t>
      </w:r>
      <w:r>
        <w:t xml:space="preserve">, </w:t>
      </w:r>
      <w:r w:rsidR="00C77A4E" w:rsidRPr="00275B88">
        <w:t>puisque je vais l</w:t>
      </w:r>
      <w:r>
        <w:t>’</w:t>
      </w:r>
      <w:r w:rsidR="00C77A4E" w:rsidRPr="00275B88">
        <w:t>épouser</w:t>
      </w:r>
      <w:r>
        <w:t>.</w:t>
      </w:r>
    </w:p>
    <w:p w14:paraId="27F5B9B3" w14:textId="77777777" w:rsidR="002C50B2" w:rsidRDefault="002C50B2" w:rsidP="002C50B2">
      <w:r>
        <w:t>— </w:t>
      </w:r>
      <w:r w:rsidR="00C77A4E" w:rsidRPr="00275B88">
        <w:t>Toutes mes félicitations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le secrétaire du baron Papillon</w:t>
      </w:r>
      <w:r>
        <w:t xml:space="preserve">… </w:t>
      </w:r>
      <w:r w:rsidR="00C77A4E" w:rsidRPr="00275B88">
        <w:t>Vous n</w:t>
      </w:r>
      <w:r>
        <w:t>’</w:t>
      </w:r>
      <w:r w:rsidR="00C77A4E" w:rsidRPr="00275B88">
        <w:t>êtes pas à plaindre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vous qui êtes le plus favorisé et je vous souhaite bien du bonheur à tous les deux</w:t>
      </w:r>
      <w:r>
        <w:t>.</w:t>
      </w:r>
    </w:p>
    <w:p w14:paraId="2744D124" w14:textId="77777777" w:rsidR="002C50B2" w:rsidRDefault="002C50B2" w:rsidP="002C50B2">
      <w:r>
        <w:lastRenderedPageBreak/>
        <w:t>— </w:t>
      </w:r>
      <w:r w:rsidR="00C77A4E" w:rsidRPr="00275B88">
        <w:t>Je vous sais gré de vos vœux</w:t>
      </w:r>
      <w:r>
        <w:t xml:space="preserve">… </w:t>
      </w:r>
      <w:r w:rsidR="00C77A4E" w:rsidRPr="00275B88">
        <w:t xml:space="preserve">mon cher </w:t>
      </w:r>
      <w:proofErr w:type="spellStart"/>
      <w:r w:rsidR="00C77A4E" w:rsidRPr="00275B88">
        <w:t>Lüchner</w:t>
      </w:r>
      <w:proofErr w:type="spellEnd"/>
      <w:r>
        <w:t xml:space="preserve">… </w:t>
      </w:r>
      <w:r w:rsidR="00C77A4E" w:rsidRPr="00275B88">
        <w:t>fit tout à coup une voix qui résonna sous la voûte de la prison</w:t>
      </w:r>
      <w:r>
        <w:t>.</w:t>
      </w:r>
    </w:p>
    <w:p w14:paraId="34885404" w14:textId="77777777" w:rsidR="002C50B2" w:rsidRDefault="00C77A4E" w:rsidP="002C50B2">
      <w:r w:rsidRPr="00275B88">
        <w:t>C</w:t>
      </w:r>
      <w:r w:rsidR="002C50B2">
        <w:t>’</w:t>
      </w:r>
      <w:r w:rsidRPr="00275B88">
        <w:t>était Simone Desroches qui</w:t>
      </w:r>
      <w:r w:rsidR="002C50B2">
        <w:t xml:space="preserve">, </w:t>
      </w:r>
      <w:r w:rsidRPr="00275B88">
        <w:t>dans un élégant déshabillé du matin</w:t>
      </w:r>
      <w:r w:rsidR="002C50B2">
        <w:t xml:space="preserve">, </w:t>
      </w:r>
      <w:r w:rsidRPr="00275B88">
        <w:t>que la veille elle avait apporté en avion avec quelques menus bagages</w:t>
      </w:r>
      <w:r w:rsidR="002C50B2">
        <w:t xml:space="preserve">, </w:t>
      </w:r>
      <w:r w:rsidRPr="00275B88">
        <w:t>faisait son apparition dans la prison</w:t>
      </w:r>
      <w:r w:rsidR="002C50B2">
        <w:t>.</w:t>
      </w:r>
    </w:p>
    <w:p w14:paraId="7C4C2A3F" w14:textId="77777777" w:rsidR="002C50B2" w:rsidRDefault="00C77A4E" w:rsidP="002C50B2">
      <w:r w:rsidRPr="00275B88">
        <w:t>Jamais</w:t>
      </w:r>
      <w:r w:rsidR="002C50B2">
        <w:t xml:space="preserve">, </w:t>
      </w:r>
      <w:r w:rsidRPr="00275B88">
        <w:t>peut</w:t>
      </w:r>
      <w:r>
        <w:t>-</w:t>
      </w:r>
      <w:r w:rsidRPr="00275B88">
        <w:t>être</w:t>
      </w:r>
      <w:r w:rsidR="002C50B2">
        <w:t xml:space="preserve">, </w:t>
      </w:r>
      <w:r w:rsidRPr="00275B88">
        <w:t>elle n</w:t>
      </w:r>
      <w:r w:rsidR="002C50B2">
        <w:t>’</w:t>
      </w:r>
      <w:r w:rsidRPr="00275B88">
        <w:t>avait été aussi belle</w:t>
      </w:r>
      <w:r w:rsidR="002C50B2">
        <w:t xml:space="preserve">… </w:t>
      </w:r>
      <w:r w:rsidRPr="00275B88">
        <w:t>On eût dit l</w:t>
      </w:r>
      <w:r w:rsidR="002C50B2">
        <w:t>’</w:t>
      </w:r>
      <w:r w:rsidRPr="00275B88">
        <w:t>archange du mal</w:t>
      </w:r>
      <w:r w:rsidR="002C50B2">
        <w:t>.</w:t>
      </w:r>
    </w:p>
    <w:p w14:paraId="6EE65572" w14:textId="77777777" w:rsidR="002C50B2" w:rsidRDefault="00C77A4E" w:rsidP="002C50B2">
      <w:r w:rsidRPr="00275B88">
        <w:t>S</w:t>
      </w:r>
      <w:r w:rsidR="002C50B2">
        <w:t>’</w:t>
      </w:r>
      <w:r w:rsidRPr="00275B88">
        <w:t>approchant du bossu</w:t>
      </w:r>
      <w:r w:rsidR="002C50B2">
        <w:t xml:space="preserve">, </w:t>
      </w:r>
      <w:r w:rsidRPr="00275B88">
        <w:t>qui continuait sa besogne</w:t>
      </w:r>
      <w:r w:rsidR="002C50B2">
        <w:t xml:space="preserve">, </w:t>
      </w:r>
      <w:r w:rsidRPr="00275B88">
        <w:t>elle scanda</w:t>
      </w:r>
      <w:r w:rsidR="002C50B2">
        <w:t> :</w:t>
      </w:r>
    </w:p>
    <w:p w14:paraId="756E0CDE" w14:textId="77777777" w:rsidR="002C50B2" w:rsidRDefault="002C50B2" w:rsidP="002C50B2">
      <w:r>
        <w:t>— </w:t>
      </w:r>
      <w:r w:rsidR="00C77A4E" w:rsidRPr="00275B88">
        <w:t>Je vois que vous êtes très avancé</w:t>
      </w:r>
      <w:r>
        <w:t>.</w:t>
      </w:r>
    </w:p>
    <w:p w14:paraId="3B9A6815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emparant d</w:t>
      </w:r>
      <w:r w:rsidR="002C50B2">
        <w:t>’</w:t>
      </w:r>
      <w:r w:rsidRPr="00275B88">
        <w:t xml:space="preserve">un des diamants que </w:t>
      </w:r>
      <w:proofErr w:type="spellStart"/>
      <w:r w:rsidRPr="00275B88">
        <w:t>Lüchner</w:t>
      </w:r>
      <w:proofErr w:type="spellEnd"/>
      <w:r w:rsidRPr="00275B88">
        <w:t xml:space="preserve"> venait de dessertir</w:t>
      </w:r>
      <w:r w:rsidR="002C50B2">
        <w:t xml:space="preserve">, </w:t>
      </w:r>
      <w:r w:rsidRPr="00275B88">
        <w:t>elle l</w:t>
      </w:r>
      <w:r w:rsidR="002C50B2">
        <w:t>’</w:t>
      </w:r>
      <w:r w:rsidRPr="00275B88">
        <w:t>éleva entre ses doigts et le plaça bien dans la lumière que semait autour d</w:t>
      </w:r>
      <w:r w:rsidR="002C50B2">
        <w:t>’</w:t>
      </w:r>
      <w:r w:rsidRPr="00275B88">
        <w:t>elle une puissante lampe électrique</w:t>
      </w:r>
      <w:r w:rsidR="002C50B2">
        <w:t>.</w:t>
      </w:r>
    </w:p>
    <w:p w14:paraId="3381301F" w14:textId="77777777" w:rsidR="002C50B2" w:rsidRDefault="002C50B2" w:rsidP="002C50B2">
      <w:r>
        <w:t>— </w:t>
      </w:r>
      <w:r w:rsidR="00C77A4E" w:rsidRPr="00275B88">
        <w:t>Quelle merveille</w:t>
      </w:r>
      <w:r>
        <w:t xml:space="preserve"> ! </w:t>
      </w:r>
      <w:r w:rsidR="00C77A4E" w:rsidRPr="00275B88">
        <w:t>admira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 xml:space="preserve">… </w:t>
      </w:r>
      <w:r w:rsidR="00C77A4E" w:rsidRPr="00275B88">
        <w:t>Quels feux</w:t>
      </w:r>
      <w:r>
        <w:t xml:space="preserve"> ! </w:t>
      </w:r>
      <w:r w:rsidR="00C77A4E" w:rsidRPr="00275B88">
        <w:t>Je n</w:t>
      </w:r>
      <w:r>
        <w:t>’</w:t>
      </w:r>
      <w:r w:rsidR="00C77A4E" w:rsidRPr="00275B88">
        <w:t>ai jamais vu un diamant aussi splendide</w:t>
      </w:r>
      <w:r>
        <w:t>.</w:t>
      </w:r>
    </w:p>
    <w:p w14:paraId="25A99DB8" w14:textId="1E4F4FBB" w:rsidR="002C50B2" w:rsidRDefault="002C50B2" w:rsidP="002C50B2">
      <w:r>
        <w:t>— </w:t>
      </w:r>
      <w:r w:rsidR="00C77A4E" w:rsidRPr="00275B88">
        <w:t>Il y en a de plus beaux encore</w:t>
      </w:r>
      <w:r>
        <w:t xml:space="preserve">… </w:t>
      </w:r>
      <w:r w:rsidR="00C77A4E" w:rsidRPr="00275B88">
        <w:t xml:space="preserve">scandait </w:t>
      </w:r>
      <w:r>
        <w:t>M. de </w:t>
      </w:r>
      <w:r w:rsidR="00C77A4E" w:rsidRPr="00275B88">
        <w:t>Thouars</w:t>
      </w:r>
      <w:r>
        <w:t xml:space="preserve">… </w:t>
      </w:r>
      <w:r w:rsidR="00C77A4E" w:rsidRPr="00275B88">
        <w:t>Et ces rubis</w:t>
      </w:r>
      <w:r>
        <w:t xml:space="preserve">, </w:t>
      </w:r>
      <w:r w:rsidR="00C77A4E" w:rsidRPr="00275B88">
        <w:t>ces topazes</w:t>
      </w:r>
      <w:r>
        <w:t xml:space="preserve">, </w:t>
      </w:r>
      <w:r w:rsidR="00C77A4E" w:rsidRPr="00275B88">
        <w:t>ces émeraudes</w:t>
      </w:r>
      <w:r>
        <w:t> ?</w:t>
      </w:r>
    </w:p>
    <w:p w14:paraId="66191613" w14:textId="77777777" w:rsidR="002C50B2" w:rsidRDefault="00C77A4E" w:rsidP="002C50B2">
      <w:r w:rsidRPr="00275B88">
        <w:t>Simone plongea les mains dans ce véritable tas de pierreries</w:t>
      </w:r>
      <w:r w:rsidR="002C50B2">
        <w:t xml:space="preserve">, </w:t>
      </w:r>
      <w:r w:rsidRPr="00275B88">
        <w:t>que le comte Maurice avait amoncelées auprès des piles d</w:t>
      </w:r>
      <w:r w:rsidR="002C50B2">
        <w:t>’</w:t>
      </w:r>
      <w:r w:rsidRPr="00275B88">
        <w:t>écus</w:t>
      </w:r>
      <w:r w:rsidR="002C50B2">
        <w:t xml:space="preserve">… </w:t>
      </w:r>
      <w:r w:rsidRPr="00275B88">
        <w:t>et les fit ruisseler en une féerique cascade</w:t>
      </w:r>
      <w:r w:rsidR="002C50B2">
        <w:t>.</w:t>
      </w:r>
    </w:p>
    <w:p w14:paraId="5E1F3059" w14:textId="77777777" w:rsidR="002C50B2" w:rsidRDefault="002C50B2" w:rsidP="002C50B2">
      <w:r>
        <w:t>— </w:t>
      </w:r>
      <w:r w:rsidR="00C77A4E" w:rsidRPr="00275B88">
        <w:t>Quel dommage</w:t>
      </w:r>
      <w:r>
        <w:t xml:space="preserve"> ! </w:t>
      </w:r>
      <w:r w:rsidR="00C77A4E" w:rsidRPr="00275B88">
        <w:t>fit</w:t>
      </w:r>
      <w:r w:rsidR="00C77A4E">
        <w:t>-</w:t>
      </w:r>
      <w:r w:rsidR="00C77A4E" w:rsidRPr="00275B88">
        <w:t>elle</w:t>
      </w:r>
      <w:r>
        <w:t xml:space="preserve">, </w:t>
      </w:r>
      <w:r w:rsidR="00C77A4E" w:rsidRPr="00275B88">
        <w:t>que je ne puisse pas en garder quelques</w:t>
      </w:r>
      <w:r w:rsidR="00C77A4E">
        <w:t>-</w:t>
      </w:r>
      <w:r w:rsidR="00C77A4E" w:rsidRPr="00275B88">
        <w:t>unes</w:t>
      </w:r>
      <w:r>
        <w:t>.</w:t>
      </w:r>
    </w:p>
    <w:p w14:paraId="15EDEF47" w14:textId="77777777" w:rsidR="002C50B2" w:rsidRDefault="00C77A4E" w:rsidP="002C50B2">
      <w:r w:rsidRPr="00275B88">
        <w:t>Mais ses instincts de bête de proie l</w:t>
      </w:r>
      <w:r w:rsidR="002C50B2">
        <w:t>’</w:t>
      </w:r>
      <w:r w:rsidRPr="00275B88">
        <w:t>emportèrent aussitôt sur ses désirs de femme coquette</w:t>
      </w:r>
      <w:r w:rsidR="002C50B2">
        <w:t xml:space="preserve">. </w:t>
      </w:r>
      <w:r w:rsidRPr="00275B88">
        <w:t>D</w:t>
      </w:r>
      <w:r w:rsidR="002C50B2">
        <w:t>’</w:t>
      </w:r>
      <w:r w:rsidRPr="00275B88">
        <w:t>un ton âpre</w:t>
      </w:r>
      <w:r w:rsidR="002C50B2">
        <w:t xml:space="preserve">, </w:t>
      </w:r>
      <w:r w:rsidRPr="00275B88">
        <w:t>elle martela</w:t>
      </w:r>
      <w:r w:rsidR="002C50B2">
        <w:t> :</w:t>
      </w:r>
    </w:p>
    <w:p w14:paraId="1C326591" w14:textId="77777777" w:rsidR="002C50B2" w:rsidRDefault="002C50B2" w:rsidP="002C50B2">
      <w:r>
        <w:lastRenderedPageBreak/>
        <w:t>— </w:t>
      </w:r>
      <w:r w:rsidR="00C77A4E" w:rsidRPr="00275B88">
        <w:t>Mieux vaut tout liquider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plus prudent</w:t>
      </w:r>
      <w:r>
        <w:t xml:space="preserve">, </w:t>
      </w:r>
      <w:r w:rsidR="00C77A4E" w:rsidRPr="00275B88">
        <w:t>plus sûr et plus profitable</w:t>
      </w:r>
      <w:r>
        <w:t>.</w:t>
      </w:r>
    </w:p>
    <w:p w14:paraId="4A047F0F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jetant un coup d</w:t>
      </w:r>
      <w:r w:rsidR="002C50B2">
        <w:t>’</w:t>
      </w:r>
      <w:r w:rsidRPr="00275B88">
        <w:t>œil circulaire sur le trésor dispersé et étalé sur l</w:t>
      </w:r>
      <w:r w:rsidR="002C50B2">
        <w:t>’</w:t>
      </w:r>
      <w:r w:rsidRPr="00275B88">
        <w:t>établi</w:t>
      </w:r>
      <w:r w:rsidR="002C50B2">
        <w:t xml:space="preserve">, </w:t>
      </w:r>
      <w:r w:rsidRPr="00275B88">
        <w:t>elle fit</w:t>
      </w:r>
      <w:r w:rsidR="002C50B2">
        <w:t> :</w:t>
      </w:r>
    </w:p>
    <w:p w14:paraId="5D5B3724" w14:textId="77777777" w:rsidR="002C50B2" w:rsidRDefault="002C50B2" w:rsidP="002C50B2">
      <w:r>
        <w:t>— </w:t>
      </w:r>
      <w:proofErr w:type="spellStart"/>
      <w:r w:rsidR="00C77A4E" w:rsidRPr="00275B88">
        <w:t>Lüchner</w:t>
      </w:r>
      <w:proofErr w:type="spellEnd"/>
      <w:r>
        <w:t xml:space="preserve">, </w:t>
      </w:r>
      <w:r w:rsidR="00C77A4E" w:rsidRPr="00275B88">
        <w:t>j</w:t>
      </w:r>
      <w:r>
        <w:t>’</w:t>
      </w:r>
      <w:r w:rsidR="00C77A4E" w:rsidRPr="00275B88">
        <w:t>estime que votre estimation n</w:t>
      </w:r>
      <w:r>
        <w:t>’</w:t>
      </w:r>
      <w:r w:rsidR="00C77A4E" w:rsidRPr="00275B88">
        <w:t>est pas suffisante</w:t>
      </w:r>
      <w:r>
        <w:t>.</w:t>
      </w:r>
    </w:p>
    <w:p w14:paraId="5406F4FD" w14:textId="77777777" w:rsidR="002C50B2" w:rsidRDefault="002C50B2" w:rsidP="002C50B2">
      <w:r>
        <w:t>— </w:t>
      </w:r>
      <w:r w:rsidR="00C77A4E" w:rsidRPr="00275B88">
        <w:t>Je commence à le croire aussi</w:t>
      </w:r>
      <w:r>
        <w:t xml:space="preserve">, </w:t>
      </w:r>
      <w:r w:rsidR="00C77A4E" w:rsidRPr="00275B88">
        <w:t>appuya le bossu</w:t>
      </w:r>
      <w:r>
        <w:t>.</w:t>
      </w:r>
    </w:p>
    <w:p w14:paraId="2FD7E363" w14:textId="77777777" w:rsidR="002C50B2" w:rsidRDefault="00C77A4E" w:rsidP="002C50B2">
      <w:r w:rsidRPr="00275B88">
        <w:t>Et il grommela entre ses dents</w:t>
      </w:r>
      <w:r w:rsidR="002C50B2">
        <w:t> :</w:t>
      </w:r>
    </w:p>
    <w:p w14:paraId="5BBD7303" w14:textId="77777777" w:rsidR="002C50B2" w:rsidRDefault="002C50B2" w:rsidP="002C50B2">
      <w:r>
        <w:t>— </w:t>
      </w:r>
      <w:r w:rsidR="00C77A4E" w:rsidRPr="00275B88">
        <w:t>Pourvu que ce maudit Chantecoq</w:t>
      </w:r>
      <w:r>
        <w:t>…</w:t>
      </w:r>
    </w:p>
    <w:p w14:paraId="1E68BB4E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exclama Simone</w:t>
      </w:r>
      <w:r>
        <w:t>…</w:t>
      </w:r>
    </w:p>
    <w:p w14:paraId="48740DB3" w14:textId="77777777" w:rsidR="002C50B2" w:rsidRDefault="00C77A4E" w:rsidP="002C50B2">
      <w:r w:rsidRPr="00275B88">
        <w:t>Puis elle reprit d</w:t>
      </w:r>
      <w:r w:rsidR="002C50B2">
        <w:t>’</w:t>
      </w:r>
      <w:r w:rsidRPr="00275B88">
        <w:t>une voix non plus harmonieuse</w:t>
      </w:r>
      <w:r w:rsidR="002C50B2">
        <w:t xml:space="preserve">, </w:t>
      </w:r>
      <w:r w:rsidRPr="00275B88">
        <w:t>mais sèche</w:t>
      </w:r>
      <w:r w:rsidR="002C50B2">
        <w:t xml:space="preserve">, </w:t>
      </w:r>
      <w:r w:rsidRPr="00275B88">
        <w:t>implacable</w:t>
      </w:r>
      <w:r w:rsidR="002C50B2">
        <w:t> :</w:t>
      </w:r>
    </w:p>
    <w:p w14:paraId="21E7AF87" w14:textId="77777777" w:rsidR="002C50B2" w:rsidRDefault="002C50B2" w:rsidP="002C50B2">
      <w:r>
        <w:t>— </w:t>
      </w:r>
      <w:r w:rsidR="00C77A4E" w:rsidRPr="00275B88">
        <w:t>Je vous avais annoncé</w:t>
      </w:r>
      <w:r>
        <w:t xml:space="preserve">, </w:t>
      </w:r>
      <w:r w:rsidR="00C77A4E" w:rsidRPr="00275B88">
        <w:t>hier soir</w:t>
      </w:r>
      <w:r>
        <w:t xml:space="preserve">, </w:t>
      </w:r>
      <w:r w:rsidR="00C77A4E" w:rsidRPr="00275B88">
        <w:t>que Belphégor n</w:t>
      </w:r>
      <w:r>
        <w:t>’</w:t>
      </w:r>
      <w:r w:rsidR="00C77A4E" w:rsidRPr="00275B88">
        <w:t>avait pas dit son dernier mot</w:t>
      </w:r>
      <w:r>
        <w:t>.</w:t>
      </w:r>
    </w:p>
    <w:p w14:paraId="16CE4E3F" w14:textId="77777777" w:rsidR="002C50B2" w:rsidRDefault="002C50B2" w:rsidP="002C50B2">
      <w:r>
        <w:t>— </w:t>
      </w:r>
      <w:r w:rsidR="00C77A4E" w:rsidRPr="00275B88">
        <w:t>Je me rappelle</w:t>
      </w:r>
      <w:r>
        <w:t xml:space="preserve">, </w:t>
      </w:r>
      <w:r w:rsidR="00C77A4E" w:rsidRPr="00275B88">
        <w:t>en effet</w:t>
      </w:r>
      <w:r>
        <w:t xml:space="preserve">… </w:t>
      </w:r>
      <w:r w:rsidR="00C77A4E" w:rsidRPr="00275B88">
        <w:t>ponctua Maurice de Thouars</w:t>
      </w:r>
      <w:r>
        <w:t>.</w:t>
      </w:r>
    </w:p>
    <w:p w14:paraId="29536251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Jack Teddy vient de me téléphoner du bureau de poste de Mantes qu</w:t>
      </w:r>
      <w:r>
        <w:t>’</w:t>
      </w:r>
      <w:r w:rsidR="00C77A4E" w:rsidRPr="00275B88">
        <w:t>il avait réussi à enlever la fille du détective et qu</w:t>
      </w:r>
      <w:r>
        <w:t>’</w:t>
      </w:r>
      <w:r w:rsidR="00C77A4E" w:rsidRPr="00275B88">
        <w:t>il serait ici avec elle dans une demi</w:t>
      </w:r>
      <w:r w:rsidR="00C77A4E">
        <w:t>-</w:t>
      </w:r>
      <w:r w:rsidR="00C77A4E" w:rsidRPr="00275B88">
        <w:t>heure</w:t>
      </w:r>
      <w:r>
        <w:t>.</w:t>
      </w:r>
    </w:p>
    <w:p w14:paraId="43C25478" w14:textId="77777777" w:rsidR="002C50B2" w:rsidRDefault="002C50B2" w:rsidP="002C50B2">
      <w:r>
        <w:t>— </w:t>
      </w:r>
      <w:r w:rsidR="00C77A4E" w:rsidRPr="00275B88">
        <w:t>Ça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le bouquet</w:t>
      </w:r>
      <w:r>
        <w:t xml:space="preserve"> ! </w:t>
      </w:r>
      <w:r w:rsidR="00C77A4E" w:rsidRPr="00275B88">
        <w:t xml:space="preserve">déclarait </w:t>
      </w:r>
      <w:proofErr w:type="spellStart"/>
      <w:r w:rsidR="00C77A4E" w:rsidRPr="00275B88">
        <w:t>Lüchner</w:t>
      </w:r>
      <w:proofErr w:type="spellEnd"/>
      <w:r w:rsidR="00C77A4E" w:rsidRPr="00275B88">
        <w:t xml:space="preserve"> avec une visible satisfaction</w:t>
      </w:r>
      <w:r>
        <w:t>.</w:t>
      </w:r>
    </w:p>
    <w:p w14:paraId="5F16D98C" w14:textId="77777777" w:rsidR="002C50B2" w:rsidRDefault="00C77A4E" w:rsidP="002C50B2">
      <w:r w:rsidRPr="00275B88">
        <w:t>Simone poursuivit</w:t>
      </w:r>
      <w:r w:rsidR="002C50B2">
        <w:t> :</w:t>
      </w:r>
    </w:p>
    <w:p w14:paraId="6E4D98D0" w14:textId="77777777" w:rsidR="002C50B2" w:rsidRDefault="002C50B2" w:rsidP="002C50B2">
      <w:r>
        <w:t>— </w:t>
      </w:r>
      <w:r w:rsidR="00C77A4E" w:rsidRPr="00275B88">
        <w:t>En admettant que Chantecoq découvre notre piste</w:t>
      </w:r>
      <w:r>
        <w:t xml:space="preserve">, </w:t>
      </w:r>
      <w:r w:rsidR="00C77A4E" w:rsidRPr="00275B88">
        <w:t>quand il saura que sa fille est entre nos mains</w:t>
      </w:r>
      <w:r>
        <w:t xml:space="preserve"> – </w:t>
      </w:r>
      <w:r w:rsidR="00C77A4E" w:rsidRPr="00275B88">
        <w:t>et il ne tardera pas à l</w:t>
      </w:r>
      <w:r>
        <w:t>’</w:t>
      </w:r>
      <w:r w:rsidR="00C77A4E" w:rsidRPr="00275B88">
        <w:t>apprendre</w:t>
      </w:r>
      <w:r>
        <w:t xml:space="preserve"> – </w:t>
      </w:r>
      <w:r w:rsidR="00C77A4E" w:rsidRPr="00275B88">
        <w:t xml:space="preserve">il se gardera bien de nous attaquer et </w:t>
      </w:r>
      <w:r w:rsidR="00C77A4E" w:rsidRPr="00275B88">
        <w:lastRenderedPageBreak/>
        <w:t>j</w:t>
      </w:r>
      <w:r>
        <w:t>’</w:t>
      </w:r>
      <w:r w:rsidR="00C77A4E" w:rsidRPr="00275B88">
        <w:t>aurai le temps de filer en avion avec nos lingots</w:t>
      </w:r>
      <w:r>
        <w:t xml:space="preserve">, </w:t>
      </w:r>
      <w:r w:rsidR="00C77A4E" w:rsidRPr="00275B88">
        <w:t>nos diamants</w:t>
      </w:r>
      <w:r>
        <w:t xml:space="preserve">, </w:t>
      </w:r>
      <w:r w:rsidR="00C77A4E" w:rsidRPr="00275B88">
        <w:t>nos pierreries</w:t>
      </w:r>
      <w:r>
        <w:t xml:space="preserve">, </w:t>
      </w:r>
      <w:r w:rsidR="00C77A4E" w:rsidRPr="00275B88">
        <w:t>et</w:t>
      </w:r>
      <w:r>
        <w:t xml:space="preserve">, </w:t>
      </w:r>
      <w:r w:rsidR="00C77A4E" w:rsidRPr="00275B88">
        <w:t>si besoin est</w:t>
      </w:r>
      <w:r>
        <w:t xml:space="preserve">, </w:t>
      </w:r>
      <w:r w:rsidR="00C77A4E" w:rsidRPr="00275B88">
        <w:t>avec la demoiselle</w:t>
      </w:r>
      <w:r>
        <w:t> !</w:t>
      </w:r>
    </w:p>
    <w:p w14:paraId="512FD0D1" w14:textId="50A2168C" w:rsidR="002C50B2" w:rsidRDefault="002C50B2" w:rsidP="002C50B2">
      <w:r>
        <w:t>— </w:t>
      </w:r>
      <w:r w:rsidR="00C77A4E" w:rsidRPr="00275B88">
        <w:t>C</w:t>
      </w:r>
      <w:r>
        <w:t>’</w:t>
      </w:r>
      <w:r w:rsidR="00C77A4E" w:rsidRPr="00275B88">
        <w:t>est tout simplement prodigieux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 xml:space="preserve">enthousiasmait </w:t>
      </w:r>
      <w:r>
        <w:t>M. de </w:t>
      </w:r>
      <w:r w:rsidR="00C77A4E" w:rsidRPr="00275B88">
        <w:t>Thouars</w:t>
      </w:r>
      <w:r>
        <w:t>.</w:t>
      </w:r>
    </w:p>
    <w:p w14:paraId="445BB83F" w14:textId="77777777" w:rsidR="002C50B2" w:rsidRDefault="00C77A4E" w:rsidP="002C50B2">
      <w:r w:rsidRPr="00275B88">
        <w:t>Le bossu</w:t>
      </w:r>
      <w:r w:rsidR="002C50B2">
        <w:t xml:space="preserve">, </w:t>
      </w:r>
      <w:r w:rsidRPr="00275B88">
        <w:t>qui avait fini de dessertir le diadème</w:t>
      </w:r>
      <w:r w:rsidR="002C50B2">
        <w:t xml:space="preserve">, </w:t>
      </w:r>
      <w:r w:rsidRPr="00275B88">
        <w:t>et avait soigneusement enveloppé les diamants dans du papier de soie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en fut vers les piles d</w:t>
      </w:r>
      <w:r w:rsidR="002C50B2">
        <w:t>’</w:t>
      </w:r>
      <w:r w:rsidRPr="00275B88">
        <w:t>écus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déposa sur le plateau en y joignant le diadème et plusieurs autres bijoux d</w:t>
      </w:r>
      <w:r w:rsidR="002C50B2">
        <w:t>’</w:t>
      </w:r>
      <w:r w:rsidRPr="00275B88">
        <w:t>un dessin magnifique</w:t>
      </w:r>
      <w:r w:rsidR="002C50B2">
        <w:t>.</w:t>
      </w:r>
    </w:p>
    <w:p w14:paraId="6A168264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se dirigeant vers le fourneau à haute tension</w:t>
      </w:r>
      <w:r w:rsidR="002C50B2">
        <w:t xml:space="preserve">, </w:t>
      </w:r>
      <w:r w:rsidRPr="00275B88">
        <w:t>il l</w:t>
      </w:r>
      <w:r w:rsidR="002C50B2">
        <w:t>’</w:t>
      </w:r>
      <w:r w:rsidRPr="00275B88">
        <w:t>ouvrit et y introduisit le plateau</w:t>
      </w:r>
      <w:r w:rsidR="002C50B2">
        <w:t xml:space="preserve">… </w:t>
      </w:r>
      <w:r w:rsidRPr="00275B88">
        <w:t>Après avoir refermé le four</w:t>
      </w:r>
      <w:r w:rsidR="002C50B2">
        <w:t xml:space="preserve">, </w:t>
      </w:r>
      <w:r w:rsidRPr="00275B88">
        <w:t>il fit manœuvrer une petite roue de cuivre</w:t>
      </w:r>
      <w:r w:rsidR="002C50B2">
        <w:t xml:space="preserve">… </w:t>
      </w:r>
      <w:r w:rsidRPr="00275B88">
        <w:t>Aussitôt</w:t>
      </w:r>
      <w:r w:rsidR="002C50B2">
        <w:t xml:space="preserve">, </w:t>
      </w:r>
      <w:r w:rsidRPr="00275B88">
        <w:t>les aiguilles d</w:t>
      </w:r>
      <w:r w:rsidR="002C50B2">
        <w:t>’</w:t>
      </w:r>
      <w:r w:rsidRPr="00275B88">
        <w:t>un manomètre se mirent à frétiller</w:t>
      </w:r>
      <w:r w:rsidR="002C50B2">
        <w:t>.</w:t>
      </w:r>
    </w:p>
    <w:p w14:paraId="7ED924EF" w14:textId="5F510FDD" w:rsidR="002C50B2" w:rsidRDefault="00C77A4E" w:rsidP="002C50B2">
      <w:r w:rsidRPr="00275B88">
        <w:t>Simone</w:t>
      </w:r>
      <w:r w:rsidR="002C50B2">
        <w:t xml:space="preserve">, </w:t>
      </w:r>
      <w:r w:rsidRPr="00275B88">
        <w:t>qui avait suivi l</w:t>
      </w:r>
      <w:r w:rsidR="002C50B2">
        <w:t>’</w:t>
      </w:r>
      <w:r w:rsidRPr="00275B88">
        <w:t>opération avec un visible intérêt</w:t>
      </w:r>
      <w:r w:rsidR="002C50B2">
        <w:t xml:space="preserve">, </w:t>
      </w:r>
      <w:r w:rsidRPr="00275B88">
        <w:t xml:space="preserve">se tourna vers </w:t>
      </w:r>
      <w:r w:rsidR="002C50B2">
        <w:t>M. de </w:t>
      </w:r>
      <w:r w:rsidRPr="00275B88">
        <w:t>Thouars et lui dit</w:t>
      </w:r>
      <w:r w:rsidR="002C50B2">
        <w:t> :</w:t>
      </w:r>
    </w:p>
    <w:p w14:paraId="7F42CAE4" w14:textId="77777777" w:rsidR="002C50B2" w:rsidRDefault="002C50B2" w:rsidP="002C50B2">
      <w:r>
        <w:t>— </w:t>
      </w:r>
      <w:r w:rsidR="00C77A4E" w:rsidRPr="00275B88">
        <w:t>Jack Teddy va bientôt arriver</w:t>
      </w:r>
      <w:r>
        <w:t xml:space="preserve">… </w:t>
      </w:r>
      <w:r w:rsidR="00C77A4E" w:rsidRPr="00275B88">
        <w:t>Allez le guetter</w:t>
      </w:r>
      <w:r>
        <w:t> !</w:t>
      </w:r>
    </w:p>
    <w:p w14:paraId="69621D77" w14:textId="77777777" w:rsidR="002C50B2" w:rsidRDefault="00C77A4E" w:rsidP="002C50B2">
      <w:r w:rsidRPr="00275B88">
        <w:t>Le comte Maurice s</w:t>
      </w:r>
      <w:r w:rsidR="002C50B2">
        <w:t>’</w:t>
      </w:r>
      <w:r w:rsidRPr="00275B88">
        <w:t>éloigna</w:t>
      </w:r>
      <w:r w:rsidR="002C50B2">
        <w:t>.</w:t>
      </w:r>
    </w:p>
    <w:p w14:paraId="570D94C4" w14:textId="42192EB6" w:rsidR="002C50B2" w:rsidRDefault="00C77A4E" w:rsidP="002C50B2">
      <w:r w:rsidRPr="00275B88">
        <w:t>Alors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approchant du bossu</w:t>
      </w:r>
      <w:r w:rsidR="002C50B2">
        <w:t xml:space="preserve">, </w:t>
      </w:r>
      <w:r w:rsidRPr="00275B88">
        <w:t>qui surveillait son tableau</w:t>
      </w:r>
      <w:r w:rsidR="002C50B2">
        <w:t xml:space="preserve">, </w:t>
      </w:r>
      <w:r w:rsidRPr="00275B88">
        <w:t>lui dit</w:t>
      </w:r>
      <w:r w:rsidR="002C50B2">
        <w:t> :</w:t>
      </w:r>
    </w:p>
    <w:p w14:paraId="0B15D1AB" w14:textId="77777777" w:rsidR="002C50B2" w:rsidRDefault="002C50B2" w:rsidP="002C50B2">
      <w:r>
        <w:t>— </w:t>
      </w:r>
      <w:r w:rsidR="00C77A4E" w:rsidRPr="00275B88">
        <w:t>Combien de temps pensez</w:t>
      </w:r>
      <w:r w:rsidR="00C77A4E">
        <w:t>-</w:t>
      </w:r>
      <w:r w:rsidR="00C77A4E" w:rsidRPr="00275B88">
        <w:t>vous que cela va durer</w:t>
      </w:r>
      <w:r>
        <w:t> ?</w:t>
      </w:r>
    </w:p>
    <w:p w14:paraId="69D81C55" w14:textId="77777777" w:rsidR="002C50B2" w:rsidRDefault="002C50B2" w:rsidP="002C50B2">
      <w:r>
        <w:t>— </w:t>
      </w:r>
      <w:r w:rsidR="00C77A4E" w:rsidRPr="00275B88">
        <w:t>Trois heures</w:t>
      </w:r>
      <w:r>
        <w:t xml:space="preserve">… </w:t>
      </w:r>
      <w:r w:rsidR="00C77A4E" w:rsidRPr="00275B88">
        <w:t>répondit le secrétaire de Papillon</w:t>
      </w:r>
      <w:r>
        <w:t xml:space="preserve">… </w:t>
      </w:r>
      <w:r w:rsidR="00C77A4E" w:rsidRPr="00275B88">
        <w:t>Il faut au moins deux heures pour que le métal commence à entrer en fusion</w:t>
      </w:r>
      <w:r>
        <w:t>.</w:t>
      </w:r>
    </w:p>
    <w:p w14:paraId="50BA9D56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ironisa Belphégor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le temps de griller quelques cigarettes</w:t>
      </w:r>
      <w:r>
        <w:t>.</w:t>
      </w:r>
    </w:p>
    <w:p w14:paraId="0D2895DD" w14:textId="22C3E87C" w:rsidR="002C50B2" w:rsidRDefault="002C50B2" w:rsidP="002C50B2"/>
    <w:p w14:paraId="1005AF64" w14:textId="77777777" w:rsidR="002C50B2" w:rsidRDefault="00C77A4E" w:rsidP="002C50B2">
      <w:r w:rsidRPr="00275B88">
        <w:lastRenderedPageBreak/>
        <w:t>Sur la route de Mantes à Dreux</w:t>
      </w:r>
      <w:r w:rsidR="002C50B2">
        <w:t xml:space="preserve">, </w:t>
      </w:r>
      <w:r w:rsidRPr="00275B88">
        <w:t>une puissante auto fermée filait à une vitesse de cent à l</w:t>
      </w:r>
      <w:r w:rsidR="002C50B2">
        <w:t>’</w:t>
      </w:r>
      <w:r w:rsidRPr="00275B88">
        <w:t>heure</w:t>
      </w:r>
      <w:r w:rsidR="002C50B2">
        <w:t>…</w:t>
      </w:r>
    </w:p>
    <w:p w14:paraId="69FA1231" w14:textId="77777777" w:rsidR="002C50B2" w:rsidRDefault="00C77A4E" w:rsidP="002C50B2">
      <w:r w:rsidRPr="00275B88">
        <w:t>L</w:t>
      </w:r>
      <w:r w:rsidR="002C50B2">
        <w:t>’</w:t>
      </w:r>
      <w:r w:rsidRPr="00275B88">
        <w:t>homme à la salopette</w:t>
      </w:r>
      <w:r w:rsidR="002C50B2">
        <w:t xml:space="preserve">, </w:t>
      </w:r>
      <w:r w:rsidRPr="00275B88">
        <w:t>revêtu de son costume de chauffeur</w:t>
      </w:r>
      <w:r w:rsidR="002C50B2">
        <w:t xml:space="preserve">, </w:t>
      </w:r>
      <w:r w:rsidRPr="00275B88">
        <w:t>sous lequel nous l</w:t>
      </w:r>
      <w:r w:rsidR="002C50B2">
        <w:t>’</w:t>
      </w:r>
      <w:r w:rsidRPr="00275B88">
        <w:t>avons vu pénétrer chez Chantecoq</w:t>
      </w:r>
      <w:r w:rsidR="002C50B2">
        <w:t xml:space="preserve">, </w:t>
      </w:r>
      <w:r w:rsidRPr="00275B88">
        <w:t>et auquel il avait ajouté une paire de lunettes noires</w:t>
      </w:r>
      <w:r w:rsidR="002C50B2">
        <w:t xml:space="preserve">, </w:t>
      </w:r>
      <w:r w:rsidRPr="00275B88">
        <w:t>se tenait au volant</w:t>
      </w:r>
      <w:r w:rsidR="002C50B2">
        <w:t>.</w:t>
      </w:r>
    </w:p>
    <w:p w14:paraId="37F25FBF" w14:textId="77777777" w:rsidR="002C50B2" w:rsidRDefault="00C77A4E" w:rsidP="002C50B2">
      <w:r w:rsidRPr="00275B88">
        <w:t>Après avoir dépassé plusieurs voitures</w:t>
      </w:r>
      <w:r w:rsidR="002C50B2">
        <w:t xml:space="preserve">, </w:t>
      </w:r>
      <w:r w:rsidRPr="00275B88">
        <w:t>et notamment la limousine du baron et de la baronne Papillon</w:t>
      </w:r>
      <w:r w:rsidR="002C50B2">
        <w:t xml:space="preserve">, </w:t>
      </w:r>
      <w:r w:rsidRPr="00275B88">
        <w:t>qu</w:t>
      </w:r>
      <w:r w:rsidR="002C50B2">
        <w:t>’</w:t>
      </w:r>
      <w:r w:rsidRPr="00275B88">
        <w:t>il n</w:t>
      </w:r>
      <w:r w:rsidR="002C50B2">
        <w:t>’</w:t>
      </w:r>
      <w:r w:rsidRPr="00275B88">
        <w:t>avait pas eu le temps de reconnaître</w:t>
      </w:r>
      <w:r w:rsidR="002C50B2">
        <w:t xml:space="preserve">, </w:t>
      </w:r>
      <w:r w:rsidRPr="00275B88">
        <w:t>il arrivait bientôt en vue du château de Courteuil</w:t>
      </w:r>
      <w:r w:rsidR="002C50B2">
        <w:t>.</w:t>
      </w:r>
    </w:p>
    <w:p w14:paraId="5BF43820" w14:textId="77777777" w:rsidR="002C50B2" w:rsidRDefault="00C77A4E" w:rsidP="002C50B2">
      <w:r w:rsidRPr="00275B88">
        <w:t>À l</w:t>
      </w:r>
      <w:r w:rsidR="002C50B2">
        <w:t>’</w:t>
      </w:r>
      <w:r w:rsidRPr="00275B88">
        <w:t>intérieur de la voiture</w:t>
      </w:r>
      <w:r w:rsidR="002C50B2">
        <w:t xml:space="preserve">, </w:t>
      </w:r>
      <w:r w:rsidRPr="00275B88">
        <w:t>Colette</w:t>
      </w:r>
      <w:r w:rsidR="002C50B2">
        <w:t xml:space="preserve">, </w:t>
      </w:r>
      <w:r w:rsidRPr="00275B88">
        <w:t>sans chapeau</w:t>
      </w:r>
      <w:r w:rsidR="002C50B2">
        <w:t xml:space="preserve">, </w:t>
      </w:r>
      <w:r w:rsidRPr="00275B88">
        <w:t>un manteau jeté sur ses épaules semblait plongée dans un profond sommeil</w:t>
      </w:r>
      <w:r w:rsidR="002C50B2">
        <w:t>…</w:t>
      </w:r>
    </w:p>
    <w:p w14:paraId="593437D9" w14:textId="77777777" w:rsidR="002C50B2" w:rsidRDefault="00C77A4E" w:rsidP="002C50B2">
      <w:r w:rsidRPr="00275B88">
        <w:t>Sans doute le complice de Belphégor lui avait</w:t>
      </w:r>
      <w:r>
        <w:t>-</w:t>
      </w:r>
      <w:r w:rsidRPr="00275B88">
        <w:t>il fait absorber un narcotique grâce auquel il allait pouvoir l</w:t>
      </w:r>
      <w:r w:rsidR="002C50B2">
        <w:t>’</w:t>
      </w:r>
      <w:r w:rsidRPr="00275B88">
        <w:t>emporter sans encombre jusqu</w:t>
      </w:r>
      <w:r w:rsidR="002C50B2">
        <w:t>’</w:t>
      </w:r>
      <w:r w:rsidRPr="00275B88">
        <w:t>à l</w:t>
      </w:r>
      <w:r w:rsidR="002C50B2">
        <w:t>’</w:t>
      </w:r>
      <w:r w:rsidRPr="00275B88">
        <w:t>endroit où Simone Desroches lui avait donné l</w:t>
      </w:r>
      <w:r w:rsidR="002C50B2">
        <w:t>’</w:t>
      </w:r>
      <w:r w:rsidRPr="00275B88">
        <w:t>ordre de la rejoindre</w:t>
      </w:r>
      <w:r w:rsidR="002C50B2">
        <w:t>…</w:t>
      </w:r>
    </w:p>
    <w:p w14:paraId="563B6CA3" w14:textId="77777777" w:rsidR="002C50B2" w:rsidRDefault="00C77A4E" w:rsidP="002C50B2">
      <w:r w:rsidRPr="00275B88">
        <w:t>En effet</w:t>
      </w:r>
      <w:r w:rsidR="002C50B2">
        <w:t xml:space="preserve">, </w:t>
      </w:r>
      <w:r w:rsidRPr="00275B88">
        <w:t>lorsque</w:t>
      </w:r>
      <w:r w:rsidR="002C50B2">
        <w:t xml:space="preserve">, </w:t>
      </w:r>
      <w:r w:rsidRPr="00275B88">
        <w:t>après avoir franchi la grille du château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auto s</w:t>
      </w:r>
      <w:r w:rsidR="002C50B2">
        <w:t>’</w:t>
      </w:r>
      <w:r w:rsidRPr="00275B88">
        <w:t>engagea dans la cour d</w:t>
      </w:r>
      <w:r w:rsidR="002C50B2">
        <w:t>’</w:t>
      </w:r>
      <w:r w:rsidRPr="00275B88">
        <w:t>honneur</w:t>
      </w:r>
      <w:r w:rsidR="002C50B2">
        <w:t xml:space="preserve">, </w:t>
      </w:r>
      <w:r w:rsidRPr="00275B88">
        <w:t>la jeune fille demeura immobile dans le fond de la voiture</w:t>
      </w:r>
      <w:r w:rsidR="002C50B2">
        <w:t xml:space="preserve">, </w:t>
      </w:r>
      <w:r w:rsidRPr="00275B88">
        <w:t>comme si elle avait été anéantie par son lourd et invincible sommeil</w:t>
      </w:r>
      <w:r w:rsidR="002C50B2">
        <w:t>.</w:t>
      </w:r>
    </w:p>
    <w:p w14:paraId="2ABD9CC6" w14:textId="2D0D3F25" w:rsidR="002C50B2" w:rsidRDefault="00C77A4E" w:rsidP="002C50B2">
      <w:r w:rsidRPr="00275B88">
        <w:t>L</w:t>
      </w:r>
      <w:r w:rsidR="002C50B2">
        <w:t>’</w:t>
      </w:r>
      <w:r w:rsidRPr="00275B88">
        <w:t>homme à la salopette sauta à terre et</w:t>
      </w:r>
      <w:r w:rsidR="002C50B2">
        <w:t xml:space="preserve">, </w:t>
      </w:r>
      <w:r w:rsidRPr="00275B88">
        <w:t xml:space="preserve">après avoir fait signe à </w:t>
      </w:r>
      <w:r w:rsidR="002C50B2">
        <w:t>M. de </w:t>
      </w:r>
      <w:r w:rsidRPr="00275B88">
        <w:t>Thouars qui s</w:t>
      </w:r>
      <w:r w:rsidR="002C50B2">
        <w:t>’</w:t>
      </w:r>
      <w:r w:rsidRPr="00275B88">
        <w:t>avançait vers lui de ne pas bouger et de garder le silence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en fut vers la portière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ouvrit</w:t>
      </w:r>
      <w:r w:rsidR="002C50B2">
        <w:t xml:space="preserve">, </w:t>
      </w:r>
      <w:r w:rsidRPr="00275B88">
        <w:t>et</w:t>
      </w:r>
      <w:r w:rsidR="002C50B2">
        <w:t xml:space="preserve">, </w:t>
      </w:r>
      <w:r w:rsidRPr="00275B88">
        <w:t>prenant dans sa poche un flacon qu</w:t>
      </w:r>
      <w:r w:rsidR="002C50B2">
        <w:t>’</w:t>
      </w:r>
      <w:r w:rsidRPr="00275B88">
        <w:t>il déboucha</w:t>
      </w:r>
      <w:r w:rsidR="002C50B2">
        <w:t xml:space="preserve">, </w:t>
      </w:r>
      <w:r w:rsidRPr="00275B88">
        <w:t>il le fit respirer à la jeune fille</w:t>
      </w:r>
      <w:r w:rsidR="002C50B2">
        <w:t>.</w:t>
      </w:r>
    </w:p>
    <w:p w14:paraId="342D54DE" w14:textId="77777777" w:rsidR="002C50B2" w:rsidRDefault="00C77A4E" w:rsidP="002C50B2">
      <w:r w:rsidRPr="00275B88">
        <w:t>Presque aussitôt</w:t>
      </w:r>
      <w:r w:rsidR="002C50B2">
        <w:t xml:space="preserve">, </w:t>
      </w:r>
      <w:r w:rsidRPr="00275B88">
        <w:t>Colette entrouvrit les paupières</w:t>
      </w:r>
      <w:r w:rsidR="002C50B2">
        <w:t xml:space="preserve">… </w:t>
      </w:r>
      <w:r w:rsidRPr="00275B88">
        <w:t>Sa poitrine se dilata comme si elle avait hâte de respirer à pleins poumons l</w:t>
      </w:r>
      <w:r w:rsidR="002C50B2">
        <w:t>’</w:t>
      </w:r>
      <w:r w:rsidRPr="00275B88">
        <w:t xml:space="preserve">air </w:t>
      </w:r>
      <w:r w:rsidRPr="00857ACC">
        <w:t>pur</w:t>
      </w:r>
      <w:r w:rsidRPr="00275B88">
        <w:t xml:space="preserve"> et frais du matin</w:t>
      </w:r>
      <w:r w:rsidR="002C50B2">
        <w:t>.</w:t>
      </w:r>
    </w:p>
    <w:p w14:paraId="6A5D5035" w14:textId="77777777" w:rsidR="002C50B2" w:rsidRDefault="00C77A4E" w:rsidP="002C50B2">
      <w:r w:rsidRPr="00275B88">
        <w:lastRenderedPageBreak/>
        <w:t>Et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appuyant sur la main que lui tendait Jack Teddy</w:t>
      </w:r>
      <w:r w:rsidR="002C50B2">
        <w:t xml:space="preserve">, </w:t>
      </w:r>
      <w:r w:rsidRPr="00275B88">
        <w:t>elle mit pied à terre</w:t>
      </w:r>
      <w:r w:rsidR="002C50B2">
        <w:t xml:space="preserve">… </w:t>
      </w:r>
      <w:r w:rsidRPr="00275B88">
        <w:t>Elle semblait harassée d</w:t>
      </w:r>
      <w:r w:rsidR="002C50B2">
        <w:t>’</w:t>
      </w:r>
      <w:r w:rsidRPr="00275B88">
        <w:t>émotion et de fatigue</w:t>
      </w:r>
      <w:r w:rsidR="002C50B2">
        <w:t>.</w:t>
      </w:r>
    </w:p>
    <w:p w14:paraId="1FEE6F90" w14:textId="4FF36EC3" w:rsidR="002C50B2" w:rsidRDefault="00C77A4E" w:rsidP="002C50B2">
      <w:r w:rsidRPr="00275B88">
        <w:t>L</w:t>
      </w:r>
      <w:r w:rsidR="002C50B2">
        <w:t>’</w:t>
      </w:r>
      <w:r w:rsidRPr="00275B88">
        <w:t xml:space="preserve">homme à la salopette invita cette fois </w:t>
      </w:r>
      <w:r w:rsidR="002C50B2">
        <w:t>M. de </w:t>
      </w:r>
      <w:r w:rsidRPr="00275B88">
        <w:t>Thouars à le rejoindre</w:t>
      </w:r>
      <w:r w:rsidR="002C50B2">
        <w:t xml:space="preserve">… </w:t>
      </w:r>
      <w:r w:rsidRPr="00275B88">
        <w:t>Et le comte Maurice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inclinant avec déférence devant l</w:t>
      </w:r>
      <w:r w:rsidR="002C50B2">
        <w:t>’</w:t>
      </w:r>
      <w:r w:rsidRPr="00275B88">
        <w:t>otage de Belphégor</w:t>
      </w:r>
      <w:r w:rsidR="002C50B2">
        <w:t xml:space="preserve">, </w:t>
      </w:r>
      <w:r w:rsidRPr="00275B88">
        <w:t>lui dit</w:t>
      </w:r>
      <w:r w:rsidR="002C50B2">
        <w:t> :</w:t>
      </w:r>
    </w:p>
    <w:p w14:paraId="7D0E127A" w14:textId="752ED4EE" w:rsidR="002C50B2" w:rsidRDefault="002C50B2" w:rsidP="002C50B2">
      <w:r>
        <w:t>— </w:t>
      </w:r>
      <w:r w:rsidR="00C77A4E" w:rsidRPr="00275B88">
        <w:t>Veuillez me suivre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 xml:space="preserve">je vais vous conduire auprès de </w:t>
      </w:r>
      <w:r>
        <w:t>M. </w:t>
      </w:r>
      <w:r w:rsidR="00C77A4E" w:rsidRPr="00275B88">
        <w:t>votre père</w:t>
      </w:r>
      <w:r>
        <w:t>.</w:t>
      </w:r>
    </w:p>
    <w:p w14:paraId="198A4731" w14:textId="77777777" w:rsidR="002C50B2" w:rsidRDefault="00C77A4E" w:rsidP="002C50B2">
      <w:r w:rsidRPr="00275B88">
        <w:t>Fort galamment</w:t>
      </w:r>
      <w:r w:rsidR="002C50B2">
        <w:t xml:space="preserve">, </w:t>
      </w:r>
      <w:r w:rsidRPr="00275B88">
        <w:t>il offrit son bras à Colette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y appuya</w:t>
      </w:r>
      <w:r w:rsidR="002C50B2">
        <w:t xml:space="preserve">… </w:t>
      </w:r>
      <w:r w:rsidRPr="00275B88">
        <w:t>tout en murmurant</w:t>
      </w:r>
      <w:r w:rsidR="002C50B2">
        <w:t> :</w:t>
      </w:r>
    </w:p>
    <w:p w14:paraId="086E4E6D" w14:textId="77777777" w:rsidR="002C50B2" w:rsidRDefault="002C50B2" w:rsidP="002C50B2">
      <w:r>
        <w:t>— </w:t>
      </w:r>
      <w:r w:rsidR="00C77A4E" w:rsidRPr="00275B88">
        <w:t>N</w:t>
      </w:r>
      <w:r>
        <w:t>’</w:t>
      </w:r>
      <w:r w:rsidR="00C77A4E" w:rsidRPr="00275B88">
        <w:t>est</w:t>
      </w:r>
      <w:r w:rsidR="00C77A4E">
        <w:t>-</w:t>
      </w:r>
      <w:r w:rsidR="00C77A4E" w:rsidRPr="00275B88">
        <w:t>ce pas plus grave que l</w:t>
      </w:r>
      <w:r>
        <w:t>’</w:t>
      </w:r>
      <w:r w:rsidR="00C77A4E" w:rsidRPr="00275B88">
        <w:t>on a bien voulu me le dire</w:t>
      </w:r>
      <w:r>
        <w:t> ?</w:t>
      </w:r>
    </w:p>
    <w:p w14:paraId="02FB1AE6" w14:textId="739815AD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 xml:space="preserve">et je puis même vous assurer que la vie de </w:t>
      </w:r>
      <w:r>
        <w:t>M. </w:t>
      </w:r>
      <w:r w:rsidR="00C77A4E" w:rsidRPr="00275B88">
        <w:t>votre père n</w:t>
      </w:r>
      <w:r>
        <w:t>’</w:t>
      </w:r>
      <w:r w:rsidR="00C77A4E" w:rsidRPr="00275B88">
        <w:t>est nullement en danger</w:t>
      </w:r>
      <w:r>
        <w:t>.</w:t>
      </w:r>
    </w:p>
    <w:p w14:paraId="1B39AA17" w14:textId="77777777" w:rsidR="002C50B2" w:rsidRDefault="00C77A4E" w:rsidP="002C50B2">
      <w:r w:rsidRPr="00275B88">
        <w:t>Ces paroles parurent réconforter la jeune fille</w:t>
      </w:r>
      <w:r w:rsidR="002C50B2">
        <w:t xml:space="preserve">. </w:t>
      </w:r>
      <w:r w:rsidRPr="00275B88">
        <w:t>Sous le regard du portier</w:t>
      </w:r>
      <w:r w:rsidR="002C50B2">
        <w:t xml:space="preserve">, </w:t>
      </w:r>
      <w:r w:rsidRPr="00275B88">
        <w:t xml:space="preserve">qui était accouru et auquel </w:t>
      </w:r>
      <w:proofErr w:type="spellStart"/>
      <w:r w:rsidRPr="00275B88">
        <w:t>Lüchner</w:t>
      </w:r>
      <w:proofErr w:type="spellEnd"/>
      <w:r w:rsidRPr="00275B88">
        <w:t xml:space="preserve"> avait dû</w:t>
      </w:r>
      <w:r w:rsidR="002C50B2">
        <w:t xml:space="preserve">, </w:t>
      </w:r>
      <w:r w:rsidRPr="00275B88">
        <w:t>pour expliquer la présence au château de ces hôtes inconnus</w:t>
      </w:r>
      <w:r w:rsidR="002C50B2">
        <w:t xml:space="preserve">, </w:t>
      </w:r>
      <w:r w:rsidRPr="00275B88">
        <w:t>raconter une de ces fables ingénieuses dont il avait le secret</w:t>
      </w:r>
      <w:r w:rsidR="002C50B2">
        <w:t xml:space="preserve">, </w:t>
      </w:r>
      <w:r w:rsidRPr="00275B88">
        <w:t>Maurice de Thouars et Colette pénétrèrent dans le château</w:t>
      </w:r>
      <w:r w:rsidR="002C50B2">
        <w:t xml:space="preserve">, </w:t>
      </w:r>
      <w:r w:rsidRPr="00275B88">
        <w:t>suivis par l</w:t>
      </w:r>
      <w:r w:rsidR="002C50B2">
        <w:t>’</w:t>
      </w:r>
      <w:r w:rsidRPr="00275B88">
        <w:t>homme à la salopette</w:t>
      </w:r>
      <w:r w:rsidR="002C50B2">
        <w:t>.</w:t>
      </w:r>
    </w:p>
    <w:p w14:paraId="22447A88" w14:textId="77777777" w:rsidR="002C50B2" w:rsidRDefault="00C77A4E" w:rsidP="002C50B2">
      <w:r w:rsidRPr="00275B88">
        <w:t>Après avoir gravi l</w:t>
      </w:r>
      <w:r w:rsidR="002C50B2">
        <w:t>’</w:t>
      </w:r>
      <w:r w:rsidRPr="00275B88">
        <w:t>escalier d</w:t>
      </w:r>
      <w:r w:rsidR="002C50B2">
        <w:t>’</w:t>
      </w:r>
      <w:r w:rsidRPr="00275B88">
        <w:t>honneur</w:t>
      </w:r>
      <w:r w:rsidR="002C50B2">
        <w:t xml:space="preserve">, </w:t>
      </w:r>
      <w:r w:rsidRPr="00275B88">
        <w:t>ils pénétrèrent tous trois dans le grand salon où se trouvait la porte qui donnait dans l</w:t>
      </w:r>
      <w:r w:rsidR="002C50B2">
        <w:t>’</w:t>
      </w:r>
      <w:r w:rsidRPr="00275B88">
        <w:t>escalier dit des oubliettes</w:t>
      </w:r>
      <w:r w:rsidR="002C50B2">
        <w:t>.</w:t>
      </w:r>
    </w:p>
    <w:p w14:paraId="5C037222" w14:textId="77777777" w:rsidR="002C50B2" w:rsidRDefault="00C77A4E" w:rsidP="002C50B2">
      <w:r w:rsidRPr="00275B88">
        <w:t>Maurice de Thouars l</w:t>
      </w:r>
      <w:r w:rsidR="002C50B2">
        <w:t>’</w:t>
      </w:r>
      <w:r w:rsidRPr="00275B88">
        <w:t>ouvrit et invita Colette à en franchir le seuil</w:t>
      </w:r>
      <w:r w:rsidR="002C50B2">
        <w:t>.</w:t>
      </w:r>
    </w:p>
    <w:p w14:paraId="743B0043" w14:textId="77777777" w:rsidR="002C50B2" w:rsidRDefault="00C77A4E" w:rsidP="002C50B2">
      <w:r w:rsidRPr="00275B88">
        <w:t>À la vue du couloir</w:t>
      </w:r>
      <w:r w:rsidR="002C50B2">
        <w:t xml:space="preserve">, </w:t>
      </w:r>
      <w:r w:rsidRPr="00275B88">
        <w:t>de ces marches étroites</w:t>
      </w:r>
      <w:r w:rsidR="002C50B2">
        <w:t xml:space="preserve">, </w:t>
      </w:r>
      <w:r w:rsidRPr="00275B88">
        <w:t>elle eut un instinctif mouvement de recul</w:t>
      </w:r>
      <w:r w:rsidR="002C50B2">
        <w:t>.</w:t>
      </w:r>
    </w:p>
    <w:p w14:paraId="2BB1B1E3" w14:textId="77777777" w:rsidR="002C50B2" w:rsidRDefault="002C50B2" w:rsidP="002C50B2">
      <w:r>
        <w:lastRenderedPageBreak/>
        <w:t>— </w:t>
      </w:r>
      <w:r w:rsidR="00C77A4E" w:rsidRPr="00275B88">
        <w:t>Où m</w:t>
      </w:r>
      <w:r>
        <w:t>’</w:t>
      </w:r>
      <w:r w:rsidR="00C77A4E" w:rsidRPr="00275B88">
        <w:t>emmenez</w:t>
      </w:r>
      <w:r w:rsidR="00C77A4E">
        <w:t>-</w:t>
      </w:r>
      <w:r w:rsidR="00C77A4E" w:rsidRPr="00275B88">
        <w:t>vous</w:t>
      </w:r>
      <w:r>
        <w:t xml:space="preserve"> ? </w:t>
      </w:r>
      <w:r w:rsidR="00C77A4E" w:rsidRPr="00275B88">
        <w:t>demanda</w:t>
      </w:r>
      <w:r w:rsidR="00C77A4E">
        <w:t>-</w:t>
      </w:r>
      <w:r w:rsidR="00C77A4E" w:rsidRPr="00275B88">
        <w:t>t</w:t>
      </w:r>
      <w:r w:rsidR="00C77A4E">
        <w:t>-</w:t>
      </w:r>
      <w:r w:rsidR="00C77A4E" w:rsidRPr="00275B88">
        <w:t>elle</w:t>
      </w:r>
      <w:r>
        <w:t>.</w:t>
      </w:r>
    </w:p>
    <w:p w14:paraId="7BE290E9" w14:textId="77777777" w:rsidR="002C50B2" w:rsidRDefault="002C50B2" w:rsidP="002C50B2">
      <w:r>
        <w:t>— </w:t>
      </w:r>
      <w:r w:rsidR="00C77A4E" w:rsidRPr="00275B88">
        <w:t>Je vous l</w:t>
      </w:r>
      <w:r>
        <w:t>’</w:t>
      </w:r>
      <w:r w:rsidR="00C77A4E" w:rsidRPr="00275B88">
        <w:t>ai déjà dit</w:t>
      </w:r>
      <w:r>
        <w:t xml:space="preserve">, </w:t>
      </w:r>
      <w:r w:rsidR="00C77A4E" w:rsidRPr="00275B88">
        <w:t>mademoiselle</w:t>
      </w:r>
      <w:r>
        <w:t xml:space="preserve">… </w:t>
      </w:r>
      <w:r w:rsidR="00C77A4E" w:rsidRPr="00275B88">
        <w:t>Près de votre père</w:t>
      </w:r>
      <w:r>
        <w:t>.</w:t>
      </w:r>
    </w:p>
    <w:p w14:paraId="12AC7B56" w14:textId="77777777" w:rsidR="002C50B2" w:rsidRDefault="002C50B2" w:rsidP="002C50B2">
      <w:r>
        <w:t>— </w:t>
      </w:r>
      <w:r w:rsidR="00C77A4E" w:rsidRPr="00275B88">
        <w:t>Où se trouve</w:t>
      </w:r>
      <w:r w:rsidR="00C77A4E">
        <w:t>-</w:t>
      </w:r>
      <w:r w:rsidR="00C77A4E" w:rsidRPr="00275B88">
        <w:t>il donc</w:t>
      </w:r>
      <w:r>
        <w:t> ?</w:t>
      </w:r>
    </w:p>
    <w:p w14:paraId="069A0282" w14:textId="77777777" w:rsidR="002C50B2" w:rsidRDefault="002C50B2" w:rsidP="002C50B2">
      <w:r>
        <w:t>— </w:t>
      </w:r>
      <w:r w:rsidR="00C77A4E" w:rsidRPr="00275B88">
        <w:t>Dans une aile du château auquel l</w:t>
      </w:r>
      <w:r>
        <w:t>’</w:t>
      </w:r>
      <w:r w:rsidR="00C77A4E" w:rsidRPr="00275B88">
        <w:t>escalier donne seul accès</w:t>
      </w:r>
      <w:r>
        <w:t>.</w:t>
      </w:r>
    </w:p>
    <w:p w14:paraId="1E3745E0" w14:textId="77777777" w:rsidR="002C50B2" w:rsidRDefault="00C77A4E" w:rsidP="002C50B2">
      <w:r w:rsidRPr="00275B88">
        <w:t>Le bellâtre ajouta</w:t>
      </w:r>
      <w:r w:rsidR="002C50B2">
        <w:t> :</w:t>
      </w:r>
    </w:p>
    <w:p w14:paraId="5B985BCC" w14:textId="77777777" w:rsidR="002C50B2" w:rsidRDefault="002C50B2" w:rsidP="002C50B2">
      <w:r>
        <w:t>— </w:t>
      </w:r>
      <w:r w:rsidR="00C77A4E" w:rsidRPr="00275B88">
        <w:t>Les architectes des temps passés avaient parfois de ces caprices</w:t>
      </w:r>
      <w:r>
        <w:t>…</w:t>
      </w:r>
    </w:p>
    <w:p w14:paraId="38343C1A" w14:textId="77777777" w:rsidR="002C50B2" w:rsidRDefault="00C77A4E" w:rsidP="002C50B2">
      <w:r w:rsidRPr="00275B88">
        <w:t>Colette n</w:t>
      </w:r>
      <w:r w:rsidR="002C50B2">
        <w:t>’</w:t>
      </w:r>
      <w:r w:rsidRPr="00275B88">
        <w:t>insista pas</w:t>
      </w:r>
      <w:r w:rsidR="002C50B2">
        <w:t>.</w:t>
      </w:r>
    </w:p>
    <w:p w14:paraId="62C7B654" w14:textId="77777777" w:rsidR="002C50B2" w:rsidRDefault="00C77A4E" w:rsidP="002C50B2">
      <w:r w:rsidRPr="00275B88">
        <w:t>D</w:t>
      </w:r>
      <w:r w:rsidR="002C50B2">
        <w:t>’</w:t>
      </w:r>
      <w:r w:rsidRPr="00275B88">
        <w:t>ailleurs</w:t>
      </w:r>
      <w:r w:rsidR="002C50B2">
        <w:t xml:space="preserve">, </w:t>
      </w:r>
      <w:r w:rsidRPr="00275B88">
        <w:t>Jack Teddy avait déjà refermé la porte et barrait la route à la fille du détective</w:t>
      </w:r>
      <w:r w:rsidR="002C50B2">
        <w:t xml:space="preserve">, </w:t>
      </w:r>
      <w:r w:rsidRPr="00275B88">
        <w:t>au cas où celle</w:t>
      </w:r>
      <w:r>
        <w:t>-</w:t>
      </w:r>
      <w:r w:rsidRPr="00275B88">
        <w:t>ci eût voulu esquisser un mouvement de retraite</w:t>
      </w:r>
      <w:r w:rsidR="002C50B2">
        <w:t>.</w:t>
      </w:r>
    </w:p>
    <w:p w14:paraId="03F04D10" w14:textId="77777777" w:rsidR="002C50B2" w:rsidRDefault="002C50B2" w:rsidP="002C50B2">
      <w:r>
        <w:t>— </w:t>
      </w:r>
      <w:r w:rsidR="00C77A4E" w:rsidRPr="00275B88">
        <w:t>Je vous suis</w:t>
      </w:r>
      <w:r>
        <w:t xml:space="preserve">, </w:t>
      </w:r>
      <w:r w:rsidR="00C77A4E" w:rsidRPr="00275B88">
        <w:t>monsieur</w:t>
      </w:r>
      <w:r>
        <w:t xml:space="preserve">, </w:t>
      </w:r>
      <w:r w:rsidR="00C77A4E" w:rsidRPr="00275B88">
        <w:t>décida la fiancée de Jacques</w:t>
      </w:r>
      <w:r>
        <w:t>.</w:t>
      </w:r>
    </w:p>
    <w:p w14:paraId="205C77BB" w14:textId="77777777" w:rsidR="002C50B2" w:rsidRDefault="00C77A4E" w:rsidP="002C50B2">
      <w:r w:rsidRPr="00275B88">
        <w:t>Et</w:t>
      </w:r>
      <w:r w:rsidR="002C50B2">
        <w:t xml:space="preserve">, </w:t>
      </w:r>
      <w:r w:rsidRPr="00275B88">
        <w:t>descendant les degrés</w:t>
      </w:r>
      <w:r w:rsidR="002C50B2">
        <w:t xml:space="preserve">, </w:t>
      </w:r>
      <w:r w:rsidRPr="00275B88">
        <w:t>ils arrivèrent jusqu</w:t>
      </w:r>
      <w:r w:rsidR="002C50B2">
        <w:t>’</w:t>
      </w:r>
      <w:r w:rsidRPr="00275B88">
        <w:t>aux anciennes prisons</w:t>
      </w:r>
      <w:r w:rsidR="002C50B2">
        <w:t>.</w:t>
      </w:r>
    </w:p>
    <w:p w14:paraId="7B75DEEE" w14:textId="77777777" w:rsidR="002C50B2" w:rsidRDefault="00C77A4E" w:rsidP="002C50B2">
      <w:r w:rsidRPr="00275B88">
        <w:t>En apercevant à travers les grilles Simone Desroches et le bossu qui</w:t>
      </w:r>
      <w:r w:rsidR="002C50B2">
        <w:t xml:space="preserve">, </w:t>
      </w:r>
      <w:r w:rsidRPr="00275B88">
        <w:t>debout devant le tableau d</w:t>
      </w:r>
      <w:r w:rsidR="002C50B2">
        <w:t>’</w:t>
      </w:r>
      <w:r w:rsidRPr="00275B88">
        <w:t>électricité</w:t>
      </w:r>
      <w:r w:rsidR="002C50B2">
        <w:t xml:space="preserve">, </w:t>
      </w:r>
      <w:r w:rsidRPr="00275B88">
        <w:t>les yeux fixés sur le manomètre</w:t>
      </w:r>
      <w:r w:rsidR="002C50B2">
        <w:t xml:space="preserve">, </w:t>
      </w:r>
      <w:r w:rsidRPr="00275B88">
        <w:t>guettaient les oscillations de l</w:t>
      </w:r>
      <w:r w:rsidR="002C50B2">
        <w:t>’</w:t>
      </w:r>
      <w:r w:rsidRPr="00275B88">
        <w:t>aiguille</w:t>
      </w:r>
      <w:r w:rsidR="002C50B2">
        <w:t xml:space="preserve">, </w:t>
      </w:r>
      <w:r w:rsidRPr="00275B88">
        <w:t>Colette s</w:t>
      </w:r>
      <w:r w:rsidR="002C50B2">
        <w:t>’</w:t>
      </w:r>
      <w:r w:rsidRPr="00275B88">
        <w:t>arrêta</w:t>
      </w:r>
      <w:r w:rsidR="002C50B2">
        <w:t xml:space="preserve">, </w:t>
      </w:r>
      <w:r w:rsidRPr="00275B88">
        <w:t>tout en manifestant une violente surprise</w:t>
      </w:r>
      <w:r w:rsidR="002C50B2">
        <w:t>.</w:t>
      </w:r>
    </w:p>
    <w:p w14:paraId="4D41C754" w14:textId="77777777" w:rsidR="002C50B2" w:rsidRDefault="00C77A4E" w:rsidP="002C50B2">
      <w:r w:rsidRPr="00275B88">
        <w:t>Maurice de Thouars</w:t>
      </w:r>
      <w:r w:rsidR="002C50B2">
        <w:t xml:space="preserve">, </w:t>
      </w:r>
      <w:r w:rsidRPr="00275B88">
        <w:t>la prenant par la main lui dit</w:t>
      </w:r>
      <w:r w:rsidR="002C50B2">
        <w:t> :</w:t>
      </w:r>
    </w:p>
    <w:p w14:paraId="6DE9C850" w14:textId="77777777" w:rsidR="002C50B2" w:rsidRDefault="002C50B2" w:rsidP="002C50B2">
      <w:r>
        <w:t>— </w:t>
      </w:r>
      <w:r w:rsidR="00C77A4E" w:rsidRPr="00275B88">
        <w:t>Entrez donc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>je vous en prie</w:t>
      </w:r>
      <w:r>
        <w:t>.</w:t>
      </w:r>
    </w:p>
    <w:p w14:paraId="4171272E" w14:textId="77777777" w:rsidR="002C50B2" w:rsidRDefault="00C77A4E" w:rsidP="002C50B2">
      <w:r w:rsidRPr="00275B88">
        <w:t>Simone se retourna</w:t>
      </w:r>
      <w:r w:rsidR="002C50B2">
        <w:t xml:space="preserve">. </w:t>
      </w:r>
      <w:r w:rsidRPr="00275B88">
        <w:t>À la vue de sa rivale qui venait de pénétrer dans la salle</w:t>
      </w:r>
      <w:r w:rsidR="002C50B2">
        <w:t xml:space="preserve">, </w:t>
      </w:r>
      <w:r w:rsidRPr="00275B88">
        <w:t>elle eut un éclat de rire triomphant</w:t>
      </w:r>
      <w:r w:rsidR="002C50B2">
        <w:t>.</w:t>
      </w:r>
    </w:p>
    <w:p w14:paraId="64F0AEB6" w14:textId="77777777" w:rsidR="002C50B2" w:rsidRDefault="00C77A4E" w:rsidP="002C50B2">
      <w:r w:rsidRPr="00275B88">
        <w:lastRenderedPageBreak/>
        <w:t>De nouveau</w:t>
      </w:r>
      <w:r w:rsidR="002C50B2">
        <w:t xml:space="preserve">, </w:t>
      </w:r>
      <w:r w:rsidRPr="00275B88">
        <w:t>la fiancée de Jacques esquissa un mouvement de retraite</w:t>
      </w:r>
      <w:r w:rsidR="002C50B2">
        <w:t xml:space="preserve">. </w:t>
      </w:r>
      <w:r w:rsidRPr="00275B88">
        <w:t>Mais elle se heurta à l</w:t>
      </w:r>
      <w:r w:rsidR="002C50B2">
        <w:t>’</w:t>
      </w:r>
      <w:r w:rsidRPr="00275B88">
        <w:t>homme à la salopette qui s</w:t>
      </w:r>
      <w:r w:rsidR="002C50B2">
        <w:t>’</w:t>
      </w:r>
      <w:r w:rsidRPr="00275B88">
        <w:t>encadrait dans la porte</w:t>
      </w:r>
      <w:r w:rsidR="002C50B2">
        <w:t>.</w:t>
      </w:r>
    </w:p>
    <w:p w14:paraId="32E131C0" w14:textId="77777777" w:rsidR="002C50B2" w:rsidRDefault="00C77A4E" w:rsidP="002C50B2">
      <w:r w:rsidRPr="00275B88">
        <w:t>D</w:t>
      </w:r>
      <w:r w:rsidR="002C50B2">
        <w:t>’</w:t>
      </w:r>
      <w:r w:rsidRPr="00275B88">
        <w:t>une voix railleuse</w:t>
      </w:r>
      <w:r w:rsidR="002C50B2">
        <w:t xml:space="preserve">, </w:t>
      </w:r>
      <w:r w:rsidRPr="00275B88">
        <w:t>Simone lançait</w:t>
      </w:r>
      <w:r w:rsidR="002C50B2">
        <w:t> :</w:t>
      </w:r>
    </w:p>
    <w:p w14:paraId="6A825265" w14:textId="77777777" w:rsidR="002C50B2" w:rsidRDefault="002C50B2" w:rsidP="002C50B2">
      <w:r>
        <w:t>— </w:t>
      </w:r>
      <w:r w:rsidR="00C77A4E" w:rsidRPr="00275B88">
        <w:t>Vous venez chercher votre père</w:t>
      </w:r>
      <w:r>
        <w:t> ?</w:t>
      </w:r>
    </w:p>
    <w:p w14:paraId="267F4CB2" w14:textId="77777777" w:rsidR="002C50B2" w:rsidRDefault="002C50B2" w:rsidP="002C50B2">
      <w:r>
        <w:t>— </w:t>
      </w:r>
      <w:r w:rsidR="00C77A4E" w:rsidRPr="00275B88">
        <w:t>Oui</w:t>
      </w:r>
      <w:r>
        <w:t xml:space="preserve">, </w:t>
      </w:r>
      <w:r w:rsidR="00C77A4E" w:rsidRPr="00275B88">
        <w:t>mademoiselle</w:t>
      </w:r>
      <w:r>
        <w:t>.</w:t>
      </w:r>
    </w:p>
    <w:p w14:paraId="3A66BA79" w14:textId="77777777" w:rsidR="002C50B2" w:rsidRDefault="002C50B2" w:rsidP="002C50B2">
      <w:r>
        <w:t>— </w:t>
      </w:r>
      <w:r w:rsidR="00C77A4E" w:rsidRPr="00275B88">
        <w:t>Il n</w:t>
      </w:r>
      <w:r>
        <w:t>’</w:t>
      </w:r>
      <w:r w:rsidR="00C77A4E" w:rsidRPr="00275B88">
        <w:t>est pas ici</w:t>
      </w:r>
      <w:r>
        <w:t>.</w:t>
      </w:r>
    </w:p>
    <w:p w14:paraId="07551507" w14:textId="327FFEBB" w:rsidR="002C50B2" w:rsidRDefault="00C77A4E" w:rsidP="002C50B2">
      <w:r w:rsidRPr="00275B88">
        <w:t>Et</w:t>
      </w:r>
      <w:r w:rsidR="002C50B2">
        <w:t xml:space="preserve">, </w:t>
      </w:r>
      <w:r w:rsidRPr="00275B88">
        <w:t>sur un ton de menace implacable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poursuivit</w:t>
      </w:r>
      <w:r w:rsidR="002C50B2">
        <w:t> :</w:t>
      </w:r>
    </w:p>
    <w:p w14:paraId="343A2CC0" w14:textId="77777777" w:rsidR="002C50B2" w:rsidRDefault="002C50B2" w:rsidP="002C50B2">
      <w:r>
        <w:t>— </w:t>
      </w:r>
      <w:r w:rsidR="00C77A4E" w:rsidRPr="00275B88">
        <w:t>Et si jamais il y vient</w:t>
      </w:r>
      <w:r>
        <w:t>…</w:t>
      </w:r>
    </w:p>
    <w:p w14:paraId="6FBCB93F" w14:textId="77777777" w:rsidR="002C50B2" w:rsidRDefault="00C77A4E" w:rsidP="002C50B2">
      <w:r w:rsidRPr="00275B88">
        <w:t>Elle s</w:t>
      </w:r>
      <w:r w:rsidR="002C50B2">
        <w:t>’</w:t>
      </w:r>
      <w:r w:rsidRPr="00275B88">
        <w:t>arrêta</w:t>
      </w:r>
      <w:r w:rsidR="002C50B2">
        <w:t>.</w:t>
      </w:r>
    </w:p>
    <w:p w14:paraId="5E664A9A" w14:textId="77777777" w:rsidR="002C50B2" w:rsidRDefault="002C50B2" w:rsidP="002C50B2">
      <w:r>
        <w:t>— </w:t>
      </w:r>
      <w:r w:rsidR="00C77A4E" w:rsidRPr="00275B88">
        <w:t>Le voici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écriait Jack Teddy</w:t>
      </w:r>
      <w:r>
        <w:t xml:space="preserve">, </w:t>
      </w:r>
      <w:r w:rsidR="00C77A4E" w:rsidRPr="00275B88">
        <w:t>en enlevant sa casquette</w:t>
      </w:r>
      <w:r>
        <w:t xml:space="preserve">, </w:t>
      </w:r>
      <w:r w:rsidR="00C77A4E" w:rsidRPr="00275B88">
        <w:t>ses lunettes et sa fausse moustache</w:t>
      </w:r>
      <w:r>
        <w:t>.</w:t>
      </w:r>
    </w:p>
    <w:p w14:paraId="24FF07B4" w14:textId="77777777" w:rsidR="002C50B2" w:rsidRDefault="002C50B2" w:rsidP="002C50B2">
      <w:r>
        <w:t>— </w:t>
      </w:r>
      <w:r w:rsidR="00C77A4E" w:rsidRPr="00275B88">
        <w:t>Chantecoq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>écria Simone</w:t>
      </w:r>
      <w:r>
        <w:t>.</w:t>
      </w:r>
    </w:p>
    <w:p w14:paraId="6B5B9C3D" w14:textId="77777777" w:rsidR="002C50B2" w:rsidRDefault="00C77A4E" w:rsidP="002C50B2">
      <w:r w:rsidRPr="00275B88">
        <w:t>Déjà</w:t>
      </w:r>
      <w:r w:rsidR="002C50B2">
        <w:t xml:space="preserve">, </w:t>
      </w:r>
      <w:r w:rsidRPr="00275B88">
        <w:t>le détective braquait sur elle un revolver</w:t>
      </w:r>
      <w:r w:rsidR="002C50B2">
        <w:t>…</w:t>
      </w:r>
    </w:p>
    <w:p w14:paraId="0997D3FE" w14:textId="77777777" w:rsidR="002C50B2" w:rsidRDefault="00C77A4E" w:rsidP="002C50B2">
      <w:r w:rsidRPr="00275B88">
        <w:t>Tandis que Maurice de Thouars et le bossu</w:t>
      </w:r>
      <w:r w:rsidR="002C50B2">
        <w:t xml:space="preserve">, </w:t>
      </w:r>
      <w:r w:rsidRPr="00275B88">
        <w:t>sidérés par tant d</w:t>
      </w:r>
      <w:r w:rsidR="002C50B2">
        <w:t>’</w:t>
      </w:r>
      <w:r w:rsidRPr="00275B88">
        <w:t>audace</w:t>
      </w:r>
      <w:r w:rsidR="002C50B2">
        <w:t xml:space="preserve">, </w:t>
      </w:r>
      <w:r w:rsidRPr="00275B88">
        <w:t>restaient figés sur place le grand détective reprenait</w:t>
      </w:r>
      <w:r w:rsidR="002C50B2">
        <w:t> :</w:t>
      </w:r>
    </w:p>
    <w:p w14:paraId="0FA24F48" w14:textId="77777777" w:rsidR="002C50B2" w:rsidRDefault="002C50B2" w:rsidP="002C50B2">
      <w:r>
        <w:t>— </w:t>
      </w:r>
      <w:r w:rsidR="00C77A4E" w:rsidRPr="00275B88">
        <w:t>Cette fois</w:t>
      </w:r>
      <w:r>
        <w:t xml:space="preserve">, </w:t>
      </w:r>
      <w:r w:rsidR="00C77A4E" w:rsidRPr="00275B88">
        <w:t>Belphégor</w:t>
      </w:r>
      <w:r>
        <w:t xml:space="preserve">… </w:t>
      </w:r>
      <w:r w:rsidR="00C77A4E" w:rsidRPr="00275B88">
        <w:t>je te tiens</w:t>
      </w:r>
      <w:r>
        <w:t> !</w:t>
      </w:r>
    </w:p>
    <w:p w14:paraId="7BD05F14" w14:textId="77777777" w:rsidR="002C50B2" w:rsidRDefault="00C77A4E" w:rsidP="002C50B2">
      <w:r w:rsidRPr="00275B88">
        <w:t>Maurice de Thouars crispa rageusement les poings</w:t>
      </w:r>
      <w:r w:rsidR="002C50B2">
        <w:t xml:space="preserve">. </w:t>
      </w:r>
      <w:r w:rsidRPr="00275B88">
        <w:t>Et tandis que</w:t>
      </w:r>
      <w:r w:rsidR="002C50B2">
        <w:t xml:space="preserve">, </w:t>
      </w:r>
      <w:r w:rsidRPr="00275B88">
        <w:t>sournoisement</w:t>
      </w:r>
      <w:r w:rsidR="002C50B2">
        <w:t xml:space="preserve">, </w:t>
      </w:r>
      <w:r w:rsidRPr="00275B88">
        <w:t>le bossu se rapprochait de la table</w:t>
      </w:r>
      <w:r w:rsidR="002C50B2">
        <w:t xml:space="preserve">, </w:t>
      </w:r>
      <w:r w:rsidRPr="00275B88">
        <w:t>le grand limier disait à Simone</w:t>
      </w:r>
      <w:r w:rsidR="002C50B2">
        <w:t> :</w:t>
      </w:r>
    </w:p>
    <w:p w14:paraId="3E5D9DB7" w14:textId="77777777" w:rsidR="002C50B2" w:rsidRDefault="002C50B2" w:rsidP="002C50B2">
      <w:r>
        <w:t>— </w:t>
      </w:r>
      <w:r w:rsidR="00C77A4E" w:rsidRPr="00275B88">
        <w:t>Vous avez voulu faire enlever ma fille par un de vos complices</w:t>
      </w:r>
      <w:r>
        <w:t xml:space="preserve">, </w:t>
      </w:r>
      <w:r w:rsidR="00C77A4E" w:rsidRPr="00275B88">
        <w:t>mais je suis arrivé à temps pour l</w:t>
      </w:r>
      <w:r>
        <w:t>’</w:t>
      </w:r>
      <w:r w:rsidR="00C77A4E" w:rsidRPr="00275B88">
        <w:t>en empêcher</w:t>
      </w:r>
      <w:r>
        <w:t xml:space="preserve">. </w:t>
      </w:r>
      <w:r w:rsidR="00C77A4E" w:rsidRPr="00275B88">
        <w:t>Et ce gredin</w:t>
      </w:r>
      <w:r>
        <w:t xml:space="preserve">, </w:t>
      </w:r>
      <w:r w:rsidR="00C77A4E" w:rsidRPr="00275B88">
        <w:t>ainsi que la demoiselle de compagnie Elsa Bergen</w:t>
      </w:r>
      <w:r>
        <w:t xml:space="preserve">, </w:t>
      </w:r>
      <w:r w:rsidR="00C77A4E" w:rsidRPr="00275B88">
        <w:lastRenderedPageBreak/>
        <w:t>je les ai remis moi</w:t>
      </w:r>
      <w:r w:rsidR="00C77A4E">
        <w:t>-</w:t>
      </w:r>
      <w:r w:rsidR="00C77A4E" w:rsidRPr="00275B88">
        <w:t>même entre les mains de la justice</w:t>
      </w:r>
      <w:r>
        <w:t xml:space="preserve">… </w:t>
      </w:r>
      <w:r w:rsidR="00C77A4E" w:rsidRPr="00275B88">
        <w:t>Et</w:t>
      </w:r>
      <w:r>
        <w:t xml:space="preserve">, </w:t>
      </w:r>
      <w:r w:rsidR="00C77A4E" w:rsidRPr="00275B88">
        <w:t>maintenant</w:t>
      </w:r>
      <w:r>
        <w:t xml:space="preserve">, </w:t>
      </w:r>
      <w:r w:rsidR="00C77A4E" w:rsidRPr="00275B88">
        <w:t>réglons nos comptes</w:t>
      </w:r>
      <w:r>
        <w:t>.</w:t>
      </w:r>
    </w:p>
    <w:p w14:paraId="2C39DAEF" w14:textId="77777777" w:rsidR="002C50B2" w:rsidRDefault="00C77A4E" w:rsidP="002C50B2">
      <w:r w:rsidRPr="00275B88">
        <w:t>Livide</w:t>
      </w:r>
      <w:r w:rsidR="002C50B2">
        <w:t xml:space="preserve">, </w:t>
      </w:r>
      <w:r w:rsidRPr="00275B88">
        <w:t>effarée</w:t>
      </w:r>
      <w:r w:rsidR="002C50B2">
        <w:t xml:space="preserve">, </w:t>
      </w:r>
      <w:r w:rsidRPr="00275B88">
        <w:t xml:space="preserve">le </w:t>
      </w:r>
      <w:r w:rsidRPr="00857ACC">
        <w:t>dos</w:t>
      </w:r>
      <w:r w:rsidRPr="00275B88">
        <w:t xml:space="preserve"> appuyé sur la muraille</w:t>
      </w:r>
      <w:r w:rsidR="002C50B2">
        <w:t xml:space="preserve">, </w:t>
      </w:r>
      <w:r w:rsidRPr="00275B88">
        <w:t>Simone fixait Chantecoq avec une étrange fixité</w:t>
      </w:r>
      <w:r w:rsidR="002C50B2">
        <w:t>.</w:t>
      </w:r>
    </w:p>
    <w:p w14:paraId="491826D2" w14:textId="77777777" w:rsidR="002C50B2" w:rsidRDefault="00C77A4E" w:rsidP="002C50B2">
      <w:r w:rsidRPr="00275B88">
        <w:t>Doucement</w:t>
      </w:r>
      <w:r w:rsidR="002C50B2">
        <w:t xml:space="preserve">, </w:t>
      </w:r>
      <w:r w:rsidRPr="00275B88">
        <w:t>le bossu avança la main pour saisir une paire de fortes tenailles qui traînaient sur l</w:t>
      </w:r>
      <w:r w:rsidR="002C50B2">
        <w:t>’</w:t>
      </w:r>
      <w:r w:rsidRPr="00275B88">
        <w:t>établi</w:t>
      </w:r>
      <w:r w:rsidR="002C50B2">
        <w:t xml:space="preserve">… </w:t>
      </w:r>
      <w:r w:rsidRPr="00275B88">
        <w:t>Et la brandissant brusquement</w:t>
      </w:r>
      <w:r w:rsidR="002C50B2">
        <w:t xml:space="preserve">, </w:t>
      </w:r>
      <w:r w:rsidRPr="00275B88">
        <w:t>il allait la projeter à toute volée à la tête du policier</w:t>
      </w:r>
      <w:r w:rsidR="002C50B2">
        <w:t>…</w:t>
      </w:r>
    </w:p>
    <w:p w14:paraId="1F0B12CB" w14:textId="77777777" w:rsidR="002C50B2" w:rsidRDefault="00C77A4E" w:rsidP="002C50B2">
      <w:r w:rsidRPr="00275B88">
        <w:t>Mais celui</w:t>
      </w:r>
      <w:r>
        <w:t>-</w:t>
      </w:r>
      <w:r w:rsidRPr="00275B88">
        <w:t>ci</w:t>
      </w:r>
      <w:r w:rsidR="002C50B2">
        <w:t xml:space="preserve">, </w:t>
      </w:r>
      <w:r w:rsidRPr="00275B88">
        <w:t>qui avait l</w:t>
      </w:r>
      <w:r w:rsidR="002C50B2">
        <w:t>’</w:t>
      </w:r>
      <w:r w:rsidRPr="00275B88">
        <w:t>œil à tout</w:t>
      </w:r>
      <w:r w:rsidR="002C50B2">
        <w:t xml:space="preserve">, </w:t>
      </w:r>
      <w:r w:rsidRPr="00275B88">
        <w:t>ne lui en donna pas le temps</w:t>
      </w:r>
      <w:r w:rsidR="002C50B2">
        <w:t xml:space="preserve">… </w:t>
      </w:r>
      <w:r w:rsidRPr="00275B88">
        <w:t>Un coup de feu retentit</w:t>
      </w:r>
      <w:r w:rsidR="002C50B2">
        <w:t xml:space="preserve">… </w:t>
      </w:r>
      <w:r w:rsidRPr="00275B88">
        <w:t>Le bossu laissa échapper son arme improvisée</w:t>
      </w:r>
      <w:r w:rsidR="002C50B2">
        <w:t xml:space="preserve">… </w:t>
      </w:r>
      <w:r w:rsidRPr="00275B88">
        <w:t>La balle du détective venait de lui traverser le bras</w:t>
      </w:r>
      <w:r w:rsidR="002C50B2">
        <w:t>.</w:t>
      </w:r>
    </w:p>
    <w:p w14:paraId="5D87FC85" w14:textId="4C38A16E" w:rsidR="002C50B2" w:rsidRDefault="002C50B2" w:rsidP="002C50B2">
      <w:r>
        <w:t>M. de </w:t>
      </w:r>
      <w:r w:rsidR="00C77A4E" w:rsidRPr="00275B88">
        <w:t>Thouars voulut s</w:t>
      </w:r>
      <w:r>
        <w:t>’</w:t>
      </w:r>
      <w:r w:rsidR="00C77A4E" w:rsidRPr="00275B88">
        <w:t>élancer entre Chantecoq et Simone</w:t>
      </w:r>
      <w:r>
        <w:t>…</w:t>
      </w:r>
    </w:p>
    <w:p w14:paraId="2EA15B81" w14:textId="77777777" w:rsidR="002C50B2" w:rsidRDefault="00C77A4E" w:rsidP="002C50B2">
      <w:r w:rsidRPr="00275B88">
        <w:t>Mais Chantecoq le saisit au collet en disant</w:t>
      </w:r>
      <w:r w:rsidR="002C50B2">
        <w:t> :</w:t>
      </w:r>
    </w:p>
    <w:p w14:paraId="5B80F71C" w14:textId="77777777" w:rsidR="002C50B2" w:rsidRDefault="002C50B2" w:rsidP="002C50B2">
      <w:r>
        <w:t>— </w:t>
      </w:r>
      <w:r w:rsidR="00C77A4E" w:rsidRPr="00275B88">
        <w:t>Assez de casse comme ça</w:t>
      </w:r>
      <w:r>
        <w:t xml:space="preserve"> ! </w:t>
      </w:r>
      <w:r w:rsidR="00C77A4E" w:rsidRPr="00275B88">
        <w:t xml:space="preserve">Ne me privez pas du plaisir de vous livrer intacts à mon ami </w:t>
      </w:r>
      <w:proofErr w:type="spellStart"/>
      <w:r w:rsidR="00C77A4E" w:rsidRPr="00275B88">
        <w:t>Ferval</w:t>
      </w:r>
      <w:proofErr w:type="spellEnd"/>
      <w:r>
        <w:t>.</w:t>
      </w:r>
    </w:p>
    <w:p w14:paraId="50390909" w14:textId="77777777" w:rsidR="002C50B2" w:rsidRDefault="00C77A4E" w:rsidP="002C50B2">
      <w:r w:rsidRPr="00275B88">
        <w:t>Il n</w:t>
      </w:r>
      <w:r w:rsidR="002C50B2">
        <w:t>’</w:t>
      </w:r>
      <w:r w:rsidRPr="00275B88">
        <w:t>avait pas prononcé ces mots</w:t>
      </w:r>
      <w:r w:rsidR="002C50B2">
        <w:t xml:space="preserve">, </w:t>
      </w:r>
      <w:r w:rsidRPr="00275B88">
        <w:t xml:space="preserve">que </w:t>
      </w:r>
      <w:proofErr w:type="spellStart"/>
      <w:r w:rsidRPr="00275B88">
        <w:t>Gautrais</w:t>
      </w:r>
      <w:proofErr w:type="spellEnd"/>
      <w:r w:rsidR="002C50B2">
        <w:t xml:space="preserve">, </w:t>
      </w:r>
      <w:r w:rsidRPr="00275B88">
        <w:t>accompagné de Pandore et de Vidocq</w:t>
      </w:r>
      <w:r w:rsidR="002C50B2">
        <w:t xml:space="preserve">, </w:t>
      </w:r>
      <w:r w:rsidRPr="00275B88">
        <w:t>faisait irruption dans la pièce</w:t>
      </w:r>
      <w:r w:rsidR="002C50B2">
        <w:t>.</w:t>
      </w:r>
    </w:p>
    <w:p w14:paraId="5C8E80F1" w14:textId="77777777" w:rsidR="002C50B2" w:rsidRDefault="00C77A4E" w:rsidP="002C50B2">
      <w:r w:rsidRPr="00275B88">
        <w:t>Un commissaire de police et quatre agents de la brigade mobile les accompagnaient</w:t>
      </w:r>
      <w:r w:rsidR="002C50B2">
        <w:t>.</w:t>
      </w:r>
    </w:p>
    <w:p w14:paraId="24A69E53" w14:textId="77777777" w:rsidR="002C50B2" w:rsidRDefault="002C50B2" w:rsidP="002C50B2">
      <w:r>
        <w:t>— </w:t>
      </w:r>
      <w:r w:rsidR="00C77A4E" w:rsidRPr="00275B88">
        <w:t>Monsieur le commissaire</w:t>
      </w:r>
      <w:r>
        <w:t xml:space="preserve">, </w:t>
      </w:r>
      <w:r w:rsidR="00C77A4E" w:rsidRPr="00275B88">
        <w:t>fit Chantecoq en lui désignant Simone et ses deux acolytes</w:t>
      </w:r>
      <w:r>
        <w:t xml:space="preserve">, </w:t>
      </w:r>
      <w:r w:rsidR="00C77A4E" w:rsidRPr="00275B88">
        <w:t>voici Belphégor et ses complices</w:t>
      </w:r>
      <w:r>
        <w:t xml:space="preserve">… </w:t>
      </w:r>
      <w:r w:rsidR="00C77A4E" w:rsidRPr="00275B88">
        <w:t>Je les remets entre vos mains</w:t>
      </w:r>
      <w:r>
        <w:t>.</w:t>
      </w:r>
    </w:p>
    <w:p w14:paraId="5D0A1377" w14:textId="15299B22" w:rsidR="002C50B2" w:rsidRDefault="00C77A4E" w:rsidP="002C50B2">
      <w:r w:rsidRPr="00275B88">
        <w:t xml:space="preserve">Deux agents se jetèrent sur le bossu et </w:t>
      </w:r>
      <w:r w:rsidR="002C50B2">
        <w:t>M. de </w:t>
      </w:r>
      <w:r w:rsidRPr="00275B88">
        <w:t>Thouars</w:t>
      </w:r>
      <w:r w:rsidR="002C50B2">
        <w:t xml:space="preserve">, </w:t>
      </w:r>
      <w:r w:rsidRPr="00275B88">
        <w:t>qui n</w:t>
      </w:r>
      <w:r w:rsidR="002C50B2">
        <w:t>’</w:t>
      </w:r>
      <w:r w:rsidRPr="00275B88">
        <w:t>opposèrent aucune résistance</w:t>
      </w:r>
      <w:r w:rsidR="002C50B2">
        <w:t>.</w:t>
      </w:r>
    </w:p>
    <w:p w14:paraId="2F132BB6" w14:textId="77777777" w:rsidR="002C50B2" w:rsidRDefault="00C77A4E" w:rsidP="002C50B2">
      <w:r w:rsidRPr="00275B88">
        <w:lastRenderedPageBreak/>
        <w:t>Le commissaire s</w:t>
      </w:r>
      <w:r w:rsidR="002C50B2">
        <w:t>’</w:t>
      </w:r>
      <w:r w:rsidRPr="00275B88">
        <w:t>approcha de Simone</w:t>
      </w:r>
      <w:r w:rsidR="002C50B2">
        <w:t xml:space="preserve">… </w:t>
      </w:r>
      <w:r w:rsidRPr="00275B88">
        <w:t>et il allait s</w:t>
      </w:r>
      <w:r w:rsidR="002C50B2">
        <w:t>’</w:t>
      </w:r>
      <w:r w:rsidRPr="00275B88">
        <w:t>emparer d</w:t>
      </w:r>
      <w:r w:rsidR="002C50B2">
        <w:t>’</w:t>
      </w:r>
      <w:r w:rsidRPr="00275B88">
        <w:t>elle</w:t>
      </w:r>
      <w:r w:rsidR="002C50B2">
        <w:t xml:space="preserve">, </w:t>
      </w:r>
      <w:r w:rsidRPr="00275B88">
        <w:t>lorsque la muraille contre laquelle elle s</w:t>
      </w:r>
      <w:r w:rsidR="002C50B2">
        <w:t>’</w:t>
      </w:r>
      <w:r w:rsidRPr="00275B88">
        <w:t>appuyait s</w:t>
      </w:r>
      <w:r w:rsidR="002C50B2">
        <w:t>’</w:t>
      </w:r>
      <w:r w:rsidRPr="00275B88">
        <w:t>entrouvrit</w:t>
      </w:r>
      <w:r w:rsidR="002C50B2">
        <w:t xml:space="preserve">, </w:t>
      </w:r>
      <w:r w:rsidRPr="00275B88">
        <w:t>démasquant un passage secret</w:t>
      </w:r>
      <w:r w:rsidR="002C50B2">
        <w:t xml:space="preserve">, </w:t>
      </w:r>
      <w:r w:rsidRPr="00275B88">
        <w:t>dont la veille</w:t>
      </w:r>
      <w:r w:rsidR="002C50B2">
        <w:t xml:space="preserve">, </w:t>
      </w:r>
      <w:r w:rsidRPr="00275B88">
        <w:t>en cas d</w:t>
      </w:r>
      <w:r w:rsidR="002C50B2">
        <w:t>’</w:t>
      </w:r>
      <w:r w:rsidRPr="00275B88">
        <w:t>alerte</w:t>
      </w:r>
      <w:r w:rsidR="002C50B2">
        <w:t xml:space="preserve">, </w:t>
      </w:r>
      <w:r w:rsidRPr="00275B88">
        <w:t>le secrétaire du baron Papillon lui avait révélé l</w:t>
      </w:r>
      <w:r w:rsidR="002C50B2">
        <w:t>’</w:t>
      </w:r>
      <w:r w:rsidRPr="00275B88">
        <w:t>existence</w:t>
      </w:r>
      <w:r w:rsidR="002C50B2">
        <w:t>.</w:t>
      </w:r>
    </w:p>
    <w:p w14:paraId="1B1FBD3C" w14:textId="77777777" w:rsidR="002C50B2" w:rsidRDefault="00C77A4E" w:rsidP="002C50B2">
      <w:r w:rsidRPr="00275B88">
        <w:t>Et tout en disparaissant par l</w:t>
      </w:r>
      <w:r w:rsidR="002C50B2">
        <w:t>’</w:t>
      </w:r>
      <w:r w:rsidRPr="00275B88">
        <w:t>ouverture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écria</w:t>
      </w:r>
      <w:r w:rsidR="002C50B2">
        <w:t> :</w:t>
      </w:r>
    </w:p>
    <w:p w14:paraId="6B7E9563" w14:textId="77777777" w:rsidR="002C50B2" w:rsidRDefault="002C50B2" w:rsidP="002C50B2">
      <w:r>
        <w:t>— </w:t>
      </w:r>
      <w:r w:rsidR="00C77A4E" w:rsidRPr="00275B88">
        <w:t>Tu ne me tiens pas encore</w:t>
      </w:r>
      <w:r>
        <w:t> !…</w:t>
      </w:r>
    </w:p>
    <w:p w14:paraId="19809394" w14:textId="77777777" w:rsidR="002C50B2" w:rsidRDefault="00C77A4E" w:rsidP="002C50B2">
      <w:r w:rsidRPr="00275B88">
        <w:t>Le roi des détectives se précipita</w:t>
      </w:r>
      <w:r w:rsidR="002C50B2">
        <w:t xml:space="preserve">, </w:t>
      </w:r>
      <w:r w:rsidRPr="00275B88">
        <w:t>mais il se heurta à la muraille qui s</w:t>
      </w:r>
      <w:r w:rsidR="002C50B2">
        <w:t>’</w:t>
      </w:r>
      <w:r w:rsidRPr="00275B88">
        <w:t>était refermée</w:t>
      </w:r>
      <w:r w:rsidR="002C50B2">
        <w:t>.</w:t>
      </w:r>
    </w:p>
    <w:p w14:paraId="482B8FF3" w14:textId="77777777" w:rsidR="002C50B2" w:rsidRDefault="00C77A4E" w:rsidP="002C50B2">
      <w:r w:rsidRPr="00275B88">
        <w:t>Chantecoq</w:t>
      </w:r>
      <w:r w:rsidR="002C50B2">
        <w:t xml:space="preserve">, </w:t>
      </w:r>
      <w:r w:rsidRPr="00275B88">
        <w:t>tout en menaçant le bossu de son arme</w:t>
      </w:r>
      <w:r w:rsidR="002C50B2">
        <w:t xml:space="preserve">, </w:t>
      </w:r>
      <w:r w:rsidRPr="00275B88">
        <w:t>lui dit</w:t>
      </w:r>
      <w:r w:rsidR="002C50B2">
        <w:t> :</w:t>
      </w:r>
    </w:p>
    <w:p w14:paraId="4D7F6678" w14:textId="77777777" w:rsidR="002C50B2" w:rsidRDefault="002C50B2" w:rsidP="002C50B2">
      <w:r>
        <w:t>— </w:t>
      </w:r>
      <w:r w:rsidR="00C77A4E" w:rsidRPr="00275B88">
        <w:t>Livre</w:t>
      </w:r>
      <w:r w:rsidR="00C77A4E">
        <w:t>-</w:t>
      </w:r>
      <w:r w:rsidR="00C77A4E" w:rsidRPr="00275B88">
        <w:t>moi tout de suite le secret de cette porte ou je te brûle la cervelle</w:t>
      </w:r>
      <w:r>
        <w:t>.</w:t>
      </w:r>
    </w:p>
    <w:p w14:paraId="0C2C9504" w14:textId="77777777" w:rsidR="002C50B2" w:rsidRDefault="00C77A4E" w:rsidP="002C50B2">
      <w:proofErr w:type="spellStart"/>
      <w:r w:rsidRPr="00275B88">
        <w:t>Lüchner</w:t>
      </w:r>
      <w:proofErr w:type="spellEnd"/>
      <w:r w:rsidRPr="00275B88">
        <w:t xml:space="preserve"> n</w:t>
      </w:r>
      <w:r w:rsidR="002C50B2">
        <w:t>’</w:t>
      </w:r>
      <w:r w:rsidRPr="00275B88">
        <w:t>hésita pas</w:t>
      </w:r>
      <w:r w:rsidR="002C50B2">
        <w:t>…</w:t>
      </w:r>
    </w:p>
    <w:p w14:paraId="0ABCA73E" w14:textId="77777777" w:rsidR="002C50B2" w:rsidRDefault="00C77A4E" w:rsidP="002C50B2">
      <w:r w:rsidRPr="00275B88">
        <w:t>S</w:t>
      </w:r>
      <w:r w:rsidR="002C50B2">
        <w:t>’</w:t>
      </w:r>
      <w:r w:rsidRPr="00275B88">
        <w:t>approchant de la muraille</w:t>
      </w:r>
      <w:r w:rsidR="002C50B2">
        <w:t xml:space="preserve">, </w:t>
      </w:r>
      <w:r w:rsidRPr="00275B88">
        <w:t>il appuya sur un ressort dissimulé entre deux pierres</w:t>
      </w:r>
      <w:r w:rsidR="002C50B2">
        <w:t xml:space="preserve">… </w:t>
      </w:r>
      <w:r w:rsidRPr="00275B88">
        <w:t>La muraille se déplaça aussitôt</w:t>
      </w:r>
      <w:r w:rsidR="002C50B2">
        <w:t>…</w:t>
      </w:r>
    </w:p>
    <w:p w14:paraId="045074DE" w14:textId="77777777" w:rsidR="002C50B2" w:rsidRDefault="002C50B2" w:rsidP="002C50B2">
      <w:r>
        <w:t>— </w:t>
      </w:r>
      <w:r w:rsidR="00C77A4E" w:rsidRPr="00275B88">
        <w:t>Lâchez les chiens</w:t>
      </w:r>
      <w:r>
        <w:t xml:space="preserve"> ! </w:t>
      </w:r>
      <w:r w:rsidR="00C77A4E" w:rsidRPr="00275B88">
        <w:t xml:space="preserve">ordonna le père de Colette à </w:t>
      </w:r>
      <w:proofErr w:type="spellStart"/>
      <w:r w:rsidR="00C77A4E" w:rsidRPr="00275B88">
        <w:t>Gautrais</w:t>
      </w:r>
      <w:proofErr w:type="spellEnd"/>
      <w:r>
        <w:t xml:space="preserve">, </w:t>
      </w:r>
      <w:r w:rsidR="00C77A4E" w:rsidRPr="00275B88">
        <w:t>qui détacha les deux danois qu</w:t>
      </w:r>
      <w:r>
        <w:t>’</w:t>
      </w:r>
      <w:r w:rsidR="00C77A4E" w:rsidRPr="00275B88">
        <w:t>il tenait en laisse</w:t>
      </w:r>
      <w:r>
        <w:t>.</w:t>
      </w:r>
    </w:p>
    <w:p w14:paraId="1F6D026F" w14:textId="77777777" w:rsidR="002C50B2" w:rsidRDefault="00C77A4E" w:rsidP="002C50B2">
      <w:r w:rsidRPr="00275B88">
        <w:t>Aussitôt</w:t>
      </w:r>
      <w:r w:rsidR="002C50B2">
        <w:t xml:space="preserve">, </w:t>
      </w:r>
      <w:r w:rsidRPr="00275B88">
        <w:t>Pandore et Vidocq s</w:t>
      </w:r>
      <w:r w:rsidR="002C50B2">
        <w:t>’</w:t>
      </w:r>
      <w:r w:rsidRPr="00275B88">
        <w:t>élancèrent à travers la baie et gravirent de toute la vitesse de leurs quatre pattes l</w:t>
      </w:r>
      <w:r w:rsidR="002C50B2">
        <w:t>’</w:t>
      </w:r>
      <w:r w:rsidRPr="00275B88">
        <w:t>escalier dérobé par lequel s</w:t>
      </w:r>
      <w:r w:rsidR="002C50B2">
        <w:t>’</w:t>
      </w:r>
      <w:r w:rsidRPr="00275B88">
        <w:t>était enfui Belphégor</w:t>
      </w:r>
      <w:r w:rsidR="002C50B2">
        <w:t xml:space="preserve">, </w:t>
      </w:r>
      <w:r w:rsidRPr="00275B88">
        <w:t>et qui aboutissait à la plate</w:t>
      </w:r>
      <w:r>
        <w:t>-</w:t>
      </w:r>
      <w:r w:rsidRPr="00275B88">
        <w:t>forme de l</w:t>
      </w:r>
      <w:r w:rsidR="002C50B2">
        <w:t>’</w:t>
      </w:r>
      <w:r w:rsidRPr="00275B88">
        <w:t>une des tours du château</w:t>
      </w:r>
      <w:r w:rsidR="002C50B2">
        <w:t>.</w:t>
      </w:r>
    </w:p>
    <w:p w14:paraId="789C9DDF" w14:textId="77777777" w:rsidR="002C50B2" w:rsidRDefault="00C77A4E" w:rsidP="002C50B2">
      <w:r w:rsidRPr="00275B88">
        <w:t>Ils y arrivèrent au moment où Simone allait se laisser glisser sur un toit voisin d</w:t>
      </w:r>
      <w:r w:rsidR="002C50B2">
        <w:t>’</w:t>
      </w:r>
      <w:r w:rsidRPr="00275B88">
        <w:t>où</w:t>
      </w:r>
      <w:r w:rsidR="002C50B2">
        <w:t xml:space="preserve">, </w:t>
      </w:r>
      <w:r w:rsidRPr="00275B88">
        <w:t>par une de ses fenêtres à tabatière</w:t>
      </w:r>
      <w:r w:rsidR="002C50B2">
        <w:t xml:space="preserve">, </w:t>
      </w:r>
      <w:r w:rsidRPr="00275B88">
        <w:t>il lui eût été possible de gagner</w:t>
      </w:r>
      <w:r w:rsidR="002C50B2">
        <w:t xml:space="preserve">, </w:t>
      </w:r>
      <w:r w:rsidRPr="00275B88">
        <w:t>par les combles</w:t>
      </w:r>
      <w:r w:rsidR="002C50B2">
        <w:t xml:space="preserve">, </w:t>
      </w:r>
      <w:r w:rsidRPr="00275B88">
        <w:t>une cachette que le prévoyant bossu</w:t>
      </w:r>
      <w:r w:rsidR="002C50B2">
        <w:t xml:space="preserve">, </w:t>
      </w:r>
      <w:r w:rsidRPr="00275B88">
        <w:t>en cas d</w:t>
      </w:r>
      <w:r w:rsidR="002C50B2">
        <w:t>’</w:t>
      </w:r>
      <w:r w:rsidRPr="00275B88">
        <w:t>alerte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était aménagée</w:t>
      </w:r>
      <w:r w:rsidR="002C50B2">
        <w:t>.</w:t>
      </w:r>
    </w:p>
    <w:p w14:paraId="560034D4" w14:textId="77777777" w:rsidR="002C50B2" w:rsidRDefault="00C77A4E" w:rsidP="002C50B2">
      <w:r w:rsidRPr="00275B88">
        <w:lastRenderedPageBreak/>
        <w:t>Mais Pandore et Vidocq ne lui en laissèrent pas le loisir</w:t>
      </w:r>
      <w:r w:rsidR="002C50B2">
        <w:t xml:space="preserve">… </w:t>
      </w:r>
      <w:r w:rsidRPr="00275B88">
        <w:t>Se jetant sur elle</w:t>
      </w:r>
      <w:r w:rsidR="002C50B2">
        <w:t xml:space="preserve">, </w:t>
      </w:r>
      <w:r w:rsidRPr="00275B88">
        <w:t>ils l</w:t>
      </w:r>
      <w:r w:rsidR="002C50B2">
        <w:t>’</w:t>
      </w:r>
      <w:r w:rsidRPr="00275B88">
        <w:t>empoignèrent chacun par un bras</w:t>
      </w:r>
      <w:r w:rsidR="002C50B2">
        <w:t xml:space="preserve">… </w:t>
      </w:r>
      <w:r w:rsidRPr="00275B88">
        <w:t>et comme elle cherchait à se dégager</w:t>
      </w:r>
      <w:r w:rsidR="002C50B2">
        <w:t xml:space="preserve">, </w:t>
      </w:r>
      <w:r w:rsidRPr="00275B88">
        <w:t>elle sentit les crocs des deux chiens s</w:t>
      </w:r>
      <w:r w:rsidR="002C50B2">
        <w:t>’</w:t>
      </w:r>
      <w:r w:rsidRPr="00275B88">
        <w:t>enfoncer dans sa chair</w:t>
      </w:r>
      <w:r w:rsidR="002C50B2">
        <w:t>.</w:t>
      </w:r>
    </w:p>
    <w:p w14:paraId="118C46EF" w14:textId="77777777" w:rsidR="002C50B2" w:rsidRDefault="00C77A4E" w:rsidP="002C50B2">
      <w:r w:rsidRPr="00275B88">
        <w:t>Alors</w:t>
      </w:r>
      <w:r w:rsidR="002C50B2">
        <w:t xml:space="preserve">, </w:t>
      </w:r>
      <w:r w:rsidRPr="00275B88">
        <w:t>se sentant perdue</w:t>
      </w:r>
      <w:r w:rsidR="002C50B2">
        <w:t xml:space="preserve">, </w:t>
      </w:r>
      <w:r w:rsidRPr="00275B88">
        <w:t>et comprenant qu</w:t>
      </w:r>
      <w:r w:rsidR="002C50B2">
        <w:t>’</w:t>
      </w:r>
      <w:r w:rsidRPr="00275B88">
        <w:t>elle n</w:t>
      </w:r>
      <w:r w:rsidR="002C50B2">
        <w:t>’</w:t>
      </w:r>
      <w:r w:rsidRPr="00275B88">
        <w:t>avait plus qu</w:t>
      </w:r>
      <w:r w:rsidR="002C50B2">
        <w:t>’</w:t>
      </w:r>
      <w:r w:rsidRPr="00275B88">
        <w:t>à se rendre ou à mourir</w:t>
      </w:r>
      <w:r w:rsidR="002C50B2">
        <w:t xml:space="preserve">, </w:t>
      </w:r>
      <w:r w:rsidRPr="00275B88">
        <w:t>malgré la douleur que lui causait la double morsure qui s</w:t>
      </w:r>
      <w:r w:rsidR="002C50B2">
        <w:t>’</w:t>
      </w:r>
      <w:r w:rsidRPr="00275B88">
        <w:t>accentuait à chacun de ses mouvements</w:t>
      </w:r>
      <w:r w:rsidR="002C50B2">
        <w:t xml:space="preserve">, </w:t>
      </w:r>
      <w:r w:rsidRPr="00275B88">
        <w:t>elle chercha à gagner le créneau afin de se précipiter dans le vide</w:t>
      </w:r>
      <w:r w:rsidR="002C50B2">
        <w:t>…</w:t>
      </w:r>
    </w:p>
    <w:p w14:paraId="406362AC" w14:textId="77777777" w:rsidR="002C50B2" w:rsidRDefault="00C77A4E" w:rsidP="002C50B2">
      <w:r w:rsidRPr="00275B88">
        <w:t>Pandore et Vidocq resserrèrent l</w:t>
      </w:r>
      <w:r w:rsidR="002C50B2">
        <w:t>’</w:t>
      </w:r>
      <w:r w:rsidRPr="00275B88">
        <w:t>étreinte de leurs mâchoires et elle eut l</w:t>
      </w:r>
      <w:r w:rsidR="002C50B2">
        <w:t>’</w:t>
      </w:r>
      <w:r w:rsidRPr="00275B88">
        <w:t>impression de lire la mort dans leurs yeux</w:t>
      </w:r>
      <w:r w:rsidR="002C50B2">
        <w:t>.</w:t>
      </w:r>
    </w:p>
    <w:p w14:paraId="3C7D53C5" w14:textId="77777777" w:rsidR="002C50B2" w:rsidRDefault="00C77A4E" w:rsidP="002C50B2">
      <w:r w:rsidRPr="00275B88">
        <w:t>Un cri de rage impuissante lui échappa et elle s</w:t>
      </w:r>
      <w:r w:rsidR="002C50B2">
        <w:t>’</w:t>
      </w:r>
      <w:r w:rsidRPr="00275B88">
        <w:t>abattit sur les dalles</w:t>
      </w:r>
      <w:r w:rsidR="002C50B2">
        <w:t>…</w:t>
      </w:r>
    </w:p>
    <w:p w14:paraId="3287D524" w14:textId="77777777" w:rsidR="002C50B2" w:rsidRDefault="00C77A4E" w:rsidP="002C50B2">
      <w:r w:rsidRPr="00275B88">
        <w:t>Une haleine chaude passa sur son visage</w:t>
      </w:r>
      <w:r w:rsidR="002C50B2">
        <w:t xml:space="preserve">… </w:t>
      </w:r>
      <w:r w:rsidRPr="00275B88">
        <w:t>Une gueule béante s</w:t>
      </w:r>
      <w:r w:rsidR="002C50B2">
        <w:t>’</w:t>
      </w:r>
      <w:r w:rsidRPr="00275B88">
        <w:t>approcha de sa gorge</w:t>
      </w:r>
      <w:r w:rsidR="002C50B2">
        <w:t xml:space="preserve">… </w:t>
      </w:r>
      <w:r w:rsidRPr="00275B88">
        <w:t>C</w:t>
      </w:r>
      <w:r w:rsidR="002C50B2">
        <w:t>’</w:t>
      </w:r>
      <w:r w:rsidRPr="00275B88">
        <w:t>était Pandore qui s</w:t>
      </w:r>
      <w:r w:rsidR="002C50B2">
        <w:t>’</w:t>
      </w:r>
      <w:r w:rsidRPr="00275B88">
        <w:t>apprêtait à l</w:t>
      </w:r>
      <w:r w:rsidR="002C50B2">
        <w:t>’</w:t>
      </w:r>
      <w:r w:rsidRPr="00275B88">
        <w:t>étrangler</w:t>
      </w:r>
      <w:r w:rsidR="002C50B2">
        <w:t>.</w:t>
      </w:r>
    </w:p>
    <w:p w14:paraId="01EF59F5" w14:textId="77777777" w:rsidR="002C50B2" w:rsidRDefault="00C77A4E" w:rsidP="002C50B2">
      <w:r w:rsidRPr="00275B88">
        <w:t>Mais un coup de sifflet retentit</w:t>
      </w:r>
      <w:r w:rsidR="002C50B2">
        <w:t xml:space="preserve">… </w:t>
      </w:r>
      <w:r w:rsidRPr="00275B88">
        <w:t xml:space="preserve">Les deux bêtes lâchèrent aussitôt leur proie pour retourner docilement vers </w:t>
      </w:r>
      <w:proofErr w:type="spellStart"/>
      <w:r w:rsidRPr="00275B88">
        <w:t>Gautrais</w:t>
      </w:r>
      <w:proofErr w:type="spellEnd"/>
      <w:r w:rsidRPr="00275B88">
        <w:t xml:space="preserve"> qui venait de surgir</w:t>
      </w:r>
      <w:r w:rsidR="002C50B2">
        <w:t xml:space="preserve">, </w:t>
      </w:r>
      <w:r w:rsidRPr="00275B88">
        <w:t>avec Chantecoq</w:t>
      </w:r>
      <w:r w:rsidR="002C50B2">
        <w:t xml:space="preserve">, </w:t>
      </w:r>
      <w:r w:rsidRPr="00275B88">
        <w:t>sur la plate</w:t>
      </w:r>
      <w:r>
        <w:t>-</w:t>
      </w:r>
      <w:r w:rsidRPr="00275B88">
        <w:t>forme</w:t>
      </w:r>
      <w:r w:rsidR="002C50B2">
        <w:t>.</w:t>
      </w:r>
    </w:p>
    <w:p w14:paraId="7325BB35" w14:textId="77777777" w:rsidR="002C50B2" w:rsidRDefault="00C77A4E" w:rsidP="002C50B2">
      <w:r w:rsidRPr="00275B88">
        <w:t>Et le détective</w:t>
      </w:r>
      <w:r w:rsidR="002C50B2">
        <w:t xml:space="preserve">, </w:t>
      </w:r>
      <w:r w:rsidRPr="00275B88">
        <w:t>empoignant dans ses bras la jeune femme à moitié évanouie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55264626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Belphégor</w:t>
      </w:r>
      <w:r>
        <w:t xml:space="preserve">, </w:t>
      </w:r>
      <w:r w:rsidR="00C77A4E" w:rsidRPr="00275B88">
        <w:t>je te tiens tout à fait</w:t>
      </w:r>
      <w:r>
        <w:t> !</w:t>
      </w:r>
    </w:p>
    <w:p w14:paraId="009EC31C" w14:textId="098BD991" w:rsidR="00C77A4E" w:rsidRPr="000E6B1E" w:rsidRDefault="00C77A4E" w:rsidP="002C50B2">
      <w:pPr>
        <w:pStyle w:val="Titre2"/>
      </w:pPr>
      <w:bookmarkStart w:id="105" w:name="_Toc145914658"/>
      <w:bookmarkStart w:id="106" w:name="_Toc203477094"/>
      <w:r w:rsidRPr="000E6B1E">
        <w:lastRenderedPageBreak/>
        <w:t>VIII</w:t>
      </w:r>
      <w:bookmarkEnd w:id="105"/>
      <w:r w:rsidRPr="000E6B1E">
        <w:br/>
      </w:r>
      <w:r w:rsidRPr="000E6B1E">
        <w:br/>
      </w:r>
      <w:bookmarkStart w:id="107" w:name="_Toc145914659"/>
      <w:r w:rsidRPr="000E6B1E">
        <w:t>L</w:t>
      </w:r>
      <w:r w:rsidR="002C50B2">
        <w:t>’</w:t>
      </w:r>
      <w:r w:rsidRPr="000E6B1E">
        <w:t>EXPIATION</w:t>
      </w:r>
      <w:bookmarkEnd w:id="106"/>
      <w:bookmarkEnd w:id="107"/>
      <w:r w:rsidRPr="000E6B1E">
        <w:br/>
      </w:r>
    </w:p>
    <w:p w14:paraId="23D6CFDE" w14:textId="77777777" w:rsidR="002C50B2" w:rsidRDefault="00C77A4E" w:rsidP="002C50B2">
      <w:r w:rsidRPr="00275B88">
        <w:t>Pendant que ces événements se déroulaient à l</w:t>
      </w:r>
      <w:r w:rsidR="002C50B2">
        <w:t>’</w:t>
      </w:r>
      <w:r w:rsidRPr="00275B88">
        <w:t>intérieur du château</w:t>
      </w:r>
      <w:r w:rsidR="002C50B2">
        <w:t xml:space="preserve">, </w:t>
      </w:r>
      <w:r w:rsidRPr="00275B88">
        <w:t>la limousine des Papillon s</w:t>
      </w:r>
      <w:r w:rsidR="002C50B2">
        <w:t>’</w:t>
      </w:r>
      <w:r w:rsidRPr="00275B88">
        <w:t>arrêtait dans la cour</w:t>
      </w:r>
      <w:r w:rsidR="002C50B2">
        <w:t>.</w:t>
      </w:r>
    </w:p>
    <w:p w14:paraId="7B40C313" w14:textId="77777777" w:rsidR="002C50B2" w:rsidRDefault="00C77A4E" w:rsidP="002C50B2">
      <w:r w:rsidRPr="00275B88">
        <w:t>Le portier se précipitait vers eux</w:t>
      </w:r>
      <w:r w:rsidR="002C50B2">
        <w:t xml:space="preserve">, </w:t>
      </w:r>
      <w:r w:rsidRPr="00275B88">
        <w:t>et avant que ses maîtres eussent mis pied à terre</w:t>
      </w:r>
      <w:r w:rsidR="002C50B2">
        <w:t xml:space="preserve">, </w:t>
      </w:r>
      <w:r w:rsidRPr="00275B88">
        <w:t>il s</w:t>
      </w:r>
      <w:r w:rsidR="002C50B2">
        <w:t>’</w:t>
      </w:r>
      <w:r w:rsidRPr="00275B88">
        <w:t>écriait</w:t>
      </w:r>
      <w:r w:rsidR="002C50B2">
        <w:t xml:space="preserve">, </w:t>
      </w:r>
      <w:r w:rsidRPr="00275B88">
        <w:t>affolé</w:t>
      </w:r>
      <w:r w:rsidR="002C50B2">
        <w:t> :</w:t>
      </w:r>
    </w:p>
    <w:p w14:paraId="5D1541D7" w14:textId="77777777" w:rsidR="002C50B2" w:rsidRDefault="002C50B2" w:rsidP="002C50B2">
      <w:r>
        <w:t>— </w:t>
      </w:r>
      <w:r w:rsidR="00C77A4E" w:rsidRPr="00275B88">
        <w:t>Monsieur le baron</w:t>
      </w:r>
      <w:r>
        <w:t xml:space="preserve">, </w:t>
      </w:r>
      <w:r w:rsidR="00C77A4E" w:rsidRPr="00275B88">
        <w:t>madame la baronne</w:t>
      </w:r>
      <w:r>
        <w:t xml:space="preserve">, </w:t>
      </w:r>
      <w:r w:rsidR="00C77A4E" w:rsidRPr="00275B88">
        <w:t>il se passe ici des choses extraordinaires</w:t>
      </w:r>
      <w:r>
        <w:t> !…</w:t>
      </w:r>
    </w:p>
    <w:p w14:paraId="74AB9E94" w14:textId="77777777" w:rsidR="002C50B2" w:rsidRDefault="002C50B2" w:rsidP="002C50B2">
      <w:r>
        <w:t>— </w:t>
      </w:r>
      <w:r w:rsidR="00C77A4E" w:rsidRPr="00275B88">
        <w:t>Quoi donc</w:t>
      </w:r>
      <w:r>
        <w:t xml:space="preserve"> ? </w:t>
      </w:r>
      <w:r w:rsidR="00C77A4E" w:rsidRPr="00275B88">
        <w:t>interrogea le collectionneur</w:t>
      </w:r>
      <w:r>
        <w:t xml:space="preserve">, </w:t>
      </w:r>
      <w:r w:rsidR="00C77A4E" w:rsidRPr="00275B88">
        <w:t>en descendant de voiture</w:t>
      </w:r>
      <w:r>
        <w:t>.</w:t>
      </w:r>
    </w:p>
    <w:p w14:paraId="5DC7BCF6" w14:textId="77777777" w:rsidR="002C50B2" w:rsidRDefault="00C77A4E" w:rsidP="002C50B2">
      <w:r w:rsidRPr="00275B88">
        <w:t>Le concierge expliquait</w:t>
      </w:r>
      <w:r w:rsidR="002C50B2">
        <w:t> :</w:t>
      </w:r>
    </w:p>
    <w:p w14:paraId="3DEEE03F" w14:textId="3944B9E4" w:rsidR="002C50B2" w:rsidRDefault="002C50B2" w:rsidP="002C50B2">
      <w:r>
        <w:t>— </w:t>
      </w:r>
      <w:r w:rsidR="00C77A4E" w:rsidRPr="00275B88">
        <w:t>La nuit dernière</w:t>
      </w:r>
      <w:r>
        <w:t>, M. </w:t>
      </w:r>
      <w:proofErr w:type="spellStart"/>
      <w:r w:rsidR="00C77A4E" w:rsidRPr="00275B88">
        <w:t>Lüchner</w:t>
      </w:r>
      <w:proofErr w:type="spellEnd"/>
      <w:r w:rsidR="00C77A4E" w:rsidRPr="00275B88">
        <w:t xml:space="preserve"> a amené au château deux personnes</w:t>
      </w:r>
      <w:r>
        <w:t xml:space="preserve">, </w:t>
      </w:r>
      <w:r w:rsidR="00C77A4E" w:rsidRPr="00275B88">
        <w:t>un homme et une femme</w:t>
      </w:r>
      <w:r>
        <w:t xml:space="preserve">, </w:t>
      </w:r>
      <w:r w:rsidR="00C77A4E" w:rsidRPr="00275B88">
        <w:t>que je ne connais pas</w:t>
      </w:r>
      <w:r>
        <w:t xml:space="preserve">… </w:t>
      </w:r>
      <w:r w:rsidR="00C77A4E" w:rsidRPr="00275B88">
        <w:t>Je me demande même par où il les a fait entrer</w:t>
      </w:r>
      <w:r>
        <w:t xml:space="preserve">… </w:t>
      </w:r>
      <w:r w:rsidR="00C77A4E" w:rsidRPr="00275B88">
        <w:t>car je puis jurer à Monsieur le baron qu</w:t>
      </w:r>
      <w:r>
        <w:t>’</w:t>
      </w:r>
      <w:r w:rsidR="00C77A4E" w:rsidRPr="00275B88">
        <w:t>ils n</w:t>
      </w:r>
      <w:r>
        <w:t>’</w:t>
      </w:r>
      <w:r w:rsidR="00C77A4E" w:rsidRPr="00275B88">
        <w:t>ont pas franchi la grille</w:t>
      </w:r>
      <w:r>
        <w:t xml:space="preserve">, </w:t>
      </w:r>
      <w:r w:rsidR="00C77A4E" w:rsidRPr="00275B88">
        <w:t>que j</w:t>
      </w:r>
      <w:r>
        <w:t>’</w:t>
      </w:r>
      <w:r w:rsidR="00C77A4E" w:rsidRPr="00275B88">
        <w:t>avais fermée moi</w:t>
      </w:r>
      <w:r w:rsidR="00C77A4E">
        <w:t>-</w:t>
      </w:r>
      <w:r w:rsidR="00C77A4E" w:rsidRPr="00275B88">
        <w:t>même à double tour</w:t>
      </w:r>
      <w:r>
        <w:t>.</w:t>
      </w:r>
    </w:p>
    <w:p w14:paraId="5D9E6E11" w14:textId="31995891" w:rsidR="002C50B2" w:rsidRDefault="002C50B2" w:rsidP="002C50B2">
      <w:r>
        <w:t>« </w:t>
      </w:r>
      <w:r w:rsidR="00C77A4E" w:rsidRPr="00275B88">
        <w:t>Ce matin</w:t>
      </w:r>
      <w:r>
        <w:t xml:space="preserve">, </w:t>
      </w:r>
      <w:r w:rsidR="00C77A4E" w:rsidRPr="00275B88">
        <w:t>seulement</w:t>
      </w:r>
      <w:r>
        <w:t xml:space="preserve">, </w:t>
      </w:r>
      <w:r w:rsidR="00C77A4E" w:rsidRPr="00275B88">
        <w:t>de très bonne heure</w:t>
      </w:r>
      <w:r>
        <w:t>, M. </w:t>
      </w:r>
      <w:proofErr w:type="spellStart"/>
      <w:r w:rsidR="00C77A4E" w:rsidRPr="00275B88">
        <w:t>Lüchner</w:t>
      </w:r>
      <w:proofErr w:type="spellEnd"/>
      <w:r w:rsidR="00C77A4E" w:rsidRPr="00275B88">
        <w:t xml:space="preserve"> m</w:t>
      </w:r>
      <w:r>
        <w:t>’</w:t>
      </w:r>
      <w:r w:rsidR="00C77A4E" w:rsidRPr="00275B88">
        <w:t>a fait appeler et m</w:t>
      </w:r>
      <w:r>
        <w:t>’</w:t>
      </w:r>
      <w:r w:rsidR="00C77A4E" w:rsidRPr="00275B88">
        <w:t>a dit</w:t>
      </w:r>
      <w:r>
        <w:t> :</w:t>
      </w:r>
    </w:p>
    <w:p w14:paraId="4DB16367" w14:textId="101DADBA" w:rsidR="002C50B2" w:rsidRDefault="002C50B2" w:rsidP="002C50B2">
      <w:r>
        <w:t>« </w:t>
      </w:r>
      <w:r w:rsidR="00C77A4E" w:rsidRPr="00275B88">
        <w:t>Hier soir</w:t>
      </w:r>
      <w:r>
        <w:t xml:space="preserve">, </w:t>
      </w:r>
      <w:r w:rsidR="00C77A4E" w:rsidRPr="00275B88">
        <w:t>très tard</w:t>
      </w:r>
      <w:r>
        <w:t xml:space="preserve">, </w:t>
      </w:r>
      <w:r w:rsidR="00C77A4E" w:rsidRPr="00275B88">
        <w:t>je suis arrivé avec un ingénieur qui est venu pour s</w:t>
      </w:r>
      <w:r>
        <w:t>’</w:t>
      </w:r>
      <w:r w:rsidR="00C77A4E" w:rsidRPr="00275B88">
        <w:t>occuper du mécanisme des oubliettes</w:t>
      </w:r>
      <w:r>
        <w:t xml:space="preserve">, </w:t>
      </w:r>
      <w:r w:rsidR="00C77A4E" w:rsidRPr="00275B88">
        <w:t>qui ne veut toujours pas fonctionner</w:t>
      </w:r>
      <w:r>
        <w:t xml:space="preserve">… </w:t>
      </w:r>
      <w:r w:rsidR="00C77A4E" w:rsidRPr="00275B88">
        <w:t>Je n</w:t>
      </w:r>
      <w:r>
        <w:t>’</w:t>
      </w:r>
      <w:r w:rsidR="00C77A4E" w:rsidRPr="00275B88">
        <w:t>ai pas voulu vous réveiller et je l</w:t>
      </w:r>
      <w:r>
        <w:t>’</w:t>
      </w:r>
      <w:r w:rsidR="00C77A4E" w:rsidRPr="00275B88">
        <w:t>ai fait entrer</w:t>
      </w:r>
      <w:r>
        <w:t xml:space="preserve">, </w:t>
      </w:r>
      <w:r w:rsidR="00C77A4E" w:rsidRPr="00275B88">
        <w:t>avec sa femme qui l</w:t>
      </w:r>
      <w:r>
        <w:t>’</w:t>
      </w:r>
      <w:r w:rsidR="00C77A4E" w:rsidRPr="00275B88">
        <w:t>accompagne</w:t>
      </w:r>
      <w:r>
        <w:t xml:space="preserve">, </w:t>
      </w:r>
      <w:r w:rsidR="00C77A4E" w:rsidRPr="00275B88">
        <w:t>par la petite porte de Diane</w:t>
      </w:r>
      <w:r>
        <w:t xml:space="preserve">… </w:t>
      </w:r>
      <w:r w:rsidR="00C77A4E" w:rsidRPr="00275B88">
        <w:t>Sa sœur doit venir le rejoindre ce matin</w:t>
      </w:r>
      <w:r>
        <w:t xml:space="preserve">… </w:t>
      </w:r>
      <w:r w:rsidR="00C77A4E" w:rsidRPr="00275B88">
        <w:t>car ces dames désirent visiter le château</w:t>
      </w:r>
      <w:r>
        <w:t>. »</w:t>
      </w:r>
    </w:p>
    <w:p w14:paraId="475D6958" w14:textId="77777777" w:rsidR="002C50B2" w:rsidRDefault="002C50B2" w:rsidP="002C50B2">
      <w:r>
        <w:lastRenderedPageBreak/>
        <w:t>— </w:t>
      </w:r>
      <w:r w:rsidR="00C77A4E" w:rsidRPr="00275B88">
        <w:t>Cette histoire me semble louche</w:t>
      </w:r>
      <w:r>
        <w:t xml:space="preserve"> !… </w:t>
      </w:r>
      <w:r w:rsidR="00C77A4E" w:rsidRPr="00275B88">
        <w:t>soulignait Eudoxie</w:t>
      </w:r>
      <w:r>
        <w:t xml:space="preserve">, </w:t>
      </w:r>
      <w:r w:rsidR="00C77A4E" w:rsidRPr="00275B88">
        <w:t>qui avait rejoint son mari</w:t>
      </w:r>
      <w:r>
        <w:t>.</w:t>
      </w:r>
    </w:p>
    <w:p w14:paraId="269A0F76" w14:textId="77777777" w:rsidR="002C50B2" w:rsidRDefault="002C50B2" w:rsidP="002C50B2">
      <w:r>
        <w:t>— </w:t>
      </w:r>
      <w:r w:rsidR="00C77A4E" w:rsidRPr="00275B88">
        <w:t>Tu t</w:t>
      </w:r>
      <w:r>
        <w:t>’</w:t>
      </w:r>
      <w:r w:rsidR="00C77A4E" w:rsidRPr="00275B88">
        <w:t>inquiètes toujours à tort</w:t>
      </w:r>
      <w:r>
        <w:t xml:space="preserve"> ! </w:t>
      </w:r>
      <w:r w:rsidR="00C77A4E" w:rsidRPr="00275B88">
        <w:t>morigénait Papillon</w:t>
      </w:r>
      <w:r>
        <w:t xml:space="preserve">. </w:t>
      </w:r>
      <w:proofErr w:type="spellStart"/>
      <w:r w:rsidR="00C77A4E" w:rsidRPr="00275B88">
        <w:t>Lüchner</w:t>
      </w:r>
      <w:proofErr w:type="spellEnd"/>
      <w:r w:rsidR="00C77A4E" w:rsidRPr="00275B88">
        <w:t xml:space="preserve"> est mon homme de confiance et il est incapable d</w:t>
      </w:r>
      <w:r>
        <w:t>’</w:t>
      </w:r>
      <w:r w:rsidR="00C77A4E" w:rsidRPr="00275B88">
        <w:t>une imprudence et encore moins d</w:t>
      </w:r>
      <w:r>
        <w:t>’</w:t>
      </w:r>
      <w:r w:rsidR="00C77A4E" w:rsidRPr="00275B88">
        <w:t>une indélicatesse</w:t>
      </w:r>
      <w:r>
        <w:t>.</w:t>
      </w:r>
    </w:p>
    <w:p w14:paraId="35819997" w14:textId="77777777" w:rsidR="002C50B2" w:rsidRDefault="002C50B2" w:rsidP="002C50B2">
      <w:r>
        <w:t>— </w:t>
      </w:r>
      <w:r w:rsidR="00C77A4E" w:rsidRPr="00275B88">
        <w:t>Je n</w:t>
      </w:r>
      <w:r>
        <w:t>’</w:t>
      </w:r>
      <w:r w:rsidR="00C77A4E" w:rsidRPr="00275B88">
        <w:t>ai pas fini</w:t>
      </w:r>
      <w:r>
        <w:t xml:space="preserve">, </w:t>
      </w:r>
      <w:r w:rsidR="00C77A4E" w:rsidRPr="00275B88">
        <w:t>monsieur le baron</w:t>
      </w:r>
      <w:r>
        <w:t xml:space="preserve">, </w:t>
      </w:r>
      <w:r w:rsidR="00C77A4E" w:rsidRPr="00275B88">
        <w:t>reprenait le portier</w:t>
      </w:r>
      <w:r>
        <w:t>.</w:t>
      </w:r>
    </w:p>
    <w:p w14:paraId="0FCF1484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parlez</w:t>
      </w:r>
      <w:r>
        <w:t>.</w:t>
      </w:r>
    </w:p>
    <w:p w14:paraId="00B762EE" w14:textId="77777777" w:rsidR="002C50B2" w:rsidRDefault="002C50B2" w:rsidP="002C50B2">
      <w:r>
        <w:t>— </w:t>
      </w:r>
      <w:r w:rsidR="00C77A4E" w:rsidRPr="00275B88">
        <w:t>Il y a environ une demi</w:t>
      </w:r>
      <w:r w:rsidR="00C77A4E">
        <w:t>-</w:t>
      </w:r>
      <w:r w:rsidR="00C77A4E" w:rsidRPr="00275B88">
        <w:t>heure</w:t>
      </w:r>
      <w:r>
        <w:t xml:space="preserve">, </w:t>
      </w:r>
      <w:r w:rsidR="00C77A4E" w:rsidRPr="00275B88">
        <w:t>la sœur de l</w:t>
      </w:r>
      <w:r>
        <w:t>’</w:t>
      </w:r>
      <w:r w:rsidR="00C77A4E" w:rsidRPr="00275B88">
        <w:t>ingénieur est arrivée en auto</w:t>
      </w:r>
      <w:r>
        <w:t xml:space="preserve">… </w:t>
      </w:r>
      <w:r w:rsidR="00C77A4E" w:rsidRPr="00275B88">
        <w:t>Elle avait l</w:t>
      </w:r>
      <w:r>
        <w:t>’</w:t>
      </w:r>
      <w:r w:rsidR="00C77A4E" w:rsidRPr="00275B88">
        <w:t>air bizarre</w:t>
      </w:r>
      <w:r>
        <w:t xml:space="preserve">, </w:t>
      </w:r>
      <w:r w:rsidR="00C77A4E" w:rsidRPr="00275B88">
        <w:t>et j</w:t>
      </w:r>
      <w:r>
        <w:t>’</w:t>
      </w:r>
      <w:r w:rsidR="00C77A4E" w:rsidRPr="00275B88">
        <w:t>ai remarqué qu</w:t>
      </w:r>
      <w:r>
        <w:t>’</w:t>
      </w:r>
      <w:r w:rsidR="00C77A4E" w:rsidRPr="00275B88">
        <w:t>elle n</w:t>
      </w:r>
      <w:r>
        <w:t>’</w:t>
      </w:r>
      <w:r w:rsidR="00C77A4E" w:rsidRPr="00275B88">
        <w:t>avait pas de chapeau sur la tête</w:t>
      </w:r>
      <w:r>
        <w:t xml:space="preserve">… </w:t>
      </w:r>
      <w:r w:rsidR="00C77A4E" w:rsidRPr="00275B88">
        <w:t>Mais ce n</w:t>
      </w:r>
      <w:r>
        <w:t>’</w:t>
      </w:r>
      <w:r w:rsidR="00C77A4E" w:rsidRPr="00275B88">
        <w:t>est pas tout</w:t>
      </w:r>
      <w:r>
        <w:t xml:space="preserve">… </w:t>
      </w:r>
      <w:r w:rsidR="00C77A4E" w:rsidRPr="00275B88">
        <w:t>L</w:t>
      </w:r>
      <w:r>
        <w:t>’</w:t>
      </w:r>
      <w:r w:rsidR="00C77A4E" w:rsidRPr="00275B88">
        <w:t>ingénieur qui l</w:t>
      </w:r>
      <w:r>
        <w:t>’</w:t>
      </w:r>
      <w:r w:rsidR="00C77A4E" w:rsidRPr="00275B88">
        <w:t>attendait depuis un moment</w:t>
      </w:r>
      <w:r>
        <w:t xml:space="preserve"> – </w:t>
      </w:r>
      <w:r w:rsidR="00C77A4E" w:rsidRPr="00275B88">
        <w:t>oh</w:t>
      </w:r>
      <w:r>
        <w:t xml:space="preserve"> ! </w:t>
      </w:r>
      <w:r w:rsidR="00C77A4E" w:rsidRPr="00275B88">
        <w:t>un monsieur très bien</w:t>
      </w:r>
      <w:r>
        <w:t xml:space="preserve">, </w:t>
      </w:r>
      <w:r w:rsidR="00C77A4E" w:rsidRPr="00275B88">
        <w:t>très distingué</w:t>
      </w:r>
      <w:r>
        <w:t xml:space="preserve"> – </w:t>
      </w:r>
      <w:r w:rsidR="00C77A4E" w:rsidRPr="00275B88">
        <w:t>s</w:t>
      </w:r>
      <w:r>
        <w:t>’</w:t>
      </w:r>
      <w:r w:rsidR="00C77A4E" w:rsidRPr="00275B88">
        <w:t>est approché d</w:t>
      </w:r>
      <w:r>
        <w:t>’</w:t>
      </w:r>
      <w:r w:rsidR="00C77A4E" w:rsidRPr="00275B88">
        <w:t>elle</w:t>
      </w:r>
      <w:r>
        <w:t xml:space="preserve">, </w:t>
      </w:r>
      <w:r w:rsidR="00C77A4E" w:rsidRPr="00275B88">
        <w:t>l</w:t>
      </w:r>
      <w:r>
        <w:t>’</w:t>
      </w:r>
      <w:r w:rsidR="00C77A4E" w:rsidRPr="00275B88">
        <w:t>a saluée avec respect et lui a dit</w:t>
      </w:r>
      <w:r>
        <w:t> :</w:t>
      </w:r>
    </w:p>
    <w:p w14:paraId="5EE5E95C" w14:textId="69036A3E" w:rsidR="002C50B2" w:rsidRDefault="002C50B2" w:rsidP="002C50B2">
      <w:r>
        <w:t>« </w:t>
      </w:r>
      <w:r w:rsidR="00C77A4E" w:rsidRPr="00275B88">
        <w:t>Veuillez me suivre</w:t>
      </w:r>
      <w:r>
        <w:t xml:space="preserve">, </w:t>
      </w:r>
      <w:r w:rsidR="00C77A4E" w:rsidRPr="00275B88">
        <w:t>mademoiselle</w:t>
      </w:r>
      <w:r>
        <w:t xml:space="preserve">, </w:t>
      </w:r>
      <w:r w:rsidR="00C77A4E" w:rsidRPr="00275B88">
        <w:t xml:space="preserve">je vais vous conduire auprès de </w:t>
      </w:r>
      <w:r>
        <w:t>M. </w:t>
      </w:r>
      <w:r w:rsidR="00C77A4E" w:rsidRPr="00275B88">
        <w:t>votre père</w:t>
      </w:r>
      <w:r>
        <w:t>. »</w:t>
      </w:r>
    </w:p>
    <w:p w14:paraId="389C1E3E" w14:textId="77777777" w:rsidR="002C50B2" w:rsidRDefault="002C50B2" w:rsidP="002C50B2">
      <w:r>
        <w:t>— </w:t>
      </w:r>
      <w:r w:rsidR="00C77A4E" w:rsidRPr="00275B88">
        <w:t>En effet</w:t>
      </w:r>
      <w:r>
        <w:t xml:space="preserve">, </w:t>
      </w:r>
      <w:r w:rsidR="00C77A4E" w:rsidRPr="00275B88">
        <w:t>opinait l</w:t>
      </w:r>
      <w:r>
        <w:t>’</w:t>
      </w:r>
      <w:r w:rsidR="00C77A4E" w:rsidRPr="00275B88">
        <w:t>amateur de bibelots</w:t>
      </w:r>
      <w:r>
        <w:t xml:space="preserve">, </w:t>
      </w:r>
      <w:r w:rsidR="00C77A4E" w:rsidRPr="00275B88">
        <w:t>cela me paraît étrange</w:t>
      </w:r>
      <w:r>
        <w:t>.</w:t>
      </w:r>
    </w:p>
    <w:p w14:paraId="5360E61C" w14:textId="77777777" w:rsidR="002C50B2" w:rsidRDefault="002C50B2" w:rsidP="002C50B2">
      <w:r>
        <w:t>— </w:t>
      </w:r>
      <w:r w:rsidR="00C77A4E" w:rsidRPr="00275B88">
        <w:t>Ce n</w:t>
      </w:r>
      <w:r>
        <w:t>’</w:t>
      </w:r>
      <w:r w:rsidR="00C77A4E" w:rsidRPr="00275B88">
        <w:t>est pas encore tout</w:t>
      </w:r>
      <w:r>
        <w:t xml:space="preserve">, </w:t>
      </w:r>
      <w:r w:rsidR="00C77A4E" w:rsidRPr="00275B88">
        <w:t>appuyait le concierge</w:t>
      </w:r>
      <w:r>
        <w:t xml:space="preserve">… </w:t>
      </w:r>
      <w:r w:rsidR="00C77A4E" w:rsidRPr="00275B88">
        <w:t>Un quart d</w:t>
      </w:r>
      <w:r>
        <w:t>’</w:t>
      </w:r>
      <w:r w:rsidR="00C77A4E" w:rsidRPr="00275B88">
        <w:t>heure après</w:t>
      </w:r>
      <w:r>
        <w:t xml:space="preserve">, </w:t>
      </w:r>
      <w:r w:rsidR="00C77A4E" w:rsidRPr="00275B88">
        <w:t>une nouvelle auto</w:t>
      </w:r>
      <w:r>
        <w:t xml:space="preserve">… </w:t>
      </w:r>
      <w:r w:rsidR="00C77A4E" w:rsidRPr="00275B88">
        <w:t>découverte</w:t>
      </w:r>
      <w:r>
        <w:t xml:space="preserve">, </w:t>
      </w:r>
      <w:r w:rsidR="00C77A4E" w:rsidRPr="00275B88">
        <w:t>celle</w:t>
      </w:r>
      <w:r w:rsidR="00C77A4E">
        <w:t>-</w:t>
      </w:r>
      <w:r w:rsidR="00C77A4E" w:rsidRPr="00275B88">
        <w:t>là</w:t>
      </w:r>
      <w:r>
        <w:t xml:space="preserve">, </w:t>
      </w:r>
      <w:r w:rsidR="00C77A4E" w:rsidRPr="00275B88">
        <w:t>arrivait dans la cour</w:t>
      </w:r>
      <w:r>
        <w:t xml:space="preserve">… </w:t>
      </w:r>
      <w:r w:rsidR="00C77A4E" w:rsidRPr="00275B88">
        <w:t>Elle contenait six hommes et deux chiens</w:t>
      </w:r>
      <w:r>
        <w:t xml:space="preserve">, </w:t>
      </w:r>
      <w:r w:rsidR="00C77A4E" w:rsidRPr="00275B88">
        <w:t>deux danois qui n</w:t>
      </w:r>
      <w:r>
        <w:t>’</w:t>
      </w:r>
      <w:r w:rsidR="00C77A4E" w:rsidRPr="00275B88">
        <w:t>avaient pas l</w:t>
      </w:r>
      <w:r>
        <w:t>’</w:t>
      </w:r>
      <w:r w:rsidR="00C77A4E" w:rsidRPr="00275B88">
        <w:t>air commode</w:t>
      </w:r>
      <w:r>
        <w:t>.</w:t>
      </w:r>
    </w:p>
    <w:p w14:paraId="0398764D" w14:textId="5841121E" w:rsidR="002C50B2" w:rsidRDefault="002C50B2" w:rsidP="002C50B2">
      <w:r>
        <w:t>« </w:t>
      </w:r>
      <w:r w:rsidR="00C77A4E" w:rsidRPr="00275B88">
        <w:t>Un des hommes m</w:t>
      </w:r>
      <w:r>
        <w:t>’</w:t>
      </w:r>
      <w:r w:rsidR="00C77A4E" w:rsidRPr="00275B88">
        <w:t>a dit</w:t>
      </w:r>
      <w:r>
        <w:t> : « </w:t>
      </w:r>
      <w:r w:rsidR="00C77A4E" w:rsidRPr="00275B88">
        <w:t>Je suis le commissaire de police et je viens perquisitionner</w:t>
      </w:r>
      <w:r>
        <w:t>. »</w:t>
      </w:r>
    </w:p>
    <w:p w14:paraId="12AFB95A" w14:textId="77777777" w:rsidR="002C50B2" w:rsidRDefault="002C50B2" w:rsidP="002C50B2">
      <w:r>
        <w:t>— </w:t>
      </w:r>
      <w:r w:rsidR="00C77A4E" w:rsidRPr="00275B88">
        <w:t>Perquisitionner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>exclamait le baron</w:t>
      </w:r>
      <w:r>
        <w:t>.</w:t>
      </w:r>
    </w:p>
    <w:p w14:paraId="460D519A" w14:textId="77777777" w:rsidR="002C50B2" w:rsidRDefault="002C50B2" w:rsidP="002C50B2">
      <w:r>
        <w:t>— </w:t>
      </w:r>
      <w:r w:rsidR="00C77A4E" w:rsidRPr="00275B88">
        <w:t>Tu vas voir</w:t>
      </w:r>
      <w:r>
        <w:t xml:space="preserve">, </w:t>
      </w:r>
      <w:r w:rsidR="00C77A4E" w:rsidRPr="00275B88">
        <w:t>s</w:t>
      </w:r>
      <w:r>
        <w:t>’</w:t>
      </w:r>
      <w:r w:rsidR="00C77A4E" w:rsidRPr="00275B88">
        <w:t>écriait sa femme</w:t>
      </w:r>
      <w:r>
        <w:t xml:space="preserve">, </w:t>
      </w:r>
      <w:r w:rsidR="00C77A4E" w:rsidRPr="00275B88">
        <w:t>qu</w:t>
      </w:r>
      <w:r>
        <w:t>’</w:t>
      </w:r>
      <w:r w:rsidR="00C77A4E" w:rsidRPr="00275B88">
        <w:t>ils vont te prendre pour Belphégor</w:t>
      </w:r>
      <w:r>
        <w:t> !</w:t>
      </w:r>
    </w:p>
    <w:p w14:paraId="135983A8" w14:textId="77777777" w:rsidR="002C50B2" w:rsidRDefault="002C50B2" w:rsidP="002C50B2">
      <w:r>
        <w:lastRenderedPageBreak/>
        <w:t>— </w:t>
      </w:r>
      <w:r w:rsidR="00C77A4E" w:rsidRPr="00275B88">
        <w:t>Alors</w:t>
      </w:r>
      <w:r>
        <w:t xml:space="preserve">, </w:t>
      </w:r>
      <w:r w:rsidR="00C77A4E" w:rsidRPr="00275B88">
        <w:t>poursuivit le portier</w:t>
      </w:r>
      <w:r>
        <w:t xml:space="preserve">, </w:t>
      </w:r>
      <w:r w:rsidR="00C77A4E" w:rsidRPr="00275B88">
        <w:t>ils sont entrés dans la maison</w:t>
      </w:r>
      <w:r>
        <w:t>.</w:t>
      </w:r>
    </w:p>
    <w:p w14:paraId="1C523A31" w14:textId="77777777" w:rsidR="002C50B2" w:rsidRDefault="002C50B2" w:rsidP="002C50B2">
      <w:r>
        <w:t>— </w:t>
      </w:r>
      <w:r w:rsidR="00C77A4E" w:rsidRPr="00275B88">
        <w:t>Avec les chiens</w:t>
      </w:r>
      <w:r>
        <w:t> ?</w:t>
      </w:r>
    </w:p>
    <w:p w14:paraId="25D856A2" w14:textId="77777777" w:rsidR="002C50B2" w:rsidRDefault="002C50B2" w:rsidP="002C50B2">
      <w:r>
        <w:t>— </w:t>
      </w:r>
      <w:r w:rsidR="00C77A4E" w:rsidRPr="00275B88">
        <w:t>Avec les chiens</w:t>
      </w:r>
      <w:r>
        <w:t>.</w:t>
      </w:r>
    </w:p>
    <w:p w14:paraId="122DC471" w14:textId="77777777" w:rsidR="002C50B2" w:rsidRDefault="002C50B2" w:rsidP="002C50B2">
      <w:r>
        <w:t>— </w:t>
      </w:r>
      <w:r w:rsidR="00C77A4E" w:rsidRPr="00275B88">
        <w:t>Mais ils vont tout saccager</w:t>
      </w:r>
      <w:r>
        <w:t> !</w:t>
      </w:r>
    </w:p>
    <w:p w14:paraId="28A4B2EC" w14:textId="77777777" w:rsidR="002C50B2" w:rsidRDefault="002C50B2" w:rsidP="002C50B2">
      <w:r>
        <w:t>— </w:t>
      </w:r>
      <w:r w:rsidR="00C77A4E" w:rsidRPr="00275B88">
        <w:t>Non</w:t>
      </w:r>
      <w:r>
        <w:t xml:space="preserve">, </w:t>
      </w:r>
      <w:r w:rsidR="00C77A4E" w:rsidRPr="00275B88">
        <w:t>jusqu</w:t>
      </w:r>
      <w:r>
        <w:t>’</w:t>
      </w:r>
      <w:r w:rsidR="00C77A4E" w:rsidRPr="00275B88">
        <w:t>ici</w:t>
      </w:r>
      <w:r>
        <w:t xml:space="preserve">, </w:t>
      </w:r>
      <w:r w:rsidR="00C77A4E" w:rsidRPr="00275B88">
        <w:t>il n</w:t>
      </w:r>
      <w:r>
        <w:t>’</w:t>
      </w:r>
      <w:r w:rsidR="00C77A4E" w:rsidRPr="00275B88">
        <w:t>y a pas de casse</w:t>
      </w:r>
      <w:r>
        <w:t xml:space="preserve">. </w:t>
      </w:r>
      <w:r w:rsidR="00C77A4E" w:rsidRPr="00275B88">
        <w:t>J</w:t>
      </w:r>
      <w:r>
        <w:t>’</w:t>
      </w:r>
      <w:r w:rsidR="00C77A4E" w:rsidRPr="00275B88">
        <w:t>oubliais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de dire à Monsieur le baron et à Madame la baronne que le commissaire m</w:t>
      </w:r>
      <w:r>
        <w:t>’</w:t>
      </w:r>
      <w:r w:rsidR="00C77A4E" w:rsidRPr="00275B88">
        <w:t>a demandé de les guider jusqu</w:t>
      </w:r>
      <w:r>
        <w:t>’</w:t>
      </w:r>
      <w:r w:rsidR="00C77A4E" w:rsidRPr="00275B88">
        <w:t>à l</w:t>
      </w:r>
      <w:r>
        <w:t>’</w:t>
      </w:r>
      <w:r w:rsidR="00C77A4E" w:rsidRPr="00275B88">
        <w:t>entrée des oubliettes</w:t>
      </w:r>
      <w:r>
        <w:t xml:space="preserve">… </w:t>
      </w:r>
      <w:r w:rsidR="00C77A4E" w:rsidRPr="00275B88">
        <w:t>C</w:t>
      </w:r>
      <w:r>
        <w:t>’</w:t>
      </w:r>
      <w:r w:rsidR="00C77A4E" w:rsidRPr="00275B88">
        <w:t>est ce que j</w:t>
      </w:r>
      <w:r>
        <w:t>’</w:t>
      </w:r>
      <w:r w:rsidR="00C77A4E" w:rsidRPr="00275B88">
        <w:t>ai fait</w:t>
      </w:r>
      <w:r>
        <w:t xml:space="preserve">. </w:t>
      </w:r>
      <w:r w:rsidR="00C77A4E" w:rsidRPr="00275B88">
        <w:t>Je leur ai ouvert la porte qui conduit aux anciennes prisons</w:t>
      </w:r>
      <w:r>
        <w:t xml:space="preserve">. </w:t>
      </w:r>
      <w:r w:rsidR="00C77A4E" w:rsidRPr="00275B88">
        <w:t>Alors</w:t>
      </w:r>
      <w:r>
        <w:t xml:space="preserve">, </w:t>
      </w:r>
      <w:r w:rsidR="00C77A4E" w:rsidRPr="00275B88">
        <w:t>ils se sont tous engouffrés là</w:t>
      </w:r>
      <w:r w:rsidR="00C77A4E">
        <w:t>-</w:t>
      </w:r>
      <w:r w:rsidR="00C77A4E" w:rsidRPr="00275B88">
        <w:t>dedans</w:t>
      </w:r>
      <w:r>
        <w:t>…</w:t>
      </w:r>
    </w:p>
    <w:p w14:paraId="6E12950B" w14:textId="77777777" w:rsidR="002C50B2" w:rsidRDefault="002C50B2" w:rsidP="002C50B2">
      <w:r>
        <w:t>— </w:t>
      </w:r>
      <w:r w:rsidR="00C77A4E" w:rsidRPr="00275B88">
        <w:t>Les chiens aussi</w:t>
      </w:r>
      <w:r>
        <w:t> ?</w:t>
      </w:r>
    </w:p>
    <w:p w14:paraId="6C57D933" w14:textId="77777777" w:rsidR="002C50B2" w:rsidRDefault="002C50B2" w:rsidP="002C50B2">
      <w:r>
        <w:t>— </w:t>
      </w:r>
      <w:r w:rsidR="00C77A4E" w:rsidRPr="00275B88">
        <w:t>Les chiens aussi</w:t>
      </w:r>
      <w:r>
        <w:t xml:space="preserve">… </w:t>
      </w:r>
      <w:r w:rsidR="00C77A4E" w:rsidRPr="00275B88">
        <w:t>Et sûr qu</w:t>
      </w:r>
      <w:r>
        <w:t>’</w:t>
      </w:r>
      <w:r w:rsidR="00C77A4E" w:rsidRPr="00275B88">
        <w:t>il doit se cuire là</w:t>
      </w:r>
      <w:r w:rsidR="00C77A4E">
        <w:t>-</w:t>
      </w:r>
      <w:r w:rsidR="00C77A4E" w:rsidRPr="00275B88">
        <w:t>dedans un drôle de fricot</w:t>
      </w:r>
      <w:r>
        <w:t xml:space="preserve">… </w:t>
      </w:r>
      <w:r w:rsidR="00C77A4E" w:rsidRPr="00275B88">
        <w:t>Car à l</w:t>
      </w:r>
      <w:r>
        <w:t>’</w:t>
      </w:r>
      <w:r w:rsidR="00C77A4E" w:rsidRPr="00275B88">
        <w:t>instant même où la voiture de Monsieur le baron et de Madame la baronne pénétrait dans la cour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ai aperçu</w:t>
      </w:r>
      <w:r>
        <w:t xml:space="preserve">, </w:t>
      </w:r>
      <w:r w:rsidR="00C77A4E" w:rsidRPr="00275B88">
        <w:t>là</w:t>
      </w:r>
      <w:r w:rsidR="00C77A4E">
        <w:t>-</w:t>
      </w:r>
      <w:r w:rsidR="00C77A4E" w:rsidRPr="00275B88">
        <w:t>haut</w:t>
      </w:r>
      <w:r>
        <w:t xml:space="preserve">, </w:t>
      </w:r>
      <w:r w:rsidR="00C77A4E" w:rsidRPr="00275B88">
        <w:t>sur la tour de Diane de Poitiers</w:t>
      </w:r>
      <w:r>
        <w:t xml:space="preserve">, </w:t>
      </w:r>
      <w:r w:rsidR="00C77A4E" w:rsidRPr="00275B88">
        <w:t xml:space="preserve">une femme que les deux chiens voulaient boulotter et qui criait </w:t>
      </w:r>
      <w:r>
        <w:t>« </w:t>
      </w:r>
      <w:r w:rsidR="00C77A4E" w:rsidRPr="00275B88">
        <w:t>au vinaigre</w:t>
      </w:r>
      <w:r>
        <w:t> » !</w:t>
      </w:r>
    </w:p>
    <w:p w14:paraId="52CA884D" w14:textId="02A0F053" w:rsidR="002C50B2" w:rsidRDefault="002C50B2" w:rsidP="002C50B2">
      <w:r>
        <w:t>— </w:t>
      </w:r>
      <w:r w:rsidR="00C77A4E" w:rsidRPr="00275B88">
        <w:t>Hippolyte</w:t>
      </w:r>
      <w:r>
        <w:t xml:space="preserve"> ! </w:t>
      </w:r>
      <w:r w:rsidR="00C77A4E" w:rsidRPr="00275B88">
        <w:t>s</w:t>
      </w:r>
      <w:r>
        <w:t>’</w:t>
      </w:r>
      <w:r w:rsidR="00C77A4E" w:rsidRPr="00275B88">
        <w:t xml:space="preserve">exclamait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… </w:t>
      </w:r>
      <w:r w:rsidR="00C77A4E" w:rsidRPr="00275B88">
        <w:t>allons</w:t>
      </w:r>
      <w:r w:rsidR="00C77A4E">
        <w:t>-</w:t>
      </w:r>
      <w:r w:rsidR="00C77A4E" w:rsidRPr="00275B88">
        <w:t>nous</w:t>
      </w:r>
      <w:r w:rsidR="00C77A4E">
        <w:t>-</w:t>
      </w:r>
      <w:r w:rsidR="00C77A4E" w:rsidRPr="00275B88">
        <w:t>en</w:t>
      </w:r>
      <w:r>
        <w:t> !</w:t>
      </w:r>
    </w:p>
    <w:p w14:paraId="127CD850" w14:textId="77777777" w:rsidR="002C50B2" w:rsidRDefault="002C50B2" w:rsidP="002C50B2">
      <w:r>
        <w:t>— </w:t>
      </w:r>
      <w:r w:rsidR="00C77A4E" w:rsidRPr="00275B88">
        <w:t>Jamais de la vie</w:t>
      </w:r>
      <w:r>
        <w:t xml:space="preserve"> ! </w:t>
      </w:r>
      <w:r w:rsidR="00C77A4E" w:rsidRPr="00275B88">
        <w:t>protestait le collectionneur</w:t>
      </w:r>
      <w:r>
        <w:t>…</w:t>
      </w:r>
    </w:p>
    <w:p w14:paraId="74B1480F" w14:textId="77777777" w:rsidR="002C50B2" w:rsidRDefault="002C50B2" w:rsidP="002C50B2">
      <w:r>
        <w:t>— </w:t>
      </w:r>
      <w:r w:rsidR="00C77A4E" w:rsidRPr="00275B88">
        <w:t>Mon instinct me le dit</w:t>
      </w:r>
      <w:r>
        <w:t xml:space="preserve">… </w:t>
      </w:r>
      <w:r w:rsidR="00C77A4E" w:rsidRPr="00275B88">
        <w:t>Ce sont des malfaiteurs qui ont voulu nous cambrioler</w:t>
      </w:r>
      <w:r>
        <w:t>.</w:t>
      </w:r>
    </w:p>
    <w:p w14:paraId="6D8E35F6" w14:textId="77777777" w:rsidR="002C50B2" w:rsidRDefault="002C50B2" w:rsidP="002C50B2">
      <w:r>
        <w:t>— </w:t>
      </w:r>
      <w:r w:rsidR="00C77A4E" w:rsidRPr="00275B88">
        <w:t>Mais puisque la police est là</w:t>
      </w:r>
      <w:r>
        <w:t> !</w:t>
      </w:r>
    </w:p>
    <w:p w14:paraId="6FD3B8FD" w14:textId="27DC438E" w:rsidR="002C50B2" w:rsidRDefault="002C50B2" w:rsidP="002C50B2">
      <w:r>
        <w:t>— </w:t>
      </w:r>
      <w:r w:rsidR="00C77A4E" w:rsidRPr="00275B88">
        <w:t>La police</w:t>
      </w:r>
      <w:r>
        <w:t xml:space="preserve"> !… </w:t>
      </w:r>
      <w:r w:rsidR="00C77A4E" w:rsidRPr="00275B88">
        <w:t>s</w:t>
      </w:r>
      <w:r>
        <w:t>’</w:t>
      </w:r>
      <w:r w:rsidR="00C77A4E" w:rsidRPr="00275B88">
        <w:t xml:space="preserve">exclama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… </w:t>
      </w:r>
      <w:r w:rsidR="00C77A4E" w:rsidRPr="00275B88">
        <w:t>Depuis Belphégor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ai presque aussi peur que de ceux qu</w:t>
      </w:r>
      <w:r>
        <w:t>’</w:t>
      </w:r>
      <w:r w:rsidR="00C77A4E" w:rsidRPr="00275B88">
        <w:t>elle est chargée d</w:t>
      </w:r>
      <w:r>
        <w:t>’</w:t>
      </w:r>
      <w:r w:rsidR="00C77A4E" w:rsidRPr="00275B88">
        <w:t>arrêter</w:t>
      </w:r>
      <w:r>
        <w:t> !</w:t>
      </w:r>
    </w:p>
    <w:p w14:paraId="6C43682E" w14:textId="77777777" w:rsidR="002C50B2" w:rsidRDefault="00C77A4E" w:rsidP="002C50B2">
      <w:r w:rsidRPr="00275B88">
        <w:lastRenderedPageBreak/>
        <w:t>Tout à coup</w:t>
      </w:r>
      <w:r w:rsidR="002C50B2">
        <w:t xml:space="preserve">, </w:t>
      </w:r>
      <w:r w:rsidRPr="00275B88">
        <w:t>le commissaire surgit dans l</w:t>
      </w:r>
      <w:r w:rsidR="002C50B2">
        <w:t>’</w:t>
      </w:r>
      <w:r w:rsidRPr="00275B88">
        <w:t>encadrement de l</w:t>
      </w:r>
      <w:r w:rsidR="002C50B2">
        <w:t>’</w:t>
      </w:r>
      <w:r w:rsidRPr="00275B88">
        <w:t>une des baies du premier étage</w:t>
      </w:r>
      <w:r w:rsidR="002C50B2">
        <w:t xml:space="preserve">… </w:t>
      </w:r>
      <w:r w:rsidRPr="00275B88">
        <w:t>Et d</w:t>
      </w:r>
      <w:r w:rsidR="002C50B2">
        <w:t>’</w:t>
      </w:r>
      <w:r w:rsidRPr="00275B88">
        <w:t>une voix sonore</w:t>
      </w:r>
      <w:r w:rsidR="002C50B2">
        <w:t xml:space="preserve">, </w:t>
      </w:r>
      <w:r w:rsidRPr="00275B88">
        <w:t>il lança au portier</w:t>
      </w:r>
      <w:r w:rsidR="002C50B2">
        <w:t> :</w:t>
      </w:r>
    </w:p>
    <w:p w14:paraId="3CD4B9EF" w14:textId="77777777" w:rsidR="002C50B2" w:rsidRDefault="002C50B2" w:rsidP="002C50B2">
      <w:r>
        <w:t>— </w:t>
      </w:r>
      <w:r w:rsidR="00C77A4E" w:rsidRPr="00275B88">
        <w:t>Téléphonez à Mantes pour qu</w:t>
      </w:r>
      <w:r>
        <w:t>’</w:t>
      </w:r>
      <w:r w:rsidR="00C77A4E" w:rsidRPr="00275B88">
        <w:t>on nous amène un fourgon fermé</w:t>
      </w:r>
      <w:r>
        <w:t xml:space="preserve">… </w:t>
      </w:r>
      <w:r w:rsidR="00C77A4E" w:rsidRPr="00275B88">
        <w:t>Nous tenons toute la bande</w:t>
      </w:r>
      <w:r>
        <w:t>.</w:t>
      </w:r>
    </w:p>
    <w:p w14:paraId="0879F329" w14:textId="77777777" w:rsidR="002C50B2" w:rsidRDefault="002C50B2" w:rsidP="002C50B2">
      <w:r>
        <w:t>— </w:t>
      </w:r>
      <w:r w:rsidR="00C77A4E" w:rsidRPr="00275B88">
        <w:t>Alors</w:t>
      </w:r>
      <w:r>
        <w:t xml:space="preserve">, </w:t>
      </w:r>
      <w:r w:rsidR="00C77A4E" w:rsidRPr="00275B88">
        <w:t>je monte</w:t>
      </w:r>
      <w:r>
        <w:t xml:space="preserve"> ! </w:t>
      </w:r>
      <w:r w:rsidR="00C77A4E" w:rsidRPr="00275B88">
        <w:t>décida Eudoxie</w:t>
      </w:r>
      <w:r>
        <w:t xml:space="preserve">, </w:t>
      </w:r>
      <w:r w:rsidR="00C77A4E" w:rsidRPr="00275B88">
        <w:t>en retrouvant subitement tout son courage</w:t>
      </w:r>
      <w:r>
        <w:t>.</w:t>
      </w:r>
    </w:p>
    <w:p w14:paraId="3D047056" w14:textId="77777777" w:rsidR="002C50B2" w:rsidRDefault="00C77A4E" w:rsidP="002C50B2">
      <w:r w:rsidRPr="00275B88">
        <w:t>Le couple gravit l</w:t>
      </w:r>
      <w:r w:rsidR="002C50B2">
        <w:t>’</w:t>
      </w:r>
      <w:r w:rsidRPr="00275B88">
        <w:t>escalier d</w:t>
      </w:r>
      <w:r w:rsidR="002C50B2">
        <w:t>’</w:t>
      </w:r>
      <w:r w:rsidRPr="00275B88">
        <w:t>honneur</w:t>
      </w:r>
      <w:r w:rsidR="002C50B2">
        <w:t>.</w:t>
      </w:r>
    </w:p>
    <w:p w14:paraId="02EEA3F6" w14:textId="77777777" w:rsidR="002C50B2" w:rsidRDefault="00C77A4E" w:rsidP="002C50B2">
      <w:r w:rsidRPr="00275B88">
        <w:t>Des rumeurs s</w:t>
      </w:r>
      <w:r w:rsidR="002C50B2">
        <w:t>’</w:t>
      </w:r>
      <w:r w:rsidRPr="00275B88">
        <w:t>échappaient du grand salon</w:t>
      </w:r>
      <w:r w:rsidR="002C50B2">
        <w:t xml:space="preserve">… </w:t>
      </w:r>
      <w:r w:rsidRPr="00275B88">
        <w:t>Ils y pénétrèrent</w:t>
      </w:r>
      <w:r w:rsidR="002C50B2">
        <w:t xml:space="preserve">, </w:t>
      </w:r>
      <w:r w:rsidRPr="00275B88">
        <w:t>et à peine en avaient</w:t>
      </w:r>
      <w:r>
        <w:t>-</w:t>
      </w:r>
      <w:r w:rsidRPr="00275B88">
        <w:t>ils franchi le seuil qu</w:t>
      </w:r>
      <w:r w:rsidR="002C50B2">
        <w:t>’</w:t>
      </w:r>
      <w:r w:rsidRPr="00275B88">
        <w:t>ils s</w:t>
      </w:r>
      <w:r w:rsidR="002C50B2">
        <w:t>’</w:t>
      </w:r>
      <w:r w:rsidRPr="00275B88">
        <w:t>arrêtaient</w:t>
      </w:r>
      <w:r w:rsidR="002C50B2">
        <w:t xml:space="preserve">, </w:t>
      </w:r>
      <w:r w:rsidRPr="00275B88">
        <w:t>stupéfaits</w:t>
      </w:r>
      <w:r w:rsidR="002C50B2">
        <w:t>.</w:t>
      </w:r>
    </w:p>
    <w:p w14:paraId="721AE5EE" w14:textId="77777777" w:rsidR="002C50B2" w:rsidRDefault="00C77A4E" w:rsidP="002C50B2">
      <w:r w:rsidRPr="00275B88">
        <w:t>Tandis que les quatre agents de la brigade mobile entouraient Maurice de Thouars et le bossu</w:t>
      </w:r>
      <w:r w:rsidR="002C50B2">
        <w:t xml:space="preserve">, </w:t>
      </w:r>
      <w:r w:rsidRPr="00275B88">
        <w:t xml:space="preserve">Chantecoq et </w:t>
      </w:r>
      <w:proofErr w:type="spellStart"/>
      <w:r w:rsidRPr="00275B88">
        <w:t>Gautrais</w:t>
      </w:r>
      <w:proofErr w:type="spellEnd"/>
      <w:r w:rsidRPr="00275B88">
        <w:t xml:space="preserve"> tenaient en respect Simone Desroches</w:t>
      </w:r>
      <w:r w:rsidR="002C50B2">
        <w:t xml:space="preserve"> ; </w:t>
      </w:r>
      <w:r w:rsidRPr="00275B88">
        <w:t>celle</w:t>
      </w:r>
      <w:r>
        <w:t>-</w:t>
      </w:r>
      <w:r w:rsidRPr="00275B88">
        <w:t>ci</w:t>
      </w:r>
      <w:r w:rsidR="002C50B2">
        <w:t xml:space="preserve">, </w:t>
      </w:r>
      <w:r w:rsidRPr="00275B88">
        <w:t>à moitié affalée sur une chaise</w:t>
      </w:r>
      <w:r w:rsidR="002C50B2">
        <w:t xml:space="preserve">, </w:t>
      </w:r>
      <w:r w:rsidRPr="00275B88">
        <w:t>regardait avec une expression de haine indicible Colette qui</w:t>
      </w:r>
      <w:r w:rsidR="002C50B2">
        <w:t xml:space="preserve">, </w:t>
      </w:r>
      <w:r w:rsidRPr="00275B88">
        <w:t>cependant</w:t>
      </w:r>
      <w:r w:rsidR="002C50B2">
        <w:t xml:space="preserve">, </w:t>
      </w:r>
      <w:r w:rsidRPr="00275B88">
        <w:t>avait eu le tact de s</w:t>
      </w:r>
      <w:r w:rsidR="002C50B2">
        <w:t>’</w:t>
      </w:r>
      <w:r w:rsidRPr="00275B88">
        <w:t>effacer dans un coin obscur du vaste salon</w:t>
      </w:r>
      <w:r w:rsidR="002C50B2">
        <w:t>.</w:t>
      </w:r>
    </w:p>
    <w:p w14:paraId="0213BC60" w14:textId="77777777" w:rsidR="002C50B2" w:rsidRDefault="00C77A4E" w:rsidP="002C50B2">
      <w:r w:rsidRPr="00275B88">
        <w:t>Le grand détective s</w:t>
      </w:r>
      <w:r w:rsidR="002C50B2">
        <w:t>’</w:t>
      </w:r>
      <w:r w:rsidRPr="00275B88">
        <w:t>avança vers le collectionneur et sa femme</w:t>
      </w:r>
      <w:r w:rsidR="002C50B2">
        <w:t>.</w:t>
      </w:r>
    </w:p>
    <w:p w14:paraId="6E32A2E1" w14:textId="53E10846" w:rsidR="002C50B2" w:rsidRDefault="002C50B2" w:rsidP="002C50B2">
      <w:r>
        <w:t>— </w:t>
      </w:r>
      <w:r w:rsidR="00C77A4E" w:rsidRPr="00275B88">
        <w:t>Madame</w:t>
      </w:r>
      <w:r>
        <w:t xml:space="preserve">, </w:t>
      </w:r>
      <w:r w:rsidR="00C77A4E" w:rsidRPr="00275B88">
        <w:t>fit</w:t>
      </w:r>
      <w:r w:rsidR="00C77A4E">
        <w:t>-</w:t>
      </w:r>
      <w:r w:rsidR="00C77A4E" w:rsidRPr="00275B88">
        <w:t>il en s</w:t>
      </w:r>
      <w:r>
        <w:t>’</w:t>
      </w:r>
      <w:r w:rsidR="00C77A4E" w:rsidRPr="00275B88">
        <w:t xml:space="preserve">inclinant devant </w:t>
      </w:r>
      <w:r>
        <w:t>M</w:t>
      </w:r>
      <w:r w:rsidRPr="002C50B2">
        <w:rPr>
          <w:vertAlign w:val="superscript"/>
        </w:rPr>
        <w:t>me</w:t>
      </w:r>
      <w:r>
        <w:t> </w:t>
      </w:r>
      <w:r w:rsidR="00C77A4E" w:rsidRPr="00275B88">
        <w:t>Papillon</w:t>
      </w:r>
      <w:r>
        <w:t xml:space="preserve">, </w:t>
      </w:r>
      <w:r w:rsidR="00C77A4E" w:rsidRPr="00275B88">
        <w:t>je vous avais promis de vous délivrer de Belphégor</w:t>
      </w:r>
      <w:r>
        <w:t>.</w:t>
      </w:r>
    </w:p>
    <w:p w14:paraId="2D6FB62A" w14:textId="77777777" w:rsidR="002C50B2" w:rsidRDefault="00C77A4E" w:rsidP="002C50B2">
      <w:r w:rsidRPr="00275B88">
        <w:t>Et étendant le bras vers Simone</w:t>
      </w:r>
      <w:r w:rsidR="002C50B2">
        <w:t xml:space="preserve">, </w:t>
      </w:r>
      <w:r w:rsidRPr="00275B88">
        <w:t>il ajouta</w:t>
      </w:r>
      <w:r w:rsidR="002C50B2">
        <w:t> :</w:t>
      </w:r>
    </w:p>
    <w:p w14:paraId="369A1EA5" w14:textId="77777777" w:rsidR="002C50B2" w:rsidRDefault="002C50B2" w:rsidP="002C50B2">
      <w:r>
        <w:t>— </w:t>
      </w:r>
      <w:r w:rsidR="00C77A4E" w:rsidRPr="00275B88">
        <w:t>Le voici</w:t>
      </w:r>
      <w:r>
        <w:t> !…</w:t>
      </w:r>
    </w:p>
    <w:p w14:paraId="14CD9F34" w14:textId="77777777" w:rsidR="002C50B2" w:rsidRDefault="00C77A4E" w:rsidP="002C50B2">
      <w:r w:rsidRPr="00275B88">
        <w:t>Hippolyte</w:t>
      </w:r>
      <w:r w:rsidR="002C50B2">
        <w:t xml:space="preserve">, </w:t>
      </w:r>
      <w:r w:rsidRPr="00275B88">
        <w:t>croyant rêver</w:t>
      </w:r>
      <w:r w:rsidR="002C50B2">
        <w:t xml:space="preserve">, </w:t>
      </w:r>
      <w:r w:rsidRPr="00275B88">
        <w:t>écarquilla les yeux</w:t>
      </w:r>
      <w:r w:rsidR="002C50B2">
        <w:t xml:space="preserve">… </w:t>
      </w:r>
      <w:r w:rsidRPr="00275B88">
        <w:t>Il renonçait d</w:t>
      </w:r>
      <w:r w:rsidR="002C50B2">
        <w:t>’</w:t>
      </w:r>
      <w:r w:rsidRPr="00275B88">
        <w:t>ailleurs à comprendre</w:t>
      </w:r>
      <w:r w:rsidR="002C50B2">
        <w:t>.</w:t>
      </w:r>
    </w:p>
    <w:p w14:paraId="40662CB6" w14:textId="77777777" w:rsidR="002C50B2" w:rsidRDefault="00C77A4E" w:rsidP="002C50B2">
      <w:r w:rsidRPr="00275B88">
        <w:t>Quant à Eudoxie</w:t>
      </w:r>
      <w:r w:rsidR="002C50B2">
        <w:t xml:space="preserve">, </w:t>
      </w:r>
      <w:r w:rsidRPr="00275B88">
        <w:t>elle se figura d</w:t>
      </w:r>
      <w:r w:rsidR="002C50B2">
        <w:t>’</w:t>
      </w:r>
      <w:r w:rsidRPr="00275B88">
        <w:t>abord qu</w:t>
      </w:r>
      <w:r w:rsidR="002C50B2">
        <w:t>’</w:t>
      </w:r>
      <w:r w:rsidRPr="00275B88">
        <w:t>elle était l</w:t>
      </w:r>
      <w:r w:rsidR="002C50B2">
        <w:t>’</w:t>
      </w:r>
      <w:r w:rsidRPr="00275B88">
        <w:t>objet d</w:t>
      </w:r>
      <w:r w:rsidR="002C50B2">
        <w:t>’</w:t>
      </w:r>
      <w:r w:rsidRPr="00275B88">
        <w:t>une mystification</w:t>
      </w:r>
      <w:r w:rsidR="002C50B2">
        <w:t xml:space="preserve">… </w:t>
      </w:r>
      <w:r w:rsidRPr="00275B88">
        <w:t>Dressée sur ses ergots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 xml:space="preserve">apprêtait </w:t>
      </w:r>
      <w:r w:rsidRPr="00275B88">
        <w:lastRenderedPageBreak/>
        <w:t>à injurier copieusement ce policier qui se permettait de se moquer d</w:t>
      </w:r>
      <w:r w:rsidR="002C50B2">
        <w:t>’</w:t>
      </w:r>
      <w:r w:rsidRPr="00275B88">
        <w:t>elle à ce point</w:t>
      </w:r>
      <w:r w:rsidR="002C50B2">
        <w:t xml:space="preserve">, </w:t>
      </w:r>
      <w:r w:rsidRPr="00275B88">
        <w:t>lorsque Simone s</w:t>
      </w:r>
      <w:r w:rsidR="002C50B2">
        <w:t>’</w:t>
      </w:r>
      <w:r w:rsidRPr="00275B88">
        <w:t>écria</w:t>
      </w:r>
      <w:r w:rsidR="002C50B2">
        <w:t xml:space="preserve">, </w:t>
      </w:r>
      <w:r w:rsidRPr="00275B88">
        <w:t>sur un ton de cynisme effrayant</w:t>
      </w:r>
      <w:r w:rsidR="002C50B2">
        <w:t> :</w:t>
      </w:r>
    </w:p>
    <w:p w14:paraId="3D6FD611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oui</w:t>
      </w:r>
      <w:r>
        <w:t xml:space="preserve">, </w:t>
      </w:r>
      <w:r w:rsidR="00C77A4E" w:rsidRPr="00275B88">
        <w:t>c</w:t>
      </w:r>
      <w:r>
        <w:t>’</w:t>
      </w:r>
      <w:r w:rsidR="00C77A4E" w:rsidRPr="00275B88">
        <w:t>est moi</w:t>
      </w:r>
      <w:r>
        <w:t xml:space="preserve"> ! </w:t>
      </w:r>
      <w:r w:rsidR="00C77A4E" w:rsidRPr="00275B88">
        <w:t>Et après</w:t>
      </w:r>
      <w:r>
        <w:t> ?</w:t>
      </w:r>
    </w:p>
    <w:p w14:paraId="31EC8FBD" w14:textId="77777777" w:rsidR="002C50B2" w:rsidRDefault="00C77A4E" w:rsidP="002C50B2">
      <w:r w:rsidRPr="00275B88">
        <w:t>C</w:t>
      </w:r>
      <w:r w:rsidR="002C50B2">
        <w:t>’</w:t>
      </w:r>
      <w:r w:rsidRPr="00275B88">
        <w:t xml:space="preserve">en était trop pour la </w:t>
      </w:r>
      <w:r w:rsidR="002C50B2">
        <w:t>« </w:t>
      </w:r>
      <w:r w:rsidRPr="00275B88">
        <w:t>pauvre chère folle</w:t>
      </w:r>
      <w:r w:rsidR="002C50B2">
        <w:t> ».</w:t>
      </w:r>
    </w:p>
    <w:p w14:paraId="1A5A57CF" w14:textId="77777777" w:rsidR="002C50B2" w:rsidRDefault="00C77A4E" w:rsidP="002C50B2">
      <w:r w:rsidRPr="00275B88">
        <w:t>Après avoir poussé un cri d</w:t>
      </w:r>
      <w:r w:rsidR="002C50B2">
        <w:t>’</w:t>
      </w:r>
      <w:r w:rsidRPr="00275B88">
        <w:t>horreur</w:t>
      </w:r>
      <w:r w:rsidR="002C50B2">
        <w:t xml:space="preserve">, </w:t>
      </w:r>
      <w:r w:rsidRPr="00275B88">
        <w:t>elle s</w:t>
      </w:r>
      <w:r w:rsidR="002C50B2">
        <w:t>’</w:t>
      </w:r>
      <w:r w:rsidRPr="00275B88">
        <w:t>évanouit dans les bras de son mari</w:t>
      </w:r>
      <w:r w:rsidR="002C50B2">
        <w:t xml:space="preserve">, </w:t>
      </w:r>
      <w:r w:rsidRPr="00275B88">
        <w:t>qui s</w:t>
      </w:r>
      <w:r w:rsidR="002C50B2">
        <w:t>’</w:t>
      </w:r>
      <w:r w:rsidRPr="00275B88">
        <w:t>empressa de l</w:t>
      </w:r>
      <w:r w:rsidR="002C50B2">
        <w:t>’</w:t>
      </w:r>
      <w:r w:rsidRPr="00275B88">
        <w:t>emporter dans une pièce voisine</w:t>
      </w:r>
      <w:r w:rsidR="002C50B2">
        <w:t>.</w:t>
      </w:r>
    </w:p>
    <w:p w14:paraId="47955693" w14:textId="77777777" w:rsidR="002C50B2" w:rsidRDefault="00C77A4E" w:rsidP="002C50B2">
      <w:r w:rsidRPr="00275B88">
        <w:t>Simone</w:t>
      </w:r>
      <w:r w:rsidR="002C50B2">
        <w:t xml:space="preserve">, </w:t>
      </w:r>
      <w:r w:rsidRPr="00275B88">
        <w:t>qui venait de livrer à Chantecoq tout son secret</w:t>
      </w:r>
      <w:r w:rsidR="002C50B2">
        <w:t xml:space="preserve">, </w:t>
      </w:r>
      <w:r w:rsidRPr="00275B88">
        <w:t>reprit d</w:t>
      </w:r>
      <w:r w:rsidR="002C50B2">
        <w:t>’</w:t>
      </w:r>
      <w:r w:rsidRPr="00275B88">
        <w:t>une voix mordante</w:t>
      </w:r>
      <w:r w:rsidR="002C50B2">
        <w:t> :</w:t>
      </w:r>
    </w:p>
    <w:p w14:paraId="42DDBF95" w14:textId="77777777" w:rsidR="002C50B2" w:rsidRDefault="002C50B2" w:rsidP="002C50B2">
      <w:r>
        <w:t>— </w:t>
      </w:r>
      <w:r w:rsidR="00C77A4E" w:rsidRPr="00275B88">
        <w:t>Vous devez être content</w:t>
      </w:r>
      <w:r>
        <w:t xml:space="preserve">, </w:t>
      </w:r>
      <w:r w:rsidR="00C77A4E" w:rsidRPr="00275B88">
        <w:t>puisque vous êtes le plus fort</w:t>
      </w:r>
      <w:r>
        <w:t> !</w:t>
      </w:r>
    </w:p>
    <w:p w14:paraId="688E5733" w14:textId="77777777" w:rsidR="002C50B2" w:rsidRDefault="00C77A4E" w:rsidP="002C50B2">
      <w:r w:rsidRPr="00275B88">
        <w:t>Avec une expression de réelle tristesse</w:t>
      </w:r>
      <w:r w:rsidR="002C50B2">
        <w:t xml:space="preserve">, </w:t>
      </w:r>
      <w:r w:rsidRPr="00275B88">
        <w:t>le roi des détectives demandait</w:t>
      </w:r>
      <w:r w:rsidR="002C50B2">
        <w:t> :</w:t>
      </w:r>
    </w:p>
    <w:p w14:paraId="1876A0B0" w14:textId="77777777" w:rsidR="002C50B2" w:rsidRDefault="002C50B2" w:rsidP="002C50B2">
      <w:r>
        <w:t>— </w:t>
      </w:r>
      <w:r w:rsidR="00C77A4E" w:rsidRPr="00275B88">
        <w:t>Comment avez</w:t>
      </w:r>
      <w:r w:rsidR="00C77A4E">
        <w:t>-</w:t>
      </w:r>
      <w:r w:rsidR="00C77A4E" w:rsidRPr="00275B88">
        <w:t>vous pu devenir une aussi grande criminelle</w:t>
      </w:r>
      <w:r>
        <w:t> ?</w:t>
      </w:r>
    </w:p>
    <w:p w14:paraId="6E9AD8B8" w14:textId="77777777" w:rsidR="002C50B2" w:rsidRDefault="00C77A4E" w:rsidP="002C50B2">
      <w:r w:rsidRPr="00275B88">
        <w:t>La coupable tressaillit et ferma les yeux</w:t>
      </w:r>
      <w:r w:rsidR="002C50B2">
        <w:t xml:space="preserve">, </w:t>
      </w:r>
      <w:r w:rsidRPr="00275B88">
        <w:t>comme si elle voulait échapper aux visions que ces quelques mots lui inspiraient</w:t>
      </w:r>
      <w:r w:rsidR="002C50B2">
        <w:t>.</w:t>
      </w:r>
    </w:p>
    <w:p w14:paraId="4F5C0086" w14:textId="77777777" w:rsidR="002C50B2" w:rsidRDefault="00C77A4E" w:rsidP="002C50B2">
      <w:r w:rsidRPr="00275B88">
        <w:t>Puis</w:t>
      </w:r>
      <w:r w:rsidR="002C50B2">
        <w:t xml:space="preserve">, </w:t>
      </w:r>
      <w:r w:rsidRPr="00275B88">
        <w:t>tout en frémissant</w:t>
      </w:r>
      <w:r w:rsidR="002C50B2">
        <w:t xml:space="preserve">, </w:t>
      </w:r>
      <w:r w:rsidRPr="00275B88">
        <w:t>elle articula avec peine</w:t>
      </w:r>
      <w:r w:rsidR="002C50B2">
        <w:t> :</w:t>
      </w:r>
    </w:p>
    <w:p w14:paraId="14035D5D" w14:textId="77777777" w:rsidR="002C50B2" w:rsidRDefault="002C50B2" w:rsidP="002C50B2">
      <w:r>
        <w:t>— </w:t>
      </w:r>
      <w:r w:rsidR="00C77A4E" w:rsidRPr="00275B88">
        <w:t>Les drogues</w:t>
      </w:r>
      <w:r>
        <w:t xml:space="preserve">, </w:t>
      </w:r>
      <w:r w:rsidR="00C77A4E" w:rsidRPr="00275B88">
        <w:t>et puis</w:t>
      </w:r>
      <w:r>
        <w:t xml:space="preserve">… </w:t>
      </w:r>
      <w:r w:rsidR="00C77A4E" w:rsidRPr="00275B88">
        <w:t>la peur de la misère</w:t>
      </w:r>
      <w:r>
        <w:t>.</w:t>
      </w:r>
    </w:p>
    <w:p w14:paraId="7DE6F0A3" w14:textId="77777777" w:rsidR="002C50B2" w:rsidRDefault="00C77A4E" w:rsidP="002C50B2">
      <w:r w:rsidRPr="00275B88">
        <w:t>Tous</w:t>
      </w:r>
      <w:r w:rsidR="002C50B2">
        <w:t xml:space="preserve">, </w:t>
      </w:r>
      <w:r w:rsidRPr="00275B88">
        <w:t>en silence</w:t>
      </w:r>
      <w:r w:rsidR="002C50B2">
        <w:t xml:space="preserve">, </w:t>
      </w:r>
      <w:r w:rsidRPr="00275B88">
        <w:t>contemplaient Simone qui semblait se ressaisir</w:t>
      </w:r>
      <w:r w:rsidR="002C50B2">
        <w:t xml:space="preserve">. </w:t>
      </w:r>
      <w:r w:rsidRPr="00275B88">
        <w:t>Elle ouvrit ses yeux qui brillaient d</w:t>
      </w:r>
      <w:r w:rsidR="002C50B2">
        <w:t>’</w:t>
      </w:r>
      <w:r w:rsidRPr="00275B88">
        <w:t>un singulier éclat</w:t>
      </w:r>
      <w:r w:rsidR="002C50B2">
        <w:t xml:space="preserve">… </w:t>
      </w:r>
      <w:r w:rsidRPr="00275B88">
        <w:t>Et portant</w:t>
      </w:r>
      <w:r w:rsidR="002C50B2">
        <w:t xml:space="preserve">, </w:t>
      </w:r>
      <w:r w:rsidRPr="00275B88">
        <w:t>d</w:t>
      </w:r>
      <w:r w:rsidR="002C50B2">
        <w:t>’</w:t>
      </w:r>
      <w:r w:rsidRPr="00275B88">
        <w:t>un geste rapide</w:t>
      </w:r>
      <w:r w:rsidR="002C50B2">
        <w:t xml:space="preserve">, </w:t>
      </w:r>
      <w:r w:rsidRPr="00275B88">
        <w:t>furtif</w:t>
      </w:r>
      <w:r w:rsidR="002C50B2">
        <w:t xml:space="preserve">, </w:t>
      </w:r>
      <w:r w:rsidRPr="00275B88">
        <w:t>sa main à son corsage</w:t>
      </w:r>
      <w:r w:rsidR="002C50B2">
        <w:t xml:space="preserve">, </w:t>
      </w:r>
      <w:r w:rsidRPr="00275B88">
        <w:t>elle en tira un petit objet qu</w:t>
      </w:r>
      <w:r w:rsidR="002C50B2">
        <w:t>’</w:t>
      </w:r>
      <w:r w:rsidRPr="00275B88">
        <w:t>elle porta à ses lèvres</w:t>
      </w:r>
      <w:r w:rsidR="002C50B2">
        <w:t>…</w:t>
      </w:r>
    </w:p>
    <w:p w14:paraId="6E9F8C9D" w14:textId="77777777" w:rsidR="002C50B2" w:rsidRDefault="00C77A4E" w:rsidP="002C50B2">
      <w:r w:rsidRPr="00275B88">
        <w:t>Chantecoq voulut s</w:t>
      </w:r>
      <w:r w:rsidR="002C50B2">
        <w:t>’</w:t>
      </w:r>
      <w:r w:rsidRPr="00275B88">
        <w:t>élancer</w:t>
      </w:r>
      <w:r w:rsidR="002C50B2">
        <w:t xml:space="preserve">… </w:t>
      </w:r>
      <w:r w:rsidRPr="00275B88">
        <w:t>il était trop tard</w:t>
      </w:r>
      <w:r w:rsidR="002C50B2">
        <w:t>.</w:t>
      </w:r>
    </w:p>
    <w:p w14:paraId="7BAA1CA1" w14:textId="1B1514E4" w:rsidR="002C50B2" w:rsidRDefault="00C77A4E" w:rsidP="002C50B2">
      <w:r w:rsidRPr="00275B88">
        <w:lastRenderedPageBreak/>
        <w:t>Foudroyée</w:t>
      </w:r>
      <w:r w:rsidR="002C50B2">
        <w:t>, M</w:t>
      </w:r>
      <w:r w:rsidR="002C50B2" w:rsidRPr="002C50B2">
        <w:rPr>
          <w:vertAlign w:val="superscript"/>
        </w:rPr>
        <w:t>lle</w:t>
      </w:r>
      <w:r w:rsidR="002C50B2">
        <w:t> </w:t>
      </w:r>
      <w:r w:rsidRPr="00275B88">
        <w:t>Desroches tombait la tête en avant sur le parquet</w:t>
      </w:r>
      <w:r w:rsidR="002C50B2">
        <w:t>…</w:t>
      </w:r>
    </w:p>
    <w:p w14:paraId="09E59EFD" w14:textId="77777777" w:rsidR="002C50B2" w:rsidRDefault="00C77A4E" w:rsidP="002C50B2">
      <w:r w:rsidRPr="00275B88">
        <w:t>Le détective et le commissaire se penchèrent vers elle</w:t>
      </w:r>
      <w:r w:rsidR="002C50B2">
        <w:t xml:space="preserve">… </w:t>
      </w:r>
      <w:r w:rsidRPr="00275B88">
        <w:t>Chantecoq ouvrit une de ses mains qui se crispait en un spasme suprême</w:t>
      </w:r>
      <w:r w:rsidR="002C50B2">
        <w:t xml:space="preserve">… </w:t>
      </w:r>
      <w:r w:rsidRPr="00275B88">
        <w:t>Elle serrait une ampoule de verre vide et à demi écrasée</w:t>
      </w:r>
      <w:r w:rsidR="002C50B2">
        <w:t>…</w:t>
      </w:r>
    </w:p>
    <w:p w14:paraId="2BC769A2" w14:textId="77777777" w:rsidR="002C50B2" w:rsidRDefault="002C50B2" w:rsidP="002C50B2">
      <w:r>
        <w:t>— </w:t>
      </w:r>
      <w:r w:rsidR="00C77A4E" w:rsidRPr="00275B88">
        <w:t>Poison foudroyant</w:t>
      </w:r>
      <w:r>
        <w:t xml:space="preserve">… </w:t>
      </w:r>
      <w:r w:rsidR="00C77A4E" w:rsidRPr="00275B88">
        <w:t>Elle s</w:t>
      </w:r>
      <w:r>
        <w:t>’</w:t>
      </w:r>
      <w:r w:rsidR="00C77A4E" w:rsidRPr="00275B88">
        <w:t>est fait justice</w:t>
      </w:r>
      <w:r>
        <w:t>.</w:t>
      </w:r>
    </w:p>
    <w:p w14:paraId="646A034C" w14:textId="77777777" w:rsidR="002C50B2" w:rsidRDefault="00C77A4E" w:rsidP="002C50B2">
      <w:r w:rsidRPr="00275B88">
        <w:t>Maurice de Thouars eut un violent sursaut de douleur</w:t>
      </w:r>
      <w:r w:rsidR="002C50B2">
        <w:t>…</w:t>
      </w:r>
    </w:p>
    <w:p w14:paraId="66EE949C" w14:textId="77777777" w:rsidR="002C50B2" w:rsidRDefault="00C77A4E" w:rsidP="002C50B2">
      <w:r w:rsidRPr="00275B88">
        <w:t>Le bossu courba la tête</w:t>
      </w:r>
      <w:r w:rsidR="002C50B2">
        <w:t xml:space="preserve">… </w:t>
      </w:r>
      <w:r w:rsidRPr="00275B88">
        <w:t>et tous se découvrirent</w:t>
      </w:r>
      <w:r w:rsidR="002C50B2">
        <w:t xml:space="preserve">… </w:t>
      </w:r>
      <w:r w:rsidRPr="00275B88">
        <w:t>non devant la morte</w:t>
      </w:r>
      <w:r w:rsidR="002C50B2">
        <w:t xml:space="preserve">, </w:t>
      </w:r>
      <w:r w:rsidRPr="00275B88">
        <w:t>mais devant la mort</w:t>
      </w:r>
      <w:r w:rsidR="002C50B2">
        <w:t>.</w:t>
      </w:r>
    </w:p>
    <w:p w14:paraId="3F6500FC" w14:textId="520D6528" w:rsidR="002C50B2" w:rsidRDefault="002C50B2" w:rsidP="002C50B2"/>
    <w:p w14:paraId="38AC9710" w14:textId="2046D813" w:rsidR="002C50B2" w:rsidRDefault="00C77A4E" w:rsidP="002C50B2">
      <w:r w:rsidRPr="00275B88">
        <w:t>Quelques instants après</w:t>
      </w:r>
      <w:r w:rsidR="002C50B2">
        <w:t xml:space="preserve">, </w:t>
      </w:r>
      <w:r w:rsidRPr="00275B88">
        <w:t>dans la salle de</w:t>
      </w:r>
      <w:r w:rsidR="002C50B2" w:rsidRPr="00275B88">
        <w:t xml:space="preserve"> T</w:t>
      </w:r>
      <w:r w:rsidR="002C50B2">
        <w:t>.</w:t>
      </w:r>
      <w:r w:rsidR="002C50B2" w:rsidRPr="00275B88">
        <w:t>S</w:t>
      </w:r>
      <w:r w:rsidR="002C50B2">
        <w:t>.</w:t>
      </w:r>
      <w:r w:rsidR="002C50B2" w:rsidRPr="005401D2">
        <w:t>F</w:t>
      </w:r>
      <w:r w:rsidR="002C50B2">
        <w:t xml:space="preserve">. </w:t>
      </w:r>
      <w:r w:rsidRPr="005401D2">
        <w:t>du</w:t>
      </w:r>
      <w:r w:rsidRPr="00275B88">
        <w:t xml:space="preserve"> </w:t>
      </w:r>
      <w:r w:rsidRPr="00275B88">
        <w:rPr>
          <w:i/>
          <w:iCs/>
        </w:rPr>
        <w:t>Petit Parisien</w:t>
      </w:r>
      <w:r w:rsidR="002C50B2">
        <w:rPr>
          <w:i/>
          <w:iCs/>
        </w:rPr>
        <w:t xml:space="preserve">, </w:t>
      </w:r>
      <w:r w:rsidRPr="00275B88">
        <w:t>un sans</w:t>
      </w:r>
      <w:r>
        <w:t>-</w:t>
      </w:r>
      <w:r w:rsidRPr="00275B88">
        <w:t>filiste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oreille collée à un récepteur</w:t>
      </w:r>
      <w:r w:rsidR="002C50B2">
        <w:t xml:space="preserve">, </w:t>
      </w:r>
      <w:r w:rsidRPr="00275B88">
        <w:t>écoutait une communication que</w:t>
      </w:r>
      <w:r w:rsidR="002C50B2">
        <w:t xml:space="preserve">, </w:t>
      </w:r>
      <w:r w:rsidRPr="00275B88">
        <w:t>par un tube acoustique</w:t>
      </w:r>
      <w:r w:rsidR="002C50B2">
        <w:t xml:space="preserve">, </w:t>
      </w:r>
      <w:r w:rsidRPr="00275B88">
        <w:t>il transmettait à un rédacteur</w:t>
      </w:r>
      <w:r w:rsidR="002C50B2">
        <w:t xml:space="preserve">. </w:t>
      </w:r>
      <w:r w:rsidRPr="00275B88">
        <w:t>Celui</w:t>
      </w:r>
      <w:r>
        <w:t>-</w:t>
      </w:r>
      <w:r w:rsidRPr="00275B88">
        <w:t>ci</w:t>
      </w:r>
      <w:r w:rsidR="002C50B2">
        <w:t xml:space="preserve">, </w:t>
      </w:r>
      <w:r w:rsidRPr="00275B88">
        <w:t>assis à la table et entouré de plusieurs de ses collègues</w:t>
      </w:r>
      <w:r w:rsidR="002C50B2">
        <w:t xml:space="preserve">, </w:t>
      </w:r>
      <w:r w:rsidRPr="00275B88">
        <w:t>la prenait en sténographie</w:t>
      </w:r>
      <w:r w:rsidR="002C50B2">
        <w:t xml:space="preserve">, </w:t>
      </w:r>
      <w:r w:rsidRPr="00275B88">
        <w:t>tout en répétant à voix haute</w:t>
      </w:r>
      <w:r w:rsidR="002C50B2">
        <w:t> :</w:t>
      </w:r>
    </w:p>
    <w:p w14:paraId="47F5DF9B" w14:textId="77777777" w:rsidR="002C50B2" w:rsidRDefault="00C77A4E" w:rsidP="002C50B2">
      <w:pPr>
        <w:rPr>
          <w:i/>
          <w:iCs/>
        </w:rPr>
      </w:pPr>
      <w:r w:rsidRPr="00275B88">
        <w:rPr>
          <w:i/>
          <w:iCs/>
        </w:rPr>
        <w:t>Chantecoq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le roi des détectives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vient d</w:t>
      </w:r>
      <w:r w:rsidR="002C50B2">
        <w:rPr>
          <w:i/>
          <w:iCs/>
        </w:rPr>
        <w:t>’</w:t>
      </w:r>
      <w:r w:rsidRPr="00275B88">
        <w:rPr>
          <w:i/>
          <w:iCs/>
        </w:rPr>
        <w:t>arrêter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dans un château des environs de Mantes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le Fantôme du Louvre</w:t>
      </w:r>
      <w:r w:rsidR="002C50B2">
        <w:rPr>
          <w:i/>
          <w:iCs/>
        </w:rPr>
        <w:t xml:space="preserve">, </w:t>
      </w:r>
      <w:r w:rsidRPr="00275B88">
        <w:rPr>
          <w:i/>
          <w:iCs/>
        </w:rPr>
        <w:t>qui n</w:t>
      </w:r>
      <w:r w:rsidR="002C50B2">
        <w:rPr>
          <w:i/>
          <w:iCs/>
        </w:rPr>
        <w:t>’</w:t>
      </w:r>
      <w:r w:rsidRPr="00275B88">
        <w:rPr>
          <w:i/>
          <w:iCs/>
        </w:rPr>
        <w:t>est autre qu</w:t>
      </w:r>
      <w:r w:rsidR="002C50B2">
        <w:rPr>
          <w:i/>
          <w:iCs/>
        </w:rPr>
        <w:t>’</w:t>
      </w:r>
      <w:r w:rsidRPr="00275B88">
        <w:rPr>
          <w:i/>
          <w:iCs/>
        </w:rPr>
        <w:t>une femme</w:t>
      </w:r>
      <w:r w:rsidR="002C50B2">
        <w:rPr>
          <w:i/>
          <w:iCs/>
        </w:rPr>
        <w:t>.</w:t>
      </w:r>
    </w:p>
    <w:p w14:paraId="393F39B1" w14:textId="77777777" w:rsidR="002C50B2" w:rsidRDefault="00C77A4E" w:rsidP="002C50B2">
      <w:r w:rsidRPr="00275B88">
        <w:t>Tout à coup une voix vibrait</w:t>
      </w:r>
      <w:r w:rsidR="002C50B2">
        <w:t> :</w:t>
      </w:r>
    </w:p>
    <w:p w14:paraId="776CF6D7" w14:textId="77777777" w:rsidR="002C50B2" w:rsidRDefault="002C50B2" w:rsidP="002C50B2">
      <w:r>
        <w:t>— </w:t>
      </w:r>
      <w:r w:rsidR="00C77A4E" w:rsidRPr="00275B88">
        <w:t>Vous voyez bien que ce n</w:t>
      </w:r>
      <w:r>
        <w:t>’</w:t>
      </w:r>
      <w:r w:rsidR="00C77A4E" w:rsidRPr="00275B88">
        <w:t>était pas moi</w:t>
      </w:r>
      <w:r>
        <w:t> !</w:t>
      </w:r>
    </w:p>
    <w:p w14:paraId="725CF6B8" w14:textId="77777777" w:rsidR="002C50B2" w:rsidRDefault="00C77A4E" w:rsidP="002C50B2">
      <w:r w:rsidRPr="00275B88">
        <w:t>C</w:t>
      </w:r>
      <w:r w:rsidR="002C50B2">
        <w:t>’</w:t>
      </w:r>
      <w:r w:rsidRPr="00275B88">
        <w:t>était Jacques Bellegarde qui venait d</w:t>
      </w:r>
      <w:r w:rsidR="002C50B2">
        <w:t>’</w:t>
      </w:r>
      <w:r w:rsidRPr="00275B88">
        <w:t>être remis en liberté et s</w:t>
      </w:r>
      <w:r w:rsidR="002C50B2">
        <w:t>’</w:t>
      </w:r>
      <w:r w:rsidRPr="00275B88">
        <w:t>empressait de regagner son journal</w:t>
      </w:r>
      <w:r w:rsidR="002C50B2">
        <w:t>.</w:t>
      </w:r>
    </w:p>
    <w:p w14:paraId="752ACBD3" w14:textId="77777777" w:rsidR="002C50B2" w:rsidRDefault="00C77A4E" w:rsidP="002C50B2">
      <w:r w:rsidRPr="00275B88">
        <w:t>Tous ses camarades se précipitèrent vers lui</w:t>
      </w:r>
      <w:r w:rsidR="002C50B2">
        <w:t xml:space="preserve">, </w:t>
      </w:r>
      <w:r w:rsidRPr="00275B88">
        <w:t>le félicitant</w:t>
      </w:r>
      <w:r w:rsidR="002C50B2">
        <w:t xml:space="preserve">, </w:t>
      </w:r>
      <w:r w:rsidRPr="00275B88">
        <w:t>lui serrant les mains</w:t>
      </w:r>
      <w:r w:rsidR="002C50B2">
        <w:t>.</w:t>
      </w:r>
    </w:p>
    <w:p w14:paraId="24AE738D" w14:textId="77777777" w:rsidR="002C50B2" w:rsidRDefault="00C77A4E" w:rsidP="002C50B2">
      <w:r w:rsidRPr="00275B88">
        <w:lastRenderedPageBreak/>
        <w:t>L</w:t>
      </w:r>
      <w:r w:rsidR="002C50B2">
        <w:t>’</w:t>
      </w:r>
      <w:r w:rsidRPr="00275B88">
        <w:t>un d</w:t>
      </w:r>
      <w:r w:rsidR="002C50B2">
        <w:t>’</w:t>
      </w:r>
      <w:r w:rsidRPr="00275B88">
        <w:t>eux s</w:t>
      </w:r>
      <w:r w:rsidR="002C50B2">
        <w:t>’</w:t>
      </w:r>
      <w:r w:rsidRPr="00275B88">
        <w:t>écria</w:t>
      </w:r>
      <w:r w:rsidR="002C50B2">
        <w:t> :</w:t>
      </w:r>
    </w:p>
    <w:p w14:paraId="61DA0769" w14:textId="77777777" w:rsidR="002C50B2" w:rsidRDefault="002C50B2" w:rsidP="002C50B2">
      <w:r>
        <w:t>— </w:t>
      </w:r>
      <w:r w:rsidR="00C77A4E" w:rsidRPr="00275B88">
        <w:t>Quel beau papier tu vas nous donner</w:t>
      </w:r>
      <w:r>
        <w:t> !</w:t>
      </w:r>
    </w:p>
    <w:p w14:paraId="3B8DE15C" w14:textId="77777777" w:rsidR="002C50B2" w:rsidRDefault="002C50B2" w:rsidP="002C50B2">
      <w:r>
        <w:t>— </w:t>
      </w:r>
      <w:r w:rsidR="00C77A4E" w:rsidRPr="00275B88">
        <w:t>J</w:t>
      </w:r>
      <w:r>
        <w:t>’</w:t>
      </w:r>
      <w:r w:rsidR="00C77A4E" w:rsidRPr="00275B88">
        <w:t>ai vécu</w:t>
      </w:r>
      <w:r>
        <w:t xml:space="preserve">, </w:t>
      </w:r>
      <w:r w:rsidR="00C77A4E" w:rsidRPr="00275B88">
        <w:t>en effet</w:t>
      </w:r>
      <w:r>
        <w:t xml:space="preserve">, </w:t>
      </w:r>
      <w:r w:rsidR="00C77A4E" w:rsidRPr="00275B88">
        <w:t>un roman extraordinaire</w:t>
      </w:r>
      <w:r>
        <w:t xml:space="preserve">, </w:t>
      </w:r>
      <w:r w:rsidR="00C77A4E" w:rsidRPr="00275B88">
        <w:t>déclarait le reporter</w:t>
      </w:r>
      <w:r>
        <w:t>.</w:t>
      </w:r>
    </w:p>
    <w:p w14:paraId="47F761D5" w14:textId="77777777" w:rsidR="002C50B2" w:rsidRDefault="002C50B2" w:rsidP="002C50B2">
      <w:r>
        <w:t>— </w:t>
      </w:r>
      <w:r w:rsidR="00C77A4E" w:rsidRPr="00275B88">
        <w:t>Sans doute</w:t>
      </w:r>
      <w:r>
        <w:t xml:space="preserve">, </w:t>
      </w:r>
      <w:r w:rsidR="00C77A4E" w:rsidRPr="00275B88">
        <w:t>reprenait l</w:t>
      </w:r>
      <w:r>
        <w:t>’</w:t>
      </w:r>
      <w:r w:rsidR="00C77A4E" w:rsidRPr="00275B88">
        <w:t>un des secrétaires de la rédaction</w:t>
      </w:r>
      <w:r>
        <w:t xml:space="preserve">, </w:t>
      </w:r>
      <w:r w:rsidR="00C77A4E" w:rsidRPr="00275B88">
        <w:t>comme tout roman qui se respecte</w:t>
      </w:r>
      <w:r>
        <w:t xml:space="preserve">, </w:t>
      </w:r>
      <w:r w:rsidR="00C77A4E" w:rsidRPr="00275B88">
        <w:t>il se termine par un mariage</w:t>
      </w:r>
      <w:r>
        <w:t> ?</w:t>
      </w:r>
    </w:p>
    <w:p w14:paraId="21695BC9" w14:textId="77777777" w:rsidR="002C50B2" w:rsidRDefault="002C50B2" w:rsidP="002C50B2">
      <w:r>
        <w:t>— </w:t>
      </w:r>
      <w:r w:rsidR="00C77A4E" w:rsidRPr="00275B88">
        <w:t>Peut</w:t>
      </w:r>
      <w:r w:rsidR="00C77A4E">
        <w:t>-</w:t>
      </w:r>
      <w:r w:rsidR="00C77A4E" w:rsidRPr="00275B88">
        <w:t>être</w:t>
      </w:r>
      <w:r>
        <w:t xml:space="preserve"> ! </w:t>
      </w:r>
      <w:r w:rsidR="00C77A4E" w:rsidRPr="00275B88">
        <w:t>fit Jacques</w:t>
      </w:r>
      <w:r>
        <w:t xml:space="preserve">, </w:t>
      </w:r>
      <w:r w:rsidR="00C77A4E" w:rsidRPr="00275B88">
        <w:t>avec un charmant sourire</w:t>
      </w:r>
      <w:r>
        <w:t>.</w:t>
      </w:r>
    </w:p>
    <w:p w14:paraId="62283A50" w14:textId="7870FB65" w:rsidR="00C77A4E" w:rsidRPr="002C50B2" w:rsidRDefault="00C77A4E" w:rsidP="002C50B2">
      <w:pPr>
        <w:pStyle w:val="Titre1"/>
      </w:pPr>
      <w:bookmarkStart w:id="108" w:name="_Toc145914660"/>
      <w:bookmarkStart w:id="109" w:name="_Toc203477095"/>
      <w:r w:rsidRPr="002C50B2">
        <w:lastRenderedPageBreak/>
        <w:t>ÉPILOGUE</w:t>
      </w:r>
      <w:bookmarkEnd w:id="108"/>
      <w:bookmarkEnd w:id="109"/>
      <w:r w:rsidRPr="002C50B2">
        <w:br/>
      </w:r>
    </w:p>
    <w:p w14:paraId="5CF3A7AE" w14:textId="77777777" w:rsidR="002C50B2" w:rsidRDefault="00C77A4E" w:rsidP="002C50B2">
      <w:r w:rsidRPr="00275B88">
        <w:t>Quelques jours après</w:t>
      </w:r>
      <w:r w:rsidR="002C50B2">
        <w:t xml:space="preserve">, </w:t>
      </w:r>
      <w:r w:rsidRPr="00275B88">
        <w:t>au restaurant de la tour Eiffel</w:t>
      </w:r>
      <w:r w:rsidR="002C50B2">
        <w:t xml:space="preserve">, </w:t>
      </w:r>
      <w:r w:rsidRPr="00275B88">
        <w:t>Chantecoq célébrait</w:t>
      </w:r>
      <w:r w:rsidR="002C50B2">
        <w:t xml:space="preserve">, </w:t>
      </w:r>
      <w:r w:rsidRPr="00275B88">
        <w:t>dans un déjeuner intime</w:t>
      </w:r>
      <w:r w:rsidR="002C50B2">
        <w:t xml:space="preserve">, </w:t>
      </w:r>
      <w:r w:rsidRPr="00275B88">
        <w:t>les fiançailles de sa fille avec Jacques Bellegarde</w:t>
      </w:r>
      <w:r w:rsidR="002C50B2">
        <w:t>…</w:t>
      </w:r>
    </w:p>
    <w:p w14:paraId="36DFF20D" w14:textId="77777777" w:rsidR="002C50B2" w:rsidRDefault="00C77A4E" w:rsidP="002C50B2">
      <w:proofErr w:type="spellStart"/>
      <w:r w:rsidRPr="00275B88">
        <w:t>Ferval</w:t>
      </w:r>
      <w:proofErr w:type="spellEnd"/>
      <w:r w:rsidRPr="00275B88">
        <w:t xml:space="preserve"> et </w:t>
      </w:r>
      <w:proofErr w:type="spellStart"/>
      <w:r w:rsidRPr="00275B88">
        <w:t>Ménardier</w:t>
      </w:r>
      <w:proofErr w:type="spellEnd"/>
      <w:r w:rsidRPr="00275B88">
        <w:t xml:space="preserve"> y assistaient tous les deux</w:t>
      </w:r>
      <w:r w:rsidR="002C50B2">
        <w:t xml:space="preserve">… </w:t>
      </w:r>
      <w:r w:rsidRPr="00275B88">
        <w:t>Nous devons dire que</w:t>
      </w:r>
      <w:r w:rsidR="002C50B2">
        <w:t xml:space="preserve">, </w:t>
      </w:r>
      <w:r w:rsidRPr="00275B88">
        <w:t>beaux joueurs</w:t>
      </w:r>
      <w:r w:rsidR="002C50B2">
        <w:t xml:space="preserve">, </w:t>
      </w:r>
      <w:r w:rsidRPr="00275B88">
        <w:t>l</w:t>
      </w:r>
      <w:r w:rsidR="002C50B2">
        <w:t>’</w:t>
      </w:r>
      <w:r w:rsidRPr="00275B88">
        <w:t>un et l</w:t>
      </w:r>
      <w:r w:rsidR="002C50B2">
        <w:t>’</w:t>
      </w:r>
      <w:r w:rsidRPr="00275B88">
        <w:t>autre</w:t>
      </w:r>
      <w:r w:rsidR="002C50B2">
        <w:t xml:space="preserve">, </w:t>
      </w:r>
      <w:r w:rsidRPr="00275B88">
        <w:t>ils faisaient une excellente figure</w:t>
      </w:r>
      <w:r w:rsidR="002C50B2">
        <w:t>.</w:t>
      </w:r>
    </w:p>
    <w:p w14:paraId="17CE6C14" w14:textId="77777777" w:rsidR="002C50B2" w:rsidRDefault="002C50B2" w:rsidP="002C50B2">
      <w:r>
        <w:t>— </w:t>
      </w:r>
      <w:r w:rsidR="00C77A4E" w:rsidRPr="00275B88">
        <w:t>Eh bien</w:t>
      </w:r>
      <w:r>
        <w:t xml:space="preserve"> ! </w:t>
      </w:r>
      <w:r w:rsidR="00C77A4E" w:rsidRPr="00275B88">
        <w:t>mon cher collègue</w:t>
      </w:r>
      <w:r>
        <w:t xml:space="preserve">, </w:t>
      </w:r>
      <w:r w:rsidR="00C77A4E" w:rsidRPr="00275B88">
        <w:t>demandait le roi des détectives à l</w:t>
      </w:r>
      <w:r>
        <w:t>’</w:t>
      </w:r>
      <w:r w:rsidR="00C77A4E" w:rsidRPr="00275B88">
        <w:t>inspecteur</w:t>
      </w:r>
      <w:r>
        <w:t xml:space="preserve">, </w:t>
      </w:r>
      <w:r w:rsidR="00C77A4E" w:rsidRPr="00275B88">
        <w:t>vous ne m</w:t>
      </w:r>
      <w:r>
        <w:t>’</w:t>
      </w:r>
      <w:r w:rsidR="00C77A4E" w:rsidRPr="00275B88">
        <w:t>en voulez pas trop</w:t>
      </w:r>
      <w:r>
        <w:t> ?</w:t>
      </w:r>
    </w:p>
    <w:p w14:paraId="70C12D8D" w14:textId="77777777" w:rsidR="002C50B2" w:rsidRDefault="002C50B2" w:rsidP="002C50B2">
      <w:r>
        <w:t>— </w:t>
      </w:r>
      <w:r w:rsidR="00C77A4E" w:rsidRPr="00275B88">
        <w:t>Moi</w:t>
      </w:r>
      <w:r>
        <w:t xml:space="preserve"> ? </w:t>
      </w:r>
      <w:r w:rsidR="00C77A4E" w:rsidRPr="00275B88">
        <w:t>mais pas du tout</w:t>
      </w:r>
      <w:r>
        <w:t xml:space="preserve"> ! </w:t>
      </w:r>
      <w:r w:rsidR="00C77A4E" w:rsidRPr="00275B88">
        <w:t xml:space="preserve">ripostait </w:t>
      </w:r>
      <w:proofErr w:type="spellStart"/>
      <w:r w:rsidR="00C77A4E" w:rsidRPr="00275B88">
        <w:t>Ménardier</w:t>
      </w:r>
      <w:proofErr w:type="spellEnd"/>
      <w:r>
        <w:t xml:space="preserve">, </w:t>
      </w:r>
      <w:r w:rsidR="00C77A4E" w:rsidRPr="00275B88">
        <w:t>avec la plus parfaite sincérité</w:t>
      </w:r>
      <w:r>
        <w:t>.</w:t>
      </w:r>
    </w:p>
    <w:p w14:paraId="40D2B365" w14:textId="77777777" w:rsidR="002C50B2" w:rsidRDefault="002C50B2" w:rsidP="002C50B2">
      <w:r>
        <w:t>— </w:t>
      </w:r>
      <w:r w:rsidR="00C77A4E" w:rsidRPr="00275B88">
        <w:t>Vous voyez que les vieilles méthodes ont parfois du bon</w:t>
      </w:r>
      <w:r>
        <w:t xml:space="preserve">, </w:t>
      </w:r>
      <w:r w:rsidR="00C77A4E" w:rsidRPr="00275B88">
        <w:t>et que se camoufler n</w:t>
      </w:r>
      <w:r>
        <w:t>’</w:t>
      </w:r>
      <w:r w:rsidR="00C77A4E" w:rsidRPr="00275B88">
        <w:t>est pas toujours inutile</w:t>
      </w:r>
      <w:r>
        <w:t>.</w:t>
      </w:r>
    </w:p>
    <w:p w14:paraId="1D999AF3" w14:textId="77777777" w:rsidR="002C50B2" w:rsidRDefault="002C50B2" w:rsidP="002C50B2">
      <w:r>
        <w:t>— </w:t>
      </w:r>
      <w:r w:rsidR="00C77A4E" w:rsidRPr="00275B88">
        <w:t>Vous êtes notre maître à tous</w:t>
      </w:r>
      <w:r>
        <w:t>.</w:t>
      </w:r>
    </w:p>
    <w:p w14:paraId="530814DA" w14:textId="77777777" w:rsidR="002C50B2" w:rsidRDefault="00C77A4E" w:rsidP="002C50B2">
      <w:r w:rsidRPr="00275B88">
        <w:t>Des applaudissements éclatèrent</w:t>
      </w:r>
      <w:r w:rsidR="002C50B2">
        <w:t xml:space="preserve">… </w:t>
      </w:r>
      <w:r w:rsidRPr="00275B88">
        <w:t xml:space="preserve">et </w:t>
      </w:r>
      <w:proofErr w:type="spellStart"/>
      <w:r w:rsidRPr="00275B88">
        <w:t>Ferval</w:t>
      </w:r>
      <w:proofErr w:type="spellEnd"/>
      <w:r w:rsidR="002C50B2">
        <w:t xml:space="preserve">, </w:t>
      </w:r>
      <w:r w:rsidRPr="00275B88">
        <w:t>se levant</w:t>
      </w:r>
      <w:r w:rsidR="002C50B2">
        <w:t xml:space="preserve">, </w:t>
      </w:r>
      <w:r w:rsidRPr="00275B88">
        <w:t xml:space="preserve">sa coupe de </w:t>
      </w:r>
      <w:r>
        <w:t>c</w:t>
      </w:r>
      <w:r w:rsidRPr="005401D2">
        <w:t>hampagne</w:t>
      </w:r>
      <w:r w:rsidRPr="00275B88">
        <w:t xml:space="preserve"> à la main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écria</w:t>
      </w:r>
      <w:r w:rsidR="002C50B2">
        <w:t> :</w:t>
      </w:r>
    </w:p>
    <w:p w14:paraId="4F34FE2B" w14:textId="77777777" w:rsidR="002C50B2" w:rsidRDefault="002C50B2" w:rsidP="002C50B2">
      <w:r>
        <w:t>— </w:t>
      </w:r>
      <w:r w:rsidR="00C77A4E" w:rsidRPr="00275B88">
        <w:t>Je bois au bonheur des deux futurs époux</w:t>
      </w:r>
      <w:r>
        <w:t xml:space="preserve">… </w:t>
      </w:r>
      <w:r w:rsidR="00C77A4E" w:rsidRPr="00275B88">
        <w:t>et à Chantecoq</w:t>
      </w:r>
      <w:r>
        <w:t xml:space="preserve">, </w:t>
      </w:r>
      <w:r w:rsidR="00C77A4E" w:rsidRPr="00275B88">
        <w:t>le meilleur des amis</w:t>
      </w:r>
      <w:r>
        <w:t xml:space="preserve">, </w:t>
      </w:r>
      <w:r w:rsidR="00C77A4E" w:rsidRPr="00275B88">
        <w:t>le plus brave des hommes</w:t>
      </w:r>
      <w:r>
        <w:t>…</w:t>
      </w:r>
    </w:p>
    <w:p w14:paraId="1F44BA79" w14:textId="77777777" w:rsidR="002C50B2" w:rsidRDefault="00C77A4E" w:rsidP="002C50B2">
      <w:r w:rsidRPr="00275B88">
        <w:t>Les coupes s</w:t>
      </w:r>
      <w:r w:rsidR="002C50B2">
        <w:t>’</w:t>
      </w:r>
      <w:r w:rsidRPr="00275B88">
        <w:t>entrechoquèrent</w:t>
      </w:r>
      <w:r w:rsidR="002C50B2">
        <w:t>…</w:t>
      </w:r>
    </w:p>
    <w:p w14:paraId="1D69EEA1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qui se trouvait auprès de Bellegarde</w:t>
      </w:r>
      <w:r w:rsidR="002C50B2">
        <w:t xml:space="preserve">, </w:t>
      </w:r>
      <w:r w:rsidRPr="00275B88">
        <w:t>lui demanda</w:t>
      </w:r>
      <w:r w:rsidR="002C50B2">
        <w:t> :</w:t>
      </w:r>
    </w:p>
    <w:p w14:paraId="5272249A" w14:textId="77777777" w:rsidR="002C50B2" w:rsidRDefault="002C50B2" w:rsidP="002C50B2">
      <w:r>
        <w:t>— </w:t>
      </w:r>
      <w:r w:rsidR="00C77A4E" w:rsidRPr="00275B88">
        <w:t>Vous ne m</w:t>
      </w:r>
      <w:r>
        <w:t>’</w:t>
      </w:r>
      <w:r w:rsidR="00C77A4E" w:rsidRPr="00275B88">
        <w:t>en voulez pas trop</w:t>
      </w:r>
      <w:r>
        <w:t> ?</w:t>
      </w:r>
    </w:p>
    <w:p w14:paraId="2A52F9C7" w14:textId="77777777" w:rsidR="002C50B2" w:rsidRDefault="00C77A4E" w:rsidP="002C50B2">
      <w:r w:rsidRPr="00275B88">
        <w:t>Le reporter</w:t>
      </w:r>
      <w:r w:rsidR="002C50B2">
        <w:t xml:space="preserve">, </w:t>
      </w:r>
      <w:r w:rsidRPr="00275B88">
        <w:t>finement</w:t>
      </w:r>
      <w:r w:rsidR="002C50B2">
        <w:t xml:space="preserve">, </w:t>
      </w:r>
      <w:r w:rsidRPr="00275B88">
        <w:t>répondit</w:t>
      </w:r>
      <w:r w:rsidR="002C50B2">
        <w:t> :</w:t>
      </w:r>
    </w:p>
    <w:p w14:paraId="0FE48BC1" w14:textId="77777777" w:rsidR="002C50B2" w:rsidRDefault="002C50B2" w:rsidP="002C50B2">
      <w:r>
        <w:lastRenderedPageBreak/>
        <w:t>— </w:t>
      </w:r>
      <w:r w:rsidR="00C77A4E" w:rsidRPr="00275B88">
        <w:t>C</w:t>
      </w:r>
      <w:r>
        <w:t>’</w:t>
      </w:r>
      <w:r w:rsidR="00C77A4E" w:rsidRPr="00275B88">
        <w:t>est vous</w:t>
      </w:r>
      <w:r>
        <w:t xml:space="preserve">, </w:t>
      </w:r>
      <w:r w:rsidR="00C77A4E" w:rsidRPr="00275B88">
        <w:t>au contraire</w:t>
      </w:r>
      <w:r>
        <w:t xml:space="preserve">, </w:t>
      </w:r>
      <w:r w:rsidR="00C77A4E" w:rsidRPr="00275B88">
        <w:t>qui devriez m</w:t>
      </w:r>
      <w:r>
        <w:t>’</w:t>
      </w:r>
      <w:r w:rsidR="00C77A4E" w:rsidRPr="00275B88">
        <w:t>en vouloir</w:t>
      </w:r>
      <w:r>
        <w:t>…</w:t>
      </w:r>
    </w:p>
    <w:p w14:paraId="13C677AE" w14:textId="77777777" w:rsidR="002C50B2" w:rsidRDefault="00C77A4E" w:rsidP="002C50B2">
      <w:proofErr w:type="spellStart"/>
      <w:r w:rsidRPr="00275B88">
        <w:t>Ménardier</w:t>
      </w:r>
      <w:proofErr w:type="spellEnd"/>
      <w:r w:rsidR="002C50B2">
        <w:t xml:space="preserve">, </w:t>
      </w:r>
      <w:r w:rsidRPr="00275B88">
        <w:t>stupéfait</w:t>
      </w:r>
      <w:r w:rsidR="002C50B2">
        <w:t> :</w:t>
      </w:r>
    </w:p>
    <w:p w14:paraId="135A600E" w14:textId="77777777" w:rsidR="002C50B2" w:rsidRDefault="002C50B2" w:rsidP="002C50B2">
      <w:r>
        <w:t>— </w:t>
      </w:r>
      <w:r w:rsidR="00C77A4E" w:rsidRPr="00275B88">
        <w:t>Pourquoi</w:t>
      </w:r>
      <w:r>
        <w:t> ?</w:t>
      </w:r>
    </w:p>
    <w:p w14:paraId="2E718D09" w14:textId="77777777" w:rsidR="002C50B2" w:rsidRDefault="002C50B2" w:rsidP="002C50B2">
      <w:r>
        <w:t>— </w:t>
      </w:r>
      <w:r w:rsidR="00C77A4E" w:rsidRPr="00275B88">
        <w:t>Mais</w:t>
      </w:r>
      <w:r>
        <w:t xml:space="preserve">, </w:t>
      </w:r>
      <w:r w:rsidR="00C77A4E" w:rsidRPr="00275B88">
        <w:t>répliqua Bellegarde</w:t>
      </w:r>
      <w:r>
        <w:t xml:space="preserve">, </w:t>
      </w:r>
      <w:r w:rsidR="00C77A4E" w:rsidRPr="00275B88">
        <w:t>parce que je suis innocent</w:t>
      </w:r>
      <w:r>
        <w:t>.</w:t>
      </w:r>
    </w:p>
    <w:p w14:paraId="07AADB44" w14:textId="77777777" w:rsidR="002C50B2" w:rsidRDefault="00C77A4E" w:rsidP="002C50B2">
      <w:r w:rsidRPr="00275B88">
        <w:t>L</w:t>
      </w:r>
      <w:r w:rsidR="002C50B2">
        <w:t>’</w:t>
      </w:r>
      <w:r w:rsidRPr="00275B88">
        <w:t>inspecteur éclata de rire</w:t>
      </w:r>
      <w:r w:rsidR="002C50B2">
        <w:t xml:space="preserve">… </w:t>
      </w:r>
      <w:r w:rsidRPr="00275B88">
        <w:t>et une poignée de main cordiale mit fin au malentendu qui se terminait d</w:t>
      </w:r>
      <w:r w:rsidR="002C50B2">
        <w:t>’</w:t>
      </w:r>
      <w:r w:rsidRPr="00275B88">
        <w:t>ailleurs d</w:t>
      </w:r>
      <w:r w:rsidR="002C50B2">
        <w:t>’</w:t>
      </w:r>
      <w:r w:rsidRPr="00275B88">
        <w:t>une aussi heureuse et cordiale façon</w:t>
      </w:r>
      <w:r w:rsidR="002C50B2">
        <w:t>.</w:t>
      </w:r>
    </w:p>
    <w:p w14:paraId="64B2CD29" w14:textId="77777777" w:rsidR="002C50B2" w:rsidRDefault="00C77A4E" w:rsidP="002C50B2">
      <w:r w:rsidRPr="00275B88">
        <w:t>Le repas terminé</w:t>
      </w:r>
      <w:r w:rsidR="002C50B2">
        <w:t xml:space="preserve">, </w:t>
      </w:r>
      <w:r w:rsidRPr="00275B88">
        <w:t>les invités de Chantecoq quittèrent le restaurant</w:t>
      </w:r>
      <w:r w:rsidR="002C50B2">
        <w:t xml:space="preserve">… </w:t>
      </w:r>
      <w:r w:rsidRPr="00275B88">
        <w:t>Jacques et Colette s</w:t>
      </w:r>
      <w:r w:rsidR="002C50B2">
        <w:t>’</w:t>
      </w:r>
      <w:r w:rsidRPr="00275B88">
        <w:t>en furent vers la balustrade et s</w:t>
      </w:r>
      <w:r w:rsidR="002C50B2">
        <w:t>’</w:t>
      </w:r>
      <w:r w:rsidRPr="00275B88">
        <w:t>y appuyèrent</w:t>
      </w:r>
      <w:r w:rsidR="002C50B2">
        <w:t xml:space="preserve">, </w:t>
      </w:r>
      <w:r w:rsidRPr="00275B88">
        <w:t>admirant le panorama de Paris</w:t>
      </w:r>
      <w:r w:rsidR="002C50B2">
        <w:t>…</w:t>
      </w:r>
    </w:p>
    <w:p w14:paraId="480932C3" w14:textId="77777777" w:rsidR="002C50B2" w:rsidRDefault="00C77A4E" w:rsidP="002C50B2">
      <w:r w:rsidRPr="00275B88">
        <w:t>Tout à coup</w:t>
      </w:r>
      <w:r w:rsidR="002C50B2">
        <w:t xml:space="preserve">, </w:t>
      </w:r>
      <w:r w:rsidRPr="00275B88">
        <w:t>il leur sembla qu</w:t>
      </w:r>
      <w:r w:rsidR="002C50B2">
        <w:t>’</w:t>
      </w:r>
      <w:r w:rsidRPr="00275B88">
        <w:t>au lointain</w:t>
      </w:r>
      <w:r w:rsidR="002C50B2">
        <w:t xml:space="preserve">, </w:t>
      </w:r>
      <w:r w:rsidRPr="00275B88">
        <w:t>au</w:t>
      </w:r>
      <w:r>
        <w:t>-</w:t>
      </w:r>
      <w:r w:rsidRPr="00275B88">
        <w:t>dessus du palais du Louvre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élevait une sorte de Fantôme noir qui</w:t>
      </w:r>
      <w:r w:rsidR="002C50B2">
        <w:t xml:space="preserve">, </w:t>
      </w:r>
      <w:r w:rsidRPr="00275B88">
        <w:t>après avoir un moment plané dans le ciel</w:t>
      </w:r>
      <w:r w:rsidR="002C50B2">
        <w:t xml:space="preserve">, </w:t>
      </w:r>
      <w:r w:rsidRPr="00275B88">
        <w:t>s</w:t>
      </w:r>
      <w:r w:rsidR="002C50B2">
        <w:t>’</w:t>
      </w:r>
      <w:r w:rsidRPr="00275B88">
        <w:t>évapora dans les airs</w:t>
      </w:r>
      <w:r w:rsidR="002C50B2">
        <w:t xml:space="preserve">… </w:t>
      </w:r>
      <w:r w:rsidRPr="00275B88">
        <w:t>Instinctivement</w:t>
      </w:r>
      <w:r w:rsidR="002C50B2">
        <w:t xml:space="preserve">, </w:t>
      </w:r>
      <w:r w:rsidRPr="00275B88">
        <w:t>Colette rapprocha sa tête de son fiancé</w:t>
      </w:r>
      <w:r w:rsidR="002C50B2">
        <w:t xml:space="preserve">, </w:t>
      </w:r>
      <w:r w:rsidRPr="00275B88">
        <w:t xml:space="preserve">qui déposa ses lèvres sur le front si </w:t>
      </w:r>
      <w:r w:rsidRPr="005401D2">
        <w:t>pur</w:t>
      </w:r>
      <w:r>
        <w:t xml:space="preserve"> </w:t>
      </w:r>
      <w:r w:rsidRPr="00275B88">
        <w:t>qui s</w:t>
      </w:r>
      <w:r w:rsidR="002C50B2">
        <w:t>’</w:t>
      </w:r>
      <w:r w:rsidRPr="00275B88">
        <w:t>offrait à son baiser</w:t>
      </w:r>
      <w:r w:rsidR="002C50B2">
        <w:t xml:space="preserve">… </w:t>
      </w:r>
      <w:r w:rsidRPr="00275B88">
        <w:t>Et Chantecoq</w:t>
      </w:r>
      <w:r w:rsidR="002C50B2">
        <w:t xml:space="preserve">, </w:t>
      </w:r>
      <w:r w:rsidRPr="00275B88">
        <w:t>qui les observait avec un bon sourire</w:t>
      </w:r>
      <w:r w:rsidR="002C50B2">
        <w:t xml:space="preserve">, </w:t>
      </w:r>
      <w:r w:rsidRPr="00275B88">
        <w:t>murmura</w:t>
      </w:r>
      <w:r w:rsidR="002C50B2">
        <w:t> :</w:t>
      </w:r>
    </w:p>
    <w:p w14:paraId="5E467C01" w14:textId="77777777" w:rsidR="002C50B2" w:rsidRDefault="002C50B2" w:rsidP="002C50B2">
      <w:r>
        <w:t>— </w:t>
      </w:r>
      <w:r w:rsidR="00C77A4E" w:rsidRPr="00275B88">
        <w:t>Maintenant</w:t>
      </w:r>
      <w:r>
        <w:t xml:space="preserve">, </w:t>
      </w:r>
      <w:r w:rsidR="00C77A4E" w:rsidRPr="00275B88">
        <w:t>j</w:t>
      </w:r>
      <w:r>
        <w:t>’</w:t>
      </w:r>
      <w:r w:rsidR="00C77A4E" w:rsidRPr="00275B88">
        <w:t>en suis sûr</w:t>
      </w:r>
      <w:r>
        <w:t xml:space="preserve">, </w:t>
      </w:r>
      <w:r w:rsidR="00C77A4E" w:rsidRPr="00275B88">
        <w:t>Belphégor ne ressuscitera jamais</w:t>
      </w:r>
      <w:r>
        <w:t> !</w:t>
      </w:r>
    </w:p>
    <w:p w14:paraId="6FFEF34D" w14:textId="23ED363D" w:rsidR="002C50B2" w:rsidRDefault="00C77A4E" w:rsidP="002C50B2">
      <w:pPr>
        <w:ind w:firstLine="0"/>
        <w:jc w:val="center"/>
      </w:pPr>
      <w:r w:rsidRPr="002C50B2">
        <w:t>FIN</w:t>
      </w:r>
    </w:p>
    <w:p w14:paraId="614423AD" w14:textId="4C659481" w:rsidR="00C77A4E" w:rsidRPr="00BE7A2E" w:rsidRDefault="00C77A4E">
      <w:pPr>
        <w:sectPr w:rsidR="00C77A4E" w:rsidRPr="00BE7A2E" w:rsidSect="002C50B2"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E1997B1" w14:textId="77777777" w:rsidR="00C77A4E" w:rsidRPr="00EC7B97" w:rsidRDefault="00C77A4E" w:rsidP="002C50B2">
      <w:pPr>
        <w:pStyle w:val="Titre1"/>
        <w:spacing w:before="0" w:after="480"/>
      </w:pPr>
      <w:bookmarkStart w:id="110" w:name="_Toc203477096"/>
      <w:r w:rsidRPr="00EC7B97">
        <w:lastRenderedPageBreak/>
        <w:t>À propos de cette édition électronique</w:t>
      </w:r>
      <w:bookmarkEnd w:id="110"/>
    </w:p>
    <w:p w14:paraId="155C3392" w14:textId="77777777" w:rsidR="002C50B2" w:rsidRPr="00633842" w:rsidRDefault="002C50B2" w:rsidP="002C50B2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0D332675" w14:textId="77777777" w:rsidR="002C50B2" w:rsidRPr="00633842" w:rsidRDefault="002C50B2" w:rsidP="002C50B2">
      <w:pPr>
        <w:pStyle w:val="Centr"/>
        <w:spacing w:before="180" w:after="180"/>
      </w:pPr>
      <w:r w:rsidRPr="00633842">
        <w:t>Corrections, édition, conversion informatique et publication par le groupe :</w:t>
      </w:r>
    </w:p>
    <w:p w14:paraId="7E5715BD" w14:textId="77777777" w:rsidR="002C50B2" w:rsidRPr="00633842" w:rsidRDefault="002C50B2" w:rsidP="002C50B2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6DE9FF8C" w14:textId="77777777" w:rsidR="002C50B2" w:rsidRPr="00633842" w:rsidRDefault="002C50B2" w:rsidP="002C50B2">
      <w:pPr>
        <w:pStyle w:val="Centr"/>
        <w:spacing w:before="180" w:after="180"/>
      </w:pPr>
      <w:hyperlink r:id="rId11" w:history="1">
        <w:r w:rsidRPr="00F74CD6">
          <w:rPr>
            <w:rStyle w:val="Lienhypertexte"/>
          </w:rPr>
          <w:t>https://groups.google.com/g/ebooksgratuits</w:t>
        </w:r>
      </w:hyperlink>
    </w:p>
    <w:p w14:paraId="44FDA2DB" w14:textId="77777777" w:rsidR="002C50B2" w:rsidRPr="00633842" w:rsidRDefault="002C50B2" w:rsidP="002C50B2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2" w:history="1">
        <w:r w:rsidRPr="00B23857">
          <w:rPr>
            <w:rStyle w:val="Lienhypertexte"/>
            <w:szCs w:val="32"/>
          </w:rPr>
          <w:t>https://www.ebooksgratuits.com/</w:t>
        </w:r>
      </w:hyperlink>
    </w:p>
    <w:p w14:paraId="515D9548" w14:textId="77777777" w:rsidR="002C50B2" w:rsidRPr="00633842" w:rsidRDefault="002C50B2" w:rsidP="002C50B2">
      <w:pPr>
        <w:pStyle w:val="Centr"/>
        <w:spacing w:before="180" w:after="180"/>
      </w:pPr>
      <w:r w:rsidRPr="00633842">
        <w:t>—</w:t>
      </w:r>
    </w:p>
    <w:p w14:paraId="0E34D050" w14:textId="77777777" w:rsidR="002C50B2" w:rsidRPr="00633842" w:rsidRDefault="002C50B2" w:rsidP="002C50B2">
      <w:pPr>
        <w:spacing w:before="180" w:after="180"/>
        <w:ind w:firstLine="0"/>
        <w:jc w:val="center"/>
        <w:rPr>
          <w:b/>
          <w:bCs/>
          <w:szCs w:val="32"/>
        </w:rPr>
      </w:pPr>
      <w:r w:rsidRPr="00382B7E">
        <w:rPr>
          <w:b/>
          <w:bCs/>
          <w:szCs w:val="32"/>
        </w:rPr>
        <w:t>Novembre 2006</w:t>
      </w:r>
    </w:p>
    <w:p w14:paraId="1B2848C8" w14:textId="77777777" w:rsidR="002C50B2" w:rsidRPr="00633842" w:rsidRDefault="002C50B2" w:rsidP="002C50B2">
      <w:pPr>
        <w:pStyle w:val="Centr"/>
        <w:spacing w:before="180" w:after="180"/>
      </w:pPr>
      <w:r w:rsidRPr="00633842">
        <w:t>—</w:t>
      </w:r>
    </w:p>
    <w:p w14:paraId="737CF193" w14:textId="77777777" w:rsidR="002C50B2" w:rsidRPr="00633842" w:rsidRDefault="002C50B2" w:rsidP="002C50B2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1B4C9B33" w14:textId="77777777" w:rsidR="002C50B2" w:rsidRPr="00633842" w:rsidRDefault="002C50B2" w:rsidP="002C50B2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r w:rsidRPr="00382B7E">
        <w:t xml:space="preserve">Patrick, Jean-Marc, </w:t>
      </w:r>
      <w:proofErr w:type="spellStart"/>
      <w:r w:rsidRPr="00382B7E">
        <w:t>Coolmicro</w:t>
      </w:r>
      <w:proofErr w:type="spellEnd"/>
      <w:r w:rsidRPr="00382B7E">
        <w:t xml:space="preserve"> et Fred.</w:t>
      </w:r>
    </w:p>
    <w:p w14:paraId="64EAC4AC" w14:textId="77777777" w:rsidR="002C50B2" w:rsidRPr="00633842" w:rsidRDefault="002C50B2" w:rsidP="002C50B2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1D87EFD3" w14:textId="77777777" w:rsidR="002C50B2" w:rsidRPr="00633842" w:rsidRDefault="002C50B2" w:rsidP="002C50B2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0308365E" w14:textId="77777777" w:rsidR="002C50B2" w:rsidRPr="00633842" w:rsidRDefault="002C50B2" w:rsidP="002C50B2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6D1A56EA" w14:textId="77777777" w:rsidR="002C50B2" w:rsidRPr="00633842" w:rsidRDefault="002C50B2" w:rsidP="002C50B2">
      <w:pPr>
        <w:spacing w:before="180" w:after="180"/>
      </w:pPr>
      <w:r w:rsidRPr="00633842"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268533A4" w14:textId="77777777" w:rsidR="002C50B2" w:rsidRPr="00633842" w:rsidRDefault="002C50B2" w:rsidP="002C50B2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44455CAA" w14:textId="57466CD2" w:rsidR="00C77A4E" w:rsidRPr="002C50B2" w:rsidRDefault="002C50B2" w:rsidP="002C50B2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C77A4E" w:rsidRPr="002C50B2" w:rsidSect="002C50B2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536EB" w14:textId="77777777" w:rsidR="00F6316C" w:rsidRDefault="00F6316C">
      <w:r>
        <w:separator/>
      </w:r>
    </w:p>
  </w:endnote>
  <w:endnote w:type="continuationSeparator" w:id="0">
    <w:p w14:paraId="06C79628" w14:textId="77777777" w:rsidR="00F6316C" w:rsidRDefault="00F6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6F62" w14:textId="77777777" w:rsidR="00C77A4E" w:rsidRDefault="00C77A4E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28EF" w14:textId="77777777" w:rsidR="00C77A4E" w:rsidRPr="002B3C8B" w:rsidRDefault="00C77A4E">
    <w:pPr>
      <w:pStyle w:val="Pieddepage"/>
      <w:rPr>
        <w:sz w:val="30"/>
        <w:szCs w:val="30"/>
      </w:rPr>
    </w:pPr>
    <w:r>
      <w:rPr>
        <w:sz w:val="30"/>
        <w:szCs w:val="30"/>
      </w:rPr>
      <w:t>–</w:t>
    </w:r>
    <w:r w:rsidRPr="002B3C8B">
      <w:rPr>
        <w:sz w:val="30"/>
        <w:szCs w:val="30"/>
      </w:rPr>
      <w:t xml:space="preserve"> </w:t>
    </w:r>
    <w:r w:rsidRPr="002B3C8B">
      <w:rPr>
        <w:rStyle w:val="Numrodepage"/>
        <w:sz w:val="30"/>
        <w:szCs w:val="30"/>
      </w:rPr>
      <w:fldChar w:fldCharType="begin"/>
    </w:r>
    <w:r w:rsidRPr="002B3C8B">
      <w:rPr>
        <w:rStyle w:val="Numrodepage"/>
        <w:sz w:val="30"/>
        <w:szCs w:val="30"/>
      </w:rPr>
      <w:instrText xml:space="preserve"> PAGE </w:instrText>
    </w:r>
    <w:r w:rsidRPr="002B3C8B">
      <w:rPr>
        <w:rStyle w:val="Numrodepage"/>
        <w:sz w:val="30"/>
        <w:szCs w:val="30"/>
      </w:rPr>
      <w:fldChar w:fldCharType="separate"/>
    </w:r>
    <w:r w:rsidR="00112A8F">
      <w:rPr>
        <w:rStyle w:val="Numrodepage"/>
        <w:noProof/>
        <w:sz w:val="30"/>
        <w:szCs w:val="30"/>
      </w:rPr>
      <w:t>391</w:t>
    </w:r>
    <w:r w:rsidRPr="002B3C8B">
      <w:rPr>
        <w:rStyle w:val="Numrodepage"/>
        <w:sz w:val="30"/>
        <w:szCs w:val="30"/>
      </w:rPr>
      <w:fldChar w:fldCharType="end"/>
    </w:r>
    <w:r w:rsidRPr="002B3C8B">
      <w:rPr>
        <w:rStyle w:val="Numrodepage"/>
        <w:sz w:val="30"/>
        <w:szCs w:val="30"/>
      </w:rPr>
      <w:t xml:space="preserve"> </w:t>
    </w:r>
    <w:r>
      <w:rPr>
        <w:rStyle w:val="Numrodepage"/>
        <w:sz w:val="30"/>
        <w:szCs w:val="30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91D7" w14:textId="77777777" w:rsidR="00F6316C" w:rsidRDefault="00F6316C">
      <w:r>
        <w:separator/>
      </w:r>
    </w:p>
  </w:footnote>
  <w:footnote w:type="continuationSeparator" w:id="0">
    <w:p w14:paraId="5A60A56A" w14:textId="77777777" w:rsidR="00F6316C" w:rsidRDefault="00F6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0615890">
    <w:abstractNumId w:val="10"/>
  </w:num>
  <w:num w:numId="2" w16cid:durableId="1494182502">
    <w:abstractNumId w:val="11"/>
  </w:num>
  <w:num w:numId="3" w16cid:durableId="337657159">
    <w:abstractNumId w:val="12"/>
  </w:num>
  <w:num w:numId="4" w16cid:durableId="206114615">
    <w:abstractNumId w:val="13"/>
  </w:num>
  <w:num w:numId="5" w16cid:durableId="1850824877">
    <w:abstractNumId w:val="8"/>
  </w:num>
  <w:num w:numId="6" w16cid:durableId="994647247">
    <w:abstractNumId w:val="3"/>
  </w:num>
  <w:num w:numId="7" w16cid:durableId="1932812829">
    <w:abstractNumId w:val="2"/>
  </w:num>
  <w:num w:numId="8" w16cid:durableId="1254512752">
    <w:abstractNumId w:val="1"/>
  </w:num>
  <w:num w:numId="9" w16cid:durableId="26806482">
    <w:abstractNumId w:val="0"/>
  </w:num>
  <w:num w:numId="10" w16cid:durableId="522287791">
    <w:abstractNumId w:val="9"/>
  </w:num>
  <w:num w:numId="11" w16cid:durableId="1400977189">
    <w:abstractNumId w:val="7"/>
  </w:num>
  <w:num w:numId="12" w16cid:durableId="1215389465">
    <w:abstractNumId w:val="6"/>
  </w:num>
  <w:num w:numId="13" w16cid:durableId="2086341634">
    <w:abstractNumId w:val="5"/>
  </w:num>
  <w:num w:numId="14" w16cid:durableId="1550529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56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4E"/>
    <w:rsid w:val="000E309F"/>
    <w:rsid w:val="00112A8F"/>
    <w:rsid w:val="0025408A"/>
    <w:rsid w:val="002C50B2"/>
    <w:rsid w:val="00383476"/>
    <w:rsid w:val="004B4A69"/>
    <w:rsid w:val="006929A0"/>
    <w:rsid w:val="00762D79"/>
    <w:rsid w:val="00B41113"/>
    <w:rsid w:val="00B464A1"/>
    <w:rsid w:val="00C77A4E"/>
    <w:rsid w:val="00F6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95749"/>
  <w15:chartTrackingRefBased/>
  <w15:docId w15:val="{E9CABF3D-5ED5-4A66-BBA3-13C7A2DF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qFormat="1"/>
    <w:lsdException w:name="caption" w:semiHidden="1" w:unhideWhenUsed="1" w:qFormat="1"/>
    <w:lsdException w:name="footnote reference" w:qFormat="1"/>
    <w:lsdException w:name="endnote reference" w:uiPriority="99" w:qFormat="1"/>
    <w:lsdException w:name="endnote tex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50B2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2C50B2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2C50B2"/>
    <w:pPr>
      <w:keepNext/>
      <w:keepLines/>
      <w:pageBreakBefore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2C50B2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2C50B2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2C50B2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2C50B2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2C50B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50B2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2C50B2"/>
  </w:style>
  <w:style w:type="paragraph" w:styleId="TM2">
    <w:name w:val="toc 2"/>
    <w:basedOn w:val="Normal"/>
    <w:next w:val="Normal"/>
    <w:autoRedefine/>
    <w:uiPriority w:val="39"/>
    <w:rsid w:val="002C50B2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2C50B2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2C50B2"/>
    <w:pPr>
      <w:ind w:left="780"/>
    </w:pPr>
  </w:style>
  <w:style w:type="paragraph" w:styleId="TM5">
    <w:name w:val="toc 5"/>
    <w:basedOn w:val="Normal"/>
    <w:next w:val="Normal"/>
    <w:autoRedefine/>
    <w:semiHidden/>
    <w:rsid w:val="002C50B2"/>
    <w:pPr>
      <w:ind w:left="1040"/>
    </w:pPr>
  </w:style>
  <w:style w:type="paragraph" w:styleId="TM6">
    <w:name w:val="toc 6"/>
    <w:basedOn w:val="Normal"/>
    <w:next w:val="Normal"/>
    <w:autoRedefine/>
    <w:semiHidden/>
    <w:rsid w:val="002C50B2"/>
    <w:pPr>
      <w:ind w:left="1300"/>
    </w:pPr>
  </w:style>
  <w:style w:type="paragraph" w:styleId="TM7">
    <w:name w:val="toc 7"/>
    <w:basedOn w:val="Normal"/>
    <w:next w:val="Normal"/>
    <w:autoRedefine/>
    <w:semiHidden/>
    <w:rsid w:val="002C50B2"/>
    <w:pPr>
      <w:ind w:left="1560"/>
    </w:pPr>
  </w:style>
  <w:style w:type="paragraph" w:styleId="TM8">
    <w:name w:val="toc 8"/>
    <w:basedOn w:val="Normal"/>
    <w:next w:val="Normal"/>
    <w:autoRedefine/>
    <w:semiHidden/>
    <w:rsid w:val="002C50B2"/>
    <w:pPr>
      <w:ind w:left="1820"/>
    </w:pPr>
  </w:style>
  <w:style w:type="paragraph" w:styleId="TM9">
    <w:name w:val="toc 9"/>
    <w:basedOn w:val="Normal"/>
    <w:next w:val="Normal"/>
    <w:autoRedefine/>
    <w:semiHidden/>
    <w:rsid w:val="002C50B2"/>
    <w:pPr>
      <w:ind w:left="2080"/>
    </w:pPr>
  </w:style>
  <w:style w:type="paragraph" w:styleId="Retraitcorpsdetexte">
    <w:name w:val="Body Text Indent"/>
    <w:basedOn w:val="Normal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2C50B2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2C50B2"/>
    <w:rPr>
      <w:szCs w:val="30"/>
    </w:rPr>
  </w:style>
  <w:style w:type="paragraph" w:styleId="Retraitcorpsdetexte3">
    <w:name w:val="Body Text Indent 3"/>
    <w:basedOn w:val="Normal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2C50B2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2C50B2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2C50B2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2C50B2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2C50B2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2C50B2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customStyle="1" w:styleId="Centr">
    <w:name w:val="Centré"/>
    <w:basedOn w:val="Normal"/>
    <w:rsid w:val="002C50B2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2C50B2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2C50B2"/>
    <w:pPr>
      <w:keepNext/>
    </w:pPr>
  </w:style>
  <w:style w:type="paragraph" w:customStyle="1" w:styleId="NormalSautPageAvant">
    <w:name w:val="NormalSautPageAvant"/>
    <w:basedOn w:val="Normal"/>
    <w:qFormat/>
    <w:rsid w:val="002C50B2"/>
    <w:pPr>
      <w:pageBreakBefore/>
    </w:pPr>
  </w:style>
  <w:style w:type="paragraph" w:customStyle="1" w:styleId="NormalEspAvtGrand">
    <w:name w:val="NormalEspAvtGrand"/>
    <w:basedOn w:val="Normal"/>
    <w:rsid w:val="002C50B2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2C50B2"/>
    <w:pPr>
      <w:spacing w:before="0"/>
    </w:pPr>
  </w:style>
  <w:style w:type="paragraph" w:customStyle="1" w:styleId="CentrEspApr0">
    <w:name w:val="CentréEspApr0"/>
    <w:basedOn w:val="Centr"/>
    <w:next w:val="Normal"/>
    <w:rsid w:val="002C50B2"/>
    <w:pPr>
      <w:spacing w:after="0"/>
    </w:pPr>
  </w:style>
  <w:style w:type="paragraph" w:customStyle="1" w:styleId="CentrEspAvt0EspApr0">
    <w:name w:val="CentréEspAvt0EspApr0"/>
    <w:basedOn w:val="Centr"/>
    <w:rsid w:val="002C50B2"/>
    <w:pPr>
      <w:spacing w:before="0" w:after="0"/>
    </w:pPr>
  </w:style>
  <w:style w:type="paragraph" w:customStyle="1" w:styleId="Droite">
    <w:name w:val="Droite"/>
    <w:basedOn w:val="Normal"/>
    <w:next w:val="Normal"/>
    <w:rsid w:val="002C50B2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2C50B2"/>
    <w:pPr>
      <w:ind w:left="680"/>
    </w:pPr>
  </w:style>
  <w:style w:type="paragraph" w:customStyle="1" w:styleId="DroiteRetraitGauche2X">
    <w:name w:val="DroiteRetraitGauche2X"/>
    <w:basedOn w:val="Droite"/>
    <w:next w:val="Normal"/>
    <w:rsid w:val="002C50B2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2C50B2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2C50B2"/>
    <w:pPr>
      <w:ind w:left="2722"/>
    </w:pPr>
  </w:style>
  <w:style w:type="paragraph" w:customStyle="1" w:styleId="Taille-1Normal">
    <w:name w:val="Taille-1Normal"/>
    <w:basedOn w:val="Normal"/>
    <w:rsid w:val="002C50B2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2C50B2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2C50B2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2C50B2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2C50B2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2C50B2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2C50B2"/>
    <w:pPr>
      <w:ind w:firstLine="0"/>
    </w:pPr>
  </w:style>
  <w:style w:type="paragraph" w:customStyle="1" w:styleId="Taille-1RetraitGauche4XIndent0">
    <w:name w:val="Taille-1RetraitGauche4XIndent0"/>
    <w:basedOn w:val="Taille-1Normal"/>
    <w:rsid w:val="002C50B2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2C50B2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2C50B2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2C50B2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2C50B2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2C50B2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2C50B2"/>
    <w:pPr>
      <w:ind w:firstLine="0"/>
    </w:pPr>
  </w:style>
  <w:style w:type="paragraph" w:customStyle="1" w:styleId="NormalRetraitGauche4XIndent0">
    <w:name w:val="NormalRetraitGauche4XIndent0"/>
    <w:basedOn w:val="Normal"/>
    <w:rsid w:val="002C50B2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unhideWhenUsed/>
    <w:qFormat/>
    <w:rsid w:val="002C50B2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rsid w:val="002C50B2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2C50B2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2C50B2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2C50B2"/>
    <w:pPr>
      <w:ind w:left="1360" w:hanging="680"/>
    </w:pPr>
  </w:style>
  <w:style w:type="paragraph" w:customStyle="1" w:styleId="NormalEspAvt0EspApr0">
    <w:name w:val="NormalEspAvt0EspApr0"/>
    <w:basedOn w:val="Normal"/>
    <w:rsid w:val="002C50B2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2C50B2"/>
    <w:pPr>
      <w:ind w:left="2041" w:hanging="680"/>
    </w:pPr>
  </w:style>
  <w:style w:type="paragraph" w:customStyle="1" w:styleId="NormalSuspendu1XRetrait3X">
    <w:name w:val="NormalSuspendu1XRetrait3X"/>
    <w:basedOn w:val="Normal"/>
    <w:rsid w:val="002C50B2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2C50B2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2C50B2"/>
    <w:rPr>
      <w:sz w:val="32"/>
      <w:szCs w:val="20"/>
    </w:rPr>
  </w:style>
  <w:style w:type="paragraph" w:customStyle="1" w:styleId="Etoile">
    <w:name w:val="Etoile"/>
    <w:basedOn w:val="Normal"/>
    <w:qFormat/>
    <w:rsid w:val="002C50B2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2C50B2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2C50B2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2C50B2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2C50B2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2C50B2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2C50B2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2C50B2"/>
  </w:style>
  <w:style w:type="paragraph" w:customStyle="1" w:styleId="ParagrapheVideNormal2">
    <w:name w:val="ParagrapheVideNormal2"/>
    <w:basedOn w:val="ParagrapheVideNormal"/>
    <w:next w:val="Normal"/>
    <w:qFormat/>
    <w:rsid w:val="002C50B2"/>
  </w:style>
  <w:style w:type="paragraph" w:customStyle="1" w:styleId="Image">
    <w:name w:val="Image"/>
    <w:basedOn w:val="Centr"/>
    <w:next w:val="Normal"/>
    <w:qFormat/>
    <w:rsid w:val="002C5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15</TotalTime>
  <Pages>1</Pages>
  <Words>68232</Words>
  <Characters>375282</Characters>
  <Application>Microsoft Office Word</Application>
  <DocSecurity>0</DocSecurity>
  <Lines>3127</Lines>
  <Paragraphs>885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BELPHÉGOR</vt:lpstr>
    </vt:vector>
  </TitlesOfParts>
  <Company>Ebooks libres et gratuits|http://www.ebooksgratuits.com/</Company>
  <LinksUpToDate>false</LinksUpToDate>
  <CharactersWithSpaces>442629</CharactersWithSpaces>
  <SharedDoc>false</SharedDoc>
  <HLinks>
    <vt:vector size="246" baseType="variant">
      <vt:variant>
        <vt:i4>2293820</vt:i4>
      </vt:variant>
      <vt:variant>
        <vt:i4>240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237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1572927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_Toc189122540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_Toc189122539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_Toc189122538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_Toc189122537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_Toc189122536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_Toc189122535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_Toc189122534</vt:lpwstr>
      </vt:variant>
      <vt:variant>
        <vt:i4>2031679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_Toc189122533</vt:lpwstr>
      </vt:variant>
      <vt:variant>
        <vt:i4>2031679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_Toc189122532</vt:lpwstr>
      </vt:variant>
      <vt:variant>
        <vt:i4>2031679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_Toc189122531</vt:lpwstr>
      </vt:variant>
      <vt:variant>
        <vt:i4>2031679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_Toc189122530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_Toc189122529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_Toc189122528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_Toc189122527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_Toc189122526</vt:lpwstr>
      </vt:variant>
      <vt:variant>
        <vt:i4>1966143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_Toc189122525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_Toc189122524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_Toc189122523</vt:lpwstr>
      </vt:variant>
      <vt:variant>
        <vt:i4>1966143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_Toc189122522</vt:lpwstr>
      </vt:variant>
      <vt:variant>
        <vt:i4>1966143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_Toc189122521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_Toc189122520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_Toc189122519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_Toc189122518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_Toc189122517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_Toc189122516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_Toc189122515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_Toc189122514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_Toc189122513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_Toc189122512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_Toc189122511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_Toc189122510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_Toc189122509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_Toc189122508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_Toc189122507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_Toc189122506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_Toc189122505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_Toc189122504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_Toc189122503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_Toc189122502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Belphégor</dc:title>
  <dc:subject>Romans - Fantastique &amp; SF</dc:subject>
  <dc:creator>Arthur Bernède</dc:creator>
  <cp:keywords/>
  <dc:description>Tandis que la rumeur de la présence d’un fantôme circule au musée du Louvres, un gardien du musée y est retrouvé mort. L’enquête est confiée à l’inspecteur Ménardier. Le jeune journaliste Jacques Bellegarde, pressentant une affaire complexe et retentissante, décide se lance à son tour dans l’enquête en marge de la police.
Ce roman est le plus célèbre d’Arthur Bernède (1871-1937) qui en écrivit plus de 200, parus en feuilletons, mettant en scène des personnages comme Vidocq, Judex ou Mandrin. Mais surtout, Belphégor a été l’objet d’un feuilleton TV qui, par son retentissement à sa sortie en 1965, est passé dans l’histoire de la télévision française.</dc:description>
  <cp:lastModifiedBy>Cool Micro</cp:lastModifiedBy>
  <cp:revision>6</cp:revision>
  <cp:lastPrinted>2025-07-15T11:04:00Z</cp:lastPrinted>
  <dcterms:created xsi:type="dcterms:W3CDTF">2025-07-06T17:35:00Z</dcterms:created>
  <dcterms:modified xsi:type="dcterms:W3CDTF">2025-07-15T11:05:00Z</dcterms:modified>
  <cp:category>Romans - Fantastique &amp; SF</cp:category>
</cp:coreProperties>
</file>