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6CBC" w14:textId="343FB16E" w:rsidR="00033562" w:rsidRPr="003D2FAA" w:rsidRDefault="006657CD" w:rsidP="00DE313F">
      <w:pPr>
        <w:pStyle w:val="Photoauteur"/>
      </w:pPr>
      <w:r w:rsidRPr="003D2FAA">
        <w:drawing>
          <wp:anchor distT="0" distB="0" distL="114300" distR="114300" simplePos="0" relativeHeight="251657728" behindDoc="0" locked="0" layoutInCell="1" allowOverlap="1" wp14:anchorId="13E27D6E" wp14:editId="3916A18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2FAA">
        <w:drawing>
          <wp:inline distT="0" distB="0" distL="0" distR="0" wp14:anchorId="72F2B3DC" wp14:editId="26F69DF1">
            <wp:extent cx="2862580" cy="40474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404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633E6" w14:textId="77777777" w:rsidR="0074134D" w:rsidRPr="003D2FAA" w:rsidRDefault="0074134D" w:rsidP="0074134D">
      <w:pPr>
        <w:pStyle w:val="Auteur"/>
      </w:pPr>
      <w:bookmarkStart w:id="0" w:name="OLE_LINK1"/>
      <w:bookmarkStart w:id="1" w:name="OLE_LINK2"/>
      <w:r w:rsidRPr="003D2FAA">
        <w:t>Luigi Pirandello</w:t>
      </w:r>
      <w:bookmarkEnd w:id="0"/>
      <w:bookmarkEnd w:id="1"/>
    </w:p>
    <w:p w14:paraId="6F31E2F5" w14:textId="77777777" w:rsidR="0074134D" w:rsidRPr="003D2FAA" w:rsidRDefault="0074134D" w:rsidP="0074134D">
      <w:pPr>
        <w:pStyle w:val="Titrelivre"/>
        <w:rPr>
          <w:szCs w:val="32"/>
        </w:rPr>
      </w:pPr>
      <w:bookmarkStart w:id="2" w:name="OLE_LINK3"/>
      <w:bookmarkStart w:id="3" w:name="OLE_LINK4"/>
      <w:r w:rsidRPr="003D2FAA">
        <w:rPr>
          <w:szCs w:val="32"/>
        </w:rPr>
        <w:t>LE SEIGNEUR DE LA NEF</w:t>
      </w:r>
      <w:bookmarkEnd w:id="2"/>
      <w:bookmarkEnd w:id="3"/>
    </w:p>
    <w:p w14:paraId="5016FF7E" w14:textId="0A954268" w:rsidR="00DE313F" w:rsidRDefault="0074134D" w:rsidP="0074134D">
      <w:pPr>
        <w:pStyle w:val="Soustitrelivre"/>
      </w:pPr>
      <w:bookmarkStart w:id="4" w:name="OLE_LINK5"/>
      <w:bookmarkStart w:id="5" w:name="OLE_LINK6"/>
      <w:r w:rsidRPr="003D2FAA">
        <w:t xml:space="preserve">Traduction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r w:rsidRPr="003D2FAA">
        <w:t>Claudius-Jacquet</w:t>
      </w:r>
      <w:r w:rsidR="00DE313F">
        <w:br/>
        <w:t>(</w:t>
      </w:r>
      <w:r w:rsidRPr="003D2FAA">
        <w:t xml:space="preserve">pseudonyme de Andrée </w:t>
      </w:r>
      <w:proofErr w:type="spellStart"/>
      <w:r w:rsidRPr="003D2FAA">
        <w:t>Viollis</w:t>
      </w:r>
      <w:proofErr w:type="spellEnd"/>
      <w:r w:rsidR="00DE313F">
        <w:t>)</w:t>
      </w:r>
      <w:bookmarkEnd w:id="4"/>
      <w:bookmarkEnd w:id="5"/>
    </w:p>
    <w:p w14:paraId="5B7F6A08" w14:textId="085215B2" w:rsidR="00033562" w:rsidRPr="003D2FAA" w:rsidRDefault="0074134D" w:rsidP="005E74C0">
      <w:pPr>
        <w:pStyle w:val="Auteur"/>
      </w:pPr>
      <w:r w:rsidRPr="003D2FAA">
        <w:rPr>
          <w:szCs w:val="32"/>
        </w:rPr>
        <w:t>1933</w:t>
      </w:r>
    </w:p>
    <w:p w14:paraId="4213A513" w14:textId="77777777" w:rsidR="00033562" w:rsidRPr="003D2FAA" w:rsidRDefault="00033562" w:rsidP="007C1C6B">
      <w:pPr>
        <w:sectPr w:rsidR="00033562" w:rsidRPr="003D2FAA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06B0A086" w14:textId="77777777" w:rsidR="00033562" w:rsidRPr="003D2FAA" w:rsidRDefault="00033562" w:rsidP="00DE313F">
      <w:pPr>
        <w:pStyle w:val="Titretablematires"/>
      </w:pPr>
      <w:r w:rsidRPr="003D2FAA">
        <w:lastRenderedPageBreak/>
        <w:t>Table des matières</w:t>
      </w:r>
    </w:p>
    <w:p w14:paraId="410AE742" w14:textId="77777777" w:rsidR="00033562" w:rsidRPr="003D2FAA" w:rsidRDefault="00033562"/>
    <w:p w14:paraId="3A656C16" w14:textId="75B0B122" w:rsidR="00B70F24" w:rsidRDefault="00033562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 w:rsidRPr="003D2FAA">
        <w:rPr>
          <w:noProof w:val="0"/>
          <w:color w:val="auto"/>
        </w:rPr>
        <w:fldChar w:fldCharType="begin"/>
      </w:r>
      <w:r w:rsidRPr="003D2FAA">
        <w:rPr>
          <w:noProof w:val="0"/>
          <w:color w:val="auto"/>
        </w:rPr>
        <w:instrText xml:space="preserve"> TOC \o "1-3" \h \z </w:instrText>
      </w:r>
      <w:r w:rsidRPr="003D2FAA">
        <w:rPr>
          <w:noProof w:val="0"/>
          <w:color w:val="auto"/>
        </w:rPr>
        <w:fldChar w:fldCharType="separate"/>
      </w:r>
      <w:hyperlink w:anchor="_Toc193481998" w:history="1">
        <w:r w:rsidR="00B70F24" w:rsidRPr="00077A21">
          <w:rPr>
            <w:rStyle w:val="Lienhypertexte"/>
          </w:rPr>
          <w:t>LE SEIGNEUR DE LA NEF</w:t>
        </w:r>
        <w:r w:rsidR="00B70F24">
          <w:rPr>
            <w:webHidden/>
          </w:rPr>
          <w:tab/>
        </w:r>
        <w:r w:rsidR="00B70F24">
          <w:rPr>
            <w:webHidden/>
          </w:rPr>
          <w:fldChar w:fldCharType="begin"/>
        </w:r>
        <w:r w:rsidR="00B70F24">
          <w:rPr>
            <w:webHidden/>
          </w:rPr>
          <w:instrText xml:space="preserve"> PAGEREF _Toc193481998 \h </w:instrText>
        </w:r>
        <w:r w:rsidR="00B70F24">
          <w:rPr>
            <w:webHidden/>
          </w:rPr>
        </w:r>
        <w:r w:rsidR="00B70F24">
          <w:rPr>
            <w:webHidden/>
          </w:rPr>
          <w:fldChar w:fldCharType="separate"/>
        </w:r>
        <w:r w:rsidR="00DF79BC">
          <w:rPr>
            <w:webHidden/>
          </w:rPr>
          <w:t>3</w:t>
        </w:r>
        <w:r w:rsidR="00B70F24">
          <w:rPr>
            <w:webHidden/>
          </w:rPr>
          <w:fldChar w:fldCharType="end"/>
        </w:r>
      </w:hyperlink>
    </w:p>
    <w:p w14:paraId="5FF0656D" w14:textId="513B0F49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1999" w:history="1">
        <w:r w:rsidRPr="00077A21">
          <w:rPr>
            <w:rStyle w:val="Lienhypertexte"/>
          </w:rPr>
          <w:t>TOUT POUR LE MIEUX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_Toc193481999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46FF3D8" w14:textId="0C1310C5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00" w:history="1">
        <w:r w:rsidRPr="00077A2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75EA78DC" w14:textId="3E999A87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01" w:history="1">
        <w:r w:rsidRPr="00077A2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3F2B967E" w14:textId="5054B658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02" w:history="1">
        <w:r w:rsidRPr="00077A2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0639424F" w14:textId="3A22677D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03" w:history="1">
        <w:r w:rsidRPr="00077A2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5DB17EB4" w14:textId="0A28A403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04" w:history="1">
        <w:r w:rsidRPr="00077A2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7D56AD75" w14:textId="3900248E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05" w:history="1">
        <w:r w:rsidRPr="00077A21">
          <w:rPr>
            <w:rStyle w:val="Lienhypertexte"/>
          </w:rPr>
          <w:t>LE VOYAGE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01495B31" w14:textId="3FEE1EB3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06" w:history="1">
        <w:r w:rsidRPr="00077A21">
          <w:rPr>
            <w:rStyle w:val="Lienhypertexte"/>
          </w:rPr>
          <w:t>QUELQU’UN EST MORT DANS L’HÔTEL…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14:paraId="763C19AD" w14:textId="3C749DBC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07" w:history="1">
        <w:r w:rsidRPr="00077A21">
          <w:rPr>
            <w:rStyle w:val="Lienhypertexte"/>
          </w:rPr>
          <w:t>MADAME FROLA ET MONSIEUR POUZA, SON GENDRE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14:paraId="7AB1E87F" w14:textId="4169CDFE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08" w:history="1">
        <w:r w:rsidRPr="00077A21">
          <w:rPr>
            <w:rStyle w:val="Lienhypertexte"/>
          </w:rPr>
          <w:t>LA LUMIÈRE DE LA MAISON D’EN FACE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90</w:t>
        </w:r>
        <w:r>
          <w:rPr>
            <w:webHidden/>
          </w:rPr>
          <w:fldChar w:fldCharType="end"/>
        </w:r>
      </w:hyperlink>
    </w:p>
    <w:p w14:paraId="16315609" w14:textId="758C2EA7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09" w:history="1">
        <w:r w:rsidRPr="00077A21">
          <w:rPr>
            <w:rStyle w:val="Lienhypertexte"/>
          </w:rPr>
          <w:t>LA ROSE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7DBE6185" w14:textId="38D43E28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10" w:history="1">
        <w:r w:rsidRPr="00077A21">
          <w:rPr>
            <w:rStyle w:val="Lienhypertexte"/>
          </w:rPr>
          <w:t>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0BB02BBF" w14:textId="4BC23E79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11" w:history="1">
        <w:r w:rsidRPr="00077A21">
          <w:rPr>
            <w:rStyle w:val="Lienhypertexte"/>
          </w:rPr>
          <w:t>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111</w:t>
        </w:r>
        <w:r>
          <w:rPr>
            <w:webHidden/>
          </w:rPr>
          <w:fldChar w:fldCharType="end"/>
        </w:r>
      </w:hyperlink>
    </w:p>
    <w:p w14:paraId="008AFEC1" w14:textId="34A0D927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12" w:history="1">
        <w:r w:rsidRPr="00077A21">
          <w:rPr>
            <w:rStyle w:val="Lienhypertexte"/>
          </w:rPr>
          <w:t>III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116</w:t>
        </w:r>
        <w:r>
          <w:rPr>
            <w:webHidden/>
          </w:rPr>
          <w:fldChar w:fldCharType="end"/>
        </w:r>
      </w:hyperlink>
    </w:p>
    <w:p w14:paraId="6F5BE6B6" w14:textId="2EC3806B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13" w:history="1">
        <w:r w:rsidRPr="00077A21">
          <w:rPr>
            <w:rStyle w:val="Lienhypertexte"/>
          </w:rPr>
          <w:t>IV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120</w:t>
        </w:r>
        <w:r>
          <w:rPr>
            <w:webHidden/>
          </w:rPr>
          <w:fldChar w:fldCharType="end"/>
        </w:r>
      </w:hyperlink>
    </w:p>
    <w:p w14:paraId="33AEC197" w14:textId="4BD2AA8C" w:rsidR="00B70F24" w:rsidRDefault="00B70F24">
      <w:pPr>
        <w:pStyle w:val="TM2"/>
        <w:rPr>
          <w:rFonts w:asciiTheme="minorHAnsi" w:eastAsiaTheme="minorEastAsia" w:hAnsiTheme="minorHAnsi" w:cstheme="minorBidi"/>
          <w:color w:val="auto"/>
          <w:kern w:val="2"/>
          <w:sz w:val="24"/>
          <w14:ligatures w14:val="standardContextual"/>
        </w:rPr>
      </w:pPr>
      <w:hyperlink w:anchor="_Toc193482014" w:history="1">
        <w:r w:rsidRPr="00077A21">
          <w:rPr>
            <w:rStyle w:val="Lienhypertexte"/>
          </w:rPr>
          <w:t>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122</w:t>
        </w:r>
        <w:r>
          <w:rPr>
            <w:webHidden/>
          </w:rPr>
          <w:fldChar w:fldCharType="end"/>
        </w:r>
      </w:hyperlink>
    </w:p>
    <w:p w14:paraId="52458B68" w14:textId="61AAE482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15" w:history="1">
        <w:r w:rsidRPr="00077A21">
          <w:rPr>
            <w:rStyle w:val="Lienhypertexte"/>
          </w:rPr>
          <w:t>PALLINO ET MIMI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133</w:t>
        </w:r>
        <w:r>
          <w:rPr>
            <w:webHidden/>
          </w:rPr>
          <w:fldChar w:fldCharType="end"/>
        </w:r>
      </w:hyperlink>
    </w:p>
    <w:p w14:paraId="5101EE8B" w14:textId="3AC1A242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16" w:history="1">
        <w:r w:rsidRPr="00077A21">
          <w:rPr>
            <w:rStyle w:val="Lienhypertexte"/>
          </w:rPr>
          <w:t>LA VIVANTE ET LA MORTE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148</w:t>
        </w:r>
        <w:r>
          <w:rPr>
            <w:webHidden/>
          </w:rPr>
          <w:fldChar w:fldCharType="end"/>
        </w:r>
      </w:hyperlink>
    </w:p>
    <w:p w14:paraId="52293B90" w14:textId="46AC03C5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17" w:history="1">
        <w:r w:rsidRPr="00077A21">
          <w:rPr>
            <w:rStyle w:val="Lienhypertexte"/>
          </w:rPr>
          <w:t>UN PORTRAIT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163</w:t>
        </w:r>
        <w:r>
          <w:rPr>
            <w:webHidden/>
          </w:rPr>
          <w:fldChar w:fldCharType="end"/>
        </w:r>
      </w:hyperlink>
    </w:p>
    <w:p w14:paraId="12DEE0D3" w14:textId="7D83F291" w:rsidR="00B70F24" w:rsidRDefault="00B70F24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3482018" w:history="1">
        <w:r w:rsidRPr="00077A21">
          <w:rPr>
            <w:rStyle w:val="Lienhypertexte"/>
            <w:lang w:eastAsia="zh-CN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_Toc193482018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F79BC">
          <w:rPr>
            <w:webHidden/>
          </w:rPr>
          <w:t>174</w:t>
        </w:r>
        <w:r>
          <w:rPr>
            <w:webHidden/>
          </w:rPr>
          <w:fldChar w:fldCharType="end"/>
        </w:r>
      </w:hyperlink>
    </w:p>
    <w:p w14:paraId="650BAF5B" w14:textId="0B63CC82" w:rsidR="00033562" w:rsidRPr="003D2FAA" w:rsidRDefault="00033562">
      <w:r w:rsidRPr="003D2FAA">
        <w:fldChar w:fldCharType="end"/>
      </w:r>
    </w:p>
    <w:p w14:paraId="0C531CB7" w14:textId="77777777" w:rsidR="0074134D" w:rsidRPr="00920F1B" w:rsidRDefault="0074134D" w:rsidP="00DE313F">
      <w:pPr>
        <w:pStyle w:val="Titre1"/>
      </w:pPr>
      <w:bookmarkStart w:id="6" w:name="_Toc193481998"/>
      <w:r w:rsidRPr="00920F1B">
        <w:lastRenderedPageBreak/>
        <w:t>LE SEIGNEUR DE LA NEF</w:t>
      </w:r>
      <w:bookmarkEnd w:id="6"/>
    </w:p>
    <w:p w14:paraId="478AEC8B" w14:textId="7222A945" w:rsidR="00DE313F" w:rsidRDefault="0074134D" w:rsidP="0074134D">
      <w:r w:rsidRPr="003D2FAA">
        <w:t>Je jure que ni une fois</w:t>
      </w:r>
      <w:r w:rsidR="00DE313F">
        <w:t xml:space="preserve">, </w:t>
      </w:r>
      <w:r w:rsidRPr="003D2FAA">
        <w:t>ni deux</w:t>
      </w:r>
      <w:r w:rsidR="00DE313F">
        <w:t xml:space="preserve">, </w:t>
      </w:r>
      <w:r w:rsidRPr="003D2FAA">
        <w:t>je n</w:t>
      </w:r>
      <w:r w:rsidR="00DE313F">
        <w:t>’</w:t>
      </w:r>
      <w:r w:rsidRPr="003D2FAA">
        <w:t xml:space="preserve">ai voulu offenser </w:t>
      </w:r>
      <w:r w:rsidR="00DE313F">
        <w:t>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comme on le va disant dans le pays</w:t>
      </w:r>
      <w:r w:rsidR="00DE313F">
        <w:t>.</w:t>
      </w:r>
    </w:p>
    <w:p w14:paraId="493F36F8" w14:textId="306F832B" w:rsidR="00DE313F" w:rsidRDefault="0074134D" w:rsidP="0074134D">
      <w:r w:rsidRPr="003D2FAA">
        <w:t>Je ne lui ai pas le moins du monde tenu ce discours</w:t>
      </w:r>
      <w:r w:rsidR="00DE313F">
        <w:t xml:space="preserve">, </w:t>
      </w:r>
      <w:r w:rsidRPr="003D2FAA">
        <w:t xml:space="preserve">à </w:t>
      </w:r>
      <w:r w:rsidR="00DE313F">
        <w:t>M. </w:t>
      </w:r>
      <w:proofErr w:type="spellStart"/>
      <w:r w:rsidRPr="003D2FAA">
        <w:t>Lavaccara</w:t>
      </w:r>
      <w:proofErr w:type="spellEnd"/>
      <w:r w:rsidR="00DE313F">
        <w:t xml:space="preserve">. </w:t>
      </w:r>
      <w:r w:rsidRPr="003D2FAA">
        <w:t>Vous figurez-vous que je me serais mis à causer avec lui de cela</w:t>
      </w:r>
      <w:r w:rsidR="00DE313F">
        <w:t xml:space="preserve"> ! </w:t>
      </w:r>
      <w:r w:rsidRPr="003D2FAA">
        <w:t>Il a voulu me parler d</w:t>
      </w:r>
      <w:r w:rsidR="00DE313F">
        <w:t>’</w:t>
      </w:r>
      <w:r w:rsidRPr="003D2FAA">
        <w:t>un porc qui lui appa</w:t>
      </w:r>
      <w:r w:rsidRPr="003D2FAA">
        <w:t>r</w:t>
      </w:r>
      <w:r w:rsidRPr="003D2FAA">
        <w:t>tient pour me convaincre que ce porc était une bête intelligente</w:t>
      </w:r>
      <w:r w:rsidR="00DE313F">
        <w:t>.</w:t>
      </w:r>
    </w:p>
    <w:p w14:paraId="62EAE15C" w14:textId="77777777" w:rsidR="00DE313F" w:rsidRDefault="0074134D" w:rsidP="0074134D">
      <w:r w:rsidRPr="003D2FAA">
        <w:t>Et alors je lui ai demandé</w:t>
      </w:r>
      <w:r w:rsidR="00DE313F">
        <w:t> :</w:t>
      </w:r>
    </w:p>
    <w:p w14:paraId="5F011C83" w14:textId="77777777" w:rsidR="00DE313F" w:rsidRDefault="00DE313F" w:rsidP="0074134D">
      <w:r>
        <w:t>— </w:t>
      </w:r>
      <w:r w:rsidR="0074134D" w:rsidRPr="003D2FAA">
        <w:t>Pardon</w:t>
      </w:r>
      <w:r>
        <w:t xml:space="preserve">, </w:t>
      </w:r>
      <w:r w:rsidR="0074134D" w:rsidRPr="003D2FAA">
        <w:t>il est maigre</w:t>
      </w:r>
      <w:r>
        <w:t> ?</w:t>
      </w:r>
    </w:p>
    <w:p w14:paraId="171E4878" w14:textId="63F55827" w:rsidR="00DE313F" w:rsidRDefault="0074134D" w:rsidP="0074134D">
      <w:r w:rsidRPr="003D2FAA">
        <w:t xml:space="preserve">Et voilà que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me regarda une première fois comme si par cette question j</w:t>
      </w:r>
      <w:r w:rsidR="00DE313F">
        <w:t>’</w:t>
      </w:r>
      <w:r w:rsidRPr="003D2FAA">
        <w:t>avais voulu offenser</w:t>
      </w:r>
      <w:r w:rsidR="00DE313F">
        <w:t xml:space="preserve">, </w:t>
      </w:r>
      <w:r w:rsidRPr="003D2FAA">
        <w:t>sinon préc</w:t>
      </w:r>
      <w:r w:rsidRPr="003D2FAA">
        <w:t>i</w:t>
      </w:r>
      <w:r w:rsidRPr="003D2FAA">
        <w:t>sément lui</w:t>
      </w:r>
      <w:r w:rsidR="00DE313F">
        <w:t xml:space="preserve">, </w:t>
      </w:r>
      <w:r w:rsidRPr="003D2FAA">
        <w:t>du moins sa bête</w:t>
      </w:r>
      <w:r w:rsidR="00DE313F">
        <w:t>.</w:t>
      </w:r>
    </w:p>
    <w:p w14:paraId="40569A18" w14:textId="77777777" w:rsidR="00DE313F" w:rsidRDefault="0074134D" w:rsidP="0074134D">
      <w:r w:rsidRPr="003D2FAA">
        <w:t>Et il me répondit</w:t>
      </w:r>
      <w:r w:rsidR="00DE313F">
        <w:t> :</w:t>
      </w:r>
    </w:p>
    <w:p w14:paraId="3BA44904" w14:textId="77777777" w:rsidR="00DE313F" w:rsidRDefault="00DE313F" w:rsidP="0074134D">
      <w:r>
        <w:t>— </w:t>
      </w:r>
      <w:r w:rsidR="0074134D" w:rsidRPr="003D2FAA">
        <w:t>Maigre</w:t>
      </w:r>
      <w:r>
        <w:t xml:space="preserve"> ? </w:t>
      </w:r>
      <w:r w:rsidR="0074134D" w:rsidRPr="003D2FAA">
        <w:t>Il pèse plus d</w:t>
      </w:r>
      <w:r>
        <w:t>’</w:t>
      </w:r>
      <w:r w:rsidR="0074134D" w:rsidRPr="003D2FAA">
        <w:t>un quintal</w:t>
      </w:r>
      <w:r>
        <w:t> !</w:t>
      </w:r>
    </w:p>
    <w:p w14:paraId="03F79B06" w14:textId="77777777" w:rsidR="00DE313F" w:rsidRDefault="0074134D" w:rsidP="0074134D">
      <w:r w:rsidRPr="003D2FAA">
        <w:t>Je lui dis alors</w:t>
      </w:r>
      <w:r w:rsidR="00DE313F">
        <w:t> :</w:t>
      </w:r>
    </w:p>
    <w:p w14:paraId="043F7FB9" w14:textId="77777777" w:rsidR="00DE313F" w:rsidRDefault="00DE313F" w:rsidP="0074134D">
      <w:r>
        <w:t>— </w:t>
      </w:r>
      <w:r w:rsidR="0074134D" w:rsidRPr="003D2FAA">
        <w:t>Pardon</w:t>
      </w:r>
      <w:r>
        <w:t xml:space="preserve">, </w:t>
      </w:r>
      <w:r w:rsidR="0074134D" w:rsidRPr="003D2FAA">
        <w:t>et vous pensez qu</w:t>
      </w:r>
      <w:r>
        <w:t>’</w:t>
      </w:r>
      <w:r w:rsidR="0074134D" w:rsidRPr="003D2FAA">
        <w:t>il peut être intelligent</w:t>
      </w:r>
      <w:r>
        <w:t> ?</w:t>
      </w:r>
    </w:p>
    <w:p w14:paraId="718FF1D4" w14:textId="7AB16AAC" w:rsidR="00DE313F" w:rsidRDefault="0074134D" w:rsidP="0074134D">
      <w:r w:rsidRPr="003D2FAA">
        <w:t>C</w:t>
      </w:r>
      <w:r w:rsidR="00DE313F">
        <w:t>’</w:t>
      </w:r>
      <w:r w:rsidRPr="003D2FAA">
        <w:t>était du porc qu</w:t>
      </w:r>
      <w:r w:rsidR="00DE313F">
        <w:t>’</w:t>
      </w:r>
      <w:r w:rsidRPr="003D2FAA">
        <w:t>on parlait</w:t>
      </w:r>
      <w:r w:rsidR="00DE313F">
        <w:t>. 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avec toute cette prospérité de chair rose qui tremble sur lui</w:t>
      </w:r>
      <w:r w:rsidR="00DE313F">
        <w:t xml:space="preserve">, </w:t>
      </w:r>
      <w:r w:rsidRPr="003D2FAA">
        <w:t>crut qu</w:t>
      </w:r>
      <w:r w:rsidR="00DE313F">
        <w:t>’</w:t>
      </w:r>
      <w:r w:rsidRPr="003D2FAA">
        <w:t>après le porc</w:t>
      </w:r>
      <w:r w:rsidR="00DE313F">
        <w:t xml:space="preserve">, </w:t>
      </w:r>
      <w:r w:rsidRPr="003D2FAA">
        <w:t>je voulais maintenant l</w:t>
      </w:r>
      <w:r w:rsidR="00DE313F">
        <w:t>’</w:t>
      </w:r>
      <w:r w:rsidRPr="003D2FAA">
        <w:t>offenser lui-même</w:t>
      </w:r>
      <w:r w:rsidR="00DE313F">
        <w:t xml:space="preserve">, </w:t>
      </w:r>
      <w:r w:rsidRPr="003D2FAA">
        <w:t>comme si j</w:t>
      </w:r>
      <w:r w:rsidR="00DE313F">
        <w:t>’</w:t>
      </w:r>
      <w:r w:rsidRPr="003D2FAA">
        <w:t>avais dit en général que l</w:t>
      </w:r>
      <w:r w:rsidR="00DE313F">
        <w:t>’</w:t>
      </w:r>
      <w:r w:rsidRPr="003D2FAA">
        <w:t>intelligence est exclue par l</w:t>
      </w:r>
      <w:r w:rsidR="00DE313F">
        <w:t>’</w:t>
      </w:r>
      <w:r w:rsidRPr="003D2FAA">
        <w:t>embonpoint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je le répète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du porc qu</w:t>
      </w:r>
      <w:r w:rsidR="00DE313F">
        <w:t>’</w:t>
      </w:r>
      <w:r w:rsidRPr="003D2FAA">
        <w:t>on parlait</w:t>
      </w:r>
      <w:r w:rsidR="00DE313F">
        <w:t xml:space="preserve">. </w:t>
      </w:r>
      <w:r w:rsidRPr="003D2FAA">
        <w:t>Il ne devait donc pas faire une si vilaine figure</w:t>
      </w:r>
      <w:r w:rsidR="00DE313F">
        <w:t>, 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ni me demander</w:t>
      </w:r>
      <w:r w:rsidR="00DE313F">
        <w:t> :</w:t>
      </w:r>
    </w:p>
    <w:p w14:paraId="5BAAD58F" w14:textId="77777777" w:rsidR="00DE313F" w:rsidRDefault="00DE313F" w:rsidP="0074134D">
      <w:r>
        <w:t>— </w:t>
      </w:r>
      <w:r w:rsidR="0074134D" w:rsidRPr="003D2FAA">
        <w:t>Mais alors</w:t>
      </w:r>
      <w:r>
        <w:t xml:space="preserve">, </w:t>
      </w:r>
      <w:r w:rsidR="0074134D" w:rsidRPr="003D2FAA">
        <w:t>selon vous</w:t>
      </w:r>
      <w:r>
        <w:t xml:space="preserve">, </w:t>
      </w:r>
      <w:r w:rsidR="0074134D" w:rsidRPr="003D2FAA">
        <w:t>moi</w:t>
      </w:r>
      <w:r>
        <w:t> ?</w:t>
      </w:r>
    </w:p>
    <w:p w14:paraId="108DFEEE" w14:textId="77777777" w:rsidR="00DE313F" w:rsidRDefault="0074134D" w:rsidP="0074134D">
      <w:r w:rsidRPr="003D2FAA">
        <w:lastRenderedPageBreak/>
        <w:t>Je me hâtai de lui répondre</w:t>
      </w:r>
      <w:r w:rsidR="00DE313F">
        <w:t> :</w:t>
      </w:r>
    </w:p>
    <w:p w14:paraId="7EE3A7BF" w14:textId="77777777" w:rsidR="00DE313F" w:rsidRDefault="00DE313F" w:rsidP="0074134D">
      <w:r>
        <w:t>— </w:t>
      </w:r>
      <w:r w:rsidR="0074134D" w:rsidRPr="003D2FAA">
        <w:t>Mais qu</w:t>
      </w:r>
      <w:r>
        <w:t>’</w:t>
      </w:r>
      <w:r w:rsidR="0074134D" w:rsidRPr="003D2FAA">
        <w:t>avez-vous à faire là-dedans</w:t>
      </w:r>
      <w:r>
        <w:t xml:space="preserve">, </w:t>
      </w:r>
      <w:r w:rsidR="0074134D" w:rsidRPr="003D2FAA">
        <w:t xml:space="preserve">mon cher monsieur </w:t>
      </w:r>
      <w:proofErr w:type="spellStart"/>
      <w:r w:rsidR="0074134D" w:rsidRPr="003D2FAA">
        <w:t>Lavaccara</w:t>
      </w:r>
      <w:proofErr w:type="spellEnd"/>
      <w:r>
        <w:t xml:space="preserve"> ? </w:t>
      </w:r>
      <w:r w:rsidR="0074134D" w:rsidRPr="003D2FAA">
        <w:t>Êtes-vous un porc</w:t>
      </w:r>
      <w:r>
        <w:t xml:space="preserve">, </w:t>
      </w:r>
      <w:r w:rsidR="0074134D" w:rsidRPr="003D2FAA">
        <w:t>vous</w:t>
      </w:r>
      <w:r>
        <w:t xml:space="preserve"> ? </w:t>
      </w:r>
      <w:r w:rsidR="0074134D" w:rsidRPr="003D2FAA">
        <w:t>Pardon</w:t>
      </w:r>
      <w:r>
        <w:t xml:space="preserve"> ! </w:t>
      </w:r>
      <w:r w:rsidR="0074134D" w:rsidRPr="003D2FAA">
        <w:t>Quand vous mangez avec ce bel appétit que Dieu vous conserve à perpétuité</w:t>
      </w:r>
      <w:r>
        <w:t xml:space="preserve">, </w:t>
      </w:r>
      <w:r w:rsidR="0074134D" w:rsidRPr="003D2FAA">
        <w:t>pour qui mangez-vous</w:t>
      </w:r>
      <w:r>
        <w:t xml:space="preserve"> ? </w:t>
      </w:r>
      <w:r w:rsidR="0074134D" w:rsidRPr="003D2FAA">
        <w:t>Vous mangez pour vous</w:t>
      </w:r>
      <w:r>
        <w:t xml:space="preserve">, </w:t>
      </w:r>
      <w:r w:rsidR="0074134D" w:rsidRPr="003D2FAA">
        <w:t>vous n</w:t>
      </w:r>
      <w:r>
        <w:t>’</w:t>
      </w:r>
      <w:r w:rsidR="0074134D" w:rsidRPr="003D2FAA">
        <w:t>engraissez pas pour les autres</w:t>
      </w:r>
      <w:r>
        <w:t xml:space="preserve">. </w:t>
      </w:r>
      <w:r w:rsidR="0074134D" w:rsidRPr="003D2FAA">
        <w:t>Le porc au contraire croit ma</w:t>
      </w:r>
      <w:r w:rsidR="0074134D" w:rsidRPr="003D2FAA">
        <w:t>n</w:t>
      </w:r>
      <w:r w:rsidR="0074134D" w:rsidRPr="003D2FAA">
        <w:t>ger pour soi et engraisse pour les autres</w:t>
      </w:r>
      <w:r>
        <w:t>.</w:t>
      </w:r>
    </w:p>
    <w:p w14:paraId="7041D2EB" w14:textId="77777777" w:rsidR="00DE313F" w:rsidRDefault="0074134D" w:rsidP="0074134D">
      <w:r w:rsidRPr="003D2FAA">
        <w:t>Pas le moindre rire</w:t>
      </w:r>
      <w:r w:rsidR="00DE313F">
        <w:t xml:space="preserve">. </w:t>
      </w:r>
      <w:r w:rsidRPr="003D2FAA">
        <w:t>Rien</w:t>
      </w:r>
      <w:r w:rsidR="00DE313F">
        <w:t xml:space="preserve"> ! </w:t>
      </w:r>
      <w:r w:rsidRPr="003D2FAA">
        <w:t>Il resta planté devant moi</w:t>
      </w:r>
      <w:r w:rsidR="00DE313F">
        <w:t xml:space="preserve">, </w:t>
      </w:r>
      <w:r w:rsidRPr="003D2FAA">
        <w:t>âpre</w:t>
      </w:r>
      <w:r w:rsidR="00DE313F">
        <w:t xml:space="preserve">, </w:t>
      </w:r>
      <w:r w:rsidRPr="003D2FAA">
        <w:t>et la figure plus vilaine qu</w:t>
      </w:r>
      <w:r w:rsidR="00DE313F">
        <w:t>’</w:t>
      </w:r>
      <w:r w:rsidRPr="003D2FAA">
        <w:t>avant</w:t>
      </w:r>
      <w:r w:rsidR="00DE313F">
        <w:t xml:space="preserve">. </w:t>
      </w:r>
      <w:r w:rsidRPr="003D2FAA">
        <w:t>Alors pour le persuader</w:t>
      </w:r>
      <w:r w:rsidR="00DE313F">
        <w:t xml:space="preserve">, </w:t>
      </w:r>
      <w:r w:rsidRPr="003D2FAA">
        <w:t>je poursuivis avec empressement</w:t>
      </w:r>
      <w:r w:rsidR="00DE313F">
        <w:t> :</w:t>
      </w:r>
    </w:p>
    <w:p w14:paraId="0921E8D9" w14:textId="77777777" w:rsidR="00DE313F" w:rsidRDefault="00DE313F" w:rsidP="0074134D">
      <w:r>
        <w:t>— </w:t>
      </w:r>
      <w:r w:rsidR="0074134D" w:rsidRPr="003D2FAA">
        <w:t>Admettons</w:t>
      </w:r>
      <w:r>
        <w:t xml:space="preserve">, </w:t>
      </w:r>
      <w:r w:rsidR="0074134D" w:rsidRPr="003D2FAA">
        <w:t>admettons</w:t>
      </w:r>
      <w:r>
        <w:t xml:space="preserve">, </w:t>
      </w:r>
      <w:r w:rsidR="0074134D" w:rsidRPr="003D2FAA">
        <w:t xml:space="preserve">cher monsieur </w:t>
      </w:r>
      <w:proofErr w:type="spellStart"/>
      <w:r w:rsidR="0074134D" w:rsidRPr="003D2FAA">
        <w:t>Lavaccara</w:t>
      </w:r>
      <w:proofErr w:type="spellEnd"/>
      <w:r>
        <w:t xml:space="preserve"> ; </w:t>
      </w:r>
      <w:r w:rsidR="0074134D" w:rsidRPr="003D2FAA">
        <w:t>je m</w:t>
      </w:r>
      <w:r>
        <w:t>’</w:t>
      </w:r>
      <w:r w:rsidR="0074134D" w:rsidRPr="003D2FAA">
        <w:t>en excuse</w:t>
      </w:r>
      <w:r>
        <w:t xml:space="preserve">, </w:t>
      </w:r>
      <w:r w:rsidR="0074134D" w:rsidRPr="003D2FAA">
        <w:t>mais enfin admettons qu</w:t>
      </w:r>
      <w:r>
        <w:t>’</w:t>
      </w:r>
      <w:r w:rsidR="0074134D" w:rsidRPr="003D2FAA">
        <w:t>avec votre belle intell</w:t>
      </w:r>
      <w:r w:rsidR="0074134D" w:rsidRPr="003D2FAA">
        <w:t>i</w:t>
      </w:r>
      <w:r w:rsidR="0074134D" w:rsidRPr="003D2FAA">
        <w:t>gence</w:t>
      </w:r>
      <w:r>
        <w:t xml:space="preserve">, </w:t>
      </w:r>
      <w:r w:rsidR="0074134D" w:rsidRPr="003D2FAA">
        <w:t>vous soyez un porc</w:t>
      </w:r>
      <w:r>
        <w:t xml:space="preserve">. </w:t>
      </w:r>
      <w:r w:rsidR="0074134D" w:rsidRPr="003D2FAA">
        <w:t>Mangeriez-vous</w:t>
      </w:r>
      <w:r>
        <w:t xml:space="preserve"> ? </w:t>
      </w:r>
      <w:r w:rsidR="0074134D" w:rsidRPr="003D2FAA">
        <w:t>Moi</w:t>
      </w:r>
      <w:r>
        <w:t xml:space="preserve">, </w:t>
      </w:r>
      <w:r w:rsidR="0074134D" w:rsidRPr="003D2FAA">
        <w:t>non</w:t>
      </w:r>
      <w:r>
        <w:t xml:space="preserve"> ; </w:t>
      </w:r>
      <w:r w:rsidR="0074134D" w:rsidRPr="003D2FAA">
        <w:t>lorsque je verrais qu</w:t>
      </w:r>
      <w:r>
        <w:t>’</w:t>
      </w:r>
      <w:r w:rsidR="0074134D" w:rsidRPr="003D2FAA">
        <w:t>on m</w:t>
      </w:r>
      <w:r>
        <w:t>’</w:t>
      </w:r>
      <w:r w:rsidR="0074134D" w:rsidRPr="003D2FAA">
        <w:t>apporte à manger</w:t>
      </w:r>
      <w:r>
        <w:t xml:space="preserve">, </w:t>
      </w:r>
      <w:r w:rsidR="0074134D" w:rsidRPr="003D2FAA">
        <w:t>je grognerais</w:t>
      </w:r>
      <w:r>
        <w:t xml:space="preserve">, </w:t>
      </w:r>
      <w:r w:rsidR="0074134D" w:rsidRPr="003D2FAA">
        <w:t>plein d</w:t>
      </w:r>
      <w:r>
        <w:t>’</w:t>
      </w:r>
      <w:r w:rsidR="0074134D" w:rsidRPr="003D2FAA">
        <w:t>horreur</w:t>
      </w:r>
      <w:r>
        <w:t> : « </w:t>
      </w:r>
      <w:r w:rsidR="0074134D" w:rsidRPr="003D2FAA">
        <w:t>Nix</w:t>
      </w:r>
      <w:r>
        <w:t xml:space="preserve"> ! </w:t>
      </w:r>
      <w:r w:rsidR="0074134D" w:rsidRPr="003D2FAA">
        <w:t>Je vous remercie</w:t>
      </w:r>
      <w:r>
        <w:t xml:space="preserve">, </w:t>
      </w:r>
      <w:r w:rsidR="0074134D" w:rsidRPr="003D2FAA">
        <w:t>messieurs</w:t>
      </w:r>
      <w:r>
        <w:t xml:space="preserve">. </w:t>
      </w:r>
      <w:r w:rsidR="0074134D" w:rsidRPr="003D2FAA">
        <w:t>Mangez-moi maigre</w:t>
      </w:r>
      <w:r>
        <w:t> ! »</w:t>
      </w:r>
      <w:r w:rsidR="0074134D" w:rsidRPr="003D2FAA">
        <w:t xml:space="preserve"> Un porc qui est gras prouve qu</w:t>
      </w:r>
      <w:r>
        <w:t>’</w:t>
      </w:r>
      <w:r w:rsidR="0074134D" w:rsidRPr="003D2FAA">
        <w:t>il n</w:t>
      </w:r>
      <w:r>
        <w:t>’</w:t>
      </w:r>
      <w:r w:rsidR="0074134D" w:rsidRPr="003D2FAA">
        <w:t>a pas encore co</w:t>
      </w:r>
      <w:r w:rsidR="0074134D" w:rsidRPr="003D2FAA">
        <w:t>m</w:t>
      </w:r>
      <w:r w:rsidR="0074134D" w:rsidRPr="003D2FAA">
        <w:t>pris cela</w:t>
      </w:r>
      <w:r>
        <w:t xml:space="preserve"> ; </w:t>
      </w:r>
      <w:r w:rsidR="0074134D" w:rsidRPr="003D2FAA">
        <w:t>et s</w:t>
      </w:r>
      <w:r>
        <w:t>’</w:t>
      </w:r>
      <w:r w:rsidR="0074134D" w:rsidRPr="003D2FAA">
        <w:t>il n</w:t>
      </w:r>
      <w:r>
        <w:t>’</w:t>
      </w:r>
      <w:r w:rsidR="0074134D" w:rsidRPr="003D2FAA">
        <w:t>a pas compris cela</w:t>
      </w:r>
      <w:r>
        <w:t xml:space="preserve">, </w:t>
      </w:r>
      <w:r w:rsidR="0074134D" w:rsidRPr="003D2FAA">
        <w:t>peut-il être intelligent</w:t>
      </w:r>
      <w:r>
        <w:t xml:space="preserve"> ? </w:t>
      </w:r>
      <w:r w:rsidR="0074134D" w:rsidRPr="003D2FAA">
        <w:t>C</w:t>
      </w:r>
      <w:r>
        <w:t>’</w:t>
      </w:r>
      <w:r w:rsidR="0074134D" w:rsidRPr="003D2FAA">
        <w:t>est pourquoi je vous ai demandé si le vôtre était maigre</w:t>
      </w:r>
      <w:r>
        <w:t xml:space="preserve">. </w:t>
      </w:r>
      <w:r w:rsidR="0074134D" w:rsidRPr="003D2FAA">
        <w:t>Vous m</w:t>
      </w:r>
      <w:r>
        <w:t>’</w:t>
      </w:r>
      <w:r w:rsidR="0074134D" w:rsidRPr="003D2FAA">
        <w:t>avez répondu qu</w:t>
      </w:r>
      <w:r>
        <w:t>’</w:t>
      </w:r>
      <w:r w:rsidR="0074134D" w:rsidRPr="003D2FAA">
        <w:t>il pèse plus d</w:t>
      </w:r>
      <w:r>
        <w:t>’</w:t>
      </w:r>
      <w:r w:rsidR="0074134D" w:rsidRPr="003D2FAA">
        <w:t>un quintal</w:t>
      </w:r>
      <w:r>
        <w:t xml:space="preserve"> ; </w:t>
      </w:r>
      <w:r w:rsidR="0074134D" w:rsidRPr="003D2FAA">
        <w:t>et alors</w:t>
      </w:r>
      <w:r>
        <w:t xml:space="preserve">, </w:t>
      </w:r>
      <w:r w:rsidR="0074134D" w:rsidRPr="003D2FAA">
        <w:t>pardo</w:t>
      </w:r>
      <w:r w:rsidR="0074134D" w:rsidRPr="003D2FAA">
        <w:t>n</w:t>
      </w:r>
      <w:r w:rsidR="0074134D" w:rsidRPr="003D2FAA">
        <w:t>nez-moi</w:t>
      </w:r>
      <w:r>
        <w:t xml:space="preserve">, </w:t>
      </w:r>
      <w:r w:rsidR="0074134D" w:rsidRPr="003D2FAA">
        <w:t xml:space="preserve">cher monsieur </w:t>
      </w:r>
      <w:proofErr w:type="spellStart"/>
      <w:r w:rsidR="0074134D" w:rsidRPr="003D2FAA">
        <w:t>Lavaccara</w:t>
      </w:r>
      <w:proofErr w:type="spellEnd"/>
      <w:r>
        <w:t xml:space="preserve">, </w:t>
      </w:r>
      <w:r w:rsidR="0074134D" w:rsidRPr="003D2FAA">
        <w:t>votre porc est un beau porc</w:t>
      </w:r>
      <w:r>
        <w:t xml:space="preserve">, </w:t>
      </w:r>
      <w:r w:rsidR="0074134D" w:rsidRPr="003D2FAA">
        <w:t>je ne dis pas</w:t>
      </w:r>
      <w:r>
        <w:t xml:space="preserve">, </w:t>
      </w:r>
      <w:r w:rsidR="0074134D" w:rsidRPr="003D2FAA">
        <w:t>mais il n</w:t>
      </w:r>
      <w:r>
        <w:t>’</w:t>
      </w:r>
      <w:r w:rsidR="0074134D" w:rsidRPr="003D2FAA">
        <w:t>est sûrement pas un porc intelligent</w:t>
      </w:r>
      <w:r>
        <w:t>.</w:t>
      </w:r>
    </w:p>
    <w:p w14:paraId="7E5835E0" w14:textId="1C99AAFE" w:rsidR="00DE313F" w:rsidRDefault="0074134D" w:rsidP="0074134D">
      <w:r w:rsidRPr="003D2FAA">
        <w:t>Il me semble que je n</w:t>
      </w:r>
      <w:r w:rsidR="00DE313F">
        <w:t>’</w:t>
      </w:r>
      <w:r w:rsidRPr="003D2FAA">
        <w:t xml:space="preserve">aurais pu donner à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une explication plus claire que celle-là</w:t>
      </w:r>
      <w:r w:rsidR="00DE313F">
        <w:t xml:space="preserve">. </w:t>
      </w:r>
      <w:r w:rsidRPr="003D2FAA">
        <w:t>Mais cela n</w:t>
      </w:r>
      <w:r w:rsidR="00DE313F">
        <w:t>’</w:t>
      </w:r>
      <w:r w:rsidRPr="003D2FAA">
        <w:t>a servi à rien</w:t>
      </w:r>
      <w:r w:rsidR="00DE313F">
        <w:t xml:space="preserve">. </w:t>
      </w:r>
      <w:r w:rsidRPr="003D2FAA">
        <w:t>Il est même certain que j</w:t>
      </w:r>
      <w:r w:rsidR="00DE313F">
        <w:t>’</w:t>
      </w:r>
      <w:r w:rsidRPr="003D2FAA">
        <w:t>ai fait pire</w:t>
      </w:r>
      <w:r w:rsidR="00DE313F">
        <w:t>.</w:t>
      </w:r>
    </w:p>
    <w:p w14:paraId="3FD42216" w14:textId="45A326AB" w:rsidR="00DE313F" w:rsidRDefault="0074134D" w:rsidP="0074134D">
      <w:r w:rsidRPr="003D2FAA">
        <w:t>Je m</w:t>
      </w:r>
      <w:r w:rsidR="00DE313F">
        <w:t>’</w:t>
      </w:r>
      <w:r w:rsidRPr="003D2FAA">
        <w:t>en suis aperçu pendant que je parlais</w:t>
      </w:r>
      <w:r w:rsidR="00DE313F">
        <w:t xml:space="preserve">. </w:t>
      </w:r>
      <w:r w:rsidRPr="003D2FAA">
        <w:t>Plus je m</w:t>
      </w:r>
      <w:r w:rsidR="00DE313F">
        <w:t>’</w:t>
      </w:r>
      <w:r w:rsidRPr="003D2FAA">
        <w:t>efforçais de rendre mon explication claire</w:t>
      </w:r>
      <w:r w:rsidR="00DE313F">
        <w:t xml:space="preserve">, </w:t>
      </w:r>
      <w:r w:rsidRPr="003D2FAA">
        <w:t xml:space="preserve">plus le visage de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s</w:t>
      </w:r>
      <w:r w:rsidR="00DE313F">
        <w:t>’</w:t>
      </w:r>
      <w:r w:rsidRPr="003D2FAA">
        <w:t>assombrissait et plus il marmottait avec irrit</w:t>
      </w:r>
      <w:r w:rsidRPr="003D2FAA">
        <w:t>a</w:t>
      </w:r>
      <w:r w:rsidRPr="003D2FAA">
        <w:t>tion</w:t>
      </w:r>
      <w:r w:rsidR="00DE313F">
        <w:t> :</w:t>
      </w:r>
    </w:p>
    <w:p w14:paraId="6BC6DBDA" w14:textId="77777777" w:rsidR="00DE313F" w:rsidRDefault="00DE313F" w:rsidP="0074134D">
      <w:r>
        <w:t>— </w:t>
      </w:r>
      <w:r w:rsidR="0074134D" w:rsidRPr="003D2FAA">
        <w:t>Certes</w:t>
      </w:r>
      <w:r>
        <w:t xml:space="preserve"> !… </w:t>
      </w:r>
      <w:r w:rsidR="0074134D" w:rsidRPr="003D2FAA">
        <w:t>Certes</w:t>
      </w:r>
      <w:r>
        <w:t> !…</w:t>
      </w:r>
    </w:p>
    <w:p w14:paraId="1661C751" w14:textId="77777777" w:rsidR="00DE313F" w:rsidRDefault="0074134D" w:rsidP="0074134D">
      <w:r w:rsidRPr="003D2FAA">
        <w:lastRenderedPageBreak/>
        <w:t>Parce que sûrement il lui a semblé qu</w:t>
      </w:r>
      <w:r w:rsidR="00DE313F">
        <w:t>’</w:t>
      </w:r>
      <w:r w:rsidRPr="003D2FAA">
        <w:t>en faisant raisonner cette bête comme un homme</w:t>
      </w:r>
      <w:r w:rsidR="00DE313F">
        <w:t xml:space="preserve">, </w:t>
      </w:r>
      <w:r w:rsidRPr="003D2FAA">
        <w:t>ou mieux</w:t>
      </w:r>
      <w:r w:rsidR="00DE313F">
        <w:t xml:space="preserve">, </w:t>
      </w:r>
      <w:r w:rsidRPr="003D2FAA">
        <w:t>en prétendant que cette bête raisonnait comme un homme</w:t>
      </w:r>
      <w:r w:rsidR="00DE313F">
        <w:t xml:space="preserve">, </w:t>
      </w:r>
      <w:r w:rsidRPr="003D2FAA">
        <w:t>je n</w:t>
      </w:r>
      <w:r w:rsidR="00DE313F">
        <w:t>’</w:t>
      </w:r>
      <w:r w:rsidRPr="003D2FAA">
        <w:t>entendais pas du tout parler de la bête</w:t>
      </w:r>
      <w:r w:rsidR="00DE313F">
        <w:t xml:space="preserve">, </w:t>
      </w:r>
      <w:r w:rsidRPr="003D2FAA">
        <w:t>mais de lui</w:t>
      </w:r>
      <w:r w:rsidR="00DE313F">
        <w:t>.</w:t>
      </w:r>
    </w:p>
    <w:p w14:paraId="62DF5C17" w14:textId="28009D46" w:rsidR="00DE313F" w:rsidRDefault="0074134D" w:rsidP="0074134D">
      <w:r w:rsidRPr="003D2FAA">
        <w:t>Il en est certainement ainsi</w:t>
      </w:r>
      <w:r w:rsidR="00DE313F">
        <w:t xml:space="preserve">. </w:t>
      </w:r>
      <w:r w:rsidRPr="003D2FAA">
        <w:t xml:space="preserve">Et je sais en effet que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va colportant à la ronde le discours que je lui ai tenu pour en faire ressortir le ridicule aux yeux de tous</w:t>
      </w:r>
      <w:r w:rsidR="00DE313F">
        <w:t xml:space="preserve">, </w:t>
      </w:r>
      <w:r w:rsidRPr="003D2FAA">
        <w:t>pour que tous lui disent que</w:t>
      </w:r>
      <w:r w:rsidR="00DE313F">
        <w:t xml:space="preserve">, </w:t>
      </w:r>
      <w:r w:rsidRPr="003D2FAA">
        <w:t>se référant à une bête</w:t>
      </w:r>
      <w:r w:rsidR="00DE313F">
        <w:t xml:space="preserve">, </w:t>
      </w:r>
      <w:r w:rsidRPr="003D2FAA">
        <w:t>mon opinion n</w:t>
      </w:r>
      <w:r w:rsidR="00DE313F">
        <w:t>’</w:t>
      </w:r>
      <w:r w:rsidRPr="003D2FAA">
        <w:t>a aucun sens</w:t>
      </w:r>
      <w:r w:rsidR="00DE313F">
        <w:t xml:space="preserve">, </w:t>
      </w:r>
      <w:r w:rsidRPr="003D2FAA">
        <w:t>puisque cette bête croit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manger pour soi</w:t>
      </w:r>
      <w:r w:rsidR="00DE313F">
        <w:t xml:space="preserve">, </w:t>
      </w:r>
      <w:r w:rsidRPr="003D2FAA">
        <w:t>et ne peut savoir que les autres la font engraisser pour leur compte</w:t>
      </w:r>
      <w:r w:rsidR="00DE313F">
        <w:t xml:space="preserve"> ; </w:t>
      </w:r>
      <w:r w:rsidRPr="003D2FAA">
        <w:t>si un porc est né porc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y peut-on faire</w:t>
      </w:r>
      <w:r w:rsidR="00DE313F">
        <w:t xml:space="preserve"> ? </w:t>
      </w:r>
      <w:r w:rsidRPr="003D2FAA">
        <w:t>Comme fo</w:t>
      </w:r>
      <w:r w:rsidRPr="003D2FAA">
        <w:t>r</w:t>
      </w:r>
      <w:r w:rsidRPr="003D2FAA">
        <w:t>cément un porc doit manger</w:t>
      </w:r>
      <w:r w:rsidR="00DE313F">
        <w:t xml:space="preserve">, </w:t>
      </w:r>
      <w:r w:rsidRPr="003D2FAA">
        <w:t>dire qu</w:t>
      </w:r>
      <w:r w:rsidR="00DE313F">
        <w:t>’</w:t>
      </w:r>
      <w:r w:rsidRPr="003D2FAA">
        <w:t>il ne le devrait pas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il devrait refuser ses repas pour se faire manger maigre est une absurdité</w:t>
      </w:r>
      <w:r w:rsidR="00DE313F">
        <w:t xml:space="preserve">, </w:t>
      </w:r>
      <w:r w:rsidRPr="003D2FAA">
        <w:t>puisqu</w:t>
      </w:r>
      <w:r w:rsidR="00DE313F">
        <w:t>’</w:t>
      </w:r>
      <w:r w:rsidRPr="003D2FAA">
        <w:t>une telle idée ne peut venir à l</w:t>
      </w:r>
      <w:r w:rsidR="00DE313F">
        <w:t>’</w:t>
      </w:r>
      <w:r w:rsidRPr="003D2FAA">
        <w:t>esprit d</w:t>
      </w:r>
      <w:r w:rsidR="00DE313F">
        <w:t>’</w:t>
      </w:r>
      <w:r w:rsidRPr="003D2FAA">
        <w:t>un porc</w:t>
      </w:r>
      <w:r w:rsidR="00DE313F">
        <w:t>.</w:t>
      </w:r>
    </w:p>
    <w:p w14:paraId="0BA0D927" w14:textId="66FFFE55" w:rsidR="00DE313F" w:rsidRDefault="0074134D" w:rsidP="0074134D">
      <w:r w:rsidRPr="003D2FAA">
        <w:t>Nous sommes parfaitement d</w:t>
      </w:r>
      <w:r w:rsidR="00DE313F">
        <w:t>’</w:t>
      </w:r>
      <w:r w:rsidRPr="003D2FAA">
        <w:t>accord</w:t>
      </w:r>
      <w:r w:rsidR="00DE313F">
        <w:t xml:space="preserve">. </w:t>
      </w:r>
      <w:r w:rsidRPr="003D2FAA">
        <w:t>Mais s</w:t>
      </w:r>
      <w:r w:rsidR="00DE313F">
        <w:t>’</w:t>
      </w:r>
      <w:r w:rsidRPr="003D2FAA">
        <w:t>il me l</w:t>
      </w:r>
      <w:r w:rsidR="00DE313F">
        <w:t>’</w:t>
      </w:r>
      <w:r w:rsidRPr="003D2FAA">
        <w:t>a cha</w:t>
      </w:r>
      <w:r w:rsidRPr="003D2FAA">
        <w:t>n</w:t>
      </w:r>
      <w:r w:rsidRPr="003D2FAA">
        <w:t>té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par le diable</w:t>
      </w:r>
      <w:r w:rsidR="00DE313F">
        <w:t xml:space="preserve"> ! </w:t>
      </w:r>
      <w:r w:rsidRPr="003D2FAA">
        <w:t>lui</w:t>
      </w:r>
      <w:r w:rsidR="00DE313F">
        <w:t>, 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sur tous les tons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il ne manquait à sa bête que la parole</w:t>
      </w:r>
      <w:r w:rsidR="00DE313F">
        <w:t xml:space="preserve"> ! </w:t>
      </w:r>
      <w:r w:rsidRPr="003D2FAA">
        <w:t>J</w:t>
      </w:r>
      <w:r w:rsidR="00DE313F">
        <w:t>’</w:t>
      </w:r>
      <w:r w:rsidRPr="003D2FAA">
        <w:t>ai voulu lui démo</w:t>
      </w:r>
      <w:r w:rsidRPr="003D2FAA">
        <w:t>n</w:t>
      </w:r>
      <w:r w:rsidRPr="003D2FAA">
        <w:t>trer justement qu</w:t>
      </w:r>
      <w:r w:rsidR="00DE313F">
        <w:t>’</w:t>
      </w:r>
      <w:r w:rsidRPr="003D2FAA">
        <w:t>il ne pouvait l</w:t>
      </w:r>
      <w:r w:rsidR="00DE313F">
        <w:t>’</w:t>
      </w:r>
      <w:r w:rsidRPr="003D2FAA">
        <w:t>avoir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ne l</w:t>
      </w:r>
      <w:r w:rsidR="00DE313F">
        <w:t>’</w:t>
      </w:r>
      <w:r w:rsidRPr="003D2FAA">
        <w:t>avait pas</w:t>
      </w:r>
      <w:r w:rsidR="00DE313F">
        <w:t xml:space="preserve">, </w:t>
      </w:r>
      <w:r w:rsidRPr="003D2FAA">
        <w:t>heureusement pour lui</w:t>
      </w:r>
      <w:r w:rsidR="00DE313F">
        <w:t xml:space="preserve">, </w:t>
      </w:r>
      <w:r w:rsidRPr="003D2FAA">
        <w:t>cette fameuse intelligence humaine</w:t>
      </w:r>
      <w:r w:rsidR="00DE313F">
        <w:t xml:space="preserve"> ; </w:t>
      </w:r>
      <w:r w:rsidRPr="003D2FAA">
        <w:t>parce qu</w:t>
      </w:r>
      <w:r w:rsidR="00DE313F">
        <w:t>’</w:t>
      </w:r>
      <w:r w:rsidRPr="003D2FAA">
        <w:t>un homme peut se permettre le luxe de manger comme un porc sachant qu</w:t>
      </w:r>
      <w:r w:rsidR="00DE313F">
        <w:t>’</w:t>
      </w:r>
      <w:r w:rsidRPr="003D2FAA">
        <w:t>à la fin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engraisse</w:t>
      </w:r>
      <w:r w:rsidR="00DE313F">
        <w:t xml:space="preserve">, </w:t>
      </w:r>
      <w:r w:rsidRPr="003D2FAA">
        <w:t>il ne sera pas saigné</w:t>
      </w:r>
      <w:r w:rsidR="00DE313F">
        <w:t xml:space="preserve"> ; </w:t>
      </w:r>
      <w:r w:rsidRPr="003D2FAA">
        <w:t>mais un porc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non et non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a l</w:t>
      </w:r>
      <w:r w:rsidR="00DE313F">
        <w:t>’</w:t>
      </w:r>
      <w:r w:rsidRPr="003D2FAA">
        <w:t>intelligence humaine</w:t>
      </w:r>
      <w:r w:rsidR="00DE313F">
        <w:t xml:space="preserve"> ; </w:t>
      </w:r>
      <w:r w:rsidRPr="003D2FAA">
        <w:t>un porc intelligent pour ne pas se faire saigner</w:t>
      </w:r>
      <w:r w:rsidR="00DE313F">
        <w:t xml:space="preserve">, </w:t>
      </w:r>
      <w:r w:rsidRPr="003D2FAA">
        <w:t>ou pour se venger des hommes qui le saigneront</w:t>
      </w:r>
      <w:r w:rsidR="00DE313F">
        <w:t xml:space="preserve">, </w:t>
      </w:r>
      <w:r w:rsidRPr="003D2FAA">
        <w:t>doit se garder donc maigre et manger au plus</w:t>
      </w:r>
      <w:r w:rsidR="00DE313F">
        <w:t xml:space="preserve">, </w:t>
      </w:r>
      <w:r w:rsidRPr="003D2FAA">
        <w:t>au plus</w:t>
      </w:r>
      <w:r w:rsidR="00DE313F">
        <w:t xml:space="preserve">, </w:t>
      </w:r>
      <w:r w:rsidRPr="003D2FAA">
        <w:t>comme une petite dame qui n</w:t>
      </w:r>
      <w:r w:rsidR="00DE313F">
        <w:t>’</w:t>
      </w:r>
      <w:r w:rsidRPr="003D2FAA">
        <w:t>a pas d</w:t>
      </w:r>
      <w:r w:rsidR="00DE313F">
        <w:t>’</w:t>
      </w:r>
      <w:r w:rsidRPr="003D2FAA">
        <w:t>appétit</w:t>
      </w:r>
      <w:r w:rsidR="00DE313F">
        <w:t>.</w:t>
      </w:r>
    </w:p>
    <w:p w14:paraId="7B36FDC6" w14:textId="40E98FE8" w:rsidR="00DE313F" w:rsidRDefault="0074134D" w:rsidP="0074134D">
      <w:r w:rsidRPr="003D2FAA">
        <w:t>Parbleu</w:t>
      </w:r>
      <w:r w:rsidR="00DE313F">
        <w:t xml:space="preserve"> ! </w:t>
      </w:r>
      <w:r w:rsidRPr="003D2FAA">
        <w:t>cela me semble bien clair</w:t>
      </w:r>
      <w:r w:rsidR="00DE313F">
        <w:t xml:space="preserve"> ! </w:t>
      </w:r>
      <w:r w:rsidRPr="003D2FAA">
        <w:t>J</w:t>
      </w:r>
      <w:r w:rsidR="00DE313F">
        <w:t>’</w:t>
      </w:r>
      <w:r w:rsidRPr="003D2FAA">
        <w:t>avais toute autre intention que celle de l</w:t>
      </w:r>
      <w:r w:rsidR="00DE313F">
        <w:t>’</w:t>
      </w:r>
      <w:r w:rsidRPr="003D2FAA">
        <w:t>offenser</w:t>
      </w:r>
      <w:r w:rsidR="00DE313F">
        <w:t xml:space="preserve">, </w:t>
      </w:r>
      <w:r w:rsidRPr="003D2FAA">
        <w:t>mais en quoi l</w:t>
      </w:r>
      <w:r w:rsidR="00DE313F">
        <w:t>’</w:t>
      </w:r>
      <w:r w:rsidRPr="003D2FAA">
        <w:t>offenser</w:t>
      </w:r>
      <w:r w:rsidR="00DE313F">
        <w:t xml:space="preserve"> ! </w:t>
      </w:r>
      <w:r w:rsidRPr="003D2FAA">
        <w:t>J</w:t>
      </w:r>
      <w:r w:rsidR="00DE313F">
        <w:t>’</w:t>
      </w:r>
      <w:r w:rsidRPr="003D2FAA">
        <w:t>ai vo</w:t>
      </w:r>
      <w:r w:rsidRPr="003D2FAA">
        <w:t>u</w:t>
      </w:r>
      <w:r w:rsidRPr="003D2FAA">
        <w:t xml:space="preserve">lu plutôt défendre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contre soi-même et lui conse</w:t>
      </w:r>
      <w:r w:rsidRPr="003D2FAA">
        <w:t>r</w:t>
      </w:r>
      <w:r w:rsidRPr="003D2FAA">
        <w:t>ver mon respect tout entier</w:t>
      </w:r>
      <w:r w:rsidR="00DE313F">
        <w:t xml:space="preserve">, </w:t>
      </w:r>
      <w:r w:rsidRPr="003D2FAA">
        <w:t>et lui enlever jusqu</w:t>
      </w:r>
      <w:r w:rsidR="00DE313F">
        <w:t>’</w:t>
      </w:r>
      <w:r w:rsidRPr="003D2FAA">
        <w:t xml:space="preserve">à </w:t>
      </w:r>
      <w:r w:rsidRPr="003D2FAA">
        <w:lastRenderedPageBreak/>
        <w:t>l</w:t>
      </w:r>
      <w:r w:rsidR="00DE313F">
        <w:t>’</w:t>
      </w:r>
      <w:r w:rsidRPr="003D2FAA">
        <w:t>ombre du remords d</w:t>
      </w:r>
      <w:r w:rsidR="00DE313F">
        <w:t>’</w:t>
      </w:r>
      <w:r w:rsidRPr="003D2FAA">
        <w:t>avoir vendu sa bête pour qu</w:t>
      </w:r>
      <w:r w:rsidR="00DE313F">
        <w:t>’</w:t>
      </w:r>
      <w:r w:rsidRPr="003D2FAA">
        <w:t xml:space="preserve">elle soit saignée à la fête du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della</w:t>
      </w:r>
      <w:proofErr w:type="spellEnd"/>
      <w:r w:rsidRPr="003D2FAA">
        <w:rPr>
          <w:i/>
          <w:iCs/>
        </w:rPr>
        <w:t xml:space="preserve"> Nave</w:t>
      </w:r>
      <w:r w:rsidR="00DE313F">
        <w:rPr>
          <w:i/>
          <w:iCs/>
        </w:rPr>
        <w:t xml:space="preserve">. </w:t>
      </w:r>
      <w:r w:rsidRPr="003D2FAA">
        <w:t>Sinon</w:t>
      </w:r>
      <w:r w:rsidR="00DE313F">
        <w:t xml:space="preserve">, </w:t>
      </w:r>
      <w:r w:rsidRPr="003D2FAA">
        <w:t>au diable</w:t>
      </w:r>
      <w:r w:rsidR="00DE313F">
        <w:t xml:space="preserve"> ! </w:t>
      </w:r>
      <w:r w:rsidRPr="003D2FAA">
        <w:t>j</w:t>
      </w:r>
      <w:r w:rsidR="00DE313F">
        <w:t>’</w:t>
      </w:r>
      <w:r w:rsidRPr="003D2FAA">
        <w:t xml:space="preserve">enrage sérieusement et je dis à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que son porc était un porc quelconque et n</w:t>
      </w:r>
      <w:r w:rsidR="00DE313F">
        <w:t>’</w:t>
      </w:r>
      <w:r w:rsidRPr="003D2FAA">
        <w:t>avait pas cette fameuse intelligence qu</w:t>
      </w:r>
      <w:r w:rsidR="00DE313F">
        <w:t>’</w:t>
      </w:r>
      <w:r w:rsidRPr="003D2FAA">
        <w:t>il prétend</w:t>
      </w:r>
      <w:r w:rsidR="00DE313F">
        <w:t xml:space="preserve">, </w:t>
      </w:r>
      <w:r w:rsidRPr="003D2FAA">
        <w:t>ou que le vrai porc est lui</w:t>
      </w:r>
      <w:r w:rsidR="00DE313F">
        <w:t>, M. </w:t>
      </w:r>
      <w:proofErr w:type="spellStart"/>
      <w:r w:rsidRPr="003D2FAA">
        <w:t>Lavaccara</w:t>
      </w:r>
      <w:proofErr w:type="spellEnd"/>
      <w:r w:rsidR="00DE313F">
        <w:t xml:space="preserve"> ; </w:t>
      </w:r>
      <w:r w:rsidRPr="003D2FAA">
        <w:t>et maintenant je l</w:t>
      </w:r>
      <w:r w:rsidR="00DE313F">
        <w:t>’</w:t>
      </w:r>
      <w:r w:rsidRPr="003D2FAA">
        <w:t>offense pour de vrai</w:t>
      </w:r>
      <w:r w:rsidR="00DE313F">
        <w:t>.</w:t>
      </w:r>
    </w:p>
    <w:p w14:paraId="66278C84" w14:textId="2CEFC057" w:rsidR="00DE313F" w:rsidRDefault="0074134D" w:rsidP="0074134D">
      <w:pPr>
        <w:rPr>
          <w:i/>
          <w:iCs/>
        </w:rPr>
      </w:pPr>
      <w:r w:rsidRPr="003D2FAA">
        <w:t>Question de logique</w:t>
      </w:r>
      <w:r w:rsidR="00DE313F">
        <w:t xml:space="preserve">, </w:t>
      </w:r>
      <w:r w:rsidRPr="003D2FAA">
        <w:t>Messieurs</w:t>
      </w:r>
      <w:r w:rsidR="00DE313F">
        <w:t xml:space="preserve">. </w:t>
      </w:r>
      <w:r w:rsidRPr="003D2FAA">
        <w:t>Et puis ici la dignité h</w:t>
      </w:r>
      <w:r w:rsidRPr="003D2FAA">
        <w:t>u</w:t>
      </w:r>
      <w:r w:rsidRPr="003D2FAA">
        <w:t>maine est en jeu qu</w:t>
      </w:r>
      <w:r w:rsidR="00DE313F">
        <w:t>’</w:t>
      </w:r>
      <w:r w:rsidRPr="003D2FAA">
        <w:t>il me tient au cœur de sauver à tout prix</w:t>
      </w:r>
      <w:r w:rsidR="00DE313F">
        <w:t xml:space="preserve">, </w:t>
      </w:r>
      <w:r w:rsidRPr="003D2FAA">
        <w:t>et je ne pouvais la sauver qu</w:t>
      </w:r>
      <w:r w:rsidR="00DE313F">
        <w:t>’</w:t>
      </w:r>
      <w:r w:rsidRPr="003D2FAA">
        <w:t xml:space="preserve">à condition de convaincre </w:t>
      </w:r>
      <w:r w:rsidR="00DE313F">
        <w:t>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et tous ceux qui lui donnent raison</w:t>
      </w:r>
      <w:r w:rsidR="00DE313F">
        <w:t xml:space="preserve">, </w:t>
      </w:r>
      <w:r w:rsidRPr="003D2FAA">
        <w:t>que les porcs gras ne peuvent être intelligents parce que si ces porcs pe</w:t>
      </w:r>
      <w:r w:rsidRPr="003D2FAA">
        <w:t>n</w:t>
      </w:r>
      <w:r w:rsidRPr="003D2FAA">
        <w:t>saient à la façon humaine</w:t>
      </w:r>
      <w:r w:rsidR="00DE313F">
        <w:t xml:space="preserve">, </w:t>
      </w:r>
      <w:r w:rsidRPr="003D2FAA">
        <w:t xml:space="preserve">si ces porcs parlaient entre eux comme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le prétend et le va disant</w:t>
      </w:r>
      <w:r w:rsidR="00DE313F">
        <w:t xml:space="preserve">, </w:t>
      </w:r>
      <w:r w:rsidRPr="003D2FAA">
        <w:t>ce n</w:t>
      </w:r>
      <w:r w:rsidR="00DE313F">
        <w:t>’</w:t>
      </w:r>
      <w:r w:rsidRPr="003D2FAA">
        <w:t>est pas eux</w:t>
      </w:r>
      <w:r w:rsidR="00DE313F">
        <w:t xml:space="preserve">, </w:t>
      </w:r>
      <w:r w:rsidRPr="003D2FAA">
        <w:t>mais c</w:t>
      </w:r>
      <w:r w:rsidR="00DE313F">
        <w:t>’</w:t>
      </w:r>
      <w:r w:rsidRPr="003D2FAA">
        <w:t xml:space="preserve">est la dignité humaine justement qui serait saignée en cette fête du </w:t>
      </w:r>
      <w:r w:rsidRPr="003D2FAA">
        <w:rPr>
          <w:i/>
          <w:iCs/>
        </w:rPr>
        <w:t>Seigneur de la Nef</w:t>
      </w:r>
      <w:r w:rsidR="00DE313F">
        <w:rPr>
          <w:i/>
          <w:iCs/>
        </w:rPr>
        <w:t>.</w:t>
      </w:r>
    </w:p>
    <w:p w14:paraId="6153B9C0" w14:textId="07B281BB" w:rsidR="0074134D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2DFD90C0" w14:textId="77777777" w:rsidR="00DE313F" w:rsidRDefault="0074134D" w:rsidP="0074134D">
      <w:r w:rsidRPr="003D2FAA">
        <w:t xml:space="preserve">Je ne sais vraiment quelle relation existe entre le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della</w:t>
      </w:r>
      <w:proofErr w:type="spellEnd"/>
      <w:r w:rsidRPr="003D2FAA">
        <w:rPr>
          <w:i/>
          <w:iCs/>
        </w:rPr>
        <w:t xml:space="preserve"> Nave </w:t>
      </w:r>
      <w:r w:rsidRPr="003D2FAA">
        <w:t>et l</w:t>
      </w:r>
      <w:r w:rsidR="00DE313F">
        <w:t>’</w:t>
      </w:r>
      <w:r w:rsidRPr="003D2FAA">
        <w:t>égorgement des porcs que l</w:t>
      </w:r>
      <w:r w:rsidR="00DE313F">
        <w:t>’</w:t>
      </w:r>
      <w:r w:rsidRPr="003D2FAA">
        <w:t>on a l</w:t>
      </w:r>
      <w:r w:rsidR="00DE313F">
        <w:t>’</w:t>
      </w:r>
      <w:r w:rsidRPr="003D2FAA">
        <w:t>habitude de commencer le jour de sa fête</w:t>
      </w:r>
      <w:r w:rsidR="00DE313F">
        <w:t xml:space="preserve">. </w:t>
      </w:r>
      <w:r w:rsidRPr="003D2FAA">
        <w:t>Mais c</w:t>
      </w:r>
      <w:r w:rsidR="00DE313F">
        <w:t>’</w:t>
      </w:r>
      <w:r w:rsidRPr="003D2FAA">
        <w:t>est la faute de mon ign</w:t>
      </w:r>
      <w:r w:rsidRPr="003D2FAA">
        <w:t>o</w:t>
      </w:r>
      <w:r w:rsidRPr="003D2FAA">
        <w:t>rance et cela ne compte pas</w:t>
      </w:r>
      <w:r w:rsidR="00DE313F">
        <w:t>.</w:t>
      </w:r>
    </w:p>
    <w:p w14:paraId="62DB4CB6" w14:textId="77777777" w:rsidR="00DE313F" w:rsidRDefault="0074134D" w:rsidP="0074134D">
      <w:r w:rsidRPr="003D2FAA">
        <w:t>Comme en été la viande de ces animaux est nocive</w:t>
      </w:r>
      <w:r w:rsidR="00DE313F">
        <w:t xml:space="preserve">, </w:t>
      </w:r>
      <w:r w:rsidRPr="003D2FAA">
        <w:t>si bien qu</w:t>
      </w:r>
      <w:r w:rsidR="00DE313F">
        <w:t>’</w:t>
      </w:r>
      <w:r w:rsidRPr="003D2FAA">
        <w:t>on en prohibe l</w:t>
      </w:r>
      <w:r w:rsidR="00DE313F">
        <w:t>’</w:t>
      </w:r>
      <w:r w:rsidRPr="003D2FAA">
        <w:t>abattage</w:t>
      </w:r>
      <w:r w:rsidR="00DE313F">
        <w:t xml:space="preserve">, </w:t>
      </w:r>
      <w:r w:rsidRPr="003D2FAA">
        <w:t>et comme le temps commence à fraîchir avec l</w:t>
      </w:r>
      <w:r w:rsidR="00DE313F">
        <w:t>’</w:t>
      </w:r>
      <w:r w:rsidRPr="003D2FAA">
        <w:t>automne</w:t>
      </w:r>
      <w:r w:rsidR="00DE313F">
        <w:t xml:space="preserve">, </w:t>
      </w:r>
      <w:r w:rsidRPr="003D2FAA">
        <w:t>on saisit</w:t>
      </w:r>
      <w:r w:rsidR="00DE313F">
        <w:t xml:space="preserve">, </w:t>
      </w:r>
      <w:r w:rsidRPr="003D2FAA">
        <w:t>je pense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occasion de la fête du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della</w:t>
      </w:r>
      <w:proofErr w:type="spellEnd"/>
      <w:r w:rsidRPr="003D2FAA">
        <w:rPr>
          <w:i/>
          <w:iCs/>
        </w:rPr>
        <w:t xml:space="preserve"> Nave </w:t>
      </w:r>
      <w:r w:rsidRPr="003D2FAA">
        <w:t>qui tombe justement en septembre</w:t>
      </w:r>
      <w:r w:rsidR="00DE313F">
        <w:t xml:space="preserve">, </w:t>
      </w:r>
      <w:r w:rsidRPr="003D2FAA">
        <w:t>pour fêter aussi</w:t>
      </w:r>
      <w:r w:rsidR="00DE313F">
        <w:t xml:space="preserve">, </w:t>
      </w:r>
      <w:r w:rsidRPr="003D2FAA">
        <w:t>comme on a l</w:t>
      </w:r>
      <w:r w:rsidR="00DE313F">
        <w:t>’</w:t>
      </w:r>
      <w:r w:rsidRPr="003D2FAA">
        <w:t>habitude de le dire</w:t>
      </w:r>
      <w:r w:rsidR="00DE313F">
        <w:t xml:space="preserve">, </w:t>
      </w:r>
      <w:r w:rsidRPr="003D2FAA">
        <w:t>les noces de cet animal</w:t>
      </w:r>
      <w:r w:rsidR="00DE313F">
        <w:t>.</w:t>
      </w:r>
    </w:p>
    <w:p w14:paraId="29C2D3FC" w14:textId="77777777" w:rsidR="00DE313F" w:rsidRDefault="0074134D" w:rsidP="0074134D">
      <w:r w:rsidRPr="003D2FAA">
        <w:t xml:space="preserve">Cela se passe à la campagne parce que le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della</w:t>
      </w:r>
      <w:proofErr w:type="spellEnd"/>
      <w:r w:rsidRPr="003D2FAA">
        <w:rPr>
          <w:i/>
          <w:iCs/>
        </w:rPr>
        <w:t xml:space="preserve"> Nave </w:t>
      </w:r>
      <w:r w:rsidRPr="003D2FAA">
        <w:t>se fête dans l</w:t>
      </w:r>
      <w:r w:rsidR="00DE313F">
        <w:t>’</w:t>
      </w:r>
      <w:r w:rsidRPr="003D2FAA">
        <w:t>antique petite église normande de Saint-</w:t>
      </w:r>
      <w:r w:rsidRPr="003D2FAA">
        <w:lastRenderedPageBreak/>
        <w:t>Nicolas qui s</w:t>
      </w:r>
      <w:r w:rsidR="00DE313F">
        <w:t>’</w:t>
      </w:r>
      <w:r w:rsidRPr="003D2FAA">
        <w:t>élève assez loin du pays</w:t>
      </w:r>
      <w:r w:rsidR="00DE313F">
        <w:t xml:space="preserve">, </w:t>
      </w:r>
      <w:r w:rsidRPr="003D2FAA">
        <w:t>à un détour de la grande route</w:t>
      </w:r>
      <w:r w:rsidR="00DE313F">
        <w:t xml:space="preserve">, </w:t>
      </w:r>
      <w:r w:rsidRPr="003D2FAA">
        <w:t>au milieu des champs</w:t>
      </w:r>
      <w:r w:rsidR="00DE313F">
        <w:t xml:space="preserve">. </w:t>
      </w:r>
      <w:r w:rsidRPr="003D2FAA">
        <w:t xml:space="preserve">Puisque ce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r w:rsidRPr="003D2FAA">
        <w:t>se nomme ai</w:t>
      </w:r>
      <w:r w:rsidRPr="003D2FAA">
        <w:t>n</w:t>
      </w:r>
      <w:r w:rsidRPr="003D2FAA">
        <w:t>si</w:t>
      </w:r>
      <w:r w:rsidR="00DE313F">
        <w:t xml:space="preserve">, </w:t>
      </w:r>
      <w:r w:rsidRPr="003D2FAA">
        <w:t>il doit exister quelque histoire ou quelque légende que j</w:t>
      </w:r>
      <w:r w:rsidR="00DE313F">
        <w:t>’</w:t>
      </w:r>
      <w:r w:rsidRPr="003D2FAA">
        <w:t>ignore</w:t>
      </w:r>
      <w:r w:rsidR="00DE313F">
        <w:t xml:space="preserve">. </w:t>
      </w:r>
      <w:r w:rsidRPr="003D2FAA">
        <w:t>Mais en tout cas</w:t>
      </w:r>
      <w:r w:rsidR="00DE313F">
        <w:t xml:space="preserve">, </w:t>
      </w:r>
      <w:r w:rsidRPr="003D2FAA">
        <w:t>il y a là un Christ qui</w:t>
      </w:r>
      <w:r w:rsidR="00DE313F">
        <w:t xml:space="preserve"> – </w:t>
      </w:r>
      <w:r w:rsidRPr="003D2FAA">
        <w:t>quel que soit son auteur</w:t>
      </w:r>
      <w:r w:rsidR="00DE313F">
        <w:t xml:space="preserve"> – </w:t>
      </w:r>
      <w:r w:rsidRPr="003D2FAA">
        <w:t>ne pouvait pas être fait par lui plus Christ qu</w:t>
      </w:r>
      <w:r w:rsidR="00DE313F">
        <w:t>’</w:t>
      </w:r>
      <w:r w:rsidRPr="003D2FAA">
        <w:t>il n</w:t>
      </w:r>
      <w:r w:rsidR="00DE313F">
        <w:t>’</w:t>
      </w:r>
      <w:r w:rsidRPr="003D2FAA">
        <w:t>est</w:t>
      </w:r>
      <w:r w:rsidR="00DE313F">
        <w:t xml:space="preserve"> ; </w:t>
      </w:r>
      <w:r w:rsidRPr="003D2FAA">
        <w:t>il a employé une telle furie à le faire Christ que</w:t>
      </w:r>
      <w:r w:rsidR="00DE313F">
        <w:t xml:space="preserve">, </w:t>
      </w:r>
      <w:r w:rsidRPr="003D2FAA">
        <w:t>dans les durs tibias cloués à la même croix noire</w:t>
      </w:r>
      <w:r w:rsidR="00DE313F">
        <w:t xml:space="preserve">, </w:t>
      </w:r>
      <w:r w:rsidRPr="003D2FAA">
        <w:t>sur les côtes que l</w:t>
      </w:r>
      <w:r w:rsidR="00DE313F">
        <w:t>’</w:t>
      </w:r>
      <w:r w:rsidRPr="003D2FAA">
        <w:t>on peut compter une à une</w:t>
      </w:r>
      <w:r w:rsidR="00DE313F">
        <w:t xml:space="preserve">, </w:t>
      </w:r>
      <w:r w:rsidRPr="003D2FAA">
        <w:t>au milieu des plaies et des talures</w:t>
      </w:r>
      <w:r w:rsidR="00DE313F">
        <w:t xml:space="preserve">, </w:t>
      </w:r>
      <w:r w:rsidRPr="003D2FAA">
        <w:t>il ne lui laissa pas une once de chair qui n</w:t>
      </w:r>
      <w:r w:rsidR="00DE313F">
        <w:t>’</w:t>
      </w:r>
      <w:r w:rsidRPr="003D2FAA">
        <w:t>apparaisse atrocement martyrisée</w:t>
      </w:r>
      <w:r w:rsidR="00DE313F">
        <w:t>.</w:t>
      </w:r>
    </w:p>
    <w:p w14:paraId="08BFC75A" w14:textId="77777777" w:rsidR="00DE313F" w:rsidRDefault="0074134D" w:rsidP="0074134D">
      <w:r w:rsidRPr="003D2FAA">
        <w:t>Ce sont les Juifs qui ont agi sur la chair vive du Christ</w:t>
      </w:r>
      <w:r w:rsidR="00DE313F">
        <w:t xml:space="preserve"> ; </w:t>
      </w:r>
      <w:r w:rsidRPr="003D2FAA">
        <w:t>mais ici</w:t>
      </w:r>
      <w:r w:rsidR="00DE313F">
        <w:t xml:space="preserve">, </w:t>
      </w:r>
      <w:r w:rsidRPr="003D2FAA">
        <w:t>ce fut lui</w:t>
      </w:r>
      <w:r w:rsidR="00DE313F">
        <w:t xml:space="preserve">, </w:t>
      </w:r>
      <w:r w:rsidRPr="003D2FAA">
        <w:t>le sculpteur</w:t>
      </w:r>
      <w:r w:rsidR="00DE313F">
        <w:t xml:space="preserve"> ! </w:t>
      </w:r>
      <w:r w:rsidRPr="003D2FAA">
        <w:t>Il y a pris plaisir</w:t>
      </w:r>
      <w:r w:rsidR="00DE313F">
        <w:t xml:space="preserve"> ; </w:t>
      </w:r>
      <w:r w:rsidRPr="003D2FAA">
        <w:t>il s</w:t>
      </w:r>
      <w:r w:rsidR="00DE313F">
        <w:t>’</w:t>
      </w:r>
      <w:r w:rsidRPr="003D2FAA">
        <w:t>y est d</w:t>
      </w:r>
      <w:r w:rsidRPr="003D2FAA">
        <w:t>é</w:t>
      </w:r>
      <w:r w:rsidRPr="003D2FAA">
        <w:t>lecté</w:t>
      </w:r>
      <w:r w:rsidR="00DE313F">
        <w:t xml:space="preserve">. </w:t>
      </w:r>
      <w:r w:rsidRPr="003D2FAA">
        <w:t>Qu</w:t>
      </w:r>
      <w:r w:rsidR="00DE313F">
        <w:t>’</w:t>
      </w:r>
      <w:r w:rsidRPr="003D2FAA">
        <w:t>on vienne donc après nous dire ceci être le Christ et aimer l</w:t>
      </w:r>
      <w:r w:rsidR="00DE313F">
        <w:t>’</w:t>
      </w:r>
      <w:r w:rsidRPr="003D2FAA">
        <w:t>humanité</w:t>
      </w:r>
      <w:r w:rsidR="00DE313F">
        <w:t xml:space="preserve"> ! </w:t>
      </w:r>
      <w:r w:rsidRPr="003D2FAA">
        <w:t>Cependant</w:t>
      </w:r>
      <w:r w:rsidR="00DE313F">
        <w:t xml:space="preserve">, </w:t>
      </w:r>
      <w:r w:rsidRPr="003D2FAA">
        <w:t>quoique traité de cette façon</w:t>
      </w:r>
      <w:r w:rsidR="00DE313F">
        <w:t xml:space="preserve">, </w:t>
      </w:r>
      <w:r w:rsidRPr="003D2FAA">
        <w:t xml:space="preserve">il fait des miracles sans fin ce </w:t>
      </w:r>
      <w:proofErr w:type="spellStart"/>
      <w:r w:rsidRPr="003D2FAA">
        <w:rPr>
          <w:i/>
          <w:iCs/>
        </w:rPr>
        <w:t>Signore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della</w:t>
      </w:r>
      <w:proofErr w:type="spellEnd"/>
      <w:r w:rsidRPr="003D2FAA">
        <w:rPr>
          <w:i/>
          <w:iCs/>
        </w:rPr>
        <w:t xml:space="preserve"> Nave</w:t>
      </w:r>
      <w:r w:rsidR="00DE313F">
        <w:rPr>
          <w:i/>
          <w:iCs/>
        </w:rPr>
        <w:t xml:space="preserve">, </w:t>
      </w:r>
      <w:r w:rsidRPr="003D2FAA">
        <w:t>comme on peut le voir par les centaines d</w:t>
      </w:r>
      <w:r w:rsidR="00DE313F">
        <w:t>’</w:t>
      </w:r>
      <w:r w:rsidRPr="003D2FAA">
        <w:t>offrandes de cierges et d</w:t>
      </w:r>
      <w:r w:rsidR="00DE313F">
        <w:t>’</w:t>
      </w:r>
      <w:r w:rsidRPr="003D2FAA">
        <w:t>argent et par les tableaux votifs qui couvrent tout le mur du parvis de la petite église</w:t>
      </w:r>
      <w:r w:rsidR="00DE313F">
        <w:t xml:space="preserve"> ; </w:t>
      </w:r>
      <w:r w:rsidRPr="003D2FAA">
        <w:t>sur ces tableaux est peinte une mer bleue soulevée par la tempête et qui pourtant ne pourrait être plus bleue</w:t>
      </w:r>
      <w:r w:rsidR="00DE313F">
        <w:t xml:space="preserve">, </w:t>
      </w:r>
      <w:r w:rsidRPr="003D2FAA">
        <w:t>et une barque en perdition dont le nom est inscrit en très gros cara</w:t>
      </w:r>
      <w:r w:rsidRPr="003D2FAA">
        <w:t>c</w:t>
      </w:r>
      <w:r w:rsidRPr="003D2FAA">
        <w:t>tères sur la poupe afin que chacun puisse facilement le lire</w:t>
      </w:r>
      <w:r w:rsidR="00DE313F">
        <w:t xml:space="preserve">. </w:t>
      </w:r>
      <w:r w:rsidRPr="003D2FAA">
        <w:t>Et en somme il y a encore beaucoup de choses au milieu des nuages ouverts et il y a Christ qui y apparaît aux supplications des naufragés</w:t>
      </w:r>
      <w:r w:rsidR="00DE313F">
        <w:t xml:space="preserve">, </w:t>
      </w:r>
      <w:r w:rsidRPr="003D2FAA">
        <w:t>de ceux qui sont en péril</w:t>
      </w:r>
      <w:r w:rsidR="00DE313F">
        <w:t xml:space="preserve">, </w:t>
      </w:r>
      <w:r w:rsidRPr="003D2FAA">
        <w:t>et qui fait le miracle</w:t>
      </w:r>
      <w:r w:rsidR="00DE313F">
        <w:t>.</w:t>
      </w:r>
    </w:p>
    <w:p w14:paraId="45EA0500" w14:textId="53B983A5" w:rsidR="00DE313F" w:rsidRDefault="0074134D" w:rsidP="0074134D">
      <w:r w:rsidRPr="003D2FAA">
        <w:t>Enfin suffit</w:t>
      </w:r>
      <w:r w:rsidR="00DE313F">
        <w:t xml:space="preserve"> ; </w:t>
      </w:r>
      <w:r w:rsidRPr="003D2FAA">
        <w:t>mais moi</w:t>
      </w:r>
      <w:r w:rsidR="00DE313F">
        <w:t xml:space="preserve">, </w:t>
      </w:r>
      <w:r w:rsidRPr="003D2FAA">
        <w:t>en attendant</w:t>
      </w:r>
      <w:r w:rsidR="00DE313F">
        <w:t xml:space="preserve">, </w:t>
      </w:r>
      <w:r w:rsidRPr="003D2FAA">
        <w:t>avec la discussion sur l</w:t>
      </w:r>
      <w:r w:rsidR="00DE313F">
        <w:t>’</w:t>
      </w:r>
      <w:r w:rsidRPr="003D2FAA">
        <w:t>intelligence et l</w:t>
      </w:r>
      <w:r w:rsidR="00DE313F">
        <w:t>’</w:t>
      </w:r>
      <w:r w:rsidRPr="003D2FAA">
        <w:t>embonpoint du porc</w:t>
      </w:r>
      <w:r w:rsidR="00DE313F">
        <w:t xml:space="preserve">, </w:t>
      </w:r>
      <w:r w:rsidRPr="003D2FAA">
        <w:t>et le malentendu à jamais déplorable auquel cette discussion a donné lieu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perdu l</w:t>
      </w:r>
      <w:r w:rsidR="00DE313F">
        <w:t>’</w:t>
      </w:r>
      <w:r w:rsidRPr="003D2FAA">
        <w:t xml:space="preserve">invitation à la fête de </w:t>
      </w:r>
      <w:r w:rsidR="00DE313F">
        <w:t>M. </w:t>
      </w:r>
      <w:proofErr w:type="spellStart"/>
      <w:r w:rsidRPr="003D2FAA">
        <w:t>Lavaccara</w:t>
      </w:r>
      <w:proofErr w:type="spellEnd"/>
      <w:r w:rsidR="00DE313F">
        <w:t>.</w:t>
      </w:r>
    </w:p>
    <w:p w14:paraId="3A88A248" w14:textId="77777777" w:rsidR="00DE313F" w:rsidRDefault="0074134D" w:rsidP="0074134D">
      <w:r w:rsidRPr="003D2FAA">
        <w:t>Je m</w:t>
      </w:r>
      <w:r w:rsidR="00DE313F">
        <w:t>’</w:t>
      </w:r>
      <w:r w:rsidRPr="003D2FAA">
        <w:t>en désole moins pour le plaisir que j</w:t>
      </w:r>
      <w:r w:rsidR="00DE313F">
        <w:t>’</w:t>
      </w:r>
      <w:r w:rsidRPr="003D2FAA">
        <w:t>ai manqué d</w:t>
      </w:r>
      <w:r w:rsidR="00DE313F">
        <w:t>’</w:t>
      </w:r>
      <w:r w:rsidRPr="003D2FAA">
        <w:t>avoir qu</w:t>
      </w:r>
      <w:r w:rsidR="00DE313F">
        <w:t>’</w:t>
      </w:r>
      <w:r w:rsidRPr="003D2FAA">
        <w:t>à cause de l</w:t>
      </w:r>
      <w:r w:rsidR="00DE313F">
        <w:t>’</w:t>
      </w:r>
      <w:r w:rsidRPr="003D2FAA">
        <w:t>effort que j</w:t>
      </w:r>
      <w:r w:rsidR="00DE313F">
        <w:t>’</w:t>
      </w:r>
      <w:r w:rsidRPr="003D2FAA">
        <w:t xml:space="preserve">ai dû faire pour conserver </w:t>
      </w:r>
      <w:r w:rsidRPr="003D2FAA">
        <w:lastRenderedPageBreak/>
        <w:t>la considération à tant d</w:t>
      </w:r>
      <w:r w:rsidR="00DE313F">
        <w:t>’</w:t>
      </w:r>
      <w:r w:rsidRPr="003D2FAA">
        <w:t>honnêtes gens et sauvegarder</w:t>
      </w:r>
      <w:r w:rsidR="00DE313F">
        <w:t xml:space="preserve">, </w:t>
      </w:r>
      <w:r w:rsidRPr="003D2FAA">
        <w:t>comme je l</w:t>
      </w:r>
      <w:r w:rsidR="00DE313F">
        <w:t>’</w:t>
      </w:r>
      <w:r w:rsidRPr="003D2FAA">
        <w:t>ai dit</w:t>
      </w:r>
      <w:r w:rsidR="00DE313F">
        <w:t xml:space="preserve">, </w:t>
      </w:r>
      <w:r w:rsidRPr="003D2FAA">
        <w:t>la dignité humaine</w:t>
      </w:r>
      <w:r w:rsidR="00DE313F">
        <w:t>.</w:t>
      </w:r>
    </w:p>
    <w:p w14:paraId="3A68B2CD" w14:textId="3DCE9DCD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26050685" w14:textId="77777777" w:rsidR="00DE313F" w:rsidRDefault="0074134D" w:rsidP="0074134D">
      <w:r w:rsidRPr="003D2FAA">
        <w:t>Je dis la vérité</w:t>
      </w:r>
      <w:r w:rsidR="00DE313F">
        <w:t>.</w:t>
      </w:r>
    </w:p>
    <w:p w14:paraId="5AC68853" w14:textId="77777777" w:rsidR="00DE313F" w:rsidRDefault="0074134D" w:rsidP="0074134D">
      <w:r w:rsidRPr="003D2FAA">
        <w:t>Étant donné les bons critères dont je me sens actuellement pénétré</w:t>
      </w:r>
      <w:r w:rsidR="00DE313F">
        <w:t xml:space="preserve">, </w:t>
      </w:r>
      <w:r w:rsidRPr="003D2FAA">
        <w:t>je ne croyais pas qu</w:t>
      </w:r>
      <w:r w:rsidR="00DE313F">
        <w:t>’</w:t>
      </w:r>
      <w:r w:rsidRPr="003D2FAA">
        <w:t>il dût m</w:t>
      </w:r>
      <w:r w:rsidR="00DE313F">
        <w:t>’</w:t>
      </w:r>
      <w:r w:rsidRPr="003D2FAA">
        <w:t>en coûter autant</w:t>
      </w:r>
      <w:r w:rsidR="00DE313F">
        <w:t xml:space="preserve"> ; </w:t>
      </w:r>
      <w:r w:rsidRPr="003D2FAA">
        <w:t>mais à la fin</w:t>
      </w:r>
      <w:r w:rsidR="00DE313F">
        <w:t xml:space="preserve">, </w:t>
      </w:r>
      <w:r w:rsidRPr="003D2FAA">
        <w:t>avec l</w:t>
      </w:r>
      <w:r w:rsidR="00DE313F">
        <w:t>’</w:t>
      </w:r>
      <w:r w:rsidRPr="003D2FAA">
        <w:t>aide de Dieu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y suis arrivé</w:t>
      </w:r>
      <w:r w:rsidR="00DE313F">
        <w:t>.</w:t>
      </w:r>
    </w:p>
    <w:p w14:paraId="0875016D" w14:textId="77777777" w:rsidR="00DE313F" w:rsidRDefault="0074134D" w:rsidP="0074134D">
      <w:r w:rsidRPr="003D2FAA">
        <w:t>Quand le matin</w:t>
      </w:r>
      <w:r w:rsidR="00DE313F">
        <w:t xml:space="preserve">, </w:t>
      </w:r>
      <w:r w:rsidRPr="003D2FAA">
        <w:t>au milieu de la poussière de la grande route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vu les grands et les petits troupeaux de ces gros gorets boueux s</w:t>
      </w:r>
      <w:r w:rsidR="00DE313F">
        <w:t>’</w:t>
      </w:r>
      <w:r w:rsidRPr="003D2FAA">
        <w:t>avancer</w:t>
      </w:r>
      <w:r w:rsidR="00DE313F">
        <w:t xml:space="preserve">, </w:t>
      </w:r>
      <w:proofErr w:type="spellStart"/>
      <w:r w:rsidRPr="003D2FAA">
        <w:t>grognants</w:t>
      </w:r>
      <w:proofErr w:type="spellEnd"/>
      <w:r w:rsidRPr="003D2FAA">
        <w:t xml:space="preserve"> et en désordre</w:t>
      </w:r>
      <w:r w:rsidR="00DE313F">
        <w:t xml:space="preserve">, </w:t>
      </w:r>
      <w:r w:rsidRPr="003D2FAA">
        <w:t>vers le lieu où se tenait la fête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voulu les considérer exprès et attentivement un à un</w:t>
      </w:r>
      <w:r w:rsidR="00DE313F">
        <w:t>.</w:t>
      </w:r>
    </w:p>
    <w:p w14:paraId="098F6CF0" w14:textId="77777777" w:rsidR="00DE313F" w:rsidRDefault="0074134D" w:rsidP="0074134D">
      <w:r w:rsidRPr="003D2FAA">
        <w:t>Des bêtes intelligentes</w:t>
      </w:r>
      <w:r w:rsidR="00DE313F">
        <w:t xml:space="preserve">, </w:t>
      </w:r>
      <w:r w:rsidRPr="003D2FAA">
        <w:t>celles-ci</w:t>
      </w:r>
      <w:r w:rsidR="00DE313F">
        <w:t xml:space="preserve"> ? </w:t>
      </w:r>
      <w:r w:rsidRPr="003D2FAA">
        <w:t>Mais voyons</w:t>
      </w:r>
      <w:r w:rsidR="00DE313F">
        <w:t xml:space="preserve"> ! </w:t>
      </w:r>
      <w:r w:rsidRPr="003D2FAA">
        <w:t>Avec ces groins-là</w:t>
      </w:r>
      <w:r w:rsidR="00DE313F">
        <w:t xml:space="preserve"> ? </w:t>
      </w:r>
      <w:r w:rsidRPr="003D2FAA">
        <w:t>avec ces oreilles-là</w:t>
      </w:r>
      <w:r w:rsidR="00DE313F">
        <w:t xml:space="preserve"> ? </w:t>
      </w:r>
      <w:r w:rsidRPr="003D2FAA">
        <w:t>avec ces yeux</w:t>
      </w:r>
      <w:r w:rsidR="00DE313F">
        <w:t xml:space="preserve"> ? </w:t>
      </w:r>
      <w:r w:rsidRPr="003D2FAA">
        <w:t>avec cette queue ridicule qui fait une boucle par derrière</w:t>
      </w:r>
      <w:r w:rsidR="00DE313F">
        <w:t xml:space="preserve"> ? </w:t>
      </w:r>
      <w:r w:rsidRPr="003D2FAA">
        <w:t>Grogneraient-ils ainsi s</w:t>
      </w:r>
      <w:r w:rsidR="00DE313F">
        <w:t>’</w:t>
      </w:r>
      <w:r w:rsidRPr="003D2FAA">
        <w:t>ils étaient intelligents</w:t>
      </w:r>
      <w:r w:rsidR="00DE313F">
        <w:t xml:space="preserve"> ? </w:t>
      </w:r>
      <w:r w:rsidRPr="003D2FAA">
        <w:t>Mais si c</w:t>
      </w:r>
      <w:r w:rsidR="00DE313F">
        <w:t>’</w:t>
      </w:r>
      <w:r w:rsidRPr="003D2FAA">
        <w:t>est la voix de leur avidité</w:t>
      </w:r>
      <w:r w:rsidR="00DE313F">
        <w:t xml:space="preserve">, </w:t>
      </w:r>
      <w:r w:rsidRPr="003D2FAA">
        <w:t>ce grognement</w:t>
      </w:r>
      <w:r w:rsidR="00DE313F">
        <w:t xml:space="preserve"> ! </w:t>
      </w:r>
      <w:r w:rsidRPr="003D2FAA">
        <w:t>Mais s</w:t>
      </w:r>
      <w:r w:rsidR="00DE313F">
        <w:t>’</w:t>
      </w:r>
      <w:r w:rsidRPr="003D2FAA">
        <w:t>ils fouillent sans se lasser dans la poussière de la grande route</w:t>
      </w:r>
      <w:r w:rsidR="00DE313F">
        <w:t xml:space="preserve"> ! </w:t>
      </w:r>
      <w:r w:rsidRPr="003D2FAA">
        <w:t>Jusqu</w:t>
      </w:r>
      <w:r w:rsidR="00DE313F">
        <w:t>’</w:t>
      </w:r>
      <w:r w:rsidRPr="003D2FAA">
        <w:t>au bout</w:t>
      </w:r>
      <w:r w:rsidR="00DE313F">
        <w:t xml:space="preserve">, </w:t>
      </w:r>
      <w:r w:rsidRPr="003D2FAA">
        <w:t>ils n</w:t>
      </w:r>
      <w:r w:rsidR="00DE313F">
        <w:t>’</w:t>
      </w:r>
      <w:r w:rsidRPr="003D2FAA">
        <w:t>ont pas le moindre soupçon que bientôt ils seront saignés</w:t>
      </w:r>
      <w:r w:rsidR="00DE313F">
        <w:t xml:space="preserve">. </w:t>
      </w:r>
      <w:r w:rsidRPr="003D2FAA">
        <w:t>Ils ont confiance en l</w:t>
      </w:r>
      <w:r w:rsidR="00DE313F">
        <w:t>’</w:t>
      </w:r>
      <w:r w:rsidRPr="003D2FAA">
        <w:t>homme</w:t>
      </w:r>
      <w:r w:rsidR="00DE313F">
        <w:t xml:space="preserve"> ? </w:t>
      </w:r>
      <w:r w:rsidRPr="003D2FAA">
        <w:t>Mais merci beaucoup pour cette confiance</w:t>
      </w:r>
      <w:r w:rsidR="00DE313F">
        <w:t xml:space="preserve"> ! </w:t>
      </w:r>
      <w:r w:rsidRPr="003D2FAA">
        <w:t>Comme si l</w:t>
      </w:r>
      <w:r w:rsidR="00DE313F">
        <w:t>’</w:t>
      </w:r>
      <w:r w:rsidRPr="003D2FAA">
        <w:t>homme</w:t>
      </w:r>
      <w:r w:rsidR="00DE313F">
        <w:t xml:space="preserve">, </w:t>
      </w:r>
      <w:r w:rsidRPr="003D2FAA">
        <w:t>depuis que le monde est monde et qu</w:t>
      </w:r>
      <w:r w:rsidR="00DE313F">
        <w:t>’</w:t>
      </w:r>
      <w:r w:rsidRPr="003D2FAA">
        <w:t>il pratique les porcs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avait pas prouvé au porc qu</w:t>
      </w:r>
      <w:r w:rsidR="00DE313F">
        <w:t>’</w:t>
      </w:r>
      <w:r w:rsidRPr="003D2FAA">
        <w:t>il avait appétit de sa chair</w:t>
      </w:r>
      <w:r w:rsidR="00DE313F">
        <w:t xml:space="preserve"> ; </w:t>
      </w:r>
      <w:r w:rsidRPr="003D2FAA">
        <w:t>et que pour cette raison</w:t>
      </w:r>
      <w:r w:rsidR="00DE313F">
        <w:t xml:space="preserve">, </w:t>
      </w:r>
      <w:r w:rsidRPr="003D2FAA">
        <w:t>le porc ne devait pas avoir confiance en lui</w:t>
      </w:r>
      <w:r w:rsidR="00DE313F">
        <w:t> !</w:t>
      </w:r>
    </w:p>
    <w:p w14:paraId="2F3F4439" w14:textId="77777777" w:rsidR="00DE313F" w:rsidRDefault="0074134D" w:rsidP="0074134D">
      <w:r w:rsidRPr="003D2FAA">
        <w:t>Parbleu</w:t>
      </w:r>
      <w:r w:rsidR="00DE313F">
        <w:t xml:space="preserve"> ! </w:t>
      </w:r>
      <w:r w:rsidRPr="003D2FAA">
        <w:t>Si l</w:t>
      </w:r>
      <w:r w:rsidR="00DE313F">
        <w:t>’</w:t>
      </w:r>
      <w:r w:rsidRPr="003D2FAA">
        <w:t>homme en arrivait à goûter</w:t>
      </w:r>
      <w:r w:rsidR="00DE313F">
        <w:t xml:space="preserve">, </w:t>
      </w:r>
      <w:r w:rsidRPr="003D2FAA">
        <w:t>sur lui vivant</w:t>
      </w:r>
      <w:r w:rsidR="00DE313F">
        <w:t xml:space="preserve">, </w:t>
      </w:r>
      <w:r w:rsidRPr="003D2FAA">
        <w:t>un peu de ses oreilles et de sa queue</w:t>
      </w:r>
      <w:r w:rsidR="00DE313F">
        <w:t xml:space="preserve">, </w:t>
      </w:r>
      <w:r w:rsidRPr="003D2FAA">
        <w:t>ne serait-ce pas pour le mieux</w:t>
      </w:r>
      <w:r w:rsidR="00DE313F">
        <w:t xml:space="preserve"> ! </w:t>
      </w:r>
      <w:r w:rsidRPr="003D2FAA">
        <w:t xml:space="preserve">Cependant si nous voulons appeler confiance la </w:t>
      </w:r>
      <w:r w:rsidRPr="003D2FAA">
        <w:lastRenderedPageBreak/>
        <w:t>stupid</w:t>
      </w:r>
      <w:r w:rsidRPr="003D2FAA">
        <w:t>i</w:t>
      </w:r>
      <w:r w:rsidRPr="003D2FAA">
        <w:t>té</w:t>
      </w:r>
      <w:r w:rsidR="00DE313F">
        <w:t xml:space="preserve">, </w:t>
      </w:r>
      <w:r w:rsidRPr="003D2FAA">
        <w:t>soyons logiques</w:t>
      </w:r>
      <w:r w:rsidR="00DE313F">
        <w:t xml:space="preserve">, </w:t>
      </w:r>
      <w:r w:rsidRPr="003D2FAA">
        <w:t>au nom du ciel</w:t>
      </w:r>
      <w:r w:rsidR="00DE313F">
        <w:t xml:space="preserve">, </w:t>
      </w:r>
      <w:r w:rsidRPr="003D2FAA">
        <w:t>et ne disons pas que les porcs sont des bêtes intelligentes</w:t>
      </w:r>
      <w:r w:rsidR="00DE313F">
        <w:t xml:space="preserve">. </w:t>
      </w:r>
      <w:r w:rsidRPr="003D2FAA">
        <w:t>Mais pardon</w:t>
      </w:r>
      <w:r w:rsidR="00DE313F">
        <w:t xml:space="preserve">, </w:t>
      </w:r>
      <w:r w:rsidRPr="003D2FAA">
        <w:t>et s</w:t>
      </w:r>
      <w:r w:rsidR="00DE313F">
        <w:t>’</w:t>
      </w:r>
      <w:r w:rsidRPr="003D2FAA">
        <w:t>il ne devait pas le manger</w:t>
      </w:r>
      <w:r w:rsidR="00DE313F">
        <w:t xml:space="preserve">, </w:t>
      </w:r>
      <w:r w:rsidRPr="003D2FAA">
        <w:t>quelle obligation aurait l</w:t>
      </w:r>
      <w:r w:rsidR="00DE313F">
        <w:t>’</w:t>
      </w:r>
      <w:r w:rsidRPr="003D2FAA">
        <w:t>homme d</w:t>
      </w:r>
      <w:r w:rsidR="00DE313F">
        <w:t>’</w:t>
      </w:r>
      <w:r w:rsidRPr="003D2FAA">
        <w:t>élever le porc avec tant de soin</w:t>
      </w:r>
      <w:r w:rsidR="00DE313F">
        <w:t xml:space="preserve"> ? </w:t>
      </w:r>
      <w:r w:rsidRPr="003D2FAA">
        <w:t>Pourquoi le servir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chair baptisée</w:t>
      </w:r>
      <w:r w:rsidR="00DE313F">
        <w:t xml:space="preserve"> ? </w:t>
      </w:r>
      <w:r w:rsidRPr="003D2FAA">
        <w:t>Pou</w:t>
      </w:r>
      <w:r w:rsidRPr="003D2FAA">
        <w:t>r</w:t>
      </w:r>
      <w:r w:rsidRPr="003D2FAA">
        <w:t>quoi le conduire aux champs</w:t>
      </w:r>
      <w:r w:rsidR="00DE313F">
        <w:t xml:space="preserve">, </w:t>
      </w:r>
      <w:r w:rsidRPr="003D2FAA">
        <w:t>pourquoi</w:t>
      </w:r>
      <w:r w:rsidR="00DE313F">
        <w:t xml:space="preserve"> ? </w:t>
      </w:r>
      <w:r w:rsidRPr="003D2FAA">
        <w:t>Quel service lui rend-il en compensation de la nourriture qu</w:t>
      </w:r>
      <w:r w:rsidR="00DE313F">
        <w:t>’</w:t>
      </w:r>
      <w:r w:rsidRPr="003D2FAA">
        <w:t>il en reçoit</w:t>
      </w:r>
      <w:r w:rsidR="00DE313F">
        <w:t xml:space="preserve"> ? </w:t>
      </w:r>
      <w:r w:rsidRPr="003D2FAA">
        <w:t>Et certes</w:t>
      </w:r>
      <w:r w:rsidR="00DE313F">
        <w:t xml:space="preserve"> – </w:t>
      </w:r>
      <w:r w:rsidRPr="003D2FAA">
        <w:t>personne ne le niera</w:t>
      </w:r>
      <w:r w:rsidR="00DE313F">
        <w:t xml:space="preserve"> – </w:t>
      </w:r>
      <w:r w:rsidRPr="003D2FAA">
        <w:t>le porc</w:t>
      </w:r>
      <w:r w:rsidR="00DE313F">
        <w:t xml:space="preserve">, </w:t>
      </w:r>
      <w:r w:rsidRPr="003D2FAA">
        <w:t>tant qu</w:t>
      </w:r>
      <w:r w:rsidR="00DE313F">
        <w:t>’</w:t>
      </w:r>
      <w:r w:rsidRPr="003D2FAA">
        <w:t>il vit</w:t>
      </w:r>
      <w:r w:rsidR="00DE313F">
        <w:t xml:space="preserve">, </w:t>
      </w:r>
      <w:r w:rsidRPr="003D2FAA">
        <w:t>vit bien</w:t>
      </w:r>
      <w:r w:rsidR="00DE313F">
        <w:t xml:space="preserve">. </w:t>
      </w:r>
      <w:r w:rsidRPr="003D2FAA">
        <w:t>Consid</w:t>
      </w:r>
      <w:r w:rsidRPr="003D2FAA">
        <w:t>é</w:t>
      </w:r>
      <w:r w:rsidRPr="003D2FAA">
        <w:t>rant la vie qu</w:t>
      </w:r>
      <w:r w:rsidR="00DE313F">
        <w:t>’</w:t>
      </w:r>
      <w:r w:rsidRPr="003D2FAA">
        <w:t>il a menée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est égorgé un beau jour</w:t>
      </w:r>
      <w:r w:rsidR="00DE313F">
        <w:t xml:space="preserve">, </w:t>
      </w:r>
      <w:r w:rsidRPr="003D2FAA">
        <w:t>il doit l</w:t>
      </w:r>
      <w:r w:rsidR="00DE313F">
        <w:t>’</w:t>
      </w:r>
      <w:r w:rsidRPr="003D2FAA">
        <w:t>accepter</w:t>
      </w:r>
      <w:r w:rsidR="00DE313F">
        <w:t xml:space="preserve">, </w:t>
      </w:r>
      <w:r w:rsidRPr="003D2FAA">
        <w:t>parce que sûrement</w:t>
      </w:r>
      <w:r w:rsidR="00DE313F">
        <w:t xml:space="preserve">, </w:t>
      </w:r>
      <w:r w:rsidRPr="003D2FAA">
        <w:t>en soi</w:t>
      </w:r>
      <w:r w:rsidR="00DE313F">
        <w:t xml:space="preserve">, </w:t>
      </w:r>
      <w:r w:rsidRPr="003D2FAA">
        <w:t>comme porc</w:t>
      </w:r>
      <w:r w:rsidR="00DE313F">
        <w:t xml:space="preserve">, </w:t>
      </w:r>
      <w:r w:rsidRPr="003D2FAA">
        <w:t>il ne la m</w:t>
      </w:r>
      <w:r w:rsidRPr="003D2FAA">
        <w:t>é</w:t>
      </w:r>
      <w:r w:rsidRPr="003D2FAA">
        <w:t>ritait pas</w:t>
      </w:r>
      <w:r w:rsidR="00DE313F">
        <w:t>.</w:t>
      </w:r>
    </w:p>
    <w:p w14:paraId="2501EE2D" w14:textId="77777777" w:rsidR="00DE313F" w:rsidRDefault="0074134D" w:rsidP="0074134D">
      <w:r w:rsidRPr="003D2FAA">
        <w:t>Et passons aux hommes</w:t>
      </w:r>
      <w:r w:rsidR="00DE313F">
        <w:t xml:space="preserve">, </w:t>
      </w:r>
      <w:r w:rsidRPr="003D2FAA">
        <w:t>messieurs</w:t>
      </w:r>
      <w:r w:rsidR="00DE313F">
        <w:t xml:space="preserve"> ; </w:t>
      </w:r>
      <w:r w:rsidRPr="003D2FAA">
        <w:t>j</w:t>
      </w:r>
      <w:r w:rsidR="00DE313F">
        <w:t>’</w:t>
      </w:r>
      <w:r w:rsidRPr="003D2FAA">
        <w:t>ai voulu les regarder exprès</w:t>
      </w:r>
      <w:r w:rsidR="00DE313F">
        <w:t xml:space="preserve">, </w:t>
      </w:r>
      <w:r w:rsidRPr="003D2FAA">
        <w:t>un à un</w:t>
      </w:r>
      <w:r w:rsidR="00DE313F">
        <w:t xml:space="preserve">, </w:t>
      </w:r>
      <w:r w:rsidRPr="003D2FAA">
        <w:t>eux aussi</w:t>
      </w:r>
      <w:r w:rsidR="00DE313F">
        <w:t xml:space="preserve">, </w:t>
      </w:r>
      <w:r w:rsidRPr="003D2FAA">
        <w:t>pendant qu</w:t>
      </w:r>
      <w:r w:rsidR="00DE313F">
        <w:t>’</w:t>
      </w:r>
      <w:r w:rsidRPr="003D2FAA">
        <w:t>ils se rendaient au lieu de la fête</w:t>
      </w:r>
      <w:r w:rsidR="00DE313F">
        <w:t>.</w:t>
      </w:r>
    </w:p>
    <w:p w14:paraId="648F350B" w14:textId="77777777" w:rsidR="00DE313F" w:rsidRDefault="0074134D" w:rsidP="0074134D">
      <w:r w:rsidRPr="003D2FAA">
        <w:t>Quel aspect différent</w:t>
      </w:r>
      <w:r w:rsidR="00DE313F">
        <w:t xml:space="preserve">, </w:t>
      </w:r>
      <w:r w:rsidRPr="003D2FAA">
        <w:t>messieurs</w:t>
      </w:r>
      <w:r w:rsidR="00DE313F">
        <w:t xml:space="preserve"> ! </w:t>
      </w:r>
      <w:r w:rsidRPr="003D2FAA">
        <w:t>Le don divin de l</w:t>
      </w:r>
      <w:r w:rsidR="00DE313F">
        <w:t>’</w:t>
      </w:r>
      <w:r w:rsidRPr="003D2FAA">
        <w:t>intelligence transparaissait dans leurs moindres actes</w:t>
      </w:r>
      <w:r w:rsidR="00DE313F">
        <w:t xml:space="preserve">, </w:t>
      </w:r>
      <w:r w:rsidRPr="003D2FAA">
        <w:t>dans le dégoût avec lequel ils détournaient le visage</w:t>
      </w:r>
      <w:r w:rsidR="00DE313F">
        <w:t xml:space="preserve">, </w:t>
      </w:r>
      <w:r w:rsidRPr="003D2FAA">
        <w:t>gênés par le nuage de poussière soulevé par les troupeaux des porcs</w:t>
      </w:r>
      <w:r w:rsidR="00DE313F">
        <w:t xml:space="preserve">, </w:t>
      </w:r>
      <w:r w:rsidRPr="003D2FAA">
        <w:t>dans le re</w:t>
      </w:r>
      <w:r w:rsidRPr="003D2FAA">
        <w:t>s</w:t>
      </w:r>
      <w:r w:rsidRPr="003D2FAA">
        <w:t>pect avec lequel ils se saluaient les uns les autres</w:t>
      </w:r>
      <w:r w:rsidR="00DE313F">
        <w:t>.</w:t>
      </w:r>
    </w:p>
    <w:p w14:paraId="50F656BD" w14:textId="77777777" w:rsidR="00DE313F" w:rsidRDefault="0074134D" w:rsidP="0074134D">
      <w:r w:rsidRPr="003D2FAA">
        <w:t>Et le seul fait d</w:t>
      </w:r>
      <w:r w:rsidR="00DE313F">
        <w:t>’</w:t>
      </w:r>
      <w:r w:rsidRPr="003D2FAA">
        <w:t>avoir pensé à couvrir de vêtements l</w:t>
      </w:r>
      <w:r w:rsidR="00DE313F">
        <w:t>’</w:t>
      </w:r>
      <w:r w:rsidRPr="003D2FAA">
        <w:t>obscène nudité de leurs corps</w:t>
      </w:r>
      <w:r w:rsidR="00DE313F">
        <w:t xml:space="preserve">, </w:t>
      </w:r>
      <w:r w:rsidRPr="003D2FAA">
        <w:t>ce seul fait déjà</w:t>
      </w:r>
      <w:r w:rsidR="00DE313F">
        <w:t xml:space="preserve">, </w:t>
      </w:r>
      <w:r w:rsidRPr="003D2FAA">
        <w:t>considérez à quelle hauteur il place l</w:t>
      </w:r>
      <w:r w:rsidR="00DE313F">
        <w:t>’</w:t>
      </w:r>
      <w:r w:rsidRPr="003D2FAA">
        <w:t>homme au-dessus d</w:t>
      </w:r>
      <w:r w:rsidR="00DE313F">
        <w:t>’</w:t>
      </w:r>
      <w:r w:rsidRPr="003D2FAA">
        <w:t>un porc dégoûtant</w:t>
      </w:r>
      <w:r w:rsidR="00DE313F">
        <w:t xml:space="preserve"> ! </w:t>
      </w:r>
      <w:r w:rsidRPr="003D2FAA">
        <w:t>Un homme pourra manger jusqu</w:t>
      </w:r>
      <w:r w:rsidR="00DE313F">
        <w:t>’</w:t>
      </w:r>
      <w:r w:rsidRPr="003D2FAA">
        <w:t>à en éclater</w:t>
      </w:r>
      <w:r w:rsidR="00DE313F">
        <w:t xml:space="preserve">, </w:t>
      </w:r>
      <w:r w:rsidRPr="003D2FAA">
        <w:t>et aussi se salir</w:t>
      </w:r>
      <w:r w:rsidR="00DE313F">
        <w:t xml:space="preserve">, </w:t>
      </w:r>
      <w:r w:rsidRPr="003D2FAA">
        <w:t>mais du moins</w:t>
      </w:r>
      <w:r w:rsidR="00DE313F">
        <w:t xml:space="preserve">, </w:t>
      </w:r>
      <w:r w:rsidRPr="003D2FAA">
        <w:t>il se lave et s</w:t>
      </w:r>
      <w:r w:rsidR="00DE313F">
        <w:t>’</w:t>
      </w:r>
      <w:r w:rsidRPr="003D2FAA">
        <w:t>habille</w:t>
      </w:r>
      <w:r w:rsidR="00DE313F">
        <w:t xml:space="preserve">. </w:t>
      </w:r>
      <w:r w:rsidRPr="003D2FAA">
        <w:t>Et quand même nous nous les imaginerions nus sur quelque grande route</w:t>
      </w:r>
      <w:r w:rsidR="00DE313F">
        <w:t xml:space="preserve">, </w:t>
      </w:r>
      <w:r w:rsidRPr="003D2FAA">
        <w:t>tous les hommes et toutes les femmes</w:t>
      </w:r>
      <w:r w:rsidR="00DE313F">
        <w:t xml:space="preserve"> – </w:t>
      </w:r>
      <w:r w:rsidRPr="003D2FAA">
        <w:t>chose impossible</w:t>
      </w:r>
      <w:r w:rsidR="00DE313F">
        <w:t xml:space="preserve">, </w:t>
      </w:r>
      <w:r w:rsidRPr="003D2FAA">
        <w:t>mais enfin</w:t>
      </w:r>
      <w:r w:rsidR="00DE313F">
        <w:t xml:space="preserve">, </w:t>
      </w:r>
      <w:r w:rsidRPr="003D2FAA">
        <w:t>nous vo</w:t>
      </w:r>
      <w:r w:rsidRPr="003D2FAA">
        <w:t>u</w:t>
      </w:r>
      <w:r w:rsidRPr="003D2FAA">
        <w:t>lons l</w:t>
      </w:r>
      <w:r w:rsidR="00DE313F">
        <w:t>’</w:t>
      </w:r>
      <w:r w:rsidRPr="003D2FAA">
        <w:t>admettre</w:t>
      </w:r>
      <w:r w:rsidR="00DE313F">
        <w:t xml:space="preserve"> ! – </w:t>
      </w:r>
      <w:r w:rsidRPr="003D2FAA">
        <w:t>je ne dis pas que cela constituerait un beau spectacle</w:t>
      </w:r>
      <w:r w:rsidR="00DE313F">
        <w:t xml:space="preserve">, </w:t>
      </w:r>
      <w:r w:rsidRPr="003D2FAA">
        <w:t>les vieux</w:t>
      </w:r>
      <w:r w:rsidR="00DE313F">
        <w:t xml:space="preserve">, </w:t>
      </w:r>
      <w:r w:rsidRPr="003D2FAA">
        <w:t>les pansus</w:t>
      </w:r>
      <w:r w:rsidR="00DE313F">
        <w:t xml:space="preserve">, </w:t>
      </w:r>
      <w:r w:rsidRPr="003D2FAA">
        <w:t>ceux qui ne sont pas propres</w:t>
      </w:r>
      <w:r w:rsidR="00DE313F">
        <w:t xml:space="preserve">, </w:t>
      </w:r>
      <w:proofErr w:type="gramStart"/>
      <w:r w:rsidRPr="003D2FAA">
        <w:t>mais cependant</w:t>
      </w:r>
      <w:proofErr w:type="gramEnd"/>
      <w:r w:rsidR="00DE313F">
        <w:t xml:space="preserve">, </w:t>
      </w:r>
      <w:r w:rsidRPr="003D2FAA">
        <w:t>voyons</w:t>
      </w:r>
      <w:r w:rsidR="00DE313F">
        <w:t xml:space="preserve">, </w:t>
      </w:r>
      <w:r w:rsidRPr="003D2FAA">
        <w:t>quelle différence</w:t>
      </w:r>
      <w:r w:rsidR="00DE313F">
        <w:t xml:space="preserve">, </w:t>
      </w:r>
      <w:r w:rsidRPr="003D2FAA">
        <w:t>si nous pensons à la lumière de l</w:t>
      </w:r>
      <w:r w:rsidR="00DE313F">
        <w:t>’</w:t>
      </w:r>
      <w:r w:rsidRPr="003D2FAA">
        <w:t>œil humain</w:t>
      </w:r>
      <w:r w:rsidR="00DE313F">
        <w:t xml:space="preserve">, </w:t>
      </w:r>
      <w:r w:rsidRPr="003D2FAA">
        <w:t>miroir de l</w:t>
      </w:r>
      <w:r w:rsidR="00DE313F">
        <w:t>’</w:t>
      </w:r>
      <w:r w:rsidRPr="003D2FAA">
        <w:t>âme</w:t>
      </w:r>
      <w:r w:rsidR="00DE313F">
        <w:t xml:space="preserve">, </w:t>
      </w:r>
      <w:r w:rsidRPr="003D2FAA">
        <w:t>et au don du sourire et du langage</w:t>
      </w:r>
      <w:r w:rsidR="00DE313F">
        <w:t> !</w:t>
      </w:r>
    </w:p>
    <w:p w14:paraId="312AE3A7" w14:textId="77777777" w:rsidR="00DE313F" w:rsidRDefault="0074134D" w:rsidP="0074134D">
      <w:r w:rsidRPr="003D2FAA">
        <w:lastRenderedPageBreak/>
        <w:t>Et les pensées que chacun</w:t>
      </w:r>
      <w:r w:rsidR="00DE313F">
        <w:t xml:space="preserve">, </w:t>
      </w:r>
      <w:r w:rsidRPr="003D2FAA">
        <w:t>quoique se rendant à la fête</w:t>
      </w:r>
      <w:r w:rsidR="00DE313F">
        <w:t xml:space="preserve">, </w:t>
      </w:r>
      <w:r w:rsidRPr="003D2FAA">
        <w:t>portait dans son esprit</w:t>
      </w:r>
      <w:r w:rsidR="00DE313F">
        <w:t xml:space="preserve"> : </w:t>
      </w:r>
      <w:r w:rsidRPr="003D2FAA">
        <w:t>il ne s</w:t>
      </w:r>
      <w:r w:rsidR="00DE313F">
        <w:t>’</w:t>
      </w:r>
      <w:r w:rsidRPr="003D2FAA">
        <w:t>agissait peut-être pas d</w:t>
      </w:r>
      <w:r w:rsidR="00DE313F">
        <w:t>’</w:t>
      </w:r>
      <w:r w:rsidRPr="003D2FAA">
        <w:t>un père ou d</w:t>
      </w:r>
      <w:r w:rsidR="00DE313F">
        <w:t>’</w:t>
      </w:r>
      <w:r w:rsidRPr="003D2FAA">
        <w:t>une mère</w:t>
      </w:r>
      <w:r w:rsidR="00DE313F">
        <w:t xml:space="preserve">, </w:t>
      </w:r>
      <w:r w:rsidRPr="003D2FAA">
        <w:t>mais de quelque ami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nièce ou d</w:t>
      </w:r>
      <w:r w:rsidR="00DE313F">
        <w:t>’</w:t>
      </w:r>
      <w:r w:rsidRPr="003D2FAA">
        <w:t>un oncle qui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année dernière</w:t>
      </w:r>
      <w:r w:rsidR="00DE313F">
        <w:t xml:space="preserve">, </w:t>
      </w:r>
      <w:r w:rsidRPr="003D2FAA">
        <w:t>eux aussi pleins de gaieté</w:t>
      </w:r>
      <w:r w:rsidR="00DE313F">
        <w:t xml:space="preserve">, </w:t>
      </w:r>
      <w:r w:rsidRPr="003D2FAA">
        <w:t>les pauvres</w:t>
      </w:r>
      <w:r w:rsidR="00DE313F">
        <w:t xml:space="preserve">, </w:t>
      </w:r>
      <w:r w:rsidRPr="003D2FAA">
        <w:t>prenaient part à la fête champêtre</w:t>
      </w:r>
      <w:r w:rsidR="00DE313F">
        <w:t xml:space="preserve">, </w:t>
      </w:r>
      <w:r w:rsidRPr="003D2FAA">
        <w:t>qui buvaient eux aussi cet air large et azuré de septembre</w:t>
      </w:r>
      <w:r w:rsidR="00DE313F">
        <w:t xml:space="preserve">, </w:t>
      </w:r>
      <w:r w:rsidRPr="003D2FAA">
        <w:t>et qui maintenant sont renfermés sous terre dans les ténèbres</w:t>
      </w:r>
      <w:r w:rsidR="00DE313F">
        <w:t xml:space="preserve"> !… </w:t>
      </w:r>
      <w:r w:rsidRPr="003D2FAA">
        <w:t>Et des soupirs</w:t>
      </w:r>
      <w:r w:rsidR="00DE313F">
        <w:t xml:space="preserve">, </w:t>
      </w:r>
      <w:r w:rsidRPr="003D2FAA">
        <w:t>des regrets</w:t>
      </w:r>
      <w:r w:rsidR="00DE313F">
        <w:t xml:space="preserve">, </w:t>
      </w:r>
      <w:r w:rsidRPr="003D2FAA">
        <w:t>un peu de remords même</w:t>
      </w:r>
      <w:r w:rsidR="00DE313F">
        <w:t xml:space="preserve"> ! </w:t>
      </w:r>
      <w:r w:rsidRPr="003D2FAA">
        <w:t>Mais oui</w:t>
      </w:r>
      <w:r w:rsidR="00DE313F">
        <w:t xml:space="preserve">, </w:t>
      </w:r>
      <w:r w:rsidRPr="003D2FAA">
        <w:t>la promesse d</w:t>
      </w:r>
      <w:r w:rsidR="00DE313F">
        <w:t>’</w:t>
      </w:r>
      <w:r w:rsidRPr="003D2FAA">
        <w:t>une grasse journée n</w:t>
      </w:r>
      <w:r w:rsidR="00DE313F">
        <w:t>’</w:t>
      </w:r>
      <w:r w:rsidRPr="003D2FAA">
        <w:t>aplanissait pas sur le front de tant d</w:t>
      </w:r>
      <w:r w:rsidR="00DE313F">
        <w:t>’</w:t>
      </w:r>
      <w:r w:rsidRPr="003D2FAA">
        <w:t>êtres amaigris les rides causées par des besognes assidues et opprimantes</w:t>
      </w:r>
      <w:r w:rsidR="00DE313F">
        <w:t xml:space="preserve">, </w:t>
      </w:r>
      <w:r w:rsidRPr="003D2FAA">
        <w:t>les marques des souffrances et des fatigues</w:t>
      </w:r>
      <w:r w:rsidR="00DE313F">
        <w:t xml:space="preserve"> ; </w:t>
      </w:r>
      <w:r w:rsidRPr="003D2FAA">
        <w:t>et plusieurs appo</w:t>
      </w:r>
      <w:r w:rsidRPr="003D2FAA">
        <w:t>r</w:t>
      </w:r>
      <w:r w:rsidRPr="003D2FAA">
        <w:t>taient pieusement</w:t>
      </w:r>
      <w:r w:rsidR="00DE313F">
        <w:t xml:space="preserve">, </w:t>
      </w:r>
      <w:r w:rsidRPr="003D2FAA">
        <w:t>à cette fête d</w:t>
      </w:r>
      <w:r w:rsidR="00DE313F">
        <w:t>’</w:t>
      </w:r>
      <w:r w:rsidRPr="003D2FAA">
        <w:t>un jour</w:t>
      </w:r>
      <w:r w:rsidR="00DE313F">
        <w:t xml:space="preserve">, </w:t>
      </w:r>
      <w:r w:rsidRPr="003D2FAA">
        <w:t>leurs misères de toute l</w:t>
      </w:r>
      <w:r w:rsidR="00DE313F">
        <w:t>’</w:t>
      </w:r>
      <w:r w:rsidRPr="003D2FAA">
        <w:t>année pour essayer s</w:t>
      </w:r>
      <w:r w:rsidR="00DE313F">
        <w:t>’</w:t>
      </w:r>
      <w:r w:rsidRPr="003D2FAA">
        <w:t>ils trouveraient le moyen de rire là mieux qu</w:t>
      </w:r>
      <w:r w:rsidR="00DE313F">
        <w:t>’</w:t>
      </w:r>
      <w:r w:rsidRPr="003D2FAA">
        <w:t>ailleurs</w:t>
      </w:r>
      <w:r w:rsidR="00DE313F">
        <w:t xml:space="preserve"> ; </w:t>
      </w:r>
      <w:r w:rsidRPr="003D2FAA">
        <w:t>là au milieu de tant d</w:t>
      </w:r>
      <w:r w:rsidR="00DE313F">
        <w:t>’</w:t>
      </w:r>
      <w:r w:rsidRPr="003D2FAA">
        <w:t>heureux</w:t>
      </w:r>
      <w:r w:rsidR="00DE313F">
        <w:t xml:space="preserve">, </w:t>
      </w:r>
      <w:r w:rsidRPr="003D2FAA">
        <w:t>riches de sang</w:t>
      </w:r>
      <w:r w:rsidR="00DE313F">
        <w:t xml:space="preserve">, </w:t>
      </w:r>
      <w:r w:rsidRPr="003D2FAA">
        <w:t>pleins de santé</w:t>
      </w:r>
      <w:r w:rsidR="00DE313F">
        <w:t xml:space="preserve">, </w:t>
      </w:r>
      <w:r w:rsidRPr="003D2FAA">
        <w:t>eux qui avaient les dents jaunes</w:t>
      </w:r>
      <w:r w:rsidR="00DE313F">
        <w:t xml:space="preserve">, </w:t>
      </w:r>
      <w:r w:rsidRPr="003D2FAA">
        <w:t>les lèvres blanches et un sourire si pâle</w:t>
      </w:r>
      <w:r w:rsidR="00DE313F">
        <w:t> !</w:t>
      </w:r>
    </w:p>
    <w:p w14:paraId="364F3FF4" w14:textId="77777777" w:rsidR="00DE313F" w:rsidRDefault="0074134D" w:rsidP="0074134D">
      <w:r w:rsidRPr="003D2FAA">
        <w:t>Et puis je pensais à tous les arts</w:t>
      </w:r>
      <w:r w:rsidR="00DE313F">
        <w:t xml:space="preserve">, </w:t>
      </w:r>
      <w:r w:rsidRPr="003D2FAA">
        <w:t>à tous les métiers au</w:t>
      </w:r>
      <w:r w:rsidRPr="003D2FAA">
        <w:t>x</w:t>
      </w:r>
      <w:r w:rsidRPr="003D2FAA">
        <w:t>quels ces hommes s</w:t>
      </w:r>
      <w:r w:rsidR="00DE313F">
        <w:t>’</w:t>
      </w:r>
      <w:r w:rsidRPr="003D2FAA">
        <w:t>adonnent avec tant d</w:t>
      </w:r>
      <w:r w:rsidR="00DE313F">
        <w:t>’</w:t>
      </w:r>
      <w:r w:rsidRPr="003D2FAA">
        <w:t>application</w:t>
      </w:r>
      <w:r w:rsidR="00DE313F">
        <w:t xml:space="preserve">, </w:t>
      </w:r>
      <w:r w:rsidRPr="003D2FAA">
        <w:t>tant d</w:t>
      </w:r>
      <w:r w:rsidR="00DE313F">
        <w:t>’</w:t>
      </w:r>
      <w:r w:rsidRPr="003D2FAA">
        <w:t>études</w:t>
      </w:r>
      <w:r w:rsidR="00DE313F">
        <w:t xml:space="preserve">, </w:t>
      </w:r>
      <w:r w:rsidRPr="003D2FAA">
        <w:t>tant de risques et que les porcs sûrement ne connai</w:t>
      </w:r>
      <w:r w:rsidRPr="003D2FAA">
        <w:t>s</w:t>
      </w:r>
      <w:r w:rsidRPr="003D2FAA">
        <w:t>sent pas</w:t>
      </w:r>
      <w:r w:rsidR="00DE313F">
        <w:t xml:space="preserve">. </w:t>
      </w:r>
      <w:r w:rsidRPr="003D2FAA">
        <w:t>Car un porc est porc</w:t>
      </w:r>
      <w:r w:rsidR="00DE313F">
        <w:t xml:space="preserve">, </w:t>
      </w:r>
      <w:r w:rsidRPr="003D2FAA">
        <w:t>pas autre chose</w:t>
      </w:r>
      <w:r w:rsidR="00DE313F">
        <w:t xml:space="preserve"> ; </w:t>
      </w:r>
      <w:r w:rsidRPr="003D2FAA">
        <w:t>mais un homme</w:t>
      </w:r>
      <w:r w:rsidR="00DE313F">
        <w:t xml:space="preserve">, </w:t>
      </w:r>
      <w:r w:rsidRPr="003D2FAA">
        <w:t>messieurs</w:t>
      </w:r>
      <w:r w:rsidR="00DE313F">
        <w:t xml:space="preserve">, </w:t>
      </w:r>
      <w:r w:rsidRPr="003D2FAA">
        <w:t>pourra aussi être porc</w:t>
      </w:r>
      <w:r w:rsidR="00DE313F">
        <w:t xml:space="preserve">, </w:t>
      </w:r>
      <w:r w:rsidRPr="003D2FAA">
        <w:t>je ne dis pas</w:t>
      </w:r>
      <w:r w:rsidR="00DE313F">
        <w:t xml:space="preserve">, </w:t>
      </w:r>
      <w:r w:rsidRPr="003D2FAA">
        <w:t>mais porc et médecin par exemple</w:t>
      </w:r>
      <w:r w:rsidR="00DE313F">
        <w:t xml:space="preserve">, </w:t>
      </w:r>
      <w:r w:rsidRPr="003D2FAA">
        <w:t>porc et avocat</w:t>
      </w:r>
      <w:r w:rsidR="00DE313F">
        <w:t xml:space="preserve">, </w:t>
      </w:r>
      <w:r w:rsidRPr="003D2FAA">
        <w:t>porc et professeur de belles-lettres ou de philosophie</w:t>
      </w:r>
      <w:r w:rsidR="00DE313F">
        <w:t xml:space="preserve">, </w:t>
      </w:r>
      <w:r w:rsidRPr="003D2FAA">
        <w:t>et notaire</w:t>
      </w:r>
      <w:r w:rsidR="00DE313F">
        <w:t xml:space="preserve">, </w:t>
      </w:r>
      <w:r w:rsidRPr="003D2FAA">
        <w:t>et chancelier</w:t>
      </w:r>
      <w:r w:rsidR="00DE313F">
        <w:t xml:space="preserve">, </w:t>
      </w:r>
      <w:r w:rsidRPr="003D2FAA">
        <w:t>et horloger</w:t>
      </w:r>
      <w:r w:rsidR="00DE313F">
        <w:t xml:space="preserve">, </w:t>
      </w:r>
      <w:r w:rsidRPr="003D2FAA">
        <w:t>et serrurier</w:t>
      </w:r>
      <w:r w:rsidR="00DE313F">
        <w:t xml:space="preserve"> !… </w:t>
      </w:r>
      <w:r w:rsidRPr="003D2FAA">
        <w:t>Toutes les besognes</w:t>
      </w:r>
      <w:r w:rsidR="00DE313F">
        <w:t xml:space="preserve">, </w:t>
      </w:r>
      <w:r w:rsidRPr="003D2FAA">
        <w:t>tous les chagrins</w:t>
      </w:r>
      <w:r w:rsidR="00DE313F">
        <w:t xml:space="preserve">, </w:t>
      </w:r>
      <w:r w:rsidRPr="003D2FAA">
        <w:t>toutes les charges</w:t>
      </w:r>
      <w:r w:rsidR="00DE313F">
        <w:t xml:space="preserve">, </w:t>
      </w:r>
      <w:r w:rsidRPr="003D2FAA">
        <w:t>fonctions de l</w:t>
      </w:r>
      <w:r w:rsidR="00DE313F">
        <w:t>’</w:t>
      </w:r>
      <w:r w:rsidRPr="003D2FAA">
        <w:t>humanité</w:t>
      </w:r>
      <w:r w:rsidR="00DE313F">
        <w:t xml:space="preserve">, </w:t>
      </w:r>
      <w:r w:rsidRPr="003D2FAA">
        <w:t>je les voyais</w:t>
      </w:r>
      <w:r w:rsidR="00DE313F">
        <w:t xml:space="preserve">, </w:t>
      </w:r>
      <w:r w:rsidRPr="003D2FAA">
        <w:t>avec satisfaction</w:t>
      </w:r>
      <w:r w:rsidR="00DE313F">
        <w:t xml:space="preserve">, </w:t>
      </w:r>
      <w:r w:rsidRPr="003D2FAA">
        <w:t>représentés en cette foule qui marchait sur la grande route</w:t>
      </w:r>
      <w:r w:rsidR="00DE313F">
        <w:t>.</w:t>
      </w:r>
    </w:p>
    <w:p w14:paraId="785C3B6C" w14:textId="7E80041B" w:rsidR="00DE313F" w:rsidRDefault="0074134D" w:rsidP="0074134D">
      <w:r w:rsidRPr="003D2FAA">
        <w:t>À un certain endroit</w:t>
      </w:r>
      <w:r w:rsidR="00DE313F">
        <w:t>, M. </w:t>
      </w:r>
      <w:proofErr w:type="spellStart"/>
      <w:r w:rsidRPr="003D2FAA">
        <w:t>Lavaccara</w:t>
      </w:r>
      <w:proofErr w:type="spellEnd"/>
      <w:r w:rsidRPr="003D2FAA">
        <w:t xml:space="preserve"> conduisant par la main</w:t>
      </w:r>
      <w:r w:rsidR="00DE313F">
        <w:t xml:space="preserve">, </w:t>
      </w:r>
      <w:r w:rsidRPr="003D2FAA">
        <w:t>un de çà</w:t>
      </w:r>
      <w:r w:rsidR="00DE313F">
        <w:t xml:space="preserve">, </w:t>
      </w:r>
      <w:r w:rsidRPr="003D2FAA">
        <w:t>un de là</w:t>
      </w:r>
      <w:r w:rsidR="00DE313F">
        <w:t xml:space="preserve">, </w:t>
      </w:r>
      <w:r w:rsidRPr="003D2FAA">
        <w:t>ses deux plus petits garçons me dépassa avec sa femme derrière</w:t>
      </w:r>
      <w:r w:rsidR="00DE313F">
        <w:t xml:space="preserve">, </w:t>
      </w:r>
      <w:r w:rsidRPr="003D2FAA">
        <w:t>rose et bien portante comme lui</w:t>
      </w:r>
      <w:r w:rsidR="00DE313F">
        <w:t xml:space="preserve">, </w:t>
      </w:r>
      <w:r w:rsidRPr="003D2FAA">
        <w:t>entre ses deux filles aînées</w:t>
      </w:r>
      <w:r w:rsidR="00DE313F">
        <w:t xml:space="preserve"> ; </w:t>
      </w:r>
      <w:r w:rsidRPr="003D2FAA">
        <w:t>et tous les six feignirent de ne pas me voir</w:t>
      </w:r>
      <w:r w:rsidR="00DE313F">
        <w:t xml:space="preserve"> ; </w:t>
      </w:r>
      <w:r w:rsidRPr="003D2FAA">
        <w:t>mais les deux jeunes filles</w:t>
      </w:r>
      <w:r w:rsidR="00DE313F">
        <w:t xml:space="preserve">, </w:t>
      </w:r>
      <w:r w:rsidRPr="003D2FAA">
        <w:t xml:space="preserve">tout en marchant </w:t>
      </w:r>
      <w:r w:rsidRPr="003D2FAA">
        <w:lastRenderedPageBreak/>
        <w:t>délibérément</w:t>
      </w:r>
      <w:r w:rsidR="00DE313F">
        <w:t xml:space="preserve">, </w:t>
      </w:r>
      <w:r w:rsidRPr="003D2FAA">
        <w:t>sont devenues rouges comme des pivoines et l</w:t>
      </w:r>
      <w:r w:rsidR="00DE313F">
        <w:t>’</w:t>
      </w:r>
      <w:r w:rsidRPr="003D2FAA">
        <w:t>une des petites</w:t>
      </w:r>
      <w:r w:rsidR="00DE313F">
        <w:t xml:space="preserve">, </w:t>
      </w:r>
      <w:r w:rsidRPr="003D2FAA">
        <w:t>au bout de quelques pas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est retournée trois fois</w:t>
      </w:r>
      <w:r w:rsidR="00DE313F">
        <w:t xml:space="preserve">, </w:t>
      </w:r>
      <w:r w:rsidRPr="003D2FAA">
        <w:t>pour me lorgner</w:t>
      </w:r>
      <w:r w:rsidR="00DE313F">
        <w:t xml:space="preserve">. </w:t>
      </w:r>
      <w:r w:rsidRPr="003D2FAA">
        <w:t>La troisième fois</w:t>
      </w:r>
      <w:r w:rsidR="00DE313F">
        <w:t xml:space="preserve">, </w:t>
      </w:r>
      <w:r w:rsidRPr="003D2FAA">
        <w:t>par plaisanterie</w:t>
      </w:r>
      <w:r w:rsidR="00DE313F">
        <w:t xml:space="preserve">, </w:t>
      </w:r>
      <w:r w:rsidRPr="003D2FAA">
        <w:t>je lui ai tiré la langue et</w:t>
      </w:r>
      <w:r w:rsidR="00DE313F">
        <w:t xml:space="preserve">, </w:t>
      </w:r>
      <w:r w:rsidRPr="003D2FAA">
        <w:t>en cachette</w:t>
      </w:r>
      <w:r w:rsidR="00DE313F">
        <w:t xml:space="preserve">, </w:t>
      </w:r>
      <w:r w:rsidRPr="003D2FAA">
        <w:t>je l</w:t>
      </w:r>
      <w:r w:rsidR="00DE313F">
        <w:t>’</w:t>
      </w:r>
      <w:r w:rsidRPr="003D2FAA">
        <w:t>ai saluée de la main</w:t>
      </w:r>
      <w:r w:rsidR="00DE313F">
        <w:t xml:space="preserve">. </w:t>
      </w:r>
      <w:r w:rsidRPr="003D2FAA">
        <w:t>Alors</w:t>
      </w:r>
      <w:r w:rsidR="00DE313F">
        <w:t xml:space="preserve">, </w:t>
      </w:r>
      <w:r w:rsidRPr="003D2FAA">
        <w:t>elle est devenue sérieuse</w:t>
      </w:r>
      <w:r w:rsidR="00DE313F">
        <w:t xml:space="preserve"> : </w:t>
      </w:r>
      <w:r w:rsidRPr="003D2FAA">
        <w:t>elle a pris un visage long et absent</w:t>
      </w:r>
      <w:r w:rsidR="00DE313F">
        <w:t xml:space="preserve">, </w:t>
      </w:r>
      <w:r w:rsidRPr="003D2FAA">
        <w:t>et s</w:t>
      </w:r>
      <w:r w:rsidR="00DE313F">
        <w:t>’</w:t>
      </w:r>
      <w:r w:rsidRPr="003D2FAA">
        <w:t>est mise imm</w:t>
      </w:r>
      <w:r w:rsidRPr="003D2FAA">
        <w:t>é</w:t>
      </w:r>
      <w:r w:rsidRPr="003D2FAA">
        <w:t>diatement à regarder ailleurs</w:t>
      </w:r>
      <w:r w:rsidR="00DE313F">
        <w:t>.</w:t>
      </w:r>
    </w:p>
    <w:p w14:paraId="64FBD3D5" w14:textId="77777777" w:rsidR="00DE313F" w:rsidRDefault="0074134D" w:rsidP="0074134D">
      <w:r w:rsidRPr="003D2FAA">
        <w:t>Elle mangera du porc aussi</w:t>
      </w:r>
      <w:r w:rsidR="00DE313F">
        <w:t xml:space="preserve">, </w:t>
      </w:r>
      <w:r w:rsidRPr="003D2FAA">
        <w:t>pauvre petite</w:t>
      </w:r>
      <w:r w:rsidR="00DE313F">
        <w:t xml:space="preserve">, </w:t>
      </w:r>
      <w:r w:rsidRPr="003D2FAA">
        <w:t>et peut-être en mangera-t-elle trop</w:t>
      </w:r>
      <w:r w:rsidR="00DE313F">
        <w:t xml:space="preserve"> ; </w:t>
      </w:r>
      <w:r w:rsidRPr="003D2FAA">
        <w:t>mais espérons qu</w:t>
      </w:r>
      <w:r w:rsidR="00DE313F">
        <w:t>’</w:t>
      </w:r>
      <w:r w:rsidRPr="003D2FAA">
        <w:t>il ne lui fera pas de mal</w:t>
      </w:r>
      <w:r w:rsidR="00DE313F">
        <w:t>.</w:t>
      </w:r>
    </w:p>
    <w:p w14:paraId="42B73F43" w14:textId="4713C091" w:rsidR="00DE313F" w:rsidRDefault="0074134D" w:rsidP="0074134D">
      <w:r w:rsidRPr="003D2FAA">
        <w:t>Du reste</w:t>
      </w:r>
      <w:r w:rsidR="00DE313F">
        <w:t xml:space="preserve">, </w:t>
      </w:r>
      <w:r w:rsidRPr="003D2FAA">
        <w:t>la prévoyance humaine est merveilleuse</w:t>
      </w:r>
      <w:r w:rsidR="00DE313F">
        <w:t xml:space="preserve"> : </w:t>
      </w:r>
      <w:r w:rsidRPr="003D2FAA">
        <w:t>allez me chercher la prévoyance chez les porcs</w:t>
      </w:r>
      <w:r w:rsidR="00DE313F">
        <w:t xml:space="preserve"> ; </w:t>
      </w:r>
      <w:r w:rsidRPr="003D2FAA">
        <w:t>trouvez-moi un porc pharmacien qui propose</w:t>
      </w:r>
      <w:r w:rsidR="00DE313F">
        <w:t xml:space="preserve">, </w:t>
      </w:r>
      <w:r w:rsidRPr="003D2FAA">
        <w:t>avec de l</w:t>
      </w:r>
      <w:r w:rsidR="00DE313F">
        <w:t>’</w:t>
      </w:r>
      <w:r w:rsidRPr="003D2FAA">
        <w:t>alkermès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huile de ricin</w:t>
      </w:r>
      <w:r w:rsidR="00DE313F">
        <w:t xml:space="preserve">, </w:t>
      </w:r>
      <w:r w:rsidRPr="003D2FAA">
        <w:t>pour les porcelets qui se sont fatigué l</w:t>
      </w:r>
      <w:r w:rsidR="00DE313F">
        <w:t>’</w:t>
      </w:r>
      <w:r w:rsidRPr="003D2FAA">
        <w:t>estomac par l</w:t>
      </w:r>
      <w:r w:rsidR="00DE313F">
        <w:t>’</w:t>
      </w:r>
      <w:r w:rsidRPr="003D2FAA">
        <w:t>intempérance</w:t>
      </w:r>
      <w:r w:rsidR="00DE313F">
        <w:t xml:space="preserve">. </w:t>
      </w:r>
      <w:r w:rsidRPr="003D2FAA">
        <w:t>J</w:t>
      </w:r>
      <w:r w:rsidR="00DE313F">
        <w:t>’</w:t>
      </w:r>
      <w:r w:rsidRPr="003D2FAA">
        <w:t>ai suivi de loin</w:t>
      </w:r>
      <w:r w:rsidR="00DE313F">
        <w:t xml:space="preserve">, </w:t>
      </w:r>
      <w:r w:rsidRPr="003D2FAA">
        <w:t>pendant un bon bout de ch</w:t>
      </w:r>
      <w:r w:rsidRPr="003D2FAA">
        <w:t>e</w:t>
      </w:r>
      <w:r w:rsidRPr="003D2FAA">
        <w:t>min</w:t>
      </w:r>
      <w:r w:rsidR="00DE313F">
        <w:t xml:space="preserve">, </w:t>
      </w:r>
      <w:r w:rsidRPr="003D2FAA">
        <w:t xml:space="preserve">la chère petite famille de </w:t>
      </w:r>
      <w:r w:rsidR="00DE313F">
        <w:t>M. </w:t>
      </w:r>
      <w:proofErr w:type="spellStart"/>
      <w:r w:rsidRPr="003D2FAA">
        <w:t>Lavaccara</w:t>
      </w:r>
      <w:proofErr w:type="spellEnd"/>
      <w:r w:rsidRPr="003D2FAA">
        <w:t xml:space="preserve"> qui s</w:t>
      </w:r>
      <w:r w:rsidR="00DE313F">
        <w:t>’</w:t>
      </w:r>
      <w:r w:rsidRPr="003D2FAA">
        <w:t>acheminait sûrement vers une sérieuse fatigue d</w:t>
      </w:r>
      <w:r w:rsidR="00DE313F">
        <w:t>’</w:t>
      </w:r>
      <w:r w:rsidRPr="003D2FAA">
        <w:t>estomac</w:t>
      </w:r>
      <w:r w:rsidR="00DE313F">
        <w:t xml:space="preserve"> ; </w:t>
      </w:r>
      <w:r w:rsidRPr="003D2FAA">
        <w:t>mais voilà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pu me consoler en pensant que demain elle trouvera chez le pharmacien la petite purge qui la guérira</w:t>
      </w:r>
      <w:r w:rsidR="00DE313F">
        <w:t>.</w:t>
      </w:r>
    </w:p>
    <w:p w14:paraId="4EA0C892" w14:textId="2BFA7716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06FE8619" w14:textId="77777777" w:rsidR="00DE313F" w:rsidRDefault="0074134D" w:rsidP="0074134D">
      <w:r w:rsidRPr="003D2FAA">
        <w:t>Que de baraques improvisées à l</w:t>
      </w:r>
      <w:r w:rsidR="00DE313F">
        <w:t>’</w:t>
      </w:r>
      <w:r w:rsidRPr="003D2FAA">
        <w:t>aide de grands draps de lit</w:t>
      </w:r>
      <w:r w:rsidR="00DE313F">
        <w:t xml:space="preserve">, </w:t>
      </w:r>
      <w:r w:rsidRPr="003D2FAA">
        <w:t>palpitant sur l</w:t>
      </w:r>
      <w:r w:rsidR="00DE313F">
        <w:t>’</w:t>
      </w:r>
      <w:r w:rsidRPr="003D2FAA">
        <w:t>esplanade derrière l</w:t>
      </w:r>
      <w:r w:rsidR="00DE313F">
        <w:t>’</w:t>
      </w:r>
      <w:r w:rsidRPr="003D2FAA">
        <w:t xml:space="preserve">église </w:t>
      </w:r>
      <w:r w:rsidRPr="003D2FAA">
        <w:rPr>
          <w:i/>
          <w:iCs/>
        </w:rPr>
        <w:t>San Nicola</w:t>
      </w:r>
      <w:r w:rsidR="00DE313F">
        <w:rPr>
          <w:i/>
          <w:iCs/>
        </w:rPr>
        <w:t xml:space="preserve">, </w:t>
      </w:r>
      <w:r w:rsidRPr="003D2FAA">
        <w:t>espl</w:t>
      </w:r>
      <w:r w:rsidRPr="003D2FAA">
        <w:t>a</w:t>
      </w:r>
      <w:r w:rsidRPr="003D2FAA">
        <w:t>nade que traverse la grande rue</w:t>
      </w:r>
      <w:r w:rsidR="00DE313F">
        <w:t xml:space="preserve">. </w:t>
      </w:r>
      <w:r w:rsidRPr="003D2FAA">
        <w:t>Tavernes en plein vent</w:t>
      </w:r>
      <w:r w:rsidR="00DE313F">
        <w:t xml:space="preserve"> ; </w:t>
      </w:r>
      <w:r w:rsidRPr="003D2FAA">
        <w:t>tables et bancs</w:t>
      </w:r>
      <w:r w:rsidR="00DE313F">
        <w:t xml:space="preserve"> ; </w:t>
      </w:r>
      <w:r w:rsidRPr="003D2FAA">
        <w:t>tonneaux et barils de vin</w:t>
      </w:r>
      <w:r w:rsidR="00DE313F">
        <w:t xml:space="preserve"> ; </w:t>
      </w:r>
      <w:r w:rsidRPr="003D2FAA">
        <w:t>fourneaux portatifs et bi</w:t>
      </w:r>
      <w:r w:rsidRPr="003D2FAA">
        <w:t>l</w:t>
      </w:r>
      <w:r w:rsidRPr="003D2FAA">
        <w:t>lots de bouchers</w:t>
      </w:r>
      <w:r w:rsidR="00DE313F">
        <w:t>.</w:t>
      </w:r>
    </w:p>
    <w:p w14:paraId="43A72A48" w14:textId="77777777" w:rsidR="00DE313F" w:rsidRDefault="0074134D" w:rsidP="0074134D">
      <w:r w:rsidRPr="003D2FAA">
        <w:t>Un voile de fumée grasse mêlée à la poussière obscurcissait le tumultueux spectacle de la fête</w:t>
      </w:r>
      <w:r w:rsidR="00DE313F">
        <w:t xml:space="preserve"> ; </w:t>
      </w:r>
      <w:r w:rsidRPr="003D2FAA">
        <w:t xml:space="preserve">mais il semblait que ce fût moins cette fumée grasse que </w:t>
      </w:r>
      <w:r w:rsidRPr="003D2FAA">
        <w:lastRenderedPageBreak/>
        <w:t>l</w:t>
      </w:r>
      <w:r w:rsidR="00DE313F">
        <w:t>’</w:t>
      </w:r>
      <w:r w:rsidRPr="003D2FAA">
        <w:t>étourdissement causé par la co</w:t>
      </w:r>
      <w:r w:rsidRPr="003D2FAA">
        <w:t>n</w:t>
      </w:r>
      <w:r w:rsidRPr="003D2FAA">
        <w:t>fusion et le vacarme qui empêchait de voir clairement les détails de la fête</w:t>
      </w:r>
      <w:r w:rsidR="00DE313F">
        <w:t>.</w:t>
      </w:r>
    </w:p>
    <w:p w14:paraId="54C427B8" w14:textId="77777777" w:rsidR="00DE313F" w:rsidRDefault="0074134D" w:rsidP="0074134D">
      <w:r w:rsidRPr="003D2FAA">
        <w:t>Pourtant ce n</w:t>
      </w:r>
      <w:r w:rsidR="00DE313F">
        <w:t>’</w:t>
      </w:r>
      <w:r w:rsidRPr="003D2FAA">
        <w:t>étaient pas des cris de fête</w:t>
      </w:r>
      <w:r w:rsidR="00DE313F">
        <w:t xml:space="preserve">, </w:t>
      </w:r>
      <w:r w:rsidRPr="003D2FAA">
        <w:t>des cris joyeux</w:t>
      </w:r>
      <w:r w:rsidR="00DE313F">
        <w:t xml:space="preserve">, </w:t>
      </w:r>
      <w:r w:rsidRPr="003D2FAA">
        <w:t>mais des cris arrachés par la violence d</w:t>
      </w:r>
      <w:r w:rsidR="00DE313F">
        <w:t>’</w:t>
      </w:r>
      <w:r w:rsidRPr="003D2FAA">
        <w:t>une cruelle douleur</w:t>
      </w:r>
      <w:r w:rsidR="00DE313F">
        <w:t xml:space="preserve">. </w:t>
      </w:r>
      <w:r w:rsidRPr="003D2FAA">
        <w:t>Oh</w:t>
      </w:r>
      <w:r w:rsidR="00DE313F">
        <w:t xml:space="preserve"> ! </w:t>
      </w:r>
      <w:r w:rsidRPr="003D2FAA">
        <w:t>sensibilité humaine</w:t>
      </w:r>
      <w:r w:rsidR="00DE313F">
        <w:t xml:space="preserve"> ! </w:t>
      </w:r>
      <w:r w:rsidRPr="003D2FAA">
        <w:t>Les marchands ambulants criant leurs marchandises</w:t>
      </w:r>
      <w:r w:rsidR="00DE313F">
        <w:t xml:space="preserve">, </w:t>
      </w:r>
      <w:r w:rsidRPr="003D2FAA">
        <w:t>les cabaretiers invitant les gens à leurs tables toutes préparées</w:t>
      </w:r>
      <w:r w:rsidR="00DE313F">
        <w:t xml:space="preserve">, </w:t>
      </w:r>
      <w:r w:rsidRPr="003D2FAA">
        <w:t>les bouchers à leurs bancs de vente</w:t>
      </w:r>
      <w:r w:rsidR="00DE313F">
        <w:t xml:space="preserve">, </w:t>
      </w:r>
      <w:r w:rsidRPr="003D2FAA">
        <w:t>tous poussaient leurs cris</w:t>
      </w:r>
      <w:r w:rsidR="00DE313F">
        <w:t xml:space="preserve">, </w:t>
      </w:r>
      <w:r w:rsidRPr="003D2FAA">
        <w:t>sans le savoir</w:t>
      </w:r>
      <w:r w:rsidR="00DE313F">
        <w:t xml:space="preserve">, </w:t>
      </w:r>
      <w:r w:rsidRPr="003D2FAA">
        <w:t>peut-être plus haut que les hurlements terribles des porcs qui</w:t>
      </w:r>
      <w:r w:rsidR="00DE313F">
        <w:t xml:space="preserve">, </w:t>
      </w:r>
      <w:r w:rsidRPr="003D2FAA">
        <w:t>là même</w:t>
      </w:r>
      <w:r w:rsidR="00DE313F">
        <w:t xml:space="preserve">, </w:t>
      </w:r>
      <w:r w:rsidRPr="003D2FAA">
        <w:t>au milieu de la foule</w:t>
      </w:r>
      <w:r w:rsidR="00DE313F">
        <w:t xml:space="preserve">, </w:t>
      </w:r>
      <w:r w:rsidRPr="003D2FAA">
        <w:t>étaient égorgés</w:t>
      </w:r>
      <w:r w:rsidR="00DE313F">
        <w:t xml:space="preserve">, </w:t>
      </w:r>
      <w:r w:rsidRPr="003D2FAA">
        <w:t>ouverts</w:t>
      </w:r>
      <w:r w:rsidR="00DE313F">
        <w:t xml:space="preserve">, </w:t>
      </w:r>
      <w:r w:rsidRPr="003D2FAA">
        <w:t>échaudés et mis en quartiers</w:t>
      </w:r>
      <w:r w:rsidR="00DE313F">
        <w:t xml:space="preserve">. </w:t>
      </w:r>
      <w:r w:rsidRPr="003D2FAA">
        <w:t>Et les cloches de la gracieuse petite église</w:t>
      </w:r>
      <w:r w:rsidR="00DE313F">
        <w:t xml:space="preserve">, </w:t>
      </w:r>
      <w:r w:rsidRPr="003D2FAA">
        <w:t>en sonnant à toute volée sans pause</w:t>
      </w:r>
      <w:r w:rsidR="00DE313F">
        <w:t xml:space="preserve">, </w:t>
      </w:r>
      <w:r w:rsidRPr="003D2FAA">
        <w:t>aidaient les voix humaines à couvrir pieusement ce vacarme</w:t>
      </w:r>
      <w:r w:rsidR="00DE313F">
        <w:t>.</w:t>
      </w:r>
    </w:p>
    <w:p w14:paraId="72DF4CE5" w14:textId="77777777" w:rsidR="00DE313F" w:rsidRDefault="0074134D" w:rsidP="0074134D">
      <w:r w:rsidRPr="003D2FAA">
        <w:t>Vous dites</w:t>
      </w:r>
      <w:r w:rsidR="00DE313F">
        <w:t xml:space="preserve"> : </w:t>
      </w:r>
      <w:r w:rsidRPr="003D2FAA">
        <w:t>mais au moins pourquoi ne tue-t-on pas tous ces porcs loin de la foule</w:t>
      </w:r>
      <w:r w:rsidR="00DE313F">
        <w:t xml:space="preserve"> ? </w:t>
      </w:r>
      <w:r w:rsidRPr="003D2FAA">
        <w:t>Et je vous réponds</w:t>
      </w:r>
      <w:r w:rsidR="00DE313F">
        <w:t xml:space="preserve"> : </w:t>
      </w:r>
      <w:r w:rsidRPr="003D2FAA">
        <w:t>mais parce que la fête perdrait un de ses caractères traditionnels et peut-être son caractère sacré d</w:t>
      </w:r>
      <w:r w:rsidR="00DE313F">
        <w:t>’</w:t>
      </w:r>
      <w:r w:rsidRPr="003D2FAA">
        <w:t>immolation</w:t>
      </w:r>
      <w:r w:rsidR="00DE313F">
        <w:t>.</w:t>
      </w:r>
    </w:p>
    <w:p w14:paraId="415F51D6" w14:textId="77777777" w:rsidR="00DE313F" w:rsidRDefault="0074134D" w:rsidP="0074134D">
      <w:pPr>
        <w:rPr>
          <w:i/>
          <w:iCs/>
        </w:rPr>
      </w:pPr>
      <w:r w:rsidRPr="003D2FAA">
        <w:t>Vous ne pensez pas au sentiment religieux</w:t>
      </w:r>
      <w:r w:rsidR="00DE313F">
        <w:t xml:space="preserve">, </w:t>
      </w:r>
      <w:proofErr w:type="spellStart"/>
      <w:r w:rsidRPr="003D2FAA">
        <w:rPr>
          <w:i/>
          <w:iCs/>
        </w:rPr>
        <w:t>signori</w:t>
      </w:r>
      <w:proofErr w:type="spellEnd"/>
      <w:r w:rsidR="00DE313F">
        <w:rPr>
          <w:i/>
          <w:iCs/>
        </w:rPr>
        <w:t>.</w:t>
      </w:r>
    </w:p>
    <w:p w14:paraId="45F76971" w14:textId="77777777" w:rsidR="00DE313F" w:rsidRDefault="0074134D" w:rsidP="0074134D">
      <w:r w:rsidRPr="003D2FAA">
        <w:t>J</w:t>
      </w:r>
      <w:r w:rsidR="00DE313F">
        <w:t>’</w:t>
      </w:r>
      <w:r w:rsidRPr="003D2FAA">
        <w:t>ai vu bien des gens pâlir</w:t>
      </w:r>
      <w:r w:rsidR="00DE313F">
        <w:t xml:space="preserve">, </w:t>
      </w:r>
      <w:r w:rsidRPr="003D2FAA">
        <w:t>se boucher les oreilles avec les mains</w:t>
      </w:r>
      <w:r w:rsidR="00DE313F">
        <w:t xml:space="preserve">, </w:t>
      </w:r>
      <w:r w:rsidRPr="003D2FAA">
        <w:t>détourner leur visage pour ne pas voir le couteau rituel brandi se plonger dans la gueule du porc tenu violemment par huit bras nus ensanglantés</w:t>
      </w:r>
      <w:r w:rsidR="00DE313F">
        <w:t xml:space="preserve"> ; </w:t>
      </w:r>
      <w:r w:rsidRPr="003D2FAA">
        <w:t>et à dire la vérité j</w:t>
      </w:r>
      <w:r w:rsidR="00DE313F">
        <w:t>’</w:t>
      </w:r>
      <w:r w:rsidRPr="003D2FAA">
        <w:t>ai détourné moi aussi le visage</w:t>
      </w:r>
      <w:r w:rsidR="00DE313F">
        <w:t xml:space="preserve">, </w:t>
      </w:r>
      <w:r w:rsidRPr="003D2FAA">
        <w:t>en déplorant intérieurement avec amertume que l</w:t>
      </w:r>
      <w:r w:rsidR="00DE313F">
        <w:t>’</w:t>
      </w:r>
      <w:r w:rsidRPr="003D2FAA">
        <w:t>homme</w:t>
      </w:r>
      <w:r w:rsidR="00DE313F">
        <w:t xml:space="preserve">, </w:t>
      </w:r>
      <w:r w:rsidRPr="003D2FAA">
        <w:t>à mesure qu</w:t>
      </w:r>
      <w:r w:rsidR="00DE313F">
        <w:t>’</w:t>
      </w:r>
      <w:r w:rsidRPr="003D2FAA">
        <w:t>il progresse en civilisation</w:t>
      </w:r>
      <w:r w:rsidR="00DE313F">
        <w:t xml:space="preserve">, </w:t>
      </w:r>
      <w:r w:rsidRPr="003D2FAA">
        <w:t>devienne toujours plus faible et perde toujours davantage le sentiment rel</w:t>
      </w:r>
      <w:r w:rsidRPr="003D2FAA">
        <w:t>i</w:t>
      </w:r>
      <w:r w:rsidRPr="003D2FAA">
        <w:t>gieux</w:t>
      </w:r>
      <w:r w:rsidR="00DE313F">
        <w:t xml:space="preserve">, </w:t>
      </w:r>
      <w:r w:rsidRPr="003D2FAA">
        <w:t>tout en cherchant à le mieux acquérir</w:t>
      </w:r>
      <w:r w:rsidR="00DE313F">
        <w:t xml:space="preserve">. </w:t>
      </w:r>
      <w:r w:rsidRPr="003D2FAA">
        <w:t>Il continue</w:t>
      </w:r>
      <w:r w:rsidR="00DE313F">
        <w:t xml:space="preserve">, </w:t>
      </w:r>
      <w:r w:rsidRPr="003D2FAA">
        <w:t>oui certes</w:t>
      </w:r>
      <w:r w:rsidR="00DE313F">
        <w:t xml:space="preserve">, </w:t>
      </w:r>
      <w:r w:rsidRPr="003D2FAA">
        <w:t>à manger du porc</w:t>
      </w:r>
      <w:r w:rsidR="00DE313F">
        <w:t xml:space="preserve"> ; </w:t>
      </w:r>
      <w:r w:rsidRPr="003D2FAA">
        <w:t>et assiste volontiers à la fabrication des saucisses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enlèvement du cœur</w:t>
      </w:r>
      <w:r w:rsidR="00DE313F">
        <w:t xml:space="preserve">, </w:t>
      </w:r>
      <w:r w:rsidRPr="003D2FAA">
        <w:t>du foie et du mou de la bête</w:t>
      </w:r>
      <w:r w:rsidR="00DE313F">
        <w:t xml:space="preserve">, </w:t>
      </w:r>
      <w:r w:rsidRPr="003D2FAA">
        <w:t>à la coupe nette du foie brillant</w:t>
      </w:r>
      <w:r w:rsidR="00DE313F">
        <w:t xml:space="preserve">, </w:t>
      </w:r>
      <w:r w:rsidRPr="003D2FAA">
        <w:t>compact et qui tremble</w:t>
      </w:r>
      <w:r w:rsidR="00DE313F">
        <w:t xml:space="preserve"> ; </w:t>
      </w:r>
      <w:r w:rsidRPr="003D2FAA">
        <w:t>mais il détourne le visage à l</w:t>
      </w:r>
      <w:r w:rsidR="00DE313F">
        <w:t>’</w:t>
      </w:r>
      <w:r w:rsidRPr="003D2FAA">
        <w:t>acte d</w:t>
      </w:r>
      <w:r w:rsidR="00DE313F">
        <w:t>’</w:t>
      </w:r>
      <w:r w:rsidRPr="003D2FAA">
        <w:t>immolation</w:t>
      </w:r>
      <w:r w:rsidR="00DE313F">
        <w:t xml:space="preserve">. </w:t>
      </w:r>
      <w:r w:rsidRPr="003D2FAA">
        <w:t xml:space="preserve">Car maintenant est certainement effacé </w:t>
      </w:r>
      <w:r w:rsidRPr="003D2FAA">
        <w:lastRenderedPageBreak/>
        <w:t>le souvenir de l</w:t>
      </w:r>
      <w:r w:rsidR="00DE313F">
        <w:t>’</w:t>
      </w:r>
      <w:r w:rsidRPr="003D2FAA">
        <w:t>antique Maïa</w:t>
      </w:r>
      <w:r w:rsidR="00DE313F">
        <w:t xml:space="preserve">, </w:t>
      </w:r>
      <w:r w:rsidRPr="003D2FAA">
        <w:t>mère du dieu Mercure</w:t>
      </w:r>
      <w:r w:rsidR="00DE313F">
        <w:t xml:space="preserve">, </w:t>
      </w:r>
      <w:r w:rsidRPr="003D2FAA">
        <w:t>dont la pose rappelle le second nom</w:t>
      </w:r>
      <w:r w:rsidR="00DE313F">
        <w:t>.</w:t>
      </w:r>
    </w:p>
    <w:p w14:paraId="4D7D37BA" w14:textId="3C65B811" w:rsidR="00DE313F" w:rsidRDefault="0074134D" w:rsidP="0074134D">
      <w:r w:rsidRPr="003D2FAA">
        <w:t>Sur le tard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 xml:space="preserve">ai revu </w:t>
      </w:r>
      <w:r w:rsidR="00DE313F">
        <w:t>M. </w:t>
      </w:r>
      <w:proofErr w:type="spellStart"/>
      <w:r w:rsidRPr="003D2FAA">
        <w:t>Lavaccara</w:t>
      </w:r>
      <w:proofErr w:type="spellEnd"/>
      <w:r w:rsidR="00DE313F">
        <w:t xml:space="preserve">, </w:t>
      </w:r>
      <w:r w:rsidRPr="003D2FAA">
        <w:t>suant</w:t>
      </w:r>
      <w:r w:rsidR="00DE313F">
        <w:t xml:space="preserve">, </w:t>
      </w:r>
      <w:r w:rsidRPr="003D2FAA">
        <w:t>navré</w:t>
      </w:r>
      <w:r w:rsidR="00DE313F">
        <w:t xml:space="preserve">, </w:t>
      </w:r>
      <w:r w:rsidRPr="003D2FAA">
        <w:t>sans j</w:t>
      </w:r>
      <w:r w:rsidRPr="003D2FAA">
        <w:t>a</w:t>
      </w:r>
      <w:r w:rsidRPr="003D2FAA">
        <w:t>quette</w:t>
      </w:r>
      <w:r w:rsidR="00DE313F">
        <w:t xml:space="preserve">, </w:t>
      </w:r>
      <w:r w:rsidRPr="003D2FAA">
        <w:t>tout révolutionné</w:t>
      </w:r>
      <w:r w:rsidR="00DE313F">
        <w:t xml:space="preserve">, </w:t>
      </w:r>
      <w:r w:rsidRPr="003D2FAA">
        <w:t>se rendre</w:t>
      </w:r>
      <w:r w:rsidR="00DE313F">
        <w:t xml:space="preserve">, </w:t>
      </w:r>
      <w:r w:rsidRPr="003D2FAA">
        <w:t>un grand récipient dans les mains</w:t>
      </w:r>
      <w:r w:rsidR="00DE313F">
        <w:t xml:space="preserve">, </w:t>
      </w:r>
      <w:r w:rsidRPr="003D2FAA">
        <w:t>suivi des deux petits</w:t>
      </w:r>
      <w:r w:rsidR="00DE313F">
        <w:t xml:space="preserve">, </w:t>
      </w:r>
      <w:r w:rsidRPr="003D2FAA">
        <w:t>au banc du charcutier auquel il avait vendu sa bête intelligente</w:t>
      </w:r>
      <w:r w:rsidR="00DE313F">
        <w:t xml:space="preserve">. </w:t>
      </w:r>
      <w:r w:rsidRPr="003D2FAA">
        <w:t>Il allait lui réclamer</w:t>
      </w:r>
      <w:r w:rsidR="00DE313F">
        <w:t xml:space="preserve"> – </w:t>
      </w:r>
      <w:r w:rsidRPr="003D2FAA">
        <w:t>condition de la vente</w:t>
      </w:r>
      <w:r w:rsidR="00DE313F">
        <w:t xml:space="preserve"> – </w:t>
      </w:r>
      <w:r w:rsidRPr="003D2FAA">
        <w:t>la tête de l</w:t>
      </w:r>
      <w:r w:rsidR="00DE313F">
        <w:t>’</w:t>
      </w:r>
      <w:r w:rsidRPr="003D2FAA">
        <w:t>animal et le foie entier</w:t>
      </w:r>
      <w:r w:rsidR="00DE313F">
        <w:t>.</w:t>
      </w:r>
    </w:p>
    <w:p w14:paraId="547A26A3" w14:textId="01DE7AE7" w:rsidR="00DE313F" w:rsidRDefault="0074134D" w:rsidP="0074134D">
      <w:r w:rsidRPr="003D2FAA">
        <w:t>Cette fois encore</w:t>
      </w:r>
      <w:r w:rsidR="00DE313F">
        <w:t xml:space="preserve">, </w:t>
      </w:r>
      <w:r w:rsidRPr="003D2FAA">
        <w:t>mais avec plus de raison</w:t>
      </w:r>
      <w:r w:rsidR="00DE313F">
        <w:t>, M. </w:t>
      </w:r>
      <w:proofErr w:type="spellStart"/>
      <w:r w:rsidRPr="003D2FAA">
        <w:t>Lavaccara</w:t>
      </w:r>
      <w:proofErr w:type="spellEnd"/>
      <w:r w:rsidRPr="003D2FAA">
        <w:t xml:space="preserve"> a feint de ne pas me voir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un des deux petits pleurait</w:t>
      </w:r>
      <w:r w:rsidR="00DE313F">
        <w:t xml:space="preserve"> ; </w:t>
      </w:r>
      <w:r w:rsidRPr="003D2FAA">
        <w:t>mais je veux croire qu</w:t>
      </w:r>
      <w:r w:rsidR="00DE313F">
        <w:t>’</w:t>
      </w:r>
      <w:r w:rsidRPr="003D2FAA">
        <w:t>il ne pleurait pas parce qu</w:t>
      </w:r>
      <w:r w:rsidR="00DE313F">
        <w:t>’</w:t>
      </w:r>
      <w:r w:rsidRPr="003D2FAA">
        <w:t>il allait voir la pâle tête ensanglantée de la chère grosse bête baveuse qu</w:t>
      </w:r>
      <w:r w:rsidR="00DE313F">
        <w:t>’</w:t>
      </w:r>
      <w:r w:rsidRPr="003D2FAA">
        <w:t>il avait caressée pendant près de deux ans dans la cour de la maison</w:t>
      </w:r>
      <w:r w:rsidR="00DE313F">
        <w:t xml:space="preserve">. </w:t>
      </w:r>
      <w:r w:rsidRPr="003D2FAA">
        <w:t>Le père la contemplera</w:t>
      </w:r>
      <w:r w:rsidR="00DE313F">
        <w:t xml:space="preserve">, </w:t>
      </w:r>
      <w:r w:rsidRPr="003D2FAA">
        <w:t>cette tête aux larges oreilles basses</w:t>
      </w:r>
      <w:r w:rsidR="00DE313F">
        <w:t xml:space="preserve">, </w:t>
      </w:r>
      <w:r w:rsidRPr="003D2FAA">
        <w:t>aux yeux lou</w:t>
      </w:r>
      <w:r w:rsidRPr="003D2FAA">
        <w:t>r</w:t>
      </w:r>
      <w:r w:rsidRPr="003D2FAA">
        <w:t>dement fermés</w:t>
      </w:r>
      <w:r w:rsidR="00DE313F">
        <w:t xml:space="preserve">, </w:t>
      </w:r>
      <w:r w:rsidRPr="003D2FAA">
        <w:t>et peut-être la contemplera-t-il avec regret pour louer encore une fois son intelligence</w:t>
      </w:r>
      <w:r w:rsidR="00DE313F">
        <w:t xml:space="preserve"> ; </w:t>
      </w:r>
      <w:r w:rsidRPr="003D2FAA">
        <w:t>et par cette maudite ob</w:t>
      </w:r>
      <w:r w:rsidRPr="003D2FAA">
        <w:t>s</w:t>
      </w:r>
      <w:r w:rsidRPr="003D2FAA">
        <w:t>tination</w:t>
      </w:r>
      <w:r w:rsidR="00DE313F">
        <w:t xml:space="preserve">, </w:t>
      </w:r>
      <w:r w:rsidRPr="003D2FAA">
        <w:t>il se gâtera le plaisir de la manger</w:t>
      </w:r>
      <w:r w:rsidR="00DE313F">
        <w:t>.</w:t>
      </w:r>
    </w:p>
    <w:p w14:paraId="5DBA5901" w14:textId="77777777" w:rsidR="00DE313F" w:rsidRDefault="0074134D" w:rsidP="0074134D">
      <w:r w:rsidRPr="003D2FAA">
        <w:t>Ah</w:t>
      </w:r>
      <w:r w:rsidR="00DE313F">
        <w:t xml:space="preserve"> ! </w:t>
      </w:r>
      <w:r w:rsidRPr="003D2FAA">
        <w:t>que ne m</w:t>
      </w:r>
      <w:r w:rsidR="00DE313F">
        <w:t>’</w:t>
      </w:r>
      <w:r w:rsidRPr="003D2FAA">
        <w:t>a-t-il invité à sa table</w:t>
      </w:r>
      <w:r w:rsidR="00DE313F">
        <w:t xml:space="preserve"> ! </w:t>
      </w:r>
      <w:r w:rsidRPr="003D2FAA">
        <w:t>Le grand chagrin m</w:t>
      </w:r>
      <w:r w:rsidR="00DE313F">
        <w:t>’</w:t>
      </w:r>
      <w:r w:rsidRPr="003D2FAA">
        <w:t>aurait été certainement épargné de voir</w:t>
      </w:r>
      <w:r w:rsidR="00DE313F">
        <w:t xml:space="preserve">, </w:t>
      </w:r>
      <w:r w:rsidRPr="003D2FAA">
        <w:t>moi seul étant à jeun</w:t>
      </w:r>
      <w:r w:rsidR="00DE313F">
        <w:t xml:space="preserve">, </w:t>
      </w:r>
      <w:r w:rsidRPr="003D2FAA">
        <w:t>moi seul les yeux non obscurcis par les vapeurs du vin</w:t>
      </w:r>
      <w:r w:rsidR="00DE313F">
        <w:t xml:space="preserve">, </w:t>
      </w:r>
      <w:r w:rsidRPr="003D2FAA">
        <w:t>toute cette humanité</w:t>
      </w:r>
      <w:r w:rsidR="00DE313F">
        <w:t xml:space="preserve">, </w:t>
      </w:r>
      <w:r w:rsidRPr="003D2FAA">
        <w:t>digne de tant d</w:t>
      </w:r>
      <w:r w:rsidR="00DE313F">
        <w:t>’</w:t>
      </w:r>
      <w:r w:rsidRPr="003D2FAA">
        <w:t>estime et de tant de re</w:t>
      </w:r>
      <w:r w:rsidRPr="003D2FAA">
        <w:t>s</w:t>
      </w:r>
      <w:r w:rsidRPr="003D2FAA">
        <w:t>pect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abaissant peu à peu à un état misérable sans une ombre de conscience</w:t>
      </w:r>
      <w:r w:rsidR="00DE313F">
        <w:t xml:space="preserve">, </w:t>
      </w:r>
      <w:r w:rsidRPr="003D2FAA">
        <w:t>sans le plus lointain souvenir des innombrables mérites qu</w:t>
      </w:r>
      <w:r w:rsidR="00DE313F">
        <w:t>’</w:t>
      </w:r>
      <w:r w:rsidRPr="003D2FAA">
        <w:t>au cours de tant de siècles elle a su acquérir au-dessus des autres bêtes de la terre par ses peines et avec ses ve</w:t>
      </w:r>
      <w:r w:rsidRPr="003D2FAA">
        <w:t>r</w:t>
      </w:r>
      <w:r w:rsidRPr="003D2FAA">
        <w:t>tus</w:t>
      </w:r>
      <w:r w:rsidR="00DE313F">
        <w:t xml:space="preserve">. </w:t>
      </w:r>
      <w:r w:rsidRPr="003D2FAA">
        <w:t>Les hommes la chemise débraillée</w:t>
      </w:r>
      <w:r w:rsidR="00DE313F">
        <w:t xml:space="preserve">, </w:t>
      </w:r>
      <w:r w:rsidRPr="003D2FAA">
        <w:t>les femmes sans ceinture</w:t>
      </w:r>
      <w:r w:rsidR="00DE313F">
        <w:t xml:space="preserve">, </w:t>
      </w:r>
      <w:r w:rsidRPr="003D2FAA">
        <w:t>des têtes branlantes</w:t>
      </w:r>
      <w:r w:rsidR="00DE313F">
        <w:t xml:space="preserve">, </w:t>
      </w:r>
      <w:r w:rsidRPr="003D2FAA">
        <w:t>des faces rouges</w:t>
      </w:r>
      <w:r w:rsidR="00DE313F">
        <w:t xml:space="preserve">, </w:t>
      </w:r>
      <w:r w:rsidRPr="003D2FAA">
        <w:t>des yeux la</w:t>
      </w:r>
      <w:r w:rsidRPr="003D2FAA">
        <w:t>r</w:t>
      </w:r>
      <w:r w:rsidRPr="003D2FAA">
        <w:t>moyants</w:t>
      </w:r>
      <w:r w:rsidR="00DE313F">
        <w:t xml:space="preserve">, </w:t>
      </w:r>
      <w:r w:rsidRPr="003D2FAA">
        <w:t>des danses folles entre les tables mises sens dessus dessous et les bancs renversés</w:t>
      </w:r>
      <w:r w:rsidR="00DE313F">
        <w:t xml:space="preserve"> ; </w:t>
      </w:r>
      <w:r w:rsidRPr="003D2FAA">
        <w:t>des chants grossiers et pleins d</w:t>
      </w:r>
      <w:r w:rsidR="00DE313F">
        <w:t>’</w:t>
      </w:r>
      <w:r w:rsidRPr="003D2FAA">
        <w:t>extravagances</w:t>
      </w:r>
      <w:r w:rsidR="00DE313F">
        <w:t xml:space="preserve">, </w:t>
      </w:r>
      <w:r w:rsidRPr="003D2FAA">
        <w:t>des tirs de boîtes</w:t>
      </w:r>
      <w:r w:rsidR="00DE313F">
        <w:t xml:space="preserve">, </w:t>
      </w:r>
      <w:r w:rsidRPr="003D2FAA">
        <w:t>des hurlements d</w:t>
      </w:r>
      <w:r w:rsidR="00DE313F">
        <w:t>’</w:t>
      </w:r>
      <w:r w:rsidRPr="003D2FAA">
        <w:t>enfants</w:t>
      </w:r>
      <w:r w:rsidR="00DE313F">
        <w:t xml:space="preserve">, </w:t>
      </w:r>
      <w:r w:rsidRPr="003D2FAA">
        <w:t>des rires désordonnés</w:t>
      </w:r>
      <w:r w:rsidR="00DE313F">
        <w:t> !</w:t>
      </w:r>
    </w:p>
    <w:p w14:paraId="7133E225" w14:textId="77777777" w:rsidR="00DE313F" w:rsidRDefault="0074134D" w:rsidP="0074134D">
      <w:r w:rsidRPr="003D2FAA">
        <w:lastRenderedPageBreak/>
        <w:t>En somme un pandémonium sous les nuages rouges</w:t>
      </w:r>
      <w:r w:rsidR="00DE313F">
        <w:t xml:space="preserve">, </w:t>
      </w:r>
      <w:r w:rsidRPr="003D2FAA">
        <w:t>épais et lourds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 coucher de soleil survenu presque avec effroi</w:t>
      </w:r>
      <w:r w:rsidR="00DE313F">
        <w:t>.</w:t>
      </w:r>
    </w:p>
    <w:p w14:paraId="7A96F0AD" w14:textId="77777777" w:rsidR="00DE313F" w:rsidRDefault="0074134D" w:rsidP="0074134D">
      <w:r w:rsidRPr="003D2FAA">
        <w:t>Sous ces nuages devenus peu à peu fumeux et sombres j</w:t>
      </w:r>
      <w:r w:rsidR="00DE313F">
        <w:t>’</w:t>
      </w:r>
      <w:r w:rsidRPr="003D2FAA">
        <w:t>ai vu</w:t>
      </w:r>
      <w:r w:rsidR="00DE313F">
        <w:t xml:space="preserve">, </w:t>
      </w:r>
      <w:r w:rsidRPr="003D2FAA">
        <w:t>peu après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appel des cloches</w:t>
      </w:r>
      <w:r w:rsidR="00DE313F">
        <w:t xml:space="preserve">, </w:t>
      </w:r>
      <w:r w:rsidRPr="003D2FAA">
        <w:t>se ramasser au mieux</w:t>
      </w:r>
      <w:r w:rsidR="00DE313F">
        <w:t xml:space="preserve">, </w:t>
      </w:r>
      <w:r w:rsidRPr="003D2FAA">
        <w:t>entre des poussées et des coups</w:t>
      </w:r>
      <w:r w:rsidR="00DE313F">
        <w:t xml:space="preserve">, </w:t>
      </w:r>
      <w:r w:rsidRPr="003D2FAA">
        <w:t>cette foule avinée et je l</w:t>
      </w:r>
      <w:r w:rsidR="00DE313F">
        <w:t>’</w:t>
      </w:r>
      <w:r w:rsidRPr="003D2FAA">
        <w:t>ai vue se mettre en procession derrière ce Christ flagellé sur sa croix noire</w:t>
      </w:r>
      <w:r w:rsidR="00DE313F">
        <w:t xml:space="preserve">, </w:t>
      </w:r>
      <w:r w:rsidRPr="003D2FAA">
        <w:t>ce Christ tiré hors de l</w:t>
      </w:r>
      <w:r w:rsidR="00DE313F">
        <w:t>’</w:t>
      </w:r>
      <w:r w:rsidRPr="003D2FAA">
        <w:t>église</w:t>
      </w:r>
      <w:r w:rsidR="00DE313F">
        <w:t xml:space="preserve">, </w:t>
      </w:r>
      <w:r w:rsidRPr="003D2FAA">
        <w:t>porté par un clerc pâle et suivi par quelques prêtres portant l</w:t>
      </w:r>
      <w:r w:rsidR="00DE313F">
        <w:t>’</w:t>
      </w:r>
      <w:r w:rsidRPr="003D2FAA">
        <w:t>aube et l</w:t>
      </w:r>
      <w:r w:rsidR="00DE313F">
        <w:t>’</w:t>
      </w:r>
      <w:r w:rsidRPr="003D2FAA">
        <w:t>étole et n</w:t>
      </w:r>
      <w:r w:rsidR="00DE313F">
        <w:t>’</w:t>
      </w:r>
      <w:r w:rsidRPr="003D2FAA">
        <w:t>ayant pas bu</w:t>
      </w:r>
      <w:r w:rsidR="00DE313F">
        <w:t>.</w:t>
      </w:r>
    </w:p>
    <w:p w14:paraId="7B5EB825" w14:textId="77777777" w:rsidR="00DE313F" w:rsidRDefault="0074134D" w:rsidP="0074134D">
      <w:r w:rsidRPr="003D2FAA">
        <w:t>Deux gros porcs échappés par chance à la boucherie et étendus au pied d</w:t>
      </w:r>
      <w:r w:rsidR="00DE313F">
        <w:t>’</w:t>
      </w:r>
      <w:r w:rsidRPr="003D2FAA">
        <w:t>un figuier</w:t>
      </w:r>
      <w:r w:rsidR="00DE313F">
        <w:t xml:space="preserve">, </w:t>
      </w:r>
      <w:r w:rsidRPr="003D2FAA">
        <w:t>voyant passer cette procession</w:t>
      </w:r>
      <w:r w:rsidR="00DE313F">
        <w:t xml:space="preserve">, </w:t>
      </w:r>
      <w:r w:rsidRPr="003D2FAA">
        <w:t>il me sembla qu</w:t>
      </w:r>
      <w:r w:rsidR="00DE313F">
        <w:t>’</w:t>
      </w:r>
      <w:r w:rsidRPr="003D2FAA">
        <w:t>ils se regardaient tous deux comme pour se dire</w:t>
      </w:r>
      <w:r w:rsidR="00DE313F">
        <w:t> :</w:t>
      </w:r>
    </w:p>
    <w:p w14:paraId="4289FBD5" w14:textId="77777777" w:rsidR="00DE313F" w:rsidRDefault="00DE313F" w:rsidP="0074134D">
      <w:r>
        <w:t>— </w:t>
      </w:r>
      <w:r w:rsidR="0074134D" w:rsidRPr="003D2FAA">
        <w:t>Voilà</w:t>
      </w:r>
      <w:r>
        <w:t xml:space="preserve">, </w:t>
      </w:r>
      <w:r w:rsidR="0074134D" w:rsidRPr="003D2FAA">
        <w:t>frère</w:t>
      </w:r>
      <w:r>
        <w:t xml:space="preserve">, </w:t>
      </w:r>
      <w:r w:rsidR="0074134D" w:rsidRPr="003D2FAA">
        <w:t>tu vois</w:t>
      </w:r>
      <w:r>
        <w:t xml:space="preserve"> ? </w:t>
      </w:r>
      <w:r w:rsidR="0074134D" w:rsidRPr="003D2FAA">
        <w:t>Et puis ils disent que c</w:t>
      </w:r>
      <w:r>
        <w:t>’</w:t>
      </w:r>
      <w:r w:rsidR="0074134D" w:rsidRPr="003D2FAA">
        <w:t>est nous qui sommes les porcs</w:t>
      </w:r>
      <w:r>
        <w:t> !</w:t>
      </w:r>
    </w:p>
    <w:p w14:paraId="00DFDE28" w14:textId="77777777" w:rsidR="00DE313F" w:rsidRDefault="0074134D" w:rsidP="0074134D">
      <w:r w:rsidRPr="003D2FAA">
        <w:t>Je me sentis blessé jusqu</w:t>
      </w:r>
      <w:r w:rsidR="00DE313F">
        <w:t>’</w:t>
      </w:r>
      <w:r w:rsidRPr="003D2FAA">
        <w:t>à l</w:t>
      </w:r>
      <w:r w:rsidR="00DE313F">
        <w:t>’</w:t>
      </w:r>
      <w:r w:rsidRPr="003D2FAA">
        <w:t>âme sous ce regard et je fixai</w:t>
      </w:r>
      <w:r w:rsidR="00DE313F">
        <w:t xml:space="preserve">, </w:t>
      </w:r>
      <w:r w:rsidRPr="003D2FAA">
        <w:t>moi aussi</w:t>
      </w:r>
      <w:r w:rsidR="00DE313F">
        <w:t xml:space="preserve">, </w:t>
      </w:r>
      <w:r w:rsidRPr="003D2FAA">
        <w:t>la foule ivre qui passait devant moi</w:t>
      </w:r>
      <w:r w:rsidR="00DE313F">
        <w:t xml:space="preserve">. </w:t>
      </w:r>
      <w:r w:rsidRPr="003D2FAA">
        <w:t>Mais 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voilà</w:t>
      </w:r>
      <w:r w:rsidR="00DE313F">
        <w:t xml:space="preserve"> – </w:t>
      </w:r>
      <w:r w:rsidRPr="003D2FAA">
        <w:t>oh</w:t>
      </w:r>
      <w:r w:rsidR="00DE313F">
        <w:t xml:space="preserve"> ! </w:t>
      </w:r>
      <w:r w:rsidRPr="003D2FAA">
        <w:t>consolation</w:t>
      </w:r>
      <w:r w:rsidR="00DE313F">
        <w:t xml:space="preserve"> ! </w:t>
      </w:r>
      <w:r w:rsidRPr="003D2FAA">
        <w:t>Je vis qu</w:t>
      </w:r>
      <w:r w:rsidR="00DE313F">
        <w:t>’</w:t>
      </w:r>
      <w:r w:rsidRPr="003D2FAA">
        <w:t>elle pleurait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elle pleurait toute cette foule avinée</w:t>
      </w:r>
      <w:r w:rsidR="00DE313F">
        <w:t xml:space="preserve">, </w:t>
      </w:r>
      <w:r w:rsidRPr="003D2FAA">
        <w:t>elle sanglotait</w:t>
      </w:r>
      <w:r w:rsidR="00DE313F">
        <w:t xml:space="preserve">, </w:t>
      </w:r>
      <w:r w:rsidRPr="003D2FAA">
        <w:t>elle se donnait des coups de poing sur la poitrine</w:t>
      </w:r>
      <w:r w:rsidR="00DE313F">
        <w:t xml:space="preserve">, </w:t>
      </w:r>
      <w:r w:rsidRPr="003D2FAA">
        <w:t>elle arrachait ses cheveux en désordre</w:t>
      </w:r>
      <w:r w:rsidR="00DE313F">
        <w:t xml:space="preserve">, </w:t>
      </w:r>
      <w:r w:rsidRPr="003D2FAA">
        <w:t>titubant</w:t>
      </w:r>
      <w:r w:rsidR="00DE313F">
        <w:t xml:space="preserve">, </w:t>
      </w:r>
      <w:r w:rsidRPr="003D2FAA">
        <w:t>se tenant à peine sur ses pieds derrière ce Christ so</w:t>
      </w:r>
      <w:r w:rsidRPr="003D2FAA">
        <w:t>r</w:t>
      </w:r>
      <w:r w:rsidRPr="003D2FAA">
        <w:t>tant de la flagellation</w:t>
      </w:r>
      <w:r w:rsidR="00DE313F">
        <w:t xml:space="preserve">. </w:t>
      </w:r>
      <w:r w:rsidRPr="003D2FAA">
        <w:t>Elle avait mangé du porc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était enivrée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 vrai</w:t>
      </w:r>
      <w:r w:rsidR="00DE313F">
        <w:t xml:space="preserve">, </w:t>
      </w:r>
      <w:r w:rsidRPr="003D2FAA">
        <w:t>mais maintenant elle pleurait désespérément derrière son Christ</w:t>
      </w:r>
      <w:r w:rsidR="00DE313F">
        <w:t> !</w:t>
      </w:r>
    </w:p>
    <w:p w14:paraId="5261BA35" w14:textId="77777777" w:rsidR="00DE313F" w:rsidRDefault="0074134D" w:rsidP="0074134D">
      <w:r w:rsidRPr="003D2FAA">
        <w:t>Mourir saigné ce n</w:t>
      </w:r>
      <w:r w:rsidR="00DE313F">
        <w:t>’</w:t>
      </w:r>
      <w:r w:rsidRPr="003D2FAA">
        <w:t>est rien</w:t>
      </w:r>
      <w:r w:rsidR="00DE313F">
        <w:t xml:space="preserve">, </w:t>
      </w:r>
      <w:r w:rsidRPr="003D2FAA">
        <w:t>ô stupides bêtes</w:t>
      </w:r>
      <w:r w:rsidR="00DE313F">
        <w:t xml:space="preserve"> ! </w:t>
      </w:r>
      <w:r w:rsidRPr="003D2FAA">
        <w:t>m</w:t>
      </w:r>
      <w:r w:rsidR="00DE313F">
        <w:t>’</w:t>
      </w:r>
      <w:r w:rsidRPr="003D2FAA">
        <w:t>écriai-je alors triomphant</w:t>
      </w:r>
      <w:r w:rsidR="00DE313F">
        <w:t xml:space="preserve">. – </w:t>
      </w:r>
      <w:r w:rsidRPr="003D2FAA">
        <w:t>Vous</w:t>
      </w:r>
      <w:r w:rsidR="00DE313F">
        <w:t xml:space="preserve">, </w:t>
      </w:r>
      <w:r w:rsidRPr="003D2FAA">
        <w:t>ô porcs</w:t>
      </w:r>
      <w:r w:rsidR="00DE313F">
        <w:t xml:space="preserve">, </w:t>
      </w:r>
      <w:r w:rsidRPr="003D2FAA">
        <w:t>vous vous la coulez grasse et en paix</w:t>
      </w:r>
      <w:r w:rsidR="00DE313F">
        <w:t xml:space="preserve">, </w:t>
      </w:r>
      <w:r w:rsidRPr="003D2FAA">
        <w:t>votre vie</w:t>
      </w:r>
      <w:r w:rsidR="00DE313F">
        <w:t xml:space="preserve">, </w:t>
      </w:r>
      <w:r w:rsidRPr="003D2FAA">
        <w:t>tout aussi longtemps qu</w:t>
      </w:r>
      <w:r w:rsidR="00DE313F">
        <w:t>’</w:t>
      </w:r>
      <w:r w:rsidRPr="003D2FAA">
        <w:t>elle dure</w:t>
      </w:r>
      <w:r w:rsidR="00DE313F">
        <w:t xml:space="preserve">. </w:t>
      </w:r>
      <w:r w:rsidRPr="003D2FAA">
        <w:t>Considérez celle des hommes maintenant</w:t>
      </w:r>
      <w:r w:rsidR="00DE313F">
        <w:t xml:space="preserve">. </w:t>
      </w:r>
      <w:r w:rsidRPr="003D2FAA">
        <w:t>Ils sont devenus comme des bêtes</w:t>
      </w:r>
      <w:r w:rsidR="00DE313F">
        <w:t xml:space="preserve">, </w:t>
      </w:r>
      <w:r w:rsidRPr="003D2FAA">
        <w:t xml:space="preserve">ils se sont enivrés et les voilà qui pleurent </w:t>
      </w:r>
      <w:r w:rsidRPr="003D2FAA">
        <w:lastRenderedPageBreak/>
        <w:t>inconsolabl</w:t>
      </w:r>
      <w:r w:rsidRPr="003D2FAA">
        <w:t>e</w:t>
      </w:r>
      <w:r w:rsidRPr="003D2FAA">
        <w:t>ment derrière ce Christ ensanglanté sur sa croix noire</w:t>
      </w:r>
      <w:r w:rsidR="00DE313F">
        <w:t> !</w:t>
      </w:r>
    </w:p>
    <w:p w14:paraId="220E0C08" w14:textId="77777777" w:rsidR="00DE313F" w:rsidRDefault="0074134D" w:rsidP="0074134D">
      <w:r w:rsidRPr="003D2FAA">
        <w:t>Et vous voulez une tragédie plus tragique que celle-là</w:t>
      </w:r>
      <w:r w:rsidR="00DE313F">
        <w:t> ?</w:t>
      </w:r>
    </w:p>
    <w:p w14:paraId="1C37D2E0" w14:textId="0A31581D" w:rsidR="0074134D" w:rsidRPr="00920F1B" w:rsidRDefault="0074134D" w:rsidP="00DE313F">
      <w:pPr>
        <w:pStyle w:val="Titre1"/>
      </w:pPr>
      <w:bookmarkStart w:id="7" w:name="_Toc193481999"/>
      <w:r w:rsidRPr="00920F1B">
        <w:lastRenderedPageBreak/>
        <w:t>TOUT POUR LE MIEUX</w:t>
      </w:r>
      <w:r w:rsidRPr="00DE313F">
        <w:rPr>
          <w:rStyle w:val="Appelnotedebasdep"/>
        </w:rPr>
        <w:footnoteReference w:id="1"/>
      </w:r>
      <w:bookmarkEnd w:id="7"/>
    </w:p>
    <w:p w14:paraId="24A194C6" w14:textId="77777777" w:rsidR="0074134D" w:rsidRPr="00920F1B" w:rsidRDefault="0074134D" w:rsidP="00DE313F">
      <w:pPr>
        <w:pStyle w:val="Titre2"/>
      </w:pPr>
      <w:bookmarkStart w:id="8" w:name="_Toc193482000"/>
      <w:r w:rsidRPr="00920F1B">
        <w:t>I</w:t>
      </w:r>
      <w:bookmarkEnd w:id="8"/>
    </w:p>
    <w:p w14:paraId="4B916748" w14:textId="77777777" w:rsidR="00DE313F" w:rsidRDefault="0074134D" w:rsidP="0074134D">
      <w:r w:rsidRPr="003D2FAA">
        <w:t xml:space="preserve">Mademoiselle Silvia </w:t>
      </w:r>
      <w:proofErr w:type="spellStart"/>
      <w:r w:rsidRPr="003D2FAA">
        <w:t>Ascensi</w:t>
      </w:r>
      <w:proofErr w:type="spellEnd"/>
      <w:r w:rsidR="00DE313F">
        <w:t xml:space="preserve">, </w:t>
      </w:r>
      <w:r w:rsidRPr="003D2FAA">
        <w:t>venue à Rome pour obtenir son transfert de l</w:t>
      </w:r>
      <w:r w:rsidR="00DE313F">
        <w:t>’</w:t>
      </w:r>
      <w:r w:rsidRPr="003D2FAA">
        <w:t xml:space="preserve">École normale de </w:t>
      </w:r>
      <w:proofErr w:type="spellStart"/>
      <w:r w:rsidRPr="003D2FAA">
        <w:t>Perugia</w:t>
      </w:r>
      <w:proofErr w:type="spellEnd"/>
      <w:r w:rsidRPr="003D2FAA">
        <w:t xml:space="preserve"> dans un autre siège</w:t>
      </w:r>
      <w:r w:rsidR="00DE313F">
        <w:t xml:space="preserve">, </w:t>
      </w:r>
      <w:r w:rsidRPr="003D2FAA">
        <w:t>quel qu</w:t>
      </w:r>
      <w:r w:rsidR="00DE313F">
        <w:t>’</w:t>
      </w:r>
      <w:r w:rsidRPr="003D2FAA">
        <w:t>il fût et où qu</w:t>
      </w:r>
      <w:r w:rsidR="00DE313F">
        <w:t>’</w:t>
      </w:r>
      <w:r w:rsidRPr="003D2FAA">
        <w:t>il fût</w:t>
      </w:r>
      <w:r w:rsidR="00DE313F">
        <w:t xml:space="preserve"> : </w:t>
      </w:r>
      <w:r w:rsidRPr="003D2FAA">
        <w:t>en Sicile au besoin</w:t>
      </w:r>
      <w:r w:rsidR="00DE313F">
        <w:t xml:space="preserve">, </w:t>
      </w:r>
      <w:r w:rsidRPr="003D2FAA">
        <w:t>en Sardaigne s</w:t>
      </w:r>
      <w:r w:rsidR="00DE313F">
        <w:t>’</w:t>
      </w:r>
      <w:r w:rsidRPr="003D2FAA">
        <w:t>il le fallait</w:t>
      </w:r>
      <w:r w:rsidR="00DE313F">
        <w:t xml:space="preserve"> ; </w:t>
      </w:r>
      <w:r w:rsidRPr="003D2FAA">
        <w:t xml:space="preserve">Mademoiselle </w:t>
      </w:r>
      <w:proofErr w:type="spellStart"/>
      <w:r w:rsidRPr="003D2FAA">
        <w:t>Ascensi</w:t>
      </w:r>
      <w:proofErr w:type="spellEnd"/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adressa pour l</w:t>
      </w:r>
      <w:r w:rsidR="00DE313F">
        <w:t>’</w:t>
      </w:r>
      <w:r w:rsidRPr="003D2FAA">
        <w:t xml:space="preserve">appuyer au jeune député de ce même collège de </w:t>
      </w:r>
      <w:proofErr w:type="spellStart"/>
      <w:r w:rsidRPr="003D2FAA">
        <w:t>Perugia</w:t>
      </w:r>
      <w:proofErr w:type="spellEnd"/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honorable Marco </w:t>
      </w:r>
      <w:proofErr w:type="spellStart"/>
      <w:r w:rsidRPr="003D2FAA">
        <w:t>Verona</w:t>
      </w:r>
      <w:proofErr w:type="spellEnd"/>
      <w:r w:rsidR="00DE313F">
        <w:t xml:space="preserve">. </w:t>
      </w:r>
      <w:r w:rsidRPr="003D2FAA">
        <w:t>Celui-ci avait été le disciple très affectionné</w:t>
      </w:r>
      <w:r w:rsidR="00DE313F">
        <w:t xml:space="preserve">, </w:t>
      </w:r>
      <w:r w:rsidRPr="003D2FAA">
        <w:t>très dévoué</w:t>
      </w:r>
      <w:r w:rsidR="00DE313F">
        <w:t xml:space="preserve">, </w:t>
      </w:r>
      <w:r w:rsidRPr="003D2FAA">
        <w:t>de son pauvre père</w:t>
      </w:r>
      <w:r w:rsidR="00DE313F">
        <w:t xml:space="preserve">, </w:t>
      </w:r>
      <w:r w:rsidRPr="003D2FAA">
        <w:t xml:space="preserve">le professeur </w:t>
      </w:r>
      <w:proofErr w:type="spellStart"/>
      <w:r w:rsidRPr="003D2FAA">
        <w:t>Ascensi</w:t>
      </w:r>
      <w:proofErr w:type="spellEnd"/>
      <w:r w:rsidR="00DE313F">
        <w:t xml:space="preserve">, </w:t>
      </w:r>
      <w:r w:rsidRPr="003D2FAA">
        <w:t>de l</w:t>
      </w:r>
      <w:r w:rsidR="00DE313F">
        <w:t>’</w:t>
      </w:r>
      <w:r w:rsidRPr="003D2FAA">
        <w:t xml:space="preserve">Université de </w:t>
      </w:r>
      <w:proofErr w:type="spellStart"/>
      <w:r w:rsidRPr="003D2FAA">
        <w:t>Perugia</w:t>
      </w:r>
      <w:proofErr w:type="spellEnd"/>
      <w:r w:rsidR="00DE313F">
        <w:t xml:space="preserve">, </w:t>
      </w:r>
      <w:r w:rsidRPr="003D2FAA">
        <w:t>physicien illustre</w:t>
      </w:r>
      <w:r w:rsidR="00DE313F">
        <w:t xml:space="preserve">, </w:t>
      </w:r>
      <w:r w:rsidRPr="003D2FAA">
        <w:t>mort</w:t>
      </w:r>
      <w:r w:rsidR="00DE313F">
        <w:t xml:space="preserve">, </w:t>
      </w:r>
      <w:r w:rsidRPr="003D2FAA">
        <w:t>depuis un an à peine</w:t>
      </w:r>
      <w:r w:rsidR="00DE313F">
        <w:t xml:space="preserve">, </w:t>
      </w:r>
      <w:r w:rsidRPr="003D2FAA">
        <w:t>dans un malheureux accident de laboratoire</w:t>
      </w:r>
      <w:r w:rsidR="00DE313F">
        <w:t>.</w:t>
      </w:r>
    </w:p>
    <w:p w14:paraId="7B5B67E0" w14:textId="77777777" w:rsidR="00DE313F" w:rsidRDefault="0074134D" w:rsidP="0074134D">
      <w:proofErr w:type="spellStart"/>
      <w:r w:rsidRPr="003D2FAA">
        <w:t>Verona</w:t>
      </w:r>
      <w:proofErr w:type="spellEnd"/>
      <w:r w:rsidRPr="003D2FAA">
        <w:t xml:space="preserve"> connaissait bien les motifs pour lesquels elle vo</w:t>
      </w:r>
      <w:r w:rsidRPr="003D2FAA">
        <w:t>u</w:t>
      </w:r>
      <w:r w:rsidRPr="003D2FAA">
        <w:t>lait quitter sa ville natale</w:t>
      </w:r>
      <w:r w:rsidR="00DE313F">
        <w:t xml:space="preserve"> ; </w:t>
      </w:r>
      <w:r w:rsidRPr="003D2FAA">
        <w:t>elle était certaine qu</w:t>
      </w:r>
      <w:r w:rsidR="00DE313F">
        <w:t>’</w:t>
      </w:r>
      <w:r w:rsidRPr="003D2FAA">
        <w:t>il ferait valoir en sa faveur la grande autorité qu</w:t>
      </w:r>
      <w:r w:rsidR="00DE313F">
        <w:t>’</w:t>
      </w:r>
      <w:r w:rsidRPr="003D2FAA">
        <w:t>il avait su acquérir au Parlement</w:t>
      </w:r>
      <w:r w:rsidR="00DE313F">
        <w:t>.</w:t>
      </w:r>
    </w:p>
    <w:p w14:paraId="13068FA7" w14:textId="77777777" w:rsidR="00DE313F" w:rsidRDefault="0074134D" w:rsidP="0074134D"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accueillit non seulement d</w:t>
      </w:r>
      <w:r w:rsidR="00DE313F">
        <w:t>’</w:t>
      </w:r>
      <w:r w:rsidRPr="003D2FAA">
        <w:t>une façon courtoise</w:t>
      </w:r>
      <w:r w:rsidR="00DE313F">
        <w:t xml:space="preserve">, </w:t>
      </w:r>
      <w:r w:rsidRPr="003D2FAA">
        <w:t>mais avec une véritable bienveillance</w:t>
      </w:r>
      <w:r w:rsidR="00DE313F">
        <w:t xml:space="preserve">. </w:t>
      </w:r>
      <w:r w:rsidRPr="003D2FAA">
        <w:t>Il eut même l</w:t>
      </w:r>
      <w:r w:rsidR="00DE313F">
        <w:t>’</w:t>
      </w:r>
      <w:r w:rsidRPr="003D2FAA">
        <w:t>affabilité de lui rappeler les visites qu</w:t>
      </w:r>
      <w:r w:rsidR="00DE313F">
        <w:t>’</w:t>
      </w:r>
      <w:r w:rsidRPr="003D2FAA">
        <w:t>il avait faites au regretté professeur alors qu</w:t>
      </w:r>
      <w:r w:rsidR="00DE313F">
        <w:t>’</w:t>
      </w:r>
      <w:r w:rsidRPr="003D2FAA">
        <w:t>il était étudiant</w:t>
      </w:r>
      <w:r w:rsidR="00DE313F">
        <w:t xml:space="preserve">, </w:t>
      </w:r>
      <w:r w:rsidRPr="003D2FAA">
        <w:t>et de lui dire qu</w:t>
      </w:r>
      <w:r w:rsidR="00DE313F">
        <w:t>’</w:t>
      </w:r>
      <w:r w:rsidRPr="003D2FAA">
        <w:t>elle avait assisté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ne se trompait point</w:t>
      </w:r>
      <w:r w:rsidR="00DE313F">
        <w:t xml:space="preserve">, </w:t>
      </w:r>
      <w:r w:rsidRPr="003D2FAA">
        <w:t>à quelques-unes de ces visites</w:t>
      </w:r>
      <w:r w:rsidR="00DE313F">
        <w:t xml:space="preserve">. </w:t>
      </w:r>
      <w:r w:rsidRPr="003D2FAA">
        <w:t>Elle était très jeune alors</w:t>
      </w:r>
      <w:r w:rsidR="00DE313F">
        <w:t xml:space="preserve">, </w:t>
      </w:r>
      <w:r w:rsidRPr="003D2FAA">
        <w:t xml:space="preserve">mais pas si petite </w:t>
      </w:r>
      <w:r w:rsidRPr="003D2FAA">
        <w:lastRenderedPageBreak/>
        <w:t>cependant puisque déjà</w:t>
      </w:r>
      <w:r w:rsidR="00DE313F">
        <w:t xml:space="preserve">, – </w:t>
      </w:r>
      <w:r w:rsidRPr="003D2FAA">
        <w:t>et cela sûrement</w:t>
      </w:r>
      <w:r w:rsidR="00DE313F">
        <w:t xml:space="preserve">, – </w:t>
      </w:r>
      <w:r w:rsidRPr="003D2FAA">
        <w:t>déjà elle était la secrétaire de son p</w:t>
      </w:r>
      <w:r w:rsidRPr="003D2FAA">
        <w:t>a</w:t>
      </w:r>
      <w:r w:rsidRPr="003D2FAA">
        <w:t>pa</w:t>
      </w:r>
      <w:r w:rsidR="00DE313F">
        <w:t>.</w:t>
      </w:r>
    </w:p>
    <w:p w14:paraId="0D9D0DC4" w14:textId="77777777" w:rsidR="00DE313F" w:rsidRDefault="0074134D" w:rsidP="0074134D">
      <w:r w:rsidRPr="003D2FAA">
        <w:t>À ce souvenir</w:t>
      </w:r>
      <w:r w:rsidR="00DE313F">
        <w:t xml:space="preserve">, </w:t>
      </w:r>
      <w:r w:rsidRPr="003D2FAA">
        <w:t xml:space="preserve">mademoiselle </w:t>
      </w:r>
      <w:proofErr w:type="spellStart"/>
      <w:r w:rsidRPr="003D2FAA">
        <w:t>Ascensi</w:t>
      </w:r>
      <w:proofErr w:type="spellEnd"/>
      <w:r w:rsidRPr="003D2FAA">
        <w:t xml:space="preserve"> devint toute rouge</w:t>
      </w:r>
      <w:r w:rsidR="00DE313F">
        <w:t xml:space="preserve">. </w:t>
      </w:r>
      <w:r w:rsidRPr="003D2FAA">
        <w:t>Toute petite</w:t>
      </w:r>
      <w:r w:rsidR="00DE313F">
        <w:t xml:space="preserve"> ? </w:t>
      </w:r>
      <w:r w:rsidRPr="003D2FAA">
        <w:t>Mais pas tant que cela</w:t>
      </w:r>
      <w:r w:rsidR="00DE313F">
        <w:t xml:space="preserve"> ! </w:t>
      </w:r>
      <w:r w:rsidRPr="003D2FAA">
        <w:t>Elle n</w:t>
      </w:r>
      <w:r w:rsidR="00DE313F">
        <w:t>’</w:t>
      </w:r>
      <w:r w:rsidRPr="003D2FAA">
        <w:t>avait pas moins de quatorze ans</w:t>
      </w:r>
      <w:r w:rsidR="00DE313F">
        <w:t xml:space="preserve">, </w:t>
      </w:r>
      <w:r w:rsidRPr="003D2FAA">
        <w:t>alors</w:t>
      </w:r>
      <w:r w:rsidR="00DE313F">
        <w:t xml:space="preserve">… </w:t>
      </w:r>
      <w:r w:rsidRPr="003D2FAA">
        <w:t>Et lui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combien po</w:t>
      </w:r>
      <w:r w:rsidRPr="003D2FAA">
        <w:t>u</w:t>
      </w:r>
      <w:r w:rsidRPr="003D2FAA">
        <w:t>vait-il avoir</w:t>
      </w:r>
      <w:r w:rsidR="00DE313F">
        <w:t xml:space="preserve"> ? </w:t>
      </w:r>
      <w:r w:rsidRPr="003D2FAA">
        <w:t>Vingt ans</w:t>
      </w:r>
      <w:r w:rsidR="00DE313F">
        <w:t xml:space="preserve">, </w:t>
      </w:r>
      <w:r w:rsidRPr="003D2FAA">
        <w:t>vingt et un ans au plus</w:t>
      </w:r>
      <w:r w:rsidR="00DE313F">
        <w:t xml:space="preserve"> ? </w:t>
      </w:r>
      <w:r w:rsidRPr="003D2FAA">
        <w:t>Ah</w:t>
      </w:r>
      <w:r w:rsidR="00DE313F">
        <w:t xml:space="preserve"> ! </w:t>
      </w:r>
      <w:r w:rsidRPr="003D2FAA">
        <w:t>elle pou</w:t>
      </w:r>
      <w:r w:rsidRPr="003D2FAA">
        <w:t>r</w:t>
      </w:r>
      <w:r w:rsidRPr="003D2FAA">
        <w:t>rait lui répéter</w:t>
      </w:r>
      <w:r w:rsidR="00DE313F">
        <w:t xml:space="preserve">, </w:t>
      </w:r>
      <w:r w:rsidRPr="003D2FAA">
        <w:t>mot pour mot</w:t>
      </w:r>
      <w:r w:rsidR="00DE313F">
        <w:t xml:space="preserve">, </w:t>
      </w:r>
      <w:r w:rsidRPr="003D2FAA">
        <w:t>tout ce qu</w:t>
      </w:r>
      <w:r w:rsidR="00DE313F">
        <w:t>’</w:t>
      </w:r>
      <w:r w:rsidRPr="003D2FAA">
        <w:t>il était venu demander à son père durant ces visites</w:t>
      </w:r>
      <w:r w:rsidR="00DE313F">
        <w:t>.</w:t>
      </w:r>
    </w:p>
    <w:p w14:paraId="10C10455" w14:textId="77777777" w:rsidR="00DE313F" w:rsidRDefault="0074134D" w:rsidP="0074134D">
      <w:r w:rsidRPr="003D2FAA">
        <w:t xml:space="preserve">Marco </w:t>
      </w:r>
      <w:proofErr w:type="spellStart"/>
      <w:r w:rsidRPr="003D2FAA">
        <w:t>Verona</w:t>
      </w:r>
      <w:proofErr w:type="spellEnd"/>
      <w:r w:rsidRPr="003D2FAA">
        <w:t xml:space="preserve"> se montra très désolé de n</w:t>
      </w:r>
      <w:r w:rsidR="00DE313F">
        <w:t>’</w:t>
      </w:r>
      <w:r w:rsidRPr="003D2FAA">
        <w:t>avoir pas pou</w:t>
      </w:r>
      <w:r w:rsidRPr="003D2FAA">
        <w:t>r</w:t>
      </w:r>
      <w:r w:rsidRPr="003D2FAA">
        <w:t xml:space="preserve">suivi les études pour lesquelles le professeur </w:t>
      </w:r>
      <w:proofErr w:type="spellStart"/>
      <w:r w:rsidRPr="003D2FAA">
        <w:t>Ascensi</w:t>
      </w:r>
      <w:proofErr w:type="spellEnd"/>
      <w:r w:rsidRPr="003D2FAA">
        <w:t xml:space="preserve"> avait pu</w:t>
      </w:r>
      <w:r w:rsidR="00DE313F">
        <w:t xml:space="preserve">, </w:t>
      </w:r>
      <w:r w:rsidRPr="003D2FAA">
        <w:t>à cette époque</w:t>
      </w:r>
      <w:r w:rsidR="00DE313F">
        <w:t xml:space="preserve">, </w:t>
      </w:r>
      <w:r w:rsidRPr="003D2FAA">
        <w:t>lui inspirer tant de ferveur</w:t>
      </w:r>
      <w:r w:rsidR="00DE313F">
        <w:t xml:space="preserve"> ; </w:t>
      </w:r>
      <w:r w:rsidRPr="003D2FAA">
        <w:t xml:space="preserve">puis il exhorta la </w:t>
      </w:r>
      <w:r w:rsidRPr="003D2FAA">
        <w:rPr>
          <w:i/>
          <w:iCs/>
        </w:rPr>
        <w:t xml:space="preserve">signorina </w:t>
      </w:r>
      <w:r w:rsidRPr="003D2FAA">
        <w:t>à prendre courage</w:t>
      </w:r>
      <w:r w:rsidR="00DE313F">
        <w:t xml:space="preserve">, </w:t>
      </w:r>
      <w:r w:rsidRPr="003D2FAA">
        <w:t>car</w:t>
      </w:r>
      <w:r w:rsidR="00DE313F">
        <w:t xml:space="preserve">, </w:t>
      </w:r>
      <w:r w:rsidRPr="003D2FAA">
        <w:t>au souvenir de son malheur récent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avait pu retenir ses larmes</w:t>
      </w:r>
      <w:r w:rsidR="00DE313F">
        <w:t xml:space="preserve">. </w:t>
      </w:r>
      <w:r w:rsidRPr="003D2FAA">
        <w:t>Enfin</w:t>
      </w:r>
      <w:r w:rsidR="00DE313F">
        <w:t xml:space="preserve">, </w:t>
      </w:r>
      <w:r w:rsidRPr="003D2FAA">
        <w:t>pour la reco</w:t>
      </w:r>
      <w:r w:rsidRPr="003D2FAA">
        <w:t>m</w:t>
      </w:r>
      <w:r w:rsidRPr="003D2FAA">
        <w:t>mander avec une plus grande efficacité</w:t>
      </w:r>
      <w:r w:rsidR="00DE313F">
        <w:t xml:space="preserve">, </w:t>
      </w:r>
      <w:r w:rsidRPr="003D2FAA">
        <w:t>il voulut l</w:t>
      </w:r>
      <w:r w:rsidR="00DE313F">
        <w:t>’</w:t>
      </w:r>
      <w:r w:rsidRPr="003D2FAA">
        <w:t>accompagner</w:t>
      </w:r>
      <w:r w:rsidR="00DE313F">
        <w:t>. (</w:t>
      </w:r>
      <w:r w:rsidRPr="003D2FAA">
        <w:t>Mais</w:t>
      </w:r>
      <w:r w:rsidR="00DE313F">
        <w:t xml:space="preserve">, </w:t>
      </w:r>
      <w:r w:rsidRPr="003D2FAA">
        <w:t>vraiment</w:t>
      </w:r>
      <w:r w:rsidR="00DE313F">
        <w:t xml:space="preserve">, </w:t>
      </w:r>
      <w:r w:rsidRPr="003D2FAA">
        <w:t>se déranger à ce point</w:t>
      </w:r>
      <w:r w:rsidR="00DE313F">
        <w:t xml:space="preserve"> !)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en pe</w:t>
      </w:r>
      <w:r w:rsidRPr="003D2FAA">
        <w:t>r</w:t>
      </w:r>
      <w:r w:rsidRPr="003D2FAA">
        <w:t>sonne</w:t>
      </w:r>
      <w:r w:rsidR="00DE313F">
        <w:t xml:space="preserve"> ; </w:t>
      </w:r>
      <w:r w:rsidRPr="003D2FAA">
        <w:t>il voulut l</w:t>
      </w:r>
      <w:r w:rsidR="00DE313F">
        <w:t>’</w:t>
      </w:r>
      <w:r w:rsidRPr="003D2FAA">
        <w:t>accompagner au Ministère de l</w:t>
      </w:r>
      <w:r w:rsidR="00DE313F">
        <w:t>’</w:t>
      </w:r>
      <w:r w:rsidRPr="003D2FAA">
        <w:t>Instruction publique</w:t>
      </w:r>
      <w:r w:rsidR="00DE313F">
        <w:t>.</w:t>
      </w:r>
    </w:p>
    <w:p w14:paraId="5C309779" w14:textId="77777777" w:rsidR="00DE313F" w:rsidRDefault="0074134D" w:rsidP="0074134D">
      <w:r w:rsidRPr="003D2FAA">
        <w:t>Cette année-là</w:t>
      </w:r>
      <w:r w:rsidR="00DE313F">
        <w:t xml:space="preserve">, </w:t>
      </w:r>
      <w:r w:rsidRPr="003D2FAA">
        <w:t xml:space="preserve">les fonctionnaires étaient tous en vacances à la </w:t>
      </w:r>
      <w:r w:rsidRPr="003D2FAA">
        <w:rPr>
          <w:i/>
          <w:iCs/>
        </w:rPr>
        <w:t>Minerva</w:t>
      </w:r>
      <w:r w:rsidR="00DE313F">
        <w:rPr>
          <w:i/>
          <w:iCs/>
        </w:rPr>
        <w:t xml:space="preserve">. </w:t>
      </w:r>
      <w:r w:rsidRPr="003D2FAA">
        <w:t>Quant au ministre et au sous-secrétaire d</w:t>
      </w:r>
      <w:r w:rsidR="00DE313F">
        <w:t>’</w:t>
      </w:r>
      <w:r w:rsidRPr="003D2FAA">
        <w:t xml:space="preserve">État </w:t>
      </w:r>
      <w:proofErr w:type="spellStart"/>
      <w:r w:rsidRPr="003D2FAA">
        <w:t>V</w:t>
      </w:r>
      <w:r w:rsidRPr="003D2FAA">
        <w:t>e</w:t>
      </w:r>
      <w:r w:rsidRPr="003D2FAA">
        <w:t>rona</w:t>
      </w:r>
      <w:proofErr w:type="spellEnd"/>
      <w:r w:rsidRPr="003D2FAA">
        <w:t xml:space="preserve"> le savait</w:t>
      </w:r>
      <w:r w:rsidR="00DE313F">
        <w:t xml:space="preserve"> ; </w:t>
      </w:r>
      <w:r w:rsidRPr="003D2FAA">
        <w:t>mais il pensait trouver le chef de division ou le chef de bureau</w:t>
      </w:r>
      <w:r w:rsidR="00DE313F">
        <w:t xml:space="preserve">… </w:t>
      </w:r>
      <w:r w:rsidRPr="003D2FAA">
        <w:t>Il dut se résigner à parler au chevalier Martino Lori</w:t>
      </w:r>
      <w:r w:rsidR="00DE313F">
        <w:t xml:space="preserve">, </w:t>
      </w:r>
      <w:r w:rsidRPr="003D2FAA">
        <w:t>secrétaire de première classe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à lui seul</w:t>
      </w:r>
      <w:r w:rsidR="00DE313F">
        <w:t xml:space="preserve">, </w:t>
      </w:r>
      <w:r w:rsidRPr="003D2FAA">
        <w:t>dirigeait la d</w:t>
      </w:r>
      <w:r w:rsidRPr="003D2FAA">
        <w:t>i</w:t>
      </w:r>
      <w:r w:rsidRPr="003D2FAA">
        <w:t>vision tout entière</w:t>
      </w:r>
      <w:r w:rsidR="00DE313F">
        <w:t>.</w:t>
      </w:r>
    </w:p>
    <w:p w14:paraId="7AA91242" w14:textId="77777777" w:rsidR="00DE313F" w:rsidRDefault="0074134D" w:rsidP="0074134D">
      <w:r w:rsidRPr="003D2FAA">
        <w:t>Lori</w:t>
      </w:r>
      <w:r w:rsidR="00DE313F">
        <w:t xml:space="preserve">, </w:t>
      </w:r>
      <w:r w:rsidRPr="003D2FAA">
        <w:t>employé très exact</w:t>
      </w:r>
      <w:r w:rsidR="00DE313F">
        <w:t xml:space="preserve">, </w:t>
      </w:r>
      <w:r w:rsidRPr="003D2FAA">
        <w:t>était fort bien vu de ses supérieurs et même de ses subordonnés</w:t>
      </w:r>
      <w:r w:rsidR="00DE313F">
        <w:t xml:space="preserve">, </w:t>
      </w:r>
      <w:r w:rsidRPr="003D2FAA">
        <w:t>pour la cordialité exquise de ses manières</w:t>
      </w:r>
      <w:r w:rsidR="00DE313F">
        <w:t xml:space="preserve">, </w:t>
      </w:r>
      <w:r w:rsidRPr="003D2FAA">
        <w:t>pour son caractère plein de douceur qui se révélait dans son regard</w:t>
      </w:r>
      <w:r w:rsidR="00DE313F">
        <w:t xml:space="preserve">, </w:t>
      </w:r>
      <w:r w:rsidRPr="003D2FAA">
        <w:t>dans son sourire</w:t>
      </w:r>
      <w:r w:rsidR="00DE313F">
        <w:t xml:space="preserve">, </w:t>
      </w:r>
      <w:r w:rsidRPr="003D2FAA">
        <w:t>dans ses gestes</w:t>
      </w:r>
      <w:r w:rsidR="00DE313F">
        <w:t xml:space="preserve"> ; </w:t>
      </w:r>
      <w:r w:rsidRPr="003D2FAA">
        <w:t>et aussi pour la correction de toute sa personne élégante</w:t>
      </w:r>
      <w:r w:rsidR="00DE313F">
        <w:t xml:space="preserve">, </w:t>
      </w:r>
      <w:r w:rsidRPr="003D2FAA">
        <w:t>pour laquelle il avait des soins jaloux</w:t>
      </w:r>
      <w:r w:rsidR="00DE313F">
        <w:t>.</w:t>
      </w:r>
    </w:p>
    <w:p w14:paraId="67D565FD" w14:textId="77777777" w:rsidR="00DE313F" w:rsidRDefault="0074134D" w:rsidP="0074134D">
      <w:r w:rsidRPr="003D2FAA">
        <w:lastRenderedPageBreak/>
        <w:t>Le visage rouge de joie</w:t>
      </w:r>
      <w:r w:rsidR="00DE313F">
        <w:t xml:space="preserve">, </w:t>
      </w:r>
      <w:r w:rsidRPr="003D2FAA">
        <w:t>il accueillit 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Pr="003D2FAA">
        <w:t xml:space="preserve"> avec les démonstrations les plus déférentes</w:t>
      </w:r>
      <w:r w:rsidR="00DE313F">
        <w:t xml:space="preserve">, </w:t>
      </w:r>
      <w:r w:rsidRPr="003D2FAA">
        <w:t>non seulement parce qu</w:t>
      </w:r>
      <w:r w:rsidR="00DE313F">
        <w:t>’</w:t>
      </w:r>
      <w:r w:rsidRPr="003D2FAA">
        <w:t>il prévoyait qu</w:t>
      </w:r>
      <w:r w:rsidR="00DE313F">
        <w:t>’</w:t>
      </w:r>
      <w:r w:rsidRPr="003D2FAA">
        <w:t>un jour ou l</w:t>
      </w:r>
      <w:r w:rsidR="00DE313F">
        <w:t>’</w:t>
      </w:r>
      <w:r w:rsidRPr="003D2FAA">
        <w:t>autre ce député serait son chef suprême</w:t>
      </w:r>
      <w:r w:rsidR="00DE313F">
        <w:t xml:space="preserve">, </w:t>
      </w:r>
      <w:r w:rsidRPr="003D2FAA">
        <w:t>mais parce que</w:t>
      </w:r>
      <w:r w:rsidR="00DE313F">
        <w:t xml:space="preserve">, </w:t>
      </w:r>
      <w:r w:rsidRPr="003D2FAA">
        <w:t>depuis des années</w:t>
      </w:r>
      <w:r w:rsidR="00DE313F">
        <w:t xml:space="preserve">, </w:t>
      </w:r>
      <w:r w:rsidRPr="003D2FAA">
        <w:t>il était l</w:t>
      </w:r>
      <w:r w:rsidR="00DE313F">
        <w:t>’</w:t>
      </w:r>
      <w:r w:rsidRPr="003D2FAA">
        <w:t>admirateur fervent de ses discours à la Chambre</w:t>
      </w:r>
      <w:r w:rsidR="00DE313F">
        <w:t xml:space="preserve">. </w:t>
      </w:r>
      <w:r w:rsidRPr="003D2FAA">
        <w:t>Puis</w:t>
      </w:r>
      <w:r w:rsidR="00DE313F">
        <w:t xml:space="preserve">, </w:t>
      </w:r>
      <w:r w:rsidRPr="003D2FAA">
        <w:t>se tou</w:t>
      </w:r>
      <w:r w:rsidRPr="003D2FAA">
        <w:t>r</w:t>
      </w:r>
      <w:r w:rsidRPr="003D2FAA">
        <w:t xml:space="preserve">nant pour regarder la </w:t>
      </w:r>
      <w:r w:rsidRPr="003D2FAA">
        <w:rPr>
          <w:i/>
          <w:iCs/>
        </w:rPr>
        <w:t>signorina</w:t>
      </w:r>
      <w:r w:rsidR="00DE313F">
        <w:rPr>
          <w:i/>
          <w:iCs/>
        </w:rPr>
        <w:t xml:space="preserve">, </w:t>
      </w:r>
      <w:r w:rsidRPr="003D2FAA">
        <w:t>et sachant qu</w:t>
      </w:r>
      <w:r w:rsidR="00DE313F">
        <w:t>’</w:t>
      </w:r>
      <w:r w:rsidRPr="003D2FAA">
        <w:t>elle était la fille de l</w:t>
      </w:r>
      <w:r w:rsidR="00DE313F">
        <w:t>’</w:t>
      </w:r>
      <w:r w:rsidRPr="003D2FAA">
        <w:t>illustre et regretté professeur de l</w:t>
      </w:r>
      <w:r w:rsidR="00DE313F">
        <w:t>’</w:t>
      </w:r>
      <w:r w:rsidRPr="003D2FAA">
        <w:t xml:space="preserve">Université de </w:t>
      </w:r>
      <w:proofErr w:type="spellStart"/>
      <w:r w:rsidRPr="003D2FAA">
        <w:t>Perugia</w:t>
      </w:r>
      <w:proofErr w:type="spellEnd"/>
      <w:r w:rsidR="00DE313F">
        <w:t xml:space="preserve">, </w:t>
      </w:r>
      <w:r w:rsidRPr="003D2FAA">
        <w:t>le chevalier Lori éprouva une autre joie non moins vive</w:t>
      </w:r>
      <w:r w:rsidR="00DE313F">
        <w:t>.</w:t>
      </w:r>
    </w:p>
    <w:p w14:paraId="77416686" w14:textId="77777777" w:rsidR="00DE313F" w:rsidRDefault="0074134D" w:rsidP="0074134D">
      <w:r w:rsidRPr="003D2FAA">
        <w:t>Il avait à peine trente ans</w:t>
      </w:r>
      <w:r w:rsidR="00DE313F">
        <w:t xml:space="preserve">, </w:t>
      </w:r>
      <w:r w:rsidRPr="003D2FAA">
        <w:t xml:space="preserve">et mademoiselle Silvia </w:t>
      </w:r>
      <w:proofErr w:type="spellStart"/>
      <w:r w:rsidRPr="003D2FAA">
        <w:t>Ascensi</w:t>
      </w:r>
      <w:proofErr w:type="spellEnd"/>
      <w:r w:rsidRPr="003D2FAA">
        <w:t xml:space="preserve"> parlait d</w:t>
      </w:r>
      <w:r w:rsidR="00DE313F">
        <w:t>’</w:t>
      </w:r>
      <w:r w:rsidRPr="003D2FAA">
        <w:t>une façon curieuse</w:t>
      </w:r>
      <w:r w:rsidR="00DE313F">
        <w:t xml:space="preserve"> : </w:t>
      </w:r>
      <w:r w:rsidRPr="003D2FAA">
        <w:t>il semblait que ses yeux</w:t>
      </w:r>
      <w:r w:rsidR="00DE313F">
        <w:t xml:space="preserve">, – </w:t>
      </w:r>
      <w:r w:rsidRPr="003D2FAA">
        <w:t>d</w:t>
      </w:r>
      <w:r w:rsidR="00DE313F">
        <w:t>’</w:t>
      </w:r>
      <w:r w:rsidRPr="003D2FAA">
        <w:t>une couleur verte</w:t>
      </w:r>
      <w:r w:rsidR="00DE313F">
        <w:t xml:space="preserve">, </w:t>
      </w:r>
      <w:r w:rsidRPr="003D2FAA">
        <w:t>étrange et presque phosphorescente</w:t>
      </w:r>
      <w:r w:rsidR="00DE313F">
        <w:t xml:space="preserve">, – </w:t>
      </w:r>
      <w:r w:rsidRPr="003D2FAA">
        <w:t>il se</w:t>
      </w:r>
      <w:r w:rsidRPr="003D2FAA">
        <w:t>m</w:t>
      </w:r>
      <w:r w:rsidRPr="003D2FAA">
        <w:t>blait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que ses yeux poussassent ses paroles pour les faire mieux entrer dans l</w:t>
      </w:r>
      <w:r w:rsidR="00DE313F">
        <w:t>’</w:t>
      </w:r>
      <w:r w:rsidRPr="003D2FAA">
        <w:t>âme de qui l</w:t>
      </w:r>
      <w:r w:rsidR="00DE313F">
        <w:t>’</w:t>
      </w:r>
      <w:r w:rsidRPr="003D2FAA">
        <w:t>écoutait</w:t>
      </w:r>
      <w:r w:rsidR="00DE313F">
        <w:t xml:space="preserve">, </w:t>
      </w:r>
      <w:r w:rsidRPr="003D2FAA">
        <w:t>et elle s</w:t>
      </w:r>
      <w:r w:rsidR="00DE313F">
        <w:t>’</w:t>
      </w:r>
      <w:r w:rsidRPr="003D2FAA">
        <w:t>animait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échauffait</w:t>
      </w:r>
      <w:r w:rsidR="00DE313F">
        <w:t xml:space="preserve"> ; </w:t>
      </w:r>
      <w:r w:rsidRPr="003D2FAA">
        <w:t>elle révélait</w:t>
      </w:r>
      <w:r w:rsidR="00DE313F">
        <w:t xml:space="preserve">, </w:t>
      </w:r>
      <w:r w:rsidRPr="003D2FAA">
        <w:t>en parlant</w:t>
      </w:r>
      <w:r w:rsidR="00DE313F">
        <w:t xml:space="preserve">, </w:t>
      </w:r>
      <w:r w:rsidRPr="003D2FAA">
        <w:t>un esprit lucide et précis</w:t>
      </w:r>
      <w:r w:rsidR="00DE313F">
        <w:t xml:space="preserve">, </w:t>
      </w:r>
      <w:r w:rsidRPr="003D2FAA">
        <w:t>une âme impérieuse</w:t>
      </w:r>
      <w:r w:rsidR="00DE313F">
        <w:t xml:space="preserve"> ; </w:t>
      </w:r>
      <w:r w:rsidRPr="003D2FAA">
        <w:t>mais cette lucidité était un peu troublée</w:t>
      </w:r>
      <w:r w:rsidR="00DE313F">
        <w:t xml:space="preserve">, </w:t>
      </w:r>
      <w:r w:rsidRPr="003D2FAA">
        <w:t>et cette superbe subjuguée par une grâce qui fleurissait son v</w:t>
      </w:r>
      <w:r w:rsidRPr="003D2FAA">
        <w:t>i</w:t>
      </w:r>
      <w:r w:rsidRPr="003D2FAA">
        <w:t>sage rougissant</w:t>
      </w:r>
      <w:r w:rsidR="00DE313F">
        <w:t xml:space="preserve">. </w:t>
      </w:r>
      <w:r w:rsidRPr="003D2FAA">
        <w:t>Elle remarquait avec dépit que</w:t>
      </w:r>
      <w:r w:rsidR="00DE313F">
        <w:t xml:space="preserve">, </w:t>
      </w:r>
      <w:r w:rsidRPr="003D2FAA">
        <w:t>peu à peu</w:t>
      </w:r>
      <w:r w:rsidR="00DE313F">
        <w:t xml:space="preserve">, </w:t>
      </w:r>
      <w:r w:rsidRPr="003D2FAA">
        <w:t>ses paroles</w:t>
      </w:r>
      <w:r w:rsidR="00DE313F">
        <w:t xml:space="preserve">, </w:t>
      </w:r>
      <w:r w:rsidRPr="003D2FAA">
        <w:t>ses raisonnements n</w:t>
      </w:r>
      <w:r w:rsidR="00DE313F">
        <w:t>’</w:t>
      </w:r>
      <w:r w:rsidRPr="003D2FAA">
        <w:t>avaient plus d</w:t>
      </w:r>
      <w:r w:rsidR="00DE313F">
        <w:t>’</w:t>
      </w:r>
      <w:r w:rsidRPr="003D2FAA">
        <w:t>efficace</w:t>
      </w:r>
      <w:r w:rsidR="00DE313F">
        <w:t xml:space="preserve">, </w:t>
      </w:r>
      <w:r w:rsidRPr="003D2FAA">
        <w:t>puisque c</w:t>
      </w:r>
      <w:r w:rsidRPr="003D2FAA">
        <w:t>e</w:t>
      </w:r>
      <w:r w:rsidRPr="003D2FAA">
        <w:t>lui qui l</w:t>
      </w:r>
      <w:r w:rsidR="00DE313F">
        <w:t>’</w:t>
      </w:r>
      <w:r w:rsidRPr="003D2FAA">
        <w:t>écoutait était entraîné plutôt à admirer cette grâce et à s</w:t>
      </w:r>
      <w:r w:rsidR="00DE313F">
        <w:t>’</w:t>
      </w:r>
      <w:r w:rsidRPr="003D2FAA">
        <w:t>en réjouir</w:t>
      </w:r>
      <w:r w:rsidR="00DE313F">
        <w:t xml:space="preserve">. </w:t>
      </w:r>
      <w:r w:rsidRPr="003D2FAA">
        <w:t>Alors</w:t>
      </w:r>
      <w:r w:rsidR="00DE313F">
        <w:t xml:space="preserve">, </w:t>
      </w:r>
      <w:r w:rsidRPr="003D2FAA">
        <w:t>incitée moitié par le dépit</w:t>
      </w:r>
      <w:r w:rsidR="00DE313F">
        <w:t xml:space="preserve">, </w:t>
      </w:r>
      <w:r w:rsidRPr="003D2FAA">
        <w:t>moitié par l</w:t>
      </w:r>
      <w:r w:rsidR="00DE313F">
        <w:t>’</w:t>
      </w:r>
      <w:r w:rsidRPr="003D2FAA">
        <w:t>ivresse que tout instinctivement</w:t>
      </w:r>
      <w:r w:rsidR="00DE313F">
        <w:t xml:space="preserve">, </w:t>
      </w:r>
      <w:r w:rsidRPr="003D2FAA">
        <w:t>et sans qu</w:t>
      </w:r>
      <w:r w:rsidR="00DE313F">
        <w:t>’</w:t>
      </w:r>
      <w:r w:rsidRPr="003D2FAA">
        <w:t>elle le voulût</w:t>
      </w:r>
      <w:r w:rsidR="00DE313F">
        <w:t xml:space="preserve">, </w:t>
      </w:r>
      <w:r w:rsidRPr="003D2FAA">
        <w:t>lui causait le triomphe de sa féminité</w:t>
      </w:r>
      <w:r w:rsidR="00DE313F">
        <w:t xml:space="preserve">, </w:t>
      </w:r>
      <w:r w:rsidRPr="003D2FAA">
        <w:t>elle se troublait</w:t>
      </w:r>
      <w:r w:rsidR="00DE313F">
        <w:t xml:space="preserve"> ; </w:t>
      </w:r>
      <w:r w:rsidRPr="003D2FAA">
        <w:t>le sourire de celui qui l</w:t>
      </w:r>
      <w:r w:rsidR="00DE313F">
        <w:t>’</w:t>
      </w:r>
      <w:r w:rsidRPr="003D2FAA">
        <w:t>admirait se reflétait sur ses lèvres sans qu</w:t>
      </w:r>
      <w:r w:rsidR="00DE313F">
        <w:t>’</w:t>
      </w:r>
      <w:r w:rsidRPr="003D2FAA">
        <w:t>elle le voulût encore</w:t>
      </w:r>
      <w:r w:rsidR="00DE313F">
        <w:t xml:space="preserve"> ; </w:t>
      </w:r>
      <w:r w:rsidRPr="003D2FAA">
        <w:t>elle secouait la tête</w:t>
      </w:r>
      <w:r w:rsidR="00DE313F">
        <w:t xml:space="preserve">, </w:t>
      </w:r>
      <w:r w:rsidRPr="003D2FAA">
        <w:t>dépitée</w:t>
      </w:r>
      <w:r w:rsidR="00DE313F">
        <w:t xml:space="preserve">, </w:t>
      </w:r>
      <w:r w:rsidRPr="003D2FAA">
        <w:t>levait les épaules et coupait le monologue en déclarant qu</w:t>
      </w:r>
      <w:r w:rsidR="00DE313F">
        <w:t>’</w:t>
      </w:r>
      <w:r w:rsidRPr="003D2FAA">
        <w:t>elle ne savait pas parler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ne pouvait pas s</w:t>
      </w:r>
      <w:r w:rsidR="00DE313F">
        <w:t>’</w:t>
      </w:r>
      <w:r w:rsidRPr="003D2FAA">
        <w:t>exprimer</w:t>
      </w:r>
      <w:r w:rsidR="00DE313F">
        <w:t>…</w:t>
      </w:r>
    </w:p>
    <w:p w14:paraId="641FB1D2" w14:textId="77777777" w:rsidR="00DE313F" w:rsidRDefault="00DE313F" w:rsidP="0074134D">
      <w:r>
        <w:t>— </w:t>
      </w:r>
      <w:r w:rsidR="0074134D" w:rsidRPr="003D2FAA">
        <w:t>Mais non</w:t>
      </w:r>
      <w:r>
        <w:t xml:space="preserve"> ! </w:t>
      </w:r>
      <w:r w:rsidR="0074134D" w:rsidRPr="003D2FAA">
        <w:t>Pourquoi</w:t>
      </w:r>
      <w:r>
        <w:t xml:space="preserve"> ? </w:t>
      </w:r>
      <w:r w:rsidR="0074134D" w:rsidRPr="003D2FAA">
        <w:t>Il me semble</w:t>
      </w:r>
      <w:r>
        <w:t xml:space="preserve">, </w:t>
      </w:r>
      <w:r w:rsidR="0074134D" w:rsidRPr="003D2FAA">
        <w:t>au contraire</w:t>
      </w:r>
      <w:r>
        <w:t xml:space="preserve">, </w:t>
      </w:r>
      <w:r w:rsidR="0074134D" w:rsidRPr="003D2FAA">
        <w:t>que vous vous exprimez supérieurement</w:t>
      </w:r>
      <w:r>
        <w:t xml:space="preserve">, </w:t>
      </w:r>
      <w:r w:rsidR="0074134D" w:rsidRPr="003D2FAA">
        <w:t>se hâta de lui dire le chev</w:t>
      </w:r>
      <w:r w:rsidR="0074134D" w:rsidRPr="003D2FAA">
        <w:t>a</w:t>
      </w:r>
      <w:r w:rsidR="0074134D" w:rsidRPr="003D2FAA">
        <w:t>lier Martino Lori</w:t>
      </w:r>
      <w:r>
        <w:t>.</w:t>
      </w:r>
    </w:p>
    <w:p w14:paraId="203FA2A7" w14:textId="77777777" w:rsidR="00DE313F" w:rsidRDefault="0074134D" w:rsidP="0074134D">
      <w:r w:rsidRPr="003D2FAA">
        <w:lastRenderedPageBreak/>
        <w:t>Et il promit à 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Pr="003D2FAA">
        <w:t xml:space="preserve"> qu</w:t>
      </w:r>
      <w:r w:rsidR="00DE313F">
        <w:t>’</w:t>
      </w:r>
      <w:r w:rsidRPr="003D2FAA">
        <w:t>il ferait tout pour s</w:t>
      </w:r>
      <w:r w:rsidRPr="003D2FAA">
        <w:t>a</w:t>
      </w:r>
      <w:r w:rsidRPr="003D2FAA">
        <w:t xml:space="preserve">tisfaire mademoiselle </w:t>
      </w:r>
      <w:proofErr w:type="spellStart"/>
      <w:r w:rsidRPr="003D2FAA">
        <w:t>Ascensi</w:t>
      </w:r>
      <w:proofErr w:type="spellEnd"/>
      <w:r w:rsidRPr="003D2FAA">
        <w:t xml:space="preserve"> et se donner le plaisir de lui rendre service à lui-même</w:t>
      </w:r>
      <w:r w:rsidR="00DE313F">
        <w:t>.</w:t>
      </w:r>
    </w:p>
    <w:p w14:paraId="3FBBD588" w14:textId="77777777" w:rsidR="00DE313F" w:rsidRDefault="0074134D" w:rsidP="0074134D">
      <w:r w:rsidRPr="003D2FAA">
        <w:t>Deux jours plus tard</w:t>
      </w:r>
      <w:r w:rsidR="00DE313F">
        <w:t xml:space="preserve">, </w:t>
      </w:r>
      <w:r w:rsidRPr="003D2FAA">
        <w:t xml:space="preserve">Silvia </w:t>
      </w:r>
      <w:proofErr w:type="spellStart"/>
      <w:r w:rsidRPr="003D2FAA">
        <w:t>Ascensi</w:t>
      </w:r>
      <w:proofErr w:type="spellEnd"/>
      <w:r w:rsidRPr="003D2FAA">
        <w:t xml:space="preserve"> revint seule au mini</w:t>
      </w:r>
      <w:r w:rsidRPr="003D2FAA">
        <w:t>s</w:t>
      </w:r>
      <w:r w:rsidRPr="003D2FAA">
        <w:t>tère</w:t>
      </w:r>
      <w:r w:rsidR="00DE313F">
        <w:t xml:space="preserve">. </w:t>
      </w:r>
      <w:r w:rsidRPr="003D2FAA">
        <w:t>Elle s</w:t>
      </w:r>
      <w:r w:rsidR="00DE313F">
        <w:t>’</w:t>
      </w:r>
      <w:r w:rsidRPr="003D2FAA">
        <w:t>était aperçue tout de suite qu</w:t>
      </w:r>
      <w:r w:rsidR="00DE313F">
        <w:t>’</w:t>
      </w:r>
      <w:r w:rsidRPr="003D2FAA">
        <w:t>elle n</w:t>
      </w:r>
      <w:r w:rsidR="00DE313F">
        <w:t>’</w:t>
      </w:r>
      <w:r w:rsidRPr="003D2FAA">
        <w:t>avait aucunement besoin de recommandation pour le chevalier Lori</w:t>
      </w:r>
      <w:r w:rsidR="00DE313F">
        <w:t xml:space="preserve">. </w:t>
      </w:r>
      <w:r w:rsidRPr="003D2FAA">
        <w:t>Et avec la simplicité la plus ingénue du monde</w:t>
      </w:r>
      <w:r w:rsidR="00DE313F">
        <w:t xml:space="preserve">, </w:t>
      </w:r>
      <w:r w:rsidRPr="003D2FAA">
        <w:t>elle lui dit qu</w:t>
      </w:r>
      <w:r w:rsidR="00DE313F">
        <w:t>’</w:t>
      </w:r>
      <w:r w:rsidRPr="003D2FAA">
        <w:t>elle ne po</w:t>
      </w:r>
      <w:r w:rsidRPr="003D2FAA">
        <w:t>u</w:t>
      </w:r>
      <w:r w:rsidRPr="003D2FAA">
        <w:t>vait plus</w:t>
      </w:r>
      <w:r w:rsidR="00DE313F">
        <w:t xml:space="preserve">, </w:t>
      </w:r>
      <w:r w:rsidRPr="003D2FAA">
        <w:t>absolument plus</w:t>
      </w:r>
      <w:r w:rsidR="00DE313F">
        <w:t xml:space="preserve">, </w:t>
      </w:r>
      <w:r w:rsidRPr="003D2FAA">
        <w:t>quitter Rome</w:t>
      </w:r>
      <w:r w:rsidR="00DE313F">
        <w:t xml:space="preserve">. </w:t>
      </w:r>
      <w:r w:rsidRPr="003D2FAA">
        <w:t>Elle y avait tant tou</w:t>
      </w:r>
      <w:r w:rsidRPr="003D2FAA">
        <w:t>r</w:t>
      </w:r>
      <w:r w:rsidRPr="003D2FAA">
        <w:t>né et giré sans se lasser jamais</w:t>
      </w:r>
      <w:r w:rsidR="00DE313F">
        <w:t xml:space="preserve"> ; </w:t>
      </w:r>
      <w:r w:rsidRPr="003D2FAA">
        <w:t>elle avait tellement admiré ses villas solitaires gardées par leurs cyprès</w:t>
      </w:r>
      <w:r w:rsidR="00DE313F">
        <w:t xml:space="preserve">, </w:t>
      </w:r>
      <w:r w:rsidRPr="003D2FAA">
        <w:t>la suavité silencieuse des jardins de l</w:t>
      </w:r>
      <w:r w:rsidR="00DE313F">
        <w:t>’</w:t>
      </w:r>
      <w:r w:rsidRPr="003D2FAA">
        <w:t>Aventin et du Celio</w:t>
      </w:r>
      <w:r w:rsidR="00DE313F">
        <w:t xml:space="preserve">, </w:t>
      </w:r>
      <w:r w:rsidRPr="003D2FAA">
        <w:t>la solennité tragique de ce</w:t>
      </w:r>
      <w:r w:rsidRPr="003D2FAA">
        <w:t>r</w:t>
      </w:r>
      <w:r w:rsidRPr="003D2FAA">
        <w:t>taines de ses voies</w:t>
      </w:r>
      <w:r w:rsidR="00DE313F">
        <w:t xml:space="preserve">, – </w:t>
      </w:r>
      <w:r w:rsidRPr="003D2FAA">
        <w:t>de la via Appia par exemple</w:t>
      </w:r>
      <w:r w:rsidR="00DE313F">
        <w:t xml:space="preserve">, – </w:t>
      </w:r>
      <w:r w:rsidRPr="003D2FAA">
        <w:t>et la claire fraîcheur du Tibre</w:t>
      </w:r>
      <w:r w:rsidR="00DE313F">
        <w:t xml:space="preserve">… </w:t>
      </w:r>
      <w:r w:rsidRPr="003D2FAA">
        <w:t>Elle s</w:t>
      </w:r>
      <w:r w:rsidR="00DE313F">
        <w:t>’</w:t>
      </w:r>
      <w:r w:rsidRPr="003D2FAA">
        <w:t>était enfin si profondément énamo</w:t>
      </w:r>
      <w:r w:rsidRPr="003D2FAA">
        <w:t>u</w:t>
      </w:r>
      <w:r w:rsidRPr="003D2FAA">
        <w:t>rée de Rome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voulait absolument y être nommée</w:t>
      </w:r>
      <w:r w:rsidR="00DE313F">
        <w:t>…</w:t>
      </w:r>
    </w:p>
    <w:p w14:paraId="056C9CA9" w14:textId="77777777" w:rsidR="00DE313F" w:rsidRDefault="0074134D" w:rsidP="0074134D">
      <w:r w:rsidRPr="003D2FAA">
        <w:t>Impossible</w:t>
      </w:r>
      <w:r w:rsidR="00DE313F">
        <w:t xml:space="preserve"> ? </w:t>
      </w:r>
      <w:r w:rsidRPr="003D2FAA">
        <w:t>Pourquoi impossible</w:t>
      </w:r>
      <w:r w:rsidR="00DE313F">
        <w:t xml:space="preserve"> ? </w:t>
      </w:r>
      <w:r w:rsidRPr="003D2FAA">
        <w:t>Ce serait difficile</w:t>
      </w:r>
      <w:r w:rsidR="00DE313F">
        <w:t xml:space="preserve">, </w:t>
      </w:r>
      <w:r w:rsidRPr="003D2FAA">
        <w:t>oui</w:t>
      </w:r>
      <w:r w:rsidR="00DE313F">
        <w:t xml:space="preserve">. </w:t>
      </w:r>
      <w:r w:rsidRPr="003D2FAA">
        <w:t>Impossible</w:t>
      </w:r>
      <w:r w:rsidR="00DE313F">
        <w:t xml:space="preserve">, </w:t>
      </w:r>
      <w:r w:rsidRPr="003D2FAA">
        <w:t>non</w:t>
      </w:r>
      <w:r w:rsidR="00DE313F">
        <w:t xml:space="preserve">. </w:t>
      </w:r>
      <w:r w:rsidRPr="003D2FAA">
        <w:t>Très difficile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 vrai</w:t>
      </w:r>
      <w:r w:rsidR="00DE313F">
        <w:t xml:space="preserve"> ; </w:t>
      </w:r>
      <w:r w:rsidRPr="003D2FAA">
        <w:t>mais si on le voulait</w:t>
      </w:r>
      <w:r w:rsidR="00DE313F">
        <w:t xml:space="preserve">, </w:t>
      </w:r>
      <w:r w:rsidRPr="003D2FAA">
        <w:t>voyons</w:t>
      </w:r>
      <w:r w:rsidR="00DE313F">
        <w:t xml:space="preserve"> ?… </w:t>
      </w:r>
      <w:r w:rsidRPr="003D2FAA">
        <w:t>Même suppléante dans quelque classe adjointe</w:t>
      </w:r>
      <w:r w:rsidR="00DE313F">
        <w:t xml:space="preserve">…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 ; </w:t>
      </w:r>
      <w:r w:rsidRPr="003D2FAA">
        <w:t>il devait lui faire ce plaisir</w:t>
      </w:r>
      <w:r w:rsidR="00DE313F">
        <w:t xml:space="preserve"> ! </w:t>
      </w:r>
      <w:r w:rsidRPr="003D2FAA">
        <w:t>Elle viendrait tant et tant de fois l</w:t>
      </w:r>
      <w:r w:rsidR="00DE313F">
        <w:t>’</w:t>
      </w:r>
      <w:r w:rsidRPr="003D2FAA">
        <w:t>importuner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ne le faisait pas</w:t>
      </w:r>
      <w:r w:rsidR="00DE313F">
        <w:t xml:space="preserve"> !… </w:t>
      </w:r>
      <w:r w:rsidRPr="003D2FAA">
        <w:t>Elle ne lui laisserait plus un moment de paix</w:t>
      </w:r>
      <w:r w:rsidR="00DE313F">
        <w:t xml:space="preserve"> ! </w:t>
      </w:r>
      <w:r w:rsidRPr="003D2FAA">
        <w:t>Être déléguée</w:t>
      </w:r>
      <w:r w:rsidR="00DE313F">
        <w:t xml:space="preserve">, </w:t>
      </w:r>
      <w:r w:rsidRPr="003D2FAA">
        <w:t>stagiaire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si f</w:t>
      </w:r>
      <w:r w:rsidRPr="003D2FAA">
        <w:t>a</w:t>
      </w:r>
      <w:r w:rsidRPr="003D2FAA">
        <w:t>cile</w:t>
      </w:r>
      <w:r w:rsidR="00DE313F">
        <w:t xml:space="preserve">. </w:t>
      </w:r>
      <w:r w:rsidRPr="003D2FAA">
        <w:t>Non</w:t>
      </w:r>
      <w:r w:rsidR="00DE313F">
        <w:t xml:space="preserve"> ? </w:t>
      </w:r>
      <w:r w:rsidRPr="003D2FAA">
        <w:t>Alors</w:t>
      </w:r>
      <w:r w:rsidR="00DE313F">
        <w:t> ?</w:t>
      </w:r>
    </w:p>
    <w:p w14:paraId="70975ABA" w14:textId="77777777" w:rsidR="00DE313F" w:rsidRDefault="0074134D" w:rsidP="0074134D">
      <w:r w:rsidRPr="003D2FAA">
        <w:t>Alors la conclusion fut autre</w:t>
      </w:r>
      <w:r w:rsidR="00DE313F">
        <w:t>.</w:t>
      </w:r>
    </w:p>
    <w:p w14:paraId="525162AD" w14:textId="77777777" w:rsidR="00DE313F" w:rsidRDefault="0074134D" w:rsidP="0074134D">
      <w:r w:rsidRPr="003D2FAA">
        <w:t>Après six ou sept de ces visites</w:t>
      </w:r>
      <w:r w:rsidR="00DE313F">
        <w:t xml:space="preserve">, </w:t>
      </w:r>
      <w:r w:rsidRPr="003D2FAA">
        <w:t>une après-midi</w:t>
      </w:r>
      <w:r w:rsidR="00DE313F">
        <w:t xml:space="preserve">, </w:t>
      </w:r>
      <w:r w:rsidRPr="003D2FAA">
        <w:t>le chevalier Martino Lori s</w:t>
      </w:r>
      <w:r w:rsidR="00DE313F">
        <w:t>’</w:t>
      </w:r>
      <w:r w:rsidRPr="003D2FAA">
        <w:t xml:space="preserve">habilla comme pour les grandes occasions et se rendit à Monte </w:t>
      </w:r>
      <w:proofErr w:type="spellStart"/>
      <w:r w:rsidRPr="003D2FAA">
        <w:t>citorio</w:t>
      </w:r>
      <w:proofErr w:type="spellEnd"/>
      <w:r w:rsidRPr="00920F1B">
        <w:rPr>
          <w:rStyle w:val="Appelnotedebasdep"/>
        </w:rPr>
        <w:footnoteReference w:id="2"/>
      </w:r>
      <w:r w:rsidRPr="003D2FAA">
        <w:t xml:space="preserve"> demander l</w:t>
      </w:r>
      <w:r w:rsidR="00DE313F">
        <w:t>’</w:t>
      </w:r>
      <w:r w:rsidRPr="003D2FAA">
        <w:t xml:space="preserve">honorable Marco </w:t>
      </w:r>
      <w:proofErr w:type="spellStart"/>
      <w:r w:rsidRPr="003D2FAA">
        <w:t>Verona</w:t>
      </w:r>
      <w:proofErr w:type="spellEnd"/>
      <w:r w:rsidR="00DE313F">
        <w:t>.</w:t>
      </w:r>
    </w:p>
    <w:p w14:paraId="102E829C" w14:textId="77777777" w:rsidR="00DE313F" w:rsidRDefault="0074134D" w:rsidP="0074134D">
      <w:r w:rsidRPr="003D2FAA">
        <w:lastRenderedPageBreak/>
        <w:t>Il regardait ses gants</w:t>
      </w:r>
      <w:r w:rsidR="00DE313F">
        <w:t xml:space="preserve">, </w:t>
      </w:r>
      <w:r w:rsidRPr="003D2FAA">
        <w:t>il regardait ses souliers vernis</w:t>
      </w:r>
      <w:r w:rsidR="00DE313F">
        <w:t xml:space="preserve">, </w:t>
      </w:r>
      <w:r w:rsidRPr="003D2FAA">
        <w:t>il tirait ses manchettes de la pointe de ses doigts</w:t>
      </w:r>
      <w:r w:rsidR="00DE313F">
        <w:t xml:space="preserve">, </w:t>
      </w:r>
      <w:r w:rsidRPr="003D2FAA">
        <w:t>très énervé</w:t>
      </w:r>
      <w:r w:rsidR="00DE313F">
        <w:t xml:space="preserve">, </w:t>
      </w:r>
      <w:r w:rsidRPr="003D2FAA">
        <w:t>en a</w:t>
      </w:r>
      <w:r w:rsidRPr="003D2FAA">
        <w:t>t</w:t>
      </w:r>
      <w:r w:rsidRPr="003D2FAA">
        <w:t>tendant l</w:t>
      </w:r>
      <w:r w:rsidR="00DE313F">
        <w:t>’</w:t>
      </w:r>
      <w:r w:rsidRPr="003D2FAA">
        <w:t>huissier qui devait l</w:t>
      </w:r>
      <w:r w:rsidR="00DE313F">
        <w:t>’</w:t>
      </w:r>
      <w:r w:rsidRPr="003D2FAA">
        <w:t>introduire</w:t>
      </w:r>
      <w:r w:rsidR="00DE313F">
        <w:t>.</w:t>
      </w:r>
    </w:p>
    <w:p w14:paraId="5DABF68F" w14:textId="77777777" w:rsidR="00DE313F" w:rsidRDefault="0074134D" w:rsidP="0074134D">
      <w:r w:rsidRPr="003D2FAA">
        <w:t>À peine entré</w:t>
      </w:r>
      <w:r w:rsidR="00DE313F">
        <w:t xml:space="preserve">, </w:t>
      </w:r>
      <w:r w:rsidRPr="003D2FAA">
        <w:t>pour cacher son embarras</w:t>
      </w:r>
      <w:r w:rsidR="00DE313F">
        <w:t xml:space="preserve">, </w:t>
      </w:r>
      <w:r w:rsidRPr="003D2FAA">
        <w:t>il se mit à dire avec chaleur à 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Pr="003D2FAA">
        <w:t xml:space="preserve"> que sa protégée demandait vraiment l</w:t>
      </w:r>
      <w:r w:rsidR="00DE313F">
        <w:t>’</w:t>
      </w:r>
      <w:r w:rsidRPr="003D2FAA">
        <w:t>impossible</w:t>
      </w:r>
      <w:r w:rsidR="00DE313F">
        <w:t> !</w:t>
      </w:r>
    </w:p>
    <w:p w14:paraId="17B40918" w14:textId="77777777" w:rsidR="00DE313F" w:rsidRDefault="00DE313F" w:rsidP="0074134D">
      <w:r>
        <w:t>— </w:t>
      </w:r>
      <w:r w:rsidR="0074134D" w:rsidRPr="003D2FAA">
        <w:t>Ma protégée</w:t>
      </w:r>
      <w:r>
        <w:t xml:space="preserve"> ? </w:t>
      </w:r>
      <w:r w:rsidR="0074134D" w:rsidRPr="003D2FAA">
        <w:t>interrompit l</w:t>
      </w:r>
      <w:r>
        <w:t>’</w:t>
      </w:r>
      <w:r w:rsidR="0074134D" w:rsidRPr="003D2FAA">
        <w:t xml:space="preserve">honorable </w:t>
      </w:r>
      <w:proofErr w:type="spellStart"/>
      <w:r w:rsidR="0074134D" w:rsidRPr="003D2FAA">
        <w:t>Verona</w:t>
      </w:r>
      <w:proofErr w:type="spellEnd"/>
      <w:r>
        <w:t xml:space="preserve"> ; </w:t>
      </w:r>
      <w:r w:rsidR="0074134D" w:rsidRPr="003D2FAA">
        <w:t>quelle protégée</w:t>
      </w:r>
      <w:r>
        <w:t> ?</w:t>
      </w:r>
    </w:p>
    <w:p w14:paraId="1867C6ED" w14:textId="77777777" w:rsidR="00DE313F" w:rsidRDefault="0074134D" w:rsidP="0074134D">
      <w:r w:rsidRPr="003D2FAA">
        <w:t>Lori</w:t>
      </w:r>
      <w:r w:rsidR="00DE313F">
        <w:t xml:space="preserve">, </w:t>
      </w:r>
      <w:r w:rsidRPr="003D2FAA">
        <w:t>reconnaissant avec désolation qu</w:t>
      </w:r>
      <w:r w:rsidR="00DE313F">
        <w:t>’</w:t>
      </w:r>
      <w:r w:rsidRPr="003D2FAA">
        <w:t>il avait</w:t>
      </w:r>
      <w:r w:rsidR="00DE313F">
        <w:t xml:space="preserve">, </w:t>
      </w:r>
      <w:r w:rsidRPr="003D2FAA">
        <w:t>sans l</w:t>
      </w:r>
      <w:r w:rsidR="00DE313F">
        <w:t>’</w:t>
      </w:r>
      <w:r w:rsidRPr="003D2FAA">
        <w:t>ombre d</w:t>
      </w:r>
      <w:r w:rsidR="00DE313F">
        <w:t>’</w:t>
      </w:r>
      <w:r w:rsidRPr="003D2FAA">
        <w:t>une malice cependant</w:t>
      </w:r>
      <w:r w:rsidR="00DE313F">
        <w:t xml:space="preserve">, </w:t>
      </w:r>
      <w:r w:rsidRPr="003D2FAA">
        <w:t>employé un mot qui pouvait prêter vraiment à une</w:t>
      </w:r>
      <w:r w:rsidR="00DE313F">
        <w:t xml:space="preserve">… </w:t>
      </w:r>
      <w:r w:rsidRPr="003D2FAA">
        <w:t>oui</w:t>
      </w:r>
      <w:r w:rsidR="00DE313F">
        <w:t xml:space="preserve">, </w:t>
      </w:r>
      <w:r w:rsidRPr="003D2FAA">
        <w:t>à une malveillante interprétation</w:t>
      </w:r>
      <w:r w:rsidR="00DE313F">
        <w:t xml:space="preserve">, </w:t>
      </w:r>
      <w:r w:rsidRPr="003D2FAA">
        <w:t>se hâta de dire qu</w:t>
      </w:r>
      <w:r w:rsidR="00DE313F">
        <w:t>’</w:t>
      </w:r>
      <w:r w:rsidRPr="003D2FAA">
        <w:t xml:space="preserve">il entendait parler de mademoiselle </w:t>
      </w:r>
      <w:proofErr w:type="spellStart"/>
      <w:r w:rsidRPr="003D2FAA">
        <w:t>Ascensi</w:t>
      </w:r>
      <w:proofErr w:type="spellEnd"/>
      <w:r w:rsidR="00DE313F">
        <w:t>.</w:t>
      </w:r>
    </w:p>
    <w:p w14:paraId="2695B1C3" w14:textId="77777777" w:rsidR="00DE313F" w:rsidRDefault="00DE313F" w:rsidP="0074134D">
      <w:r>
        <w:t>— </w:t>
      </w:r>
      <w:r w:rsidR="0074134D" w:rsidRPr="003D2FAA">
        <w:t>Ah</w:t>
      </w:r>
      <w:r>
        <w:t xml:space="preserve"> ! </w:t>
      </w:r>
      <w:r w:rsidR="0074134D" w:rsidRPr="003D2FAA">
        <w:t xml:space="preserve">mademoiselle </w:t>
      </w:r>
      <w:proofErr w:type="spellStart"/>
      <w:r w:rsidR="0074134D" w:rsidRPr="003D2FAA">
        <w:t>Ascensi</w:t>
      </w:r>
      <w:proofErr w:type="spellEnd"/>
      <w:r>
        <w:t xml:space="preserve"> ! </w:t>
      </w:r>
      <w:r w:rsidR="0074134D" w:rsidRPr="003D2FAA">
        <w:t>Mais alors</w:t>
      </w:r>
      <w:r>
        <w:t xml:space="preserve">, </w:t>
      </w:r>
      <w:r w:rsidR="0074134D" w:rsidRPr="003D2FAA">
        <w:t>oui</w:t>
      </w:r>
      <w:r>
        <w:t xml:space="preserve">, </w:t>
      </w:r>
      <w:r w:rsidR="0074134D" w:rsidRPr="003D2FAA">
        <w:t>ma protégée</w:t>
      </w:r>
      <w:r>
        <w:t xml:space="preserve">, </w:t>
      </w:r>
      <w:r w:rsidR="0074134D" w:rsidRPr="003D2FAA">
        <w:t xml:space="preserve">répondit </w:t>
      </w:r>
      <w:proofErr w:type="spellStart"/>
      <w:r w:rsidR="0074134D" w:rsidRPr="003D2FAA">
        <w:t>Verona</w:t>
      </w:r>
      <w:proofErr w:type="spellEnd"/>
      <w:r w:rsidR="0074134D" w:rsidRPr="003D2FAA">
        <w:t xml:space="preserve"> en souriant</w:t>
      </w:r>
      <w:r>
        <w:t xml:space="preserve">, </w:t>
      </w:r>
      <w:r w:rsidR="0074134D" w:rsidRPr="003D2FAA">
        <w:t>ce qui accrut l</w:t>
      </w:r>
      <w:r>
        <w:t>’</w:t>
      </w:r>
      <w:r w:rsidR="0074134D" w:rsidRPr="003D2FAA">
        <w:t>embarras du pauvre chevalier Martino Lori</w:t>
      </w:r>
      <w:r>
        <w:t>.</w:t>
      </w:r>
    </w:p>
    <w:p w14:paraId="151FB598" w14:textId="77777777" w:rsidR="00DE313F" w:rsidRDefault="0074134D" w:rsidP="0074134D">
      <w:r w:rsidRPr="003D2FAA">
        <w:t>Je ne me souvenais plus de vous l</w:t>
      </w:r>
      <w:r w:rsidR="00DE313F">
        <w:t>’</w:t>
      </w:r>
      <w:r w:rsidRPr="003D2FAA">
        <w:t>avoir recommandée</w:t>
      </w:r>
      <w:r w:rsidR="00DE313F">
        <w:t xml:space="preserve">, </w:t>
      </w:r>
      <w:r w:rsidRPr="003D2FAA">
        <w:t>et je n</w:t>
      </w:r>
      <w:r w:rsidR="00DE313F">
        <w:t>’</w:t>
      </w:r>
      <w:r w:rsidRPr="003D2FAA">
        <w:t>ai pas deviné tout d</w:t>
      </w:r>
      <w:r w:rsidR="00DE313F">
        <w:t>’</w:t>
      </w:r>
      <w:r w:rsidRPr="003D2FAA">
        <w:t>abord de qui vous entendiez me parler</w:t>
      </w:r>
      <w:r w:rsidR="00DE313F">
        <w:t xml:space="preserve">. </w:t>
      </w:r>
      <w:r w:rsidRPr="003D2FAA">
        <w:t>Je vénère la mémoire de l</w:t>
      </w:r>
      <w:r w:rsidR="00DE313F">
        <w:t>’</w:t>
      </w:r>
      <w:r w:rsidRPr="003D2FAA">
        <w:t>illustre professeur</w:t>
      </w:r>
      <w:r w:rsidR="00DE313F">
        <w:t xml:space="preserve">, </w:t>
      </w:r>
      <w:r w:rsidRPr="003D2FAA">
        <w:t>mon maître</w:t>
      </w:r>
      <w:r w:rsidR="00DE313F">
        <w:t xml:space="preserve">, </w:t>
      </w:r>
      <w:r w:rsidRPr="003D2FAA">
        <w:t>père de la jeune fille</w:t>
      </w:r>
      <w:r w:rsidR="00DE313F">
        <w:t xml:space="preserve">, </w:t>
      </w:r>
      <w:r w:rsidRPr="003D2FAA">
        <w:t>et je voudrais que vous aussi</w:t>
      </w:r>
      <w:r w:rsidR="00DE313F">
        <w:t xml:space="preserve">, </w:t>
      </w:r>
      <w:r w:rsidRPr="003D2FAA">
        <w:t>chevalier</w:t>
      </w:r>
      <w:r w:rsidR="00DE313F">
        <w:t xml:space="preserve">, </w:t>
      </w:r>
      <w:r w:rsidRPr="003D2FAA">
        <w:t>vous pr</w:t>
      </w:r>
      <w:r w:rsidRPr="003D2FAA">
        <w:t>o</w:t>
      </w:r>
      <w:r w:rsidRPr="003D2FAA">
        <w:t>tégiez cette enfant</w:t>
      </w:r>
      <w:r w:rsidR="00DE313F">
        <w:t xml:space="preserve">, </w:t>
      </w:r>
      <w:r w:rsidRPr="003D2FAA">
        <w:t xml:space="preserve">que vous la </w:t>
      </w:r>
      <w:r w:rsidRPr="003D2FAA">
        <w:rPr>
          <w:i/>
          <w:iCs/>
        </w:rPr>
        <w:t xml:space="preserve">protégiez </w:t>
      </w:r>
      <w:r w:rsidRPr="003D2FAA">
        <w:t>véritablement et que vous lui donniez satisfaction complète parce qu</w:t>
      </w:r>
      <w:r w:rsidR="00DE313F">
        <w:t>’</w:t>
      </w:r>
      <w:r w:rsidRPr="003D2FAA">
        <w:t>elle le mérite</w:t>
      </w:r>
      <w:r w:rsidR="00DE313F">
        <w:t>.</w:t>
      </w:r>
    </w:p>
    <w:p w14:paraId="46D4D481" w14:textId="77777777" w:rsidR="00DE313F" w:rsidRDefault="0074134D" w:rsidP="0074134D">
      <w:r w:rsidRPr="003D2FAA">
        <w:t>Mais si le chevalier Martino Lori était venu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just</w:t>
      </w:r>
      <w:r w:rsidRPr="003D2FAA">
        <w:t>e</w:t>
      </w:r>
      <w:r w:rsidRPr="003D2FAA">
        <w:t>ment dans ce but</w:t>
      </w:r>
      <w:r w:rsidR="00DE313F">
        <w:t xml:space="preserve"> ! </w:t>
      </w:r>
      <w:r w:rsidRPr="003D2FAA">
        <w:t>La transférer à Rome</w:t>
      </w:r>
      <w:r w:rsidR="00DE313F">
        <w:t xml:space="preserve">, </w:t>
      </w:r>
      <w:r w:rsidRPr="003D2FAA">
        <w:t>cependant</w:t>
      </w:r>
      <w:r w:rsidR="00DE313F">
        <w:t xml:space="preserve">, </w:t>
      </w:r>
      <w:r w:rsidRPr="003D2FAA">
        <w:t>lui était absolument impossible</w:t>
      </w:r>
      <w:r w:rsidR="00DE313F">
        <w:t xml:space="preserve">. </w:t>
      </w:r>
      <w:r w:rsidRPr="003D2FAA">
        <w:t>Si cela se pouvait</w:t>
      </w:r>
      <w:r w:rsidR="00DE313F">
        <w:t xml:space="preserve">, </w:t>
      </w:r>
      <w:r w:rsidRPr="003D2FAA">
        <w:t>il désirait savoir la vraie raison pour laquelle</w:t>
      </w:r>
      <w:r w:rsidR="00DE313F">
        <w:t xml:space="preserve">… </w:t>
      </w:r>
      <w:r w:rsidRPr="003D2FAA">
        <w:t>oui</w:t>
      </w:r>
      <w:r w:rsidR="00DE313F">
        <w:t xml:space="preserve">, </w:t>
      </w:r>
      <w:r w:rsidRPr="003D2FAA">
        <w:t xml:space="preserve">pour laquelle la </w:t>
      </w:r>
      <w:r w:rsidRPr="003D2FAA">
        <w:rPr>
          <w:i/>
          <w:iCs/>
        </w:rPr>
        <w:t xml:space="preserve">signorina </w:t>
      </w:r>
      <w:r w:rsidRPr="003D2FAA">
        <w:t>vo</w:t>
      </w:r>
      <w:r w:rsidRPr="003D2FAA">
        <w:t>u</w:t>
      </w:r>
      <w:r w:rsidRPr="003D2FAA">
        <w:t xml:space="preserve">lait quitter </w:t>
      </w:r>
      <w:proofErr w:type="spellStart"/>
      <w:r w:rsidRPr="003D2FAA">
        <w:t>Perugia</w:t>
      </w:r>
      <w:proofErr w:type="spellEnd"/>
      <w:r w:rsidR="00DE313F">
        <w:t>…</w:t>
      </w:r>
    </w:p>
    <w:p w14:paraId="28675CC0" w14:textId="77777777" w:rsidR="00DE313F" w:rsidRDefault="0074134D" w:rsidP="0074134D">
      <w:r w:rsidRPr="003D2FAA">
        <w:lastRenderedPageBreak/>
        <w:t>Oh</w:t>
      </w:r>
      <w:r w:rsidR="00DE313F">
        <w:t xml:space="preserve"> ! </w:t>
      </w:r>
      <w:r w:rsidRPr="003D2FAA">
        <w:t>cette raison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était malheureusement pas agréable</w:t>
      </w:r>
      <w:r w:rsidR="00DE313F">
        <w:t xml:space="preserve">. </w:t>
      </w:r>
      <w:r w:rsidRPr="003D2FAA">
        <w:t xml:space="preserve">Le professeur </w:t>
      </w:r>
      <w:proofErr w:type="spellStart"/>
      <w:r w:rsidRPr="003D2FAA">
        <w:t>Ascensi</w:t>
      </w:r>
      <w:proofErr w:type="spellEnd"/>
      <w:r w:rsidRPr="003D2FAA">
        <w:t xml:space="preserve"> avait été trahi et abandonné par son épouse</w:t>
      </w:r>
      <w:r w:rsidR="00DE313F">
        <w:t xml:space="preserve">, </w:t>
      </w:r>
      <w:r w:rsidRPr="003D2FAA">
        <w:t>une vilaine femme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très riche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acoquinée avec un homme digne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dont elle avait eu deux ou trois e</w:t>
      </w:r>
      <w:r w:rsidRPr="003D2FAA">
        <w:t>n</w:t>
      </w:r>
      <w:r w:rsidRPr="003D2FAA">
        <w:t>fants</w:t>
      </w:r>
      <w:r w:rsidR="00DE313F">
        <w:t xml:space="preserve">. </w:t>
      </w:r>
      <w:proofErr w:type="spellStart"/>
      <w:r w:rsidRPr="003D2FAA">
        <w:t>Ascensi</w:t>
      </w:r>
      <w:proofErr w:type="spellEnd"/>
      <w:r w:rsidRPr="003D2FAA">
        <w:t xml:space="preserve"> avait tout naturellement gardé près de lui son unique enfant et avait restitué à cette femme tout son avoir</w:t>
      </w:r>
      <w:r w:rsidR="00DE313F">
        <w:t xml:space="preserve">. </w:t>
      </w:r>
      <w:r w:rsidRPr="003D2FAA">
        <w:t>Homme supérieur</w:t>
      </w:r>
      <w:r w:rsidR="00DE313F">
        <w:t xml:space="preserve">, </w:t>
      </w:r>
      <w:r w:rsidRPr="003D2FAA">
        <w:t>mais dépourvu de tout sens pratique</w:t>
      </w:r>
      <w:r w:rsidR="00DE313F">
        <w:t xml:space="preserve">, </w:t>
      </w:r>
      <w:r w:rsidRPr="003D2FAA">
        <w:t>le pr</w:t>
      </w:r>
      <w:r w:rsidRPr="003D2FAA">
        <w:t>o</w:t>
      </w:r>
      <w:r w:rsidRPr="003D2FAA">
        <w:t xml:space="preserve">fesseur </w:t>
      </w:r>
      <w:proofErr w:type="spellStart"/>
      <w:r w:rsidRPr="003D2FAA">
        <w:t>Ascensi</w:t>
      </w:r>
      <w:proofErr w:type="spellEnd"/>
      <w:r w:rsidRPr="003D2FAA">
        <w:t xml:space="preserve"> avait mené une existence douloureuse au milieu d</w:t>
      </w:r>
      <w:r w:rsidR="00DE313F">
        <w:t>’</w:t>
      </w:r>
      <w:r w:rsidRPr="003D2FAA">
        <w:t>angoisses et d</w:t>
      </w:r>
      <w:r w:rsidR="00DE313F">
        <w:t>’</w:t>
      </w:r>
      <w:r w:rsidRPr="003D2FAA">
        <w:t>amertumes de tous genres</w:t>
      </w:r>
      <w:r w:rsidR="00DE313F">
        <w:t>.</w:t>
      </w:r>
    </w:p>
    <w:p w14:paraId="51C47EFA" w14:textId="77777777" w:rsidR="00DE313F" w:rsidRDefault="0074134D" w:rsidP="0074134D">
      <w:r w:rsidRPr="003D2FAA">
        <w:t>Il achetait des livres</w:t>
      </w:r>
      <w:r w:rsidR="00DE313F">
        <w:t xml:space="preserve">, </w:t>
      </w:r>
      <w:r w:rsidRPr="003D2FAA">
        <w:t>des livres et encore des livres</w:t>
      </w:r>
      <w:r w:rsidR="00DE313F">
        <w:t xml:space="preserve">, </w:t>
      </w:r>
      <w:r w:rsidRPr="003D2FAA">
        <w:t>et des instruments pour son laboratoire</w:t>
      </w:r>
      <w:r w:rsidR="00DE313F">
        <w:t xml:space="preserve">, </w:t>
      </w:r>
      <w:r w:rsidRPr="003D2FAA">
        <w:t>et ne s</w:t>
      </w:r>
      <w:r w:rsidR="00DE313F">
        <w:t>’</w:t>
      </w:r>
      <w:r w:rsidRPr="003D2FAA">
        <w:t>expliquait pas comment son traitement ne pouvait suffire aux besoins d</w:t>
      </w:r>
      <w:r w:rsidR="00DE313F">
        <w:t>’</w:t>
      </w:r>
      <w:r w:rsidRPr="003D2FAA">
        <w:t>une f</w:t>
      </w:r>
      <w:r w:rsidRPr="003D2FAA">
        <w:t>a</w:t>
      </w:r>
      <w:r w:rsidRPr="003D2FAA">
        <w:t>mille si restreinte cependant</w:t>
      </w:r>
      <w:r w:rsidR="00DE313F">
        <w:t xml:space="preserve"> ! </w:t>
      </w:r>
      <w:r w:rsidRPr="003D2FAA">
        <w:t>Pour que son père ne souffrît pas de privations</w:t>
      </w:r>
      <w:r w:rsidR="00DE313F">
        <w:t xml:space="preserve">, </w:t>
      </w:r>
      <w:r w:rsidRPr="003D2FAA">
        <w:t xml:space="preserve">mademoiselle </w:t>
      </w:r>
      <w:proofErr w:type="spellStart"/>
      <w:r w:rsidRPr="003D2FAA">
        <w:t>Ascensi</w:t>
      </w:r>
      <w:proofErr w:type="spellEnd"/>
      <w:r w:rsidRPr="003D2FAA">
        <w:t xml:space="preserve"> s</w:t>
      </w:r>
      <w:r w:rsidR="00DE313F">
        <w:t>’</w:t>
      </w:r>
      <w:r w:rsidRPr="003D2FAA">
        <w:t>était vue forcée d</w:t>
      </w:r>
      <w:r w:rsidR="00DE313F">
        <w:t>’</w:t>
      </w:r>
      <w:r w:rsidRPr="003D2FAA">
        <w:t>entrer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enseignement</w:t>
      </w:r>
      <w:r w:rsidR="00DE313F">
        <w:t xml:space="preserve">. </w:t>
      </w:r>
      <w:r w:rsidRPr="003D2FAA">
        <w:t>Oh</w:t>
      </w:r>
      <w:r w:rsidR="00DE313F">
        <w:t xml:space="preserve"> ! </w:t>
      </w:r>
      <w:r w:rsidRPr="003D2FAA">
        <w:t>la vie de cette enfant</w:t>
      </w:r>
      <w:r w:rsidR="00DE313F">
        <w:t xml:space="preserve">, </w:t>
      </w:r>
      <w:r w:rsidRPr="003D2FAA">
        <w:t>ju</w:t>
      </w:r>
      <w:r w:rsidRPr="003D2FAA">
        <w:t>s</w:t>
      </w:r>
      <w:r w:rsidRPr="003D2FAA">
        <w:t>qu</w:t>
      </w:r>
      <w:r w:rsidR="00DE313F">
        <w:t>’</w:t>
      </w:r>
      <w:r w:rsidRPr="003D2FAA">
        <w:t>à la mort de son père</w:t>
      </w:r>
      <w:r w:rsidR="00DE313F">
        <w:t xml:space="preserve">, </w:t>
      </w:r>
      <w:r w:rsidRPr="003D2FAA">
        <w:t>avait été un continuel exercice de p</w:t>
      </w:r>
      <w:r w:rsidRPr="003D2FAA">
        <w:t>a</w:t>
      </w:r>
      <w:r w:rsidRPr="003D2FAA">
        <w:t>tience et de vertu</w:t>
      </w:r>
      <w:r w:rsidR="00DE313F">
        <w:t xml:space="preserve">. </w:t>
      </w:r>
      <w:r w:rsidRPr="003D2FAA">
        <w:t>Elle était justement orgueilleuse</w:t>
      </w:r>
      <w:r w:rsidR="00DE313F">
        <w:t xml:space="preserve">, </w:t>
      </w:r>
      <w:r w:rsidRPr="003D2FAA">
        <w:t>il est vrai</w:t>
      </w:r>
      <w:r w:rsidR="00DE313F">
        <w:t xml:space="preserve">, </w:t>
      </w:r>
      <w:r w:rsidRPr="003D2FAA">
        <w:t>de la réputation de celui qu</w:t>
      </w:r>
      <w:r w:rsidR="00DE313F">
        <w:t>’</w:t>
      </w:r>
      <w:r w:rsidRPr="003D2FAA">
        <w:t>elle pouvait opposer à l</w:t>
      </w:r>
      <w:r w:rsidR="00DE313F">
        <w:t>’</w:t>
      </w:r>
      <w:r w:rsidRPr="003D2FAA">
        <w:t>opprobre maternel</w:t>
      </w:r>
      <w:r w:rsidR="00DE313F">
        <w:t xml:space="preserve">. </w:t>
      </w:r>
      <w:r w:rsidRPr="003D2FAA">
        <w:t>Mais maintenant</w:t>
      </w:r>
      <w:r w:rsidR="00DE313F">
        <w:t xml:space="preserve">, </w:t>
      </w:r>
      <w:r w:rsidRPr="003D2FAA">
        <w:t>son père étant si malheureusement mort</w:t>
      </w:r>
      <w:r w:rsidR="00DE313F">
        <w:t xml:space="preserve">, </w:t>
      </w:r>
      <w:r w:rsidRPr="003D2FAA">
        <w:t>elle était restée sans protection</w:t>
      </w:r>
      <w:r w:rsidR="00DE313F">
        <w:t xml:space="preserve">, </w:t>
      </w:r>
      <w:r w:rsidRPr="003D2FAA">
        <w:t>seule et pauvre</w:t>
      </w:r>
      <w:r w:rsidR="00DE313F">
        <w:t xml:space="preserve">, </w:t>
      </w:r>
      <w:r w:rsidRPr="003D2FAA">
        <w:t xml:space="preserve">et elle ne pouvait se résigner à vivre à </w:t>
      </w:r>
      <w:proofErr w:type="spellStart"/>
      <w:r w:rsidRPr="003D2FAA">
        <w:t>Perugia</w:t>
      </w:r>
      <w:proofErr w:type="spellEnd"/>
      <w:r w:rsidRPr="003D2FAA">
        <w:t xml:space="preserve"> où vivait aussi sa mère riche et déshonorée</w:t>
      </w:r>
      <w:r w:rsidR="00DE313F">
        <w:t xml:space="preserve">. </w:t>
      </w:r>
      <w:r w:rsidRPr="003D2FAA">
        <w:t>C</w:t>
      </w:r>
      <w:r w:rsidR="00DE313F">
        <w:t>’</w:t>
      </w:r>
      <w:r w:rsidRPr="003D2FAA">
        <w:t>était tout</w:t>
      </w:r>
      <w:r w:rsidR="00DE313F">
        <w:t> !</w:t>
      </w:r>
    </w:p>
    <w:p w14:paraId="3B85D876" w14:textId="77777777" w:rsidR="00DE313F" w:rsidRDefault="0074134D" w:rsidP="0074134D">
      <w:r w:rsidRPr="003D2FAA">
        <w:t>Martino Lori fut ému à ce récit</w:t>
      </w:r>
      <w:r w:rsidR="00DE313F">
        <w:t xml:space="preserve"> ; </w:t>
      </w:r>
      <w:r w:rsidRPr="003D2FAA">
        <w:t>il l</w:t>
      </w:r>
      <w:r w:rsidR="00DE313F">
        <w:t>’</w:t>
      </w:r>
      <w:r w:rsidRPr="003D2FAA">
        <w:t>était déjà avant de l</w:t>
      </w:r>
      <w:r w:rsidR="00DE313F">
        <w:t>’</w:t>
      </w:r>
      <w:r w:rsidRPr="003D2FAA">
        <w:t>avoir entendu de la bouche autorisée d</w:t>
      </w:r>
      <w:r w:rsidR="00DE313F">
        <w:t>’</w:t>
      </w:r>
      <w:r w:rsidRPr="003D2FAA">
        <w:t>un député de grand avenir</w:t>
      </w:r>
      <w:r w:rsidR="00DE313F">
        <w:t xml:space="preserve">. </w:t>
      </w:r>
      <w:r w:rsidRPr="003D2FAA">
        <w:t>Martino Lori lui laissa comprendre</w:t>
      </w:r>
      <w:r w:rsidR="00DE313F">
        <w:t xml:space="preserve">, </w:t>
      </w:r>
      <w:r w:rsidRPr="003D2FAA">
        <w:t>en le quittant</w:t>
      </w:r>
      <w:r w:rsidR="00DE313F">
        <w:t xml:space="preserve">, </w:t>
      </w:r>
      <w:r w:rsidRPr="003D2FAA">
        <w:t>son intention de récompenser de son mieux cette enfant de ses s</w:t>
      </w:r>
      <w:r w:rsidRPr="003D2FAA">
        <w:t>a</w:t>
      </w:r>
      <w:r w:rsidRPr="003D2FAA">
        <w:t>crifices et de son merveilleux dévouement filial</w:t>
      </w:r>
      <w:r w:rsidR="00DE313F">
        <w:t>.</w:t>
      </w:r>
    </w:p>
    <w:p w14:paraId="33066587" w14:textId="77777777" w:rsidR="00DE313F" w:rsidRDefault="0074134D" w:rsidP="0074134D">
      <w:r w:rsidRPr="003D2FAA">
        <w:lastRenderedPageBreak/>
        <w:t xml:space="preserve">Et ainsi mademoiselle Silvia </w:t>
      </w:r>
      <w:proofErr w:type="spellStart"/>
      <w:r w:rsidRPr="003D2FAA">
        <w:t>Ascensi</w:t>
      </w:r>
      <w:proofErr w:type="spellEnd"/>
      <w:r w:rsidR="00DE313F">
        <w:t xml:space="preserve">, </w:t>
      </w:r>
      <w:r w:rsidRPr="003D2FAA">
        <w:t>venue à Rome pour obtenir un changement de résidence</w:t>
      </w:r>
      <w:r w:rsidR="00DE313F">
        <w:t xml:space="preserve">, </w:t>
      </w:r>
      <w:r w:rsidRPr="003D2FAA">
        <w:t>y trouva</w:t>
      </w:r>
      <w:r w:rsidR="00DE313F">
        <w:t xml:space="preserve">, </w:t>
      </w:r>
      <w:r w:rsidRPr="003D2FAA">
        <w:t>au lieu de cela</w:t>
      </w:r>
      <w:r w:rsidR="00DE313F">
        <w:t xml:space="preserve">, </w:t>
      </w:r>
      <w:r w:rsidRPr="003D2FAA">
        <w:t>un mari</w:t>
      </w:r>
      <w:r w:rsidR="00DE313F">
        <w:t>.</w:t>
      </w:r>
    </w:p>
    <w:p w14:paraId="3727CA63" w14:textId="18CE079A" w:rsidR="0074134D" w:rsidRPr="00920F1B" w:rsidRDefault="0074134D" w:rsidP="00DE313F">
      <w:pPr>
        <w:pStyle w:val="Titre2"/>
      </w:pPr>
      <w:bookmarkStart w:id="9" w:name="_Toc193482001"/>
      <w:r w:rsidRPr="00920F1B">
        <w:t>II</w:t>
      </w:r>
      <w:bookmarkEnd w:id="9"/>
    </w:p>
    <w:p w14:paraId="6ECFF70F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tout au moins durant les trois premières années</w:t>
      </w:r>
      <w:r w:rsidR="00DE313F">
        <w:t xml:space="preserve">, </w:t>
      </w:r>
      <w:r w:rsidRPr="003D2FAA">
        <w:t>le mariage fut très malheureux</w:t>
      </w:r>
      <w:r w:rsidR="00DE313F">
        <w:t xml:space="preserve">, </w:t>
      </w:r>
      <w:r w:rsidRPr="003D2FAA">
        <w:t>très orageux</w:t>
      </w:r>
      <w:r w:rsidR="00DE313F">
        <w:t>.</w:t>
      </w:r>
    </w:p>
    <w:p w14:paraId="0748E36F" w14:textId="77777777" w:rsidR="00DE313F" w:rsidRDefault="0074134D" w:rsidP="0074134D">
      <w:r w:rsidRPr="003D2FAA">
        <w:t>Dans le feu des premiers jours</w:t>
      </w:r>
      <w:r w:rsidR="00DE313F">
        <w:t xml:space="preserve">, </w:t>
      </w:r>
      <w:r w:rsidRPr="003D2FAA">
        <w:t>Martino Lori s</w:t>
      </w:r>
      <w:r w:rsidR="00DE313F">
        <w:t>’</w:t>
      </w:r>
      <w:r w:rsidRPr="003D2FAA">
        <w:t>y jeta pour ainsi dire tout entier</w:t>
      </w:r>
      <w:r w:rsidR="00DE313F">
        <w:t xml:space="preserve"> ; </w:t>
      </w:r>
      <w:r w:rsidRPr="003D2FAA">
        <w:t>l</w:t>
      </w:r>
      <w:r w:rsidR="00DE313F">
        <w:t>’</w:t>
      </w:r>
      <w:r w:rsidRPr="003D2FAA">
        <w:t>épouse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y laissa tomber très peu d</w:t>
      </w:r>
      <w:r w:rsidR="00DE313F">
        <w:t>’</w:t>
      </w:r>
      <w:r w:rsidRPr="003D2FAA">
        <w:t>elle-même</w:t>
      </w:r>
      <w:r w:rsidR="00DE313F">
        <w:t xml:space="preserve">. </w:t>
      </w:r>
      <w:r w:rsidRPr="003D2FAA">
        <w:t>La flamme</w:t>
      </w:r>
      <w:r w:rsidR="00DE313F">
        <w:t xml:space="preserve">, </w:t>
      </w:r>
      <w:r w:rsidRPr="003D2FAA">
        <w:t>qui fond les âmes et les corps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étant calmée</w:t>
      </w:r>
      <w:r w:rsidR="00DE313F">
        <w:t xml:space="preserve">, </w:t>
      </w:r>
      <w:r w:rsidRPr="003D2FAA">
        <w:t>la femme qu</w:t>
      </w:r>
      <w:r w:rsidR="00DE313F">
        <w:t>’</w:t>
      </w:r>
      <w:r w:rsidRPr="003D2FAA">
        <w:t>il croyait devenue sienne entièr</w:t>
      </w:r>
      <w:r w:rsidRPr="003D2FAA">
        <w:t>e</w:t>
      </w:r>
      <w:r w:rsidRPr="003D2FAA">
        <w:t>ment</w:t>
      </w:r>
      <w:r w:rsidR="00DE313F">
        <w:t xml:space="preserve">, </w:t>
      </w:r>
      <w:r w:rsidRPr="003D2FAA">
        <w:t>comme lui-même était devenu complètement sien</w:t>
      </w:r>
      <w:r w:rsidR="00DE313F">
        <w:t xml:space="preserve">, </w:t>
      </w:r>
      <w:r w:rsidRPr="003D2FAA">
        <w:t>app</w:t>
      </w:r>
      <w:r w:rsidRPr="003D2FAA">
        <w:t>a</w:t>
      </w:r>
      <w:r w:rsidRPr="003D2FAA">
        <w:t>rut à ses yeux très différente de celle qu</w:t>
      </w:r>
      <w:r w:rsidR="00DE313F">
        <w:t>’</w:t>
      </w:r>
      <w:r w:rsidRPr="003D2FAA">
        <w:t>il s</w:t>
      </w:r>
      <w:r w:rsidR="00DE313F">
        <w:t>’</w:t>
      </w:r>
      <w:r w:rsidRPr="003D2FAA">
        <w:t xml:space="preserve">était </w:t>
      </w:r>
      <w:proofErr w:type="gramStart"/>
      <w:r w:rsidRPr="003D2FAA">
        <w:t>imaginée</w:t>
      </w:r>
      <w:proofErr w:type="gramEnd"/>
      <w:r w:rsidR="00DE313F">
        <w:t> !</w:t>
      </w:r>
    </w:p>
    <w:p w14:paraId="3661EDB4" w14:textId="77777777" w:rsidR="00DE313F" w:rsidRDefault="0074134D" w:rsidP="0074134D">
      <w:r w:rsidRPr="003D2FAA">
        <w:t>Lori s</w:t>
      </w:r>
      <w:r w:rsidR="00DE313F">
        <w:t>’</w:t>
      </w:r>
      <w:r w:rsidRPr="003D2FAA">
        <w:t>aperçut</w:t>
      </w:r>
      <w:r w:rsidR="00DE313F">
        <w:t xml:space="preserve">, </w:t>
      </w:r>
      <w:r w:rsidRPr="003D2FAA">
        <w:t>en somme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ne l</w:t>
      </w:r>
      <w:r w:rsidR="00DE313F">
        <w:t>’</w:t>
      </w:r>
      <w:r w:rsidRPr="003D2FAA">
        <w:t>aimait point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>elle s</w:t>
      </w:r>
      <w:r w:rsidR="00DE313F">
        <w:t>’</w:t>
      </w:r>
      <w:r w:rsidRPr="003D2FAA">
        <w:t>était laissée épouser comme dans un songe étrange</w:t>
      </w:r>
      <w:r w:rsidR="00DE313F">
        <w:t xml:space="preserve">, </w:t>
      </w:r>
      <w:r w:rsidRPr="003D2FAA">
        <w:t>duquel maintenant elle se dressait</w:t>
      </w:r>
      <w:r w:rsidR="00DE313F">
        <w:t xml:space="preserve">, </w:t>
      </w:r>
      <w:r w:rsidRPr="003D2FAA">
        <w:t>agitée</w:t>
      </w:r>
      <w:r w:rsidR="00DE313F">
        <w:t xml:space="preserve">, </w:t>
      </w:r>
      <w:r w:rsidRPr="003D2FAA">
        <w:t>âpre et sombre</w:t>
      </w:r>
      <w:r w:rsidR="00DE313F">
        <w:t>.</w:t>
      </w:r>
    </w:p>
    <w:p w14:paraId="31EC99EE" w14:textId="77777777" w:rsidR="00DE313F" w:rsidRDefault="0074134D" w:rsidP="0074134D">
      <w:r w:rsidRPr="003D2FAA">
        <w:t>Qu</w:t>
      </w:r>
      <w:r w:rsidR="00DE313F">
        <w:t>’</w:t>
      </w:r>
      <w:r w:rsidRPr="003D2FAA">
        <w:t>avait-elle rêvé</w:t>
      </w:r>
      <w:r w:rsidR="00DE313F">
        <w:t> ?</w:t>
      </w:r>
    </w:p>
    <w:p w14:paraId="31EA801C" w14:textId="77777777" w:rsidR="00DE313F" w:rsidRDefault="0074134D" w:rsidP="0074134D">
      <w:r w:rsidRPr="003D2FAA">
        <w:t>Avec le temps</w:t>
      </w:r>
      <w:r w:rsidR="00DE313F">
        <w:t xml:space="preserve">, </w:t>
      </w:r>
      <w:r w:rsidRPr="003D2FAA">
        <w:t>Lori s</w:t>
      </w:r>
      <w:r w:rsidR="00DE313F">
        <w:t>’</w:t>
      </w:r>
      <w:r w:rsidRPr="003D2FAA">
        <w:t>aperçut de bien autre chose</w:t>
      </w:r>
      <w:r w:rsidR="00DE313F">
        <w:t xml:space="preserve"> : </w:t>
      </w:r>
      <w:r w:rsidRPr="003D2FAA">
        <w:t>c</w:t>
      </w:r>
      <w:r w:rsidR="00DE313F">
        <w:t>’</w:t>
      </w:r>
      <w:r w:rsidRPr="003D2FAA">
        <w:t>est-à-dire que non seulement elle ne l</w:t>
      </w:r>
      <w:r w:rsidR="00DE313F">
        <w:t>’</w:t>
      </w:r>
      <w:r w:rsidRPr="003D2FAA">
        <w:t>aimait pas</w:t>
      </w:r>
      <w:r w:rsidR="00DE313F">
        <w:t xml:space="preserve">, </w:t>
      </w:r>
      <w:r w:rsidRPr="003D2FAA">
        <w:t>mais que</w:t>
      </w:r>
      <w:r w:rsidR="00DE313F">
        <w:t xml:space="preserve">, </w:t>
      </w:r>
      <w:r w:rsidRPr="003D2FAA">
        <w:t>même</w:t>
      </w:r>
      <w:r w:rsidR="00DE313F">
        <w:t xml:space="preserve">, </w:t>
      </w:r>
      <w:r w:rsidRPr="003D2FAA">
        <w:t>elle ne pouvait pas l</w:t>
      </w:r>
      <w:r w:rsidR="00DE313F">
        <w:t>’</w:t>
      </w:r>
      <w:r w:rsidRPr="003D2FAA">
        <w:t>aimer parce que leurs natures étaient abs</w:t>
      </w:r>
      <w:r w:rsidRPr="003D2FAA">
        <w:t>o</w:t>
      </w:r>
      <w:r w:rsidRPr="003D2FAA">
        <w:t>lument opposées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indulgence réciproque n</w:t>
      </w:r>
      <w:r w:rsidR="00DE313F">
        <w:t>’</w:t>
      </w:r>
      <w:r w:rsidRPr="003D2FAA">
        <w:t>était même pas possible entre eux</w:t>
      </w:r>
      <w:r w:rsidR="00DE313F">
        <w:t xml:space="preserve">. </w:t>
      </w:r>
      <w:r w:rsidRPr="003D2FAA">
        <w:t>Si lui</w:t>
      </w:r>
      <w:r w:rsidR="00DE313F">
        <w:t xml:space="preserve">, </w:t>
      </w:r>
      <w:r w:rsidRPr="003D2FAA">
        <w:t>qui l</w:t>
      </w:r>
      <w:r w:rsidR="00DE313F">
        <w:t>’</w:t>
      </w:r>
      <w:r w:rsidRPr="003D2FAA">
        <w:t>aimait</w:t>
      </w:r>
      <w:r w:rsidR="00DE313F">
        <w:t xml:space="preserve">, </w:t>
      </w:r>
      <w:r w:rsidRPr="003D2FAA">
        <w:t>était disposé à respecter son caractère très vil et son esprit d</w:t>
      </w:r>
      <w:r w:rsidR="00DE313F">
        <w:t>’</w:t>
      </w:r>
      <w:r w:rsidRPr="003D2FAA">
        <w:t>indépendance</w:t>
      </w:r>
      <w:r w:rsidR="00DE313F">
        <w:t xml:space="preserve">, </w:t>
      </w:r>
      <w:r w:rsidRPr="003D2FAA">
        <w:t>elle</w:t>
      </w:r>
      <w:r w:rsidR="00DE313F">
        <w:t xml:space="preserve">, </w:t>
      </w:r>
      <w:r w:rsidRPr="003D2FAA">
        <w:t>qui ne l</w:t>
      </w:r>
      <w:r w:rsidR="00DE313F">
        <w:t>’</w:t>
      </w:r>
      <w:r w:rsidRPr="003D2FAA">
        <w:t>aimait pas</w:t>
      </w:r>
      <w:r w:rsidR="00DE313F">
        <w:t xml:space="preserve">, </w:t>
      </w:r>
      <w:r w:rsidRPr="003D2FAA">
        <w:t>ne pouvait souffrir ni sa nature</w:t>
      </w:r>
      <w:r w:rsidR="00DE313F">
        <w:t xml:space="preserve">, </w:t>
      </w:r>
      <w:r w:rsidRPr="003D2FAA">
        <w:t>ni ses opinions</w:t>
      </w:r>
      <w:r w:rsidR="00DE313F">
        <w:t>…</w:t>
      </w:r>
    </w:p>
    <w:p w14:paraId="4643E7B0" w14:textId="77777777" w:rsidR="00DE313F" w:rsidRDefault="00DE313F" w:rsidP="0074134D">
      <w:r>
        <w:lastRenderedPageBreak/>
        <w:t>— </w:t>
      </w:r>
      <w:r w:rsidR="0074134D" w:rsidRPr="003D2FAA">
        <w:t>Mais quelles opinions</w:t>
      </w:r>
      <w:r>
        <w:t xml:space="preserve"> ? </w:t>
      </w:r>
      <w:r w:rsidR="0074134D" w:rsidRPr="003D2FAA">
        <w:t>lui criait-elle avec dédain</w:t>
      </w:r>
      <w:r>
        <w:t xml:space="preserve">. </w:t>
      </w:r>
      <w:r w:rsidR="0074134D" w:rsidRPr="003D2FAA">
        <w:t>Tu ne peux pas en avoir des opinions</w:t>
      </w:r>
      <w:r>
        <w:t xml:space="preserve">, </w:t>
      </w:r>
      <w:r w:rsidR="0074134D" w:rsidRPr="003D2FAA">
        <w:t>mon cher</w:t>
      </w:r>
      <w:r>
        <w:t xml:space="preserve">, </w:t>
      </w:r>
      <w:r w:rsidR="0074134D" w:rsidRPr="003D2FAA">
        <w:t>tu n</w:t>
      </w:r>
      <w:r>
        <w:t>’</w:t>
      </w:r>
      <w:r w:rsidR="0074134D" w:rsidRPr="003D2FAA">
        <w:t>as pas de nerfs</w:t>
      </w:r>
      <w:r>
        <w:t> !…</w:t>
      </w:r>
    </w:p>
    <w:p w14:paraId="729602A0" w14:textId="77777777" w:rsidR="00DE313F" w:rsidRDefault="0074134D" w:rsidP="0074134D">
      <w:r w:rsidRPr="003D2FAA">
        <w:t>Quel rapport y avait-il entre les nerfs et les opinions</w:t>
      </w:r>
      <w:r w:rsidR="00DE313F">
        <w:t xml:space="preserve"> ? </w:t>
      </w:r>
      <w:r w:rsidRPr="003D2FAA">
        <w:t>Le pauvre Lori restait bouche bée</w:t>
      </w:r>
      <w:r w:rsidR="00DE313F">
        <w:t xml:space="preserve">, </w:t>
      </w:r>
      <w:r w:rsidRPr="003D2FAA">
        <w:t>et elle l</w:t>
      </w:r>
      <w:r w:rsidR="00DE313F">
        <w:t>’</w:t>
      </w:r>
      <w:r w:rsidRPr="003D2FAA">
        <w:t>estimait froid parce qu</w:t>
      </w:r>
      <w:r w:rsidR="00DE313F">
        <w:t>’</w:t>
      </w:r>
      <w:r w:rsidRPr="003D2FAA">
        <w:t>il se taisait</w:t>
      </w:r>
      <w:r w:rsidR="00DE313F">
        <w:t xml:space="preserve">. </w:t>
      </w:r>
      <w:r w:rsidRPr="003D2FAA">
        <w:t>Mais il se taisait pour éviter les querelles</w:t>
      </w:r>
      <w:r w:rsidR="00DE313F">
        <w:t xml:space="preserve"> ; </w:t>
      </w:r>
      <w:r w:rsidRPr="003D2FAA">
        <w:t>il se taisait parce qu</w:t>
      </w:r>
      <w:r w:rsidR="00DE313F">
        <w:t>’</w:t>
      </w:r>
      <w:r w:rsidRPr="003D2FAA">
        <w:t>il s</w:t>
      </w:r>
      <w:r w:rsidR="00DE313F">
        <w:t>’</w:t>
      </w:r>
      <w:r w:rsidRPr="003D2FAA">
        <w:t>était renfermé dans sa douleur</w:t>
      </w:r>
      <w:r w:rsidR="00DE313F">
        <w:t xml:space="preserve">, </w:t>
      </w:r>
      <w:r w:rsidRPr="003D2FAA">
        <w:t>résigné à l</w:t>
      </w:r>
      <w:r w:rsidR="00DE313F">
        <w:t>’</w:t>
      </w:r>
      <w:r w:rsidRPr="003D2FAA">
        <w:t>écroulement de son beau rêve</w:t>
      </w:r>
      <w:r w:rsidR="00DE313F">
        <w:t xml:space="preserve">, </w:t>
      </w:r>
      <w:r w:rsidRPr="003D2FAA">
        <w:t>qui était d</w:t>
      </w:r>
      <w:r w:rsidR="00DE313F">
        <w:t>’</w:t>
      </w:r>
      <w:r w:rsidRPr="003D2FAA">
        <w:t>avoir une compagne affectueuse et empressée</w:t>
      </w:r>
      <w:r w:rsidR="00DE313F">
        <w:t xml:space="preserve">, </w:t>
      </w:r>
      <w:r w:rsidRPr="003D2FAA">
        <w:t>et une petite maison élégante et so</w:t>
      </w:r>
      <w:r w:rsidRPr="003D2FAA">
        <w:t>i</w:t>
      </w:r>
      <w:r w:rsidRPr="003D2FAA">
        <w:t>gnée</w:t>
      </w:r>
      <w:r w:rsidR="00DE313F">
        <w:t xml:space="preserve">, </w:t>
      </w:r>
      <w:r w:rsidRPr="003D2FAA">
        <w:t>et toute souriante de paix et d</w:t>
      </w:r>
      <w:r w:rsidR="00DE313F">
        <w:t>’</w:t>
      </w:r>
      <w:r w:rsidRPr="003D2FAA">
        <w:t>amour</w:t>
      </w:r>
      <w:r w:rsidR="00DE313F">
        <w:t>.</w:t>
      </w:r>
    </w:p>
    <w:p w14:paraId="25AA1D18" w14:textId="77777777" w:rsidR="00DE313F" w:rsidRDefault="0074134D" w:rsidP="0074134D">
      <w:r w:rsidRPr="003D2FAA">
        <w:t>Martino Lori demeurait abasourdi du concept que sa femme s</w:t>
      </w:r>
      <w:r w:rsidR="00DE313F">
        <w:t>’</w:t>
      </w:r>
      <w:r w:rsidRPr="003D2FAA">
        <w:t>allait formant de lui jour après jour</w:t>
      </w:r>
      <w:r w:rsidR="00DE313F">
        <w:t xml:space="preserve">, </w:t>
      </w:r>
      <w:r w:rsidRPr="003D2FAA">
        <w:t>et des interprét</w:t>
      </w:r>
      <w:r w:rsidRPr="003D2FAA">
        <w:t>a</w:t>
      </w:r>
      <w:r w:rsidRPr="003D2FAA">
        <w:t>tions qu</w:t>
      </w:r>
      <w:r w:rsidR="00DE313F">
        <w:t>’</w:t>
      </w:r>
      <w:r w:rsidRPr="003D2FAA">
        <w:t>elle donnait à ses actes et à ses paroles</w:t>
      </w:r>
      <w:r w:rsidR="00DE313F">
        <w:t xml:space="preserve">. </w:t>
      </w:r>
      <w:r w:rsidRPr="003D2FAA">
        <w:t>Parfois</w:t>
      </w:r>
      <w:r w:rsidR="00DE313F">
        <w:t xml:space="preserve">, </w:t>
      </w:r>
      <w:r w:rsidRPr="003D2FAA">
        <w:t>il do</w:t>
      </w:r>
      <w:r w:rsidRPr="003D2FAA">
        <w:t>u</w:t>
      </w:r>
      <w:r w:rsidRPr="003D2FAA">
        <w:t>tait presque en lui-même d</w:t>
      </w:r>
      <w:r w:rsidR="00DE313F">
        <w:t>’</w:t>
      </w:r>
      <w:r w:rsidRPr="003D2FAA">
        <w:t>être ce qu</w:t>
      </w:r>
      <w:r w:rsidR="00DE313F">
        <w:t>’</w:t>
      </w:r>
      <w:r w:rsidRPr="003D2FAA">
        <w:t>il était</w:t>
      </w:r>
      <w:r w:rsidR="00DE313F">
        <w:t xml:space="preserve">, </w:t>
      </w:r>
      <w:r w:rsidRPr="003D2FAA">
        <w:t>ce qu</w:t>
      </w:r>
      <w:r w:rsidR="00DE313F">
        <w:t>’</w:t>
      </w:r>
      <w:r w:rsidRPr="003D2FAA">
        <w:t>il avait to</w:t>
      </w:r>
      <w:r w:rsidRPr="003D2FAA">
        <w:t>u</w:t>
      </w:r>
      <w:r w:rsidRPr="003D2FAA">
        <w:t>jours pensé être</w:t>
      </w:r>
      <w:r w:rsidR="00DE313F">
        <w:t xml:space="preserve"> ; </w:t>
      </w:r>
      <w:r w:rsidRPr="003D2FAA">
        <w:t>n</w:t>
      </w:r>
      <w:r w:rsidR="00DE313F">
        <w:t>’</w:t>
      </w:r>
      <w:r w:rsidRPr="003D2FAA">
        <w:t>avait-il pas</w:t>
      </w:r>
      <w:r w:rsidR="00DE313F">
        <w:t xml:space="preserve">, </w:t>
      </w:r>
      <w:r w:rsidRPr="003D2FAA">
        <w:t>sans s</w:t>
      </w:r>
      <w:r w:rsidR="00DE313F">
        <w:t>’</w:t>
      </w:r>
      <w:r w:rsidRPr="003D2FAA">
        <w:t>en apercevoir</w:t>
      </w:r>
      <w:r w:rsidR="00DE313F">
        <w:t xml:space="preserve">, </w:t>
      </w:r>
      <w:r w:rsidRPr="003D2FAA">
        <w:t>tous ces défauts</w:t>
      </w:r>
      <w:r w:rsidR="00DE313F">
        <w:t xml:space="preserve">, </w:t>
      </w:r>
      <w:r w:rsidRPr="003D2FAA">
        <w:t>tous ces vices odieux qu</w:t>
      </w:r>
      <w:r w:rsidR="00DE313F">
        <w:t>’</w:t>
      </w:r>
      <w:r w:rsidRPr="003D2FAA">
        <w:t>elle lui reprochait</w:t>
      </w:r>
      <w:r w:rsidR="00DE313F">
        <w:t> ?</w:t>
      </w:r>
    </w:p>
    <w:p w14:paraId="2D26F874" w14:textId="77777777" w:rsidR="00DE313F" w:rsidRDefault="0074134D" w:rsidP="0074134D">
      <w:r w:rsidRPr="003D2FAA">
        <w:t>Il y avait toujours eu des routes planes devant lui</w:t>
      </w:r>
      <w:r w:rsidR="00DE313F">
        <w:t xml:space="preserve"> ; </w:t>
      </w:r>
      <w:r w:rsidRPr="003D2FAA">
        <w:t>il ne s</w:t>
      </w:r>
      <w:r w:rsidR="00DE313F">
        <w:t>’</w:t>
      </w:r>
      <w:r w:rsidRPr="003D2FAA">
        <w:t>était jamais engagé dans les obscurs et profonds méandres de la vie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à cause de cela peut-être</w:t>
      </w:r>
      <w:r w:rsidR="00DE313F">
        <w:t xml:space="preserve">, </w:t>
      </w:r>
      <w:r w:rsidRPr="003D2FAA">
        <w:t>il ne savait se défier de soi ni de personne</w:t>
      </w:r>
      <w:r w:rsidR="00DE313F">
        <w:t xml:space="preserve">. </w:t>
      </w:r>
      <w:r w:rsidRPr="003D2FAA">
        <w:t>Sa femme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avait assisté depuis l</w:t>
      </w:r>
      <w:r w:rsidR="00DE313F">
        <w:t>’</w:t>
      </w:r>
      <w:r w:rsidRPr="003D2FAA">
        <w:t>enfance à des scènes terribles</w:t>
      </w:r>
      <w:r w:rsidR="00DE313F">
        <w:t xml:space="preserve"> ; </w:t>
      </w:r>
      <w:r w:rsidRPr="003D2FAA">
        <w:t>elle avait malheureusement a</w:t>
      </w:r>
      <w:r w:rsidRPr="003D2FAA">
        <w:t>p</w:t>
      </w:r>
      <w:r w:rsidRPr="003D2FAA">
        <w:t>pris que tout peut être vil</w:t>
      </w:r>
      <w:r w:rsidR="00DE313F">
        <w:t xml:space="preserve">, </w:t>
      </w:r>
      <w:r w:rsidRPr="003D2FAA">
        <w:t>que rien n</w:t>
      </w:r>
      <w:r w:rsidR="00DE313F">
        <w:t>’</w:t>
      </w:r>
      <w:r w:rsidRPr="003D2FAA">
        <w:t>est sacré en ce monde</w:t>
      </w:r>
      <w:r w:rsidR="00DE313F">
        <w:t xml:space="preserve">, </w:t>
      </w:r>
      <w:r w:rsidRPr="003D2FAA">
        <w:t>puisque enfin sa mère</w:t>
      </w:r>
      <w:r w:rsidR="00DE313F">
        <w:t xml:space="preserve">, </w:t>
      </w:r>
      <w:r w:rsidRPr="003D2FAA">
        <w:t>sa propre mère</w:t>
      </w:r>
      <w:r w:rsidR="00DE313F">
        <w:t>…</w:t>
      </w:r>
    </w:p>
    <w:p w14:paraId="2DC10DFC" w14:textId="77777777" w:rsidR="00DE313F" w:rsidRDefault="0074134D" w:rsidP="0074134D">
      <w:r w:rsidRPr="003D2FAA">
        <w:t>Oh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elle méritait qu</w:t>
      </w:r>
      <w:r w:rsidR="00DE313F">
        <w:t>’</w:t>
      </w:r>
      <w:r w:rsidRPr="003D2FAA">
        <w:t>on la plaignît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on l</w:t>
      </w:r>
      <w:r w:rsidR="00DE313F">
        <w:t>’</w:t>
      </w:r>
      <w:r w:rsidRPr="003D2FAA">
        <w:t>excusât de voir le mal où il n</w:t>
      </w:r>
      <w:r w:rsidR="00DE313F">
        <w:t>’</w:t>
      </w:r>
      <w:r w:rsidRPr="003D2FAA">
        <w:t>était pas et de se montrer injuste envers lui</w:t>
      </w:r>
      <w:r w:rsidR="00DE313F">
        <w:t xml:space="preserve">. </w:t>
      </w:r>
      <w:r w:rsidRPr="003D2FAA">
        <w:t>Mais plus il cherchait</w:t>
      </w:r>
      <w:r w:rsidR="00DE313F">
        <w:t xml:space="preserve">, </w:t>
      </w:r>
      <w:r w:rsidRPr="003D2FAA">
        <w:t>avec une bonté pleine de douceur</w:t>
      </w:r>
      <w:r w:rsidR="00DE313F">
        <w:t xml:space="preserve">, </w:t>
      </w:r>
      <w:r w:rsidRPr="003D2FAA">
        <w:t>à se rapprocher d</w:t>
      </w:r>
      <w:r w:rsidR="00DE313F">
        <w:t>’</w:t>
      </w:r>
      <w:r w:rsidRPr="003D2FAA">
        <w:t>elle afin de lui inspirer une plus grande confiance en la vie</w:t>
      </w:r>
      <w:r w:rsidR="00DE313F">
        <w:t xml:space="preserve">, </w:t>
      </w:r>
      <w:r w:rsidRPr="003D2FAA">
        <w:t>afin de l</w:t>
      </w:r>
      <w:r w:rsidR="00DE313F">
        <w:t>’</w:t>
      </w:r>
      <w:r w:rsidRPr="003D2FAA">
        <w:t>amener à des jugements moins injustes</w:t>
      </w:r>
      <w:r w:rsidR="00DE313F">
        <w:t xml:space="preserve">, </w:t>
      </w:r>
      <w:r w:rsidRPr="003D2FAA">
        <w:t>plus équitables</w:t>
      </w:r>
      <w:r w:rsidR="00DE313F">
        <w:t xml:space="preserve">, </w:t>
      </w:r>
      <w:r w:rsidRPr="003D2FAA">
        <w:t>plus elle s</w:t>
      </w:r>
      <w:r w:rsidR="00DE313F">
        <w:t>’</w:t>
      </w:r>
      <w:r w:rsidRPr="003D2FAA">
        <w:t>aigrissait et se révoltait</w:t>
      </w:r>
      <w:r w:rsidR="00DE313F">
        <w:t>.</w:t>
      </w:r>
    </w:p>
    <w:p w14:paraId="23B9FF81" w14:textId="77777777" w:rsidR="00DE313F" w:rsidRDefault="0074134D" w:rsidP="0074134D">
      <w:r w:rsidRPr="003D2FAA">
        <w:lastRenderedPageBreak/>
        <w:t>À défaut d</w:t>
      </w:r>
      <w:r w:rsidR="00DE313F">
        <w:t>’</w:t>
      </w:r>
      <w:r w:rsidRPr="003D2FAA">
        <w:t>amour</w:t>
      </w:r>
      <w:r w:rsidR="00DE313F">
        <w:t xml:space="preserve">, </w:t>
      </w:r>
      <w:r w:rsidRPr="003D2FAA">
        <w:t>mon Dieu</w:t>
      </w:r>
      <w:r w:rsidR="00DE313F">
        <w:t xml:space="preserve"> ! </w:t>
      </w:r>
      <w:r w:rsidRPr="003D2FAA">
        <w:t>elle aurait pu cependant avoir un peu de gratitude envers lui qui</w:t>
      </w:r>
      <w:r w:rsidR="00DE313F">
        <w:t xml:space="preserve">, </w:t>
      </w:r>
      <w:r w:rsidRPr="003D2FAA">
        <w:t>à la fin du compte</w:t>
      </w:r>
      <w:r w:rsidR="00DE313F">
        <w:t xml:space="preserve">, </w:t>
      </w:r>
      <w:r w:rsidRPr="003D2FAA">
        <w:t>lui avait redonné une maison</w:t>
      </w:r>
      <w:r w:rsidR="00DE313F">
        <w:t xml:space="preserve">, </w:t>
      </w:r>
      <w:r w:rsidRPr="003D2FAA">
        <w:t>une famille et l</w:t>
      </w:r>
      <w:r w:rsidR="00DE313F">
        <w:t>’</w:t>
      </w:r>
      <w:r w:rsidRPr="003D2FAA">
        <w:t>avait soustraite à une vie errante et pleine de périls</w:t>
      </w:r>
      <w:r w:rsidR="00DE313F">
        <w:t xml:space="preserve">. </w:t>
      </w:r>
      <w:r w:rsidRPr="003D2FAA">
        <w:t>Non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avait même pas de la reconnaissance</w:t>
      </w:r>
      <w:r w:rsidR="00DE313F">
        <w:t xml:space="preserve">. </w:t>
      </w:r>
      <w:r w:rsidRPr="003D2FAA">
        <w:t>Elle se montrait orgueilleuse</w:t>
      </w:r>
      <w:r w:rsidR="00DE313F">
        <w:t xml:space="preserve">, </w:t>
      </w:r>
      <w:r w:rsidRPr="003D2FAA">
        <w:t>sûre d</w:t>
      </w:r>
      <w:r w:rsidR="00DE313F">
        <w:t>’</w:t>
      </w:r>
      <w:r w:rsidRPr="003D2FAA">
        <w:t>elle-même</w:t>
      </w:r>
      <w:r w:rsidR="00DE313F">
        <w:t xml:space="preserve">, </w:t>
      </w:r>
      <w:r w:rsidRPr="003D2FAA">
        <w:t>persuadée qu</w:t>
      </w:r>
      <w:r w:rsidR="00DE313F">
        <w:t>’</w:t>
      </w:r>
      <w:r w:rsidRPr="003D2FAA">
        <w:t>elle pouvait se suffire avec son travail</w:t>
      </w:r>
      <w:r w:rsidR="00DE313F">
        <w:t>.</w:t>
      </w:r>
    </w:p>
    <w:p w14:paraId="58F09AFB" w14:textId="77777777" w:rsidR="00DE313F" w:rsidRDefault="0074134D" w:rsidP="0074134D">
      <w:r w:rsidRPr="003D2FAA">
        <w:t>Et en ces trois premières années</w:t>
      </w:r>
      <w:r w:rsidR="00DE313F">
        <w:t xml:space="preserve">, </w:t>
      </w:r>
      <w:r w:rsidRPr="003D2FAA">
        <w:t>elle le menaça six ou sept fois de rentrer dans l</w:t>
      </w:r>
      <w:r w:rsidR="00DE313F">
        <w:t>’</w:t>
      </w:r>
      <w:r w:rsidRPr="003D2FAA">
        <w:t>enseignement et de se séparer de lui</w:t>
      </w:r>
      <w:r w:rsidR="00DE313F">
        <w:t>.</w:t>
      </w:r>
    </w:p>
    <w:p w14:paraId="569C5D5E" w14:textId="77777777" w:rsidR="00DE313F" w:rsidRDefault="0074134D" w:rsidP="0074134D">
      <w:r w:rsidRPr="003D2FAA">
        <w:t>Et un jour</w:t>
      </w:r>
      <w:r w:rsidR="00DE313F">
        <w:t xml:space="preserve">, </w:t>
      </w:r>
      <w:r w:rsidRPr="003D2FAA">
        <w:t>à la fin</w:t>
      </w:r>
      <w:r w:rsidR="00DE313F">
        <w:t xml:space="preserve">, </w:t>
      </w:r>
      <w:r w:rsidRPr="003D2FAA">
        <w:t>elle réalisa sa menace</w:t>
      </w:r>
      <w:r w:rsidR="00DE313F">
        <w:t>.</w:t>
      </w:r>
    </w:p>
    <w:p w14:paraId="4A4AB7E8" w14:textId="77777777" w:rsidR="00DE313F" w:rsidRDefault="0074134D" w:rsidP="0074134D">
      <w:r w:rsidRPr="003D2FAA">
        <w:t>En rentrant de son bureau</w:t>
      </w:r>
      <w:r w:rsidR="00DE313F">
        <w:t xml:space="preserve">, </w:t>
      </w:r>
      <w:r w:rsidRPr="003D2FAA">
        <w:t>Lori ne trouva plus sa femme à la maison</w:t>
      </w:r>
      <w:r w:rsidR="00DE313F">
        <w:t xml:space="preserve">. </w:t>
      </w:r>
      <w:r w:rsidRPr="003D2FAA">
        <w:t>Le matin</w:t>
      </w:r>
      <w:r w:rsidR="00DE313F">
        <w:t xml:space="preserve">, </w:t>
      </w:r>
      <w:r w:rsidRPr="003D2FAA">
        <w:t>il avait eu avec elle une scène plus âpre qu</w:t>
      </w:r>
      <w:r w:rsidR="00DE313F">
        <w:t>’</w:t>
      </w:r>
      <w:r w:rsidRPr="003D2FAA">
        <w:t>à l</w:t>
      </w:r>
      <w:r w:rsidR="00DE313F">
        <w:t>’</w:t>
      </w:r>
      <w:r w:rsidRPr="003D2FAA">
        <w:t>ordinaire</w:t>
      </w:r>
      <w:r w:rsidR="00DE313F">
        <w:t xml:space="preserve">, </w:t>
      </w:r>
      <w:r w:rsidRPr="003D2FAA">
        <w:t>à propos d</w:t>
      </w:r>
      <w:r w:rsidR="00DE313F">
        <w:t>’</w:t>
      </w:r>
      <w:r w:rsidRPr="003D2FAA">
        <w:t>un léger reproche qu</w:t>
      </w:r>
      <w:r w:rsidR="00DE313F">
        <w:t>’</w:t>
      </w:r>
      <w:r w:rsidRPr="003D2FAA">
        <w:t>il avait osé lui faire</w:t>
      </w:r>
      <w:r w:rsidR="00DE313F">
        <w:t>.</w:t>
      </w:r>
    </w:p>
    <w:p w14:paraId="13968BF0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déjà</w:t>
      </w:r>
      <w:r w:rsidR="00DE313F">
        <w:t xml:space="preserve">, </w:t>
      </w:r>
      <w:r w:rsidRPr="003D2FAA">
        <w:t>depuis environ un mois</w:t>
      </w:r>
      <w:r w:rsidR="00DE313F">
        <w:t xml:space="preserve">, </w:t>
      </w:r>
      <w:r w:rsidRPr="003D2FAA">
        <w:t>se concentrait la te</w:t>
      </w:r>
      <w:r w:rsidRPr="003D2FAA">
        <w:t>m</w:t>
      </w:r>
      <w:r w:rsidRPr="003D2FAA">
        <w:t>pête qui venait d</w:t>
      </w:r>
      <w:r w:rsidR="00DE313F">
        <w:t>’</w:t>
      </w:r>
      <w:r w:rsidRPr="003D2FAA">
        <w:t>éclater</w:t>
      </w:r>
      <w:r w:rsidR="00DE313F">
        <w:t xml:space="preserve">. </w:t>
      </w:r>
      <w:r w:rsidRPr="003D2FAA">
        <w:t>Du reste</w:t>
      </w:r>
      <w:r w:rsidR="00DE313F">
        <w:t xml:space="preserve">, </w:t>
      </w:r>
      <w:r w:rsidRPr="003D2FAA">
        <w:t>elle avait été très étrange d</w:t>
      </w:r>
      <w:r w:rsidRPr="003D2FAA">
        <w:t>u</w:t>
      </w:r>
      <w:r w:rsidRPr="003D2FAA">
        <w:t>rant tout ce mois</w:t>
      </w:r>
      <w:r w:rsidR="00DE313F">
        <w:t xml:space="preserve">, </w:t>
      </w:r>
      <w:r w:rsidRPr="003D2FAA">
        <w:t>ses manières étaient sombres</w:t>
      </w:r>
      <w:r w:rsidR="00DE313F">
        <w:t xml:space="preserve">, </w:t>
      </w:r>
      <w:r w:rsidRPr="003D2FAA">
        <w:t>et enfin elle avait fait montre d</w:t>
      </w:r>
      <w:r w:rsidR="00DE313F">
        <w:t>’</w:t>
      </w:r>
      <w:r w:rsidRPr="003D2FAA">
        <w:t>une cruelle répugnance à son endroit</w:t>
      </w:r>
      <w:r w:rsidR="00DE313F">
        <w:t xml:space="preserve">. </w:t>
      </w:r>
      <w:r w:rsidRPr="003D2FAA">
        <w:t>Tout cela sans raison</w:t>
      </w:r>
      <w:r w:rsidR="00DE313F">
        <w:t xml:space="preserve">, </w:t>
      </w:r>
      <w:r w:rsidRPr="003D2FAA">
        <w:t>comme toujours</w:t>
      </w:r>
      <w:r w:rsidR="00DE313F">
        <w:t>.</w:t>
      </w:r>
    </w:p>
    <w:p w14:paraId="6FD0F134" w14:textId="77777777" w:rsidR="00DE313F" w:rsidRDefault="0074134D" w:rsidP="0074134D">
      <w:r w:rsidRPr="003D2FAA">
        <w:t>Dans la lettre qu</w:t>
      </w:r>
      <w:r w:rsidR="00DE313F">
        <w:t>’</w:t>
      </w:r>
      <w:r w:rsidRPr="003D2FAA">
        <w:t>elle avait laissée à la maison</w:t>
      </w:r>
      <w:r w:rsidR="00DE313F">
        <w:t xml:space="preserve">, </w:t>
      </w:r>
      <w:r w:rsidRPr="003D2FAA">
        <w:t>elle lui annonçait son intention irrévocable de rompre avec lui pour to</w:t>
      </w:r>
      <w:r w:rsidRPr="003D2FAA">
        <w:t>u</w:t>
      </w:r>
      <w:r w:rsidRPr="003D2FAA">
        <w:t>jours</w:t>
      </w:r>
      <w:r w:rsidR="00DE313F">
        <w:t xml:space="preserve">, </w:t>
      </w:r>
      <w:r w:rsidRPr="003D2FAA">
        <w:t>de tout faire pour obtenir de nouveau un poste de profe</w:t>
      </w:r>
      <w:r w:rsidRPr="003D2FAA">
        <w:t>s</w:t>
      </w:r>
      <w:r w:rsidRPr="003D2FAA">
        <w:t>seur</w:t>
      </w:r>
      <w:r w:rsidR="00DE313F">
        <w:t xml:space="preserve"> ; </w:t>
      </w:r>
      <w:r w:rsidRPr="003D2FAA">
        <w:t>et afin qu</w:t>
      </w:r>
      <w:r w:rsidR="00DE313F">
        <w:t>’</w:t>
      </w:r>
      <w:r w:rsidRPr="003D2FAA">
        <w:t>il ne se répandît pas en de vaines extravagances</w:t>
      </w:r>
      <w:r w:rsidR="00DE313F">
        <w:t xml:space="preserve">, </w:t>
      </w:r>
      <w:r w:rsidRPr="003D2FAA">
        <w:t>en des recherches bruyantes</w:t>
      </w:r>
      <w:r w:rsidR="00DE313F">
        <w:t xml:space="preserve">, </w:t>
      </w:r>
      <w:r w:rsidRPr="003D2FAA">
        <w:t>elle lui indiquait l</w:t>
      </w:r>
      <w:r w:rsidR="00DE313F">
        <w:t>’</w:t>
      </w:r>
      <w:r w:rsidRPr="003D2FAA">
        <w:t>hôtel où elle s</w:t>
      </w:r>
      <w:r w:rsidR="00DE313F">
        <w:t>’</w:t>
      </w:r>
      <w:r w:rsidRPr="003D2FAA">
        <w:t>était logée</w:t>
      </w:r>
      <w:r w:rsidR="00DE313F">
        <w:t xml:space="preserve"> ; </w:t>
      </w:r>
      <w:r w:rsidRPr="003D2FAA">
        <w:t>mais que surtout il ne vînt pas l</w:t>
      </w:r>
      <w:r w:rsidR="00DE313F">
        <w:t>’</w:t>
      </w:r>
      <w:r w:rsidRPr="003D2FAA">
        <w:t>y trouver</w:t>
      </w:r>
      <w:r w:rsidR="00DE313F">
        <w:t xml:space="preserve">, </w:t>
      </w:r>
      <w:r w:rsidRPr="003D2FAA">
        <w:t>parce que cela serait absolument inutile</w:t>
      </w:r>
      <w:r w:rsidR="00DE313F">
        <w:t>…</w:t>
      </w:r>
    </w:p>
    <w:p w14:paraId="619DFAC7" w14:textId="77777777" w:rsidR="00DE313F" w:rsidRDefault="0074134D" w:rsidP="0074134D">
      <w:r w:rsidRPr="003D2FAA">
        <w:t>Lori</w:t>
      </w:r>
      <w:r w:rsidR="00DE313F">
        <w:t xml:space="preserve">, </w:t>
      </w:r>
      <w:r w:rsidRPr="003D2FAA">
        <w:t>perplexe</w:t>
      </w:r>
      <w:r w:rsidR="00DE313F">
        <w:t xml:space="preserve">, </w:t>
      </w:r>
      <w:r w:rsidRPr="003D2FAA">
        <w:t>resta longtemps à réfléchir</w:t>
      </w:r>
      <w:r w:rsidR="00DE313F">
        <w:t xml:space="preserve">, </w:t>
      </w:r>
      <w:r w:rsidRPr="003D2FAA">
        <w:t>cette lettre en main</w:t>
      </w:r>
      <w:r w:rsidR="00DE313F">
        <w:t xml:space="preserve">. </w:t>
      </w:r>
      <w:r w:rsidRPr="003D2FAA">
        <w:t>Il avait trop souffert et souffert trop injustement</w:t>
      </w:r>
      <w:r w:rsidR="00DE313F">
        <w:t xml:space="preserve"> ! </w:t>
      </w:r>
      <w:r w:rsidRPr="003D2FAA">
        <w:t>Se lib</w:t>
      </w:r>
      <w:r w:rsidRPr="003D2FAA">
        <w:t>é</w:t>
      </w:r>
      <w:r w:rsidRPr="003D2FAA">
        <w:t>rer de cette femme était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 xml:space="preserve">était peut-être une </w:t>
      </w:r>
      <w:r w:rsidRPr="003D2FAA">
        <w:lastRenderedPageBreak/>
        <w:t>allégeance</w:t>
      </w:r>
      <w:r w:rsidR="00DE313F">
        <w:t xml:space="preserve">, </w:t>
      </w:r>
      <w:r w:rsidRPr="003D2FAA">
        <w:t>mais c</w:t>
      </w:r>
      <w:r w:rsidR="00DE313F">
        <w:t>’</w:t>
      </w:r>
      <w:r w:rsidRPr="003D2FAA">
        <w:t>était aussi une indicible douleur</w:t>
      </w:r>
      <w:r w:rsidR="00DE313F">
        <w:t xml:space="preserve"> ! </w:t>
      </w:r>
      <w:r w:rsidRPr="003D2FAA">
        <w:t>Il l</w:t>
      </w:r>
      <w:r w:rsidR="00DE313F">
        <w:t>’</w:t>
      </w:r>
      <w:r w:rsidRPr="003D2FAA">
        <w:t>aimait</w:t>
      </w:r>
      <w:r w:rsidR="00DE313F">
        <w:t xml:space="preserve">. </w:t>
      </w:r>
      <w:r w:rsidRPr="003D2FAA">
        <w:t>C</w:t>
      </w:r>
      <w:r w:rsidR="00DE313F">
        <w:t>’</w:t>
      </w:r>
      <w:r w:rsidRPr="003D2FAA">
        <w:t>eût donc été une allégeance momentanée</w:t>
      </w:r>
      <w:r w:rsidR="00DE313F">
        <w:t xml:space="preserve">, </w:t>
      </w:r>
      <w:r w:rsidRPr="003D2FAA">
        <w:t>mais ensuite une cuisante peine</w:t>
      </w:r>
      <w:r w:rsidR="00DE313F">
        <w:t xml:space="preserve">, </w:t>
      </w:r>
      <w:r w:rsidRPr="003D2FAA">
        <w:t>un vide immense pour toute la vie</w:t>
      </w:r>
      <w:r w:rsidR="00DE313F">
        <w:t xml:space="preserve">. </w:t>
      </w:r>
      <w:r w:rsidRPr="003D2FAA">
        <w:t>Il savait trop</w:t>
      </w:r>
      <w:r w:rsidR="00DE313F">
        <w:t xml:space="preserve">, </w:t>
      </w:r>
      <w:r w:rsidRPr="003D2FAA">
        <w:t>il sentait bien qu</w:t>
      </w:r>
      <w:r w:rsidR="00DE313F">
        <w:t>’</w:t>
      </w:r>
      <w:r w:rsidRPr="003D2FAA">
        <w:t>il ne pourrait plus aimer jamais une autre femme</w:t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de plus</w:t>
      </w:r>
      <w:r w:rsidR="00DE313F">
        <w:t xml:space="preserve">, </w:t>
      </w:r>
      <w:r w:rsidRPr="003D2FAA">
        <w:t>il y aurait là un scandale qu</w:t>
      </w:r>
      <w:r w:rsidR="00DE313F">
        <w:t>’</w:t>
      </w:r>
      <w:r w:rsidRPr="003D2FAA">
        <w:t>il ne méritait pas</w:t>
      </w:r>
      <w:r w:rsidR="00DE313F">
        <w:t xml:space="preserve"> : </w:t>
      </w:r>
      <w:r w:rsidRPr="003D2FAA">
        <w:t>lui</w:t>
      </w:r>
      <w:r w:rsidR="00DE313F">
        <w:t xml:space="preserve">, </w:t>
      </w:r>
      <w:r w:rsidRPr="003D2FAA">
        <w:t>si pa</w:t>
      </w:r>
      <w:r w:rsidRPr="003D2FAA">
        <w:t>r</w:t>
      </w:r>
      <w:r w:rsidRPr="003D2FAA">
        <w:t>faitement correct</w:t>
      </w:r>
      <w:r w:rsidR="00DE313F">
        <w:t xml:space="preserve">, </w:t>
      </w:r>
      <w:r w:rsidRPr="003D2FAA">
        <w:t>il allait être</w:t>
      </w:r>
      <w:r w:rsidR="00DE313F">
        <w:t xml:space="preserve">, </w:t>
      </w:r>
      <w:r w:rsidRPr="003D2FAA">
        <w:t>en suite de sa séparation d</w:t>
      </w:r>
      <w:r w:rsidR="00DE313F">
        <w:t>’</w:t>
      </w:r>
      <w:r w:rsidRPr="003D2FAA">
        <w:t>avec sa femme</w:t>
      </w:r>
      <w:r w:rsidR="00DE313F">
        <w:t xml:space="preserve">, </w:t>
      </w:r>
      <w:r w:rsidRPr="003D2FAA">
        <w:t>il allait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être exposé à la malignité des gens</w:t>
      </w:r>
      <w:r w:rsidR="00DE313F">
        <w:t xml:space="preserve">, </w:t>
      </w:r>
      <w:r w:rsidRPr="003D2FAA">
        <w:t>qui pourraient suspecter à son endroit qui sait quels torts</w:t>
      </w:r>
      <w:r w:rsidR="00DE313F">
        <w:t xml:space="preserve">, </w:t>
      </w:r>
      <w:r w:rsidRPr="003D2FAA">
        <w:t>quand Dieu était témoin de quelle longanimité</w:t>
      </w:r>
      <w:r w:rsidR="00DE313F">
        <w:t xml:space="preserve">, </w:t>
      </w:r>
      <w:r w:rsidRPr="003D2FAA">
        <w:t>de quelle co</w:t>
      </w:r>
      <w:r w:rsidRPr="003D2FAA">
        <w:t>n</w:t>
      </w:r>
      <w:r w:rsidRPr="003D2FAA">
        <w:t>descendance</w:t>
      </w:r>
      <w:r w:rsidR="00DE313F">
        <w:t xml:space="preserve">, </w:t>
      </w:r>
      <w:r w:rsidRPr="003D2FAA">
        <w:t>il avait donné des preuves depuis trois années</w:t>
      </w:r>
      <w:r w:rsidR="00DE313F">
        <w:t> !</w:t>
      </w:r>
    </w:p>
    <w:p w14:paraId="1DCF37D8" w14:textId="77777777" w:rsidR="00DE313F" w:rsidRDefault="0074134D" w:rsidP="0074134D">
      <w:r w:rsidRPr="003D2FAA">
        <w:t>Que faire</w:t>
      </w:r>
      <w:r w:rsidR="00DE313F">
        <w:t> ?</w:t>
      </w:r>
    </w:p>
    <w:p w14:paraId="16D0D82F" w14:textId="77777777" w:rsidR="00DE313F" w:rsidRDefault="0074134D" w:rsidP="0074134D">
      <w:r w:rsidRPr="003D2FAA">
        <w:t>Il décida de ne rien faire pendant cette soirée</w:t>
      </w:r>
      <w:r w:rsidR="00DE313F">
        <w:t xml:space="preserve"> : </w:t>
      </w:r>
      <w:r w:rsidRPr="003D2FAA">
        <w:t>la nuit a</w:t>
      </w:r>
      <w:r w:rsidRPr="003D2FAA">
        <w:t>p</w:t>
      </w:r>
      <w:r w:rsidRPr="003D2FAA">
        <w:t>porterait peut-être conseil à lui et</w:t>
      </w:r>
      <w:r w:rsidR="00DE313F">
        <w:t xml:space="preserve">, </w:t>
      </w:r>
      <w:r w:rsidRPr="003D2FAA">
        <w:t>à elle</w:t>
      </w:r>
      <w:r w:rsidR="00DE313F">
        <w:t xml:space="preserve">, </w:t>
      </w:r>
      <w:r w:rsidRPr="003D2FAA">
        <w:t>repentir</w:t>
      </w:r>
      <w:r w:rsidR="00DE313F">
        <w:t>.</w:t>
      </w:r>
    </w:p>
    <w:p w14:paraId="23A291FD" w14:textId="77777777" w:rsidR="00DE313F" w:rsidRDefault="0074134D" w:rsidP="0074134D">
      <w:r w:rsidRPr="003D2FAA">
        <w:t>Le jour suivant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alla pas à son office</w:t>
      </w:r>
      <w:r w:rsidR="00DE313F">
        <w:t xml:space="preserve">, </w:t>
      </w:r>
      <w:r w:rsidRPr="003D2FAA">
        <w:t>et attendit chez lui toute la matinée</w:t>
      </w:r>
      <w:r w:rsidR="00DE313F">
        <w:t xml:space="preserve">. </w:t>
      </w:r>
      <w:r w:rsidRPr="003D2FAA">
        <w:t>Il se disposait à sortir dans l</w:t>
      </w:r>
      <w:r w:rsidR="00DE313F">
        <w:t>’</w:t>
      </w:r>
      <w:r w:rsidRPr="003D2FAA">
        <w:t>après-midi</w:t>
      </w:r>
      <w:r w:rsidR="00DE313F">
        <w:t xml:space="preserve">, </w:t>
      </w:r>
      <w:r w:rsidRPr="003D2FAA">
        <w:t>sans avoir pourtant arrêté aucune résolution dans son esprit</w:t>
      </w:r>
      <w:r w:rsidR="00DE313F">
        <w:t xml:space="preserve">, </w:t>
      </w:r>
      <w:r w:rsidRPr="003D2FAA">
        <w:t>quand lui arriva de la Chambre des députés une invite de l</w:t>
      </w:r>
      <w:r w:rsidR="00DE313F">
        <w:t>’</w:t>
      </w:r>
      <w:r w:rsidRPr="003D2FAA">
        <w:t xml:space="preserve">honorable Marco </w:t>
      </w:r>
      <w:proofErr w:type="spellStart"/>
      <w:r w:rsidRPr="003D2FAA">
        <w:t>Verona</w:t>
      </w:r>
      <w:proofErr w:type="spellEnd"/>
      <w:r w:rsidR="00DE313F">
        <w:t>.</w:t>
      </w:r>
    </w:p>
    <w:p w14:paraId="304C54D1" w14:textId="77777777" w:rsidR="00DE313F" w:rsidRDefault="0074134D" w:rsidP="0074134D">
      <w:r w:rsidRPr="003D2FAA">
        <w:t>On était en pleine crise ministérielle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depuis quelques jours</w:t>
      </w:r>
      <w:r w:rsidR="00DE313F">
        <w:t xml:space="preserve">, </w:t>
      </w:r>
      <w:r w:rsidRPr="003D2FAA">
        <w:t xml:space="preserve">le nom de </w:t>
      </w:r>
      <w:proofErr w:type="spellStart"/>
      <w:r w:rsidRPr="003D2FAA">
        <w:t>Verona</w:t>
      </w:r>
      <w:proofErr w:type="spellEnd"/>
      <w:r w:rsidRPr="003D2FAA">
        <w:t xml:space="preserve"> était mis en avant avec insistance à la </w:t>
      </w:r>
      <w:r w:rsidRPr="003D2FAA">
        <w:rPr>
          <w:i/>
          <w:iCs/>
        </w:rPr>
        <w:t xml:space="preserve">Minerva </w:t>
      </w:r>
      <w:r w:rsidRPr="003D2FAA">
        <w:t>pour le poste de sous-secrétaire d</w:t>
      </w:r>
      <w:r w:rsidR="00DE313F">
        <w:t>’</w:t>
      </w:r>
      <w:r w:rsidRPr="003D2FAA">
        <w:t>État</w:t>
      </w:r>
      <w:r w:rsidR="00DE313F">
        <w:t xml:space="preserve"> ; </w:t>
      </w:r>
      <w:r w:rsidRPr="003D2FAA">
        <w:t>quelques-uns même le préconisaient comme ministre</w:t>
      </w:r>
      <w:r w:rsidR="00DE313F">
        <w:t>.</w:t>
      </w:r>
    </w:p>
    <w:p w14:paraId="78C6782D" w14:textId="77777777" w:rsidR="00DE313F" w:rsidRDefault="0074134D" w:rsidP="0074134D">
      <w:r w:rsidRPr="003D2FAA">
        <w:t>Parmi de nombreuses idées</w:t>
      </w:r>
      <w:r w:rsidR="00DE313F">
        <w:t xml:space="preserve">, </w:t>
      </w:r>
      <w:r w:rsidRPr="003D2FAA">
        <w:t xml:space="preserve">celle de se rendre près de </w:t>
      </w:r>
      <w:proofErr w:type="spellStart"/>
      <w:r w:rsidRPr="003D2FAA">
        <w:t>V</w:t>
      </w:r>
      <w:r w:rsidRPr="003D2FAA">
        <w:t>e</w:t>
      </w:r>
      <w:r w:rsidRPr="003D2FAA">
        <w:t>rona</w:t>
      </w:r>
      <w:proofErr w:type="spellEnd"/>
      <w:r w:rsidRPr="003D2FAA">
        <w:t xml:space="preserve"> pour lui demander conseil était venue à Lori</w:t>
      </w:r>
      <w:r w:rsidR="00DE313F">
        <w:t xml:space="preserve">. </w:t>
      </w:r>
      <w:r w:rsidRPr="003D2FAA">
        <w:t>Il ne l</w:t>
      </w:r>
      <w:r w:rsidR="00DE313F">
        <w:t>’</w:t>
      </w:r>
      <w:r w:rsidRPr="003D2FAA">
        <w:t>avait pas mise à exécution parce qu</w:t>
      </w:r>
      <w:r w:rsidR="00DE313F">
        <w:t>’</w:t>
      </w:r>
      <w:r w:rsidRPr="003D2FAA">
        <w:t>il s</w:t>
      </w:r>
      <w:r w:rsidR="00DE313F">
        <w:t>’</w:t>
      </w:r>
      <w:r w:rsidRPr="003D2FAA">
        <w:t>était imaginé au milieu de quelles brigues celui-ci devait se trouver durant ces jours-là</w:t>
      </w:r>
      <w:r w:rsidR="00DE313F">
        <w:t xml:space="preserve">. </w:t>
      </w:r>
      <w:r w:rsidRPr="003D2FAA">
        <w:t>Évidemment</w:t>
      </w:r>
      <w:r w:rsidR="00DE313F">
        <w:t xml:space="preserve">, </w:t>
      </w:r>
      <w:r w:rsidRPr="003D2FAA">
        <w:t>Silvia n</w:t>
      </w:r>
      <w:r w:rsidR="00DE313F">
        <w:t>’</w:t>
      </w:r>
      <w:r w:rsidRPr="003D2FAA">
        <w:t>avait pas dû avoir la même réserve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s</w:t>
      </w:r>
      <w:r w:rsidRPr="003D2FAA">
        <w:t>a</w:t>
      </w:r>
      <w:r w:rsidRPr="003D2FAA">
        <w:t>chant qu</w:t>
      </w:r>
      <w:r w:rsidR="00DE313F">
        <w:t>’</w:t>
      </w:r>
      <w:r w:rsidRPr="003D2FAA">
        <w:t>il allait devenir le chef de l</w:t>
      </w:r>
      <w:r w:rsidR="00DE313F">
        <w:t>’</w:t>
      </w:r>
      <w:r w:rsidRPr="003D2FAA">
        <w:t xml:space="preserve">Instruction </w:t>
      </w:r>
      <w:r w:rsidRPr="003D2FAA">
        <w:lastRenderedPageBreak/>
        <w:t>publique</w:t>
      </w:r>
      <w:r w:rsidR="00DE313F">
        <w:t xml:space="preserve">, </w:t>
      </w:r>
      <w:r w:rsidRPr="003D2FAA">
        <w:t>elle était probablement venue à lui pour se faire admettre de no</w:t>
      </w:r>
      <w:r w:rsidRPr="003D2FAA">
        <w:t>u</w:t>
      </w:r>
      <w:r w:rsidRPr="003D2FAA">
        <w:t>veau dans l</w:t>
      </w:r>
      <w:r w:rsidR="00DE313F">
        <w:t>’</w:t>
      </w:r>
      <w:r w:rsidRPr="003D2FAA">
        <w:t>enseignement</w:t>
      </w:r>
      <w:r w:rsidR="00DE313F">
        <w:t>.</w:t>
      </w:r>
    </w:p>
    <w:p w14:paraId="41197A8A" w14:textId="77777777" w:rsidR="00DE313F" w:rsidRDefault="0074134D" w:rsidP="0074134D">
      <w:r w:rsidRPr="003D2FAA">
        <w:t xml:space="preserve">Martino Lori se troubla à la pensée que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se prév</w:t>
      </w:r>
      <w:r w:rsidRPr="003D2FAA">
        <w:t>a</w:t>
      </w:r>
      <w:r w:rsidRPr="003D2FAA">
        <w:t>lant dès maintenant de l</w:t>
      </w:r>
      <w:r w:rsidR="00DE313F">
        <w:t>’</w:t>
      </w:r>
      <w:r w:rsidRPr="003D2FAA">
        <w:t>autorité que lui donnerait sa prochaine élévation</w:t>
      </w:r>
      <w:r w:rsidR="00DE313F">
        <w:t xml:space="preserve">, </w:t>
      </w:r>
      <w:r w:rsidRPr="003D2FAA">
        <w:t>lui ordonnerait peut-être de ne pas s</w:t>
      </w:r>
      <w:r w:rsidR="00DE313F">
        <w:t>’</w:t>
      </w:r>
      <w:r w:rsidRPr="003D2FAA">
        <w:t>opposer dans les bureaux au désir de sa femme</w:t>
      </w:r>
      <w:r w:rsidR="00DE313F">
        <w:t xml:space="preserve">. </w:t>
      </w:r>
      <w:r w:rsidRPr="003D2FAA">
        <w:t xml:space="preserve">Mais Marco </w:t>
      </w:r>
      <w:proofErr w:type="spellStart"/>
      <w:r w:rsidRPr="003D2FAA">
        <w:t>Verona</w:t>
      </w:r>
      <w:proofErr w:type="spellEnd"/>
      <w:r w:rsidRPr="003D2FAA">
        <w:t xml:space="preserve"> l</w:t>
      </w:r>
      <w:r w:rsidR="00DE313F">
        <w:t>’</w:t>
      </w:r>
      <w:r w:rsidRPr="003D2FAA">
        <w:t>accueillit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à la Chambre</w:t>
      </w:r>
      <w:r w:rsidR="00DE313F">
        <w:t xml:space="preserve">, </w:t>
      </w:r>
      <w:r w:rsidRPr="003D2FAA">
        <w:t>avec beaucoup d</w:t>
      </w:r>
      <w:r w:rsidR="00DE313F">
        <w:t>’</w:t>
      </w:r>
      <w:r w:rsidRPr="003D2FAA">
        <w:t>affabilité</w:t>
      </w:r>
      <w:r w:rsidR="00DE313F">
        <w:t xml:space="preserve">. </w:t>
      </w:r>
      <w:r w:rsidRPr="003D2FAA">
        <w:t>Il se montra très ennuyé d</w:t>
      </w:r>
      <w:r w:rsidR="00DE313F">
        <w:t>’</w:t>
      </w:r>
      <w:r w:rsidRPr="003D2FAA">
        <w:t>avoir été</w:t>
      </w:r>
      <w:r w:rsidR="00DE313F">
        <w:t xml:space="preserve">, </w:t>
      </w:r>
      <w:r w:rsidRPr="003D2FAA">
        <w:t>comme il le disait</w:t>
      </w:r>
      <w:r w:rsidR="00DE313F">
        <w:t xml:space="preserve">, </w:t>
      </w:r>
      <w:r w:rsidRPr="003D2FAA">
        <w:t>pris au piège</w:t>
      </w:r>
      <w:r w:rsidR="00DE313F">
        <w:t xml:space="preserve">. </w:t>
      </w:r>
      <w:r w:rsidRPr="003D2FAA">
        <w:t>Ministre</w:t>
      </w:r>
      <w:r w:rsidR="00DE313F">
        <w:t xml:space="preserve"> ?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heureusement</w:t>
      </w:r>
      <w:r w:rsidR="00DE313F">
        <w:t xml:space="preserve">. </w:t>
      </w:r>
      <w:r w:rsidRPr="003D2FAA">
        <w:t>Mais étant donné les co</w:t>
      </w:r>
      <w:r w:rsidRPr="003D2FAA">
        <w:t>n</w:t>
      </w:r>
      <w:r w:rsidRPr="003D2FAA">
        <w:t>ditions politiques actuelles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aurait pas voulu assumer même cette responsabilité</w:t>
      </w:r>
      <w:r w:rsidR="00DE313F">
        <w:t xml:space="preserve">, </w:t>
      </w:r>
      <w:r w:rsidRPr="003D2FAA">
        <w:t>moins grande pourtant</w:t>
      </w:r>
      <w:r w:rsidR="00DE313F">
        <w:t xml:space="preserve">. </w:t>
      </w:r>
      <w:r w:rsidRPr="003D2FAA">
        <w:t>Il y avait été obligé par la discipline qui régnait dans son parti</w:t>
      </w:r>
      <w:r w:rsidR="00DE313F">
        <w:t xml:space="preserve">. </w:t>
      </w:r>
      <w:r w:rsidRPr="003D2FAA">
        <w:t>Eh bien</w:t>
      </w:r>
      <w:r w:rsidR="00DE313F">
        <w:t xml:space="preserve"> ! </w:t>
      </w:r>
      <w:r w:rsidRPr="003D2FAA">
        <w:t>il voulait au moins avoir au sein de son cabinet la collaboration d</w:t>
      </w:r>
      <w:r w:rsidR="00DE313F">
        <w:t>’</w:t>
      </w:r>
      <w:r w:rsidRPr="003D2FAA">
        <w:t>un homme d</w:t>
      </w:r>
      <w:r w:rsidR="00DE313F">
        <w:t>’</w:t>
      </w:r>
      <w:r w:rsidRPr="003D2FAA">
        <w:t>une honnêteté à toute épreuve et plein d</w:t>
      </w:r>
      <w:r w:rsidR="00DE313F">
        <w:t>’</w:t>
      </w:r>
      <w:r w:rsidRPr="003D2FAA">
        <w:t>expérience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tout de suite</w:t>
      </w:r>
      <w:r w:rsidR="00DE313F">
        <w:t xml:space="preserve">, </w:t>
      </w:r>
      <w:r w:rsidRPr="003D2FAA">
        <w:t>il avait pensé à lui</w:t>
      </w:r>
      <w:r w:rsidR="00DE313F">
        <w:t xml:space="preserve">, </w:t>
      </w:r>
      <w:r w:rsidRPr="003D2FAA">
        <w:t>au chevalier Lori</w:t>
      </w:r>
      <w:r w:rsidR="00DE313F">
        <w:t xml:space="preserve">. </w:t>
      </w:r>
      <w:r w:rsidRPr="003D2FAA">
        <w:t>Acceptait-il</w:t>
      </w:r>
      <w:r w:rsidR="00DE313F">
        <w:t> ?</w:t>
      </w:r>
    </w:p>
    <w:p w14:paraId="632F2F1C" w14:textId="77777777" w:rsidR="00DE313F" w:rsidRDefault="0074134D" w:rsidP="0074134D">
      <w:r w:rsidRPr="003D2FAA">
        <w:t>Pâle d</w:t>
      </w:r>
      <w:r w:rsidR="00DE313F">
        <w:t>’</w:t>
      </w:r>
      <w:r w:rsidRPr="003D2FAA">
        <w:t>émotion et les oreilles en feu</w:t>
      </w:r>
      <w:r w:rsidR="00DE313F">
        <w:t xml:space="preserve">, </w:t>
      </w:r>
      <w:r w:rsidRPr="003D2FAA">
        <w:t>celui-ci ne sut co</w:t>
      </w:r>
      <w:r w:rsidRPr="003D2FAA">
        <w:t>m</w:t>
      </w:r>
      <w:r w:rsidRPr="003D2FAA">
        <w:t>ment le remercier de l</w:t>
      </w:r>
      <w:r w:rsidR="00DE313F">
        <w:t>’</w:t>
      </w:r>
      <w:r w:rsidRPr="003D2FAA">
        <w:t>honneur qu</w:t>
      </w:r>
      <w:r w:rsidR="00DE313F">
        <w:t>’</w:t>
      </w:r>
      <w:r w:rsidRPr="003D2FAA">
        <w:t>il lui faisait</w:t>
      </w:r>
      <w:r w:rsidR="00DE313F">
        <w:t xml:space="preserve">, </w:t>
      </w:r>
      <w:r w:rsidRPr="003D2FAA">
        <w:t>de la preuve de confiance qu</w:t>
      </w:r>
      <w:r w:rsidR="00DE313F">
        <w:t>’</w:t>
      </w:r>
      <w:r w:rsidRPr="003D2FAA">
        <w:t>il lui donnait</w:t>
      </w:r>
      <w:r w:rsidR="00DE313F">
        <w:t xml:space="preserve">. </w:t>
      </w:r>
      <w:r w:rsidRPr="003D2FAA">
        <w:t>Mais tout en s</w:t>
      </w:r>
      <w:r w:rsidR="00DE313F">
        <w:t>’</w:t>
      </w:r>
      <w:r w:rsidRPr="003D2FAA">
        <w:t>attardant à l</w:t>
      </w:r>
      <w:r w:rsidR="00DE313F">
        <w:t>’</w:t>
      </w:r>
      <w:r w:rsidRPr="003D2FAA">
        <w:t>expression de sa gratitude</w:t>
      </w:r>
      <w:r w:rsidR="00DE313F">
        <w:t xml:space="preserve">, </w:t>
      </w:r>
      <w:r w:rsidRPr="003D2FAA">
        <w:t>il avait dans les yeux une question anxieuse</w:t>
      </w:r>
      <w:r w:rsidR="00DE313F">
        <w:t xml:space="preserve"> ; </w:t>
      </w:r>
      <w:r w:rsidRPr="003D2FAA">
        <w:t>il laissait comprendre clairement dans son regard qu</w:t>
      </w:r>
      <w:r w:rsidR="00DE313F">
        <w:t>’</w:t>
      </w:r>
      <w:r w:rsidRPr="003D2FAA">
        <w:t>il s</w:t>
      </w:r>
      <w:r w:rsidR="00DE313F">
        <w:t>’</w:t>
      </w:r>
      <w:r w:rsidRPr="003D2FAA">
        <w:t>attendait en vérité à une autre conversation</w:t>
      </w:r>
      <w:r w:rsidR="00DE313F">
        <w:t xml:space="preserve">. </w:t>
      </w:r>
      <w:r w:rsidRPr="003D2FAA">
        <w:t>Est-ce que 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ou plutôt Son Excellence</w:t>
      </w:r>
      <w:r w:rsidR="00DE313F">
        <w:t xml:space="preserve">, </w:t>
      </w:r>
      <w:r w:rsidRPr="003D2FAA">
        <w:t>ne voulait pas autre chose de lui</w:t>
      </w:r>
      <w:r w:rsidR="00DE313F">
        <w:t> ?</w:t>
      </w:r>
    </w:p>
    <w:p w14:paraId="40A87209" w14:textId="77777777" w:rsidR="00DE313F" w:rsidRDefault="0074134D" w:rsidP="0074134D">
      <w:r w:rsidRPr="003D2FAA">
        <w:t>Celui-ci</w:t>
      </w:r>
      <w:r w:rsidR="00DE313F">
        <w:t xml:space="preserve">, </w:t>
      </w:r>
      <w:r w:rsidRPr="003D2FAA">
        <w:t>en se levant</w:t>
      </w:r>
      <w:r w:rsidR="00DE313F">
        <w:t xml:space="preserve">, </w:t>
      </w:r>
      <w:r w:rsidRPr="003D2FAA">
        <w:t>se prit à sourire et posa légèrement l</w:t>
      </w:r>
      <w:r w:rsidR="00DE313F">
        <w:t>’</w:t>
      </w:r>
      <w:r w:rsidRPr="003D2FAA">
        <w:t>une de ses mains sur son épaule</w:t>
      </w:r>
      <w:r w:rsidR="00DE313F">
        <w:t xml:space="preserve">. </w:t>
      </w:r>
      <w:r w:rsidRPr="003D2FAA">
        <w:t>Hé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il voulait quelque autre chose</w:t>
      </w:r>
      <w:r w:rsidR="00DE313F">
        <w:t xml:space="preserve"> ; </w:t>
      </w:r>
      <w:r w:rsidRPr="003D2FAA">
        <w:t>il voulait patience envers madame Silvia</w:t>
      </w:r>
      <w:r w:rsidR="00DE313F">
        <w:t xml:space="preserve">, </w:t>
      </w:r>
      <w:r w:rsidRPr="003D2FAA">
        <w:t>et pardon pour elle</w:t>
      </w:r>
      <w:r w:rsidR="00DE313F">
        <w:t xml:space="preserve">. </w:t>
      </w:r>
      <w:r w:rsidRPr="003D2FAA">
        <w:t>Voyons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y avait là que des enfantillages</w:t>
      </w:r>
      <w:r w:rsidR="00DE313F">
        <w:t> :</w:t>
      </w:r>
    </w:p>
    <w:p w14:paraId="38E0D0B9" w14:textId="77777777" w:rsidR="00DE313F" w:rsidRDefault="00DE313F" w:rsidP="0074134D">
      <w:r>
        <w:t>— </w:t>
      </w:r>
      <w:r w:rsidR="0074134D" w:rsidRPr="003D2FAA">
        <w:t>Elle est venue me trouver</w:t>
      </w:r>
      <w:r>
        <w:t xml:space="preserve">, </w:t>
      </w:r>
      <w:r w:rsidR="0074134D" w:rsidRPr="003D2FAA">
        <w:t>dit-il</w:t>
      </w:r>
      <w:r>
        <w:t xml:space="preserve">, </w:t>
      </w:r>
      <w:r w:rsidR="0074134D" w:rsidRPr="003D2FAA">
        <w:t>et m</w:t>
      </w:r>
      <w:r>
        <w:t>’</w:t>
      </w:r>
      <w:r w:rsidR="0074134D" w:rsidRPr="003D2FAA">
        <w:t xml:space="preserve">a exposé ses </w:t>
      </w:r>
      <w:r>
        <w:t>« </w:t>
      </w:r>
      <w:r w:rsidR="0074134D" w:rsidRPr="003D2FAA">
        <w:t>f</w:t>
      </w:r>
      <w:r w:rsidR="0074134D" w:rsidRPr="003D2FAA">
        <w:t>a</w:t>
      </w:r>
      <w:r w:rsidR="0074134D" w:rsidRPr="003D2FAA">
        <w:t>rouches</w:t>
      </w:r>
      <w:r>
        <w:t> »</w:t>
      </w:r>
      <w:r w:rsidR="0074134D" w:rsidRPr="003D2FAA">
        <w:t xml:space="preserve"> projets</w:t>
      </w:r>
      <w:r>
        <w:t xml:space="preserve"> ; </w:t>
      </w:r>
      <w:r w:rsidR="0074134D" w:rsidRPr="003D2FAA">
        <w:t>et il souriait toujours</w:t>
      </w:r>
      <w:r>
        <w:t xml:space="preserve">. </w:t>
      </w:r>
      <w:r w:rsidR="0074134D" w:rsidRPr="003D2FAA">
        <w:t>Je lui ai parlé longu</w:t>
      </w:r>
      <w:r w:rsidR="0074134D" w:rsidRPr="003D2FAA">
        <w:t>e</w:t>
      </w:r>
      <w:r w:rsidR="0074134D" w:rsidRPr="003D2FAA">
        <w:t>ment et</w:t>
      </w:r>
      <w:r>
        <w:t xml:space="preserve">… </w:t>
      </w:r>
      <w:r w:rsidR="0074134D" w:rsidRPr="003D2FAA">
        <w:t>Mais oui</w:t>
      </w:r>
      <w:r>
        <w:t xml:space="preserve"> ! </w:t>
      </w:r>
      <w:r w:rsidR="0074134D" w:rsidRPr="003D2FAA">
        <w:t>Mais oui</w:t>
      </w:r>
      <w:r>
        <w:t xml:space="preserve"> ! </w:t>
      </w:r>
      <w:r w:rsidR="0074134D" w:rsidRPr="003D2FAA">
        <w:t xml:space="preserve">Il est inutile que vous </w:t>
      </w:r>
      <w:r w:rsidR="0074134D" w:rsidRPr="003D2FAA">
        <w:lastRenderedPageBreak/>
        <w:t>vous di</w:t>
      </w:r>
      <w:r w:rsidR="0074134D" w:rsidRPr="003D2FAA">
        <w:t>s</w:t>
      </w:r>
      <w:r w:rsidR="0074134D" w:rsidRPr="003D2FAA">
        <w:t>culpiez</w:t>
      </w:r>
      <w:r>
        <w:t xml:space="preserve">, </w:t>
      </w:r>
      <w:r w:rsidR="0074134D" w:rsidRPr="003D2FAA">
        <w:t>chevalier</w:t>
      </w:r>
      <w:r>
        <w:t xml:space="preserve">. </w:t>
      </w:r>
      <w:r w:rsidR="0074134D" w:rsidRPr="003D2FAA">
        <w:t>Je sais bien que la faute est à madame Lori</w:t>
      </w:r>
      <w:r>
        <w:t xml:space="preserve"> ; </w:t>
      </w:r>
      <w:r w:rsidR="0074134D" w:rsidRPr="003D2FAA">
        <w:t>je le lui ai dit</w:t>
      </w:r>
      <w:r>
        <w:t xml:space="preserve">, </w:t>
      </w:r>
      <w:r w:rsidR="0074134D" w:rsidRPr="003D2FAA">
        <w:t>vous savez</w:t>
      </w:r>
      <w:r>
        <w:t xml:space="preserve"> ? </w:t>
      </w:r>
      <w:r w:rsidR="0074134D" w:rsidRPr="003D2FAA">
        <w:t>Franchement</w:t>
      </w:r>
      <w:r>
        <w:t xml:space="preserve">. </w:t>
      </w:r>
      <w:r w:rsidR="0074134D" w:rsidRPr="003D2FAA">
        <w:t>Je l</w:t>
      </w:r>
      <w:r>
        <w:t>’</w:t>
      </w:r>
      <w:r w:rsidR="0074134D" w:rsidRPr="003D2FAA">
        <w:t>ai même fait ple</w:t>
      </w:r>
      <w:r w:rsidR="0074134D" w:rsidRPr="003D2FAA">
        <w:t>u</w:t>
      </w:r>
      <w:r w:rsidR="0074134D" w:rsidRPr="003D2FAA">
        <w:t>rer</w:t>
      </w:r>
      <w:r>
        <w:t xml:space="preserve">… </w:t>
      </w:r>
      <w:r w:rsidR="0074134D" w:rsidRPr="003D2FAA">
        <w:t>Oui</w:t>
      </w:r>
      <w:r>
        <w:t xml:space="preserve">, </w:t>
      </w:r>
      <w:r w:rsidR="0074134D" w:rsidRPr="003D2FAA">
        <w:t>parce que je lui ai parlé de son père</w:t>
      </w:r>
      <w:r>
        <w:t xml:space="preserve">, </w:t>
      </w:r>
      <w:r w:rsidR="0074134D" w:rsidRPr="003D2FAA">
        <w:t>de tout ce qu</w:t>
      </w:r>
      <w:r>
        <w:t>’</w:t>
      </w:r>
      <w:r w:rsidR="0074134D" w:rsidRPr="003D2FAA">
        <w:t>il avait souffert à cause du triste désordre de sa famille</w:t>
      </w:r>
      <w:r>
        <w:t xml:space="preserve">… </w:t>
      </w:r>
      <w:r w:rsidR="0074134D" w:rsidRPr="003D2FAA">
        <w:t>Je lui ai parlé d</w:t>
      </w:r>
      <w:r>
        <w:t>’</w:t>
      </w:r>
      <w:r w:rsidR="0074134D" w:rsidRPr="003D2FAA">
        <w:t>autre chose encore</w:t>
      </w:r>
      <w:r>
        <w:t xml:space="preserve">… </w:t>
      </w:r>
      <w:r w:rsidR="0074134D" w:rsidRPr="003D2FAA">
        <w:t>Partez tranquille</w:t>
      </w:r>
      <w:r>
        <w:t xml:space="preserve">, </w:t>
      </w:r>
      <w:r w:rsidR="0074134D" w:rsidRPr="003D2FAA">
        <w:t>chevalier</w:t>
      </w:r>
      <w:r>
        <w:t xml:space="preserve">, </w:t>
      </w:r>
      <w:r w:rsidR="0074134D" w:rsidRPr="003D2FAA">
        <w:t>vous retrouverez madame Lori à la maison</w:t>
      </w:r>
      <w:r>
        <w:t>.</w:t>
      </w:r>
    </w:p>
    <w:p w14:paraId="51E7C710" w14:textId="77777777" w:rsidR="00DE313F" w:rsidRDefault="00DE313F" w:rsidP="0074134D">
      <w:r>
        <w:t>— </w:t>
      </w:r>
      <w:r w:rsidR="0074134D" w:rsidRPr="003D2FAA">
        <w:t>Excellence</w:t>
      </w:r>
      <w:r>
        <w:t xml:space="preserve">, </w:t>
      </w:r>
      <w:r w:rsidR="0074134D" w:rsidRPr="003D2FAA">
        <w:t>je ne sais</w:t>
      </w:r>
      <w:r>
        <w:t xml:space="preserve">… </w:t>
      </w:r>
      <w:r w:rsidR="0074134D" w:rsidRPr="003D2FAA">
        <w:t>commença à dire Lori en s</w:t>
      </w:r>
      <w:r>
        <w:t>’</w:t>
      </w:r>
      <w:r w:rsidR="0074134D" w:rsidRPr="003D2FAA">
        <w:t>inclinant</w:t>
      </w:r>
      <w:r>
        <w:t>…</w:t>
      </w:r>
    </w:p>
    <w:p w14:paraId="1B2920BC" w14:textId="77777777" w:rsidR="00DE313F" w:rsidRDefault="0074134D" w:rsidP="0074134D">
      <w:r w:rsidRPr="003D2FAA">
        <w:t xml:space="preserve">Mais Marco </w:t>
      </w:r>
      <w:proofErr w:type="spellStart"/>
      <w:r w:rsidRPr="003D2FAA">
        <w:t>Verona</w:t>
      </w:r>
      <w:proofErr w:type="spellEnd"/>
      <w:r w:rsidRPr="003D2FAA">
        <w:t xml:space="preserve"> l</w:t>
      </w:r>
      <w:r w:rsidR="00DE313F">
        <w:t>’</w:t>
      </w:r>
      <w:r w:rsidRPr="003D2FAA">
        <w:t>interrompit tout de suite</w:t>
      </w:r>
      <w:r w:rsidR="00DE313F">
        <w:t> :</w:t>
      </w:r>
    </w:p>
    <w:p w14:paraId="1E297103" w14:textId="77777777" w:rsidR="00DE313F" w:rsidRDefault="00DE313F" w:rsidP="0074134D">
      <w:r>
        <w:t>— </w:t>
      </w:r>
      <w:r w:rsidR="0074134D" w:rsidRPr="003D2FAA">
        <w:t>Ne me remerciez pas</w:t>
      </w:r>
      <w:r>
        <w:t xml:space="preserve">, </w:t>
      </w:r>
      <w:r w:rsidR="0074134D" w:rsidRPr="003D2FAA">
        <w:t>et surtout ne m</w:t>
      </w:r>
      <w:r>
        <w:t>’</w:t>
      </w:r>
      <w:r w:rsidR="0074134D" w:rsidRPr="003D2FAA">
        <w:t xml:space="preserve">appelez pas </w:t>
      </w:r>
      <w:r>
        <w:t>« </w:t>
      </w:r>
      <w:r w:rsidR="0074134D" w:rsidRPr="003D2FAA">
        <w:t>E</w:t>
      </w:r>
      <w:r w:rsidR="0074134D" w:rsidRPr="003D2FAA">
        <w:t>x</w:t>
      </w:r>
      <w:r w:rsidR="0074134D" w:rsidRPr="003D2FAA">
        <w:t>cellence</w:t>
      </w:r>
      <w:r>
        <w:t> ».</w:t>
      </w:r>
    </w:p>
    <w:p w14:paraId="7B24B515" w14:textId="77777777" w:rsidR="00DE313F" w:rsidRDefault="0074134D" w:rsidP="0074134D">
      <w:r w:rsidRPr="003D2FAA">
        <w:t>Et</w:t>
      </w:r>
      <w:r w:rsidR="00DE313F">
        <w:t xml:space="preserve">, </w:t>
      </w:r>
      <w:r w:rsidRPr="003D2FAA">
        <w:t>en le congédiant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 xml:space="preserve">assura que la </w:t>
      </w:r>
      <w:r w:rsidRPr="003D2FAA">
        <w:rPr>
          <w:i/>
          <w:iCs/>
        </w:rPr>
        <w:t xml:space="preserve">signora </w:t>
      </w:r>
      <w:r w:rsidRPr="003D2FAA">
        <w:t>Lori</w:t>
      </w:r>
      <w:r w:rsidR="00DE313F">
        <w:t xml:space="preserve">, </w:t>
      </w:r>
      <w:r w:rsidRPr="003D2FAA">
        <w:t>femme de caractère</w:t>
      </w:r>
      <w:r w:rsidR="00DE313F">
        <w:t xml:space="preserve">, </w:t>
      </w:r>
      <w:r w:rsidRPr="003D2FAA">
        <w:t>tiendrait sans aucun doute les promesses qu</w:t>
      </w:r>
      <w:r w:rsidR="00DE313F">
        <w:t>’</w:t>
      </w:r>
      <w:r w:rsidRPr="003D2FAA">
        <w:t>elle lui avait faites et que non seulement les scènes désagréables d</w:t>
      </w:r>
      <w:r w:rsidR="00DE313F">
        <w:t>’</w:t>
      </w:r>
      <w:r w:rsidRPr="003D2FAA">
        <w:t>autrefois ne se renouvelleraient plus</w:t>
      </w:r>
      <w:r w:rsidR="00DE313F">
        <w:t xml:space="preserve">, </w:t>
      </w:r>
      <w:r w:rsidRPr="003D2FAA">
        <w:t>mais qu</w:t>
      </w:r>
      <w:r w:rsidR="00DE313F">
        <w:t>’</w:t>
      </w:r>
      <w:r w:rsidRPr="003D2FAA">
        <w:t>elle lui avait marqué son repentir des amertumes qu</w:t>
      </w:r>
      <w:r w:rsidR="00DE313F">
        <w:t>’</w:t>
      </w:r>
      <w:r w:rsidRPr="003D2FAA">
        <w:t>elle lui avait causées</w:t>
      </w:r>
      <w:r w:rsidR="00DE313F">
        <w:t>.</w:t>
      </w:r>
    </w:p>
    <w:p w14:paraId="22AEDC21" w14:textId="36E1451A" w:rsidR="0074134D" w:rsidRPr="00920F1B" w:rsidRDefault="0074134D" w:rsidP="00DE313F">
      <w:pPr>
        <w:pStyle w:val="Titre2"/>
      </w:pPr>
      <w:bookmarkStart w:id="10" w:name="_Toc193482002"/>
      <w:r w:rsidRPr="00920F1B">
        <w:t>III</w:t>
      </w:r>
      <w:bookmarkEnd w:id="10"/>
    </w:p>
    <w:p w14:paraId="7FDBD849" w14:textId="77777777" w:rsidR="00DE313F" w:rsidRDefault="0074134D" w:rsidP="0074134D">
      <w:r w:rsidRPr="003D2FAA">
        <w:t>Et il en fut ainsi</w:t>
      </w:r>
      <w:r w:rsidR="00DE313F">
        <w:t>.</w:t>
      </w:r>
    </w:p>
    <w:p w14:paraId="5B3BCB31" w14:textId="77777777" w:rsidR="00DE313F" w:rsidRDefault="0074134D" w:rsidP="0074134D">
      <w:r w:rsidRPr="003D2FAA">
        <w:t>Le soir de la réconciliation marqua pour Martino Lori une date inoubliable</w:t>
      </w:r>
      <w:r w:rsidR="00DE313F">
        <w:t xml:space="preserve"> ; </w:t>
      </w:r>
      <w:r w:rsidRPr="003D2FAA">
        <w:t>inoubliable pour nombre de raisons qu</w:t>
      </w:r>
      <w:r w:rsidR="00DE313F">
        <w:t>’</w:t>
      </w:r>
      <w:r w:rsidRPr="003D2FAA">
        <w:t>il comprit</w:t>
      </w:r>
      <w:r w:rsidR="00DE313F">
        <w:t xml:space="preserve">, </w:t>
      </w:r>
      <w:r w:rsidRPr="003D2FAA">
        <w:t>ou mieux dont il eut l</w:t>
      </w:r>
      <w:r w:rsidR="00DE313F">
        <w:t>’</w:t>
      </w:r>
      <w:r w:rsidRPr="003D2FAA">
        <w:t>intuition immédiate à la façon dont elle s</w:t>
      </w:r>
      <w:r w:rsidR="00DE313F">
        <w:t>’</w:t>
      </w:r>
      <w:r w:rsidRPr="003D2FAA">
        <w:t>abandonna dans ses bras dès qu</w:t>
      </w:r>
      <w:r w:rsidR="00DE313F">
        <w:t>’</w:t>
      </w:r>
      <w:r w:rsidRPr="003D2FAA">
        <w:t>elle le vit</w:t>
      </w:r>
      <w:r w:rsidR="00DE313F">
        <w:t>.</w:t>
      </w:r>
    </w:p>
    <w:p w14:paraId="30BD0545" w14:textId="77777777" w:rsidR="00DE313F" w:rsidRDefault="0074134D" w:rsidP="0074134D">
      <w:r w:rsidRPr="003D2FAA">
        <w:t>Que de larmes elle versa</w:t>
      </w:r>
      <w:r w:rsidR="00DE313F">
        <w:t xml:space="preserve"> ! </w:t>
      </w:r>
      <w:r w:rsidRPr="003D2FAA">
        <w:t>Mais que de joie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que de joie ne but-il pas dans ces larmes de repentance et d</w:t>
      </w:r>
      <w:r w:rsidR="00DE313F">
        <w:t>’</w:t>
      </w:r>
      <w:r w:rsidRPr="003D2FAA">
        <w:t>amour</w:t>
      </w:r>
      <w:r w:rsidR="00DE313F">
        <w:t>…</w:t>
      </w:r>
    </w:p>
    <w:p w14:paraId="709C4A07" w14:textId="77777777" w:rsidR="00DE313F" w:rsidRDefault="0074134D" w:rsidP="0074134D">
      <w:r w:rsidRPr="003D2FAA">
        <w:lastRenderedPageBreak/>
        <w:t>Ses vraies noces</w:t>
      </w:r>
      <w:r w:rsidR="00DE313F">
        <w:t xml:space="preserve">, </w:t>
      </w:r>
      <w:r w:rsidRPr="003D2FAA">
        <w:t>Lori les célébra en ce jour</w:t>
      </w:r>
      <w:r w:rsidR="00DE313F">
        <w:t xml:space="preserve"> ; </w:t>
      </w:r>
      <w:r w:rsidRPr="003D2FAA">
        <w:t>et</w:t>
      </w:r>
      <w:r w:rsidR="00DE313F">
        <w:t xml:space="preserve">, </w:t>
      </w:r>
      <w:r w:rsidRPr="003D2FAA">
        <w:t>à partir de ce jour</w:t>
      </w:r>
      <w:r w:rsidR="00DE313F">
        <w:t xml:space="preserve">, </w:t>
      </w:r>
      <w:r w:rsidRPr="003D2FAA">
        <w:t>il posséda la compagne rêvée</w:t>
      </w:r>
      <w:r w:rsidR="00DE313F">
        <w:t xml:space="preserve">, </w:t>
      </w:r>
      <w:r w:rsidRPr="003D2FAA">
        <w:t>et un autre rêve très a</w:t>
      </w:r>
      <w:r w:rsidRPr="003D2FAA">
        <w:t>r</w:t>
      </w:r>
      <w:r w:rsidRPr="003D2FAA">
        <w:t>dent s</w:t>
      </w:r>
      <w:r w:rsidR="00DE313F">
        <w:t>’</w:t>
      </w:r>
      <w:r w:rsidRPr="003D2FAA">
        <w:t>accomplit sûrement en cette réunion</w:t>
      </w:r>
      <w:r w:rsidR="00DE313F">
        <w:t>.</w:t>
      </w:r>
    </w:p>
    <w:p w14:paraId="05F42347" w14:textId="77777777" w:rsidR="00DE313F" w:rsidRDefault="0074134D" w:rsidP="0074134D">
      <w:r w:rsidRPr="003D2FAA">
        <w:t>Quand Martino Lori ne put plus avoir aucun doute sur l</w:t>
      </w:r>
      <w:r w:rsidR="00DE313F">
        <w:t>’</w:t>
      </w:r>
      <w:r w:rsidRPr="003D2FAA">
        <w:t>état de sa femme</w:t>
      </w:r>
      <w:r w:rsidR="00DE313F">
        <w:t xml:space="preserve">, </w:t>
      </w:r>
      <w:r w:rsidRPr="003D2FAA">
        <w:t>et quand</w:t>
      </w:r>
      <w:r w:rsidR="00DE313F">
        <w:t xml:space="preserve">, </w:t>
      </w:r>
      <w:r w:rsidRPr="003D2FAA">
        <w:t>plus tard</w:t>
      </w:r>
      <w:r w:rsidR="00DE313F">
        <w:t xml:space="preserve">, </w:t>
      </w:r>
      <w:r w:rsidRPr="003D2FAA">
        <w:t>celle-ci mit au monde une petite fille</w:t>
      </w:r>
      <w:r w:rsidR="00DE313F">
        <w:t xml:space="preserve">, </w:t>
      </w:r>
      <w:r w:rsidRPr="003D2FAA">
        <w:t>à voir de quelle dévotion</w:t>
      </w:r>
      <w:r w:rsidR="00DE313F">
        <w:t xml:space="preserve">, </w:t>
      </w:r>
      <w:r w:rsidRPr="003D2FAA">
        <w:t>de quelle gratitude pour lui</w:t>
      </w:r>
      <w:r w:rsidR="00DE313F">
        <w:t xml:space="preserve">, </w:t>
      </w:r>
      <w:r w:rsidRPr="003D2FAA">
        <w:t>de quels sacrifices pour sa fille la maternité l</w:t>
      </w:r>
      <w:r w:rsidR="00DE313F">
        <w:t>’</w:t>
      </w:r>
      <w:r w:rsidRPr="003D2FAA">
        <w:t>avait rendue capable</w:t>
      </w:r>
      <w:r w:rsidR="00DE313F">
        <w:t xml:space="preserve">, </w:t>
      </w:r>
      <w:r w:rsidRPr="003D2FAA">
        <w:t>il comprit et s</w:t>
      </w:r>
      <w:r w:rsidR="00DE313F">
        <w:t>’</w:t>
      </w:r>
      <w:r w:rsidRPr="003D2FAA">
        <w:t>expliqua bien des choses</w:t>
      </w:r>
      <w:r w:rsidR="00DE313F">
        <w:t xml:space="preserve">. </w:t>
      </w:r>
      <w:r w:rsidRPr="003D2FAA">
        <w:t>Elle vo</w:t>
      </w:r>
      <w:r w:rsidRPr="003D2FAA">
        <w:t>u</w:t>
      </w:r>
      <w:r w:rsidRPr="003D2FAA">
        <w:t>lait être mère</w:t>
      </w:r>
      <w:r w:rsidR="00DE313F">
        <w:t xml:space="preserve"> ! </w:t>
      </w:r>
      <w:r w:rsidRPr="003D2FAA">
        <w:t>Peut-être ne comprenait-elle pas et ne savait-elle pas s</w:t>
      </w:r>
      <w:r w:rsidR="00DE313F">
        <w:t>’</w:t>
      </w:r>
      <w:r w:rsidRPr="003D2FAA">
        <w:t>expliquer à elle-même ce secret besoin de sa nature</w:t>
      </w:r>
      <w:r w:rsidR="00DE313F">
        <w:t xml:space="preserve">, </w:t>
      </w:r>
      <w:r w:rsidRPr="003D2FAA">
        <w:t>et c</w:t>
      </w:r>
      <w:r w:rsidR="00DE313F">
        <w:t>’</w:t>
      </w:r>
      <w:r w:rsidRPr="003D2FAA">
        <w:t>est pourquoi la vie lui semblait fade et vide</w:t>
      </w:r>
      <w:r w:rsidR="00DE313F">
        <w:t xml:space="preserve">… </w:t>
      </w:r>
      <w:r w:rsidRPr="003D2FAA">
        <w:t>Elle voulait être mère</w:t>
      </w:r>
      <w:r w:rsidR="00DE313F">
        <w:t> !</w:t>
      </w:r>
    </w:p>
    <w:p w14:paraId="6F10F51C" w14:textId="77777777" w:rsidR="00DE313F" w:rsidRDefault="0074134D" w:rsidP="0074134D">
      <w:r w:rsidRPr="003D2FAA">
        <w:t>Le bonheur de ce songe enfin réalisé ne fut troublé que par la chute imprévue du ministère dont l</w:t>
      </w:r>
      <w:r w:rsidR="00DE313F">
        <w:t>’</w:t>
      </w:r>
      <w:r w:rsidRPr="003D2FAA">
        <w:t xml:space="preserve">honorable </w:t>
      </w:r>
      <w:proofErr w:type="spellStart"/>
      <w:r w:rsidRPr="003D2FAA">
        <w:t>Verona</w:t>
      </w:r>
      <w:proofErr w:type="spellEnd"/>
      <w:r w:rsidRPr="003D2FAA">
        <w:t xml:space="preserve"> faisait partie</w:t>
      </w:r>
      <w:r w:rsidR="00DE313F">
        <w:t xml:space="preserve">, </w:t>
      </w:r>
      <w:r w:rsidRPr="003D2FAA">
        <w:t>et un peu aussi</w:t>
      </w:r>
      <w:r w:rsidR="00DE313F">
        <w:t xml:space="preserve">, – </w:t>
      </w:r>
      <w:r w:rsidRPr="003D2FAA">
        <w:t>dans l</w:t>
      </w:r>
      <w:r w:rsidR="00DE313F">
        <w:t>’</w:t>
      </w:r>
      <w:r w:rsidRPr="003D2FAA">
        <w:t>ombre</w:t>
      </w:r>
      <w:r w:rsidR="00DE313F">
        <w:t xml:space="preserve">, – </w:t>
      </w:r>
      <w:r w:rsidRPr="003D2FAA">
        <w:t>par celle de Martino Lori</w:t>
      </w:r>
      <w:r w:rsidR="00DE313F">
        <w:t xml:space="preserve">, </w:t>
      </w:r>
      <w:r w:rsidRPr="003D2FAA">
        <w:t>son secrétaire particulier</w:t>
      </w:r>
      <w:r w:rsidR="00DE313F">
        <w:t>.</w:t>
      </w:r>
    </w:p>
    <w:p w14:paraId="7F824EF2" w14:textId="77777777" w:rsidR="00DE313F" w:rsidRDefault="0074134D" w:rsidP="0074134D">
      <w:r w:rsidRPr="003D2FAA">
        <w:t>Lori se montra peut-être plus indigné que l</w:t>
      </w:r>
      <w:r w:rsidR="00DE313F">
        <w:t>’</w:t>
      </w:r>
      <w:r w:rsidRPr="003D2FAA">
        <w:t xml:space="preserve">honorable </w:t>
      </w:r>
      <w:proofErr w:type="spellStart"/>
      <w:r w:rsidRPr="003D2FAA">
        <w:t>V</w:t>
      </w:r>
      <w:r w:rsidRPr="003D2FAA">
        <w:t>e</w:t>
      </w:r>
      <w:r w:rsidRPr="003D2FAA">
        <w:t>rona</w:t>
      </w:r>
      <w:proofErr w:type="spellEnd"/>
      <w:r w:rsidRPr="003D2FAA">
        <w:t xml:space="preserve"> lui-même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agression violente des oppositions coalisées pour renverser</w:t>
      </w:r>
      <w:r w:rsidR="00DE313F">
        <w:t xml:space="preserve">, </w:t>
      </w:r>
      <w:r w:rsidRPr="003D2FAA">
        <w:t>presque sans raison</w:t>
      </w:r>
      <w:r w:rsidR="00DE313F">
        <w:t xml:space="preserve">, </w:t>
      </w:r>
      <w:r w:rsidRPr="003D2FAA">
        <w:t>le cabinet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 xml:space="preserve">honorable </w:t>
      </w:r>
      <w:proofErr w:type="spellStart"/>
      <w:r w:rsidRPr="003D2FAA">
        <w:t>V</w:t>
      </w:r>
      <w:r w:rsidRPr="003D2FAA">
        <w:t>e</w:t>
      </w:r>
      <w:r w:rsidRPr="003D2FAA">
        <w:t>rona</w:t>
      </w:r>
      <w:proofErr w:type="spellEnd"/>
      <w:r w:rsidRPr="003D2FAA">
        <w:t xml:space="preserve"> déclara que</w:t>
      </w:r>
      <w:r w:rsidR="00DE313F">
        <w:t xml:space="preserve">, </w:t>
      </w:r>
      <w:r w:rsidRPr="003D2FAA">
        <w:t>pour son compte</w:t>
      </w:r>
      <w:r w:rsidR="00DE313F">
        <w:t xml:space="preserve">, </w:t>
      </w:r>
      <w:r w:rsidRPr="003D2FAA">
        <w:t>il en avait jusqu</w:t>
      </w:r>
      <w:r w:rsidR="00DE313F">
        <w:t>’</w:t>
      </w:r>
      <w:r w:rsidRPr="003D2FAA">
        <w:t xml:space="preserve">au </w:t>
      </w:r>
      <w:proofErr w:type="spellStart"/>
      <w:r w:rsidRPr="003D2FAA">
        <w:t>cou</w:t>
      </w:r>
      <w:proofErr w:type="spellEnd"/>
      <w:r w:rsidRPr="003D2FAA">
        <w:t xml:space="preserve"> de la vie politique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voulait s</w:t>
      </w:r>
      <w:r w:rsidR="00DE313F">
        <w:t>’</w:t>
      </w:r>
      <w:r w:rsidRPr="003D2FAA">
        <w:t>en retirer pour reprendre avec plus de fruit et une satisfaction plus grande ses études inte</w:t>
      </w:r>
      <w:r w:rsidRPr="003D2FAA">
        <w:t>r</w:t>
      </w:r>
      <w:r w:rsidRPr="003D2FAA">
        <w:t>rompues</w:t>
      </w:r>
      <w:r w:rsidR="00DE313F">
        <w:t>.</w:t>
      </w:r>
    </w:p>
    <w:p w14:paraId="4BDAE657" w14:textId="77777777" w:rsidR="00DE313F" w:rsidRDefault="0074134D" w:rsidP="0074134D">
      <w:r w:rsidRPr="003D2FAA">
        <w:t>Aux nouvelles élections</w:t>
      </w:r>
      <w:r w:rsidR="00DE313F">
        <w:t xml:space="preserve">, </w:t>
      </w:r>
      <w:r w:rsidRPr="003D2FAA">
        <w:t>il réussit à vaincre la pression pressante et persistante de ses électeurs</w:t>
      </w:r>
      <w:r w:rsidR="00DE313F">
        <w:t xml:space="preserve">, </w:t>
      </w:r>
      <w:r w:rsidRPr="003D2FAA">
        <w:t>et ne se représenta pas</w:t>
      </w:r>
      <w:r w:rsidR="00DE313F">
        <w:t>.</w:t>
      </w:r>
    </w:p>
    <w:p w14:paraId="0ED8A01E" w14:textId="77777777" w:rsidR="00DE313F" w:rsidRDefault="0074134D" w:rsidP="0074134D">
      <w:r w:rsidRPr="003D2FAA">
        <w:t>Il s</w:t>
      </w:r>
      <w:r w:rsidR="00DE313F">
        <w:t>’</w:t>
      </w:r>
      <w:r w:rsidRPr="003D2FAA">
        <w:t>était épris passionnément d</w:t>
      </w:r>
      <w:r w:rsidR="00DE313F">
        <w:t>’</w:t>
      </w:r>
      <w:r w:rsidRPr="003D2FAA">
        <w:t xml:space="preserve">une grande invention scientifique laissée inachevée par le professeur Bernardo </w:t>
      </w:r>
      <w:proofErr w:type="spellStart"/>
      <w:r w:rsidRPr="003D2FAA">
        <w:t>Asce</w:t>
      </w:r>
      <w:r w:rsidRPr="003D2FAA">
        <w:t>n</w:t>
      </w:r>
      <w:r w:rsidRPr="003D2FAA">
        <w:t>si</w:t>
      </w:r>
      <w:proofErr w:type="spellEnd"/>
      <w:r w:rsidR="00DE313F">
        <w:t xml:space="preserve"> ; </w:t>
      </w:r>
      <w:r w:rsidRPr="003D2FAA">
        <w:t>si madame Lori</w:t>
      </w:r>
      <w:r w:rsidR="00DE313F">
        <w:t xml:space="preserve">, </w:t>
      </w:r>
      <w:r w:rsidRPr="003D2FAA">
        <w:t>sa fille</w:t>
      </w:r>
      <w:r w:rsidR="00DE313F">
        <w:t xml:space="preserve">, </w:t>
      </w:r>
      <w:r w:rsidRPr="003D2FAA">
        <w:t>lui faisait l</w:t>
      </w:r>
      <w:r w:rsidR="00DE313F">
        <w:t>’</w:t>
      </w:r>
      <w:r w:rsidRPr="003D2FAA">
        <w:t xml:space="preserve">honneur de la lui </w:t>
      </w:r>
      <w:r w:rsidRPr="003D2FAA">
        <w:lastRenderedPageBreak/>
        <w:t>confier</w:t>
      </w:r>
      <w:r w:rsidR="00DE313F">
        <w:t xml:space="preserve">, </w:t>
      </w:r>
      <w:r w:rsidRPr="003D2FAA">
        <w:t>il essayerait de continuer les expériences du maître et de mener l</w:t>
      </w:r>
      <w:r w:rsidR="00DE313F">
        <w:t>’</w:t>
      </w:r>
      <w:r w:rsidRPr="003D2FAA">
        <w:t>œuvre à bien</w:t>
      </w:r>
      <w:r w:rsidR="00DE313F">
        <w:t>.</w:t>
      </w:r>
    </w:p>
    <w:p w14:paraId="73DC5FF7" w14:textId="77777777" w:rsidR="00DE313F" w:rsidRDefault="0074134D" w:rsidP="0074134D">
      <w:r w:rsidRPr="003D2FAA">
        <w:t>Silvia en fut très heureuse</w:t>
      </w:r>
      <w:r w:rsidR="00DE313F">
        <w:t>.</w:t>
      </w:r>
    </w:p>
    <w:p w14:paraId="74F16564" w14:textId="77777777" w:rsidR="00DE313F" w:rsidRDefault="0074134D" w:rsidP="0074134D">
      <w:r w:rsidRPr="003D2FAA">
        <w:t>En cette année de fervente et dévouée collaboration</w:t>
      </w:r>
      <w:r w:rsidR="00DE313F">
        <w:t xml:space="preserve">, </w:t>
      </w:r>
      <w:r w:rsidRPr="003D2FAA">
        <w:t>les liens d</w:t>
      </w:r>
      <w:r w:rsidR="00DE313F">
        <w:t>’</w:t>
      </w:r>
      <w:r w:rsidRPr="003D2FAA">
        <w:t xml:space="preserve">amitié qui existaient entre son mari et </w:t>
      </w:r>
      <w:proofErr w:type="spellStart"/>
      <w:r w:rsidRPr="003D2FAA">
        <w:t>Verona</w:t>
      </w:r>
      <w:proofErr w:type="spellEnd"/>
      <w:r w:rsidRPr="003D2FAA">
        <w:t xml:space="preserve"> s</w:t>
      </w:r>
      <w:r w:rsidR="00DE313F">
        <w:t>’</w:t>
      </w:r>
      <w:r w:rsidRPr="003D2FAA">
        <w:t>étaient fortement resserrés</w:t>
      </w:r>
      <w:r w:rsidR="00DE313F">
        <w:t xml:space="preserve">. </w:t>
      </w:r>
      <w:r w:rsidRPr="003D2FAA">
        <w:t>Lori</w:t>
      </w:r>
      <w:r w:rsidR="00DE313F">
        <w:t xml:space="preserve">, </w:t>
      </w:r>
      <w:r w:rsidRPr="003D2FAA">
        <w:t xml:space="preserve">bien que </w:t>
      </w:r>
      <w:proofErr w:type="spellStart"/>
      <w:r w:rsidRPr="003D2FAA">
        <w:t>Verona</w:t>
      </w:r>
      <w:proofErr w:type="spellEnd"/>
      <w:r w:rsidRPr="003D2FAA">
        <w:t xml:space="preserve"> n</w:t>
      </w:r>
      <w:r w:rsidR="00DE313F">
        <w:t>’</w:t>
      </w:r>
      <w:r w:rsidRPr="003D2FAA">
        <w:t>eût jamais fait p</w:t>
      </w:r>
      <w:r w:rsidRPr="003D2FAA">
        <w:t>e</w:t>
      </w:r>
      <w:r w:rsidRPr="003D2FAA">
        <w:t>ser sur lui le poids de son grade et de sa dignité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le traitât maintenant avec la plus grande cordialité et la plus grande fam</w:t>
      </w:r>
      <w:r w:rsidRPr="003D2FAA">
        <w:t>i</w:t>
      </w:r>
      <w:r w:rsidRPr="003D2FAA">
        <w:t>liarité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à le tutoyer et l</w:t>
      </w:r>
      <w:r w:rsidR="00DE313F">
        <w:t>’</w:t>
      </w:r>
      <w:r w:rsidRPr="003D2FAA">
        <w:t>obliger à le tutoyer aussi</w:t>
      </w:r>
      <w:r w:rsidR="00DE313F">
        <w:t xml:space="preserve">, </w:t>
      </w:r>
      <w:r w:rsidRPr="003D2FAA">
        <w:t>Lori se montrait timide et un peu gêné</w:t>
      </w:r>
      <w:r w:rsidR="00DE313F">
        <w:t xml:space="preserve"> ; </w:t>
      </w:r>
      <w:r w:rsidRPr="003D2FAA">
        <w:t>dans son ami</w:t>
      </w:r>
      <w:r w:rsidR="00DE313F">
        <w:t xml:space="preserve">, </w:t>
      </w:r>
      <w:r w:rsidRPr="003D2FAA">
        <w:t>il voyait toujours le supérieur</w:t>
      </w:r>
      <w:r w:rsidR="00DE313F">
        <w:t xml:space="preserve"> ; </w:t>
      </w:r>
      <w:proofErr w:type="spellStart"/>
      <w:r w:rsidRPr="003D2FAA">
        <w:t>Verona</w:t>
      </w:r>
      <w:proofErr w:type="spellEnd"/>
      <w:r w:rsidRPr="003D2FAA">
        <w:t xml:space="preserve"> s</w:t>
      </w:r>
      <w:r w:rsidR="00DE313F">
        <w:t>’</w:t>
      </w:r>
      <w:r w:rsidRPr="003D2FAA">
        <w:t>en dépitait et l</w:t>
      </w:r>
      <w:r w:rsidR="00DE313F">
        <w:t>’</w:t>
      </w:r>
      <w:r w:rsidRPr="003D2FAA">
        <w:t>en raillait souvent</w:t>
      </w:r>
      <w:r w:rsidR="00DE313F">
        <w:t xml:space="preserve">. </w:t>
      </w:r>
      <w:r w:rsidRPr="003D2FAA">
        <w:t>Lori riait de ces railleries</w:t>
      </w:r>
      <w:r w:rsidR="00DE313F">
        <w:t xml:space="preserve">, </w:t>
      </w:r>
      <w:r w:rsidRPr="003D2FAA">
        <w:t>mais</w:t>
      </w:r>
      <w:r w:rsidR="00DE313F">
        <w:t xml:space="preserve">, </w:t>
      </w:r>
      <w:r w:rsidRPr="003D2FAA">
        <w:t>avec une affliction secrète</w:t>
      </w:r>
      <w:r w:rsidR="00DE313F">
        <w:t xml:space="preserve">, </w:t>
      </w:r>
      <w:r w:rsidRPr="003D2FAA">
        <w:t>il notait dans l</w:t>
      </w:r>
      <w:r w:rsidR="00DE313F">
        <w:t>’</w:t>
      </w:r>
      <w:r w:rsidRPr="003D2FAA">
        <w:t>âme de son ami un certain sens d</w:t>
      </w:r>
      <w:r w:rsidR="00DE313F">
        <w:t>’</w:t>
      </w:r>
      <w:r w:rsidRPr="003D2FAA">
        <w:t>amertume qui s</w:t>
      </w:r>
      <w:r w:rsidR="00DE313F">
        <w:t>’</w:t>
      </w:r>
      <w:r w:rsidRPr="003D2FAA">
        <w:t>aigrissait de jour en jour</w:t>
      </w:r>
      <w:r w:rsidR="00DE313F">
        <w:t xml:space="preserve">. </w:t>
      </w:r>
      <w:r w:rsidRPr="003D2FAA">
        <w:t>Il en attribuait la cause à sa déda</w:t>
      </w:r>
      <w:r w:rsidRPr="003D2FAA">
        <w:t>i</w:t>
      </w:r>
      <w:r w:rsidRPr="003D2FAA">
        <w:t>gneuse retraite de la vie politique et des luttes parlementaires</w:t>
      </w:r>
      <w:r w:rsidR="00DE313F">
        <w:t xml:space="preserve"> ; </w:t>
      </w:r>
      <w:r w:rsidRPr="003D2FAA">
        <w:t>il en parlait à sa femme et lui conseillait d</w:t>
      </w:r>
      <w:r w:rsidR="00DE313F">
        <w:t>’</w:t>
      </w:r>
      <w:r w:rsidRPr="003D2FAA">
        <w:t>user de l</w:t>
      </w:r>
      <w:r w:rsidR="00DE313F">
        <w:t>’</w:t>
      </w:r>
      <w:r w:rsidRPr="003D2FAA">
        <w:t>ascendant qu</w:t>
      </w:r>
      <w:r w:rsidR="00DE313F">
        <w:t>’</w:t>
      </w:r>
      <w:r w:rsidRPr="003D2FAA">
        <w:t>elle semblait avoir sur lui pour l</w:t>
      </w:r>
      <w:r w:rsidR="00DE313F">
        <w:t>’</w:t>
      </w:r>
      <w:r w:rsidRPr="003D2FAA">
        <w:t>engager</w:t>
      </w:r>
      <w:r w:rsidR="00DE313F">
        <w:t xml:space="preserve">, </w:t>
      </w:r>
      <w:r w:rsidRPr="003D2FAA">
        <w:t>pour le pousser à se plonger de nouveau dans la vie</w:t>
      </w:r>
      <w:r w:rsidR="00DE313F">
        <w:t>.</w:t>
      </w:r>
    </w:p>
    <w:p w14:paraId="7FD5ABD6" w14:textId="77777777" w:rsidR="00DE313F" w:rsidRDefault="00DE313F" w:rsidP="0074134D">
      <w:r>
        <w:t>— </w:t>
      </w:r>
      <w:r w:rsidR="0074134D" w:rsidRPr="003D2FAA">
        <w:t>Tu crois qu</w:t>
      </w:r>
      <w:r>
        <w:t>’</w:t>
      </w:r>
      <w:r w:rsidR="0074134D" w:rsidRPr="003D2FAA">
        <w:t>il m</w:t>
      </w:r>
      <w:r>
        <w:t>’</w:t>
      </w:r>
      <w:r w:rsidR="0074134D" w:rsidRPr="003D2FAA">
        <w:t>écoutera</w:t>
      </w:r>
      <w:r>
        <w:t xml:space="preserve"> ? </w:t>
      </w:r>
      <w:r w:rsidR="0074134D" w:rsidRPr="003D2FAA">
        <w:t>lui répondait Silvia</w:t>
      </w:r>
      <w:r>
        <w:t xml:space="preserve">. </w:t>
      </w:r>
      <w:r w:rsidR="0074134D" w:rsidRPr="003D2FAA">
        <w:t>Quand il a dit non</w:t>
      </w:r>
      <w:r>
        <w:t xml:space="preserve">, </w:t>
      </w:r>
      <w:r w:rsidR="0074134D" w:rsidRPr="003D2FAA">
        <w:t>c</w:t>
      </w:r>
      <w:r>
        <w:t>’</w:t>
      </w:r>
      <w:r w:rsidR="0074134D" w:rsidRPr="003D2FAA">
        <w:t>est non</w:t>
      </w:r>
      <w:r>
        <w:t xml:space="preserve"> ; </w:t>
      </w:r>
      <w:r w:rsidR="0074134D" w:rsidRPr="003D2FAA">
        <w:t>tu ne l</w:t>
      </w:r>
      <w:r>
        <w:t>’</w:t>
      </w:r>
      <w:r w:rsidR="0074134D" w:rsidRPr="003D2FAA">
        <w:t>ignores pas</w:t>
      </w:r>
      <w:r>
        <w:t xml:space="preserve">. </w:t>
      </w:r>
      <w:r w:rsidR="0074134D" w:rsidRPr="003D2FAA">
        <w:t>Du reste</w:t>
      </w:r>
      <w:r>
        <w:t xml:space="preserve">, </w:t>
      </w:r>
      <w:r w:rsidR="0074134D" w:rsidRPr="003D2FAA">
        <w:t>je ne suis point de ton avis</w:t>
      </w:r>
      <w:r>
        <w:t xml:space="preserve"> : </w:t>
      </w:r>
      <w:r w:rsidR="0074134D" w:rsidRPr="003D2FAA">
        <w:t>vois avec quelle obstination</w:t>
      </w:r>
      <w:r>
        <w:t xml:space="preserve">, </w:t>
      </w:r>
      <w:r w:rsidR="0074134D" w:rsidRPr="003D2FAA">
        <w:t>avec quelle ardeur il travaille</w:t>
      </w:r>
      <w:r>
        <w:t>.</w:t>
      </w:r>
    </w:p>
    <w:p w14:paraId="5E468397" w14:textId="77777777" w:rsidR="00DE313F" w:rsidRDefault="0074134D" w:rsidP="0074134D">
      <w:r w:rsidRPr="003D2FAA">
        <w:t>Martino Lori haussait les épaules</w:t>
      </w:r>
      <w:r w:rsidR="00DE313F">
        <w:t> :</w:t>
      </w:r>
    </w:p>
    <w:p w14:paraId="0ED2AD77" w14:textId="77777777" w:rsidR="00DE313F" w:rsidRDefault="00DE313F" w:rsidP="0074134D">
      <w:r>
        <w:t>— </w:t>
      </w:r>
      <w:r w:rsidR="0074134D" w:rsidRPr="003D2FAA">
        <w:t>Il en est peut-être ainsi</w:t>
      </w:r>
      <w:r>
        <w:t xml:space="preserve"> ! </w:t>
      </w:r>
      <w:r w:rsidR="0074134D" w:rsidRPr="003D2FAA">
        <w:t>répondait-il</w:t>
      </w:r>
      <w:r>
        <w:t>.</w:t>
      </w:r>
    </w:p>
    <w:p w14:paraId="3E9202EB" w14:textId="77777777" w:rsidR="00DE313F" w:rsidRDefault="0074134D" w:rsidP="0074134D">
      <w:r w:rsidRPr="003D2FAA">
        <w:t xml:space="preserve">Il lui semblait que </w:t>
      </w:r>
      <w:proofErr w:type="spellStart"/>
      <w:r w:rsidRPr="003D2FAA">
        <w:t>Verona</w:t>
      </w:r>
      <w:proofErr w:type="spellEnd"/>
      <w:r w:rsidRPr="003D2FAA">
        <w:t xml:space="preserve"> ne retrouvait sa sérénité d</w:t>
      </w:r>
      <w:r w:rsidR="00DE313F">
        <w:t>’</w:t>
      </w:r>
      <w:r w:rsidRPr="003D2FAA">
        <w:t>antan que lorsqu</w:t>
      </w:r>
      <w:r w:rsidR="00DE313F">
        <w:t>’</w:t>
      </w:r>
      <w:r w:rsidRPr="003D2FAA">
        <w:t xml:space="preserve">il jouait avec leur petite </w:t>
      </w:r>
      <w:proofErr w:type="spellStart"/>
      <w:r w:rsidRPr="003D2FAA">
        <w:t>Ginetta</w:t>
      </w:r>
      <w:proofErr w:type="spellEnd"/>
      <w:r w:rsidRPr="003D2FAA">
        <w:t xml:space="preserve"> qui</w:t>
      </w:r>
      <w:r w:rsidR="00DE313F">
        <w:t xml:space="preserve">, </w:t>
      </w:r>
      <w:r w:rsidRPr="003D2FAA">
        <w:t>vive et cha</w:t>
      </w:r>
      <w:r w:rsidRPr="003D2FAA">
        <w:t>r</w:t>
      </w:r>
      <w:r w:rsidRPr="003D2FAA">
        <w:t>mante</w:t>
      </w:r>
      <w:r w:rsidR="00DE313F">
        <w:t xml:space="preserve">, </w:t>
      </w:r>
      <w:r w:rsidRPr="003D2FAA">
        <w:t>croissait à vue d</w:t>
      </w:r>
      <w:r w:rsidR="00DE313F">
        <w:t>’</w:t>
      </w:r>
      <w:r w:rsidRPr="003D2FAA">
        <w:t>œil</w:t>
      </w:r>
      <w:r w:rsidR="00DE313F">
        <w:t>.</w:t>
      </w:r>
    </w:p>
    <w:p w14:paraId="04E46E2F" w14:textId="77777777" w:rsidR="00DE313F" w:rsidRDefault="0074134D" w:rsidP="0074134D">
      <w:r w:rsidRPr="003D2FAA">
        <w:lastRenderedPageBreak/>
        <w:t xml:space="preserve">Marco </w:t>
      </w:r>
      <w:proofErr w:type="spellStart"/>
      <w:r w:rsidRPr="003D2FAA">
        <w:t>Verona</w:t>
      </w:r>
      <w:proofErr w:type="spellEnd"/>
      <w:r w:rsidRPr="003D2FAA">
        <w:t xml:space="preserve"> avait vraiment pour cette enfant des tendresses qui remuaient Lori jusqu</w:t>
      </w:r>
      <w:r w:rsidR="00DE313F">
        <w:t>’</w:t>
      </w:r>
      <w:r w:rsidRPr="003D2FAA">
        <w:t>aux larmes</w:t>
      </w:r>
      <w:r w:rsidR="00DE313F">
        <w:t xml:space="preserve">. </w:t>
      </w:r>
      <w:r w:rsidRPr="003D2FAA">
        <w:t>Il lui disait pa</w:t>
      </w:r>
      <w:r w:rsidRPr="003D2FAA">
        <w:t>r</w:t>
      </w:r>
      <w:r w:rsidRPr="003D2FAA">
        <w:t>fois</w:t>
      </w:r>
      <w:r w:rsidR="00DE313F">
        <w:t> :</w:t>
      </w:r>
    </w:p>
    <w:p w14:paraId="70BBAF3C" w14:textId="77777777" w:rsidR="00DE313F" w:rsidRDefault="00DE313F" w:rsidP="0074134D">
      <w:r>
        <w:t>— </w:t>
      </w:r>
      <w:r w:rsidR="0074134D" w:rsidRPr="003D2FAA">
        <w:t>Tiens-toi bien sur tes gardes parce que</w:t>
      </w:r>
      <w:r>
        <w:t xml:space="preserve">, </w:t>
      </w:r>
      <w:r w:rsidR="0074134D" w:rsidRPr="003D2FAA">
        <w:t>quelque jour</w:t>
      </w:r>
      <w:r>
        <w:t xml:space="preserve">, </w:t>
      </w:r>
      <w:r w:rsidR="0074134D" w:rsidRPr="003D2FAA">
        <w:t>je te l</w:t>
      </w:r>
      <w:r>
        <w:t>’</w:t>
      </w:r>
      <w:r w:rsidR="0074134D" w:rsidRPr="003D2FAA">
        <w:t>enlèverai</w:t>
      </w:r>
      <w:r>
        <w:t xml:space="preserve">, </w:t>
      </w:r>
      <w:r w:rsidR="0074134D" w:rsidRPr="003D2FAA">
        <w:t xml:space="preserve">ta </w:t>
      </w:r>
      <w:proofErr w:type="spellStart"/>
      <w:r w:rsidR="0074134D" w:rsidRPr="003D2FAA">
        <w:t>Ginetta</w:t>
      </w:r>
      <w:proofErr w:type="spellEnd"/>
      <w:r>
        <w:t> !</w:t>
      </w:r>
    </w:p>
    <w:p w14:paraId="59B245BB" w14:textId="77777777" w:rsidR="00DE313F" w:rsidRDefault="0074134D" w:rsidP="0074134D">
      <w:r w:rsidRPr="003D2FAA">
        <w:t>Eh</w:t>
      </w:r>
      <w:r w:rsidR="00DE313F">
        <w:t xml:space="preserve"> ! </w:t>
      </w:r>
      <w:r w:rsidRPr="003D2FAA">
        <w:t>c</w:t>
      </w:r>
      <w:r w:rsidR="00DE313F">
        <w:t>’</w:t>
      </w:r>
      <w:r w:rsidRPr="003D2FAA">
        <w:t>était sérieux</w:t>
      </w:r>
      <w:r w:rsidR="00DE313F">
        <w:t xml:space="preserve">. </w:t>
      </w:r>
      <w:r w:rsidRPr="003D2FAA">
        <w:t>Il ne plaisantait pas</w:t>
      </w:r>
      <w:r w:rsidR="00DE313F">
        <w:t xml:space="preserve">. </w:t>
      </w:r>
      <w:r w:rsidRPr="003D2FAA">
        <w:t xml:space="preserve">Et </w:t>
      </w:r>
      <w:proofErr w:type="spellStart"/>
      <w:r w:rsidRPr="003D2FAA">
        <w:t>Ginetta</w:t>
      </w:r>
      <w:proofErr w:type="spellEnd"/>
      <w:r w:rsidRPr="003D2FAA">
        <w:t xml:space="preserve"> ne se le serait pas laissé dire deux fois</w:t>
      </w:r>
      <w:r w:rsidR="00DE313F">
        <w:t xml:space="preserve"> ; </w:t>
      </w:r>
      <w:r w:rsidRPr="003D2FAA">
        <w:t>elle aurait abandonné son papa et sa maman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même sa maman</w:t>
      </w:r>
      <w:r w:rsidR="00DE313F">
        <w:t xml:space="preserve">, </w:t>
      </w:r>
      <w:r w:rsidRPr="003D2FAA">
        <w:t>pour s</w:t>
      </w:r>
      <w:r w:rsidR="00DE313F">
        <w:t>’</w:t>
      </w:r>
      <w:r w:rsidRPr="003D2FAA">
        <w:t>en aller avec lui</w:t>
      </w:r>
      <w:r w:rsidR="00DE313F">
        <w:t xml:space="preserve"> !…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la vilaine méchante</w:t>
      </w:r>
      <w:r w:rsidR="00DE313F">
        <w:t xml:space="preserve">, </w:t>
      </w:r>
      <w:r w:rsidRPr="003D2FAA">
        <w:t>disait oui</w:t>
      </w:r>
      <w:r w:rsidR="00DE313F">
        <w:t xml:space="preserve"> ! </w:t>
      </w:r>
      <w:r w:rsidRPr="003D2FAA">
        <w:t>À cause des cadeaux</w:t>
      </w:r>
      <w:r w:rsidR="00DE313F">
        <w:t xml:space="preserve">, </w:t>
      </w:r>
      <w:r w:rsidRPr="003D2FAA">
        <w:t>hein</w:t>
      </w:r>
      <w:r w:rsidR="00DE313F">
        <w:t xml:space="preserve"> ? </w:t>
      </w:r>
      <w:r w:rsidRPr="003D2FAA">
        <w:t>À cause des cadeaux qu</w:t>
      </w:r>
      <w:r w:rsidR="00DE313F">
        <w:t>’</w:t>
      </w:r>
      <w:r w:rsidRPr="003D2FAA">
        <w:t>il lui faisait à la moindre occ</w:t>
      </w:r>
      <w:r w:rsidRPr="003D2FAA">
        <w:t>a</w:t>
      </w:r>
      <w:r w:rsidRPr="003D2FAA">
        <w:t>sion</w:t>
      </w:r>
      <w:r w:rsidR="00DE313F">
        <w:t xml:space="preserve"> ! </w:t>
      </w:r>
      <w:r w:rsidRPr="003D2FAA">
        <w:t>Et quels cadeaux</w:t>
      </w:r>
      <w:r w:rsidR="00DE313F">
        <w:t xml:space="preserve"> !… </w:t>
      </w:r>
      <w:r w:rsidRPr="003D2FAA">
        <w:t>Lori et sa femme en étaient gênés d</w:t>
      </w:r>
      <w:r w:rsidRPr="003D2FAA">
        <w:t>e</w:t>
      </w:r>
      <w:r w:rsidRPr="003D2FAA">
        <w:t>puis longtemps</w:t>
      </w:r>
      <w:r w:rsidR="00DE313F">
        <w:t xml:space="preserve">. </w:t>
      </w:r>
      <w:r w:rsidRPr="003D2FAA">
        <w:t>Celle-ci</w:t>
      </w:r>
      <w:r w:rsidR="00DE313F">
        <w:t xml:space="preserve">, </w:t>
      </w:r>
      <w:r w:rsidRPr="003D2FAA">
        <w:t>même</w:t>
      </w:r>
      <w:r w:rsidR="00DE313F">
        <w:t xml:space="preserve">, </w:t>
      </w:r>
      <w:r w:rsidRPr="003D2FAA">
        <w:t>ne pouvait s</w:t>
      </w:r>
      <w:r w:rsidR="00DE313F">
        <w:t>’</w:t>
      </w:r>
      <w:r w:rsidRPr="003D2FAA">
        <w:t>empêcher de ma</w:t>
      </w:r>
      <w:r w:rsidRPr="003D2FAA">
        <w:t>r</w:t>
      </w:r>
      <w:r w:rsidRPr="003D2FAA">
        <w:t xml:space="preserve">quer à </w:t>
      </w:r>
      <w:proofErr w:type="spellStart"/>
      <w:r w:rsidRPr="003D2FAA">
        <w:t>Verona</w:t>
      </w:r>
      <w:proofErr w:type="spellEnd"/>
      <w:r w:rsidRPr="003D2FAA">
        <w:t xml:space="preserve"> que cela la blessait</w:t>
      </w:r>
      <w:r w:rsidR="00DE313F">
        <w:t xml:space="preserve">. </w:t>
      </w:r>
      <w:r w:rsidRPr="003D2FAA">
        <w:t>Blessure à son orgueil</w:t>
      </w:r>
      <w:r w:rsidR="00DE313F">
        <w:t xml:space="preserve"> ? </w:t>
      </w:r>
      <w:r w:rsidRPr="003D2FAA">
        <w:t>Non</w:t>
      </w:r>
      <w:r w:rsidR="00DE313F">
        <w:t xml:space="preserve">. </w:t>
      </w:r>
      <w:r w:rsidRPr="003D2FAA">
        <w:t>Mais ils étaient trop nombreux ces cadeaux</w:t>
      </w:r>
      <w:r w:rsidR="00DE313F">
        <w:t xml:space="preserve">, </w:t>
      </w:r>
      <w:r w:rsidRPr="003D2FAA">
        <w:t>et de trop grand prix</w:t>
      </w:r>
      <w:r w:rsidR="00DE313F">
        <w:t xml:space="preserve"> ; </w:t>
      </w:r>
      <w:r w:rsidRPr="003D2FAA">
        <w:t>elle n</w:t>
      </w:r>
      <w:r w:rsidR="00DE313F">
        <w:t>’</w:t>
      </w:r>
      <w:r w:rsidRPr="003D2FAA">
        <w:t>en voulait plus</w:t>
      </w:r>
      <w:r w:rsidR="00DE313F">
        <w:t xml:space="preserve">.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 xml:space="preserve">heureux de voir </w:t>
      </w:r>
      <w:proofErr w:type="spellStart"/>
      <w:r w:rsidRPr="003D2FAA">
        <w:t>Ginetta</w:t>
      </w:r>
      <w:proofErr w:type="spellEnd"/>
      <w:r w:rsidRPr="003D2FAA">
        <w:t xml:space="preserve"> faire fête aux jouets qu</w:t>
      </w:r>
      <w:r w:rsidR="00DE313F">
        <w:t>’</w:t>
      </w:r>
      <w:r w:rsidRPr="003D2FAA">
        <w:t>il lui apportait</w:t>
      </w:r>
      <w:r w:rsidR="00DE313F">
        <w:t xml:space="preserve">, </w:t>
      </w:r>
      <w:r w:rsidRPr="003D2FAA">
        <w:t>levait les épaules</w:t>
      </w:r>
      <w:r w:rsidR="00DE313F">
        <w:t xml:space="preserve">, </w:t>
      </w:r>
      <w:r w:rsidRPr="003D2FAA">
        <w:t>vexé par leurs plaintes et leurs protestations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à ce qu</w:t>
      </w:r>
      <w:r w:rsidR="00DE313F">
        <w:t>’</w:t>
      </w:r>
      <w:r w:rsidRPr="003D2FAA">
        <w:t>il se révo</w:t>
      </w:r>
      <w:r w:rsidRPr="003D2FAA">
        <w:t>l</w:t>
      </w:r>
      <w:r w:rsidRPr="003D2FAA">
        <w:t>tât d</w:t>
      </w:r>
      <w:r w:rsidR="00DE313F">
        <w:t>’</w:t>
      </w:r>
      <w:r w:rsidRPr="003D2FAA">
        <w:t>une façon très peu parlementaire et leur imposât de se taire et de laisser la gamine à sa joie</w:t>
      </w:r>
      <w:r w:rsidR="00DE313F">
        <w:t>…</w:t>
      </w:r>
    </w:p>
    <w:p w14:paraId="0EDE6F6A" w14:textId="77777777" w:rsidR="00DE313F" w:rsidRDefault="0074134D" w:rsidP="0074134D">
      <w:r w:rsidRPr="003D2FAA">
        <w:t>Silvia en arriva à se dire ennuyée de ces façons d</w:t>
      </w:r>
      <w:r w:rsidR="00DE313F">
        <w:t>’</w:t>
      </w:r>
      <w:r w:rsidRPr="003D2FAA">
        <w:t xml:space="preserve">agir de </w:t>
      </w:r>
      <w:proofErr w:type="spellStart"/>
      <w:r w:rsidRPr="003D2FAA">
        <w:t>Verona</w:t>
      </w:r>
      <w:proofErr w:type="spellEnd"/>
      <w:r w:rsidR="00DE313F">
        <w:t xml:space="preserve"> ; </w:t>
      </w:r>
      <w:r w:rsidRPr="003D2FAA">
        <w:t>et à son mari qui</w:t>
      </w:r>
      <w:r w:rsidR="00DE313F">
        <w:t xml:space="preserve">, </w:t>
      </w:r>
      <w:r w:rsidRPr="003D2FAA">
        <w:t>pour l</w:t>
      </w:r>
      <w:r w:rsidR="00DE313F">
        <w:t>’</w:t>
      </w:r>
      <w:r w:rsidRPr="003D2FAA">
        <w:t>excuser</w:t>
      </w:r>
      <w:r w:rsidR="00DE313F">
        <w:t xml:space="preserve">, </w:t>
      </w:r>
      <w:r w:rsidRPr="003D2FAA">
        <w:t>recommençait à mettre en avant cette idée qu</w:t>
      </w:r>
      <w:r w:rsidR="00DE313F">
        <w:t>’</w:t>
      </w:r>
      <w:r w:rsidRPr="003D2FAA">
        <w:t>il avait été bien malheureux pour son ami de se retirer de la vie politique</w:t>
      </w:r>
      <w:r w:rsidR="00DE313F">
        <w:t xml:space="preserve">, </w:t>
      </w:r>
      <w:r w:rsidRPr="003D2FAA">
        <w:t>elle répondait que ce n</w:t>
      </w:r>
      <w:r w:rsidR="00DE313F">
        <w:t>’</w:t>
      </w:r>
      <w:r w:rsidRPr="003D2FAA">
        <w:t>était pas une bonne raison pour venir décharger sa mauvaise humeur chez eux</w:t>
      </w:r>
      <w:r w:rsidR="00DE313F">
        <w:t> !</w:t>
      </w:r>
    </w:p>
    <w:p w14:paraId="6B1F3CA0" w14:textId="77777777" w:rsidR="00DE313F" w:rsidRDefault="0074134D" w:rsidP="0074134D">
      <w:r w:rsidRPr="003D2FAA">
        <w:t>Lori aurait voulu faire remarquer à sa femme qu</w:t>
      </w:r>
      <w:r w:rsidR="00DE313F">
        <w:t>’</w:t>
      </w:r>
      <w:r w:rsidRPr="003D2FAA">
        <w:t>en fin de compte</w:t>
      </w:r>
      <w:r w:rsidR="00DE313F">
        <w:t xml:space="preserve">, </w:t>
      </w:r>
      <w:r w:rsidRPr="003D2FAA">
        <w:t>cette mauvaise humeur</w:t>
      </w:r>
      <w:r w:rsidR="00DE313F">
        <w:t xml:space="preserve">, </w:t>
      </w:r>
      <w:proofErr w:type="spellStart"/>
      <w:r w:rsidRPr="003D2FAA">
        <w:t>Verona</w:t>
      </w:r>
      <w:proofErr w:type="spellEnd"/>
      <w:r w:rsidRPr="003D2FAA">
        <w:t xml:space="preserve"> l</w:t>
      </w:r>
      <w:r w:rsidR="00DE313F">
        <w:t>’</w:t>
      </w:r>
      <w:r w:rsidRPr="003D2FAA">
        <w:t>exhalait en faisant le bonheur de leur petite fille</w:t>
      </w:r>
      <w:r w:rsidR="00DE313F">
        <w:t xml:space="preserve"> ; </w:t>
      </w:r>
      <w:r w:rsidRPr="003D2FAA">
        <w:t>mais il se tenait coi</w:t>
      </w:r>
      <w:r w:rsidR="00DE313F">
        <w:t xml:space="preserve">, </w:t>
      </w:r>
      <w:r w:rsidRPr="003D2FAA">
        <w:t>pour ne pas troubler l</w:t>
      </w:r>
      <w:r w:rsidR="00DE313F">
        <w:t>’</w:t>
      </w:r>
      <w:r w:rsidRPr="003D2FAA">
        <w:t>accord qui</w:t>
      </w:r>
      <w:r w:rsidR="00DE313F">
        <w:t xml:space="preserve">, </w:t>
      </w:r>
      <w:r w:rsidRPr="003D2FAA">
        <w:t>depuis le premier jour de leur réconcili</w:t>
      </w:r>
      <w:r w:rsidRPr="003D2FAA">
        <w:t>a</w:t>
      </w:r>
      <w:r w:rsidRPr="003D2FAA">
        <w:t>tion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établi entre eux</w:t>
      </w:r>
      <w:r w:rsidR="00DE313F">
        <w:t>.</w:t>
      </w:r>
    </w:p>
    <w:p w14:paraId="62FD9BB1" w14:textId="77777777" w:rsidR="00DE313F" w:rsidRDefault="0074134D" w:rsidP="0074134D">
      <w:r w:rsidRPr="003D2FAA">
        <w:lastRenderedPageBreak/>
        <w:t>Ce qu</w:t>
      </w:r>
      <w:r w:rsidR="00DE313F">
        <w:t>’</w:t>
      </w:r>
      <w:r w:rsidRPr="003D2FAA">
        <w:t>il avait trouvé de mauvais en elle durant les pr</w:t>
      </w:r>
      <w:r w:rsidRPr="003D2FAA">
        <w:t>e</w:t>
      </w:r>
      <w:r w:rsidRPr="003D2FAA">
        <w:t>mières années de leur union était devenu estimable maintenant</w:t>
      </w:r>
      <w:r w:rsidR="00DE313F">
        <w:t xml:space="preserve">, </w:t>
      </w:r>
      <w:r w:rsidRPr="003D2FAA">
        <w:t>était devenu qualité à ses yeux</w:t>
      </w:r>
      <w:r w:rsidR="00DE313F">
        <w:t xml:space="preserve">. </w:t>
      </w:r>
      <w:r w:rsidRPr="003D2FAA">
        <w:t>Il se sentait soutenu</w:t>
      </w:r>
      <w:r w:rsidR="00DE313F">
        <w:t xml:space="preserve">, </w:t>
      </w:r>
      <w:r w:rsidRPr="003D2FAA">
        <w:t>il se sentait comblé par son esprit</w:t>
      </w:r>
      <w:r w:rsidR="00DE313F">
        <w:t xml:space="preserve">, </w:t>
      </w:r>
      <w:r w:rsidRPr="003D2FAA">
        <w:t>par son énergie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à cette heure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étaient plus tournés contre lui</w:t>
      </w:r>
      <w:r w:rsidR="00DE313F">
        <w:t xml:space="preserve">. </w:t>
      </w:r>
      <w:r w:rsidRPr="003D2FAA">
        <w:t>Et sa vie</w:t>
      </w:r>
      <w:r w:rsidR="00DE313F">
        <w:t xml:space="preserve">, </w:t>
      </w:r>
      <w:r w:rsidRPr="003D2FAA">
        <w:t>à présent</w:t>
      </w:r>
      <w:r w:rsidR="00DE313F">
        <w:t xml:space="preserve">, </w:t>
      </w:r>
      <w:r w:rsidRPr="003D2FAA">
        <w:t>lui se</w:t>
      </w:r>
      <w:r w:rsidRPr="003D2FAA">
        <w:t>m</w:t>
      </w:r>
      <w:r w:rsidRPr="003D2FAA">
        <w:t>blait pleine</w:t>
      </w:r>
      <w:r w:rsidR="00DE313F">
        <w:t xml:space="preserve">, </w:t>
      </w:r>
      <w:r w:rsidRPr="003D2FAA">
        <w:t>lui semblait solidement fondée</w:t>
      </w:r>
      <w:r w:rsidR="00DE313F">
        <w:t xml:space="preserve">, </w:t>
      </w:r>
      <w:r w:rsidRPr="003D2FAA">
        <w:t>avec cette femme qui lui appartenait</w:t>
      </w:r>
      <w:r w:rsidR="00DE313F">
        <w:t xml:space="preserve">, </w:t>
      </w:r>
      <w:r w:rsidRPr="003D2FAA">
        <w:t>qui était toute sienne</w:t>
      </w:r>
      <w:r w:rsidR="00DE313F">
        <w:t xml:space="preserve">, </w:t>
      </w:r>
      <w:r w:rsidRPr="003D2FAA">
        <w:t>qui était toute à sa maison et à son enfant</w:t>
      </w:r>
      <w:r w:rsidR="00DE313F">
        <w:t>.</w:t>
      </w:r>
    </w:p>
    <w:p w14:paraId="6E18FC9D" w14:textId="77777777" w:rsidR="00DE313F" w:rsidRDefault="0074134D" w:rsidP="0074134D">
      <w:r w:rsidRPr="003D2FAA">
        <w:t>Il estimait précieuse aussi dans son cœur l</w:t>
      </w:r>
      <w:r w:rsidR="00DE313F">
        <w:t>’</w:t>
      </w:r>
      <w:r w:rsidRPr="003D2FAA">
        <w:t xml:space="preserve">amitié de </w:t>
      </w:r>
      <w:proofErr w:type="spellStart"/>
      <w:r w:rsidRPr="003D2FAA">
        <w:t>Ver</w:t>
      </w:r>
      <w:r w:rsidRPr="003D2FAA">
        <w:t>o</w:t>
      </w:r>
      <w:r w:rsidRPr="003D2FAA">
        <w:t>na</w:t>
      </w:r>
      <w:proofErr w:type="spellEnd"/>
      <w:r w:rsidR="00DE313F">
        <w:t xml:space="preserve">, </w:t>
      </w:r>
      <w:r w:rsidRPr="003D2FAA">
        <w:t>et il aurait voulu</w:t>
      </w:r>
      <w:r w:rsidR="00DE313F">
        <w:t xml:space="preserve">, </w:t>
      </w:r>
      <w:r w:rsidRPr="003D2FAA">
        <w:t>par conséquent</w:t>
      </w:r>
      <w:r w:rsidR="00DE313F">
        <w:t xml:space="preserve">, </w:t>
      </w:r>
      <w:r w:rsidRPr="003D2FAA">
        <w:t>que ne s</w:t>
      </w:r>
      <w:r w:rsidR="00DE313F">
        <w:t>’</w:t>
      </w:r>
      <w:r w:rsidRPr="003D2FAA">
        <w:t>affirmât pas dans l</w:t>
      </w:r>
      <w:r w:rsidR="00DE313F">
        <w:t>’</w:t>
      </w:r>
      <w:r w:rsidRPr="003D2FAA">
        <w:t>âme de sa femme l</w:t>
      </w:r>
      <w:r w:rsidR="00DE313F">
        <w:t>’</w:t>
      </w:r>
      <w:r w:rsidRPr="003D2FAA">
        <w:t>impression qu</w:t>
      </w:r>
      <w:r w:rsidR="00DE313F">
        <w:t>’</w:t>
      </w:r>
      <w:r w:rsidRPr="003D2FAA">
        <w:t xml:space="preserve">il était devenu ennuyeux à cause de son affection exagérée pour </w:t>
      </w:r>
      <w:proofErr w:type="spellStart"/>
      <w:r w:rsidRPr="003D2FAA">
        <w:t>Ginetta</w:t>
      </w:r>
      <w:proofErr w:type="spellEnd"/>
      <w:r w:rsidR="00DE313F">
        <w:t xml:space="preserve"> ; </w:t>
      </w:r>
      <w:r w:rsidRPr="003D2FAA">
        <w:t>d</w:t>
      </w:r>
      <w:r w:rsidR="00DE313F">
        <w:t>’</w:t>
      </w:r>
      <w:r w:rsidRPr="003D2FAA">
        <w:t>autre part</w:t>
      </w:r>
      <w:r w:rsidR="00DE313F">
        <w:t xml:space="preserve">, </w:t>
      </w:r>
      <w:r w:rsidRPr="003D2FAA">
        <w:t>c</w:t>
      </w:r>
      <w:r w:rsidRPr="003D2FAA">
        <w:t>e</w:t>
      </w:r>
      <w:r w:rsidRPr="003D2FAA">
        <w:t>pendant</w:t>
      </w:r>
      <w:r w:rsidR="00DE313F">
        <w:t xml:space="preserve">, </w:t>
      </w:r>
      <w:r w:rsidRPr="003D2FAA">
        <w:t>si cette affection trop envahissante devait troubler la paix de la maison</w:t>
      </w:r>
      <w:r w:rsidR="00DE313F">
        <w:t xml:space="preserve">, </w:t>
      </w:r>
      <w:r w:rsidRPr="003D2FAA">
        <w:t>la bonne harmonie entre lui et sa femme</w:t>
      </w:r>
      <w:r w:rsidR="00DE313F">
        <w:t xml:space="preserve"> ! </w:t>
      </w:r>
      <w:r w:rsidRPr="003D2FAA">
        <w:t xml:space="preserve">Mais comment le faire comprendre à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qui ne voulait même pas s</w:t>
      </w:r>
      <w:r w:rsidR="00DE313F">
        <w:t>’</w:t>
      </w:r>
      <w:r w:rsidRPr="003D2FAA">
        <w:t>apercevoir de la froideur avec laquelle Silvia l</w:t>
      </w:r>
      <w:r w:rsidR="00DE313F">
        <w:t>’</w:t>
      </w:r>
      <w:r w:rsidRPr="003D2FAA">
        <w:t>accueillait maintenant</w:t>
      </w:r>
      <w:r w:rsidR="00DE313F">
        <w:t> ?</w:t>
      </w:r>
    </w:p>
    <w:p w14:paraId="482C1E38" w14:textId="77777777" w:rsidR="00DE313F" w:rsidRDefault="0074134D" w:rsidP="0074134D">
      <w:r w:rsidRPr="003D2FAA">
        <w:t>Avec les années</w:t>
      </w:r>
      <w:r w:rsidR="00DE313F">
        <w:t xml:space="preserve">, </w:t>
      </w:r>
      <w:proofErr w:type="spellStart"/>
      <w:r w:rsidRPr="003D2FAA">
        <w:t>Ginetta</w:t>
      </w:r>
      <w:proofErr w:type="spellEnd"/>
      <w:r w:rsidRPr="003D2FAA">
        <w:t xml:space="preserve"> commença à montrer une vive passion pour la musique</w:t>
      </w:r>
      <w:r w:rsidR="00DE313F">
        <w:t xml:space="preserve">. </w:t>
      </w:r>
      <w:r w:rsidRPr="003D2FAA">
        <w:t xml:space="preserve">Et voilà que </w:t>
      </w:r>
      <w:proofErr w:type="spellStart"/>
      <w:r w:rsidRPr="003D2FAA">
        <w:t>Verona</w:t>
      </w:r>
      <w:proofErr w:type="spellEnd"/>
      <w:r w:rsidRPr="003D2FAA">
        <w:t xml:space="preserve"> s</w:t>
      </w:r>
      <w:r w:rsidR="00DE313F">
        <w:t>’</w:t>
      </w:r>
      <w:r w:rsidRPr="003D2FAA">
        <w:t>arrangeait</w:t>
      </w:r>
      <w:r w:rsidR="00DE313F">
        <w:t xml:space="preserve">, </w:t>
      </w:r>
      <w:r w:rsidRPr="003D2FAA">
        <w:t>deux ou trois fois par semaine</w:t>
      </w:r>
      <w:r w:rsidR="00DE313F">
        <w:t xml:space="preserve">, </w:t>
      </w:r>
      <w:r w:rsidRPr="003D2FAA">
        <w:t>pour conduire la fillette en voiture à tel ou tel concert</w:t>
      </w:r>
      <w:r w:rsidR="00DE313F">
        <w:t xml:space="preserve"> ; </w:t>
      </w:r>
      <w:r w:rsidRPr="003D2FAA">
        <w:t>et souvent</w:t>
      </w:r>
      <w:r w:rsidR="00DE313F">
        <w:t xml:space="preserve">, </w:t>
      </w:r>
      <w:r w:rsidRPr="003D2FAA">
        <w:t>durant la saison lyrique</w:t>
      </w:r>
      <w:r w:rsidR="00DE313F">
        <w:t xml:space="preserve">, </w:t>
      </w:r>
      <w:r w:rsidRPr="003D2FAA">
        <w:t>il venait conspirer avec elle</w:t>
      </w:r>
      <w:r w:rsidR="00DE313F">
        <w:t xml:space="preserve">, </w:t>
      </w:r>
      <w:r w:rsidRPr="003D2FAA">
        <w:t>lui donner le courage d</w:t>
      </w:r>
      <w:r w:rsidR="00DE313F">
        <w:t>’</w:t>
      </w:r>
      <w:r w:rsidRPr="003D2FAA">
        <w:t>induire ses parents</w:t>
      </w:r>
      <w:r w:rsidR="00DE313F">
        <w:t xml:space="preserve">, </w:t>
      </w:r>
      <w:r w:rsidRPr="003D2FAA">
        <w:t>avec ses grâces charmantes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accompagner au théâtre dans la loge déjà retenue par lui</w:t>
      </w:r>
      <w:r w:rsidR="00DE313F">
        <w:t>.</w:t>
      </w:r>
    </w:p>
    <w:p w14:paraId="378C9376" w14:textId="77777777" w:rsidR="00DE313F" w:rsidRDefault="0074134D" w:rsidP="0074134D">
      <w:r w:rsidRPr="003D2FAA">
        <w:t>Lori</w:t>
      </w:r>
      <w:r w:rsidR="00DE313F">
        <w:t xml:space="preserve">, </w:t>
      </w:r>
      <w:r w:rsidRPr="003D2FAA">
        <w:t>angoissé</w:t>
      </w:r>
      <w:r w:rsidR="00DE313F">
        <w:t xml:space="preserve">, </w:t>
      </w:r>
      <w:r w:rsidRPr="003D2FAA">
        <w:t>embarrassé</w:t>
      </w:r>
      <w:r w:rsidR="00DE313F">
        <w:t xml:space="preserve">, </w:t>
      </w:r>
      <w:r w:rsidRPr="003D2FAA">
        <w:t>souriait</w:t>
      </w:r>
      <w:r w:rsidR="00DE313F">
        <w:t xml:space="preserve"> ; </w:t>
      </w:r>
      <w:r w:rsidRPr="003D2FAA">
        <w:t>il ne se décidait pas à dire non</w:t>
      </w:r>
      <w:r w:rsidR="00DE313F">
        <w:t xml:space="preserve">, </w:t>
      </w:r>
      <w:r w:rsidRPr="003D2FAA">
        <w:t>pour ne point mécontenter son ami et sa fille</w:t>
      </w:r>
      <w:r w:rsidR="00DE313F">
        <w:t xml:space="preserve"> ; </w:t>
      </w:r>
      <w:r w:rsidRPr="003D2FAA">
        <w:t>mais</w:t>
      </w:r>
      <w:r w:rsidR="00DE313F">
        <w:t xml:space="preserve">, </w:t>
      </w:r>
      <w:r w:rsidRPr="003D2FAA">
        <w:t>Dieu saint</w:t>
      </w:r>
      <w:r w:rsidR="00DE313F">
        <w:t xml:space="preserve"> ! </w:t>
      </w:r>
      <w:proofErr w:type="spellStart"/>
      <w:r w:rsidRPr="003D2FAA">
        <w:t>Verona</w:t>
      </w:r>
      <w:proofErr w:type="spellEnd"/>
      <w:r w:rsidRPr="003D2FAA">
        <w:t xml:space="preserve"> aurait dû comprendre que cela ne pouvait se faire aussi souvent</w:t>
      </w:r>
      <w:r w:rsidR="00DE313F">
        <w:t>.</w:t>
      </w:r>
    </w:p>
    <w:p w14:paraId="11BD1443" w14:textId="77777777" w:rsidR="00DE313F" w:rsidRDefault="0074134D" w:rsidP="0074134D">
      <w:r w:rsidRPr="003D2FAA">
        <w:t>La loge et la voiture ne constituaient pas toute la dépense</w:t>
      </w:r>
      <w:r w:rsidR="00DE313F">
        <w:t xml:space="preserve"> : </w:t>
      </w:r>
      <w:r w:rsidRPr="003D2FAA">
        <w:t>Sylvia devait s</w:t>
      </w:r>
      <w:r w:rsidR="00DE313F">
        <w:t>’</w:t>
      </w:r>
      <w:r w:rsidRPr="003D2FAA">
        <w:t>habiller</w:t>
      </w:r>
      <w:r w:rsidR="00DE313F">
        <w:t xml:space="preserve"> : </w:t>
      </w:r>
      <w:r w:rsidRPr="003D2FAA">
        <w:t>elle ne pouvait pas faire minable figure</w:t>
      </w:r>
      <w:r w:rsidR="00DE313F">
        <w:t xml:space="preserve">. </w:t>
      </w:r>
      <w:r w:rsidRPr="003D2FAA">
        <w:t>Lori</w:t>
      </w:r>
      <w:r w:rsidR="00DE313F">
        <w:t xml:space="preserve">, </w:t>
      </w:r>
      <w:r w:rsidRPr="003D2FAA">
        <w:t>il est vrai</w:t>
      </w:r>
      <w:r w:rsidR="00DE313F">
        <w:t xml:space="preserve">, </w:t>
      </w:r>
      <w:r w:rsidRPr="003D2FAA">
        <w:t xml:space="preserve">était maintenant chef de </w:t>
      </w:r>
      <w:r w:rsidRPr="003D2FAA">
        <w:lastRenderedPageBreak/>
        <w:t>division</w:t>
      </w:r>
      <w:r w:rsidR="00DE313F">
        <w:t xml:space="preserve">, </w:t>
      </w:r>
      <w:r w:rsidRPr="003D2FAA">
        <w:t>et ses appoi</w:t>
      </w:r>
      <w:r w:rsidRPr="003D2FAA">
        <w:t>n</w:t>
      </w:r>
      <w:r w:rsidRPr="003D2FAA">
        <w:t>tements étaient convenables</w:t>
      </w:r>
      <w:r w:rsidR="00DE313F">
        <w:t xml:space="preserve"> ; </w:t>
      </w:r>
      <w:r w:rsidRPr="003D2FAA">
        <w:t>mais il n</w:t>
      </w:r>
      <w:r w:rsidR="00DE313F">
        <w:t>’</w:t>
      </w:r>
      <w:r w:rsidRPr="003D2FAA">
        <w:t>avait certainement pas de l</w:t>
      </w:r>
      <w:r w:rsidR="00DE313F">
        <w:t>’</w:t>
      </w:r>
      <w:r w:rsidRPr="003D2FAA">
        <w:t>argent à jeter par les fenêtres</w:t>
      </w:r>
      <w:r w:rsidR="00DE313F">
        <w:t> !</w:t>
      </w:r>
    </w:p>
    <w:p w14:paraId="46EE7B7B" w14:textId="77777777" w:rsidR="00DE313F" w:rsidRDefault="0074134D" w:rsidP="0074134D">
      <w:r w:rsidRPr="003D2FAA">
        <w:t xml:space="preserve">La passion de </w:t>
      </w:r>
      <w:proofErr w:type="spellStart"/>
      <w:r w:rsidRPr="003D2FAA">
        <w:t>Verona</w:t>
      </w:r>
      <w:proofErr w:type="spellEnd"/>
      <w:r w:rsidRPr="003D2FAA">
        <w:t xml:space="preserve"> pour cette enfant était telle qu</w:t>
      </w:r>
      <w:r w:rsidR="00DE313F">
        <w:t>’</w:t>
      </w:r>
      <w:r w:rsidRPr="003D2FAA">
        <w:t>il ne comprenait pas ces choses</w:t>
      </w:r>
      <w:r w:rsidR="00DE313F">
        <w:t xml:space="preserve">, </w:t>
      </w:r>
      <w:r w:rsidRPr="003D2FAA">
        <w:t>et ne s</w:t>
      </w:r>
      <w:r w:rsidR="00DE313F">
        <w:t>’</w:t>
      </w:r>
      <w:r w:rsidRPr="003D2FAA">
        <w:t>apercevait pas des sacrifices que devait faire Silvia certains soirs</w:t>
      </w:r>
      <w:r w:rsidR="00DE313F">
        <w:t xml:space="preserve">, </w:t>
      </w:r>
      <w:r w:rsidRPr="003D2FAA">
        <w:t>en restant seule à la maison sous le prétexte qu</w:t>
      </w:r>
      <w:r w:rsidR="00DE313F">
        <w:t>’</w:t>
      </w:r>
      <w:r w:rsidRPr="003D2FAA">
        <w:t>elle ne se sentait pas bien</w:t>
      </w:r>
      <w:r w:rsidR="00DE313F">
        <w:t>.</w:t>
      </w:r>
    </w:p>
    <w:p w14:paraId="222476E1" w14:textId="77777777" w:rsidR="00DE313F" w:rsidRDefault="0074134D" w:rsidP="0074134D">
      <w:r w:rsidRPr="003D2FAA">
        <w:t>Que n</w:t>
      </w:r>
      <w:r w:rsidR="00DE313F">
        <w:t>’</w:t>
      </w:r>
      <w:r w:rsidRPr="003D2FAA">
        <w:t>y resta-t-elle pas toujours</w:t>
      </w:r>
      <w:r w:rsidR="00DE313F">
        <w:t xml:space="preserve"> ! </w:t>
      </w:r>
      <w:r w:rsidRPr="003D2FAA">
        <w:t>Un soir</w:t>
      </w:r>
      <w:r w:rsidR="00DE313F">
        <w:t xml:space="preserve">, </w:t>
      </w:r>
      <w:r w:rsidRPr="003D2FAA">
        <w:t>elle revint du théâtre avec de continuels frissons</w:t>
      </w:r>
      <w:r w:rsidR="00DE313F">
        <w:t xml:space="preserve">. </w:t>
      </w:r>
      <w:r w:rsidRPr="003D2FAA">
        <w:t>Le matin suivant</w:t>
      </w:r>
      <w:r w:rsidR="00DE313F">
        <w:t xml:space="preserve">, </w:t>
      </w:r>
      <w:r w:rsidRPr="003D2FAA">
        <w:t>elle tou</w:t>
      </w:r>
      <w:r w:rsidRPr="003D2FAA">
        <w:t>s</w:t>
      </w:r>
      <w:r w:rsidRPr="003D2FAA">
        <w:t>sait</w:t>
      </w:r>
      <w:r w:rsidR="00DE313F">
        <w:t xml:space="preserve">, </w:t>
      </w:r>
      <w:r w:rsidRPr="003D2FAA">
        <w:t>en proie à une fièvre intense</w:t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au bout de cinq jours</w:t>
      </w:r>
      <w:r w:rsidR="00DE313F">
        <w:t xml:space="preserve">, </w:t>
      </w:r>
      <w:r w:rsidRPr="003D2FAA">
        <w:t>elle mourait</w:t>
      </w:r>
      <w:r w:rsidR="00DE313F">
        <w:t>.</w:t>
      </w:r>
    </w:p>
    <w:p w14:paraId="5171800E" w14:textId="4603FD97" w:rsidR="0074134D" w:rsidRPr="00920F1B" w:rsidRDefault="0074134D" w:rsidP="00DE313F">
      <w:pPr>
        <w:pStyle w:val="Titre2"/>
      </w:pPr>
      <w:bookmarkStart w:id="11" w:name="_Toc193482003"/>
      <w:r w:rsidRPr="00920F1B">
        <w:t>IV</w:t>
      </w:r>
      <w:bookmarkEnd w:id="11"/>
    </w:p>
    <w:p w14:paraId="6A64C7AA" w14:textId="77777777" w:rsidR="00DE313F" w:rsidRDefault="0074134D" w:rsidP="0074134D">
      <w:r w:rsidRPr="003D2FAA">
        <w:t>Sous la violence foudroyante de cette mort</w:t>
      </w:r>
      <w:r w:rsidR="00DE313F">
        <w:t xml:space="preserve">, </w:t>
      </w:r>
      <w:r w:rsidRPr="003D2FAA">
        <w:t>Martino Lori resta tout d</w:t>
      </w:r>
      <w:r w:rsidR="00DE313F">
        <w:t>’</w:t>
      </w:r>
      <w:r w:rsidRPr="003D2FAA">
        <w:t>abord effondré plutôt que douloureux</w:t>
      </w:r>
      <w:r w:rsidR="00DE313F">
        <w:t>.</w:t>
      </w:r>
    </w:p>
    <w:p w14:paraId="12673A01" w14:textId="77777777" w:rsidR="00DE313F" w:rsidRDefault="0074134D" w:rsidP="0074134D"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venu le soir</w:t>
      </w:r>
      <w:r w:rsidR="00DE313F">
        <w:t xml:space="preserve">, </w:t>
      </w:r>
      <w:r w:rsidRPr="003D2FAA">
        <w:t>fut frappé par cet effondrement</w:t>
      </w:r>
      <w:r w:rsidR="00DE313F">
        <w:t xml:space="preserve">, </w:t>
      </w:r>
      <w:r w:rsidRPr="003D2FAA">
        <w:t>cette angoisse</w:t>
      </w:r>
      <w:r w:rsidR="00DE313F">
        <w:t xml:space="preserve">, </w:t>
      </w:r>
      <w:r w:rsidRPr="003D2FAA">
        <w:t>cette douleur sombre qui menaçait d</w:t>
      </w:r>
      <w:r w:rsidR="00DE313F">
        <w:t>’</w:t>
      </w:r>
      <w:r w:rsidRPr="003D2FAA">
        <w:t>aboutir à l</w:t>
      </w:r>
      <w:r w:rsidR="00DE313F">
        <w:t>’</w:t>
      </w:r>
      <w:r w:rsidRPr="003D2FAA">
        <w:t>hébétude</w:t>
      </w:r>
      <w:r w:rsidR="00DE313F">
        <w:t xml:space="preserve">. </w:t>
      </w:r>
      <w:r w:rsidRPr="003D2FAA">
        <w:t>Il l</w:t>
      </w:r>
      <w:r w:rsidR="00DE313F">
        <w:t>’</w:t>
      </w:r>
      <w:r w:rsidRPr="003D2FAA">
        <w:t>entraîna hors de la chambre mortuaire</w:t>
      </w:r>
      <w:r w:rsidR="00DE313F">
        <w:t xml:space="preserve">, </w:t>
      </w:r>
      <w:r w:rsidRPr="003D2FAA">
        <w:t>le força de se rendre auprès de sa fille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assurant que lui resterait là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>il veillerait toute la nuit</w:t>
      </w:r>
      <w:r w:rsidR="00DE313F">
        <w:t>.</w:t>
      </w:r>
    </w:p>
    <w:p w14:paraId="499E1E3B" w14:textId="77777777" w:rsidR="00DE313F" w:rsidRDefault="0074134D" w:rsidP="0074134D">
      <w:r w:rsidRPr="003D2FAA">
        <w:t>Lori se laissa renvoyer</w:t>
      </w:r>
      <w:r w:rsidR="00DE313F">
        <w:t xml:space="preserve"> ; </w:t>
      </w:r>
      <w:r w:rsidRPr="003D2FAA">
        <w:t>mais plus tard</w:t>
      </w:r>
      <w:r w:rsidR="00DE313F">
        <w:t xml:space="preserve">, </w:t>
      </w:r>
      <w:r w:rsidRPr="003D2FAA">
        <w:t>à une heure ava</w:t>
      </w:r>
      <w:r w:rsidRPr="003D2FAA">
        <w:t>n</w:t>
      </w:r>
      <w:r w:rsidRPr="003D2FAA">
        <w:t>cée</w:t>
      </w:r>
      <w:r w:rsidR="00DE313F">
        <w:t xml:space="preserve">, </w:t>
      </w:r>
      <w:r w:rsidRPr="003D2FAA">
        <w:t>silencieux comme une ombre</w:t>
      </w:r>
      <w:r w:rsidR="00DE313F">
        <w:t xml:space="preserve">, </w:t>
      </w:r>
      <w:r w:rsidRPr="003D2FAA">
        <w:t>il vint de nouveau dans la chambre mortuaire</w:t>
      </w:r>
      <w:r w:rsidR="00DE313F">
        <w:t xml:space="preserve">, </w:t>
      </w:r>
      <w:r w:rsidRPr="003D2FAA">
        <w:t xml:space="preserve">et il y trouva </w:t>
      </w:r>
      <w:proofErr w:type="spellStart"/>
      <w:r w:rsidRPr="003D2FAA">
        <w:t>Verona</w:t>
      </w:r>
      <w:proofErr w:type="spellEnd"/>
      <w:r w:rsidRPr="003D2FAA">
        <w:t xml:space="preserve"> effondré sur le bord du lit où gisait le cadavre devenu livide</w:t>
      </w:r>
      <w:r w:rsidR="00DE313F">
        <w:t>.</w:t>
      </w:r>
    </w:p>
    <w:p w14:paraId="1381E183" w14:textId="77777777" w:rsidR="00DE313F" w:rsidRDefault="0074134D" w:rsidP="0074134D">
      <w:r w:rsidRPr="003D2FAA">
        <w:t>Il crut d</w:t>
      </w:r>
      <w:r w:rsidR="00DE313F">
        <w:t>’</w:t>
      </w:r>
      <w:r w:rsidRPr="003D2FAA">
        <w:t xml:space="preserve">abord que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vaincu par le sommeil</w:t>
      </w:r>
      <w:r w:rsidR="00DE313F">
        <w:t xml:space="preserve">, </w:t>
      </w:r>
      <w:r w:rsidRPr="003D2FAA">
        <w:t>avait laissé tomber là sa tête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en observant mieux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aperçut que son corps était secoué</w:t>
      </w:r>
      <w:r w:rsidR="00DE313F">
        <w:t xml:space="preserve">, </w:t>
      </w:r>
      <w:r w:rsidRPr="003D2FAA">
        <w:t>par instants</w:t>
      </w:r>
      <w:r w:rsidR="00DE313F">
        <w:t xml:space="preserve">, </w:t>
      </w:r>
      <w:r w:rsidRPr="003D2FAA">
        <w:t>comme par des sa</w:t>
      </w:r>
      <w:r w:rsidRPr="003D2FAA">
        <w:t>n</w:t>
      </w:r>
      <w:r w:rsidRPr="003D2FAA">
        <w:t>glots étouffés</w:t>
      </w:r>
      <w:r w:rsidR="00DE313F">
        <w:t>.</w:t>
      </w:r>
    </w:p>
    <w:p w14:paraId="57FE2B44" w14:textId="77777777" w:rsidR="00DE313F" w:rsidRDefault="0074134D" w:rsidP="0074134D">
      <w:r w:rsidRPr="003D2FAA">
        <w:lastRenderedPageBreak/>
        <w:t>Alors les larmes</w:t>
      </w:r>
      <w:r w:rsidR="00DE313F">
        <w:t xml:space="preserve">, </w:t>
      </w:r>
      <w:r w:rsidRPr="003D2FAA">
        <w:t>les larmes qui n</w:t>
      </w:r>
      <w:r w:rsidR="00DE313F">
        <w:t>’</w:t>
      </w:r>
      <w:r w:rsidRPr="003D2FAA">
        <w:t>avaient pu jusqu</w:t>
      </w:r>
      <w:r w:rsidR="00DE313F">
        <w:t>’</w:t>
      </w:r>
      <w:r w:rsidRPr="003D2FAA">
        <w:t>alors lui monter du cœur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assaillirent furieusement à son tour</w:t>
      </w:r>
      <w:r w:rsidR="00DE313F">
        <w:t>.</w:t>
      </w:r>
    </w:p>
    <w:p w14:paraId="30BAFA9E" w14:textId="77777777" w:rsidR="00DE313F" w:rsidRDefault="0074134D" w:rsidP="0074134D">
      <w:r w:rsidRPr="003D2FAA">
        <w:t>Mais son ami</w:t>
      </w:r>
      <w:r w:rsidR="00DE313F">
        <w:t xml:space="preserve">, </w:t>
      </w:r>
      <w:r w:rsidRPr="003D2FAA">
        <w:t>tel un ressort</w:t>
      </w:r>
      <w:r w:rsidR="00DE313F">
        <w:t xml:space="preserve">, </w:t>
      </w:r>
      <w:r w:rsidRPr="003D2FAA">
        <w:t>se leva contre lui</w:t>
      </w:r>
      <w:r w:rsidR="00DE313F">
        <w:t xml:space="preserve">, </w:t>
      </w:r>
      <w:r w:rsidRPr="003D2FAA">
        <w:t>frémissant</w:t>
      </w:r>
      <w:r w:rsidR="00DE313F">
        <w:t xml:space="preserve">, </w:t>
      </w:r>
      <w:r w:rsidRPr="003D2FAA">
        <w:t>le visage changé</w:t>
      </w:r>
      <w:r w:rsidR="00DE313F">
        <w:t xml:space="preserve"> ; </w:t>
      </w:r>
      <w:r w:rsidRPr="003D2FAA">
        <w:t>et comme Lori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 mouvement convulsif</w:t>
      </w:r>
      <w:r w:rsidR="00DE313F">
        <w:t xml:space="preserve">, </w:t>
      </w:r>
      <w:r w:rsidRPr="003D2FAA">
        <w:t>lui tendait les bras pour le serrer contre sa poitrine</w:t>
      </w:r>
      <w:r w:rsidR="00DE313F">
        <w:t xml:space="preserve">, </w:t>
      </w:r>
      <w:r w:rsidRPr="003D2FAA">
        <w:t>il le repoussa</w:t>
      </w:r>
      <w:r w:rsidR="00DE313F">
        <w:t xml:space="preserve">, </w:t>
      </w:r>
      <w:r w:rsidRPr="003D2FAA">
        <w:t>il le repoussa avec une sombre dureté</w:t>
      </w:r>
      <w:r w:rsidR="00DE313F">
        <w:t xml:space="preserve">, </w:t>
      </w:r>
      <w:r w:rsidRPr="003D2FAA">
        <w:t>avec de la rage</w:t>
      </w:r>
      <w:r w:rsidR="00DE313F">
        <w:t xml:space="preserve">. </w:t>
      </w:r>
      <w:r w:rsidRPr="003D2FAA">
        <w:t>Il devait se sentir responsable de ce malheur</w:t>
      </w:r>
      <w:r w:rsidR="00DE313F">
        <w:t xml:space="preserve">, </w:t>
      </w:r>
      <w:r w:rsidRPr="003D2FAA">
        <w:t>puisque</w:t>
      </w:r>
      <w:r w:rsidR="00DE313F">
        <w:t xml:space="preserve">, </w:t>
      </w:r>
      <w:r w:rsidRPr="003D2FAA">
        <w:t>cinq soirs aupar</w:t>
      </w:r>
      <w:r w:rsidRPr="003D2FAA">
        <w:t>a</w:t>
      </w:r>
      <w:r w:rsidRPr="003D2FAA">
        <w:t>vant</w:t>
      </w:r>
      <w:r w:rsidR="00DE313F">
        <w:t xml:space="preserve">, </w:t>
      </w:r>
      <w:r w:rsidRPr="003D2FAA">
        <w:t>il avait forcé Silvia à se rendre au théâtre</w:t>
      </w:r>
      <w:r w:rsidR="00DE313F">
        <w:t xml:space="preserve"> ; </w:t>
      </w:r>
      <w:r w:rsidRPr="003D2FAA">
        <w:t>et maintenant il ne se sentait pas le courage de voir souffrir ainsi son ami</w:t>
      </w:r>
      <w:r w:rsidR="00DE313F">
        <w:t xml:space="preserve">. </w:t>
      </w:r>
      <w:r w:rsidRPr="003D2FAA">
        <w:t>Ainsi pensa Lori pour s</w:t>
      </w:r>
      <w:r w:rsidR="00DE313F">
        <w:t>’</w:t>
      </w:r>
      <w:r w:rsidRPr="003D2FAA">
        <w:t>expliquer cette violence</w:t>
      </w:r>
      <w:r w:rsidR="00DE313F">
        <w:t xml:space="preserve"> ; </w:t>
      </w:r>
      <w:r w:rsidRPr="003D2FAA">
        <w:t>il se dit que la do</w:t>
      </w:r>
      <w:r w:rsidRPr="003D2FAA">
        <w:t>u</w:t>
      </w:r>
      <w:r w:rsidRPr="003D2FAA">
        <w:t>leur agit diversement sur les hommes</w:t>
      </w:r>
      <w:r w:rsidR="00DE313F">
        <w:t xml:space="preserve"> : </w:t>
      </w:r>
      <w:r w:rsidRPr="003D2FAA">
        <w:t>elle atterre certains</w:t>
      </w:r>
      <w:r w:rsidR="00DE313F">
        <w:t xml:space="preserve">, </w:t>
      </w:r>
      <w:r w:rsidRPr="003D2FAA">
        <w:t>elle rend enragé certains autres</w:t>
      </w:r>
      <w:r w:rsidR="00DE313F">
        <w:t>…</w:t>
      </w:r>
    </w:p>
    <w:p w14:paraId="32643D45" w14:textId="77777777" w:rsidR="00DE313F" w:rsidRDefault="0074134D" w:rsidP="0074134D">
      <w:r w:rsidRPr="003D2FAA">
        <w:t>Ni les visites sans fin de ses subordonn</w:t>
      </w:r>
      <w:r w:rsidR="00895501">
        <w:t>é</w:t>
      </w:r>
      <w:r w:rsidRPr="003D2FAA">
        <w:t>s qui l</w:t>
      </w:r>
      <w:r w:rsidR="00DE313F">
        <w:t>’</w:t>
      </w:r>
      <w:r w:rsidRPr="003D2FAA">
        <w:t>aimaient comme un père</w:t>
      </w:r>
      <w:r w:rsidR="00DE313F">
        <w:t xml:space="preserve">, </w:t>
      </w:r>
      <w:r w:rsidRPr="003D2FAA">
        <w:t xml:space="preserve">ni les admonitions de </w:t>
      </w:r>
      <w:proofErr w:type="spellStart"/>
      <w:r w:rsidRPr="003D2FAA">
        <w:t>Verona</w:t>
      </w:r>
      <w:proofErr w:type="spellEnd"/>
      <w:r w:rsidRPr="003D2FAA">
        <w:t xml:space="preserve"> qui lui montrait sa fille abattue par son malheur et consternée de le voir ainsi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arrivèrent à le secouer de cette espèce d</w:t>
      </w:r>
      <w:r w:rsidR="00DE313F">
        <w:t>’</w:t>
      </w:r>
      <w:r w:rsidRPr="003D2FAA">
        <w:t>anéantissement où il était tombé</w:t>
      </w:r>
      <w:r w:rsidR="00DE313F">
        <w:t xml:space="preserve">, </w:t>
      </w:r>
      <w:r w:rsidRPr="003D2FAA">
        <w:t>comme si le mystère sombre et cruel de cette mort imprévue l</w:t>
      </w:r>
      <w:r w:rsidR="00DE313F">
        <w:t>’</w:t>
      </w:r>
      <w:r w:rsidRPr="003D2FAA">
        <w:t>avait environné en raréfiant la vie autour de lui</w:t>
      </w:r>
      <w:r w:rsidR="00DE313F">
        <w:t>.</w:t>
      </w:r>
    </w:p>
    <w:p w14:paraId="77CC72B6" w14:textId="77777777" w:rsidR="00DE313F" w:rsidRDefault="0074134D" w:rsidP="0074134D">
      <w:r w:rsidRPr="003D2FAA">
        <w:t>Il lui semblait voir tout d</w:t>
      </w:r>
      <w:r w:rsidR="00DE313F">
        <w:t>’</w:t>
      </w:r>
      <w:r w:rsidRPr="003D2FAA">
        <w:t>une façon différente</w:t>
      </w:r>
      <w:r w:rsidR="00DE313F">
        <w:t xml:space="preserve"> ; </w:t>
      </w:r>
      <w:r w:rsidRPr="003D2FAA">
        <w:t>les bruits semblaient lui arriver comme de loin</w:t>
      </w:r>
      <w:r w:rsidR="00DE313F">
        <w:t xml:space="preserve">, </w:t>
      </w:r>
      <w:r w:rsidRPr="003D2FAA">
        <w:t>et les voix</w:t>
      </w:r>
      <w:r w:rsidR="00DE313F">
        <w:t xml:space="preserve">, </w:t>
      </w:r>
      <w:r w:rsidRPr="003D2FAA">
        <w:t>les voix les plus coutumières</w:t>
      </w:r>
      <w:r w:rsidR="00DE313F">
        <w:t xml:space="preserve">, </w:t>
      </w:r>
      <w:r w:rsidRPr="003D2FAA">
        <w:t>celle de son ami et celle de sa propre fille</w:t>
      </w:r>
      <w:r w:rsidR="00DE313F">
        <w:t xml:space="preserve">, </w:t>
      </w:r>
      <w:r w:rsidRPr="003D2FAA">
        <w:t>p</w:t>
      </w:r>
      <w:r w:rsidRPr="003D2FAA">
        <w:t>a</w:t>
      </w:r>
      <w:r w:rsidRPr="003D2FAA">
        <w:t>raissaient avoir un timbre qu</w:t>
      </w:r>
      <w:r w:rsidR="00DE313F">
        <w:t>’</w:t>
      </w:r>
      <w:r w:rsidRPr="003D2FAA">
        <w:t>il n</w:t>
      </w:r>
      <w:r w:rsidR="00DE313F">
        <w:t>’</w:t>
      </w:r>
      <w:r w:rsidRPr="003D2FAA">
        <w:t>avait jamais remarqué aupar</w:t>
      </w:r>
      <w:r w:rsidRPr="003D2FAA">
        <w:t>a</w:t>
      </w:r>
      <w:r w:rsidRPr="003D2FAA">
        <w:t>vant</w:t>
      </w:r>
      <w:r w:rsidR="00DE313F">
        <w:t>.</w:t>
      </w:r>
    </w:p>
    <w:p w14:paraId="7D8C7109" w14:textId="77777777" w:rsidR="00DE313F" w:rsidRDefault="0074134D" w:rsidP="0074134D">
      <w:r w:rsidRPr="003D2FAA">
        <w:t>Et</w:t>
      </w:r>
      <w:r w:rsidR="00DE313F">
        <w:t xml:space="preserve">, </w:t>
      </w:r>
      <w:r w:rsidRPr="003D2FAA">
        <w:t>peu à peu</w:t>
      </w:r>
      <w:r w:rsidR="00DE313F">
        <w:t xml:space="preserve">, </w:t>
      </w:r>
      <w:r w:rsidRPr="003D2FAA">
        <w:t>de cet ahurissement</w:t>
      </w:r>
      <w:r w:rsidR="00DE313F">
        <w:t xml:space="preserve">, </w:t>
      </w:r>
      <w:r w:rsidRPr="003D2FAA">
        <w:t>commença de sourdre en lui une curiosité nouvelle</w:t>
      </w:r>
      <w:r w:rsidR="00DE313F">
        <w:t xml:space="preserve">, </w:t>
      </w:r>
      <w:r w:rsidRPr="003D2FAA">
        <w:t>mais une curiosité exempte de passion</w:t>
      </w:r>
      <w:r w:rsidR="00DE313F">
        <w:t xml:space="preserve">, </w:t>
      </w:r>
      <w:r w:rsidRPr="003D2FAA">
        <w:t>pour le monde qui l</w:t>
      </w:r>
      <w:r w:rsidR="00DE313F">
        <w:t>’</w:t>
      </w:r>
      <w:r w:rsidRPr="003D2FAA">
        <w:t>entourait</w:t>
      </w:r>
      <w:r w:rsidR="00DE313F">
        <w:t xml:space="preserve">, </w:t>
      </w:r>
      <w:r w:rsidRPr="003D2FAA">
        <w:t>monde qu</w:t>
      </w:r>
      <w:r w:rsidR="00DE313F">
        <w:t>’</w:t>
      </w:r>
      <w:r w:rsidRPr="003D2FAA">
        <w:t>il n</w:t>
      </w:r>
      <w:r w:rsidR="00DE313F">
        <w:t>’</w:t>
      </w:r>
      <w:r w:rsidRPr="003D2FAA">
        <w:t>avait pas connu ainsi</w:t>
      </w:r>
      <w:r w:rsidR="00DE313F">
        <w:t xml:space="preserve">, </w:t>
      </w:r>
      <w:r w:rsidRPr="003D2FAA">
        <w:t>monde qui ne lui était pas apparu ainsi</w:t>
      </w:r>
      <w:r w:rsidR="00DE313F">
        <w:t>…</w:t>
      </w:r>
    </w:p>
    <w:p w14:paraId="241A2C3D" w14:textId="77777777" w:rsidR="00DE313F" w:rsidRDefault="0074134D" w:rsidP="0074134D">
      <w:r w:rsidRPr="003D2FAA">
        <w:lastRenderedPageBreak/>
        <w:t xml:space="preserve">Était-il vraiment possible que Marco </w:t>
      </w:r>
      <w:proofErr w:type="spellStart"/>
      <w:r w:rsidRPr="003D2FAA">
        <w:t>Verona</w:t>
      </w:r>
      <w:proofErr w:type="spellEnd"/>
      <w:r w:rsidRPr="003D2FAA">
        <w:t xml:space="preserve"> eût été to</w:t>
      </w:r>
      <w:r w:rsidRPr="003D2FAA">
        <w:t>u</w:t>
      </w:r>
      <w:r w:rsidRPr="003D2FAA">
        <w:t>jours comme il le voyait maintenant</w:t>
      </w:r>
      <w:r w:rsidR="00DE313F">
        <w:t xml:space="preserve"> ? </w:t>
      </w:r>
      <w:r w:rsidRPr="003D2FAA">
        <w:t>Autrefois</w:t>
      </w:r>
      <w:r w:rsidR="00DE313F">
        <w:t xml:space="preserve">, </w:t>
      </w:r>
      <w:r w:rsidRPr="003D2FAA">
        <w:t>sa personne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expression de son visage lui semblaient différentes</w:t>
      </w:r>
      <w:r w:rsidR="00DE313F">
        <w:t xml:space="preserve">. </w:t>
      </w:r>
      <w:r w:rsidRPr="003D2FAA">
        <w:t>Et sa fille elle-même</w:t>
      </w:r>
      <w:r w:rsidR="00DE313F">
        <w:t xml:space="preserve"> ? </w:t>
      </w:r>
      <w:r w:rsidRPr="003D2FAA">
        <w:t>Mais comment</w:t>
      </w:r>
      <w:r w:rsidR="00DE313F">
        <w:t xml:space="preserve"> ? </w:t>
      </w:r>
      <w:r w:rsidRPr="003D2FAA">
        <w:t>Avait-elle vraiment grandi tell</w:t>
      </w:r>
      <w:r w:rsidRPr="003D2FAA">
        <w:t>e</w:t>
      </w:r>
      <w:r w:rsidRPr="003D2FAA">
        <w:t>ment de toute façon</w:t>
      </w:r>
      <w:r w:rsidR="00DE313F">
        <w:t xml:space="preserve"> ? </w:t>
      </w:r>
      <w:r w:rsidRPr="003D2FAA">
        <w:t>Ou</w:t>
      </w:r>
      <w:r w:rsidR="00DE313F">
        <w:t xml:space="preserve">, </w:t>
      </w:r>
      <w:r w:rsidRPr="003D2FAA">
        <w:t>de son malheur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 xml:space="preserve">était-il élancé tout à coup une autre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haute</w:t>
      </w:r>
      <w:r w:rsidR="00DE313F">
        <w:t xml:space="preserve">, </w:t>
      </w:r>
      <w:r w:rsidRPr="003D2FAA">
        <w:t>mince</w:t>
      </w:r>
      <w:r w:rsidR="00DE313F">
        <w:t xml:space="preserve">, </w:t>
      </w:r>
      <w:r w:rsidRPr="003D2FAA">
        <w:t>un peu froide</w:t>
      </w:r>
      <w:r w:rsidR="00DE313F">
        <w:t xml:space="preserve">, </w:t>
      </w:r>
      <w:r w:rsidRPr="003D2FAA">
        <w:t>spécial</w:t>
      </w:r>
      <w:r w:rsidRPr="003D2FAA">
        <w:t>e</w:t>
      </w:r>
      <w:r w:rsidRPr="003D2FAA">
        <w:t>ment avec lui</w:t>
      </w:r>
      <w:r w:rsidR="00DE313F">
        <w:t> ?</w:t>
      </w:r>
    </w:p>
    <w:p w14:paraId="30F82F84" w14:textId="77777777" w:rsidR="00DE313F" w:rsidRDefault="0074134D" w:rsidP="0074134D">
      <w:r w:rsidRPr="003D2FAA">
        <w:t>Dans ses manières d</w:t>
      </w:r>
      <w:r w:rsidR="00DE313F">
        <w:t>’</w:t>
      </w:r>
      <w:r w:rsidRPr="003D2FAA">
        <w:t>agir</w:t>
      </w:r>
      <w:r w:rsidR="00DE313F">
        <w:t xml:space="preserve">, </w:t>
      </w:r>
      <w:r w:rsidRPr="003D2FAA">
        <w:t>elle ressemblait à sa mère</w:t>
      </w:r>
      <w:r w:rsidR="00DE313F">
        <w:t xml:space="preserve">, </w:t>
      </w:r>
      <w:r w:rsidRPr="003D2FAA">
        <w:t>mais elle n</w:t>
      </w:r>
      <w:r w:rsidR="00DE313F">
        <w:t>’</w:t>
      </w:r>
      <w:r w:rsidRPr="003D2FAA">
        <w:t>avait pas cette grâce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dans sa jeunesse</w:t>
      </w:r>
      <w:r w:rsidR="00DE313F">
        <w:t xml:space="preserve">, </w:t>
      </w:r>
      <w:r w:rsidRPr="003D2FAA">
        <w:t>enflammait</w:t>
      </w:r>
      <w:r w:rsidR="00DE313F">
        <w:t xml:space="preserve">, </w:t>
      </w:r>
      <w:r w:rsidRPr="003D2FAA">
        <w:t>i</w:t>
      </w:r>
      <w:r w:rsidRPr="003D2FAA">
        <w:t>l</w:t>
      </w:r>
      <w:r w:rsidRPr="003D2FAA">
        <w:t>luminait la beauté de sa Silvia</w:t>
      </w:r>
      <w:r w:rsidR="00DE313F">
        <w:t xml:space="preserve"> ; </w:t>
      </w:r>
      <w:r w:rsidRPr="003D2FAA">
        <w:t xml:space="preserve">souvent </w:t>
      </w:r>
      <w:proofErr w:type="spellStart"/>
      <w:r w:rsidRPr="003D2FAA">
        <w:t>Ginetta</w:t>
      </w:r>
      <w:proofErr w:type="spellEnd"/>
      <w:r w:rsidRPr="003D2FAA">
        <w:t xml:space="preserve"> ne semblait pas belle</w:t>
      </w:r>
      <w:r w:rsidR="00DE313F">
        <w:t xml:space="preserve">. </w:t>
      </w:r>
      <w:r w:rsidRPr="003D2FAA">
        <w:t>Elle était impérieuse comme sa mère</w:t>
      </w:r>
      <w:r w:rsidR="00DE313F">
        <w:t xml:space="preserve">, </w:t>
      </w:r>
      <w:r w:rsidRPr="003D2FAA">
        <w:t>mais sans ses si</w:t>
      </w:r>
      <w:r w:rsidRPr="003D2FAA">
        <w:t>n</w:t>
      </w:r>
      <w:r w:rsidRPr="003D2FAA">
        <w:t>cères véhémences</w:t>
      </w:r>
      <w:r w:rsidR="00DE313F">
        <w:t xml:space="preserve">, </w:t>
      </w:r>
      <w:r w:rsidRPr="003D2FAA">
        <w:t>sans ses emportements</w:t>
      </w:r>
      <w:r w:rsidR="00DE313F">
        <w:t>.</w:t>
      </w:r>
    </w:p>
    <w:p w14:paraId="090EE8DE" w14:textId="77777777" w:rsidR="00DE313F" w:rsidRDefault="0074134D" w:rsidP="0074134D">
      <w:proofErr w:type="spellStart"/>
      <w:r w:rsidRPr="003D2FAA">
        <w:t>Verona</w:t>
      </w:r>
      <w:proofErr w:type="spellEnd"/>
      <w:r w:rsidRPr="003D2FAA">
        <w:t xml:space="preserve"> venait maintenant avec plus de liberté dans la ma</w:t>
      </w:r>
      <w:r w:rsidRPr="003D2FAA">
        <w:t>i</w:t>
      </w:r>
      <w:r w:rsidRPr="003D2FAA">
        <w:t>son de Lori</w:t>
      </w:r>
      <w:r w:rsidR="00DE313F">
        <w:t xml:space="preserve"> ; </w:t>
      </w:r>
      <w:r w:rsidRPr="003D2FAA">
        <w:t>souvent il restait à déjeuner ou à dîner</w:t>
      </w:r>
      <w:r w:rsidR="00DE313F">
        <w:t>.</w:t>
      </w:r>
    </w:p>
    <w:p w14:paraId="0223CDBA" w14:textId="77777777" w:rsidR="00DE313F" w:rsidRDefault="0074134D" w:rsidP="0074134D">
      <w:r w:rsidRPr="003D2FAA">
        <w:t>Il avait enfin terminé la puissante œuvre scientifique co</w:t>
      </w:r>
      <w:r w:rsidRPr="003D2FAA">
        <w:t>n</w:t>
      </w:r>
      <w:r w:rsidRPr="003D2FAA">
        <w:t xml:space="preserve">çue et commencée par Bernard </w:t>
      </w:r>
      <w:proofErr w:type="spellStart"/>
      <w:r w:rsidRPr="003D2FAA">
        <w:t>Ascensi</w:t>
      </w:r>
      <w:proofErr w:type="spellEnd"/>
      <w:r w:rsidR="00DE313F">
        <w:t xml:space="preserve">, </w:t>
      </w:r>
      <w:r w:rsidRPr="003D2FAA">
        <w:t>et il se disposait déjà à la donner à la presse dans une magnifique édition</w:t>
      </w:r>
      <w:r w:rsidR="00DE313F">
        <w:t xml:space="preserve">. </w:t>
      </w:r>
      <w:r w:rsidRPr="003D2FAA">
        <w:t>De no</w:t>
      </w:r>
      <w:r w:rsidRPr="003D2FAA">
        <w:t>m</w:t>
      </w:r>
      <w:r w:rsidRPr="003D2FAA">
        <w:t>breux journaux en annonçaient les nouveautés sensationnelles et les plus importantes Revues</w:t>
      </w:r>
      <w:r w:rsidR="00DE313F">
        <w:t xml:space="preserve">, </w:t>
      </w:r>
      <w:r w:rsidRPr="003D2FAA">
        <w:t>non seulement italiennes</w:t>
      </w:r>
      <w:r w:rsidR="00DE313F">
        <w:t xml:space="preserve">, </w:t>
      </w:r>
      <w:r w:rsidRPr="003D2FAA">
        <w:t>mais étrangères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étaient mises à discuter avec animation ses concl</w:t>
      </w:r>
      <w:r w:rsidRPr="003D2FAA">
        <w:t>u</w:t>
      </w:r>
      <w:r w:rsidRPr="003D2FAA">
        <w:t>sions les plus importantes</w:t>
      </w:r>
      <w:r w:rsidR="00DE313F">
        <w:t xml:space="preserve">, </w:t>
      </w:r>
      <w:r w:rsidRPr="003D2FAA">
        <w:t>laissant ainsi prévoir la haute rép</w:t>
      </w:r>
      <w:r w:rsidRPr="003D2FAA">
        <w:t>u</w:t>
      </w:r>
      <w:r w:rsidRPr="003D2FAA">
        <w:t>tation à laquelle monterait cette œuvre</w:t>
      </w:r>
      <w:r w:rsidR="00DE313F">
        <w:t>.</w:t>
      </w:r>
    </w:p>
    <w:p w14:paraId="0BF3B27B" w14:textId="77777777" w:rsidR="00DE313F" w:rsidRDefault="0074134D" w:rsidP="0074134D">
      <w:r w:rsidRPr="003D2FAA">
        <w:t xml:space="preserve">Le mérite de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qui l</w:t>
      </w:r>
      <w:r w:rsidR="00DE313F">
        <w:t>’</w:t>
      </w:r>
      <w:r w:rsidRPr="003D2FAA">
        <w:t>avait continuée et avait tiré d</w:t>
      </w:r>
      <w:r w:rsidR="00DE313F">
        <w:t>’</w:t>
      </w:r>
      <w:r w:rsidRPr="003D2FAA">
        <w:t>elle de nouvelles et très hardies déductions</w:t>
      </w:r>
      <w:r w:rsidR="00DE313F">
        <w:t xml:space="preserve">, </w:t>
      </w:r>
      <w:r w:rsidRPr="003D2FAA">
        <w:t>fut universellement reconnu après sa publication</w:t>
      </w:r>
      <w:r w:rsidR="00DE313F">
        <w:t xml:space="preserve">, </w:t>
      </w:r>
      <w:r w:rsidRPr="003D2FAA">
        <w:t xml:space="preserve">et ce mérite fut jugé ne pas être inférieur à celui de Bernard </w:t>
      </w:r>
      <w:proofErr w:type="spellStart"/>
      <w:r w:rsidRPr="003D2FAA">
        <w:t>Ascensi</w:t>
      </w:r>
      <w:proofErr w:type="spellEnd"/>
      <w:r w:rsidR="00DE313F">
        <w:t xml:space="preserve">. </w:t>
      </w:r>
      <w:r w:rsidRPr="003D2FAA">
        <w:t>Il en revint de la gloire à c</w:t>
      </w:r>
      <w:r w:rsidRPr="003D2FAA">
        <w:t>e</w:t>
      </w:r>
      <w:r w:rsidRPr="003D2FAA">
        <w:t>lui-ci</w:t>
      </w:r>
      <w:r w:rsidR="00DE313F">
        <w:t xml:space="preserve">, </w:t>
      </w:r>
      <w:r w:rsidRPr="003D2FAA">
        <w:t xml:space="preserve">mais </w:t>
      </w:r>
      <w:proofErr w:type="spellStart"/>
      <w:r w:rsidRPr="003D2FAA">
        <w:t>Verona</w:t>
      </w:r>
      <w:proofErr w:type="spellEnd"/>
      <w:r w:rsidRPr="003D2FAA">
        <w:t xml:space="preserve"> en eut plus encore</w:t>
      </w:r>
      <w:r w:rsidR="00DE313F">
        <w:t>.</w:t>
      </w:r>
    </w:p>
    <w:p w14:paraId="2E8E19CF" w14:textId="77777777" w:rsidR="00DE313F" w:rsidRDefault="0074134D" w:rsidP="0074134D">
      <w:r w:rsidRPr="003D2FAA">
        <w:t>De toutes parts</w:t>
      </w:r>
      <w:r w:rsidR="00DE313F">
        <w:t xml:space="preserve">, </w:t>
      </w:r>
      <w:r w:rsidRPr="003D2FAA">
        <w:t>les félicitations et les honneurs se mirent à pleuvoir sur lui</w:t>
      </w:r>
      <w:r w:rsidR="00DE313F">
        <w:t xml:space="preserve">. </w:t>
      </w:r>
      <w:r w:rsidRPr="003D2FAA">
        <w:t xml:space="preserve">Sa nomination à la dignité de sénateur fut </w:t>
      </w:r>
      <w:r w:rsidRPr="003D2FAA">
        <w:lastRenderedPageBreak/>
        <w:t>du nombre</w:t>
      </w:r>
      <w:r w:rsidR="00DE313F">
        <w:t xml:space="preserve">. </w:t>
      </w:r>
      <w:r w:rsidRPr="003D2FAA">
        <w:t>Il ne l</w:t>
      </w:r>
      <w:r w:rsidR="00DE313F">
        <w:t>’</w:t>
      </w:r>
      <w:r w:rsidRPr="003D2FAA">
        <w:t>avait pas voulue à sa sortie du monde parleme</w:t>
      </w:r>
      <w:r w:rsidRPr="003D2FAA">
        <w:t>n</w:t>
      </w:r>
      <w:r w:rsidRPr="003D2FAA">
        <w:t>taire</w:t>
      </w:r>
      <w:r w:rsidR="00DE313F">
        <w:t xml:space="preserve"> ; </w:t>
      </w:r>
      <w:r w:rsidRPr="003D2FAA">
        <w:t>mais il l</w:t>
      </w:r>
      <w:r w:rsidR="00DE313F">
        <w:t>’</w:t>
      </w:r>
      <w:r w:rsidRPr="003D2FAA">
        <w:t>accueillit de bon gré à cette heure</w:t>
      </w:r>
      <w:r w:rsidR="00DE313F">
        <w:t xml:space="preserve">, </w:t>
      </w:r>
      <w:r w:rsidRPr="003D2FAA">
        <w:t>parce qu</w:t>
      </w:r>
      <w:r w:rsidR="00DE313F">
        <w:t>’</w:t>
      </w:r>
      <w:r w:rsidRPr="003D2FAA">
        <w:t>elle ne lui venait pas par la voie politique</w:t>
      </w:r>
      <w:r w:rsidR="00DE313F">
        <w:t>.</w:t>
      </w:r>
    </w:p>
    <w:p w14:paraId="1A24B50C" w14:textId="77777777" w:rsidR="00DE313F" w:rsidRDefault="0074134D" w:rsidP="0074134D">
      <w:r w:rsidRPr="003D2FAA">
        <w:t>Martino Lori</w:t>
      </w:r>
      <w:r w:rsidR="00DE313F">
        <w:t xml:space="preserve">, </w:t>
      </w:r>
      <w:r w:rsidRPr="003D2FAA">
        <w:t>pensant alors à la joie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exultation qu</w:t>
      </w:r>
      <w:r w:rsidR="00DE313F">
        <w:t>’</w:t>
      </w:r>
      <w:r w:rsidRPr="003D2FAA">
        <w:t>aurait éprouvées sa Silvia en voyant ainsi glorifier le nom de son père</w:t>
      </w:r>
      <w:r w:rsidR="00DE313F">
        <w:t xml:space="preserve">, </w:t>
      </w:r>
      <w:r w:rsidRPr="003D2FAA">
        <w:t>Martino Lori prolongeait les visites qu</w:t>
      </w:r>
      <w:r w:rsidR="00DE313F">
        <w:t>’</w:t>
      </w:r>
      <w:r w:rsidRPr="003D2FAA">
        <w:t>il avait l</w:t>
      </w:r>
      <w:r w:rsidR="00DE313F">
        <w:t>’</w:t>
      </w:r>
      <w:r w:rsidRPr="003D2FAA">
        <w:t>habitude de faire</w:t>
      </w:r>
      <w:r w:rsidR="00DE313F">
        <w:t xml:space="preserve">, </w:t>
      </w:r>
      <w:r w:rsidRPr="003D2FAA">
        <w:t>chaque soir</w:t>
      </w:r>
      <w:r w:rsidR="00DE313F">
        <w:t xml:space="preserve">, </w:t>
      </w:r>
      <w:r w:rsidRPr="003D2FAA">
        <w:t>en sortant du ministère</w:t>
      </w:r>
      <w:r w:rsidR="00DE313F">
        <w:t xml:space="preserve">, </w:t>
      </w:r>
      <w:r w:rsidRPr="003D2FAA">
        <w:t>à la tombe de sa femme</w:t>
      </w:r>
      <w:r w:rsidR="00DE313F">
        <w:t xml:space="preserve">. </w:t>
      </w:r>
      <w:r w:rsidRPr="003D2FAA">
        <w:t>Il avait adopté cette coutume</w:t>
      </w:r>
      <w:r w:rsidR="00DE313F">
        <w:t xml:space="preserve">, </w:t>
      </w:r>
      <w:r w:rsidRPr="003D2FAA">
        <w:t>et il allait</w:t>
      </w:r>
      <w:r w:rsidR="00DE313F">
        <w:t xml:space="preserve">, </w:t>
      </w:r>
      <w:r w:rsidRPr="003D2FAA">
        <w:t>même l</w:t>
      </w:r>
      <w:r w:rsidR="00DE313F">
        <w:t>’</w:t>
      </w:r>
      <w:r w:rsidRPr="003D2FAA">
        <w:t>hiver par les plus vilaines journées</w:t>
      </w:r>
      <w:r w:rsidR="00DE313F">
        <w:t xml:space="preserve">, </w:t>
      </w:r>
      <w:r w:rsidRPr="003D2FAA">
        <w:t>soigner les plantes qui entouraient le tombeau et ranimer la lumière de la lampe</w:t>
      </w:r>
      <w:r w:rsidR="00DE313F">
        <w:t xml:space="preserve">, </w:t>
      </w:r>
      <w:r w:rsidRPr="003D2FAA">
        <w:t>puis</w:t>
      </w:r>
      <w:r w:rsidR="00DE313F">
        <w:t xml:space="preserve">, </w:t>
      </w:r>
      <w:r w:rsidRPr="003D2FAA">
        <w:t>tout doucement</w:t>
      </w:r>
      <w:r w:rsidR="00DE313F">
        <w:t xml:space="preserve">, </w:t>
      </w:r>
      <w:r w:rsidRPr="003D2FAA">
        <w:t>il causait avec la morte</w:t>
      </w:r>
      <w:r w:rsidR="00DE313F">
        <w:t xml:space="preserve">. </w:t>
      </w:r>
      <w:r w:rsidRPr="003D2FAA">
        <w:t>La visite quot</w:t>
      </w:r>
      <w:r w:rsidRPr="003D2FAA">
        <w:t>i</w:t>
      </w:r>
      <w:r w:rsidRPr="003D2FAA">
        <w:t>dienne qu</w:t>
      </w:r>
      <w:r w:rsidR="00DE313F">
        <w:t>’</w:t>
      </w:r>
      <w:r w:rsidRPr="003D2FAA">
        <w:t>il faisait au cimetière et les réflexions qu</w:t>
      </w:r>
      <w:r w:rsidR="00DE313F">
        <w:t>’</w:t>
      </w:r>
      <w:r w:rsidRPr="003D2FAA">
        <w:t>elle lui su</w:t>
      </w:r>
      <w:r w:rsidRPr="003D2FAA">
        <w:t>g</w:t>
      </w:r>
      <w:r w:rsidRPr="003D2FAA">
        <w:t>gérait imprimaient sur son visage une pâleur de plus en plus i</w:t>
      </w:r>
      <w:r w:rsidRPr="003D2FAA">
        <w:t>n</w:t>
      </w:r>
      <w:r w:rsidRPr="003D2FAA">
        <w:t>tense</w:t>
      </w:r>
      <w:r w:rsidR="00DE313F">
        <w:t xml:space="preserve">. </w:t>
      </w:r>
      <w:r w:rsidRPr="003D2FAA">
        <w:t>Sa fille</w:t>
      </w:r>
      <w:r w:rsidR="00DE313F">
        <w:t xml:space="preserve">, </w:t>
      </w:r>
      <w:r w:rsidRPr="003D2FAA">
        <w:t xml:space="preserve">comme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avait cherché à lui faire perdre cette habitude</w:t>
      </w:r>
      <w:r w:rsidR="00DE313F">
        <w:t xml:space="preserve"> ; </w:t>
      </w:r>
      <w:r w:rsidRPr="003D2FAA">
        <w:t>tout d</w:t>
      </w:r>
      <w:r w:rsidR="00DE313F">
        <w:t>’</w:t>
      </w:r>
      <w:r w:rsidRPr="003D2FAA">
        <w:t>abord il avait nié comme un bambin pris en faute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obligé d</w:t>
      </w:r>
      <w:r w:rsidR="00DE313F">
        <w:t>’</w:t>
      </w:r>
      <w:r w:rsidRPr="003D2FAA">
        <w:t>avouer</w:t>
      </w:r>
      <w:r w:rsidR="00DE313F">
        <w:t xml:space="preserve">, </w:t>
      </w:r>
      <w:r w:rsidRPr="003D2FAA">
        <w:t>il avait levé les épaules</w:t>
      </w:r>
      <w:r w:rsidR="00DE313F">
        <w:t xml:space="preserve">, </w:t>
      </w:r>
      <w:r w:rsidRPr="003D2FAA">
        <w:t>en so</w:t>
      </w:r>
      <w:r w:rsidRPr="003D2FAA">
        <w:t>u</w:t>
      </w:r>
      <w:r w:rsidRPr="003D2FAA">
        <w:t>riant d</w:t>
      </w:r>
      <w:r w:rsidR="00DE313F">
        <w:t>’</w:t>
      </w:r>
      <w:r w:rsidRPr="003D2FAA">
        <w:t>un pâle sourire</w:t>
      </w:r>
      <w:r w:rsidR="00DE313F">
        <w:t> :</w:t>
      </w:r>
    </w:p>
    <w:p w14:paraId="46307033" w14:textId="77777777" w:rsidR="00DE313F" w:rsidRDefault="00DE313F" w:rsidP="0074134D">
      <w:r>
        <w:t>— </w:t>
      </w:r>
      <w:r w:rsidR="0074134D" w:rsidRPr="003D2FAA">
        <w:t>Cela n</w:t>
      </w:r>
      <w:r>
        <w:t>’</w:t>
      </w:r>
      <w:r w:rsidR="0074134D" w:rsidRPr="003D2FAA">
        <w:t>est point mauvais pour moi</w:t>
      </w:r>
      <w:r>
        <w:t xml:space="preserve">… </w:t>
      </w:r>
      <w:r w:rsidR="0074134D" w:rsidRPr="003D2FAA">
        <w:t>même c</w:t>
      </w:r>
      <w:r>
        <w:t>’</w:t>
      </w:r>
      <w:r w:rsidR="0074134D" w:rsidRPr="003D2FAA">
        <w:t>est un r</w:t>
      </w:r>
      <w:r w:rsidR="0074134D" w:rsidRPr="003D2FAA">
        <w:t>é</w:t>
      </w:r>
      <w:r w:rsidR="0074134D" w:rsidRPr="003D2FAA">
        <w:t>confort</w:t>
      </w:r>
      <w:r>
        <w:t xml:space="preserve">, </w:t>
      </w:r>
      <w:r w:rsidR="0074134D" w:rsidRPr="003D2FAA">
        <w:t>avait-il dit</w:t>
      </w:r>
      <w:r>
        <w:t xml:space="preserve"> ; </w:t>
      </w:r>
      <w:proofErr w:type="gramStart"/>
      <w:r w:rsidR="0074134D" w:rsidRPr="003D2FAA">
        <w:t>laissez-moi m</w:t>
      </w:r>
      <w:r>
        <w:t>’</w:t>
      </w:r>
      <w:r w:rsidR="0074134D" w:rsidRPr="003D2FAA">
        <w:t>y</w:t>
      </w:r>
      <w:proofErr w:type="gramEnd"/>
      <w:r w:rsidR="0074134D" w:rsidRPr="003D2FAA">
        <w:t xml:space="preserve"> rendre</w:t>
      </w:r>
      <w:r>
        <w:t>.</w:t>
      </w:r>
    </w:p>
    <w:p w14:paraId="6D8DC013" w14:textId="77777777" w:rsidR="00DE313F" w:rsidRDefault="0074134D" w:rsidP="0074134D">
      <w:r w:rsidRPr="003D2FAA">
        <w:t>Mais s</w:t>
      </w:r>
      <w:r w:rsidR="00DE313F">
        <w:t>’</w:t>
      </w:r>
      <w:r w:rsidRPr="003D2FAA">
        <w:t>il fût revenu à la maison immédiatement après le bureau</w:t>
      </w:r>
      <w:r w:rsidR="00DE313F">
        <w:t xml:space="preserve">, </w:t>
      </w:r>
      <w:r w:rsidRPr="003D2FAA">
        <w:t>qui y aurait-il trouvé</w:t>
      </w:r>
      <w:r w:rsidR="00DE313F">
        <w:t xml:space="preserve"> ? </w:t>
      </w:r>
      <w:proofErr w:type="spellStart"/>
      <w:r w:rsidRPr="003D2FAA">
        <w:t>Verona</w:t>
      </w:r>
      <w:proofErr w:type="spellEnd"/>
      <w:r w:rsidRPr="003D2FAA">
        <w:t xml:space="preserve"> qui</w:t>
      </w:r>
      <w:r w:rsidR="00DE313F">
        <w:t xml:space="preserve">, </w:t>
      </w:r>
      <w:r w:rsidRPr="003D2FAA">
        <w:t>chaque jour</w:t>
      </w:r>
      <w:r w:rsidR="00DE313F">
        <w:t xml:space="preserve">, </w:t>
      </w:r>
      <w:r w:rsidRPr="003D2FAA">
        <w:t xml:space="preserve">venait prendre </w:t>
      </w:r>
      <w:proofErr w:type="spellStart"/>
      <w:r w:rsidRPr="003D2FAA">
        <w:t>Ginetta</w:t>
      </w:r>
      <w:proofErr w:type="spellEnd"/>
      <w:r w:rsidR="00DE313F">
        <w:t xml:space="preserve">. </w:t>
      </w:r>
      <w:r w:rsidRPr="003D2FAA">
        <w:t>Il ne s</w:t>
      </w:r>
      <w:r w:rsidR="00DE313F">
        <w:t>’</w:t>
      </w:r>
      <w:r w:rsidRPr="003D2FAA">
        <w:t>en plaignait pas certes</w:t>
      </w:r>
      <w:r w:rsidR="00DE313F">
        <w:t xml:space="preserve">, </w:t>
      </w:r>
      <w:r w:rsidRPr="003D2FAA">
        <w:t>non</w:t>
      </w:r>
      <w:r w:rsidR="00DE313F">
        <w:t xml:space="preserve"> ; </w:t>
      </w:r>
      <w:r w:rsidRPr="003D2FAA">
        <w:t>il était même très reconnaissant à son ami des distractions qu</w:t>
      </w:r>
      <w:r w:rsidR="00DE313F">
        <w:t>’</w:t>
      </w:r>
      <w:r w:rsidRPr="003D2FAA">
        <w:t>il proc</w:t>
      </w:r>
      <w:r w:rsidRPr="003D2FAA">
        <w:t>u</w:t>
      </w:r>
      <w:r w:rsidRPr="003D2FAA">
        <w:t>rait à sa fille</w:t>
      </w:r>
      <w:r w:rsidR="00DE313F">
        <w:t xml:space="preserve">. </w:t>
      </w:r>
      <w:r w:rsidRPr="003D2FAA">
        <w:t>La rudesse qu</w:t>
      </w:r>
      <w:r w:rsidR="00DE313F">
        <w:t>’</w:t>
      </w:r>
      <w:r w:rsidRPr="003D2FAA">
        <w:t xml:space="preserve">il avait remarquée certaines fois dans les manières de </w:t>
      </w:r>
      <w:proofErr w:type="spellStart"/>
      <w:r w:rsidRPr="003D2FAA">
        <w:t>Verona</w:t>
      </w:r>
      <w:proofErr w:type="spellEnd"/>
      <w:r w:rsidRPr="003D2FAA">
        <w:t xml:space="preserve"> et quelque autre léger défaut de son caractère n</w:t>
      </w:r>
      <w:r w:rsidR="00DE313F">
        <w:t>’</w:t>
      </w:r>
      <w:r w:rsidRPr="003D2FAA">
        <w:t>avaient pu diminuer l</w:t>
      </w:r>
      <w:r w:rsidR="00DE313F">
        <w:t>’</w:t>
      </w:r>
      <w:r w:rsidRPr="003D2FAA">
        <w:t>admiration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encore moins</w:t>
      </w:r>
      <w:r w:rsidR="00DE313F">
        <w:t xml:space="preserve">, </w:t>
      </w:r>
      <w:r w:rsidRPr="003D2FAA">
        <w:t>à cette heure</w:t>
      </w:r>
      <w:r w:rsidR="00DE313F">
        <w:t xml:space="preserve">, </w:t>
      </w:r>
      <w:r w:rsidRPr="003D2FAA">
        <w:t>la reconnaissance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affection qu</w:t>
      </w:r>
      <w:r w:rsidR="00DE313F">
        <w:t>’</w:t>
      </w:r>
      <w:r w:rsidRPr="003D2FAA">
        <w:t>il avait pour cet homme que ni la hauteur de l</w:t>
      </w:r>
      <w:r w:rsidR="00DE313F">
        <w:t>’</w:t>
      </w:r>
      <w:r w:rsidRPr="003D2FAA">
        <w:t>intelligence</w:t>
      </w:r>
      <w:r w:rsidR="00DE313F">
        <w:t xml:space="preserve">, </w:t>
      </w:r>
      <w:r w:rsidRPr="003D2FAA">
        <w:t>de la réput</w:t>
      </w:r>
      <w:r w:rsidRPr="003D2FAA">
        <w:t>a</w:t>
      </w:r>
      <w:r w:rsidRPr="003D2FAA">
        <w:t>tion et des emplois auxquels il était monté</w:t>
      </w:r>
      <w:r w:rsidR="00DE313F">
        <w:t xml:space="preserve">, </w:t>
      </w:r>
      <w:r w:rsidRPr="003D2FAA">
        <w:t>ni la fortune n</w:t>
      </w:r>
      <w:r w:rsidR="00DE313F">
        <w:t>’</w:t>
      </w:r>
      <w:r w:rsidRPr="003D2FAA">
        <w:t>avaient empêché d</w:t>
      </w:r>
      <w:r w:rsidR="00DE313F">
        <w:t>’</w:t>
      </w:r>
      <w:r w:rsidRPr="003D2FAA">
        <w:t>accorder une si intime amitié</w:t>
      </w:r>
      <w:r w:rsidR="00DE313F">
        <w:t xml:space="preserve">, </w:t>
      </w:r>
      <w:r w:rsidRPr="003D2FAA">
        <w:t>une amitié plus que fraternelle</w:t>
      </w:r>
      <w:r w:rsidR="00DE313F">
        <w:t xml:space="preserve">, </w:t>
      </w:r>
      <w:r w:rsidRPr="003D2FAA">
        <w:t>à un pauvre hère comme lui</w:t>
      </w:r>
      <w:r w:rsidR="00DE313F">
        <w:t xml:space="preserve">, </w:t>
      </w:r>
      <w:r w:rsidRPr="003D2FAA">
        <w:lastRenderedPageBreak/>
        <w:t>qui</w:t>
      </w:r>
      <w:r w:rsidR="00DE313F">
        <w:t xml:space="preserve">, </w:t>
      </w:r>
      <w:r w:rsidRPr="003D2FAA">
        <w:t>à part son bon cœur</w:t>
      </w:r>
      <w:r w:rsidR="00DE313F">
        <w:t xml:space="preserve">, </w:t>
      </w:r>
      <w:r w:rsidRPr="003D2FAA">
        <w:t>ne se reconnaissait aucune vertu</w:t>
      </w:r>
      <w:r w:rsidR="00DE313F">
        <w:t xml:space="preserve">, </w:t>
      </w:r>
      <w:r w:rsidRPr="003D2FAA">
        <w:t>aucune valeur pour la mériter</w:t>
      </w:r>
      <w:r w:rsidR="00DE313F">
        <w:t>.</w:t>
      </w:r>
    </w:p>
    <w:p w14:paraId="30F2A226" w14:textId="77777777" w:rsidR="00DE313F" w:rsidRDefault="0074134D" w:rsidP="0074134D">
      <w:r w:rsidRPr="003D2FAA">
        <w:t>Il voyait maintenant avec satisfaction qu</w:t>
      </w:r>
      <w:r w:rsidR="00DE313F">
        <w:t>’</w:t>
      </w:r>
      <w:r w:rsidRPr="003D2FAA">
        <w:t>il ne s</w:t>
      </w:r>
      <w:r w:rsidR="00DE313F">
        <w:t>’</w:t>
      </w:r>
      <w:r w:rsidRPr="003D2FAA">
        <w:t>était pas trompé quand il disait à sa femme que l</w:t>
      </w:r>
      <w:r w:rsidR="00DE313F">
        <w:t>’</w:t>
      </w:r>
      <w:r w:rsidRPr="003D2FAA">
        <w:t xml:space="preserve">affection de </w:t>
      </w:r>
      <w:proofErr w:type="spellStart"/>
      <w:r w:rsidRPr="003D2FAA">
        <w:t>Verona</w:t>
      </w:r>
      <w:proofErr w:type="spellEnd"/>
      <w:r w:rsidRPr="003D2FAA">
        <w:t xml:space="preserve"> s</w:t>
      </w:r>
      <w:r w:rsidRPr="003D2FAA">
        <w:t>e</w:t>
      </w:r>
      <w:r w:rsidRPr="003D2FAA">
        <w:t xml:space="preserve">rait un bonheur pour leur </w:t>
      </w:r>
      <w:proofErr w:type="spellStart"/>
      <w:r w:rsidRPr="003D2FAA">
        <w:t>Ginetta</w:t>
      </w:r>
      <w:proofErr w:type="spellEnd"/>
      <w:r w:rsidR="00DE313F">
        <w:t xml:space="preserve">. </w:t>
      </w:r>
      <w:r w:rsidRPr="003D2FAA">
        <w:t>Il en eut la plus grande preuve lorsque celle-ci eut accompli ses dix-huit ans</w:t>
      </w:r>
      <w:r w:rsidR="00DE313F">
        <w:t>.</w:t>
      </w:r>
    </w:p>
    <w:p w14:paraId="1DEA5046" w14:textId="77777777" w:rsidR="00DE313F" w:rsidRDefault="0074134D" w:rsidP="0074134D">
      <w:r w:rsidRPr="003D2FAA">
        <w:t>Oh</w:t>
      </w:r>
      <w:r w:rsidR="00DE313F">
        <w:t xml:space="preserve"> ! </w:t>
      </w:r>
      <w:r w:rsidRPr="003D2FAA">
        <w:t>comme il eût voulu que sa Silvia fût auprès de lui</w:t>
      </w:r>
      <w:r w:rsidR="00DE313F">
        <w:t xml:space="preserve">, </w:t>
      </w:r>
      <w:r w:rsidRPr="003D2FAA">
        <w:t>ce soir-là</w:t>
      </w:r>
      <w:r w:rsidR="00DE313F">
        <w:t xml:space="preserve">, </w:t>
      </w:r>
      <w:r w:rsidRPr="003D2FAA">
        <w:t>après la fête qu</w:t>
      </w:r>
      <w:r w:rsidR="00DE313F">
        <w:t>’</w:t>
      </w:r>
      <w:r w:rsidRPr="003D2FAA">
        <w:t>on célébra pour l</w:t>
      </w:r>
      <w:r w:rsidR="00DE313F">
        <w:t>’</w:t>
      </w:r>
      <w:r w:rsidRPr="003D2FAA">
        <w:t>anniversaire de sa naissance</w:t>
      </w:r>
      <w:r w:rsidR="00DE313F">
        <w:t>.</w:t>
      </w:r>
    </w:p>
    <w:p w14:paraId="0F968101" w14:textId="77777777" w:rsidR="00DE313F" w:rsidRDefault="0074134D" w:rsidP="0074134D"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 xml:space="preserve">venu à dessein sans aucun cadeau pour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aussitôt que celle-ci alla se mettre au lit</w:t>
      </w:r>
      <w:r w:rsidR="00DE313F">
        <w:t xml:space="preserve">, </w:t>
      </w:r>
      <w:r w:rsidRPr="003D2FAA">
        <w:t>prit Lori à part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s</w:t>
      </w:r>
      <w:r w:rsidRPr="003D2FAA">
        <w:t>é</w:t>
      </w:r>
      <w:r w:rsidRPr="003D2FAA">
        <w:t>rieux</w:t>
      </w:r>
      <w:r w:rsidR="00DE313F">
        <w:t xml:space="preserve">, </w:t>
      </w:r>
      <w:r w:rsidRPr="003D2FAA">
        <w:t>ému</w:t>
      </w:r>
      <w:r w:rsidR="00DE313F">
        <w:t xml:space="preserve">, </w:t>
      </w:r>
      <w:r w:rsidRPr="003D2FAA">
        <w:t>lui annonça qu</w:t>
      </w:r>
      <w:r w:rsidR="00DE313F">
        <w:t>’</w:t>
      </w:r>
      <w:r w:rsidRPr="003D2FAA">
        <w:t>un de ses jeunes amis</w:t>
      </w:r>
      <w:r w:rsidR="00DE313F">
        <w:t xml:space="preserve">, </w:t>
      </w:r>
      <w:r w:rsidRPr="003D2FAA">
        <w:t xml:space="preserve">le marquis Flavio </w:t>
      </w:r>
      <w:proofErr w:type="spellStart"/>
      <w:r w:rsidRPr="003D2FAA">
        <w:t>Gualdi</w:t>
      </w:r>
      <w:proofErr w:type="spellEnd"/>
      <w:r w:rsidR="00DE313F">
        <w:t xml:space="preserve">, </w:t>
      </w:r>
      <w:r w:rsidRPr="003D2FAA">
        <w:t>lui demandait</w:t>
      </w:r>
      <w:r w:rsidR="00DE313F">
        <w:t xml:space="preserve">, </w:t>
      </w:r>
      <w:r w:rsidRPr="003D2FAA">
        <w:t>par son moyen</w:t>
      </w:r>
      <w:r w:rsidR="00DE313F">
        <w:t xml:space="preserve">, </w:t>
      </w:r>
      <w:r w:rsidRPr="003D2FAA">
        <w:t>la main de sa fille</w:t>
      </w:r>
      <w:r w:rsidR="00DE313F">
        <w:t>.</w:t>
      </w:r>
    </w:p>
    <w:p w14:paraId="73D480FA" w14:textId="77777777" w:rsidR="00DE313F" w:rsidRDefault="0074134D" w:rsidP="0074134D">
      <w:r w:rsidRPr="003D2FAA">
        <w:t>Martino Lori fut ébahi</w:t>
      </w:r>
      <w:r w:rsidR="00DE313F">
        <w:t xml:space="preserve">. </w:t>
      </w:r>
      <w:r w:rsidRPr="003D2FAA">
        <w:t xml:space="preserve">Le marquis </w:t>
      </w:r>
      <w:proofErr w:type="spellStart"/>
      <w:r w:rsidRPr="003D2FAA">
        <w:t>Gualdi</w:t>
      </w:r>
      <w:proofErr w:type="spellEnd"/>
      <w:r w:rsidR="00DE313F">
        <w:t xml:space="preserve"> ? </w:t>
      </w:r>
      <w:r w:rsidRPr="003D2FAA">
        <w:t>Un membre de la haute aristocratie</w:t>
      </w:r>
      <w:r w:rsidR="00DE313F">
        <w:t xml:space="preserve">… </w:t>
      </w:r>
      <w:r w:rsidRPr="003D2FAA">
        <w:t>et qui possédait une immense fortune</w:t>
      </w:r>
      <w:r w:rsidR="00DE313F">
        <w:t xml:space="preserve">… </w:t>
      </w:r>
      <w:r w:rsidRPr="003D2FAA">
        <w:t xml:space="preserve">le mari de </w:t>
      </w:r>
      <w:proofErr w:type="spellStart"/>
      <w:r w:rsidRPr="003D2FAA">
        <w:t>Ginetta</w:t>
      </w:r>
      <w:proofErr w:type="spellEnd"/>
      <w:r w:rsidR="00DE313F">
        <w:t> ?</w:t>
      </w:r>
    </w:p>
    <w:p w14:paraId="4D06C2B4" w14:textId="77777777" w:rsidR="00DE313F" w:rsidRDefault="0074134D" w:rsidP="0074134D">
      <w:r w:rsidRPr="003D2FAA">
        <w:t xml:space="preserve">En se rendant avec </w:t>
      </w:r>
      <w:proofErr w:type="spellStart"/>
      <w:r w:rsidRPr="003D2FAA">
        <w:t>Verona</w:t>
      </w:r>
      <w:proofErr w:type="spellEnd"/>
      <w:r w:rsidRPr="003D2FAA">
        <w:t xml:space="preserve"> dans les concerts</w:t>
      </w:r>
      <w:r w:rsidR="00DE313F">
        <w:t xml:space="preserve">, </w:t>
      </w:r>
      <w:r w:rsidRPr="003D2FAA">
        <w:t>dans les co</w:t>
      </w:r>
      <w:r w:rsidRPr="003D2FAA">
        <w:t>n</w:t>
      </w:r>
      <w:r w:rsidRPr="003D2FAA">
        <w:t>férences</w:t>
      </w:r>
      <w:r w:rsidR="00DE313F">
        <w:t xml:space="preserve">, </w:t>
      </w:r>
      <w:r w:rsidRPr="003D2FAA">
        <w:t>à la promenade</w:t>
      </w:r>
      <w:r w:rsidR="00DE313F">
        <w:t xml:space="preserve">, </w:t>
      </w:r>
      <w:proofErr w:type="spellStart"/>
      <w:r w:rsidRPr="003D2FAA">
        <w:t>Ginetta</w:t>
      </w:r>
      <w:proofErr w:type="spellEnd"/>
      <w:r w:rsidRPr="003D2FAA">
        <w:t xml:space="preserve"> avait pu entrer dans un monde dont ni sa naissance</w:t>
      </w:r>
      <w:r w:rsidR="00DE313F">
        <w:t xml:space="preserve">, </w:t>
      </w:r>
      <w:r w:rsidRPr="003D2FAA">
        <w:t>ni sa condition sociale ne lui a</w:t>
      </w:r>
      <w:r w:rsidRPr="003D2FAA">
        <w:t>u</w:t>
      </w:r>
      <w:r w:rsidRPr="003D2FAA">
        <w:t>raient permis d</w:t>
      </w:r>
      <w:r w:rsidR="00DE313F">
        <w:t>’</w:t>
      </w:r>
      <w:r w:rsidRPr="003D2FAA">
        <w:t>approcher</w:t>
      </w:r>
      <w:r w:rsidR="00DE313F">
        <w:t xml:space="preserve">, </w:t>
      </w:r>
      <w:r w:rsidRPr="003D2FAA">
        <w:t>et elle y avait éveillé des sympathies</w:t>
      </w:r>
      <w:r w:rsidR="00DE313F">
        <w:t xml:space="preserve"> ; </w:t>
      </w:r>
      <w:r w:rsidRPr="003D2FAA">
        <w:t>mais lui</w:t>
      </w:r>
      <w:r w:rsidR="00DE313F">
        <w:t> ?…</w:t>
      </w:r>
    </w:p>
    <w:p w14:paraId="18FCEFE0" w14:textId="77777777" w:rsidR="00DE313F" w:rsidRDefault="00DE313F" w:rsidP="0074134D">
      <w:r>
        <w:t>— </w:t>
      </w:r>
      <w:r w:rsidR="0074134D" w:rsidRPr="003D2FAA">
        <w:t>Tu sais</w:t>
      </w:r>
      <w:r>
        <w:t xml:space="preserve">, </w:t>
      </w:r>
      <w:r w:rsidR="0074134D" w:rsidRPr="003D2FAA">
        <w:t>dit-il à son ami</w:t>
      </w:r>
      <w:r>
        <w:t xml:space="preserve">, </w:t>
      </w:r>
      <w:r w:rsidR="0074134D" w:rsidRPr="003D2FAA">
        <w:t>presque éperdu</w:t>
      </w:r>
      <w:r>
        <w:t xml:space="preserve">, </w:t>
      </w:r>
      <w:r w:rsidR="0074134D" w:rsidRPr="003D2FAA">
        <w:t>presque affligé</w:t>
      </w:r>
      <w:r>
        <w:t xml:space="preserve">, </w:t>
      </w:r>
      <w:r w:rsidR="0074134D" w:rsidRPr="003D2FAA">
        <w:t>au milieu de sa joie</w:t>
      </w:r>
      <w:r>
        <w:t xml:space="preserve">, </w:t>
      </w:r>
      <w:r w:rsidR="0074134D" w:rsidRPr="003D2FAA">
        <w:t>tu sais quelle est ma situation</w:t>
      </w:r>
      <w:r>
        <w:t xml:space="preserve">. </w:t>
      </w:r>
      <w:r w:rsidR="0074134D" w:rsidRPr="003D2FAA">
        <w:t>Je ne vo</w:t>
      </w:r>
      <w:r w:rsidR="0074134D" w:rsidRPr="003D2FAA">
        <w:t>u</w:t>
      </w:r>
      <w:r w:rsidR="0074134D" w:rsidRPr="003D2FAA">
        <w:t xml:space="preserve">drais pas que le marquis </w:t>
      </w:r>
      <w:proofErr w:type="spellStart"/>
      <w:r w:rsidR="0074134D" w:rsidRPr="003D2FAA">
        <w:t>Gualdi</w:t>
      </w:r>
      <w:proofErr w:type="spellEnd"/>
      <w:r>
        <w:t>…</w:t>
      </w:r>
    </w:p>
    <w:p w14:paraId="04360259" w14:textId="77777777" w:rsidR="00DE313F" w:rsidRDefault="0074134D" w:rsidP="0074134D">
      <w:proofErr w:type="spellStart"/>
      <w:r w:rsidRPr="003D2FAA">
        <w:t>Verona</w:t>
      </w:r>
      <w:proofErr w:type="spellEnd"/>
      <w:r w:rsidRPr="003D2FAA">
        <w:t xml:space="preserve"> l</w:t>
      </w:r>
      <w:r w:rsidR="00DE313F">
        <w:t>’</w:t>
      </w:r>
      <w:r w:rsidRPr="003D2FAA">
        <w:t>interrompit</w:t>
      </w:r>
      <w:r w:rsidR="00DE313F">
        <w:t> :</w:t>
      </w:r>
    </w:p>
    <w:p w14:paraId="7B0FA26E" w14:textId="77777777" w:rsidR="00DE313F" w:rsidRDefault="00DE313F" w:rsidP="0074134D">
      <w:r>
        <w:t>— </w:t>
      </w:r>
      <w:proofErr w:type="spellStart"/>
      <w:r w:rsidR="0074134D" w:rsidRPr="003D2FAA">
        <w:t>Gualdi</w:t>
      </w:r>
      <w:proofErr w:type="spellEnd"/>
      <w:r w:rsidR="0074134D" w:rsidRPr="003D2FAA">
        <w:t xml:space="preserve"> sait</w:t>
      </w:r>
      <w:r>
        <w:t xml:space="preserve">… </w:t>
      </w:r>
      <w:r w:rsidR="0074134D" w:rsidRPr="003D2FAA">
        <w:t>il sait ce qu</w:t>
      </w:r>
      <w:r>
        <w:t>’</w:t>
      </w:r>
      <w:r w:rsidR="0074134D" w:rsidRPr="003D2FAA">
        <w:t>il doit savoir</w:t>
      </w:r>
      <w:r>
        <w:t>.</w:t>
      </w:r>
    </w:p>
    <w:p w14:paraId="5D75F68D" w14:textId="77777777" w:rsidR="00DE313F" w:rsidRDefault="00DE313F" w:rsidP="0074134D">
      <w:r>
        <w:lastRenderedPageBreak/>
        <w:t>— </w:t>
      </w:r>
      <w:r w:rsidR="0074134D" w:rsidRPr="003D2FAA">
        <w:t>Je comprends</w:t>
      </w:r>
      <w:r>
        <w:t xml:space="preserve">. </w:t>
      </w:r>
      <w:r w:rsidR="0074134D" w:rsidRPr="003D2FAA">
        <w:t>Mais la disproportion étant si grande</w:t>
      </w:r>
      <w:r>
        <w:t xml:space="preserve">, </w:t>
      </w:r>
      <w:r w:rsidR="0074134D" w:rsidRPr="003D2FAA">
        <w:t>je ne voudrais pas que</w:t>
      </w:r>
      <w:r>
        <w:t xml:space="preserve">, </w:t>
      </w:r>
      <w:r w:rsidR="0074134D" w:rsidRPr="003D2FAA">
        <w:t>quoique très bien disposé</w:t>
      </w:r>
      <w:r>
        <w:t xml:space="preserve">, </w:t>
      </w:r>
      <w:r w:rsidR="0074134D" w:rsidRPr="003D2FAA">
        <w:t>il en arrive à se figurer des choses que</w:t>
      </w:r>
      <w:r>
        <w:t>…</w:t>
      </w:r>
    </w:p>
    <w:p w14:paraId="074C854D" w14:textId="77777777" w:rsidR="00DE313F" w:rsidRDefault="0074134D" w:rsidP="0074134D">
      <w:r w:rsidRPr="003D2FAA">
        <w:t>Irrité</w:t>
      </w:r>
      <w:r w:rsidR="00DE313F">
        <w:t xml:space="preserve">, </w:t>
      </w:r>
      <w:proofErr w:type="spellStart"/>
      <w:r w:rsidRPr="003D2FAA">
        <w:t>Verona</w:t>
      </w:r>
      <w:proofErr w:type="spellEnd"/>
      <w:r w:rsidRPr="003D2FAA">
        <w:t xml:space="preserve"> l</w:t>
      </w:r>
      <w:r w:rsidR="00DE313F">
        <w:t>’</w:t>
      </w:r>
      <w:r w:rsidRPr="003D2FAA">
        <w:t>interrompit de nouveau</w:t>
      </w:r>
      <w:r w:rsidR="00DE313F">
        <w:t> :</w:t>
      </w:r>
    </w:p>
    <w:p w14:paraId="02C6665B" w14:textId="77777777" w:rsidR="00DE313F" w:rsidRDefault="00DE313F" w:rsidP="0074134D">
      <w:r>
        <w:t>— </w:t>
      </w:r>
      <w:r w:rsidR="0074134D" w:rsidRPr="003D2FAA">
        <w:t>Il me semblait oiseux de te le dire</w:t>
      </w:r>
      <w:r>
        <w:t xml:space="preserve">, </w:t>
      </w:r>
      <w:r w:rsidR="0074134D" w:rsidRPr="003D2FAA">
        <w:t>mais puisque</w:t>
      </w:r>
      <w:r>
        <w:t xml:space="preserve">, – </w:t>
      </w:r>
      <w:r w:rsidR="0074134D" w:rsidRPr="003D2FAA">
        <w:t>pa</w:t>
      </w:r>
      <w:r w:rsidR="0074134D" w:rsidRPr="003D2FAA">
        <w:t>r</w:t>
      </w:r>
      <w:r w:rsidR="0074134D" w:rsidRPr="003D2FAA">
        <w:t>don</w:t>
      </w:r>
      <w:r>
        <w:t xml:space="preserve">, – </w:t>
      </w:r>
      <w:r w:rsidR="0074134D" w:rsidRPr="003D2FAA">
        <w:t>puisque tu me tiens des discours si ridicules</w:t>
      </w:r>
      <w:r>
        <w:t xml:space="preserve">, </w:t>
      </w:r>
      <w:r w:rsidR="0074134D" w:rsidRPr="003D2FAA">
        <w:t>je te dirai pour te tranquilliser qu</w:t>
      </w:r>
      <w:r>
        <w:t>’</w:t>
      </w:r>
      <w:r w:rsidR="0074134D" w:rsidRPr="003D2FAA">
        <w:t>étant</w:t>
      </w:r>
      <w:r>
        <w:t xml:space="preserve">, </w:t>
      </w:r>
      <w:r w:rsidR="0074134D" w:rsidRPr="003D2FAA">
        <w:t>voyons</w:t>
      </w:r>
      <w:r>
        <w:t xml:space="preserve">, </w:t>
      </w:r>
      <w:r w:rsidR="0074134D" w:rsidRPr="003D2FAA">
        <w:t>ton ami depuis tant d</w:t>
      </w:r>
      <w:r>
        <w:t>’</w:t>
      </w:r>
      <w:r w:rsidR="0074134D" w:rsidRPr="003D2FAA">
        <w:t>années</w:t>
      </w:r>
      <w:r>
        <w:t>…</w:t>
      </w:r>
    </w:p>
    <w:p w14:paraId="1C7F5979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je le sais</w:t>
      </w:r>
      <w:r>
        <w:t> !</w:t>
      </w:r>
    </w:p>
    <w:p w14:paraId="57F38FB7" w14:textId="77777777" w:rsidR="00DE313F" w:rsidRDefault="00DE313F" w:rsidP="0074134D">
      <w:r>
        <w:t>— </w:t>
      </w:r>
      <w:proofErr w:type="spellStart"/>
      <w:r w:rsidR="0074134D" w:rsidRPr="003D2FAA">
        <w:t>Ginetta</w:t>
      </w:r>
      <w:proofErr w:type="spellEnd"/>
      <w:r w:rsidR="0074134D" w:rsidRPr="003D2FAA">
        <w:t xml:space="preserve"> a grandi</w:t>
      </w:r>
      <w:r>
        <w:t xml:space="preserve">, </w:t>
      </w:r>
      <w:r w:rsidR="0074134D" w:rsidRPr="003D2FAA">
        <w:t>on peut le dire</w:t>
      </w:r>
      <w:r>
        <w:t xml:space="preserve">, </w:t>
      </w:r>
      <w:r w:rsidR="0074134D" w:rsidRPr="003D2FAA">
        <w:t>plus avec moi qu</w:t>
      </w:r>
      <w:r>
        <w:t>’</w:t>
      </w:r>
      <w:r w:rsidR="0074134D" w:rsidRPr="003D2FAA">
        <w:t>avec toi</w:t>
      </w:r>
      <w:r>
        <w:t>.</w:t>
      </w:r>
    </w:p>
    <w:p w14:paraId="040683CA" w14:textId="77777777" w:rsidR="00DE313F" w:rsidRDefault="00DE313F" w:rsidP="0074134D">
      <w:r>
        <w:t>— </w:t>
      </w:r>
      <w:r w:rsidR="0074134D" w:rsidRPr="003D2FAA">
        <w:t>Oui</w:t>
      </w:r>
      <w:r>
        <w:t xml:space="preserve">… </w:t>
      </w:r>
      <w:r w:rsidR="0074134D" w:rsidRPr="003D2FAA">
        <w:t>Oui</w:t>
      </w:r>
      <w:r>
        <w:t>…</w:t>
      </w:r>
    </w:p>
    <w:p w14:paraId="12141E13" w14:textId="77777777" w:rsidR="00DE313F" w:rsidRDefault="00DE313F" w:rsidP="0074134D">
      <w:r>
        <w:t>— </w:t>
      </w:r>
      <w:r w:rsidR="0074134D" w:rsidRPr="003D2FAA">
        <w:t>Pourquoi pleures-tu ainsi maintenant</w:t>
      </w:r>
      <w:r>
        <w:t xml:space="preserve"> ?… </w:t>
      </w:r>
      <w:r w:rsidR="0074134D" w:rsidRPr="003D2FAA">
        <w:t>Je ne veux pas être pour rien dans ce mariage</w:t>
      </w:r>
      <w:r>
        <w:t xml:space="preserve">. </w:t>
      </w:r>
      <w:r w:rsidR="0074134D" w:rsidRPr="003D2FAA">
        <w:t>Allons</w:t>
      </w:r>
      <w:r>
        <w:t xml:space="preserve">, </w:t>
      </w:r>
      <w:r w:rsidR="0074134D" w:rsidRPr="003D2FAA">
        <w:t>allons</w:t>
      </w:r>
      <w:r>
        <w:t xml:space="preserve">, </w:t>
      </w:r>
      <w:r w:rsidR="0074134D" w:rsidRPr="003D2FAA">
        <w:t>assez</w:t>
      </w:r>
      <w:r>
        <w:t xml:space="preserve">. </w:t>
      </w:r>
      <w:r w:rsidR="0074134D" w:rsidRPr="003D2FAA">
        <w:t>Je m</w:t>
      </w:r>
      <w:r>
        <w:t>’</w:t>
      </w:r>
      <w:r w:rsidR="0074134D" w:rsidRPr="003D2FAA">
        <w:t>en vais</w:t>
      </w:r>
      <w:r>
        <w:t xml:space="preserve">… </w:t>
      </w:r>
      <w:r w:rsidR="0074134D" w:rsidRPr="003D2FAA">
        <w:t xml:space="preserve">Tu en parleras demain matin à </w:t>
      </w:r>
      <w:proofErr w:type="spellStart"/>
      <w:r w:rsidR="0074134D" w:rsidRPr="003D2FAA">
        <w:t>Ginetta</w:t>
      </w:r>
      <w:proofErr w:type="spellEnd"/>
      <w:r>
        <w:t xml:space="preserve">. </w:t>
      </w:r>
      <w:r w:rsidR="0074134D" w:rsidRPr="003D2FAA">
        <w:t>Tu verras que cela ne sera pas difficile</w:t>
      </w:r>
      <w:r>
        <w:t>.</w:t>
      </w:r>
    </w:p>
    <w:p w14:paraId="3023DAC0" w14:textId="77777777" w:rsidR="00DE313F" w:rsidRDefault="00DE313F" w:rsidP="0074134D">
      <w:r>
        <w:t>— </w:t>
      </w:r>
      <w:r w:rsidR="0074134D" w:rsidRPr="003D2FAA">
        <w:t>Elle s</w:t>
      </w:r>
      <w:r>
        <w:t>’</w:t>
      </w:r>
      <w:r w:rsidR="0074134D" w:rsidRPr="003D2FAA">
        <w:t>y attend</w:t>
      </w:r>
      <w:r>
        <w:t xml:space="preserve"> ? </w:t>
      </w:r>
      <w:r w:rsidR="0074134D" w:rsidRPr="003D2FAA">
        <w:t>demanda Lori en souriant au milieu de ses larmes</w:t>
      </w:r>
      <w:r>
        <w:t>.</w:t>
      </w:r>
    </w:p>
    <w:p w14:paraId="10C6619A" w14:textId="77777777" w:rsidR="00DE313F" w:rsidRDefault="00DE313F" w:rsidP="0074134D">
      <w:r>
        <w:t>— </w:t>
      </w:r>
      <w:r w:rsidR="0074134D" w:rsidRPr="003D2FAA">
        <w:t>N</w:t>
      </w:r>
      <w:r>
        <w:t>’</w:t>
      </w:r>
      <w:r w:rsidR="0074134D" w:rsidRPr="003D2FAA">
        <w:t>as-tu pas remarqué qu</w:t>
      </w:r>
      <w:r>
        <w:t>’</w:t>
      </w:r>
      <w:r w:rsidR="0074134D" w:rsidRPr="003D2FAA">
        <w:t>elle ne s</w:t>
      </w:r>
      <w:r>
        <w:t>’</w:t>
      </w:r>
      <w:r w:rsidR="0074134D" w:rsidRPr="003D2FAA">
        <w:t>est point étonnée de me voir arriver ce soir les mains vides</w:t>
      </w:r>
      <w:r>
        <w:t> ?</w:t>
      </w:r>
    </w:p>
    <w:p w14:paraId="4556484E" w14:textId="77777777" w:rsidR="00DE313F" w:rsidRDefault="0074134D" w:rsidP="0074134D">
      <w:r w:rsidRPr="003D2FAA">
        <w:t>En parlant ainsi</w:t>
      </w:r>
      <w:r w:rsidR="00DE313F">
        <w:t xml:space="preserve">, </w:t>
      </w:r>
      <w:r w:rsidRPr="003D2FAA">
        <w:t xml:space="preserve">Marco </w:t>
      </w:r>
      <w:proofErr w:type="spellStart"/>
      <w:r w:rsidRPr="003D2FAA">
        <w:t>Verona</w:t>
      </w:r>
      <w:proofErr w:type="spellEnd"/>
      <w:r w:rsidRPr="003D2FAA">
        <w:t xml:space="preserve"> riait gaiement</w:t>
      </w:r>
      <w:r w:rsidR="00DE313F">
        <w:t xml:space="preserve">, </w:t>
      </w:r>
      <w:r w:rsidRPr="003D2FAA">
        <w:t>comme Lori ne l</w:t>
      </w:r>
      <w:r w:rsidR="00DE313F">
        <w:t>’</w:t>
      </w:r>
      <w:r w:rsidRPr="003D2FAA">
        <w:t>avait pas entendu rire depuis des années</w:t>
      </w:r>
      <w:r w:rsidR="00DE313F">
        <w:t> !</w:t>
      </w:r>
    </w:p>
    <w:p w14:paraId="5446AD65" w14:textId="259AF92F" w:rsidR="0074134D" w:rsidRPr="00920F1B" w:rsidRDefault="0074134D" w:rsidP="00DE313F">
      <w:pPr>
        <w:pStyle w:val="Titre2"/>
      </w:pPr>
      <w:bookmarkStart w:id="12" w:name="_Toc193482004"/>
      <w:r w:rsidRPr="00920F1B">
        <w:t>V</w:t>
      </w:r>
      <w:bookmarkEnd w:id="12"/>
    </w:p>
    <w:p w14:paraId="233D6571" w14:textId="77777777" w:rsidR="00DE313F" w:rsidRDefault="0074134D" w:rsidP="0074134D">
      <w:r w:rsidRPr="003D2FAA">
        <w:t>Dès le principe</w:t>
      </w:r>
      <w:r w:rsidR="00DE313F">
        <w:t xml:space="preserve">, </w:t>
      </w:r>
      <w:r w:rsidRPr="003D2FAA">
        <w:t>une impression curieuse de froideur</w:t>
      </w:r>
      <w:r w:rsidR="00DE313F">
        <w:t>.</w:t>
      </w:r>
    </w:p>
    <w:p w14:paraId="36AD3D15" w14:textId="77777777" w:rsidR="00DE313F" w:rsidRDefault="0074134D" w:rsidP="0074134D">
      <w:r w:rsidRPr="003D2FAA">
        <w:lastRenderedPageBreak/>
        <w:t>Martino Lori ne s</w:t>
      </w:r>
      <w:r w:rsidR="00DE313F">
        <w:t>’</w:t>
      </w:r>
      <w:r w:rsidRPr="003D2FAA">
        <w:t>en était pas inquiété</w:t>
      </w:r>
      <w:r w:rsidR="00DE313F">
        <w:t xml:space="preserve">. </w:t>
      </w:r>
      <w:r w:rsidRPr="003D2FAA">
        <w:t>S</w:t>
      </w:r>
      <w:r w:rsidR="00DE313F">
        <w:t>’</w:t>
      </w:r>
      <w:r w:rsidRPr="003D2FAA">
        <w:t>étant expliqué d</w:t>
      </w:r>
      <w:r w:rsidRPr="003D2FAA">
        <w:t>u</w:t>
      </w:r>
      <w:r w:rsidRPr="003D2FAA">
        <w:t>rant toute sa vie quantité de choses parce qu</w:t>
      </w:r>
      <w:r w:rsidR="00DE313F">
        <w:t>’</w:t>
      </w:r>
      <w:r w:rsidRPr="003D2FAA">
        <w:t>il croyait à la simple bonté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expliquait de même cette froideur comme l</w:t>
      </w:r>
      <w:r w:rsidR="00DE313F">
        <w:t>’</w:t>
      </w:r>
      <w:r w:rsidRPr="003D2FAA">
        <w:t>effet naturel de la disparité des conditions</w:t>
      </w:r>
      <w:r w:rsidR="00DE313F">
        <w:t xml:space="preserve"> ; </w:t>
      </w:r>
      <w:r w:rsidRPr="003D2FAA">
        <w:t>et un peu aussi à cause du caractère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éducation et de la physionomie de son gendre</w:t>
      </w:r>
      <w:r w:rsidR="00DE313F">
        <w:t>.</w:t>
      </w:r>
    </w:p>
    <w:p w14:paraId="27ED28B9" w14:textId="77777777" w:rsidR="00DE313F" w:rsidRDefault="0074134D" w:rsidP="0074134D">
      <w:r w:rsidRPr="003D2FAA">
        <w:t>Il n</w:t>
      </w:r>
      <w:r w:rsidR="00DE313F">
        <w:t>’</w:t>
      </w:r>
      <w:r w:rsidRPr="003D2FAA">
        <w:t>était plus très jeune</w:t>
      </w:r>
      <w:r w:rsidR="00DE313F">
        <w:t xml:space="preserve">, </w:t>
      </w:r>
      <w:r w:rsidRPr="003D2FAA">
        <w:t xml:space="preserve">le marquis </w:t>
      </w:r>
      <w:proofErr w:type="spellStart"/>
      <w:r w:rsidRPr="003D2FAA">
        <w:t>Gualdi</w:t>
      </w:r>
      <w:proofErr w:type="spellEnd"/>
      <w:r w:rsidR="00DE313F">
        <w:t xml:space="preserve"> ; </w:t>
      </w:r>
      <w:r w:rsidRPr="003D2FAA">
        <w:t>il était encore blond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 blond ardent</w:t>
      </w:r>
      <w:r w:rsidR="00DE313F">
        <w:t xml:space="preserve">, </w:t>
      </w:r>
      <w:r w:rsidRPr="003D2FAA">
        <w:t>mais il était déjà chauve</w:t>
      </w:r>
      <w:r w:rsidR="00DE313F">
        <w:t xml:space="preserve"> ; </w:t>
      </w:r>
      <w:r w:rsidRPr="003D2FAA">
        <w:t>et ainsi il était brillant et rosé comme une fine statuette de porcelaine émaillée</w:t>
      </w:r>
      <w:r w:rsidR="00DE313F">
        <w:t xml:space="preserve">. </w:t>
      </w:r>
      <w:r w:rsidRPr="003D2FAA">
        <w:t>Il parlait lentement et avec un accent plus français que piémontais</w:t>
      </w:r>
      <w:r w:rsidR="00DE313F">
        <w:t xml:space="preserve"> ; </w:t>
      </w:r>
      <w:r w:rsidRPr="003D2FAA">
        <w:t>sa voix affectait une douceur condescendante qui contrastait d</w:t>
      </w:r>
      <w:r w:rsidR="00DE313F">
        <w:t>’</w:t>
      </w:r>
      <w:r w:rsidRPr="003D2FAA">
        <w:t>étrange façon avec le regard dur des yeux bleus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transparence vitreuse</w:t>
      </w:r>
      <w:r w:rsidR="00DE313F">
        <w:t>.</w:t>
      </w:r>
    </w:p>
    <w:p w14:paraId="43DF299D" w14:textId="77777777" w:rsidR="00DE313F" w:rsidRDefault="0074134D" w:rsidP="0074134D">
      <w:r w:rsidRPr="003D2FAA">
        <w:t>Martino Lori s</w:t>
      </w:r>
      <w:r w:rsidR="00DE313F">
        <w:t>’</w:t>
      </w:r>
      <w:r w:rsidRPr="003D2FAA">
        <w:t>était senti sinon vraiment repoussé par ces yeux</w:t>
      </w:r>
      <w:r w:rsidR="00DE313F">
        <w:t xml:space="preserve">, </w:t>
      </w:r>
      <w:r w:rsidRPr="003D2FAA">
        <w:t>du moins éloigné</w:t>
      </w:r>
      <w:r w:rsidR="00DE313F">
        <w:t xml:space="preserve"> ; </w:t>
      </w:r>
      <w:r w:rsidRPr="003D2FAA">
        <w:t>et il lui avait semblé y découvrir comme une pitié moqueuse pour lui</w:t>
      </w:r>
      <w:r w:rsidR="00DE313F">
        <w:t xml:space="preserve">, </w:t>
      </w:r>
      <w:r w:rsidRPr="003D2FAA">
        <w:t>pour ses manières trop simples peut-être tout d</w:t>
      </w:r>
      <w:r w:rsidR="00DE313F">
        <w:t>’</w:t>
      </w:r>
      <w:r w:rsidRPr="003D2FAA">
        <w:t>abord</w:t>
      </w:r>
      <w:r w:rsidR="00DE313F">
        <w:t xml:space="preserve">, </w:t>
      </w:r>
      <w:r w:rsidRPr="003D2FAA">
        <w:t>et maintenant peut-être trop r</w:t>
      </w:r>
      <w:r w:rsidRPr="003D2FAA">
        <w:t>é</w:t>
      </w:r>
      <w:r w:rsidRPr="003D2FAA">
        <w:t>servées</w:t>
      </w:r>
      <w:r w:rsidR="00DE313F">
        <w:t>.</w:t>
      </w:r>
    </w:p>
    <w:p w14:paraId="7E91E605" w14:textId="77777777" w:rsidR="00DE313F" w:rsidRDefault="0074134D" w:rsidP="0074134D">
      <w:r w:rsidRPr="003D2FAA">
        <w:t>La façon d</w:t>
      </w:r>
      <w:r w:rsidR="00DE313F">
        <w:t>’</w:t>
      </w:r>
      <w:r w:rsidRPr="003D2FAA">
        <w:t xml:space="preserve">agir toute différente dont usait </w:t>
      </w:r>
      <w:proofErr w:type="spellStart"/>
      <w:r w:rsidRPr="003D2FAA">
        <w:t>Gualdi</w:t>
      </w:r>
      <w:proofErr w:type="spellEnd"/>
      <w:r w:rsidRPr="003D2FAA">
        <w:t xml:space="preserve"> tant avec </w:t>
      </w:r>
      <w:proofErr w:type="spellStart"/>
      <w:r w:rsidRPr="003D2FAA">
        <w:t>Verona</w:t>
      </w:r>
      <w:proofErr w:type="spellEnd"/>
      <w:r w:rsidRPr="003D2FAA">
        <w:t xml:space="preserve"> qu</w:t>
      </w:r>
      <w:r w:rsidR="00DE313F">
        <w:t>’</w:t>
      </w:r>
      <w:r w:rsidRPr="003D2FAA">
        <w:t xml:space="preserve">avec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il se la serait encore expliquée</w:t>
      </w:r>
      <w:r w:rsidR="00DE313F">
        <w:t xml:space="preserve">, </w:t>
      </w:r>
      <w:r w:rsidRPr="003D2FAA">
        <w:t>mais voyons</w:t>
      </w:r>
      <w:r w:rsidR="00DE313F">
        <w:t xml:space="preserve">, </w:t>
      </w:r>
      <w:r w:rsidRPr="003D2FAA">
        <w:t>il semblait que sa femme lui fût venue par son ami</w:t>
      </w:r>
      <w:r w:rsidR="00DE313F">
        <w:t xml:space="preserve">, </w:t>
      </w:r>
      <w:r w:rsidRPr="003D2FAA">
        <w:t>et non par lui qui était le père</w:t>
      </w:r>
      <w:r w:rsidR="00DE313F">
        <w:t>…</w:t>
      </w:r>
    </w:p>
    <w:p w14:paraId="2A720CF1" w14:textId="77777777" w:rsidR="00DE313F" w:rsidRDefault="0074134D" w:rsidP="0074134D">
      <w:r w:rsidRPr="003D2FAA">
        <w:t>Maintenant qu</w:t>
      </w:r>
      <w:r w:rsidR="00DE313F">
        <w:t>’</w:t>
      </w:r>
      <w:r w:rsidRPr="003D2FAA">
        <w:t>il vivait seul dans sa maison</w:t>
      </w:r>
      <w:r w:rsidR="00DE313F">
        <w:t xml:space="preserve">, </w:t>
      </w:r>
      <w:r w:rsidRPr="003D2FAA">
        <w:t>et n</w:t>
      </w:r>
      <w:r w:rsidR="00DE313F">
        <w:t>’</w:t>
      </w:r>
      <w:r w:rsidRPr="003D2FAA">
        <w:t>avait même plus son bureau</w:t>
      </w:r>
      <w:r w:rsidR="00DE313F">
        <w:t xml:space="preserve">, </w:t>
      </w:r>
      <w:r w:rsidRPr="003D2FAA">
        <w:t>puisqu</w:t>
      </w:r>
      <w:r w:rsidR="00DE313F">
        <w:t>’</w:t>
      </w:r>
      <w:r w:rsidRPr="003D2FAA">
        <w:t>il avait pris sa retraite pour être agréable à son gendre</w:t>
      </w:r>
      <w:r w:rsidR="00DE313F">
        <w:t xml:space="preserve">, </w:t>
      </w:r>
      <w:r w:rsidRPr="003D2FAA">
        <w:t xml:space="preserve">Marco </w:t>
      </w:r>
      <w:proofErr w:type="spellStart"/>
      <w:r w:rsidRPr="003D2FAA">
        <w:t>Verona</w:t>
      </w:r>
      <w:proofErr w:type="spellEnd"/>
      <w:r w:rsidRPr="003D2FAA">
        <w:t xml:space="preserve"> n</w:t>
      </w:r>
      <w:r w:rsidR="00DE313F">
        <w:t>’</w:t>
      </w:r>
      <w:r w:rsidRPr="003D2FAA">
        <w:t>aurait-il pas dû lui pr</w:t>
      </w:r>
      <w:r w:rsidRPr="003D2FAA">
        <w:t>o</w:t>
      </w:r>
      <w:r w:rsidRPr="003D2FAA">
        <w:t>diguer avec un plus grand empressement le réconfort de l</w:t>
      </w:r>
      <w:r w:rsidR="00DE313F">
        <w:t>’</w:t>
      </w:r>
      <w:r w:rsidRPr="003D2FAA">
        <w:t>amitié fraternelle dont</w:t>
      </w:r>
      <w:r w:rsidR="00DE313F">
        <w:t xml:space="preserve">, </w:t>
      </w:r>
      <w:r w:rsidRPr="003D2FAA">
        <w:t>pendant tant d</w:t>
      </w:r>
      <w:r w:rsidR="00DE313F">
        <w:t>’</w:t>
      </w:r>
      <w:r w:rsidRPr="003D2FAA">
        <w:t>années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>avait honoré</w:t>
      </w:r>
      <w:r w:rsidR="00DE313F">
        <w:t xml:space="preserve"> ? </w:t>
      </w:r>
      <w:r w:rsidRPr="003D2FAA">
        <w:t xml:space="preserve">Et </w:t>
      </w:r>
      <w:proofErr w:type="spellStart"/>
      <w:r w:rsidRPr="003D2FAA">
        <w:t>Verona</w:t>
      </w:r>
      <w:proofErr w:type="spellEnd"/>
      <w:r w:rsidRPr="003D2FAA">
        <w:t xml:space="preserve"> allait chaque jour chez </w:t>
      </w:r>
      <w:proofErr w:type="spellStart"/>
      <w:r w:rsidRPr="003D2FAA">
        <w:t>Ginetta</w:t>
      </w:r>
      <w:proofErr w:type="spellEnd"/>
      <w:r w:rsidRPr="003D2FAA">
        <w:t xml:space="preserve"> dans la villa des </w:t>
      </w:r>
      <w:proofErr w:type="spellStart"/>
      <w:r w:rsidRPr="003D2FAA">
        <w:t>Gualdi</w:t>
      </w:r>
      <w:proofErr w:type="spellEnd"/>
      <w:r w:rsidR="00DE313F">
        <w:t xml:space="preserve"> ; </w:t>
      </w:r>
      <w:r w:rsidRPr="003D2FAA">
        <w:t>et chez lui</w:t>
      </w:r>
      <w:r w:rsidR="00DE313F">
        <w:t xml:space="preserve">, </w:t>
      </w:r>
      <w:r w:rsidRPr="003D2FAA">
        <w:t>chez son ami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était plus revenu depuis le jour des noces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pas même une fois par vieille habitude</w:t>
      </w:r>
      <w:r w:rsidR="00DE313F">
        <w:t xml:space="preserve">. </w:t>
      </w:r>
      <w:r w:rsidRPr="003D2FAA">
        <w:t>Il s</w:t>
      </w:r>
      <w:r w:rsidR="00DE313F">
        <w:t>’</w:t>
      </w:r>
      <w:r w:rsidRPr="003D2FAA">
        <w:t xml:space="preserve">était peut-être lassé de le voir si renfermé </w:t>
      </w:r>
      <w:r w:rsidRPr="003D2FAA">
        <w:lastRenderedPageBreak/>
        <w:t>encore dans son deuil a</w:t>
      </w:r>
      <w:r w:rsidRPr="003D2FAA">
        <w:t>n</w:t>
      </w:r>
      <w:r w:rsidRPr="003D2FAA">
        <w:t>cien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lui-même</w:t>
      </w:r>
      <w:r w:rsidR="00DE313F">
        <w:t xml:space="preserve">, </w:t>
      </w:r>
      <w:r w:rsidRPr="003D2FAA">
        <w:t>de</w:t>
      </w:r>
      <w:r w:rsidR="003D2FAA" w:rsidRPr="003D2FAA">
        <w:t>venu vieux</w:t>
      </w:r>
      <w:r w:rsidR="00DE313F">
        <w:t xml:space="preserve">, </w:t>
      </w:r>
      <w:r w:rsidR="003D2FAA" w:rsidRPr="003D2FAA">
        <w:t xml:space="preserve">ne préférait-il pas </w:t>
      </w:r>
      <w:r w:rsidRPr="003D2FAA">
        <w:t>aller où l</w:t>
      </w:r>
      <w:r w:rsidR="00DE313F">
        <w:t>’</w:t>
      </w:r>
      <w:r w:rsidRPr="003D2FAA">
        <w:t>on était joyeux</w:t>
      </w:r>
      <w:r w:rsidR="00DE313F">
        <w:t xml:space="preserve">, </w:t>
      </w:r>
      <w:r w:rsidRPr="003D2FAA">
        <w:t xml:space="preserve">où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grâce à lui</w:t>
      </w:r>
      <w:r w:rsidR="00DE313F">
        <w:t xml:space="preserve">, </w:t>
      </w:r>
      <w:r w:rsidRPr="003D2FAA">
        <w:t>semblait heureuse</w:t>
      </w:r>
      <w:r w:rsidR="00DE313F">
        <w:t> ?</w:t>
      </w:r>
    </w:p>
    <w:p w14:paraId="398FA52B" w14:textId="77777777" w:rsidR="00DE313F" w:rsidRDefault="0074134D" w:rsidP="0074134D">
      <w:r w:rsidRPr="003D2FAA">
        <w:t>Oui</w:t>
      </w:r>
      <w:r w:rsidR="00DE313F">
        <w:t xml:space="preserve">, </w:t>
      </w:r>
      <w:r w:rsidRPr="003D2FAA">
        <w:t>cela aussi pouvait être</w:t>
      </w:r>
      <w:r w:rsidR="00DE313F">
        <w:t xml:space="preserve">. </w:t>
      </w:r>
      <w:r w:rsidRPr="003D2FAA">
        <w:t>Mais pourquoi</w:t>
      </w:r>
      <w:r w:rsidR="00DE313F">
        <w:t xml:space="preserve">, </w:t>
      </w:r>
      <w:r w:rsidRPr="003D2FAA">
        <w:t>quand il allait voir sa fille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le trouvait là à table avec elle et son gendre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 était de la maison</w:t>
      </w:r>
      <w:r w:rsidR="00DE313F">
        <w:t xml:space="preserve">, </w:t>
      </w:r>
      <w:r w:rsidRPr="003D2FAA">
        <w:t>pourquoi était-il accueilli par lui presque d</w:t>
      </w:r>
      <w:r w:rsidR="00DE313F">
        <w:t>’</w:t>
      </w:r>
      <w:r w:rsidRPr="003D2FAA">
        <w:t>une façon outrageante</w:t>
      </w:r>
      <w:r w:rsidR="00DE313F">
        <w:t xml:space="preserve">, </w:t>
      </w:r>
      <w:r w:rsidRPr="003D2FAA">
        <w:t>en tout cas d</w:t>
      </w:r>
      <w:r w:rsidR="00DE313F">
        <w:t>’</w:t>
      </w:r>
      <w:r w:rsidRPr="003D2FAA">
        <w:t>une façon gl</w:t>
      </w:r>
      <w:r w:rsidRPr="003D2FAA">
        <w:t>a</w:t>
      </w:r>
      <w:r w:rsidRPr="003D2FAA">
        <w:t>cée</w:t>
      </w:r>
      <w:r w:rsidR="00DE313F">
        <w:t xml:space="preserve"> ? </w:t>
      </w:r>
      <w:r w:rsidRPr="003D2FAA">
        <w:t>Il pouvait se faire que cette impression de froid lui fût donnée par le lieu même</w:t>
      </w:r>
      <w:r w:rsidR="00DE313F">
        <w:t xml:space="preserve">, </w:t>
      </w:r>
      <w:r w:rsidRPr="003D2FAA">
        <w:t>par cette vaste salle à manger toute brillante de miroirs et splendidement meublée</w:t>
      </w:r>
      <w:r w:rsidR="00DE313F">
        <w:t> ?</w:t>
      </w:r>
    </w:p>
    <w:p w14:paraId="2483B315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voyons</w:t>
      </w:r>
      <w:r w:rsidR="00DE313F">
        <w:t xml:space="preserve"> ! </w:t>
      </w:r>
      <w:r w:rsidRPr="003D2FAA">
        <w:t>Non</w:t>
      </w:r>
      <w:r w:rsidR="00DE313F">
        <w:t xml:space="preserve"> ! </w:t>
      </w:r>
      <w:proofErr w:type="spellStart"/>
      <w:r w:rsidRPr="003D2FAA">
        <w:t>Verona</w:t>
      </w:r>
      <w:proofErr w:type="spellEnd"/>
      <w:r w:rsidRPr="003D2FAA">
        <w:t xml:space="preserve"> ne s</w:t>
      </w:r>
      <w:r w:rsidR="00DE313F">
        <w:t>’</w:t>
      </w:r>
      <w:r w:rsidRPr="003D2FAA">
        <w:t>était pas seulement élo</w:t>
      </w:r>
      <w:r w:rsidRPr="003D2FAA">
        <w:t>i</w:t>
      </w:r>
      <w:r w:rsidRPr="003D2FAA">
        <w:t>gné de lui</w:t>
      </w:r>
      <w:r w:rsidR="00DE313F">
        <w:t xml:space="preserve">, </w:t>
      </w:r>
      <w:r w:rsidRPr="003D2FAA">
        <w:t>ses manières</w:t>
      </w:r>
      <w:r w:rsidR="00DE313F">
        <w:t xml:space="preserve">, </w:t>
      </w:r>
      <w:r w:rsidRPr="003D2FAA">
        <w:t>ses façons d</w:t>
      </w:r>
      <w:r w:rsidR="00DE313F">
        <w:t>’</w:t>
      </w:r>
      <w:r w:rsidRPr="003D2FAA">
        <w:t>agir étaient absolument changées</w:t>
      </w:r>
      <w:r w:rsidR="00DE313F">
        <w:t xml:space="preserve"> : </w:t>
      </w:r>
      <w:r w:rsidRPr="003D2FAA">
        <w:t>il lui serrait à peine la main</w:t>
      </w:r>
      <w:r w:rsidR="00DE313F">
        <w:t xml:space="preserve">, </w:t>
      </w:r>
      <w:r w:rsidRPr="003D2FAA">
        <w:t>à peine s</w:t>
      </w:r>
      <w:r w:rsidR="00DE313F">
        <w:t>’</w:t>
      </w:r>
      <w:r w:rsidRPr="003D2FAA">
        <w:t>il le regardait</w:t>
      </w:r>
      <w:r w:rsidR="00DE313F">
        <w:t xml:space="preserve">, </w:t>
      </w:r>
      <w:r w:rsidRPr="003D2FAA">
        <w:t xml:space="preserve">et il continuait à converser avec </w:t>
      </w:r>
      <w:proofErr w:type="spellStart"/>
      <w:r w:rsidRPr="003D2FAA">
        <w:t>Gualdi</w:t>
      </w:r>
      <w:proofErr w:type="spellEnd"/>
      <w:r w:rsidRPr="003D2FAA">
        <w:t xml:space="preserve"> comme si personne ne fût entré</w:t>
      </w:r>
      <w:r w:rsidR="00DE313F">
        <w:t>.</w:t>
      </w:r>
    </w:p>
    <w:p w14:paraId="3D973D7B" w14:textId="77777777" w:rsidR="00DE313F" w:rsidRDefault="0074134D" w:rsidP="0074134D">
      <w:r w:rsidRPr="003D2FAA">
        <w:t>Un peu plus</w:t>
      </w:r>
      <w:r w:rsidR="00DE313F">
        <w:t xml:space="preserve">, </w:t>
      </w:r>
      <w:r w:rsidRPr="003D2FAA">
        <w:t>et on l</w:t>
      </w:r>
      <w:r w:rsidR="00DE313F">
        <w:t>’</w:t>
      </w:r>
      <w:r w:rsidRPr="003D2FAA">
        <w:t>aurait laissé debout devant la table</w:t>
      </w:r>
      <w:r w:rsidR="00DE313F">
        <w:t xml:space="preserve"> ;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seule</w:t>
      </w:r>
      <w:r w:rsidR="00DE313F">
        <w:t xml:space="preserve">, </w:t>
      </w:r>
      <w:r w:rsidRPr="003D2FAA">
        <w:t>lui adressait quelques paroles de temps à autre</w:t>
      </w:r>
      <w:r w:rsidR="00DE313F">
        <w:t xml:space="preserve">, </w:t>
      </w:r>
      <w:r w:rsidRPr="003D2FAA">
        <w:t>mais comme cela</w:t>
      </w:r>
      <w:r w:rsidR="00DE313F">
        <w:t xml:space="preserve">, </w:t>
      </w:r>
      <w:r w:rsidRPr="003D2FAA">
        <w:t>en dehors de la conversation</w:t>
      </w:r>
      <w:r w:rsidR="00DE313F">
        <w:t xml:space="preserve">, </w:t>
      </w:r>
      <w:r w:rsidRPr="003D2FAA">
        <w:t>pour qu</w:t>
      </w:r>
      <w:r w:rsidR="00DE313F">
        <w:t>’</w:t>
      </w:r>
      <w:r w:rsidRPr="003D2FAA">
        <w:t>on ne puisse pas dire que vraiment personne ne se souciait de lui</w:t>
      </w:r>
      <w:r w:rsidR="00DE313F">
        <w:t>.</w:t>
      </w:r>
    </w:p>
    <w:p w14:paraId="20EA73DF" w14:textId="77777777" w:rsidR="00DE313F" w:rsidRDefault="0074134D" w:rsidP="0074134D">
      <w:r w:rsidRPr="003D2FAA">
        <w:t>Le cœur serré par une angoisse inexplicable</w:t>
      </w:r>
      <w:r w:rsidR="00DE313F">
        <w:t xml:space="preserve">, </w:t>
      </w:r>
      <w:r w:rsidRPr="003D2FAA">
        <w:t>confus et h</w:t>
      </w:r>
      <w:r w:rsidRPr="003D2FAA">
        <w:t>u</w:t>
      </w:r>
      <w:r w:rsidRPr="003D2FAA">
        <w:t>milié</w:t>
      </w:r>
      <w:r w:rsidR="00DE313F">
        <w:t xml:space="preserve">, </w:t>
      </w:r>
      <w:r w:rsidRPr="003D2FAA">
        <w:t>Martino Lori s</w:t>
      </w:r>
      <w:r w:rsidR="00DE313F">
        <w:t>’</w:t>
      </w:r>
      <w:r w:rsidRPr="003D2FAA">
        <w:t>en allait</w:t>
      </w:r>
      <w:r w:rsidR="00DE313F">
        <w:t>.</w:t>
      </w:r>
    </w:p>
    <w:p w14:paraId="11BCA227" w14:textId="77777777" w:rsidR="00DE313F" w:rsidRDefault="0074134D" w:rsidP="0074134D">
      <w:r w:rsidRPr="003D2FAA">
        <w:t>Est-ce que vraiment son gendre ne devait avoir aucun re</w:t>
      </w:r>
      <w:r w:rsidRPr="003D2FAA">
        <w:t>s</w:t>
      </w:r>
      <w:r w:rsidRPr="003D2FAA">
        <w:t>pect pour lui</w:t>
      </w:r>
      <w:r w:rsidR="00DE313F">
        <w:t xml:space="preserve">, </w:t>
      </w:r>
      <w:r w:rsidRPr="003D2FAA">
        <w:t>aucun égard</w:t>
      </w:r>
      <w:r w:rsidR="00DE313F">
        <w:t xml:space="preserve"> ? </w:t>
      </w:r>
      <w:r w:rsidRPr="003D2FAA">
        <w:t>Toutes les amabilités</w:t>
      </w:r>
      <w:r w:rsidR="00DE313F">
        <w:t xml:space="preserve">, </w:t>
      </w:r>
      <w:r w:rsidRPr="003D2FAA">
        <w:t xml:space="preserve">toutes les flatteries devaient-elles être pour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parce que riche et i</w:t>
      </w:r>
      <w:r w:rsidRPr="003D2FAA">
        <w:t>l</w:t>
      </w:r>
      <w:r w:rsidRPr="003D2FAA">
        <w:t>lustre</w:t>
      </w:r>
      <w:r w:rsidR="00DE313F">
        <w:t> ?</w:t>
      </w:r>
    </w:p>
    <w:p w14:paraId="3EFD0AD7" w14:textId="77777777" w:rsidR="00DE313F" w:rsidRDefault="0074134D" w:rsidP="0074134D">
      <w:r w:rsidRPr="003D2FAA">
        <w:t>Mais s</w:t>
      </w:r>
      <w:r w:rsidR="00DE313F">
        <w:t>’</w:t>
      </w:r>
      <w:r w:rsidRPr="003D2FAA">
        <w:t>il devait en être ainsi</w:t>
      </w:r>
      <w:r w:rsidR="00DE313F">
        <w:t xml:space="preserve">, </w:t>
      </w:r>
      <w:r w:rsidRPr="003D2FAA">
        <w:t>si tous trois continuaient à l</w:t>
      </w:r>
      <w:r w:rsidR="00DE313F">
        <w:t>’</w:t>
      </w:r>
      <w:r w:rsidRPr="003D2FAA">
        <w:t>accueillir chaque soir de cette façon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comme un intrus</w:t>
      </w:r>
      <w:r w:rsidR="00DE313F">
        <w:t xml:space="preserve">, </w:t>
      </w:r>
      <w:r w:rsidRPr="003D2FAA">
        <w:t>comme un importun</w:t>
      </w:r>
      <w:r w:rsidR="00DE313F">
        <w:t xml:space="preserve">, </w:t>
      </w:r>
      <w:r w:rsidRPr="003D2FAA">
        <w:t>il ne reviendrait plus</w:t>
      </w:r>
      <w:r w:rsidR="00DE313F">
        <w:t xml:space="preserve"> ;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lastRenderedPageBreak/>
        <w:t>pa</w:t>
      </w:r>
      <w:r w:rsidRPr="003D2FAA">
        <w:t>r</w:t>
      </w:r>
      <w:r w:rsidRPr="003D2FAA">
        <w:t>bleu</w:t>
      </w:r>
      <w:r w:rsidR="00DE313F">
        <w:t xml:space="preserve"> ! </w:t>
      </w:r>
      <w:r w:rsidRPr="003D2FAA">
        <w:t>il ne reviendrait plus</w:t>
      </w:r>
      <w:r w:rsidR="00DE313F">
        <w:t xml:space="preserve"> ! </w:t>
      </w:r>
      <w:r w:rsidRPr="003D2FAA">
        <w:t>Il voulait voir ce que feraient alors ces personnages</w:t>
      </w:r>
      <w:r w:rsidR="00DE313F">
        <w:t xml:space="preserve">, </w:t>
      </w:r>
      <w:r w:rsidRPr="003D2FAA">
        <w:t>ces trois personnages</w:t>
      </w:r>
      <w:r w:rsidR="00DE313F">
        <w:t> !</w:t>
      </w:r>
    </w:p>
    <w:p w14:paraId="6505A984" w14:textId="77777777" w:rsidR="00DE313F" w:rsidRDefault="0074134D" w:rsidP="0074134D">
      <w:r w:rsidRPr="003D2FAA">
        <w:t>Eh</w:t>
      </w:r>
      <w:r w:rsidR="00DE313F">
        <w:t xml:space="preserve"> ! </w:t>
      </w:r>
      <w:r w:rsidRPr="003D2FAA">
        <w:t>bien</w:t>
      </w:r>
      <w:r w:rsidR="00DE313F">
        <w:t xml:space="preserve">, </w:t>
      </w:r>
      <w:r w:rsidRPr="003D2FAA">
        <w:t>deux jours passèrent</w:t>
      </w:r>
      <w:r w:rsidR="00DE313F">
        <w:t xml:space="preserve"> ; </w:t>
      </w:r>
      <w:r w:rsidRPr="003D2FAA">
        <w:t>quatre et cinq jours pass</w:t>
      </w:r>
      <w:r w:rsidRPr="003D2FAA">
        <w:t>è</w:t>
      </w:r>
      <w:r w:rsidRPr="003D2FAA">
        <w:t>rent</w:t>
      </w:r>
      <w:r w:rsidR="00DE313F">
        <w:t xml:space="preserve"> ; </w:t>
      </w:r>
      <w:r w:rsidRPr="003D2FAA">
        <w:t>une semaine entière passa</w:t>
      </w:r>
      <w:r w:rsidR="00DE313F">
        <w:t xml:space="preserve">, </w:t>
      </w:r>
      <w:r w:rsidRPr="003D2FAA">
        <w:t xml:space="preserve">sans que ni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ni son gendre</w:t>
      </w:r>
      <w:r w:rsidR="00DE313F">
        <w:t xml:space="preserve">, </w:t>
      </w:r>
      <w:r w:rsidRPr="003D2FAA">
        <w:t xml:space="preserve">ni même </w:t>
      </w:r>
      <w:proofErr w:type="spellStart"/>
      <w:r w:rsidRPr="003D2FAA">
        <w:t>Ginetta</w:t>
      </w:r>
      <w:proofErr w:type="spellEnd"/>
      <w:r w:rsidR="00DE313F">
        <w:t xml:space="preserve">, </w:t>
      </w:r>
      <w:r w:rsidRPr="003D2FAA">
        <w:t>ni personne enfin</w:t>
      </w:r>
      <w:r w:rsidR="00DE313F">
        <w:t xml:space="preserve">, </w:t>
      </w:r>
      <w:r w:rsidRPr="003D2FAA">
        <w:t>pas seulement un domestique</w:t>
      </w:r>
      <w:r w:rsidR="00DE313F">
        <w:t xml:space="preserve">, </w:t>
      </w:r>
      <w:r w:rsidRPr="003D2FAA">
        <w:t>ne vînt demander ce qu</w:t>
      </w:r>
      <w:r w:rsidR="00DE313F">
        <w:t>’</w:t>
      </w:r>
      <w:r w:rsidRPr="003D2FAA">
        <w:t>il devenait</w:t>
      </w:r>
      <w:r w:rsidR="00DE313F">
        <w:t xml:space="preserve">, </w:t>
      </w:r>
      <w:r w:rsidRPr="003D2FAA">
        <w:t>ne vînt voir s</w:t>
      </w:r>
      <w:r w:rsidR="00DE313F">
        <w:t>’</w:t>
      </w:r>
      <w:r w:rsidRPr="003D2FAA">
        <w:t>il n</w:t>
      </w:r>
      <w:r w:rsidR="00DE313F">
        <w:t>’</w:t>
      </w:r>
      <w:r w:rsidRPr="003D2FAA">
        <w:t>était pas</w:t>
      </w:r>
      <w:r w:rsidR="00DE313F">
        <w:t xml:space="preserve">, </w:t>
      </w:r>
      <w:r w:rsidRPr="003D2FAA">
        <w:t>par hasard</w:t>
      </w:r>
      <w:r w:rsidR="00DE313F">
        <w:t xml:space="preserve">, </w:t>
      </w:r>
      <w:r w:rsidRPr="003D2FAA">
        <w:t>malade</w:t>
      </w:r>
      <w:r w:rsidR="00DE313F">
        <w:t>…</w:t>
      </w:r>
    </w:p>
    <w:p w14:paraId="68557B0C" w14:textId="77777777" w:rsidR="00DE313F" w:rsidRDefault="0074134D" w:rsidP="0074134D">
      <w:r w:rsidRPr="003D2FAA">
        <w:t>Les yeux sans regard</w:t>
      </w:r>
      <w:r w:rsidR="00DE313F">
        <w:t xml:space="preserve">, </w:t>
      </w:r>
      <w:r w:rsidRPr="003D2FAA">
        <w:t>vaguant dans sa chambre</w:t>
      </w:r>
      <w:r w:rsidR="00DE313F">
        <w:t xml:space="preserve">, </w:t>
      </w:r>
      <w:r w:rsidRPr="003D2FAA">
        <w:t>Lori se grattait continuellement le front avec ses doigts nerveux</w:t>
      </w:r>
      <w:r w:rsidR="00DE313F">
        <w:t xml:space="preserve">, </w:t>
      </w:r>
      <w:r w:rsidRPr="003D2FAA">
        <w:t>comme pour réveiller son esprit de la torpeur angoissée dans laquelle il était tombé</w:t>
      </w:r>
      <w:r w:rsidR="00DE313F">
        <w:t xml:space="preserve">. </w:t>
      </w:r>
      <w:r w:rsidRPr="003D2FAA">
        <w:t>Ne sachant plus que penser</w:t>
      </w:r>
      <w:r w:rsidR="00DE313F">
        <w:t xml:space="preserve">, </w:t>
      </w:r>
      <w:r w:rsidRPr="003D2FAA">
        <w:t>son âme douloureuse examinait</w:t>
      </w:r>
      <w:r w:rsidR="00DE313F">
        <w:t xml:space="preserve">, </w:t>
      </w:r>
      <w:r w:rsidRPr="003D2FAA">
        <w:t>examinait sans fin le passé</w:t>
      </w:r>
      <w:r w:rsidR="00DE313F">
        <w:t>…</w:t>
      </w:r>
    </w:p>
    <w:p w14:paraId="6CA32166" w14:textId="77777777" w:rsidR="00DE313F" w:rsidRDefault="0074134D" w:rsidP="0074134D">
      <w:r w:rsidRPr="003D2FAA">
        <w:t>Tout à coup</w:t>
      </w:r>
      <w:r w:rsidR="00DE313F">
        <w:t xml:space="preserve">, </w:t>
      </w:r>
      <w:r w:rsidRPr="003D2FAA">
        <w:t>sans savoir pourquoi</w:t>
      </w:r>
      <w:r w:rsidR="00DE313F">
        <w:t xml:space="preserve">, </w:t>
      </w:r>
      <w:r w:rsidRPr="003D2FAA">
        <w:t>sa pensée s</w:t>
      </w:r>
      <w:r w:rsidR="00DE313F">
        <w:t>’</w:t>
      </w:r>
      <w:r w:rsidRPr="003D2FAA">
        <w:t>arrêta sur un souvenir lointain</w:t>
      </w:r>
      <w:r w:rsidR="00DE313F">
        <w:t xml:space="preserve">, </w:t>
      </w:r>
      <w:r w:rsidRPr="003D2FAA">
        <w:t>sur le plus triste souvenir de sa vie</w:t>
      </w:r>
      <w:r w:rsidR="00DE313F">
        <w:t xml:space="preserve">. </w:t>
      </w:r>
      <w:r w:rsidRPr="003D2FAA">
        <w:t>En une nuit funeste</w:t>
      </w:r>
      <w:r w:rsidR="00DE313F">
        <w:t xml:space="preserve">, </w:t>
      </w:r>
      <w:r w:rsidRPr="003D2FAA">
        <w:t>quatre cierges brûlaient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la face enfouie au bord du lit sur lequel gisait Silvia morte</w:t>
      </w:r>
      <w:r w:rsidR="00DE313F">
        <w:t xml:space="preserve">, </w:t>
      </w:r>
      <w:r w:rsidRPr="003D2FAA">
        <w:t xml:space="preserve">Marco </w:t>
      </w:r>
      <w:proofErr w:type="spellStart"/>
      <w:r w:rsidRPr="003D2FAA">
        <w:t>Verona</w:t>
      </w:r>
      <w:proofErr w:type="spellEnd"/>
      <w:r w:rsidRPr="003D2FAA">
        <w:t xml:space="preserve"> pleurait</w:t>
      </w:r>
      <w:r w:rsidR="00DE313F">
        <w:t>.</w:t>
      </w:r>
    </w:p>
    <w:p w14:paraId="7DA01205" w14:textId="77777777" w:rsidR="00DE313F" w:rsidRDefault="0074134D" w:rsidP="0074134D">
      <w:r w:rsidRPr="003D2FAA">
        <w:t>Ce fut comme si en son âme obscurcie ces cierges se me</w:t>
      </w:r>
      <w:r w:rsidRPr="003D2FAA">
        <w:t>t</w:t>
      </w:r>
      <w:r w:rsidRPr="003D2FAA">
        <w:t>taient à vibrer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ils généraient un éclair livide qui écla</w:t>
      </w:r>
      <w:r w:rsidRPr="003D2FAA">
        <w:t>i</w:t>
      </w:r>
      <w:r w:rsidRPr="003D2FAA">
        <w:t>rait</w:t>
      </w:r>
      <w:r w:rsidR="00DE313F">
        <w:t xml:space="preserve">, </w:t>
      </w:r>
      <w:r w:rsidRPr="003D2FAA">
        <w:t>illuminait horriblement toute sa vie depuis le premier jour où Silvia</w:t>
      </w:r>
      <w:r w:rsidR="00DE313F">
        <w:t xml:space="preserve">, </w:t>
      </w:r>
      <w:r w:rsidRPr="003D2FAA">
        <w:t xml:space="preserve">accompagnée de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était venue devant lui</w:t>
      </w:r>
      <w:r w:rsidR="00DE313F">
        <w:t>.</w:t>
      </w:r>
    </w:p>
    <w:p w14:paraId="355F6C31" w14:textId="77777777" w:rsidR="00DE313F" w:rsidRDefault="0074134D" w:rsidP="0074134D">
      <w:r w:rsidRPr="003D2FAA">
        <w:t>Il sentit ses jambes se dérober sous lui</w:t>
      </w:r>
      <w:r w:rsidR="00DE313F">
        <w:t xml:space="preserve"> ; </w:t>
      </w:r>
      <w:r w:rsidRPr="003D2FAA">
        <w:t>il lui sembla que toute la pièce girait autour de son être</w:t>
      </w:r>
      <w:r w:rsidR="00DE313F">
        <w:t xml:space="preserve"> ; </w:t>
      </w:r>
      <w:r w:rsidRPr="003D2FAA">
        <w:t>il cacha son visage dans ses mains</w:t>
      </w:r>
      <w:r w:rsidR="00DE313F">
        <w:t xml:space="preserve">, </w:t>
      </w:r>
      <w:r w:rsidRPr="003D2FAA">
        <w:t>retiré tout entier en lui-même</w:t>
      </w:r>
      <w:r w:rsidR="00DE313F">
        <w:t>.</w:t>
      </w:r>
    </w:p>
    <w:p w14:paraId="5C91CA78" w14:textId="77777777" w:rsidR="00DE313F" w:rsidRDefault="0074134D" w:rsidP="0074134D">
      <w:r w:rsidRPr="003D2FAA">
        <w:t>Serait-ce possible</w:t>
      </w:r>
      <w:r w:rsidR="00DE313F">
        <w:t xml:space="preserve"> ? </w:t>
      </w:r>
      <w:r w:rsidRPr="003D2FAA">
        <w:t>Serait-ce possible</w:t>
      </w:r>
      <w:r w:rsidR="00DE313F">
        <w:t xml:space="preserve"> ? </w:t>
      </w:r>
      <w:r w:rsidRPr="003D2FAA">
        <w:t>Il leva les yeux sur le portrait de sa femme</w:t>
      </w:r>
      <w:r w:rsidR="00DE313F">
        <w:t xml:space="preserve">, </w:t>
      </w:r>
      <w:r w:rsidRPr="003D2FAA">
        <w:t>presque épouvanté de ce qui se passait en lui-même</w:t>
      </w:r>
      <w:r w:rsidR="00DE313F">
        <w:t xml:space="preserve"> ; </w:t>
      </w:r>
      <w:r w:rsidRPr="003D2FAA">
        <w:t>puis il défia ce portrait du regard en serrant les poings</w:t>
      </w:r>
      <w:r w:rsidR="00DE313F">
        <w:t xml:space="preserve">, </w:t>
      </w:r>
      <w:r w:rsidRPr="003D2FAA">
        <w:t>et toute sa face se contractant dans une expression d</w:t>
      </w:r>
      <w:r w:rsidR="00DE313F">
        <w:t>’</w:t>
      </w:r>
      <w:r w:rsidRPr="003D2FAA">
        <w:t>effroi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horreur et de haine</w:t>
      </w:r>
      <w:r w:rsidR="00DE313F">
        <w:t> :</w:t>
      </w:r>
    </w:p>
    <w:p w14:paraId="12AEBAB0" w14:textId="77777777" w:rsidR="00DE313F" w:rsidRDefault="00DE313F" w:rsidP="0074134D">
      <w:r>
        <w:lastRenderedPageBreak/>
        <w:t>— </w:t>
      </w:r>
      <w:r w:rsidR="0074134D" w:rsidRPr="003D2FAA">
        <w:t>Toi</w:t>
      </w:r>
      <w:r>
        <w:t xml:space="preserve"> ? </w:t>
      </w:r>
      <w:r w:rsidR="0074134D" w:rsidRPr="003D2FAA">
        <w:t>Toi</w:t>
      </w:r>
      <w:r>
        <w:t xml:space="preserve"> ? </w:t>
      </w:r>
      <w:r w:rsidR="0074134D" w:rsidRPr="003D2FAA">
        <w:t>dit-il</w:t>
      </w:r>
      <w:r>
        <w:t>.</w:t>
      </w:r>
    </w:p>
    <w:p w14:paraId="3449B4B3" w14:textId="77777777" w:rsidR="00DE313F" w:rsidRDefault="0074134D" w:rsidP="0074134D">
      <w:r w:rsidRPr="003D2FAA">
        <w:t>Elle l</w:t>
      </w:r>
      <w:r w:rsidR="00DE313F">
        <w:t>’</w:t>
      </w:r>
      <w:r w:rsidRPr="003D2FAA">
        <w:t>avait trompé plus que tous</w:t>
      </w:r>
      <w:r w:rsidR="00DE313F">
        <w:t> !</w:t>
      </w:r>
    </w:p>
    <w:p w14:paraId="1F2FAE57" w14:textId="77777777" w:rsidR="00DE313F" w:rsidRDefault="0074134D" w:rsidP="0074134D">
      <w:r w:rsidRPr="003D2FAA">
        <w:t>C</w:t>
      </w:r>
      <w:r w:rsidR="00DE313F">
        <w:t>’</w:t>
      </w:r>
      <w:r w:rsidRPr="003D2FAA">
        <w:t>était pourquoi</w:t>
      </w:r>
      <w:r w:rsidR="00DE313F">
        <w:t xml:space="preserve">, </w:t>
      </w:r>
      <w:r w:rsidRPr="003D2FAA">
        <w:t>peut-être</w:t>
      </w:r>
      <w:r w:rsidR="00DE313F">
        <w:t xml:space="preserve">, </w:t>
      </w:r>
      <w:r w:rsidRPr="003D2FAA">
        <w:t>plus tard</w:t>
      </w:r>
      <w:r w:rsidR="00DE313F">
        <w:t xml:space="preserve">, </w:t>
      </w:r>
      <w:r w:rsidRPr="003D2FAA">
        <w:t>son repentir avait été sincère</w:t>
      </w:r>
      <w:r w:rsidR="00DE313F">
        <w:t xml:space="preserve">. </w:t>
      </w:r>
      <w:r w:rsidRPr="003D2FAA">
        <w:t xml:space="preserve">Mais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non</w:t>
      </w:r>
      <w:r w:rsidR="00DE313F">
        <w:t xml:space="preserve">… </w:t>
      </w:r>
      <w:proofErr w:type="spellStart"/>
      <w:r w:rsidRPr="003D2FAA">
        <w:t>Verona</w:t>
      </w:r>
      <w:proofErr w:type="spellEnd"/>
      <w:r w:rsidR="00DE313F">
        <w:t xml:space="preserve">, </w:t>
      </w:r>
      <w:r w:rsidRPr="003D2FAA">
        <w:t>non</w:t>
      </w:r>
      <w:r w:rsidR="00DE313F">
        <w:t xml:space="preserve">… </w:t>
      </w:r>
      <w:r w:rsidRPr="003D2FAA">
        <w:t>Celui-là venait dans sa maison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dans sa maison</w:t>
      </w:r>
      <w:r w:rsidR="00DE313F">
        <w:t xml:space="preserve">, </w:t>
      </w:r>
      <w:r w:rsidRPr="003D2FAA">
        <w:t>et comme un maître</w:t>
      </w:r>
      <w:r w:rsidR="00DE313F">
        <w:t xml:space="preserve">, </w:t>
      </w:r>
      <w:r w:rsidRPr="003D2FAA">
        <w:t>et</w:t>
      </w:r>
      <w:r w:rsidR="00DE313F">
        <w:t xml:space="preserve">… </w:t>
      </w:r>
      <w:r w:rsidRPr="003D2FAA">
        <w:t>mais oui</w:t>
      </w:r>
      <w:r w:rsidR="00DE313F">
        <w:t xml:space="preserve"> ! </w:t>
      </w:r>
      <w:r w:rsidRPr="003D2FAA">
        <w:t>Peut-être soupçonnait-il qu</w:t>
      </w:r>
      <w:r w:rsidR="00DE313F">
        <w:t>’</w:t>
      </w:r>
      <w:r w:rsidRPr="003D2FAA">
        <w:t>il savait tout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avait feint de ne s</w:t>
      </w:r>
      <w:r w:rsidR="00DE313F">
        <w:t>’</w:t>
      </w:r>
      <w:r w:rsidRPr="003D2FAA">
        <w:t>apercevoir de rien par vil calcul d</w:t>
      </w:r>
      <w:r w:rsidR="00DE313F">
        <w:t>’</w:t>
      </w:r>
      <w:r w:rsidRPr="003D2FAA">
        <w:t>intérêt</w:t>
      </w:r>
      <w:r w:rsidR="00DE313F">
        <w:t> !…</w:t>
      </w:r>
    </w:p>
    <w:p w14:paraId="4B17935D" w14:textId="77777777" w:rsidR="00DE313F" w:rsidRDefault="0074134D" w:rsidP="0074134D">
      <w:r w:rsidRPr="003D2FAA">
        <w:t>Lorsque cette odieuse pensée traversa son esprit</w:t>
      </w:r>
      <w:r w:rsidR="00DE313F">
        <w:t xml:space="preserve">, </w:t>
      </w:r>
      <w:r w:rsidRPr="003D2FAA">
        <w:t>Martino Lori sentit ses doigts se crisper et ses reins se fendre</w:t>
      </w:r>
      <w:r w:rsidR="00DE313F">
        <w:t xml:space="preserve">. </w:t>
      </w:r>
      <w:r w:rsidRPr="003D2FAA">
        <w:t>Il sauta sur ses pieds</w:t>
      </w:r>
      <w:r w:rsidR="00DE313F">
        <w:t xml:space="preserve">, </w:t>
      </w:r>
      <w:r w:rsidRPr="003D2FAA">
        <w:t>mais un nouveau vertige s</w:t>
      </w:r>
      <w:r w:rsidR="00DE313F">
        <w:t>’</w:t>
      </w:r>
      <w:r w:rsidRPr="003D2FAA">
        <w:t>empara de lui</w:t>
      </w:r>
      <w:r w:rsidR="00DE313F">
        <w:t xml:space="preserve">. </w:t>
      </w:r>
      <w:r w:rsidRPr="003D2FAA">
        <w:t>La c</w:t>
      </w:r>
      <w:r w:rsidRPr="003D2FAA">
        <w:t>o</w:t>
      </w:r>
      <w:r w:rsidRPr="003D2FAA">
        <w:t>lère</w:t>
      </w:r>
      <w:r w:rsidR="00DE313F">
        <w:t xml:space="preserve">, </w:t>
      </w:r>
      <w:r w:rsidRPr="003D2FAA">
        <w:t>la douleur explosèrent en des pleurs convulsifs et furieux</w:t>
      </w:r>
      <w:r w:rsidR="00DE313F">
        <w:t xml:space="preserve">. </w:t>
      </w:r>
      <w:r w:rsidRPr="003D2FAA">
        <w:t>À bout de forces et comme aboli</w:t>
      </w:r>
      <w:r w:rsidR="00DE313F">
        <w:t xml:space="preserve">, </w:t>
      </w:r>
      <w:r w:rsidRPr="003D2FAA">
        <w:t>il se ressaisit enfin</w:t>
      </w:r>
      <w:r w:rsidR="00DE313F">
        <w:t>.</w:t>
      </w:r>
    </w:p>
    <w:p w14:paraId="799C7D54" w14:textId="77777777" w:rsidR="00DE313F" w:rsidRDefault="0074134D" w:rsidP="0074134D">
      <w:r w:rsidRPr="003D2FAA">
        <w:t>Il lui avait fallu plus de vingt ans pour comprendre</w:t>
      </w:r>
      <w:r w:rsidR="00DE313F">
        <w:t xml:space="preserve"> ! </w:t>
      </w:r>
      <w:r w:rsidRPr="003D2FAA">
        <w:t>Et il n</w:t>
      </w:r>
      <w:r w:rsidR="00DE313F">
        <w:t>’</w:t>
      </w:r>
      <w:r w:rsidRPr="003D2FAA">
        <w:t>aurait pas compris</w:t>
      </w:r>
      <w:r w:rsidR="00DE313F">
        <w:t xml:space="preserve">, </w:t>
      </w:r>
      <w:r w:rsidRPr="003D2FAA">
        <w:t>si ces gens</w:t>
      </w:r>
      <w:r w:rsidR="00DE313F">
        <w:t xml:space="preserve">, </w:t>
      </w:r>
      <w:r w:rsidRPr="003D2FAA">
        <w:t>avec leur froideur</w:t>
      </w:r>
      <w:r w:rsidR="00DE313F">
        <w:t xml:space="preserve">, </w:t>
      </w:r>
      <w:r w:rsidRPr="003D2FAA">
        <w:t>avec leur dédaigneux mépris</w:t>
      </w:r>
      <w:r w:rsidR="00DE313F">
        <w:t xml:space="preserve">, </w:t>
      </w:r>
      <w:r w:rsidRPr="003D2FAA">
        <w:t>ne lui avaient pas démontré</w:t>
      </w:r>
      <w:r w:rsidR="00DE313F">
        <w:t xml:space="preserve">, </w:t>
      </w:r>
      <w:r w:rsidRPr="003D2FAA">
        <w:t>ne lui avaient pas dit presque clairement</w:t>
      </w:r>
      <w:r w:rsidR="00DE313F">
        <w:t xml:space="preserve">… </w:t>
      </w:r>
      <w:r w:rsidRPr="003D2FAA">
        <w:t>Que faire après tant d</w:t>
      </w:r>
      <w:r w:rsidR="00DE313F">
        <w:t>’</w:t>
      </w:r>
      <w:r w:rsidRPr="003D2FAA">
        <w:t>années</w:t>
      </w:r>
      <w:r w:rsidR="00DE313F">
        <w:t> ?</w:t>
      </w:r>
    </w:p>
    <w:p w14:paraId="06692CF9" w14:textId="77777777" w:rsidR="00DE313F" w:rsidRDefault="0074134D" w:rsidP="0074134D">
      <w:r w:rsidRPr="003D2FAA">
        <w:t>Maintenant que tout était consommé</w:t>
      </w:r>
      <w:r w:rsidR="00DE313F">
        <w:t xml:space="preserve">, </w:t>
      </w:r>
      <w:r w:rsidRPr="003D2FAA">
        <w:t>de cette façon</w:t>
      </w:r>
      <w:r w:rsidR="00DE313F">
        <w:t xml:space="preserve">, </w:t>
      </w:r>
      <w:r w:rsidRPr="003D2FAA">
        <w:t>d</w:t>
      </w:r>
      <w:r w:rsidRPr="003D2FAA">
        <w:t>e</w:t>
      </w:r>
      <w:r w:rsidRPr="003D2FAA">
        <w:t>puis quelque temps déjà</w:t>
      </w:r>
      <w:r w:rsidR="00DE313F">
        <w:t xml:space="preserve">, </w:t>
      </w:r>
      <w:r w:rsidRPr="003D2FAA">
        <w:t>en silence</w:t>
      </w:r>
      <w:r w:rsidR="00DE313F">
        <w:t xml:space="preserve">… </w:t>
      </w:r>
      <w:r w:rsidRPr="003D2FAA">
        <w:t>avec politesse</w:t>
      </w:r>
      <w:r w:rsidR="00DE313F">
        <w:t xml:space="preserve">, </w:t>
      </w:r>
      <w:r w:rsidRPr="003D2FAA">
        <w:t>comme il est d</w:t>
      </w:r>
      <w:r w:rsidR="00DE313F">
        <w:t>’</w:t>
      </w:r>
      <w:r w:rsidRPr="003D2FAA">
        <w:t>usage entre gens bien élevés</w:t>
      </w:r>
      <w:r w:rsidR="00DE313F">
        <w:t xml:space="preserve">, </w:t>
      </w:r>
      <w:r w:rsidRPr="003D2FAA">
        <w:t>entre gens qui savent agir d</w:t>
      </w:r>
      <w:r w:rsidR="00DE313F">
        <w:t>’</w:t>
      </w:r>
      <w:r w:rsidRPr="003D2FAA">
        <w:t>une manière correcte</w:t>
      </w:r>
      <w:r w:rsidR="00DE313F">
        <w:t>.</w:t>
      </w:r>
    </w:p>
    <w:p w14:paraId="6975F5A9" w14:textId="77777777" w:rsidR="00DE313F" w:rsidRDefault="0074134D" w:rsidP="0074134D">
      <w:r w:rsidRPr="003D2FAA">
        <w:t>Ne le lui avaient-ils pas laissé entendre avec toute la bonne grâce possible</w:t>
      </w:r>
      <w:r w:rsidR="00DE313F">
        <w:t xml:space="preserve">, </w:t>
      </w:r>
      <w:r w:rsidRPr="003D2FAA">
        <w:t>que</w:t>
      </w:r>
      <w:r w:rsidR="00DE313F">
        <w:t xml:space="preserve">, </w:t>
      </w:r>
      <w:r w:rsidRPr="003D2FAA">
        <w:t>désormais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avait plus de rôle à jouer</w:t>
      </w:r>
      <w:r w:rsidR="00DE313F">
        <w:t xml:space="preserve"> ? </w:t>
      </w:r>
      <w:r w:rsidRPr="003D2FAA">
        <w:t>Il avait joué le rôle du mari</w:t>
      </w:r>
      <w:r w:rsidR="00DE313F">
        <w:t xml:space="preserve">, </w:t>
      </w:r>
      <w:r w:rsidRPr="003D2FAA">
        <w:t>puis celui du père</w:t>
      </w:r>
      <w:r w:rsidR="00DE313F">
        <w:t xml:space="preserve">… </w:t>
      </w:r>
      <w:r w:rsidRPr="003D2FAA">
        <w:t>cela suffisait maintenant</w:t>
      </w:r>
      <w:r w:rsidR="00DE313F">
        <w:t xml:space="preserve"> ; </w:t>
      </w:r>
      <w:r w:rsidRPr="003D2FAA">
        <w:t>à cette heure</w:t>
      </w:r>
      <w:r w:rsidR="00DE313F">
        <w:t xml:space="preserve">, </w:t>
      </w:r>
      <w:r w:rsidRPr="003D2FAA">
        <w:t>on n</w:t>
      </w:r>
      <w:r w:rsidR="00DE313F">
        <w:t>’</w:t>
      </w:r>
      <w:r w:rsidRPr="003D2FAA">
        <w:t>avait plus besoin de lui</w:t>
      </w:r>
      <w:r w:rsidR="00DE313F">
        <w:t xml:space="preserve">, </w:t>
      </w:r>
      <w:r w:rsidRPr="003D2FAA">
        <w:t>puisque</w:t>
      </w:r>
      <w:r w:rsidR="00DE313F">
        <w:t xml:space="preserve">, </w:t>
      </w:r>
      <w:r w:rsidRPr="003D2FAA">
        <w:t>tous les trois</w:t>
      </w:r>
      <w:r w:rsidR="00DE313F">
        <w:t xml:space="preserve">, </w:t>
      </w:r>
      <w:r w:rsidRPr="003D2FAA">
        <w:t>ils s</w:t>
      </w:r>
      <w:r w:rsidR="00DE313F">
        <w:t>’</w:t>
      </w:r>
      <w:r w:rsidRPr="003D2FAA">
        <w:t>entendaient si bien</w:t>
      </w:r>
      <w:r w:rsidR="00DE313F">
        <w:t>.</w:t>
      </w:r>
    </w:p>
    <w:p w14:paraId="5384C9EC" w14:textId="77777777" w:rsidR="00DE313F" w:rsidRDefault="0074134D" w:rsidP="0074134D">
      <w:r w:rsidRPr="003D2FAA">
        <w:lastRenderedPageBreak/>
        <w:t>La moins scélérate d</w:t>
      </w:r>
      <w:r w:rsidR="00DE313F">
        <w:t>’</w:t>
      </w:r>
      <w:r w:rsidRPr="003D2FAA">
        <w:t>eux tous</w:t>
      </w:r>
      <w:r w:rsidR="00DE313F">
        <w:t xml:space="preserve">, </w:t>
      </w:r>
      <w:r w:rsidRPr="003D2FAA">
        <w:t>la moins perfide peut-être</w:t>
      </w:r>
      <w:r w:rsidR="00DE313F">
        <w:t xml:space="preserve">, </w:t>
      </w:r>
      <w:r w:rsidRPr="003D2FAA">
        <w:t>avait été celle qui s</w:t>
      </w:r>
      <w:r w:rsidR="00DE313F">
        <w:t>’</w:t>
      </w:r>
      <w:r w:rsidRPr="003D2FAA">
        <w:t>était repentie tout de suite après la faute</w:t>
      </w:r>
      <w:r w:rsidR="00DE313F">
        <w:t xml:space="preserve">, </w:t>
      </w:r>
      <w:r w:rsidRPr="003D2FAA">
        <w:t>et qui était morte</w:t>
      </w:r>
      <w:r w:rsidR="00DE313F">
        <w:t>…</w:t>
      </w:r>
    </w:p>
    <w:p w14:paraId="37189DD5" w14:textId="77777777" w:rsidR="00DE313F" w:rsidRDefault="0074134D" w:rsidP="0074134D">
      <w:r w:rsidRPr="003D2FAA">
        <w:t>Et Martino Lori</w:t>
      </w:r>
      <w:r w:rsidR="00DE313F">
        <w:t xml:space="preserve">, </w:t>
      </w:r>
      <w:r w:rsidRPr="003D2FAA">
        <w:t>ce soir-là</w:t>
      </w:r>
      <w:r w:rsidR="00DE313F">
        <w:t xml:space="preserve">, </w:t>
      </w:r>
      <w:r w:rsidRPr="003D2FAA">
        <w:t>comme tous les soirs</w:t>
      </w:r>
      <w:r w:rsidR="00DE313F">
        <w:t xml:space="preserve">, </w:t>
      </w:r>
      <w:r w:rsidRPr="003D2FAA">
        <w:t>suivant sa vieille habitude</w:t>
      </w:r>
      <w:r w:rsidR="00DE313F">
        <w:t xml:space="preserve">, </w:t>
      </w:r>
      <w:r w:rsidRPr="003D2FAA">
        <w:t>se trouva sur la voie qui conduisait au cim</w:t>
      </w:r>
      <w:r w:rsidRPr="003D2FAA">
        <w:t>e</w:t>
      </w:r>
      <w:r w:rsidRPr="003D2FAA">
        <w:t>tière</w:t>
      </w:r>
      <w:r w:rsidR="00DE313F">
        <w:t xml:space="preserve">. </w:t>
      </w:r>
      <w:r w:rsidRPr="003D2FAA">
        <w:t>Il s</w:t>
      </w:r>
      <w:r w:rsidR="00DE313F">
        <w:t>’</w:t>
      </w:r>
      <w:r w:rsidRPr="003D2FAA">
        <w:t>arrêta sombre et perplexe</w:t>
      </w:r>
      <w:r w:rsidR="00DE313F">
        <w:t xml:space="preserve">. </w:t>
      </w:r>
      <w:r w:rsidRPr="003D2FAA">
        <w:t>Devait-il aller de l</w:t>
      </w:r>
      <w:r w:rsidR="00DE313F">
        <w:t>’</w:t>
      </w:r>
      <w:r w:rsidRPr="003D2FAA">
        <w:t>avant ou retourner en arrière</w:t>
      </w:r>
      <w:r w:rsidR="00DE313F">
        <w:t xml:space="preserve"> ? </w:t>
      </w:r>
      <w:r w:rsidRPr="003D2FAA">
        <w:t>Il pensa aux plantes que</w:t>
      </w:r>
      <w:r w:rsidR="00DE313F">
        <w:t xml:space="preserve">, </w:t>
      </w:r>
      <w:r w:rsidRPr="003D2FAA">
        <w:t>depuis tant d</w:t>
      </w:r>
      <w:r w:rsidR="00DE313F">
        <w:t>’</w:t>
      </w:r>
      <w:r w:rsidRPr="003D2FAA">
        <w:t>années</w:t>
      </w:r>
      <w:r w:rsidR="00DE313F">
        <w:t xml:space="preserve">, </w:t>
      </w:r>
      <w:r w:rsidRPr="003D2FAA">
        <w:t>il soignait avec amour</w:t>
      </w:r>
      <w:r w:rsidR="00DE313F">
        <w:t xml:space="preserve">. </w:t>
      </w:r>
      <w:r w:rsidRPr="003D2FAA">
        <w:t>Là</w:t>
      </w:r>
      <w:r w:rsidR="00DE313F">
        <w:t xml:space="preserve">, </w:t>
      </w:r>
      <w:r w:rsidRPr="003D2FAA">
        <w:t>bientôt</w:t>
      </w:r>
      <w:r w:rsidR="00DE313F">
        <w:t xml:space="preserve">, </w:t>
      </w:r>
      <w:r w:rsidRPr="003D2FAA">
        <w:t>lui aussi repos</w:t>
      </w:r>
      <w:r w:rsidRPr="003D2FAA">
        <w:t>e</w:t>
      </w:r>
      <w:r w:rsidRPr="003D2FAA">
        <w:t>rait</w:t>
      </w:r>
      <w:r w:rsidR="00DE313F">
        <w:t xml:space="preserve">… </w:t>
      </w:r>
      <w:r w:rsidRPr="003D2FAA">
        <w:t>Là-dessous</w:t>
      </w:r>
      <w:r w:rsidR="00DE313F">
        <w:t xml:space="preserve">, </w:t>
      </w:r>
      <w:r w:rsidRPr="003D2FAA">
        <w:t>à côté d</w:t>
      </w:r>
      <w:r w:rsidR="00DE313F">
        <w:t>’</w:t>
      </w:r>
      <w:r w:rsidRPr="003D2FAA">
        <w:t>elle</w:t>
      </w:r>
      <w:r w:rsidR="00DE313F">
        <w:t xml:space="preserve"> ? </w:t>
      </w:r>
      <w:r w:rsidRPr="003D2FAA">
        <w:t>Ah</w:t>
      </w:r>
      <w:r w:rsidR="00DE313F">
        <w:t xml:space="preserve"> !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plus d</w:t>
      </w:r>
      <w:r w:rsidRPr="003D2FAA">
        <w:t>é</w:t>
      </w:r>
      <w:r w:rsidRPr="003D2FAA">
        <w:t>sormais</w:t>
      </w:r>
      <w:r w:rsidR="00DE313F">
        <w:t xml:space="preserve">… </w:t>
      </w:r>
      <w:r w:rsidRPr="003D2FAA">
        <w:t>Et</w:t>
      </w:r>
      <w:r w:rsidR="00DE313F">
        <w:t xml:space="preserve">, </w:t>
      </w:r>
      <w:r w:rsidRPr="003D2FAA">
        <w:t>cependant</w:t>
      </w:r>
      <w:r w:rsidR="00DE313F">
        <w:t xml:space="preserve">, </w:t>
      </w:r>
      <w:r w:rsidRPr="003D2FAA">
        <w:t>comme elle avait pleuré cette femme</w:t>
      </w:r>
      <w:r w:rsidR="00DE313F">
        <w:t xml:space="preserve">, </w:t>
      </w:r>
      <w:r w:rsidRPr="003D2FAA">
        <w:t>en revenant à lui</w:t>
      </w:r>
      <w:r w:rsidR="00DE313F">
        <w:t xml:space="preserve">, </w:t>
      </w:r>
      <w:r w:rsidRPr="003D2FAA">
        <w:t>et de combien d</w:t>
      </w:r>
      <w:r w:rsidR="00DE313F">
        <w:t>’</w:t>
      </w:r>
      <w:r w:rsidRPr="003D2FAA">
        <w:t>affection elle l</w:t>
      </w:r>
      <w:r w:rsidR="00DE313F">
        <w:t>’</w:t>
      </w:r>
      <w:r w:rsidRPr="003D2FAA">
        <w:t>avait entouré</w:t>
      </w:r>
      <w:r w:rsidR="00DE313F">
        <w:t xml:space="preserve">, </w:t>
      </w:r>
      <w:r w:rsidRPr="003D2FAA">
        <w:t>après</w:t>
      </w:r>
      <w:r w:rsidR="00DE313F">
        <w:t xml:space="preserve"> !…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était repentie</w:t>
      </w:r>
      <w:r w:rsidR="00DE313F">
        <w:t xml:space="preserve">… </w:t>
      </w:r>
      <w:r w:rsidRPr="003D2FAA">
        <w:t>À elle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à elle seul</w:t>
      </w:r>
      <w:r w:rsidRPr="003D2FAA">
        <w:t>e</w:t>
      </w:r>
      <w:r w:rsidRPr="003D2FAA">
        <w:t>ment</w:t>
      </w:r>
      <w:r w:rsidR="00DE313F">
        <w:t xml:space="preserve">, </w:t>
      </w:r>
      <w:r w:rsidRPr="003D2FAA">
        <w:t>il pouvait peut-être pardonner</w:t>
      </w:r>
      <w:r w:rsidR="00DE313F">
        <w:t>.</w:t>
      </w:r>
    </w:p>
    <w:p w14:paraId="30AACDD4" w14:textId="77777777" w:rsidR="00DE313F" w:rsidRDefault="0074134D" w:rsidP="0074134D">
      <w:r w:rsidRPr="003D2FAA">
        <w:t>Et Martino Lori reprit le chemin du cimetière</w:t>
      </w:r>
      <w:r w:rsidR="00DE313F">
        <w:t xml:space="preserve">. </w:t>
      </w:r>
      <w:r w:rsidRPr="003D2FAA">
        <w:t>Ce soir</w:t>
      </w:r>
      <w:r w:rsidR="00DE313F">
        <w:t xml:space="preserve">, </w:t>
      </w:r>
      <w:r w:rsidRPr="003D2FAA">
        <w:t>il avait quelque chose de nouveau à dire à la morte</w:t>
      </w:r>
      <w:r w:rsidR="00DE313F">
        <w:t> !</w:t>
      </w:r>
    </w:p>
    <w:p w14:paraId="1D55C62C" w14:textId="466BCD2B" w:rsidR="0074134D" w:rsidRPr="00920F1B" w:rsidRDefault="0074134D" w:rsidP="00DE313F">
      <w:pPr>
        <w:pStyle w:val="Titre1"/>
      </w:pPr>
      <w:bookmarkStart w:id="13" w:name="_Toc193482005"/>
      <w:r w:rsidRPr="00920F1B">
        <w:lastRenderedPageBreak/>
        <w:t>LE VOYAGE</w:t>
      </w:r>
      <w:bookmarkEnd w:id="13"/>
    </w:p>
    <w:p w14:paraId="52B8BEEF" w14:textId="77777777" w:rsidR="00DE313F" w:rsidRDefault="0074134D" w:rsidP="0074134D">
      <w:r w:rsidRPr="003D2FAA">
        <w:t>Depuis treize ans</w:t>
      </w:r>
      <w:r w:rsidR="00DE313F">
        <w:t xml:space="preserve">, </w:t>
      </w:r>
      <w:r w:rsidRPr="003D2FAA">
        <w:t xml:space="preserve">Adriana </w:t>
      </w:r>
      <w:proofErr w:type="spellStart"/>
      <w:r w:rsidRPr="003D2FAA">
        <w:t>Braggi</w:t>
      </w:r>
      <w:proofErr w:type="spellEnd"/>
      <w:r w:rsidRPr="003D2FAA">
        <w:t xml:space="preserve"> ne sortait pas de cette maison vaste</w:t>
      </w:r>
      <w:r w:rsidR="00DE313F">
        <w:t xml:space="preserve">, </w:t>
      </w:r>
      <w:r w:rsidRPr="003D2FAA">
        <w:t>antique et silencieuse comme un cloître où</w:t>
      </w:r>
      <w:r w:rsidR="00DE313F">
        <w:t xml:space="preserve">, </w:t>
      </w:r>
      <w:r w:rsidRPr="003D2FAA">
        <w:t>toute jeune épouse</w:t>
      </w:r>
      <w:r w:rsidR="00DE313F">
        <w:t xml:space="preserve">, </w:t>
      </w:r>
      <w:r w:rsidRPr="003D2FAA">
        <w:t>elle était entrée</w:t>
      </w:r>
      <w:r w:rsidR="00DE313F">
        <w:t xml:space="preserve"> ; </w:t>
      </w:r>
      <w:r w:rsidRPr="003D2FAA">
        <w:t>pas plus qu</w:t>
      </w:r>
      <w:r w:rsidR="00DE313F">
        <w:t>’</w:t>
      </w:r>
      <w:r w:rsidRPr="003D2FAA">
        <w:t>elle ne se montrait par les vitres des fenêtres aux rares gens qui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passaient dans la rue escarpée</w:t>
      </w:r>
      <w:r w:rsidR="00DE313F">
        <w:t xml:space="preserve">, </w:t>
      </w:r>
      <w:r w:rsidRPr="003D2FAA">
        <w:t>toute coupée de marches cro</w:t>
      </w:r>
      <w:r w:rsidRPr="003D2FAA">
        <w:t>u</w:t>
      </w:r>
      <w:r w:rsidRPr="003D2FAA">
        <w:t>lantes</w:t>
      </w:r>
      <w:r w:rsidR="00DE313F">
        <w:t xml:space="preserve">, </w:t>
      </w:r>
      <w:r w:rsidRPr="003D2FAA">
        <w:t>et si solitaire que l</w:t>
      </w:r>
      <w:r w:rsidR="00DE313F">
        <w:t>’</w:t>
      </w:r>
      <w:r w:rsidRPr="003D2FAA">
        <w:t>herbe croissait entre les pierres du pavement par touffes toujours respectées</w:t>
      </w:r>
      <w:r w:rsidR="00DE313F">
        <w:t>.</w:t>
      </w:r>
    </w:p>
    <w:p w14:paraId="4D356902" w14:textId="77777777" w:rsidR="00DE313F" w:rsidRDefault="0074134D" w:rsidP="0074134D">
      <w:r w:rsidRPr="003D2FAA">
        <w:t>À vingt-deux ans</w:t>
      </w:r>
      <w:r w:rsidR="00DE313F">
        <w:t xml:space="preserve">, </w:t>
      </w:r>
      <w:r w:rsidRPr="003D2FAA">
        <w:t>après quatre ans à peine de mariage</w:t>
      </w:r>
      <w:r w:rsidR="00DE313F">
        <w:t xml:space="preserve">, </w:t>
      </w:r>
      <w:proofErr w:type="gramStart"/>
      <w:r w:rsidRPr="003D2FAA">
        <w:t>de par</w:t>
      </w:r>
      <w:proofErr w:type="gramEnd"/>
      <w:r w:rsidRPr="003D2FAA">
        <w:t xml:space="preserve"> la mort de son mari</w:t>
      </w:r>
      <w:r w:rsidR="00DE313F">
        <w:t xml:space="preserve">, </w:t>
      </w:r>
      <w:r w:rsidRPr="003D2FAA">
        <w:t>elle était presque morte elle-même au monde</w:t>
      </w:r>
      <w:r w:rsidR="00DE313F">
        <w:t xml:space="preserve">. </w:t>
      </w:r>
      <w:r w:rsidRPr="003D2FAA">
        <w:t>Elle en avait trente maintenant</w:t>
      </w:r>
      <w:r w:rsidR="00DE313F">
        <w:t xml:space="preserve">, </w:t>
      </w:r>
      <w:r w:rsidRPr="003D2FAA">
        <w:t>et elle était encore v</w:t>
      </w:r>
      <w:r w:rsidRPr="003D2FAA">
        <w:t>ê</w:t>
      </w:r>
      <w:r w:rsidRPr="003D2FAA">
        <w:t>tue de noir comme au premier jour de son malheur</w:t>
      </w:r>
      <w:r w:rsidR="00DE313F">
        <w:t xml:space="preserve">. </w:t>
      </w:r>
      <w:r w:rsidRPr="003D2FAA">
        <w:t>Un fichu de soie noire cachait ses beaux cheveux châtains qui n</w:t>
      </w:r>
      <w:r w:rsidR="00DE313F">
        <w:t>’</w:t>
      </w:r>
      <w:r w:rsidRPr="003D2FAA">
        <w:t>étaient plus coiffés avec art</w:t>
      </w:r>
      <w:r w:rsidR="00DE313F">
        <w:t xml:space="preserve">, </w:t>
      </w:r>
      <w:r w:rsidRPr="003D2FAA">
        <w:t>mais simplement séparés en deux bandeaux et noués sur la nuque</w:t>
      </w:r>
      <w:r w:rsidR="00DE313F">
        <w:t>.</w:t>
      </w:r>
    </w:p>
    <w:p w14:paraId="488B99A1" w14:textId="77777777" w:rsidR="00DE313F" w:rsidRDefault="0074134D" w:rsidP="0074134D">
      <w:r w:rsidRPr="003D2FAA">
        <w:t>Une sérénité douce et triste souriait cependant sur son d</w:t>
      </w:r>
      <w:r w:rsidRPr="003D2FAA">
        <w:t>é</w:t>
      </w:r>
      <w:r w:rsidRPr="003D2FAA">
        <w:t>licat visage envahi par une constante pâleur due à la longue et étroite clôture</w:t>
      </w:r>
      <w:r w:rsidR="00DE313F">
        <w:t>.</w:t>
      </w:r>
    </w:p>
    <w:p w14:paraId="22C3E937" w14:textId="77777777" w:rsidR="00DE313F" w:rsidRDefault="0074134D" w:rsidP="0074134D">
      <w:r w:rsidRPr="003D2FAA">
        <w:t>De cette claustration personne ne s</w:t>
      </w:r>
      <w:r w:rsidR="00DE313F">
        <w:t>’</w:t>
      </w:r>
      <w:r w:rsidRPr="003D2FAA">
        <w:t>étonnait dans cette ville haut perchée de l</w:t>
      </w:r>
      <w:r w:rsidR="00DE313F">
        <w:t>’</w:t>
      </w:r>
      <w:r w:rsidRPr="003D2FAA">
        <w:t>intérieur de la Sicile</w:t>
      </w:r>
      <w:r w:rsidR="00DE313F">
        <w:t xml:space="preserve">, </w:t>
      </w:r>
      <w:r w:rsidRPr="003D2FAA">
        <w:t>où c</w:t>
      </w:r>
      <w:r w:rsidR="00DE313F">
        <w:t>’</w:t>
      </w:r>
      <w:r w:rsidRPr="003D2FAA">
        <w:t>était tout juste si les rigides coutumes traditionnelles n</w:t>
      </w:r>
      <w:r w:rsidR="00DE313F">
        <w:t>’</w:t>
      </w:r>
      <w:r w:rsidRPr="003D2FAA">
        <w:t>obligeaient pas la femme</w:t>
      </w:r>
      <w:r w:rsidR="00DE313F">
        <w:t xml:space="preserve">, </w:t>
      </w:r>
      <w:r w:rsidRPr="003D2FAA">
        <w:t>j</w:t>
      </w:r>
      <w:r w:rsidRPr="003D2FAA">
        <w:t>a</w:t>
      </w:r>
      <w:r w:rsidRPr="003D2FAA">
        <w:t>lousement enfermée</w:t>
      </w:r>
      <w:r w:rsidR="00DE313F">
        <w:t xml:space="preserve">, </w:t>
      </w:r>
      <w:r w:rsidRPr="003D2FAA">
        <w:t>à suivre son mari dans la tombe</w:t>
      </w:r>
      <w:r w:rsidR="00DE313F">
        <w:t xml:space="preserve">. </w:t>
      </w:r>
      <w:r w:rsidRPr="003D2FAA">
        <w:t>Les veuves devaient demeurer ainsi closes en un deuil perpétuel dans leur maison</w:t>
      </w:r>
      <w:r w:rsidR="00DE313F">
        <w:t xml:space="preserve">, </w:t>
      </w:r>
      <w:r w:rsidRPr="003D2FAA">
        <w:t>et n</w:t>
      </w:r>
      <w:r w:rsidR="00DE313F">
        <w:t>’</w:t>
      </w:r>
      <w:r w:rsidRPr="003D2FAA">
        <w:t>en jamais sortir</w:t>
      </w:r>
      <w:r w:rsidR="00DE313F">
        <w:t xml:space="preserve">, </w:t>
      </w:r>
      <w:r w:rsidRPr="003D2FAA">
        <w:t>sinon en cas d</w:t>
      </w:r>
      <w:r w:rsidR="00DE313F">
        <w:t>’</w:t>
      </w:r>
      <w:r w:rsidRPr="003D2FAA">
        <w:t>urgente nécessité</w:t>
      </w:r>
      <w:r w:rsidR="00DE313F">
        <w:t>.</w:t>
      </w:r>
    </w:p>
    <w:p w14:paraId="53AA346D" w14:textId="77777777" w:rsidR="00DE313F" w:rsidRDefault="0074134D" w:rsidP="0074134D">
      <w:r w:rsidRPr="003D2FAA">
        <w:t>Du reste</w:t>
      </w:r>
      <w:r w:rsidR="00DE313F">
        <w:t xml:space="preserve">, </w:t>
      </w:r>
      <w:r w:rsidRPr="003D2FAA">
        <w:t>les femmes des rares familles aristocratiques</w:t>
      </w:r>
      <w:r w:rsidR="00DE313F">
        <w:t xml:space="preserve">, </w:t>
      </w:r>
      <w:r w:rsidRPr="003D2FAA">
        <w:t>jeunes filles ou mariées</w:t>
      </w:r>
      <w:r w:rsidR="00DE313F">
        <w:t xml:space="preserve">, </w:t>
      </w:r>
      <w:r w:rsidRPr="003D2FAA">
        <w:t>ne se voyaient presque jamais dans les rues</w:t>
      </w:r>
      <w:r w:rsidR="00DE313F">
        <w:t xml:space="preserve"> : </w:t>
      </w:r>
      <w:r w:rsidRPr="003D2FAA">
        <w:t>elles sortaient seulement le dimanche pour aller à la messe</w:t>
      </w:r>
      <w:r w:rsidR="00DE313F">
        <w:t xml:space="preserve">, </w:t>
      </w:r>
      <w:r w:rsidRPr="003D2FAA">
        <w:t>et en quelques rares occasions pour les visites que</w:t>
      </w:r>
      <w:r w:rsidR="00DE313F">
        <w:t xml:space="preserve">, </w:t>
      </w:r>
      <w:r w:rsidRPr="003D2FAA">
        <w:t xml:space="preserve">de </w:t>
      </w:r>
      <w:r w:rsidRPr="003D2FAA">
        <w:lastRenderedPageBreak/>
        <w:t>temps à autre</w:t>
      </w:r>
      <w:r w:rsidR="00DE313F">
        <w:t xml:space="preserve">, </w:t>
      </w:r>
      <w:r w:rsidRPr="003D2FAA">
        <w:t>elles échangeaient entre elles</w:t>
      </w:r>
      <w:r w:rsidR="00DE313F">
        <w:t xml:space="preserve">. </w:t>
      </w:r>
      <w:r w:rsidRPr="003D2FAA">
        <w:t>Elles revêtaient alors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envi</w:t>
      </w:r>
      <w:r w:rsidR="00DE313F">
        <w:t xml:space="preserve">, </w:t>
      </w:r>
      <w:r w:rsidRPr="003D2FAA">
        <w:t>de très riches toilettes à la dernière mode qui v</w:t>
      </w:r>
      <w:r w:rsidRPr="003D2FAA">
        <w:t>e</w:t>
      </w:r>
      <w:r w:rsidRPr="003D2FAA">
        <w:t>naient des premières couturières de Palerme ou de Catane</w:t>
      </w:r>
      <w:r w:rsidR="00DE313F">
        <w:t xml:space="preserve">, </w:t>
      </w:r>
      <w:r w:rsidRPr="003D2FAA">
        <w:t>se couvraient de pierres précieuses et d</w:t>
      </w:r>
      <w:r w:rsidR="00DE313F">
        <w:t>’</w:t>
      </w:r>
      <w:r w:rsidRPr="003D2FAA">
        <w:t>or</w:t>
      </w:r>
      <w:r w:rsidR="00DE313F">
        <w:t xml:space="preserve">, </w:t>
      </w:r>
      <w:r w:rsidRPr="003D2FAA">
        <w:t>non par coquetterie</w:t>
      </w:r>
      <w:r w:rsidR="00DE313F">
        <w:t xml:space="preserve">, </w:t>
      </w:r>
      <w:r w:rsidRPr="003D2FAA">
        <w:t>car elles marchaient sérieuses</w:t>
      </w:r>
      <w:r w:rsidR="00DE313F">
        <w:t xml:space="preserve">, </w:t>
      </w:r>
      <w:r w:rsidRPr="003D2FAA">
        <w:t>rougissantes</w:t>
      </w:r>
      <w:r w:rsidR="00DE313F">
        <w:t xml:space="preserve">, </w:t>
      </w:r>
      <w:r w:rsidRPr="003D2FAA">
        <w:t>les yeux baissés et très contraintes</w:t>
      </w:r>
      <w:r w:rsidR="00DE313F">
        <w:t xml:space="preserve">, </w:t>
      </w:r>
      <w:r w:rsidRPr="003D2FAA">
        <w:t>à côté de leur mari</w:t>
      </w:r>
      <w:r w:rsidR="00DE313F">
        <w:t xml:space="preserve">, </w:t>
      </w:r>
      <w:r w:rsidRPr="003D2FAA">
        <w:t>de leur père ou de leur frère a</w:t>
      </w:r>
      <w:r w:rsidRPr="003D2FAA">
        <w:t>î</w:t>
      </w:r>
      <w:r w:rsidRPr="003D2FAA">
        <w:t>né</w:t>
      </w:r>
      <w:r w:rsidR="00DE313F">
        <w:t xml:space="preserve">. </w:t>
      </w:r>
      <w:r w:rsidRPr="003D2FAA">
        <w:t>Cette somptuosité était presque obligatoire</w:t>
      </w:r>
      <w:r w:rsidR="00DE313F">
        <w:t xml:space="preserve"> ; </w:t>
      </w:r>
      <w:r w:rsidRPr="003D2FAA">
        <w:t>ces visites et ces quelques pas jusqu</w:t>
      </w:r>
      <w:r w:rsidR="00DE313F">
        <w:t>’</w:t>
      </w:r>
      <w:r w:rsidRPr="003D2FAA">
        <w:t>à l</w:t>
      </w:r>
      <w:r w:rsidR="00DE313F">
        <w:t>’</w:t>
      </w:r>
      <w:r w:rsidRPr="003D2FAA">
        <w:t>église constituaient pour elles de vér</w:t>
      </w:r>
      <w:r w:rsidRPr="003D2FAA">
        <w:t>i</w:t>
      </w:r>
      <w:r w:rsidRPr="003D2FAA">
        <w:t>tables et importantes expéditions que l</w:t>
      </w:r>
      <w:r w:rsidR="00DE313F">
        <w:t>’</w:t>
      </w:r>
      <w:r w:rsidRPr="003D2FAA">
        <w:t>on devait préparer dès la veille</w:t>
      </w:r>
      <w:r w:rsidR="00DE313F">
        <w:t xml:space="preserve">, </w:t>
      </w:r>
      <w:r w:rsidRPr="003D2FAA">
        <w:t>car le prestige de la maison pouvait y perdre</w:t>
      </w:r>
      <w:r w:rsidR="00DE313F">
        <w:t xml:space="preserve"> : </w:t>
      </w:r>
      <w:r w:rsidRPr="003D2FAA">
        <w:t>les hommes s</w:t>
      </w:r>
      <w:r w:rsidR="00DE313F">
        <w:t>’</w:t>
      </w:r>
      <w:r w:rsidRPr="003D2FAA">
        <w:t>en préoccupaient donc</w:t>
      </w:r>
      <w:r w:rsidR="00DE313F">
        <w:t xml:space="preserve">, </w:t>
      </w:r>
      <w:r w:rsidRPr="003D2FAA">
        <w:t>et les plus pointilleux étaient ceux qui tenaient à prouver qu</w:t>
      </w:r>
      <w:r w:rsidR="00DE313F">
        <w:t>’</w:t>
      </w:r>
      <w:r w:rsidRPr="003D2FAA">
        <w:t>ils savaient et pouvaient dépenser bea</w:t>
      </w:r>
      <w:r w:rsidRPr="003D2FAA">
        <w:t>u</w:t>
      </w:r>
      <w:r w:rsidRPr="003D2FAA">
        <w:t>coup pour leurs femmes</w:t>
      </w:r>
      <w:r w:rsidR="00DE313F">
        <w:t>.</w:t>
      </w:r>
    </w:p>
    <w:p w14:paraId="6DFDA9C3" w14:textId="77777777" w:rsidR="00DE313F" w:rsidRDefault="0074134D" w:rsidP="0074134D">
      <w:r w:rsidRPr="003D2FAA">
        <w:t>Toujours soumises et obéissantes</w:t>
      </w:r>
      <w:r w:rsidR="00DE313F">
        <w:t xml:space="preserve">, </w:t>
      </w:r>
      <w:r w:rsidRPr="003D2FAA">
        <w:t>celles-ci se paraient su</w:t>
      </w:r>
      <w:r w:rsidRPr="003D2FAA">
        <w:t>i</w:t>
      </w:r>
      <w:r w:rsidRPr="003D2FAA">
        <w:t>vant leur désir</w:t>
      </w:r>
      <w:r w:rsidR="00DE313F">
        <w:t xml:space="preserve">, </w:t>
      </w:r>
      <w:r w:rsidRPr="003D2FAA">
        <w:t>pour ne pas les faire déchoir dans l</w:t>
      </w:r>
      <w:r w:rsidR="00DE313F">
        <w:t>’</w:t>
      </w:r>
      <w:r w:rsidRPr="003D2FAA">
        <w:t>estime du monde et</w:t>
      </w:r>
      <w:r w:rsidR="00DE313F">
        <w:t xml:space="preserve">, </w:t>
      </w:r>
      <w:r w:rsidRPr="003D2FAA">
        <w:t>après ces brèves sorties de parade</w:t>
      </w:r>
      <w:r w:rsidR="00DE313F">
        <w:t xml:space="preserve">, </w:t>
      </w:r>
      <w:r w:rsidRPr="003D2FAA">
        <w:t>elles retournaient tranquilles à leurs soins domestiques</w:t>
      </w:r>
      <w:r w:rsidR="00DE313F">
        <w:t xml:space="preserve">. </w:t>
      </w:r>
      <w:r w:rsidRPr="003D2FAA">
        <w:t>Épouses</w:t>
      </w:r>
      <w:r w:rsidR="00DE313F">
        <w:t xml:space="preserve">, </w:t>
      </w:r>
      <w:r w:rsidRPr="003D2FAA">
        <w:t>elles s</w:t>
      </w:r>
      <w:r w:rsidR="00DE313F">
        <w:t>’</w:t>
      </w:r>
      <w:r w:rsidRPr="003D2FAA">
        <w:t>attendaient à avoir autant d</w:t>
      </w:r>
      <w:r w:rsidR="00DE313F">
        <w:t>’</w:t>
      </w:r>
      <w:r w:rsidRPr="003D2FAA">
        <w:t>enfants que Dieu leur en enverrait</w:t>
      </w:r>
      <w:r w:rsidR="00DE313F">
        <w:t xml:space="preserve"> : </w:t>
      </w:r>
      <w:r w:rsidRPr="003D2FAA">
        <w:t>c</w:t>
      </w:r>
      <w:r w:rsidR="00DE313F">
        <w:t>’</w:t>
      </w:r>
      <w:r w:rsidRPr="003D2FAA">
        <w:t>était leur croix</w:t>
      </w:r>
      <w:r w:rsidR="00DE313F">
        <w:t xml:space="preserve"> ; </w:t>
      </w:r>
      <w:r w:rsidRPr="003D2FAA">
        <w:t>jeunes filles</w:t>
      </w:r>
      <w:r w:rsidR="00DE313F">
        <w:t xml:space="preserve">, </w:t>
      </w:r>
      <w:r w:rsidRPr="003D2FAA">
        <w:t>elles s</w:t>
      </w:r>
      <w:r w:rsidR="00DE313F">
        <w:t>’</w:t>
      </w:r>
      <w:r w:rsidRPr="003D2FAA">
        <w:t>attendaient à e</w:t>
      </w:r>
      <w:r w:rsidRPr="003D2FAA">
        <w:t>n</w:t>
      </w:r>
      <w:r w:rsidRPr="003D2FAA">
        <w:t>tendre leurs parents leur dire un beau jour</w:t>
      </w:r>
      <w:r w:rsidR="00DE313F">
        <w:t> : « </w:t>
      </w:r>
      <w:r w:rsidRPr="003D2FAA">
        <w:t>Tu épouseras tel jeune homme</w:t>
      </w:r>
      <w:r w:rsidR="00DE313F">
        <w:t xml:space="preserve"> », </w:t>
      </w:r>
      <w:r w:rsidRPr="003D2FAA">
        <w:t>et les hommes acceptaient</w:t>
      </w:r>
      <w:r w:rsidR="00DE313F">
        <w:t xml:space="preserve">, </w:t>
      </w:r>
      <w:r w:rsidRPr="003D2FAA">
        <w:t>calmes et satisfaits</w:t>
      </w:r>
      <w:r w:rsidR="00DE313F">
        <w:t xml:space="preserve">, </w:t>
      </w:r>
      <w:r w:rsidRPr="003D2FAA">
        <w:t>leur animale soumission</w:t>
      </w:r>
      <w:r w:rsidR="00DE313F">
        <w:t>.</w:t>
      </w:r>
    </w:p>
    <w:p w14:paraId="769EBF9B" w14:textId="77777777" w:rsidR="00DE313F" w:rsidRDefault="0074134D" w:rsidP="0074134D">
      <w:r w:rsidRPr="003D2FAA">
        <w:t>Une foi aveugle en une compensation ultra-terrestre po</w:t>
      </w:r>
      <w:r w:rsidRPr="003D2FAA">
        <w:t>u</w:t>
      </w:r>
      <w:r w:rsidRPr="003D2FAA">
        <w:t>vait</w:t>
      </w:r>
      <w:r w:rsidR="00DE313F">
        <w:t xml:space="preserve">, </w:t>
      </w:r>
      <w:r w:rsidRPr="003D2FAA">
        <w:t>seule</w:t>
      </w:r>
      <w:r w:rsidR="00DE313F">
        <w:t xml:space="preserve">, </w:t>
      </w:r>
      <w:r w:rsidRPr="003D2FAA">
        <w:t>leur faire supporter sans désespoir la lente et lourde atmosphère décolorée dans laquelle coulaient leurs jours l</w:t>
      </w:r>
      <w:r w:rsidR="00DE313F">
        <w:t>’</w:t>
      </w:r>
      <w:r w:rsidRPr="003D2FAA">
        <w:t>un après l</w:t>
      </w:r>
      <w:r w:rsidR="00DE313F">
        <w:t>’</w:t>
      </w:r>
      <w:r w:rsidRPr="003D2FAA">
        <w:t>autre et tous pareils dans cette ville de montagne tell</w:t>
      </w:r>
      <w:r w:rsidRPr="003D2FAA">
        <w:t>e</w:t>
      </w:r>
      <w:r w:rsidRPr="003D2FAA">
        <w:t>ment silencieuse qu</w:t>
      </w:r>
      <w:r w:rsidR="00DE313F">
        <w:t>’</w:t>
      </w:r>
      <w:r w:rsidRPr="003D2FAA">
        <w:t>elle semblait presque déserte</w:t>
      </w:r>
      <w:r w:rsidR="00DE313F">
        <w:t xml:space="preserve">, </w:t>
      </w:r>
      <w:r w:rsidRPr="003D2FAA">
        <w:t>sous l</w:t>
      </w:r>
      <w:r w:rsidR="00DE313F">
        <w:t>’</w:t>
      </w:r>
      <w:r w:rsidRPr="003D2FAA">
        <w:t>intense et ardent azur du ciel</w:t>
      </w:r>
      <w:r w:rsidR="00DE313F">
        <w:t xml:space="preserve">, </w:t>
      </w:r>
      <w:r w:rsidRPr="003D2FAA">
        <w:t>avec ses rues mal pavées et resserrées entre de rudimentaires maisons</w:t>
      </w:r>
      <w:r w:rsidR="00DE313F">
        <w:t>.</w:t>
      </w:r>
    </w:p>
    <w:p w14:paraId="2C3F36ED" w14:textId="77777777" w:rsidR="00DE313F" w:rsidRDefault="0074134D" w:rsidP="0074134D">
      <w:r w:rsidRPr="003D2FAA">
        <w:lastRenderedPageBreak/>
        <w:t>Lorsqu</w:t>
      </w:r>
      <w:r w:rsidR="00DE313F">
        <w:t>’</w:t>
      </w:r>
      <w:r w:rsidRPr="003D2FAA">
        <w:t>on s</w:t>
      </w:r>
      <w:r w:rsidR="00DE313F">
        <w:t>’</w:t>
      </w:r>
      <w:r w:rsidRPr="003D2FAA">
        <w:t>avançait jusqu</w:t>
      </w:r>
      <w:r w:rsidR="00DE313F">
        <w:t>’</w:t>
      </w:r>
      <w:r w:rsidRPr="003D2FAA">
        <w:t>au bout de ces ruelles</w:t>
      </w:r>
      <w:r w:rsidR="00DE313F">
        <w:t xml:space="preserve">, </w:t>
      </w:r>
      <w:r w:rsidRPr="003D2FAA">
        <w:t>la vue de l</w:t>
      </w:r>
      <w:r w:rsidR="00DE313F">
        <w:t>’</w:t>
      </w:r>
      <w:r w:rsidRPr="003D2FAA">
        <w:t>ondoyante étendue des terres brûlées par le soufre ou dévorées par le soleil poignait le cœur</w:t>
      </w:r>
      <w:r w:rsidR="00DE313F">
        <w:t>.</w:t>
      </w:r>
    </w:p>
    <w:p w14:paraId="5875415F" w14:textId="77777777" w:rsidR="00DE313F" w:rsidRDefault="0074134D" w:rsidP="0074134D">
      <w:r w:rsidRPr="003D2FAA">
        <w:t>Le ciel était implacable et la terre était aride</w:t>
      </w:r>
      <w:r w:rsidR="00DE313F">
        <w:t xml:space="preserve"> ; </w:t>
      </w:r>
      <w:r w:rsidRPr="003D2FAA">
        <w:t>et</w:t>
      </w:r>
      <w:r w:rsidR="00DE313F">
        <w:t xml:space="preserve">, </w:t>
      </w:r>
      <w:r w:rsidRPr="003D2FAA">
        <w:t>au milieu du lourd silence interrompu seulement par des bourdonn</w:t>
      </w:r>
      <w:r w:rsidRPr="003D2FAA">
        <w:t>e</w:t>
      </w:r>
      <w:r w:rsidRPr="003D2FAA">
        <w:t>ments d</w:t>
      </w:r>
      <w:r w:rsidR="00DE313F">
        <w:t>’</w:t>
      </w:r>
      <w:r w:rsidRPr="003D2FAA">
        <w:t>insectes</w:t>
      </w:r>
      <w:r w:rsidR="00DE313F">
        <w:t xml:space="preserve">, </w:t>
      </w:r>
      <w:r w:rsidRPr="003D2FAA">
        <w:t>par les cris de quelques grillons</w:t>
      </w:r>
      <w:r w:rsidR="00DE313F">
        <w:t xml:space="preserve">, </w:t>
      </w:r>
      <w:r w:rsidRPr="003D2FAA">
        <w:t>par le chant lointain d</w:t>
      </w:r>
      <w:r w:rsidR="00DE313F">
        <w:t>’</w:t>
      </w:r>
      <w:r w:rsidRPr="003D2FAA">
        <w:t>un coq ou l</w:t>
      </w:r>
      <w:r w:rsidR="00DE313F">
        <w:t>’</w:t>
      </w:r>
      <w:r w:rsidRPr="003D2FAA">
        <w:t>aboiement d</w:t>
      </w:r>
      <w:r w:rsidR="00DE313F">
        <w:t>’</w:t>
      </w:r>
      <w:r w:rsidRPr="003D2FAA">
        <w:t>un chien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exhalait dense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éblouissement méridional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odeur des herbes desséchées et des engrais éparpillés</w:t>
      </w:r>
      <w:r w:rsidR="00DE313F">
        <w:t>.</w:t>
      </w:r>
    </w:p>
    <w:p w14:paraId="7FF71632" w14:textId="77777777" w:rsidR="00DE313F" w:rsidRDefault="0074134D" w:rsidP="0074134D">
      <w:r w:rsidRPr="003D2FAA">
        <w:t>Toutes les maisons</w:t>
      </w:r>
      <w:r w:rsidR="00DE313F">
        <w:t xml:space="preserve">, </w:t>
      </w:r>
      <w:r w:rsidRPr="003D2FAA">
        <w:t>même celles</w:t>
      </w:r>
      <w:r w:rsidR="00DE313F">
        <w:t xml:space="preserve">, </w:t>
      </w:r>
      <w:r w:rsidRPr="003D2FAA">
        <w:t>peu nombreuses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aristocratie</w:t>
      </w:r>
      <w:r w:rsidR="00DE313F">
        <w:t xml:space="preserve">, </w:t>
      </w:r>
      <w:r w:rsidRPr="003D2FAA">
        <w:t>manquaient d</w:t>
      </w:r>
      <w:r w:rsidR="00DE313F">
        <w:t>’</w:t>
      </w:r>
      <w:r w:rsidRPr="003D2FAA">
        <w:t>eau</w:t>
      </w:r>
      <w:r w:rsidR="00DE313F">
        <w:t xml:space="preserve"> ; </w:t>
      </w:r>
      <w:r w:rsidRPr="003D2FAA">
        <w:t>dans les vastes cours de ces dernières</w:t>
      </w:r>
      <w:r w:rsidR="00DE313F">
        <w:t xml:space="preserve">, </w:t>
      </w:r>
      <w:r w:rsidRPr="003D2FAA">
        <w:t>comme dans le haut des rues</w:t>
      </w:r>
      <w:r w:rsidR="00DE313F">
        <w:t xml:space="preserve">, </w:t>
      </w:r>
      <w:r w:rsidRPr="003D2FAA">
        <w:t>existaient de grandes citernes à la merci du ciel</w:t>
      </w:r>
      <w:r w:rsidR="00DE313F">
        <w:t xml:space="preserve"> : </w:t>
      </w:r>
      <w:r w:rsidRPr="003D2FAA">
        <w:t>mais il pleuvait peu</w:t>
      </w:r>
      <w:r w:rsidR="00DE313F">
        <w:t xml:space="preserve">, </w:t>
      </w:r>
      <w:r w:rsidRPr="003D2FAA">
        <w:t>même l</w:t>
      </w:r>
      <w:r w:rsidR="00DE313F">
        <w:t>’</w:t>
      </w:r>
      <w:r w:rsidRPr="003D2FAA">
        <w:t>hiver</w:t>
      </w:r>
      <w:r w:rsidR="00DE313F">
        <w:t xml:space="preserve">. </w:t>
      </w:r>
      <w:r w:rsidRPr="003D2FAA">
        <w:t>Quand il pleuvait par hasard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une fête</w:t>
      </w:r>
      <w:r w:rsidR="00DE313F">
        <w:t xml:space="preserve">. </w:t>
      </w:r>
      <w:r w:rsidRPr="003D2FAA">
        <w:t>Toutes les femmes sortaient baquets et terrines</w:t>
      </w:r>
      <w:r w:rsidR="00DE313F">
        <w:t xml:space="preserve">, </w:t>
      </w:r>
      <w:r w:rsidRPr="003D2FAA">
        <w:t>bassines et tonneaux</w:t>
      </w:r>
      <w:r w:rsidR="00DE313F">
        <w:t xml:space="preserve">, </w:t>
      </w:r>
      <w:r w:rsidRPr="003D2FAA">
        <w:t>puis</w:t>
      </w:r>
      <w:r w:rsidR="00DE313F">
        <w:t xml:space="preserve">, </w:t>
      </w:r>
      <w:r w:rsidRPr="003D2FAA">
        <w:t>leurs jupes de bouracan serrées entre leurs jambes</w:t>
      </w:r>
      <w:r w:rsidR="00DE313F">
        <w:t xml:space="preserve">, </w:t>
      </w:r>
      <w:r w:rsidRPr="003D2FAA">
        <w:t>elles restaient sur les portes à voir l</w:t>
      </w:r>
      <w:r w:rsidR="00DE313F">
        <w:t>’</w:t>
      </w:r>
      <w:r w:rsidRPr="003D2FAA">
        <w:t>eau du ciel courir par torrents dans les rues rapides et étroites</w:t>
      </w:r>
      <w:r w:rsidR="00DE313F">
        <w:t xml:space="preserve">, </w:t>
      </w:r>
      <w:r w:rsidRPr="003D2FAA">
        <w:t>ou à l</w:t>
      </w:r>
      <w:r w:rsidR="00DE313F">
        <w:t>’</w:t>
      </w:r>
      <w:r w:rsidRPr="003D2FAA">
        <w:t>entendre gargouiller dans les gou</w:t>
      </w:r>
      <w:r w:rsidRPr="003D2FAA">
        <w:t>t</w:t>
      </w:r>
      <w:r w:rsidRPr="003D2FAA">
        <w:t>tières</w:t>
      </w:r>
      <w:r w:rsidR="00DE313F">
        <w:t xml:space="preserve">, </w:t>
      </w:r>
      <w:r w:rsidRPr="003D2FAA">
        <w:t>dans les conduites et les gros tuyaux des citernes</w:t>
      </w:r>
      <w:r w:rsidR="00DE313F">
        <w:t>.</w:t>
      </w:r>
    </w:p>
    <w:p w14:paraId="4B118D60" w14:textId="77777777" w:rsidR="00DE313F" w:rsidRDefault="0074134D" w:rsidP="0074134D">
      <w:r w:rsidRPr="003D2FAA">
        <w:t>Les pavés se trouvaient lavés alors et aussi les murs et les maisons</w:t>
      </w:r>
      <w:r w:rsidR="00DE313F">
        <w:t xml:space="preserve"> ; </w:t>
      </w:r>
      <w:r w:rsidRPr="003D2FAA">
        <w:t>et tout semblait respirer plus facilement dans la fra</w:t>
      </w:r>
      <w:r w:rsidRPr="003D2FAA">
        <w:t>î</w:t>
      </w:r>
      <w:r w:rsidRPr="003D2FAA">
        <w:t>cheur odorante de la terre baignée d</w:t>
      </w:r>
      <w:r w:rsidR="00DE313F">
        <w:t>’</w:t>
      </w:r>
      <w:r w:rsidRPr="003D2FAA">
        <w:t>eau</w:t>
      </w:r>
      <w:r w:rsidR="00DE313F">
        <w:t>.</w:t>
      </w:r>
    </w:p>
    <w:p w14:paraId="171AE790" w14:textId="77777777" w:rsidR="00DE313F" w:rsidRDefault="0074134D" w:rsidP="0074134D">
      <w:r w:rsidRPr="003D2FAA">
        <w:t>En ces villes</w:t>
      </w:r>
      <w:r w:rsidR="00DE313F">
        <w:t xml:space="preserve">, </w:t>
      </w:r>
      <w:r w:rsidRPr="003D2FAA">
        <w:t>les hommes trouvaient peu ou prou de di</w:t>
      </w:r>
      <w:r w:rsidRPr="003D2FAA">
        <w:t>s</w:t>
      </w:r>
      <w:r w:rsidRPr="003D2FAA">
        <w:t>tractions dans la succession variée des affaires</w:t>
      </w:r>
      <w:r w:rsidR="00DE313F">
        <w:t xml:space="preserve">, </w:t>
      </w:r>
      <w:r w:rsidRPr="003D2FAA">
        <w:t>dans la lutte des partis pour l</w:t>
      </w:r>
      <w:r w:rsidR="00DE313F">
        <w:t>’</w:t>
      </w:r>
      <w:r w:rsidRPr="003D2FAA">
        <w:t>administration de la cité</w:t>
      </w:r>
      <w:r w:rsidR="00DE313F">
        <w:t xml:space="preserve">, </w:t>
      </w:r>
      <w:r w:rsidRPr="003D2FAA">
        <w:t>dans les cafés</w:t>
      </w:r>
      <w:r w:rsidR="00DE313F">
        <w:t xml:space="preserve">, </w:t>
      </w:r>
      <w:r w:rsidRPr="003D2FAA">
        <w:t>au Casino</w:t>
      </w:r>
      <w:r w:rsidR="00DE313F">
        <w:t xml:space="preserve">, </w:t>
      </w:r>
      <w:r w:rsidRPr="003D2FAA">
        <w:t>le soir</w:t>
      </w:r>
      <w:r w:rsidR="00DE313F">
        <w:t xml:space="preserve"> ; </w:t>
      </w:r>
      <w:r w:rsidRPr="003D2FAA">
        <w:t>mais les femmes</w:t>
      </w:r>
      <w:r w:rsidR="00DE313F">
        <w:t xml:space="preserve">, </w:t>
      </w:r>
      <w:r w:rsidRPr="003D2FAA">
        <w:t>chez lesquelles on s</w:t>
      </w:r>
      <w:r w:rsidR="00DE313F">
        <w:t>’</w:t>
      </w:r>
      <w:r w:rsidRPr="003D2FAA">
        <w:t>était appliqué d</w:t>
      </w:r>
      <w:r w:rsidRPr="003D2FAA">
        <w:t>e</w:t>
      </w:r>
      <w:r w:rsidRPr="003D2FAA">
        <w:t>puis l</w:t>
      </w:r>
      <w:r w:rsidR="00DE313F">
        <w:t>’</w:t>
      </w:r>
      <w:r w:rsidRPr="003D2FAA">
        <w:t>enfance à stériliser tous les instincts de la vie</w:t>
      </w:r>
      <w:r w:rsidR="00DE313F">
        <w:t xml:space="preserve">, </w:t>
      </w:r>
      <w:r w:rsidRPr="003D2FAA">
        <w:t>et qui avaient été épousées sans amour</w:t>
      </w:r>
      <w:r w:rsidR="00DE313F">
        <w:t xml:space="preserve">, </w:t>
      </w:r>
      <w:r w:rsidRPr="003D2FAA">
        <w:t>les femmes</w:t>
      </w:r>
      <w:r w:rsidR="00DE313F">
        <w:t xml:space="preserve">, </w:t>
      </w:r>
      <w:r w:rsidRPr="003D2FAA">
        <w:t>après avoir vaqué comme des servantes aux ordinaires travaux domestiques</w:t>
      </w:r>
      <w:r w:rsidR="00DE313F">
        <w:t xml:space="preserve">, </w:t>
      </w:r>
      <w:r w:rsidRPr="003D2FAA">
        <w:t>la</w:t>
      </w:r>
      <w:r w:rsidRPr="003D2FAA">
        <w:t>n</w:t>
      </w:r>
      <w:r w:rsidRPr="003D2FAA">
        <w:t>guissaient misérablement</w:t>
      </w:r>
      <w:r w:rsidR="00DE313F">
        <w:t xml:space="preserve">, </w:t>
      </w:r>
      <w:r w:rsidRPr="003D2FAA">
        <w:t xml:space="preserve">un enfant sur les </w:t>
      </w:r>
      <w:r w:rsidRPr="003D2FAA">
        <w:lastRenderedPageBreak/>
        <w:t>genoux</w:t>
      </w:r>
      <w:r w:rsidR="00DE313F">
        <w:t xml:space="preserve">, </w:t>
      </w:r>
      <w:r w:rsidRPr="003D2FAA">
        <w:t>ou le r</w:t>
      </w:r>
      <w:r w:rsidRPr="003D2FAA">
        <w:t>o</w:t>
      </w:r>
      <w:r w:rsidRPr="003D2FAA">
        <w:t>saire dans les mains</w:t>
      </w:r>
      <w:r w:rsidR="00DE313F">
        <w:t xml:space="preserve">, </w:t>
      </w:r>
      <w:r w:rsidRPr="003D2FAA">
        <w:t>en attendant que l</w:t>
      </w:r>
      <w:r w:rsidR="00DE313F">
        <w:t>’</w:t>
      </w:r>
      <w:r w:rsidRPr="003D2FAA">
        <w:t>homme</w:t>
      </w:r>
      <w:r w:rsidR="00DE313F">
        <w:t xml:space="preserve">, </w:t>
      </w:r>
      <w:r w:rsidRPr="003D2FAA">
        <w:t>le maître</w:t>
      </w:r>
      <w:r w:rsidR="00DE313F">
        <w:t xml:space="preserve">, </w:t>
      </w:r>
      <w:r w:rsidRPr="003D2FAA">
        <w:t>fût rentré à la maison</w:t>
      </w:r>
      <w:r w:rsidR="00DE313F">
        <w:t>.</w:t>
      </w:r>
    </w:p>
    <w:p w14:paraId="66AB02DD" w14:textId="77777777" w:rsidR="00DE313F" w:rsidRDefault="0074134D" w:rsidP="0074134D">
      <w:r w:rsidRPr="003D2FAA">
        <w:t xml:space="preserve">Adriana </w:t>
      </w:r>
      <w:proofErr w:type="spellStart"/>
      <w:r w:rsidRPr="003D2FAA">
        <w:t>Braggi</w:t>
      </w:r>
      <w:proofErr w:type="spellEnd"/>
      <w:r w:rsidRPr="003D2FAA">
        <w:t xml:space="preserve"> n</w:t>
      </w:r>
      <w:r w:rsidR="00DE313F">
        <w:t>’</w:t>
      </w:r>
      <w:r w:rsidRPr="003D2FAA">
        <w:t>avait point aimé son mari</w:t>
      </w:r>
      <w:r w:rsidR="00DE313F">
        <w:t xml:space="preserve">. </w:t>
      </w:r>
      <w:r w:rsidRPr="003D2FAA">
        <w:t>Celui-ci</w:t>
      </w:r>
      <w:r w:rsidR="00DE313F">
        <w:t xml:space="preserve">, </w:t>
      </w:r>
      <w:r w:rsidRPr="003D2FAA">
        <w:t>très faible de complexion</w:t>
      </w:r>
      <w:r w:rsidR="00DE313F">
        <w:t xml:space="preserve">, </w:t>
      </w:r>
      <w:r w:rsidRPr="003D2FAA">
        <w:t>et en état d</w:t>
      </w:r>
      <w:r w:rsidR="00DE313F">
        <w:t>’</w:t>
      </w:r>
      <w:r w:rsidRPr="003D2FAA">
        <w:t>excitation constante à cause de sa santé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avait opprimée et torturée quatre années durant</w:t>
      </w:r>
      <w:r w:rsidR="00DE313F">
        <w:t xml:space="preserve">, </w:t>
      </w:r>
      <w:r w:rsidRPr="003D2FAA">
        <w:t>jaloux même de son frère aîné</w:t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en l</w:t>
      </w:r>
      <w:r w:rsidR="00DE313F">
        <w:t>’</w:t>
      </w:r>
      <w:r w:rsidRPr="003D2FAA">
        <w:t>épousant il avait fait à celui-ci un grave tort</w:t>
      </w:r>
      <w:r w:rsidR="00DE313F">
        <w:t xml:space="preserve">, </w:t>
      </w:r>
      <w:r w:rsidRPr="003D2FAA">
        <w:t>une avanie qui allait jusqu</w:t>
      </w:r>
      <w:r w:rsidR="00DE313F">
        <w:t>’</w:t>
      </w:r>
      <w:r w:rsidRPr="003D2FAA">
        <w:t>à la trah</w:t>
      </w:r>
      <w:r w:rsidRPr="003D2FAA">
        <w:t>i</w:t>
      </w:r>
      <w:r w:rsidRPr="003D2FAA">
        <w:t>son</w:t>
      </w:r>
      <w:r w:rsidR="00DE313F">
        <w:t xml:space="preserve">. </w:t>
      </w:r>
      <w:r w:rsidRPr="003D2FAA">
        <w:t>De tous les fils de familles riches</w:t>
      </w:r>
      <w:r w:rsidR="00DE313F">
        <w:t xml:space="preserve">, </w:t>
      </w:r>
      <w:r w:rsidRPr="003D2FAA">
        <w:t>un seul</w:t>
      </w:r>
      <w:r w:rsidR="00DE313F">
        <w:t xml:space="preserve">, </w:t>
      </w:r>
      <w:r w:rsidRPr="003D2FAA">
        <w:t>le premier-né</w:t>
      </w:r>
      <w:r w:rsidR="00DE313F">
        <w:t xml:space="preserve">, </w:t>
      </w:r>
      <w:r w:rsidRPr="003D2FAA">
        <w:t>devait prendre femme</w:t>
      </w:r>
      <w:r w:rsidR="00DE313F">
        <w:t xml:space="preserve">, </w:t>
      </w:r>
      <w:r w:rsidRPr="003D2FAA">
        <w:t>afin que les biens de la maison n</w:t>
      </w:r>
      <w:r w:rsidR="00DE313F">
        <w:t>’</w:t>
      </w:r>
      <w:r w:rsidRPr="003D2FAA">
        <w:t>aillent pas s</w:t>
      </w:r>
      <w:r w:rsidR="00DE313F">
        <w:t>’</w:t>
      </w:r>
      <w:r w:rsidRPr="003D2FAA">
        <w:t>éparpiller entre de nombreux héritiers</w:t>
      </w:r>
      <w:r w:rsidR="00DE313F">
        <w:t>.</w:t>
      </w:r>
    </w:p>
    <w:p w14:paraId="2B27A6B5" w14:textId="77777777" w:rsidR="00DE313F" w:rsidRDefault="0074134D" w:rsidP="0074134D">
      <w:proofErr w:type="spellStart"/>
      <w:r w:rsidRPr="003D2FAA">
        <w:t>Césare</w:t>
      </w:r>
      <w:proofErr w:type="spellEnd"/>
      <w:r w:rsidRPr="003D2FAA">
        <w:t xml:space="preserve"> </w:t>
      </w:r>
      <w:proofErr w:type="spellStart"/>
      <w:r w:rsidRPr="003D2FAA">
        <w:t>Braggi</w:t>
      </w:r>
      <w:proofErr w:type="spellEnd"/>
      <w:r w:rsidR="00DE313F">
        <w:t xml:space="preserve">, </w:t>
      </w:r>
      <w:r w:rsidRPr="003D2FAA">
        <w:t>le frère aîné du mari d</w:t>
      </w:r>
      <w:r w:rsidR="00DE313F">
        <w:t>’</w:t>
      </w:r>
      <w:r w:rsidRPr="003D2FAA">
        <w:t>Adriana</w:t>
      </w:r>
      <w:r w:rsidR="00DE313F">
        <w:t xml:space="preserve">, </w:t>
      </w:r>
      <w:r w:rsidRPr="003D2FAA">
        <w:t>ne semblait pas toutefois avoir pris cette trahison au tragique</w:t>
      </w:r>
      <w:r w:rsidR="00DE313F">
        <w:t xml:space="preserve">, </w:t>
      </w:r>
      <w:r w:rsidRPr="003D2FAA">
        <w:t>peut-être parce que leur père</w:t>
      </w:r>
      <w:r w:rsidR="00DE313F">
        <w:t xml:space="preserve">, </w:t>
      </w:r>
      <w:r w:rsidRPr="003D2FAA">
        <w:t>qui mourut peu de temps avant les épo</w:t>
      </w:r>
      <w:r w:rsidRPr="003D2FAA">
        <w:t>u</w:t>
      </w:r>
      <w:r w:rsidRPr="003D2FAA">
        <w:t>sailles</w:t>
      </w:r>
      <w:r w:rsidR="00DE313F">
        <w:t xml:space="preserve">, </w:t>
      </w:r>
      <w:r w:rsidRPr="003D2FAA">
        <w:t>avait ordonné qu</w:t>
      </w:r>
      <w:r w:rsidR="00DE313F">
        <w:t>’</w:t>
      </w:r>
      <w:r w:rsidRPr="003D2FAA">
        <w:t>il resterait le chef de la famille</w:t>
      </w:r>
      <w:r w:rsidR="00DE313F">
        <w:t xml:space="preserve">, </w:t>
      </w:r>
      <w:r w:rsidRPr="003D2FAA">
        <w:t>et que le cadet</w:t>
      </w:r>
      <w:r w:rsidR="00DE313F">
        <w:t xml:space="preserve">, </w:t>
      </w:r>
      <w:r w:rsidRPr="003D2FAA">
        <w:t>quoique marié</w:t>
      </w:r>
      <w:r w:rsidR="00DE313F">
        <w:t xml:space="preserve">, </w:t>
      </w:r>
      <w:r w:rsidRPr="003D2FAA">
        <w:t>lui devrait une obéissance absolue</w:t>
      </w:r>
      <w:r w:rsidR="00DE313F">
        <w:t>.</w:t>
      </w:r>
    </w:p>
    <w:p w14:paraId="68D5A952" w14:textId="77777777" w:rsidR="00DE313F" w:rsidRDefault="0074134D" w:rsidP="0074134D">
      <w:r w:rsidRPr="003D2FAA">
        <w:t>En entrant dans l</w:t>
      </w:r>
      <w:r w:rsidR="00DE313F">
        <w:t>’</w:t>
      </w:r>
      <w:r w:rsidRPr="003D2FAA">
        <w:t xml:space="preserve">antique maison de </w:t>
      </w:r>
      <w:proofErr w:type="spellStart"/>
      <w:r w:rsidRPr="003D2FAA">
        <w:t>Braggi</w:t>
      </w:r>
      <w:proofErr w:type="spellEnd"/>
      <w:r w:rsidR="00DE313F">
        <w:t xml:space="preserve">, </w:t>
      </w:r>
      <w:r w:rsidRPr="003D2FAA">
        <w:t>la jeune femme avait éprouvé un grand sentiment de mortification à se savoir ainsi assujettie à son beau-frère</w:t>
      </w:r>
      <w:r w:rsidR="00DE313F">
        <w:t xml:space="preserve">, </w:t>
      </w:r>
      <w:r w:rsidRPr="003D2FAA">
        <w:t>et sa position était dev</w:t>
      </w:r>
      <w:r w:rsidRPr="003D2FAA">
        <w:t>e</w:t>
      </w:r>
      <w:r w:rsidRPr="003D2FAA">
        <w:t>nue doublement pénible et irritante</w:t>
      </w:r>
      <w:r w:rsidR="00DE313F">
        <w:t xml:space="preserve">, </w:t>
      </w:r>
      <w:r w:rsidRPr="003D2FAA">
        <w:t>lorsque son mari</w:t>
      </w:r>
      <w:r w:rsidR="00DE313F">
        <w:t xml:space="preserve">, </w:t>
      </w:r>
      <w:r w:rsidRPr="003D2FAA">
        <w:t>dans la fureur de sa jalousie</w:t>
      </w:r>
      <w:r w:rsidR="00DE313F">
        <w:t xml:space="preserve">, </w:t>
      </w:r>
      <w:r w:rsidRPr="003D2FAA">
        <w:t>lui avait laissé entendre que Cesare avait eu la pensée de l</w:t>
      </w:r>
      <w:r w:rsidR="00DE313F">
        <w:t>’</w:t>
      </w:r>
      <w:r w:rsidRPr="003D2FAA">
        <w:t>épouser</w:t>
      </w:r>
      <w:r w:rsidR="00DE313F">
        <w:t xml:space="preserve">. </w:t>
      </w:r>
      <w:r w:rsidRPr="003D2FAA">
        <w:t>Elle n</w:t>
      </w:r>
      <w:r w:rsidR="00DE313F">
        <w:t>’</w:t>
      </w:r>
      <w:r w:rsidRPr="003D2FAA">
        <w:t>avait su d</w:t>
      </w:r>
      <w:r w:rsidR="00DE313F">
        <w:t>’</w:t>
      </w:r>
      <w:r w:rsidRPr="003D2FAA">
        <w:t>abord quelle cont</w:t>
      </w:r>
      <w:r w:rsidRPr="003D2FAA">
        <w:t>e</w:t>
      </w:r>
      <w:r w:rsidRPr="003D2FAA">
        <w:t>nance garder envers celui-ci</w:t>
      </w:r>
      <w:r w:rsidR="00DE313F">
        <w:t xml:space="preserve">. </w:t>
      </w:r>
      <w:r w:rsidRPr="003D2FAA">
        <w:t>Mais Cesare ne fit peser son aut</w:t>
      </w:r>
      <w:r w:rsidRPr="003D2FAA">
        <w:t>o</w:t>
      </w:r>
      <w:r w:rsidRPr="003D2FAA">
        <w:t>rité sur aucun membre de la famille</w:t>
      </w:r>
      <w:r w:rsidR="00DE313F">
        <w:t xml:space="preserve">, </w:t>
      </w:r>
      <w:r w:rsidRPr="003D2FAA">
        <w:t>et dès le premier jour il l</w:t>
      </w:r>
      <w:r w:rsidR="00DE313F">
        <w:t>’</w:t>
      </w:r>
      <w:r w:rsidRPr="003D2FAA">
        <w:t>accueillit avec la plus franche et cordiale sympathie et la traita comme une vraie sœur</w:t>
      </w:r>
      <w:r w:rsidR="00DE313F">
        <w:t>.</w:t>
      </w:r>
    </w:p>
    <w:p w14:paraId="55DF390D" w14:textId="77777777" w:rsidR="00DE313F" w:rsidRDefault="0074134D" w:rsidP="0074134D">
      <w:r w:rsidRPr="003D2FAA">
        <w:t>Il était plein de grâce dans ses façons de parler et de se vêtir</w:t>
      </w:r>
      <w:r w:rsidR="00DE313F">
        <w:t xml:space="preserve"> ; </w:t>
      </w:r>
      <w:r w:rsidRPr="003D2FAA">
        <w:t>tous ses traits étaient empreints d</w:t>
      </w:r>
      <w:r w:rsidR="00DE313F">
        <w:t>’</w:t>
      </w:r>
      <w:r w:rsidRPr="003D2FAA">
        <w:t>une exquise noblesse n</w:t>
      </w:r>
      <w:r w:rsidRPr="003D2FAA">
        <w:t>a</w:t>
      </w:r>
      <w:r w:rsidRPr="003D2FAA">
        <w:t>turelle</w:t>
      </w:r>
      <w:r w:rsidR="00DE313F">
        <w:t xml:space="preserve"> ; </w:t>
      </w:r>
      <w:r w:rsidRPr="003D2FAA">
        <w:t>et ni les rudes occupations auxquelles il se livrait avec une vigilance assidue</w:t>
      </w:r>
      <w:r w:rsidR="00DE313F">
        <w:t xml:space="preserve">, </w:t>
      </w:r>
      <w:r w:rsidRPr="003D2FAA">
        <w:t>ni le contact des gens grossiers du pays</w:t>
      </w:r>
      <w:r w:rsidR="00DE313F">
        <w:t xml:space="preserve">, </w:t>
      </w:r>
      <w:r w:rsidRPr="003D2FAA">
        <w:t>ni en même temps les habitudes d</w:t>
      </w:r>
      <w:r w:rsidR="00DE313F">
        <w:t>’</w:t>
      </w:r>
      <w:r w:rsidRPr="003D2FAA">
        <w:t xml:space="preserve">indolence où aurait </w:t>
      </w:r>
      <w:r w:rsidRPr="003D2FAA">
        <w:lastRenderedPageBreak/>
        <w:t>pu l</w:t>
      </w:r>
      <w:r w:rsidR="00DE313F">
        <w:t>’</w:t>
      </w:r>
      <w:r w:rsidRPr="003D2FAA">
        <w:t>entraîner</w:t>
      </w:r>
      <w:r w:rsidR="00DE313F">
        <w:t xml:space="preserve">, </w:t>
      </w:r>
      <w:r w:rsidRPr="003D2FAA">
        <w:t>durant tant de mois de l</w:t>
      </w:r>
      <w:r w:rsidR="00DE313F">
        <w:t>’</w:t>
      </w:r>
      <w:r w:rsidRPr="003D2FAA">
        <w:t>année</w:t>
      </w:r>
      <w:r w:rsidR="00DE313F">
        <w:t xml:space="preserve">, </w:t>
      </w:r>
      <w:r w:rsidRPr="003D2FAA">
        <w:t>cette vie misérable et vide de province n</w:t>
      </w:r>
      <w:r w:rsidR="00DE313F">
        <w:t>’</w:t>
      </w:r>
      <w:r w:rsidRPr="003D2FAA">
        <w:t>avaient jamais pu</w:t>
      </w:r>
      <w:r w:rsidR="00DE313F">
        <w:t xml:space="preserve">, </w:t>
      </w:r>
      <w:r w:rsidRPr="003D2FAA">
        <w:t>non seulement le rendre grossier</w:t>
      </w:r>
      <w:r w:rsidR="00DE313F">
        <w:t xml:space="preserve">, </w:t>
      </w:r>
      <w:r w:rsidRPr="003D2FAA">
        <w:t>mais même diminuer en rien sa distinction</w:t>
      </w:r>
      <w:r w:rsidR="00DE313F">
        <w:t>.</w:t>
      </w:r>
    </w:p>
    <w:p w14:paraId="64F1E2A7" w14:textId="77777777" w:rsidR="00DE313F" w:rsidRDefault="0074134D" w:rsidP="0074134D">
      <w:r w:rsidRPr="003D2FAA">
        <w:t>Chaque année</w:t>
      </w:r>
      <w:r w:rsidR="00DE313F">
        <w:t xml:space="preserve">, </w:t>
      </w:r>
      <w:r w:rsidRPr="003D2FAA">
        <w:t>du reste</w:t>
      </w:r>
      <w:r w:rsidR="00DE313F">
        <w:t xml:space="preserve">, </w:t>
      </w:r>
      <w:r w:rsidRPr="003D2FAA">
        <w:t>pour quelques jours et souvent même pour plus d</w:t>
      </w:r>
      <w:r w:rsidR="00DE313F">
        <w:t>’</w:t>
      </w:r>
      <w:r w:rsidRPr="003D2FAA">
        <w:t>un mois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éloignait de la petite ville</w:t>
      </w:r>
      <w:r w:rsidR="00DE313F">
        <w:t xml:space="preserve"> : </w:t>
      </w:r>
      <w:r w:rsidRPr="003D2FAA">
        <w:t>il a</w:t>
      </w:r>
      <w:r w:rsidRPr="003D2FAA">
        <w:t>l</w:t>
      </w:r>
      <w:r w:rsidRPr="003D2FAA">
        <w:t>lait à Palerme</w:t>
      </w:r>
      <w:r w:rsidR="00DE313F">
        <w:t xml:space="preserve">, </w:t>
      </w:r>
      <w:r w:rsidRPr="003D2FAA">
        <w:t>à Rome</w:t>
      </w:r>
      <w:r w:rsidR="00DE313F">
        <w:t xml:space="preserve">, </w:t>
      </w:r>
      <w:r w:rsidRPr="003D2FAA">
        <w:t>à Florence</w:t>
      </w:r>
      <w:r w:rsidR="00DE313F">
        <w:t xml:space="preserve">, </w:t>
      </w:r>
      <w:r w:rsidRPr="003D2FAA">
        <w:t>à Milan</w:t>
      </w:r>
      <w:r w:rsidR="00DE313F">
        <w:t xml:space="preserve">, </w:t>
      </w:r>
      <w:r w:rsidRPr="003D2FAA">
        <w:t>se plonger dans la vie</w:t>
      </w:r>
      <w:r w:rsidR="00DE313F">
        <w:t xml:space="preserve">, </w:t>
      </w:r>
      <w:r w:rsidRPr="003D2FAA">
        <w:t>et prendre</w:t>
      </w:r>
      <w:r w:rsidR="00DE313F">
        <w:t xml:space="preserve"> – </w:t>
      </w:r>
      <w:r w:rsidRPr="003D2FAA">
        <w:t>comme il le disait</w:t>
      </w:r>
      <w:r w:rsidR="00DE313F">
        <w:t xml:space="preserve"> – </w:t>
      </w:r>
      <w:r w:rsidRPr="003D2FAA">
        <w:t>un bain de civilisation</w:t>
      </w:r>
      <w:r w:rsidR="00DE313F">
        <w:t xml:space="preserve">. </w:t>
      </w:r>
      <w:r w:rsidRPr="003D2FAA">
        <w:t>Il rentrait de ces voyages rajeuni d</w:t>
      </w:r>
      <w:r w:rsidR="00DE313F">
        <w:t>’</w:t>
      </w:r>
      <w:r w:rsidRPr="003D2FAA">
        <w:t>esprit et de corps</w:t>
      </w:r>
      <w:r w:rsidR="00DE313F">
        <w:t>.</w:t>
      </w:r>
    </w:p>
    <w:p w14:paraId="0BAA961C" w14:textId="77777777" w:rsidR="00DE313F" w:rsidRDefault="0074134D" w:rsidP="0074134D">
      <w:r w:rsidRPr="003D2FAA">
        <w:t>Et Adriana</w:t>
      </w:r>
      <w:r w:rsidR="00DE313F">
        <w:t xml:space="preserve">, </w:t>
      </w:r>
      <w:r w:rsidRPr="003D2FAA">
        <w:t>qui n</w:t>
      </w:r>
      <w:r w:rsidR="00DE313F">
        <w:t>’</w:t>
      </w:r>
      <w:r w:rsidRPr="003D2FAA">
        <w:t>avait jamais essayé un pas hors de son pays natal</w:t>
      </w:r>
      <w:r w:rsidR="00DE313F">
        <w:t xml:space="preserve">, </w:t>
      </w:r>
      <w:r w:rsidRPr="003D2FAA">
        <w:t>à le voir rentrer ainsi dans l</w:t>
      </w:r>
      <w:r w:rsidR="00DE313F">
        <w:t>’</w:t>
      </w:r>
      <w:r w:rsidRPr="003D2FAA">
        <w:t>antique et vaste maison où le temps semblait stagner au milieu d</w:t>
      </w:r>
      <w:r w:rsidR="00DE313F">
        <w:t>’</w:t>
      </w:r>
      <w:r w:rsidRPr="003D2FAA">
        <w:t>un silence de mort</w:t>
      </w:r>
      <w:r w:rsidR="00DE313F">
        <w:t xml:space="preserve">, </w:t>
      </w:r>
      <w:r w:rsidRPr="003D2FAA">
        <w:t>où quelque mouche semblait exprimer par son bourdonnement l</w:t>
      </w:r>
      <w:r w:rsidR="00DE313F">
        <w:t>’</w:t>
      </w:r>
      <w:r w:rsidRPr="003D2FAA">
        <w:t>ennui de tous et de la vie même</w:t>
      </w:r>
      <w:r w:rsidR="00DE313F">
        <w:t xml:space="preserve">, </w:t>
      </w:r>
      <w:r w:rsidRPr="003D2FAA">
        <w:t>Adriana éprouvait chaque fois un étrange embarras</w:t>
      </w:r>
      <w:r w:rsidR="00DE313F">
        <w:t xml:space="preserve">, </w:t>
      </w:r>
      <w:r w:rsidRPr="003D2FAA">
        <w:t>un trouble secret et indéfinissable</w:t>
      </w:r>
      <w:r w:rsidR="00DE313F">
        <w:t>.</w:t>
      </w:r>
    </w:p>
    <w:p w14:paraId="7422FDED" w14:textId="77777777" w:rsidR="00DE313F" w:rsidRDefault="0074134D" w:rsidP="0074134D">
      <w:r w:rsidRPr="003D2FAA">
        <w:t>Il rapportait avec lui l</w:t>
      </w:r>
      <w:r w:rsidR="00DE313F">
        <w:t>’</w:t>
      </w:r>
      <w:r w:rsidRPr="003D2FAA">
        <w:t>atmosphère d</w:t>
      </w:r>
      <w:r w:rsidR="00DE313F">
        <w:t>’</w:t>
      </w:r>
      <w:r w:rsidRPr="003D2FAA">
        <w:t>un monde qu</w:t>
      </w:r>
      <w:r w:rsidR="00DE313F">
        <w:t>’</w:t>
      </w:r>
      <w:r w:rsidRPr="003D2FAA">
        <w:t>elle ne réussissait même pas à imaginer</w:t>
      </w:r>
      <w:r w:rsidR="00DE313F">
        <w:t xml:space="preserve">. </w:t>
      </w:r>
      <w:r w:rsidRPr="003D2FAA">
        <w:t>Et son trouble redoublait en entendant les rires stridents de son mari qui écoutait dans une autre pièce le récit des savoureuses aventures de son frère</w:t>
      </w:r>
      <w:r w:rsidR="00DE313F">
        <w:t xml:space="preserve"> ; </w:t>
      </w:r>
      <w:r w:rsidRPr="003D2FAA">
        <w:t>et ce trouble devenait du dédain</w:t>
      </w:r>
      <w:r w:rsidR="00DE313F">
        <w:t xml:space="preserve">, </w:t>
      </w:r>
      <w:r w:rsidRPr="003D2FAA">
        <w:t>puis de l</w:t>
      </w:r>
      <w:r w:rsidR="00DE313F">
        <w:t>’</w:t>
      </w:r>
      <w:r w:rsidRPr="003D2FAA">
        <w:t>épouvante lorsque le soir</w:t>
      </w:r>
      <w:r w:rsidR="00DE313F">
        <w:t xml:space="preserve">, </w:t>
      </w:r>
      <w:r w:rsidRPr="003D2FAA">
        <w:t>après ces récits</w:t>
      </w:r>
      <w:r w:rsidR="00DE313F">
        <w:t xml:space="preserve">, </w:t>
      </w:r>
      <w:r w:rsidRPr="003D2FAA">
        <w:t>son mari venait la trouver dans sa chambre</w:t>
      </w:r>
      <w:r w:rsidR="00DE313F">
        <w:t xml:space="preserve">, </w:t>
      </w:r>
      <w:r w:rsidRPr="003D2FAA">
        <w:t>a</w:t>
      </w:r>
      <w:r w:rsidRPr="003D2FAA">
        <w:t>l</w:t>
      </w:r>
      <w:r w:rsidRPr="003D2FAA">
        <w:t>lumé</w:t>
      </w:r>
      <w:r w:rsidR="00DE313F">
        <w:t xml:space="preserve">, </w:t>
      </w:r>
      <w:r w:rsidRPr="003D2FAA">
        <w:t>surexcité</w:t>
      </w:r>
      <w:r w:rsidR="00DE313F">
        <w:t xml:space="preserve">, </w:t>
      </w:r>
      <w:r w:rsidRPr="003D2FAA">
        <w:t>frénétique</w:t>
      </w:r>
      <w:r w:rsidR="00DE313F">
        <w:t xml:space="preserve">. </w:t>
      </w:r>
      <w:r w:rsidRPr="003D2FAA">
        <w:t>Alors ce dédain et cette épouvante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 son mari qui les lui inspirait</w:t>
      </w:r>
      <w:r w:rsidR="00DE313F">
        <w:t xml:space="preserve">, </w:t>
      </w:r>
      <w:r w:rsidRPr="003D2FAA">
        <w:t>et d</w:t>
      </w:r>
      <w:r w:rsidR="00DE313F">
        <w:t>’</w:t>
      </w:r>
      <w:r w:rsidRPr="003D2FAA">
        <w:t>autant plus forts qu</w:t>
      </w:r>
      <w:r w:rsidR="00DE313F">
        <w:t>’</w:t>
      </w:r>
      <w:r w:rsidRPr="003D2FAA">
        <w:t>elle voyait son beau-frère plein de respect et même de vénération pour elle et qu</w:t>
      </w:r>
      <w:r w:rsidR="00DE313F">
        <w:t>’</w:t>
      </w:r>
      <w:r w:rsidRPr="003D2FAA">
        <w:t>elle admirait la retenue</w:t>
      </w:r>
      <w:r w:rsidR="00DE313F">
        <w:t xml:space="preserve">, </w:t>
      </w:r>
      <w:r w:rsidRPr="003D2FAA">
        <w:t>la réserve qu</w:t>
      </w:r>
      <w:r w:rsidR="00DE313F">
        <w:t>’</w:t>
      </w:r>
      <w:r w:rsidRPr="003D2FAA">
        <w:t>il s</w:t>
      </w:r>
      <w:r w:rsidR="00DE313F">
        <w:t>’</w:t>
      </w:r>
      <w:r w:rsidRPr="003D2FAA">
        <w:t>imposait dès qu</w:t>
      </w:r>
      <w:r w:rsidR="00DE313F">
        <w:t>’</w:t>
      </w:r>
      <w:r w:rsidRPr="003D2FAA">
        <w:t>il rentrait dans la maison</w:t>
      </w:r>
      <w:r w:rsidR="00DE313F">
        <w:t>.</w:t>
      </w:r>
    </w:p>
    <w:p w14:paraId="73111D11" w14:textId="77777777" w:rsidR="00DE313F" w:rsidRDefault="0074134D" w:rsidP="0074134D">
      <w:r w:rsidRPr="003D2FAA">
        <w:t>Lorsque son mari fut mort</w:t>
      </w:r>
      <w:r w:rsidR="00DE313F">
        <w:t xml:space="preserve">, </w:t>
      </w:r>
      <w:r w:rsidRPr="003D2FAA">
        <w:t>Adriana éprouva une angoisse pleine d</w:t>
      </w:r>
      <w:r w:rsidR="00DE313F">
        <w:t>’</w:t>
      </w:r>
      <w:r w:rsidRPr="003D2FAA">
        <w:t>effroi à rester seule avec Cesare dans cette maison</w:t>
      </w:r>
      <w:r w:rsidR="00DE313F">
        <w:t xml:space="preserve">. </w:t>
      </w:r>
      <w:r w:rsidRPr="003D2FAA">
        <w:t>Elle avait</w:t>
      </w:r>
      <w:r w:rsidR="00DE313F">
        <w:t xml:space="preserve">, </w:t>
      </w:r>
      <w:r w:rsidRPr="003D2FAA">
        <w:t>il est vrai</w:t>
      </w:r>
      <w:r w:rsidR="00DE313F">
        <w:t xml:space="preserve">, </w:t>
      </w:r>
      <w:r w:rsidRPr="003D2FAA">
        <w:t>les deux enfants qui lui étaient nés et qui étaient presque encore dans les langes</w:t>
      </w:r>
      <w:r w:rsidR="00DE313F">
        <w:t xml:space="preserve"> ; </w:t>
      </w:r>
      <w:r w:rsidRPr="003D2FAA">
        <w:t xml:space="preserve">mais en ces quatre </w:t>
      </w:r>
      <w:r w:rsidRPr="003D2FAA">
        <w:lastRenderedPageBreak/>
        <w:t>a</w:t>
      </w:r>
      <w:r w:rsidRPr="003D2FAA">
        <w:t>n</w:t>
      </w:r>
      <w:r w:rsidRPr="003D2FAA">
        <w:t>nées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avait pas encore réussi à surmonter envers son beau-frère sa timidité native de jeune fille</w:t>
      </w:r>
      <w:r w:rsidR="00DE313F">
        <w:t xml:space="preserve"> ; </w:t>
      </w:r>
      <w:r w:rsidRPr="003D2FAA">
        <w:t>cette timidité n</w:t>
      </w:r>
      <w:r w:rsidR="00DE313F">
        <w:t>’</w:t>
      </w:r>
      <w:r w:rsidRPr="003D2FAA">
        <w:t>avait jamais été vraiment chez elle de l</w:t>
      </w:r>
      <w:r w:rsidR="00DE313F">
        <w:t>’</w:t>
      </w:r>
      <w:r w:rsidRPr="003D2FAA">
        <w:t>aversion</w:t>
      </w:r>
      <w:r w:rsidR="00DE313F">
        <w:t xml:space="preserve"> ; </w:t>
      </w:r>
      <w:r w:rsidRPr="003D2FAA">
        <w:t>elle semblait le d</w:t>
      </w:r>
      <w:r w:rsidRPr="003D2FAA">
        <w:t>e</w:t>
      </w:r>
      <w:r w:rsidRPr="003D2FAA">
        <w:t>venir maintenant</w:t>
      </w:r>
      <w:r w:rsidR="00DE313F">
        <w:t xml:space="preserve">, </w:t>
      </w:r>
      <w:r w:rsidRPr="003D2FAA">
        <w:t>et elle en accusait son mari jaloux qui l</w:t>
      </w:r>
      <w:r w:rsidR="00DE313F">
        <w:t>’</w:t>
      </w:r>
      <w:r w:rsidRPr="003D2FAA">
        <w:t>avait opprimée avec la plus soupçonneuse</w:t>
      </w:r>
      <w:r w:rsidR="00DE313F">
        <w:t xml:space="preserve">, </w:t>
      </w:r>
      <w:r w:rsidRPr="003D2FAA">
        <w:t>la plus tortueuse survei</w:t>
      </w:r>
      <w:r w:rsidRPr="003D2FAA">
        <w:t>l</w:t>
      </w:r>
      <w:r w:rsidRPr="003D2FAA">
        <w:t>lance</w:t>
      </w:r>
      <w:r w:rsidR="00DE313F">
        <w:t xml:space="preserve">. </w:t>
      </w:r>
      <w:r w:rsidRPr="003D2FAA">
        <w:t xml:space="preserve">Mais Cesare </w:t>
      </w:r>
      <w:proofErr w:type="spellStart"/>
      <w:r w:rsidRPr="003D2FAA">
        <w:t>Braggi</w:t>
      </w:r>
      <w:proofErr w:type="spellEnd"/>
      <w:r w:rsidR="00DE313F">
        <w:t xml:space="preserve">, </w:t>
      </w:r>
      <w:r w:rsidRPr="003D2FAA">
        <w:t>avec un empressement plein de dél</w:t>
      </w:r>
      <w:r w:rsidRPr="003D2FAA">
        <w:t>i</w:t>
      </w:r>
      <w:r w:rsidRPr="003D2FAA">
        <w:t>catesse</w:t>
      </w:r>
      <w:r w:rsidR="00DE313F">
        <w:t xml:space="preserve">, </w:t>
      </w:r>
      <w:r w:rsidRPr="003D2FAA">
        <w:t>invita la mère de sa belle-sœur à venir demeurer avec sa fille devenue veuve</w:t>
      </w:r>
      <w:r w:rsidR="00DE313F">
        <w:t xml:space="preserve">, </w:t>
      </w:r>
      <w:r w:rsidRPr="003D2FAA">
        <w:t>et peu à peu</w:t>
      </w:r>
      <w:r w:rsidR="00DE313F">
        <w:t xml:space="preserve">, </w:t>
      </w:r>
      <w:r w:rsidRPr="003D2FAA">
        <w:t>Adriana</w:t>
      </w:r>
      <w:r w:rsidR="00DE313F">
        <w:t xml:space="preserve">, </w:t>
      </w:r>
      <w:r w:rsidRPr="003D2FAA">
        <w:t>libérée de l</w:t>
      </w:r>
      <w:r w:rsidR="00DE313F">
        <w:t>’</w:t>
      </w:r>
      <w:r w:rsidRPr="003D2FAA">
        <w:t>odieuse tyrannie de son mari et vivant dans la compagnie de sa mère</w:t>
      </w:r>
      <w:r w:rsidR="00DE313F">
        <w:t xml:space="preserve">, </w:t>
      </w:r>
      <w:r w:rsidRPr="003D2FAA">
        <w:t>avait pu sinon conquérir la paix complète</w:t>
      </w:r>
      <w:r w:rsidR="00DE313F">
        <w:t xml:space="preserve">, </w:t>
      </w:r>
      <w:r w:rsidRPr="003D2FAA">
        <w:t>du moins calmer un peu son esprit</w:t>
      </w:r>
      <w:r w:rsidR="00DE313F">
        <w:t xml:space="preserve">. </w:t>
      </w:r>
      <w:r w:rsidRPr="003D2FAA">
        <w:t>Elle s</w:t>
      </w:r>
      <w:r w:rsidR="00DE313F">
        <w:t>’</w:t>
      </w:r>
      <w:r w:rsidRPr="003D2FAA">
        <w:t>était adonnée avec un entier abandon aux doux soins que demandaient ses enfants</w:t>
      </w:r>
      <w:r w:rsidR="00DE313F">
        <w:t xml:space="preserve">, </w:t>
      </w:r>
      <w:r w:rsidRPr="003D2FAA">
        <w:t>reversant sur eux l</w:t>
      </w:r>
      <w:r w:rsidR="00DE313F">
        <w:t>’</w:t>
      </w:r>
      <w:r w:rsidRPr="003D2FAA">
        <w:t>amour</w:t>
      </w:r>
      <w:r w:rsidR="00DE313F">
        <w:t xml:space="preserve">, </w:t>
      </w:r>
      <w:r w:rsidRPr="003D2FAA">
        <w:t>la tendresse qui n</w:t>
      </w:r>
      <w:r w:rsidR="00DE313F">
        <w:t>’</w:t>
      </w:r>
      <w:r w:rsidRPr="003D2FAA">
        <w:t>avaient pas pu trouver à s</w:t>
      </w:r>
      <w:r w:rsidR="00DE313F">
        <w:t>’</w:t>
      </w:r>
      <w:r w:rsidRPr="003D2FAA">
        <w:t>épancher au cours de son malheureux mariage</w:t>
      </w:r>
      <w:r w:rsidR="00DE313F">
        <w:t>.</w:t>
      </w:r>
    </w:p>
    <w:p w14:paraId="5A9610AD" w14:textId="77777777" w:rsidR="00DE313F" w:rsidRDefault="0074134D" w:rsidP="0074134D">
      <w:r w:rsidRPr="003D2FAA">
        <w:t>Chaque année</w:t>
      </w:r>
      <w:r w:rsidR="00DE313F">
        <w:t xml:space="preserve">, </w:t>
      </w:r>
      <w:r w:rsidRPr="003D2FAA">
        <w:t>Cesare continuait à faire son voyage acco</w:t>
      </w:r>
      <w:r w:rsidRPr="003D2FAA">
        <w:t>u</w:t>
      </w:r>
      <w:r w:rsidRPr="003D2FAA">
        <w:t>tumé d</w:t>
      </w:r>
      <w:r w:rsidR="00DE313F">
        <w:t>’</w:t>
      </w:r>
      <w:r w:rsidRPr="003D2FAA">
        <w:t>un mois</w:t>
      </w:r>
      <w:r w:rsidR="00DE313F">
        <w:t xml:space="preserve">, </w:t>
      </w:r>
      <w:r w:rsidRPr="003D2FAA">
        <w:t>et il en rapportait des cadeaux choisis et charmants pour elle</w:t>
      </w:r>
      <w:r w:rsidR="00DE313F">
        <w:t xml:space="preserve">, </w:t>
      </w:r>
      <w:r w:rsidRPr="003D2FAA">
        <w:t>pour la grand</w:t>
      </w:r>
      <w:r w:rsidR="00DE313F">
        <w:t>’</w:t>
      </w:r>
      <w:r w:rsidRPr="003D2FAA">
        <w:t>mère et pour ses neveux</w:t>
      </w:r>
      <w:r w:rsidR="00DE313F">
        <w:t xml:space="preserve">, </w:t>
      </w:r>
      <w:r w:rsidRPr="003D2FAA">
        <w:t>au</w:t>
      </w:r>
      <w:r w:rsidRPr="003D2FAA">
        <w:t>x</w:t>
      </w:r>
      <w:r w:rsidRPr="003D2FAA">
        <w:t>quels il avait toujours témoigné les plus délicates attentions p</w:t>
      </w:r>
      <w:r w:rsidRPr="003D2FAA">
        <w:t>a</w:t>
      </w:r>
      <w:r w:rsidRPr="003D2FAA">
        <w:t>ternelles</w:t>
      </w:r>
      <w:r w:rsidR="00DE313F">
        <w:t>.</w:t>
      </w:r>
    </w:p>
    <w:p w14:paraId="155497D1" w14:textId="77777777" w:rsidR="00DE313F" w:rsidRDefault="0074134D" w:rsidP="0074134D">
      <w:r w:rsidRPr="003D2FAA">
        <w:t>La maison</w:t>
      </w:r>
      <w:r w:rsidR="00DE313F">
        <w:t xml:space="preserve">, </w:t>
      </w:r>
      <w:r w:rsidRPr="003D2FAA">
        <w:t>privée de la présence défensive d</w:t>
      </w:r>
      <w:r w:rsidR="00DE313F">
        <w:t>’</w:t>
      </w:r>
      <w:r w:rsidRPr="003D2FAA">
        <w:t>un homme pendant ces absences</w:t>
      </w:r>
      <w:r w:rsidR="00DE313F">
        <w:t xml:space="preserve">, </w:t>
      </w:r>
      <w:r w:rsidRPr="003D2FAA">
        <w:t>inspirait de la crainte aux deux femmes</w:t>
      </w:r>
      <w:r w:rsidR="00DE313F">
        <w:t xml:space="preserve">, </w:t>
      </w:r>
      <w:r w:rsidRPr="003D2FAA">
        <w:t>surtout la nuit</w:t>
      </w:r>
      <w:r w:rsidR="00DE313F">
        <w:t xml:space="preserve"> ; </w:t>
      </w:r>
      <w:r w:rsidRPr="003D2FAA">
        <w:t>il semblait alors à Adriana que le silence devenu plus profond et plus sombre tenait suspendu sur cette maison quelque grand malheur insoupçonné</w:t>
      </w:r>
      <w:r w:rsidR="00DE313F">
        <w:t xml:space="preserve">, </w:t>
      </w:r>
      <w:r w:rsidRPr="003D2FAA">
        <w:t>et c</w:t>
      </w:r>
      <w:r w:rsidR="00DE313F">
        <w:t>’</w:t>
      </w:r>
      <w:r w:rsidRPr="003D2FAA">
        <w:t>était avec une a</w:t>
      </w:r>
      <w:r w:rsidRPr="003D2FAA">
        <w:t>n</w:t>
      </w:r>
      <w:r w:rsidRPr="003D2FAA">
        <w:t>goisse infinie qu</w:t>
      </w:r>
      <w:r w:rsidR="00DE313F">
        <w:t>’</w:t>
      </w:r>
      <w:r w:rsidRPr="003D2FAA">
        <w:t>elle entendait grincer lamentablement la roue cannelée de l</w:t>
      </w:r>
      <w:r w:rsidR="00DE313F">
        <w:t>’</w:t>
      </w:r>
      <w:r w:rsidRPr="003D2FAA">
        <w:t>antique citerne située tout au haut de la rue montueuse et solitaire</w:t>
      </w:r>
      <w:r w:rsidR="00DE313F">
        <w:t xml:space="preserve">, </w:t>
      </w:r>
      <w:r w:rsidRPr="003D2FAA">
        <w:t>quand un souffle de vent venait à en secouer la corde</w:t>
      </w:r>
      <w:r w:rsidR="00DE313F">
        <w:t xml:space="preserve">. </w:t>
      </w:r>
      <w:r w:rsidRPr="003D2FAA">
        <w:t>Mais pouvait-il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par égard pour deux femmes et deux enfants qui au fond ne lui appartenaient pas</w:t>
      </w:r>
      <w:r w:rsidR="00DE313F">
        <w:t xml:space="preserve">, </w:t>
      </w:r>
      <w:r w:rsidRPr="003D2FAA">
        <w:t>se priver de cette unique distraction après un an de travail et d</w:t>
      </w:r>
      <w:r w:rsidR="00DE313F">
        <w:t>’</w:t>
      </w:r>
      <w:r w:rsidRPr="003D2FAA">
        <w:t>ennui</w:t>
      </w:r>
      <w:r w:rsidR="00DE313F">
        <w:t xml:space="preserve"> ? </w:t>
      </w:r>
      <w:r w:rsidRPr="003D2FAA">
        <w:t>N</w:t>
      </w:r>
      <w:r w:rsidR="00DE313F">
        <w:t>’</w:t>
      </w:r>
      <w:r w:rsidRPr="003D2FAA">
        <w:t>aurait-il pas pu ne s</w:t>
      </w:r>
      <w:r w:rsidR="00DE313F">
        <w:t>’</w:t>
      </w:r>
      <w:r w:rsidRPr="003D2FAA">
        <w:t xml:space="preserve">occuper </w:t>
      </w:r>
      <w:r w:rsidRPr="003D2FAA">
        <w:lastRenderedPageBreak/>
        <w:t>d</w:t>
      </w:r>
      <w:r w:rsidR="00DE313F">
        <w:t>’</w:t>
      </w:r>
      <w:r w:rsidRPr="003D2FAA">
        <w:t>eux ni peu ni prou</w:t>
      </w:r>
      <w:r w:rsidR="00DE313F">
        <w:t xml:space="preserve">, </w:t>
      </w:r>
      <w:r w:rsidRPr="003D2FAA">
        <w:t>vivre pour soi</w:t>
      </w:r>
      <w:r w:rsidR="00DE313F">
        <w:t xml:space="preserve">, </w:t>
      </w:r>
      <w:r w:rsidRPr="003D2FAA">
        <w:t>puisque son frère l</w:t>
      </w:r>
      <w:r w:rsidR="00DE313F">
        <w:t>’</w:t>
      </w:r>
      <w:r w:rsidRPr="003D2FAA">
        <w:t>avait empêché de fonder une famille</w:t>
      </w:r>
      <w:r w:rsidR="00DE313F">
        <w:t xml:space="preserve"> ? </w:t>
      </w:r>
      <w:r w:rsidRPr="003D2FAA">
        <w:t>Or</w:t>
      </w:r>
      <w:r w:rsidR="00DE313F">
        <w:t xml:space="preserve">, </w:t>
      </w:r>
      <w:r w:rsidRPr="003D2FAA">
        <w:t>à part ces brèves vacances</w:t>
      </w:r>
      <w:r w:rsidR="00DE313F">
        <w:t xml:space="preserve">, </w:t>
      </w:r>
      <w:r w:rsidRPr="003D2FAA">
        <w:t>il était tout acquis à la maison et à ses neveux orphelins</w:t>
      </w:r>
      <w:r w:rsidR="00DE313F">
        <w:t>.</w:t>
      </w:r>
    </w:p>
    <w:p w14:paraId="60055258" w14:textId="77777777" w:rsidR="00DE313F" w:rsidRDefault="0074134D" w:rsidP="0074134D">
      <w:r w:rsidRPr="003D2FAA">
        <w:t>Avec le temps</w:t>
      </w:r>
      <w:r w:rsidR="00DE313F">
        <w:t xml:space="preserve">, </w:t>
      </w:r>
      <w:r w:rsidRPr="003D2FAA">
        <w:t>tous les regrets de sa vie manquée s</w:t>
      </w:r>
      <w:r w:rsidR="00DE313F">
        <w:t>’</w:t>
      </w:r>
      <w:r w:rsidRPr="003D2FAA">
        <w:t>étaient endormis dans le cœur d</w:t>
      </w:r>
      <w:r w:rsidR="00DE313F">
        <w:t>’</w:t>
      </w:r>
      <w:r w:rsidRPr="003D2FAA">
        <w:t>Adriana</w:t>
      </w:r>
      <w:r w:rsidR="00DE313F">
        <w:t xml:space="preserve">. </w:t>
      </w:r>
      <w:r w:rsidRPr="003D2FAA">
        <w:t>Ses enfants croissaient et elle jouissait dans son cœur de les voir grandir sous la direction de cet oncle qu</w:t>
      </w:r>
      <w:r w:rsidR="00DE313F">
        <w:t>’</w:t>
      </w:r>
      <w:r w:rsidRPr="003D2FAA">
        <w:t>ils imitaient instinctivement</w:t>
      </w:r>
      <w:r w:rsidR="00DE313F">
        <w:t xml:space="preserve">, </w:t>
      </w:r>
      <w:r w:rsidRPr="003D2FAA">
        <w:t>dans ses manières et dans ses goûts</w:t>
      </w:r>
      <w:r w:rsidR="00DE313F">
        <w:t xml:space="preserve">. </w:t>
      </w:r>
      <w:r w:rsidRPr="003D2FAA">
        <w:t>Son dévouement était devenu si total qu</w:t>
      </w:r>
      <w:r w:rsidR="00DE313F">
        <w:t>’</w:t>
      </w:r>
      <w:r w:rsidRPr="003D2FAA">
        <w:t>elle s</w:t>
      </w:r>
      <w:r w:rsidR="00DE313F">
        <w:t>’</w:t>
      </w:r>
      <w:r w:rsidRPr="003D2FAA">
        <w:t>étonnait lorsque son beau-frère et ses enfants même s</w:t>
      </w:r>
      <w:r w:rsidR="00DE313F">
        <w:t>’</w:t>
      </w:r>
      <w:r w:rsidRPr="003D2FAA">
        <w:t>opposaient aux soins exagérés qu</w:t>
      </w:r>
      <w:r w:rsidR="00DE313F">
        <w:t>’</w:t>
      </w:r>
      <w:r w:rsidRPr="003D2FAA">
        <w:t>elle avait pour eux</w:t>
      </w:r>
      <w:r w:rsidR="00DE313F">
        <w:t>.</w:t>
      </w:r>
    </w:p>
    <w:p w14:paraId="54F2CCBA" w14:textId="77777777" w:rsidR="00DE313F" w:rsidRDefault="0074134D" w:rsidP="0074134D">
      <w:r w:rsidRPr="003D2FAA">
        <w:t>La mort de sa mère lui causa une grande douleur</w:t>
      </w:r>
      <w:r w:rsidR="00DE313F">
        <w:t xml:space="preserve"> : </w:t>
      </w:r>
      <w:r w:rsidRPr="003D2FAA">
        <w:t>son unique compagnie lui manquait</w:t>
      </w:r>
      <w:r w:rsidR="00DE313F">
        <w:t xml:space="preserve">. </w:t>
      </w:r>
      <w:r w:rsidRPr="003D2FAA">
        <w:t>Depuis un temps assez long</w:t>
      </w:r>
      <w:r w:rsidR="00DE313F">
        <w:t xml:space="preserve">, </w:t>
      </w:r>
      <w:r w:rsidRPr="003D2FAA">
        <w:t>elle causait avec elle comme avec une sœur</w:t>
      </w:r>
      <w:r w:rsidR="00DE313F">
        <w:t xml:space="preserve">. </w:t>
      </w:r>
      <w:r w:rsidRPr="003D2FAA">
        <w:t>Quand sa mère était à ses côtés</w:t>
      </w:r>
      <w:r w:rsidR="00DE313F">
        <w:t xml:space="preserve">, </w:t>
      </w:r>
      <w:r w:rsidRPr="003D2FAA">
        <w:t>elle pouvait se croire encore jeune</w:t>
      </w:r>
      <w:r w:rsidR="00DE313F">
        <w:t xml:space="preserve">, </w:t>
      </w:r>
      <w:r w:rsidRPr="003D2FAA">
        <w:t>comme elle l</w:t>
      </w:r>
      <w:r w:rsidR="00DE313F">
        <w:t>’</w:t>
      </w:r>
      <w:r w:rsidRPr="003D2FAA">
        <w:t>était</w:t>
      </w:r>
      <w:r w:rsidR="00DE313F">
        <w:t xml:space="preserve">, </w:t>
      </w:r>
      <w:r w:rsidRPr="003D2FAA">
        <w:t>en somme</w:t>
      </w:r>
      <w:r w:rsidR="00DE313F">
        <w:t xml:space="preserve">. </w:t>
      </w:r>
      <w:r w:rsidRPr="003D2FAA">
        <w:t>Mais lorsque sa mère eut disparu</w:t>
      </w:r>
      <w:r w:rsidR="00DE313F">
        <w:t xml:space="preserve">, </w:t>
      </w:r>
      <w:r w:rsidRPr="003D2FAA">
        <w:t>ses deux fils étant désormais des jeunes gens</w:t>
      </w:r>
      <w:r w:rsidR="00DE313F">
        <w:t xml:space="preserve">, – </w:t>
      </w:r>
      <w:r w:rsidRPr="003D2FAA">
        <w:t>l</w:t>
      </w:r>
      <w:r w:rsidR="00DE313F">
        <w:t>’</w:t>
      </w:r>
      <w:r w:rsidRPr="003D2FAA">
        <w:t>un avait seize ans et l</w:t>
      </w:r>
      <w:r w:rsidR="00DE313F">
        <w:t>’</w:t>
      </w:r>
      <w:r w:rsidRPr="003D2FAA">
        <w:t>autre quatorze</w:t>
      </w:r>
      <w:r w:rsidR="00DE313F">
        <w:t xml:space="preserve">, – </w:t>
      </w:r>
      <w:r w:rsidRPr="003D2FAA">
        <w:t>et tous deux étant presque aussi hauts que leur oncle</w:t>
      </w:r>
      <w:r w:rsidR="00DE313F">
        <w:t xml:space="preserve">, </w:t>
      </w:r>
      <w:r w:rsidRPr="003D2FAA">
        <w:t>elle commença à se considérer comme une vieille femme</w:t>
      </w:r>
      <w:r w:rsidR="00DE313F">
        <w:t>.</w:t>
      </w:r>
    </w:p>
    <w:p w14:paraId="2C9323B2" w14:textId="77777777" w:rsidR="00DE313F" w:rsidRDefault="0074134D" w:rsidP="0074134D">
      <w:r w:rsidRPr="003D2FAA">
        <w:t>Elle était en cet état d</w:t>
      </w:r>
      <w:r w:rsidR="00DE313F">
        <w:t>’</w:t>
      </w:r>
      <w:r w:rsidRPr="003D2FAA">
        <w:t>esprit</w:t>
      </w:r>
      <w:r w:rsidR="00DE313F">
        <w:t xml:space="preserve">, </w:t>
      </w:r>
      <w:r w:rsidRPr="003D2FAA">
        <w:t>lorsque pour la première fois elle observa un vague malaise</w:t>
      </w:r>
      <w:r w:rsidR="00DE313F">
        <w:t xml:space="preserve">, </w:t>
      </w:r>
      <w:r w:rsidRPr="003D2FAA">
        <w:t>une lassitude</w:t>
      </w:r>
      <w:r w:rsidR="00DE313F">
        <w:t xml:space="preserve">, </w:t>
      </w:r>
      <w:r w:rsidRPr="003D2FAA">
        <w:t>une oppression</w:t>
      </w:r>
      <w:r w:rsidR="00DE313F">
        <w:t xml:space="preserve">, </w:t>
      </w:r>
      <w:r w:rsidRPr="003D2FAA">
        <w:t>une certaine douleur sourde un peu dans une épaule</w:t>
      </w:r>
      <w:r w:rsidR="00DE313F">
        <w:t xml:space="preserve">, </w:t>
      </w:r>
      <w:r w:rsidRPr="003D2FAA">
        <w:t>un peu dans la poitrine</w:t>
      </w:r>
      <w:r w:rsidR="00DE313F">
        <w:t xml:space="preserve">, </w:t>
      </w:r>
      <w:r w:rsidRPr="003D2FAA">
        <w:t>douleur qui se localisait parfois aussi dans tout le bras gauche</w:t>
      </w:r>
      <w:r w:rsidR="00DE313F">
        <w:t xml:space="preserve">, </w:t>
      </w:r>
      <w:r w:rsidRPr="003D2FAA">
        <w:t>et de temps à autre</w:t>
      </w:r>
      <w:r w:rsidR="00DE313F">
        <w:t xml:space="preserve">, </w:t>
      </w:r>
      <w:r w:rsidRPr="003D2FAA">
        <w:t>devenait lancinante</w:t>
      </w:r>
      <w:r w:rsidR="00DE313F">
        <w:t xml:space="preserve">, </w:t>
      </w:r>
      <w:r w:rsidRPr="003D2FAA">
        <w:t>lui coupait la respiration</w:t>
      </w:r>
      <w:r w:rsidR="00DE313F">
        <w:t>.</w:t>
      </w:r>
    </w:p>
    <w:p w14:paraId="124D6B98" w14:textId="77777777" w:rsidR="00DE313F" w:rsidRDefault="0074134D" w:rsidP="0074134D">
      <w:r w:rsidRPr="003D2FAA">
        <w:t>Elle ne s</w:t>
      </w:r>
      <w:r w:rsidR="00DE313F">
        <w:t>’</w:t>
      </w:r>
      <w:r w:rsidRPr="003D2FAA">
        <w:t>en plaignait pas</w:t>
      </w:r>
      <w:r w:rsidR="00DE313F">
        <w:t xml:space="preserve"> ; </w:t>
      </w:r>
      <w:r w:rsidRPr="003D2FAA">
        <w:t>et personne n</w:t>
      </w:r>
      <w:r w:rsidR="00DE313F">
        <w:t>’</w:t>
      </w:r>
      <w:r w:rsidRPr="003D2FAA">
        <w:t>aurait peut-être jamais su qu</w:t>
      </w:r>
      <w:r w:rsidR="00DE313F">
        <w:t>’</w:t>
      </w:r>
      <w:r w:rsidRPr="003D2FAA">
        <w:t>elle souffrait et avait besoin d</w:t>
      </w:r>
      <w:r w:rsidR="00DE313F">
        <w:t>’</w:t>
      </w:r>
      <w:r w:rsidRPr="003D2FAA">
        <w:t>être soignée</w:t>
      </w:r>
      <w:r w:rsidR="00DE313F">
        <w:t xml:space="preserve">, </w:t>
      </w:r>
      <w:r w:rsidRPr="003D2FAA">
        <w:t>si un jour</w:t>
      </w:r>
      <w:r w:rsidR="00DE313F">
        <w:t xml:space="preserve">, </w:t>
      </w:r>
      <w:r w:rsidRPr="003D2FAA">
        <w:t>à table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eût ressenti l</w:t>
      </w:r>
      <w:r w:rsidR="00DE313F">
        <w:t>’</w:t>
      </w:r>
      <w:r w:rsidRPr="003D2FAA">
        <w:t>assaut d</w:t>
      </w:r>
      <w:r w:rsidR="00DE313F">
        <w:t>’</w:t>
      </w:r>
      <w:r w:rsidRPr="003D2FAA">
        <w:t>un des spasmes impr</w:t>
      </w:r>
      <w:r w:rsidRPr="003D2FAA">
        <w:t>é</w:t>
      </w:r>
      <w:r w:rsidRPr="003D2FAA">
        <w:t>vus qui la visitaient souvent</w:t>
      </w:r>
      <w:r w:rsidR="00DE313F">
        <w:t>.</w:t>
      </w:r>
    </w:p>
    <w:p w14:paraId="179F9B63" w14:textId="77777777" w:rsidR="00DE313F" w:rsidRDefault="0074134D" w:rsidP="0074134D">
      <w:r w:rsidRPr="003D2FAA">
        <w:lastRenderedPageBreak/>
        <w:t>On appela le vieux médecin de la maison qui</w:t>
      </w:r>
      <w:r w:rsidR="00DE313F">
        <w:t xml:space="preserve">, </w:t>
      </w:r>
      <w:r w:rsidRPr="003D2FAA">
        <w:t>tout de suite</w:t>
      </w:r>
      <w:r w:rsidR="00DE313F">
        <w:t xml:space="preserve">, </w:t>
      </w:r>
      <w:r w:rsidRPr="003D2FAA">
        <w:t>fut consterné par la constatation de ces symptômes</w:t>
      </w:r>
      <w:r w:rsidR="00DE313F">
        <w:t xml:space="preserve">, </w:t>
      </w:r>
      <w:r w:rsidRPr="003D2FAA">
        <w:t>et sa con</w:t>
      </w:r>
      <w:r w:rsidRPr="003D2FAA">
        <w:t>s</w:t>
      </w:r>
      <w:r w:rsidRPr="003D2FAA">
        <w:t>ternation grandit après un long et attentif examen de la malade</w:t>
      </w:r>
      <w:r w:rsidR="00DE313F">
        <w:t>.</w:t>
      </w:r>
    </w:p>
    <w:p w14:paraId="1084E09D" w14:textId="77777777" w:rsidR="00DE313F" w:rsidRDefault="0074134D" w:rsidP="0074134D">
      <w:r w:rsidRPr="003D2FAA">
        <w:t>Le mal était localisé dans la plèvre</w:t>
      </w:r>
      <w:r w:rsidR="00DE313F">
        <w:t xml:space="preserve">. </w:t>
      </w:r>
      <w:r w:rsidRPr="003D2FAA">
        <w:t>Mais quelle était sa n</w:t>
      </w:r>
      <w:r w:rsidRPr="003D2FAA">
        <w:t>a</w:t>
      </w:r>
      <w:r w:rsidRPr="003D2FAA">
        <w:t>ture</w:t>
      </w:r>
      <w:r w:rsidR="00DE313F">
        <w:t xml:space="preserve"> ? </w:t>
      </w:r>
      <w:r w:rsidRPr="003D2FAA">
        <w:t>Le vieux médecin</w:t>
      </w:r>
      <w:r w:rsidR="00DE313F">
        <w:t xml:space="preserve">, </w:t>
      </w:r>
      <w:r w:rsidRPr="003D2FAA">
        <w:t>avec l</w:t>
      </w:r>
      <w:r w:rsidR="00DE313F">
        <w:t>’</w:t>
      </w:r>
      <w:r w:rsidRPr="003D2FAA">
        <w:t>aide d</w:t>
      </w:r>
      <w:r w:rsidR="00DE313F">
        <w:t>’</w:t>
      </w:r>
      <w:r w:rsidRPr="003D2FAA">
        <w:t>un confrère</w:t>
      </w:r>
      <w:r w:rsidR="00DE313F">
        <w:t xml:space="preserve">, </w:t>
      </w:r>
      <w:r w:rsidRPr="003D2FAA">
        <w:t xml:space="preserve">tenta sans hésiter une ponction explorative dans les glandes de la poitrine et conseilla à </w:t>
      </w:r>
      <w:proofErr w:type="spellStart"/>
      <w:r w:rsidRPr="003D2FAA">
        <w:t>Braggi</w:t>
      </w:r>
      <w:proofErr w:type="spellEnd"/>
      <w:r w:rsidRPr="003D2FAA">
        <w:t xml:space="preserve"> de conduire sans retard sa belle-sœur à Palerme</w:t>
      </w:r>
      <w:r w:rsidR="00DE313F">
        <w:t xml:space="preserve">, </w:t>
      </w:r>
      <w:r w:rsidRPr="003D2FAA">
        <w:t>lui laissant clairement entendre qu</w:t>
      </w:r>
      <w:r w:rsidR="00DE313F">
        <w:t>’</w:t>
      </w:r>
      <w:r w:rsidRPr="003D2FAA">
        <w:t>il craignait une t</w:t>
      </w:r>
      <w:r w:rsidRPr="003D2FAA">
        <w:t>u</w:t>
      </w:r>
      <w:r w:rsidRPr="003D2FAA">
        <w:t>meur interne peut-être incurable</w:t>
      </w:r>
      <w:r w:rsidR="00DE313F">
        <w:t>…</w:t>
      </w:r>
    </w:p>
    <w:p w14:paraId="0CB5A171" w14:textId="77777777" w:rsidR="00DE313F" w:rsidRDefault="0074134D" w:rsidP="0074134D">
      <w:r w:rsidRPr="003D2FAA">
        <w:t>Partir immédiatement ne fut pas possible</w:t>
      </w:r>
      <w:r w:rsidR="00DE313F">
        <w:t xml:space="preserve">. </w:t>
      </w:r>
      <w:r w:rsidRPr="003D2FAA">
        <w:t>Depuis treize ans de claustration</w:t>
      </w:r>
      <w:r w:rsidR="00DE313F">
        <w:t xml:space="preserve">, </w:t>
      </w:r>
      <w:r w:rsidRPr="003D2FAA">
        <w:t>Adriana était désapprovisionnée de vêt</w:t>
      </w:r>
      <w:r w:rsidRPr="003D2FAA">
        <w:t>e</w:t>
      </w:r>
      <w:r w:rsidRPr="003D2FAA">
        <w:t>ments pour paraître en public et pour voyager</w:t>
      </w:r>
      <w:r w:rsidR="00DE313F">
        <w:t xml:space="preserve">. </w:t>
      </w:r>
      <w:r w:rsidRPr="003D2FAA">
        <w:t>Il fallut écrire à Palerme</w:t>
      </w:r>
      <w:r w:rsidR="00DE313F">
        <w:t>.</w:t>
      </w:r>
    </w:p>
    <w:p w14:paraId="0DBF6054" w14:textId="77777777" w:rsidR="00DE313F" w:rsidRDefault="0074134D" w:rsidP="0074134D">
      <w:r w:rsidRPr="003D2FAA">
        <w:t>Elle essaya de s</w:t>
      </w:r>
      <w:r w:rsidR="00DE313F">
        <w:t>’</w:t>
      </w:r>
      <w:r w:rsidRPr="003D2FAA">
        <w:t>opposer à ce voyage par tous les moyens possibles</w:t>
      </w:r>
      <w:r w:rsidR="00DE313F">
        <w:t xml:space="preserve">, </w:t>
      </w:r>
      <w:r w:rsidRPr="003D2FAA">
        <w:t>assurant son beau-frère et ses enfants qu</w:t>
      </w:r>
      <w:r w:rsidR="00DE313F">
        <w:t>’</w:t>
      </w:r>
      <w:r w:rsidRPr="003D2FAA">
        <w:t>elle ne se sentait pas si mal que cela</w:t>
      </w:r>
      <w:r w:rsidR="00DE313F">
        <w:t xml:space="preserve"> ! </w:t>
      </w:r>
      <w:r w:rsidRPr="003D2FAA">
        <w:t>Un voyage</w:t>
      </w:r>
      <w:r w:rsidR="00DE313F">
        <w:t xml:space="preserve"> ! </w:t>
      </w:r>
      <w:r w:rsidRPr="003D2FAA">
        <w:t>À cette seule pensée</w:t>
      </w:r>
      <w:r w:rsidR="00DE313F">
        <w:t xml:space="preserve">, </w:t>
      </w:r>
      <w:r w:rsidRPr="003D2FAA">
        <w:t>les frissons la pressaient</w:t>
      </w:r>
      <w:r w:rsidR="00DE313F">
        <w:t>.</w:t>
      </w:r>
    </w:p>
    <w:p w14:paraId="6A88995D" w14:textId="77777777" w:rsidR="00DE313F" w:rsidRDefault="0074134D" w:rsidP="0074134D">
      <w:r w:rsidRPr="003D2FAA">
        <w:t>C</w:t>
      </w:r>
      <w:r w:rsidR="00DE313F">
        <w:t>’</w:t>
      </w:r>
      <w:r w:rsidRPr="003D2FAA">
        <w:t>était juste le moment où Cesare avait l</w:t>
      </w:r>
      <w:r w:rsidR="00DE313F">
        <w:t>’</w:t>
      </w:r>
      <w:r w:rsidRPr="003D2FAA">
        <w:t>habitude de prendre ses vacances d</w:t>
      </w:r>
      <w:r w:rsidR="00DE313F">
        <w:t>’</w:t>
      </w:r>
      <w:r w:rsidRPr="003D2FAA">
        <w:t>un mois</w:t>
      </w:r>
      <w:r w:rsidR="00DE313F">
        <w:t xml:space="preserve">. </w:t>
      </w:r>
      <w:r w:rsidRPr="003D2FAA">
        <w:t>En partant avec lui</w:t>
      </w:r>
      <w:r w:rsidR="00DE313F">
        <w:t xml:space="preserve">, </w:t>
      </w:r>
      <w:r w:rsidRPr="003D2FAA">
        <w:t>elle lui e</w:t>
      </w:r>
      <w:r w:rsidRPr="003D2FAA">
        <w:t>n</w:t>
      </w:r>
      <w:r w:rsidRPr="003D2FAA">
        <w:t>lèverait sa liberté</w:t>
      </w:r>
      <w:r w:rsidR="00DE313F">
        <w:t xml:space="preserve">, </w:t>
      </w:r>
      <w:r w:rsidRPr="003D2FAA">
        <w:t>elle le priverait de tout plaisir</w:t>
      </w:r>
      <w:r w:rsidR="00DE313F">
        <w:t xml:space="preserve">.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elle ne le voulait à aucun prix</w:t>
      </w:r>
      <w:r w:rsidR="00DE313F">
        <w:t xml:space="preserve"> ! </w:t>
      </w:r>
      <w:r w:rsidRPr="003D2FAA">
        <w:t>Et puis comment</w:t>
      </w:r>
      <w:r w:rsidR="00DE313F">
        <w:t xml:space="preserve">, </w:t>
      </w:r>
      <w:r w:rsidRPr="003D2FAA">
        <w:t>à qui laisserait-elle ses enfants</w:t>
      </w:r>
      <w:r w:rsidR="00DE313F">
        <w:t xml:space="preserve"> ? </w:t>
      </w:r>
      <w:r w:rsidRPr="003D2FAA">
        <w:t>à qui confierait-elle la maison</w:t>
      </w:r>
      <w:r w:rsidR="00DE313F">
        <w:t xml:space="preserve"> ? </w:t>
      </w:r>
      <w:r w:rsidRPr="003D2FAA">
        <w:t>Elle mettait en avant toutes ces difficultés</w:t>
      </w:r>
      <w:r w:rsidR="00DE313F">
        <w:t xml:space="preserve">, </w:t>
      </w:r>
      <w:r w:rsidRPr="003D2FAA">
        <w:t>mais son beau-frère et ses fils les écartaient en riant</w:t>
      </w:r>
      <w:r w:rsidR="00DE313F">
        <w:t xml:space="preserve">. </w:t>
      </w:r>
      <w:r w:rsidRPr="003D2FAA">
        <w:t>Elle</w:t>
      </w:r>
      <w:r w:rsidR="00DE313F">
        <w:t xml:space="preserve">, </w:t>
      </w:r>
      <w:r w:rsidRPr="003D2FAA">
        <w:t>cependant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obstinait à déclarer que ce voyage augmenterait son mal</w:t>
      </w:r>
      <w:r w:rsidR="00DE313F">
        <w:t xml:space="preserve"> ! </w:t>
      </w:r>
      <w:r w:rsidRPr="003D2FAA">
        <w:t>Bon Dieu</w:t>
      </w:r>
      <w:r w:rsidR="00DE313F">
        <w:t xml:space="preserve"> ! </w:t>
      </w:r>
      <w:r w:rsidRPr="003D2FAA">
        <w:t>elle ne savait même pas comment étaient faites les routes</w:t>
      </w:r>
      <w:r w:rsidR="00DE313F">
        <w:t xml:space="preserve"> ! </w:t>
      </w:r>
      <w:r w:rsidRPr="003D2FAA">
        <w:t>elle ne saurait y faire un pas</w:t>
      </w:r>
      <w:r w:rsidR="00DE313F">
        <w:t xml:space="preserve"> ! </w:t>
      </w:r>
      <w:r w:rsidRPr="003D2FAA">
        <w:t>Par pitié</w:t>
      </w:r>
      <w:r w:rsidR="00DE313F">
        <w:t xml:space="preserve">, </w:t>
      </w:r>
      <w:r w:rsidRPr="003D2FAA">
        <w:t>par pitié</w:t>
      </w:r>
      <w:r w:rsidR="00DE313F">
        <w:t xml:space="preserve"> ! </w:t>
      </w:r>
      <w:r w:rsidRPr="003D2FAA">
        <w:t>qu</w:t>
      </w:r>
      <w:r w:rsidR="00DE313F">
        <w:t>’</w:t>
      </w:r>
      <w:r w:rsidRPr="003D2FAA">
        <w:t>on la laisse en paix</w:t>
      </w:r>
      <w:r w:rsidR="00DE313F">
        <w:t> !</w:t>
      </w:r>
    </w:p>
    <w:p w14:paraId="16FE79DB" w14:textId="77777777" w:rsidR="00DE313F" w:rsidRDefault="0074134D" w:rsidP="0074134D">
      <w:r w:rsidRPr="003D2FAA">
        <w:lastRenderedPageBreak/>
        <w:t>Quand arrivèrent les vêtements et les chapeaux de P</w:t>
      </w:r>
      <w:r w:rsidRPr="003D2FAA">
        <w:t>a</w:t>
      </w:r>
      <w:r w:rsidRPr="003D2FAA">
        <w:t>lerme</w:t>
      </w:r>
      <w:r w:rsidR="00DE313F">
        <w:t xml:space="preserve">, </w:t>
      </w:r>
      <w:r w:rsidRPr="003D2FAA">
        <w:t>ce fut pour les deux jeunes gens un délire</w:t>
      </w:r>
      <w:r w:rsidR="00DE313F">
        <w:t> !</w:t>
      </w:r>
    </w:p>
    <w:p w14:paraId="74D2CAC3" w14:textId="77777777" w:rsidR="00DE313F" w:rsidRDefault="0074134D" w:rsidP="0074134D">
      <w:r w:rsidRPr="003D2FAA">
        <w:t xml:space="preserve">Ils entrèrent </w:t>
      </w:r>
      <w:proofErr w:type="spellStart"/>
      <w:r w:rsidRPr="003D2FAA">
        <w:t>exultants</w:t>
      </w:r>
      <w:proofErr w:type="spellEnd"/>
      <w:r w:rsidRPr="003D2FAA">
        <w:t xml:space="preserve"> avec les grandes caisses couvertes de toile cirée dans la chambre de leur mère</w:t>
      </w:r>
      <w:r w:rsidR="00DE313F">
        <w:t xml:space="preserve">, </w:t>
      </w:r>
      <w:r w:rsidRPr="003D2FAA">
        <w:t>faisant tapage</w:t>
      </w:r>
      <w:r w:rsidR="00DE313F">
        <w:t xml:space="preserve">, </w:t>
      </w:r>
      <w:r w:rsidRPr="003D2FAA">
        <w:t>criant qu</w:t>
      </w:r>
      <w:r w:rsidR="00DE313F">
        <w:t>’</w:t>
      </w:r>
      <w:r w:rsidRPr="003D2FAA">
        <w:t>elle devait tout de suite</w:t>
      </w:r>
      <w:r w:rsidR="00DE313F">
        <w:t xml:space="preserve">, </w:t>
      </w:r>
      <w:r w:rsidRPr="003D2FAA">
        <w:t>tout de suite</w:t>
      </w:r>
      <w:r w:rsidR="00DE313F">
        <w:t xml:space="preserve">, </w:t>
      </w:r>
      <w:r w:rsidRPr="003D2FAA">
        <w:t>essayer le tout</w:t>
      </w:r>
      <w:r w:rsidR="00DE313F">
        <w:t xml:space="preserve">. </w:t>
      </w:r>
      <w:r w:rsidRPr="003D2FAA">
        <w:t>Ils vo</w:t>
      </w:r>
      <w:r w:rsidRPr="003D2FAA">
        <w:t>u</w:t>
      </w:r>
      <w:r w:rsidRPr="003D2FAA">
        <w:t>laient voir leur maman belle comme ils ne l</w:t>
      </w:r>
      <w:r w:rsidR="00DE313F">
        <w:t>’</w:t>
      </w:r>
      <w:r w:rsidRPr="003D2FAA">
        <w:t>avaient jamais vue</w:t>
      </w:r>
      <w:r w:rsidR="00DE313F">
        <w:t> !</w:t>
      </w:r>
    </w:p>
    <w:p w14:paraId="48843486" w14:textId="77777777" w:rsidR="00DE313F" w:rsidRDefault="0074134D" w:rsidP="0074134D">
      <w:r w:rsidRPr="003D2FAA">
        <w:t>Et ils en dirent tant</w:t>
      </w:r>
      <w:r w:rsidR="00DE313F">
        <w:t xml:space="preserve">, </w:t>
      </w:r>
      <w:r w:rsidRPr="003D2FAA">
        <w:t>ils en firent tant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dut céder pour leur faire plaisir</w:t>
      </w:r>
      <w:r w:rsidR="00DE313F">
        <w:t xml:space="preserve">. </w:t>
      </w:r>
      <w:r w:rsidRPr="003D2FAA">
        <w:t>Ces vêtements étaient noirs</w:t>
      </w:r>
      <w:r w:rsidR="00DE313F">
        <w:t xml:space="preserve">, </w:t>
      </w:r>
      <w:r w:rsidRPr="003D2FAA">
        <w:t>étaient de deuil eux aussi</w:t>
      </w:r>
      <w:r w:rsidR="00DE313F">
        <w:t xml:space="preserve">, </w:t>
      </w:r>
      <w:r w:rsidRPr="003D2FAA">
        <w:t>mais très riches</w:t>
      </w:r>
      <w:r w:rsidR="00DE313F">
        <w:t xml:space="preserve">, </w:t>
      </w:r>
      <w:r w:rsidRPr="003D2FAA">
        <w:t>et faits avec une merveilleuse mae</w:t>
      </w:r>
      <w:r w:rsidRPr="003D2FAA">
        <w:t>s</w:t>
      </w:r>
      <w:r w:rsidRPr="003D2FAA">
        <w:t>tria</w:t>
      </w:r>
      <w:r w:rsidR="00DE313F">
        <w:t>.</w:t>
      </w:r>
    </w:p>
    <w:p w14:paraId="30BE5CED" w14:textId="77777777" w:rsidR="00DE313F" w:rsidRDefault="0074134D" w:rsidP="0074134D">
      <w:r w:rsidRPr="003D2FAA">
        <w:t>Ignorante de la mode actuelle</w:t>
      </w:r>
      <w:r w:rsidR="00DE313F">
        <w:t xml:space="preserve">, </w:t>
      </w:r>
      <w:r w:rsidRPr="003D2FAA">
        <w:t>tout à fait inexperte</w:t>
      </w:r>
      <w:r w:rsidR="00DE313F">
        <w:t xml:space="preserve">, </w:t>
      </w:r>
      <w:r w:rsidRPr="003D2FAA">
        <w:t>elle ne savait comment s</w:t>
      </w:r>
      <w:r w:rsidR="00DE313F">
        <w:t>’</w:t>
      </w:r>
      <w:r w:rsidRPr="003D2FAA">
        <w:t>y prendre pour se faire belle</w:t>
      </w:r>
      <w:r w:rsidR="00DE313F">
        <w:t xml:space="preserve">, </w:t>
      </w:r>
      <w:r w:rsidRPr="003D2FAA">
        <w:t>où et comment attacher les nombreuses agrafes qu</w:t>
      </w:r>
      <w:r w:rsidR="00DE313F">
        <w:t>’</w:t>
      </w:r>
      <w:r w:rsidRPr="003D2FAA">
        <w:t>elle trouvait ici et là</w:t>
      </w:r>
      <w:r w:rsidR="00DE313F">
        <w:t xml:space="preserve"> ! </w:t>
      </w:r>
      <w:r w:rsidRPr="003D2FAA">
        <w:t>Et ce collet</w:t>
      </w:r>
      <w:r w:rsidR="00DE313F">
        <w:t xml:space="preserve"> ? </w:t>
      </w:r>
      <w:r w:rsidRPr="003D2FAA">
        <w:t>Oh</w:t>
      </w:r>
      <w:r w:rsidR="00DE313F">
        <w:t xml:space="preserve"> ! </w:t>
      </w:r>
      <w:r w:rsidRPr="003D2FAA">
        <w:t>mon Dieu</w:t>
      </w:r>
      <w:r w:rsidR="00DE313F">
        <w:t xml:space="preserve"> ! </w:t>
      </w:r>
      <w:r w:rsidRPr="003D2FAA">
        <w:t>si haut</w:t>
      </w:r>
      <w:r w:rsidR="00DE313F">
        <w:t xml:space="preserve"> ? </w:t>
      </w:r>
      <w:r w:rsidRPr="003D2FAA">
        <w:t>Et ces manches avec tous ces bouffants</w:t>
      </w:r>
      <w:r w:rsidR="00DE313F">
        <w:t xml:space="preserve"> !… </w:t>
      </w:r>
      <w:r w:rsidRPr="003D2FAA">
        <w:t>On les faisait comme cela en ce moment</w:t>
      </w:r>
      <w:r w:rsidR="00DE313F">
        <w:t> ?</w:t>
      </w:r>
    </w:p>
    <w:p w14:paraId="1DBEE4AE" w14:textId="77777777" w:rsidR="00DE313F" w:rsidRDefault="0074134D" w:rsidP="0074134D">
      <w:r w:rsidRPr="003D2FAA">
        <w:t>Pendant ce temps</w:t>
      </w:r>
      <w:r w:rsidR="00DE313F">
        <w:t xml:space="preserve">, </w:t>
      </w:r>
      <w:r w:rsidRPr="003D2FAA">
        <w:t>les jeunes gens menaient grand tapage derrière la porte</w:t>
      </w:r>
      <w:r w:rsidR="00DE313F">
        <w:t>.</w:t>
      </w:r>
    </w:p>
    <w:p w14:paraId="20E9EBB0" w14:textId="77777777" w:rsidR="00DE313F" w:rsidRDefault="00DE313F" w:rsidP="0074134D">
      <w:r>
        <w:t>— </w:t>
      </w:r>
      <w:r w:rsidR="0074134D" w:rsidRPr="003D2FAA">
        <w:t>Maman</w:t>
      </w:r>
      <w:r>
        <w:t xml:space="preserve">, </w:t>
      </w:r>
      <w:r w:rsidR="0074134D" w:rsidRPr="003D2FAA">
        <w:t>est-ce fait</w:t>
      </w:r>
      <w:r>
        <w:t> ?</w:t>
      </w:r>
    </w:p>
    <w:p w14:paraId="24F2B68D" w14:textId="77777777" w:rsidR="00DE313F" w:rsidRDefault="00DE313F" w:rsidP="0074134D">
      <w:r>
        <w:t>— </w:t>
      </w:r>
      <w:r w:rsidR="0074134D" w:rsidRPr="003D2FAA">
        <w:t>Maman</w:t>
      </w:r>
      <w:r>
        <w:t xml:space="preserve">, </w:t>
      </w:r>
      <w:r w:rsidR="0074134D" w:rsidRPr="003D2FAA">
        <w:t>pas encore</w:t>
      </w:r>
      <w:r>
        <w:t> ?</w:t>
      </w:r>
    </w:p>
    <w:p w14:paraId="7C95C3A1" w14:textId="77777777" w:rsidR="00DE313F" w:rsidRDefault="0074134D" w:rsidP="0074134D">
      <w:r w:rsidRPr="003D2FAA">
        <w:t>Comme si leur maman était à s</w:t>
      </w:r>
      <w:r w:rsidR="00DE313F">
        <w:t>’</w:t>
      </w:r>
      <w:r w:rsidRPr="003D2FAA">
        <w:t>habiller pour une fête</w:t>
      </w:r>
      <w:r w:rsidR="00DE313F">
        <w:t> !</w:t>
      </w:r>
    </w:p>
    <w:p w14:paraId="5B3024C4" w14:textId="77777777" w:rsidR="00DE313F" w:rsidRDefault="0074134D" w:rsidP="0074134D">
      <w:r w:rsidRPr="003D2FAA">
        <w:t>Ils oubliaient la raison pour laquelle ces vêtements avaient été commandés</w:t>
      </w:r>
      <w:r w:rsidR="00DE313F">
        <w:t xml:space="preserve">. </w:t>
      </w:r>
      <w:r w:rsidRPr="003D2FAA">
        <w:t>Elle-même n</w:t>
      </w:r>
      <w:r w:rsidR="00DE313F">
        <w:t>’</w:t>
      </w:r>
      <w:r w:rsidRPr="003D2FAA">
        <w:t>y pensait vraiment plus en ce moment</w:t>
      </w:r>
      <w:r w:rsidR="00DE313F">
        <w:t>.</w:t>
      </w:r>
    </w:p>
    <w:p w14:paraId="3FB0F459" w14:textId="77777777" w:rsidR="00DE313F" w:rsidRDefault="0074134D" w:rsidP="0074134D">
      <w:r w:rsidRPr="003D2FAA">
        <w:t>Et lorsque toute confuse</w:t>
      </w:r>
      <w:r w:rsidR="00DE313F">
        <w:t xml:space="preserve">, </w:t>
      </w:r>
      <w:r w:rsidRPr="003D2FAA">
        <w:t>toute rouge de fatigue</w:t>
      </w:r>
      <w:r w:rsidR="00DE313F">
        <w:t xml:space="preserve">, </w:t>
      </w:r>
      <w:r w:rsidRPr="003D2FAA">
        <w:t>elle leva les yeux sur la glace de l</w:t>
      </w:r>
      <w:r w:rsidR="00DE313F">
        <w:t>’</w:t>
      </w:r>
      <w:r w:rsidRPr="003D2FAA">
        <w:t>armoire</w:t>
      </w:r>
      <w:r w:rsidR="00DE313F">
        <w:t xml:space="preserve">, </w:t>
      </w:r>
      <w:r w:rsidRPr="003D2FAA">
        <w:t>elle éprouva une impression très violente qui touchait à la honte</w:t>
      </w:r>
      <w:r w:rsidR="00DE313F">
        <w:t xml:space="preserve">. </w:t>
      </w:r>
      <w:r w:rsidRPr="003D2FAA">
        <w:t>Cette robe</w:t>
      </w:r>
      <w:r w:rsidR="00DE313F">
        <w:t xml:space="preserve">, </w:t>
      </w:r>
      <w:r w:rsidRPr="003D2FAA">
        <w:t xml:space="preserve">qui dessinait </w:t>
      </w:r>
      <w:r w:rsidRPr="003D2FAA">
        <w:lastRenderedPageBreak/>
        <w:t>avec une élégance audacieuse son buste et ses flancs</w:t>
      </w:r>
      <w:r w:rsidR="00DE313F">
        <w:t xml:space="preserve">, </w:t>
      </w:r>
      <w:r w:rsidRPr="003D2FAA">
        <w:t>lui donnait l</w:t>
      </w:r>
      <w:r w:rsidR="00DE313F">
        <w:t>’</w:t>
      </w:r>
      <w:r w:rsidRPr="003D2FAA">
        <w:t>aspect d</w:t>
      </w:r>
      <w:r w:rsidR="00DE313F">
        <w:t>’</w:t>
      </w:r>
      <w:r w:rsidRPr="003D2FAA">
        <w:t>une toute jeune fille</w:t>
      </w:r>
      <w:r w:rsidR="00DE313F">
        <w:t xml:space="preserve"> ; </w:t>
      </w:r>
      <w:r w:rsidRPr="003D2FAA">
        <w:t>elle qui se sentait déjà vieille</w:t>
      </w:r>
      <w:r w:rsidR="00DE313F">
        <w:t xml:space="preserve">, </w:t>
      </w:r>
      <w:r w:rsidRPr="003D2FAA">
        <w:t>se retrouva tout à coup belle et fleurie</w:t>
      </w:r>
      <w:r w:rsidR="00DE313F">
        <w:t xml:space="preserve">, </w:t>
      </w:r>
      <w:r w:rsidRPr="003D2FAA">
        <w:t>une autre enfin</w:t>
      </w:r>
      <w:r w:rsidR="00DE313F">
        <w:t> !…</w:t>
      </w:r>
    </w:p>
    <w:p w14:paraId="05B3F13A" w14:textId="77777777" w:rsidR="00DE313F" w:rsidRDefault="00DE313F" w:rsidP="0074134D">
      <w:r>
        <w:t>— </w:t>
      </w:r>
      <w:r w:rsidR="0074134D" w:rsidRPr="003D2FAA">
        <w:t>Mais voyons</w:t>
      </w:r>
      <w:r>
        <w:t xml:space="preserve">, </w:t>
      </w:r>
      <w:r w:rsidR="0074134D" w:rsidRPr="003D2FAA">
        <w:t>mais voyons</w:t>
      </w:r>
      <w:r>
        <w:t xml:space="preserve"> ! </w:t>
      </w:r>
      <w:r w:rsidR="0074134D" w:rsidRPr="003D2FAA">
        <w:t>c</w:t>
      </w:r>
      <w:r>
        <w:t>’</w:t>
      </w:r>
      <w:r w:rsidR="0074134D" w:rsidRPr="003D2FAA">
        <w:t>est impossible</w:t>
      </w:r>
      <w:r>
        <w:t xml:space="preserve"> ! </w:t>
      </w:r>
      <w:r w:rsidR="0074134D" w:rsidRPr="003D2FAA">
        <w:t>s</w:t>
      </w:r>
      <w:r>
        <w:t>’</w:t>
      </w:r>
      <w:r w:rsidR="0074134D" w:rsidRPr="003D2FAA">
        <w:t>écria-t-elle en détournant la tête et levant la main comme pour écha</w:t>
      </w:r>
      <w:r w:rsidR="0074134D" w:rsidRPr="003D2FAA">
        <w:t>p</w:t>
      </w:r>
      <w:r w:rsidR="0074134D" w:rsidRPr="003D2FAA">
        <w:t>per à cette vue</w:t>
      </w:r>
      <w:r>
        <w:t>.</w:t>
      </w:r>
    </w:p>
    <w:p w14:paraId="3E3FAFB1" w14:textId="77777777" w:rsidR="00DE313F" w:rsidRDefault="0074134D" w:rsidP="0074134D">
      <w:r w:rsidRPr="003D2FAA">
        <w:t>Les enfants</w:t>
      </w:r>
      <w:r w:rsidR="00DE313F">
        <w:t xml:space="preserve">, </w:t>
      </w:r>
      <w:r w:rsidRPr="003D2FAA">
        <w:t>en entendant son exclamation</w:t>
      </w:r>
      <w:r w:rsidR="00DE313F">
        <w:t xml:space="preserve">, </w:t>
      </w:r>
      <w:r w:rsidRPr="003D2FAA">
        <w:t>commencèrent à frapper plus fort à la porte</w:t>
      </w:r>
      <w:r w:rsidR="00DE313F">
        <w:t xml:space="preserve"> ; </w:t>
      </w:r>
      <w:r w:rsidRPr="003D2FAA">
        <w:t>à frapper avec les mains</w:t>
      </w:r>
      <w:r w:rsidR="00DE313F">
        <w:t xml:space="preserve">, </w:t>
      </w:r>
      <w:r w:rsidRPr="003D2FAA">
        <w:t>avec les pieds</w:t>
      </w:r>
      <w:r w:rsidR="00DE313F">
        <w:t xml:space="preserve">, </w:t>
      </w:r>
      <w:r w:rsidRPr="003D2FAA">
        <w:t>poussant cette porte et criant à leur mère d</w:t>
      </w:r>
      <w:r w:rsidR="00DE313F">
        <w:t>’</w:t>
      </w:r>
      <w:r w:rsidRPr="003D2FAA">
        <w:t>ouvrir</w:t>
      </w:r>
      <w:r w:rsidR="00DE313F">
        <w:t xml:space="preserve">, </w:t>
      </w:r>
      <w:r w:rsidRPr="003D2FAA">
        <w:t>de se montrer</w:t>
      </w:r>
      <w:r w:rsidR="00DE313F">
        <w:t> !</w:t>
      </w:r>
    </w:p>
    <w:p w14:paraId="4737EDB7" w14:textId="77777777" w:rsidR="00DE313F" w:rsidRDefault="0074134D" w:rsidP="0074134D">
      <w:r w:rsidRPr="003D2FAA">
        <w:t>Mais voyons</w:t>
      </w:r>
      <w:r w:rsidR="00DE313F">
        <w:t xml:space="preserve">, </w:t>
      </w:r>
      <w:r w:rsidRPr="003D2FAA">
        <w:t>non</w:t>
      </w:r>
      <w:r w:rsidR="00DE313F">
        <w:t xml:space="preserve"> ! </w:t>
      </w:r>
      <w:r w:rsidRPr="003D2FAA">
        <w:t>elle était honteuse</w:t>
      </w:r>
      <w:r w:rsidR="00DE313F">
        <w:t xml:space="preserve"> ! </w:t>
      </w:r>
      <w:r w:rsidRPr="003D2FAA">
        <w:t>Elle se sentait une caricature</w:t>
      </w:r>
      <w:r w:rsidR="00DE313F">
        <w:t xml:space="preserve"> !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> !</w:t>
      </w:r>
    </w:p>
    <w:p w14:paraId="7917F471" w14:textId="77777777" w:rsidR="00DE313F" w:rsidRDefault="0074134D" w:rsidP="0074134D">
      <w:r w:rsidRPr="003D2FAA">
        <w:t>Mais ceux-ci menacèrent d</w:t>
      </w:r>
      <w:r w:rsidR="00DE313F">
        <w:t>’</w:t>
      </w:r>
      <w:r w:rsidRPr="003D2FAA">
        <w:t>enfoncer la porte et elle dut o</w:t>
      </w:r>
      <w:r w:rsidRPr="003D2FAA">
        <w:t>u</w:t>
      </w:r>
      <w:r w:rsidRPr="003D2FAA">
        <w:t>vrir</w:t>
      </w:r>
      <w:r w:rsidR="00DE313F">
        <w:t>.</w:t>
      </w:r>
    </w:p>
    <w:p w14:paraId="36D2E5CF" w14:textId="77777777" w:rsidR="00DE313F" w:rsidRDefault="0074134D" w:rsidP="0074134D">
      <w:r w:rsidRPr="003D2FAA">
        <w:t>Eux aussi</w:t>
      </w:r>
      <w:r w:rsidR="00DE313F">
        <w:t xml:space="preserve">, </w:t>
      </w:r>
      <w:r w:rsidRPr="003D2FAA">
        <w:t>les enfants</w:t>
      </w:r>
      <w:r w:rsidR="00DE313F">
        <w:t xml:space="preserve">, </w:t>
      </w:r>
      <w:r w:rsidRPr="003D2FAA">
        <w:t>demeurèrent abasourdis tout d</w:t>
      </w:r>
      <w:r w:rsidR="00DE313F">
        <w:t>’</w:t>
      </w:r>
      <w:r w:rsidRPr="003D2FAA">
        <w:t>abord de cette transformation imprévue</w:t>
      </w:r>
      <w:r w:rsidR="00DE313F">
        <w:t xml:space="preserve">. </w:t>
      </w:r>
      <w:r w:rsidRPr="003D2FAA">
        <w:t>Elle cherchait à se défendre</w:t>
      </w:r>
      <w:r w:rsidR="00DE313F">
        <w:t xml:space="preserve">, </w:t>
      </w:r>
      <w:r w:rsidRPr="003D2FAA">
        <w:t>répétant</w:t>
      </w:r>
      <w:r w:rsidR="00DE313F">
        <w:t> :</w:t>
      </w:r>
    </w:p>
    <w:p w14:paraId="136967B8" w14:textId="77777777" w:rsidR="00DE313F" w:rsidRDefault="00DE313F" w:rsidP="0074134D">
      <w:r>
        <w:t>— </w:t>
      </w:r>
      <w:r w:rsidR="0074134D" w:rsidRPr="003D2FAA">
        <w:t>Laissez-moi</w:t>
      </w:r>
      <w:r>
        <w:t xml:space="preserve">, </w:t>
      </w:r>
      <w:r w:rsidR="0074134D" w:rsidRPr="003D2FAA">
        <w:t>mais voyons</w:t>
      </w:r>
      <w:r>
        <w:t xml:space="preserve"> ! </w:t>
      </w:r>
      <w:r w:rsidR="0074134D" w:rsidRPr="003D2FAA">
        <w:t>C</w:t>
      </w:r>
      <w:r>
        <w:t>’</w:t>
      </w:r>
      <w:r w:rsidR="0074134D" w:rsidRPr="003D2FAA">
        <w:t>est impossible</w:t>
      </w:r>
      <w:r>
        <w:t xml:space="preserve"> ! </w:t>
      </w:r>
      <w:r w:rsidR="0074134D" w:rsidRPr="003D2FAA">
        <w:t>Êtes-vous fous</w:t>
      </w:r>
      <w:r>
        <w:t> ?</w:t>
      </w:r>
    </w:p>
    <w:p w14:paraId="5A4D4F93" w14:textId="77777777" w:rsidR="00DE313F" w:rsidRDefault="0074134D" w:rsidP="0074134D">
      <w:r w:rsidRPr="003D2FAA">
        <w:t>Quand survint son beau-frère</w:t>
      </w:r>
      <w:r w:rsidR="00DE313F">
        <w:t> :</w:t>
      </w:r>
    </w:p>
    <w:p w14:paraId="0E95870E" w14:textId="77777777" w:rsidR="00DE313F" w:rsidRDefault="00DE313F" w:rsidP="0074134D">
      <w:r>
        <w:t>— </w:t>
      </w:r>
      <w:r w:rsidR="0074134D" w:rsidRPr="003D2FAA">
        <w:t>Oh</w:t>
      </w:r>
      <w:r>
        <w:t xml:space="preserve"> ! </w:t>
      </w:r>
      <w:r w:rsidR="0074134D" w:rsidRPr="003D2FAA">
        <w:t>par pitié</w:t>
      </w:r>
      <w:r>
        <w:t> !</w:t>
      </w:r>
    </w:p>
    <w:p w14:paraId="3107F611" w14:textId="77777777" w:rsidR="00DE313F" w:rsidRDefault="0074134D" w:rsidP="0074134D">
      <w:r w:rsidRPr="003D2FAA">
        <w:t>Elle tenta de se sauver</w:t>
      </w:r>
      <w:r w:rsidR="00DE313F">
        <w:t xml:space="preserve">, </w:t>
      </w:r>
      <w:r w:rsidRPr="003D2FAA">
        <w:t>de se cacher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 l</w:t>
      </w:r>
      <w:r w:rsidR="00DE313F">
        <w:t>’</w:t>
      </w:r>
      <w:r w:rsidRPr="003D2FAA">
        <w:t>avait su</w:t>
      </w:r>
      <w:r w:rsidRPr="003D2FAA">
        <w:t>r</w:t>
      </w:r>
      <w:r w:rsidRPr="003D2FAA">
        <w:t>prise toute nue</w:t>
      </w:r>
      <w:r w:rsidR="00DE313F">
        <w:t xml:space="preserve"> ! </w:t>
      </w:r>
      <w:r w:rsidRPr="003D2FAA">
        <w:t>Ses fils la tenaient</w:t>
      </w:r>
      <w:r w:rsidR="00DE313F">
        <w:t xml:space="preserve">, </w:t>
      </w:r>
      <w:r w:rsidRPr="003D2FAA">
        <w:t>la montraient à leur oncle qui riait de cette confusion</w:t>
      </w:r>
      <w:r w:rsidR="00DE313F">
        <w:t>.</w:t>
      </w:r>
    </w:p>
    <w:p w14:paraId="1FC4E05D" w14:textId="77777777" w:rsidR="00DE313F" w:rsidRDefault="00DE313F" w:rsidP="0074134D">
      <w:r>
        <w:t>— </w:t>
      </w:r>
      <w:r w:rsidR="0074134D" w:rsidRPr="003D2FAA">
        <w:t>Mais puisque cela te va si bien</w:t>
      </w:r>
      <w:r>
        <w:t xml:space="preserve"> ? </w:t>
      </w:r>
      <w:r w:rsidR="0074134D" w:rsidRPr="003D2FAA">
        <w:t>dit-il en redevenant s</w:t>
      </w:r>
      <w:r w:rsidR="0074134D" w:rsidRPr="003D2FAA">
        <w:t>é</w:t>
      </w:r>
      <w:r w:rsidR="0074134D" w:rsidRPr="003D2FAA">
        <w:t>rieux</w:t>
      </w:r>
      <w:r>
        <w:t xml:space="preserve">. </w:t>
      </w:r>
      <w:r w:rsidR="0074134D" w:rsidRPr="003D2FAA">
        <w:t>Allons</w:t>
      </w:r>
      <w:r>
        <w:t xml:space="preserve">, </w:t>
      </w:r>
      <w:r w:rsidR="0074134D" w:rsidRPr="003D2FAA">
        <w:t>laisse-toi voir</w:t>
      </w:r>
      <w:r>
        <w:t> !</w:t>
      </w:r>
    </w:p>
    <w:p w14:paraId="5656AB91" w14:textId="77777777" w:rsidR="00DE313F" w:rsidRDefault="00DE313F" w:rsidP="0074134D">
      <w:r>
        <w:lastRenderedPageBreak/>
        <w:t>— </w:t>
      </w:r>
      <w:r w:rsidR="0074134D" w:rsidRPr="003D2FAA">
        <w:t>Il me semble être déguisée</w:t>
      </w:r>
      <w:r>
        <w:t xml:space="preserve"> ! </w:t>
      </w:r>
      <w:r w:rsidR="0074134D" w:rsidRPr="003D2FAA">
        <w:t>fit-elle en s</w:t>
      </w:r>
      <w:r>
        <w:t>’</w:t>
      </w:r>
      <w:r w:rsidR="0074134D" w:rsidRPr="003D2FAA">
        <w:t>essayant à rel</w:t>
      </w:r>
      <w:r w:rsidR="0074134D" w:rsidRPr="003D2FAA">
        <w:t>e</w:t>
      </w:r>
      <w:r w:rsidR="0074134D" w:rsidRPr="003D2FAA">
        <w:t>ver la tête</w:t>
      </w:r>
      <w:r>
        <w:t>.</w:t>
      </w:r>
    </w:p>
    <w:p w14:paraId="753E31C0" w14:textId="77777777" w:rsidR="00DE313F" w:rsidRDefault="00DE313F" w:rsidP="0074134D">
      <w:r>
        <w:t>— </w:t>
      </w:r>
      <w:r w:rsidR="0074134D" w:rsidRPr="003D2FAA">
        <w:t>Mais non</w:t>
      </w:r>
      <w:r>
        <w:t xml:space="preserve">, </w:t>
      </w:r>
      <w:r w:rsidR="0074134D" w:rsidRPr="003D2FAA">
        <w:t>pourquoi</w:t>
      </w:r>
      <w:r>
        <w:t xml:space="preserve"> ? </w:t>
      </w:r>
      <w:r w:rsidR="0074134D" w:rsidRPr="003D2FAA">
        <w:t>répétait-il</w:t>
      </w:r>
      <w:r>
        <w:t xml:space="preserve"> ; </w:t>
      </w:r>
      <w:r w:rsidR="0074134D" w:rsidRPr="003D2FAA">
        <w:t>cela te va très bien au contraire</w:t>
      </w:r>
      <w:r>
        <w:t xml:space="preserve">. </w:t>
      </w:r>
      <w:r w:rsidR="0074134D" w:rsidRPr="003D2FAA">
        <w:t>Tourne-toi un peu</w:t>
      </w:r>
      <w:r>
        <w:t xml:space="preserve">, </w:t>
      </w:r>
      <w:r w:rsidR="0074134D" w:rsidRPr="003D2FAA">
        <w:t>comme cela</w:t>
      </w:r>
      <w:r>
        <w:t xml:space="preserve">, </w:t>
      </w:r>
      <w:r w:rsidR="0074134D" w:rsidRPr="003D2FAA">
        <w:t>de profil</w:t>
      </w:r>
      <w:r>
        <w:t>…</w:t>
      </w:r>
    </w:p>
    <w:p w14:paraId="3183E47F" w14:textId="77777777" w:rsidR="00DE313F" w:rsidRDefault="0074134D" w:rsidP="0074134D">
      <w:r w:rsidRPr="003D2FAA">
        <w:t>Elle obéit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efforçant de paraître calme</w:t>
      </w:r>
      <w:r w:rsidR="00DE313F">
        <w:t xml:space="preserve">, </w:t>
      </w:r>
      <w:r w:rsidRPr="003D2FAA">
        <w:t>mais son sein</w:t>
      </w:r>
      <w:r w:rsidR="00DE313F">
        <w:t xml:space="preserve">, </w:t>
      </w:r>
      <w:r w:rsidRPr="003D2FAA">
        <w:t>si bien dessiné par sa robe</w:t>
      </w:r>
      <w:r w:rsidR="00DE313F">
        <w:t xml:space="preserve">, </w:t>
      </w:r>
      <w:r w:rsidRPr="003D2FAA">
        <w:t>se soulevait en des respirations fr</w:t>
      </w:r>
      <w:r w:rsidRPr="003D2FAA">
        <w:t>é</w:t>
      </w:r>
      <w:r w:rsidRPr="003D2FAA">
        <w:t>quentes</w:t>
      </w:r>
      <w:r w:rsidR="00DE313F">
        <w:t xml:space="preserve">, </w:t>
      </w:r>
      <w:r w:rsidRPr="003D2FAA">
        <w:t>trahissant l</w:t>
      </w:r>
      <w:r w:rsidR="00DE313F">
        <w:t>’</w:t>
      </w:r>
      <w:r w:rsidRPr="003D2FAA">
        <w:t>agitation intérieure que lui causait l</w:t>
      </w:r>
      <w:r w:rsidR="00DE313F">
        <w:t>’</w:t>
      </w:r>
      <w:r w:rsidRPr="003D2FAA">
        <w:t>examen attentif et tranquille de ce connaisseur très expert</w:t>
      </w:r>
      <w:r w:rsidR="00DE313F">
        <w:t>.</w:t>
      </w:r>
    </w:p>
    <w:p w14:paraId="0D820453" w14:textId="77777777" w:rsidR="00DE313F" w:rsidRDefault="00DE313F" w:rsidP="0074134D">
      <w:r>
        <w:t>— </w:t>
      </w:r>
      <w:r w:rsidR="0074134D" w:rsidRPr="003D2FAA">
        <w:t>Cela va vraiment bien</w:t>
      </w:r>
      <w:r>
        <w:t xml:space="preserve">, </w:t>
      </w:r>
      <w:r w:rsidR="0074134D" w:rsidRPr="003D2FAA">
        <w:t>confirma-t-il</w:t>
      </w:r>
      <w:r>
        <w:t xml:space="preserve">. </w:t>
      </w:r>
      <w:r w:rsidR="0074134D" w:rsidRPr="003D2FAA">
        <w:t>Et les chapeaux</w:t>
      </w:r>
      <w:r>
        <w:t> ?</w:t>
      </w:r>
    </w:p>
    <w:p w14:paraId="40BBA198" w14:textId="77777777" w:rsidR="00DE313F" w:rsidRDefault="00DE313F" w:rsidP="0074134D">
      <w:r>
        <w:t>— </w:t>
      </w:r>
      <w:r w:rsidR="0074134D" w:rsidRPr="003D2FAA">
        <w:t>De véritables corbeilles</w:t>
      </w:r>
      <w:r>
        <w:t xml:space="preserve"> ! </w:t>
      </w:r>
      <w:r w:rsidR="0074134D" w:rsidRPr="003D2FAA">
        <w:t>s</w:t>
      </w:r>
      <w:r>
        <w:t>’</w:t>
      </w:r>
      <w:r w:rsidR="0074134D" w:rsidRPr="003D2FAA">
        <w:t>exclama Adriana presque épouvantée</w:t>
      </w:r>
      <w:r>
        <w:t>.</w:t>
      </w:r>
    </w:p>
    <w:p w14:paraId="38DB79B5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oui</w:t>
      </w:r>
      <w:r>
        <w:t xml:space="preserve"> ; </w:t>
      </w:r>
      <w:r w:rsidR="0074134D" w:rsidRPr="003D2FAA">
        <w:t>ils se portent extrêmement grands</w:t>
      </w:r>
      <w:r>
        <w:t>.</w:t>
      </w:r>
    </w:p>
    <w:p w14:paraId="5C150594" w14:textId="77777777" w:rsidR="00DE313F" w:rsidRDefault="00DE313F" w:rsidP="0074134D">
      <w:r>
        <w:t>— </w:t>
      </w:r>
      <w:r w:rsidR="0074134D" w:rsidRPr="003D2FAA">
        <w:t>Comment ferai-je pour les mettre sur ma tête</w:t>
      </w:r>
      <w:r>
        <w:t xml:space="preserve"> ? </w:t>
      </w:r>
      <w:r w:rsidR="0074134D" w:rsidRPr="003D2FAA">
        <w:t>Il faudra que je me coiffe d</w:t>
      </w:r>
      <w:r>
        <w:t>’</w:t>
      </w:r>
      <w:r w:rsidR="0074134D" w:rsidRPr="003D2FAA">
        <w:t>une autre façon</w:t>
      </w:r>
      <w:r>
        <w:t>…</w:t>
      </w:r>
    </w:p>
    <w:p w14:paraId="378F332B" w14:textId="77777777" w:rsidR="00DE313F" w:rsidRDefault="0074134D" w:rsidP="0074134D">
      <w:r w:rsidRPr="003D2FAA">
        <w:t>Cesare la regarda de nouveau</w:t>
      </w:r>
      <w:r w:rsidR="00DE313F">
        <w:t xml:space="preserve">, </w:t>
      </w:r>
      <w:r w:rsidRPr="003D2FAA">
        <w:t>calme et souriant</w:t>
      </w:r>
      <w:r w:rsidR="00DE313F">
        <w:t xml:space="preserve">, </w:t>
      </w:r>
      <w:r w:rsidRPr="003D2FAA">
        <w:t>et dit</w:t>
      </w:r>
      <w:r w:rsidR="00DE313F">
        <w:t> :</w:t>
      </w:r>
    </w:p>
    <w:p w14:paraId="337B48FD" w14:textId="77777777" w:rsidR="00DE313F" w:rsidRDefault="00DE313F" w:rsidP="0074134D">
      <w:r>
        <w:t>— </w:t>
      </w:r>
      <w:r w:rsidR="0074134D" w:rsidRPr="003D2FAA">
        <w:t>Mais oui</w:t>
      </w:r>
      <w:r>
        <w:t xml:space="preserve">, </w:t>
      </w:r>
      <w:r w:rsidR="0074134D" w:rsidRPr="003D2FAA">
        <w:t>tu as tant de cheveux</w:t>
      </w:r>
      <w:r>
        <w:t> !</w:t>
      </w:r>
    </w:p>
    <w:p w14:paraId="2BC54A57" w14:textId="77777777" w:rsidR="00DE313F" w:rsidRDefault="00DE313F" w:rsidP="0074134D">
      <w:r>
        <w:t>— </w:t>
      </w:r>
      <w:r w:rsidR="0074134D" w:rsidRPr="003D2FAA">
        <w:t>Oui</w:t>
      </w:r>
      <w:r>
        <w:t xml:space="preserve">, </w:t>
      </w:r>
      <w:r w:rsidR="0074134D" w:rsidRPr="003D2FAA">
        <w:t>oui</w:t>
      </w:r>
      <w:r>
        <w:t xml:space="preserve"> ; </w:t>
      </w:r>
      <w:r w:rsidR="0074134D" w:rsidRPr="003D2FAA">
        <w:t>bravo</w:t>
      </w:r>
      <w:r>
        <w:t xml:space="preserve">, </w:t>
      </w:r>
      <w:r w:rsidR="0074134D" w:rsidRPr="003D2FAA">
        <w:t>maman</w:t>
      </w:r>
      <w:r>
        <w:t xml:space="preserve"> ! </w:t>
      </w:r>
      <w:r w:rsidR="0074134D" w:rsidRPr="003D2FAA">
        <w:t>bravo</w:t>
      </w:r>
      <w:r>
        <w:t xml:space="preserve"> ! </w:t>
      </w:r>
      <w:r w:rsidR="0074134D" w:rsidRPr="003D2FAA">
        <w:t>approuvèrent les e</w:t>
      </w:r>
      <w:r w:rsidR="0074134D" w:rsidRPr="003D2FAA">
        <w:t>n</w:t>
      </w:r>
      <w:r w:rsidR="0074134D" w:rsidRPr="003D2FAA">
        <w:t>fants</w:t>
      </w:r>
      <w:r>
        <w:t>.</w:t>
      </w:r>
    </w:p>
    <w:p w14:paraId="040E9721" w14:textId="77777777" w:rsidR="00DE313F" w:rsidRDefault="00DE313F" w:rsidP="0074134D">
      <w:r>
        <w:t>— </w:t>
      </w:r>
      <w:r w:rsidR="0074134D" w:rsidRPr="003D2FAA">
        <w:t>Mais que me faites-vous faire</w:t>
      </w:r>
      <w:r>
        <w:t xml:space="preserve"> ? </w:t>
      </w:r>
      <w:r w:rsidR="0074134D" w:rsidRPr="003D2FAA">
        <w:t>dit-elle en s</w:t>
      </w:r>
      <w:r>
        <w:t>’</w:t>
      </w:r>
      <w:r w:rsidR="0074134D" w:rsidRPr="003D2FAA">
        <w:t>adressant aussi à son beau-frère</w:t>
      </w:r>
      <w:r>
        <w:t>…</w:t>
      </w:r>
    </w:p>
    <w:p w14:paraId="2BA1F62A" w14:textId="77777777" w:rsidR="00DE313F" w:rsidRDefault="0074134D" w:rsidP="0074134D">
      <w:r w:rsidRPr="003D2FAA">
        <w:t>Le départ fut décidé pour le matin suivant</w:t>
      </w:r>
      <w:r w:rsidR="00DE313F">
        <w:t>.</w:t>
      </w:r>
    </w:p>
    <w:p w14:paraId="255CBE00" w14:textId="77777777" w:rsidR="00DE313F" w:rsidRDefault="0074134D" w:rsidP="0074134D">
      <w:r w:rsidRPr="003D2FAA">
        <w:t>Seule avec lui</w:t>
      </w:r>
      <w:r w:rsidR="00DE313F">
        <w:t> !</w:t>
      </w:r>
    </w:p>
    <w:p w14:paraId="64172FF4" w14:textId="77777777" w:rsidR="00DE313F" w:rsidRDefault="0074134D" w:rsidP="0074134D">
      <w:r w:rsidRPr="003D2FAA">
        <w:t>Elle le suivait dans un de ces voyages auxquels elle pensait autrefois avec tant de trouble</w:t>
      </w:r>
      <w:r w:rsidR="00DE313F">
        <w:t xml:space="preserve">. </w:t>
      </w:r>
      <w:r w:rsidRPr="003D2FAA">
        <w:t>Et une seule crainte maintenant la possédait</w:t>
      </w:r>
      <w:r w:rsidR="00DE313F">
        <w:t xml:space="preserve">, </w:t>
      </w:r>
      <w:r w:rsidRPr="003D2FAA">
        <w:t>celle de lui paraître troublée</w:t>
      </w:r>
      <w:r w:rsidR="00DE313F">
        <w:t xml:space="preserve">, </w:t>
      </w:r>
      <w:r w:rsidRPr="003D2FAA">
        <w:t>à lui</w:t>
      </w:r>
      <w:r w:rsidR="00DE313F">
        <w:t xml:space="preserve">, </w:t>
      </w:r>
      <w:r w:rsidRPr="003D2FAA">
        <w:t>qui était là en face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plein d</w:t>
      </w:r>
      <w:r w:rsidR="00DE313F">
        <w:t>’</w:t>
      </w:r>
      <w:r w:rsidRPr="003D2FAA">
        <w:t>attentions</w:t>
      </w:r>
      <w:r w:rsidR="00DE313F">
        <w:t xml:space="preserve">, </w:t>
      </w:r>
      <w:r w:rsidRPr="003D2FAA">
        <w:t xml:space="preserve">mais tranquille </w:t>
      </w:r>
      <w:r w:rsidRPr="003D2FAA">
        <w:lastRenderedPageBreak/>
        <w:t>comme toujours</w:t>
      </w:r>
      <w:r w:rsidR="00DE313F">
        <w:t xml:space="preserve">. </w:t>
      </w:r>
      <w:r w:rsidRPr="003D2FAA">
        <w:t>Ce calme tout naturel de son beau-frère lui aurait fait estimer son trouble inconvenant au point d</w:t>
      </w:r>
      <w:r w:rsidR="00DE313F">
        <w:t>’</w:t>
      </w:r>
      <w:r w:rsidRPr="003D2FAA">
        <w:t>en devoir rougir</w:t>
      </w:r>
      <w:r w:rsidR="00DE313F">
        <w:t xml:space="preserve">, </w:t>
      </w:r>
      <w:r w:rsidRPr="003D2FAA">
        <w:t>si par une feinte presque consciente</w:t>
      </w:r>
      <w:r w:rsidR="00DE313F">
        <w:t xml:space="preserve">, </w:t>
      </w:r>
      <w:r w:rsidRPr="003D2FAA">
        <w:t>et pour se rassurer sur elle-même</w:t>
      </w:r>
      <w:r w:rsidR="00DE313F">
        <w:t xml:space="preserve">, </w:t>
      </w:r>
      <w:r w:rsidRPr="003D2FAA">
        <w:t>elle ne lui avait donné une autre cause</w:t>
      </w:r>
      <w:r w:rsidR="00DE313F">
        <w:t xml:space="preserve"> : </w:t>
      </w:r>
      <w:r w:rsidRPr="003D2FAA">
        <w:t>la nouveauté même du voyage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assaut de tant d</w:t>
      </w:r>
      <w:r w:rsidR="00DE313F">
        <w:t>’</w:t>
      </w:r>
      <w:r w:rsidRPr="003D2FAA">
        <w:t>impressions étrangères à son âme t</w:t>
      </w:r>
      <w:r w:rsidRPr="003D2FAA">
        <w:t>i</w:t>
      </w:r>
      <w:r w:rsidRPr="003D2FAA">
        <w:t>mide et cloîtrée</w:t>
      </w:r>
      <w:r w:rsidR="00DE313F">
        <w:t>.</w:t>
      </w:r>
    </w:p>
    <w:p w14:paraId="17EC1B64" w14:textId="77777777" w:rsidR="00DE313F" w:rsidRDefault="0074134D" w:rsidP="0074134D">
      <w:r w:rsidRPr="003D2FAA">
        <w:t>Elle attribuait l</w:t>
      </w:r>
      <w:r w:rsidR="00DE313F">
        <w:t>’</w:t>
      </w:r>
      <w:r w:rsidRPr="003D2FAA">
        <w:t>effort qu</w:t>
      </w:r>
      <w:r w:rsidR="00DE313F">
        <w:t>’</w:t>
      </w:r>
      <w:r w:rsidRPr="003D2FAA">
        <w:t>elle faisait pour dominer ce trouble</w:t>
      </w:r>
      <w:r w:rsidR="00DE313F">
        <w:t xml:space="preserve"> (</w:t>
      </w:r>
      <w:r w:rsidRPr="003D2FAA">
        <w:t>qui du reste interprété de cette façon n</w:t>
      </w:r>
      <w:r w:rsidR="00DE313F">
        <w:t>’</w:t>
      </w:r>
      <w:r w:rsidRPr="003D2FAA">
        <w:t>avait rien de r</w:t>
      </w:r>
      <w:r w:rsidRPr="003D2FAA">
        <w:t>é</w:t>
      </w:r>
      <w:r w:rsidRPr="003D2FAA">
        <w:t>préhensible</w:t>
      </w:r>
      <w:r w:rsidR="00DE313F">
        <w:t xml:space="preserve">), </w:t>
      </w:r>
      <w:r w:rsidRPr="003D2FAA">
        <w:t>elle l</w:t>
      </w:r>
      <w:r w:rsidR="00DE313F">
        <w:t>’</w:t>
      </w:r>
      <w:r w:rsidRPr="003D2FAA">
        <w:t>attribuait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à la convenance qui s</w:t>
      </w:r>
      <w:r w:rsidR="00DE313F">
        <w:t>’</w:t>
      </w:r>
      <w:r w:rsidRPr="003D2FAA">
        <w:t>imposait de ne pas apparaître si novice</w:t>
      </w:r>
      <w:r w:rsidR="00DE313F">
        <w:t xml:space="preserve">, </w:t>
      </w:r>
      <w:r w:rsidRPr="003D2FAA">
        <w:t>si émerveillée à un homme qui</w:t>
      </w:r>
      <w:r w:rsidR="00DE313F">
        <w:t xml:space="preserve">, </w:t>
      </w:r>
      <w:r w:rsidRPr="003D2FAA">
        <w:t>ayant l</w:t>
      </w:r>
      <w:r w:rsidR="00DE313F">
        <w:t>’</w:t>
      </w:r>
      <w:r w:rsidRPr="003D2FAA">
        <w:t>expérience de tout depuis tant d</w:t>
      </w:r>
      <w:r w:rsidR="00DE313F">
        <w:t>’</w:t>
      </w:r>
      <w:r w:rsidRPr="003D2FAA">
        <w:t>années et possédant toujours la maîtrise de soi-même</w:t>
      </w:r>
      <w:r w:rsidR="00DE313F">
        <w:t xml:space="preserve">, </w:t>
      </w:r>
      <w:r w:rsidRPr="003D2FAA">
        <w:t>aurait pu en re</w:t>
      </w:r>
      <w:r w:rsidRPr="003D2FAA">
        <w:t>s</w:t>
      </w:r>
      <w:r w:rsidRPr="003D2FAA">
        <w:t>sentir de l</w:t>
      </w:r>
      <w:r w:rsidR="00DE313F">
        <w:t>’</w:t>
      </w:r>
      <w:r w:rsidRPr="003D2FAA">
        <w:t>ennui</w:t>
      </w:r>
      <w:r w:rsidR="00DE313F">
        <w:t xml:space="preserve">, </w:t>
      </w:r>
      <w:r w:rsidRPr="003D2FAA">
        <w:t>à qui cela aurait pu déplaire</w:t>
      </w:r>
      <w:r w:rsidR="00DE313F">
        <w:t> !</w:t>
      </w:r>
    </w:p>
    <w:p w14:paraId="4FBD9CE7" w14:textId="77777777" w:rsidR="00DE313F" w:rsidRDefault="0074134D" w:rsidP="0074134D">
      <w:r w:rsidRPr="003D2FAA">
        <w:t>À son âge</w:t>
      </w:r>
      <w:r w:rsidR="00DE313F">
        <w:t xml:space="preserve">, </w:t>
      </w:r>
      <w:r w:rsidRPr="003D2FAA">
        <w:t>comment cela n</w:t>
      </w:r>
      <w:r w:rsidR="00DE313F">
        <w:t>’</w:t>
      </w:r>
      <w:r w:rsidRPr="003D2FAA">
        <w:t>aurait-il pas été</w:t>
      </w:r>
      <w:r w:rsidR="00DE313F">
        <w:t xml:space="preserve"> ? </w:t>
      </w:r>
      <w:r w:rsidRPr="003D2FAA">
        <w:t>Comment n</w:t>
      </w:r>
      <w:r w:rsidR="00DE313F">
        <w:t>’</w:t>
      </w:r>
      <w:r w:rsidRPr="003D2FAA">
        <w:t>aurait pas pu paraître ridicule cet émerveillement presque enfantin dont la ferveur éclairait ses yeux</w:t>
      </w:r>
      <w:r w:rsidR="00DE313F">
        <w:t xml:space="preserve"> ? </w:t>
      </w:r>
      <w:r w:rsidRPr="003D2FAA">
        <w:t>Et vraiment elle e</w:t>
      </w:r>
      <w:r w:rsidRPr="003D2FAA">
        <w:t>s</w:t>
      </w:r>
      <w:r w:rsidRPr="003D2FAA">
        <w:t>sayait de refréner l</w:t>
      </w:r>
      <w:r w:rsidR="00DE313F">
        <w:t>’</w:t>
      </w:r>
      <w:r w:rsidRPr="003D2FAA">
        <w:t>avidité joyeuse et fébrile de son regard</w:t>
      </w:r>
      <w:r w:rsidR="00DE313F">
        <w:t xml:space="preserve">, </w:t>
      </w:r>
      <w:r w:rsidRPr="003D2FAA">
        <w:t>de ne pas tourner constamment la tête d</w:t>
      </w:r>
      <w:r w:rsidR="00DE313F">
        <w:t>’</w:t>
      </w:r>
      <w:r w:rsidRPr="003D2FAA">
        <w:t>une portière à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comme elle avait la tentation de le faire pour ne rien perdre des spectacles sans nombre sur lesquels ses yeux se posaient une seconde pour la première fois</w:t>
      </w:r>
      <w:r w:rsidR="00DE313F">
        <w:t xml:space="preserve"> ; </w:t>
      </w:r>
      <w:r w:rsidRPr="003D2FAA">
        <w:t>en vérité</w:t>
      </w:r>
      <w:r w:rsidR="00DE313F">
        <w:t xml:space="preserve">, </w:t>
      </w:r>
      <w:r w:rsidRPr="003D2FAA">
        <w:t>elle se contraignait à c</w:t>
      </w:r>
      <w:r w:rsidRPr="003D2FAA">
        <w:t>a</w:t>
      </w:r>
      <w:r w:rsidRPr="003D2FAA">
        <w:t>cher son admiration</w:t>
      </w:r>
      <w:r w:rsidR="00DE313F">
        <w:t xml:space="preserve">, </w:t>
      </w:r>
      <w:r w:rsidRPr="003D2FAA">
        <w:t>à dominer cette curiosité qu</w:t>
      </w:r>
      <w:r w:rsidR="00DE313F">
        <w:t>’</w:t>
      </w:r>
      <w:r w:rsidRPr="003D2FAA">
        <w:t>il lui aurait été pourtant utile de garder éveillée et ardente pour vaincre</w:t>
      </w:r>
      <w:r w:rsidR="00DE313F">
        <w:t xml:space="preserve">, </w:t>
      </w:r>
      <w:r w:rsidRPr="003D2FAA">
        <w:t>grâce à elle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abasourdissement et le vertige que le bruit du train et la fuite illusoire des haies</w:t>
      </w:r>
      <w:r w:rsidR="00DE313F">
        <w:t xml:space="preserve">, </w:t>
      </w:r>
      <w:r w:rsidRPr="003D2FAA">
        <w:t>des arbres et des collines</w:t>
      </w:r>
      <w:r w:rsidR="00DE313F">
        <w:t xml:space="preserve">, </w:t>
      </w:r>
      <w:r w:rsidRPr="003D2FAA">
        <w:t>lui occasionnaient</w:t>
      </w:r>
      <w:r w:rsidR="00DE313F">
        <w:t>.</w:t>
      </w:r>
    </w:p>
    <w:p w14:paraId="017FADC7" w14:textId="77777777" w:rsidR="00DE313F" w:rsidRDefault="0074134D" w:rsidP="0074134D">
      <w:r w:rsidRPr="003D2FAA">
        <w:t>Elle allait en chemin de fer pour la première fois</w:t>
      </w:r>
      <w:r w:rsidR="00DE313F">
        <w:t xml:space="preserve">. </w:t>
      </w:r>
      <w:r w:rsidRPr="003D2FAA">
        <w:t>À tout bout de champ</w:t>
      </w:r>
      <w:r w:rsidR="00DE313F">
        <w:t xml:space="preserve">, </w:t>
      </w:r>
      <w:r w:rsidRPr="003D2FAA">
        <w:t>à chaque tour de roue</w:t>
      </w:r>
      <w:r w:rsidR="00DE313F">
        <w:t xml:space="preserve">, </w:t>
      </w:r>
      <w:r w:rsidRPr="003D2FAA">
        <w:t>elle avait l</w:t>
      </w:r>
      <w:r w:rsidR="00DE313F">
        <w:t>’</w:t>
      </w:r>
      <w:r w:rsidRPr="003D2FAA">
        <w:t>impression de pénétrer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avancer dans un monde inconnu</w:t>
      </w:r>
      <w:r w:rsidR="00DE313F">
        <w:t xml:space="preserve">, </w:t>
      </w:r>
      <w:r w:rsidRPr="003D2FAA">
        <w:t>lequel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improviste</w:t>
      </w:r>
      <w:r w:rsidR="00DE313F">
        <w:t xml:space="preserve">, </w:t>
      </w:r>
      <w:r w:rsidRPr="003D2FAA">
        <w:t>se créait dans son esprit avec des apparences qui</w:t>
      </w:r>
      <w:r w:rsidR="00DE313F">
        <w:t xml:space="preserve">, </w:t>
      </w:r>
      <w:r w:rsidRPr="003D2FAA">
        <w:t>bien que voisines</w:t>
      </w:r>
      <w:r w:rsidR="00DE313F">
        <w:t xml:space="preserve">, </w:t>
      </w:r>
      <w:r w:rsidRPr="003D2FAA">
        <w:t>lui semblaient cependant lointaines</w:t>
      </w:r>
      <w:r w:rsidR="00DE313F">
        <w:t xml:space="preserve">, </w:t>
      </w:r>
      <w:r w:rsidRPr="003D2FAA">
        <w:t xml:space="preserve">et </w:t>
      </w:r>
      <w:r w:rsidRPr="003D2FAA">
        <w:lastRenderedPageBreak/>
        <w:t>lui causaient</w:t>
      </w:r>
      <w:r w:rsidR="00DE313F">
        <w:t xml:space="preserve">, </w:t>
      </w:r>
      <w:r w:rsidRPr="003D2FAA">
        <w:t>en même temps que le plaisir de les voir</w:t>
      </w:r>
      <w:r w:rsidR="00DE313F">
        <w:t xml:space="preserve">, </w:t>
      </w:r>
      <w:r w:rsidRPr="003D2FAA">
        <w:t>une impre</w:t>
      </w:r>
      <w:r w:rsidRPr="003D2FAA">
        <w:t>s</w:t>
      </w:r>
      <w:r w:rsidRPr="003D2FAA">
        <w:t>sion de peine très subtile et presque indéfinissable</w:t>
      </w:r>
      <w:r w:rsidR="00DE313F">
        <w:t xml:space="preserve">, </w:t>
      </w:r>
      <w:r w:rsidRPr="003D2FAA">
        <w:t>le sentiment qu</w:t>
      </w:r>
      <w:r w:rsidR="00DE313F">
        <w:t>’</w:t>
      </w:r>
      <w:r w:rsidRPr="003D2FAA">
        <w:t xml:space="preserve">elles avaient toujours existé en dehors et </w:t>
      </w:r>
      <w:proofErr w:type="spellStart"/>
      <w:r w:rsidRPr="003D2FAA">
        <w:t>au delà</w:t>
      </w:r>
      <w:proofErr w:type="spellEnd"/>
      <w:r w:rsidRPr="003D2FAA">
        <w:t xml:space="preserve"> de sa vie et même de son imagination</w:t>
      </w:r>
      <w:r w:rsidR="00DE313F">
        <w:t xml:space="preserve"> ; </w:t>
      </w:r>
      <w:r w:rsidRPr="003D2FAA">
        <w:t>la peine de se trouver au milieu d</w:t>
      </w:r>
      <w:r w:rsidR="00DE313F">
        <w:t>’</w:t>
      </w:r>
      <w:r w:rsidRPr="003D2FAA">
        <w:t>elles comme une étrangère qui passe et de se dire que</w:t>
      </w:r>
      <w:r w:rsidR="00DE313F">
        <w:t xml:space="preserve">, </w:t>
      </w:r>
      <w:r w:rsidRPr="003D2FAA">
        <w:t>si elle ne les avait pas connues</w:t>
      </w:r>
      <w:r w:rsidR="00DE313F">
        <w:t xml:space="preserve">, </w:t>
      </w:r>
      <w:r w:rsidRPr="003D2FAA">
        <w:t>elles auraient continué à exister pour elles-mêmes avec toutes leurs contingences</w:t>
      </w:r>
      <w:r w:rsidR="00DE313F">
        <w:t>.</w:t>
      </w:r>
    </w:p>
    <w:p w14:paraId="49336131" w14:textId="77777777" w:rsidR="00DE313F" w:rsidRDefault="0074134D" w:rsidP="0074134D">
      <w:r w:rsidRPr="003D2FAA">
        <w:t>Voici les humbles chaumières d</w:t>
      </w:r>
      <w:r w:rsidR="00DE313F">
        <w:t>’</w:t>
      </w:r>
      <w:r w:rsidRPr="003D2FAA">
        <w:t>un village</w:t>
      </w:r>
      <w:r w:rsidR="00DE313F">
        <w:t xml:space="preserve"> : </w:t>
      </w:r>
      <w:r w:rsidRPr="003D2FAA">
        <w:t>des toits</w:t>
      </w:r>
      <w:r w:rsidR="00DE313F">
        <w:t xml:space="preserve">, </w:t>
      </w:r>
      <w:r w:rsidRPr="003D2FAA">
        <w:t>des fenêtres et des portes et des escaliers et des rues</w:t>
      </w:r>
      <w:r w:rsidR="00DE313F">
        <w:t xml:space="preserve"> : </w:t>
      </w:r>
      <w:r w:rsidRPr="003D2FAA">
        <w:t>les gens qui les habitent sont ce qu</w:t>
      </w:r>
      <w:r w:rsidR="00DE313F">
        <w:t>’</w:t>
      </w:r>
      <w:r w:rsidRPr="003D2FAA">
        <w:t>elle avait été durant tant d</w:t>
      </w:r>
      <w:r w:rsidR="00DE313F">
        <w:t>’</w:t>
      </w:r>
      <w:r w:rsidRPr="003D2FAA">
        <w:t>années dans sa petite ville de montagne</w:t>
      </w:r>
      <w:r w:rsidR="00DE313F">
        <w:t xml:space="preserve">, </w:t>
      </w:r>
      <w:r w:rsidRPr="003D2FAA">
        <w:t>enfermés là avec leurs habitudes et leurs occupations</w:t>
      </w:r>
      <w:r w:rsidR="00DE313F">
        <w:t xml:space="preserve">, </w:t>
      </w:r>
      <w:r w:rsidRPr="003D2FAA">
        <w:t>et</w:t>
      </w:r>
      <w:r w:rsidR="00DE313F">
        <w:t xml:space="preserve">, </w:t>
      </w:r>
      <w:proofErr w:type="spellStart"/>
      <w:r w:rsidRPr="003D2FAA">
        <w:t>au delà</w:t>
      </w:r>
      <w:proofErr w:type="spellEnd"/>
      <w:r w:rsidRPr="003D2FAA">
        <w:t xml:space="preserve"> de ce que leurs yeux arrivaient à voir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existait rien pour eux et le monde n</w:t>
      </w:r>
      <w:r w:rsidR="00DE313F">
        <w:t>’</w:t>
      </w:r>
      <w:r w:rsidRPr="003D2FAA">
        <w:t>était qu</w:t>
      </w:r>
      <w:r w:rsidR="00DE313F">
        <w:t>’</w:t>
      </w:r>
      <w:r w:rsidRPr="003D2FAA">
        <w:t>un rêve</w:t>
      </w:r>
      <w:r w:rsidR="00DE313F">
        <w:t xml:space="preserve">. </w:t>
      </w:r>
      <w:r w:rsidRPr="003D2FAA">
        <w:t>Nombreux</w:t>
      </w:r>
      <w:r w:rsidR="00DE313F">
        <w:t xml:space="preserve">, </w:t>
      </w:r>
      <w:r w:rsidRPr="003D2FAA">
        <w:t>très nombreux</w:t>
      </w:r>
      <w:r w:rsidR="00DE313F">
        <w:t xml:space="preserve">, </w:t>
      </w:r>
      <w:r w:rsidRPr="003D2FAA">
        <w:t>ils vivaient là</w:t>
      </w:r>
      <w:r w:rsidR="00DE313F">
        <w:t xml:space="preserve">, </w:t>
      </w:r>
      <w:r w:rsidRPr="003D2FAA">
        <w:t>ils y croissaient et ils y mouraient sans avoir rien aperçu de ce qu</w:t>
      </w:r>
      <w:r w:rsidR="00DE313F">
        <w:t>’</w:t>
      </w:r>
      <w:r w:rsidRPr="003D2FAA">
        <w:t>elle allait voir dans son voyage</w:t>
      </w:r>
      <w:r w:rsidR="00DE313F">
        <w:t xml:space="preserve">, </w:t>
      </w:r>
      <w:r w:rsidRPr="003D2FAA">
        <w:t>ce voyage qui serait cependant si borné en comp</w:t>
      </w:r>
      <w:r w:rsidRPr="003D2FAA">
        <w:t>a</w:t>
      </w:r>
      <w:r w:rsidRPr="003D2FAA">
        <w:t>raison de l</w:t>
      </w:r>
      <w:r w:rsidR="00DE313F">
        <w:t>’</w:t>
      </w:r>
      <w:r w:rsidRPr="003D2FAA">
        <w:t>immensité de la terre</w:t>
      </w:r>
      <w:r w:rsidR="00DE313F">
        <w:t xml:space="preserve">, </w:t>
      </w:r>
      <w:r w:rsidRPr="003D2FAA">
        <w:t>ce voyage qui</w:t>
      </w:r>
      <w:r w:rsidR="00DE313F">
        <w:t xml:space="preserve">, </w:t>
      </w:r>
      <w:r w:rsidRPr="003D2FAA">
        <w:t>malgré tout</w:t>
      </w:r>
      <w:r w:rsidR="00DE313F">
        <w:t xml:space="preserve">, </w:t>
      </w:r>
      <w:r w:rsidRPr="003D2FAA">
        <w:t>lui semblait si important</w:t>
      </w:r>
      <w:r w:rsidR="00DE313F">
        <w:t> !</w:t>
      </w:r>
    </w:p>
    <w:p w14:paraId="38942144" w14:textId="77777777" w:rsidR="00DE313F" w:rsidRDefault="0074134D" w:rsidP="0074134D">
      <w:r w:rsidRPr="003D2FAA">
        <w:t>Quand elle détournait les yeux de temps à autre</w:t>
      </w:r>
      <w:r w:rsidR="00DE313F">
        <w:t xml:space="preserve">, </w:t>
      </w:r>
      <w:r w:rsidRPr="003D2FAA">
        <w:t>elle rencontrait le regard et le sourire de son beau-frère qui lui dema</w:t>
      </w:r>
      <w:r w:rsidRPr="003D2FAA">
        <w:t>n</w:t>
      </w:r>
      <w:r w:rsidRPr="003D2FAA">
        <w:t>dait</w:t>
      </w:r>
      <w:r w:rsidR="00DE313F">
        <w:t> :</w:t>
      </w:r>
    </w:p>
    <w:p w14:paraId="443D0177" w14:textId="77777777" w:rsidR="00DE313F" w:rsidRDefault="00DE313F" w:rsidP="0074134D">
      <w:r>
        <w:t>— </w:t>
      </w:r>
      <w:r w:rsidR="0074134D" w:rsidRPr="003D2FAA">
        <w:t>Comment te sens-tu</w:t>
      </w:r>
      <w:r>
        <w:t> ?</w:t>
      </w:r>
    </w:p>
    <w:p w14:paraId="5D147FC4" w14:textId="77777777" w:rsidR="00DE313F" w:rsidRDefault="0074134D" w:rsidP="0074134D">
      <w:r w:rsidRPr="003D2FAA">
        <w:t>Elle</w:t>
      </w:r>
      <w:r w:rsidR="00DE313F">
        <w:t xml:space="preserve">, </w:t>
      </w:r>
      <w:r w:rsidRPr="003D2FAA">
        <w:t>souriante aussi</w:t>
      </w:r>
      <w:r w:rsidR="00DE313F">
        <w:t xml:space="preserve">, </w:t>
      </w:r>
      <w:r w:rsidRPr="003D2FAA">
        <w:t>lui répondait avec un signe de tête</w:t>
      </w:r>
      <w:r w:rsidR="00DE313F">
        <w:t> :</w:t>
      </w:r>
    </w:p>
    <w:p w14:paraId="36E0D638" w14:textId="77777777" w:rsidR="00DE313F" w:rsidRDefault="00DE313F" w:rsidP="0074134D">
      <w:r>
        <w:t>— </w:t>
      </w:r>
      <w:r w:rsidR="0074134D" w:rsidRPr="003D2FAA">
        <w:t>Bien</w:t>
      </w:r>
      <w:r>
        <w:t> !</w:t>
      </w:r>
    </w:p>
    <w:p w14:paraId="567CF4A5" w14:textId="77777777" w:rsidR="00DE313F" w:rsidRDefault="0074134D" w:rsidP="0074134D">
      <w:r w:rsidRPr="003D2FAA">
        <w:t>Plus d</w:t>
      </w:r>
      <w:r w:rsidR="00DE313F">
        <w:t>’</w:t>
      </w:r>
      <w:r w:rsidRPr="003D2FAA">
        <w:t>une fois</w:t>
      </w:r>
      <w:r w:rsidR="00DE313F">
        <w:t xml:space="preserve">, </w:t>
      </w:r>
      <w:r w:rsidRPr="003D2FAA">
        <w:t>il vint s</w:t>
      </w:r>
      <w:r w:rsidR="00DE313F">
        <w:t>’</w:t>
      </w:r>
      <w:r w:rsidRPr="003D2FAA">
        <w:t>asseoir près d</w:t>
      </w:r>
      <w:r w:rsidR="00DE313F">
        <w:t>’</w:t>
      </w:r>
      <w:r w:rsidRPr="003D2FAA">
        <w:t>elle pour lui montrer et lui nommer telle ville lointaine où il avait passé</w:t>
      </w:r>
      <w:r w:rsidR="00DE313F">
        <w:t xml:space="preserve">, </w:t>
      </w:r>
      <w:r w:rsidRPr="003D2FAA">
        <w:t>et cette mo</w:t>
      </w:r>
      <w:r w:rsidRPr="003D2FAA">
        <w:t>n</w:t>
      </w:r>
      <w:r w:rsidRPr="003D2FAA">
        <w:t>tagne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au profil menaçant</w:t>
      </w:r>
      <w:r w:rsidR="00DE313F">
        <w:t xml:space="preserve">, </w:t>
      </w:r>
      <w:r w:rsidRPr="003D2FAA">
        <w:t>enfin tous les aspects de grand r</w:t>
      </w:r>
      <w:r w:rsidRPr="003D2FAA">
        <w:t>e</w:t>
      </w:r>
      <w:r w:rsidRPr="003D2FAA">
        <w:t>lief qu</w:t>
      </w:r>
      <w:r w:rsidR="00DE313F">
        <w:t>’</w:t>
      </w:r>
      <w:r w:rsidRPr="003D2FAA">
        <w:t>il se figurait devoir réclamer son attention avec plus d</w:t>
      </w:r>
      <w:r w:rsidR="00DE313F">
        <w:t>’</w:t>
      </w:r>
      <w:r w:rsidRPr="003D2FAA">
        <w:t>intérêt</w:t>
      </w:r>
      <w:r w:rsidR="00DE313F">
        <w:t xml:space="preserve">. </w:t>
      </w:r>
      <w:r w:rsidRPr="003D2FAA">
        <w:t>Il ne comprenait pas que toutes les choses</w:t>
      </w:r>
      <w:r w:rsidR="00DE313F">
        <w:t xml:space="preserve">, </w:t>
      </w:r>
      <w:r w:rsidRPr="003D2FAA">
        <w:t>même les plus minimes</w:t>
      </w:r>
      <w:r w:rsidR="00DE313F">
        <w:t xml:space="preserve">, </w:t>
      </w:r>
      <w:r w:rsidRPr="003D2FAA">
        <w:t xml:space="preserve">celles qui lui semblaient le plus </w:t>
      </w:r>
      <w:r w:rsidRPr="003D2FAA">
        <w:lastRenderedPageBreak/>
        <w:t>communes</w:t>
      </w:r>
      <w:r w:rsidR="00DE313F">
        <w:t xml:space="preserve">, </w:t>
      </w:r>
      <w:r w:rsidRPr="003D2FAA">
        <w:t>évei</w:t>
      </w:r>
      <w:r w:rsidRPr="003D2FAA">
        <w:t>l</w:t>
      </w:r>
      <w:r w:rsidRPr="003D2FAA">
        <w:t>laient en elle un tumulte de sensations neuves</w:t>
      </w:r>
      <w:r w:rsidR="00DE313F">
        <w:t xml:space="preserve">, </w:t>
      </w:r>
      <w:r w:rsidRPr="003D2FAA">
        <w:t>et que les indic</w:t>
      </w:r>
      <w:r w:rsidRPr="003D2FAA">
        <w:t>a</w:t>
      </w:r>
      <w:r w:rsidRPr="003D2FAA">
        <w:t>tions</w:t>
      </w:r>
      <w:r w:rsidR="00DE313F">
        <w:t xml:space="preserve">, </w:t>
      </w:r>
      <w:r w:rsidRPr="003D2FAA">
        <w:t>les explications qu</w:t>
      </w:r>
      <w:r w:rsidR="00DE313F">
        <w:t>’</w:t>
      </w:r>
      <w:r w:rsidRPr="003D2FAA">
        <w:t>il lui donnait</w:t>
      </w:r>
      <w:r w:rsidR="00DE313F">
        <w:t xml:space="preserve">, </w:t>
      </w:r>
      <w:r w:rsidRPr="003D2FAA">
        <w:t>au lieu d</w:t>
      </w:r>
      <w:r w:rsidR="00DE313F">
        <w:t>’</w:t>
      </w:r>
      <w:r w:rsidRPr="003D2FAA">
        <w:t>augmenter</w:t>
      </w:r>
      <w:r w:rsidR="00DE313F">
        <w:t xml:space="preserve">, </w:t>
      </w:r>
      <w:r w:rsidRPr="003D2FAA">
        <w:t>a</w:t>
      </w:r>
      <w:r w:rsidRPr="003D2FAA">
        <w:t>f</w:t>
      </w:r>
      <w:r w:rsidRPr="003D2FAA">
        <w:t>faiblissaient</w:t>
      </w:r>
      <w:r w:rsidR="00DE313F">
        <w:t xml:space="preserve">, </w:t>
      </w:r>
      <w:r w:rsidRPr="003D2FAA">
        <w:t>refroidissaient cette ardente et instable image d</w:t>
      </w:r>
      <w:r w:rsidR="00DE313F">
        <w:t>’</w:t>
      </w:r>
      <w:r w:rsidRPr="003D2FAA">
        <w:t>immensité qu</w:t>
      </w:r>
      <w:r w:rsidR="00DE313F">
        <w:t>’</w:t>
      </w:r>
      <w:r w:rsidRPr="003D2FAA">
        <w:t>éperdument</w:t>
      </w:r>
      <w:r w:rsidR="00DE313F">
        <w:t xml:space="preserve">, </w:t>
      </w:r>
      <w:r w:rsidRPr="003D2FAA">
        <w:t>quoique toujours avec un sent</w:t>
      </w:r>
      <w:r w:rsidRPr="003D2FAA">
        <w:t>i</w:t>
      </w:r>
      <w:r w:rsidRPr="003D2FAA">
        <w:t>ment de souffrance indéfinissable</w:t>
      </w:r>
      <w:r w:rsidR="00DE313F">
        <w:t xml:space="preserve">, </w:t>
      </w:r>
      <w:r w:rsidRPr="003D2FAA">
        <w:t>elle se créait à la vue de tant de lieux inconnus</w:t>
      </w:r>
      <w:r w:rsidR="00DE313F">
        <w:t>.</w:t>
      </w:r>
    </w:p>
    <w:p w14:paraId="3F250DDD" w14:textId="77777777" w:rsidR="00DE313F" w:rsidRDefault="0074134D" w:rsidP="0074134D">
      <w:r w:rsidRPr="003D2FAA">
        <w:t>Du reste</w:t>
      </w:r>
      <w:r w:rsidR="00DE313F">
        <w:t xml:space="preserve">, </w:t>
      </w:r>
      <w:r w:rsidRPr="003D2FAA">
        <w:t>dans le tumulte de ses pensées</w:t>
      </w:r>
      <w:r w:rsidR="00DE313F">
        <w:t xml:space="preserve">, </w:t>
      </w:r>
      <w:r w:rsidRPr="003D2FAA">
        <w:t>la voix de son beau-frère</w:t>
      </w:r>
      <w:r w:rsidR="00DE313F">
        <w:t xml:space="preserve">, </w:t>
      </w:r>
      <w:r w:rsidRPr="003D2FAA">
        <w:t>au lieu de l</w:t>
      </w:r>
      <w:r w:rsidR="00DE313F">
        <w:t>’</w:t>
      </w:r>
      <w:r w:rsidRPr="003D2FAA">
        <w:t>éclairer</w:t>
      </w:r>
      <w:r w:rsidR="00DE313F">
        <w:t xml:space="preserve">, </w:t>
      </w:r>
      <w:r w:rsidRPr="003D2FAA">
        <w:t>causait en elle comme un arrêt de tout</w:t>
      </w:r>
      <w:r w:rsidR="00DE313F">
        <w:t xml:space="preserve">, </w:t>
      </w:r>
      <w:r w:rsidRPr="003D2FAA">
        <w:t>un arrêt sombre et violent</w:t>
      </w:r>
      <w:r w:rsidR="00DE313F">
        <w:t xml:space="preserve">, </w:t>
      </w:r>
      <w:r w:rsidRPr="003D2FAA">
        <w:t>plein de frémissements a</w:t>
      </w:r>
      <w:r w:rsidRPr="003D2FAA">
        <w:t>i</w:t>
      </w:r>
      <w:r w:rsidRPr="003D2FAA">
        <w:t>gus</w:t>
      </w:r>
      <w:r w:rsidR="00DE313F">
        <w:t xml:space="preserve"> ; </w:t>
      </w:r>
      <w:r w:rsidRPr="003D2FAA">
        <w:t>alors le sentiment de sa souffrance devenait plus poignant en elle</w:t>
      </w:r>
      <w:r w:rsidR="00DE313F">
        <w:t xml:space="preserve">, </w:t>
      </w:r>
      <w:r w:rsidRPr="003D2FAA">
        <w:t>plus net</w:t>
      </w:r>
      <w:r w:rsidR="00DE313F">
        <w:t xml:space="preserve"> ; </w:t>
      </w:r>
      <w:r w:rsidRPr="003D2FAA">
        <w:t>elle se voyait misérable dans son ignorance</w:t>
      </w:r>
      <w:r w:rsidR="00DE313F">
        <w:t xml:space="preserve"> ; </w:t>
      </w:r>
      <w:r w:rsidRPr="003D2FAA">
        <w:t>elle en remarquait une obscure et presque hostile recrudescence à la vue de toutes ces choses qui maintenant</w:t>
      </w:r>
      <w:r w:rsidR="00DE313F">
        <w:t xml:space="preserve">, </w:t>
      </w:r>
      <w:r w:rsidRPr="003D2FAA">
        <w:t>si tard pour elle</w:t>
      </w:r>
      <w:r w:rsidR="00DE313F">
        <w:t xml:space="preserve">, </w:t>
      </w:r>
      <w:r w:rsidRPr="003D2FAA">
        <w:t>et à l</w:t>
      </w:r>
      <w:r w:rsidR="00DE313F">
        <w:t>’</w:t>
      </w:r>
      <w:r w:rsidRPr="003D2FAA">
        <w:t>improviste</w:t>
      </w:r>
      <w:r w:rsidR="00DE313F">
        <w:t xml:space="preserve">, </w:t>
      </w:r>
      <w:r w:rsidRPr="003D2FAA">
        <w:t>remplissaient ses yeux et entraient dans son âme</w:t>
      </w:r>
      <w:r w:rsidR="00DE313F">
        <w:t>.</w:t>
      </w:r>
    </w:p>
    <w:p w14:paraId="3D473AC7" w14:textId="12C232D7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6FB7E51F" w14:textId="77777777" w:rsidR="00DE313F" w:rsidRDefault="0074134D" w:rsidP="0074134D">
      <w:r w:rsidRPr="003D2FAA">
        <w:t>Le jour suivant</w:t>
      </w:r>
      <w:r w:rsidR="00DE313F">
        <w:t xml:space="preserve">, </w:t>
      </w:r>
      <w:r w:rsidRPr="003D2FAA">
        <w:t>à Palerme</w:t>
      </w:r>
      <w:r w:rsidR="00DE313F">
        <w:t xml:space="preserve">, </w:t>
      </w:r>
      <w:r w:rsidRPr="003D2FAA">
        <w:t>comme ils quittaient le cabinet d</w:t>
      </w:r>
      <w:r w:rsidR="00DE313F">
        <w:t>’</w:t>
      </w:r>
      <w:r w:rsidRPr="003D2FAA">
        <w:t>un spécialiste après une très longue consultation</w:t>
      </w:r>
      <w:r w:rsidR="00DE313F">
        <w:t xml:space="preserve">, </w:t>
      </w:r>
      <w:r w:rsidRPr="003D2FAA">
        <w:t>elle comprit très bien</w:t>
      </w:r>
      <w:r w:rsidR="00DE313F">
        <w:t xml:space="preserve">, </w:t>
      </w:r>
      <w:r w:rsidRPr="003D2FAA">
        <w:t>par les efforts de son beau-frère pour cacher sa con</w:t>
      </w:r>
      <w:r w:rsidRPr="003D2FAA">
        <w:t>s</w:t>
      </w:r>
      <w:r w:rsidRPr="003D2FAA">
        <w:t>ternation profonde</w:t>
      </w:r>
      <w:r w:rsidR="00DE313F">
        <w:t xml:space="preserve">, </w:t>
      </w:r>
      <w:r w:rsidRPr="003D2FAA">
        <w:t>par l</w:t>
      </w:r>
      <w:r w:rsidR="00DE313F">
        <w:t>’</w:t>
      </w:r>
      <w:r w:rsidRPr="003D2FAA">
        <w:t>empressement affecté avec lequel il voulut se faire expliquer une seconde fois la manière d</w:t>
      </w:r>
      <w:r w:rsidR="00DE313F">
        <w:t>’</w:t>
      </w:r>
      <w:r w:rsidRPr="003D2FAA">
        <w:t>employer le médicament prescrit</w:t>
      </w:r>
      <w:r w:rsidR="00DE313F">
        <w:t xml:space="preserve">, </w:t>
      </w:r>
      <w:r w:rsidRPr="003D2FAA">
        <w:t>et à la façon dont le médecin lui avait répondu</w:t>
      </w:r>
      <w:r w:rsidR="00DE313F">
        <w:t xml:space="preserve">, </w:t>
      </w:r>
      <w:r w:rsidRPr="003D2FAA">
        <w:t>elle comprit très bien que celui-ci avait rendu une se</w:t>
      </w:r>
      <w:r w:rsidRPr="003D2FAA">
        <w:t>n</w:t>
      </w:r>
      <w:r w:rsidRPr="003D2FAA">
        <w:t>tence de mort pour elle et que le mélange de poisons à prendre par gouttes avec de grandes précautions</w:t>
      </w:r>
      <w:r w:rsidR="00DE313F">
        <w:t xml:space="preserve">, </w:t>
      </w:r>
      <w:r w:rsidRPr="003D2FAA">
        <w:t>deux fois par jour avant les repas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était qu</w:t>
      </w:r>
      <w:r w:rsidR="00DE313F">
        <w:t>’</w:t>
      </w:r>
      <w:r w:rsidRPr="003D2FAA">
        <w:t>une duperie pieuse ou le viatique d</w:t>
      </w:r>
      <w:r w:rsidR="00DE313F">
        <w:t>’</w:t>
      </w:r>
      <w:r w:rsidRPr="003D2FAA">
        <w:t>une lente agonie</w:t>
      </w:r>
      <w:r w:rsidR="00DE313F">
        <w:t>.</w:t>
      </w:r>
    </w:p>
    <w:p w14:paraId="63B33969" w14:textId="77777777" w:rsidR="00DE313F" w:rsidRDefault="0074134D" w:rsidP="0074134D">
      <w:r w:rsidRPr="003D2FAA">
        <w:t>Et cependant</w:t>
      </w:r>
      <w:r w:rsidR="00DE313F">
        <w:t xml:space="preserve">, </w:t>
      </w:r>
      <w:r w:rsidRPr="003D2FAA">
        <w:t>lorsque un peu étourdie et écœurée par l</w:t>
      </w:r>
      <w:r w:rsidR="00DE313F">
        <w:t>’</w:t>
      </w:r>
      <w:r w:rsidRPr="003D2FAA">
        <w:t>odeur d</w:t>
      </w:r>
      <w:r w:rsidR="00DE313F">
        <w:t>’</w:t>
      </w:r>
      <w:r w:rsidRPr="003D2FAA">
        <w:t>éther diffuse dans la maison du médecin</w:t>
      </w:r>
      <w:r w:rsidR="00DE313F">
        <w:t xml:space="preserve">, </w:t>
      </w:r>
      <w:r w:rsidRPr="003D2FAA">
        <w:t xml:space="preserve">elle arriva </w:t>
      </w:r>
      <w:r w:rsidRPr="003D2FAA">
        <w:lastRenderedPageBreak/>
        <w:t>dans la rue au milieu de l</w:t>
      </w:r>
      <w:r w:rsidR="00DE313F">
        <w:t>’</w:t>
      </w:r>
      <w:r w:rsidRPr="003D2FAA">
        <w:t>éblouissement doré du soleil couchant sous le ciel de vives flammes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du côté de la marine</w:t>
      </w:r>
      <w:r w:rsidR="00DE313F">
        <w:t xml:space="preserve">, </w:t>
      </w:r>
      <w:r w:rsidRPr="003D2FAA">
        <w:t>comme d</w:t>
      </w:r>
      <w:r w:rsidR="00DE313F">
        <w:t>’</w:t>
      </w:r>
      <w:r w:rsidRPr="003D2FAA">
        <w:t>un nimbe immense et fulgurant</w:t>
      </w:r>
      <w:r w:rsidR="00DE313F">
        <w:t xml:space="preserve">, </w:t>
      </w:r>
      <w:r w:rsidRPr="003D2FAA">
        <w:t>lançait sur le cours long et droit un oblique torrent de feu</w:t>
      </w:r>
      <w:r w:rsidR="00DE313F">
        <w:t xml:space="preserve"> ; </w:t>
      </w:r>
      <w:r w:rsidRPr="003D2FAA">
        <w:t>et cependant lorsqu</w:t>
      </w:r>
      <w:r w:rsidR="00DE313F">
        <w:t>’</w:t>
      </w:r>
      <w:r w:rsidRPr="003D2FAA">
        <w:t>elle vit</w:t>
      </w:r>
      <w:r w:rsidR="00DE313F">
        <w:t xml:space="preserve">, </w:t>
      </w:r>
      <w:r w:rsidRPr="003D2FAA">
        <w:t>parmi les voitures baignées dans cet éblouissement vermeil</w:t>
      </w:r>
      <w:r w:rsidR="00DE313F">
        <w:t xml:space="preserve">, </w:t>
      </w:r>
      <w:r w:rsidRPr="003D2FAA">
        <w:t>le mouvement de la foule bruyante et des visages et des vêtements embrasés par des reflets de pourpre</w:t>
      </w:r>
      <w:r w:rsidR="00DE313F">
        <w:t xml:space="preserve">, </w:t>
      </w:r>
      <w:r w:rsidRPr="003D2FAA">
        <w:t>et quand elle vit encore les vibrations de la lumière</w:t>
      </w:r>
      <w:r w:rsidR="00DE313F">
        <w:t xml:space="preserve">, </w:t>
      </w:r>
      <w:r w:rsidRPr="003D2FAA">
        <w:t>les rayons colorés</w:t>
      </w:r>
      <w:r w:rsidR="00DE313F">
        <w:t xml:space="preserve"> – </w:t>
      </w:r>
      <w:r w:rsidRPr="003D2FAA">
        <w:t>tels des pierres précieuses</w:t>
      </w:r>
      <w:r w:rsidR="00DE313F">
        <w:t xml:space="preserve"> – </w:t>
      </w:r>
      <w:r w:rsidRPr="003D2FAA">
        <w:t>des surfaces vernies des enseignes et unies des glaces des magasins</w:t>
      </w:r>
      <w:r w:rsidR="00DE313F">
        <w:t xml:space="preserve"> ; </w:t>
      </w:r>
      <w:r w:rsidRPr="003D2FAA">
        <w:t>quand lui apparut la vie</w:t>
      </w:r>
      <w:r w:rsidR="00DE313F">
        <w:t xml:space="preserve">, </w:t>
      </w:r>
      <w:r w:rsidRPr="003D2FAA">
        <w:t>la vie</w:t>
      </w:r>
      <w:r w:rsidR="00DE313F">
        <w:t xml:space="preserve">, </w:t>
      </w:r>
      <w:r w:rsidRPr="003D2FAA">
        <w:t>la vie</w:t>
      </w:r>
      <w:r w:rsidR="00DE313F">
        <w:t xml:space="preserve"> ! </w:t>
      </w:r>
      <w:r w:rsidRPr="003D2FAA">
        <w:t>elle la sentit qui faisait une irruption désordonnée dans son âme par tous ses sens émus et exaltés en une ivresse presque divine</w:t>
      </w:r>
      <w:r w:rsidR="00DE313F">
        <w:t xml:space="preserve"> ; </w:t>
      </w:r>
      <w:r w:rsidRPr="003D2FAA">
        <w:t>elle n</w:t>
      </w:r>
      <w:r w:rsidR="00DE313F">
        <w:t>’</w:t>
      </w:r>
      <w:r w:rsidRPr="003D2FAA">
        <w:t>en éprouva aucune angoisse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eut même pas une rapide pensée pour sa mort prochaine et inévitable</w:t>
      </w:r>
      <w:r w:rsidR="00DE313F">
        <w:t xml:space="preserve">, </w:t>
      </w:r>
      <w:r w:rsidRPr="003D2FAA">
        <w:t>pour cette mort qui peut-être était déjà blottie sous son épaule gauche où</w:t>
      </w:r>
      <w:r w:rsidR="00DE313F">
        <w:t xml:space="preserve">, </w:t>
      </w:r>
      <w:r w:rsidRPr="003D2FAA">
        <w:t>par in</w:t>
      </w:r>
      <w:r w:rsidRPr="003D2FAA">
        <w:t>s</w:t>
      </w:r>
      <w:r w:rsidRPr="003D2FAA">
        <w:t>tants</w:t>
      </w:r>
      <w:r w:rsidR="00DE313F">
        <w:t xml:space="preserve">, </w:t>
      </w:r>
      <w:r w:rsidRPr="003D2FAA">
        <w:t>elle sentait des élancements</w:t>
      </w:r>
      <w:r w:rsidR="00DE313F">
        <w:t xml:space="preserve"> ! </w:t>
      </w:r>
      <w:r w:rsidRPr="003D2FAA">
        <w:t>Mais 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la vie</w:t>
      </w:r>
      <w:r w:rsidR="00DE313F">
        <w:t xml:space="preserve">, </w:t>
      </w:r>
      <w:r w:rsidRPr="003D2FAA">
        <w:t>la vie</w:t>
      </w:r>
      <w:r w:rsidR="00DE313F">
        <w:t xml:space="preserve"> ! </w:t>
      </w:r>
      <w:r w:rsidRPr="003D2FAA">
        <w:t>Et ce bouleversement intérieur qui mettait le désordre dans son esprit s</w:t>
      </w:r>
      <w:r w:rsidR="00DE313F">
        <w:t>’</w:t>
      </w:r>
      <w:r w:rsidRPr="003D2FAA">
        <w:t>élançait jusqu</w:t>
      </w:r>
      <w:r w:rsidR="00DE313F">
        <w:t>’</w:t>
      </w:r>
      <w:r w:rsidRPr="003D2FAA">
        <w:t>à sa gorge où quelque chose</w:t>
      </w:r>
      <w:r w:rsidR="00DE313F">
        <w:t xml:space="preserve"> – </w:t>
      </w:r>
      <w:r w:rsidRPr="003D2FAA">
        <w:t>elle ne savait quoi</w:t>
      </w:r>
      <w:r w:rsidR="00DE313F">
        <w:t xml:space="preserve"> – </w:t>
      </w:r>
      <w:r w:rsidRPr="003D2FAA">
        <w:t>quelque ancienne douleur remuée au fond de son être</w:t>
      </w:r>
      <w:r w:rsidR="00DE313F">
        <w:t xml:space="preserve">, </w:t>
      </w:r>
      <w:r w:rsidRPr="003D2FAA">
        <w:t>la suffoquait tout à coup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étranglait</w:t>
      </w:r>
      <w:r w:rsidR="00DE313F">
        <w:t xml:space="preserve">, </w:t>
      </w:r>
      <w:r w:rsidRPr="003D2FAA">
        <w:t>la forçait aux larmes</w:t>
      </w:r>
      <w:r w:rsidR="00DE313F">
        <w:t xml:space="preserve">, </w:t>
      </w:r>
      <w:r w:rsidRPr="003D2FAA">
        <w:t>même au milieu de toute cette joie</w:t>
      </w:r>
      <w:r w:rsidR="00DE313F">
        <w:t> !</w:t>
      </w:r>
    </w:p>
    <w:p w14:paraId="53542DA6" w14:textId="77777777" w:rsidR="00DE313F" w:rsidRDefault="00DE313F" w:rsidP="0074134D">
      <w:r>
        <w:t>— </w:t>
      </w:r>
      <w:r w:rsidR="0074134D" w:rsidRPr="003D2FAA">
        <w:t>Rien</w:t>
      </w:r>
      <w:r>
        <w:t xml:space="preserve"> !… </w:t>
      </w:r>
      <w:r w:rsidR="0074134D" w:rsidRPr="003D2FAA">
        <w:t>rien</w:t>
      </w:r>
      <w:r>
        <w:t xml:space="preserve"> !… </w:t>
      </w:r>
      <w:r w:rsidR="0074134D" w:rsidRPr="003D2FAA">
        <w:t>dit-elle à son beau-frère avec un sourire qui</w:t>
      </w:r>
      <w:r>
        <w:t xml:space="preserve">, </w:t>
      </w:r>
      <w:r w:rsidR="0074134D" w:rsidRPr="003D2FAA">
        <w:t>très vif</w:t>
      </w:r>
      <w:r>
        <w:t xml:space="preserve">, </w:t>
      </w:r>
      <w:r w:rsidR="0074134D" w:rsidRPr="003D2FAA">
        <w:t>illumina ses yeux à travers ses larmes</w:t>
      </w:r>
      <w:r>
        <w:t xml:space="preserve">, </w:t>
      </w:r>
      <w:r w:rsidR="0074134D" w:rsidRPr="003D2FAA">
        <w:t>il me semble être</w:t>
      </w:r>
      <w:r>
        <w:t xml:space="preserve"> !… </w:t>
      </w:r>
      <w:r w:rsidR="0074134D" w:rsidRPr="003D2FAA">
        <w:t>Je ne sais pas</w:t>
      </w:r>
      <w:r>
        <w:t xml:space="preserve"> !… </w:t>
      </w:r>
      <w:r w:rsidR="0074134D" w:rsidRPr="003D2FAA">
        <w:t>Marchons</w:t>
      </w:r>
      <w:r>
        <w:t xml:space="preserve">, </w:t>
      </w:r>
      <w:r w:rsidR="0074134D" w:rsidRPr="003D2FAA">
        <w:t>marchons</w:t>
      </w:r>
      <w:r>
        <w:t> !…</w:t>
      </w:r>
    </w:p>
    <w:p w14:paraId="36ECC187" w14:textId="77777777" w:rsidR="00DE313F" w:rsidRDefault="00DE313F" w:rsidP="0074134D">
      <w:r>
        <w:t>— </w:t>
      </w:r>
      <w:r w:rsidR="0074134D" w:rsidRPr="003D2FAA">
        <w:t>À l</w:t>
      </w:r>
      <w:r>
        <w:t>’</w:t>
      </w:r>
      <w:r w:rsidR="0074134D" w:rsidRPr="003D2FAA">
        <w:t>hôtel</w:t>
      </w:r>
      <w:r>
        <w:t> ?</w:t>
      </w:r>
    </w:p>
    <w:p w14:paraId="479FC761" w14:textId="77777777" w:rsidR="00DE313F" w:rsidRDefault="00DE313F" w:rsidP="0074134D">
      <w:r>
        <w:t>— </w:t>
      </w:r>
      <w:r w:rsidR="0074134D" w:rsidRPr="003D2FAA">
        <w:t>Non</w:t>
      </w:r>
      <w:r>
        <w:t xml:space="preserve">… </w:t>
      </w:r>
      <w:r w:rsidR="0074134D" w:rsidRPr="003D2FAA">
        <w:t>Non</w:t>
      </w:r>
      <w:r>
        <w:t> !</w:t>
      </w:r>
    </w:p>
    <w:p w14:paraId="2EE81464" w14:textId="77777777" w:rsidR="00DE313F" w:rsidRDefault="00DE313F" w:rsidP="0074134D">
      <w:r>
        <w:t>— </w:t>
      </w:r>
      <w:r w:rsidR="0074134D" w:rsidRPr="003D2FAA">
        <w:t>Alors</w:t>
      </w:r>
      <w:r>
        <w:t xml:space="preserve">, </w:t>
      </w:r>
      <w:r w:rsidR="0074134D" w:rsidRPr="003D2FAA">
        <w:t>allons dîner au Chalet de la mer</w:t>
      </w:r>
      <w:r>
        <w:t xml:space="preserve"> ; </w:t>
      </w:r>
      <w:r w:rsidR="0074134D" w:rsidRPr="003D2FAA">
        <w:t>cela te plaît-il</w:t>
      </w:r>
      <w:r>
        <w:t> ?</w:t>
      </w:r>
    </w:p>
    <w:p w14:paraId="281BACE8" w14:textId="77777777" w:rsidR="00DE313F" w:rsidRDefault="00DE313F" w:rsidP="0074134D">
      <w:r>
        <w:t>— </w:t>
      </w:r>
      <w:r w:rsidR="0074134D" w:rsidRPr="003D2FAA">
        <w:t>Oui</w:t>
      </w:r>
      <w:r>
        <w:t xml:space="preserve"> ; </w:t>
      </w:r>
      <w:r w:rsidR="0074134D" w:rsidRPr="003D2FAA">
        <w:t>où tu voudras</w:t>
      </w:r>
      <w:r>
        <w:t>.</w:t>
      </w:r>
    </w:p>
    <w:p w14:paraId="47D09F40" w14:textId="77777777" w:rsidR="00DE313F" w:rsidRDefault="00DE313F" w:rsidP="0074134D">
      <w:r>
        <w:lastRenderedPageBreak/>
        <w:t>— </w:t>
      </w:r>
      <w:r w:rsidR="0074134D" w:rsidRPr="003D2FAA">
        <w:t>Très bien</w:t>
      </w:r>
      <w:r>
        <w:t xml:space="preserve">. </w:t>
      </w:r>
      <w:r w:rsidR="0074134D" w:rsidRPr="003D2FAA">
        <w:t>Allons-y</w:t>
      </w:r>
      <w:r>
        <w:t xml:space="preserve">. </w:t>
      </w:r>
      <w:r w:rsidR="0074134D" w:rsidRPr="003D2FAA">
        <w:t>Nous verrons ensuite la promenade du Forum</w:t>
      </w:r>
      <w:r>
        <w:t xml:space="preserve"> ; </w:t>
      </w:r>
      <w:r w:rsidR="0074134D" w:rsidRPr="003D2FAA">
        <w:t>nous entendrons la musique</w:t>
      </w:r>
      <w:r>
        <w:t>…</w:t>
      </w:r>
    </w:p>
    <w:p w14:paraId="50C8610B" w14:textId="77777777" w:rsidR="00DE313F" w:rsidRDefault="0074134D" w:rsidP="0074134D">
      <w:r w:rsidRPr="003D2FAA">
        <w:t>Ils montèrent en voiture et se dirigèrent vers ce nimbe fu</w:t>
      </w:r>
      <w:r w:rsidRPr="003D2FAA">
        <w:t>l</w:t>
      </w:r>
      <w:r w:rsidRPr="003D2FAA">
        <w:t>gurant qui aveuglait</w:t>
      </w:r>
      <w:r w:rsidR="00DE313F">
        <w:t>.</w:t>
      </w:r>
    </w:p>
    <w:p w14:paraId="535022FF" w14:textId="77777777" w:rsidR="00DE313F" w:rsidRDefault="0074134D" w:rsidP="0074134D">
      <w:r w:rsidRPr="003D2FAA">
        <w:t>Ah</w:t>
      </w:r>
      <w:r w:rsidR="00DE313F">
        <w:t xml:space="preserve"> ! </w:t>
      </w:r>
      <w:r w:rsidRPr="003D2FAA">
        <w:t>ce que fut pour elle cette soirée au Chalet de la mer</w:t>
      </w:r>
      <w:r w:rsidR="00DE313F">
        <w:t xml:space="preserve">, </w:t>
      </w:r>
      <w:r w:rsidRPr="003D2FAA">
        <w:t>à la lueur de la lune</w:t>
      </w:r>
      <w:r w:rsidR="00DE313F">
        <w:t xml:space="preserve">, </w:t>
      </w:r>
      <w:r w:rsidRPr="003D2FAA">
        <w:t>avec sous les yeux ce forum illuminé parco</w:t>
      </w:r>
      <w:r w:rsidRPr="003D2FAA">
        <w:t>u</w:t>
      </w:r>
      <w:r w:rsidRPr="003D2FAA">
        <w:t>ru par un continuel fracas de voitures scintillantes</w:t>
      </w:r>
      <w:r w:rsidR="00DE313F">
        <w:t xml:space="preserve">, </w:t>
      </w:r>
      <w:r w:rsidRPr="003D2FAA">
        <w:t>parmi l</w:t>
      </w:r>
      <w:r w:rsidR="00DE313F">
        <w:t>’</w:t>
      </w:r>
      <w:r w:rsidRPr="003D2FAA">
        <w:t>odeur des algues qui venait de la mer et le parfum des roses qui venait du jardin</w:t>
      </w:r>
      <w:r w:rsidR="00DE313F">
        <w:t> !</w:t>
      </w:r>
    </w:p>
    <w:p w14:paraId="05F32F40" w14:textId="77777777" w:rsidR="00DE313F" w:rsidRDefault="0074134D" w:rsidP="0074134D">
      <w:r w:rsidRPr="003D2FAA">
        <w:t>Adriana</w:t>
      </w:r>
      <w:r w:rsidR="00DE313F">
        <w:t xml:space="preserve">, </w:t>
      </w:r>
      <w:r w:rsidRPr="003D2FAA">
        <w:t>éperdue au milieu de l</w:t>
      </w:r>
      <w:r w:rsidR="00DE313F">
        <w:t>’</w:t>
      </w:r>
      <w:r w:rsidRPr="003D2FAA">
        <w:t>enchantement auquel une certaine angoisse l</w:t>
      </w:r>
      <w:r w:rsidR="00DE313F">
        <w:t>’</w:t>
      </w:r>
      <w:r w:rsidRPr="003D2FAA">
        <w:t>empêchait de s</w:t>
      </w:r>
      <w:r w:rsidR="00DE313F">
        <w:t>’</w:t>
      </w:r>
      <w:r w:rsidRPr="003D2FAA">
        <w:t>abandonner tout entière</w:t>
      </w:r>
      <w:r w:rsidR="00DE313F">
        <w:t xml:space="preserve">, </w:t>
      </w:r>
      <w:r w:rsidRPr="003D2FAA">
        <w:t>une angoisse réveillée par un doute de la réalité de ces choses</w:t>
      </w:r>
      <w:r w:rsidR="00DE313F">
        <w:t xml:space="preserve">, </w:t>
      </w:r>
      <w:r w:rsidRPr="003D2FAA">
        <w:t>Adriana regardait</w:t>
      </w:r>
      <w:r w:rsidR="00DE313F">
        <w:t xml:space="preserve">, </w:t>
      </w:r>
      <w:r w:rsidRPr="003D2FAA">
        <w:t>regardait</w:t>
      </w:r>
      <w:r w:rsidR="00DE313F">
        <w:t xml:space="preserve">, </w:t>
      </w:r>
      <w:r w:rsidRPr="003D2FAA">
        <w:t>et se sentait lointaine</w:t>
      </w:r>
      <w:r w:rsidR="00DE313F">
        <w:t xml:space="preserve">… </w:t>
      </w:r>
      <w:r w:rsidRPr="003D2FAA">
        <w:t>lointaine même de sa propre personne</w:t>
      </w:r>
      <w:r w:rsidR="00DE313F">
        <w:t xml:space="preserve">… </w:t>
      </w:r>
      <w:r w:rsidRPr="003D2FAA">
        <w:t>sans mémoire</w:t>
      </w:r>
      <w:r w:rsidR="00DE313F">
        <w:t xml:space="preserve">, </w:t>
      </w:r>
      <w:r w:rsidRPr="003D2FAA">
        <w:t>ni conscience</w:t>
      </w:r>
      <w:r w:rsidR="00DE313F">
        <w:t xml:space="preserve">, </w:t>
      </w:r>
      <w:r w:rsidRPr="003D2FAA">
        <w:t>ni pensée</w:t>
      </w:r>
      <w:r w:rsidR="00DE313F">
        <w:t xml:space="preserve">… </w:t>
      </w:r>
      <w:r w:rsidRPr="003D2FAA">
        <w:t>et c</w:t>
      </w:r>
      <w:r w:rsidR="00DE313F">
        <w:t>’</w:t>
      </w:r>
      <w:r w:rsidRPr="003D2FAA">
        <w:t>était un éloignement infini de songe</w:t>
      </w:r>
      <w:r w:rsidR="00DE313F">
        <w:t> !…</w:t>
      </w:r>
    </w:p>
    <w:p w14:paraId="06D80625" w14:textId="77777777" w:rsidR="00DE313F" w:rsidRDefault="0074134D" w:rsidP="0074134D">
      <w:r w:rsidRPr="003D2FAA">
        <w:t>L</w:t>
      </w:r>
      <w:r w:rsidR="00DE313F">
        <w:t>’</w:t>
      </w:r>
      <w:r w:rsidRPr="003D2FAA">
        <w:t>impression de cet éloignement sans fin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éprouva de nouveau</w:t>
      </w:r>
      <w:r w:rsidR="00DE313F">
        <w:t xml:space="preserve">, </w:t>
      </w:r>
      <w:r w:rsidRPr="003D2FAA">
        <w:t>et plus intense encore</w:t>
      </w:r>
      <w:r w:rsidR="00DE313F">
        <w:t xml:space="preserve">, </w:t>
      </w:r>
      <w:r w:rsidRPr="003D2FAA">
        <w:t>le matin suivant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 xml:space="preserve">elle parcourut en voiture les allées désertes et interminables du parc de la </w:t>
      </w:r>
      <w:r w:rsidRPr="003D2FAA">
        <w:rPr>
          <w:i/>
          <w:iCs/>
        </w:rPr>
        <w:t>Favorite</w:t>
      </w:r>
      <w:r w:rsidR="00DE313F">
        <w:rPr>
          <w:i/>
          <w:iCs/>
        </w:rPr>
        <w:t xml:space="preserve">, </w:t>
      </w:r>
      <w:r w:rsidRPr="003D2FAA">
        <w:t>parce qu</w:t>
      </w:r>
      <w:r w:rsidR="00DE313F">
        <w:t>’</w:t>
      </w:r>
      <w:r w:rsidRPr="003D2FAA">
        <w:t>à un certain moment</w:t>
      </w:r>
      <w:r w:rsidR="00DE313F">
        <w:t xml:space="preserve">, </w:t>
      </w:r>
      <w:r w:rsidRPr="003D2FAA">
        <w:t>avec un long so</w:t>
      </w:r>
      <w:r w:rsidRPr="003D2FAA">
        <w:t>u</w:t>
      </w:r>
      <w:r w:rsidRPr="003D2FAA">
        <w:t>pir</w:t>
      </w:r>
      <w:r w:rsidR="00DE313F">
        <w:t xml:space="preserve">, </w:t>
      </w:r>
      <w:r w:rsidRPr="003D2FAA">
        <w:t>elle put revenir à elle</w:t>
      </w:r>
      <w:r w:rsidR="00DE313F">
        <w:t xml:space="preserve">, </w:t>
      </w:r>
      <w:r w:rsidRPr="003D2FAA">
        <w:t>sans cependant rompre l</w:t>
      </w:r>
      <w:r w:rsidR="00DE313F">
        <w:t>’</w:t>
      </w:r>
      <w:r w:rsidRPr="003D2FAA">
        <w:t>enchantement ni troubler l</w:t>
      </w:r>
      <w:r w:rsidR="00DE313F">
        <w:t>’</w:t>
      </w:r>
      <w:r w:rsidRPr="003D2FAA">
        <w:t>ivresse de ce songe dans le soleil</w:t>
      </w:r>
      <w:r w:rsidR="00DE313F">
        <w:t xml:space="preserve">, </w:t>
      </w:r>
      <w:r w:rsidRPr="003D2FAA">
        <w:t>parmi ces arbres qui semblaient</w:t>
      </w:r>
      <w:r w:rsidR="00DE313F">
        <w:t xml:space="preserve">, </w:t>
      </w:r>
      <w:r w:rsidRPr="003D2FAA">
        <w:t>eux aussi</w:t>
      </w:r>
      <w:r w:rsidR="00DE313F">
        <w:t xml:space="preserve">, </w:t>
      </w:r>
      <w:r w:rsidRPr="003D2FAA">
        <w:t>absorbés dans un songe sans limite</w:t>
      </w:r>
      <w:r w:rsidR="00DE313F">
        <w:t xml:space="preserve">, </w:t>
      </w:r>
      <w:r w:rsidRPr="003D2FAA">
        <w:t>dans un silence extasié et mystérieux</w:t>
      </w:r>
      <w:r w:rsidR="00DE313F">
        <w:t> !…</w:t>
      </w:r>
    </w:p>
    <w:p w14:paraId="7B518D93" w14:textId="77777777" w:rsidR="00DE313F" w:rsidRDefault="0074134D" w:rsidP="0074134D">
      <w:r w:rsidRPr="003D2FAA">
        <w:t>Et sans le vouloir</w:t>
      </w:r>
      <w:r w:rsidR="00DE313F">
        <w:t xml:space="preserve">, </w:t>
      </w:r>
      <w:r w:rsidRPr="003D2FAA">
        <w:t>elle se détourna pour regarder son beau-frère et lui sourire dans sa gratitude</w:t>
      </w:r>
      <w:r w:rsidR="00DE313F">
        <w:t>.</w:t>
      </w:r>
    </w:p>
    <w:p w14:paraId="657B46E1" w14:textId="77777777" w:rsidR="00DE313F" w:rsidRDefault="0074134D" w:rsidP="0074134D">
      <w:r w:rsidRPr="003D2FAA">
        <w:t>Mais tout à coup ce sourire réveilla une vive et profonde compassion pour elle-même</w:t>
      </w:r>
      <w:r w:rsidR="00DE313F">
        <w:t xml:space="preserve">, </w:t>
      </w:r>
      <w:r w:rsidRPr="003D2FAA">
        <w:t>condamnée à mourir en ce moment</w:t>
      </w:r>
      <w:r w:rsidR="00DE313F">
        <w:t xml:space="preserve">, </w:t>
      </w:r>
      <w:r w:rsidRPr="003D2FAA">
        <w:t>en ce moment même où s</w:t>
      </w:r>
      <w:r w:rsidR="00DE313F">
        <w:t>’</w:t>
      </w:r>
      <w:r w:rsidRPr="003D2FAA">
        <w:t xml:space="preserve">ouvraient devant ses yeux </w:t>
      </w:r>
      <w:r w:rsidRPr="003D2FAA">
        <w:lastRenderedPageBreak/>
        <w:t>fa</w:t>
      </w:r>
      <w:r w:rsidRPr="003D2FAA">
        <w:t>s</w:t>
      </w:r>
      <w:r w:rsidRPr="003D2FAA">
        <w:t>cinés tant de beauté merveilleuse</w:t>
      </w:r>
      <w:r w:rsidR="00DE313F">
        <w:t xml:space="preserve">, </w:t>
      </w:r>
      <w:r w:rsidRPr="003D2FAA">
        <w:t>une vie qui aurait pu être pour elle aussi ce qu</w:t>
      </w:r>
      <w:r w:rsidR="00DE313F">
        <w:t>’</w:t>
      </w:r>
      <w:r w:rsidRPr="003D2FAA">
        <w:t>elle était pour de si nombreuses créatures qui vivaient en ces lieux</w:t>
      </w:r>
      <w:r w:rsidR="00DE313F">
        <w:t xml:space="preserve">. </w:t>
      </w:r>
      <w:r w:rsidRPr="003D2FAA">
        <w:t>Et elle sentit qu</w:t>
      </w:r>
      <w:r w:rsidR="00DE313F">
        <w:t>’</w:t>
      </w:r>
      <w:r w:rsidRPr="003D2FAA">
        <w:t>il avait peut-être été cruel de la faire voyager</w:t>
      </w:r>
      <w:r w:rsidR="00DE313F">
        <w:t>…</w:t>
      </w:r>
    </w:p>
    <w:p w14:paraId="54109FA2" w14:textId="77777777" w:rsidR="00DE313F" w:rsidRDefault="0074134D" w:rsidP="0074134D">
      <w:r w:rsidRPr="003D2FAA">
        <w:t>Peu après</w:t>
      </w:r>
      <w:r w:rsidR="00DE313F">
        <w:t xml:space="preserve">, </w:t>
      </w:r>
      <w:r w:rsidRPr="003D2FAA">
        <w:t>la voiture s</w:t>
      </w:r>
      <w:r w:rsidR="00DE313F">
        <w:t>’</w:t>
      </w:r>
      <w:r w:rsidRPr="003D2FAA">
        <w:t>arrêta au fond d</w:t>
      </w:r>
      <w:r w:rsidR="00DE313F">
        <w:t>’</w:t>
      </w:r>
      <w:r w:rsidRPr="003D2FAA">
        <w:t xml:space="preserve">une allée </w:t>
      </w:r>
      <w:proofErr w:type="spellStart"/>
      <w:r w:rsidRPr="003D2FAA">
        <w:t>écartée</w:t>
      </w:r>
      <w:proofErr w:type="spellEnd"/>
      <w:r w:rsidR="00DE313F">
        <w:t xml:space="preserve"> ; </w:t>
      </w:r>
      <w:r w:rsidRPr="003D2FAA">
        <w:t>et</w:t>
      </w:r>
      <w:r w:rsidR="00DE313F">
        <w:t xml:space="preserve">, </w:t>
      </w:r>
      <w:r w:rsidRPr="003D2FAA">
        <w:t>soutenue par lui</w:t>
      </w:r>
      <w:r w:rsidR="00DE313F">
        <w:t xml:space="preserve">, </w:t>
      </w:r>
      <w:r w:rsidRPr="003D2FAA">
        <w:t>elle en descendit pour voir de plus près la fontaine d</w:t>
      </w:r>
      <w:r w:rsidR="00DE313F">
        <w:t>’</w:t>
      </w:r>
      <w:r w:rsidRPr="003D2FAA">
        <w:t>Hercule</w:t>
      </w:r>
      <w:r w:rsidR="00DE313F">
        <w:t>.</w:t>
      </w:r>
    </w:p>
    <w:p w14:paraId="604CE08F" w14:textId="77777777" w:rsidR="00DE313F" w:rsidRDefault="0074134D" w:rsidP="0074134D">
      <w:r w:rsidRPr="003D2FAA">
        <w:t>Là</w:t>
      </w:r>
      <w:r w:rsidR="00DE313F">
        <w:t xml:space="preserve">, </w:t>
      </w:r>
      <w:r w:rsidRPr="003D2FAA">
        <w:t>devant cette fontaine</w:t>
      </w:r>
      <w:r w:rsidR="00DE313F">
        <w:t xml:space="preserve">, </w:t>
      </w:r>
      <w:r w:rsidRPr="003D2FAA">
        <w:t>sous l</w:t>
      </w:r>
      <w:r w:rsidR="00DE313F">
        <w:t>’</w:t>
      </w:r>
      <w:r w:rsidRPr="003D2FAA">
        <w:t>azur sombre du ciel si i</w:t>
      </w:r>
      <w:r w:rsidRPr="003D2FAA">
        <w:t>n</w:t>
      </w:r>
      <w:r w:rsidRPr="003D2FAA">
        <w:t>tense qu</w:t>
      </w:r>
      <w:r w:rsidR="00DE313F">
        <w:t>’</w:t>
      </w:r>
      <w:r w:rsidRPr="003D2FAA">
        <w:t>il semblait presque noir autour de l</w:t>
      </w:r>
      <w:r w:rsidR="00DE313F">
        <w:t>’</w:t>
      </w:r>
      <w:r w:rsidRPr="003D2FAA">
        <w:t>éclatante statue de marbre du demi-dieu sur sa haute colonne qui surgissait du m</w:t>
      </w:r>
      <w:r w:rsidRPr="003D2FAA">
        <w:t>i</w:t>
      </w:r>
      <w:r w:rsidRPr="003D2FAA">
        <w:t>lieu de la grande conque</w:t>
      </w:r>
      <w:r w:rsidR="00DE313F">
        <w:t xml:space="preserve"> ; </w:t>
      </w:r>
      <w:r w:rsidRPr="003D2FAA">
        <w:t>là</w:t>
      </w:r>
      <w:r w:rsidR="00DE313F">
        <w:t xml:space="preserve">, </w:t>
      </w:r>
      <w:r w:rsidRPr="003D2FAA">
        <w:t>elle se pencha pour regarder l</w:t>
      </w:r>
      <w:r w:rsidR="00DE313F">
        <w:t>’</w:t>
      </w:r>
      <w:r w:rsidRPr="003D2FAA">
        <w:t>eau transparente sur laquelle nageaient quelques feuilles</w:t>
      </w:r>
      <w:r w:rsidR="00DE313F">
        <w:t xml:space="preserve">, </w:t>
      </w:r>
      <w:r w:rsidRPr="003D2FAA">
        <w:t>quelques fleurs qui reflétaient leur ombre au fond du bassin</w:t>
      </w:r>
      <w:r w:rsidR="00DE313F">
        <w:t xml:space="preserve"> ; </w:t>
      </w:r>
      <w:r w:rsidRPr="003D2FAA">
        <w:t>et voyant à chaque légère ondulation de cette eau monter une vapeur ténue s</w:t>
      </w:r>
      <w:r w:rsidR="003D2FAA" w:rsidRPr="003D2FAA">
        <w:t>ur le visage impassible des sphi</w:t>
      </w:r>
      <w:r w:rsidRPr="003D2FAA">
        <w:t>nx qui gardaient la conque</w:t>
      </w:r>
      <w:r w:rsidR="00DE313F">
        <w:t xml:space="preserve">, </w:t>
      </w:r>
      <w:r w:rsidRPr="003D2FAA">
        <w:t>elle sentit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comme une ombre de pensée passer sur sa f</w:t>
      </w:r>
      <w:r w:rsidRPr="003D2FAA">
        <w:t>i</w:t>
      </w:r>
      <w:r w:rsidRPr="003D2FAA">
        <w:t>gure</w:t>
      </w:r>
      <w:r w:rsidR="00DE313F">
        <w:t xml:space="preserve">, </w:t>
      </w:r>
      <w:r w:rsidRPr="003D2FAA">
        <w:t>comme un souffle frais qui émanait de cette eau</w:t>
      </w:r>
      <w:r w:rsidR="00DE313F">
        <w:t xml:space="preserve">, </w:t>
      </w:r>
      <w:r w:rsidRPr="003D2FAA">
        <w:t>et tout à coup</w:t>
      </w:r>
      <w:r w:rsidR="00DE313F">
        <w:t xml:space="preserve">, </w:t>
      </w:r>
      <w:r w:rsidRPr="003D2FAA">
        <w:t>à cette haleine</w:t>
      </w:r>
      <w:r w:rsidR="00DE313F">
        <w:t xml:space="preserve">, </w:t>
      </w:r>
      <w:r w:rsidRPr="003D2FAA">
        <w:t>une grande accalmie pleine de surprise pénétra son esprit et l</w:t>
      </w:r>
      <w:r w:rsidR="00DE313F">
        <w:t>’</w:t>
      </w:r>
      <w:r w:rsidRPr="003D2FAA">
        <w:t>élargit sans mesure</w:t>
      </w:r>
      <w:r w:rsidR="00DE313F">
        <w:t xml:space="preserve">. </w:t>
      </w:r>
      <w:r w:rsidRPr="003D2FAA">
        <w:t>Ce fut comme une lumière venue d</w:t>
      </w:r>
      <w:r w:rsidR="00DE313F">
        <w:t>’</w:t>
      </w:r>
      <w:r w:rsidRPr="003D2FAA">
        <w:t>autres cieux qui s</w:t>
      </w:r>
      <w:r w:rsidR="00DE313F">
        <w:t>’</w:t>
      </w:r>
      <w:r w:rsidRPr="003D2FAA">
        <w:t>allumait pour elle à l</w:t>
      </w:r>
      <w:r w:rsidR="00DE313F">
        <w:t>’</w:t>
      </w:r>
      <w:r w:rsidRPr="003D2FAA">
        <w:t>improviste dans cet espace vide</w:t>
      </w:r>
      <w:r w:rsidR="00DE313F">
        <w:t xml:space="preserve">, </w:t>
      </w:r>
      <w:r w:rsidRPr="003D2FAA">
        <w:t>incommensurable</w:t>
      </w:r>
      <w:r w:rsidR="00DE313F">
        <w:t xml:space="preserve">, </w:t>
      </w:r>
      <w:r w:rsidRPr="003D2FAA">
        <w:t>et alors elle sentit qu</w:t>
      </w:r>
      <w:r w:rsidR="00DE313F">
        <w:t>’</w:t>
      </w:r>
      <w:r w:rsidRPr="003D2FAA">
        <w:t>elle atteignait presque en ce point l</w:t>
      </w:r>
      <w:r w:rsidR="00DE313F">
        <w:t>’</w:t>
      </w:r>
      <w:r w:rsidRPr="003D2FAA">
        <w:t>éternité</w:t>
      </w:r>
      <w:r w:rsidR="00DE313F">
        <w:t xml:space="preserve"> ; </w:t>
      </w:r>
      <w:r w:rsidRPr="003D2FAA">
        <w:t>elle sentit qu</w:t>
      </w:r>
      <w:r w:rsidR="00DE313F">
        <w:t>’</w:t>
      </w:r>
      <w:r w:rsidRPr="003D2FAA">
        <w:t>elle acquérait une conscience claire et sans limites de tout cet infini qui se cache dans la profondeur mystérieuse de l</w:t>
      </w:r>
      <w:r w:rsidR="00DE313F">
        <w:t>’</w:t>
      </w:r>
      <w:r w:rsidRPr="003D2FAA">
        <w:t>âme</w:t>
      </w:r>
      <w:r w:rsidR="00DE313F">
        <w:t xml:space="preserve">, </w:t>
      </w:r>
      <w:r w:rsidRPr="003D2FAA">
        <w:t>et il lui sembla qu</w:t>
      </w:r>
      <w:r w:rsidR="00DE313F">
        <w:t>’</w:t>
      </w:r>
      <w:r w:rsidRPr="003D2FAA">
        <w:t>elle avait vécu</w:t>
      </w:r>
      <w:r w:rsidR="00DE313F">
        <w:t xml:space="preserve">, </w:t>
      </w:r>
      <w:r w:rsidRPr="003D2FAA">
        <w:t>et que cela pouvait lui suffire puisqu</w:t>
      </w:r>
      <w:r w:rsidR="00DE313F">
        <w:t>’</w:t>
      </w:r>
      <w:r w:rsidRPr="003D2FAA">
        <w:t>elle avait été pendant une seconde</w:t>
      </w:r>
      <w:r w:rsidR="00DE313F">
        <w:t xml:space="preserve">, </w:t>
      </w:r>
      <w:r w:rsidRPr="003D2FAA">
        <w:t>en cette m</w:t>
      </w:r>
      <w:r w:rsidRPr="003D2FAA">
        <w:t>i</w:t>
      </w:r>
      <w:r w:rsidRPr="003D2FAA">
        <w:t>nute même</w:t>
      </w:r>
      <w:r w:rsidR="00DE313F">
        <w:t xml:space="preserve">, – </w:t>
      </w:r>
      <w:r w:rsidRPr="003D2FAA">
        <w:t>éternelle</w:t>
      </w:r>
      <w:r w:rsidR="00DE313F">
        <w:t> !</w:t>
      </w:r>
    </w:p>
    <w:p w14:paraId="0E545A7C" w14:textId="77777777" w:rsidR="00DE313F" w:rsidRDefault="0074134D" w:rsidP="0074134D">
      <w:r w:rsidRPr="003D2FAA">
        <w:t>Ce jour-là elle proposa à son beau-frère de repartir</w:t>
      </w:r>
      <w:r w:rsidR="00DE313F">
        <w:t xml:space="preserve">. </w:t>
      </w:r>
      <w:r w:rsidRPr="003D2FAA">
        <w:t>Elle voulait rentrer dans sa ville sans retard</w:t>
      </w:r>
      <w:r w:rsidR="00DE313F">
        <w:t xml:space="preserve">, </w:t>
      </w:r>
      <w:r w:rsidRPr="003D2FAA">
        <w:t>afin qu</w:t>
      </w:r>
      <w:r w:rsidR="00DE313F">
        <w:t>’</w:t>
      </w:r>
      <w:r w:rsidRPr="003D2FAA">
        <w:t>après ces quatre jours</w:t>
      </w:r>
      <w:r w:rsidR="00DE313F">
        <w:t xml:space="preserve">, </w:t>
      </w:r>
      <w:r w:rsidRPr="003D2FAA">
        <w:t>soustraits à ses vacances et à ses plaisirs</w:t>
      </w:r>
      <w:r w:rsidR="00DE313F">
        <w:t xml:space="preserve">, </w:t>
      </w:r>
      <w:r w:rsidRPr="003D2FAA">
        <w:t xml:space="preserve">il </w:t>
      </w:r>
      <w:r w:rsidRPr="003D2FAA">
        <w:lastRenderedPageBreak/>
        <w:t>redevînt libre</w:t>
      </w:r>
      <w:r w:rsidR="00DE313F">
        <w:t xml:space="preserve">. </w:t>
      </w:r>
      <w:r w:rsidRPr="003D2FAA">
        <w:t>Il perdrait un jour encore pour la reconduire jusqu</w:t>
      </w:r>
      <w:r w:rsidR="00DE313F">
        <w:t>’</w:t>
      </w:r>
      <w:r w:rsidRPr="003D2FAA">
        <w:t>à la vaste maison antique</w:t>
      </w:r>
      <w:r w:rsidR="00DE313F">
        <w:t xml:space="preserve">, </w:t>
      </w:r>
      <w:r w:rsidRPr="003D2FAA">
        <w:t>dans la haute ville silencieuse dont il aurait mieux valu pour elle ne pas s</w:t>
      </w:r>
      <w:r w:rsidR="00DE313F">
        <w:t>’</w:t>
      </w:r>
      <w:r w:rsidRPr="003D2FAA">
        <w:t>éloigner</w:t>
      </w:r>
      <w:r w:rsidR="00DE313F">
        <w:t xml:space="preserve">. </w:t>
      </w:r>
      <w:r w:rsidRPr="003D2FAA">
        <w:t>Alors il pourrait reprendre sa route</w:t>
      </w:r>
      <w:r w:rsidR="00DE313F">
        <w:t xml:space="preserve">, </w:t>
      </w:r>
      <w:r w:rsidRPr="003D2FAA">
        <w:t>sa course annuelle dans des pays plus loi</w:t>
      </w:r>
      <w:r w:rsidRPr="003D2FAA">
        <w:t>n</w:t>
      </w:r>
      <w:r w:rsidRPr="003D2FAA">
        <w:t>tains</w:t>
      </w:r>
      <w:r w:rsidR="00DE313F">
        <w:t xml:space="preserve">, </w:t>
      </w:r>
      <w:proofErr w:type="spellStart"/>
      <w:r w:rsidRPr="003D2FAA">
        <w:t>au delà</w:t>
      </w:r>
      <w:proofErr w:type="spellEnd"/>
      <w:r w:rsidRPr="003D2FAA">
        <w:t xml:space="preserve"> de cette mer bleue et palpitante</w:t>
      </w:r>
      <w:r w:rsidR="00DE313F">
        <w:t xml:space="preserve">, </w:t>
      </w:r>
      <w:r w:rsidRPr="003D2FAA">
        <w:t>là-bas</w:t>
      </w:r>
      <w:r w:rsidR="00DE313F">
        <w:t xml:space="preserve">… </w:t>
      </w:r>
      <w:r w:rsidRPr="003D2FAA">
        <w:t>là-bas</w:t>
      </w:r>
      <w:r w:rsidR="00DE313F">
        <w:t xml:space="preserve"> ; </w:t>
      </w:r>
      <w:r w:rsidRPr="003D2FAA">
        <w:t>oui</w:t>
      </w:r>
      <w:r w:rsidR="00DE313F">
        <w:t xml:space="preserve">, </w:t>
      </w:r>
      <w:r w:rsidRPr="003D2FAA">
        <w:t>il le pourrait sans crainte</w:t>
      </w:r>
      <w:r w:rsidR="00DE313F">
        <w:t xml:space="preserve">, </w:t>
      </w:r>
      <w:r w:rsidRPr="003D2FAA">
        <w:t>car sûrement elle ne mourrait pas si vite</w:t>
      </w:r>
      <w:r w:rsidR="00DE313F">
        <w:t xml:space="preserve">, </w:t>
      </w:r>
      <w:r w:rsidRPr="003D2FAA">
        <w:t>elle ne mourrait pas durant ce mois de ses vacances</w:t>
      </w:r>
      <w:r w:rsidR="00DE313F">
        <w:t>.</w:t>
      </w:r>
    </w:p>
    <w:p w14:paraId="47873EF6" w14:textId="77777777" w:rsidR="00DE313F" w:rsidRDefault="0074134D" w:rsidP="0074134D">
      <w:r w:rsidRPr="003D2FAA">
        <w:t>Elle ne lui dit pas toutes ces choses</w:t>
      </w:r>
      <w:r w:rsidR="00DE313F">
        <w:t xml:space="preserve"> ; </w:t>
      </w:r>
      <w:r w:rsidRPr="003D2FAA">
        <w:t>elle les pensa seul</w:t>
      </w:r>
      <w:r w:rsidRPr="003D2FAA">
        <w:t>e</w:t>
      </w:r>
      <w:r w:rsidRPr="003D2FAA">
        <w:t>ment et elle le supplia de consentir à la reconduire chez elle</w:t>
      </w:r>
      <w:r w:rsidR="00DE313F">
        <w:t>.</w:t>
      </w:r>
    </w:p>
    <w:p w14:paraId="1F1924E3" w14:textId="77777777" w:rsidR="00DE313F" w:rsidRDefault="00DE313F" w:rsidP="0074134D">
      <w:r>
        <w:t>— </w:t>
      </w:r>
      <w:r w:rsidR="0074134D" w:rsidRPr="003D2FAA">
        <w:t>Mais non</w:t>
      </w:r>
      <w:r>
        <w:t xml:space="preserve">, </w:t>
      </w:r>
      <w:r w:rsidR="0074134D" w:rsidRPr="003D2FAA">
        <w:t>pourquoi</w:t>
      </w:r>
      <w:r>
        <w:t xml:space="preserve"> ? </w:t>
      </w:r>
      <w:r w:rsidR="0074134D" w:rsidRPr="003D2FAA">
        <w:t>lui répondit-il</w:t>
      </w:r>
      <w:r>
        <w:t xml:space="preserve">, </w:t>
      </w:r>
      <w:r w:rsidR="0074134D" w:rsidRPr="003D2FAA">
        <w:t>maintenant que nous y sommes</w:t>
      </w:r>
      <w:r>
        <w:t xml:space="preserve">, </w:t>
      </w:r>
      <w:r w:rsidR="0074134D" w:rsidRPr="003D2FAA">
        <w:t>tu viendras à Naples avec moi</w:t>
      </w:r>
      <w:r>
        <w:t xml:space="preserve">. </w:t>
      </w:r>
      <w:r w:rsidR="0074134D" w:rsidRPr="003D2FAA">
        <w:t>Là nous consu</w:t>
      </w:r>
      <w:r w:rsidR="0074134D" w:rsidRPr="003D2FAA">
        <w:t>l</w:t>
      </w:r>
      <w:r w:rsidR="0074134D" w:rsidRPr="003D2FAA">
        <w:t>terons pour plus de sûreté quelque autre médecin</w:t>
      </w:r>
      <w:r>
        <w:t>.</w:t>
      </w:r>
    </w:p>
    <w:p w14:paraId="44C95E80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non</w:t>
      </w:r>
      <w:r>
        <w:t xml:space="preserve">, </w:t>
      </w:r>
      <w:r w:rsidR="0074134D" w:rsidRPr="003D2FAA">
        <w:t>par pitié</w:t>
      </w:r>
      <w:r>
        <w:t xml:space="preserve">, </w:t>
      </w:r>
      <w:r w:rsidR="0074134D" w:rsidRPr="003D2FAA">
        <w:t>Cesare</w:t>
      </w:r>
      <w:r>
        <w:t xml:space="preserve">, </w:t>
      </w:r>
      <w:r w:rsidR="0074134D" w:rsidRPr="003D2FAA">
        <w:t>insista-t-elle</w:t>
      </w:r>
      <w:r>
        <w:t xml:space="preserve">, </w:t>
      </w:r>
      <w:r w:rsidR="0074134D" w:rsidRPr="003D2FAA">
        <w:t>laisse-moi r</w:t>
      </w:r>
      <w:r w:rsidR="0074134D" w:rsidRPr="003D2FAA">
        <w:t>e</w:t>
      </w:r>
      <w:r w:rsidR="0074134D" w:rsidRPr="003D2FAA">
        <w:t>tourner à la maison</w:t>
      </w:r>
      <w:r>
        <w:t xml:space="preserve">. </w:t>
      </w:r>
      <w:r w:rsidR="0074134D" w:rsidRPr="003D2FAA">
        <w:t>Il est inutile</w:t>
      </w:r>
      <w:r>
        <w:t> !…</w:t>
      </w:r>
    </w:p>
    <w:p w14:paraId="07701A22" w14:textId="77777777" w:rsidR="00DE313F" w:rsidRDefault="00DE313F" w:rsidP="0074134D">
      <w:r>
        <w:t>— </w:t>
      </w:r>
      <w:r w:rsidR="0074134D" w:rsidRPr="003D2FAA">
        <w:t>Pourquoi</w:t>
      </w:r>
      <w:r>
        <w:t xml:space="preserve"> ? </w:t>
      </w:r>
      <w:r w:rsidR="0074134D" w:rsidRPr="003D2FAA">
        <w:t>redemanda Cesare</w:t>
      </w:r>
      <w:r>
        <w:t>.</w:t>
      </w:r>
    </w:p>
    <w:p w14:paraId="139D0F78" w14:textId="77777777" w:rsidR="00DE313F" w:rsidRDefault="00DE313F" w:rsidP="0074134D">
      <w:r>
        <w:t>— </w:t>
      </w:r>
      <w:r w:rsidR="0074134D" w:rsidRPr="003D2FAA">
        <w:t>Pour rien</w:t>
      </w:r>
      <w:r>
        <w:t xml:space="preserve">. </w:t>
      </w:r>
      <w:r w:rsidR="0074134D" w:rsidRPr="003D2FAA">
        <w:t>Cela sera mieux</w:t>
      </w:r>
      <w:r>
        <w:t xml:space="preserve">, </w:t>
      </w:r>
      <w:r w:rsidR="0074134D" w:rsidRPr="003D2FAA">
        <w:t>cela sera plus sûr</w:t>
      </w:r>
      <w:r>
        <w:t>…</w:t>
      </w:r>
    </w:p>
    <w:p w14:paraId="0F1CD802" w14:textId="77777777" w:rsidR="00DE313F" w:rsidRDefault="0074134D" w:rsidP="0074134D">
      <w:r w:rsidRPr="003D2FAA">
        <w:t>Elle sourit tristement</w:t>
      </w:r>
      <w:r w:rsidR="00DE313F">
        <w:t> :</w:t>
      </w:r>
    </w:p>
    <w:p w14:paraId="2CF3FFB0" w14:textId="77777777" w:rsidR="00DE313F" w:rsidRDefault="00DE313F" w:rsidP="0074134D">
      <w:r>
        <w:t>— </w:t>
      </w:r>
      <w:r w:rsidR="0074134D" w:rsidRPr="003D2FAA">
        <w:t>Ce que nous avons appris ne suffit-il pas</w:t>
      </w:r>
      <w:r>
        <w:t xml:space="preserve"> ? </w:t>
      </w:r>
      <w:r w:rsidR="0074134D" w:rsidRPr="003D2FAA">
        <w:t>Je n</w:t>
      </w:r>
      <w:r>
        <w:t>’</w:t>
      </w:r>
      <w:r w:rsidR="0074134D" w:rsidRPr="003D2FAA">
        <w:t>ai rien</w:t>
      </w:r>
      <w:r>
        <w:t xml:space="preserve"> ; </w:t>
      </w:r>
      <w:r w:rsidR="0074134D" w:rsidRPr="003D2FAA">
        <w:t>je me sens bien</w:t>
      </w:r>
      <w:r>
        <w:t xml:space="preserve">, </w:t>
      </w:r>
      <w:r w:rsidR="0074134D" w:rsidRPr="003D2FAA">
        <w:t>tu vois</w:t>
      </w:r>
      <w:r>
        <w:t xml:space="preserve"> ? </w:t>
      </w:r>
      <w:r w:rsidR="0074134D" w:rsidRPr="003D2FAA">
        <w:t>Je suivrai mon régime</w:t>
      </w:r>
      <w:r>
        <w:t xml:space="preserve">, </w:t>
      </w:r>
      <w:r w:rsidR="0074134D" w:rsidRPr="003D2FAA">
        <w:t>cela suffira</w:t>
      </w:r>
      <w:r>
        <w:t>.</w:t>
      </w:r>
    </w:p>
    <w:p w14:paraId="7644432D" w14:textId="77777777" w:rsidR="00DE313F" w:rsidRDefault="0074134D" w:rsidP="0074134D">
      <w:r w:rsidRPr="003D2FAA">
        <w:t>Il la regarda</w:t>
      </w:r>
      <w:r w:rsidR="00DE313F">
        <w:t xml:space="preserve">, </w:t>
      </w:r>
      <w:r w:rsidRPr="003D2FAA">
        <w:t>sérieux</w:t>
      </w:r>
      <w:r w:rsidR="00DE313F">
        <w:t xml:space="preserve">, </w:t>
      </w:r>
      <w:r w:rsidRPr="003D2FAA">
        <w:t>et dit</w:t>
      </w:r>
      <w:r w:rsidR="00DE313F">
        <w:t> :</w:t>
      </w:r>
    </w:p>
    <w:p w14:paraId="1AD9F345" w14:textId="77777777" w:rsidR="00DE313F" w:rsidRDefault="00DE313F" w:rsidP="0074134D">
      <w:r>
        <w:t>— </w:t>
      </w:r>
      <w:r w:rsidR="0074134D" w:rsidRPr="003D2FAA">
        <w:t>Adriana</w:t>
      </w:r>
      <w:r>
        <w:t xml:space="preserve">, </w:t>
      </w:r>
      <w:r w:rsidR="0074134D" w:rsidRPr="003D2FAA">
        <w:t>je désire qu</w:t>
      </w:r>
      <w:r>
        <w:t>’</w:t>
      </w:r>
      <w:r w:rsidR="0074134D" w:rsidRPr="003D2FAA">
        <w:t>il en soit ainsi</w:t>
      </w:r>
      <w:r>
        <w:t>.</w:t>
      </w:r>
    </w:p>
    <w:p w14:paraId="2977682D" w14:textId="77777777" w:rsidR="00DE313F" w:rsidRDefault="0074134D" w:rsidP="0074134D">
      <w:r w:rsidRPr="003D2FAA">
        <w:t>Alors elle ne sut plus répliquer</w:t>
      </w:r>
      <w:r w:rsidR="00DE313F">
        <w:t xml:space="preserve"> : </w:t>
      </w:r>
      <w:r w:rsidRPr="003D2FAA">
        <w:t>elle se sentit en elle-même la femme de son pays</w:t>
      </w:r>
      <w:r w:rsidR="00DE313F">
        <w:t xml:space="preserve">, </w:t>
      </w:r>
      <w:r w:rsidRPr="003D2FAA">
        <w:t>qui ne doit jamais répliquer quand l</w:t>
      </w:r>
      <w:r w:rsidR="00DE313F">
        <w:t>’</w:t>
      </w:r>
      <w:r w:rsidRPr="003D2FAA">
        <w:t>homme estime une chose juste et convenable</w:t>
      </w:r>
      <w:r w:rsidR="00DE313F">
        <w:t>.</w:t>
      </w:r>
    </w:p>
    <w:p w14:paraId="27790C8D" w14:textId="77777777" w:rsidR="00DE313F" w:rsidRDefault="0074134D" w:rsidP="0074134D">
      <w:r w:rsidRPr="003D2FAA">
        <w:lastRenderedPageBreak/>
        <w:t>Elle pensa qu</w:t>
      </w:r>
      <w:r w:rsidR="00DE313F">
        <w:t>’</w:t>
      </w:r>
      <w:r w:rsidRPr="003D2FAA">
        <w:t>il voulait avoir la satisfaction de ne pas s</w:t>
      </w:r>
      <w:r w:rsidR="00DE313F">
        <w:t>’</w:t>
      </w:r>
      <w:r w:rsidRPr="003D2FAA">
        <w:t>être contenté d</w:t>
      </w:r>
      <w:r w:rsidR="00DE313F">
        <w:t>’</w:t>
      </w:r>
      <w:r w:rsidRPr="003D2FAA">
        <w:t>un seul avis médical</w:t>
      </w:r>
      <w:r w:rsidR="00DE313F">
        <w:t xml:space="preserve"> ; </w:t>
      </w:r>
      <w:r w:rsidRPr="003D2FAA">
        <w:t>la satisfaction que les autres</w:t>
      </w:r>
      <w:r w:rsidR="00DE313F">
        <w:t xml:space="preserve">, </w:t>
      </w:r>
      <w:r w:rsidRPr="003D2FAA">
        <w:t>là-bas</w:t>
      </w:r>
      <w:r w:rsidR="00DE313F">
        <w:t xml:space="preserve">, </w:t>
      </w:r>
      <w:r w:rsidRPr="003D2FAA">
        <w:t>dans le pays</w:t>
      </w:r>
      <w:r w:rsidR="00DE313F">
        <w:t xml:space="preserve">, </w:t>
      </w:r>
      <w:r w:rsidRPr="003D2FAA">
        <w:t>puissent dire demain</w:t>
      </w:r>
      <w:r w:rsidR="00DE313F">
        <w:t xml:space="preserve">, </w:t>
      </w:r>
      <w:r w:rsidRPr="003D2FAA">
        <w:t>quand elle mourrait</w:t>
      </w:r>
      <w:r w:rsidR="00DE313F">
        <w:t> : « </w:t>
      </w:r>
      <w:r w:rsidRPr="003D2FAA">
        <w:t>Il a tout fait pour la sauver</w:t>
      </w:r>
      <w:r w:rsidR="00DE313F">
        <w:t xml:space="preserve">. </w:t>
      </w:r>
      <w:r w:rsidRPr="003D2FAA">
        <w:t>Il l</w:t>
      </w:r>
      <w:r w:rsidR="00DE313F">
        <w:t>’</w:t>
      </w:r>
      <w:r w:rsidRPr="003D2FAA">
        <w:t>a menée à Palerme et aussi à Naples</w:t>
      </w:r>
      <w:r w:rsidR="00DE313F">
        <w:t> ! »</w:t>
      </w:r>
      <w:r w:rsidRPr="003D2FAA">
        <w:t xml:space="preserve"> Ou peut-être l</w:t>
      </w:r>
      <w:r w:rsidR="00DE313F">
        <w:t>’</w:t>
      </w:r>
      <w:r w:rsidRPr="003D2FAA">
        <w:t>espérance était-elle en lui qu</w:t>
      </w:r>
      <w:r w:rsidR="00DE313F">
        <w:t>’</w:t>
      </w:r>
      <w:r w:rsidRPr="003D2FAA">
        <w:t>un autre médecin plus éloigné</w:t>
      </w:r>
      <w:r w:rsidR="00DE313F">
        <w:t xml:space="preserve">, </w:t>
      </w:r>
      <w:r w:rsidRPr="003D2FAA">
        <w:t>plus savant</w:t>
      </w:r>
      <w:r w:rsidR="00DE313F">
        <w:t xml:space="preserve">, </w:t>
      </w:r>
      <w:r w:rsidRPr="003D2FAA">
        <w:t>reconnaîtrait peut-être son mal curable</w:t>
      </w:r>
      <w:r w:rsidR="00DE313F">
        <w:t xml:space="preserve">, </w:t>
      </w:r>
      <w:r w:rsidRPr="003D2FAA">
        <w:t>découvrirait peut-être un remède pour la sauver</w:t>
      </w:r>
      <w:r w:rsidR="00DE313F">
        <w:t xml:space="preserve"> ; </w:t>
      </w:r>
      <w:r w:rsidRPr="003D2FAA">
        <w:t>ou peut-être encore</w:t>
      </w:r>
      <w:r w:rsidR="00DE313F">
        <w:t xml:space="preserve">, – </w:t>
      </w:r>
      <w:r w:rsidRPr="003D2FAA">
        <w:t>mais oui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plutôt cela</w:t>
      </w:r>
      <w:r w:rsidR="00DE313F">
        <w:t xml:space="preserve"> – </w:t>
      </w:r>
      <w:r w:rsidRPr="003D2FAA">
        <w:t>la sentant irrémédiablement perdue</w:t>
      </w:r>
      <w:r w:rsidR="00DE313F">
        <w:t xml:space="preserve">, </w:t>
      </w:r>
      <w:r w:rsidRPr="003D2FAA">
        <w:t>voulait-il</w:t>
      </w:r>
      <w:r w:rsidR="00DE313F">
        <w:t xml:space="preserve">, </w:t>
      </w:r>
      <w:r w:rsidRPr="003D2FAA">
        <w:t>se trouvant en voyage avec elle</w:t>
      </w:r>
      <w:r w:rsidR="00DE313F">
        <w:t xml:space="preserve">, </w:t>
      </w:r>
      <w:r w:rsidRPr="003D2FAA">
        <w:t>lui procurer ce dernier et fascinant plaisir</w:t>
      </w:r>
      <w:r w:rsidR="00DE313F">
        <w:t xml:space="preserve">, </w:t>
      </w:r>
      <w:r w:rsidRPr="003D2FAA">
        <w:t>comme une faible compensation à son sort cruel</w:t>
      </w:r>
      <w:r w:rsidR="00DE313F">
        <w:t> !</w:t>
      </w:r>
    </w:p>
    <w:p w14:paraId="5095BDBC" w14:textId="77777777" w:rsidR="00DE313F" w:rsidRDefault="0074134D" w:rsidP="0074134D">
      <w:r w:rsidRPr="003D2FAA">
        <w:t>Mais elle avait horreur</w:t>
      </w:r>
      <w:r w:rsidR="00DE313F">
        <w:t xml:space="preserve">, </w:t>
      </w:r>
      <w:r w:rsidRPr="003D2FAA">
        <w:t>positivement horreur de toute cette mer à traverser</w:t>
      </w:r>
      <w:r w:rsidR="00DE313F">
        <w:t xml:space="preserve">. </w:t>
      </w:r>
      <w:r w:rsidRPr="003D2FAA">
        <w:t>Seulement à la regarder avec cette pensée</w:t>
      </w:r>
      <w:r w:rsidR="00DE313F">
        <w:t xml:space="preserve">, </w:t>
      </w:r>
      <w:r w:rsidRPr="003D2FAA">
        <w:t>elle sentait sa respiration se couper</w:t>
      </w:r>
      <w:r w:rsidR="00DE313F">
        <w:t xml:space="preserve">, </w:t>
      </w:r>
      <w:r w:rsidRPr="003D2FAA">
        <w:t>presque comme si elle avait dû la passer à la nage</w:t>
      </w:r>
      <w:r w:rsidR="00DE313F">
        <w:t>.</w:t>
      </w:r>
    </w:p>
    <w:p w14:paraId="66E32D45" w14:textId="77777777" w:rsidR="00DE313F" w:rsidRDefault="00DE313F" w:rsidP="0074134D">
      <w:r>
        <w:t>— </w:t>
      </w:r>
      <w:r w:rsidR="0074134D" w:rsidRPr="003D2FAA">
        <w:t>Mais non</w:t>
      </w:r>
      <w:r>
        <w:t xml:space="preserve">, </w:t>
      </w:r>
      <w:r w:rsidR="0074134D" w:rsidRPr="003D2FAA">
        <w:t>tu verras</w:t>
      </w:r>
      <w:r>
        <w:t xml:space="preserve">, </w:t>
      </w:r>
      <w:r w:rsidR="0074134D" w:rsidRPr="003D2FAA">
        <w:t xml:space="preserve">la </w:t>
      </w:r>
      <w:proofErr w:type="spellStart"/>
      <w:r w:rsidR="0074134D" w:rsidRPr="003D2FAA">
        <w:t>rassura-t-il</w:t>
      </w:r>
      <w:proofErr w:type="spellEnd"/>
      <w:r w:rsidR="0074134D" w:rsidRPr="003D2FAA">
        <w:t xml:space="preserve"> en souriant</w:t>
      </w:r>
      <w:r>
        <w:t xml:space="preserve"> ; </w:t>
      </w:r>
      <w:r w:rsidR="0074134D" w:rsidRPr="003D2FAA">
        <w:t>dans la saison où nous sommes</w:t>
      </w:r>
      <w:r>
        <w:t xml:space="preserve">, </w:t>
      </w:r>
      <w:r w:rsidR="0074134D" w:rsidRPr="003D2FAA">
        <w:t>tu ne sentiras même pas que tu y es</w:t>
      </w:r>
      <w:r>
        <w:t xml:space="preserve">. </w:t>
      </w:r>
      <w:r w:rsidR="0074134D" w:rsidRPr="003D2FAA">
        <w:t>Ne vois-tu pas comme elle est tranquille</w:t>
      </w:r>
      <w:r>
        <w:t xml:space="preserve"> ? </w:t>
      </w:r>
      <w:r w:rsidR="0074134D" w:rsidRPr="003D2FAA">
        <w:t>Et puis tu verras le p</w:t>
      </w:r>
      <w:r w:rsidR="0074134D" w:rsidRPr="003D2FAA">
        <w:t>a</w:t>
      </w:r>
      <w:r w:rsidR="0074134D" w:rsidRPr="003D2FAA">
        <w:t>quebot</w:t>
      </w:r>
      <w:r>
        <w:t xml:space="preserve">… </w:t>
      </w:r>
      <w:r w:rsidR="0074134D" w:rsidRPr="003D2FAA">
        <w:t>Tu ne sentiras rien</w:t>
      </w:r>
      <w:r>
        <w:t>…</w:t>
      </w:r>
    </w:p>
    <w:p w14:paraId="7AE291F4" w14:textId="77777777" w:rsidR="00DE313F" w:rsidRDefault="0074134D" w:rsidP="0074134D">
      <w:r w:rsidRPr="003D2FAA">
        <w:t>Pouvait-elle lui confesser l</w:t>
      </w:r>
      <w:r w:rsidR="00DE313F">
        <w:t>’</w:t>
      </w:r>
      <w:r w:rsidRPr="003D2FAA">
        <w:t>obscur pressentiment qui l</w:t>
      </w:r>
      <w:r w:rsidR="00DE313F">
        <w:t>’</w:t>
      </w:r>
      <w:r w:rsidRPr="003D2FAA">
        <w:t>oppressait à la vue de cette mer</w:t>
      </w:r>
      <w:r w:rsidR="00DE313F">
        <w:t xml:space="preserve"> ? </w:t>
      </w:r>
      <w:r w:rsidRPr="003D2FAA">
        <w:t>Ce pressentiment que si elle partait</w:t>
      </w:r>
      <w:r w:rsidR="00DE313F">
        <w:t xml:space="preserve">, </w:t>
      </w:r>
      <w:r w:rsidRPr="003D2FAA">
        <w:t>si elle se détachait des rives de son île</w:t>
      </w:r>
      <w:r w:rsidR="00DE313F">
        <w:t xml:space="preserve">, </w:t>
      </w:r>
      <w:r w:rsidRPr="003D2FAA">
        <w:t>qui déjà lui se</w:t>
      </w:r>
      <w:r w:rsidRPr="003D2FAA">
        <w:t>m</w:t>
      </w:r>
      <w:r w:rsidRPr="003D2FAA">
        <w:t>blaient si éloignées de son petit pays</w:t>
      </w:r>
      <w:r w:rsidR="00DE313F">
        <w:t xml:space="preserve">, </w:t>
      </w:r>
      <w:r w:rsidRPr="003D2FAA">
        <w:t>et si nouvelles</w:t>
      </w:r>
      <w:r w:rsidR="00DE313F">
        <w:t xml:space="preserve">, </w:t>
      </w:r>
      <w:r w:rsidRPr="003D2FAA">
        <w:t>et sur le</w:t>
      </w:r>
      <w:r w:rsidRPr="003D2FAA">
        <w:t>s</w:t>
      </w:r>
      <w:r w:rsidRPr="003D2FAA">
        <w:t>quelles elle avait éprouvé déjà tant d</w:t>
      </w:r>
      <w:r w:rsidR="00DE313F">
        <w:t>’</w:t>
      </w:r>
      <w:r w:rsidRPr="003D2FAA">
        <w:t>agitation</w:t>
      </w:r>
      <w:r w:rsidR="00DE313F">
        <w:t xml:space="preserve">, </w:t>
      </w:r>
      <w:r w:rsidRPr="003D2FAA">
        <w:t>une agitation bien étrange</w:t>
      </w:r>
      <w:r w:rsidR="00DE313F">
        <w:t xml:space="preserve"> ; </w:t>
      </w:r>
      <w:r w:rsidRPr="003D2FAA">
        <w:t>si avec lui elle s</w:t>
      </w:r>
      <w:r w:rsidR="00DE313F">
        <w:t>’</w:t>
      </w:r>
      <w:r w:rsidRPr="003D2FAA">
        <w:t>aventurait plus loin encore</w:t>
      </w:r>
      <w:r w:rsidR="00DE313F">
        <w:t xml:space="preserve">, </w:t>
      </w:r>
      <w:r w:rsidRPr="003D2FAA">
        <w:t>si elle allait errer avec lui dans la redoutable et mystérieuse immensité de cette mer</w:t>
      </w:r>
      <w:r w:rsidR="00DE313F">
        <w:t xml:space="preserve">, </w:t>
      </w:r>
      <w:r w:rsidRPr="003D2FAA">
        <w:t>elle ne retournerait plus dans sa maison</w:t>
      </w:r>
      <w:r w:rsidR="00DE313F">
        <w:t xml:space="preserve"> ; </w:t>
      </w:r>
      <w:r w:rsidRPr="003D2FAA">
        <w:t>elle ne pourrait plus</w:t>
      </w:r>
      <w:r w:rsidR="00DE313F">
        <w:t xml:space="preserve">, </w:t>
      </w:r>
      <w:r w:rsidRPr="003D2FAA">
        <w:t>sinon morte</w:t>
      </w:r>
      <w:r w:rsidR="00DE313F">
        <w:t xml:space="preserve">, </w:t>
      </w:r>
      <w:r w:rsidRPr="003D2FAA">
        <w:t>retraverser cette eau</w:t>
      </w:r>
      <w:r w:rsidR="00DE313F">
        <w:t>.</w:t>
      </w:r>
    </w:p>
    <w:p w14:paraId="47207D8F" w14:textId="77777777" w:rsidR="00DE313F" w:rsidRDefault="0074134D" w:rsidP="0074134D">
      <w:r w:rsidRPr="003D2FAA">
        <w:lastRenderedPageBreak/>
        <w:t>Non</w:t>
      </w:r>
      <w:r w:rsidR="00DE313F">
        <w:t xml:space="preserve">, </w:t>
      </w:r>
      <w:r w:rsidRPr="003D2FAA">
        <w:t>elle ne voulait pas se l</w:t>
      </w:r>
      <w:r w:rsidR="00DE313F">
        <w:t>’</w:t>
      </w:r>
      <w:r w:rsidRPr="003D2FAA">
        <w:t>avouer</w:t>
      </w:r>
      <w:r w:rsidR="00DE313F">
        <w:t xml:space="preserve">, </w:t>
      </w:r>
      <w:r w:rsidRPr="003D2FAA">
        <w:t>même à elle</w:t>
      </w:r>
      <w:r w:rsidR="00DE313F">
        <w:t xml:space="preserve">, </w:t>
      </w:r>
      <w:r w:rsidRPr="003D2FAA">
        <w:t>ce pre</w:t>
      </w:r>
      <w:r w:rsidRPr="003D2FAA">
        <w:t>s</w:t>
      </w:r>
      <w:r w:rsidRPr="003D2FAA">
        <w:t>sentiment</w:t>
      </w:r>
      <w:r w:rsidR="00DE313F">
        <w:t xml:space="preserve">, </w:t>
      </w:r>
      <w:r w:rsidRPr="003D2FAA">
        <w:t>et elle s</w:t>
      </w:r>
      <w:r w:rsidR="00DE313F">
        <w:t>’</w:t>
      </w:r>
      <w:r w:rsidRPr="003D2FAA">
        <w:t>expliquait l</w:t>
      </w:r>
      <w:r w:rsidR="00DE313F">
        <w:t>’</w:t>
      </w:r>
      <w:r w:rsidRPr="003D2FAA">
        <w:t>horreur que lui inspirait cette mer par le seul fait qu</w:t>
      </w:r>
      <w:r w:rsidR="00DE313F">
        <w:t>’</w:t>
      </w:r>
      <w:r w:rsidRPr="003D2FAA">
        <w:t>elle ne l</w:t>
      </w:r>
      <w:r w:rsidR="00DE313F">
        <w:t>’</w:t>
      </w:r>
      <w:r w:rsidRPr="003D2FAA">
        <w:t>avait jamais vue jusqu</w:t>
      </w:r>
      <w:r w:rsidR="00DE313F">
        <w:t>’</w:t>
      </w:r>
      <w:r w:rsidRPr="003D2FAA">
        <w:t>alors</w:t>
      </w:r>
      <w:r w:rsidR="00DE313F">
        <w:t xml:space="preserve">, </w:t>
      </w:r>
      <w:r w:rsidRPr="003D2FAA">
        <w:t>même de loin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elle devait maintenant aller sur elle</w:t>
      </w:r>
      <w:r w:rsidR="00DE313F">
        <w:t> !</w:t>
      </w:r>
    </w:p>
    <w:p w14:paraId="245BADE9" w14:textId="77777777" w:rsidR="00DE313F" w:rsidRDefault="0074134D" w:rsidP="0074134D">
      <w:r w:rsidRPr="003D2FAA">
        <w:t>Ils s</w:t>
      </w:r>
      <w:r w:rsidR="00DE313F">
        <w:t>’</w:t>
      </w:r>
      <w:r w:rsidRPr="003D2FAA">
        <w:t>embarquèrent ce soir-même pour Naples</w:t>
      </w:r>
      <w:r w:rsidR="00DE313F">
        <w:t>.</w:t>
      </w:r>
    </w:p>
    <w:p w14:paraId="5E70E4CC" w14:textId="77777777" w:rsidR="00DE313F" w:rsidRDefault="0074134D" w:rsidP="0074134D">
      <w:r w:rsidRPr="003D2FAA">
        <w:t>De nouveau</w:t>
      </w:r>
      <w:r w:rsidR="00DE313F">
        <w:t xml:space="preserve">, </w:t>
      </w:r>
      <w:r w:rsidRPr="003D2FAA">
        <w:t>à peine le navire eut-il quitté le port et la rade</w:t>
      </w:r>
      <w:r w:rsidR="00DE313F">
        <w:t xml:space="preserve">, </w:t>
      </w:r>
      <w:r w:rsidRPr="003D2FAA">
        <w:t>quand elle ne ressentit plus l</w:t>
      </w:r>
      <w:r w:rsidR="00DE313F">
        <w:t>’</w:t>
      </w:r>
      <w:r w:rsidRPr="003D2FAA">
        <w:t>abasourdissement causé par la confusion et le remue-ménage des gens qui</w:t>
      </w:r>
      <w:r w:rsidR="00DE313F">
        <w:t xml:space="preserve">, </w:t>
      </w:r>
      <w:r w:rsidRPr="003D2FAA">
        <w:t>en si grand nombre et si bruyants</w:t>
      </w:r>
      <w:r w:rsidR="00DE313F">
        <w:t xml:space="preserve">, </w:t>
      </w:r>
      <w:r w:rsidRPr="003D2FAA">
        <w:t>montaient sur le pont et en descendaient</w:t>
      </w:r>
      <w:r w:rsidR="00DE313F">
        <w:t xml:space="preserve"> ; </w:t>
      </w:r>
      <w:r w:rsidRPr="003D2FAA">
        <w:t>quand elle n</w:t>
      </w:r>
      <w:r w:rsidR="00DE313F">
        <w:t>’</w:t>
      </w:r>
      <w:r w:rsidRPr="003D2FAA">
        <w:t>entendit plus les cris des grues sur leur pivot</w:t>
      </w:r>
      <w:r w:rsidR="00DE313F">
        <w:t xml:space="preserve"> ; </w:t>
      </w:r>
      <w:r w:rsidRPr="003D2FAA">
        <w:t>de nouveau</w:t>
      </w:r>
      <w:r w:rsidR="00DE313F">
        <w:t xml:space="preserve">, </w:t>
      </w:r>
      <w:r w:rsidRPr="003D2FAA">
        <w:t>en voyant peu à peu s</w:t>
      </w:r>
      <w:r w:rsidR="00DE313F">
        <w:t>’</w:t>
      </w:r>
      <w:r w:rsidRPr="003D2FAA">
        <w:t>éloigner et se rapetisser toutes choses</w:t>
      </w:r>
      <w:r w:rsidR="00DE313F">
        <w:t xml:space="preserve"> : </w:t>
      </w:r>
      <w:r w:rsidRPr="003D2FAA">
        <w:t>les personnes qui agitaient toujours leurs mouchoirs pour saluer</w:t>
      </w:r>
      <w:r w:rsidR="00DE313F">
        <w:t xml:space="preserve">, </w:t>
      </w:r>
      <w:r w:rsidRPr="003D2FAA">
        <w:t>le port</w:t>
      </w:r>
      <w:r w:rsidR="00DE313F">
        <w:t xml:space="preserve">, </w:t>
      </w:r>
      <w:r w:rsidRPr="003D2FAA">
        <w:t>la rade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à ce que la ville s</w:t>
      </w:r>
      <w:r w:rsidR="00DE313F">
        <w:t>’</w:t>
      </w:r>
      <w:r w:rsidRPr="003D2FAA">
        <w:t>évanouît en une ligne blanche et vaporeuse piquée çà et là de pâles clartés sous la large muraille des montagnes grises qui s</w:t>
      </w:r>
      <w:r w:rsidR="00DE313F">
        <w:t>’</w:t>
      </w:r>
      <w:r w:rsidRPr="003D2FAA">
        <w:t>empourpraient</w:t>
      </w:r>
      <w:r w:rsidR="00DE313F">
        <w:t xml:space="preserve">, </w:t>
      </w:r>
      <w:r w:rsidRPr="003D2FAA">
        <w:t>de nouveau</w:t>
      </w:r>
      <w:r w:rsidR="00DE313F">
        <w:t xml:space="preserve">, </w:t>
      </w:r>
      <w:r w:rsidRPr="003D2FAA">
        <w:t>elle sentit qu</w:t>
      </w:r>
      <w:r w:rsidR="00DE313F">
        <w:t>’</w:t>
      </w:r>
      <w:r w:rsidRPr="003D2FAA">
        <w:t>elle s</w:t>
      </w:r>
      <w:r w:rsidR="00DE313F">
        <w:t>’</w:t>
      </w:r>
      <w:r w:rsidRPr="003D2FAA">
        <w:t>égarait dans un songe</w:t>
      </w:r>
      <w:r w:rsidR="00DE313F">
        <w:t xml:space="preserve">, </w:t>
      </w:r>
      <w:r w:rsidRPr="003D2FAA">
        <w:t>dans un autre songe merveilleux</w:t>
      </w:r>
      <w:r w:rsidR="00DE313F">
        <w:t xml:space="preserve">, </w:t>
      </w:r>
      <w:r w:rsidRPr="003D2FAA">
        <w:t>devant lequel cependant ses yeux s</w:t>
      </w:r>
      <w:r w:rsidR="00DE313F">
        <w:t>’</w:t>
      </w:r>
      <w:r w:rsidRPr="003D2FAA">
        <w:t>ouvraient larges de frayeur</w:t>
      </w:r>
      <w:r w:rsidR="00DE313F">
        <w:t xml:space="preserve">, </w:t>
      </w:r>
      <w:r w:rsidRPr="003D2FAA">
        <w:t>car ce navire était grand sans doute</w:t>
      </w:r>
      <w:r w:rsidR="00DE313F">
        <w:t xml:space="preserve">, </w:t>
      </w:r>
      <w:r w:rsidRPr="003D2FAA">
        <w:t>mais fragile aussi</w:t>
      </w:r>
      <w:r w:rsidR="00DE313F">
        <w:t xml:space="preserve">, </w:t>
      </w:r>
      <w:r w:rsidRPr="003D2FAA">
        <w:t>puisqu</w:t>
      </w:r>
      <w:r w:rsidR="00DE313F">
        <w:t>’</w:t>
      </w:r>
      <w:r w:rsidRPr="003D2FAA">
        <w:t>il vibrait aux coups sourds et cadencés des hélices</w:t>
      </w:r>
      <w:r w:rsidR="00DE313F">
        <w:t xml:space="preserve"> ; </w:t>
      </w:r>
      <w:r w:rsidRPr="003D2FAA">
        <w:t>de nouveau</w:t>
      </w:r>
      <w:r w:rsidR="00DE313F">
        <w:t xml:space="preserve">, </w:t>
      </w:r>
      <w:r w:rsidRPr="003D2FAA">
        <w:t>elle se sentit entrer dans deux immensités sans fin</w:t>
      </w:r>
      <w:r w:rsidR="00DE313F">
        <w:t xml:space="preserve">, </w:t>
      </w:r>
      <w:r w:rsidRPr="003D2FAA">
        <w:t>celle de la mer et celle du ciel</w:t>
      </w:r>
      <w:r w:rsidR="00DE313F">
        <w:t> !…</w:t>
      </w:r>
    </w:p>
    <w:p w14:paraId="09AFFDD8" w14:textId="77777777" w:rsidR="00DE313F" w:rsidRDefault="0074134D" w:rsidP="0074134D">
      <w:r w:rsidRPr="003D2FAA">
        <w:t>Il sourit de cette crainte qu</w:t>
      </w:r>
      <w:r w:rsidR="00DE313F">
        <w:t>’</w:t>
      </w:r>
      <w:r w:rsidRPr="003D2FAA">
        <w:t>il devina et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invitant à se lever</w:t>
      </w:r>
      <w:r w:rsidR="00DE313F">
        <w:t xml:space="preserve">, </w:t>
      </w:r>
      <w:r w:rsidRPr="003D2FAA">
        <w:t>il passa avec une intimité qu</w:t>
      </w:r>
      <w:r w:rsidR="00DE313F">
        <w:t>’</w:t>
      </w:r>
      <w:r w:rsidRPr="003D2FAA">
        <w:t>il ne s</w:t>
      </w:r>
      <w:r w:rsidR="00DE313F">
        <w:t>’</w:t>
      </w:r>
      <w:r w:rsidRPr="003D2FAA">
        <w:t>était jusqu</w:t>
      </w:r>
      <w:r w:rsidR="00DE313F">
        <w:t>’</w:t>
      </w:r>
      <w:r w:rsidRPr="003D2FAA">
        <w:t>alors jamais permise un bras sous son bras à elle</w:t>
      </w:r>
      <w:r w:rsidR="00DE313F">
        <w:t xml:space="preserve">, </w:t>
      </w:r>
      <w:r w:rsidRPr="003D2FAA">
        <w:t>pour la soutenir</w:t>
      </w:r>
      <w:r w:rsidR="00DE313F">
        <w:t xml:space="preserve">, </w:t>
      </w:r>
      <w:r w:rsidRPr="003D2FAA">
        <w:t>et il la conduisit voir les pistons d</w:t>
      </w:r>
      <w:r w:rsidR="00DE313F">
        <w:t>’</w:t>
      </w:r>
      <w:r w:rsidRPr="003D2FAA">
        <w:t>acier luisants et puissants qui actio</w:t>
      </w:r>
      <w:r w:rsidRPr="003D2FAA">
        <w:t>n</w:t>
      </w:r>
      <w:r w:rsidRPr="003D2FAA">
        <w:t>naient les hélices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déjà troublée par ce contact insolite</w:t>
      </w:r>
      <w:r w:rsidR="00DE313F">
        <w:t xml:space="preserve">, </w:t>
      </w:r>
      <w:r w:rsidRPr="003D2FAA">
        <w:t>elle ne put résister à cette vue</w:t>
      </w:r>
      <w:r w:rsidR="00DE313F">
        <w:t xml:space="preserve">, </w:t>
      </w:r>
      <w:r w:rsidRPr="003D2FAA">
        <w:t>et surtout</w:t>
      </w:r>
      <w:r w:rsidR="00DE313F">
        <w:t xml:space="preserve">, </w:t>
      </w:r>
      <w:r w:rsidRPr="003D2FAA">
        <w:t>et encore moins à l</w:t>
      </w:r>
      <w:r w:rsidR="00DE313F">
        <w:t>’</w:t>
      </w:r>
      <w:r w:rsidRPr="003D2FAA">
        <w:t>haleine chaude et à l</w:t>
      </w:r>
      <w:r w:rsidR="00DE313F">
        <w:t>’</w:t>
      </w:r>
      <w:r w:rsidRPr="003D2FAA">
        <w:t>odeur fétide et grasse qui s</w:t>
      </w:r>
      <w:r w:rsidR="00DE313F">
        <w:t>’</w:t>
      </w:r>
      <w:r w:rsidRPr="003D2FAA">
        <w:t>en exhalait</w:t>
      </w:r>
      <w:r w:rsidR="00DE313F">
        <w:t xml:space="preserve">. </w:t>
      </w:r>
      <w:r w:rsidRPr="003D2FAA">
        <w:t>Elle manqua s</w:t>
      </w:r>
      <w:r w:rsidR="00DE313F">
        <w:t>’</w:t>
      </w:r>
      <w:r w:rsidRPr="003D2FAA">
        <w:t xml:space="preserve">évanouir et appuya presque la tête sur </w:t>
      </w:r>
      <w:r w:rsidRPr="003D2FAA">
        <w:lastRenderedPageBreak/>
        <w:t>l</w:t>
      </w:r>
      <w:r w:rsidR="00DE313F">
        <w:t>’</w:t>
      </w:r>
      <w:r w:rsidRPr="003D2FAA">
        <w:t>épaule de son beau-frère</w:t>
      </w:r>
      <w:r w:rsidR="00DE313F">
        <w:t xml:space="preserve"> : </w:t>
      </w:r>
      <w:r w:rsidRPr="003D2FAA">
        <w:t>mais tout de suite</w:t>
      </w:r>
      <w:r w:rsidR="00DE313F">
        <w:t xml:space="preserve">, </w:t>
      </w:r>
      <w:r w:rsidRPr="003D2FAA">
        <w:t>elle se contint</w:t>
      </w:r>
      <w:r w:rsidR="00DE313F">
        <w:t xml:space="preserve">, </w:t>
      </w:r>
      <w:r w:rsidRPr="003D2FAA">
        <w:t>presque e</w:t>
      </w:r>
      <w:r w:rsidRPr="003D2FAA">
        <w:t>f</w:t>
      </w:r>
      <w:r w:rsidRPr="003D2FAA">
        <w:t>frayée de ce désir instinctif d</w:t>
      </w:r>
      <w:r w:rsidR="00DE313F">
        <w:t>’</w:t>
      </w:r>
      <w:r w:rsidRPr="003D2FAA">
        <w:t>abandon auquel elle avait manqué céder</w:t>
      </w:r>
      <w:r w:rsidR="00DE313F">
        <w:t>…</w:t>
      </w:r>
    </w:p>
    <w:p w14:paraId="79DB8740" w14:textId="77777777" w:rsidR="00DE313F" w:rsidRDefault="0074134D" w:rsidP="0074134D">
      <w:r w:rsidRPr="003D2FAA">
        <w:t>Et lui</w:t>
      </w:r>
      <w:r w:rsidR="00DE313F">
        <w:t xml:space="preserve">, </w:t>
      </w:r>
      <w:r w:rsidRPr="003D2FAA">
        <w:t>de nouveau</w:t>
      </w:r>
      <w:r w:rsidR="00DE313F">
        <w:t xml:space="preserve">, </w:t>
      </w:r>
      <w:r w:rsidRPr="003D2FAA">
        <w:t>avec un empressement plus grand que de coutume</w:t>
      </w:r>
      <w:r w:rsidR="00DE313F">
        <w:t xml:space="preserve">, </w:t>
      </w:r>
      <w:r w:rsidRPr="003D2FAA">
        <w:t>il lui demanda</w:t>
      </w:r>
      <w:r w:rsidR="00DE313F">
        <w:t> :</w:t>
      </w:r>
    </w:p>
    <w:p w14:paraId="46888518" w14:textId="77777777" w:rsidR="00DE313F" w:rsidRDefault="00DE313F" w:rsidP="0074134D">
      <w:r>
        <w:t>— </w:t>
      </w:r>
      <w:r w:rsidR="0074134D" w:rsidRPr="003D2FAA">
        <w:t>Te sens-tu mal</w:t>
      </w:r>
      <w:r>
        <w:t> ?</w:t>
      </w:r>
    </w:p>
    <w:p w14:paraId="46A59F6A" w14:textId="77777777" w:rsidR="00DE313F" w:rsidRDefault="0074134D" w:rsidP="0074134D">
      <w:r w:rsidRPr="003D2FAA">
        <w:t>Et de la tête</w:t>
      </w:r>
      <w:r w:rsidR="00DE313F">
        <w:t xml:space="preserve">, </w:t>
      </w:r>
      <w:r w:rsidRPr="003D2FAA">
        <w:t>ne retrouvant pas sa voix</w:t>
      </w:r>
      <w:r w:rsidR="00DE313F">
        <w:t xml:space="preserve">, </w:t>
      </w:r>
      <w:r w:rsidRPr="003D2FAA">
        <w:t>elle répondit</w:t>
      </w:r>
      <w:r w:rsidR="00DE313F">
        <w:t> :</w:t>
      </w:r>
    </w:p>
    <w:p w14:paraId="19943759" w14:textId="77777777" w:rsidR="00DE313F" w:rsidRDefault="00DE313F" w:rsidP="0074134D">
      <w:r>
        <w:t>— </w:t>
      </w:r>
      <w:r w:rsidR="0074134D" w:rsidRPr="003D2FAA">
        <w:t>Non</w:t>
      </w:r>
      <w:r>
        <w:t> !</w:t>
      </w:r>
    </w:p>
    <w:p w14:paraId="5FBCDF28" w14:textId="77777777" w:rsidR="00DE313F" w:rsidRDefault="0074134D" w:rsidP="0074134D">
      <w:r w:rsidRPr="003D2FAA">
        <w:t>Et tous deux</w:t>
      </w:r>
      <w:r w:rsidR="00DE313F">
        <w:t xml:space="preserve">, </w:t>
      </w:r>
      <w:r w:rsidRPr="003D2FAA">
        <w:t>au bras l</w:t>
      </w:r>
      <w:r w:rsidR="00DE313F">
        <w:t>’</w:t>
      </w:r>
      <w:r w:rsidRPr="003D2FAA">
        <w:t>un de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allèrent vers la poupe</w:t>
      </w:r>
      <w:r w:rsidR="00DE313F">
        <w:t xml:space="preserve">, </w:t>
      </w:r>
      <w:r w:rsidRPr="003D2FAA">
        <w:t>regarder le long sillage phosphorescent qui bouillonnait sur la mer devenue noire sous le ciel poudré d</w:t>
      </w:r>
      <w:r w:rsidR="00DE313F">
        <w:t>’</w:t>
      </w:r>
      <w:r w:rsidRPr="003D2FAA">
        <w:t>étoiles</w:t>
      </w:r>
      <w:r w:rsidR="00DE313F">
        <w:t xml:space="preserve">, </w:t>
      </w:r>
      <w:r w:rsidRPr="003D2FAA">
        <w:t>dans lequel le tube énorme de la cheminée lançait en continuelles bouffées la fumée épaisse et lente que faisait rougeoyer la chaleur de la m</w:t>
      </w:r>
      <w:r w:rsidRPr="003D2FAA">
        <w:t>a</w:t>
      </w:r>
      <w:r w:rsidRPr="003D2FAA">
        <w:t>chine</w:t>
      </w:r>
      <w:r w:rsidR="00DE313F">
        <w:t>.</w:t>
      </w:r>
    </w:p>
    <w:p w14:paraId="3DD9F02E" w14:textId="77777777" w:rsidR="00DE313F" w:rsidRDefault="0074134D" w:rsidP="0074134D">
      <w:r w:rsidRPr="003D2FAA">
        <w:t>Il manquait pour achever l</w:t>
      </w:r>
      <w:r w:rsidR="00DE313F">
        <w:t>’</w:t>
      </w:r>
      <w:r w:rsidRPr="003D2FAA">
        <w:t>enchantement que la lune émergeât de la mer</w:t>
      </w:r>
      <w:r w:rsidR="00DE313F">
        <w:t xml:space="preserve"> ; </w:t>
      </w:r>
      <w:r w:rsidRPr="003D2FAA">
        <w:t>elle apparut bientôt parmi les vapeurs de l</w:t>
      </w:r>
      <w:r w:rsidR="00DE313F">
        <w:t>’</w:t>
      </w:r>
      <w:r w:rsidRPr="003D2FAA">
        <w:t>horizon</w:t>
      </w:r>
      <w:r w:rsidR="00DE313F">
        <w:t xml:space="preserve">, </w:t>
      </w:r>
      <w:r w:rsidRPr="003D2FAA">
        <w:t>comme un lugubre masque de feu</w:t>
      </w:r>
      <w:r w:rsidR="00DE313F">
        <w:t xml:space="preserve">, </w:t>
      </w:r>
      <w:r w:rsidRPr="003D2FAA">
        <w:t>qui se montrait menaçant et semblait vouloir épier dans un effrayant silence ses domaines aquatiques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peu à peu</w:t>
      </w:r>
      <w:r w:rsidR="00DE313F">
        <w:t xml:space="preserve">, </w:t>
      </w:r>
      <w:r w:rsidRPr="003D2FAA">
        <w:t>elle se débrouilla</w:t>
      </w:r>
      <w:r w:rsidR="00DE313F">
        <w:t xml:space="preserve">, </w:t>
      </w:r>
      <w:r w:rsidRPr="003D2FAA">
        <w:t>elle se resserra</w:t>
      </w:r>
      <w:r w:rsidR="00DE313F">
        <w:t xml:space="preserve">, </w:t>
      </w:r>
      <w:r w:rsidRPr="003D2FAA">
        <w:t>elle devint nette dans sa splendeur candide</w:t>
      </w:r>
      <w:r w:rsidR="00DE313F">
        <w:t xml:space="preserve">, </w:t>
      </w:r>
      <w:r w:rsidRPr="003D2FAA">
        <w:t>et la mer s</w:t>
      </w:r>
      <w:r w:rsidR="00DE313F">
        <w:t>’</w:t>
      </w:r>
      <w:r w:rsidRPr="003D2FAA">
        <w:t>élargit en une palpitation argentée et sans fin</w:t>
      </w:r>
      <w:r w:rsidR="00DE313F">
        <w:t xml:space="preserve">. </w:t>
      </w:r>
      <w:r w:rsidRPr="003D2FAA">
        <w:t>Alors Adriana sentit grandir en elle l</w:t>
      </w:r>
      <w:r w:rsidR="00DE313F">
        <w:t>’</w:t>
      </w:r>
      <w:r w:rsidRPr="003D2FAA">
        <w:t>angoisse et l</w:t>
      </w:r>
      <w:r w:rsidR="00DE313F">
        <w:t>’</w:t>
      </w:r>
      <w:r w:rsidRPr="003D2FAA">
        <w:t>effroi de ce délice qui la r</w:t>
      </w:r>
      <w:r w:rsidRPr="003D2FAA">
        <w:t>a</w:t>
      </w:r>
      <w:r w:rsidRPr="003D2FAA">
        <w:t>vissait et l</w:t>
      </w:r>
      <w:r w:rsidR="00DE313F">
        <w:t>’</w:t>
      </w:r>
      <w:r w:rsidRPr="003D2FAA">
        <w:t>entraînait irrésistiblement</w:t>
      </w:r>
      <w:r w:rsidR="00DE313F">
        <w:t xml:space="preserve">, </w:t>
      </w:r>
      <w:r w:rsidRPr="003D2FAA">
        <w:t>épuisée comme elle l</w:t>
      </w:r>
      <w:r w:rsidR="00DE313F">
        <w:t>’</w:t>
      </w:r>
      <w:r w:rsidRPr="003D2FAA">
        <w:t>était</w:t>
      </w:r>
      <w:r w:rsidR="00DE313F">
        <w:t xml:space="preserve">, </w:t>
      </w:r>
      <w:r w:rsidRPr="003D2FAA">
        <w:t>à cacher son visage sur la poitrine de celui qui la soutenait</w:t>
      </w:r>
      <w:r w:rsidR="00DE313F">
        <w:t>.</w:t>
      </w:r>
    </w:p>
    <w:p w14:paraId="42A53D62" w14:textId="6BC9F571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639082C2" w14:textId="77777777" w:rsidR="00DE313F" w:rsidRDefault="0074134D" w:rsidP="0074134D">
      <w:r w:rsidRPr="003D2FAA">
        <w:lastRenderedPageBreak/>
        <w:t>Ce fut à Naples</w:t>
      </w:r>
      <w:r w:rsidR="00DE313F">
        <w:t xml:space="preserve">, </w:t>
      </w:r>
      <w:r w:rsidRPr="003D2FAA">
        <w:t>en une seconde</w:t>
      </w:r>
      <w:r w:rsidR="00DE313F">
        <w:t xml:space="preserve">, </w:t>
      </w:r>
      <w:r w:rsidRPr="003D2FAA">
        <w:t>au sortir d</w:t>
      </w:r>
      <w:r w:rsidR="00DE313F">
        <w:t>’</w:t>
      </w:r>
      <w:r w:rsidRPr="003D2FAA">
        <w:t>un café-concert où ils avaient dîné et passé la soirée</w:t>
      </w:r>
      <w:r w:rsidR="00DE313F">
        <w:t xml:space="preserve">. </w:t>
      </w:r>
      <w:r w:rsidRPr="003D2FAA">
        <w:t>Coutumier dans ses voyages annuels de sortir la nuit de ces lieux de réunion une femme à son bras</w:t>
      </w:r>
      <w:r w:rsidR="00DE313F">
        <w:t xml:space="preserve">, </w:t>
      </w:r>
      <w:r w:rsidRPr="003D2FAA">
        <w:t>et comme il le lui donnait à elle</w:t>
      </w:r>
      <w:r w:rsidR="00DE313F">
        <w:t xml:space="preserve">, </w:t>
      </w:r>
      <w:r w:rsidRPr="003D2FAA">
        <w:t>il cueillit à l</w:t>
      </w:r>
      <w:r w:rsidR="00DE313F">
        <w:t>’</w:t>
      </w:r>
      <w:r w:rsidRPr="003D2FAA">
        <w:t>improviste</w:t>
      </w:r>
      <w:r w:rsidR="00DE313F">
        <w:t xml:space="preserve">, </w:t>
      </w:r>
      <w:r w:rsidRPr="003D2FAA">
        <w:t>sous le grand chapeau noir crête de plumes</w:t>
      </w:r>
      <w:r w:rsidR="00DE313F">
        <w:t xml:space="preserve">, </w:t>
      </w:r>
      <w:r w:rsidRPr="003D2FAA">
        <w:t>la vibration d</w:t>
      </w:r>
      <w:r w:rsidR="00DE313F">
        <w:t>’</w:t>
      </w:r>
      <w:r w:rsidRPr="003D2FAA">
        <w:t>un regard ardent</w:t>
      </w:r>
      <w:r w:rsidR="00DE313F">
        <w:t xml:space="preserve">, </w:t>
      </w:r>
      <w:r w:rsidRPr="003D2FAA">
        <w:t>et tout de suite</w:t>
      </w:r>
      <w:r w:rsidR="00DE313F">
        <w:t xml:space="preserve">, </w:t>
      </w:r>
      <w:r w:rsidRPr="003D2FAA">
        <w:t>presque sans le vo</w:t>
      </w:r>
      <w:r w:rsidRPr="003D2FAA">
        <w:t>u</w:t>
      </w:r>
      <w:r w:rsidRPr="003D2FAA">
        <w:t>loir</w:t>
      </w:r>
      <w:r w:rsidR="00DE313F">
        <w:t xml:space="preserve">, </w:t>
      </w:r>
      <w:r w:rsidRPr="003D2FAA">
        <w:t>il serra avec son bras son bras à elle contre sa poitrine dans une étreinte forte et rapide</w:t>
      </w:r>
      <w:r w:rsidR="00DE313F">
        <w:t xml:space="preserve">. </w:t>
      </w:r>
      <w:r w:rsidRPr="003D2FAA">
        <w:t>Ce fut tout</w:t>
      </w:r>
      <w:r w:rsidR="00DE313F">
        <w:t xml:space="preserve"> ; </w:t>
      </w:r>
      <w:r w:rsidRPr="003D2FAA">
        <w:t>l</w:t>
      </w:r>
      <w:r w:rsidR="00DE313F">
        <w:t>’</w:t>
      </w:r>
      <w:r w:rsidRPr="003D2FAA">
        <w:t>incendie s</w:t>
      </w:r>
      <w:r w:rsidR="00DE313F">
        <w:t>’</w:t>
      </w:r>
      <w:r w:rsidRPr="003D2FAA">
        <w:t>embrasa</w:t>
      </w:r>
      <w:r w:rsidR="00DE313F">
        <w:t> !</w:t>
      </w:r>
    </w:p>
    <w:p w14:paraId="0F89238C" w14:textId="77777777" w:rsidR="00DE313F" w:rsidRDefault="0074134D" w:rsidP="0074134D">
      <w:r w:rsidRPr="003D2FAA">
        <w:t>Dans la voiture sombre qui les reconduisait à l</w:t>
      </w:r>
      <w:r w:rsidR="00DE313F">
        <w:t>’</w:t>
      </w:r>
      <w:r w:rsidRPr="003D2FAA">
        <w:t>hôtel</w:t>
      </w:r>
      <w:r w:rsidR="00DE313F">
        <w:t xml:space="preserve">, </w:t>
      </w:r>
      <w:r w:rsidRPr="003D2FAA">
        <w:t>enl</w:t>
      </w:r>
      <w:r w:rsidRPr="003D2FAA">
        <w:t>a</w:t>
      </w:r>
      <w:r w:rsidRPr="003D2FAA">
        <w:t>cés</w:t>
      </w:r>
      <w:r w:rsidR="00DE313F">
        <w:t xml:space="preserve">, </w:t>
      </w:r>
      <w:r w:rsidRPr="003D2FAA">
        <w:t>ils se dirent</w:t>
      </w:r>
      <w:r w:rsidR="00DE313F">
        <w:t xml:space="preserve">, </w:t>
      </w:r>
      <w:r w:rsidRPr="003D2FAA">
        <w:t>en quelques minutes</w:t>
      </w:r>
      <w:r w:rsidR="00DE313F">
        <w:t xml:space="preserve">, </w:t>
      </w:r>
      <w:r w:rsidRPr="003D2FAA">
        <w:t>tout ce que lui</w:t>
      </w:r>
      <w:r w:rsidR="00DE313F">
        <w:t xml:space="preserve">, </w:t>
      </w:r>
      <w:r w:rsidRPr="003D2FAA">
        <w:t>en une seconde</w:t>
      </w:r>
      <w:r w:rsidR="00DE313F">
        <w:t xml:space="preserve">, </w:t>
      </w:r>
      <w:r w:rsidRPr="003D2FAA">
        <w:t>en un éclair</w:t>
      </w:r>
      <w:r w:rsidR="00DE313F">
        <w:t xml:space="preserve">, </w:t>
      </w:r>
      <w:r w:rsidRPr="003D2FAA">
        <w:t>à la vibration de son regard</w:t>
      </w:r>
      <w:r w:rsidR="00DE313F">
        <w:t xml:space="preserve">, </w:t>
      </w:r>
      <w:r w:rsidRPr="003D2FAA">
        <w:t>il avait dev</w:t>
      </w:r>
      <w:r w:rsidRPr="003D2FAA">
        <w:t>i</w:t>
      </w:r>
      <w:r w:rsidRPr="003D2FAA">
        <w:t>né</w:t>
      </w:r>
      <w:r w:rsidR="00DE313F">
        <w:t xml:space="preserve"> : </w:t>
      </w:r>
      <w:r w:rsidRPr="003D2FAA">
        <w:t>toute sa vie à elle pendant tant d</w:t>
      </w:r>
      <w:r w:rsidR="00DE313F">
        <w:t>’</w:t>
      </w:r>
      <w:r w:rsidRPr="003D2FAA">
        <w:t>années de silence et de martyre</w:t>
      </w:r>
      <w:r w:rsidR="00DE313F">
        <w:t xml:space="preserve">. </w:t>
      </w:r>
      <w:r w:rsidRPr="003D2FAA">
        <w:t>Comment toujours</w:t>
      </w:r>
      <w:r w:rsidR="00DE313F">
        <w:t xml:space="preserve">, </w:t>
      </w:r>
      <w:r w:rsidRPr="003D2FAA">
        <w:t>toujours</w:t>
      </w:r>
      <w:r w:rsidR="00DE313F">
        <w:t xml:space="preserve">, </w:t>
      </w:r>
      <w:r w:rsidRPr="003D2FAA">
        <w:t>sans le vouloir</w:t>
      </w:r>
      <w:r w:rsidR="00DE313F">
        <w:t xml:space="preserve">, </w:t>
      </w:r>
      <w:r w:rsidRPr="003D2FAA">
        <w:t>sans le savoir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avait aimé</w:t>
      </w:r>
      <w:r w:rsidR="00DE313F">
        <w:t xml:space="preserve"> ; </w:t>
      </w:r>
      <w:r w:rsidRPr="003D2FAA">
        <w:t>et il lui dit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combien</w:t>
      </w:r>
      <w:r w:rsidR="00DE313F">
        <w:t xml:space="preserve">, </w:t>
      </w:r>
      <w:r w:rsidRPr="003D2FAA">
        <w:t>toute jeune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>avait désirée dans le rêve de la faire sienne</w:t>
      </w:r>
      <w:r w:rsidR="00DE313F">
        <w:t xml:space="preserve">, </w:t>
      </w:r>
      <w:r w:rsidRPr="003D2FAA">
        <w:t>ainsi</w:t>
      </w:r>
      <w:r w:rsidR="00DE313F">
        <w:t xml:space="preserve">, </w:t>
      </w:r>
      <w:r w:rsidRPr="003D2FAA">
        <w:t>sienne</w:t>
      </w:r>
      <w:r w:rsidR="00DE313F">
        <w:t xml:space="preserve">, </w:t>
      </w:r>
      <w:r w:rsidRPr="003D2FAA">
        <w:t>sienne</w:t>
      </w:r>
      <w:r w:rsidR="00DE313F">
        <w:t> !…</w:t>
      </w:r>
    </w:p>
    <w:p w14:paraId="0365B4A9" w14:textId="77777777" w:rsidR="00DE313F" w:rsidRDefault="0074134D" w:rsidP="0074134D">
      <w:r w:rsidRPr="003D2FAA">
        <w:t>Ce fut un délire</w:t>
      </w:r>
      <w:r w:rsidR="00DE313F">
        <w:t xml:space="preserve">, </w:t>
      </w:r>
      <w:r w:rsidRPr="003D2FAA">
        <w:t>une frénésie à laquelle donna une ardeur insatiable le désir de se dédommager en ces quelques jours tragiques</w:t>
      </w:r>
      <w:r w:rsidR="00DE313F">
        <w:t xml:space="preserve">, </w:t>
      </w:r>
      <w:r w:rsidRPr="003D2FAA">
        <w:t>sous la condamnation à mort qui la frappait</w:t>
      </w:r>
      <w:r w:rsidR="00DE313F">
        <w:t xml:space="preserve"> ; </w:t>
      </w:r>
      <w:r w:rsidRPr="003D2FAA">
        <w:t>de se d</w:t>
      </w:r>
      <w:r w:rsidRPr="003D2FAA">
        <w:t>é</w:t>
      </w:r>
      <w:r w:rsidRPr="003D2FAA">
        <w:t>dommager de toutes les années perdues d</w:t>
      </w:r>
      <w:r w:rsidR="00DE313F">
        <w:t>’</w:t>
      </w:r>
      <w:r w:rsidRPr="003D2FAA">
        <w:t>ardeur étouffée et de fièvre secrète</w:t>
      </w:r>
      <w:r w:rsidR="00DE313F">
        <w:t xml:space="preserve"> ; </w:t>
      </w:r>
      <w:r w:rsidRPr="003D2FAA">
        <w:t>le besoin de se perdre</w:t>
      </w:r>
      <w:r w:rsidR="00DE313F">
        <w:t xml:space="preserve">, </w:t>
      </w:r>
      <w:r w:rsidRPr="003D2FAA">
        <w:t>de ne plus voir ce qu</w:t>
      </w:r>
      <w:r w:rsidR="00DE313F">
        <w:t>’</w:t>
      </w:r>
      <w:r w:rsidRPr="003D2FAA">
        <w:t>ils avaient été l</w:t>
      </w:r>
      <w:r w:rsidR="00DE313F">
        <w:t>’</w:t>
      </w:r>
      <w:r w:rsidRPr="003D2FAA">
        <w:t>un pour l</w:t>
      </w:r>
      <w:r w:rsidR="00DE313F">
        <w:t>’</w:t>
      </w:r>
      <w:r w:rsidRPr="003D2FAA">
        <w:t>autre durant des années</w:t>
      </w:r>
      <w:r w:rsidR="00DE313F">
        <w:t xml:space="preserve">, </w:t>
      </w:r>
      <w:r w:rsidRPr="003D2FAA">
        <w:t>sous des app</w:t>
      </w:r>
      <w:r w:rsidRPr="003D2FAA">
        <w:t>a</w:t>
      </w:r>
      <w:r w:rsidRPr="003D2FAA">
        <w:t>rences d</w:t>
      </w:r>
      <w:r w:rsidR="00DE313F">
        <w:t>’</w:t>
      </w:r>
      <w:r w:rsidRPr="003D2FAA">
        <w:t>une gravité honnête</w:t>
      </w:r>
      <w:r w:rsidR="00DE313F">
        <w:t xml:space="preserve">, </w:t>
      </w:r>
      <w:r w:rsidRPr="003D2FAA">
        <w:t>là-haut dans la cité aux coutumes traditionnelles à laquelle leur amour</w:t>
      </w:r>
      <w:r w:rsidR="00DE313F">
        <w:t xml:space="preserve">, </w:t>
      </w:r>
      <w:r w:rsidRPr="003D2FAA">
        <w:t>leurs noces</w:t>
      </w:r>
      <w:r w:rsidR="00DE313F">
        <w:t xml:space="preserve">, </w:t>
      </w:r>
      <w:r w:rsidRPr="003D2FAA">
        <w:t>apparaîtraient demain comme une profanation indigne</w:t>
      </w:r>
      <w:r w:rsidR="00DE313F">
        <w:t xml:space="preserve">, </w:t>
      </w:r>
      <w:r w:rsidRPr="003D2FAA">
        <w:t>comme un crime</w:t>
      </w:r>
      <w:r w:rsidR="00DE313F">
        <w:t> !…</w:t>
      </w:r>
    </w:p>
    <w:p w14:paraId="2AF9AF2B" w14:textId="77777777" w:rsidR="00DE313F" w:rsidRDefault="0074134D" w:rsidP="0074134D">
      <w:r w:rsidRPr="003D2FAA">
        <w:t>Des noces</w:t>
      </w:r>
      <w:r w:rsidR="00DE313F">
        <w:t xml:space="preserve"> ? </w:t>
      </w:r>
      <w:r w:rsidRPr="003D2FAA">
        <w:t>Non</w:t>
      </w:r>
      <w:r w:rsidR="00DE313F">
        <w:t xml:space="preserve"> !… </w:t>
      </w:r>
      <w:r w:rsidRPr="003D2FAA">
        <w:t>Oh</w:t>
      </w:r>
      <w:r w:rsidR="00DE313F">
        <w:t xml:space="preserve"> ! </w:t>
      </w:r>
      <w:r w:rsidRPr="003D2FAA">
        <w:t>pourquoi l</w:t>
      </w:r>
      <w:r w:rsidR="00DE313F">
        <w:t>’</w:t>
      </w:r>
      <w:r w:rsidRPr="003D2FAA">
        <w:t>avait-elle contraint à cet acte qui paraîtrait presque sacrilège aux yeux de tous</w:t>
      </w:r>
      <w:r w:rsidR="00DE313F">
        <w:t xml:space="preserve"> ! </w:t>
      </w:r>
      <w:r w:rsidRPr="003D2FAA">
        <w:t>Pou</w:t>
      </w:r>
      <w:r w:rsidRPr="003D2FAA">
        <w:t>r</w:t>
      </w:r>
      <w:r w:rsidRPr="003D2FAA">
        <w:t>quoi l</w:t>
      </w:r>
      <w:r w:rsidR="00DE313F">
        <w:t>’</w:t>
      </w:r>
      <w:r w:rsidRPr="003D2FAA">
        <w:t>avait-elle lié désormais à elle</w:t>
      </w:r>
      <w:r w:rsidR="00DE313F">
        <w:t xml:space="preserve">, </w:t>
      </w:r>
      <w:r w:rsidRPr="003D2FAA">
        <w:t>à elle qui avait si peu à vivre</w:t>
      </w:r>
      <w:r w:rsidR="00DE313F">
        <w:t> ?</w:t>
      </w:r>
    </w:p>
    <w:p w14:paraId="6E55E207" w14:textId="77777777" w:rsidR="00DE313F" w:rsidRDefault="0074134D" w:rsidP="0074134D">
      <w:r w:rsidRPr="003D2FAA">
        <w:lastRenderedPageBreak/>
        <w:t>Non</w:t>
      </w:r>
      <w:r w:rsidR="00DE313F">
        <w:t xml:space="preserve">, </w:t>
      </w:r>
      <w:r w:rsidRPr="003D2FAA">
        <w:t>non</w:t>
      </w:r>
      <w:r w:rsidR="00DE313F">
        <w:t xml:space="preserve"> : </w:t>
      </w:r>
      <w:r w:rsidRPr="003D2FAA">
        <w:t>ce n</w:t>
      </w:r>
      <w:r w:rsidR="00DE313F">
        <w:t>’</w:t>
      </w:r>
      <w:r w:rsidRPr="003D2FAA">
        <w:t>était qu</w:t>
      </w:r>
      <w:r w:rsidR="00DE313F">
        <w:t>’</w:t>
      </w:r>
      <w:r w:rsidRPr="003D2FAA">
        <w:t>un amour frénétique et bouleve</w:t>
      </w:r>
      <w:r w:rsidRPr="003D2FAA">
        <w:t>r</w:t>
      </w:r>
      <w:r w:rsidRPr="003D2FAA">
        <w:t>sant en ce voyage de quelques journées</w:t>
      </w:r>
      <w:r w:rsidR="00DE313F">
        <w:t xml:space="preserve">, </w:t>
      </w:r>
      <w:r w:rsidRPr="003D2FAA">
        <w:t>ce voyage d</w:t>
      </w:r>
      <w:r w:rsidR="00DE313F">
        <w:t>’</w:t>
      </w:r>
      <w:r w:rsidRPr="003D2FAA">
        <w:t>amour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où elle ne reviendrait pas</w:t>
      </w:r>
      <w:r w:rsidR="00DE313F">
        <w:t xml:space="preserve"> ; </w:t>
      </w:r>
      <w:r w:rsidRPr="003D2FAA">
        <w:t>ce voyage d</w:t>
      </w:r>
      <w:r w:rsidR="00DE313F">
        <w:t>’</w:t>
      </w:r>
      <w:r w:rsidRPr="003D2FAA">
        <w:t>amour vers la mort</w:t>
      </w:r>
      <w:r w:rsidR="00DE313F">
        <w:t xml:space="preserve"> ! </w:t>
      </w:r>
      <w:r w:rsidRPr="003D2FAA">
        <w:t>Elle ne pouvait plus maintenant retourner là-haut</w:t>
      </w:r>
      <w:r w:rsidR="00DE313F">
        <w:t xml:space="preserve">, </w:t>
      </w:r>
      <w:r w:rsidRPr="003D2FAA">
        <w:t>dans cette maison</w:t>
      </w:r>
      <w:r w:rsidR="00DE313F">
        <w:t xml:space="preserve">, </w:t>
      </w:r>
      <w:r w:rsidRPr="003D2FAA">
        <w:t>en présence de ses fils</w:t>
      </w:r>
      <w:r w:rsidR="00DE313F">
        <w:t xml:space="preserve"> ! </w:t>
      </w:r>
      <w:r w:rsidRPr="003D2FAA">
        <w:t>Elle l</w:t>
      </w:r>
      <w:r w:rsidR="00DE313F">
        <w:t>’</w:t>
      </w:r>
      <w:r w:rsidRPr="003D2FAA">
        <w:t>avait pressenti à son départ</w:t>
      </w:r>
      <w:r w:rsidR="00DE313F">
        <w:t xml:space="preserve">, </w:t>
      </w:r>
      <w:r w:rsidRPr="003D2FAA">
        <w:t>et elle le savait encore</w:t>
      </w:r>
      <w:r w:rsidR="00DE313F">
        <w:t xml:space="preserve">, </w:t>
      </w:r>
      <w:r w:rsidRPr="003D2FAA">
        <w:t>que si elle traversait cette mer</w:t>
      </w:r>
      <w:r w:rsidR="00DE313F">
        <w:t xml:space="preserve">, </w:t>
      </w:r>
      <w:r w:rsidRPr="003D2FAA">
        <w:t>ce serait fini pour elle</w:t>
      </w:r>
      <w:r w:rsidR="00DE313F">
        <w:t> !…</w:t>
      </w:r>
    </w:p>
    <w:p w14:paraId="28E4A6B5" w14:textId="77777777" w:rsidR="00DE313F" w:rsidRDefault="0074134D" w:rsidP="0074134D">
      <w:r w:rsidRPr="003D2FAA">
        <w:t>Et maintenant partir</w:t>
      </w:r>
      <w:r w:rsidR="00DE313F">
        <w:t xml:space="preserve">, </w:t>
      </w:r>
      <w:r w:rsidRPr="003D2FAA">
        <w:t>partir</w:t>
      </w:r>
      <w:r w:rsidR="00DE313F">
        <w:t xml:space="preserve"> !… </w:t>
      </w:r>
      <w:r w:rsidRPr="003D2FAA">
        <w:t>Elle voulait voyager plus loin</w:t>
      </w:r>
      <w:r w:rsidR="00DE313F">
        <w:t xml:space="preserve">, </w:t>
      </w:r>
      <w:r w:rsidRPr="003D2FAA">
        <w:t>plus loin toujours</w:t>
      </w:r>
      <w:r w:rsidR="00DE313F">
        <w:t xml:space="preserve">, </w:t>
      </w:r>
      <w:r w:rsidRPr="003D2FAA">
        <w:t>suspendue ainsi à son bras à lui</w:t>
      </w:r>
      <w:r w:rsidR="00DE313F">
        <w:t xml:space="preserve">, </w:t>
      </w:r>
      <w:r w:rsidRPr="003D2FAA">
        <w:t>sans rien voir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à cette mort</w:t>
      </w:r>
      <w:r w:rsidR="00DE313F">
        <w:t> !…</w:t>
      </w:r>
    </w:p>
    <w:p w14:paraId="2BF2A10C" w14:textId="77777777" w:rsidR="00DE313F" w:rsidRDefault="0074134D" w:rsidP="0074134D">
      <w:r w:rsidRPr="003D2FAA">
        <w:t>Et ainsi ils passèrent par Rome</w:t>
      </w:r>
      <w:r w:rsidR="00DE313F">
        <w:t xml:space="preserve">, </w:t>
      </w:r>
      <w:r w:rsidRPr="003D2FAA">
        <w:t>puis par Florence</w:t>
      </w:r>
      <w:r w:rsidR="00DE313F">
        <w:t xml:space="preserve">, </w:t>
      </w:r>
      <w:r w:rsidRPr="003D2FAA">
        <w:t>puis par Milan presque sans rien voir en effet</w:t>
      </w:r>
      <w:r w:rsidR="00DE313F">
        <w:t xml:space="preserve"> ; </w:t>
      </w:r>
      <w:r w:rsidRPr="003D2FAA">
        <w:t>et la mort habitait en elle avec ses blessures</w:t>
      </w:r>
      <w:r w:rsidR="00DE313F">
        <w:t xml:space="preserve"> ; </w:t>
      </w:r>
      <w:r w:rsidRPr="003D2FAA">
        <w:t>elle les éperonnait</w:t>
      </w:r>
      <w:r w:rsidR="00DE313F">
        <w:t xml:space="preserve"> ; </w:t>
      </w:r>
      <w:r w:rsidRPr="003D2FAA">
        <w:t>elle fomentait leurs a</w:t>
      </w:r>
      <w:r w:rsidRPr="003D2FAA">
        <w:t>r</w:t>
      </w:r>
      <w:r w:rsidRPr="003D2FAA">
        <w:t>deurs</w:t>
      </w:r>
      <w:r w:rsidR="00DE313F">
        <w:t>.</w:t>
      </w:r>
    </w:p>
    <w:p w14:paraId="5B404607" w14:textId="77777777" w:rsidR="00DE313F" w:rsidRDefault="00DE313F" w:rsidP="0074134D">
      <w:r>
        <w:t>— </w:t>
      </w:r>
      <w:r w:rsidR="0074134D" w:rsidRPr="003D2FAA">
        <w:t>Rien</w:t>
      </w:r>
      <w:r>
        <w:t xml:space="preserve"> ! </w:t>
      </w:r>
      <w:r w:rsidR="0074134D" w:rsidRPr="003D2FAA">
        <w:t>disait-elle à chacun de ses assauts</w:t>
      </w:r>
      <w:r>
        <w:t xml:space="preserve">, </w:t>
      </w:r>
      <w:r w:rsidR="0074134D" w:rsidRPr="003D2FAA">
        <w:t>à chacune de ses morsures</w:t>
      </w:r>
      <w:r>
        <w:t xml:space="preserve">. </w:t>
      </w:r>
      <w:r w:rsidR="0074134D" w:rsidRPr="003D2FAA">
        <w:t>Rien</w:t>
      </w:r>
      <w:r>
        <w:t> !</w:t>
      </w:r>
    </w:p>
    <w:p w14:paraId="55F79CAA" w14:textId="77777777" w:rsidR="00DE313F" w:rsidRDefault="0074134D" w:rsidP="0074134D">
      <w:r w:rsidRPr="003D2FAA">
        <w:t>Et elle lui tendait sa bouche avec la pâleur de la mort sur le visage</w:t>
      </w:r>
      <w:r w:rsidR="00DE313F">
        <w:t>.</w:t>
      </w:r>
    </w:p>
    <w:p w14:paraId="5B72D12E" w14:textId="77777777" w:rsidR="00DE313F" w:rsidRDefault="00DE313F" w:rsidP="0074134D">
      <w:r>
        <w:t>— </w:t>
      </w:r>
      <w:r w:rsidR="0074134D" w:rsidRPr="003D2FAA">
        <w:t>Adriana</w:t>
      </w:r>
      <w:r>
        <w:t xml:space="preserve">, </w:t>
      </w:r>
      <w:r w:rsidR="0074134D" w:rsidRPr="003D2FAA">
        <w:t>tu souffres</w:t>
      </w:r>
      <w:r>
        <w:t> ?</w:t>
      </w:r>
    </w:p>
    <w:p w14:paraId="649B1C5A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ce n</w:t>
      </w:r>
      <w:r>
        <w:t>’</w:t>
      </w:r>
      <w:r w:rsidR="0074134D" w:rsidRPr="003D2FAA">
        <w:t>est rien</w:t>
      </w:r>
      <w:r>
        <w:t xml:space="preserve"> ! </w:t>
      </w:r>
      <w:r w:rsidR="0074134D" w:rsidRPr="003D2FAA">
        <w:t>Que m</w:t>
      </w:r>
      <w:r>
        <w:t>’</w:t>
      </w:r>
      <w:r w:rsidR="0074134D" w:rsidRPr="003D2FAA">
        <w:t>importe</w:t>
      </w:r>
      <w:r>
        <w:t xml:space="preserve"> ! </w:t>
      </w:r>
      <w:r w:rsidR="0074134D" w:rsidRPr="003D2FAA">
        <w:t>Que m</w:t>
      </w:r>
      <w:r>
        <w:t>’</w:t>
      </w:r>
      <w:r w:rsidR="0074134D" w:rsidRPr="003D2FAA">
        <w:t>importe</w:t>
      </w:r>
      <w:r>
        <w:t> !</w:t>
      </w:r>
    </w:p>
    <w:p w14:paraId="44E2714D" w14:textId="77777777" w:rsidR="00DE313F" w:rsidRDefault="0074134D" w:rsidP="0074134D">
      <w:r w:rsidRPr="003D2FAA">
        <w:t>Le dernier jour qu</w:t>
      </w:r>
      <w:r w:rsidR="00DE313F">
        <w:t>’</w:t>
      </w:r>
      <w:r w:rsidRPr="003D2FAA">
        <w:t>ils passèrent à Milan</w:t>
      </w:r>
      <w:r w:rsidR="00DE313F">
        <w:t xml:space="preserve">, </w:t>
      </w:r>
      <w:r w:rsidRPr="003D2FAA">
        <w:t>peu avant de partir pour Venise</w:t>
      </w:r>
      <w:r w:rsidR="00DE313F">
        <w:t xml:space="preserve">, </w:t>
      </w:r>
      <w:r w:rsidRPr="003D2FAA">
        <w:t>elle vit dans un miroir son visage défait</w:t>
      </w:r>
      <w:r w:rsidR="00DE313F">
        <w:t xml:space="preserve">. </w:t>
      </w:r>
      <w:r w:rsidRPr="003D2FAA">
        <w:t>Et quand</w:t>
      </w:r>
      <w:r w:rsidR="00DE313F">
        <w:t xml:space="preserve">, </w:t>
      </w:r>
      <w:r w:rsidRPr="003D2FAA">
        <w:t>après le voyage nocturne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ouvrit pour elle dans le silence de l</w:t>
      </w:r>
      <w:r w:rsidR="00DE313F">
        <w:t>’</w:t>
      </w:r>
      <w:r w:rsidRPr="003D2FAA">
        <w:t>aube la vision de rêve superbe et mélancolique de la cité éme</w:t>
      </w:r>
      <w:r w:rsidRPr="003D2FAA">
        <w:t>r</w:t>
      </w:r>
      <w:r w:rsidRPr="003D2FAA">
        <w:t>geant des eaux</w:t>
      </w:r>
      <w:r w:rsidR="00DE313F">
        <w:t xml:space="preserve">, </w:t>
      </w:r>
      <w:r w:rsidRPr="003D2FAA">
        <w:t>elle comprit qu</w:t>
      </w:r>
      <w:r w:rsidR="00DE313F">
        <w:t>’</w:t>
      </w:r>
      <w:r w:rsidRPr="003D2FAA">
        <w:t>elle était arrivée</w:t>
      </w:r>
      <w:r w:rsidR="00DE313F">
        <w:t xml:space="preserve">, </w:t>
      </w:r>
      <w:r w:rsidRPr="003D2FAA">
        <w:t>et que là son voyage devait finir</w:t>
      </w:r>
      <w:r w:rsidR="00DE313F">
        <w:t> !…</w:t>
      </w:r>
    </w:p>
    <w:p w14:paraId="21CF85CF" w14:textId="77777777" w:rsidR="00DE313F" w:rsidRDefault="0074134D" w:rsidP="0074134D">
      <w:r w:rsidRPr="003D2FAA">
        <w:t>Toutefois</w:t>
      </w:r>
      <w:r w:rsidR="00DE313F">
        <w:t xml:space="preserve">, </w:t>
      </w:r>
      <w:r w:rsidRPr="003D2FAA">
        <w:t>elle voulut avoir sa journée de Venise jusqu</w:t>
      </w:r>
      <w:r w:rsidR="00DE313F">
        <w:t>’</w:t>
      </w:r>
      <w:r w:rsidRPr="003D2FAA">
        <w:t>au soir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à la nuit sur les canaux silencieux en gondole</w:t>
      </w:r>
      <w:r w:rsidR="00DE313F">
        <w:t xml:space="preserve">… </w:t>
      </w:r>
      <w:r w:rsidRPr="003D2FAA">
        <w:t xml:space="preserve">Et toute la nuit elle demeura éveillée avec une étrange </w:t>
      </w:r>
      <w:r w:rsidRPr="003D2FAA">
        <w:lastRenderedPageBreak/>
        <w:t>impression de cette journée</w:t>
      </w:r>
      <w:r w:rsidR="00DE313F">
        <w:t xml:space="preserve"> ; </w:t>
      </w:r>
      <w:r w:rsidRPr="003D2FAA">
        <w:t>une journée de velours</w:t>
      </w:r>
      <w:r w:rsidR="00DE313F">
        <w:t xml:space="preserve"> !… </w:t>
      </w:r>
      <w:r w:rsidRPr="003D2FAA">
        <w:t>Le velours de la gondole</w:t>
      </w:r>
      <w:r w:rsidR="00DE313F">
        <w:t xml:space="preserve"> ? </w:t>
      </w:r>
      <w:r w:rsidRPr="003D2FAA">
        <w:t>le velours de l</w:t>
      </w:r>
      <w:r w:rsidR="00DE313F">
        <w:t>’</w:t>
      </w:r>
      <w:r w:rsidRPr="003D2FAA">
        <w:t>ombre dans certains canaux</w:t>
      </w:r>
      <w:r w:rsidR="00DE313F">
        <w:t xml:space="preserve"> ? </w:t>
      </w:r>
      <w:r w:rsidRPr="003D2FAA">
        <w:t>Et qui savait</w:t>
      </w:r>
      <w:r w:rsidR="00DE313F">
        <w:t xml:space="preserve"> ? </w:t>
      </w:r>
      <w:r w:rsidRPr="003D2FAA">
        <w:t>Le velours du cercueil</w:t>
      </w:r>
      <w:r w:rsidR="00DE313F">
        <w:t> !…</w:t>
      </w:r>
    </w:p>
    <w:p w14:paraId="75C36922" w14:textId="77777777" w:rsidR="00DE313F" w:rsidRDefault="0074134D" w:rsidP="0074134D">
      <w:r w:rsidRPr="003D2FAA">
        <w:t>Comme</w:t>
      </w:r>
      <w:r w:rsidR="00DE313F">
        <w:t xml:space="preserve">, </w:t>
      </w:r>
      <w:r w:rsidRPr="003D2FAA">
        <w:t>le matin suivant</w:t>
      </w:r>
      <w:r w:rsidR="00DE313F">
        <w:t xml:space="preserve">, </w:t>
      </w:r>
      <w:r w:rsidRPr="003D2FAA">
        <w:t>il descendait de l</w:t>
      </w:r>
      <w:r w:rsidR="00DE313F">
        <w:t>’</w:t>
      </w:r>
      <w:r w:rsidRPr="003D2FAA">
        <w:t>hôtel mettre à la poste des lettres pour la Sicile</w:t>
      </w:r>
      <w:r w:rsidR="00DE313F">
        <w:t xml:space="preserve">, </w:t>
      </w:r>
      <w:r w:rsidRPr="003D2FAA">
        <w:t>elle entra dans sa chambre à lui</w:t>
      </w:r>
      <w:r w:rsidR="00DE313F">
        <w:t xml:space="preserve">, </w:t>
      </w:r>
      <w:r w:rsidRPr="003D2FAA">
        <w:t>et vit sur sa table une enveloppe ouverte</w:t>
      </w:r>
      <w:r w:rsidR="00DE313F">
        <w:t xml:space="preserve"> : </w:t>
      </w:r>
      <w:r w:rsidRPr="003D2FAA">
        <w:t>elle y reconnut les caractères de l</w:t>
      </w:r>
      <w:r w:rsidR="00DE313F">
        <w:t>’</w:t>
      </w:r>
      <w:r w:rsidRPr="003D2FAA">
        <w:t>écriture de son fils aîné</w:t>
      </w:r>
      <w:r w:rsidR="00DE313F">
        <w:t xml:space="preserve"> ; </w:t>
      </w:r>
      <w:r w:rsidRPr="003D2FAA">
        <w:t>elle porta à ses lèvres cette enveloppe</w:t>
      </w:r>
      <w:r w:rsidR="00DE313F">
        <w:t xml:space="preserve">, </w:t>
      </w:r>
      <w:r w:rsidRPr="003D2FAA">
        <w:t>la baisa désespérément</w:t>
      </w:r>
      <w:r w:rsidR="00DE313F">
        <w:t xml:space="preserve">, </w:t>
      </w:r>
      <w:r w:rsidRPr="003D2FAA">
        <w:t>puis rentra dans sa chambre</w:t>
      </w:r>
      <w:r w:rsidR="00DE313F">
        <w:t xml:space="preserve">. </w:t>
      </w:r>
      <w:r w:rsidRPr="003D2FAA">
        <w:t>Alors elle tira de son sac de cuir la mixture de poison qu</w:t>
      </w:r>
      <w:r w:rsidR="00DE313F">
        <w:t>’</w:t>
      </w:r>
      <w:r w:rsidRPr="003D2FAA">
        <w:t>elle avait laissée intacte</w:t>
      </w:r>
      <w:r w:rsidR="00DE313F">
        <w:t xml:space="preserve">, </w:t>
      </w:r>
      <w:r w:rsidRPr="003D2FAA">
        <w:t>se jeta sur son lit défait</w:t>
      </w:r>
      <w:r w:rsidR="00DE313F">
        <w:t xml:space="preserve">, </w:t>
      </w:r>
      <w:r w:rsidRPr="003D2FAA">
        <w:t>et d</w:t>
      </w:r>
      <w:r w:rsidR="00DE313F">
        <w:t>’</w:t>
      </w:r>
      <w:r w:rsidRPr="003D2FAA">
        <w:t>un trait</w:t>
      </w:r>
      <w:r w:rsidR="00DE313F">
        <w:t xml:space="preserve">, </w:t>
      </w:r>
      <w:r w:rsidRPr="003D2FAA">
        <w:t>elle la but</w:t>
      </w:r>
      <w:r w:rsidR="00DE313F">
        <w:t>…</w:t>
      </w:r>
    </w:p>
    <w:p w14:paraId="2D92608C" w14:textId="77777777" w:rsidR="00DE313F" w:rsidRDefault="0074134D" w:rsidP="00DE313F">
      <w:pPr>
        <w:pStyle w:val="Titre1"/>
      </w:pPr>
      <w:bookmarkStart w:id="14" w:name="_Toc193482006"/>
      <w:r w:rsidRPr="00920F1B">
        <w:lastRenderedPageBreak/>
        <w:t>QUELQU</w:t>
      </w:r>
      <w:r w:rsidR="00DE313F">
        <w:t>’</w:t>
      </w:r>
      <w:r w:rsidRPr="00920F1B">
        <w:t>UN EST MORT DANS L</w:t>
      </w:r>
      <w:r w:rsidR="00DE313F">
        <w:t>’</w:t>
      </w:r>
      <w:r w:rsidRPr="00920F1B">
        <w:t>HÔTEL</w:t>
      </w:r>
      <w:r w:rsidR="00DE313F">
        <w:t>…</w:t>
      </w:r>
      <w:bookmarkEnd w:id="14"/>
    </w:p>
    <w:p w14:paraId="74B428D3" w14:textId="77777777" w:rsidR="00DE313F" w:rsidRDefault="0074134D" w:rsidP="0074134D">
      <w:r w:rsidRPr="003D2FAA">
        <w:t>Cent cinquante chambres en trois étages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endroit le plus populeux de la ville</w:t>
      </w:r>
      <w:r w:rsidR="00DE313F">
        <w:t xml:space="preserve"> ; </w:t>
      </w:r>
      <w:r w:rsidRPr="003D2FAA">
        <w:t>trois rangées de fenêtres toutes semblables avec les mêmes balustrades</w:t>
      </w:r>
      <w:r w:rsidR="00DE313F">
        <w:t xml:space="preserve">, </w:t>
      </w:r>
      <w:r w:rsidRPr="003D2FAA">
        <w:t>les mêmes impostes et les mêmes persiennes grises ouvertes</w:t>
      </w:r>
      <w:r w:rsidR="00DE313F">
        <w:t xml:space="preserve">, </w:t>
      </w:r>
      <w:r w:rsidRPr="003D2FAA">
        <w:t>à demi ouvertes ou à peine jointes</w:t>
      </w:r>
      <w:r w:rsidR="00DE313F">
        <w:t xml:space="preserve"> : </w:t>
      </w:r>
      <w:r w:rsidRPr="003D2FAA">
        <w:t>vilaine façade</w:t>
      </w:r>
      <w:r w:rsidR="00DE313F">
        <w:t xml:space="preserve"> ! </w:t>
      </w:r>
      <w:r w:rsidRPr="003D2FAA">
        <w:t>Mais si elle n</w:t>
      </w:r>
      <w:r w:rsidR="00DE313F">
        <w:t>’</w:t>
      </w:r>
      <w:r w:rsidRPr="003D2FAA">
        <w:t>existait pas</w:t>
      </w:r>
      <w:r w:rsidR="00DE313F">
        <w:t xml:space="preserve">, </w:t>
      </w:r>
      <w:r w:rsidRPr="003D2FAA">
        <w:t>qui sait quel effet c</w:t>
      </w:r>
      <w:r w:rsidRPr="003D2FAA">
        <w:t>u</w:t>
      </w:r>
      <w:r w:rsidRPr="003D2FAA">
        <w:t>rieux feraient</w:t>
      </w:r>
      <w:r w:rsidR="00DE313F">
        <w:t xml:space="preserve">, </w:t>
      </w:r>
      <w:r w:rsidRPr="003D2FAA">
        <w:t>vues du dehors</w:t>
      </w:r>
      <w:r w:rsidR="00DE313F">
        <w:t xml:space="preserve">, </w:t>
      </w:r>
      <w:r w:rsidRPr="003D2FAA">
        <w:t>ces cent cinquante boîtes</w:t>
      </w:r>
      <w:r w:rsidR="00DE313F">
        <w:t xml:space="preserve">, </w:t>
      </w:r>
      <w:r w:rsidRPr="003D2FAA">
        <w:t>les unes sur les autres</w:t>
      </w:r>
      <w:r w:rsidR="00DE313F">
        <w:t xml:space="preserve">, </w:t>
      </w:r>
      <w:r w:rsidRPr="003D2FAA">
        <w:t>cinquante par cinquante</w:t>
      </w:r>
      <w:r w:rsidR="00DE313F">
        <w:t xml:space="preserve">, </w:t>
      </w:r>
      <w:r w:rsidRPr="003D2FAA">
        <w:t>et les gens qui s</w:t>
      </w:r>
      <w:r w:rsidR="00DE313F">
        <w:t>’</w:t>
      </w:r>
      <w:r w:rsidRPr="003D2FAA">
        <w:t>y meuvent</w:t>
      </w:r>
      <w:r w:rsidR="00DE313F">
        <w:t xml:space="preserve"> ? </w:t>
      </w:r>
      <w:r w:rsidRPr="003D2FAA">
        <w:t>Enfin</w:t>
      </w:r>
      <w:r w:rsidR="00DE313F">
        <w:t xml:space="preserve">, </w:t>
      </w:r>
      <w:r w:rsidRPr="003D2FAA">
        <w:t>suffit</w:t>
      </w:r>
      <w:r w:rsidR="00DE313F">
        <w:t> !</w:t>
      </w:r>
    </w:p>
    <w:p w14:paraId="155F4AE5" w14:textId="77777777" w:rsidR="00DE313F" w:rsidRDefault="0074134D" w:rsidP="0074134D">
      <w:r w:rsidRPr="003D2FAA">
        <w:t>L</w:t>
      </w:r>
      <w:r w:rsidR="00DE313F">
        <w:t>’</w:t>
      </w:r>
      <w:r w:rsidRPr="003D2FAA">
        <w:t>hôtel n</w:t>
      </w:r>
      <w:r w:rsidR="00DE313F">
        <w:t>’</w:t>
      </w:r>
      <w:r w:rsidRPr="003D2FAA">
        <w:t>est pas luxueux</w:t>
      </w:r>
      <w:r w:rsidR="00DE313F">
        <w:t xml:space="preserve">, </w:t>
      </w:r>
      <w:r w:rsidRPr="003D2FAA">
        <w:t>mais il est toutefois décent et très commode</w:t>
      </w:r>
      <w:r w:rsidR="00DE313F">
        <w:t xml:space="preserve"> ; </w:t>
      </w:r>
      <w:r w:rsidRPr="003D2FAA">
        <w:t>ascenseur</w:t>
      </w:r>
      <w:r w:rsidR="00DE313F">
        <w:t xml:space="preserve">, </w:t>
      </w:r>
      <w:r w:rsidRPr="003D2FAA">
        <w:t>valets de chambre nombreux</w:t>
      </w:r>
      <w:r w:rsidR="00DE313F">
        <w:t xml:space="preserve">, </w:t>
      </w:r>
      <w:r w:rsidRPr="003D2FAA">
        <w:t>bien dre</w:t>
      </w:r>
      <w:r w:rsidRPr="003D2FAA">
        <w:t>s</w:t>
      </w:r>
      <w:r w:rsidRPr="003D2FAA">
        <w:t>sés et agiles</w:t>
      </w:r>
      <w:r w:rsidR="00DE313F">
        <w:t xml:space="preserve"> ; </w:t>
      </w:r>
      <w:r w:rsidRPr="003D2FAA">
        <w:t>bons lits</w:t>
      </w:r>
      <w:r w:rsidR="00DE313F">
        <w:t xml:space="preserve">, </w:t>
      </w:r>
      <w:r w:rsidRPr="003D2FAA">
        <w:t>bon traitement à la salle à manger</w:t>
      </w:r>
      <w:r w:rsidR="00DE313F">
        <w:t xml:space="preserve">, </w:t>
      </w:r>
      <w:r w:rsidRPr="003D2FAA">
        <w:t>se</w:t>
      </w:r>
      <w:r w:rsidRPr="003D2FAA">
        <w:t>r</w:t>
      </w:r>
      <w:r w:rsidRPr="003D2FAA">
        <w:t>vice d</w:t>
      </w:r>
      <w:r w:rsidR="00DE313F">
        <w:t>’</w:t>
      </w:r>
      <w:r w:rsidRPr="003D2FAA">
        <w:t>automobiles</w:t>
      </w:r>
      <w:r w:rsidR="00DE313F">
        <w:t>…</w:t>
      </w:r>
    </w:p>
    <w:p w14:paraId="51706FD0" w14:textId="77777777" w:rsidR="00DE313F" w:rsidRDefault="0074134D" w:rsidP="0074134D">
      <w:r w:rsidRPr="003D2FAA">
        <w:t>Plus d</w:t>
      </w:r>
      <w:r w:rsidR="00DE313F">
        <w:t>’</w:t>
      </w:r>
      <w:r w:rsidRPr="003D2FAA">
        <w:t>un client se lamente de payer trop cher</w:t>
      </w:r>
      <w:r w:rsidR="00DE313F">
        <w:t xml:space="preserve"> ; </w:t>
      </w:r>
      <w:r w:rsidRPr="003D2FAA">
        <w:t>pourtant</w:t>
      </w:r>
      <w:r w:rsidR="00DE313F">
        <w:t xml:space="preserve">, </w:t>
      </w:r>
      <w:r w:rsidRPr="003D2FAA">
        <w:t>à la fin</w:t>
      </w:r>
      <w:r w:rsidR="00DE313F">
        <w:t xml:space="preserve">, </w:t>
      </w:r>
      <w:r w:rsidRPr="003D2FAA">
        <w:t>tous reconnaissent que dans d</w:t>
      </w:r>
      <w:r w:rsidR="00DE313F">
        <w:t>’</w:t>
      </w:r>
      <w:r w:rsidRPr="003D2FAA">
        <w:t>autres hôtels</w:t>
      </w:r>
      <w:r w:rsidR="00DE313F">
        <w:t xml:space="preserve">, </w:t>
      </w:r>
      <w:r w:rsidRPr="003D2FAA">
        <w:t>si l</w:t>
      </w:r>
      <w:r w:rsidR="00DE313F">
        <w:t>’</w:t>
      </w:r>
      <w:r w:rsidRPr="003D2FAA">
        <w:t>on d</w:t>
      </w:r>
      <w:r w:rsidRPr="003D2FAA">
        <w:t>é</w:t>
      </w:r>
      <w:r w:rsidRPr="003D2FAA">
        <w:t>pense moins</w:t>
      </w:r>
      <w:r w:rsidR="00DE313F">
        <w:t xml:space="preserve">, </w:t>
      </w:r>
      <w:r w:rsidRPr="003D2FAA">
        <w:t>on est aussi moins bien</w:t>
      </w:r>
      <w:r w:rsidR="00DE313F">
        <w:t xml:space="preserve">, </w:t>
      </w:r>
      <w:r w:rsidRPr="003D2FAA">
        <w:t>et l</w:t>
      </w:r>
      <w:r w:rsidR="00DE313F">
        <w:t>’</w:t>
      </w:r>
      <w:r w:rsidRPr="003D2FAA">
        <w:t>on n</w:t>
      </w:r>
      <w:r w:rsidR="00DE313F">
        <w:t>’</w:t>
      </w:r>
      <w:r w:rsidRPr="003D2FAA">
        <w:t>a pas l</w:t>
      </w:r>
      <w:r w:rsidR="00DE313F">
        <w:t>’</w:t>
      </w:r>
      <w:r w:rsidRPr="003D2FAA">
        <w:t>avantage de loger au centre de la ville</w:t>
      </w:r>
      <w:r w:rsidR="00DE313F">
        <w:t>.</w:t>
      </w:r>
    </w:p>
    <w:p w14:paraId="47D8902B" w14:textId="77777777" w:rsidR="00DE313F" w:rsidRDefault="0074134D" w:rsidP="0074134D">
      <w:r w:rsidRPr="003D2FAA">
        <w:t>Des doléances qu</w:t>
      </w:r>
      <w:r w:rsidR="00DE313F">
        <w:t>’</w:t>
      </w:r>
      <w:r w:rsidRPr="003D2FAA">
        <w:t>on lui fait à propos du prix</w:t>
      </w:r>
      <w:r w:rsidR="00DE313F">
        <w:t xml:space="preserve">, </w:t>
      </w:r>
      <w:r w:rsidRPr="003D2FAA">
        <w:t>le propri</w:t>
      </w:r>
      <w:r w:rsidRPr="003D2FAA">
        <w:t>é</w:t>
      </w:r>
      <w:r w:rsidRPr="003D2FAA">
        <w:t>taire peut donc ne pas se soucier</w:t>
      </w:r>
      <w:r w:rsidR="00DE313F">
        <w:t xml:space="preserve">, </w:t>
      </w:r>
      <w:r w:rsidRPr="003D2FAA">
        <w:t>et répondre aux mécontents qu</w:t>
      </w:r>
      <w:r w:rsidR="00DE313F">
        <w:t>’</w:t>
      </w:r>
      <w:r w:rsidRPr="003D2FAA">
        <w:t>ils peuvent aller autre part</w:t>
      </w:r>
      <w:r w:rsidR="00DE313F">
        <w:t> !…</w:t>
      </w:r>
    </w:p>
    <w:p w14:paraId="072C0B9B" w14:textId="77777777" w:rsidR="00DE313F" w:rsidRDefault="0074134D" w:rsidP="0074134D">
      <w:r w:rsidRPr="003D2FAA">
        <w:t>L</w:t>
      </w:r>
      <w:r w:rsidR="00DE313F">
        <w:t>’</w:t>
      </w:r>
      <w:r w:rsidRPr="003D2FAA">
        <w:t>hôtel</w:t>
      </w:r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regorge de clients</w:t>
      </w:r>
      <w:r w:rsidR="00DE313F">
        <w:t xml:space="preserve"> ; </w:t>
      </w:r>
      <w:r w:rsidRPr="003D2FAA">
        <w:t>et si plusieurs</w:t>
      </w:r>
      <w:r w:rsidR="00DE313F">
        <w:t xml:space="preserve">, </w:t>
      </w:r>
      <w:r w:rsidRPr="003D2FAA">
        <w:t>chaque matin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arrivée des paquebots</w:t>
      </w:r>
      <w:r w:rsidR="00DE313F">
        <w:t xml:space="preserve">, </w:t>
      </w:r>
      <w:r w:rsidRPr="003D2FAA">
        <w:t>et tout le jour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arrivée des trains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en vont vraiment ailleurs</w:t>
      </w:r>
      <w:r w:rsidR="00DE313F">
        <w:t xml:space="preserve">, </w:t>
      </w:r>
      <w:r w:rsidRPr="003D2FAA">
        <w:t>ce n</w:t>
      </w:r>
      <w:r w:rsidR="00DE313F">
        <w:t>’</w:t>
      </w:r>
      <w:r w:rsidRPr="003D2FAA">
        <w:t>est point parce qu</w:t>
      </w:r>
      <w:r w:rsidR="00DE313F">
        <w:t>’</w:t>
      </w:r>
      <w:r w:rsidRPr="003D2FAA">
        <w:t>ils le veulent</w:t>
      </w:r>
      <w:r w:rsidR="00DE313F">
        <w:t xml:space="preserve">, </w:t>
      </w:r>
      <w:r w:rsidRPr="003D2FAA">
        <w:t>mais bien parce qu</w:t>
      </w:r>
      <w:r w:rsidR="00DE313F">
        <w:t>’</w:t>
      </w:r>
      <w:r w:rsidRPr="003D2FAA">
        <w:t>ils n</w:t>
      </w:r>
      <w:r w:rsidR="00DE313F">
        <w:t>’</w:t>
      </w:r>
      <w:r w:rsidRPr="003D2FAA">
        <w:t>y trouvent plus de place</w:t>
      </w:r>
      <w:r w:rsidR="00DE313F">
        <w:t>.</w:t>
      </w:r>
    </w:p>
    <w:p w14:paraId="28D178E8" w14:textId="77777777" w:rsidR="00DE313F" w:rsidRDefault="0074134D" w:rsidP="0074134D">
      <w:r w:rsidRPr="003D2FAA">
        <w:t xml:space="preserve">Ce sont en majeure partie des commis voyageurs ou des gens de province qui viennent à la ville régler vivement une </w:t>
      </w:r>
      <w:r w:rsidRPr="003D2FAA">
        <w:lastRenderedPageBreak/>
        <w:t>a</w:t>
      </w:r>
      <w:r w:rsidRPr="003D2FAA">
        <w:t>f</w:t>
      </w:r>
      <w:r w:rsidRPr="003D2FAA">
        <w:t>faire</w:t>
      </w:r>
      <w:r w:rsidR="00DE313F">
        <w:t xml:space="preserve">, </w:t>
      </w:r>
      <w:r w:rsidRPr="003D2FAA">
        <w:t>ou s</w:t>
      </w:r>
      <w:r w:rsidR="00DE313F">
        <w:t>’</w:t>
      </w:r>
      <w:r w:rsidRPr="003D2FAA">
        <w:t>occuper d</w:t>
      </w:r>
      <w:r w:rsidR="00DE313F">
        <w:t>’</w:t>
      </w:r>
      <w:r w:rsidRPr="003D2FAA">
        <w:t>un procès</w:t>
      </w:r>
      <w:r w:rsidR="00DE313F">
        <w:t xml:space="preserve">, </w:t>
      </w:r>
      <w:r w:rsidRPr="003D2FAA">
        <w:t>ou encore consulter un médecin en cas de maladie</w:t>
      </w:r>
      <w:r w:rsidR="00DE313F">
        <w:t xml:space="preserve"> ; </w:t>
      </w:r>
      <w:r w:rsidRPr="003D2FAA">
        <w:t>clients de passage en somme</w:t>
      </w:r>
      <w:r w:rsidR="00DE313F">
        <w:t xml:space="preserve">, </w:t>
      </w:r>
      <w:r w:rsidRPr="003D2FAA">
        <w:t>qui ne séjou</w:t>
      </w:r>
      <w:r w:rsidRPr="003D2FAA">
        <w:t>r</w:t>
      </w:r>
      <w:r w:rsidRPr="003D2FAA">
        <w:t>nent pas plus de trois ou quatre jours</w:t>
      </w:r>
      <w:r w:rsidR="00DE313F">
        <w:t xml:space="preserve"> ; </w:t>
      </w:r>
      <w:r w:rsidRPr="003D2FAA">
        <w:t>beaucoup même arrivent le matin pour s</w:t>
      </w:r>
      <w:r w:rsidR="00DE313F">
        <w:t>’</w:t>
      </w:r>
      <w:r w:rsidRPr="003D2FAA">
        <w:t>en aller le jour suivant</w:t>
      </w:r>
      <w:r w:rsidR="00DE313F">
        <w:t>.</w:t>
      </w:r>
    </w:p>
    <w:p w14:paraId="444ED28D" w14:textId="77777777" w:rsidR="00DE313F" w:rsidRDefault="0074134D" w:rsidP="0074134D">
      <w:r w:rsidRPr="003D2FAA">
        <w:t>En somme</w:t>
      </w:r>
      <w:r w:rsidR="00DE313F">
        <w:t xml:space="preserve">, </w:t>
      </w:r>
      <w:r w:rsidRPr="003D2FAA">
        <w:t>beaucoup de valises</w:t>
      </w:r>
      <w:r w:rsidR="00DE313F">
        <w:t xml:space="preserve">, </w:t>
      </w:r>
      <w:r w:rsidRPr="003D2FAA">
        <w:t>peu de malles</w:t>
      </w:r>
      <w:r w:rsidR="00DE313F">
        <w:t>.</w:t>
      </w:r>
    </w:p>
    <w:p w14:paraId="0037C3C7" w14:textId="77777777" w:rsidR="00DE313F" w:rsidRDefault="0074134D" w:rsidP="0074134D">
      <w:r w:rsidRPr="003D2FAA">
        <w:t>Un grand trafic donc</w:t>
      </w:r>
      <w:r w:rsidR="00DE313F">
        <w:t xml:space="preserve">, </w:t>
      </w:r>
      <w:r w:rsidRPr="003D2FAA">
        <w:t>un grand va-et-vient depuis la mat</w:t>
      </w:r>
      <w:r w:rsidRPr="003D2FAA">
        <w:t>i</w:t>
      </w:r>
      <w:r w:rsidRPr="003D2FAA">
        <w:t>née jusqu</w:t>
      </w:r>
      <w:r w:rsidR="00DE313F">
        <w:t>’</w:t>
      </w:r>
      <w:r w:rsidRPr="003D2FAA">
        <w:t>à quatre heures après minuit</w:t>
      </w:r>
      <w:r w:rsidR="00DE313F">
        <w:t xml:space="preserve"> ; </w:t>
      </w:r>
      <w:r w:rsidRPr="003D2FAA">
        <w:t>le gérant en perd la tête</w:t>
      </w:r>
      <w:r w:rsidR="00DE313F">
        <w:t xml:space="preserve"> ! </w:t>
      </w:r>
      <w:r w:rsidRPr="003D2FAA">
        <w:t>À un moment tout est plein</w:t>
      </w:r>
      <w:r w:rsidR="00DE313F">
        <w:t xml:space="preserve"> ; </w:t>
      </w:r>
      <w:r w:rsidRPr="003D2FAA">
        <w:t>le moment d</w:t>
      </w:r>
      <w:r w:rsidR="00DE313F">
        <w:t>’</w:t>
      </w:r>
      <w:r w:rsidRPr="003D2FAA">
        <w:t>après</w:t>
      </w:r>
      <w:r w:rsidR="00DE313F">
        <w:t xml:space="preserve">, </w:t>
      </w:r>
      <w:r w:rsidRPr="003D2FAA">
        <w:t>trois</w:t>
      </w:r>
      <w:r w:rsidR="00DE313F">
        <w:t xml:space="preserve">, </w:t>
      </w:r>
      <w:r w:rsidRPr="003D2FAA">
        <w:t>quatre</w:t>
      </w:r>
      <w:r w:rsidR="00DE313F">
        <w:t xml:space="preserve">, </w:t>
      </w:r>
      <w:r w:rsidRPr="003D2FAA">
        <w:t>cinq chambres sont vides</w:t>
      </w:r>
      <w:r w:rsidR="00DE313F">
        <w:t xml:space="preserve"> : </w:t>
      </w:r>
      <w:r w:rsidRPr="003D2FAA">
        <w:t>le n</w:t>
      </w:r>
      <w:r w:rsidR="00DE313F">
        <w:t>° </w:t>
      </w:r>
      <w:r w:rsidR="00DE313F" w:rsidRPr="003D2FAA">
        <w:t>1</w:t>
      </w:r>
      <w:r w:rsidRPr="003D2FAA">
        <w:t>5 du premier étage part</w:t>
      </w:r>
      <w:r w:rsidR="00DE313F">
        <w:t xml:space="preserve">, </w:t>
      </w:r>
      <w:r w:rsidRPr="003D2FAA">
        <w:t>le n</w:t>
      </w:r>
      <w:r w:rsidR="00DE313F">
        <w:t>° </w:t>
      </w:r>
      <w:r w:rsidR="00DE313F" w:rsidRPr="003D2FAA">
        <w:t>3</w:t>
      </w:r>
      <w:r w:rsidRPr="003D2FAA">
        <w:t>2 du second</w:t>
      </w:r>
      <w:r w:rsidR="00DE313F">
        <w:t xml:space="preserve">, </w:t>
      </w:r>
      <w:r w:rsidRPr="003D2FAA">
        <w:t>les n</w:t>
      </w:r>
      <w:r w:rsidRPr="003D2FAA">
        <w:rPr>
          <w:vertAlign w:val="superscript"/>
        </w:rPr>
        <w:t>os</w:t>
      </w:r>
      <w:r w:rsidR="00DE313F">
        <w:t xml:space="preserve"> </w:t>
      </w:r>
      <w:r w:rsidR="00DE313F" w:rsidRPr="003D2FAA">
        <w:t>2</w:t>
      </w:r>
      <w:r w:rsidR="00DE313F">
        <w:t>,</w:t>
      </w:r>
      <w:r w:rsidR="00DE313F" w:rsidRPr="003D2FAA">
        <w:t>2</w:t>
      </w:r>
      <w:r w:rsidRPr="003D2FAA">
        <w:t>0 et 45 du troisième</w:t>
      </w:r>
      <w:r w:rsidR="00DE313F">
        <w:t xml:space="preserve"> ; </w:t>
      </w:r>
      <w:r w:rsidRPr="003D2FAA">
        <w:t>et voilà tout de suite deux nouveaux clients qui annoncent leur départ</w:t>
      </w:r>
      <w:r w:rsidR="00DE313F">
        <w:t xml:space="preserve"> ! </w:t>
      </w:r>
      <w:r w:rsidRPr="003D2FAA">
        <w:t>Quelqu</w:t>
      </w:r>
      <w:r w:rsidR="00DE313F">
        <w:t>’</w:t>
      </w:r>
      <w:r w:rsidRPr="003D2FAA">
        <w:t>un qui arrive tard peut facilement trouver libre la mei</w:t>
      </w:r>
      <w:r w:rsidRPr="003D2FAA">
        <w:t>l</w:t>
      </w:r>
      <w:r w:rsidRPr="003D2FAA">
        <w:t>leure chambre du premier étage</w:t>
      </w:r>
      <w:r w:rsidR="00DE313F">
        <w:t xml:space="preserve">, </w:t>
      </w:r>
      <w:r w:rsidRPr="003D2FAA">
        <w:t>tandis que quelqu</w:t>
      </w:r>
      <w:r w:rsidR="00DE313F">
        <w:t>’</w:t>
      </w:r>
      <w:r w:rsidRPr="003D2FAA">
        <w:t>un qui est survenu un peu avant lui a dû se contenter du n</w:t>
      </w:r>
      <w:r w:rsidR="00DE313F">
        <w:t>° </w:t>
      </w:r>
      <w:r w:rsidR="00DE313F" w:rsidRPr="003D2FAA">
        <w:t>5</w:t>
      </w:r>
      <w:r w:rsidRPr="003D2FAA">
        <w:t>1</w:t>
      </w:r>
      <w:r w:rsidR="00DE313F">
        <w:t xml:space="preserve">, </w:t>
      </w:r>
      <w:r w:rsidRPr="003D2FAA">
        <w:t>au tro</w:t>
      </w:r>
      <w:r w:rsidRPr="003D2FAA">
        <w:t>i</w:t>
      </w:r>
      <w:r w:rsidRPr="003D2FAA">
        <w:t>sième</w:t>
      </w:r>
      <w:r w:rsidR="00DE313F">
        <w:t xml:space="preserve">. </w:t>
      </w:r>
      <w:r w:rsidRPr="003D2FAA">
        <w:t>Il y a cinquante chambres aux trois étages</w:t>
      </w:r>
      <w:r w:rsidR="00DE313F">
        <w:t xml:space="preserve">, </w:t>
      </w:r>
      <w:r w:rsidRPr="003D2FAA">
        <w:t>mais chacun de ces trois étages possède le n</w:t>
      </w:r>
      <w:r w:rsidR="00DE313F">
        <w:t>° </w:t>
      </w:r>
      <w:r w:rsidR="00DE313F" w:rsidRPr="003D2FAA">
        <w:t>5</w:t>
      </w:r>
      <w:r w:rsidRPr="003D2FAA">
        <w:t>1</w:t>
      </w:r>
      <w:r w:rsidR="00DE313F">
        <w:t xml:space="preserve">, </w:t>
      </w:r>
      <w:r w:rsidRPr="003D2FAA">
        <w:t>parce que le 17 n</w:t>
      </w:r>
      <w:r w:rsidR="00DE313F">
        <w:t>’</w:t>
      </w:r>
      <w:r w:rsidRPr="003D2FAA">
        <w:t>existe dans aucun</w:t>
      </w:r>
      <w:r w:rsidR="00DE313F">
        <w:t xml:space="preserve"> ; </w:t>
      </w:r>
      <w:r w:rsidRPr="003D2FAA">
        <w:t>du 16 on saute au 18</w:t>
      </w:r>
      <w:r w:rsidR="00DE313F">
        <w:t xml:space="preserve">, </w:t>
      </w:r>
      <w:r w:rsidRPr="003D2FAA">
        <w:t>et qui loge au 18 est certain de ne pas être poursuivi par la malchance</w:t>
      </w:r>
      <w:r w:rsidR="00DE313F">
        <w:t> !…</w:t>
      </w:r>
    </w:p>
    <w:p w14:paraId="1B1CFA22" w14:textId="77777777" w:rsidR="00DE313F" w:rsidRDefault="0074134D" w:rsidP="0074134D">
      <w:r w:rsidRPr="003D2FAA">
        <w:t>Il y a de vieux clients qui appellent les garçons par leur nom et qui ont la satisfaction de n</w:t>
      </w:r>
      <w:r w:rsidR="00DE313F">
        <w:t>’</w:t>
      </w:r>
      <w:r w:rsidRPr="003D2FAA">
        <w:t>être pas pour eux</w:t>
      </w:r>
      <w:r w:rsidR="00DE313F">
        <w:t xml:space="preserve">, </w:t>
      </w:r>
      <w:r w:rsidRPr="003D2FAA">
        <w:t>comme tous les autres</w:t>
      </w:r>
      <w:r w:rsidR="00DE313F">
        <w:t xml:space="preserve">, </w:t>
      </w:r>
      <w:r w:rsidRPr="003D2FAA">
        <w:t>un simple numéro</w:t>
      </w:r>
      <w:r w:rsidR="00DE313F">
        <w:t xml:space="preserve">, </w:t>
      </w:r>
      <w:r w:rsidRPr="003D2FAA">
        <w:t>le numéro de la chambre qu</w:t>
      </w:r>
      <w:r w:rsidR="00DE313F">
        <w:t>’</w:t>
      </w:r>
      <w:r w:rsidRPr="003D2FAA">
        <w:t>ils occupent</w:t>
      </w:r>
      <w:r w:rsidR="00DE313F">
        <w:t xml:space="preserve"> : </w:t>
      </w:r>
      <w:r w:rsidRPr="003D2FAA">
        <w:t>ce sont des gens qui n</w:t>
      </w:r>
      <w:r w:rsidR="00DE313F">
        <w:t>’</w:t>
      </w:r>
      <w:r w:rsidRPr="003D2FAA">
        <w:t>ont pas de foyer</w:t>
      </w:r>
      <w:r w:rsidR="00DE313F">
        <w:t xml:space="preserve"> ; </w:t>
      </w:r>
      <w:r w:rsidRPr="003D2FAA">
        <w:t>des gens qui</w:t>
      </w:r>
      <w:r w:rsidR="00DE313F">
        <w:t xml:space="preserve">, </w:t>
      </w:r>
      <w:r w:rsidRPr="003D2FAA">
        <w:t>la valise toujours en main</w:t>
      </w:r>
      <w:r w:rsidR="00DE313F">
        <w:t xml:space="preserve">, </w:t>
      </w:r>
      <w:r w:rsidRPr="003D2FAA">
        <w:t>voyagent d</w:t>
      </w:r>
      <w:r w:rsidR="00DE313F">
        <w:t>’</w:t>
      </w:r>
      <w:r w:rsidRPr="003D2FAA">
        <w:t>un bout de l</w:t>
      </w:r>
      <w:r w:rsidR="00DE313F">
        <w:t>’</w:t>
      </w:r>
      <w:r w:rsidRPr="003D2FAA">
        <w:t>année à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des gens qui se trouvent bien en quelque lieu que ce soit</w:t>
      </w:r>
      <w:r w:rsidR="00DE313F">
        <w:t xml:space="preserve">, </w:t>
      </w:r>
      <w:r w:rsidRPr="003D2FAA">
        <w:t>des gens prêts à toutes les contingences</w:t>
      </w:r>
      <w:r w:rsidR="00DE313F">
        <w:t xml:space="preserve">, </w:t>
      </w:r>
      <w:r w:rsidRPr="003D2FAA">
        <w:t>des gens sûrs d</w:t>
      </w:r>
      <w:r w:rsidR="00DE313F">
        <w:t>’</w:t>
      </w:r>
      <w:r w:rsidRPr="003D2FAA">
        <w:t>eux-mêmes</w:t>
      </w:r>
      <w:r w:rsidR="00DE313F">
        <w:t> !</w:t>
      </w:r>
    </w:p>
    <w:p w14:paraId="4B454699" w14:textId="77777777" w:rsidR="00DE313F" w:rsidRDefault="0074134D" w:rsidP="0074134D">
      <w:r w:rsidRPr="003D2FAA">
        <w:t>Chez presque tous les autres</w:t>
      </w:r>
      <w:r w:rsidR="00DE313F">
        <w:t xml:space="preserve">, </w:t>
      </w:r>
      <w:r w:rsidRPr="003D2FAA">
        <w:t>il existe un agacement qui va presque jusqu</w:t>
      </w:r>
      <w:r w:rsidR="00DE313F">
        <w:t>’</w:t>
      </w:r>
      <w:r w:rsidRPr="003D2FAA">
        <w:t>à la colère</w:t>
      </w:r>
      <w:r w:rsidR="00DE313F">
        <w:t xml:space="preserve">, </w:t>
      </w:r>
      <w:r w:rsidRPr="003D2FAA">
        <w:t>un air troublé</w:t>
      </w:r>
      <w:r w:rsidR="00DE313F">
        <w:t xml:space="preserve">, </w:t>
      </w:r>
      <w:r w:rsidRPr="003D2FAA">
        <w:t>ou une irritation ch</w:t>
      </w:r>
      <w:r w:rsidRPr="003D2FAA">
        <w:t>a</w:t>
      </w:r>
      <w:r w:rsidRPr="003D2FAA">
        <w:t>grine</w:t>
      </w:r>
      <w:r w:rsidR="00DE313F">
        <w:t xml:space="preserve">. </w:t>
      </w:r>
      <w:r w:rsidRPr="003D2FAA">
        <w:t>Ils ne sont pas seulement absents de leurs pays</w:t>
      </w:r>
      <w:r w:rsidR="00DE313F">
        <w:t xml:space="preserve">, </w:t>
      </w:r>
      <w:r w:rsidRPr="003D2FAA">
        <w:t>de leur maison</w:t>
      </w:r>
      <w:r w:rsidR="00DE313F">
        <w:t xml:space="preserve">, </w:t>
      </w:r>
      <w:r w:rsidRPr="003D2FAA">
        <w:t>ils sont encore absents d</w:t>
      </w:r>
      <w:r w:rsidR="00DE313F">
        <w:t>’</w:t>
      </w:r>
      <w:r w:rsidRPr="003D2FAA">
        <w:t>eux-mêmes</w:t>
      </w:r>
      <w:r w:rsidR="00DE313F">
        <w:t>.</w:t>
      </w:r>
    </w:p>
    <w:p w14:paraId="3F92B814" w14:textId="77777777" w:rsidR="00DE313F" w:rsidRDefault="0074134D" w:rsidP="0074134D">
      <w:r w:rsidRPr="003D2FAA">
        <w:lastRenderedPageBreak/>
        <w:t>Sortis de leurs habitudes</w:t>
      </w:r>
      <w:r w:rsidR="00DE313F">
        <w:t xml:space="preserve">, </w:t>
      </w:r>
      <w:r w:rsidRPr="003D2FAA">
        <w:t>éloignés des aspects coutumiers par lesquels ils voient et touchent journellement la réalité me</w:t>
      </w:r>
      <w:r w:rsidRPr="003D2FAA">
        <w:t>s</w:t>
      </w:r>
      <w:r w:rsidRPr="003D2FAA">
        <w:t>quine de leur vie</w:t>
      </w:r>
      <w:r w:rsidR="00DE313F">
        <w:t xml:space="preserve">, </w:t>
      </w:r>
      <w:r w:rsidRPr="003D2FAA">
        <w:t>ils ne se retrouvent plus</w:t>
      </w:r>
      <w:r w:rsidR="00DE313F">
        <w:t xml:space="preserve"> ; </w:t>
      </w:r>
      <w:r w:rsidRPr="003D2FAA">
        <w:t>ils ne se reconnai</w:t>
      </w:r>
      <w:r w:rsidRPr="003D2FAA">
        <w:t>s</w:t>
      </w:r>
      <w:r w:rsidRPr="003D2FAA">
        <w:t>sent plus</w:t>
      </w:r>
      <w:r w:rsidR="00DE313F">
        <w:t xml:space="preserve"> ; </w:t>
      </w:r>
      <w:r w:rsidRPr="003D2FAA">
        <w:t>en eux</w:t>
      </w:r>
      <w:r w:rsidR="00DE313F">
        <w:t xml:space="preserve">, </w:t>
      </w:r>
      <w:r w:rsidRPr="003D2FAA">
        <w:t>tout est comme arrêté</w:t>
      </w:r>
      <w:r w:rsidR="00DE313F">
        <w:t xml:space="preserve">, </w:t>
      </w:r>
      <w:r w:rsidRPr="003D2FAA">
        <w:t>suspendu dans un vide qu</w:t>
      </w:r>
      <w:r w:rsidR="00DE313F">
        <w:t>’</w:t>
      </w:r>
      <w:r w:rsidRPr="003D2FAA">
        <w:t>ils ne savent comment remplir</w:t>
      </w:r>
      <w:r w:rsidR="00DE313F">
        <w:t xml:space="preserve">, </w:t>
      </w:r>
      <w:r w:rsidRPr="003D2FAA">
        <w:t>et dans ce vide</w:t>
      </w:r>
      <w:r w:rsidR="00DE313F">
        <w:t xml:space="preserve">, </w:t>
      </w:r>
      <w:r w:rsidRPr="003D2FAA">
        <w:t>chacun craint de voir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 instant à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lui apparaître les choses sous des aspects inconnus</w:t>
      </w:r>
      <w:r w:rsidR="00DE313F">
        <w:t xml:space="preserve"> ; </w:t>
      </w:r>
      <w:r w:rsidRPr="003D2FAA">
        <w:t>chacun craint de voir naître des d</w:t>
      </w:r>
      <w:r w:rsidRPr="003D2FAA">
        <w:t>é</w:t>
      </w:r>
      <w:r w:rsidRPr="003D2FAA">
        <w:t>sirs nouveaux</w:t>
      </w:r>
      <w:r w:rsidR="00DE313F">
        <w:t xml:space="preserve">, </w:t>
      </w:r>
      <w:r w:rsidRPr="003D2FAA">
        <w:t>des curiosités étranges</w:t>
      </w:r>
      <w:r w:rsidR="00DE313F">
        <w:t xml:space="preserve">, </w:t>
      </w:r>
      <w:r w:rsidRPr="003D2FAA">
        <w:t>ou du moins d</w:t>
      </w:r>
      <w:r w:rsidR="00DE313F">
        <w:t>’</w:t>
      </w:r>
      <w:r w:rsidRPr="003D2FAA">
        <w:t>apercevoir et de toucher quelque vérité différente</w:t>
      </w:r>
      <w:r w:rsidR="00DE313F">
        <w:t xml:space="preserve">, </w:t>
      </w:r>
      <w:r w:rsidRPr="003D2FAA">
        <w:t>mystérieuse</w:t>
      </w:r>
      <w:r w:rsidR="00DE313F">
        <w:t xml:space="preserve">, </w:t>
      </w:r>
      <w:r w:rsidRPr="003D2FAA">
        <w:t>non seul</w:t>
      </w:r>
      <w:r w:rsidRPr="003D2FAA">
        <w:t>e</w:t>
      </w:r>
      <w:r w:rsidRPr="003D2FAA">
        <w:t>ment autour de lui</w:t>
      </w:r>
      <w:r w:rsidR="00DE313F">
        <w:t xml:space="preserve">, </w:t>
      </w:r>
      <w:r w:rsidRPr="003D2FAA">
        <w:t>mais encore en lui-même</w:t>
      </w:r>
      <w:r w:rsidR="00DE313F">
        <w:t> !</w:t>
      </w:r>
    </w:p>
    <w:p w14:paraId="4D10761F" w14:textId="77777777" w:rsidR="00DE313F" w:rsidRDefault="0074134D" w:rsidP="0074134D">
      <w:r w:rsidRPr="003D2FAA">
        <w:t>Réveillés trop tôt à cause du bruit de l</w:t>
      </w:r>
      <w:r w:rsidR="00DE313F">
        <w:t>’</w:t>
      </w:r>
      <w:r w:rsidRPr="003D2FAA">
        <w:t>hôtel et de la rue</w:t>
      </w:r>
      <w:r w:rsidR="00DE313F">
        <w:t xml:space="preserve">, </w:t>
      </w:r>
      <w:r w:rsidRPr="003D2FAA">
        <w:t>ils courent en toute hâte à leurs affaires</w:t>
      </w:r>
      <w:r w:rsidR="00DE313F">
        <w:t xml:space="preserve">. </w:t>
      </w:r>
      <w:r w:rsidRPr="003D2FAA">
        <w:t>Et ils trouvent toutes les portes encore closes</w:t>
      </w:r>
      <w:r w:rsidR="00DE313F">
        <w:t xml:space="preserve"> : </w:t>
      </w:r>
      <w:r w:rsidRPr="003D2FAA">
        <w:t>l</w:t>
      </w:r>
      <w:r w:rsidR="00DE313F">
        <w:t>’</w:t>
      </w:r>
      <w:r w:rsidRPr="003D2FAA">
        <w:t>avocat ne descendra que dans une heure</w:t>
      </w:r>
      <w:r w:rsidR="00DE313F">
        <w:t xml:space="preserve"> ; </w:t>
      </w:r>
      <w:r w:rsidRPr="003D2FAA">
        <w:t>le médecin ne commence à recevoir qu</w:t>
      </w:r>
      <w:r w:rsidR="00DE313F">
        <w:t>’</w:t>
      </w:r>
      <w:r w:rsidRPr="003D2FAA">
        <w:t>à neuf heures et demie</w:t>
      </w:r>
      <w:r w:rsidR="00DE313F">
        <w:t>…</w:t>
      </w:r>
    </w:p>
    <w:p w14:paraId="3A5696E1" w14:textId="77777777" w:rsidR="00DE313F" w:rsidRDefault="0074134D" w:rsidP="0074134D">
      <w:r w:rsidRPr="003D2FAA">
        <w:t>Enfin</w:t>
      </w:r>
      <w:r w:rsidR="00DE313F">
        <w:t xml:space="preserve">, </w:t>
      </w:r>
      <w:r w:rsidRPr="003D2FAA">
        <w:t>leurs affaires réglées</w:t>
      </w:r>
      <w:r w:rsidR="00DE313F">
        <w:t xml:space="preserve">, </w:t>
      </w:r>
      <w:r w:rsidRPr="003D2FAA">
        <w:t>et eux-mêmes étourdis</w:t>
      </w:r>
      <w:r w:rsidR="00DE313F">
        <w:t xml:space="preserve">, </w:t>
      </w:r>
      <w:r w:rsidRPr="003D2FAA">
        <w:t>e</w:t>
      </w:r>
      <w:r w:rsidRPr="003D2FAA">
        <w:t>n</w:t>
      </w:r>
      <w:r w:rsidRPr="003D2FAA">
        <w:t>nuyés</w:t>
      </w:r>
      <w:r w:rsidR="00DE313F">
        <w:t xml:space="preserve">, </w:t>
      </w:r>
      <w:r w:rsidRPr="003D2FAA">
        <w:t>las</w:t>
      </w:r>
      <w:r w:rsidR="00DE313F">
        <w:t xml:space="preserve">, </w:t>
      </w:r>
      <w:r w:rsidRPr="003D2FAA">
        <w:t>ils reviennent se renfermer dans leur chambre avec le cauchemar des deux ou trois heures à passer avant le départ du train</w:t>
      </w:r>
      <w:r w:rsidR="00DE313F">
        <w:t xml:space="preserve"> ; </w:t>
      </w:r>
      <w:r w:rsidRPr="003D2FAA">
        <w:t>ils se promènent</w:t>
      </w:r>
      <w:r w:rsidR="00DE313F">
        <w:t xml:space="preserve">, </w:t>
      </w:r>
      <w:r w:rsidRPr="003D2FAA">
        <w:t>fument avec rage</w:t>
      </w:r>
      <w:r w:rsidR="00DE313F">
        <w:t xml:space="preserve">, </w:t>
      </w:r>
      <w:r w:rsidRPr="003D2FAA">
        <w:t>regardent le lit qui ne les invite pas à s</w:t>
      </w:r>
      <w:r w:rsidR="00DE313F">
        <w:t>’</w:t>
      </w:r>
      <w:r w:rsidRPr="003D2FAA">
        <w:t>étendre</w:t>
      </w:r>
      <w:r w:rsidR="00DE313F">
        <w:t xml:space="preserve">, </w:t>
      </w:r>
      <w:r w:rsidRPr="003D2FAA">
        <w:t>les fauteuils et le canapé qui ne les invitent pas à s</w:t>
      </w:r>
      <w:r w:rsidR="00DE313F">
        <w:t>’</w:t>
      </w:r>
      <w:r w:rsidRPr="003D2FAA">
        <w:t>asseoir</w:t>
      </w:r>
      <w:r w:rsidR="00DE313F">
        <w:t xml:space="preserve">, </w:t>
      </w:r>
      <w:r w:rsidRPr="003D2FAA">
        <w:t>la fenêtre qui ne les invite pas à s</w:t>
      </w:r>
      <w:r w:rsidR="00DE313F">
        <w:t>’</w:t>
      </w:r>
      <w:r w:rsidRPr="003D2FAA">
        <w:t>y</w:t>
      </w:r>
      <w:r w:rsidRPr="003D2FAA">
        <w:rPr>
          <w:vertAlign w:val="superscript"/>
        </w:rPr>
        <w:t xml:space="preserve"> </w:t>
      </w:r>
      <w:r w:rsidRPr="003D2FAA">
        <w:t>mettre</w:t>
      </w:r>
      <w:r w:rsidR="00DE313F">
        <w:t xml:space="preserve">. </w:t>
      </w:r>
      <w:r w:rsidRPr="003D2FAA">
        <w:t>Comme il est étrange</w:t>
      </w:r>
      <w:r w:rsidR="00DE313F">
        <w:t xml:space="preserve">, </w:t>
      </w:r>
      <w:r w:rsidRPr="003D2FAA">
        <w:t>ce lit</w:t>
      </w:r>
      <w:r w:rsidR="00DE313F">
        <w:t xml:space="preserve"> ! </w:t>
      </w:r>
      <w:r w:rsidRPr="003D2FAA">
        <w:t>Quelle forme curieuse a</w:t>
      </w:r>
      <w:r w:rsidRPr="003D2FAA">
        <w:t>f</w:t>
      </w:r>
      <w:r w:rsidRPr="003D2FAA">
        <w:t>fecte ce canapé</w:t>
      </w:r>
      <w:r w:rsidR="00DE313F">
        <w:t xml:space="preserve"> ! </w:t>
      </w:r>
      <w:r w:rsidRPr="003D2FAA">
        <w:t>Et ce miroir</w:t>
      </w:r>
      <w:r w:rsidR="00DE313F">
        <w:t xml:space="preserve">, </w:t>
      </w:r>
      <w:r w:rsidRPr="003D2FAA">
        <w:t>quelle horreur</w:t>
      </w:r>
      <w:r w:rsidR="00DE313F">
        <w:t> !</w:t>
      </w:r>
    </w:p>
    <w:p w14:paraId="08B2396D" w14:textId="77777777" w:rsidR="00DE313F" w:rsidRDefault="0074134D" w:rsidP="0074134D">
      <w:r w:rsidRPr="003D2FAA">
        <w:t>Tout à coup ils se souviennent d</w:t>
      </w:r>
      <w:r w:rsidR="00DE313F">
        <w:t>’</w:t>
      </w:r>
      <w:r w:rsidRPr="003D2FAA">
        <w:t>une commission oubliée</w:t>
      </w:r>
      <w:r w:rsidR="00DE313F">
        <w:t xml:space="preserve"> : </w:t>
      </w:r>
      <w:r w:rsidRPr="003D2FAA">
        <w:t>la petite machine pour se faire la barbe</w:t>
      </w:r>
      <w:r w:rsidR="00DE313F">
        <w:t xml:space="preserve">, </w:t>
      </w:r>
      <w:r w:rsidRPr="003D2FAA">
        <w:t>les jarretières pour leur femme</w:t>
      </w:r>
      <w:r w:rsidR="00DE313F">
        <w:t xml:space="preserve">, </w:t>
      </w:r>
      <w:r w:rsidRPr="003D2FAA">
        <w:t>le collier pour le chien</w:t>
      </w:r>
      <w:r w:rsidR="00DE313F">
        <w:t xml:space="preserve">. </w:t>
      </w:r>
      <w:r w:rsidRPr="003D2FAA">
        <w:t>Et les voilà qui sonnent</w:t>
      </w:r>
      <w:r w:rsidR="00DE313F">
        <w:t xml:space="preserve">. </w:t>
      </w:r>
      <w:r w:rsidRPr="003D2FAA">
        <w:t>Ils ve</w:t>
      </w:r>
      <w:r w:rsidRPr="003D2FAA">
        <w:t>u</w:t>
      </w:r>
      <w:r w:rsidRPr="003D2FAA">
        <w:t>lent demander au valet de chambre adresses et informations</w:t>
      </w:r>
      <w:r w:rsidR="00DE313F">
        <w:t xml:space="preserve">… </w:t>
      </w:r>
      <w:r w:rsidRPr="003D2FAA">
        <w:t>un collier avec une petite targe comme ceci et comme cela</w:t>
      </w:r>
      <w:r w:rsidR="00DE313F">
        <w:t xml:space="preserve">, </w:t>
      </w:r>
      <w:r w:rsidRPr="003D2FAA">
        <w:t>pour y faire graver le nom</w:t>
      </w:r>
      <w:r w:rsidR="00DE313F">
        <w:t>.</w:t>
      </w:r>
    </w:p>
    <w:p w14:paraId="31BF3E8B" w14:textId="77777777" w:rsidR="00DE313F" w:rsidRDefault="00DE313F" w:rsidP="0074134D">
      <w:r>
        <w:lastRenderedPageBreak/>
        <w:t>— </w:t>
      </w:r>
      <w:r w:rsidR="0074134D" w:rsidRPr="003D2FAA">
        <w:t>Le nom du chien</w:t>
      </w:r>
      <w:r>
        <w:t> ?</w:t>
      </w:r>
    </w:p>
    <w:p w14:paraId="75BBF412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le mien</w:t>
      </w:r>
      <w:r>
        <w:t xml:space="preserve">, </w:t>
      </w:r>
      <w:r w:rsidR="0074134D" w:rsidRPr="003D2FAA">
        <w:t>avec mon adresse</w:t>
      </w:r>
      <w:r>
        <w:t> !</w:t>
      </w:r>
    </w:p>
    <w:p w14:paraId="0164A6C7" w14:textId="77777777" w:rsidR="00DE313F" w:rsidRDefault="0074134D" w:rsidP="0074134D">
      <w:r w:rsidRPr="003D2FAA">
        <w:t>Ils en entendent de toutes les couleurs</w:t>
      </w:r>
      <w:r w:rsidR="00DE313F">
        <w:t xml:space="preserve">, </w:t>
      </w:r>
      <w:r w:rsidRPr="003D2FAA">
        <w:t>les valets de chambre</w:t>
      </w:r>
      <w:r w:rsidR="00DE313F">
        <w:t xml:space="preserve">. </w:t>
      </w:r>
      <w:r w:rsidRPr="003D2FAA">
        <w:t>Toute la vie passe là</w:t>
      </w:r>
      <w:r w:rsidR="00DE313F">
        <w:t xml:space="preserve">, </w:t>
      </w:r>
      <w:r w:rsidRPr="003D2FAA">
        <w:t>la vie sans repos</w:t>
      </w:r>
      <w:r w:rsidR="00DE313F">
        <w:t xml:space="preserve">, </w:t>
      </w:r>
      <w:r w:rsidRPr="003D2FAA">
        <w:t>la vie mise en branle par mille affaires</w:t>
      </w:r>
      <w:r w:rsidR="00DE313F">
        <w:t xml:space="preserve">, </w:t>
      </w:r>
      <w:r w:rsidRPr="003D2FAA">
        <w:t>la vie suspendue à tant de besognes</w:t>
      </w:r>
      <w:r w:rsidR="00DE313F">
        <w:t> !</w:t>
      </w:r>
    </w:p>
    <w:p w14:paraId="0A76182A" w14:textId="77777777" w:rsidR="00DE313F" w:rsidRDefault="0074134D" w:rsidP="0074134D">
      <w:r w:rsidRPr="003D2FAA">
        <w:t>Il y a par exemple</w:t>
      </w:r>
      <w:r w:rsidR="00DE313F">
        <w:t xml:space="preserve">, </w:t>
      </w:r>
      <w:r w:rsidRPr="003D2FAA">
        <w:t>là-haut</w:t>
      </w:r>
      <w:r w:rsidR="00DE313F">
        <w:t xml:space="preserve">, </w:t>
      </w:r>
      <w:r w:rsidRPr="003D2FAA">
        <w:t>au n</w:t>
      </w:r>
      <w:r w:rsidR="00DE313F">
        <w:t>° </w:t>
      </w:r>
      <w:r w:rsidR="00DE313F" w:rsidRPr="003D2FAA">
        <w:t>1</w:t>
      </w:r>
      <w:r w:rsidRPr="003D2FAA">
        <w:t>2 du second étage</w:t>
      </w:r>
      <w:r w:rsidR="00DE313F">
        <w:t xml:space="preserve">, </w:t>
      </w:r>
      <w:r w:rsidRPr="003D2FAA">
        <w:t>une vieille dame en deuil qui veut savoir de tout le monde si l</w:t>
      </w:r>
      <w:r w:rsidR="00DE313F">
        <w:t>’</w:t>
      </w:r>
      <w:r w:rsidRPr="003D2FAA">
        <w:t>on ne souffre pas sur la mer</w:t>
      </w:r>
      <w:r w:rsidR="00DE313F">
        <w:t xml:space="preserve"> ! </w:t>
      </w:r>
      <w:r w:rsidRPr="003D2FAA">
        <w:t>Elle doit aller en Amérique et n</w:t>
      </w:r>
      <w:r w:rsidR="00DE313F">
        <w:t>’</w:t>
      </w:r>
      <w:r w:rsidRPr="003D2FAA">
        <w:t>a jamais voyagé</w:t>
      </w:r>
      <w:r w:rsidR="00DE313F">
        <w:t xml:space="preserve">. </w:t>
      </w:r>
      <w:r w:rsidRPr="003D2FAA">
        <w:t>Elle est arrivée hier soir toute croulante</w:t>
      </w:r>
      <w:r w:rsidR="00DE313F">
        <w:t xml:space="preserve">, </w:t>
      </w:r>
      <w:r w:rsidRPr="003D2FAA">
        <w:t>soutenue d</w:t>
      </w:r>
      <w:r w:rsidR="00DE313F">
        <w:t>’</w:t>
      </w:r>
      <w:r w:rsidRPr="003D2FAA">
        <w:t>un côté par son fils et de l</w:t>
      </w:r>
      <w:r w:rsidR="00DE313F">
        <w:t>’</w:t>
      </w:r>
      <w:r w:rsidRPr="003D2FAA">
        <w:t>autre par sa fille</w:t>
      </w:r>
      <w:r w:rsidR="00DE313F">
        <w:t xml:space="preserve">, </w:t>
      </w:r>
      <w:r w:rsidRPr="003D2FAA">
        <w:t>en deuil eux aussi</w:t>
      </w:r>
      <w:r w:rsidR="00DE313F">
        <w:t>.</w:t>
      </w:r>
    </w:p>
    <w:p w14:paraId="12943C21" w14:textId="77777777" w:rsidR="00DE313F" w:rsidRDefault="0074134D" w:rsidP="0074134D">
      <w:r w:rsidRPr="003D2FAA">
        <w:t>Spécialement le lundi soir à six heures</w:t>
      </w:r>
      <w:r w:rsidR="00DE313F">
        <w:t xml:space="preserve">, </w:t>
      </w:r>
      <w:r w:rsidRPr="003D2FAA">
        <w:t>le propriétaire de l</w:t>
      </w:r>
      <w:r w:rsidR="00DE313F">
        <w:t>’</w:t>
      </w:r>
      <w:r w:rsidRPr="003D2FAA">
        <w:t>hôtel exige que l</w:t>
      </w:r>
      <w:r w:rsidR="00DE313F">
        <w:t>’</w:t>
      </w:r>
      <w:r w:rsidRPr="003D2FAA">
        <w:t>on sache avec précision au bureau de combien de chambres on peut disposer</w:t>
      </w:r>
      <w:r w:rsidR="00DE313F">
        <w:t xml:space="preserve">. </w:t>
      </w:r>
      <w:r w:rsidRPr="003D2FAA">
        <w:t>C</w:t>
      </w:r>
      <w:r w:rsidR="00DE313F">
        <w:t>’</w:t>
      </w:r>
      <w:r w:rsidRPr="003D2FAA">
        <w:t>est que le bateau de Gênes a</w:t>
      </w:r>
      <w:r w:rsidRPr="003D2FAA">
        <w:t>r</w:t>
      </w:r>
      <w:r w:rsidRPr="003D2FAA">
        <w:t>rive avec les voyageurs qui viennent des Amériques</w:t>
      </w:r>
      <w:r w:rsidR="00DE313F">
        <w:t xml:space="preserve">, </w:t>
      </w:r>
      <w:r w:rsidRPr="003D2FAA">
        <w:t>et en même temps arrive aussi de l</w:t>
      </w:r>
      <w:r w:rsidR="00DE313F">
        <w:t>’</w:t>
      </w:r>
      <w:r w:rsidRPr="003D2FAA">
        <w:t>intérieur le train direct bondé de monde</w:t>
      </w:r>
      <w:r w:rsidR="00DE313F">
        <w:t xml:space="preserve">. </w:t>
      </w:r>
      <w:r w:rsidRPr="003D2FAA">
        <w:t>Hier</w:t>
      </w:r>
      <w:r w:rsidR="00DE313F">
        <w:t xml:space="preserve">, </w:t>
      </w:r>
      <w:r w:rsidRPr="003D2FAA">
        <w:t>à cette heure</w:t>
      </w:r>
      <w:r w:rsidR="00DE313F">
        <w:t xml:space="preserve">, </w:t>
      </w:r>
      <w:r w:rsidRPr="003D2FAA">
        <w:t>plus de quinze étrangers se sont présentés au bureau</w:t>
      </w:r>
      <w:r w:rsidR="00DE313F">
        <w:t xml:space="preserve">. </w:t>
      </w:r>
      <w:r w:rsidRPr="003D2FAA">
        <w:t>On n</w:t>
      </w:r>
      <w:r w:rsidR="00DE313F">
        <w:t>’</w:t>
      </w:r>
      <w:r w:rsidRPr="003D2FAA">
        <w:t>a pu en recevoir que quatre dans deux chambres</w:t>
      </w:r>
      <w:r w:rsidR="00DE313F">
        <w:t xml:space="preserve"> : </w:t>
      </w:r>
      <w:r w:rsidRPr="003D2FAA">
        <w:t>cette pauvre dame en deuil avec son fils et sa fille</w:t>
      </w:r>
      <w:r w:rsidR="00DE313F">
        <w:t xml:space="preserve">, </w:t>
      </w:r>
      <w:r w:rsidRPr="003D2FAA">
        <w:t>au n</w:t>
      </w:r>
      <w:r w:rsidR="00DE313F">
        <w:t>° </w:t>
      </w:r>
      <w:r w:rsidR="00DE313F" w:rsidRPr="003D2FAA">
        <w:t>1</w:t>
      </w:r>
      <w:r w:rsidRPr="003D2FAA">
        <w:t>2 du second étage</w:t>
      </w:r>
      <w:r w:rsidR="00DE313F">
        <w:t xml:space="preserve"> ; </w:t>
      </w:r>
      <w:r w:rsidRPr="003D2FAA">
        <w:t>et au n</w:t>
      </w:r>
      <w:r w:rsidR="00DE313F">
        <w:t>° </w:t>
      </w:r>
      <w:r w:rsidR="00DE313F" w:rsidRPr="003D2FAA">
        <w:t>1</w:t>
      </w:r>
      <w:r w:rsidRPr="003D2FAA">
        <w:t>3</w:t>
      </w:r>
      <w:r w:rsidR="00DE313F">
        <w:t xml:space="preserve">, </w:t>
      </w:r>
      <w:r w:rsidRPr="003D2FAA">
        <w:t>à côté</w:t>
      </w:r>
      <w:r w:rsidR="00DE313F">
        <w:t xml:space="preserve">, </w:t>
      </w:r>
      <w:r w:rsidRPr="003D2FAA">
        <w:t>un monsieur déba</w:t>
      </w:r>
      <w:r w:rsidRPr="003D2FAA">
        <w:t>r</w:t>
      </w:r>
      <w:r w:rsidRPr="003D2FAA">
        <w:t>qué du bateau de Gênes</w:t>
      </w:r>
      <w:r w:rsidR="00DE313F">
        <w:t xml:space="preserve">. </w:t>
      </w:r>
      <w:r w:rsidRPr="003D2FAA">
        <w:t>Et à ce même bureau</w:t>
      </w:r>
      <w:r w:rsidR="00DE313F">
        <w:t xml:space="preserve">, </w:t>
      </w:r>
      <w:r w:rsidRPr="003D2FAA">
        <w:t>le gérant a in</w:t>
      </w:r>
      <w:r w:rsidRPr="003D2FAA">
        <w:t>s</w:t>
      </w:r>
      <w:r w:rsidRPr="003D2FAA">
        <w:t>crit sur le registre</w:t>
      </w:r>
      <w:r w:rsidR="00DE313F">
        <w:t> :</w:t>
      </w:r>
    </w:p>
    <w:p w14:paraId="5B9D5DEA" w14:textId="3D436030" w:rsidR="00DE313F" w:rsidRDefault="00DE313F" w:rsidP="0074134D">
      <w:r>
        <w:t>M. </w:t>
      </w:r>
      <w:proofErr w:type="spellStart"/>
      <w:r w:rsidR="0074134D" w:rsidRPr="003D2FAA">
        <w:t>Persico</w:t>
      </w:r>
      <w:proofErr w:type="spellEnd"/>
      <w:r w:rsidR="0074134D" w:rsidRPr="003D2FAA">
        <w:t xml:space="preserve"> avec sa mère et sa sœur</w:t>
      </w:r>
      <w:r>
        <w:t xml:space="preserve">, </w:t>
      </w:r>
      <w:r w:rsidR="0074134D" w:rsidRPr="003D2FAA">
        <w:t>venant de Vittoria</w:t>
      </w:r>
      <w:r>
        <w:t>.</w:t>
      </w:r>
    </w:p>
    <w:p w14:paraId="1BB5AD66" w14:textId="621B5C39" w:rsidR="00DE313F" w:rsidRDefault="00DE313F" w:rsidP="0074134D">
      <w:r>
        <w:t>M. </w:t>
      </w:r>
      <w:proofErr w:type="spellStart"/>
      <w:r w:rsidR="0074134D" w:rsidRPr="003D2FAA">
        <w:t>Funardi</w:t>
      </w:r>
      <w:proofErr w:type="spellEnd"/>
      <w:r>
        <w:t xml:space="preserve">, </w:t>
      </w:r>
      <w:r w:rsidR="0074134D" w:rsidRPr="003D2FAA">
        <w:t>Rosario</w:t>
      </w:r>
      <w:r>
        <w:t xml:space="preserve">, </w:t>
      </w:r>
      <w:r w:rsidR="0074134D" w:rsidRPr="003D2FAA">
        <w:t>entrepreneur</w:t>
      </w:r>
      <w:r>
        <w:t xml:space="preserve">, </w:t>
      </w:r>
      <w:r w:rsidR="0074134D" w:rsidRPr="003D2FAA">
        <w:t>venant de New-York</w:t>
      </w:r>
      <w:r>
        <w:t>.</w:t>
      </w:r>
    </w:p>
    <w:p w14:paraId="1139D245" w14:textId="7FA47FD1" w:rsidR="00DE313F" w:rsidRDefault="0074134D" w:rsidP="0074134D">
      <w:r w:rsidRPr="003D2FAA">
        <w:t>Cette vieille dame a dû se séparer avec douleur d</w:t>
      </w:r>
      <w:r w:rsidR="00DE313F">
        <w:t>’</w:t>
      </w:r>
      <w:r w:rsidRPr="003D2FAA">
        <w:t>une autre petite famille composée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de trois personnes</w:t>
      </w:r>
      <w:r w:rsidR="00DE313F">
        <w:t xml:space="preserve">, </w:t>
      </w:r>
      <w:r w:rsidRPr="003D2FAA">
        <w:t>avec l</w:t>
      </w:r>
      <w:r w:rsidRPr="003D2FAA">
        <w:t>a</w:t>
      </w:r>
      <w:r w:rsidRPr="003D2FAA">
        <w:t>quelle elle avait voyagé dans le train</w:t>
      </w:r>
      <w:r w:rsidR="00DE313F">
        <w:t xml:space="preserve">, </w:t>
      </w:r>
      <w:r w:rsidRPr="003D2FAA">
        <w:t>et qui lui avait donné l</w:t>
      </w:r>
      <w:r w:rsidR="00DE313F">
        <w:t>’</w:t>
      </w:r>
      <w:r w:rsidRPr="003D2FAA">
        <w:t>adresse de l</w:t>
      </w:r>
      <w:r w:rsidR="00DE313F">
        <w:t>’</w:t>
      </w:r>
      <w:r w:rsidRPr="003D2FAA">
        <w:t>hôtel</w:t>
      </w:r>
      <w:r w:rsidR="00DE313F">
        <w:t xml:space="preserve"> ; </w:t>
      </w:r>
      <w:r w:rsidRPr="003D2FAA">
        <w:t>et elle s</w:t>
      </w:r>
      <w:r w:rsidR="00DE313F">
        <w:t>’</w:t>
      </w:r>
      <w:r w:rsidRPr="003D2FAA">
        <w:t>en était d</w:t>
      </w:r>
      <w:r w:rsidR="00DE313F">
        <w:t>’</w:t>
      </w:r>
      <w:r w:rsidRPr="003D2FAA">
        <w:t xml:space="preserve">autant plus </w:t>
      </w:r>
      <w:r w:rsidRPr="003D2FAA">
        <w:lastRenderedPageBreak/>
        <w:t>désolée quand elle avait su qu</w:t>
      </w:r>
      <w:r w:rsidR="00DE313F">
        <w:t>’</w:t>
      </w:r>
      <w:r w:rsidRPr="003D2FAA">
        <w:t>elle aurait pu loger dans la chambre à côté de la sienne</w:t>
      </w:r>
      <w:r w:rsidR="00DE313F">
        <w:t xml:space="preserve">, </w:t>
      </w:r>
      <w:r w:rsidRPr="003D2FAA">
        <w:t>si le n</w:t>
      </w:r>
      <w:r w:rsidR="00DE313F">
        <w:t>° </w:t>
      </w:r>
      <w:r w:rsidR="00DE313F" w:rsidRPr="003D2FAA">
        <w:t>1</w:t>
      </w:r>
      <w:r w:rsidRPr="003D2FAA">
        <w:t>3 n</w:t>
      </w:r>
      <w:r w:rsidR="00DE313F">
        <w:t>’</w:t>
      </w:r>
      <w:r w:rsidRPr="003D2FAA">
        <w:t>avait été donné une minute avant</w:t>
      </w:r>
      <w:r w:rsidR="00DE313F">
        <w:t xml:space="preserve">, </w:t>
      </w:r>
      <w:r w:rsidRPr="003D2FAA">
        <w:t>juste une minute avant</w:t>
      </w:r>
      <w:r w:rsidR="00DE313F">
        <w:t xml:space="preserve">, </w:t>
      </w:r>
      <w:r w:rsidRPr="003D2FAA">
        <w:t xml:space="preserve">à ce </w:t>
      </w:r>
      <w:r w:rsidR="00DE313F">
        <w:t>M. </w:t>
      </w:r>
      <w:proofErr w:type="spellStart"/>
      <w:r w:rsidRPr="003D2FAA">
        <w:t>Funardi</w:t>
      </w:r>
      <w:proofErr w:type="spellEnd"/>
      <w:r w:rsidRPr="003D2FAA">
        <w:t xml:space="preserve"> de New-York</w:t>
      </w:r>
      <w:r w:rsidR="00DE313F">
        <w:t>.</w:t>
      </w:r>
    </w:p>
    <w:p w14:paraId="45350A18" w14:textId="5B8945E2" w:rsidR="00DE313F" w:rsidRDefault="0074134D" w:rsidP="0074134D">
      <w:r w:rsidRPr="003D2FAA">
        <w:t>En voyant sa vieille mère pleurer</w:t>
      </w:r>
      <w:r w:rsidR="00DE313F">
        <w:t xml:space="preserve">, </w:t>
      </w:r>
      <w:r w:rsidRPr="003D2FAA">
        <w:t>cramponnée au cou de la dame</w:t>
      </w:r>
      <w:r w:rsidR="00DE313F">
        <w:t xml:space="preserve">, </w:t>
      </w:r>
      <w:r w:rsidRPr="003D2FAA">
        <w:t>sa compagne de voyage</w:t>
      </w:r>
      <w:r w:rsidR="00DE313F">
        <w:t xml:space="preserve">, </w:t>
      </w:r>
      <w:r w:rsidRPr="003D2FAA">
        <w:t>le jeune homme voulut essayer d</w:t>
      </w:r>
      <w:r w:rsidR="00DE313F">
        <w:t>’</w:t>
      </w:r>
      <w:r w:rsidRPr="003D2FAA">
        <w:t xml:space="preserve">exprimer à </w:t>
      </w:r>
      <w:r w:rsidR="00DE313F">
        <w:t>M. </w:t>
      </w:r>
      <w:proofErr w:type="spellStart"/>
      <w:r w:rsidRPr="003D2FAA">
        <w:t>Funardi</w:t>
      </w:r>
      <w:proofErr w:type="spellEnd"/>
      <w:r w:rsidRPr="003D2FAA">
        <w:t xml:space="preserve"> la prière de céder sa chambre à cette famille</w:t>
      </w:r>
      <w:r w:rsidR="00DE313F">
        <w:t xml:space="preserve">. </w:t>
      </w:r>
      <w:r w:rsidRPr="003D2FAA">
        <w:t>Il lui présenta sa requête en anglais</w:t>
      </w:r>
      <w:r w:rsidR="00DE313F">
        <w:t xml:space="preserve">, </w:t>
      </w:r>
      <w:r w:rsidRPr="003D2FAA">
        <w:t>car le jeune homme lui-même est devenu américain</w:t>
      </w:r>
      <w:r w:rsidR="00DE313F">
        <w:t xml:space="preserve"> ; </w:t>
      </w:r>
      <w:r w:rsidRPr="003D2FAA">
        <w:t>il est rentré des États-Unis avec sa sœur depuis une quarantaine de jours à peine</w:t>
      </w:r>
      <w:r w:rsidR="00DE313F">
        <w:t xml:space="preserve">, </w:t>
      </w:r>
      <w:r w:rsidRPr="003D2FAA">
        <w:t>appelé par un malheur</w:t>
      </w:r>
      <w:r w:rsidR="00DE313F">
        <w:t xml:space="preserve">, </w:t>
      </w:r>
      <w:r w:rsidRPr="003D2FAA">
        <w:t>par la mort d</w:t>
      </w:r>
      <w:r w:rsidR="00DE313F">
        <w:t>’</w:t>
      </w:r>
      <w:r w:rsidRPr="003D2FAA">
        <w:t>un frère qui gardait sa vieille mère auprès de lui en Sicile</w:t>
      </w:r>
      <w:r w:rsidR="00DE313F">
        <w:t xml:space="preserve"> ; </w:t>
      </w:r>
      <w:r w:rsidRPr="003D2FAA">
        <w:t>maintenant il retourne de nouveau aux États-Unis pour toujours avec celle-ci et sa sœur</w:t>
      </w:r>
      <w:r w:rsidR="00DE313F">
        <w:t xml:space="preserve">. </w:t>
      </w:r>
      <w:r w:rsidRPr="003D2FAA">
        <w:t>La vieille mère pleure</w:t>
      </w:r>
      <w:r w:rsidR="00DE313F">
        <w:t xml:space="preserve"> ; </w:t>
      </w:r>
      <w:r w:rsidRPr="003D2FAA">
        <w:t>elle a pleuré et tant souffert dans le train tout le long du voyage</w:t>
      </w:r>
      <w:r w:rsidR="00DE313F">
        <w:t xml:space="preserve">, </w:t>
      </w:r>
      <w:r w:rsidRPr="003D2FAA">
        <w:t>voyage qui a été le premier qu</w:t>
      </w:r>
      <w:r w:rsidR="00DE313F">
        <w:t>’</w:t>
      </w:r>
      <w:r w:rsidRPr="003D2FAA">
        <w:t>elle ait fait en soixante-sept ans</w:t>
      </w:r>
      <w:r w:rsidR="00DE313F">
        <w:t xml:space="preserve"> ! </w:t>
      </w:r>
      <w:r w:rsidRPr="003D2FAA">
        <w:t>Elle s</w:t>
      </w:r>
      <w:r w:rsidR="00DE313F">
        <w:t>’</w:t>
      </w:r>
      <w:r w:rsidRPr="003D2FAA">
        <w:t>est arrachée</w:t>
      </w:r>
      <w:r w:rsidR="00DE313F">
        <w:t xml:space="preserve">, </w:t>
      </w:r>
      <w:r w:rsidRPr="003D2FAA">
        <w:t>non sans déchirement</w:t>
      </w:r>
      <w:r w:rsidR="00DE313F">
        <w:t xml:space="preserve">, </w:t>
      </w:r>
      <w:r w:rsidRPr="003D2FAA">
        <w:t>de la maison où elle avait vieilli</w:t>
      </w:r>
      <w:r w:rsidR="00DE313F">
        <w:t xml:space="preserve">, </w:t>
      </w:r>
      <w:r w:rsidRPr="003D2FAA">
        <w:t>de la tombe récente de son fils avec lequel elle avait vécu seule durant tant d</w:t>
      </w:r>
      <w:r w:rsidR="00DE313F">
        <w:t>’</w:t>
      </w:r>
      <w:r w:rsidRPr="003D2FAA">
        <w:t>années</w:t>
      </w:r>
      <w:r w:rsidR="00DE313F">
        <w:t xml:space="preserve">, </w:t>
      </w:r>
      <w:r w:rsidRPr="003D2FAA">
        <w:t>des objets les plus aimés</w:t>
      </w:r>
      <w:r w:rsidR="00DE313F">
        <w:t xml:space="preserve">, </w:t>
      </w:r>
      <w:r w:rsidRPr="003D2FAA">
        <w:t>des souvenirs du pays natal</w:t>
      </w:r>
      <w:r w:rsidR="00DE313F">
        <w:t xml:space="preserve"> ; </w:t>
      </w:r>
      <w:r w:rsidRPr="003D2FAA">
        <w:t>et maintenant</w:t>
      </w:r>
      <w:r w:rsidR="00DE313F">
        <w:t xml:space="preserve">, </w:t>
      </w:r>
      <w:r w:rsidRPr="003D2FAA">
        <w:t>se voyant sur le point de quitter la Sicile pour toujours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accroche à tout</w:t>
      </w:r>
      <w:r w:rsidR="00DE313F">
        <w:t xml:space="preserve">, </w:t>
      </w:r>
      <w:r w:rsidRPr="003D2FAA">
        <w:t>à tous</w:t>
      </w:r>
      <w:r w:rsidR="00DE313F">
        <w:t xml:space="preserve">. </w:t>
      </w:r>
      <w:r w:rsidRPr="003D2FAA">
        <w:t>Hier soir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était cramponnée à cette dame et ne voulait plus la lâcher</w:t>
      </w:r>
      <w:r w:rsidR="00DE313F">
        <w:t> ! M. </w:t>
      </w:r>
      <w:proofErr w:type="spellStart"/>
      <w:r w:rsidRPr="003D2FAA">
        <w:t>Funardi</w:t>
      </w:r>
      <w:proofErr w:type="spellEnd"/>
      <w:r w:rsidRPr="003D2FAA">
        <w:t xml:space="preserve"> n</w:t>
      </w:r>
      <w:r w:rsidR="00DE313F">
        <w:t>’</w:t>
      </w:r>
      <w:r w:rsidRPr="003D2FAA">
        <w:t>a pas vo</w:t>
      </w:r>
      <w:r w:rsidRPr="003D2FAA">
        <w:t>u</w:t>
      </w:r>
      <w:r w:rsidRPr="003D2FAA">
        <w:t>lu céder</w:t>
      </w:r>
      <w:r w:rsidR="00DE313F">
        <w:t xml:space="preserve">. </w:t>
      </w:r>
      <w:r w:rsidRPr="003D2FAA">
        <w:t>Il a répondu</w:t>
      </w:r>
      <w:r w:rsidR="00DE313F">
        <w:t xml:space="preserve"> : </w:t>
      </w:r>
      <w:r w:rsidRPr="003D2FAA">
        <w:t>non</w:t>
      </w:r>
      <w:r w:rsidR="00DE313F">
        <w:t xml:space="preserve">, </w:t>
      </w:r>
      <w:r w:rsidRPr="003D2FAA">
        <w:t>avec la tête sans plus</w:t>
      </w:r>
      <w:r w:rsidR="00DE313F">
        <w:t xml:space="preserve">, </w:t>
      </w:r>
      <w:r w:rsidRPr="003D2FAA">
        <w:t>après avoir écouté la prière en anglais du jeune homme</w:t>
      </w:r>
      <w:r w:rsidR="00DE313F">
        <w:t xml:space="preserve"> ; </w:t>
      </w:r>
      <w:r w:rsidRPr="003D2FAA">
        <w:t xml:space="preserve">un </w:t>
      </w:r>
      <w:r w:rsidRPr="003D2FAA">
        <w:rPr>
          <w:i/>
          <w:iCs/>
        </w:rPr>
        <w:t xml:space="preserve">non </w:t>
      </w:r>
      <w:r w:rsidRPr="003D2FAA">
        <w:t>de brave Américain aux épais sourcils froncés</w:t>
      </w:r>
      <w:r w:rsidR="00DE313F">
        <w:t xml:space="preserve">, </w:t>
      </w:r>
      <w:r w:rsidRPr="003D2FAA">
        <w:t>à la face bouffie et ja</w:t>
      </w:r>
      <w:r w:rsidRPr="003D2FAA">
        <w:t>u</w:t>
      </w:r>
      <w:r w:rsidRPr="003D2FAA">
        <w:t>nâtre</w:t>
      </w:r>
      <w:r w:rsidR="00DE313F">
        <w:t xml:space="preserve">, </w:t>
      </w:r>
      <w:r w:rsidRPr="003D2FAA">
        <w:t>et toute hirsute de barbe non rasée</w:t>
      </w:r>
      <w:r w:rsidR="00DE313F">
        <w:t xml:space="preserve"> ; </w:t>
      </w:r>
      <w:r w:rsidRPr="003D2FAA">
        <w:t>et il est monté en a</w:t>
      </w:r>
      <w:r w:rsidRPr="003D2FAA">
        <w:t>s</w:t>
      </w:r>
      <w:r w:rsidRPr="003D2FAA">
        <w:t>censeur au n</w:t>
      </w:r>
      <w:r w:rsidR="00DE313F">
        <w:t>° </w:t>
      </w:r>
      <w:r w:rsidR="00DE313F" w:rsidRPr="003D2FAA">
        <w:t>1</w:t>
      </w:r>
      <w:r w:rsidRPr="003D2FAA">
        <w:t>3 du second étage</w:t>
      </w:r>
      <w:r w:rsidR="00DE313F">
        <w:t>.</w:t>
      </w:r>
    </w:p>
    <w:p w14:paraId="5813EC57" w14:textId="77777777" w:rsidR="00DE313F" w:rsidRDefault="0074134D" w:rsidP="0074134D">
      <w:r w:rsidRPr="003D2FAA">
        <w:t>Quoi qu</w:t>
      </w:r>
      <w:r w:rsidR="00DE313F">
        <w:t>’</w:t>
      </w:r>
      <w:r w:rsidRPr="003D2FAA">
        <w:t>aient pu faire son fils et sa fille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y a pas eu moyen de décider la vieille mère à se servir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ascenseur</w:t>
      </w:r>
      <w:r w:rsidR="00DE313F">
        <w:t xml:space="preserve">. </w:t>
      </w:r>
      <w:r w:rsidRPr="003D2FAA">
        <w:t>N</w:t>
      </w:r>
      <w:r w:rsidR="00DE313F">
        <w:t>’</w:t>
      </w:r>
      <w:r w:rsidRPr="003D2FAA">
        <w:t>importe quelle mécanique lui inspire un effroi qui va jusqu</w:t>
      </w:r>
      <w:r w:rsidR="00DE313F">
        <w:t>’</w:t>
      </w:r>
      <w:r w:rsidRPr="003D2FAA">
        <w:t>à la terreur</w:t>
      </w:r>
      <w:r w:rsidR="00DE313F">
        <w:t xml:space="preserve"> ! </w:t>
      </w:r>
      <w:r w:rsidRPr="003D2FAA">
        <w:t>Et penser qu</w:t>
      </w:r>
      <w:r w:rsidR="00DE313F">
        <w:t>’</w:t>
      </w:r>
      <w:r w:rsidRPr="003D2FAA">
        <w:t xml:space="preserve">elle doit aller </w:t>
      </w:r>
      <w:r w:rsidRPr="003D2FAA">
        <w:lastRenderedPageBreak/>
        <w:t>maintenant en Amérique</w:t>
      </w:r>
      <w:r w:rsidR="00DE313F">
        <w:t xml:space="preserve">, </w:t>
      </w:r>
      <w:r w:rsidRPr="003D2FAA">
        <w:t>à New-York</w:t>
      </w:r>
      <w:r w:rsidR="00DE313F">
        <w:t xml:space="preserve"> ! </w:t>
      </w:r>
      <w:r w:rsidRPr="003D2FAA">
        <w:t>qu</w:t>
      </w:r>
      <w:r w:rsidR="00DE313F">
        <w:t>’</w:t>
      </w:r>
      <w:r w:rsidRPr="003D2FAA">
        <w:t>elle doit traverser une si grande étendue de mer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Océan</w:t>
      </w:r>
      <w:r w:rsidR="00DE313F">
        <w:t xml:space="preserve"> !… </w:t>
      </w:r>
      <w:r w:rsidRPr="003D2FAA">
        <w:t>Ses enfants l</w:t>
      </w:r>
      <w:r w:rsidR="00DE313F">
        <w:t>’</w:t>
      </w:r>
      <w:r w:rsidRPr="003D2FAA">
        <w:t>exhortent à se tra</w:t>
      </w:r>
      <w:r w:rsidRPr="003D2FAA">
        <w:t>n</w:t>
      </w:r>
      <w:r w:rsidRPr="003D2FAA">
        <w:t>quilliser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assurant qu</w:t>
      </w:r>
      <w:r w:rsidR="00DE313F">
        <w:t>’</w:t>
      </w:r>
      <w:r w:rsidRPr="003D2FAA">
        <w:t>on ne souffre pas sur mer</w:t>
      </w:r>
      <w:r w:rsidR="00DE313F">
        <w:t xml:space="preserve"> ; </w:t>
      </w:r>
      <w:r w:rsidRPr="003D2FAA">
        <w:t>mais elle ne s</w:t>
      </w:r>
      <w:r w:rsidR="00DE313F">
        <w:t>’</w:t>
      </w:r>
      <w:r w:rsidRPr="003D2FAA">
        <w:t>y fie que tout juste</w:t>
      </w:r>
      <w:r w:rsidR="00DE313F">
        <w:t xml:space="preserve">. </w:t>
      </w:r>
      <w:r w:rsidRPr="003D2FAA">
        <w:t>Elle a tant souffert dans le train</w:t>
      </w:r>
      <w:r w:rsidR="00DE313F">
        <w:t xml:space="preserve"> ! </w:t>
      </w:r>
      <w:r w:rsidRPr="003D2FAA">
        <w:t>Et</w:t>
      </w:r>
      <w:r w:rsidR="00DE313F">
        <w:t xml:space="preserve">, </w:t>
      </w:r>
      <w:r w:rsidRPr="003D2FAA">
        <w:t>à chaque minute</w:t>
      </w:r>
      <w:r w:rsidR="00DE313F">
        <w:t xml:space="preserve">, </w:t>
      </w:r>
      <w:r w:rsidRPr="003D2FAA">
        <w:t>elle demande à tous ceux qu</w:t>
      </w:r>
      <w:r w:rsidR="00DE313F">
        <w:t>’</w:t>
      </w:r>
      <w:r w:rsidRPr="003D2FAA">
        <w:t>elle voit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est vrai que sur la mer</w:t>
      </w:r>
      <w:r w:rsidR="00DE313F">
        <w:t xml:space="preserve">, </w:t>
      </w:r>
      <w:r w:rsidRPr="003D2FAA">
        <w:t>on ne souffre pas</w:t>
      </w:r>
      <w:r w:rsidR="00DE313F">
        <w:t> ?</w:t>
      </w:r>
    </w:p>
    <w:p w14:paraId="3FD7BEE4" w14:textId="77777777" w:rsidR="00DE313F" w:rsidRDefault="0074134D" w:rsidP="0074134D">
      <w:r w:rsidRPr="003D2FAA">
        <w:t>Les garçons</w:t>
      </w:r>
      <w:r w:rsidR="00DE313F">
        <w:t xml:space="preserve">, </w:t>
      </w:r>
      <w:r w:rsidRPr="003D2FAA">
        <w:t>les femmes de chambre et les porteurs se sont entendus</w:t>
      </w:r>
      <w:r w:rsidR="00DE313F">
        <w:t xml:space="preserve">, </w:t>
      </w:r>
      <w:r w:rsidRPr="003D2FAA">
        <w:t>ce matin</w:t>
      </w:r>
      <w:r w:rsidR="00DE313F">
        <w:t xml:space="preserve">, </w:t>
      </w:r>
      <w:r w:rsidRPr="003D2FAA">
        <w:t>afin de se débarrasser d</w:t>
      </w:r>
      <w:r w:rsidR="00DE313F">
        <w:t>’</w:t>
      </w:r>
      <w:r w:rsidRPr="003D2FAA">
        <w:t>elle et lui ont co</w:t>
      </w:r>
      <w:r w:rsidRPr="003D2FAA">
        <w:t>n</w:t>
      </w:r>
      <w:r w:rsidRPr="003D2FAA">
        <w:t>seillé de s</w:t>
      </w:r>
      <w:r w:rsidR="00DE313F">
        <w:t>’</w:t>
      </w:r>
      <w:r w:rsidRPr="003D2FAA">
        <w:t>adresser au monsieur de la chambre voisine de la sienne qui venait de débarquer du paquebot de Gênes</w:t>
      </w:r>
      <w:r w:rsidR="00DE313F">
        <w:t xml:space="preserve">, </w:t>
      </w:r>
      <w:r w:rsidRPr="003D2FAA">
        <w:t>et qui rentrait d</w:t>
      </w:r>
      <w:r w:rsidR="00DE313F">
        <w:t>’</w:t>
      </w:r>
      <w:r w:rsidRPr="003D2FAA">
        <w:t>Amérique</w:t>
      </w:r>
      <w:r w:rsidR="00DE313F">
        <w:t xml:space="preserve"> ; </w:t>
      </w:r>
      <w:r w:rsidRPr="003D2FAA">
        <w:t>lui</w:t>
      </w:r>
      <w:r w:rsidR="00DE313F">
        <w:t xml:space="preserve">, </w:t>
      </w:r>
      <w:r w:rsidRPr="003D2FAA">
        <w:t>voilà un homme qui avait passé tant et tant de jours sur mer</w:t>
      </w:r>
      <w:r w:rsidR="00DE313F">
        <w:t xml:space="preserve">, </w:t>
      </w:r>
      <w:r w:rsidRPr="003D2FAA">
        <w:t>qui avait traversé l</w:t>
      </w:r>
      <w:r w:rsidR="00DE313F">
        <w:t>’</w:t>
      </w:r>
      <w:r w:rsidRPr="003D2FAA">
        <w:t>Océan</w:t>
      </w:r>
      <w:r w:rsidR="00DE313F">
        <w:t xml:space="preserve"> ; </w:t>
      </w:r>
      <w:r w:rsidRPr="003D2FAA">
        <w:t>il pourrait lui dire si sur mer on souffre ou on ne souffre pas</w:t>
      </w:r>
      <w:r w:rsidR="00DE313F">
        <w:t> !</w:t>
      </w:r>
    </w:p>
    <w:p w14:paraId="201E0C8E" w14:textId="77777777" w:rsidR="00DE313F" w:rsidRDefault="0074134D" w:rsidP="0074134D">
      <w:r w:rsidRPr="003D2FAA">
        <w:t>Aussi dès l</w:t>
      </w:r>
      <w:r w:rsidR="00DE313F">
        <w:t>’</w:t>
      </w:r>
      <w:r w:rsidRPr="003D2FAA">
        <w:t>aube</w:t>
      </w:r>
      <w:r w:rsidR="00DE313F">
        <w:t xml:space="preserve"> – </w:t>
      </w:r>
      <w:r w:rsidRPr="003D2FAA">
        <w:t>ses enfants étant sortis pour retirer les bagages de la gare</w:t>
      </w:r>
      <w:r w:rsidR="00DE313F">
        <w:t xml:space="preserve">, </w:t>
      </w:r>
      <w:r w:rsidRPr="003D2FAA">
        <w:t>et faire une tournée d</w:t>
      </w:r>
      <w:r w:rsidR="00DE313F">
        <w:t>’</w:t>
      </w:r>
      <w:r w:rsidRPr="003D2FAA">
        <w:t>emplettes</w:t>
      </w:r>
      <w:r w:rsidR="00DE313F">
        <w:t xml:space="preserve">, – </w:t>
      </w:r>
      <w:r w:rsidRPr="003D2FAA">
        <w:t>dès l</w:t>
      </w:r>
      <w:r w:rsidR="00DE313F">
        <w:t>’</w:t>
      </w:r>
      <w:r w:rsidRPr="003D2FAA">
        <w:t>aube</w:t>
      </w:r>
      <w:r w:rsidR="00DE313F">
        <w:t xml:space="preserve">, </w:t>
      </w:r>
      <w:r w:rsidRPr="003D2FAA">
        <w:t>la vieille dame ouvre sa porte tout doucement pour r</w:t>
      </w:r>
      <w:r w:rsidRPr="003D2FAA">
        <w:t>e</w:t>
      </w:r>
      <w:r w:rsidRPr="003D2FAA">
        <w:t>garder la porte de la chambre d</w:t>
      </w:r>
      <w:r w:rsidR="00DE313F">
        <w:t>’</w:t>
      </w:r>
      <w:r w:rsidRPr="003D2FAA">
        <w:t>à côté</w:t>
      </w:r>
      <w:r w:rsidR="00DE313F">
        <w:t xml:space="preserve">, </w:t>
      </w:r>
      <w:r w:rsidRPr="003D2FAA">
        <w:t>afin de savoir par l</w:t>
      </w:r>
      <w:r w:rsidR="00DE313F">
        <w:t>’</w:t>
      </w:r>
      <w:r w:rsidRPr="003D2FAA">
        <w:t>homme qui a passé l</w:t>
      </w:r>
      <w:r w:rsidR="00DE313F">
        <w:t>’</w:t>
      </w:r>
      <w:r w:rsidRPr="003D2FAA">
        <w:t>Océan si sur la mer</w:t>
      </w:r>
      <w:r w:rsidR="00DE313F">
        <w:t xml:space="preserve">, </w:t>
      </w:r>
      <w:r w:rsidRPr="003D2FAA">
        <w:t>on souffre</w:t>
      </w:r>
      <w:r w:rsidR="00DE313F">
        <w:t xml:space="preserve">, </w:t>
      </w:r>
      <w:r w:rsidRPr="003D2FAA">
        <w:t>ou on ne souffre pas</w:t>
      </w:r>
      <w:r w:rsidR="00DE313F">
        <w:t> !…</w:t>
      </w:r>
    </w:p>
    <w:p w14:paraId="5BF4944B" w14:textId="77777777" w:rsidR="00DE313F" w:rsidRDefault="0074134D" w:rsidP="0074134D">
      <w:r w:rsidRPr="003D2FAA">
        <w:t>À la première lueur livide et avare de la grande fenêtre qui s</w:t>
      </w:r>
      <w:r w:rsidR="00DE313F">
        <w:t>’</w:t>
      </w:r>
      <w:r w:rsidRPr="003D2FAA">
        <w:t>ouvre au fond du lugubre corridor</w:t>
      </w:r>
      <w:r w:rsidR="00DE313F">
        <w:t xml:space="preserve">, </w:t>
      </w:r>
      <w:r w:rsidRPr="003D2FAA">
        <w:t>elle a vu deux longues files de souliers à gauche et à droite</w:t>
      </w:r>
      <w:r w:rsidR="00DE313F">
        <w:t xml:space="preserve">. </w:t>
      </w:r>
      <w:r w:rsidRPr="003D2FAA">
        <w:t>Devant chaque porte</w:t>
      </w:r>
      <w:r w:rsidR="00DE313F">
        <w:t xml:space="preserve">, </w:t>
      </w:r>
      <w:r w:rsidRPr="003D2FAA">
        <w:t>il y en a une paire</w:t>
      </w:r>
      <w:r w:rsidR="00DE313F">
        <w:t xml:space="preserve">. </w:t>
      </w:r>
      <w:r w:rsidRPr="003D2FAA">
        <w:t>De moment en moment</w:t>
      </w:r>
      <w:r w:rsidR="00DE313F">
        <w:t xml:space="preserve">, </w:t>
      </w:r>
      <w:r w:rsidRPr="003D2FAA">
        <w:t>elle a vu croître de plus en plus les vides dans ces deux files</w:t>
      </w:r>
      <w:r w:rsidR="00DE313F">
        <w:t xml:space="preserve"> ; </w:t>
      </w:r>
      <w:r w:rsidRPr="003D2FAA">
        <w:t>elle a surpris plus d</w:t>
      </w:r>
      <w:r w:rsidR="00DE313F">
        <w:t>’</w:t>
      </w:r>
      <w:r w:rsidRPr="003D2FAA">
        <w:t>un bras s</w:t>
      </w:r>
      <w:r w:rsidR="00DE313F">
        <w:t>’</w:t>
      </w:r>
      <w:r w:rsidRPr="003D2FAA">
        <w:t>étendant hors de telle ou telle porte pour prendre une paire de souliers qui était devant</w:t>
      </w:r>
      <w:r w:rsidR="00DE313F">
        <w:t xml:space="preserve">. </w:t>
      </w:r>
      <w:r w:rsidRPr="003D2FAA">
        <w:t>Et maintenant toutes les paires ont été retirées</w:t>
      </w:r>
      <w:r w:rsidR="00DE313F">
        <w:t xml:space="preserve">. </w:t>
      </w:r>
      <w:r w:rsidRPr="003D2FAA">
        <w:t>Seules celles de la porte d</w:t>
      </w:r>
      <w:r w:rsidR="00DE313F">
        <w:t>’</w:t>
      </w:r>
      <w:r w:rsidRPr="003D2FAA">
        <w:t>à côté</w:t>
      </w:r>
      <w:r w:rsidR="00DE313F">
        <w:t xml:space="preserve">, </w:t>
      </w:r>
      <w:r w:rsidRPr="003D2FAA">
        <w:t>justement celles de l</w:t>
      </w:r>
      <w:r w:rsidR="00DE313F">
        <w:t>’</w:t>
      </w:r>
      <w:r w:rsidRPr="003D2FAA">
        <w:t>homme qui a passé l</w:t>
      </w:r>
      <w:r w:rsidR="00DE313F">
        <w:t>’</w:t>
      </w:r>
      <w:r w:rsidRPr="003D2FAA">
        <w:t>Océan et duquel elle a tant le désir de s</w:t>
      </w:r>
      <w:r w:rsidRPr="003D2FAA">
        <w:t>a</w:t>
      </w:r>
      <w:r w:rsidRPr="003D2FAA">
        <w:t>voir si par mer</w:t>
      </w:r>
      <w:r w:rsidR="00DE313F">
        <w:t xml:space="preserve">, </w:t>
      </w:r>
      <w:r w:rsidRPr="003D2FAA">
        <w:t>on ne souffre pas</w:t>
      </w:r>
      <w:r w:rsidR="00DE313F">
        <w:t xml:space="preserve">, </w:t>
      </w:r>
      <w:r w:rsidRPr="003D2FAA">
        <w:t>sont encore là à leur place</w:t>
      </w:r>
      <w:r w:rsidR="00DE313F">
        <w:t>.</w:t>
      </w:r>
    </w:p>
    <w:p w14:paraId="395B0C13" w14:textId="77777777" w:rsidR="00DE313F" w:rsidRDefault="0074134D" w:rsidP="0074134D">
      <w:r w:rsidRPr="003D2FAA">
        <w:lastRenderedPageBreak/>
        <w:t>Neuf heures</w:t>
      </w:r>
      <w:r w:rsidR="00DE313F">
        <w:t xml:space="preserve"> ! </w:t>
      </w:r>
      <w:r w:rsidRPr="003D2FAA">
        <w:t>neuf heures passent</w:t>
      </w:r>
      <w:r w:rsidR="00DE313F">
        <w:t xml:space="preserve">, </w:t>
      </w:r>
      <w:r w:rsidRPr="003D2FAA">
        <w:t>neuf heures et demie passent</w:t>
      </w:r>
      <w:r w:rsidR="00DE313F">
        <w:t xml:space="preserve">, </w:t>
      </w:r>
      <w:r w:rsidRPr="003D2FAA">
        <w:t>dix heures passent</w:t>
      </w:r>
      <w:r w:rsidR="00DE313F">
        <w:t xml:space="preserve"> : </w:t>
      </w:r>
      <w:r w:rsidRPr="003D2FAA">
        <w:t>les souliers sont encore là</w:t>
      </w:r>
      <w:r w:rsidR="00DE313F">
        <w:t xml:space="preserve">, </w:t>
      </w:r>
      <w:r w:rsidRPr="003D2FAA">
        <w:t>toujours là</w:t>
      </w:r>
      <w:r w:rsidR="00DE313F">
        <w:t xml:space="preserve"> ! </w:t>
      </w:r>
      <w:r w:rsidRPr="003D2FAA">
        <w:t>La seule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unique paire de tout le corridor est restée devant cette seule porte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à côté de la sienne</w:t>
      </w:r>
      <w:r w:rsidR="00DE313F">
        <w:t xml:space="preserve">, </w:t>
      </w:r>
      <w:r w:rsidRPr="003D2FAA">
        <w:t>devant cette porte e</w:t>
      </w:r>
      <w:r w:rsidRPr="003D2FAA">
        <w:t>n</w:t>
      </w:r>
      <w:r w:rsidRPr="003D2FAA">
        <w:t>core close</w:t>
      </w:r>
      <w:r w:rsidR="00DE313F">
        <w:t>.</w:t>
      </w:r>
    </w:p>
    <w:p w14:paraId="7828A620" w14:textId="77777777" w:rsidR="00DE313F" w:rsidRDefault="0074134D" w:rsidP="0074134D">
      <w:r w:rsidRPr="003D2FAA">
        <w:t>On a fait tant de bruit dans ce corridor</w:t>
      </w:r>
      <w:r w:rsidR="00DE313F">
        <w:t xml:space="preserve">, </w:t>
      </w:r>
      <w:r w:rsidRPr="003D2FAA">
        <w:t>tant de gens y ont passé</w:t>
      </w:r>
      <w:r w:rsidR="00DE313F">
        <w:t xml:space="preserve"> : </w:t>
      </w:r>
      <w:r w:rsidRPr="003D2FAA">
        <w:t>valets de chambre</w:t>
      </w:r>
      <w:r w:rsidR="00DE313F">
        <w:t xml:space="preserve">, </w:t>
      </w:r>
      <w:r w:rsidRPr="003D2FAA">
        <w:t>femmes de chambre</w:t>
      </w:r>
      <w:r w:rsidR="00DE313F">
        <w:t xml:space="preserve">, </w:t>
      </w:r>
      <w:r w:rsidRPr="003D2FAA">
        <w:t>porteurs</w:t>
      </w:r>
      <w:r w:rsidR="00DE313F">
        <w:t xml:space="preserve"> ; </w:t>
      </w:r>
      <w:r w:rsidRPr="003D2FAA">
        <w:t>tous ou presque tous les étrangers sont sortis</w:t>
      </w:r>
      <w:r w:rsidR="00DE313F">
        <w:t xml:space="preserve"> ; </w:t>
      </w:r>
      <w:r w:rsidRPr="003D2FAA">
        <w:t>beaucoup sont rev</w:t>
      </w:r>
      <w:r w:rsidRPr="003D2FAA">
        <w:t>e</w:t>
      </w:r>
      <w:r w:rsidRPr="003D2FAA">
        <w:t>nus</w:t>
      </w:r>
      <w:r w:rsidR="00DE313F">
        <w:t xml:space="preserve"> ; </w:t>
      </w:r>
      <w:r w:rsidRPr="003D2FAA">
        <w:t>toutes les sonnettes ont sonné</w:t>
      </w:r>
      <w:r w:rsidR="00DE313F">
        <w:t xml:space="preserve">, </w:t>
      </w:r>
      <w:r w:rsidRPr="003D2FAA">
        <w:t>et continuent de temps à autre à sonner</w:t>
      </w:r>
      <w:r w:rsidR="00DE313F">
        <w:t xml:space="preserve"> ; </w:t>
      </w:r>
      <w:r w:rsidRPr="003D2FAA">
        <w:t>et pas un moment ne cesse le sourd bourdo</w:t>
      </w:r>
      <w:r w:rsidRPr="003D2FAA">
        <w:t>n</w:t>
      </w:r>
      <w:r w:rsidRPr="003D2FAA">
        <w:t>nement de l</w:t>
      </w:r>
      <w:r w:rsidR="00DE313F">
        <w:t>’</w:t>
      </w:r>
      <w:r w:rsidRPr="003D2FAA">
        <w:t>ascenseur</w:t>
      </w:r>
      <w:r w:rsidR="00DE313F">
        <w:t xml:space="preserve">, </w:t>
      </w:r>
      <w:r w:rsidRPr="003D2FAA">
        <w:t>en haut et en bas</w:t>
      </w:r>
      <w:r w:rsidR="00DE313F">
        <w:t xml:space="preserve"> ; </w:t>
      </w:r>
      <w:r w:rsidRPr="003D2FAA">
        <w:t>de cet étage au tro</w:t>
      </w:r>
      <w:r w:rsidRPr="003D2FAA">
        <w:t>i</w:t>
      </w:r>
      <w:r w:rsidRPr="003D2FAA">
        <w:t>sième</w:t>
      </w:r>
      <w:r w:rsidR="00DE313F">
        <w:t xml:space="preserve">, </w:t>
      </w:r>
      <w:r w:rsidRPr="003D2FAA">
        <w:t>et du troisième au rez-de-chaussée</w:t>
      </w:r>
      <w:r w:rsidR="00DE313F">
        <w:t xml:space="preserve"> ; </w:t>
      </w:r>
      <w:r w:rsidRPr="003D2FAA">
        <w:t>on va</w:t>
      </w:r>
      <w:r w:rsidR="00DE313F">
        <w:t xml:space="preserve">, </w:t>
      </w:r>
      <w:r w:rsidRPr="003D2FAA">
        <w:t>on vient</w:t>
      </w:r>
      <w:r w:rsidR="00DE313F">
        <w:t xml:space="preserve">, </w:t>
      </w:r>
      <w:r w:rsidRPr="003D2FAA">
        <w:t>et ce monsieur ne se réveille pas</w:t>
      </w:r>
      <w:r w:rsidR="00DE313F">
        <w:t xml:space="preserve"> ! </w:t>
      </w:r>
      <w:r w:rsidRPr="003D2FAA">
        <w:t>Il va être onze heures et cette paire de chaussures est encore là</w:t>
      </w:r>
      <w:r w:rsidR="00DE313F">
        <w:t xml:space="preserve">, </w:t>
      </w:r>
      <w:r w:rsidRPr="003D2FAA">
        <w:t>devant cette porte</w:t>
      </w:r>
      <w:r w:rsidR="00DE313F">
        <w:t xml:space="preserve"> : – </w:t>
      </w:r>
      <w:r w:rsidRPr="003D2FAA">
        <w:t>là</w:t>
      </w:r>
      <w:r w:rsidR="00DE313F">
        <w:t> !</w:t>
      </w:r>
    </w:p>
    <w:p w14:paraId="465DCCDF" w14:textId="77777777" w:rsidR="00DE313F" w:rsidRDefault="0074134D" w:rsidP="0074134D">
      <w:r w:rsidRPr="003D2FAA">
        <w:t>La vieille dame ne peut plus se contenir</w:t>
      </w:r>
      <w:r w:rsidR="00DE313F">
        <w:t xml:space="preserve"> ; </w:t>
      </w:r>
      <w:r w:rsidRPr="003D2FAA">
        <w:t>elle voit passer un valet de chambre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arrête et</w:t>
      </w:r>
      <w:r w:rsidR="00DE313F">
        <w:t xml:space="preserve">, </w:t>
      </w:r>
      <w:r w:rsidRPr="003D2FAA">
        <w:t>lui indiquant les souliers</w:t>
      </w:r>
      <w:r w:rsidR="00DE313F">
        <w:t> :</w:t>
      </w:r>
    </w:p>
    <w:p w14:paraId="0A6F92BA" w14:textId="77777777" w:rsidR="00DE313F" w:rsidRDefault="00DE313F" w:rsidP="0074134D">
      <w:r>
        <w:t>— </w:t>
      </w:r>
      <w:r w:rsidR="0074134D" w:rsidRPr="003D2FAA">
        <w:t>Mais comment</w:t>
      </w:r>
      <w:r>
        <w:t xml:space="preserve">, </w:t>
      </w:r>
      <w:r w:rsidR="0074134D" w:rsidRPr="003D2FAA">
        <w:t>ce monsieur dort encore</w:t>
      </w:r>
      <w:r>
        <w:t> ?</w:t>
      </w:r>
    </w:p>
    <w:p w14:paraId="7DD37D96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répond le valet de chambre en haussant les épaules</w:t>
      </w:r>
      <w:r>
        <w:t xml:space="preserve">, </w:t>
      </w:r>
      <w:r w:rsidR="0074134D" w:rsidRPr="003D2FAA">
        <w:t>cela prouve qu</w:t>
      </w:r>
      <w:r>
        <w:t>’</w:t>
      </w:r>
      <w:r w:rsidR="0074134D" w:rsidRPr="003D2FAA">
        <w:t>il est fatigué</w:t>
      </w:r>
      <w:r>
        <w:t xml:space="preserve"> ! </w:t>
      </w:r>
      <w:r w:rsidR="0074134D" w:rsidRPr="003D2FAA">
        <w:t>Il a tant voyagé</w:t>
      </w:r>
      <w:r>
        <w:t> !</w:t>
      </w:r>
    </w:p>
    <w:p w14:paraId="6D576B94" w14:textId="77777777" w:rsidR="00DE313F" w:rsidRDefault="0074134D" w:rsidP="0074134D">
      <w:r w:rsidRPr="003D2FAA">
        <w:t>Et il s</w:t>
      </w:r>
      <w:r w:rsidR="00DE313F">
        <w:t>’</w:t>
      </w:r>
      <w:r w:rsidRPr="003D2FAA">
        <w:t>en va</w:t>
      </w:r>
      <w:r w:rsidR="00DE313F">
        <w:t>.</w:t>
      </w:r>
    </w:p>
    <w:p w14:paraId="6851F786" w14:textId="77777777" w:rsidR="00DE313F" w:rsidRDefault="0074134D" w:rsidP="0074134D">
      <w:r w:rsidRPr="003D2FAA">
        <w:t>La vieille dame fait un geste comme pour dire</w:t>
      </w:r>
      <w:r w:rsidR="00DE313F">
        <w:t xml:space="preserve"> : </w:t>
      </w:r>
      <w:r w:rsidRPr="003D2FAA">
        <w:t>Ah</w:t>
      </w:r>
      <w:r w:rsidR="00DE313F">
        <w:t xml:space="preserve"> ! </w:t>
      </w:r>
      <w:r w:rsidRPr="003D2FAA">
        <w:t>bien</w:t>
      </w:r>
      <w:r w:rsidR="00DE313F">
        <w:t xml:space="preserve">, </w:t>
      </w:r>
      <w:r w:rsidRPr="003D2FAA">
        <w:t>et elle retire la tête de la porte</w:t>
      </w:r>
      <w:r w:rsidR="00DE313F">
        <w:t xml:space="preserve">. </w:t>
      </w:r>
      <w:r w:rsidRPr="003D2FAA">
        <w:t>Peu de temps après</w:t>
      </w:r>
      <w:r w:rsidR="00DE313F">
        <w:t xml:space="preserve">, </w:t>
      </w:r>
      <w:r w:rsidRPr="003D2FAA">
        <w:t>elle rouvre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 nouveau</w:t>
      </w:r>
      <w:r w:rsidR="00DE313F">
        <w:t xml:space="preserve">, </w:t>
      </w:r>
      <w:r w:rsidRPr="003D2FAA">
        <w:t>passe la tête pour voir avec un étonnement étrange ces souliers qui sont toujours là</w:t>
      </w:r>
      <w:r w:rsidR="00DE313F">
        <w:t> !…</w:t>
      </w:r>
    </w:p>
    <w:p w14:paraId="140C00D6" w14:textId="77777777" w:rsidR="00DE313F" w:rsidRDefault="0074134D" w:rsidP="0074134D">
      <w:r w:rsidRPr="003D2FAA">
        <w:t>Il doit avoir vraiment beaucoup voyagé</w:t>
      </w:r>
      <w:r w:rsidR="00DE313F">
        <w:t xml:space="preserve">, </w:t>
      </w:r>
      <w:r w:rsidRPr="003D2FAA">
        <w:t>cet homme</w:t>
      </w:r>
      <w:r w:rsidR="00DE313F">
        <w:t xml:space="preserve">. </w:t>
      </w:r>
      <w:r w:rsidRPr="003D2FAA">
        <w:t>Ces souliers doivent avoir fait beaucoup de chemin</w:t>
      </w:r>
      <w:r w:rsidR="00DE313F">
        <w:t xml:space="preserve"> : </w:t>
      </w:r>
      <w:r w:rsidRPr="003D2FAA">
        <w:t>deux pauvres vieux souliers énormes</w:t>
      </w:r>
      <w:r w:rsidR="00DE313F">
        <w:t xml:space="preserve">, </w:t>
      </w:r>
      <w:r w:rsidRPr="003D2FAA">
        <w:t>déformés</w:t>
      </w:r>
      <w:r w:rsidR="00DE313F">
        <w:t xml:space="preserve">, </w:t>
      </w:r>
      <w:r w:rsidRPr="003D2FAA">
        <w:t>éculés</w:t>
      </w:r>
      <w:r w:rsidR="00DE313F">
        <w:t xml:space="preserve">, </w:t>
      </w:r>
      <w:r w:rsidRPr="003D2FAA">
        <w:t>aux élastiques déch</w:t>
      </w:r>
      <w:r w:rsidRPr="003D2FAA">
        <w:t>i</w:t>
      </w:r>
      <w:r w:rsidRPr="003D2FAA">
        <w:t>rés</w:t>
      </w:r>
      <w:r w:rsidR="00DE313F">
        <w:t xml:space="preserve">, </w:t>
      </w:r>
      <w:r w:rsidRPr="003D2FAA">
        <w:t>abîmés des deux côtés</w:t>
      </w:r>
      <w:r w:rsidR="00DE313F">
        <w:t xml:space="preserve"> ! </w:t>
      </w:r>
      <w:r w:rsidRPr="003D2FAA">
        <w:t>Qui sait quelles fatigues</w:t>
      </w:r>
      <w:r w:rsidR="00DE313F">
        <w:t xml:space="preserve">, </w:t>
      </w:r>
      <w:r w:rsidRPr="003D2FAA">
        <w:lastRenderedPageBreak/>
        <w:t>quelles di</w:t>
      </w:r>
      <w:r w:rsidRPr="003D2FAA">
        <w:t>f</w:t>
      </w:r>
      <w:r w:rsidRPr="003D2FAA">
        <w:t>ficultés</w:t>
      </w:r>
      <w:r w:rsidR="00DE313F">
        <w:t xml:space="preserve">, </w:t>
      </w:r>
      <w:r w:rsidRPr="003D2FAA">
        <w:t>quelles lassitudes ils ont endurées sur combien de routes</w:t>
      </w:r>
      <w:r w:rsidR="00DE313F">
        <w:t> !…</w:t>
      </w:r>
    </w:p>
    <w:p w14:paraId="3B2D8E0E" w14:textId="77777777" w:rsidR="00DE313F" w:rsidRDefault="0074134D" w:rsidP="0074134D">
      <w:r w:rsidRPr="003D2FAA">
        <w:t>La vieille dame éprouve presque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presque</w:t>
      </w:r>
      <w:r w:rsidR="00DE313F">
        <w:t xml:space="preserve">, </w:t>
      </w:r>
      <w:r w:rsidRPr="003D2FAA">
        <w:t>la tentation de frapper avec le revers des doigts à cette porte</w:t>
      </w:r>
      <w:r w:rsidR="00DE313F">
        <w:t xml:space="preserve">, </w:t>
      </w:r>
      <w:r w:rsidRPr="003D2FAA">
        <w:t>mais elle se r</w:t>
      </w:r>
      <w:r w:rsidRPr="003D2FAA">
        <w:t>e</w:t>
      </w:r>
      <w:r w:rsidRPr="003D2FAA">
        <w:t>tire à nouveau dans sa chambre</w:t>
      </w:r>
      <w:r w:rsidR="00DE313F">
        <w:t xml:space="preserve">. </w:t>
      </w:r>
      <w:r w:rsidRPr="003D2FAA">
        <w:t>Ses enfants tardent à rentrer à l</w:t>
      </w:r>
      <w:r w:rsidR="00DE313F">
        <w:t>’</w:t>
      </w:r>
      <w:r w:rsidRPr="003D2FAA">
        <w:t>hôtel</w:t>
      </w:r>
      <w:r w:rsidR="00DE313F">
        <w:t xml:space="preserve">. </w:t>
      </w:r>
      <w:r w:rsidRPr="003D2FAA">
        <w:t>Son agitation croît de plus en plus</w:t>
      </w:r>
      <w:r w:rsidR="00DE313F">
        <w:t xml:space="preserve"> ! </w:t>
      </w:r>
      <w:r w:rsidRPr="003D2FAA">
        <w:t>Qui sait s</w:t>
      </w:r>
      <w:r w:rsidR="00DE313F">
        <w:t>’</w:t>
      </w:r>
      <w:r w:rsidRPr="003D2FAA">
        <w:t>ils sont allés</w:t>
      </w:r>
      <w:r w:rsidR="00DE313F">
        <w:t xml:space="preserve">, </w:t>
      </w:r>
      <w:r w:rsidRPr="003D2FAA">
        <w:t>comme ils l</w:t>
      </w:r>
      <w:r w:rsidR="00DE313F">
        <w:t>’</w:t>
      </w:r>
      <w:r w:rsidRPr="003D2FAA">
        <w:t>ont promis</w:t>
      </w:r>
      <w:r w:rsidR="00DE313F">
        <w:t xml:space="preserve">, </w:t>
      </w:r>
      <w:r w:rsidRPr="003D2FAA">
        <w:t>voir la mer</w:t>
      </w:r>
      <w:r w:rsidR="00DE313F">
        <w:t xml:space="preserve">, </w:t>
      </w:r>
      <w:r w:rsidRPr="003D2FAA">
        <w:t>voir si elle est tra</w:t>
      </w:r>
      <w:r w:rsidRPr="003D2FAA">
        <w:t>n</w:t>
      </w:r>
      <w:r w:rsidRPr="003D2FAA">
        <w:t>quille</w:t>
      </w:r>
      <w:r w:rsidR="00DE313F">
        <w:t xml:space="preserve"> ? </w:t>
      </w:r>
      <w:r w:rsidRPr="003D2FAA">
        <w:t>Mais comme si l</w:t>
      </w:r>
      <w:r w:rsidR="00DE313F">
        <w:t>’</w:t>
      </w:r>
      <w:r w:rsidRPr="003D2FAA">
        <w:t>on pouvait voir de la terre si la mer est tranquille</w:t>
      </w:r>
      <w:r w:rsidR="00DE313F">
        <w:t xml:space="preserve"> ! </w:t>
      </w:r>
      <w:r w:rsidRPr="003D2FAA">
        <w:t>La mer lointaine</w:t>
      </w:r>
      <w:r w:rsidR="00DE313F">
        <w:t xml:space="preserve">, </w:t>
      </w:r>
      <w:r w:rsidRPr="003D2FAA">
        <w:t>la mer qui ne finit jamais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océan</w:t>
      </w:r>
      <w:r w:rsidR="00DE313F">
        <w:t> !</w:t>
      </w:r>
    </w:p>
    <w:p w14:paraId="339D4CD4" w14:textId="77777777" w:rsidR="00DE313F" w:rsidRDefault="0074134D" w:rsidP="0074134D">
      <w:r w:rsidRPr="003D2FAA">
        <w:t>Ils lui diront qu</w:t>
      </w:r>
      <w:r w:rsidR="00DE313F">
        <w:t>’</w:t>
      </w:r>
      <w:r w:rsidRPr="003D2FAA">
        <w:t>elle est calme</w:t>
      </w:r>
      <w:r w:rsidR="00DE313F">
        <w:t xml:space="preserve"> ! </w:t>
      </w:r>
      <w:r w:rsidRPr="003D2FAA">
        <w:t>Et comment les croire</w:t>
      </w:r>
      <w:r w:rsidR="00DE313F">
        <w:t xml:space="preserve"> ? </w:t>
      </w:r>
      <w:r w:rsidRPr="003D2FAA">
        <w:t>Lui seul</w:t>
      </w:r>
      <w:r w:rsidR="00DE313F">
        <w:t xml:space="preserve">, </w:t>
      </w:r>
      <w:r w:rsidRPr="003D2FAA">
        <w:t>le monsieur de la chambre voisine pourrait lui dire la vér</w:t>
      </w:r>
      <w:r w:rsidRPr="003D2FAA">
        <w:t>i</w:t>
      </w:r>
      <w:r w:rsidRPr="003D2FAA">
        <w:t>té</w:t>
      </w:r>
      <w:r w:rsidR="00DE313F">
        <w:t xml:space="preserve">. </w:t>
      </w:r>
      <w:r w:rsidRPr="003D2FAA">
        <w:t>Elle tend l</w:t>
      </w:r>
      <w:r w:rsidR="00DE313F">
        <w:t>’</w:t>
      </w:r>
      <w:r w:rsidRPr="003D2FAA">
        <w:t>oreille</w:t>
      </w:r>
      <w:r w:rsidR="00DE313F">
        <w:t xml:space="preserve"> ; </w:t>
      </w:r>
      <w:r w:rsidRPr="003D2FAA">
        <w:t>elle l</w:t>
      </w:r>
      <w:r w:rsidR="00DE313F">
        <w:t>’</w:t>
      </w:r>
      <w:r w:rsidRPr="003D2FAA">
        <w:t>appuie contre le galandage</w:t>
      </w:r>
      <w:r w:rsidR="00DE313F">
        <w:t xml:space="preserve">, </w:t>
      </w:r>
      <w:r w:rsidRPr="003D2FAA">
        <w:t>afin de voir si elle réussira à entendre de là quelque bruit</w:t>
      </w:r>
      <w:r w:rsidR="00DE313F">
        <w:t xml:space="preserve">. </w:t>
      </w:r>
      <w:r w:rsidRPr="003D2FAA">
        <w:t>Rien</w:t>
      </w:r>
      <w:r w:rsidR="00DE313F">
        <w:t xml:space="preserve">. </w:t>
      </w:r>
      <w:r w:rsidRPr="003D2FAA">
        <w:t>Le s</w:t>
      </w:r>
      <w:r w:rsidRPr="003D2FAA">
        <w:t>i</w:t>
      </w:r>
      <w:r w:rsidRPr="003D2FAA">
        <w:t>lence</w:t>
      </w:r>
      <w:r w:rsidR="00DE313F">
        <w:t xml:space="preserve"> ! </w:t>
      </w:r>
      <w:r w:rsidRPr="003D2FAA">
        <w:t>Mais il est déjà près de midi</w:t>
      </w:r>
      <w:r w:rsidR="00DE313F">
        <w:t xml:space="preserve"> ; </w:t>
      </w:r>
      <w:r w:rsidRPr="003D2FAA">
        <w:t>est-il possible qu</w:t>
      </w:r>
      <w:r w:rsidR="00DE313F">
        <w:t>’</w:t>
      </w:r>
      <w:r w:rsidRPr="003D2FAA">
        <w:t>il dorme encore</w:t>
      </w:r>
      <w:r w:rsidR="00DE313F">
        <w:t xml:space="preserve"> ? </w:t>
      </w:r>
      <w:r w:rsidRPr="003D2FAA">
        <w:t>Et voilà</w:t>
      </w:r>
      <w:r w:rsidR="00DE313F">
        <w:t xml:space="preserve"> : </w:t>
      </w:r>
      <w:r w:rsidRPr="003D2FAA">
        <w:t>la cloche du déjeuner sonne</w:t>
      </w:r>
      <w:r w:rsidR="00DE313F">
        <w:t xml:space="preserve">. </w:t>
      </w:r>
      <w:r w:rsidRPr="003D2FAA">
        <w:t>De toutes les portes sortent sur le corridor les messieurs qui se rendent en bas à la salle à manger</w:t>
      </w:r>
      <w:r w:rsidR="00DE313F">
        <w:t xml:space="preserve">. </w:t>
      </w:r>
      <w:r w:rsidRPr="003D2FAA">
        <w:t>Elle se met sur la porte pour observer si ces souliers encore là font impression à quelqu</w:t>
      </w:r>
      <w:r w:rsidR="00DE313F">
        <w:t>’</w:t>
      </w:r>
      <w:r w:rsidRPr="003D2FAA">
        <w:t>un</w:t>
      </w:r>
      <w:r w:rsidR="00DE313F">
        <w:t xml:space="preserve"> ; </w:t>
      </w:r>
      <w:r w:rsidRPr="003D2FAA">
        <w:t>non</w:t>
      </w:r>
      <w:r w:rsidR="00DE313F">
        <w:t xml:space="preserve"> ; </w:t>
      </w:r>
      <w:r w:rsidRPr="003D2FAA">
        <w:t>ils n</w:t>
      </w:r>
      <w:r w:rsidR="00DE313F">
        <w:t>’</w:t>
      </w:r>
      <w:r w:rsidRPr="003D2FAA">
        <w:t>en font à personne</w:t>
      </w:r>
      <w:r w:rsidR="00DE313F">
        <w:t xml:space="preserve"> ! </w:t>
      </w:r>
      <w:r w:rsidRPr="003D2FAA">
        <w:t>Tous vont et viennent sans y faire atte</w:t>
      </w:r>
      <w:r w:rsidRPr="003D2FAA">
        <w:t>n</w:t>
      </w:r>
      <w:r w:rsidRPr="003D2FAA">
        <w:t>tion</w:t>
      </w:r>
      <w:r w:rsidR="00DE313F">
        <w:t xml:space="preserve">. </w:t>
      </w:r>
      <w:r w:rsidRPr="003D2FAA">
        <w:t>Un garçon monte l</w:t>
      </w:r>
      <w:r w:rsidR="00DE313F">
        <w:t>’</w:t>
      </w:r>
      <w:r w:rsidRPr="003D2FAA">
        <w:t>appeler</w:t>
      </w:r>
      <w:r w:rsidR="00DE313F">
        <w:t xml:space="preserve"> : </w:t>
      </w:r>
      <w:r w:rsidRPr="003D2FAA">
        <w:t>ses enfants sont en bas</w:t>
      </w:r>
      <w:r w:rsidR="00DE313F">
        <w:t xml:space="preserve">, </w:t>
      </w:r>
      <w:r w:rsidRPr="003D2FAA">
        <w:t>ils viennent d</w:t>
      </w:r>
      <w:r w:rsidR="00DE313F">
        <w:t>’</w:t>
      </w:r>
      <w:r w:rsidRPr="003D2FAA">
        <w:t>arriver</w:t>
      </w:r>
      <w:r w:rsidR="00DE313F">
        <w:t xml:space="preserve"> ; </w:t>
      </w:r>
      <w:r w:rsidRPr="003D2FAA">
        <w:t>ils l</w:t>
      </w:r>
      <w:r w:rsidR="00DE313F">
        <w:t>’</w:t>
      </w:r>
      <w:r w:rsidRPr="003D2FAA">
        <w:t>attendent dans la salle à manger</w:t>
      </w:r>
      <w:r w:rsidR="00DE313F">
        <w:t xml:space="preserve">. </w:t>
      </w:r>
      <w:r w:rsidRPr="003D2FAA">
        <w:t>Et la vieille dame descend avec le garçon</w:t>
      </w:r>
      <w:r w:rsidR="00DE313F">
        <w:t>.</w:t>
      </w:r>
    </w:p>
    <w:p w14:paraId="74F81ACA" w14:textId="77777777" w:rsidR="00DE313F" w:rsidRDefault="0074134D" w:rsidP="0074134D">
      <w:r w:rsidRPr="003D2FAA">
        <w:t>Et maintenant</w:t>
      </w:r>
      <w:r w:rsidR="00DE313F">
        <w:t xml:space="preserve">, </w:t>
      </w:r>
      <w:r w:rsidRPr="003D2FAA">
        <w:t>dans le corridor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y a plus personne</w:t>
      </w:r>
      <w:r w:rsidR="00DE313F">
        <w:t xml:space="preserve"> ; </w:t>
      </w:r>
      <w:r w:rsidRPr="003D2FAA">
        <w:t>toutes les chambres sont vides</w:t>
      </w:r>
      <w:r w:rsidR="00DE313F">
        <w:t xml:space="preserve"> ; </w:t>
      </w:r>
      <w:r w:rsidRPr="003D2FAA">
        <w:t>la paire de souliers reste en a</w:t>
      </w:r>
      <w:r w:rsidRPr="003D2FAA">
        <w:t>t</w:t>
      </w:r>
      <w:r w:rsidRPr="003D2FAA">
        <w:t>tente</w:t>
      </w:r>
      <w:r w:rsidR="00DE313F">
        <w:t xml:space="preserve">, </w:t>
      </w:r>
      <w:r w:rsidRPr="003D2FAA">
        <w:t>reste dans la solitude</w:t>
      </w:r>
      <w:r w:rsidR="00DE313F">
        <w:t xml:space="preserve">, </w:t>
      </w:r>
      <w:r w:rsidRPr="003D2FAA">
        <w:t>reste dans le silence</w:t>
      </w:r>
      <w:r w:rsidR="00DE313F">
        <w:t xml:space="preserve">, </w:t>
      </w:r>
      <w:r w:rsidRPr="003D2FAA">
        <w:t>devant cette porte toujours close</w:t>
      </w:r>
      <w:r w:rsidR="00DE313F">
        <w:t xml:space="preserve"> ! </w:t>
      </w:r>
      <w:r w:rsidRPr="003D2FAA">
        <w:t>Ils semblent en pénitence</w:t>
      </w:r>
      <w:r w:rsidR="00DE313F">
        <w:t> !</w:t>
      </w:r>
    </w:p>
    <w:p w14:paraId="4BD6014F" w14:textId="77777777" w:rsidR="00DE313F" w:rsidRDefault="0074134D" w:rsidP="0074134D">
      <w:r w:rsidRPr="003D2FAA">
        <w:t>Faits pour cheminer</w:t>
      </w:r>
      <w:r w:rsidR="00DE313F">
        <w:t xml:space="preserve">, </w:t>
      </w:r>
      <w:r w:rsidRPr="003D2FAA">
        <w:t>laissés là inutiles</w:t>
      </w:r>
      <w:r w:rsidR="00DE313F">
        <w:t xml:space="preserve">, </w:t>
      </w:r>
      <w:r w:rsidRPr="003D2FAA">
        <w:t>usés comme ils le sont après avoir tant servi</w:t>
      </w:r>
      <w:r w:rsidR="00DE313F">
        <w:t xml:space="preserve">, </w:t>
      </w:r>
      <w:r w:rsidRPr="003D2FAA">
        <w:t>ils paraissent honteux et pitoyables</w:t>
      </w:r>
      <w:r w:rsidR="00DE313F">
        <w:t xml:space="preserve"> ; </w:t>
      </w:r>
      <w:r w:rsidRPr="003D2FAA">
        <w:t>ils demandent qu</w:t>
      </w:r>
      <w:r w:rsidR="00DE313F">
        <w:t>’</w:t>
      </w:r>
      <w:r w:rsidRPr="003D2FAA">
        <w:t>on les emporte</w:t>
      </w:r>
      <w:r w:rsidR="00DE313F">
        <w:t> !</w:t>
      </w:r>
    </w:p>
    <w:p w14:paraId="65ACBC6C" w14:textId="77777777" w:rsidR="00DE313F" w:rsidRDefault="0074134D" w:rsidP="0074134D">
      <w:r w:rsidRPr="003D2FAA">
        <w:lastRenderedPageBreak/>
        <w:t>En revenant de déjeuner</w:t>
      </w:r>
      <w:r w:rsidR="00DE313F">
        <w:t xml:space="preserve">, </w:t>
      </w:r>
      <w:r w:rsidRPr="003D2FAA">
        <w:t>sur l</w:t>
      </w:r>
      <w:r w:rsidR="00DE313F">
        <w:t>’</w:t>
      </w:r>
      <w:r w:rsidRPr="003D2FAA">
        <w:t>observation pleine d</w:t>
      </w:r>
      <w:r w:rsidR="00DE313F">
        <w:t>’</w:t>
      </w:r>
      <w:r w:rsidRPr="003D2FAA">
        <w:t>étonnement et d</w:t>
      </w:r>
      <w:r w:rsidR="00DE313F">
        <w:t>’</w:t>
      </w:r>
      <w:r w:rsidRPr="003D2FAA">
        <w:t>effroi de la vieille dame</w:t>
      </w:r>
      <w:r w:rsidR="00DE313F">
        <w:t xml:space="preserve">, </w:t>
      </w:r>
      <w:r w:rsidRPr="003D2FAA">
        <w:t>les étrangers s</w:t>
      </w:r>
      <w:r w:rsidR="00DE313F">
        <w:t>’</w:t>
      </w:r>
      <w:r w:rsidRPr="003D2FAA">
        <w:t>arrêtent enfin à les observer avec une curiosité inquiète</w:t>
      </w:r>
      <w:r w:rsidR="00DE313F">
        <w:t xml:space="preserve">. </w:t>
      </w:r>
      <w:r w:rsidRPr="003D2FAA">
        <w:t>Quel est le nom de l</w:t>
      </w:r>
      <w:r w:rsidR="00DE313F">
        <w:t>’</w:t>
      </w:r>
      <w:r w:rsidRPr="003D2FAA">
        <w:t>Américain arrivé hier soir</w:t>
      </w:r>
      <w:r w:rsidR="00DE313F">
        <w:t xml:space="preserve"> ? </w:t>
      </w:r>
      <w:r w:rsidRPr="003D2FAA">
        <w:t>Qui l</w:t>
      </w:r>
      <w:r w:rsidR="00DE313F">
        <w:t>’</w:t>
      </w:r>
      <w:r w:rsidRPr="003D2FAA">
        <w:t>a vu</w:t>
      </w:r>
      <w:r w:rsidR="00DE313F">
        <w:t xml:space="preserve"> ? </w:t>
      </w:r>
      <w:r w:rsidRPr="003D2FAA">
        <w:t>Il a d</w:t>
      </w:r>
      <w:r w:rsidRPr="003D2FAA">
        <w:t>é</w:t>
      </w:r>
      <w:r w:rsidRPr="003D2FAA">
        <w:t>barqué du paquebot de Gênes</w:t>
      </w:r>
      <w:r w:rsidR="00DE313F">
        <w:t xml:space="preserve"> ; </w:t>
      </w:r>
      <w:r w:rsidRPr="003D2FAA">
        <w:t>peut-être n</w:t>
      </w:r>
      <w:r w:rsidR="00DE313F">
        <w:t>’</w:t>
      </w:r>
      <w:r w:rsidRPr="003D2FAA">
        <w:t>a-t-il pas dormi la nuit dernière</w:t>
      </w:r>
      <w:r w:rsidR="00DE313F">
        <w:t xml:space="preserve"> ? </w:t>
      </w:r>
      <w:r w:rsidRPr="003D2FAA">
        <w:t>Peut-être a-t-il souffert sur mer pendant la tr</w:t>
      </w:r>
      <w:r w:rsidRPr="003D2FAA">
        <w:t>a</w:t>
      </w:r>
      <w:r w:rsidRPr="003D2FAA">
        <w:t>versée</w:t>
      </w:r>
      <w:r w:rsidR="00DE313F">
        <w:t xml:space="preserve">… </w:t>
      </w:r>
      <w:r w:rsidRPr="003D2FAA">
        <w:t>il vient d</w:t>
      </w:r>
      <w:r w:rsidR="00DE313F">
        <w:t>’</w:t>
      </w:r>
      <w:r w:rsidRPr="003D2FAA">
        <w:t>Amérique</w:t>
      </w:r>
      <w:r w:rsidR="00DE313F">
        <w:t xml:space="preserve">… </w:t>
      </w:r>
      <w:r w:rsidRPr="003D2FAA">
        <w:t>S</w:t>
      </w:r>
      <w:r w:rsidR="00DE313F">
        <w:t>’</w:t>
      </w:r>
      <w:r w:rsidRPr="003D2FAA">
        <w:t>il a été malade en passant l</w:t>
      </w:r>
      <w:r w:rsidR="00DE313F">
        <w:t>’</w:t>
      </w:r>
      <w:r w:rsidRPr="003D2FAA">
        <w:t>océan</w:t>
      </w:r>
      <w:r w:rsidR="00DE313F">
        <w:t xml:space="preserve">, </w:t>
      </w:r>
      <w:r w:rsidRPr="003D2FAA">
        <w:t>qui sait combien de nuits il a passées dans l</w:t>
      </w:r>
      <w:r w:rsidR="00DE313F">
        <w:t>’</w:t>
      </w:r>
      <w:r w:rsidRPr="003D2FAA">
        <w:t>insomnie</w:t>
      </w:r>
      <w:r w:rsidR="00DE313F">
        <w:t> ?…</w:t>
      </w:r>
    </w:p>
    <w:p w14:paraId="691D495B" w14:textId="77777777" w:rsidR="00DE313F" w:rsidRDefault="0074134D" w:rsidP="0074134D">
      <w:r w:rsidRPr="003D2FAA">
        <w:t>Peut-être veut-il se refaire en dormant un jour entier</w:t>
      </w:r>
      <w:r w:rsidR="00DE313F">
        <w:t xml:space="preserve">. – </w:t>
      </w:r>
      <w:r w:rsidRPr="003D2FAA">
        <w:t>Est-ce possible</w:t>
      </w:r>
      <w:r w:rsidR="00DE313F">
        <w:t xml:space="preserve"> ? </w:t>
      </w:r>
      <w:r w:rsidRPr="003D2FAA">
        <w:t>Au milieu de tant de tapage</w:t>
      </w:r>
      <w:r w:rsidR="00DE313F">
        <w:t xml:space="preserve">… </w:t>
      </w:r>
      <w:r w:rsidRPr="003D2FAA">
        <w:t>Il est déjà midi</w:t>
      </w:r>
      <w:r w:rsidR="00DE313F">
        <w:t> !</w:t>
      </w:r>
    </w:p>
    <w:p w14:paraId="05C824CB" w14:textId="77777777" w:rsidR="00DE313F" w:rsidRDefault="0074134D" w:rsidP="0074134D">
      <w:r w:rsidRPr="003D2FAA">
        <w:t>Et la foule augmente autour de cette paire de souliers</w:t>
      </w:r>
      <w:r w:rsidR="00DE313F">
        <w:t xml:space="preserve">, </w:t>
      </w:r>
      <w:r w:rsidRPr="003D2FAA">
        <w:t>devant cette porte</w:t>
      </w:r>
      <w:r w:rsidR="00DE313F">
        <w:t xml:space="preserve">. </w:t>
      </w:r>
      <w:r w:rsidRPr="003D2FAA">
        <w:t>Mais instinctivement tous s</w:t>
      </w:r>
      <w:r w:rsidR="00DE313F">
        <w:t>’</w:t>
      </w:r>
      <w:r w:rsidRPr="003D2FAA">
        <w:t>en tiennent élo</w:t>
      </w:r>
      <w:r w:rsidRPr="003D2FAA">
        <w:t>i</w:t>
      </w:r>
      <w:r w:rsidRPr="003D2FAA">
        <w:t>gnés</w:t>
      </w:r>
      <w:r w:rsidR="00DE313F">
        <w:t xml:space="preserve">, </w:t>
      </w:r>
      <w:r w:rsidRPr="003D2FAA">
        <w:t>formant demi-cercle</w:t>
      </w:r>
      <w:r w:rsidR="00DE313F">
        <w:t>.</w:t>
      </w:r>
    </w:p>
    <w:p w14:paraId="06F57BB2" w14:textId="77777777" w:rsidR="00DE313F" w:rsidRDefault="0074134D" w:rsidP="0074134D">
      <w:r w:rsidRPr="003D2FAA">
        <w:t>Cependant un valet de chambre court appeler le gérant</w:t>
      </w:r>
      <w:r w:rsidR="00DE313F">
        <w:t xml:space="preserve">. </w:t>
      </w:r>
      <w:r w:rsidRPr="003D2FAA">
        <w:t>C</w:t>
      </w:r>
      <w:r w:rsidRPr="003D2FAA">
        <w:t>e</w:t>
      </w:r>
      <w:r w:rsidRPr="003D2FAA">
        <w:t>lui-ci envoie chercher le propriétaire</w:t>
      </w:r>
      <w:r w:rsidR="00DE313F">
        <w:t xml:space="preserve">, </w:t>
      </w:r>
      <w:r w:rsidRPr="003D2FAA">
        <w:t>et tous deux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 d</w:t>
      </w:r>
      <w:r w:rsidR="00DE313F">
        <w:t>’</w:t>
      </w:r>
      <w:r w:rsidRPr="003D2FAA">
        <w:t>abord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autre ensuite</w:t>
      </w:r>
      <w:r w:rsidR="00DE313F">
        <w:t xml:space="preserve">, </w:t>
      </w:r>
      <w:r w:rsidRPr="003D2FAA">
        <w:t>frappent à la porte</w:t>
      </w:r>
      <w:r w:rsidR="00DE313F">
        <w:t xml:space="preserve">. </w:t>
      </w:r>
      <w:r w:rsidRPr="003D2FAA">
        <w:t>Personne ne répond</w:t>
      </w:r>
      <w:r w:rsidR="00DE313F">
        <w:t xml:space="preserve">. </w:t>
      </w:r>
      <w:r w:rsidRPr="003D2FAA">
        <w:t>Ils e</w:t>
      </w:r>
      <w:r w:rsidRPr="003D2FAA">
        <w:t>s</w:t>
      </w:r>
      <w:r w:rsidRPr="003D2FAA">
        <w:t>saient d</w:t>
      </w:r>
      <w:r w:rsidR="00DE313F">
        <w:t>’</w:t>
      </w:r>
      <w:r w:rsidRPr="003D2FAA">
        <w:t>ouvrir la porte</w:t>
      </w:r>
      <w:r w:rsidR="00DE313F">
        <w:t xml:space="preserve">, </w:t>
      </w:r>
      <w:r w:rsidRPr="003D2FAA">
        <w:t>elle est fermée en dedans</w:t>
      </w:r>
      <w:r w:rsidR="00DE313F">
        <w:t xml:space="preserve">. </w:t>
      </w:r>
      <w:r w:rsidRPr="003D2FAA">
        <w:t>Ils frappent plus fort</w:t>
      </w:r>
      <w:r w:rsidR="00DE313F">
        <w:t xml:space="preserve">, </w:t>
      </w:r>
      <w:r w:rsidRPr="003D2FAA">
        <w:t>plus fort encore</w:t>
      </w:r>
      <w:r w:rsidR="00DE313F">
        <w:t xml:space="preserve">. </w:t>
      </w:r>
      <w:r w:rsidRPr="003D2FAA">
        <w:t>Silence toujours</w:t>
      </w:r>
      <w:r w:rsidR="00DE313F">
        <w:t xml:space="preserve"> ! </w:t>
      </w:r>
      <w:r w:rsidRPr="003D2FAA">
        <w:t>Il ne reste aucun doute</w:t>
      </w:r>
      <w:r w:rsidR="00DE313F">
        <w:t xml:space="preserve">, </w:t>
      </w:r>
      <w:r w:rsidRPr="003D2FAA">
        <w:t>il faut courir sans retard avertir la police</w:t>
      </w:r>
      <w:r w:rsidR="00DE313F">
        <w:t xml:space="preserve"> ; </w:t>
      </w:r>
      <w:r w:rsidRPr="003D2FAA">
        <w:t>par bonheur</w:t>
      </w:r>
      <w:r w:rsidR="00DE313F">
        <w:t xml:space="preserve">, </w:t>
      </w:r>
      <w:r w:rsidRPr="003D2FAA">
        <w:t>il y a un bureau à deux pas</w:t>
      </w:r>
      <w:r w:rsidR="00DE313F">
        <w:t xml:space="preserve">. </w:t>
      </w:r>
      <w:r w:rsidRPr="003D2FAA">
        <w:t>Un inspecteur arrive avec deux agents et un serrurier</w:t>
      </w:r>
      <w:r w:rsidR="00DE313F">
        <w:t xml:space="preserve">. </w:t>
      </w:r>
      <w:r w:rsidRPr="003D2FAA">
        <w:t>La porte est forcée</w:t>
      </w:r>
      <w:r w:rsidR="00DE313F">
        <w:t xml:space="preserve"> ; </w:t>
      </w:r>
      <w:r w:rsidRPr="003D2FAA">
        <w:t>les gardiens de la paix i</w:t>
      </w:r>
      <w:r w:rsidRPr="003D2FAA">
        <w:t>n</w:t>
      </w:r>
      <w:r w:rsidRPr="003D2FAA">
        <w:t>terdisent l</w:t>
      </w:r>
      <w:r w:rsidR="00DE313F">
        <w:t>’</w:t>
      </w:r>
      <w:r w:rsidRPr="003D2FAA">
        <w:t>entrée aux curieux qui poussent</w:t>
      </w:r>
      <w:r w:rsidR="00DE313F">
        <w:t xml:space="preserve">… </w:t>
      </w:r>
      <w:r w:rsidRPr="003D2FAA">
        <w:t>L</w:t>
      </w:r>
      <w:r w:rsidR="00DE313F">
        <w:t>’</w:t>
      </w:r>
      <w:r w:rsidRPr="003D2FAA">
        <w:t>inspecteur et le propriétaire de l</w:t>
      </w:r>
      <w:r w:rsidR="00DE313F">
        <w:t>’</w:t>
      </w:r>
      <w:r w:rsidRPr="003D2FAA">
        <w:t>hôtel entrent seuls</w:t>
      </w:r>
      <w:r w:rsidR="00DE313F">
        <w:t>.</w:t>
      </w:r>
    </w:p>
    <w:p w14:paraId="493ADD98" w14:textId="77777777" w:rsidR="00DE313F" w:rsidRDefault="0074134D" w:rsidP="0074134D">
      <w:r w:rsidRPr="003D2FAA">
        <w:t>L</w:t>
      </w:r>
      <w:r w:rsidR="00DE313F">
        <w:t>’</w:t>
      </w:r>
      <w:r w:rsidRPr="003D2FAA">
        <w:t>homme qui a traversé l</w:t>
      </w:r>
      <w:r w:rsidR="00DE313F">
        <w:t>’</w:t>
      </w:r>
      <w:r w:rsidRPr="003D2FAA">
        <w:t>océan est mort dans un lit d</w:t>
      </w:r>
      <w:r w:rsidR="00DE313F">
        <w:t>’</w:t>
      </w:r>
      <w:r w:rsidRPr="003D2FAA">
        <w:t>hôtel</w:t>
      </w:r>
      <w:r w:rsidR="00DE313F">
        <w:t xml:space="preserve">, </w:t>
      </w:r>
      <w:r w:rsidRPr="003D2FAA">
        <w:t>la première nuit où il a touché terre</w:t>
      </w:r>
      <w:r w:rsidR="00DE313F">
        <w:t xml:space="preserve"> ; </w:t>
      </w:r>
      <w:r w:rsidRPr="003D2FAA">
        <w:t>il est mort en dormant avec une main sous la joue comme un enfant</w:t>
      </w:r>
      <w:r w:rsidR="00DE313F">
        <w:t xml:space="preserve">. </w:t>
      </w:r>
      <w:r w:rsidRPr="003D2FAA">
        <w:t>Peut-être est-il mort d</w:t>
      </w:r>
      <w:r w:rsidR="00DE313F">
        <w:t>’</w:t>
      </w:r>
      <w:r w:rsidRPr="003D2FAA">
        <w:t>une syncope</w:t>
      </w:r>
      <w:r w:rsidR="00DE313F">
        <w:t> ?</w:t>
      </w:r>
    </w:p>
    <w:p w14:paraId="17A61A5E" w14:textId="77777777" w:rsidR="00DE313F" w:rsidRDefault="0074134D" w:rsidP="0074134D">
      <w:r w:rsidRPr="003D2FAA">
        <w:lastRenderedPageBreak/>
        <w:t>Tous ces vivants</w:t>
      </w:r>
      <w:r w:rsidR="00DE313F">
        <w:t xml:space="preserve">, </w:t>
      </w:r>
      <w:r w:rsidRPr="003D2FAA">
        <w:t>tous ceux que la vie sans repos rassemble ici pour un jour</w:t>
      </w:r>
      <w:r w:rsidR="00DE313F">
        <w:t xml:space="preserve">, </w:t>
      </w:r>
      <w:r w:rsidRPr="003D2FAA">
        <w:t>amenés par les besognes les plus opposées</w:t>
      </w:r>
      <w:r w:rsidR="00DE313F">
        <w:t xml:space="preserve">, </w:t>
      </w:r>
      <w:r w:rsidRPr="003D2FAA">
        <w:t>e</w:t>
      </w:r>
      <w:r w:rsidRPr="003D2FAA">
        <w:t>n</w:t>
      </w:r>
      <w:r w:rsidRPr="003D2FAA">
        <w:t>gagés dans les affaires les plus diverses</w:t>
      </w:r>
      <w:r w:rsidR="00DE313F">
        <w:t xml:space="preserve">, </w:t>
      </w:r>
      <w:r w:rsidRPr="003D2FAA">
        <w:t>se pressent devant cette petite chambre</w:t>
      </w:r>
      <w:r w:rsidR="00DE313F">
        <w:t xml:space="preserve">, </w:t>
      </w:r>
      <w:r w:rsidRPr="003D2FAA">
        <w:t>alvéole d</w:t>
      </w:r>
      <w:r w:rsidR="00DE313F">
        <w:t>’</w:t>
      </w:r>
      <w:r w:rsidRPr="003D2FAA">
        <w:t>un rayon d</w:t>
      </w:r>
      <w:r w:rsidR="00DE313F">
        <w:t>’</w:t>
      </w:r>
      <w:r w:rsidRPr="003D2FAA">
        <w:t>abeilles où une vie s</w:t>
      </w:r>
      <w:r w:rsidR="00DE313F">
        <w:t>’</w:t>
      </w:r>
      <w:r w:rsidRPr="003D2FAA">
        <w:t>est a</w:t>
      </w:r>
      <w:r w:rsidRPr="003D2FAA">
        <w:t>r</w:t>
      </w:r>
      <w:r w:rsidRPr="003D2FAA">
        <w:t>rêtée</w:t>
      </w:r>
      <w:r w:rsidR="00DE313F">
        <w:t xml:space="preserve">. </w:t>
      </w:r>
      <w:r w:rsidRPr="003D2FAA">
        <w:t>La nouvelle s</w:t>
      </w:r>
      <w:r w:rsidR="00DE313F">
        <w:t>’</w:t>
      </w:r>
      <w:r w:rsidRPr="003D2FAA">
        <w:t>est répandue dans l</w:t>
      </w:r>
      <w:r w:rsidR="00DE313F">
        <w:t>’</w:t>
      </w:r>
      <w:r w:rsidRPr="003D2FAA">
        <w:t>hôtel</w:t>
      </w:r>
      <w:r w:rsidR="00DE313F">
        <w:t xml:space="preserve">. </w:t>
      </w:r>
      <w:r w:rsidRPr="003D2FAA">
        <w:t>D</w:t>
      </w:r>
      <w:r w:rsidR="00DE313F">
        <w:t>’</w:t>
      </w:r>
      <w:r w:rsidRPr="003D2FAA">
        <w:t>en haut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en bas</w:t>
      </w:r>
      <w:r w:rsidR="00DE313F">
        <w:t xml:space="preserve">, </w:t>
      </w:r>
      <w:r w:rsidRPr="003D2FAA">
        <w:t>tous accourent</w:t>
      </w:r>
      <w:r w:rsidR="00DE313F">
        <w:t xml:space="preserve">, </w:t>
      </w:r>
      <w:r w:rsidRPr="003D2FAA">
        <w:t>tous veulent voir</w:t>
      </w:r>
      <w:r w:rsidR="00DE313F">
        <w:t xml:space="preserve">, </w:t>
      </w:r>
      <w:r w:rsidRPr="003D2FAA">
        <w:t>veulent savoir</w:t>
      </w:r>
      <w:r w:rsidR="00DE313F">
        <w:t xml:space="preserve">, </w:t>
      </w:r>
      <w:r w:rsidRPr="003D2FAA">
        <w:t>qui est mort</w:t>
      </w:r>
      <w:r w:rsidR="00DE313F">
        <w:t xml:space="preserve">, </w:t>
      </w:r>
      <w:r w:rsidRPr="003D2FAA">
        <w:t>comment il est mort</w:t>
      </w:r>
      <w:r w:rsidR="00DE313F">
        <w:t> !</w:t>
      </w:r>
    </w:p>
    <w:p w14:paraId="065DBA49" w14:textId="77777777" w:rsidR="00DE313F" w:rsidRDefault="00DE313F" w:rsidP="0074134D">
      <w:r>
        <w:t>— </w:t>
      </w:r>
      <w:r w:rsidR="0074134D" w:rsidRPr="003D2FAA">
        <w:t>On n</w:t>
      </w:r>
      <w:r>
        <w:t>’</w:t>
      </w:r>
      <w:r w:rsidR="0074134D" w:rsidRPr="003D2FAA">
        <w:t>entre pas</w:t>
      </w:r>
      <w:r>
        <w:t> !</w:t>
      </w:r>
    </w:p>
    <w:p w14:paraId="6A5AA689" w14:textId="77777777" w:rsidR="00DE313F" w:rsidRDefault="0074134D" w:rsidP="0074134D">
      <w:r w:rsidRPr="003D2FAA">
        <w:t>Le commissaire de police et le médecin des morts sont maintenant dans la chambre</w:t>
      </w:r>
      <w:r w:rsidR="00DE313F">
        <w:t xml:space="preserve">. </w:t>
      </w:r>
      <w:r w:rsidRPr="003D2FAA">
        <w:t>Par la fente de la porte</w:t>
      </w:r>
      <w:r w:rsidR="00DE313F">
        <w:t xml:space="preserve">, </w:t>
      </w:r>
      <w:r w:rsidRPr="003D2FAA">
        <w:t>le long du chambranle</w:t>
      </w:r>
      <w:r w:rsidR="00DE313F">
        <w:t xml:space="preserve">, </w:t>
      </w:r>
      <w:r w:rsidRPr="003D2FAA">
        <w:t>voilà</w:t>
      </w:r>
      <w:r w:rsidR="00DE313F">
        <w:t xml:space="preserve">, </w:t>
      </w:r>
      <w:r w:rsidRPr="003D2FAA">
        <w:t>voilà</w:t>
      </w:r>
      <w:r w:rsidR="00DE313F">
        <w:t xml:space="preserve">, </w:t>
      </w:r>
      <w:r w:rsidRPr="003D2FAA">
        <w:t>on entrevoit le cadavre sur le lit</w:t>
      </w:r>
      <w:r w:rsidR="00DE313F">
        <w:t xml:space="preserve">. </w:t>
      </w:r>
      <w:r w:rsidRPr="003D2FAA">
        <w:t>Voilà son visage</w:t>
      </w:r>
      <w:r w:rsidR="00DE313F">
        <w:t xml:space="preserve"> ! </w:t>
      </w:r>
      <w:r w:rsidRPr="003D2FAA">
        <w:t>Ah</w:t>
      </w:r>
      <w:r w:rsidR="00DE313F">
        <w:t xml:space="preserve"> ! </w:t>
      </w:r>
      <w:r w:rsidRPr="003D2FAA">
        <w:t>comme il est blanc</w:t>
      </w:r>
      <w:r w:rsidR="00DE313F">
        <w:t xml:space="preserve"> ; </w:t>
      </w:r>
      <w:r w:rsidRPr="003D2FAA">
        <w:t>et l</w:t>
      </w:r>
      <w:r w:rsidR="00DE313F">
        <w:t>’</w:t>
      </w:r>
      <w:r w:rsidRPr="003D2FAA">
        <w:t>homme a une main sous la joue</w:t>
      </w:r>
      <w:r w:rsidR="00DE313F">
        <w:t xml:space="preserve"> ; </w:t>
      </w:r>
      <w:r w:rsidRPr="003D2FAA">
        <w:t>il semble dormir comme un bébé</w:t>
      </w:r>
      <w:r w:rsidR="00DE313F">
        <w:t xml:space="preserve"> !… </w:t>
      </w:r>
      <w:r w:rsidRPr="003D2FAA">
        <w:t>Et on reco</w:t>
      </w:r>
      <w:r w:rsidRPr="003D2FAA">
        <w:t>m</w:t>
      </w:r>
      <w:r w:rsidRPr="003D2FAA">
        <w:t>mence</w:t>
      </w:r>
      <w:r w:rsidR="00DE313F">
        <w:t xml:space="preserve"> : </w:t>
      </w:r>
      <w:r w:rsidRPr="003D2FAA">
        <w:t>qui est-il</w:t>
      </w:r>
      <w:r w:rsidR="00DE313F">
        <w:t xml:space="preserve"> ? </w:t>
      </w:r>
      <w:r w:rsidRPr="003D2FAA">
        <w:t>Comment se nomme-t-il</w:t>
      </w:r>
      <w:r w:rsidR="00DE313F">
        <w:t xml:space="preserve"> ? </w:t>
      </w:r>
      <w:r w:rsidRPr="003D2FAA">
        <w:t>On ne sait rien</w:t>
      </w:r>
      <w:r w:rsidR="00DE313F">
        <w:t xml:space="preserve">. </w:t>
      </w:r>
      <w:r w:rsidRPr="003D2FAA">
        <w:t>On sait seulement qu</w:t>
      </w:r>
      <w:r w:rsidR="00DE313F">
        <w:t>’</w:t>
      </w:r>
      <w:r w:rsidRPr="003D2FAA">
        <w:t>il revient d</w:t>
      </w:r>
      <w:r w:rsidR="00DE313F">
        <w:t>’</w:t>
      </w:r>
      <w:r w:rsidRPr="003D2FAA">
        <w:t>Amérique</w:t>
      </w:r>
      <w:r w:rsidR="00DE313F">
        <w:t xml:space="preserve">, </w:t>
      </w:r>
      <w:r w:rsidRPr="003D2FAA">
        <w:t>de New-York</w:t>
      </w:r>
      <w:r w:rsidR="00DE313F">
        <w:t xml:space="preserve">. </w:t>
      </w:r>
      <w:r w:rsidRPr="003D2FAA">
        <w:t>Où se rendait-il</w:t>
      </w:r>
      <w:r w:rsidR="00DE313F">
        <w:t xml:space="preserve"> ? </w:t>
      </w:r>
      <w:r w:rsidRPr="003D2FAA">
        <w:t>Par qui était-il attendu</w:t>
      </w:r>
      <w:r w:rsidR="00DE313F">
        <w:t xml:space="preserve"> ? </w:t>
      </w:r>
      <w:r w:rsidRPr="003D2FAA">
        <w:t>On ignore tout</w:t>
      </w:r>
      <w:r w:rsidR="00DE313F">
        <w:t xml:space="preserve">. </w:t>
      </w:r>
      <w:r w:rsidRPr="003D2FAA">
        <w:t>Aucune i</w:t>
      </w:r>
      <w:r w:rsidRPr="003D2FAA">
        <w:t>n</w:t>
      </w:r>
      <w:r w:rsidRPr="003D2FAA">
        <w:t>dication n</w:t>
      </w:r>
      <w:r w:rsidR="00DE313F">
        <w:t>’</w:t>
      </w:r>
      <w:r w:rsidRPr="003D2FAA">
        <w:t>est ressortie des papiers qu</w:t>
      </w:r>
      <w:r w:rsidR="00DE313F">
        <w:t>’</w:t>
      </w:r>
      <w:r w:rsidRPr="003D2FAA">
        <w:t>on a trouvés dans ses poches et dans sa valise</w:t>
      </w:r>
      <w:r w:rsidR="00DE313F">
        <w:t xml:space="preserve">. </w:t>
      </w:r>
      <w:r w:rsidRPr="003D2FAA">
        <w:t>Entrepreneur</w:t>
      </w:r>
      <w:r w:rsidR="00DE313F">
        <w:t xml:space="preserve">… </w:t>
      </w:r>
      <w:r w:rsidRPr="003D2FAA">
        <w:t>mais de quoi</w:t>
      </w:r>
      <w:r w:rsidR="00DE313F">
        <w:t> ?</w:t>
      </w:r>
    </w:p>
    <w:p w14:paraId="33EBB3C2" w14:textId="77777777" w:rsidR="00DE313F" w:rsidRDefault="0074134D" w:rsidP="0074134D">
      <w:r w:rsidRPr="003D2FAA">
        <w:t>Son portefeuille contient 65 lires et on trouve un peu de monnaie dans une petite bourse</w:t>
      </w:r>
      <w:r w:rsidR="00DE313F">
        <w:t xml:space="preserve">, </w:t>
      </w:r>
      <w:r w:rsidRPr="003D2FAA">
        <w:t>dans la poche de son gilet</w:t>
      </w:r>
      <w:r w:rsidR="00DE313F">
        <w:t xml:space="preserve">. </w:t>
      </w:r>
      <w:r w:rsidRPr="003D2FAA">
        <w:t>Un des agents vient de poser sur le dessus de marbre de la co</w:t>
      </w:r>
      <w:r w:rsidRPr="003D2FAA">
        <w:t>m</w:t>
      </w:r>
      <w:r w:rsidRPr="003D2FAA">
        <w:t>mode ces pauvres souliers qui ne chemineront plus</w:t>
      </w:r>
      <w:r w:rsidR="00DE313F">
        <w:t> !</w:t>
      </w:r>
    </w:p>
    <w:p w14:paraId="0300253A" w14:textId="77777777" w:rsidR="00DE313F" w:rsidRDefault="0074134D" w:rsidP="0074134D">
      <w:r w:rsidRPr="003D2FAA">
        <w:t>Peu à peu</w:t>
      </w:r>
      <w:r w:rsidR="00DE313F">
        <w:t xml:space="preserve">, </w:t>
      </w:r>
      <w:r w:rsidRPr="003D2FAA">
        <w:t>pour échapper à la presse</w:t>
      </w:r>
      <w:r w:rsidR="00DE313F">
        <w:t xml:space="preserve">, </w:t>
      </w:r>
      <w:r w:rsidRPr="003D2FAA">
        <w:t>chacun rentre dans la chambre</w:t>
      </w:r>
      <w:r w:rsidR="00DE313F">
        <w:t xml:space="preserve">, </w:t>
      </w:r>
      <w:r w:rsidRPr="003D2FAA">
        <w:t>en haut au troisième étage</w:t>
      </w:r>
      <w:r w:rsidR="00DE313F">
        <w:t xml:space="preserve">, </w:t>
      </w:r>
      <w:r w:rsidRPr="003D2FAA">
        <w:t>en bas au premier</w:t>
      </w:r>
      <w:r w:rsidR="00DE313F">
        <w:t xml:space="preserve"> ; </w:t>
      </w:r>
      <w:r w:rsidRPr="003D2FAA">
        <w:t>d</w:t>
      </w:r>
      <w:r w:rsidR="00DE313F">
        <w:t>’</w:t>
      </w:r>
      <w:r w:rsidRPr="003D2FAA">
        <w:t>autres s</w:t>
      </w:r>
      <w:r w:rsidR="00DE313F">
        <w:t>’</w:t>
      </w:r>
      <w:r w:rsidRPr="003D2FAA">
        <w:t>en vont à leurs affaires</w:t>
      </w:r>
      <w:r w:rsidR="00DE313F">
        <w:t xml:space="preserve">, </w:t>
      </w:r>
      <w:r w:rsidRPr="003D2FAA">
        <w:t>repris par leurs soucis</w:t>
      </w:r>
      <w:r w:rsidR="00DE313F">
        <w:t>.</w:t>
      </w:r>
    </w:p>
    <w:p w14:paraId="3107A3B5" w14:textId="77777777" w:rsidR="00DE313F" w:rsidRDefault="0074134D" w:rsidP="0074134D">
      <w:r w:rsidRPr="003D2FAA">
        <w:t>Seule</w:t>
      </w:r>
      <w:r w:rsidR="00DE313F">
        <w:t xml:space="preserve">, </w:t>
      </w:r>
      <w:r w:rsidRPr="003D2FAA">
        <w:t>la vieille dame qui voulait savoir si l</w:t>
      </w:r>
      <w:r w:rsidR="00DE313F">
        <w:t>’</w:t>
      </w:r>
      <w:r w:rsidRPr="003D2FAA">
        <w:t>on ne souffre pas sur la mer reste là devant cette porte</w:t>
      </w:r>
      <w:r w:rsidR="00DE313F">
        <w:t xml:space="preserve">, </w:t>
      </w:r>
      <w:r w:rsidRPr="003D2FAA">
        <w:t>malgré les efforts que font ses deux enfants</w:t>
      </w:r>
      <w:r w:rsidR="00DE313F">
        <w:t xml:space="preserve"> ; </w:t>
      </w:r>
      <w:r w:rsidRPr="003D2FAA">
        <w:t>elle reste là à pleurer</w:t>
      </w:r>
      <w:r w:rsidR="00DE313F">
        <w:t xml:space="preserve">, </w:t>
      </w:r>
      <w:r w:rsidRPr="003D2FAA">
        <w:t xml:space="preserve">atterrée par </w:t>
      </w:r>
      <w:r w:rsidRPr="003D2FAA">
        <w:lastRenderedPageBreak/>
        <w:t>le sort de cet homme qui est mort après avoir passé l</w:t>
      </w:r>
      <w:r w:rsidR="00DE313F">
        <w:t>’</w:t>
      </w:r>
      <w:r w:rsidRPr="003D2FAA">
        <w:t>océan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elle-même devra traverser demain</w:t>
      </w:r>
      <w:r w:rsidR="00DE313F">
        <w:t> !…</w:t>
      </w:r>
    </w:p>
    <w:p w14:paraId="23A50F0B" w14:textId="77777777" w:rsidR="00DE313F" w:rsidRDefault="00DE313F" w:rsidP="00DE313F">
      <w:pPr>
        <w:pStyle w:val="Etoile"/>
      </w:pPr>
      <w:r>
        <w:t>...........</w:t>
      </w:r>
    </w:p>
    <w:p w14:paraId="1E1C82C1" w14:textId="77777777" w:rsidR="00DE313F" w:rsidRDefault="0074134D" w:rsidP="0074134D">
      <w:r w:rsidRPr="003D2FAA">
        <w:t>Parmi les blasphèmes et les imprécations des voituriers et des porteurs</w:t>
      </w:r>
      <w:r w:rsidR="00DE313F">
        <w:t xml:space="preserve">, </w:t>
      </w:r>
      <w:r w:rsidRPr="003D2FAA">
        <w:t>qui entrent et sortent sans trêve</w:t>
      </w:r>
      <w:r w:rsidR="00DE313F">
        <w:t xml:space="preserve">, </w:t>
      </w:r>
      <w:r w:rsidRPr="003D2FAA">
        <w:t>on a fermé</w:t>
      </w:r>
      <w:r w:rsidR="00DE313F">
        <w:t xml:space="preserve">, </w:t>
      </w:r>
      <w:r w:rsidRPr="003D2FAA">
        <w:t>en signe de deuil</w:t>
      </w:r>
      <w:r w:rsidR="00DE313F">
        <w:t xml:space="preserve">, </w:t>
      </w:r>
      <w:r w:rsidRPr="003D2FAA">
        <w:t>le grand portail de l</w:t>
      </w:r>
      <w:r w:rsidR="00DE313F">
        <w:t>’</w:t>
      </w:r>
      <w:r w:rsidRPr="003D2FAA">
        <w:t>hôtel</w:t>
      </w:r>
      <w:r w:rsidR="00DE313F">
        <w:t xml:space="preserve">, </w:t>
      </w:r>
      <w:r w:rsidRPr="003D2FAA">
        <w:t>laissant seulement la petite porte ouverte</w:t>
      </w:r>
      <w:r w:rsidR="00DE313F">
        <w:t>.</w:t>
      </w:r>
    </w:p>
    <w:p w14:paraId="59517852" w14:textId="77777777" w:rsidR="00DE313F" w:rsidRDefault="00DE313F" w:rsidP="0074134D">
      <w:r>
        <w:t>— </w:t>
      </w:r>
      <w:r w:rsidR="0074134D" w:rsidRPr="003D2FAA">
        <w:t>Fermé</w:t>
      </w:r>
      <w:r>
        <w:t xml:space="preserve"> ? </w:t>
      </w:r>
      <w:r w:rsidR="0074134D" w:rsidRPr="003D2FAA">
        <w:t>Pourquoi fermé</w:t>
      </w:r>
      <w:r>
        <w:t> ?</w:t>
      </w:r>
    </w:p>
    <w:p w14:paraId="0182CD90" w14:textId="77777777" w:rsidR="00DE313F" w:rsidRDefault="00DE313F" w:rsidP="0074134D">
      <w:r>
        <w:t>— </w:t>
      </w:r>
      <w:r w:rsidR="0074134D" w:rsidRPr="003D2FAA">
        <w:t>Mais</w:t>
      </w:r>
      <w:r>
        <w:t xml:space="preserve"> ! </w:t>
      </w:r>
      <w:r w:rsidR="0074134D" w:rsidRPr="003D2FAA">
        <w:t>pour rien</w:t>
      </w:r>
      <w:r>
        <w:t xml:space="preserve">… </w:t>
      </w:r>
      <w:r w:rsidR="0074134D" w:rsidRPr="003D2FAA">
        <w:t>Quelqu</w:t>
      </w:r>
      <w:r>
        <w:t>’</w:t>
      </w:r>
      <w:r w:rsidR="0074134D" w:rsidRPr="003D2FAA">
        <w:t>un est mort dans l</w:t>
      </w:r>
      <w:r>
        <w:t>’</w:t>
      </w:r>
      <w:r w:rsidR="0074134D" w:rsidRPr="003D2FAA">
        <w:t>hôtel</w:t>
      </w:r>
      <w:r>
        <w:t> !</w:t>
      </w:r>
    </w:p>
    <w:p w14:paraId="71627A9B" w14:textId="2581D987" w:rsidR="0074134D" w:rsidRPr="00920F1B" w:rsidRDefault="0074134D" w:rsidP="00DE313F">
      <w:pPr>
        <w:pStyle w:val="Titre1"/>
      </w:pPr>
      <w:bookmarkStart w:id="15" w:name="_Toc193482007"/>
      <w:r w:rsidRPr="00920F1B">
        <w:lastRenderedPageBreak/>
        <w:t xml:space="preserve">MADAME </w:t>
      </w:r>
      <w:proofErr w:type="spellStart"/>
      <w:r w:rsidRPr="00920F1B">
        <w:t>FROLA</w:t>
      </w:r>
      <w:proofErr w:type="spellEnd"/>
      <w:r w:rsidRPr="00920F1B">
        <w:t xml:space="preserve"> ET MONSIEUR POUZA</w:t>
      </w:r>
      <w:r w:rsidR="00DE313F">
        <w:t xml:space="preserve">, </w:t>
      </w:r>
      <w:r w:rsidRPr="00920F1B">
        <w:t>SON GENDRE</w:t>
      </w:r>
      <w:bookmarkEnd w:id="15"/>
    </w:p>
    <w:p w14:paraId="77D3EA31" w14:textId="509C0F08" w:rsidR="00DE313F" w:rsidRDefault="0074134D" w:rsidP="0074134D">
      <w:r w:rsidRPr="003D2FAA">
        <w:t>Mais en somme</w:t>
      </w:r>
      <w:r w:rsidR="00DE313F">
        <w:t xml:space="preserve">, </w:t>
      </w:r>
      <w:r w:rsidRPr="003D2FAA">
        <w:t>vous le figurez-vous</w:t>
      </w:r>
      <w:r w:rsidR="00DE313F">
        <w:t xml:space="preserve"> ? </w:t>
      </w:r>
      <w:r w:rsidRPr="003D2FAA">
        <w:t xml:space="preserve">Il y a sérieusement de quoi faire perdre la raison à tous de ne pas arriver à savoir lequel des deux est </w:t>
      </w:r>
      <w:r w:rsidRPr="003D2FAA">
        <w:rPr>
          <w:i/>
          <w:iCs/>
        </w:rPr>
        <w:t>fou</w:t>
      </w:r>
      <w:r w:rsidR="00DE313F">
        <w:rPr>
          <w:i/>
          <w:iCs/>
        </w:rPr>
        <w:t xml:space="preserve">, </w:t>
      </w:r>
      <w:r w:rsidRPr="003D2FAA">
        <w:t>si c</w:t>
      </w:r>
      <w:r w:rsidR="00DE313F">
        <w:t>’</w:t>
      </w:r>
      <w:r w:rsidRPr="003D2FAA">
        <w:t xml:space="preserve">est cette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 xml:space="preserve">ou ce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son gendre</w:t>
      </w:r>
      <w:r w:rsidR="00DE313F">
        <w:t xml:space="preserve"> ? </w:t>
      </w:r>
      <w:r w:rsidRPr="003D2FAA">
        <w:t>Ce sont des choses qui n</w:t>
      </w:r>
      <w:r w:rsidR="00DE313F">
        <w:t>’</w:t>
      </w:r>
      <w:r w:rsidRPr="003D2FAA">
        <w:t>arrivent qu</w:t>
      </w:r>
      <w:r w:rsidR="00DE313F">
        <w:t>’</w:t>
      </w:r>
      <w:r w:rsidRPr="003D2FAA">
        <w:t xml:space="preserve">à </w:t>
      </w:r>
      <w:proofErr w:type="spellStart"/>
      <w:r w:rsidRPr="003D2FAA">
        <w:t>Valdana</w:t>
      </w:r>
      <w:proofErr w:type="spellEnd"/>
      <w:r w:rsidR="00DE313F">
        <w:t xml:space="preserve">, </w:t>
      </w:r>
      <w:r w:rsidRPr="003D2FAA">
        <w:t>ville infortunée</w:t>
      </w:r>
      <w:r w:rsidR="00DE313F">
        <w:t xml:space="preserve">, </w:t>
      </w:r>
      <w:r w:rsidRPr="003D2FAA">
        <w:t>cité calamiteuse</w:t>
      </w:r>
      <w:r w:rsidR="00DE313F">
        <w:t> !</w:t>
      </w:r>
    </w:p>
    <w:p w14:paraId="118C7964" w14:textId="77777777" w:rsidR="00DE313F" w:rsidRDefault="0074134D" w:rsidP="0074134D">
      <w:r w:rsidRPr="003D2FAA">
        <w:t>Elle folle</w:t>
      </w:r>
      <w:r w:rsidR="00DE313F">
        <w:t xml:space="preserve">, </w:t>
      </w:r>
      <w:r w:rsidRPr="003D2FAA">
        <w:t>ou lui fou</w:t>
      </w:r>
      <w:r w:rsidR="00DE313F">
        <w:t xml:space="preserve"> ; </w:t>
      </w:r>
      <w:r w:rsidRPr="003D2FAA">
        <w:t>il n</w:t>
      </w:r>
      <w:r w:rsidR="00DE313F">
        <w:t>’</w:t>
      </w:r>
      <w:r w:rsidRPr="003D2FAA">
        <w:t>y a pas de milieu</w:t>
      </w:r>
      <w:r w:rsidR="00DE313F">
        <w:t xml:space="preserve"> ; </w:t>
      </w:r>
      <w:r w:rsidRPr="003D2FAA">
        <w:t>l</w:t>
      </w:r>
      <w:r w:rsidR="00DE313F">
        <w:t>’</w:t>
      </w:r>
      <w:r w:rsidRPr="003D2FAA">
        <w:t>un des deux doit forcément l</w:t>
      </w:r>
      <w:r w:rsidR="00DE313F">
        <w:t>’</w:t>
      </w:r>
      <w:r w:rsidRPr="003D2FAA">
        <w:t>être</w:t>
      </w:r>
      <w:r w:rsidR="00DE313F">
        <w:t xml:space="preserve"> ; </w:t>
      </w:r>
      <w:r w:rsidRPr="003D2FAA">
        <w:t>car il ne s</w:t>
      </w:r>
      <w:r w:rsidR="00DE313F">
        <w:t>’</w:t>
      </w:r>
      <w:r w:rsidRPr="003D2FAA">
        <w:t>agit de rien moins que de</w:t>
      </w:r>
      <w:r w:rsidR="00DE313F">
        <w:t xml:space="preserve">… </w:t>
      </w:r>
      <w:r w:rsidRPr="003D2FAA">
        <w:t>Mais non</w:t>
      </w:r>
      <w:r w:rsidR="00DE313F">
        <w:t xml:space="preserve">, </w:t>
      </w:r>
      <w:r w:rsidRPr="003D2FAA">
        <w:t>il est mieux d</w:t>
      </w:r>
      <w:r w:rsidR="00DE313F">
        <w:t>’</w:t>
      </w:r>
      <w:r w:rsidRPr="003D2FAA">
        <w:t>exposer les faits avec ordre</w:t>
      </w:r>
      <w:r w:rsidR="00DE313F">
        <w:t>.</w:t>
      </w:r>
    </w:p>
    <w:p w14:paraId="570D3F64" w14:textId="418EF9A6" w:rsidR="00DE313F" w:rsidRDefault="0074134D" w:rsidP="0074134D">
      <w:r w:rsidRPr="003D2FAA">
        <w:t>Je suis</w:t>
      </w:r>
      <w:r w:rsidR="00DE313F">
        <w:t xml:space="preserve">, </w:t>
      </w:r>
      <w:r w:rsidRPr="003D2FAA">
        <w:t>je vous le jure</w:t>
      </w:r>
      <w:r w:rsidR="00DE313F">
        <w:t xml:space="preserve">, </w:t>
      </w:r>
      <w:r w:rsidRPr="003D2FAA">
        <w:t>absolument désolé de l</w:t>
      </w:r>
      <w:r w:rsidR="00DE313F">
        <w:t>’</w:t>
      </w:r>
      <w:r w:rsidRPr="003D2FAA">
        <w:t xml:space="preserve">angoisse dans laquelle vivent depuis trois mois les habitants de </w:t>
      </w:r>
      <w:proofErr w:type="spellStart"/>
      <w:r w:rsidRPr="003D2FAA">
        <w:t>Valdana</w:t>
      </w:r>
      <w:proofErr w:type="spellEnd"/>
      <w:r w:rsidR="00DE313F">
        <w:t xml:space="preserve"> ; </w:t>
      </w:r>
      <w:r w:rsidRPr="003D2FAA">
        <w:t xml:space="preserve">et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et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son gendre</w:t>
      </w:r>
      <w:r w:rsidR="00DE313F">
        <w:t xml:space="preserve">, </w:t>
      </w:r>
      <w:r w:rsidRPr="003D2FAA">
        <w:t>m</w:t>
      </w:r>
      <w:r w:rsidR="00DE313F">
        <w:t>’</w:t>
      </w:r>
      <w:r w:rsidRPr="003D2FAA">
        <w:t>importent peu</w:t>
      </w:r>
      <w:r w:rsidR="00DE313F">
        <w:t xml:space="preserve">. </w:t>
      </w:r>
      <w:r w:rsidRPr="003D2FAA">
        <w:t>Parce que s</w:t>
      </w:r>
      <w:r w:rsidR="00DE313F">
        <w:t>’</w:t>
      </w:r>
      <w:r w:rsidRPr="003D2FAA">
        <w:t>il est vrai qu</w:t>
      </w:r>
      <w:r w:rsidR="00DE313F">
        <w:t>’</w:t>
      </w:r>
      <w:r w:rsidRPr="003D2FAA">
        <w:t>un grand malheur les a frappés</w:t>
      </w:r>
      <w:r w:rsidR="00DE313F">
        <w:t xml:space="preserve">, </w:t>
      </w:r>
      <w:r w:rsidRPr="003D2FAA">
        <w:t>il est égal</w:t>
      </w:r>
      <w:r w:rsidRPr="003D2FAA">
        <w:t>e</w:t>
      </w:r>
      <w:r w:rsidRPr="003D2FAA">
        <w:t>ment certain que l</w:t>
      </w:r>
      <w:r w:rsidR="00DE313F">
        <w:t>’</w:t>
      </w:r>
      <w:r w:rsidRPr="003D2FAA">
        <w:t>un des deux</w:t>
      </w:r>
      <w:r w:rsidR="00DE313F">
        <w:t xml:space="preserve">, </w:t>
      </w:r>
      <w:r w:rsidRPr="003D2FAA">
        <w:t>au moins</w:t>
      </w:r>
      <w:r w:rsidR="00DE313F">
        <w:t xml:space="preserve">, </w:t>
      </w:r>
      <w:r w:rsidRPr="003D2FAA">
        <w:t>a eu la chance d</w:t>
      </w:r>
      <w:r w:rsidR="00DE313F">
        <w:t>’</w:t>
      </w:r>
      <w:r w:rsidRPr="003D2FAA">
        <w:t>en devenir fou</w:t>
      </w:r>
      <w:r w:rsidR="00DE313F">
        <w:t xml:space="preserve">, </w:t>
      </w:r>
      <w:r w:rsidRPr="003D2FAA">
        <w:t>et que l</w:t>
      </w:r>
      <w:r w:rsidR="00DE313F">
        <w:t>’</w:t>
      </w:r>
      <w:r w:rsidRPr="003D2FAA">
        <w:t>autre l</w:t>
      </w:r>
      <w:r w:rsidR="00DE313F">
        <w:t>’</w:t>
      </w:r>
      <w:r w:rsidRPr="003D2FAA">
        <w:t>y a aidé et continue à l</w:t>
      </w:r>
      <w:r w:rsidR="00DE313F">
        <w:t>’</w:t>
      </w:r>
      <w:r w:rsidRPr="003D2FAA">
        <w:t>y aider</w:t>
      </w:r>
      <w:r w:rsidR="00DE313F">
        <w:t xml:space="preserve"> ; </w:t>
      </w:r>
      <w:r w:rsidRPr="003D2FAA">
        <w:t>si bien qu</w:t>
      </w:r>
      <w:r w:rsidR="00DE313F">
        <w:t>’</w:t>
      </w:r>
      <w:r w:rsidRPr="003D2FAA">
        <w:t>on n</w:t>
      </w:r>
      <w:r w:rsidR="00DE313F">
        <w:t>’</w:t>
      </w:r>
      <w:r w:rsidRPr="003D2FAA">
        <w:t>arrive pas</w:t>
      </w:r>
      <w:r w:rsidR="00DE313F">
        <w:t xml:space="preserve">, </w:t>
      </w:r>
      <w:r w:rsidRPr="003D2FAA">
        <w:t>je le répète</w:t>
      </w:r>
      <w:r w:rsidR="00DE313F">
        <w:t xml:space="preserve">, </w:t>
      </w:r>
      <w:r w:rsidRPr="003D2FAA">
        <w:t>à savoir lequel des deux est vraiment fou</w:t>
      </w:r>
      <w:r w:rsidR="00DE313F">
        <w:t xml:space="preserve"> ; </w:t>
      </w:r>
      <w:r w:rsidRPr="003D2FAA">
        <w:t>c</w:t>
      </w:r>
      <w:r w:rsidR="00DE313F">
        <w:t>’</w:t>
      </w:r>
      <w:r w:rsidRPr="003D2FAA">
        <w:t>est certainement une consolation et ils ne po</w:t>
      </w:r>
      <w:r w:rsidRPr="003D2FAA">
        <w:t>u</w:t>
      </w:r>
      <w:r w:rsidRPr="003D2FAA">
        <w:t>vaient pas s</w:t>
      </w:r>
      <w:r w:rsidR="00DE313F">
        <w:t>’</w:t>
      </w:r>
      <w:r w:rsidRPr="003D2FAA">
        <w:t>en donner de meilleure</w:t>
      </w:r>
      <w:r w:rsidR="00DE313F">
        <w:t>.</w:t>
      </w:r>
    </w:p>
    <w:p w14:paraId="38C64DD1" w14:textId="2C5E473B" w:rsidR="00DE313F" w:rsidRDefault="0074134D" w:rsidP="0074134D">
      <w:r w:rsidRPr="003D2FAA">
        <w:t>Mais</w:t>
      </w:r>
      <w:r w:rsidR="00DE313F">
        <w:t xml:space="preserve">, </w:t>
      </w:r>
      <w:r w:rsidRPr="003D2FAA">
        <w:t>je le dis</w:t>
      </w:r>
      <w:r w:rsidR="00DE313F">
        <w:t xml:space="preserve">, </w:t>
      </w:r>
      <w:r w:rsidRPr="003D2FAA">
        <w:t>tenir sous ce cauchemar la population de toute une ville vous paraît-il peu de chose</w:t>
      </w:r>
      <w:r w:rsidR="00DE313F">
        <w:t xml:space="preserve"> ? </w:t>
      </w:r>
      <w:r w:rsidRPr="003D2FAA">
        <w:t>Lui enlever toute f</w:t>
      </w:r>
      <w:r w:rsidRPr="003D2FAA">
        <w:t>a</w:t>
      </w:r>
      <w:r w:rsidRPr="003D2FAA">
        <w:t>culté de jugement de façon qu</w:t>
      </w:r>
      <w:r w:rsidR="00DE313F">
        <w:t>’</w:t>
      </w:r>
      <w:r w:rsidRPr="003D2FAA">
        <w:t>elle ne puisse plus distinguer entre le fantastique et le réel</w:t>
      </w:r>
      <w:r w:rsidR="00DE313F">
        <w:t xml:space="preserve"> ? </w:t>
      </w:r>
      <w:r w:rsidRPr="003D2FAA">
        <w:t>Lui causer une angoisse</w:t>
      </w:r>
      <w:r w:rsidR="00DE313F">
        <w:t xml:space="preserve">, </w:t>
      </w:r>
      <w:r w:rsidRPr="003D2FAA">
        <w:t>une a</w:t>
      </w:r>
      <w:r w:rsidRPr="003D2FAA">
        <w:t>p</w:t>
      </w:r>
      <w:r w:rsidRPr="003D2FAA">
        <w:t>préhension perpétuelles</w:t>
      </w:r>
      <w:r w:rsidR="00DE313F">
        <w:t xml:space="preserve"> ! </w:t>
      </w:r>
      <w:r w:rsidRPr="003D2FAA">
        <w:t>Chacun voit chaque jour devant soi ces deux personnages</w:t>
      </w:r>
      <w:r w:rsidR="00DE313F">
        <w:t xml:space="preserve"> ; </w:t>
      </w:r>
      <w:r w:rsidRPr="003D2FAA">
        <w:t>chacun les regarde en face</w:t>
      </w:r>
      <w:r w:rsidR="00DE313F">
        <w:t xml:space="preserve"> ; </w:t>
      </w:r>
      <w:r w:rsidRPr="003D2FAA">
        <w:t>chacun</w:t>
      </w:r>
      <w:r w:rsidR="00DE313F">
        <w:t xml:space="preserve">, </w:t>
      </w:r>
      <w:r w:rsidRPr="003D2FAA">
        <w:t>s</w:t>
      </w:r>
      <w:r w:rsidRPr="003D2FAA">
        <w:t>a</w:t>
      </w:r>
      <w:r w:rsidRPr="003D2FAA">
        <w:t>chant que l</w:t>
      </w:r>
      <w:r w:rsidR="00DE313F">
        <w:t>’</w:t>
      </w:r>
      <w:r w:rsidRPr="003D2FAA">
        <w:t>un des deux est fou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étudie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examine des pieds à la tête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épie et</w:t>
      </w:r>
      <w:r w:rsidR="00DE313F">
        <w:t xml:space="preserve">… </w:t>
      </w:r>
      <w:r w:rsidRPr="003D2FAA">
        <w:t>rien</w:t>
      </w:r>
      <w:r w:rsidR="00DE313F">
        <w:t xml:space="preserve"> ! </w:t>
      </w:r>
      <w:r w:rsidRPr="003D2FAA">
        <w:t>Ne pas pouvoir découvrir lequel des deux</w:t>
      </w:r>
      <w:r w:rsidR="00DE313F">
        <w:t xml:space="preserve"> !… </w:t>
      </w:r>
      <w:r w:rsidRPr="003D2FAA">
        <w:t>où est le fantastique</w:t>
      </w:r>
      <w:r w:rsidR="00DE313F">
        <w:t xml:space="preserve">, </w:t>
      </w:r>
      <w:r w:rsidRPr="003D2FAA">
        <w:t>où est la réalité</w:t>
      </w:r>
      <w:r w:rsidR="00DE313F">
        <w:t xml:space="preserve"> ! </w:t>
      </w:r>
      <w:r w:rsidRPr="003D2FAA">
        <w:lastRenderedPageBreak/>
        <w:t>Naturellement naît en chacun le pernicieux soupçon que la réalité vaut autant que le fantastique</w:t>
      </w:r>
      <w:r w:rsidR="00DE313F">
        <w:t xml:space="preserve">, </w:t>
      </w:r>
      <w:r w:rsidRPr="003D2FAA">
        <w:t>que toute réalité peut très bien être fanta</w:t>
      </w:r>
      <w:r w:rsidRPr="003D2FAA">
        <w:t>s</w:t>
      </w:r>
      <w:r w:rsidRPr="003D2FAA">
        <w:t>tique</w:t>
      </w:r>
      <w:r w:rsidR="00DE313F">
        <w:t xml:space="preserve">, </w:t>
      </w:r>
      <w:r w:rsidRPr="003D2FAA">
        <w:t xml:space="preserve">et </w:t>
      </w:r>
      <w:r w:rsidRPr="003D2FAA">
        <w:rPr>
          <w:i/>
          <w:iCs/>
        </w:rPr>
        <w:t>vice versa</w:t>
      </w:r>
      <w:r w:rsidR="00DE313F">
        <w:rPr>
          <w:i/>
          <w:iCs/>
        </w:rPr>
        <w:t xml:space="preserve">. </w:t>
      </w:r>
      <w:r w:rsidRPr="003D2FAA">
        <w:t>Cela vous paraît peu important</w:t>
      </w:r>
      <w:r w:rsidR="00DE313F">
        <w:t xml:space="preserve"> ? </w:t>
      </w:r>
      <w:r w:rsidRPr="003D2FAA">
        <w:t xml:space="preserve">À la place de </w:t>
      </w:r>
      <w:r w:rsidR="00DE313F">
        <w:t>M. </w:t>
      </w:r>
      <w:r w:rsidRPr="003D2FAA">
        <w:t>le Préfet</w:t>
      </w:r>
      <w:r w:rsidR="00DE313F">
        <w:t xml:space="preserve">, </w:t>
      </w:r>
      <w:r w:rsidRPr="003D2FAA">
        <w:t>pour le salut de l</w:t>
      </w:r>
      <w:r w:rsidR="00DE313F">
        <w:t>’</w:t>
      </w:r>
      <w:r w:rsidRPr="003D2FAA">
        <w:t xml:space="preserve">esprit des habitants de </w:t>
      </w:r>
      <w:proofErr w:type="spellStart"/>
      <w:r w:rsidRPr="003D2FAA">
        <w:t>Vald</w:t>
      </w:r>
      <w:r w:rsidRPr="003D2FAA">
        <w:t>a</w:t>
      </w:r>
      <w:r w:rsidRPr="003D2FAA">
        <w:t>na</w:t>
      </w:r>
      <w:proofErr w:type="spellEnd"/>
      <w:r w:rsidR="00DE313F">
        <w:t xml:space="preserve">, </w:t>
      </w:r>
      <w:r w:rsidRPr="003D2FAA">
        <w:t>j</w:t>
      </w:r>
      <w:r w:rsidR="00DE313F">
        <w:t>’</w:t>
      </w:r>
      <w:r w:rsidRPr="003D2FAA">
        <w:t xml:space="preserve">en bannirais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et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son gendre</w:t>
      </w:r>
      <w:r w:rsidR="00DE313F">
        <w:t> !…</w:t>
      </w:r>
    </w:p>
    <w:p w14:paraId="2468C5CE" w14:textId="3245BF3D" w:rsidR="0074134D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77C9D1DC" w14:textId="3D8BC89B" w:rsidR="00DE313F" w:rsidRDefault="0074134D" w:rsidP="0074134D">
      <w:r w:rsidRPr="003D2FAA">
        <w:t>Mais procédons avec ordre</w:t>
      </w:r>
      <w:r w:rsidR="00DE313F">
        <w:t xml:space="preserve">. </w:t>
      </w:r>
      <w:r w:rsidRPr="003D2FAA">
        <w:t xml:space="preserve">Ce </w:t>
      </w:r>
      <w:r w:rsidR="00DE313F">
        <w:t>M. </w:t>
      </w:r>
      <w:r w:rsidRPr="003D2FAA">
        <w:t>Pouza arriva</w:t>
      </w:r>
      <w:r w:rsidR="00DE313F">
        <w:t xml:space="preserve">, </w:t>
      </w:r>
      <w:r w:rsidRPr="003D2FAA">
        <w:t>voici trois mois</w:t>
      </w:r>
      <w:r w:rsidR="00DE313F">
        <w:t xml:space="preserve">, </w:t>
      </w:r>
      <w:r w:rsidRPr="003D2FAA">
        <w:t xml:space="preserve">à </w:t>
      </w:r>
      <w:proofErr w:type="spellStart"/>
      <w:r w:rsidRPr="003D2FAA">
        <w:t>Valdana</w:t>
      </w:r>
      <w:proofErr w:type="spellEnd"/>
      <w:r w:rsidRPr="003D2FAA">
        <w:t xml:space="preserve"> comme secrétaire de la préfecture</w:t>
      </w:r>
      <w:r w:rsidR="00DE313F">
        <w:t xml:space="preserve">. </w:t>
      </w:r>
      <w:r w:rsidRPr="003D2FAA">
        <w:t>Il se logea dans la grande maison neuve située à la sortie de la ville et que l</w:t>
      </w:r>
      <w:r w:rsidR="00DE313F">
        <w:t>’</w:t>
      </w:r>
      <w:r w:rsidRPr="003D2FAA">
        <w:t>on nomme</w:t>
      </w:r>
      <w:r w:rsidR="00DE313F">
        <w:t xml:space="preserve"> : </w:t>
      </w:r>
      <w:r w:rsidRPr="003D2FAA">
        <w:rPr>
          <w:i/>
          <w:iCs/>
        </w:rPr>
        <w:t>il</w:t>
      </w:r>
      <w:r w:rsidRPr="003D2FAA">
        <w:t xml:space="preserve"> </w:t>
      </w:r>
      <w:proofErr w:type="spellStart"/>
      <w:r w:rsidRPr="003D2FAA">
        <w:rPr>
          <w:i/>
          <w:iCs/>
        </w:rPr>
        <w:t>Favo</w:t>
      </w:r>
      <w:proofErr w:type="spellEnd"/>
      <w:r w:rsidRPr="00920F1B">
        <w:rPr>
          <w:rStyle w:val="Appelnotedebasdep"/>
        </w:rPr>
        <w:footnoteReference w:id="3"/>
      </w:r>
      <w:r w:rsidR="00DE313F">
        <w:t xml:space="preserve">. </w:t>
      </w:r>
      <w:r w:rsidRPr="003D2FAA">
        <w:t>Justement là</w:t>
      </w:r>
      <w:r w:rsidR="00DE313F">
        <w:t xml:space="preserve">, </w:t>
      </w:r>
      <w:r w:rsidRPr="003D2FAA">
        <w:t>au dernier étage</w:t>
      </w:r>
      <w:r w:rsidR="00DE313F">
        <w:t xml:space="preserve">, </w:t>
      </w:r>
      <w:r w:rsidRPr="003D2FAA">
        <w:t>il a loué un petit appartement</w:t>
      </w:r>
      <w:r w:rsidR="00DE313F">
        <w:t xml:space="preserve">. </w:t>
      </w:r>
      <w:r w:rsidRPr="003D2FAA">
        <w:t>Trois fenêtres donnant sur la campagne</w:t>
      </w:r>
      <w:r w:rsidR="00DE313F">
        <w:t xml:space="preserve">, </w:t>
      </w:r>
      <w:r w:rsidRPr="003D2FAA">
        <w:t>trois fenêtres hautes</w:t>
      </w:r>
      <w:r w:rsidR="00DE313F">
        <w:t xml:space="preserve">, </w:t>
      </w:r>
      <w:r w:rsidRPr="003D2FAA">
        <w:t>tristes</w:t>
      </w:r>
      <w:r w:rsidR="00DE313F">
        <w:t xml:space="preserve"> (</w:t>
      </w:r>
      <w:r w:rsidRPr="003D2FAA">
        <w:t>qui sait pourquoi cette façade-là</w:t>
      </w:r>
      <w:r w:rsidR="00DE313F">
        <w:t xml:space="preserve">, </w:t>
      </w:r>
      <w:r w:rsidRPr="003D2FAA">
        <w:t>exposée à la tramontane et donnant sur tous ces jardins pâles</w:t>
      </w:r>
      <w:r w:rsidR="00DE313F">
        <w:t xml:space="preserve">, </w:t>
      </w:r>
      <w:r w:rsidRPr="003D2FAA">
        <w:t>bien que neuve soit devenue si triste</w:t>
      </w:r>
      <w:r w:rsidR="00DE313F">
        <w:t xml:space="preserve"> ?) </w:t>
      </w:r>
      <w:r w:rsidRPr="003D2FAA">
        <w:t>donc trois fenêtres sur cette façade et trois fenêtres intérieures de l</w:t>
      </w:r>
      <w:r w:rsidR="00DE313F">
        <w:t>’</w:t>
      </w:r>
      <w:r w:rsidRPr="003D2FAA">
        <w:t>autre côté ayant vue sur la cour et où se développe la balustrade d</w:t>
      </w:r>
      <w:r w:rsidR="00DE313F">
        <w:t>’</w:t>
      </w:r>
      <w:r w:rsidRPr="003D2FAA">
        <w:t>un balcon divisé par des grilles</w:t>
      </w:r>
      <w:r w:rsidR="00DE313F">
        <w:t>.</w:t>
      </w:r>
    </w:p>
    <w:p w14:paraId="4A79213C" w14:textId="77777777" w:rsidR="00DE313F" w:rsidRDefault="0074134D" w:rsidP="0074134D">
      <w:r w:rsidRPr="003D2FAA">
        <w:t>De cette balustrade</w:t>
      </w:r>
      <w:r w:rsidR="00DE313F">
        <w:t xml:space="preserve">, </w:t>
      </w:r>
      <w:r w:rsidRPr="003D2FAA">
        <w:t>là-haut</w:t>
      </w:r>
      <w:r w:rsidR="00DE313F">
        <w:t xml:space="preserve">, </w:t>
      </w:r>
      <w:r w:rsidRPr="003D2FAA">
        <w:t>là-haut</w:t>
      </w:r>
      <w:r w:rsidR="00DE313F">
        <w:t xml:space="preserve">, </w:t>
      </w:r>
      <w:r w:rsidRPr="003D2FAA">
        <w:t>pendent de nombreux petits paniers prêts à descendre par une corde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il en est besoin</w:t>
      </w:r>
      <w:r w:rsidR="00DE313F">
        <w:t>.</w:t>
      </w:r>
    </w:p>
    <w:p w14:paraId="364259B5" w14:textId="155FCE72" w:rsidR="00DE313F" w:rsidRDefault="0074134D" w:rsidP="0074134D">
      <w:r w:rsidRPr="003D2FAA">
        <w:t>En ce même temps</w:t>
      </w:r>
      <w:r w:rsidR="00DE313F">
        <w:t>, M. </w:t>
      </w:r>
      <w:r w:rsidRPr="003D2FAA">
        <w:t>Pouza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étonnement de tous</w:t>
      </w:r>
      <w:r w:rsidR="00DE313F">
        <w:t xml:space="preserve">, </w:t>
      </w:r>
      <w:r w:rsidRPr="003D2FAA">
        <w:t>arr</w:t>
      </w:r>
      <w:r w:rsidRPr="003D2FAA">
        <w:t>ê</w:t>
      </w:r>
      <w:r w:rsidRPr="003D2FAA">
        <w:t>ta au centre de la ville</w:t>
      </w:r>
      <w:r w:rsidR="00DE313F">
        <w:t xml:space="preserve"> (</w:t>
      </w:r>
      <w:r w:rsidRPr="003D2FAA">
        <w:t>15</w:t>
      </w:r>
      <w:r w:rsidR="00DE313F">
        <w:t xml:space="preserve">, </w:t>
      </w:r>
      <w:r w:rsidRPr="003D2FAA">
        <w:t>rue des Saints</w:t>
      </w:r>
      <w:r w:rsidR="00DE313F">
        <w:t xml:space="preserve">, </w:t>
      </w:r>
      <w:r w:rsidRPr="003D2FAA">
        <w:t>pour préciser</w:t>
      </w:r>
      <w:r w:rsidR="00DE313F">
        <w:t xml:space="preserve">), </w:t>
      </w:r>
      <w:r w:rsidRPr="003D2FAA">
        <w:t>arrêta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un autre petit appartement meublé de trois pièces et une cuisine</w:t>
      </w:r>
      <w:r w:rsidR="00DE313F">
        <w:t xml:space="preserve">. </w:t>
      </w:r>
      <w:r w:rsidRPr="003D2FAA">
        <w:t>Il déclara qu</w:t>
      </w:r>
      <w:r w:rsidR="00DE313F">
        <w:t>’</w:t>
      </w:r>
      <w:r w:rsidRPr="003D2FAA">
        <w:t>il était destiné à sa belle-</w:t>
      </w:r>
      <w:r w:rsidRPr="003D2FAA">
        <w:lastRenderedPageBreak/>
        <w:t>mère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. </w:t>
      </w:r>
      <w:r w:rsidRPr="003D2FAA">
        <w:t>Et de fait</w:t>
      </w:r>
      <w:r w:rsidR="00DE313F">
        <w:t xml:space="preserve">, </w:t>
      </w:r>
      <w:r w:rsidRPr="003D2FAA">
        <w:t>celle-ci arriva cinq ou six jours après</w:t>
      </w:r>
      <w:r w:rsidR="00DE313F">
        <w:t> ; M. </w:t>
      </w:r>
      <w:r w:rsidRPr="003D2FAA">
        <w:t>Pouza se rendit seul à la gare pour lui faire accueil</w:t>
      </w:r>
      <w:r w:rsidR="00DE313F">
        <w:t xml:space="preserve">, </w:t>
      </w:r>
      <w:r w:rsidRPr="003D2FAA">
        <w:t>et la conduisit dans cet appartement où il la laissa seule</w:t>
      </w:r>
      <w:r w:rsidR="00DE313F">
        <w:t>.</w:t>
      </w:r>
    </w:p>
    <w:p w14:paraId="60BFF92E" w14:textId="77777777" w:rsidR="00DE313F" w:rsidRDefault="0074134D" w:rsidP="0074134D">
      <w:r w:rsidRPr="003D2FAA">
        <w:t>On comprend certes qu</w:t>
      </w:r>
      <w:r w:rsidR="00DE313F">
        <w:t>’</w:t>
      </w:r>
      <w:r w:rsidRPr="003D2FAA">
        <w:t>une jeune fille en se mariant quitte la maison de sa mère pour aller vivre avec son mari</w:t>
      </w:r>
      <w:r w:rsidR="00DE313F">
        <w:t xml:space="preserve">, </w:t>
      </w:r>
      <w:r w:rsidRPr="003D2FAA">
        <w:t>même dans une autre ville</w:t>
      </w:r>
      <w:r w:rsidR="00DE313F">
        <w:t xml:space="preserve"> ; </w:t>
      </w:r>
      <w:r w:rsidRPr="003D2FAA">
        <w:t>mais que la mère</w:t>
      </w:r>
      <w:r w:rsidR="00DE313F">
        <w:t xml:space="preserve">, </w:t>
      </w:r>
      <w:r w:rsidRPr="003D2FAA">
        <w:t>ne pouvant supporter de d</w:t>
      </w:r>
      <w:r w:rsidRPr="003D2FAA">
        <w:t>e</w:t>
      </w:r>
      <w:r w:rsidRPr="003D2FAA">
        <w:t>meurer loin de sa fille</w:t>
      </w:r>
      <w:r w:rsidR="00DE313F">
        <w:t xml:space="preserve">, </w:t>
      </w:r>
      <w:r w:rsidRPr="003D2FAA">
        <w:t>abandonne son pays et sa maison pour la suivre</w:t>
      </w:r>
      <w:r w:rsidR="00DE313F">
        <w:t xml:space="preserve">, </w:t>
      </w:r>
      <w:r w:rsidRPr="003D2FAA">
        <w:t>et que dans la ville où toutes deux sont étrangères</w:t>
      </w:r>
      <w:r w:rsidR="00DE313F">
        <w:t xml:space="preserve">, </w:t>
      </w:r>
      <w:r w:rsidRPr="003D2FAA">
        <w:t>elle aille habiter une maison à part</w:t>
      </w:r>
      <w:r w:rsidR="00DE313F">
        <w:t xml:space="preserve">, </w:t>
      </w:r>
      <w:r w:rsidRPr="003D2FAA">
        <w:t>cela ne s</w:t>
      </w:r>
      <w:r w:rsidR="00DE313F">
        <w:t>’</w:t>
      </w:r>
      <w:r w:rsidRPr="003D2FAA">
        <w:t>explique plus facil</w:t>
      </w:r>
      <w:r w:rsidRPr="003D2FAA">
        <w:t>e</w:t>
      </w:r>
      <w:r w:rsidRPr="003D2FAA">
        <w:t>ment</w:t>
      </w:r>
      <w:r w:rsidR="00DE313F">
        <w:t xml:space="preserve"> ; </w:t>
      </w:r>
      <w:r w:rsidRPr="003D2FAA">
        <w:t>ou l</w:t>
      </w:r>
      <w:r w:rsidR="00DE313F">
        <w:t>’</w:t>
      </w:r>
      <w:r w:rsidRPr="003D2FAA">
        <w:t>on doit admettre entre le gendre et la belle-mère une si grande incompatibilité d</w:t>
      </w:r>
      <w:r w:rsidR="00DE313F">
        <w:t>’</w:t>
      </w:r>
      <w:r w:rsidRPr="003D2FAA">
        <w:t>humeur qu</w:t>
      </w:r>
      <w:r w:rsidR="00DE313F">
        <w:t>’</w:t>
      </w:r>
      <w:r w:rsidRPr="003D2FAA">
        <w:t>elle rende vraiment i</w:t>
      </w:r>
      <w:r w:rsidRPr="003D2FAA">
        <w:t>m</w:t>
      </w:r>
      <w:r w:rsidRPr="003D2FAA">
        <w:t>possible la vie commune</w:t>
      </w:r>
      <w:r w:rsidR="00DE313F">
        <w:t>.</w:t>
      </w:r>
    </w:p>
    <w:p w14:paraId="58BB1243" w14:textId="2A463613" w:rsidR="00DE313F" w:rsidRDefault="0074134D" w:rsidP="0074134D">
      <w:r w:rsidRPr="003D2FAA">
        <w:t>De prime abord</w:t>
      </w:r>
      <w:r w:rsidR="00DE313F">
        <w:t xml:space="preserve">, </w:t>
      </w:r>
      <w:r w:rsidRPr="003D2FAA">
        <w:t xml:space="preserve">à </w:t>
      </w:r>
      <w:proofErr w:type="spellStart"/>
      <w:r w:rsidRPr="003D2FAA">
        <w:t>Valdan</w:t>
      </w:r>
      <w:r w:rsidR="003D2FAA" w:rsidRPr="003D2FAA">
        <w:t>a</w:t>
      </w:r>
      <w:proofErr w:type="spellEnd"/>
      <w:r w:rsidR="00DE313F">
        <w:t xml:space="preserve">, </w:t>
      </w:r>
      <w:r w:rsidRPr="003D2FAA">
        <w:t>on pensa ainsi</w:t>
      </w:r>
      <w:r w:rsidR="00DE313F">
        <w:t xml:space="preserve">. </w:t>
      </w:r>
      <w:r w:rsidRPr="003D2FAA">
        <w:t>Et celui qui perdit</w:t>
      </w:r>
      <w:r w:rsidR="00DE313F">
        <w:t xml:space="preserve">, </w:t>
      </w:r>
      <w:r w:rsidRPr="003D2FAA">
        <w:t>grâce à cela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opinion de tous</w:t>
      </w:r>
      <w:r w:rsidR="00DE313F">
        <w:t xml:space="preserve">, </w:t>
      </w:r>
      <w:r w:rsidRPr="003D2FAA">
        <w:t xml:space="preserve">fut </w:t>
      </w:r>
      <w:r w:rsidR="00DE313F">
        <w:t>M. </w:t>
      </w:r>
      <w:r w:rsidRPr="003D2FAA">
        <w:t>Pouza</w:t>
      </w:r>
      <w:r w:rsidR="00DE313F">
        <w:t xml:space="preserve">. </w:t>
      </w:r>
      <w:r w:rsidRPr="003D2FAA">
        <w:t xml:space="preserve">Quant à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si quelques-uns admirent qu</w:t>
      </w:r>
      <w:r w:rsidR="00DE313F">
        <w:t>’</w:t>
      </w:r>
      <w:r w:rsidRPr="003D2FAA">
        <w:t>il devait y avoir un peu de sa faute</w:t>
      </w:r>
      <w:r w:rsidR="00DE313F">
        <w:t xml:space="preserve">, </w:t>
      </w:r>
      <w:r w:rsidRPr="003D2FAA">
        <w:t>soit par manque d</w:t>
      </w:r>
      <w:r w:rsidR="00DE313F">
        <w:t>’</w:t>
      </w:r>
      <w:r w:rsidRPr="003D2FAA">
        <w:t>indulgence</w:t>
      </w:r>
      <w:r w:rsidR="00DE313F">
        <w:t xml:space="preserve">, </w:t>
      </w:r>
      <w:r w:rsidRPr="003D2FAA">
        <w:t>soit par un peu d</w:t>
      </w:r>
      <w:r w:rsidR="00DE313F">
        <w:t>’</w:t>
      </w:r>
      <w:r w:rsidRPr="003D2FAA">
        <w:t>opiniâtreté dans les idées ou d</w:t>
      </w:r>
      <w:r w:rsidR="00DE313F">
        <w:t>’</w:t>
      </w:r>
      <w:r w:rsidRPr="003D2FAA">
        <w:t>intolérance</w:t>
      </w:r>
      <w:r w:rsidR="00DE313F">
        <w:t xml:space="preserve">, </w:t>
      </w:r>
      <w:r w:rsidRPr="003D2FAA">
        <w:t>tous prirent su</w:t>
      </w:r>
      <w:r w:rsidRPr="003D2FAA">
        <w:t>r</w:t>
      </w:r>
      <w:r w:rsidRPr="003D2FAA">
        <w:t>tout en considération son amour maternel qui l</w:t>
      </w:r>
      <w:r w:rsidR="00DE313F">
        <w:t>’</w:t>
      </w:r>
      <w:r w:rsidRPr="003D2FAA">
        <w:t>avait amenée près de sa fille</w:t>
      </w:r>
      <w:r w:rsidR="00DE313F">
        <w:t xml:space="preserve">, </w:t>
      </w:r>
      <w:r w:rsidRPr="003D2FAA">
        <w:t>bien qu</w:t>
      </w:r>
      <w:r w:rsidR="00DE313F">
        <w:t>’</w:t>
      </w:r>
      <w:r w:rsidRPr="003D2FAA">
        <w:t>elle fût condamnée à ne point vivre à ses côtés</w:t>
      </w:r>
      <w:r w:rsidR="00DE313F">
        <w:t>.</w:t>
      </w:r>
    </w:p>
    <w:p w14:paraId="1124E152" w14:textId="4946EF09" w:rsidR="00DE313F" w:rsidRDefault="0074134D" w:rsidP="0074134D">
      <w:r w:rsidRPr="003D2FAA">
        <w:t xml:space="preserve">Cette considération milita grandement en faveur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et aussi le concept entra dans l</w:t>
      </w:r>
      <w:r w:rsidR="00DE313F">
        <w:t>’</w:t>
      </w:r>
      <w:r w:rsidRPr="003D2FAA">
        <w:t xml:space="preserve">esprit de tous que </w:t>
      </w:r>
      <w:r w:rsidR="00DE313F">
        <w:t>M. </w:t>
      </w:r>
      <w:r w:rsidRPr="003D2FAA">
        <w:t>Pouza était dur et même cruel</w:t>
      </w:r>
      <w:r w:rsidR="00DE313F">
        <w:t xml:space="preserve"> ; </w:t>
      </w:r>
      <w:r w:rsidRPr="003D2FAA">
        <w:t>nous devons donc nous o</w:t>
      </w:r>
      <w:r w:rsidRPr="003D2FAA">
        <w:t>c</w:t>
      </w:r>
      <w:r w:rsidRPr="003D2FAA">
        <w:t>cuper de l</w:t>
      </w:r>
      <w:r w:rsidR="00DE313F">
        <w:t>’</w:t>
      </w:r>
      <w:r w:rsidRPr="003D2FAA">
        <w:t>extérieur des deux personnages</w:t>
      </w:r>
      <w:r w:rsidR="00DE313F">
        <w:t xml:space="preserve">. </w:t>
      </w:r>
      <w:r w:rsidRPr="003D2FAA">
        <w:t>Lourd</w:t>
      </w:r>
      <w:r w:rsidR="00DE313F">
        <w:t xml:space="preserve">, </w:t>
      </w:r>
      <w:r w:rsidRPr="003D2FAA">
        <w:t>le cou dans les épaules</w:t>
      </w:r>
      <w:r w:rsidR="00DE313F">
        <w:t xml:space="preserve">, </w:t>
      </w:r>
      <w:r w:rsidRPr="003D2FAA">
        <w:t>noir comme un Africain</w:t>
      </w:r>
      <w:r w:rsidR="00DE313F">
        <w:t xml:space="preserve">, </w:t>
      </w:r>
      <w:r w:rsidRPr="003D2FAA">
        <w:t>les cheveux touffus et h</w:t>
      </w:r>
      <w:r w:rsidRPr="003D2FAA">
        <w:t>é</w:t>
      </w:r>
      <w:r w:rsidRPr="003D2FAA">
        <w:t>rissés sur le front bas</w:t>
      </w:r>
      <w:r w:rsidR="00DE313F">
        <w:t xml:space="preserve"> ; </w:t>
      </w:r>
      <w:r w:rsidRPr="003D2FAA">
        <w:t>les sourcils épais</w:t>
      </w:r>
      <w:r w:rsidR="00DE313F">
        <w:t xml:space="preserve">, </w:t>
      </w:r>
      <w:r w:rsidRPr="003D2FAA">
        <w:t>durs</w:t>
      </w:r>
      <w:r w:rsidR="00DE313F">
        <w:t xml:space="preserve">, </w:t>
      </w:r>
      <w:r w:rsidRPr="003D2FAA">
        <w:t>se rejoignant</w:t>
      </w:r>
      <w:r w:rsidR="00DE313F">
        <w:t xml:space="preserve"> ; </w:t>
      </w:r>
      <w:r w:rsidRPr="003D2FAA">
        <w:t>de grosses moustaches luisantes de vagabond et</w:t>
      </w:r>
      <w:r w:rsidR="00DE313F">
        <w:t xml:space="preserve">, </w:t>
      </w:r>
      <w:r w:rsidRPr="003D2FAA">
        <w:t>dans les yeux sombres</w:t>
      </w:r>
      <w:r w:rsidR="00DE313F">
        <w:t xml:space="preserve">, </w:t>
      </w:r>
      <w:r w:rsidRPr="003D2FAA">
        <w:t>fixes</w:t>
      </w:r>
      <w:r w:rsidR="00DE313F">
        <w:t xml:space="preserve">, </w:t>
      </w:r>
      <w:r w:rsidRPr="003D2FAA">
        <w:t>presque sans blanc</w:t>
      </w:r>
      <w:r w:rsidR="00DE313F">
        <w:t xml:space="preserve">, </w:t>
      </w:r>
      <w:r w:rsidRPr="003D2FAA">
        <w:t xml:space="preserve">une intensité contenue à </w:t>
      </w:r>
      <w:proofErr w:type="spellStart"/>
      <w:r w:rsidRPr="003D2FAA">
        <w:t>grand</w:t>
      </w:r>
      <w:r w:rsidR="00DE313F">
        <w:t>’</w:t>
      </w:r>
      <w:r w:rsidRPr="003D2FAA">
        <w:t>peine</w:t>
      </w:r>
      <w:proofErr w:type="spellEnd"/>
      <w:r w:rsidRPr="003D2FAA">
        <w:t xml:space="preserve"> et dont on ignorait si elle procédait d</w:t>
      </w:r>
      <w:r w:rsidR="00DE313F">
        <w:t>’</w:t>
      </w:r>
      <w:r w:rsidRPr="003D2FAA">
        <w:t>un chagrin t</w:t>
      </w:r>
      <w:r w:rsidRPr="003D2FAA">
        <w:t>é</w:t>
      </w:r>
      <w:r w:rsidRPr="003D2FAA">
        <w:t>nébreux</w:t>
      </w:r>
      <w:r w:rsidR="00DE313F">
        <w:t xml:space="preserve">, </w:t>
      </w:r>
      <w:r w:rsidRPr="003D2FAA">
        <w:t>ou de la mauvaise humeur</w:t>
      </w:r>
      <w:r w:rsidR="00DE313F">
        <w:t xml:space="preserve">, </w:t>
      </w:r>
      <w:r w:rsidR="00DE313F">
        <w:lastRenderedPageBreak/>
        <w:t>M. </w:t>
      </w:r>
      <w:r w:rsidRPr="003D2FAA">
        <w:t>Pouza n</w:t>
      </w:r>
      <w:r w:rsidR="00DE313F">
        <w:t>’</w:t>
      </w:r>
      <w:r w:rsidRPr="003D2FAA">
        <w:t>est certes pas fait pour se concilier la sympathie ou la confiance</w:t>
      </w:r>
      <w:r w:rsidR="00DE313F">
        <w:t>.</w:t>
      </w:r>
    </w:p>
    <w:p w14:paraId="3909A605" w14:textId="5EB14E5E" w:rsidR="00DE313F" w:rsidRDefault="00DE313F" w:rsidP="0074134D">
      <w:r>
        <w:t>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 w:rsidR="0074134D" w:rsidRPr="003D2FAA">
        <w:t xml:space="preserve"> est au contraire une petite vieille gracile</w:t>
      </w:r>
      <w:r>
        <w:t xml:space="preserve">, </w:t>
      </w:r>
      <w:r w:rsidR="0074134D" w:rsidRPr="003D2FAA">
        <w:t>pâle</w:t>
      </w:r>
      <w:r>
        <w:t xml:space="preserve">, </w:t>
      </w:r>
      <w:r w:rsidR="0074134D" w:rsidRPr="003D2FAA">
        <w:t>aux traits fins et très nobles</w:t>
      </w:r>
      <w:r>
        <w:t xml:space="preserve">, </w:t>
      </w:r>
      <w:r w:rsidR="0074134D" w:rsidRPr="003D2FAA">
        <w:t>avec un air mélancolique</w:t>
      </w:r>
      <w:r>
        <w:t xml:space="preserve">, </w:t>
      </w:r>
      <w:r w:rsidR="0074134D" w:rsidRPr="003D2FAA">
        <w:t>mais d</w:t>
      </w:r>
      <w:r>
        <w:t>’</w:t>
      </w:r>
      <w:r w:rsidR="0074134D" w:rsidRPr="003D2FAA">
        <w:t>une mélancolie vague et douce qui n</w:t>
      </w:r>
      <w:r>
        <w:t>’</w:t>
      </w:r>
      <w:r w:rsidR="0074134D" w:rsidRPr="003D2FAA">
        <w:t>exclut pas l</w:t>
      </w:r>
      <w:r>
        <w:t>’</w:t>
      </w:r>
      <w:r w:rsidR="0074134D" w:rsidRPr="003D2FAA">
        <w:t>affabilité pour tous</w:t>
      </w:r>
      <w:r>
        <w:t>.</w:t>
      </w:r>
    </w:p>
    <w:p w14:paraId="364CC570" w14:textId="58C0C73D" w:rsidR="00DE313F" w:rsidRDefault="0074134D" w:rsidP="0074134D">
      <w:r w:rsidRPr="003D2FAA">
        <w:t>De cette affabilité qui lui était tout à fait naturelle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a donné très vite des preuves dans la ville et</w:t>
      </w:r>
      <w:r w:rsidR="00DE313F">
        <w:t xml:space="preserve">, </w:t>
      </w:r>
      <w:r w:rsidRPr="003D2FAA">
        <w:t>très vite</w:t>
      </w:r>
      <w:r w:rsidR="00DE313F">
        <w:t xml:space="preserve">, </w:t>
      </w:r>
      <w:r w:rsidRPr="003D2FAA">
        <w:t>grâce à elle</w:t>
      </w:r>
      <w:r w:rsidR="00DE313F">
        <w:t xml:space="preserve">, </w:t>
      </w:r>
      <w:r w:rsidRPr="003D2FAA">
        <w:t>a grandi dans l</w:t>
      </w:r>
      <w:r w:rsidR="00DE313F">
        <w:t>’</w:t>
      </w:r>
      <w:r w:rsidRPr="003D2FAA">
        <w:t>âme de tous l</w:t>
      </w:r>
      <w:r w:rsidR="00DE313F">
        <w:t>’</w:t>
      </w:r>
      <w:r w:rsidRPr="003D2FAA">
        <w:t>aversion qu</w:t>
      </w:r>
      <w:r w:rsidR="00DE313F">
        <w:t>’</w:t>
      </w:r>
      <w:r w:rsidRPr="003D2FAA">
        <w:t>on resse</w:t>
      </w:r>
      <w:r w:rsidRPr="003D2FAA">
        <w:t>n</w:t>
      </w:r>
      <w:r w:rsidRPr="003D2FAA">
        <w:t xml:space="preserve">tait pour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parce qu</w:t>
      </w:r>
      <w:r w:rsidR="00DE313F">
        <w:t>’</w:t>
      </w:r>
      <w:r w:rsidRPr="003D2FAA">
        <w:t>était apparu clairement à tous le caractère de cette femme</w:t>
      </w:r>
      <w:r w:rsidR="00DE313F">
        <w:t xml:space="preserve">, </w:t>
      </w:r>
      <w:r w:rsidRPr="003D2FAA">
        <w:t>caractère non seulement doux</w:t>
      </w:r>
      <w:r w:rsidR="00DE313F">
        <w:t xml:space="preserve">, </w:t>
      </w:r>
      <w:r w:rsidRPr="003D2FAA">
        <w:t>prompt à pardonner</w:t>
      </w:r>
      <w:r w:rsidR="00DE313F">
        <w:t xml:space="preserve">, </w:t>
      </w:r>
      <w:r w:rsidRPr="003D2FAA">
        <w:t>tolérant et plein d</w:t>
      </w:r>
      <w:r w:rsidR="00DE313F">
        <w:t>’</w:t>
      </w:r>
      <w:r w:rsidRPr="003D2FAA">
        <w:t>indulgente patience pour le mal que lui faisait son gendre</w:t>
      </w:r>
      <w:r w:rsidR="00DE313F">
        <w:t xml:space="preserve">, </w:t>
      </w:r>
      <w:r w:rsidRPr="003D2FAA">
        <w:t>mais encore parce qu</w:t>
      </w:r>
      <w:r w:rsidR="00DE313F">
        <w:t>’</w:t>
      </w:r>
      <w:r w:rsidRPr="003D2FAA">
        <w:t>on a fini par apprendre qu</w:t>
      </w:r>
      <w:r w:rsidR="00DE313F">
        <w:t>’</w:t>
      </w:r>
      <w:r w:rsidRPr="003D2FAA">
        <w:t xml:space="preserve">il ne suffisait pas à </w:t>
      </w:r>
      <w:r w:rsidR="00DE313F">
        <w:t>M. </w:t>
      </w:r>
      <w:r w:rsidRPr="003D2FAA">
        <w:t>Pouza de reléguer cette pauvre mère dans une maison à part</w:t>
      </w:r>
      <w:r w:rsidR="00DE313F">
        <w:t xml:space="preserve">, </w:t>
      </w:r>
      <w:r w:rsidRPr="003D2FAA">
        <w:t>mais qu</w:t>
      </w:r>
      <w:r w:rsidR="00DE313F">
        <w:t>’</w:t>
      </w:r>
      <w:r w:rsidRPr="003D2FAA">
        <w:t>il poussait la cruauté jusqu</w:t>
      </w:r>
      <w:r w:rsidR="00DE313F">
        <w:t>’</w:t>
      </w:r>
      <w:r w:rsidRPr="003D2FAA">
        <w:t>à lui défendre de voir sa fille</w:t>
      </w:r>
      <w:r w:rsidR="00DE313F">
        <w:t>.</w:t>
      </w:r>
    </w:p>
    <w:p w14:paraId="22755893" w14:textId="5B30F46B" w:rsidR="00DE313F" w:rsidRDefault="00DE313F" w:rsidP="0074134D">
      <w:r>
        <w:t>— </w:t>
      </w:r>
      <w:r w:rsidR="0074134D" w:rsidRPr="003D2FAA">
        <w:t>Il n</w:t>
      </w:r>
      <w:r>
        <w:t>’</w:t>
      </w:r>
      <w:r w:rsidR="0074134D" w:rsidRPr="003D2FAA">
        <w:t>y a pas là de cruauté</w:t>
      </w:r>
      <w:r>
        <w:t xml:space="preserve">, </w:t>
      </w:r>
      <w:r w:rsidR="0074134D" w:rsidRPr="003D2FAA">
        <w:t>non</w:t>
      </w:r>
      <w:r>
        <w:t xml:space="preserve">, </w:t>
      </w:r>
      <w:r w:rsidR="0074134D" w:rsidRPr="003D2FAA">
        <w:t>pas de cruauté</w:t>
      </w:r>
      <w:r>
        <w:t xml:space="preserve">, </w:t>
      </w:r>
      <w:r w:rsidR="0074134D" w:rsidRPr="003D2FAA">
        <w:t>a protesté tout de suite</w:t>
      </w:r>
      <w:r>
        <w:t xml:space="preserve">, </w:t>
      </w:r>
      <w:r w:rsidR="0074134D" w:rsidRPr="003D2FAA">
        <w:t xml:space="preserve">dans ses visites aux dames de </w:t>
      </w:r>
      <w:proofErr w:type="spellStart"/>
      <w:r w:rsidR="0074134D" w:rsidRPr="003D2FAA">
        <w:t>Valdana</w:t>
      </w:r>
      <w:proofErr w:type="spellEnd"/>
      <w:r>
        <w:t>, 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>
        <w:t xml:space="preserve">, </w:t>
      </w:r>
      <w:r w:rsidR="0074134D" w:rsidRPr="003D2FAA">
        <w:t>en tendant devant elle ses petites mains</w:t>
      </w:r>
      <w:r>
        <w:t>, 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 w:rsidR="0074134D" w:rsidRPr="003D2FAA">
        <w:t xml:space="preserve"> vraiment a</w:t>
      </w:r>
      <w:r w:rsidR="0074134D" w:rsidRPr="003D2FAA">
        <w:t>f</w:t>
      </w:r>
      <w:r w:rsidR="0074134D" w:rsidRPr="003D2FAA">
        <w:t>fligée que l</w:t>
      </w:r>
      <w:r>
        <w:t>’</w:t>
      </w:r>
      <w:r w:rsidR="0074134D" w:rsidRPr="003D2FAA">
        <w:t>on puisse penser cela de son gendre</w:t>
      </w:r>
      <w:r>
        <w:t xml:space="preserve">. </w:t>
      </w:r>
      <w:r w:rsidR="0074134D" w:rsidRPr="003D2FAA">
        <w:t>Et elle se hâte de vanter toutes ses qualités</w:t>
      </w:r>
      <w:r>
        <w:t xml:space="preserve">, </w:t>
      </w:r>
      <w:r w:rsidR="0074134D" w:rsidRPr="003D2FAA">
        <w:t>d</w:t>
      </w:r>
      <w:r>
        <w:t>’</w:t>
      </w:r>
      <w:r w:rsidR="0074134D" w:rsidRPr="003D2FAA">
        <w:t>en dire tout le bien possible et imaginable</w:t>
      </w:r>
      <w:r>
        <w:t xml:space="preserve"> : </w:t>
      </w:r>
      <w:r w:rsidR="0074134D" w:rsidRPr="003D2FAA">
        <w:t>quel amour</w:t>
      </w:r>
      <w:r>
        <w:t xml:space="preserve">, </w:t>
      </w:r>
      <w:r w:rsidR="0074134D" w:rsidRPr="003D2FAA">
        <w:t>quels soins</w:t>
      </w:r>
      <w:r>
        <w:t xml:space="preserve">, </w:t>
      </w:r>
      <w:r w:rsidR="0074134D" w:rsidRPr="003D2FAA">
        <w:t>quelles attentions il avait non seulement pour sa fille</w:t>
      </w:r>
      <w:r>
        <w:t xml:space="preserve">, </w:t>
      </w:r>
      <w:r w:rsidR="0074134D" w:rsidRPr="003D2FAA">
        <w:t>mais encore pour elle</w:t>
      </w:r>
      <w:r>
        <w:t xml:space="preserve">, </w:t>
      </w:r>
      <w:r w:rsidR="0074134D" w:rsidRPr="003D2FAA">
        <w:t>oui</w:t>
      </w:r>
      <w:r>
        <w:t xml:space="preserve">, </w:t>
      </w:r>
      <w:r w:rsidR="0074134D" w:rsidRPr="003D2FAA">
        <w:t>oui</w:t>
      </w:r>
      <w:r>
        <w:t xml:space="preserve">, </w:t>
      </w:r>
      <w:r w:rsidR="0074134D" w:rsidRPr="003D2FAA">
        <w:t>pour elle-même</w:t>
      </w:r>
      <w:r>
        <w:t xml:space="preserve"> : </w:t>
      </w:r>
      <w:r w:rsidR="0074134D" w:rsidRPr="003D2FAA">
        <w:t>empressé</w:t>
      </w:r>
      <w:r>
        <w:t xml:space="preserve">, </w:t>
      </w:r>
      <w:r w:rsidR="0074134D" w:rsidRPr="003D2FAA">
        <w:t>plein de désintéressement</w:t>
      </w:r>
      <w:r>
        <w:t xml:space="preserve">… </w:t>
      </w:r>
      <w:r w:rsidR="0074134D" w:rsidRPr="003D2FAA">
        <w:t>Ah</w:t>
      </w:r>
      <w:r>
        <w:t xml:space="preserve"> ! </w:t>
      </w:r>
      <w:r w:rsidR="0074134D" w:rsidRPr="003D2FAA">
        <w:t>non</w:t>
      </w:r>
      <w:r>
        <w:t xml:space="preserve"> ; </w:t>
      </w:r>
      <w:r w:rsidR="0074134D" w:rsidRPr="003D2FAA">
        <w:t>cruel</w:t>
      </w:r>
      <w:r>
        <w:t xml:space="preserve">, </w:t>
      </w:r>
      <w:r w:rsidR="0074134D" w:rsidRPr="003D2FAA">
        <w:t>non</w:t>
      </w:r>
      <w:r>
        <w:t xml:space="preserve"> ; </w:t>
      </w:r>
      <w:r w:rsidR="0074134D" w:rsidRPr="003D2FAA">
        <w:t>je vous en prie</w:t>
      </w:r>
      <w:r>
        <w:t xml:space="preserve"> ! </w:t>
      </w:r>
      <w:r w:rsidR="0074134D" w:rsidRPr="003D2FAA">
        <w:t>Il y a seulement ceci</w:t>
      </w:r>
      <w:r>
        <w:t xml:space="preserve"> : </w:t>
      </w:r>
      <w:r w:rsidR="0074134D" w:rsidRPr="003D2FAA">
        <w:t>il la veut tout entière</w:t>
      </w:r>
      <w:r>
        <w:t xml:space="preserve">, </w:t>
      </w:r>
      <w:r w:rsidR="0074134D" w:rsidRPr="003D2FAA">
        <w:t>tout entière pour soi</w:t>
      </w:r>
      <w:r>
        <w:t xml:space="preserve">, </w:t>
      </w:r>
      <w:r w:rsidR="0074134D" w:rsidRPr="003D2FAA">
        <w:t>sa petite femme</w:t>
      </w:r>
      <w:r>
        <w:t>, M. </w:t>
      </w:r>
      <w:r w:rsidR="0074134D" w:rsidRPr="003D2FAA">
        <w:t>Pouza</w:t>
      </w:r>
      <w:r>
        <w:t xml:space="preserve"> ; </w:t>
      </w:r>
      <w:r w:rsidR="0074134D" w:rsidRPr="003D2FAA">
        <w:t>au point que même l</w:t>
      </w:r>
      <w:r>
        <w:t>’</w:t>
      </w:r>
      <w:r w:rsidR="0074134D" w:rsidRPr="003D2FAA">
        <w:t>amour que celle-ci doit avoir</w:t>
      </w:r>
      <w:r>
        <w:t xml:space="preserve"> (</w:t>
      </w:r>
      <w:r w:rsidR="0074134D" w:rsidRPr="003D2FAA">
        <w:t>il l</w:t>
      </w:r>
      <w:r>
        <w:t>’</w:t>
      </w:r>
      <w:r w:rsidR="0074134D" w:rsidRPr="003D2FAA">
        <w:t>admet</w:t>
      </w:r>
      <w:r>
        <w:t xml:space="preserve">, </w:t>
      </w:r>
      <w:r w:rsidR="0074134D" w:rsidRPr="003D2FAA">
        <w:t>comment non</w:t>
      </w:r>
      <w:r>
        <w:t xml:space="preserve"> ?) </w:t>
      </w:r>
      <w:r w:rsidR="0074134D" w:rsidRPr="003D2FAA">
        <w:t>l</w:t>
      </w:r>
      <w:r>
        <w:t>’</w:t>
      </w:r>
      <w:r w:rsidR="0074134D" w:rsidRPr="003D2FAA">
        <w:t>amour que celle-ci doit avoir pour sa maman</w:t>
      </w:r>
      <w:r>
        <w:t xml:space="preserve">, </w:t>
      </w:r>
      <w:r w:rsidR="0074134D" w:rsidRPr="003D2FAA">
        <w:t>il veut qu</w:t>
      </w:r>
      <w:r>
        <w:t>’</w:t>
      </w:r>
      <w:r w:rsidR="0074134D" w:rsidRPr="003D2FAA">
        <w:t>il lui arrive non pas directement</w:t>
      </w:r>
      <w:r>
        <w:t xml:space="preserve">, </w:t>
      </w:r>
      <w:r w:rsidR="0074134D" w:rsidRPr="003D2FAA">
        <w:t>mais à travers lui</w:t>
      </w:r>
      <w:r>
        <w:t xml:space="preserve">, </w:t>
      </w:r>
      <w:r w:rsidR="0074134D" w:rsidRPr="003D2FAA">
        <w:t>par son moyen</w:t>
      </w:r>
      <w:r>
        <w:t xml:space="preserve">, </w:t>
      </w:r>
      <w:r w:rsidR="0074134D" w:rsidRPr="003D2FAA">
        <w:t>voilà</w:t>
      </w:r>
      <w:r>
        <w:t xml:space="preserve"> ! </w:t>
      </w:r>
      <w:r w:rsidR="0074134D" w:rsidRPr="003D2FAA">
        <w:lastRenderedPageBreak/>
        <w:t>Cette manière d</w:t>
      </w:r>
      <w:r>
        <w:t>’</w:t>
      </w:r>
      <w:r w:rsidR="0074134D" w:rsidRPr="003D2FAA">
        <w:t>agir peut paraître de la cruauté</w:t>
      </w:r>
      <w:r>
        <w:t xml:space="preserve">, </w:t>
      </w:r>
      <w:r w:rsidR="0074134D" w:rsidRPr="003D2FAA">
        <w:t>mais cela n</w:t>
      </w:r>
      <w:r>
        <w:t>’</w:t>
      </w:r>
      <w:r w:rsidR="0074134D" w:rsidRPr="003D2FAA">
        <w:t>en est pas</w:t>
      </w:r>
      <w:r>
        <w:t xml:space="preserve">. </w:t>
      </w:r>
      <w:r w:rsidR="0074134D" w:rsidRPr="003D2FAA">
        <w:t>C</w:t>
      </w:r>
      <w:r>
        <w:t>’</w:t>
      </w:r>
      <w:r w:rsidR="0074134D" w:rsidRPr="003D2FAA">
        <w:t>est tout autre chose</w:t>
      </w:r>
      <w:r>
        <w:t xml:space="preserve">, </w:t>
      </w:r>
      <w:r w:rsidR="0074134D" w:rsidRPr="003D2FAA">
        <w:t>tout autre chose</w:t>
      </w:r>
      <w:r>
        <w:t> ; 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 w:rsidR="0074134D" w:rsidRPr="003D2FAA">
        <w:t xml:space="preserve"> le comprend très bien</w:t>
      </w:r>
      <w:r>
        <w:t xml:space="preserve">, </w:t>
      </w:r>
      <w:r w:rsidR="0074134D" w:rsidRPr="003D2FAA">
        <w:t>et se désole de ne pas savoir l</w:t>
      </w:r>
      <w:r>
        <w:t>’</w:t>
      </w:r>
      <w:r w:rsidR="0074134D" w:rsidRPr="003D2FAA">
        <w:t>expliquer</w:t>
      </w:r>
      <w:r>
        <w:t xml:space="preserve"> ! </w:t>
      </w:r>
      <w:r w:rsidR="0074134D" w:rsidRPr="003D2FAA">
        <w:t>C</w:t>
      </w:r>
      <w:r>
        <w:t>’</w:t>
      </w:r>
      <w:r w:rsidR="0074134D" w:rsidRPr="003D2FAA">
        <w:t>est dans sa nature</w:t>
      </w:r>
      <w:r>
        <w:t xml:space="preserve">, </w:t>
      </w:r>
      <w:r w:rsidR="0074134D" w:rsidRPr="003D2FAA">
        <w:t>voilà</w:t>
      </w:r>
      <w:r>
        <w:t xml:space="preserve"> !… </w:t>
      </w:r>
      <w:r w:rsidR="0074134D" w:rsidRPr="003D2FAA">
        <w:t>mais non</w:t>
      </w:r>
      <w:r>
        <w:t xml:space="preserve">, </w:t>
      </w:r>
      <w:r w:rsidR="0074134D" w:rsidRPr="003D2FAA">
        <w:t>c</w:t>
      </w:r>
      <w:r>
        <w:t>’</w:t>
      </w:r>
      <w:r w:rsidR="0074134D" w:rsidRPr="003D2FAA">
        <w:t>est peut-être une espèce de maladie</w:t>
      </w:r>
      <w:r>
        <w:t xml:space="preserve"> !… </w:t>
      </w:r>
      <w:r w:rsidR="0074134D" w:rsidRPr="003D2FAA">
        <w:t>Comment dire</w:t>
      </w:r>
      <w:r>
        <w:t xml:space="preserve"> ? </w:t>
      </w:r>
      <w:r w:rsidR="0074134D" w:rsidRPr="003D2FAA">
        <w:t>Mon Dieu</w:t>
      </w:r>
      <w:r>
        <w:t xml:space="preserve">, </w:t>
      </w:r>
      <w:r w:rsidR="0074134D" w:rsidRPr="003D2FAA">
        <w:t>il suffit de le regarder dans les yeux</w:t>
      </w:r>
      <w:r>
        <w:t xml:space="preserve">. </w:t>
      </w:r>
      <w:r w:rsidR="0074134D" w:rsidRPr="003D2FAA">
        <w:t>De prime abord</w:t>
      </w:r>
      <w:r>
        <w:t xml:space="preserve">, </w:t>
      </w:r>
      <w:r w:rsidR="0074134D" w:rsidRPr="003D2FAA">
        <w:t>ils font une mauvaise impression peut-être</w:t>
      </w:r>
      <w:r>
        <w:t xml:space="preserve">, </w:t>
      </w:r>
      <w:r w:rsidR="0074134D" w:rsidRPr="003D2FAA">
        <w:t>ces yeux</w:t>
      </w:r>
      <w:r>
        <w:t xml:space="preserve"> ; </w:t>
      </w:r>
      <w:r w:rsidR="0074134D" w:rsidRPr="003D2FAA">
        <w:t>mais ils expr</w:t>
      </w:r>
      <w:r w:rsidR="0074134D" w:rsidRPr="003D2FAA">
        <w:t>i</w:t>
      </w:r>
      <w:r w:rsidR="0074134D" w:rsidRPr="003D2FAA">
        <w:t>ment tout à qui</w:t>
      </w:r>
      <w:r>
        <w:t xml:space="preserve">, </w:t>
      </w:r>
      <w:r w:rsidR="0074134D" w:rsidRPr="003D2FAA">
        <w:t>comme elle</w:t>
      </w:r>
      <w:r>
        <w:t xml:space="preserve">, </w:t>
      </w:r>
      <w:r w:rsidR="0074134D" w:rsidRPr="003D2FAA">
        <w:t>sait lire en eux</w:t>
      </w:r>
      <w:r>
        <w:t xml:space="preserve"> ; </w:t>
      </w:r>
      <w:r w:rsidR="0074134D" w:rsidRPr="003D2FAA">
        <w:t>ils disent la plén</w:t>
      </w:r>
      <w:r w:rsidR="0074134D" w:rsidRPr="003D2FAA">
        <w:t>i</w:t>
      </w:r>
      <w:r w:rsidR="0074134D" w:rsidRPr="003D2FAA">
        <w:t>tude voilée de tout un monde d</w:t>
      </w:r>
      <w:r>
        <w:t>’</w:t>
      </w:r>
      <w:r w:rsidR="0074134D" w:rsidRPr="003D2FAA">
        <w:t>amour qui est en lui</w:t>
      </w:r>
      <w:r>
        <w:t xml:space="preserve">, </w:t>
      </w:r>
      <w:r w:rsidR="0074134D" w:rsidRPr="003D2FAA">
        <w:t>et dans l</w:t>
      </w:r>
      <w:r w:rsidR="0074134D" w:rsidRPr="003D2FAA">
        <w:t>e</w:t>
      </w:r>
      <w:r w:rsidR="0074134D" w:rsidRPr="003D2FAA">
        <w:t>quel sa femme doit vivre sans jamais en sortir</w:t>
      </w:r>
      <w:r>
        <w:t xml:space="preserve">, </w:t>
      </w:r>
      <w:r w:rsidR="0074134D" w:rsidRPr="003D2FAA">
        <w:t>même le plus l</w:t>
      </w:r>
      <w:r w:rsidR="0074134D" w:rsidRPr="003D2FAA">
        <w:t>é</w:t>
      </w:r>
      <w:r w:rsidR="0074134D" w:rsidRPr="003D2FAA">
        <w:t>gèrement et dans lequel personne</w:t>
      </w:r>
      <w:r>
        <w:t xml:space="preserve">, </w:t>
      </w:r>
      <w:r w:rsidR="0074134D" w:rsidRPr="003D2FAA">
        <w:t>pas même la mère</w:t>
      </w:r>
      <w:r>
        <w:t xml:space="preserve">, </w:t>
      </w:r>
      <w:r w:rsidR="0074134D" w:rsidRPr="003D2FAA">
        <w:t>ne doit entrer</w:t>
      </w:r>
      <w:r>
        <w:t xml:space="preserve">. </w:t>
      </w:r>
      <w:r w:rsidR="0074134D" w:rsidRPr="003D2FAA">
        <w:t>Jalousie</w:t>
      </w:r>
      <w:r>
        <w:t xml:space="preserve"> ? </w:t>
      </w:r>
      <w:r w:rsidR="0074134D" w:rsidRPr="003D2FAA">
        <w:t>Oui peut-être</w:t>
      </w:r>
      <w:r>
        <w:t xml:space="preserve">. </w:t>
      </w:r>
      <w:r w:rsidR="0074134D" w:rsidRPr="003D2FAA">
        <w:t>Mais comment définir en la</w:t>
      </w:r>
      <w:r w:rsidR="0074134D" w:rsidRPr="003D2FAA">
        <w:t>n</w:t>
      </w:r>
      <w:r w:rsidR="0074134D" w:rsidRPr="003D2FAA">
        <w:t>gage vulgaire cette somme exclusive d</w:t>
      </w:r>
      <w:r>
        <w:t>’</w:t>
      </w:r>
      <w:r w:rsidR="0074134D" w:rsidRPr="003D2FAA">
        <w:t>amour</w:t>
      </w:r>
      <w:r>
        <w:t xml:space="preserve"> ? </w:t>
      </w:r>
      <w:r w:rsidR="0074134D" w:rsidRPr="003D2FAA">
        <w:t>Égoïsme</w:t>
      </w:r>
      <w:r>
        <w:t xml:space="preserve"> ? </w:t>
      </w:r>
      <w:r w:rsidR="0074134D" w:rsidRPr="003D2FAA">
        <w:t>Mais un égoïsme qui se donne tout entier</w:t>
      </w:r>
      <w:r>
        <w:t xml:space="preserve">, </w:t>
      </w:r>
      <w:r w:rsidR="0074134D" w:rsidRPr="003D2FAA">
        <w:t>qui se donne grand comme un monde</w:t>
      </w:r>
      <w:r>
        <w:t xml:space="preserve">, </w:t>
      </w:r>
      <w:r w:rsidR="0074134D" w:rsidRPr="003D2FAA">
        <w:t>à sa femme</w:t>
      </w:r>
      <w:r>
        <w:t> !</w:t>
      </w:r>
    </w:p>
    <w:p w14:paraId="79FA6B72" w14:textId="7C62A2E2" w:rsidR="00DE313F" w:rsidRDefault="0074134D" w:rsidP="0074134D">
      <w:r w:rsidRPr="003D2FAA">
        <w:t>Au fond l</w:t>
      </w:r>
      <w:r w:rsidR="00DE313F">
        <w:t>’</w:t>
      </w:r>
      <w:r w:rsidRPr="003D2FAA">
        <w:t>égoïsme serait peut-être de son côté si elle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voulait forcer ce monde d</w:t>
      </w:r>
      <w:r w:rsidR="00DE313F">
        <w:t>’</w:t>
      </w:r>
      <w:r w:rsidRPr="003D2FAA">
        <w:t>amour clos</w:t>
      </w:r>
      <w:r w:rsidR="00DE313F">
        <w:t xml:space="preserve">, </w:t>
      </w:r>
      <w:r w:rsidRPr="003D2FAA">
        <w:t>si elle voulait s</w:t>
      </w:r>
      <w:r w:rsidR="00DE313F">
        <w:t>’</w:t>
      </w:r>
      <w:r w:rsidRPr="003D2FAA">
        <w:t>y introduire par la violence quand elle sait que sa fille est he</w:t>
      </w:r>
      <w:r w:rsidRPr="003D2FAA">
        <w:t>u</w:t>
      </w:r>
      <w:r w:rsidRPr="003D2FAA">
        <w:t>reuse</w:t>
      </w:r>
      <w:r w:rsidR="00DE313F">
        <w:t xml:space="preserve">, </w:t>
      </w:r>
      <w:r w:rsidRPr="003D2FAA">
        <w:t>adorée comme elle l</w:t>
      </w:r>
      <w:r w:rsidR="00DE313F">
        <w:t>’</w:t>
      </w:r>
      <w:r w:rsidRPr="003D2FAA">
        <w:t>est</w:t>
      </w:r>
      <w:r w:rsidR="00DE313F">
        <w:t xml:space="preserve">. </w:t>
      </w:r>
      <w:r w:rsidRPr="003D2FAA">
        <w:t>Ceci peut suffire à une mère</w:t>
      </w:r>
      <w:r w:rsidR="00DE313F">
        <w:t xml:space="preserve">. </w:t>
      </w:r>
      <w:r w:rsidRPr="003D2FAA">
        <w:t>Du reste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est pas vrai qu</w:t>
      </w:r>
      <w:r w:rsidR="00DE313F">
        <w:t>’</w:t>
      </w:r>
      <w:r w:rsidRPr="003D2FAA">
        <w:t>elle ne la voie pas</w:t>
      </w:r>
      <w:r w:rsidR="00DE313F">
        <w:t xml:space="preserve">, </w:t>
      </w:r>
      <w:r w:rsidRPr="003D2FAA">
        <w:t>sa fille</w:t>
      </w:r>
      <w:r w:rsidR="00DE313F">
        <w:t xml:space="preserve">. </w:t>
      </w:r>
      <w:r w:rsidRPr="003D2FAA">
        <w:t>Deux ou trois fois par jour</w:t>
      </w:r>
      <w:r w:rsidR="00DE313F">
        <w:t xml:space="preserve">, </w:t>
      </w:r>
      <w:r w:rsidRPr="003D2FAA">
        <w:t>elle la voit</w:t>
      </w:r>
      <w:r w:rsidR="00DE313F">
        <w:t xml:space="preserve"> ; </w:t>
      </w:r>
      <w:r w:rsidRPr="003D2FAA">
        <w:t>elle entre dans la cour de la ma</w:t>
      </w:r>
      <w:r w:rsidRPr="003D2FAA">
        <w:t>i</w:t>
      </w:r>
      <w:r w:rsidRPr="003D2FAA">
        <w:t>son</w:t>
      </w:r>
      <w:r w:rsidR="00DE313F">
        <w:t xml:space="preserve"> ; </w:t>
      </w:r>
      <w:r w:rsidRPr="003D2FAA">
        <w:t>elle sonne la cloche</w:t>
      </w:r>
      <w:r w:rsidR="00DE313F">
        <w:t xml:space="preserve">, </w:t>
      </w:r>
      <w:r w:rsidRPr="003D2FAA">
        <w:t>et tout de suite sa fille se montre là-haut au balcon</w:t>
      </w:r>
      <w:r w:rsidR="00DE313F">
        <w:t>.</w:t>
      </w:r>
    </w:p>
    <w:p w14:paraId="669F50CC" w14:textId="77777777" w:rsidR="00DE313F" w:rsidRDefault="00DE313F" w:rsidP="0074134D">
      <w:r>
        <w:t>— </w:t>
      </w:r>
      <w:r w:rsidR="0074134D" w:rsidRPr="003D2FAA">
        <w:t>Comment es-tu</w:t>
      </w:r>
      <w:r>
        <w:t xml:space="preserve">, </w:t>
      </w:r>
      <w:proofErr w:type="spellStart"/>
      <w:r w:rsidR="0074134D" w:rsidRPr="003D2FAA">
        <w:t>Tildina</w:t>
      </w:r>
      <w:proofErr w:type="spellEnd"/>
      <w:r>
        <w:t> ?</w:t>
      </w:r>
    </w:p>
    <w:p w14:paraId="509F612D" w14:textId="77777777" w:rsidR="00DE313F" w:rsidRDefault="00DE313F" w:rsidP="0074134D">
      <w:r>
        <w:t>— </w:t>
      </w:r>
      <w:r w:rsidR="0074134D" w:rsidRPr="003D2FAA">
        <w:t>Très bien</w:t>
      </w:r>
      <w:r>
        <w:t xml:space="preserve">, </w:t>
      </w:r>
      <w:r w:rsidR="0074134D" w:rsidRPr="003D2FAA">
        <w:t>maman</w:t>
      </w:r>
      <w:r>
        <w:t xml:space="preserve">. </w:t>
      </w:r>
      <w:r w:rsidR="0074134D" w:rsidRPr="003D2FAA">
        <w:t>Toi</w:t>
      </w:r>
      <w:r>
        <w:t> ?</w:t>
      </w:r>
    </w:p>
    <w:p w14:paraId="322EB0D7" w14:textId="77777777" w:rsidR="00DE313F" w:rsidRDefault="00DE313F" w:rsidP="0074134D">
      <w:r>
        <w:t>— </w:t>
      </w:r>
      <w:r w:rsidR="0074134D" w:rsidRPr="003D2FAA">
        <w:t>Comme Dieu le veut</w:t>
      </w:r>
      <w:r>
        <w:t xml:space="preserve">, </w:t>
      </w:r>
      <w:r w:rsidR="0074134D" w:rsidRPr="003D2FAA">
        <w:t>ma fille</w:t>
      </w:r>
      <w:r>
        <w:t xml:space="preserve"> ; </w:t>
      </w:r>
      <w:r w:rsidR="0074134D" w:rsidRPr="003D2FAA">
        <w:t>descends</w:t>
      </w:r>
      <w:r>
        <w:t xml:space="preserve">, </w:t>
      </w:r>
      <w:r w:rsidR="0074134D" w:rsidRPr="003D2FAA">
        <w:t>descends le p</w:t>
      </w:r>
      <w:r w:rsidR="0074134D" w:rsidRPr="003D2FAA">
        <w:t>a</w:t>
      </w:r>
      <w:r w:rsidR="0074134D" w:rsidRPr="003D2FAA">
        <w:t>nier</w:t>
      </w:r>
      <w:r>
        <w:t> !</w:t>
      </w:r>
    </w:p>
    <w:p w14:paraId="599493C0" w14:textId="2C397A11" w:rsidR="00DE313F" w:rsidRDefault="0074134D" w:rsidP="0074134D">
      <w:r w:rsidRPr="003D2FAA">
        <w:t>Et dans le petit panier</w:t>
      </w:r>
      <w:r w:rsidR="00DE313F">
        <w:t xml:space="preserve">, </w:t>
      </w:r>
      <w:r w:rsidRPr="003D2FAA">
        <w:t>toujours deux mots de lettre avec les nouvelles de la journée</w:t>
      </w:r>
      <w:r w:rsidR="00DE313F">
        <w:t xml:space="preserve">. </w:t>
      </w:r>
      <w:proofErr w:type="spellStart"/>
      <w:r w:rsidRPr="003D2FAA">
        <w:t>Hé</w:t>
      </w:r>
      <w:proofErr w:type="spellEnd"/>
      <w:r w:rsidRPr="003D2FAA">
        <w:t xml:space="preserve"> bien</w:t>
      </w:r>
      <w:r w:rsidR="00DE313F">
        <w:t xml:space="preserve"> ! </w:t>
      </w:r>
      <w:r w:rsidRPr="003D2FAA">
        <w:t>cela lui suffit</w:t>
      </w:r>
      <w:r w:rsidR="00DE313F">
        <w:t xml:space="preserve">. </w:t>
      </w:r>
      <w:r w:rsidRPr="003D2FAA">
        <w:t xml:space="preserve">Depuis </w:t>
      </w:r>
      <w:r w:rsidRPr="003D2FAA">
        <w:lastRenderedPageBreak/>
        <w:t>quatre ans cette vie dure</w:t>
      </w:r>
      <w:r w:rsidR="00DE313F">
        <w:t xml:space="preserve">, </w:t>
      </w:r>
      <w:r w:rsidRPr="003D2FAA">
        <w:t xml:space="preserve">et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s</w:t>
      </w:r>
      <w:r w:rsidR="00DE313F">
        <w:t>’</w:t>
      </w:r>
      <w:r w:rsidRPr="003D2FAA">
        <w:t>y est déjà habituée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y est résignée</w:t>
      </w:r>
      <w:r w:rsidR="00DE313F">
        <w:t xml:space="preserve">, </w:t>
      </w:r>
      <w:r w:rsidRPr="003D2FAA">
        <w:t>et elle n</w:t>
      </w:r>
      <w:r w:rsidR="00DE313F">
        <w:t>’</w:t>
      </w:r>
      <w:r w:rsidRPr="003D2FAA">
        <w:t>en souffre quasi plus</w:t>
      </w:r>
      <w:r w:rsidR="00DE313F">
        <w:t>.</w:t>
      </w:r>
    </w:p>
    <w:p w14:paraId="59C88380" w14:textId="18A12432" w:rsidR="00DE313F" w:rsidRDefault="0074134D" w:rsidP="0074134D">
      <w:r w:rsidRPr="003D2FAA">
        <w:t>Comme il est facile de le comprendre</w:t>
      </w:r>
      <w:r w:rsidR="00DE313F">
        <w:t xml:space="preserve">, </w:t>
      </w:r>
      <w:r w:rsidRPr="003D2FAA">
        <w:t xml:space="preserve">cette résignation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cette habitude qu</w:t>
      </w:r>
      <w:r w:rsidR="00DE313F">
        <w:t>’</w:t>
      </w:r>
      <w:r w:rsidRPr="003D2FAA">
        <w:t>elle disait avoir prise de son ma</w:t>
      </w:r>
      <w:r w:rsidRPr="003D2FAA">
        <w:t>r</w:t>
      </w:r>
      <w:r w:rsidRPr="003D2FAA">
        <w:t>tyre retombèrent d</w:t>
      </w:r>
      <w:r w:rsidR="00DE313F">
        <w:t>’</w:t>
      </w:r>
      <w:r w:rsidRPr="003D2FAA">
        <w:t xml:space="preserve">autant plus sur </w:t>
      </w:r>
      <w:r w:rsidR="00DE313F">
        <w:t>M. </w:t>
      </w:r>
      <w:r w:rsidRPr="003D2FAA">
        <w:t>Pouza qu</w:t>
      </w:r>
      <w:r w:rsidR="00DE313F">
        <w:t>’</w:t>
      </w:r>
      <w:r w:rsidRPr="003D2FAA">
        <w:t>elle s</w:t>
      </w:r>
      <w:r w:rsidR="00DE313F">
        <w:t>’</w:t>
      </w:r>
      <w:r w:rsidRPr="003D2FAA">
        <w:t>épuisait en de plus longs discours pour l</w:t>
      </w:r>
      <w:r w:rsidR="00DE313F">
        <w:t>’</w:t>
      </w:r>
      <w:r w:rsidRPr="003D2FAA">
        <w:t>excuser</w:t>
      </w:r>
      <w:r w:rsidR="00DE313F">
        <w:t> !</w:t>
      </w:r>
    </w:p>
    <w:p w14:paraId="7DB61FE2" w14:textId="41C9779E" w:rsidR="00DE313F" w:rsidRDefault="0074134D" w:rsidP="0074134D">
      <w:r w:rsidRPr="003D2FAA">
        <w:t>Ce fut donc avec une véritable indignation</w:t>
      </w:r>
      <w:r w:rsidR="00DE313F">
        <w:t xml:space="preserve">, </w:t>
      </w:r>
      <w:r w:rsidRPr="003D2FAA">
        <w:t>je dirai même avec un certain effroi</w:t>
      </w:r>
      <w:r w:rsidR="00DE313F">
        <w:t xml:space="preserve">, </w:t>
      </w:r>
      <w:r w:rsidRPr="003D2FAA">
        <w:t xml:space="preserve">que les dames de </w:t>
      </w:r>
      <w:proofErr w:type="spellStart"/>
      <w:r w:rsidRPr="003D2FAA">
        <w:t>Valdana</w:t>
      </w:r>
      <w:proofErr w:type="spellEnd"/>
      <w:r w:rsidRPr="003D2FAA">
        <w:t xml:space="preserve"> qui avaient r</w:t>
      </w:r>
      <w:r w:rsidRPr="003D2FAA">
        <w:t>e</w:t>
      </w:r>
      <w:r w:rsidRPr="003D2FAA">
        <w:t xml:space="preserve">çu la première visite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accueillirent le lendemain l</w:t>
      </w:r>
      <w:r w:rsidR="00DE313F">
        <w:t>’</w:t>
      </w:r>
      <w:r w:rsidRPr="003D2FAA">
        <w:t>annonce d</w:t>
      </w:r>
      <w:r w:rsidR="00DE313F">
        <w:t>’</w:t>
      </w:r>
      <w:r w:rsidRPr="003D2FAA">
        <w:t>une autre visite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visite inattendue</w:t>
      </w:r>
      <w:r w:rsidR="00DE313F">
        <w:t xml:space="preserve">, </w:t>
      </w:r>
      <w:r w:rsidRPr="003D2FAA">
        <w:t xml:space="preserve">celle de </w:t>
      </w:r>
      <w:r w:rsidR="00DE313F">
        <w:t>M. </w:t>
      </w:r>
      <w:r w:rsidRPr="003D2FAA">
        <w:t>Pouza qui les priait</w:t>
      </w:r>
      <w:r w:rsidR="00DE313F">
        <w:t xml:space="preserve">, </w:t>
      </w:r>
      <w:r w:rsidRPr="003D2FAA">
        <w:t>si cela ne les dérangeait pas</w:t>
      </w:r>
      <w:r w:rsidR="00DE313F">
        <w:t xml:space="preserve">, </w:t>
      </w:r>
      <w:r w:rsidRPr="003D2FAA">
        <w:t>de lui accorder deux minutes d</w:t>
      </w:r>
      <w:r w:rsidR="00DE313F">
        <w:t>’</w:t>
      </w:r>
      <w:r w:rsidRPr="003D2FAA">
        <w:t>audience pour une communication i</w:t>
      </w:r>
      <w:r w:rsidRPr="003D2FAA">
        <w:t>n</w:t>
      </w:r>
      <w:r w:rsidRPr="003D2FAA">
        <w:t>dispensable</w:t>
      </w:r>
      <w:r w:rsidR="00DE313F">
        <w:t>.</w:t>
      </w:r>
    </w:p>
    <w:p w14:paraId="387ECFE5" w14:textId="13C77960" w:rsidR="00DE313F" w:rsidRDefault="0074134D" w:rsidP="0074134D">
      <w:r w:rsidRPr="003D2FAA">
        <w:t>Le visage enflammé</w:t>
      </w:r>
      <w:r w:rsidR="00DE313F">
        <w:t xml:space="preserve">, </w:t>
      </w:r>
      <w:r w:rsidRPr="003D2FAA">
        <w:t>presque congestionné</w:t>
      </w:r>
      <w:r w:rsidR="00DE313F">
        <w:t xml:space="preserve">, </w:t>
      </w:r>
      <w:r w:rsidRPr="003D2FAA">
        <w:t>les yeux plus durs et plus sombres que jamais</w:t>
      </w:r>
      <w:r w:rsidR="00DE313F">
        <w:t xml:space="preserve"> ; </w:t>
      </w:r>
      <w:r w:rsidRPr="003D2FAA">
        <w:t>un mouchoir de poche en main qui</w:t>
      </w:r>
      <w:r w:rsidR="00DE313F">
        <w:t xml:space="preserve">, </w:t>
      </w:r>
      <w:r w:rsidRPr="003D2FAA">
        <w:t>avec ses manchettes et son col</w:t>
      </w:r>
      <w:r w:rsidR="00DE313F">
        <w:t xml:space="preserve">, </w:t>
      </w:r>
      <w:r w:rsidRPr="003D2FAA">
        <w:t>tranchait par sa bla</w:t>
      </w:r>
      <w:r w:rsidRPr="003D2FAA">
        <w:t>n</w:t>
      </w:r>
      <w:r w:rsidRPr="003D2FAA">
        <w:t>cheur sur le noir de sa carnation</w:t>
      </w:r>
      <w:r w:rsidR="00DE313F">
        <w:t xml:space="preserve">, </w:t>
      </w:r>
      <w:r w:rsidRPr="003D2FAA">
        <w:t>de ses cheveux et de son co</w:t>
      </w:r>
      <w:r w:rsidRPr="003D2FAA">
        <w:t>s</w:t>
      </w:r>
      <w:r w:rsidRPr="003D2FAA">
        <w:t>tume</w:t>
      </w:r>
      <w:r w:rsidR="00DE313F">
        <w:t>, M. </w:t>
      </w:r>
      <w:r w:rsidRPr="003D2FAA">
        <w:t>Pouza</w:t>
      </w:r>
      <w:r w:rsidR="00DE313F">
        <w:t xml:space="preserve">, </w:t>
      </w:r>
      <w:r w:rsidRPr="003D2FAA">
        <w:t>essuyant sans relâche la sueur qui dégouttait de son front bas et de ses joues rasées et violacées</w:t>
      </w:r>
      <w:r w:rsidR="00DE313F">
        <w:t xml:space="preserve">, </w:t>
      </w:r>
      <w:r w:rsidRPr="003D2FAA">
        <w:t>non point à cause de la chaleur mais grâce à l</w:t>
      </w:r>
      <w:r w:rsidR="00DE313F">
        <w:t>’</w:t>
      </w:r>
      <w:r w:rsidRPr="003D2FAA">
        <w:t>effort qu</w:t>
      </w:r>
      <w:r w:rsidR="00DE313F">
        <w:t>’</w:t>
      </w:r>
      <w:r w:rsidRPr="003D2FAA">
        <w:t>il faisait</w:t>
      </w:r>
      <w:r w:rsidR="00DE313F">
        <w:t xml:space="preserve">, </w:t>
      </w:r>
      <w:r w:rsidRPr="003D2FAA">
        <w:t>grâce à la contrainte qu</w:t>
      </w:r>
      <w:r w:rsidR="00DE313F">
        <w:t>’</w:t>
      </w:r>
      <w:r w:rsidRPr="003D2FAA">
        <w:t>il s</w:t>
      </w:r>
      <w:r w:rsidR="00DE313F">
        <w:t>’</w:t>
      </w:r>
      <w:r w:rsidRPr="003D2FAA">
        <w:t>imposait et dont tremblaient ses grosses mains aux ongles longs</w:t>
      </w:r>
      <w:r w:rsidR="00DE313F">
        <w:t>, M. </w:t>
      </w:r>
      <w:r w:rsidRPr="003D2FAA">
        <w:t>Pouza en chacun de ces salons</w:t>
      </w:r>
      <w:r w:rsidR="00DE313F">
        <w:t xml:space="preserve">, </w:t>
      </w:r>
      <w:r w:rsidRPr="003D2FAA">
        <w:t>devant ces dames qui le regardaient avec effroi</w:t>
      </w:r>
      <w:r w:rsidR="00DE313F">
        <w:t xml:space="preserve">, </w:t>
      </w:r>
      <w:r w:rsidRPr="003D2FAA">
        <w:t>demandait tout d</w:t>
      </w:r>
      <w:r w:rsidR="00DE313F">
        <w:t>’</w:t>
      </w:r>
      <w:r w:rsidRPr="003D2FAA">
        <w:t>abord si sa belle-mère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était venue la veille chez elles en v</w:t>
      </w:r>
      <w:r w:rsidRPr="003D2FAA">
        <w:t>i</w:t>
      </w:r>
      <w:r w:rsidRPr="003D2FAA">
        <w:t>site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péniblement</w:t>
      </w:r>
      <w:r w:rsidR="00DE313F">
        <w:t xml:space="preserve">, </w:t>
      </w:r>
      <w:r w:rsidRPr="003D2FAA">
        <w:t>avec un effort et une agitation qui ne faisaient que croître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enquérait si elle leur avait parlé de sa fille et si elle leur avait dit qu</w:t>
      </w:r>
      <w:r w:rsidR="00DE313F">
        <w:t>’</w:t>
      </w:r>
      <w:r w:rsidRPr="003D2FAA">
        <w:t>il lui défendait absolument de la voir et de monter chez lui</w:t>
      </w:r>
      <w:r w:rsidR="00DE313F">
        <w:t>.</w:t>
      </w:r>
    </w:p>
    <w:p w14:paraId="67BC81A7" w14:textId="11BB69AC" w:rsidR="00DE313F" w:rsidRDefault="0074134D" w:rsidP="0074134D">
      <w:r w:rsidRPr="003D2FAA">
        <w:t>Les dames</w:t>
      </w:r>
      <w:r w:rsidR="00DE313F">
        <w:t xml:space="preserve">, </w:t>
      </w:r>
      <w:r w:rsidRPr="003D2FAA">
        <w:t>à le voir si agité</w:t>
      </w:r>
      <w:r w:rsidR="00DE313F">
        <w:t xml:space="preserve">, </w:t>
      </w:r>
      <w:r w:rsidRPr="003D2FAA">
        <w:t>se hâtaient</w:t>
      </w:r>
      <w:r w:rsidR="00DE313F">
        <w:t xml:space="preserve">, </w:t>
      </w:r>
      <w:r w:rsidRPr="003D2FAA">
        <w:t>comme il est facile de se l</w:t>
      </w:r>
      <w:r w:rsidR="00DE313F">
        <w:t>’</w:t>
      </w:r>
      <w:r w:rsidRPr="003D2FAA">
        <w:t>imaginer</w:t>
      </w:r>
      <w:r w:rsidR="00DE313F">
        <w:t xml:space="preserve">, </w:t>
      </w:r>
      <w:r w:rsidRPr="003D2FAA">
        <w:t xml:space="preserve">de lui répondre que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 xml:space="preserve">leur </w:t>
      </w:r>
      <w:r w:rsidRPr="003D2FAA">
        <w:lastRenderedPageBreak/>
        <w:t>avait parlé</w:t>
      </w:r>
      <w:r w:rsidR="00DE313F">
        <w:t xml:space="preserve">, </w:t>
      </w:r>
      <w:r w:rsidRPr="003D2FAA">
        <w:t>il était vrai</w:t>
      </w:r>
      <w:r w:rsidR="00DE313F">
        <w:t xml:space="preserve">, </w:t>
      </w:r>
      <w:r w:rsidRPr="003D2FAA">
        <w:t>de cette prohibition de voir sa fille</w:t>
      </w:r>
      <w:r w:rsidR="00DE313F">
        <w:t xml:space="preserve">, </w:t>
      </w:r>
      <w:r w:rsidRPr="003D2FAA">
        <w:t>mais qu</w:t>
      </w:r>
      <w:r w:rsidR="00DE313F">
        <w:t>’</w:t>
      </w:r>
      <w:r w:rsidRPr="003D2FAA">
        <w:t>elle leur avait dit aussi de lui tout le bien possible et imag</w:t>
      </w:r>
      <w:r w:rsidRPr="003D2FAA">
        <w:t>i</w:t>
      </w:r>
      <w:r w:rsidRPr="003D2FAA">
        <w:t>nable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 xml:space="preserve">elle </w:t>
      </w:r>
      <w:proofErr w:type="gramStart"/>
      <w:r w:rsidRPr="003D2FAA">
        <w:t>avait été</w:t>
      </w:r>
      <w:proofErr w:type="gramEnd"/>
      <w:r w:rsidRPr="003D2FAA">
        <w:t xml:space="preserve"> non seulement jusqu</w:t>
      </w:r>
      <w:r w:rsidR="00DE313F">
        <w:t>’</w:t>
      </w:r>
      <w:r w:rsidRPr="003D2FAA">
        <w:t>à l</w:t>
      </w:r>
      <w:r w:rsidR="00DE313F">
        <w:t>’</w:t>
      </w:r>
      <w:r w:rsidRPr="003D2FAA">
        <w:t>excuser</w:t>
      </w:r>
      <w:r w:rsidR="00DE313F">
        <w:t xml:space="preserve">, </w:t>
      </w:r>
      <w:r w:rsidRPr="003D2FAA">
        <w:t>mais encore jusqu</w:t>
      </w:r>
      <w:r w:rsidR="00DE313F">
        <w:t>’</w:t>
      </w:r>
      <w:r w:rsidRPr="003D2FAA">
        <w:t>à le défendre de l</w:t>
      </w:r>
      <w:r w:rsidR="00DE313F">
        <w:t>’</w:t>
      </w:r>
      <w:r w:rsidRPr="003D2FAA">
        <w:t>ombre même d</w:t>
      </w:r>
      <w:r w:rsidR="00DE313F">
        <w:t>’</w:t>
      </w:r>
      <w:r w:rsidRPr="003D2FAA">
        <w:t>une faute pour cette prohibition</w:t>
      </w:r>
      <w:r w:rsidR="00DE313F">
        <w:t>.</w:t>
      </w:r>
    </w:p>
    <w:p w14:paraId="77B3CF9D" w14:textId="136814EA" w:rsidR="00DE313F" w:rsidRDefault="0074134D" w:rsidP="0074134D">
      <w:r w:rsidRPr="003D2FAA">
        <w:t>Au lieu de se tranquilliser à cette réponse des dames</w:t>
      </w:r>
      <w:r w:rsidR="00DE313F">
        <w:t>, M. </w:t>
      </w:r>
      <w:r w:rsidRPr="003D2FAA">
        <w:t>Pouza s</w:t>
      </w:r>
      <w:r w:rsidR="00DE313F">
        <w:t>’</w:t>
      </w:r>
      <w:r w:rsidRPr="003D2FAA">
        <w:t>agitait davantage</w:t>
      </w:r>
      <w:r w:rsidR="00DE313F">
        <w:t xml:space="preserve"> ; </w:t>
      </w:r>
      <w:r w:rsidRPr="003D2FAA">
        <w:t>ses yeux se faisaient plus fixes</w:t>
      </w:r>
      <w:r w:rsidR="00DE313F">
        <w:t xml:space="preserve">, </w:t>
      </w:r>
      <w:r w:rsidRPr="003D2FAA">
        <w:t>plus ténébreux</w:t>
      </w:r>
      <w:r w:rsidR="00DE313F">
        <w:t xml:space="preserve"> ; </w:t>
      </w:r>
      <w:r w:rsidRPr="003D2FAA">
        <w:t>les grosses gouttes de sa sueur tombaient plus fréquentes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faisant un effort plus violent encore sur soi-même</w:t>
      </w:r>
      <w:r w:rsidR="00DE313F">
        <w:t xml:space="preserve">, </w:t>
      </w:r>
      <w:r w:rsidRPr="003D2FAA">
        <w:t xml:space="preserve">il en arrivait à sa communication </w:t>
      </w:r>
      <w:r w:rsidR="00DE313F">
        <w:t>« </w:t>
      </w:r>
      <w:r w:rsidRPr="003D2FAA">
        <w:t>indispensable</w:t>
      </w:r>
      <w:r w:rsidR="00DE313F">
        <w:t> ».</w:t>
      </w:r>
    </w:p>
    <w:p w14:paraId="117F3B3C" w14:textId="48DE2BA4" w:rsidR="00DE313F" w:rsidRDefault="0074134D" w:rsidP="0074134D">
      <w:r w:rsidRPr="003D2FAA">
        <w:t>Et cette communication était simplement celle-ci</w:t>
      </w:r>
      <w:r w:rsidR="00DE313F">
        <w:t xml:space="preserve"> : </w:t>
      </w:r>
      <w:r w:rsidRPr="003D2FAA">
        <w:t xml:space="preserve">que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la pauvre femme</w:t>
      </w:r>
      <w:r w:rsidR="00DE313F">
        <w:t xml:space="preserve">, </w:t>
      </w:r>
      <w:r w:rsidRPr="003D2FAA">
        <w:t>ne paraissait pas folle</w:t>
      </w:r>
      <w:r w:rsidR="00DE313F">
        <w:t xml:space="preserve">, </w:t>
      </w:r>
      <w:r w:rsidRPr="003D2FAA">
        <w:t>mais qu</w:t>
      </w:r>
      <w:r w:rsidR="00DE313F">
        <w:t>’</w:t>
      </w:r>
      <w:r w:rsidRPr="003D2FAA">
        <w:t>elle l</w:t>
      </w:r>
      <w:r w:rsidR="00DE313F">
        <w:t>’</w:t>
      </w:r>
      <w:r w:rsidRPr="003D2FAA">
        <w:t>était</w:t>
      </w:r>
      <w:r w:rsidR="00DE313F">
        <w:t> !</w:t>
      </w:r>
    </w:p>
    <w:p w14:paraId="5E64A48D" w14:textId="691AF7BC" w:rsidR="00DE313F" w:rsidRDefault="0074134D" w:rsidP="0074134D">
      <w:r w:rsidRPr="003D2FAA">
        <w:t>Folle depuis quatre ans</w:t>
      </w:r>
      <w:r w:rsidR="00DE313F">
        <w:t xml:space="preserve">, </w:t>
      </w:r>
      <w:r w:rsidRPr="003D2FAA">
        <w:t>oui</w:t>
      </w:r>
      <w:r w:rsidR="00DE313F">
        <w:t xml:space="preserve"> ; </w:t>
      </w:r>
      <w:r w:rsidRPr="003D2FAA">
        <w:t>et sa folie consistait just</w:t>
      </w:r>
      <w:r w:rsidRPr="003D2FAA">
        <w:t>e</w:t>
      </w:r>
      <w:r w:rsidRPr="003D2FAA">
        <w:t>ment à croire qu</w:t>
      </w:r>
      <w:r w:rsidR="00DE313F">
        <w:t>’</w:t>
      </w:r>
      <w:r w:rsidRPr="003D2FAA">
        <w:t>il ne voulait pas lui laisser voir sa fille</w:t>
      </w:r>
      <w:r w:rsidR="00DE313F">
        <w:t xml:space="preserve">. </w:t>
      </w:r>
      <w:r w:rsidRPr="003D2FAA">
        <w:t>Mais quelle fille</w:t>
      </w:r>
      <w:r w:rsidR="00DE313F">
        <w:t xml:space="preserve"> ? </w:t>
      </w:r>
      <w:r w:rsidRPr="003D2FAA">
        <w:t>Elle était morte</w:t>
      </w:r>
      <w:r w:rsidR="00DE313F">
        <w:t xml:space="preserve">, </w:t>
      </w:r>
      <w:r w:rsidRPr="003D2FAA">
        <w:t>morte depuis quatre ans</w:t>
      </w:r>
      <w:r w:rsidR="00DE313F">
        <w:t xml:space="preserve">, </w:t>
      </w:r>
      <w:r w:rsidRPr="003D2FAA">
        <w:t>sa fille</w:t>
      </w:r>
      <w:r w:rsidR="00DE313F">
        <w:t xml:space="preserve"> ; </w:t>
      </w:r>
      <w:r w:rsidRPr="003D2FAA">
        <w:t xml:space="preserve">et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était tombée justement en démence par la douleur que lui avait causée cette perte</w:t>
      </w:r>
      <w:r w:rsidR="00DE313F">
        <w:t xml:space="preserve"> ! </w:t>
      </w:r>
      <w:r w:rsidRPr="003D2FAA">
        <w:t>Et il est heureux qu</w:t>
      </w:r>
      <w:r w:rsidR="00DE313F">
        <w:t>’</w:t>
      </w:r>
      <w:r w:rsidRPr="003D2FAA">
        <w:t>elle ait pe</w:t>
      </w:r>
      <w:r w:rsidRPr="003D2FAA">
        <w:t>r</w:t>
      </w:r>
      <w:r w:rsidRPr="003D2FAA">
        <w:t>du la raison puisque la folie l</w:t>
      </w:r>
      <w:r w:rsidR="00DE313F">
        <w:t>’</w:t>
      </w:r>
      <w:r w:rsidRPr="003D2FAA">
        <w:t>a sauvée de sa douleur sans espoir</w:t>
      </w:r>
      <w:r w:rsidR="00DE313F">
        <w:t xml:space="preserve">. </w:t>
      </w:r>
      <w:r w:rsidRPr="003D2FAA">
        <w:t>De cette façon seulement</w:t>
      </w:r>
      <w:r w:rsidR="00DE313F">
        <w:t xml:space="preserve">, </w:t>
      </w:r>
      <w:r w:rsidRPr="003D2FAA">
        <w:t>elle pouvait échapper à cette douleur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en ne croyant pas que sa fille était morte</w:t>
      </w:r>
      <w:r w:rsidR="00DE313F">
        <w:t xml:space="preserve">, </w:t>
      </w:r>
      <w:r w:rsidRPr="003D2FAA">
        <w:t>et que c</w:t>
      </w:r>
      <w:r w:rsidR="00DE313F">
        <w:t>’</w:t>
      </w:r>
      <w:r w:rsidRPr="003D2FAA">
        <w:t>était lui</w:t>
      </w:r>
      <w:r w:rsidR="00DE313F">
        <w:t xml:space="preserve">, </w:t>
      </w:r>
      <w:r w:rsidRPr="003D2FAA">
        <w:t>son gendre</w:t>
      </w:r>
      <w:r w:rsidR="00DE313F">
        <w:t xml:space="preserve">, </w:t>
      </w:r>
      <w:r w:rsidRPr="003D2FAA">
        <w:t>qui ne voulait pas la lui laisser voir</w:t>
      </w:r>
      <w:r w:rsidR="00DE313F">
        <w:t>.</w:t>
      </w:r>
    </w:p>
    <w:p w14:paraId="4B799FAD" w14:textId="1549297A" w:rsidR="00DE313F" w:rsidRDefault="0074134D" w:rsidP="0074134D">
      <w:r w:rsidRPr="003D2FAA">
        <w:t>Par pure obligation de charité envers une malheureuse</w:t>
      </w:r>
      <w:r w:rsidR="00DE313F">
        <w:t xml:space="preserve">, </w:t>
      </w:r>
      <w:r w:rsidRPr="003D2FAA">
        <w:t>lui</w:t>
      </w:r>
      <w:r w:rsidR="00DE313F">
        <w:t>, M. </w:t>
      </w:r>
      <w:r w:rsidRPr="003D2FAA">
        <w:t>Pouza</w:t>
      </w:r>
      <w:r w:rsidR="00DE313F">
        <w:t xml:space="preserve">, </w:t>
      </w:r>
      <w:r w:rsidRPr="003D2FAA">
        <w:t>aux prix de grands et profonds sacrifices</w:t>
      </w:r>
      <w:r w:rsidR="00DE313F">
        <w:t xml:space="preserve">, </w:t>
      </w:r>
      <w:r w:rsidRPr="003D2FAA">
        <w:t>venait en aide à cette pieuse folie</w:t>
      </w:r>
      <w:r w:rsidR="00DE313F">
        <w:t xml:space="preserve"> : </w:t>
      </w:r>
      <w:r w:rsidRPr="003D2FAA">
        <w:t>il louait</w:t>
      </w:r>
      <w:r w:rsidR="00DE313F">
        <w:t xml:space="preserve"> – </w:t>
      </w:r>
      <w:r w:rsidRPr="003D2FAA">
        <w:t>et cette dépense surpassait ses moyens</w:t>
      </w:r>
      <w:r w:rsidR="00DE313F">
        <w:t xml:space="preserve"> – </w:t>
      </w:r>
      <w:r w:rsidRPr="003D2FAA">
        <w:t>il louait deux maisons</w:t>
      </w:r>
      <w:r w:rsidR="00DE313F">
        <w:t xml:space="preserve"> : </w:t>
      </w:r>
      <w:r w:rsidRPr="003D2FAA">
        <w:t>l</w:t>
      </w:r>
      <w:r w:rsidR="00DE313F">
        <w:t>’</w:t>
      </w:r>
      <w:r w:rsidRPr="003D2FAA">
        <w:t>une pour soi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autre pour elle</w:t>
      </w:r>
      <w:r w:rsidR="00DE313F">
        <w:t xml:space="preserve"> ; </w:t>
      </w:r>
      <w:r w:rsidRPr="003D2FAA">
        <w:t>et il obligeait sa seconde femme qui</w:t>
      </w:r>
      <w:r w:rsidR="00DE313F">
        <w:t xml:space="preserve">, </w:t>
      </w:r>
      <w:r w:rsidRPr="003D2FAA">
        <w:t>par bonheur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y pr</w:t>
      </w:r>
      <w:r w:rsidRPr="003D2FAA">
        <w:t>ê</w:t>
      </w:r>
      <w:r w:rsidRPr="003D2FAA">
        <w:t>tait charitablement</w:t>
      </w:r>
      <w:r w:rsidR="00DE313F">
        <w:t xml:space="preserve">, </w:t>
      </w:r>
      <w:r w:rsidRPr="003D2FAA">
        <w:t>à secourir aussi cette folie</w:t>
      </w:r>
      <w:r w:rsidR="00DE313F">
        <w:t>.</w:t>
      </w:r>
    </w:p>
    <w:p w14:paraId="69FD3A07" w14:textId="5FAF806B" w:rsidR="00DE313F" w:rsidRDefault="0074134D" w:rsidP="0074134D">
      <w:r w:rsidRPr="003D2FAA">
        <w:lastRenderedPageBreak/>
        <w:t>Mais la charité</w:t>
      </w:r>
      <w:r w:rsidR="00DE313F">
        <w:t xml:space="preserve">, </w:t>
      </w:r>
      <w:r w:rsidRPr="003D2FAA">
        <w:t>le devoir ont des bornes</w:t>
      </w:r>
      <w:r w:rsidR="00DE313F">
        <w:t xml:space="preserve"> ; </w:t>
      </w:r>
      <w:r w:rsidRPr="003D2FAA">
        <w:t>en sa qualité de fonctionnaire</w:t>
      </w:r>
      <w:r w:rsidR="00DE313F">
        <w:t>, M. </w:t>
      </w:r>
      <w:r w:rsidRPr="003D2FAA">
        <w:t>Pouza ne peut permettre que l</w:t>
      </w:r>
      <w:r w:rsidR="00DE313F">
        <w:t>’</w:t>
      </w:r>
      <w:r w:rsidRPr="003D2FAA">
        <w:t>on croie de lui en ville ce fait cruel et invraisemblable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que par j</w:t>
      </w:r>
      <w:r w:rsidRPr="003D2FAA">
        <w:t>a</w:t>
      </w:r>
      <w:r w:rsidRPr="003D2FAA">
        <w:t>lousie</w:t>
      </w:r>
      <w:r w:rsidR="00DE313F">
        <w:t xml:space="preserve">, </w:t>
      </w:r>
      <w:r w:rsidRPr="003D2FAA">
        <w:t>ou pour toute autre cause</w:t>
      </w:r>
      <w:r w:rsidR="00DE313F">
        <w:t xml:space="preserve">, </w:t>
      </w:r>
      <w:r w:rsidRPr="003D2FAA">
        <w:t>il défende à une pauvre mère de voir sa propre fille</w:t>
      </w:r>
      <w:r w:rsidR="00DE313F">
        <w:t>.</w:t>
      </w:r>
    </w:p>
    <w:p w14:paraId="725DA8D9" w14:textId="2C70C107" w:rsidR="00DE313F" w:rsidRDefault="0074134D" w:rsidP="0074134D">
      <w:r w:rsidRPr="003D2FAA">
        <w:t>Ayant fait cette déclaration</w:t>
      </w:r>
      <w:r w:rsidR="00DE313F">
        <w:t>, M. </w:t>
      </w:r>
      <w:r w:rsidRPr="003D2FAA">
        <w:t>Pouza s</w:t>
      </w:r>
      <w:r w:rsidR="00DE313F">
        <w:t>’</w:t>
      </w:r>
      <w:r w:rsidRPr="003D2FAA">
        <w:t>inclinait devant l</w:t>
      </w:r>
      <w:r w:rsidR="00DE313F">
        <w:t>’</w:t>
      </w:r>
      <w:r w:rsidRPr="003D2FAA">
        <w:t>ahurissement des dames</w:t>
      </w:r>
      <w:r w:rsidR="00DE313F">
        <w:t xml:space="preserve">, </w:t>
      </w:r>
      <w:r w:rsidRPr="003D2FAA">
        <w:t>et se retirait</w:t>
      </w:r>
      <w:r w:rsidR="00DE313F">
        <w:t xml:space="preserve">. </w:t>
      </w:r>
      <w:r w:rsidRPr="003D2FAA">
        <w:t>Mais cet abasourdiss</w:t>
      </w:r>
      <w:r w:rsidRPr="003D2FAA">
        <w:t>e</w:t>
      </w:r>
      <w:r w:rsidRPr="003D2FAA">
        <w:t>ment n</w:t>
      </w:r>
      <w:r w:rsidR="00DE313F">
        <w:t>’</w:t>
      </w:r>
      <w:r w:rsidRPr="003D2FAA">
        <w:t>avait pas même eu le temps de s</w:t>
      </w:r>
      <w:r w:rsidR="00DE313F">
        <w:t>’</w:t>
      </w:r>
      <w:r w:rsidRPr="003D2FAA">
        <w:t xml:space="preserve">affaiblir que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revenait avec son doux air de vague mélancolie pour s</w:t>
      </w:r>
      <w:r w:rsidR="00DE313F">
        <w:t>’</w:t>
      </w:r>
      <w:r w:rsidRPr="003D2FAA">
        <w:t>excuser de ce que</w:t>
      </w:r>
      <w:r w:rsidR="00DE313F">
        <w:t xml:space="preserve">, </w:t>
      </w:r>
      <w:r w:rsidRPr="003D2FAA">
        <w:t>par sa faute</w:t>
      </w:r>
      <w:r w:rsidR="00DE313F">
        <w:t xml:space="preserve">, </w:t>
      </w:r>
      <w:r w:rsidRPr="003D2FAA">
        <w:t>les excellentes dames avaient dû resse</w:t>
      </w:r>
      <w:r w:rsidRPr="003D2FAA">
        <w:t>n</w:t>
      </w:r>
      <w:r w:rsidRPr="003D2FAA">
        <w:t xml:space="preserve">tir quelque frayeur de la visite de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son gendre</w:t>
      </w:r>
      <w:r w:rsidR="00DE313F">
        <w:t>.</w:t>
      </w:r>
    </w:p>
    <w:p w14:paraId="01236F45" w14:textId="0B75EE69" w:rsidR="00DE313F" w:rsidRDefault="0074134D" w:rsidP="0074134D">
      <w:r w:rsidRPr="003D2FAA">
        <w:t xml:space="preserve">Et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avec la plus grande simplicité</w:t>
      </w:r>
      <w:r w:rsidR="00DE313F">
        <w:t xml:space="preserve">, </w:t>
      </w:r>
      <w:r w:rsidRPr="003D2FAA">
        <w:t>le plus grand naturel du monde</w:t>
      </w:r>
      <w:r w:rsidR="00DE313F">
        <w:t xml:space="preserve">, </w:t>
      </w:r>
      <w:r w:rsidRPr="003D2FAA">
        <w:t>déclarait à son tour</w:t>
      </w:r>
      <w:r w:rsidR="00DE313F">
        <w:t xml:space="preserve">, </w:t>
      </w:r>
      <w:r w:rsidRPr="003D2FAA">
        <w:t>mais tout à fait conf</w:t>
      </w:r>
      <w:r w:rsidRPr="003D2FAA">
        <w:t>i</w:t>
      </w:r>
      <w:r w:rsidRPr="003D2FAA">
        <w:t>dentiellement</w:t>
      </w:r>
      <w:r w:rsidR="00DE313F">
        <w:t xml:space="preserve"> – </w:t>
      </w:r>
      <w:r w:rsidRPr="003D2FAA">
        <w:t>elle les en suppliait</w:t>
      </w:r>
      <w:r w:rsidR="00DE313F">
        <w:t xml:space="preserve"> ! – </w:t>
      </w:r>
      <w:r w:rsidRPr="003D2FAA">
        <w:t xml:space="preserve">elle déclarait donc que puisque </w:t>
      </w:r>
      <w:r w:rsidR="00DE313F">
        <w:t>M. </w:t>
      </w:r>
      <w:r w:rsidRPr="003D2FAA">
        <w:t>Pouza était fonctionnaire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à cause de cela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était abstenue de le dire la première fois</w:t>
      </w:r>
      <w:r w:rsidR="00DE313F">
        <w:t xml:space="preserve">, </w:t>
      </w:r>
      <w:r w:rsidRPr="003D2FAA">
        <w:t>parce que cela po</w:t>
      </w:r>
      <w:r w:rsidRPr="003D2FAA">
        <w:t>u</w:t>
      </w:r>
      <w:r w:rsidRPr="003D2FAA">
        <w:t>vait lui nuire dans sa carrière</w:t>
      </w:r>
      <w:r w:rsidR="00DE313F">
        <w:t xml:space="preserve">, </w:t>
      </w:r>
      <w:r w:rsidRPr="003D2FAA">
        <w:t xml:space="preserve">elle déclarait donc que </w:t>
      </w:r>
      <w:r w:rsidR="00DE313F">
        <w:t>M. </w:t>
      </w:r>
      <w:r w:rsidRPr="003D2FAA">
        <w:t>Pouza</w:t>
      </w:r>
      <w:r w:rsidR="00DE313F">
        <w:t xml:space="preserve">, </w:t>
      </w:r>
      <w:r w:rsidRPr="003D2FAA">
        <w:t>le pauvre homme</w:t>
      </w:r>
      <w:r w:rsidR="00DE313F">
        <w:t xml:space="preserve">, </w:t>
      </w:r>
      <w:r w:rsidRPr="003D2FAA">
        <w:t>bon</w:t>
      </w:r>
      <w:r w:rsidR="00DE313F">
        <w:t xml:space="preserve">, </w:t>
      </w:r>
      <w:r w:rsidRPr="003D2FAA">
        <w:t>très bon</w:t>
      </w:r>
      <w:r w:rsidR="00DE313F">
        <w:t xml:space="preserve">, </w:t>
      </w:r>
      <w:r w:rsidRPr="003D2FAA">
        <w:t>secrétaire irréprochable de la Préfecture</w:t>
      </w:r>
      <w:r w:rsidR="00DE313F">
        <w:t xml:space="preserve">, </w:t>
      </w:r>
      <w:r w:rsidRPr="003D2FAA">
        <w:t>fonctionnaire accompli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exactitude absolue dans tous ses actes</w:t>
      </w:r>
      <w:r w:rsidR="00DE313F">
        <w:t xml:space="preserve">, </w:t>
      </w:r>
      <w:r w:rsidRPr="003D2FAA">
        <w:t>dans toutes ses pensées et rempli de si nombreuses qualités</w:t>
      </w:r>
      <w:r w:rsidR="00DE313F">
        <w:t xml:space="preserve">, </w:t>
      </w:r>
      <w:r w:rsidRPr="003D2FAA">
        <w:t xml:space="preserve">que </w:t>
      </w:r>
      <w:r w:rsidR="00DE313F">
        <w:t>M. </w:t>
      </w:r>
      <w:r w:rsidRPr="003D2FAA">
        <w:t>Pouza</w:t>
      </w:r>
      <w:r w:rsidR="00DE313F">
        <w:t xml:space="preserve"> – </w:t>
      </w:r>
      <w:r w:rsidRPr="003D2FAA">
        <w:t>le pauvre homme</w:t>
      </w:r>
      <w:r w:rsidR="00DE313F">
        <w:t xml:space="preserve"> ! – </w:t>
      </w:r>
      <w:r w:rsidRPr="003D2FAA">
        <w:t>sur cet unique point</w:t>
      </w:r>
      <w:r w:rsidR="00DE313F">
        <w:t xml:space="preserve">, </w:t>
      </w:r>
      <w:r w:rsidRPr="003D2FAA">
        <w:t>ne</w:t>
      </w:r>
      <w:r w:rsidR="00DE313F">
        <w:t xml:space="preserve">… </w:t>
      </w:r>
      <w:r w:rsidRPr="003D2FAA">
        <w:t>ne raisonnait plus</w:t>
      </w:r>
      <w:r w:rsidR="00DE313F">
        <w:t xml:space="preserve">, </w:t>
      </w:r>
      <w:r w:rsidRPr="003D2FAA">
        <w:t>voilà</w:t>
      </w:r>
      <w:r w:rsidR="00DE313F">
        <w:t xml:space="preserve"> ; </w:t>
      </w:r>
      <w:r w:rsidRPr="003D2FAA">
        <w:t>le fou était lui</w:t>
      </w:r>
      <w:r w:rsidR="00DE313F">
        <w:t xml:space="preserve">, </w:t>
      </w:r>
      <w:r w:rsidRPr="003D2FAA">
        <w:t>pauvre homme</w:t>
      </w:r>
      <w:r w:rsidR="00DE313F">
        <w:t xml:space="preserve"> ; </w:t>
      </w:r>
      <w:r w:rsidRPr="003D2FAA">
        <w:t>et sa folie consistait justement en ceci</w:t>
      </w:r>
      <w:r w:rsidR="00DE313F">
        <w:t xml:space="preserve"> : </w:t>
      </w:r>
      <w:r w:rsidRPr="003D2FAA">
        <w:t>à croire que sa femme était morte depuis quatre ans</w:t>
      </w:r>
      <w:r w:rsidR="00DE313F">
        <w:t xml:space="preserve">, </w:t>
      </w:r>
      <w:r w:rsidRPr="003D2FAA">
        <w:t>et à s</w:t>
      </w:r>
      <w:r w:rsidR="00DE313F">
        <w:t>’</w:t>
      </w:r>
      <w:r w:rsidRPr="003D2FAA">
        <w:t>en aller d</w:t>
      </w:r>
      <w:r w:rsidRPr="003D2FAA">
        <w:t>i</w:t>
      </w:r>
      <w:r w:rsidRPr="003D2FAA">
        <w:t>sant que la folle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elle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qui croyait sa fille encore vivante</w:t>
      </w:r>
      <w:r w:rsidR="00DE313F">
        <w:t xml:space="preserve"> ! </w:t>
      </w:r>
      <w:r w:rsidRPr="003D2FAA">
        <w:t>Il ne le fait pas pour excuser aux yeux d</w:t>
      </w:r>
      <w:r w:rsidR="00DE313F">
        <w:t>’</w:t>
      </w:r>
      <w:r w:rsidRPr="003D2FAA">
        <w:t>autrui par une raison fallacieuse sa jalousie presque maniaque</w:t>
      </w:r>
      <w:r w:rsidR="00DE313F">
        <w:t xml:space="preserve">, </w:t>
      </w:r>
      <w:r w:rsidRPr="003D2FAA">
        <w:t>et sa défense de voir sa fille</w:t>
      </w:r>
      <w:r w:rsidR="00DE313F">
        <w:t xml:space="preserve">, </w:t>
      </w:r>
      <w:r w:rsidRPr="003D2FAA">
        <w:t>non</w:t>
      </w:r>
      <w:r w:rsidR="00DE313F">
        <w:t xml:space="preserve"> ; </w:t>
      </w:r>
      <w:r w:rsidRPr="003D2FAA">
        <w:t>il croit</w:t>
      </w:r>
      <w:r w:rsidR="00DE313F">
        <w:t xml:space="preserve">, </w:t>
      </w:r>
      <w:r w:rsidRPr="003D2FAA">
        <w:t>il croit sérieusement</w:t>
      </w:r>
      <w:r w:rsidR="00DE313F">
        <w:t xml:space="preserve">, </w:t>
      </w:r>
      <w:r w:rsidRPr="003D2FAA">
        <w:t>le pauvre homme</w:t>
      </w:r>
      <w:r w:rsidR="00DE313F">
        <w:t xml:space="preserve">, </w:t>
      </w:r>
      <w:r w:rsidRPr="003D2FAA">
        <w:t>que sa femme est morte et que celle qui est avec lui est une seconde épouse</w:t>
      </w:r>
      <w:r w:rsidR="00DE313F">
        <w:t xml:space="preserve"> ! </w:t>
      </w:r>
      <w:r w:rsidRPr="003D2FAA">
        <w:t>Cas bien digne de pitié</w:t>
      </w:r>
      <w:r w:rsidR="00DE313F">
        <w:t xml:space="preserve"> ! </w:t>
      </w:r>
      <w:r w:rsidRPr="003D2FAA">
        <w:t>Son amour exag</w:t>
      </w:r>
      <w:r w:rsidRPr="003D2FAA">
        <w:t>é</w:t>
      </w:r>
      <w:r w:rsidRPr="003D2FAA">
        <w:t xml:space="preserve">ré </w:t>
      </w:r>
      <w:r w:rsidRPr="003D2FAA">
        <w:lastRenderedPageBreak/>
        <w:t>risqua tout d</w:t>
      </w:r>
      <w:r w:rsidR="00DE313F">
        <w:t>’</w:t>
      </w:r>
      <w:r w:rsidRPr="003D2FAA">
        <w:t xml:space="preserve">abord de tuer sa jeune </w:t>
      </w:r>
      <w:proofErr w:type="spellStart"/>
      <w:r w:rsidRPr="003D2FAA">
        <w:rPr>
          <w:i/>
          <w:iCs/>
        </w:rPr>
        <w:t>moglietta</w:t>
      </w:r>
      <w:proofErr w:type="spellEnd"/>
      <w:r w:rsidRPr="00920F1B">
        <w:rPr>
          <w:rStyle w:val="Appelnotedebasdep"/>
        </w:rPr>
        <w:footnoteReference w:id="4"/>
      </w:r>
      <w:r w:rsidR="00DE313F">
        <w:t xml:space="preserve">, </w:t>
      </w:r>
      <w:r w:rsidRPr="003D2FAA">
        <w:t>très délicate</w:t>
      </w:r>
      <w:r w:rsidR="00DE313F">
        <w:t xml:space="preserve"> ; </w:t>
      </w:r>
      <w:r w:rsidRPr="003D2FAA">
        <w:t>si bien qu</w:t>
      </w:r>
      <w:r w:rsidR="00DE313F">
        <w:t>’</w:t>
      </w:r>
      <w:r w:rsidRPr="003D2FAA">
        <w:t>on dut la lui enlever en cachette et la renfermer dans une maison de santé</w:t>
      </w:r>
      <w:r w:rsidR="00DE313F">
        <w:t xml:space="preserve">. </w:t>
      </w:r>
      <w:r w:rsidRPr="003D2FAA">
        <w:t>Eh bien</w:t>
      </w:r>
      <w:r w:rsidR="00DE313F">
        <w:t xml:space="preserve"> ! </w:t>
      </w:r>
      <w:r w:rsidRPr="003D2FAA">
        <w:t>le pauvre homme</w:t>
      </w:r>
      <w:r w:rsidR="00DE313F">
        <w:t xml:space="preserve">, </w:t>
      </w:r>
      <w:r w:rsidRPr="003D2FAA">
        <w:t>dont déjà cette frénésie d</w:t>
      </w:r>
      <w:r w:rsidR="00DE313F">
        <w:t>’</w:t>
      </w:r>
      <w:r w:rsidRPr="003D2FAA">
        <w:t>amour avait altéré le cerveau</w:t>
      </w:r>
      <w:r w:rsidR="00DE313F">
        <w:t xml:space="preserve">, </w:t>
      </w:r>
      <w:r w:rsidRPr="003D2FAA">
        <w:t>finit par en perdre la raison</w:t>
      </w:r>
      <w:r w:rsidR="00DE313F">
        <w:t xml:space="preserve">. </w:t>
      </w:r>
      <w:r w:rsidRPr="003D2FAA">
        <w:t>Il crut que sa femme était réellement morte</w:t>
      </w:r>
      <w:r w:rsidR="00DE313F">
        <w:t xml:space="preserve">, </w:t>
      </w:r>
      <w:r w:rsidRPr="003D2FAA">
        <w:t>et cette idée se fixa de telle façon dans sa tête qu</w:t>
      </w:r>
      <w:r w:rsidR="00DE313F">
        <w:t>’</w:t>
      </w:r>
      <w:r w:rsidRPr="003D2FAA">
        <w:t>il ne fut plus possible de la lui enlever</w:t>
      </w:r>
      <w:r w:rsidR="00DE313F">
        <w:t xml:space="preserve">, </w:t>
      </w:r>
      <w:r w:rsidRPr="003D2FAA">
        <w:t>même lorsque sa petite épouse</w:t>
      </w:r>
      <w:r w:rsidR="00DE313F">
        <w:t xml:space="preserve">, </w:t>
      </w:r>
      <w:r w:rsidRPr="003D2FAA">
        <w:t>florissante comme auparavant</w:t>
      </w:r>
      <w:r w:rsidR="00DE313F">
        <w:t xml:space="preserve">, </w:t>
      </w:r>
      <w:r w:rsidRPr="003D2FAA">
        <w:t>fut revenue chez lui après un an environ</w:t>
      </w:r>
      <w:r w:rsidR="00DE313F">
        <w:t xml:space="preserve">. </w:t>
      </w:r>
      <w:r w:rsidRPr="003D2FAA">
        <w:t>Il crut que c</w:t>
      </w:r>
      <w:r w:rsidR="00DE313F">
        <w:t>’</w:t>
      </w:r>
      <w:r w:rsidRPr="003D2FAA">
        <w:t>était une autre femme</w:t>
      </w:r>
      <w:r w:rsidR="00DE313F">
        <w:t xml:space="preserve">, </w:t>
      </w:r>
      <w:r w:rsidRPr="003D2FAA">
        <w:t>si bien que l</w:t>
      </w:r>
      <w:r w:rsidR="00DE313F">
        <w:t>’</w:t>
      </w:r>
      <w:r w:rsidRPr="003D2FAA">
        <w:t>on dut</w:t>
      </w:r>
      <w:r w:rsidR="00DE313F">
        <w:t xml:space="preserve">, </w:t>
      </w:r>
      <w:r w:rsidRPr="003D2FAA">
        <w:t>avec la complicité de tous ses parents et amis</w:t>
      </w:r>
      <w:r w:rsidR="00DE313F">
        <w:t xml:space="preserve">, </w:t>
      </w:r>
      <w:r w:rsidRPr="003D2FAA">
        <w:t>simuler un second m</w:t>
      </w:r>
      <w:r w:rsidRPr="003D2FAA">
        <w:t>a</w:t>
      </w:r>
      <w:r w:rsidRPr="003D2FAA">
        <w:t>riage qui lui a pleinement rendu l</w:t>
      </w:r>
      <w:r w:rsidR="00DE313F">
        <w:t>’</w:t>
      </w:r>
      <w:r w:rsidRPr="003D2FAA">
        <w:t>équilibre de ses facultés me</w:t>
      </w:r>
      <w:r w:rsidRPr="003D2FAA">
        <w:t>n</w:t>
      </w:r>
      <w:r w:rsidRPr="003D2FAA">
        <w:t>tales</w:t>
      </w:r>
      <w:r w:rsidR="00DE313F">
        <w:t>.</w:t>
      </w:r>
    </w:p>
    <w:p w14:paraId="3C9C10DA" w14:textId="774B3D7E" w:rsidR="00DE313F" w:rsidRDefault="0074134D" w:rsidP="0074134D">
      <w:r w:rsidRPr="003D2FAA">
        <w:t>En ce moment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croit avoir quelque raison de suspecter que</w:t>
      </w:r>
      <w:r w:rsidR="00DE313F">
        <w:t xml:space="preserve">, </w:t>
      </w:r>
      <w:r w:rsidRPr="003D2FAA">
        <w:t>depuis quelque temps</w:t>
      </w:r>
      <w:r w:rsidR="00DE313F">
        <w:t xml:space="preserve">, </w:t>
      </w:r>
      <w:r w:rsidRPr="003D2FAA">
        <w:t>son gendre est absol</w:t>
      </w:r>
      <w:r w:rsidRPr="003D2FAA">
        <w:t>u</w:t>
      </w:r>
      <w:r w:rsidRPr="003D2FAA">
        <w:t>ment rentré en lui-même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il feint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il feint seulement de croire que sa femme est une seconde femme</w:t>
      </w:r>
      <w:r w:rsidR="00DE313F">
        <w:t xml:space="preserve">, </w:t>
      </w:r>
      <w:r w:rsidRPr="003D2FAA">
        <w:t>pour la garder ai</w:t>
      </w:r>
      <w:r w:rsidRPr="003D2FAA">
        <w:t>n</w:t>
      </w:r>
      <w:r w:rsidRPr="003D2FAA">
        <w:t>si absolument pour soi</w:t>
      </w:r>
      <w:r w:rsidR="00DE313F">
        <w:t xml:space="preserve">, </w:t>
      </w:r>
      <w:r w:rsidRPr="003D2FAA">
        <w:t>afin d</w:t>
      </w:r>
      <w:r w:rsidR="00DE313F">
        <w:t>’</w:t>
      </w:r>
      <w:r w:rsidRPr="003D2FAA">
        <w:t>éviter tout contact avec que</w:t>
      </w:r>
      <w:r w:rsidRPr="003D2FAA">
        <w:t>l</w:t>
      </w:r>
      <w:r w:rsidRPr="003D2FAA">
        <w:t>qu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parce que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lui passe par la tête la crainte qu</w:t>
      </w:r>
      <w:r w:rsidR="00DE313F">
        <w:t>’</w:t>
      </w:r>
      <w:r w:rsidRPr="003D2FAA">
        <w:t>on puisse la lui enlever de nouveau en cachette</w:t>
      </w:r>
      <w:r w:rsidR="00DE313F">
        <w:t>.</w:t>
      </w:r>
    </w:p>
    <w:p w14:paraId="0FB333AD" w14:textId="72A26D1C" w:rsidR="00DE313F" w:rsidRDefault="0074134D" w:rsidP="0074134D">
      <w:r w:rsidRPr="003D2FAA">
        <w:t>Mais oui</w:t>
      </w:r>
      <w:r w:rsidR="00DE313F">
        <w:t xml:space="preserve">, </w:t>
      </w:r>
      <w:r w:rsidRPr="003D2FAA">
        <w:t>comment s</w:t>
      </w:r>
      <w:r w:rsidR="00DE313F">
        <w:t>’</w:t>
      </w:r>
      <w:r w:rsidRPr="003D2FAA">
        <w:t>expliquer</w:t>
      </w:r>
      <w:r w:rsidR="00DE313F">
        <w:t xml:space="preserve">, </w:t>
      </w:r>
      <w:r w:rsidRPr="003D2FAA">
        <w:t>si cela n</w:t>
      </w:r>
      <w:r w:rsidR="00DE313F">
        <w:t>’</w:t>
      </w:r>
      <w:r w:rsidRPr="003D2FAA">
        <w:t>était point</w:t>
      </w:r>
      <w:r w:rsidR="00DE313F">
        <w:t xml:space="preserve">, </w:t>
      </w:r>
      <w:r w:rsidRPr="003D2FAA">
        <w:t>toutes les attentions qu</w:t>
      </w:r>
      <w:r w:rsidR="00DE313F">
        <w:t>’</w:t>
      </w:r>
      <w:r w:rsidRPr="003D2FAA">
        <w:t xml:space="preserve">il a pour </w:t>
      </w:r>
      <w:r w:rsidRPr="003D2FAA">
        <w:rPr>
          <w:i/>
          <w:iCs/>
        </w:rPr>
        <w:t>elle</w:t>
      </w:r>
      <w:r w:rsidR="00DE313F">
        <w:rPr>
          <w:i/>
          <w:iCs/>
        </w:rPr>
        <w:t xml:space="preserve">, </w:t>
      </w:r>
      <w:r w:rsidRPr="003D2FAA">
        <w:t>sa belle-mère</w:t>
      </w:r>
      <w:r w:rsidR="00DE313F">
        <w:t xml:space="preserve"> ; </w:t>
      </w:r>
      <w:r w:rsidRPr="003D2FAA">
        <w:t>tous les soins qu</w:t>
      </w:r>
      <w:r w:rsidR="00DE313F">
        <w:t>’</w:t>
      </w:r>
      <w:r w:rsidRPr="003D2FAA">
        <w:t>il lui rend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croit vraiment qu</w:t>
      </w:r>
      <w:r w:rsidR="00DE313F">
        <w:t>’</w:t>
      </w:r>
      <w:r w:rsidRPr="003D2FAA">
        <w:t>est une seconde épouse celle qui vit avec lui</w:t>
      </w:r>
      <w:r w:rsidR="00DE313F">
        <w:t xml:space="preserve"> ? </w:t>
      </w:r>
      <w:r w:rsidRPr="003D2FAA">
        <w:t>Il ne devrait pas se sentir obligé à tant de bontés pour une femme qui</w:t>
      </w:r>
      <w:r w:rsidR="00DE313F">
        <w:t xml:space="preserve">, </w:t>
      </w:r>
      <w:r w:rsidRPr="003D2FAA">
        <w:t>de fait</w:t>
      </w:r>
      <w:r w:rsidR="00DE313F">
        <w:t xml:space="preserve">, </w:t>
      </w:r>
      <w:r w:rsidRPr="003D2FAA">
        <w:t>ne serait plus sa belle-mère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est-il pas vrai</w:t>
      </w:r>
      <w:r w:rsidR="00DE313F">
        <w:t xml:space="preserve"> ? </w:t>
      </w:r>
      <w:r w:rsidRPr="003D2FAA">
        <w:t>Ceci</w:t>
      </w:r>
      <w:r w:rsidR="00DE313F">
        <w:t xml:space="preserve">, </w:t>
      </w:r>
      <w:r w:rsidRPr="003D2FAA">
        <w:t>on le comprend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le dit non pour d</w:t>
      </w:r>
      <w:r w:rsidRPr="003D2FAA">
        <w:t>é</w:t>
      </w:r>
      <w:r w:rsidRPr="003D2FAA">
        <w:t xml:space="preserve">montrer plus parfaitement que le fou est </w:t>
      </w:r>
      <w:r w:rsidR="00DE313F">
        <w:lastRenderedPageBreak/>
        <w:t>M. </w:t>
      </w:r>
      <w:r w:rsidRPr="003D2FAA">
        <w:t>Pouza</w:t>
      </w:r>
      <w:r w:rsidR="00DE313F">
        <w:t xml:space="preserve">, </w:t>
      </w:r>
      <w:r w:rsidRPr="003D2FAA">
        <w:t>mais pour se prouver</w:t>
      </w:r>
      <w:r w:rsidR="00DE313F">
        <w:t xml:space="preserve">, </w:t>
      </w:r>
      <w:r w:rsidRPr="003D2FAA">
        <w:t>à elle aussi</w:t>
      </w:r>
      <w:r w:rsidR="00DE313F">
        <w:t xml:space="preserve">, </w:t>
      </w:r>
      <w:r w:rsidRPr="003D2FAA">
        <w:t>que son soupçon est fondé</w:t>
      </w:r>
      <w:r w:rsidR="00DE313F">
        <w:t>. »</w:t>
      </w:r>
    </w:p>
    <w:p w14:paraId="78DC60E4" w14:textId="3C23B0B6" w:rsidR="00DE313F" w:rsidRDefault="00DE313F" w:rsidP="0074134D">
      <w:r>
        <w:t>— </w:t>
      </w:r>
      <w:r w:rsidR="0074134D" w:rsidRPr="003D2FAA">
        <w:t>En attendant</w:t>
      </w:r>
      <w:r>
        <w:t xml:space="preserve">, </w:t>
      </w:r>
      <w:r w:rsidR="0074134D" w:rsidRPr="003D2FAA">
        <w:t>conclut-elle avec un soupir qui</w:t>
      </w:r>
      <w:r>
        <w:t xml:space="preserve">, </w:t>
      </w:r>
      <w:r w:rsidR="0074134D" w:rsidRPr="003D2FAA">
        <w:t>sur ses lèvres</w:t>
      </w:r>
      <w:r>
        <w:t xml:space="preserve">, </w:t>
      </w:r>
      <w:r w:rsidR="0074134D" w:rsidRPr="003D2FAA">
        <w:t>se mue en un doux et triste sourire</w:t>
      </w:r>
      <w:r>
        <w:t xml:space="preserve">, </w:t>
      </w:r>
      <w:r w:rsidR="0074134D" w:rsidRPr="003D2FAA">
        <w:t>en attendant</w:t>
      </w:r>
      <w:r>
        <w:t xml:space="preserve">, </w:t>
      </w:r>
      <w:r w:rsidR="0074134D" w:rsidRPr="003D2FAA">
        <w:t>ma pauvre fille doit feindre de ne plus être elle</w:t>
      </w:r>
      <w:r>
        <w:t xml:space="preserve">, </w:t>
      </w:r>
      <w:r w:rsidR="0074134D" w:rsidRPr="003D2FAA">
        <w:t>mais une autre</w:t>
      </w:r>
      <w:r>
        <w:t xml:space="preserve"> ; </w:t>
      </w:r>
      <w:r w:rsidR="0074134D" w:rsidRPr="003D2FAA">
        <w:t>et</w:t>
      </w:r>
      <w:r>
        <w:t xml:space="preserve">, </w:t>
      </w:r>
      <w:r w:rsidR="0074134D" w:rsidRPr="003D2FAA">
        <w:t>moi aussi</w:t>
      </w:r>
      <w:r>
        <w:t xml:space="preserve">, </w:t>
      </w:r>
      <w:r w:rsidR="0074134D" w:rsidRPr="003D2FAA">
        <w:t>je suis obligée de me feindre folle pour croire que ma fille est encore vivante</w:t>
      </w:r>
      <w:r>
        <w:t xml:space="preserve"> ! </w:t>
      </w:r>
      <w:r w:rsidR="0074134D" w:rsidRPr="003D2FAA">
        <w:t>Cela ne me coûte pas beaucoup parce que</w:t>
      </w:r>
      <w:r>
        <w:t xml:space="preserve">, </w:t>
      </w:r>
      <w:r w:rsidR="0074134D" w:rsidRPr="003D2FAA">
        <w:t>grâce à Dieu</w:t>
      </w:r>
      <w:r>
        <w:t xml:space="preserve">, </w:t>
      </w:r>
      <w:r w:rsidR="0074134D" w:rsidRPr="003D2FAA">
        <w:t>elle est là</w:t>
      </w:r>
      <w:r>
        <w:t xml:space="preserve">, </w:t>
      </w:r>
      <w:r w:rsidR="0074134D" w:rsidRPr="003D2FAA">
        <w:t>ma fille</w:t>
      </w:r>
      <w:r>
        <w:t xml:space="preserve">, </w:t>
      </w:r>
      <w:r w:rsidR="0074134D" w:rsidRPr="003D2FAA">
        <w:t>saine et pleine de vie</w:t>
      </w:r>
      <w:r>
        <w:t xml:space="preserve"> ; </w:t>
      </w:r>
      <w:r w:rsidR="0074134D" w:rsidRPr="003D2FAA">
        <w:t>je la vois</w:t>
      </w:r>
      <w:r>
        <w:t xml:space="preserve">, </w:t>
      </w:r>
      <w:r w:rsidR="0074134D" w:rsidRPr="003D2FAA">
        <w:t>je lui parle</w:t>
      </w:r>
      <w:r>
        <w:t xml:space="preserve"> ; </w:t>
      </w:r>
      <w:r w:rsidR="0074134D" w:rsidRPr="003D2FAA">
        <w:t>mais je suis condamnée à ne pas vivre avec elle</w:t>
      </w:r>
      <w:r>
        <w:t xml:space="preserve">, </w:t>
      </w:r>
      <w:r w:rsidR="0074134D" w:rsidRPr="003D2FAA">
        <w:t>et aussi à la voir et à lui parler de loin</w:t>
      </w:r>
      <w:r>
        <w:t xml:space="preserve">, </w:t>
      </w:r>
      <w:r w:rsidR="0074134D" w:rsidRPr="003D2FAA">
        <w:t xml:space="preserve">pour que </w:t>
      </w:r>
      <w:r>
        <w:t>M. </w:t>
      </w:r>
      <w:r w:rsidR="0074134D" w:rsidRPr="003D2FAA">
        <w:t>Pouza puisse croire ou feindre de croire que ma fille</w:t>
      </w:r>
      <w:r>
        <w:t xml:space="preserve">, </w:t>
      </w:r>
      <w:r w:rsidR="0074134D" w:rsidRPr="003D2FAA">
        <w:t>Dieu nous garde</w:t>
      </w:r>
      <w:r>
        <w:t xml:space="preserve"> ! </w:t>
      </w:r>
      <w:r w:rsidR="0074134D" w:rsidRPr="003D2FAA">
        <w:t>est morte</w:t>
      </w:r>
      <w:r>
        <w:t xml:space="preserve">, </w:t>
      </w:r>
      <w:r w:rsidR="0074134D" w:rsidRPr="003D2FAA">
        <w:t>et que celle qu</w:t>
      </w:r>
      <w:r>
        <w:t>’</w:t>
      </w:r>
      <w:r w:rsidR="0074134D" w:rsidRPr="003D2FAA">
        <w:t>il a auprès de lui est une seconde épouse</w:t>
      </w:r>
      <w:r>
        <w:t xml:space="preserve"> ! </w:t>
      </w:r>
      <w:r w:rsidR="0074134D" w:rsidRPr="003D2FAA">
        <w:t>Mais</w:t>
      </w:r>
      <w:r>
        <w:t xml:space="preserve">, </w:t>
      </w:r>
      <w:r w:rsidR="0074134D" w:rsidRPr="003D2FAA">
        <w:t>je le dis de nouveau</w:t>
      </w:r>
      <w:r>
        <w:t xml:space="preserve">, </w:t>
      </w:r>
      <w:r w:rsidR="0074134D" w:rsidRPr="003D2FAA">
        <w:t>qu</w:t>
      </w:r>
      <w:r>
        <w:t>’</w:t>
      </w:r>
      <w:r w:rsidR="0074134D" w:rsidRPr="003D2FAA">
        <w:t>importe si</w:t>
      </w:r>
      <w:r>
        <w:t xml:space="preserve">, </w:t>
      </w:r>
      <w:r w:rsidR="0074134D" w:rsidRPr="003D2FAA">
        <w:t>à ce prix</w:t>
      </w:r>
      <w:r>
        <w:t xml:space="preserve">, </w:t>
      </w:r>
      <w:r w:rsidR="0074134D" w:rsidRPr="003D2FAA">
        <w:t>nous sommes arrivés à rendre la paix à tous les deux</w:t>
      </w:r>
      <w:r>
        <w:t xml:space="preserve">. </w:t>
      </w:r>
      <w:r w:rsidR="0074134D" w:rsidRPr="003D2FAA">
        <w:t>Je sais que ma fille est adorée</w:t>
      </w:r>
      <w:r>
        <w:t xml:space="preserve">, </w:t>
      </w:r>
      <w:r w:rsidR="0074134D" w:rsidRPr="003D2FAA">
        <w:t>contente</w:t>
      </w:r>
      <w:r>
        <w:t xml:space="preserve">, </w:t>
      </w:r>
      <w:r w:rsidR="0074134D" w:rsidRPr="003D2FAA">
        <w:t>je la vois</w:t>
      </w:r>
      <w:r>
        <w:t xml:space="preserve">, </w:t>
      </w:r>
      <w:r w:rsidR="0074134D" w:rsidRPr="003D2FAA">
        <w:t>je lui parle</w:t>
      </w:r>
      <w:r>
        <w:t xml:space="preserve"> ; </w:t>
      </w:r>
      <w:r w:rsidR="0074134D" w:rsidRPr="003D2FAA">
        <w:t>et je me résigne pour l</w:t>
      </w:r>
      <w:r>
        <w:t>’</w:t>
      </w:r>
      <w:r w:rsidR="0074134D" w:rsidRPr="003D2FAA">
        <w:t>amour d</w:t>
      </w:r>
      <w:r>
        <w:t>’</w:t>
      </w:r>
      <w:r w:rsidR="0074134D" w:rsidRPr="003D2FAA">
        <w:t>elle et de lui à vivre de cette façon et même à passer pour folle</w:t>
      </w:r>
      <w:r>
        <w:t xml:space="preserve">, </w:t>
      </w:r>
      <w:r w:rsidR="0074134D" w:rsidRPr="003D2FAA">
        <w:t>Madame</w:t>
      </w:r>
      <w:r>
        <w:t xml:space="preserve">, </w:t>
      </w:r>
      <w:r w:rsidR="0074134D" w:rsidRPr="003D2FAA">
        <w:t>mais patience</w:t>
      </w:r>
      <w:r>
        <w:t> !…</w:t>
      </w:r>
    </w:p>
    <w:p w14:paraId="5425886D" w14:textId="4A3F48E5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2FF92C01" w14:textId="77777777" w:rsidR="00DE313F" w:rsidRDefault="0074134D" w:rsidP="0074134D">
      <w:r w:rsidRPr="003D2FAA">
        <w:t>Dieu</w:t>
      </w:r>
      <w:r w:rsidR="00DE313F">
        <w:t xml:space="preserve"> ! </w:t>
      </w:r>
      <w:r w:rsidRPr="003D2FAA">
        <w:t>Ne vous semble-t-il pas qu</w:t>
      </w:r>
      <w:r w:rsidR="00DE313F">
        <w:t>’</w:t>
      </w:r>
      <w:r w:rsidRPr="003D2FAA">
        <w:t xml:space="preserve">à </w:t>
      </w:r>
      <w:proofErr w:type="spellStart"/>
      <w:r w:rsidRPr="003D2FAA">
        <w:t>Valdana</w:t>
      </w:r>
      <w:proofErr w:type="spellEnd"/>
      <w:r w:rsidR="00DE313F">
        <w:t xml:space="preserve">, </w:t>
      </w:r>
      <w:r w:rsidRPr="003D2FAA">
        <w:t>il y a de quoi rester bouche bée et nous regarder dans les yeux comme des insensés</w:t>
      </w:r>
      <w:r w:rsidR="00DE313F">
        <w:t xml:space="preserve"> ? </w:t>
      </w:r>
      <w:r w:rsidRPr="003D2FAA">
        <w:t>Lequel des deux croire</w:t>
      </w:r>
      <w:r w:rsidR="00DE313F">
        <w:t xml:space="preserve"> ? </w:t>
      </w:r>
      <w:r w:rsidRPr="003D2FAA">
        <w:t>Qui est le fou</w:t>
      </w:r>
      <w:r w:rsidR="00DE313F">
        <w:t xml:space="preserve"> ? </w:t>
      </w:r>
      <w:r w:rsidRPr="003D2FAA">
        <w:t>Où est la réal</w:t>
      </w:r>
      <w:r w:rsidRPr="003D2FAA">
        <w:t>i</w:t>
      </w:r>
      <w:r w:rsidRPr="003D2FAA">
        <w:t>té</w:t>
      </w:r>
      <w:r w:rsidR="00DE313F">
        <w:t xml:space="preserve"> ? </w:t>
      </w:r>
      <w:r w:rsidRPr="003D2FAA">
        <w:t>Où est le fantastique</w:t>
      </w:r>
      <w:r w:rsidR="00DE313F">
        <w:t> ?</w:t>
      </w:r>
    </w:p>
    <w:p w14:paraId="4F1E5D62" w14:textId="50044B22" w:rsidR="00DE313F" w:rsidRDefault="0074134D" w:rsidP="0074134D">
      <w:r w:rsidRPr="003D2FAA">
        <w:t xml:space="preserve">La femme de </w:t>
      </w:r>
      <w:r w:rsidR="00DE313F">
        <w:t>M. </w:t>
      </w:r>
      <w:r w:rsidRPr="003D2FAA">
        <w:t>Pouza pourrait le dire</w:t>
      </w:r>
      <w:r w:rsidR="00DE313F">
        <w:t xml:space="preserve">. </w:t>
      </w:r>
      <w:r w:rsidRPr="003D2FAA">
        <w:t>Mais il n</w:t>
      </w:r>
      <w:r w:rsidR="00DE313F">
        <w:t>’</w:t>
      </w:r>
      <w:r w:rsidRPr="003D2FAA">
        <w:t>y a pas à s</w:t>
      </w:r>
      <w:r w:rsidR="00DE313F">
        <w:t>’</w:t>
      </w:r>
      <w:r w:rsidRPr="003D2FAA">
        <w:t>y fier</w:t>
      </w:r>
      <w:r w:rsidR="00DE313F">
        <w:t xml:space="preserve"> ; </w:t>
      </w:r>
      <w:r w:rsidRPr="003D2FAA">
        <w:t>si devant lui</w:t>
      </w:r>
      <w:r w:rsidR="00DE313F">
        <w:t xml:space="preserve">, </w:t>
      </w:r>
      <w:r w:rsidRPr="003D2FAA">
        <w:t>celle-ci déclare être sa seconde femme</w:t>
      </w:r>
      <w:r w:rsidR="00DE313F">
        <w:t xml:space="preserve">, </w:t>
      </w:r>
      <w:r w:rsidRPr="003D2FAA">
        <w:t xml:space="preserve">et si devant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elle assure être sa fille</w:t>
      </w:r>
      <w:r w:rsidR="00DE313F">
        <w:t xml:space="preserve"> ! </w:t>
      </w:r>
      <w:r w:rsidRPr="003D2FAA">
        <w:t>Il faudrait la prendre à part et en tête à tête</w:t>
      </w:r>
      <w:r w:rsidR="00DE313F">
        <w:t xml:space="preserve">, </w:t>
      </w:r>
      <w:r w:rsidRPr="003D2FAA">
        <w:t>et lui faire dire la vérité</w:t>
      </w:r>
      <w:r w:rsidR="00DE313F">
        <w:t xml:space="preserve">. </w:t>
      </w:r>
      <w:r w:rsidRPr="003D2FAA">
        <w:t>Cela n</w:t>
      </w:r>
      <w:r w:rsidR="00DE313F">
        <w:t>’</w:t>
      </w:r>
      <w:r w:rsidRPr="003D2FAA">
        <w:t>est pas possible</w:t>
      </w:r>
      <w:r w:rsidR="00DE313F">
        <w:t>. M. </w:t>
      </w:r>
      <w:r w:rsidRPr="003D2FAA">
        <w:t>Pouza</w:t>
      </w:r>
      <w:r w:rsidR="00DE313F">
        <w:t xml:space="preserve"> – </w:t>
      </w:r>
      <w:r w:rsidRPr="003D2FAA">
        <w:t>qu</w:t>
      </w:r>
      <w:r w:rsidR="00DE313F">
        <w:t>’</w:t>
      </w:r>
      <w:r w:rsidRPr="003D2FAA">
        <w:t>il soit fou ou non</w:t>
      </w:r>
      <w:r w:rsidR="00DE313F">
        <w:t xml:space="preserve"> – </w:t>
      </w:r>
      <w:r w:rsidRPr="003D2FAA">
        <w:t>est réell</w:t>
      </w:r>
      <w:r w:rsidRPr="003D2FAA">
        <w:t>e</w:t>
      </w:r>
      <w:r w:rsidRPr="003D2FAA">
        <w:t xml:space="preserve">ment très jaloux et ne laisse voir sa femme à </w:t>
      </w:r>
      <w:r w:rsidRPr="003D2FAA">
        <w:lastRenderedPageBreak/>
        <w:t>personne</w:t>
      </w:r>
      <w:r w:rsidR="00DE313F">
        <w:t xml:space="preserve">. </w:t>
      </w:r>
      <w:r w:rsidRPr="003D2FAA">
        <w:t>Il la tient là-haut</w:t>
      </w:r>
      <w:r w:rsidR="00DE313F">
        <w:t xml:space="preserve">, </w:t>
      </w:r>
      <w:r w:rsidRPr="003D2FAA">
        <w:t>sous clef</w:t>
      </w:r>
      <w:r w:rsidR="00DE313F">
        <w:t xml:space="preserve">, </w:t>
      </w:r>
      <w:r w:rsidRPr="003D2FAA">
        <w:t>comme en prison</w:t>
      </w:r>
      <w:r w:rsidR="00DE313F">
        <w:t xml:space="preserve"> ; </w:t>
      </w:r>
      <w:r w:rsidRPr="003D2FAA">
        <w:t xml:space="preserve">et cette circonstance milite en faveur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 ; </w:t>
      </w:r>
      <w:r w:rsidRPr="003D2FAA">
        <w:t xml:space="preserve">mais </w:t>
      </w:r>
      <w:r w:rsidR="00DE313F">
        <w:t>M. </w:t>
      </w:r>
      <w:r w:rsidRPr="003D2FAA">
        <w:t>Pouza dit qu</w:t>
      </w:r>
      <w:r w:rsidR="00DE313F">
        <w:t>’</w:t>
      </w:r>
      <w:r w:rsidRPr="003D2FAA">
        <w:t>il est contraint d</w:t>
      </w:r>
      <w:r w:rsidR="00DE313F">
        <w:t>’</w:t>
      </w:r>
      <w:r w:rsidRPr="003D2FAA">
        <w:t>en agir ainsi</w:t>
      </w:r>
      <w:r w:rsidR="00DE313F">
        <w:t xml:space="preserve">, </w:t>
      </w:r>
      <w:r w:rsidRPr="003D2FAA">
        <w:t>et que sa femme</w:t>
      </w:r>
      <w:r w:rsidR="00DE313F">
        <w:t xml:space="preserve">, </w:t>
      </w:r>
      <w:r w:rsidRPr="003D2FAA">
        <w:t>elle-même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exige de peur que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n</w:t>
      </w:r>
      <w:r w:rsidR="00DE313F">
        <w:t>’</w:t>
      </w:r>
      <w:r w:rsidRPr="003D2FAA">
        <w:t>entre chez eux à l</w:t>
      </w:r>
      <w:r w:rsidR="00DE313F">
        <w:t>’</w:t>
      </w:r>
      <w:r w:rsidRPr="003D2FAA">
        <w:t>improviste</w:t>
      </w:r>
      <w:r w:rsidR="00DE313F">
        <w:t xml:space="preserve">. </w:t>
      </w:r>
      <w:r w:rsidRPr="003D2FAA">
        <w:t>Cela peut être une e</w:t>
      </w:r>
      <w:r w:rsidRPr="003D2FAA">
        <w:t>x</w:t>
      </w:r>
      <w:r w:rsidRPr="003D2FAA">
        <w:t>cuse</w:t>
      </w:r>
      <w:r w:rsidR="00DE313F">
        <w:t xml:space="preserve">… </w:t>
      </w:r>
      <w:r w:rsidRPr="003D2FAA">
        <w:t xml:space="preserve">Il est encore de fait que </w:t>
      </w:r>
      <w:r w:rsidR="00DE313F">
        <w:t>M. </w:t>
      </w:r>
      <w:r w:rsidRPr="003D2FAA">
        <w:t>Pouza n</w:t>
      </w:r>
      <w:r w:rsidR="00DE313F">
        <w:t>’</w:t>
      </w:r>
      <w:r w:rsidRPr="003D2FAA">
        <w:t>a pas de servante</w:t>
      </w:r>
      <w:r w:rsidR="00DE313F">
        <w:t xml:space="preserve">. </w:t>
      </w:r>
      <w:r w:rsidRPr="003D2FAA">
        <w:t>Il dit y être obligé par économie</w:t>
      </w:r>
      <w:r w:rsidR="00DE313F">
        <w:t xml:space="preserve">, </w:t>
      </w:r>
      <w:r w:rsidRPr="003D2FAA">
        <w:t>étant tenu comme il l</w:t>
      </w:r>
      <w:r w:rsidR="00DE313F">
        <w:t>’</w:t>
      </w:r>
      <w:r w:rsidRPr="003D2FAA">
        <w:t>est de payer le loyer de deux appartements</w:t>
      </w:r>
      <w:r w:rsidR="00DE313F">
        <w:t xml:space="preserve"> ; </w:t>
      </w:r>
      <w:r w:rsidRPr="003D2FAA">
        <w:t>il s</w:t>
      </w:r>
      <w:r w:rsidR="00DE313F">
        <w:t>’</w:t>
      </w:r>
      <w:r w:rsidRPr="003D2FAA">
        <w:t>astreint à faire lui-même ses provisions journalières</w:t>
      </w:r>
      <w:r w:rsidR="00DE313F">
        <w:t xml:space="preserve"> ; </w:t>
      </w:r>
      <w:r w:rsidRPr="003D2FAA">
        <w:t>et sa femme qui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après lui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 xml:space="preserve">est pas la fille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>s</w:t>
      </w:r>
      <w:r w:rsidR="00DE313F">
        <w:t>’</w:t>
      </w:r>
      <w:r w:rsidRPr="003D2FAA">
        <w:t>impose de faire aussi</w:t>
      </w:r>
      <w:r w:rsidR="00DE313F">
        <w:t xml:space="preserve">, </w:t>
      </w:r>
      <w:r w:rsidRPr="003D2FAA">
        <w:t>par piété pour celle-ci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pour une pauvre vieille qui fut la belle-mère de son mari</w:t>
      </w:r>
      <w:r w:rsidR="00DE313F">
        <w:t xml:space="preserve">, </w:t>
      </w:r>
      <w:r w:rsidRPr="003D2FAA">
        <w:t>elle se soumet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à s</w:t>
      </w:r>
      <w:r w:rsidR="00DE313F">
        <w:t>’</w:t>
      </w:r>
      <w:r w:rsidRPr="003D2FAA">
        <w:t>occuper de toutes les besognes ménagères jusqu</w:t>
      </w:r>
      <w:r w:rsidR="00DE313F">
        <w:t>’</w:t>
      </w:r>
      <w:r w:rsidRPr="003D2FAA">
        <w:t>aux plus humbles</w:t>
      </w:r>
      <w:r w:rsidR="00DE313F">
        <w:t xml:space="preserve">… </w:t>
      </w:r>
      <w:r w:rsidRPr="003D2FAA">
        <w:t>et se prive de l</w:t>
      </w:r>
      <w:r w:rsidR="00DE313F">
        <w:t>’</w:t>
      </w:r>
      <w:r w:rsidRPr="003D2FAA">
        <w:t>aide d</w:t>
      </w:r>
      <w:r w:rsidR="00DE313F">
        <w:t>’</w:t>
      </w:r>
      <w:r w:rsidRPr="003D2FAA">
        <w:t>une servante</w:t>
      </w:r>
      <w:r w:rsidR="00DE313F">
        <w:t xml:space="preserve">. </w:t>
      </w:r>
      <w:r w:rsidRPr="003D2FAA">
        <w:t>Cela paraît à tous un peu exagéré</w:t>
      </w:r>
      <w:r w:rsidR="00DE313F">
        <w:t xml:space="preserve">. </w:t>
      </w:r>
      <w:r w:rsidRPr="003D2FAA">
        <w:t>Il est vrai aussi que cet état de choses peut s</w:t>
      </w:r>
      <w:r w:rsidR="00DE313F">
        <w:t>’</w:t>
      </w:r>
      <w:r w:rsidRPr="003D2FAA">
        <w:t>expliquer sinon par la compassion de la femme</w:t>
      </w:r>
      <w:r w:rsidR="00DE313F">
        <w:t xml:space="preserve">, </w:t>
      </w:r>
      <w:r w:rsidRPr="003D2FAA">
        <w:t>du moins par la jalousie du mari</w:t>
      </w:r>
      <w:r w:rsidR="00DE313F">
        <w:t>.</w:t>
      </w:r>
    </w:p>
    <w:p w14:paraId="789557F8" w14:textId="7D64F584" w:rsidR="00DE313F" w:rsidRDefault="0074134D" w:rsidP="0074134D">
      <w:r w:rsidRPr="003D2FAA">
        <w:t>En attendant</w:t>
      </w:r>
      <w:r w:rsidR="00DE313F">
        <w:t>, M. </w:t>
      </w:r>
      <w:r w:rsidRPr="003D2FAA">
        <w:t xml:space="preserve">le Préfet de </w:t>
      </w:r>
      <w:proofErr w:type="spellStart"/>
      <w:r w:rsidRPr="003D2FAA">
        <w:t>Valdana</w:t>
      </w:r>
      <w:proofErr w:type="spellEnd"/>
      <w:r w:rsidRPr="003D2FAA">
        <w:t xml:space="preserve"> s</w:t>
      </w:r>
      <w:r w:rsidR="00DE313F">
        <w:t>’</w:t>
      </w:r>
      <w:r w:rsidRPr="003D2FAA">
        <w:t xml:space="preserve">est contenté des déclarations de </w:t>
      </w:r>
      <w:r w:rsidR="00DE313F">
        <w:t>M. </w:t>
      </w:r>
      <w:r w:rsidRPr="003D2FAA">
        <w:t>Pouza</w:t>
      </w:r>
      <w:r w:rsidR="00DE313F">
        <w:t xml:space="preserve">. </w:t>
      </w:r>
      <w:r w:rsidRPr="003D2FAA">
        <w:t>Mais l</w:t>
      </w:r>
      <w:r w:rsidR="00DE313F">
        <w:t>’</w:t>
      </w:r>
      <w:r w:rsidRPr="003D2FAA">
        <w:t>aspect</w:t>
      </w:r>
      <w:r w:rsidR="00DE313F">
        <w:t xml:space="preserve">, </w:t>
      </w:r>
      <w:r w:rsidRPr="003D2FAA">
        <w:t>et pour une grande part les façons d</w:t>
      </w:r>
      <w:r w:rsidR="00DE313F">
        <w:t>’</w:t>
      </w:r>
      <w:r w:rsidRPr="003D2FAA">
        <w:t>agir de celui-ci ne disposent pas en sa faveur</w:t>
      </w:r>
      <w:r w:rsidR="00DE313F">
        <w:t xml:space="preserve">, </w:t>
      </w:r>
      <w:r w:rsidRPr="003D2FAA">
        <w:t xml:space="preserve">du moins au jugement des dames de </w:t>
      </w:r>
      <w:proofErr w:type="spellStart"/>
      <w:r w:rsidRPr="003D2FAA">
        <w:t>Valdana</w:t>
      </w:r>
      <w:proofErr w:type="spellEnd"/>
      <w:r w:rsidR="00DE313F">
        <w:t xml:space="preserve">, </w:t>
      </w:r>
      <w:r w:rsidRPr="003D2FAA">
        <w:t xml:space="preserve">qui toutes inclinent à prêter foi à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. </w:t>
      </w:r>
      <w:r w:rsidRPr="003D2FAA">
        <w:t>Celle-ci vient</w:t>
      </w:r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leur montrer avec empressement les petites lettres affectueuses que lui envoie sa fille par le panier et aussi nombre d</w:t>
      </w:r>
      <w:r w:rsidR="00DE313F">
        <w:t>’</w:t>
      </w:r>
      <w:r w:rsidRPr="003D2FAA">
        <w:t>autres documents privés</w:t>
      </w:r>
      <w:r w:rsidR="00DE313F">
        <w:t xml:space="preserve">, </w:t>
      </w:r>
      <w:r w:rsidRPr="003D2FAA">
        <w:t xml:space="preserve">auxquels pourtant </w:t>
      </w:r>
      <w:r w:rsidR="00DE313F">
        <w:t>M. </w:t>
      </w:r>
      <w:r w:rsidRPr="003D2FAA">
        <w:t>Pouza n</w:t>
      </w:r>
      <w:r w:rsidR="00DE313F">
        <w:t>’</w:t>
      </w:r>
      <w:r w:rsidRPr="003D2FAA">
        <w:t>accorde aucun crédit</w:t>
      </w:r>
      <w:r w:rsidR="00DE313F">
        <w:t xml:space="preserve">, </w:t>
      </w:r>
      <w:r w:rsidRPr="003D2FAA">
        <w:t>disant qu</w:t>
      </w:r>
      <w:r w:rsidR="00DE313F">
        <w:t>’</w:t>
      </w:r>
      <w:r w:rsidRPr="003D2FAA">
        <w:t>ils lui ont été remis pour confirmer la pieuse fraude</w:t>
      </w:r>
      <w:r w:rsidR="00DE313F">
        <w:t>.</w:t>
      </w:r>
    </w:p>
    <w:p w14:paraId="42A88D5C" w14:textId="67936054" w:rsidR="00DE313F" w:rsidRDefault="0074134D" w:rsidP="0074134D">
      <w:r w:rsidRPr="003D2FAA">
        <w:t>En tout cas</w:t>
      </w:r>
      <w:r w:rsidR="00DE313F">
        <w:t xml:space="preserve">, </w:t>
      </w:r>
      <w:r w:rsidRPr="003D2FAA">
        <w:t>il est certain que tous deux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 pour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font preuve d</w:t>
      </w:r>
      <w:r w:rsidR="00DE313F">
        <w:t>’</w:t>
      </w:r>
      <w:r w:rsidRPr="003D2FAA">
        <w:t>un merveilleux esprit de sacrifice</w:t>
      </w:r>
      <w:r w:rsidR="00DE313F">
        <w:t xml:space="preserve">, </w:t>
      </w:r>
      <w:r w:rsidRPr="003D2FAA">
        <w:t>et que chacun montre pour la folie présumée de l</w:t>
      </w:r>
      <w:r w:rsidR="00DE313F">
        <w:t>’</w:t>
      </w:r>
      <w:r w:rsidRPr="003D2FAA">
        <w:t>autre la considération la plus exquise</w:t>
      </w:r>
      <w:r w:rsidR="00DE313F">
        <w:t xml:space="preserve">. </w:t>
      </w:r>
      <w:r w:rsidRPr="003D2FAA">
        <w:t>Tous deux raisonnent à merveille</w:t>
      </w:r>
      <w:r w:rsidR="00DE313F">
        <w:t xml:space="preserve">, </w:t>
      </w:r>
      <w:r w:rsidRPr="003D2FAA">
        <w:t>si bien qu</w:t>
      </w:r>
      <w:r w:rsidR="00DE313F">
        <w:t>’</w:t>
      </w:r>
      <w:r w:rsidRPr="003D2FAA">
        <w:t xml:space="preserve">à </w:t>
      </w:r>
      <w:proofErr w:type="spellStart"/>
      <w:r w:rsidRPr="003D2FAA">
        <w:t>Valdana</w:t>
      </w:r>
      <w:proofErr w:type="spellEnd"/>
      <w:r w:rsidRPr="003D2FAA">
        <w:t xml:space="preserve"> il ne serait jamais venu à l</w:t>
      </w:r>
      <w:r w:rsidR="00DE313F">
        <w:t>’</w:t>
      </w:r>
      <w:r w:rsidRPr="003D2FAA">
        <w:t xml:space="preserve">esprit de personne de dire </w:t>
      </w:r>
      <w:r w:rsidRPr="003D2FAA">
        <w:lastRenderedPageBreak/>
        <w:t>que l</w:t>
      </w:r>
      <w:r w:rsidR="00DE313F">
        <w:t>’</w:t>
      </w:r>
      <w:r w:rsidRPr="003D2FAA">
        <w:t>un des deux est fou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ils ne l</w:t>
      </w:r>
      <w:r w:rsidR="00DE313F">
        <w:t>’</w:t>
      </w:r>
      <w:r w:rsidRPr="003D2FAA">
        <w:t>avaient déclaré eux-mêmes</w:t>
      </w:r>
      <w:r w:rsidR="00DE313F">
        <w:t> : M. </w:t>
      </w:r>
      <w:r w:rsidRPr="003D2FAA">
        <w:t xml:space="preserve">Pouza de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="00DE313F">
        <w:t xml:space="preserve">, </w:t>
      </w:r>
      <w:r w:rsidRPr="003D2FAA">
        <w:t xml:space="preserve">et </w:t>
      </w:r>
      <w:r w:rsidR="00DE313F">
        <w:t>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Frola</w:t>
      </w:r>
      <w:proofErr w:type="spellEnd"/>
      <w:r w:rsidRPr="003D2FAA">
        <w:t xml:space="preserve"> de </w:t>
      </w:r>
      <w:r w:rsidR="00DE313F">
        <w:t>M. </w:t>
      </w:r>
      <w:r w:rsidRPr="003D2FAA">
        <w:t>Pouza</w:t>
      </w:r>
      <w:r w:rsidR="00DE313F">
        <w:t>.</w:t>
      </w:r>
    </w:p>
    <w:p w14:paraId="5F96FCD5" w14:textId="35DCC318" w:rsidR="00DE313F" w:rsidRDefault="00DE313F" w:rsidP="0074134D">
      <w:r>
        <w:t>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 w:rsidR="0074134D" w:rsidRPr="003D2FAA">
        <w:t xml:space="preserve"> va souvent retrouver son gendre à la Préfecture pour lui demander quelque conseil</w:t>
      </w:r>
      <w:r>
        <w:t xml:space="preserve"> ; </w:t>
      </w:r>
      <w:r w:rsidR="0074134D" w:rsidRPr="003D2FAA">
        <w:t>ou elle l</w:t>
      </w:r>
      <w:r>
        <w:t>’</w:t>
      </w:r>
      <w:r w:rsidR="0074134D" w:rsidRPr="003D2FAA">
        <w:t>attend à sa sortie pour se faire accompagner à l</w:t>
      </w:r>
      <w:r>
        <w:t>’</w:t>
      </w:r>
      <w:r w:rsidR="0074134D" w:rsidRPr="003D2FAA">
        <w:t>occasion de quelque achat</w:t>
      </w:r>
      <w:r>
        <w:t xml:space="preserve"> ; </w:t>
      </w:r>
      <w:r w:rsidR="0074134D" w:rsidRPr="003D2FAA">
        <w:t>et</w:t>
      </w:r>
      <w:r>
        <w:t xml:space="preserve">, </w:t>
      </w:r>
      <w:r w:rsidR="0074134D" w:rsidRPr="003D2FAA">
        <w:t>très souvent</w:t>
      </w:r>
      <w:r>
        <w:t xml:space="preserve">, </w:t>
      </w:r>
      <w:r w:rsidR="0074134D" w:rsidRPr="003D2FAA">
        <w:t>de son côté</w:t>
      </w:r>
      <w:r>
        <w:t xml:space="preserve">, </w:t>
      </w:r>
      <w:r w:rsidR="0074134D" w:rsidRPr="003D2FAA">
        <w:t>pendant des heures de liberté</w:t>
      </w:r>
      <w:r>
        <w:t xml:space="preserve">, </w:t>
      </w:r>
      <w:r w:rsidR="0074134D" w:rsidRPr="003D2FAA">
        <w:t>et chaque soir</w:t>
      </w:r>
      <w:r>
        <w:t>, M. </w:t>
      </w:r>
      <w:r w:rsidR="0074134D" w:rsidRPr="003D2FAA">
        <w:t xml:space="preserve">Pouza va trouver </w:t>
      </w:r>
      <w:r>
        <w:t>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Frola</w:t>
      </w:r>
      <w:proofErr w:type="spellEnd"/>
      <w:r w:rsidR="0074134D" w:rsidRPr="003D2FAA">
        <w:t xml:space="preserve"> dans son petit appartement meublé</w:t>
      </w:r>
      <w:r>
        <w:t xml:space="preserve">, </w:t>
      </w:r>
      <w:r w:rsidR="0074134D" w:rsidRPr="003D2FAA">
        <w:t>et chaque fois qu</w:t>
      </w:r>
      <w:r>
        <w:t>’</w:t>
      </w:r>
      <w:r w:rsidR="0074134D" w:rsidRPr="003D2FAA">
        <w:t>ils se rencontrent</w:t>
      </w:r>
      <w:r>
        <w:t xml:space="preserve">, </w:t>
      </w:r>
      <w:r w:rsidR="0074134D" w:rsidRPr="003D2FAA">
        <w:t>par h</w:t>
      </w:r>
      <w:r w:rsidR="0074134D" w:rsidRPr="003D2FAA">
        <w:t>a</w:t>
      </w:r>
      <w:r w:rsidR="0074134D" w:rsidRPr="003D2FAA">
        <w:t>sard</w:t>
      </w:r>
      <w:r>
        <w:t xml:space="preserve">, </w:t>
      </w:r>
      <w:r w:rsidR="0074134D" w:rsidRPr="003D2FAA">
        <w:t>dans la rue</w:t>
      </w:r>
      <w:r>
        <w:t xml:space="preserve">, </w:t>
      </w:r>
      <w:r w:rsidR="0074134D" w:rsidRPr="003D2FAA">
        <w:t>ils se rapprochent avec la plus grande cordial</w:t>
      </w:r>
      <w:r w:rsidR="0074134D" w:rsidRPr="003D2FAA">
        <w:t>i</w:t>
      </w:r>
      <w:r w:rsidR="0074134D" w:rsidRPr="003D2FAA">
        <w:t>té</w:t>
      </w:r>
      <w:r>
        <w:t xml:space="preserve"> ; </w:t>
      </w:r>
      <w:r w:rsidR="0074134D" w:rsidRPr="003D2FAA">
        <w:t>il lui donne la main droite</w:t>
      </w:r>
      <w:r>
        <w:t xml:space="preserve"> ; </w:t>
      </w:r>
      <w:r w:rsidR="0074134D" w:rsidRPr="003D2FAA">
        <w:t>si elle est lasse</w:t>
      </w:r>
      <w:r>
        <w:t xml:space="preserve">, </w:t>
      </w:r>
      <w:r w:rsidR="0074134D" w:rsidRPr="003D2FAA">
        <w:t>il lui offre le bras</w:t>
      </w:r>
      <w:r>
        <w:t xml:space="preserve">, </w:t>
      </w:r>
      <w:r w:rsidR="0074134D" w:rsidRPr="003D2FAA">
        <w:t>et ils vont ainsi ensemble parmi le dépit menaçant</w:t>
      </w:r>
      <w:r>
        <w:t xml:space="preserve">, </w:t>
      </w:r>
      <w:r w:rsidR="0074134D" w:rsidRPr="003D2FAA">
        <w:t>l</w:t>
      </w:r>
      <w:r>
        <w:t>’</w:t>
      </w:r>
      <w:r w:rsidR="0074134D" w:rsidRPr="003D2FAA">
        <w:t>étonnement et l</w:t>
      </w:r>
      <w:r>
        <w:t>’</w:t>
      </w:r>
      <w:r w:rsidR="0074134D" w:rsidRPr="003D2FAA">
        <w:t>ahurissement des gens qui les sondent et les examinent de la tête aux pieds</w:t>
      </w:r>
      <w:r>
        <w:t xml:space="preserve">, </w:t>
      </w:r>
      <w:r w:rsidR="0074134D" w:rsidRPr="003D2FAA">
        <w:t>qui les épient</w:t>
      </w:r>
      <w:r>
        <w:t xml:space="preserve">, </w:t>
      </w:r>
      <w:r w:rsidR="0074134D" w:rsidRPr="003D2FAA">
        <w:t>et ne voient rien</w:t>
      </w:r>
      <w:r>
        <w:t xml:space="preserve"> ! </w:t>
      </w:r>
      <w:r w:rsidR="0074134D" w:rsidRPr="003D2FAA">
        <w:t>On n</w:t>
      </w:r>
      <w:r>
        <w:t>’</w:t>
      </w:r>
      <w:r w:rsidR="0074134D" w:rsidRPr="003D2FAA">
        <w:t>arrive donc aucunement à comprendre quel est le fou des deux</w:t>
      </w:r>
      <w:r>
        <w:t xml:space="preserve"> ; </w:t>
      </w:r>
      <w:r w:rsidR="0074134D" w:rsidRPr="003D2FAA">
        <w:t>où est la fantasmagorie et où est la réalité</w:t>
      </w:r>
      <w:r>
        <w:t> !</w:t>
      </w:r>
    </w:p>
    <w:p w14:paraId="2FC370B4" w14:textId="5743D032" w:rsidR="0074134D" w:rsidRPr="00920F1B" w:rsidRDefault="0074134D" w:rsidP="00DE313F">
      <w:pPr>
        <w:pStyle w:val="Titre1"/>
      </w:pPr>
      <w:bookmarkStart w:id="16" w:name="_Toc193482008"/>
      <w:r w:rsidRPr="00920F1B">
        <w:lastRenderedPageBreak/>
        <w:t>LA LUMIÈRE DE LA MAISON D</w:t>
      </w:r>
      <w:r w:rsidR="00DE313F">
        <w:t>’</w:t>
      </w:r>
      <w:r w:rsidRPr="00920F1B">
        <w:t>EN FACE</w:t>
      </w:r>
      <w:bookmarkEnd w:id="16"/>
    </w:p>
    <w:p w14:paraId="4C58AE23" w14:textId="77777777" w:rsidR="00DE313F" w:rsidRDefault="0074134D" w:rsidP="0074134D">
      <w:r w:rsidRPr="003D2FAA">
        <w:t>Ce fut un dimanche au retour d</w:t>
      </w:r>
      <w:r w:rsidR="00DE313F">
        <w:t>’</w:t>
      </w:r>
      <w:r w:rsidRPr="003D2FAA">
        <w:t>une longue promenade</w:t>
      </w:r>
      <w:r w:rsidR="00DE313F">
        <w:t>…</w:t>
      </w:r>
    </w:p>
    <w:p w14:paraId="5A5BC647" w14:textId="49124756" w:rsidR="00DE313F" w:rsidRDefault="0074134D" w:rsidP="0074134D"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avait loué cette chambre depuis environ deux mois</w:t>
      </w:r>
      <w:r w:rsidR="00DE313F">
        <w:t xml:space="preserve">. </w:t>
      </w:r>
      <w:r w:rsidRPr="003D2FAA">
        <w:t>La maîtresse de la maison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r w:rsidRPr="003D2FAA">
        <w:t>Nini</w:t>
      </w:r>
      <w:r w:rsidR="00DE313F">
        <w:t xml:space="preserve">, </w:t>
      </w:r>
      <w:r w:rsidRPr="003D2FAA">
        <w:t>une bonne petite vieille à l</w:t>
      </w:r>
      <w:r w:rsidR="00DE313F">
        <w:t>’</w:t>
      </w:r>
      <w:r w:rsidRPr="003D2FAA">
        <w:t>ancienne mode et sa fille</w:t>
      </w:r>
      <w:r w:rsidR="00DE313F">
        <w:t xml:space="preserve">, </w:t>
      </w:r>
      <w:r w:rsidRPr="003D2FAA">
        <w:t>célibataire défleurie</w:t>
      </w:r>
      <w:r w:rsidR="00DE313F">
        <w:t xml:space="preserve">, </w:t>
      </w:r>
      <w:r w:rsidRPr="003D2FAA">
        <w:t>ne le voyaient jamais</w:t>
      </w:r>
      <w:r w:rsidR="00DE313F">
        <w:t xml:space="preserve">, </w:t>
      </w:r>
      <w:r w:rsidRPr="003D2FAA">
        <w:t>car il avait l</w:t>
      </w:r>
      <w:r w:rsidR="00DE313F">
        <w:t>’</w:t>
      </w:r>
      <w:r w:rsidRPr="003D2FAA">
        <w:t>habitude de partir chaque matin de bonne heure et de rentrer chez lui assez tard dans la soirée</w:t>
      </w:r>
      <w:r w:rsidR="00DE313F">
        <w:t xml:space="preserve">. </w:t>
      </w:r>
      <w:r w:rsidRPr="003D2FAA">
        <w:t>Elles savaient qu</w:t>
      </w:r>
      <w:r w:rsidR="00DE313F">
        <w:t>’</w:t>
      </w:r>
      <w:r w:rsidRPr="003D2FAA">
        <w:t>il était employé au Ministère de la Justice et des Grâces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>il était avocat</w:t>
      </w:r>
      <w:r w:rsidR="00DE313F">
        <w:t xml:space="preserve">, </w:t>
      </w:r>
      <w:r w:rsidRPr="003D2FAA">
        <w:t>rien de plus</w:t>
      </w:r>
      <w:r w:rsidR="00DE313F">
        <w:t>.</w:t>
      </w:r>
    </w:p>
    <w:p w14:paraId="5D18FBBE" w14:textId="77777777" w:rsidR="00DE313F" w:rsidRDefault="0074134D" w:rsidP="0074134D">
      <w:r w:rsidRPr="003D2FAA">
        <w:t>La petite chambre</w:t>
      </w:r>
      <w:r w:rsidR="00DE313F">
        <w:t xml:space="preserve">, </w:t>
      </w:r>
      <w:r w:rsidRPr="003D2FAA">
        <w:t>plutôt étroite et modestement meublée</w:t>
      </w:r>
      <w:r w:rsidR="00DE313F">
        <w:t xml:space="preserve">, </w:t>
      </w:r>
      <w:r w:rsidRPr="003D2FAA">
        <w:t>ne conservait pas trace de sa présence</w:t>
      </w:r>
      <w:r w:rsidR="00DE313F">
        <w:t xml:space="preserve">. </w:t>
      </w:r>
      <w:r w:rsidRPr="003D2FAA">
        <w:t>Il s</w:t>
      </w:r>
      <w:r w:rsidR="00DE313F">
        <w:t>’</w:t>
      </w:r>
      <w:r w:rsidRPr="003D2FAA">
        <w:t>appliquait à y rester étranger comme dans une chambre d</w:t>
      </w:r>
      <w:r w:rsidR="00DE313F">
        <w:t>’</w:t>
      </w:r>
      <w:r w:rsidRPr="003D2FAA">
        <w:t>hôtel</w:t>
      </w:r>
      <w:r w:rsidR="00DE313F">
        <w:t xml:space="preserve">. </w:t>
      </w:r>
      <w:r w:rsidRPr="003D2FAA">
        <w:t>Il avait certain</w:t>
      </w:r>
      <w:r w:rsidRPr="003D2FAA">
        <w:t>e</w:t>
      </w:r>
      <w:r w:rsidRPr="003D2FAA">
        <w:t>ment disposé son linge dans la commode</w:t>
      </w:r>
      <w:r w:rsidR="00DE313F">
        <w:t xml:space="preserve">, </w:t>
      </w:r>
      <w:r w:rsidRPr="003D2FAA">
        <w:t>pendu quelques v</w:t>
      </w:r>
      <w:r w:rsidRPr="003D2FAA">
        <w:t>ê</w:t>
      </w:r>
      <w:r w:rsidRPr="003D2FAA">
        <w:t>tements dans l</w:t>
      </w:r>
      <w:r w:rsidR="00DE313F">
        <w:t>’</w:t>
      </w:r>
      <w:r w:rsidRPr="003D2FAA">
        <w:t>armoire</w:t>
      </w:r>
      <w:r w:rsidR="00DE313F">
        <w:t xml:space="preserve"> ; </w:t>
      </w:r>
      <w:r w:rsidRPr="003D2FAA">
        <w:t>mais aux parois</w:t>
      </w:r>
      <w:r w:rsidR="00DE313F">
        <w:t xml:space="preserve">, </w:t>
      </w:r>
      <w:r w:rsidRPr="003D2FAA">
        <w:t>sur les meubles</w:t>
      </w:r>
      <w:r w:rsidR="00DE313F">
        <w:t xml:space="preserve">, </w:t>
      </w:r>
      <w:r w:rsidRPr="003D2FAA">
        <w:t>rien</w:t>
      </w:r>
      <w:r w:rsidR="00DE313F">
        <w:t xml:space="preserve"> : </w:t>
      </w:r>
      <w:r w:rsidRPr="003D2FAA">
        <w:t>ni un portefeuille</w:t>
      </w:r>
      <w:r w:rsidR="00DE313F">
        <w:t xml:space="preserve">, </w:t>
      </w:r>
      <w:r w:rsidRPr="003D2FAA">
        <w:t>ni un livre</w:t>
      </w:r>
      <w:r w:rsidR="00DE313F">
        <w:t xml:space="preserve">, </w:t>
      </w:r>
      <w:r w:rsidRPr="003D2FAA">
        <w:t>ni une photographie</w:t>
      </w:r>
      <w:r w:rsidR="00DE313F">
        <w:t xml:space="preserve"> ; </w:t>
      </w:r>
      <w:r w:rsidRPr="003D2FAA">
        <w:t>ni jamais sur les tables une enveloppe déchirée</w:t>
      </w:r>
      <w:r w:rsidR="00DE313F">
        <w:t xml:space="preserve">, </w:t>
      </w:r>
      <w:r w:rsidRPr="003D2FAA">
        <w:t>un journal lu</w:t>
      </w:r>
      <w:r w:rsidR="00DE313F">
        <w:t xml:space="preserve"> ; </w:t>
      </w:r>
      <w:r w:rsidRPr="003D2FAA">
        <w:t>ni jamais sur quelque chaise une pièce de lingerie</w:t>
      </w:r>
      <w:r w:rsidR="00DE313F">
        <w:t xml:space="preserve">, </w:t>
      </w:r>
      <w:r w:rsidRPr="003D2FAA">
        <w:t>un faux col</w:t>
      </w:r>
      <w:r w:rsidR="00DE313F">
        <w:t xml:space="preserve">, </w:t>
      </w:r>
      <w:r w:rsidRPr="003D2FAA">
        <w:t>une cr</w:t>
      </w:r>
      <w:r w:rsidRPr="003D2FAA">
        <w:t>a</w:t>
      </w:r>
      <w:r w:rsidRPr="003D2FAA">
        <w:t>vate</w:t>
      </w:r>
      <w:r w:rsidR="00DE313F">
        <w:t xml:space="preserve">, </w:t>
      </w:r>
      <w:r w:rsidRPr="003D2FAA">
        <w:t>quelque chose qui pût donner à croire qu</w:t>
      </w:r>
      <w:r w:rsidR="00DE313F">
        <w:t>’</w:t>
      </w:r>
      <w:r w:rsidRPr="003D2FAA">
        <w:t>il se sentît chez lui</w:t>
      </w:r>
      <w:r w:rsidR="00DE313F">
        <w:t>…</w:t>
      </w:r>
    </w:p>
    <w:p w14:paraId="6EACBA63" w14:textId="77777777" w:rsidR="00DE313F" w:rsidRDefault="0074134D" w:rsidP="0074134D">
      <w:r w:rsidRPr="003D2FAA">
        <w:t>Les Nini</w:t>
      </w:r>
      <w:r w:rsidR="00DE313F">
        <w:t xml:space="preserve">, </w:t>
      </w:r>
      <w:r w:rsidRPr="003D2FAA">
        <w:t>mère et fille</w:t>
      </w:r>
      <w:r w:rsidR="00DE313F">
        <w:t xml:space="preserve">, </w:t>
      </w:r>
      <w:r w:rsidRPr="003D2FAA">
        <w:t>craignaient qu</w:t>
      </w:r>
      <w:r w:rsidR="00DE313F">
        <w:t>’</w:t>
      </w:r>
      <w:r w:rsidRPr="003D2FAA">
        <w:t>il n</w:t>
      </w:r>
      <w:r w:rsidR="00DE313F">
        <w:t>’</w:t>
      </w:r>
      <w:r w:rsidRPr="003D2FAA">
        <w:t>y restât pas lon</w:t>
      </w:r>
      <w:r w:rsidRPr="003D2FAA">
        <w:t>g</w:t>
      </w:r>
      <w:r w:rsidRPr="003D2FAA">
        <w:t>temps</w:t>
      </w:r>
      <w:r w:rsidR="00DE313F">
        <w:t>…</w:t>
      </w:r>
    </w:p>
    <w:p w14:paraId="46CFEC33" w14:textId="77777777" w:rsidR="00DE313F" w:rsidRDefault="0074134D" w:rsidP="0074134D">
      <w:r w:rsidRPr="003D2FAA">
        <w:t>Elles avaient eu beaucoup de peine à louer cette chambre</w:t>
      </w:r>
      <w:r w:rsidR="00DE313F">
        <w:t xml:space="preserve">. </w:t>
      </w:r>
      <w:r w:rsidRPr="003D2FAA">
        <w:t>Plusieurs étaient venus la visiter</w:t>
      </w:r>
      <w:r w:rsidR="00DE313F">
        <w:t xml:space="preserve"> ; </w:t>
      </w:r>
      <w:r w:rsidRPr="003D2FAA">
        <w:t>personne n</w:t>
      </w:r>
      <w:r w:rsidR="00DE313F">
        <w:t>’</w:t>
      </w:r>
      <w:r w:rsidRPr="003D2FAA">
        <w:t>avait voulu la prendre</w:t>
      </w:r>
      <w:r w:rsidR="00DE313F">
        <w:t xml:space="preserve">. </w:t>
      </w:r>
      <w:r w:rsidRPr="003D2FAA">
        <w:t>Elle n</w:t>
      </w:r>
      <w:r w:rsidR="00DE313F">
        <w:t>’</w:t>
      </w:r>
      <w:r w:rsidRPr="003D2FAA">
        <w:t>était vraiment pas commode</w:t>
      </w:r>
      <w:r w:rsidR="00DE313F">
        <w:t xml:space="preserve">, </w:t>
      </w:r>
      <w:r w:rsidRPr="003D2FAA">
        <w:t>ni très gaie avec son unique fenêtre qui donnait sur une petite allée</w:t>
      </w:r>
      <w:r w:rsidR="00DE313F">
        <w:t xml:space="preserve">, </w:t>
      </w:r>
      <w:r w:rsidRPr="003D2FAA">
        <w:t>impasse pr</w:t>
      </w:r>
      <w:r w:rsidRPr="003D2FAA">
        <w:t>i</w:t>
      </w:r>
      <w:r w:rsidRPr="003D2FAA">
        <w:t>vée étroite</w:t>
      </w:r>
      <w:r w:rsidR="00DE313F">
        <w:t xml:space="preserve">, </w:t>
      </w:r>
      <w:r w:rsidRPr="003D2FAA">
        <w:t>et de laquelle elle ne recevait ni air</w:t>
      </w:r>
      <w:r w:rsidR="00DE313F">
        <w:t xml:space="preserve">, </w:t>
      </w:r>
      <w:r w:rsidRPr="003D2FAA">
        <w:t>ni lumière</w:t>
      </w:r>
      <w:r w:rsidR="00DE313F">
        <w:t xml:space="preserve">, </w:t>
      </w:r>
      <w:r w:rsidRPr="003D2FAA">
        <w:t>car elle était oppressée par la maison d</w:t>
      </w:r>
      <w:r w:rsidR="00DE313F">
        <w:t>’</w:t>
      </w:r>
      <w:r w:rsidRPr="003D2FAA">
        <w:t>en face qui les empêchait de passer</w:t>
      </w:r>
      <w:r w:rsidR="00DE313F">
        <w:t>.</w:t>
      </w:r>
    </w:p>
    <w:p w14:paraId="78E45B9A" w14:textId="737767A4" w:rsidR="00DE313F" w:rsidRDefault="0074134D" w:rsidP="0074134D">
      <w:r w:rsidRPr="003D2FAA">
        <w:lastRenderedPageBreak/>
        <w:t>La mère et la fille auraient voulu donner comme compe</w:t>
      </w:r>
      <w:r w:rsidRPr="003D2FAA">
        <w:t>n</w:t>
      </w:r>
      <w:r w:rsidRPr="003D2FAA">
        <w:t>sation au locataire tant désiré des attentions</w:t>
      </w:r>
      <w:r w:rsidR="00DE313F">
        <w:t xml:space="preserve">, </w:t>
      </w:r>
      <w:r w:rsidRPr="003D2FAA">
        <w:t>des soins</w:t>
      </w:r>
      <w:r w:rsidR="00DE313F">
        <w:t xml:space="preserve"> ; </w:t>
      </w:r>
      <w:r w:rsidRPr="003D2FAA">
        <w:t>elles en avaient imaginé et préparé plusieurs</w:t>
      </w:r>
      <w:r w:rsidR="00DE313F">
        <w:t xml:space="preserve">, </w:t>
      </w:r>
      <w:r w:rsidRPr="003D2FAA">
        <w:t>en attendant l</w:t>
      </w:r>
      <w:r w:rsidR="00DE313F">
        <w:t>’</w:t>
      </w:r>
      <w:r w:rsidRPr="003D2FAA">
        <w:t>occasion</w:t>
      </w:r>
      <w:r w:rsidR="00DE313F">
        <w:t> : « </w:t>
      </w:r>
      <w:r w:rsidRPr="003D2FAA">
        <w:t>Nous ferons cela pour lui</w:t>
      </w:r>
      <w:r w:rsidR="00DE313F">
        <w:t xml:space="preserve"> !… </w:t>
      </w:r>
      <w:r w:rsidRPr="003D2FAA">
        <w:t>nous lui dirons cela</w:t>
      </w:r>
      <w:r w:rsidR="00DE313F">
        <w:t> !… »</w:t>
      </w:r>
    </w:p>
    <w:p w14:paraId="29418AE5" w14:textId="77777777" w:rsidR="00DE313F" w:rsidRDefault="00DE313F" w:rsidP="0074134D">
      <w:r>
        <w:t>— </w:t>
      </w:r>
      <w:r w:rsidR="0074134D" w:rsidRPr="003D2FAA">
        <w:t>Et voici</w:t>
      </w:r>
      <w:r>
        <w:t xml:space="preserve">, </w:t>
      </w:r>
      <w:r w:rsidR="0074134D" w:rsidRPr="003D2FAA">
        <w:t>et voilà</w:t>
      </w:r>
      <w:r>
        <w:t xml:space="preserve"> ! – </w:t>
      </w:r>
      <w:r w:rsidR="0074134D" w:rsidRPr="003D2FAA">
        <w:t>elle surtout</w:t>
      </w:r>
      <w:r>
        <w:t xml:space="preserve">, </w:t>
      </w:r>
      <w:proofErr w:type="spellStart"/>
      <w:r w:rsidR="0074134D" w:rsidRPr="003D2FAA">
        <w:t>Clotildina</w:t>
      </w:r>
      <w:proofErr w:type="spellEnd"/>
      <w:r>
        <w:t xml:space="preserve">, </w:t>
      </w:r>
      <w:r w:rsidR="0074134D" w:rsidRPr="003D2FAA">
        <w:t>la vieille fille</w:t>
      </w:r>
      <w:r>
        <w:t xml:space="preserve">, </w:t>
      </w:r>
      <w:r w:rsidR="0074134D" w:rsidRPr="003D2FAA">
        <w:t>combien de ces bonnes attentions</w:t>
      </w:r>
      <w:r>
        <w:t xml:space="preserve">, </w:t>
      </w:r>
      <w:r w:rsidR="0074134D" w:rsidRPr="003D2FAA">
        <w:t xml:space="preserve">de ces </w:t>
      </w:r>
      <w:r>
        <w:t>« </w:t>
      </w:r>
      <w:r w:rsidR="0074134D" w:rsidRPr="003D2FAA">
        <w:t>courtoises politesses</w:t>
      </w:r>
      <w:r>
        <w:t> »</w:t>
      </w:r>
      <w:r w:rsidR="0074134D" w:rsidRPr="003D2FAA">
        <w:t xml:space="preserve"> comme disait la mère</w:t>
      </w:r>
      <w:r>
        <w:t xml:space="preserve">, </w:t>
      </w:r>
      <w:r w:rsidR="0074134D" w:rsidRPr="003D2FAA">
        <w:t>elle avait imaginées et prép</w:t>
      </w:r>
      <w:r w:rsidR="0074134D" w:rsidRPr="003D2FAA">
        <w:t>a</w:t>
      </w:r>
      <w:r w:rsidR="0074134D" w:rsidRPr="003D2FAA">
        <w:t>rées</w:t>
      </w:r>
      <w:r>
        <w:t xml:space="preserve"> !… </w:t>
      </w:r>
      <w:r w:rsidR="0074134D" w:rsidRPr="003D2FAA">
        <w:t>Oh</w:t>
      </w:r>
      <w:r>
        <w:t xml:space="preserve"> ! </w:t>
      </w:r>
      <w:r w:rsidR="0074134D" w:rsidRPr="003D2FAA">
        <w:t>sans aucune idée de derrière la tête</w:t>
      </w:r>
      <w:r>
        <w:t xml:space="preserve"> !… </w:t>
      </w:r>
      <w:r w:rsidR="0074134D" w:rsidRPr="003D2FAA">
        <w:t>Mais</w:t>
      </w:r>
      <w:r>
        <w:t xml:space="preserve">, </w:t>
      </w:r>
      <w:r w:rsidR="0074134D" w:rsidRPr="003D2FAA">
        <w:t>co</w:t>
      </w:r>
      <w:r w:rsidR="0074134D" w:rsidRPr="003D2FAA">
        <w:t>m</w:t>
      </w:r>
      <w:r w:rsidR="0074134D" w:rsidRPr="003D2FAA">
        <w:t>ment les mettre en œuvre</w:t>
      </w:r>
      <w:r>
        <w:t xml:space="preserve">, </w:t>
      </w:r>
      <w:r w:rsidR="0074134D" w:rsidRPr="003D2FAA">
        <w:t>quand il ne se laissait jamais voir</w:t>
      </w:r>
      <w:r>
        <w:t> !</w:t>
      </w:r>
    </w:p>
    <w:p w14:paraId="342174AC" w14:textId="77777777" w:rsidR="00DE313F" w:rsidRDefault="0074134D" w:rsidP="0074134D">
      <w:r w:rsidRPr="003D2FAA">
        <w:t>Si elles l</w:t>
      </w:r>
      <w:r w:rsidR="00DE313F">
        <w:t>’</w:t>
      </w:r>
      <w:r w:rsidRPr="003D2FAA">
        <w:t>avaient vu</w:t>
      </w:r>
      <w:r w:rsidR="00DE313F">
        <w:t xml:space="preserve">, </w:t>
      </w:r>
      <w:r w:rsidRPr="003D2FAA">
        <w:t>elles auraient compris tout de suite que leur crainte n</w:t>
      </w:r>
      <w:r w:rsidR="00DE313F">
        <w:t>’</w:t>
      </w:r>
      <w:r w:rsidRPr="003D2FAA">
        <w:t>était pas fondée</w:t>
      </w:r>
      <w:r w:rsidR="00DE313F">
        <w:t xml:space="preserve">. </w:t>
      </w:r>
      <w:r w:rsidRPr="003D2FAA">
        <w:t>Cette chambre triste</w:t>
      </w:r>
      <w:r w:rsidR="00DE313F">
        <w:t xml:space="preserve">, </w:t>
      </w:r>
      <w:r w:rsidRPr="003D2FAA">
        <w:t>sombre</w:t>
      </w:r>
      <w:r w:rsidR="00DE313F">
        <w:t xml:space="preserve">, </w:t>
      </w:r>
      <w:r w:rsidRPr="003D2FAA">
        <w:t>opprimée par la maison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accordait avec l</w:t>
      </w:r>
      <w:r w:rsidR="00DE313F">
        <w:t>’</w:t>
      </w:r>
      <w:r w:rsidRPr="003D2FAA">
        <w:t>humeur du locataire</w:t>
      </w:r>
      <w:r w:rsidR="00DE313F">
        <w:t>.</w:t>
      </w:r>
    </w:p>
    <w:p w14:paraId="5F598660" w14:textId="77777777" w:rsidR="00DE313F" w:rsidRDefault="0074134D" w:rsidP="0074134D"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allait toujours seul dans les rues</w:t>
      </w:r>
      <w:r w:rsidR="00DE313F">
        <w:t xml:space="preserve">, </w:t>
      </w:r>
      <w:r w:rsidRPr="003D2FAA">
        <w:t>sans même les deux compagnons des solitaires les plus déterminés</w:t>
      </w:r>
      <w:r w:rsidR="00DE313F">
        <w:t xml:space="preserve"> : </w:t>
      </w:r>
      <w:r w:rsidRPr="003D2FAA">
        <w:t>la canne et le cigare</w:t>
      </w:r>
      <w:r w:rsidR="00DE313F">
        <w:t>.</w:t>
      </w:r>
    </w:p>
    <w:p w14:paraId="726BE644" w14:textId="77777777" w:rsidR="00DE313F" w:rsidRDefault="0074134D" w:rsidP="0074134D">
      <w:r w:rsidRPr="003D2FAA">
        <w:t>Les mains enfoncées dans les poches de son paletot</w:t>
      </w:r>
      <w:r w:rsidR="00DE313F">
        <w:t xml:space="preserve">, </w:t>
      </w:r>
      <w:r w:rsidRPr="003D2FAA">
        <w:t>les épaules touchant sa tête</w:t>
      </w:r>
      <w:r w:rsidR="00DE313F">
        <w:t xml:space="preserve">, </w:t>
      </w:r>
      <w:r w:rsidRPr="003D2FAA">
        <w:t>le chapeau tombant jusqu</w:t>
      </w:r>
      <w:r w:rsidR="00DE313F">
        <w:t>’</w:t>
      </w:r>
      <w:r w:rsidRPr="003D2FAA">
        <w:t>au nez</w:t>
      </w:r>
      <w:r w:rsidR="00DE313F">
        <w:t xml:space="preserve">, </w:t>
      </w:r>
      <w:r w:rsidRPr="003D2FAA">
        <w:t>il semblait couver la plus sombre rancœur contre la vie</w:t>
      </w:r>
      <w:r w:rsidR="00DE313F">
        <w:t>.</w:t>
      </w:r>
    </w:p>
    <w:p w14:paraId="7E193266" w14:textId="77777777" w:rsidR="00DE313F" w:rsidRDefault="0074134D" w:rsidP="0074134D">
      <w:r w:rsidRPr="003D2FAA">
        <w:t>Au ministère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échangeait jamais un mot avec ses collègues qui</w:t>
      </w:r>
      <w:r w:rsidR="00DE313F">
        <w:t xml:space="preserve">, </w:t>
      </w:r>
      <w:r w:rsidRPr="003D2FAA">
        <w:t>entre hibou et ours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avaient pas encore décidé l</w:t>
      </w:r>
      <w:r w:rsidRPr="003D2FAA">
        <w:t>a</w:t>
      </w:r>
      <w:r w:rsidRPr="003D2FAA">
        <w:t>quelle des deux appellations lui convenait le mieux</w:t>
      </w:r>
      <w:r w:rsidR="00DE313F">
        <w:t> !</w:t>
      </w:r>
    </w:p>
    <w:p w14:paraId="12978946" w14:textId="77777777" w:rsidR="00DE313F" w:rsidRDefault="0074134D" w:rsidP="0074134D">
      <w:r w:rsidRPr="003D2FAA">
        <w:t>Personne ne l</w:t>
      </w:r>
      <w:r w:rsidR="00DE313F">
        <w:t>’</w:t>
      </w:r>
      <w:r w:rsidRPr="003D2FAA">
        <w:t>avait jamais vu entrer dans quelque café</w:t>
      </w:r>
      <w:r w:rsidR="00DE313F">
        <w:t xml:space="preserve"> ; </w:t>
      </w:r>
      <w:r w:rsidRPr="003D2FAA">
        <w:t>mais beaucoup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avaient vu fuir les rues les plus fréquentées et éclairées</w:t>
      </w:r>
      <w:r w:rsidR="00DE313F">
        <w:t xml:space="preserve">, </w:t>
      </w:r>
      <w:r w:rsidRPr="003D2FAA">
        <w:t>pour se plonger dans les ténèbres des longues voies droites et solitaires des hauts quartiers</w:t>
      </w:r>
      <w:r w:rsidR="00DE313F">
        <w:t xml:space="preserve">. </w:t>
      </w:r>
      <w:r w:rsidRPr="003D2FAA">
        <w:t>Et là</w:t>
      </w:r>
      <w:r w:rsidR="00DE313F">
        <w:t xml:space="preserve">, </w:t>
      </w:r>
      <w:r w:rsidRPr="003D2FAA">
        <w:t>pour ne pas traverser la lumière projetée par les réverbères</w:t>
      </w:r>
      <w:r w:rsidR="00DE313F">
        <w:t xml:space="preserve">, </w:t>
      </w:r>
      <w:r w:rsidRPr="003D2FAA">
        <w:lastRenderedPageBreak/>
        <w:t>on le voyait s</w:t>
      </w:r>
      <w:r w:rsidR="00DE313F">
        <w:t>’</w:t>
      </w:r>
      <w:r w:rsidRPr="003D2FAA">
        <w:t>éloigner chaque fois du mur et tourner tout autour du disque de clarté qu</w:t>
      </w:r>
      <w:r w:rsidR="00DE313F">
        <w:t>’</w:t>
      </w:r>
      <w:r w:rsidRPr="003D2FAA">
        <w:t>ils projetaient sur le trottoir</w:t>
      </w:r>
      <w:r w:rsidR="00DE313F">
        <w:t>.</w:t>
      </w:r>
    </w:p>
    <w:p w14:paraId="149C2E4B" w14:textId="77777777" w:rsidR="00DE313F" w:rsidRDefault="0074134D" w:rsidP="0074134D">
      <w:r w:rsidRPr="003D2FAA">
        <w:t>Ni un geste involontaire</w:t>
      </w:r>
      <w:r w:rsidR="00DE313F">
        <w:t xml:space="preserve">, </w:t>
      </w:r>
      <w:r w:rsidRPr="003D2FAA">
        <w:t>ni la plus légère contraction des lignes du visage</w:t>
      </w:r>
      <w:r w:rsidR="00DE313F">
        <w:t xml:space="preserve">, </w:t>
      </w:r>
      <w:r w:rsidRPr="003D2FAA">
        <w:t>ni un signe des yeux ou des lèvres ne trahi</w:t>
      </w:r>
      <w:r w:rsidRPr="003D2FAA">
        <w:t>s</w:t>
      </w:r>
      <w:r w:rsidRPr="003D2FAA">
        <w:t>saient jamais les pensées dans lesquelles il semblait absorbé</w:t>
      </w:r>
      <w:r w:rsidR="00DE313F">
        <w:t xml:space="preserve">, </w:t>
      </w:r>
      <w:r w:rsidRPr="003D2FAA">
        <w:t>la sombre peine sous laquelle il était toujours écrasé</w:t>
      </w:r>
      <w:r w:rsidR="00DE313F">
        <w:t xml:space="preserve"> ! </w:t>
      </w:r>
      <w:r w:rsidRPr="003D2FAA">
        <w:t>Mais</w:t>
      </w:r>
      <w:r w:rsidR="00DE313F">
        <w:t xml:space="preserve">, </w:t>
      </w:r>
      <w:r w:rsidRPr="003D2FAA">
        <w:t>cette douleur secrète et les mélancoliques pensées qui devaient hab</w:t>
      </w:r>
      <w:r w:rsidRPr="003D2FAA">
        <w:t>i</w:t>
      </w:r>
      <w:r w:rsidRPr="003D2FAA">
        <w:t>ter sous son front étaient empreintes tout entières sur son v</w:t>
      </w:r>
      <w:r w:rsidRPr="003D2FAA">
        <w:t>i</w:t>
      </w:r>
      <w:r w:rsidRPr="003D2FAA">
        <w:t>sage</w:t>
      </w:r>
      <w:r w:rsidR="00DE313F">
        <w:t xml:space="preserve">. </w:t>
      </w:r>
      <w:r w:rsidRPr="003D2FAA">
        <w:t>La dévastation qu</w:t>
      </w:r>
      <w:r w:rsidR="00DE313F">
        <w:t>’</w:t>
      </w:r>
      <w:r w:rsidRPr="003D2FAA">
        <w:t>elles avaient opérée dans cette âme se lisait avec évidence dans la fixité convulsive des yeux clairs et aigus</w:t>
      </w:r>
      <w:r w:rsidR="00DE313F">
        <w:t xml:space="preserve">, </w:t>
      </w:r>
      <w:r w:rsidRPr="003D2FAA">
        <w:t>dans la pâleur du visage défait</w:t>
      </w:r>
      <w:r w:rsidR="00DE313F">
        <w:t xml:space="preserve">, </w:t>
      </w:r>
      <w:r w:rsidRPr="003D2FAA">
        <w:t>dans la barbe inculte</w:t>
      </w:r>
      <w:r w:rsidR="00DE313F">
        <w:t xml:space="preserve">, </w:t>
      </w:r>
      <w:r w:rsidRPr="003D2FAA">
        <w:t>pr</w:t>
      </w:r>
      <w:r w:rsidRPr="003D2FAA">
        <w:t>é</w:t>
      </w:r>
      <w:r w:rsidRPr="003D2FAA">
        <w:t>cocement poivre et sel</w:t>
      </w:r>
      <w:r w:rsidR="00DE313F">
        <w:t> !</w:t>
      </w:r>
    </w:p>
    <w:p w14:paraId="4DDD46B7" w14:textId="77777777" w:rsidR="00DE313F" w:rsidRDefault="0074134D" w:rsidP="0074134D"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n</w:t>
      </w:r>
      <w:r w:rsidR="00DE313F">
        <w:t>’</w:t>
      </w:r>
      <w:r w:rsidRPr="003D2FAA">
        <w:t>écrivait et ne recevait jamais de lettres</w:t>
      </w:r>
      <w:r w:rsidR="00DE313F">
        <w:t xml:space="preserve">, </w:t>
      </w:r>
      <w:r w:rsidRPr="003D2FAA">
        <w:t>ne lisait pas de journaux</w:t>
      </w:r>
      <w:r w:rsidR="00DE313F">
        <w:t xml:space="preserve">, </w:t>
      </w:r>
      <w:r w:rsidRPr="003D2FAA">
        <w:t>ne s</w:t>
      </w:r>
      <w:r w:rsidR="00DE313F">
        <w:t>’</w:t>
      </w:r>
      <w:r w:rsidRPr="003D2FAA">
        <w:t>arrêtait ni ne se retournait pour r</w:t>
      </w:r>
      <w:r w:rsidRPr="003D2FAA">
        <w:t>e</w:t>
      </w:r>
      <w:r w:rsidRPr="003D2FAA">
        <w:t>garder dans la rue ce qui pouvait exciter la curiosité des gens</w:t>
      </w:r>
      <w:r w:rsidR="00DE313F">
        <w:t xml:space="preserve"> ; </w:t>
      </w:r>
      <w:r w:rsidRPr="003D2FAA">
        <w:t>et si parfois la pluie le surprenait à l</w:t>
      </w:r>
      <w:r w:rsidR="00DE313F">
        <w:t>’</w:t>
      </w:r>
      <w:r w:rsidRPr="003D2FAA">
        <w:t>improviste</w:t>
      </w:r>
      <w:r w:rsidR="00DE313F">
        <w:t xml:space="preserve">, </w:t>
      </w:r>
      <w:r w:rsidRPr="003D2FAA">
        <w:t>il continuait à marcher du même pas</w:t>
      </w:r>
      <w:r w:rsidR="00DE313F">
        <w:t xml:space="preserve">, </w:t>
      </w:r>
      <w:r w:rsidRPr="003D2FAA">
        <w:t>comme si de rien n</w:t>
      </w:r>
      <w:r w:rsidR="00DE313F">
        <w:t>’</w:t>
      </w:r>
      <w:r w:rsidRPr="003D2FAA">
        <w:t>était</w:t>
      </w:r>
      <w:r w:rsidR="00DE313F">
        <w:t>.</w:t>
      </w:r>
    </w:p>
    <w:p w14:paraId="2F4E7F85" w14:textId="77777777" w:rsidR="00DE313F" w:rsidRDefault="0074134D" w:rsidP="0074134D">
      <w:r w:rsidRPr="003D2FAA">
        <w:t>Il n</w:t>
      </w:r>
      <w:r w:rsidR="00DE313F">
        <w:t>’</w:t>
      </w:r>
      <w:r w:rsidRPr="003D2FAA">
        <w:t>avait pas eu d</w:t>
      </w:r>
      <w:r w:rsidR="00DE313F">
        <w:t>’</w:t>
      </w:r>
      <w:r w:rsidRPr="003D2FAA">
        <w:t>enfance</w:t>
      </w:r>
      <w:r w:rsidR="00DE313F">
        <w:t xml:space="preserve"> ; </w:t>
      </w:r>
      <w:r w:rsidRPr="003D2FAA">
        <w:t>il n</w:t>
      </w:r>
      <w:r w:rsidR="00DE313F">
        <w:t>’</w:t>
      </w:r>
      <w:r w:rsidRPr="003D2FAA">
        <w:t>avait jamais été jeune</w:t>
      </w:r>
      <w:r w:rsidR="00DE313F">
        <w:t xml:space="preserve">. </w:t>
      </w:r>
      <w:r w:rsidRPr="003D2FAA">
        <w:t>Les scènes sauvages auxquelles il avait assisté dans sa maison</w:t>
      </w:r>
      <w:r w:rsidR="00DE313F">
        <w:t xml:space="preserve">, </w:t>
      </w:r>
      <w:r w:rsidRPr="003D2FAA">
        <w:t>dès son plus jeune âge</w:t>
      </w:r>
      <w:r w:rsidR="00DE313F">
        <w:t xml:space="preserve">, </w:t>
      </w:r>
      <w:r w:rsidRPr="003D2FAA">
        <w:t>par la brutalité et la tyrannie féroces de son père</w:t>
      </w:r>
      <w:r w:rsidR="00DE313F">
        <w:t xml:space="preserve">, </w:t>
      </w:r>
      <w:r w:rsidRPr="003D2FAA">
        <w:t>avaient brûlé dans son âme les germes de la vie</w:t>
      </w:r>
      <w:r w:rsidR="00DE313F">
        <w:t>.</w:t>
      </w:r>
    </w:p>
    <w:p w14:paraId="29EE3349" w14:textId="77777777" w:rsidR="00DE313F" w:rsidRDefault="0074134D" w:rsidP="0074134D">
      <w:r w:rsidRPr="003D2FAA">
        <w:t>Sa mère morte</w:t>
      </w:r>
      <w:r w:rsidR="00DE313F">
        <w:t xml:space="preserve">, </w:t>
      </w:r>
      <w:r w:rsidRPr="003D2FAA">
        <w:t>jeune encore</w:t>
      </w:r>
      <w:r w:rsidR="00DE313F">
        <w:t xml:space="preserve">, </w:t>
      </w:r>
      <w:r w:rsidRPr="003D2FAA">
        <w:t>à cause des atroces sévices de son mari</w:t>
      </w:r>
      <w:r w:rsidR="00DE313F">
        <w:t xml:space="preserve">, </w:t>
      </w:r>
      <w:r w:rsidRPr="003D2FAA">
        <w:t>la famille s</w:t>
      </w:r>
      <w:r w:rsidR="00DE313F">
        <w:t>’</w:t>
      </w:r>
      <w:r w:rsidRPr="003D2FAA">
        <w:t>était débandée</w:t>
      </w:r>
      <w:r w:rsidR="00DE313F">
        <w:t xml:space="preserve"> : </w:t>
      </w:r>
      <w:r w:rsidRPr="003D2FAA">
        <w:t>une sœur s</w:t>
      </w:r>
      <w:r w:rsidR="00DE313F">
        <w:t>’</w:t>
      </w:r>
      <w:r w:rsidRPr="003D2FAA">
        <w:t>était faite rel</w:t>
      </w:r>
      <w:r w:rsidRPr="003D2FAA">
        <w:t>i</w:t>
      </w:r>
      <w:r w:rsidRPr="003D2FAA">
        <w:t>gieuse</w:t>
      </w:r>
      <w:r w:rsidR="00DE313F">
        <w:t xml:space="preserve"> ; </w:t>
      </w:r>
      <w:r w:rsidRPr="003D2FAA">
        <w:t>un frère s</w:t>
      </w:r>
      <w:r w:rsidR="00DE313F">
        <w:t>’</w:t>
      </w:r>
      <w:r w:rsidRPr="003D2FAA">
        <w:t>était sauvé en Amérique</w:t>
      </w:r>
      <w:r w:rsidR="00DE313F">
        <w:t xml:space="preserve"> ; </w:t>
      </w:r>
      <w:r w:rsidRPr="003D2FAA">
        <w:t>lui-même avait fui la maison</w:t>
      </w:r>
      <w:r w:rsidR="00DE313F">
        <w:t xml:space="preserve">. </w:t>
      </w:r>
      <w:r w:rsidRPr="003D2FAA">
        <w:t>Et c</w:t>
      </w:r>
      <w:r w:rsidR="00DE313F">
        <w:t>’</w:t>
      </w:r>
      <w:r w:rsidRPr="003D2FAA">
        <w:t>était avec des peines inimaginables qu</w:t>
      </w:r>
      <w:r w:rsidR="00DE313F">
        <w:t>’</w:t>
      </w:r>
      <w:r w:rsidRPr="003D2FAA">
        <w:t>il avait réussi à se faire à la fin cette position qui lui permettait de vivre</w:t>
      </w:r>
      <w:r w:rsidR="00DE313F">
        <w:t>.</w:t>
      </w:r>
    </w:p>
    <w:p w14:paraId="22BCD392" w14:textId="717ED63F" w:rsidR="00A90237" w:rsidRPr="003D2FAA" w:rsidRDefault="00A90237" w:rsidP="00DE313F">
      <w:pPr>
        <w:pStyle w:val="Etoile"/>
      </w:pPr>
      <w:r w:rsidRPr="003D2FAA">
        <w:lastRenderedPageBreak/>
        <w:br/>
        <w:t>*</w:t>
      </w:r>
      <w:r w:rsidRPr="003D2FAA">
        <w:br/>
      </w:r>
    </w:p>
    <w:p w14:paraId="4F2E8AAE" w14:textId="77777777" w:rsidR="00DE313F" w:rsidRDefault="0074134D" w:rsidP="0074134D">
      <w:r w:rsidRPr="003D2FAA">
        <w:t>Maintenant</w:t>
      </w:r>
      <w:r w:rsidR="00DE313F">
        <w:t xml:space="preserve">, </w:t>
      </w:r>
      <w:r w:rsidRPr="003D2FAA">
        <w:t>il ne souffrait plus</w:t>
      </w:r>
      <w:r w:rsidR="00DE313F">
        <w:t xml:space="preserve">. </w:t>
      </w:r>
      <w:r w:rsidRPr="003D2FAA">
        <w:t>Il semblait souffrir</w:t>
      </w:r>
      <w:r w:rsidR="00DE313F">
        <w:t xml:space="preserve">, </w:t>
      </w:r>
      <w:r w:rsidRPr="003D2FAA">
        <w:t>mais le sentiment de la douleur s</w:t>
      </w:r>
      <w:r w:rsidR="00DE313F">
        <w:t>’</w:t>
      </w:r>
      <w:r w:rsidRPr="003D2FAA">
        <w:t>était oblitéré en lui</w:t>
      </w:r>
      <w:r w:rsidR="00DE313F">
        <w:t xml:space="preserve"> ! </w:t>
      </w:r>
      <w:r w:rsidRPr="003D2FAA">
        <w:t>Il paraissait être toujours absorbé dans ses pensées</w:t>
      </w:r>
      <w:r w:rsidR="00DE313F">
        <w:t xml:space="preserve"> ; </w:t>
      </w:r>
      <w:r w:rsidRPr="003D2FAA">
        <w:t>mais non</w:t>
      </w:r>
      <w:r w:rsidR="00DE313F">
        <w:t xml:space="preserve">, </w:t>
      </w:r>
      <w:r w:rsidRPr="003D2FAA">
        <w:t>il ne pensait même plus</w:t>
      </w:r>
      <w:r w:rsidR="00DE313F">
        <w:t xml:space="preserve">. </w:t>
      </w:r>
      <w:r w:rsidRPr="003D2FAA">
        <w:t>Son esprit était resté comme suspendu dans une e</w:t>
      </w:r>
      <w:r w:rsidRPr="003D2FAA">
        <w:t>s</w:t>
      </w:r>
      <w:r w:rsidRPr="003D2FAA">
        <w:t>pèce de mélancolie stupide que</w:t>
      </w:r>
      <w:r w:rsidR="00DE313F">
        <w:t xml:space="preserve">, </w:t>
      </w:r>
      <w:r w:rsidRPr="003D2FAA">
        <w:t>seule</w:t>
      </w:r>
      <w:r w:rsidR="00DE313F">
        <w:t xml:space="preserve">, </w:t>
      </w:r>
      <w:r w:rsidRPr="003D2FAA">
        <w:t>un peu d</w:t>
      </w:r>
      <w:r w:rsidR="00DE313F">
        <w:t>’</w:t>
      </w:r>
      <w:r w:rsidRPr="003D2FAA">
        <w:t>amertume dans la gorge</w:t>
      </w:r>
      <w:r w:rsidR="00DE313F">
        <w:t xml:space="preserve"> – </w:t>
      </w:r>
      <w:r w:rsidRPr="003D2FAA">
        <w:t>très peu</w:t>
      </w:r>
      <w:r w:rsidR="00DE313F">
        <w:t xml:space="preserve"> – </w:t>
      </w:r>
      <w:r w:rsidRPr="003D2FAA">
        <w:t>signalait</w:t>
      </w:r>
      <w:r w:rsidR="00DE313F">
        <w:t xml:space="preserve">. </w:t>
      </w:r>
      <w:r w:rsidRPr="003D2FAA">
        <w:t>En se promenant le soir dans les rues solitaires</w:t>
      </w:r>
      <w:r w:rsidR="00DE313F">
        <w:t xml:space="preserve">, </w:t>
      </w:r>
      <w:r w:rsidRPr="003D2FAA">
        <w:t>il comptait les réverbères</w:t>
      </w:r>
      <w:r w:rsidR="00DE313F">
        <w:t xml:space="preserve">, </w:t>
      </w:r>
      <w:r w:rsidRPr="003D2FAA">
        <w:t>il ne faisait pas autre chose</w:t>
      </w:r>
      <w:r w:rsidR="00DE313F">
        <w:t xml:space="preserve">, </w:t>
      </w:r>
      <w:r w:rsidRPr="003D2FAA">
        <w:t>ou il regardait son ombre</w:t>
      </w:r>
      <w:r w:rsidR="00DE313F">
        <w:t xml:space="preserve">, </w:t>
      </w:r>
      <w:r w:rsidRPr="003D2FAA">
        <w:t>ou il écoutait le son de ses pas</w:t>
      </w:r>
      <w:r w:rsidR="00DE313F">
        <w:t xml:space="preserve">, </w:t>
      </w:r>
      <w:r w:rsidRPr="003D2FAA">
        <w:t>ou</w:t>
      </w:r>
      <w:r w:rsidR="00DE313F">
        <w:t xml:space="preserve">, </w:t>
      </w:r>
      <w:r w:rsidRPr="003D2FAA">
        <w:t>quelquefois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arrêtait devant les jardins des villas à co</w:t>
      </w:r>
      <w:r w:rsidRPr="003D2FAA">
        <w:t>n</w:t>
      </w:r>
      <w:r w:rsidRPr="003D2FAA">
        <w:t>templer les cyprès renfermés et sombres comme lui</w:t>
      </w:r>
      <w:r w:rsidR="00DE313F">
        <w:t xml:space="preserve">, </w:t>
      </w:r>
      <w:r w:rsidRPr="003D2FAA">
        <w:t>et plus no</w:t>
      </w:r>
      <w:r w:rsidRPr="003D2FAA">
        <w:t>c</w:t>
      </w:r>
      <w:r w:rsidRPr="003D2FAA">
        <w:t>turnes que la nuit</w:t>
      </w:r>
      <w:r w:rsidR="00DE313F">
        <w:t> !</w:t>
      </w:r>
    </w:p>
    <w:p w14:paraId="3D966E58" w14:textId="77777777" w:rsidR="00DE313F" w:rsidRDefault="0074134D" w:rsidP="0074134D">
      <w:r w:rsidRPr="003D2FAA">
        <w:t>Ce dimanche-là</w:t>
      </w:r>
      <w:r w:rsidR="00DE313F">
        <w:t xml:space="preserve">, </w:t>
      </w:r>
      <w:r w:rsidRPr="003D2FAA">
        <w:t>fatigué par une longue promenade sur la voie Appia antique</w:t>
      </w:r>
      <w:r w:rsidR="00DE313F">
        <w:t xml:space="preserve">, </w:t>
      </w:r>
      <w:r w:rsidRPr="003D2FAA">
        <w:t>il résolut</w:t>
      </w:r>
      <w:r w:rsidR="00DE313F">
        <w:t xml:space="preserve">, </w:t>
      </w:r>
      <w:r w:rsidRPr="003D2FAA">
        <w:t>contre son ordinaire</w:t>
      </w:r>
      <w:r w:rsidR="00DE313F">
        <w:t xml:space="preserve">, </w:t>
      </w:r>
      <w:r w:rsidRPr="003D2FAA">
        <w:t>de rentrer chez lui</w:t>
      </w:r>
      <w:r w:rsidR="00DE313F">
        <w:t xml:space="preserve">. </w:t>
      </w:r>
      <w:r w:rsidRPr="003D2FAA">
        <w:t>Il était encore trop tôt pour aller souper</w:t>
      </w:r>
      <w:r w:rsidR="00DE313F">
        <w:t xml:space="preserve">. </w:t>
      </w:r>
      <w:r w:rsidRPr="003D2FAA">
        <w:t>Il attendrait dans la petite chambre que le jour finisse de mourir et que l</w:t>
      </w:r>
      <w:r w:rsidR="00DE313F">
        <w:t>’</w:t>
      </w:r>
      <w:r w:rsidRPr="003D2FAA">
        <w:t>heure vienne</w:t>
      </w:r>
      <w:r w:rsidR="00DE313F">
        <w:t>.</w:t>
      </w:r>
    </w:p>
    <w:p w14:paraId="4A3B9D0C" w14:textId="77777777" w:rsidR="00DE313F" w:rsidRDefault="0074134D" w:rsidP="0074134D">
      <w:r w:rsidRPr="003D2FAA">
        <w:t>Ce fut une bien agréable surprise pour les Nini</w:t>
      </w:r>
      <w:r w:rsidR="00DE313F">
        <w:t xml:space="preserve">, </w:t>
      </w:r>
      <w:r w:rsidRPr="003D2FAA">
        <w:t>mère et fille</w:t>
      </w:r>
      <w:r w:rsidR="00DE313F">
        <w:t xml:space="preserve">. </w:t>
      </w:r>
      <w:r w:rsidRPr="003D2FAA">
        <w:t>Oh</w:t>
      </w:r>
      <w:r w:rsidR="00DE313F">
        <w:t xml:space="preserve"> ! </w:t>
      </w:r>
      <w:proofErr w:type="spellStart"/>
      <w:r w:rsidRPr="003D2FAA">
        <w:t>Clotildina</w:t>
      </w:r>
      <w:proofErr w:type="spellEnd"/>
      <w:r w:rsidRPr="003D2FAA">
        <w:t xml:space="preserve"> alla jusqu</w:t>
      </w:r>
      <w:r w:rsidR="00DE313F">
        <w:t>’</w:t>
      </w:r>
      <w:r w:rsidRPr="003D2FAA">
        <w:t>à en battre des mains</w:t>
      </w:r>
      <w:r w:rsidR="00DE313F">
        <w:t> !</w:t>
      </w:r>
    </w:p>
    <w:p w14:paraId="0BF2BB7F" w14:textId="77777777" w:rsidR="00DE313F" w:rsidRDefault="0074134D" w:rsidP="0074134D">
      <w:r w:rsidRPr="003D2FAA">
        <w:t>Laquelle des nombreuses amabilités et attentions prép</w:t>
      </w:r>
      <w:r w:rsidRPr="003D2FAA">
        <w:t>a</w:t>
      </w:r>
      <w:r w:rsidRPr="003D2FAA">
        <w:t>rées et combinées</w:t>
      </w:r>
      <w:r w:rsidR="00DE313F">
        <w:t xml:space="preserve">, </w:t>
      </w:r>
      <w:r w:rsidRPr="003D2FAA">
        <w:t xml:space="preserve">laquelle des nombreuses gracieusetés et </w:t>
      </w:r>
      <w:r w:rsidR="00DE313F">
        <w:t>« </w:t>
      </w:r>
      <w:r w:rsidRPr="003D2FAA">
        <w:t>courtoises politesses</w:t>
      </w:r>
      <w:r w:rsidR="00DE313F">
        <w:t> »</w:t>
      </w:r>
      <w:r w:rsidRPr="003D2FAA">
        <w:t xml:space="preserve"> fallait-il employer tout d</w:t>
      </w:r>
      <w:r w:rsidR="00DE313F">
        <w:t>’</w:t>
      </w:r>
      <w:r w:rsidRPr="003D2FAA">
        <w:t>abord en sa faveur</w:t>
      </w:r>
      <w:r w:rsidR="00DE313F">
        <w:t xml:space="preserve"> ? </w:t>
      </w:r>
      <w:r w:rsidRPr="003D2FAA">
        <w:t>Mère et fille se concertèrent</w:t>
      </w:r>
      <w:r w:rsidR="00DE313F">
        <w:t>.</w:t>
      </w:r>
    </w:p>
    <w:p w14:paraId="00E09819" w14:textId="6C04B723" w:rsidR="0074134D" w:rsidRPr="003D2FAA" w:rsidRDefault="0074134D" w:rsidP="0074134D">
      <w:r w:rsidRPr="003D2FAA">
        <w:t>Tout à coup</w:t>
      </w:r>
      <w:r w:rsidR="00DE313F">
        <w:t xml:space="preserve">, </w:t>
      </w:r>
      <w:proofErr w:type="spellStart"/>
      <w:r w:rsidRPr="003D2FAA">
        <w:t>Clotildina</w:t>
      </w:r>
      <w:proofErr w:type="spellEnd"/>
      <w:r w:rsidRPr="003D2FAA">
        <w:t xml:space="preserve"> tapa du pied et se frappa le front</w:t>
      </w:r>
      <w:r w:rsidR="00DE313F">
        <w:t> ! « </w:t>
      </w:r>
      <w:r w:rsidRPr="003D2FAA">
        <w:t>Oh</w:t>
      </w:r>
      <w:r w:rsidR="00DE313F">
        <w:t xml:space="preserve"> ! </w:t>
      </w:r>
      <w:r w:rsidRPr="003D2FAA">
        <w:t>Dieu</w:t>
      </w:r>
      <w:r w:rsidR="00DE313F">
        <w:t xml:space="preserve">, </w:t>
      </w:r>
      <w:r w:rsidRPr="003D2FAA">
        <w:t>de la lumière</w:t>
      </w:r>
      <w:r w:rsidR="00DE313F">
        <w:t xml:space="preserve">, </w:t>
      </w:r>
      <w:r w:rsidRPr="003D2FAA">
        <w:t>tout de suite</w:t>
      </w:r>
      <w:r w:rsidR="00DE313F">
        <w:t xml:space="preserve"> ! </w:t>
      </w:r>
      <w:r w:rsidRPr="003D2FAA">
        <w:t>Avant tout</w:t>
      </w:r>
      <w:r w:rsidR="00DE313F">
        <w:t xml:space="preserve">, </w:t>
      </w:r>
      <w:r w:rsidRPr="003D2FAA">
        <w:t>il fallait lui porter une lampe</w:t>
      </w:r>
      <w:r w:rsidR="00DE313F">
        <w:t> !… « </w:t>
      </w:r>
      <w:r w:rsidRPr="003D2FAA">
        <w:t>la belle que nous avons mise à part</w:t>
      </w:r>
      <w:r w:rsidR="00DE313F">
        <w:t xml:space="preserve">, </w:t>
      </w:r>
      <w:r w:rsidRPr="003D2FAA">
        <w:lastRenderedPageBreak/>
        <w:t>la lampe de porcelaine au globe dépoli ornée de pavots peints</w:t>
      </w:r>
      <w:r w:rsidR="00DE313F">
        <w:t>. »</w:t>
      </w:r>
    </w:p>
    <w:p w14:paraId="43C6B517" w14:textId="77777777" w:rsidR="00DE313F" w:rsidRDefault="0074134D" w:rsidP="0074134D">
      <w:r w:rsidRPr="003D2FAA">
        <w:t>Elle l</w:t>
      </w:r>
      <w:r w:rsidR="00DE313F">
        <w:t>’</w:t>
      </w:r>
      <w:r w:rsidRPr="003D2FAA">
        <w:t>alluma et alla frapper discrètement à la porte du sol</w:t>
      </w:r>
      <w:r w:rsidRPr="003D2FAA">
        <w:t>i</w:t>
      </w:r>
      <w:r w:rsidRPr="003D2FAA">
        <w:t>taire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émotion la faisait tellement trembler que le globe osci</w:t>
      </w:r>
      <w:r w:rsidRPr="003D2FAA">
        <w:t>l</w:t>
      </w:r>
      <w:r w:rsidRPr="003D2FAA">
        <w:t>lant tapait contre le verre</w:t>
      </w:r>
      <w:r w:rsidR="00DE313F">
        <w:t xml:space="preserve">, </w:t>
      </w:r>
      <w:r w:rsidRPr="003D2FAA">
        <w:t>et celui-ci menaçait de s</w:t>
      </w:r>
      <w:r w:rsidR="00DE313F">
        <w:t>’</w:t>
      </w:r>
      <w:r w:rsidRPr="003D2FAA">
        <w:t>enfumer</w:t>
      </w:r>
      <w:r w:rsidR="00DE313F">
        <w:t> !</w:t>
      </w:r>
    </w:p>
    <w:p w14:paraId="50630F0B" w14:textId="77777777" w:rsidR="00DE313F" w:rsidRDefault="00DE313F" w:rsidP="0074134D">
      <w:r>
        <w:t>— </w:t>
      </w:r>
      <w:r w:rsidR="0074134D" w:rsidRPr="003D2FAA">
        <w:t>Puis-je entrer</w:t>
      </w:r>
      <w:r>
        <w:t xml:space="preserve">, </w:t>
      </w:r>
      <w:r w:rsidR="0074134D" w:rsidRPr="003D2FAA">
        <w:t>c</w:t>
      </w:r>
      <w:r>
        <w:t>’</w:t>
      </w:r>
      <w:r w:rsidR="0074134D" w:rsidRPr="003D2FAA">
        <w:t>est pour de la lumière</w:t>
      </w:r>
      <w:r>
        <w:t xml:space="preserve"> ; </w:t>
      </w:r>
      <w:r w:rsidR="0074134D" w:rsidRPr="003D2FAA">
        <w:t>une lampe</w:t>
      </w:r>
      <w:r>
        <w:t> !</w:t>
      </w:r>
    </w:p>
    <w:p w14:paraId="07F983D9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merci</w:t>
      </w:r>
      <w:r>
        <w:t xml:space="preserve">, </w:t>
      </w:r>
      <w:r w:rsidR="0074134D" w:rsidRPr="003D2FAA">
        <w:t xml:space="preserve">répondit </w:t>
      </w:r>
      <w:proofErr w:type="spellStart"/>
      <w:r w:rsidR="0074134D" w:rsidRPr="003D2FAA">
        <w:t>Butti</w:t>
      </w:r>
      <w:proofErr w:type="spellEnd"/>
      <w:r w:rsidR="0074134D" w:rsidRPr="003D2FAA">
        <w:t xml:space="preserve"> de l</w:t>
      </w:r>
      <w:r>
        <w:t>’</w:t>
      </w:r>
      <w:r w:rsidR="0074134D" w:rsidRPr="003D2FAA">
        <w:t>intérieur</w:t>
      </w:r>
      <w:r>
        <w:t>.</w:t>
      </w:r>
    </w:p>
    <w:p w14:paraId="66AE6FC7" w14:textId="77777777" w:rsidR="00DE313F" w:rsidRDefault="0074134D" w:rsidP="0074134D">
      <w:r w:rsidRPr="003D2FAA">
        <w:t>La vieille fille fit une petite grimace</w:t>
      </w:r>
      <w:r w:rsidR="00DE313F">
        <w:t xml:space="preserve">, </w:t>
      </w:r>
      <w:r w:rsidRPr="003D2FAA">
        <w:t>baissa les yeux comme si le locataire la voyait et insista</w:t>
      </w:r>
      <w:r w:rsidR="00DE313F">
        <w:t> :</w:t>
      </w:r>
    </w:p>
    <w:p w14:paraId="08317369" w14:textId="77777777" w:rsidR="00DE313F" w:rsidRDefault="00DE313F" w:rsidP="0074134D">
      <w:r>
        <w:t>— </w:t>
      </w:r>
      <w:r w:rsidR="0074134D" w:rsidRPr="003D2FAA">
        <w:t>Vous savez</w:t>
      </w:r>
      <w:r>
        <w:t xml:space="preserve">, </w:t>
      </w:r>
      <w:r w:rsidR="0074134D" w:rsidRPr="003D2FAA">
        <w:t>je l</w:t>
      </w:r>
      <w:r>
        <w:t>’</w:t>
      </w:r>
      <w:r w:rsidR="0074134D" w:rsidRPr="003D2FAA">
        <w:t>ai là</w:t>
      </w:r>
      <w:r>
        <w:t xml:space="preserve">… </w:t>
      </w:r>
      <w:r w:rsidR="0074134D" w:rsidRPr="003D2FAA">
        <w:t>pour que vous ne restiez pas dans l</w:t>
      </w:r>
      <w:r>
        <w:t>’</w:t>
      </w:r>
      <w:r w:rsidR="0074134D" w:rsidRPr="003D2FAA">
        <w:t>obscurité</w:t>
      </w:r>
      <w:r>
        <w:t>.</w:t>
      </w:r>
    </w:p>
    <w:p w14:paraId="68E717DD" w14:textId="77777777" w:rsidR="00DE313F" w:rsidRDefault="0074134D" w:rsidP="0074134D">
      <w:r w:rsidRPr="003D2FAA">
        <w:t xml:space="preserve">Mais </w:t>
      </w:r>
      <w:proofErr w:type="spellStart"/>
      <w:r w:rsidRPr="003D2FAA">
        <w:t>Butti</w:t>
      </w:r>
      <w:proofErr w:type="spellEnd"/>
      <w:r w:rsidRPr="003D2FAA">
        <w:t xml:space="preserve"> répondit durement</w:t>
      </w:r>
      <w:r w:rsidR="00DE313F">
        <w:t> :</w:t>
      </w:r>
    </w:p>
    <w:p w14:paraId="758704AA" w14:textId="77777777" w:rsidR="00DE313F" w:rsidRDefault="00DE313F" w:rsidP="0074134D">
      <w:r>
        <w:t>— </w:t>
      </w:r>
      <w:r w:rsidR="0074134D" w:rsidRPr="003D2FAA">
        <w:t>Merci</w:t>
      </w:r>
      <w:r>
        <w:t xml:space="preserve">, </w:t>
      </w:r>
      <w:r w:rsidR="0074134D" w:rsidRPr="003D2FAA">
        <w:t>non</w:t>
      </w:r>
      <w:r>
        <w:t> !</w:t>
      </w:r>
    </w:p>
    <w:p w14:paraId="1FE0FF10" w14:textId="77777777" w:rsidR="00DE313F" w:rsidRDefault="0074134D" w:rsidP="0074134D">
      <w:r w:rsidRPr="003D2FAA">
        <w:t>Il était assis sur le petit canapé derrière la petite table</w:t>
      </w:r>
      <w:r w:rsidR="00DE313F">
        <w:t xml:space="preserve">, </w:t>
      </w:r>
      <w:r w:rsidRPr="003D2FAA">
        <w:t>et ses yeux s</w:t>
      </w:r>
      <w:r w:rsidR="00DE313F">
        <w:t>’</w:t>
      </w:r>
      <w:r w:rsidRPr="003D2FAA">
        <w:t>ouvraient vaguement dans l</w:t>
      </w:r>
      <w:r w:rsidR="00DE313F">
        <w:t>’</w:t>
      </w:r>
      <w:r w:rsidRPr="003D2FAA">
        <w:t>ombre qui</w:t>
      </w:r>
      <w:r w:rsidR="00DE313F">
        <w:t xml:space="preserve">, </w:t>
      </w:r>
      <w:r w:rsidRPr="003D2FAA">
        <w:t>peu à peu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épaississait pendant que mouraient tristement derrière les vitres les dernières lueurs du crépuscule</w:t>
      </w:r>
      <w:r w:rsidR="00DE313F">
        <w:t>.</w:t>
      </w:r>
    </w:p>
    <w:p w14:paraId="15F2697E" w14:textId="77777777" w:rsidR="00DE313F" w:rsidRDefault="0074134D" w:rsidP="0074134D">
      <w:r w:rsidRPr="003D2FAA">
        <w:t>Il resta ainsi inerte</w:t>
      </w:r>
      <w:r w:rsidR="00DE313F">
        <w:t xml:space="preserve">, </w:t>
      </w:r>
      <w:r w:rsidRPr="003D2FAA">
        <w:t>les yeux ouverts</w:t>
      </w:r>
      <w:r w:rsidR="00DE313F">
        <w:t xml:space="preserve">, </w:t>
      </w:r>
      <w:r w:rsidRPr="003D2FAA">
        <w:t>sans pensée</w:t>
      </w:r>
      <w:r w:rsidR="00DE313F">
        <w:t xml:space="preserve">, </w:t>
      </w:r>
      <w:r w:rsidRPr="003D2FAA">
        <w:t>sans se préoccuper des ténèbres qui l</w:t>
      </w:r>
      <w:r w:rsidR="00DE313F">
        <w:t>’</w:t>
      </w:r>
      <w:r w:rsidRPr="003D2FAA">
        <w:t>avaient envahi</w:t>
      </w:r>
      <w:r w:rsidR="00DE313F">
        <w:t>.</w:t>
      </w:r>
    </w:p>
    <w:p w14:paraId="30C60C91" w14:textId="77777777" w:rsidR="00DE313F" w:rsidRDefault="0074134D" w:rsidP="0074134D">
      <w:r w:rsidRPr="003D2FAA">
        <w:t>Tout à coup</w:t>
      </w:r>
      <w:r w:rsidR="00DE313F">
        <w:t xml:space="preserve">, </w:t>
      </w:r>
      <w:r w:rsidRPr="003D2FAA">
        <w:t>il vit clair</w:t>
      </w:r>
      <w:r w:rsidR="00DE313F">
        <w:t>.</w:t>
      </w:r>
    </w:p>
    <w:p w14:paraId="0F62A55C" w14:textId="77777777" w:rsidR="00DE313F" w:rsidRDefault="0074134D" w:rsidP="0074134D">
      <w:r w:rsidRPr="003D2FAA">
        <w:t>Étonné</w:t>
      </w:r>
      <w:r w:rsidR="00DE313F">
        <w:t xml:space="preserve">, </w:t>
      </w:r>
      <w:r w:rsidRPr="003D2FAA">
        <w:t>il promena ses yeux autour de lui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la petite chambre s</w:t>
      </w:r>
      <w:r w:rsidR="00DE313F">
        <w:t>’</w:t>
      </w:r>
      <w:r w:rsidRPr="003D2FAA">
        <w:t>était éclairée</w:t>
      </w:r>
      <w:r w:rsidR="00DE313F">
        <w:t xml:space="preserve">, </w:t>
      </w:r>
      <w:r w:rsidRPr="003D2FAA">
        <w:t>comme sous un souffle mystérieux</w:t>
      </w:r>
      <w:r w:rsidR="00DE313F">
        <w:t xml:space="preserve"> ; </w:t>
      </w:r>
      <w:r w:rsidRPr="003D2FAA">
        <w:t>elle s</w:t>
      </w:r>
      <w:r w:rsidR="00DE313F">
        <w:t>’</w:t>
      </w:r>
      <w:r w:rsidRPr="003D2FAA">
        <w:t>était éclairée d</w:t>
      </w:r>
      <w:r w:rsidR="00DE313F">
        <w:t>’</w:t>
      </w:r>
      <w:r w:rsidRPr="003D2FAA">
        <w:t>une lumière discrète et caressante</w:t>
      </w:r>
      <w:r w:rsidR="00DE313F">
        <w:t>…</w:t>
      </w:r>
    </w:p>
    <w:p w14:paraId="680764DE" w14:textId="77777777" w:rsidR="00DE313F" w:rsidRDefault="0074134D" w:rsidP="0074134D">
      <w:r w:rsidRPr="003D2FAA">
        <w:t>Qu</w:t>
      </w:r>
      <w:r w:rsidR="00DE313F">
        <w:t>’</w:t>
      </w:r>
      <w:r w:rsidRPr="003D2FAA">
        <w:t>était-ce</w:t>
      </w:r>
      <w:r w:rsidR="00DE313F">
        <w:t xml:space="preserve"> ? </w:t>
      </w:r>
      <w:r w:rsidRPr="003D2FAA">
        <w:t>Comment cela s</w:t>
      </w:r>
      <w:r w:rsidR="00DE313F">
        <w:t>’</w:t>
      </w:r>
      <w:r w:rsidRPr="003D2FAA">
        <w:t>était-il produit</w:t>
      </w:r>
      <w:r w:rsidR="00DE313F">
        <w:t> ?</w:t>
      </w:r>
    </w:p>
    <w:p w14:paraId="156E2F20" w14:textId="77777777" w:rsidR="00DE313F" w:rsidRDefault="0074134D" w:rsidP="0074134D">
      <w:r w:rsidRPr="003D2FAA">
        <w:lastRenderedPageBreak/>
        <w:t>Ah</w:t>
      </w:r>
      <w:r w:rsidR="00DE313F">
        <w:t xml:space="preserve"> ! </w:t>
      </w:r>
      <w:r w:rsidRPr="003D2FAA">
        <w:t>voilà</w:t>
      </w:r>
      <w:r w:rsidR="00DE313F">
        <w:t xml:space="preserve"> !… </w:t>
      </w:r>
      <w:r w:rsidRPr="003D2FAA">
        <w:t>C</w:t>
      </w:r>
      <w:r w:rsidR="00DE313F">
        <w:t>’</w:t>
      </w:r>
      <w:r w:rsidRPr="003D2FAA">
        <w:t>était la lumière de la maison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une lumière qu</w:t>
      </w:r>
      <w:r w:rsidR="00DE313F">
        <w:t>’</w:t>
      </w:r>
      <w:r w:rsidRPr="003D2FAA">
        <w:t>on venait d</w:t>
      </w:r>
      <w:r w:rsidR="00DE313F">
        <w:t>’</w:t>
      </w:r>
      <w:r w:rsidRPr="003D2FAA">
        <w:t>y allumer</w:t>
      </w:r>
      <w:r w:rsidR="00DE313F">
        <w:t>.</w:t>
      </w:r>
    </w:p>
    <w:p w14:paraId="4550CE91" w14:textId="77777777" w:rsidR="00DE313F" w:rsidRDefault="0074134D" w:rsidP="0074134D">
      <w:r w:rsidRPr="003D2FAA">
        <w:t>Le souffle d</w:t>
      </w:r>
      <w:r w:rsidR="00DE313F">
        <w:t>’</w:t>
      </w:r>
      <w:r w:rsidRPr="003D2FAA">
        <w:t>une vie extérieure entrait chez lui pour éclairer les sombres ténèbres</w:t>
      </w:r>
      <w:r w:rsidR="00DE313F">
        <w:t xml:space="preserve">, </w:t>
      </w:r>
      <w:r w:rsidRPr="003D2FAA">
        <w:t>le vide</w:t>
      </w:r>
      <w:r w:rsidR="00DE313F">
        <w:t xml:space="preserve">, </w:t>
      </w:r>
      <w:r w:rsidRPr="003D2FAA">
        <w:t>le désert de son existence</w:t>
      </w:r>
      <w:r w:rsidR="00DE313F">
        <w:t> !</w:t>
      </w:r>
    </w:p>
    <w:p w14:paraId="601BD105" w14:textId="77777777" w:rsidR="00DE313F" w:rsidRDefault="0074134D" w:rsidP="0074134D">
      <w:r w:rsidRPr="003D2FAA">
        <w:t>Il resta un moment à regarder cette clarté</w:t>
      </w:r>
      <w:r w:rsidR="00DE313F">
        <w:t xml:space="preserve">, </w:t>
      </w:r>
      <w:r w:rsidRPr="003D2FAA">
        <w:t>comme quelque chose de prodigieux</w:t>
      </w:r>
      <w:r w:rsidR="00DE313F">
        <w:t xml:space="preserve"> ; </w:t>
      </w:r>
      <w:r w:rsidRPr="003D2FAA">
        <w:t>et une angoisse intense lui serra la gorge lorsqu</w:t>
      </w:r>
      <w:r w:rsidR="00DE313F">
        <w:t>’</w:t>
      </w:r>
      <w:r w:rsidRPr="003D2FAA">
        <w:t>il remarqua avec quelle suave caresse elle se posait sur le lit</w:t>
      </w:r>
      <w:r w:rsidR="00DE313F">
        <w:t xml:space="preserve">, </w:t>
      </w:r>
      <w:r w:rsidRPr="003D2FAA">
        <w:t>sur la paroi</w:t>
      </w:r>
      <w:r w:rsidR="00DE313F">
        <w:t xml:space="preserve">, </w:t>
      </w:r>
      <w:r w:rsidRPr="003D2FAA">
        <w:t>sur ses mains pâles abandonnées à même la p</w:t>
      </w:r>
      <w:r w:rsidRPr="003D2FAA">
        <w:t>e</w:t>
      </w:r>
      <w:r w:rsidRPr="003D2FAA">
        <w:t>tite table</w:t>
      </w:r>
      <w:r w:rsidR="00DE313F">
        <w:t>.</w:t>
      </w:r>
    </w:p>
    <w:p w14:paraId="62F920CE" w14:textId="77777777" w:rsidR="00DE313F" w:rsidRDefault="0074134D" w:rsidP="0074134D">
      <w:r w:rsidRPr="003D2FAA">
        <w:t>Et cette angoisse ressuscita pour lui le souvenir de la ma</w:t>
      </w:r>
      <w:r w:rsidRPr="003D2FAA">
        <w:t>i</w:t>
      </w:r>
      <w:r w:rsidRPr="003D2FAA">
        <w:t>son détruite</w:t>
      </w:r>
      <w:r w:rsidR="00DE313F">
        <w:t xml:space="preserve">, </w:t>
      </w:r>
      <w:r w:rsidRPr="003D2FAA">
        <w:t>de son enfance opprimée</w:t>
      </w:r>
      <w:r w:rsidR="00DE313F">
        <w:t xml:space="preserve">, </w:t>
      </w:r>
      <w:r w:rsidRPr="003D2FAA">
        <w:t>de sa mère</w:t>
      </w:r>
      <w:r w:rsidR="00DE313F">
        <w:t xml:space="preserve"> ; </w:t>
      </w:r>
      <w:r w:rsidRPr="003D2FAA">
        <w:t>et il lui sembla que la clarté d</w:t>
      </w:r>
      <w:r w:rsidR="00DE313F">
        <w:t>’</w:t>
      </w:r>
      <w:r w:rsidRPr="003D2FAA">
        <w:t>une aube lointaine se manifestait dans son esprit</w:t>
      </w:r>
      <w:r w:rsidR="00DE313F">
        <w:t xml:space="preserve">. </w:t>
      </w:r>
      <w:r w:rsidRPr="003D2FAA">
        <w:t>Il se leva</w:t>
      </w:r>
      <w:r w:rsidR="00DE313F">
        <w:t xml:space="preserve">, </w:t>
      </w:r>
      <w:r w:rsidRPr="003D2FAA">
        <w:t>alla à la fenêtre</w:t>
      </w:r>
      <w:r w:rsidR="00DE313F">
        <w:t xml:space="preserve">, </w:t>
      </w:r>
      <w:r w:rsidRPr="003D2FAA">
        <w:t>et furtivement</w:t>
      </w:r>
      <w:r w:rsidR="00DE313F">
        <w:t xml:space="preserve">, </w:t>
      </w:r>
      <w:r w:rsidRPr="003D2FAA">
        <w:t>derrière les vitres</w:t>
      </w:r>
      <w:r w:rsidR="00DE313F">
        <w:t xml:space="preserve">, </w:t>
      </w:r>
      <w:r w:rsidRPr="003D2FAA">
        <w:t>il regarda dans la maison d</w:t>
      </w:r>
      <w:r w:rsidR="00DE313F">
        <w:t>’</w:t>
      </w:r>
      <w:r w:rsidRPr="003D2FAA">
        <w:t>en face la fenêtre d</w:t>
      </w:r>
      <w:r w:rsidR="00DE313F">
        <w:t>’</w:t>
      </w:r>
      <w:r w:rsidRPr="003D2FAA">
        <w:t>où lui a</w:t>
      </w:r>
      <w:r w:rsidRPr="003D2FAA">
        <w:t>r</w:t>
      </w:r>
      <w:r w:rsidRPr="003D2FAA">
        <w:t>rivait cette clarté</w:t>
      </w:r>
      <w:r w:rsidR="00DE313F">
        <w:t>.</w:t>
      </w:r>
    </w:p>
    <w:p w14:paraId="7A2DEF88" w14:textId="77777777" w:rsidR="00DE313F" w:rsidRDefault="0074134D" w:rsidP="0074134D">
      <w:r w:rsidRPr="003D2FAA">
        <w:t>Il vit une petite famille rassemblée autour d</w:t>
      </w:r>
      <w:r w:rsidR="00DE313F">
        <w:t>’</w:t>
      </w:r>
      <w:r w:rsidRPr="003D2FAA">
        <w:t>une table</w:t>
      </w:r>
      <w:r w:rsidR="00DE313F">
        <w:t xml:space="preserve"> ; </w:t>
      </w:r>
      <w:r w:rsidRPr="003D2FAA">
        <w:t>trois enfants et le père déjà assis</w:t>
      </w:r>
      <w:r w:rsidR="00DE313F">
        <w:t xml:space="preserve">, </w:t>
      </w:r>
      <w:r w:rsidRPr="003D2FAA">
        <w:t>la maman encore debout qui était en train de les raisonner</w:t>
      </w:r>
      <w:r w:rsidR="00DE313F">
        <w:t xml:space="preserve">, </w:t>
      </w:r>
      <w:r w:rsidRPr="003D2FAA">
        <w:t>cherchant</w:t>
      </w:r>
      <w:r w:rsidR="00DE313F">
        <w:t xml:space="preserve"> – </w:t>
      </w:r>
      <w:r w:rsidRPr="003D2FAA">
        <w:t>comme il pouvait en juger par ses gestes</w:t>
      </w:r>
      <w:r w:rsidR="00DE313F">
        <w:t xml:space="preserve"> – </w:t>
      </w:r>
      <w:r w:rsidRPr="003D2FAA">
        <w:t>à refréner l</w:t>
      </w:r>
      <w:r w:rsidR="00DE313F">
        <w:t>’</w:t>
      </w:r>
      <w:r w:rsidRPr="003D2FAA">
        <w:t>impatience des deux aînés qui brandissaient leur cuiller et se démenaient sur leur chaise</w:t>
      </w:r>
      <w:r w:rsidR="00DE313F">
        <w:t xml:space="preserve">. </w:t>
      </w:r>
      <w:r w:rsidRPr="003D2FAA">
        <w:t>Le dernier allongeait le cou de côté et d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tournait et retou</w:t>
      </w:r>
      <w:r w:rsidRPr="003D2FAA">
        <w:t>r</w:t>
      </w:r>
      <w:r w:rsidRPr="003D2FAA">
        <w:t>nait sa petite tête blonde</w:t>
      </w:r>
      <w:r w:rsidR="00DE313F">
        <w:t xml:space="preserve"> ; </w:t>
      </w:r>
      <w:r w:rsidRPr="003D2FAA">
        <w:t>évidemment</w:t>
      </w:r>
      <w:r w:rsidR="00DE313F">
        <w:t xml:space="preserve">, </w:t>
      </w:r>
      <w:r w:rsidRPr="003D2FAA">
        <w:t>sa serviette était trop serrée</w:t>
      </w:r>
      <w:r w:rsidR="00DE313F">
        <w:t xml:space="preserve">, </w:t>
      </w:r>
      <w:r w:rsidRPr="003D2FAA">
        <w:t>mais</w:t>
      </w:r>
      <w:r w:rsidR="00DE313F">
        <w:t xml:space="preserve">, </w:t>
      </w:r>
      <w:r w:rsidRPr="003D2FAA">
        <w:t>si sa maman se fût hâtée de lui donner sa soupe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aurait plus senti la gêne de ce lien trop étroit</w:t>
      </w:r>
      <w:r w:rsidR="00DE313F">
        <w:t>.</w:t>
      </w:r>
    </w:p>
    <w:p w14:paraId="14420A02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voilà</w:t>
      </w:r>
      <w:r w:rsidR="00DE313F">
        <w:t xml:space="preserve">, </w:t>
      </w:r>
      <w:r w:rsidRPr="003D2FAA">
        <w:t>voilà</w:t>
      </w:r>
      <w:r w:rsidR="00DE313F">
        <w:t xml:space="preserve">, </w:t>
      </w:r>
      <w:r w:rsidRPr="003D2FAA">
        <w:t>en effet</w:t>
      </w:r>
      <w:r w:rsidR="00DE313F">
        <w:t xml:space="preserve"> ! </w:t>
      </w:r>
      <w:r w:rsidRPr="003D2FAA">
        <w:t>Oh</w:t>
      </w:r>
      <w:r w:rsidR="00DE313F">
        <w:t xml:space="preserve"> ! </w:t>
      </w:r>
      <w:r w:rsidRPr="003D2FAA">
        <w:t>avec quelle voracité il se mettait à manger</w:t>
      </w:r>
      <w:r w:rsidR="00DE313F">
        <w:t xml:space="preserve">. </w:t>
      </w:r>
      <w:r w:rsidRPr="003D2FAA">
        <w:t>Toute la cuiller s</w:t>
      </w:r>
      <w:r w:rsidR="00DE313F">
        <w:t>’</w:t>
      </w:r>
      <w:r w:rsidRPr="003D2FAA">
        <w:t>enfonçait dans sa bouche</w:t>
      </w:r>
      <w:r w:rsidR="00DE313F">
        <w:t> !…</w:t>
      </w:r>
    </w:p>
    <w:p w14:paraId="7B37A000" w14:textId="77777777" w:rsidR="00DE313F" w:rsidRDefault="0074134D" w:rsidP="0074134D">
      <w:r w:rsidRPr="003D2FAA">
        <w:t>Et le père</w:t>
      </w:r>
      <w:r w:rsidR="00DE313F">
        <w:t xml:space="preserve"> ? </w:t>
      </w:r>
      <w:r w:rsidRPr="003D2FAA">
        <w:t>Au milieu de la vapeur qui s</w:t>
      </w:r>
      <w:r w:rsidR="00DE313F">
        <w:t>’</w:t>
      </w:r>
      <w:r w:rsidRPr="003D2FAA">
        <w:t>élevait de son a</w:t>
      </w:r>
      <w:r w:rsidRPr="003D2FAA">
        <w:t>s</w:t>
      </w:r>
      <w:r w:rsidRPr="003D2FAA">
        <w:t>siette</w:t>
      </w:r>
      <w:r w:rsidR="00DE313F">
        <w:t xml:space="preserve">, </w:t>
      </w:r>
      <w:r w:rsidRPr="003D2FAA">
        <w:t>il riait</w:t>
      </w:r>
      <w:r w:rsidR="00DE313F">
        <w:t>.</w:t>
      </w:r>
    </w:p>
    <w:p w14:paraId="0BA027D1" w14:textId="77777777" w:rsidR="00DE313F" w:rsidRDefault="0074134D" w:rsidP="0074134D">
      <w:r w:rsidRPr="003D2FAA">
        <w:lastRenderedPageBreak/>
        <w:t>Et maintenant</w:t>
      </w:r>
      <w:r w:rsidR="00DE313F">
        <w:t xml:space="preserve">, </w:t>
      </w:r>
      <w:r w:rsidRPr="003D2FAA">
        <w:t>la petite maman s</w:t>
      </w:r>
      <w:r w:rsidR="00DE313F">
        <w:t>’</w:t>
      </w:r>
      <w:r w:rsidRPr="003D2FAA">
        <w:t>asseyait aussi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tout à fait en face</w:t>
      </w:r>
      <w:r w:rsidR="00DE313F">
        <w:t>.</w:t>
      </w:r>
    </w:p>
    <w:p w14:paraId="7B4D3AF9" w14:textId="77777777" w:rsidR="00DE313F" w:rsidRDefault="0074134D" w:rsidP="0074134D"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se retira instinctivement</w:t>
      </w:r>
      <w:r w:rsidR="00DE313F">
        <w:t xml:space="preserve">, </w:t>
      </w:r>
      <w:r w:rsidRPr="003D2FAA">
        <w:t>car il avait vu qu</w:t>
      </w:r>
      <w:r w:rsidR="00DE313F">
        <w:t>’</w:t>
      </w:r>
      <w:r w:rsidRPr="003D2FAA">
        <w:t>en s</w:t>
      </w:r>
      <w:r w:rsidR="00DE313F">
        <w:t>’</w:t>
      </w:r>
      <w:r w:rsidRPr="003D2FAA">
        <w:t>asseyant elle avait tourné les yeux vers la fenêtre</w:t>
      </w:r>
      <w:r w:rsidR="00DE313F">
        <w:t xml:space="preserve"> ; </w:t>
      </w:r>
      <w:r w:rsidRPr="003D2FAA">
        <w:t>mais il pe</w:t>
      </w:r>
      <w:r w:rsidRPr="003D2FAA">
        <w:t>n</w:t>
      </w:r>
      <w:r w:rsidRPr="003D2FAA">
        <w:t>sa qu</w:t>
      </w:r>
      <w:r w:rsidR="00DE313F">
        <w:t>’</w:t>
      </w:r>
      <w:r w:rsidRPr="003D2FAA">
        <w:t>étant dans les ténèbres</w:t>
      </w:r>
      <w:r w:rsidR="00DE313F">
        <w:t xml:space="preserve">, </w:t>
      </w:r>
      <w:r w:rsidRPr="003D2FAA">
        <w:t>il ne pouvait être vu</w:t>
      </w:r>
      <w:r w:rsidR="00DE313F">
        <w:t xml:space="preserve">, </w:t>
      </w:r>
      <w:r w:rsidRPr="003D2FAA">
        <w:t>et il resta à sa place</w:t>
      </w:r>
      <w:r w:rsidR="00DE313F">
        <w:t xml:space="preserve">, </w:t>
      </w:r>
      <w:r w:rsidRPr="003D2FAA">
        <w:t>pour assister au souper de cette famille</w:t>
      </w:r>
      <w:r w:rsidR="00DE313F">
        <w:t xml:space="preserve">, </w:t>
      </w:r>
      <w:r w:rsidRPr="003D2FAA">
        <w:t>oubliant le sien propre</w:t>
      </w:r>
      <w:r w:rsidR="00DE313F">
        <w:t>.</w:t>
      </w:r>
    </w:p>
    <w:p w14:paraId="0B91384A" w14:textId="77777777" w:rsidR="00DE313F" w:rsidRDefault="0074134D" w:rsidP="0074134D">
      <w:r w:rsidRPr="003D2FAA">
        <w:t>Depuis ce jour</w:t>
      </w:r>
      <w:r w:rsidR="00DE313F">
        <w:t xml:space="preserve">, </w:t>
      </w:r>
      <w:r w:rsidRPr="003D2FAA">
        <w:t>tous les soirs</w:t>
      </w:r>
      <w:r w:rsidR="00DE313F">
        <w:t xml:space="preserve">, </w:t>
      </w:r>
      <w:r w:rsidRPr="003D2FAA">
        <w:t>en sortant de son bureau</w:t>
      </w:r>
      <w:r w:rsidR="00DE313F">
        <w:t xml:space="preserve">, </w:t>
      </w:r>
      <w:r w:rsidRPr="003D2FAA">
        <w:t>au lieu de partir pour ses promenades solitaires d</w:t>
      </w:r>
      <w:r w:rsidR="00DE313F">
        <w:t>’</w:t>
      </w:r>
      <w:r w:rsidRPr="003D2FAA">
        <w:t>autrefois</w:t>
      </w:r>
      <w:r w:rsidR="00DE313F">
        <w:t xml:space="preserve">, </w:t>
      </w:r>
      <w:r w:rsidRPr="003D2FAA">
        <w:t>il prit le chemin de sa maison</w:t>
      </w:r>
      <w:r w:rsidR="00DE313F">
        <w:t xml:space="preserve"> ; </w:t>
      </w:r>
      <w:r w:rsidRPr="003D2FAA">
        <w:t>et il restait à sa fenêtre</w:t>
      </w:r>
      <w:r w:rsidR="00DE313F">
        <w:t xml:space="preserve">, </w:t>
      </w:r>
      <w:r w:rsidRPr="003D2FAA">
        <w:t>comme un mendiant</w:t>
      </w:r>
      <w:r w:rsidR="00DE313F">
        <w:t xml:space="preserve">, </w:t>
      </w:r>
      <w:r w:rsidRPr="003D2FAA">
        <w:t>à goûter</w:t>
      </w:r>
      <w:r w:rsidR="00DE313F">
        <w:t xml:space="preserve">, </w:t>
      </w:r>
      <w:r w:rsidRPr="003D2FAA">
        <w:t>avec une angoisse infinie</w:t>
      </w:r>
      <w:r w:rsidR="00DE313F">
        <w:t xml:space="preserve">, </w:t>
      </w:r>
      <w:r w:rsidRPr="003D2FAA">
        <w:t>cette intimité douce et charmante</w:t>
      </w:r>
      <w:r w:rsidR="00DE313F">
        <w:t xml:space="preserve">, </w:t>
      </w:r>
      <w:r w:rsidRPr="003D2FAA">
        <w:t>ce réconfort familial</w:t>
      </w:r>
      <w:r w:rsidR="00DE313F">
        <w:t xml:space="preserve">, </w:t>
      </w:r>
      <w:r w:rsidRPr="003D2FAA">
        <w:t>dont lui aussi</w:t>
      </w:r>
      <w:r w:rsidR="00DE313F">
        <w:t xml:space="preserve">, </w:t>
      </w:r>
      <w:r w:rsidRPr="003D2FAA">
        <w:t>bambin</w:t>
      </w:r>
      <w:r w:rsidR="00DE313F">
        <w:t xml:space="preserve">, </w:t>
      </w:r>
      <w:r w:rsidRPr="003D2FAA">
        <w:t>avait joui en quelque rare soirée de calme</w:t>
      </w:r>
      <w:r w:rsidR="00DE313F">
        <w:t xml:space="preserve">, </w:t>
      </w:r>
      <w:r w:rsidRPr="003D2FAA">
        <w:t>quand sa m</w:t>
      </w:r>
      <w:r w:rsidRPr="003D2FAA">
        <w:t>a</w:t>
      </w:r>
      <w:r w:rsidRPr="003D2FAA">
        <w:t>man</w:t>
      </w:r>
      <w:r w:rsidR="00DE313F">
        <w:t xml:space="preserve">, </w:t>
      </w:r>
      <w:r w:rsidRPr="003D2FAA">
        <w:t>sa maman à lui</w:t>
      </w:r>
      <w:r w:rsidR="00DE313F">
        <w:t xml:space="preserve">… </w:t>
      </w:r>
      <w:r w:rsidRPr="003D2FAA">
        <w:t>comme celle-là</w:t>
      </w:r>
      <w:r w:rsidR="00DE313F">
        <w:t xml:space="preserve"> !… </w:t>
      </w:r>
      <w:r w:rsidRPr="003D2FAA">
        <w:t>Et il pleurait</w:t>
      </w:r>
      <w:r w:rsidR="00DE313F">
        <w:t> !</w:t>
      </w:r>
    </w:p>
    <w:p w14:paraId="0DB9195D" w14:textId="77777777" w:rsidR="00DE313F" w:rsidRDefault="0074134D" w:rsidP="0074134D">
      <w:r w:rsidRPr="003D2FAA">
        <w:t>Oui</w:t>
      </w:r>
      <w:r w:rsidR="00DE313F">
        <w:t xml:space="preserve">, </w:t>
      </w:r>
      <w:r w:rsidRPr="003D2FAA">
        <w:t>la lumière de l</w:t>
      </w:r>
      <w:r w:rsidR="00DE313F">
        <w:t>’</w:t>
      </w:r>
      <w:r w:rsidRPr="003D2FAA">
        <w:t>autre maison opéra ce prodige</w:t>
      </w:r>
      <w:r w:rsidR="00DE313F">
        <w:t xml:space="preserve">. </w:t>
      </w:r>
      <w:r w:rsidRPr="003D2FAA">
        <w:t>La mélancolie stupide dans laquelle son esprit était resté plongé d</w:t>
      </w:r>
      <w:r w:rsidRPr="003D2FAA">
        <w:t>u</w:t>
      </w:r>
      <w:r w:rsidRPr="003D2FAA">
        <w:t>rant tant d</w:t>
      </w:r>
      <w:r w:rsidR="00DE313F">
        <w:t>’</w:t>
      </w:r>
      <w:r w:rsidRPr="003D2FAA">
        <w:t>années tomba en poussière à sa douce clarté</w:t>
      </w:r>
      <w:r w:rsidR="00DE313F">
        <w:t>.</w:t>
      </w:r>
    </w:p>
    <w:p w14:paraId="7FD070B4" w14:textId="77777777" w:rsidR="00DE313F" w:rsidRDefault="0074134D" w:rsidP="0074134D"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ne se rendit pas compte de toutes les suppos</w:t>
      </w:r>
      <w:r w:rsidRPr="003D2FAA">
        <w:t>i</w:t>
      </w:r>
      <w:r w:rsidRPr="003D2FAA">
        <w:t>tions étranges que sa nouvelle manie de rester dans l</w:t>
      </w:r>
      <w:r w:rsidR="00DE313F">
        <w:t>’</w:t>
      </w:r>
      <w:r w:rsidRPr="003D2FAA">
        <w:t>obscurité devait faire naître dans l</w:t>
      </w:r>
      <w:r w:rsidR="00DE313F">
        <w:t>’</w:t>
      </w:r>
      <w:r w:rsidRPr="003D2FAA">
        <w:t>esprit de la propriétaire de la maison et de sa fille</w:t>
      </w:r>
      <w:r w:rsidR="00DE313F">
        <w:t>.</w:t>
      </w:r>
    </w:p>
    <w:p w14:paraId="627E83CC" w14:textId="110ECCB8" w:rsidR="0074134D" w:rsidRPr="003D2FAA" w:rsidRDefault="0074134D" w:rsidP="0074134D">
      <w:r w:rsidRPr="003D2FAA">
        <w:t>Deux fois encore</w:t>
      </w:r>
      <w:r w:rsidR="00DE313F">
        <w:t xml:space="preserve">, </w:t>
      </w:r>
      <w:proofErr w:type="spellStart"/>
      <w:r w:rsidRPr="003D2FAA">
        <w:t>Clotildina</w:t>
      </w:r>
      <w:proofErr w:type="spellEnd"/>
      <w:r w:rsidRPr="003D2FAA">
        <w:t xml:space="preserve"> lui avait en vain offert de la lumière</w:t>
      </w:r>
      <w:r w:rsidR="00DE313F">
        <w:t>. « </w:t>
      </w:r>
      <w:r w:rsidRPr="003D2FAA">
        <w:t>Avait-il au moins allumé la bougie</w:t>
      </w:r>
      <w:r w:rsidR="00DE313F">
        <w:t xml:space="preserve"> ? </w:t>
      </w:r>
      <w:r w:rsidRPr="003D2FAA">
        <w:t>Mais non</w:t>
      </w:r>
      <w:r w:rsidR="00DE313F">
        <w:t xml:space="preserve">, </w:t>
      </w:r>
      <w:r w:rsidRPr="003D2FAA">
        <w:t>pas même</w:t>
      </w:r>
      <w:r w:rsidR="00DE313F">
        <w:t> !… »</w:t>
      </w:r>
    </w:p>
    <w:p w14:paraId="3305B46A" w14:textId="77777777" w:rsidR="00DE313F" w:rsidRDefault="00DE313F" w:rsidP="0074134D">
      <w:r>
        <w:t>« </w:t>
      </w:r>
      <w:r w:rsidR="0074134D" w:rsidRPr="003D2FAA">
        <w:t>Se sentait-il malade</w:t>
      </w:r>
      <w:r>
        <w:t> ? »</w:t>
      </w:r>
      <w:r w:rsidR="0074134D" w:rsidRPr="003D2FAA">
        <w:t xml:space="preserve"> avait osé lui demander </w:t>
      </w:r>
      <w:proofErr w:type="spellStart"/>
      <w:r w:rsidR="0074134D" w:rsidRPr="003D2FAA">
        <w:t>Clotildina</w:t>
      </w:r>
      <w:proofErr w:type="spellEnd"/>
      <w:r w:rsidR="0074134D" w:rsidRPr="003D2FAA">
        <w:t xml:space="preserve"> d</w:t>
      </w:r>
      <w:r>
        <w:t>’</w:t>
      </w:r>
      <w:r w:rsidR="0074134D" w:rsidRPr="003D2FAA">
        <w:t>une voix tendre</w:t>
      </w:r>
      <w:r>
        <w:t xml:space="preserve">, </w:t>
      </w:r>
      <w:r w:rsidR="0074134D" w:rsidRPr="003D2FAA">
        <w:t>à travers la porte</w:t>
      </w:r>
      <w:r>
        <w:t xml:space="preserve">, </w:t>
      </w:r>
      <w:r w:rsidR="0074134D" w:rsidRPr="003D2FAA">
        <w:t>la seconde fois qu</w:t>
      </w:r>
      <w:r>
        <w:t>’</w:t>
      </w:r>
      <w:r w:rsidR="0074134D" w:rsidRPr="003D2FAA">
        <w:t>elle était venue avec une lampe</w:t>
      </w:r>
      <w:r>
        <w:t>.</w:t>
      </w:r>
    </w:p>
    <w:p w14:paraId="4974CC24" w14:textId="77777777" w:rsidR="00DE313F" w:rsidRDefault="0074134D" w:rsidP="0074134D">
      <w:r w:rsidRPr="003D2FAA">
        <w:t>Il avait répondu</w:t>
      </w:r>
      <w:r w:rsidR="00DE313F">
        <w:t> :</w:t>
      </w:r>
    </w:p>
    <w:p w14:paraId="43CD1E97" w14:textId="77777777" w:rsidR="00DE313F" w:rsidRDefault="00DE313F" w:rsidP="0074134D">
      <w:r>
        <w:lastRenderedPageBreak/>
        <w:t>— </w:t>
      </w:r>
      <w:r w:rsidR="0074134D" w:rsidRPr="003D2FAA">
        <w:t>Non</w:t>
      </w:r>
      <w:r>
        <w:t xml:space="preserve">, </w:t>
      </w:r>
      <w:r w:rsidR="0074134D" w:rsidRPr="003D2FAA">
        <w:t>je suis bien ainsi</w:t>
      </w:r>
      <w:r>
        <w:t>.</w:t>
      </w:r>
    </w:p>
    <w:p w14:paraId="4A6486CC" w14:textId="77777777" w:rsidR="00DE313F" w:rsidRDefault="0074134D" w:rsidP="0074134D">
      <w:r w:rsidRPr="003D2FAA">
        <w:t>À la fin</w:t>
      </w:r>
      <w:r w:rsidR="00DE313F">
        <w:t xml:space="preserve">, </w:t>
      </w:r>
      <w:r w:rsidRPr="003D2FAA">
        <w:t>mais</w:t>
      </w:r>
      <w:r w:rsidR="00DE313F">
        <w:t xml:space="preserve">, </w:t>
      </w:r>
      <w:r w:rsidRPr="003D2FAA">
        <w:t>Grand Dieu</w:t>
      </w:r>
      <w:r w:rsidR="00DE313F">
        <w:t xml:space="preserve">, </w:t>
      </w:r>
      <w:r w:rsidRPr="003D2FAA">
        <w:t>elle était très excusable</w:t>
      </w:r>
      <w:r w:rsidR="00DE313F">
        <w:t xml:space="preserve"> !… </w:t>
      </w:r>
      <w:r w:rsidRPr="003D2FAA">
        <w:t>à la fin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avait épié du trou de la serrure</w:t>
      </w:r>
      <w:r w:rsidR="00DE313F">
        <w:t xml:space="preserve">, </w:t>
      </w:r>
      <w:proofErr w:type="spellStart"/>
      <w:r w:rsidRPr="003D2FAA">
        <w:t>Clotildina</w:t>
      </w:r>
      <w:proofErr w:type="spellEnd"/>
      <w:r w:rsidR="00DE313F">
        <w:t xml:space="preserve">, </w:t>
      </w:r>
      <w:r w:rsidRPr="003D2FAA">
        <w:t>et avec étonnement</w:t>
      </w:r>
      <w:r w:rsidR="00DE313F">
        <w:t xml:space="preserve">, </w:t>
      </w:r>
      <w:r w:rsidRPr="003D2FAA">
        <w:t>elle avait vu</w:t>
      </w:r>
      <w:r w:rsidR="00DE313F">
        <w:t xml:space="preserve">, </w:t>
      </w:r>
      <w:r w:rsidRPr="003D2FAA">
        <w:t>elle aussi</w:t>
      </w:r>
      <w:r w:rsidR="00DE313F">
        <w:t xml:space="preserve">, </w:t>
      </w:r>
      <w:r w:rsidRPr="003D2FAA">
        <w:t>dans la petite chambre du locataire</w:t>
      </w:r>
      <w:r w:rsidR="00DE313F">
        <w:t xml:space="preserve">, </w:t>
      </w:r>
      <w:r w:rsidRPr="003D2FAA">
        <w:t>la clarté diffuse de la maison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 xml:space="preserve">de la maison des </w:t>
      </w:r>
      <w:proofErr w:type="spellStart"/>
      <w:r w:rsidRPr="003D2FAA">
        <w:t>Masci</w:t>
      </w:r>
      <w:proofErr w:type="spellEnd"/>
      <w:r w:rsidR="00DE313F">
        <w:t xml:space="preserve"> ; </w:t>
      </w:r>
      <w:r w:rsidRPr="003D2FAA">
        <w:t>et justement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avait vu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derrière les vitres de la fenêtre</w:t>
      </w:r>
      <w:r w:rsidR="00DE313F">
        <w:t xml:space="preserve">, </w:t>
      </w:r>
      <w:r w:rsidRPr="003D2FAA">
        <w:t xml:space="preserve">attentif à regarder en face dans la maison des </w:t>
      </w:r>
      <w:proofErr w:type="spellStart"/>
      <w:r w:rsidRPr="003D2FAA">
        <w:t>Ma</w:t>
      </w:r>
      <w:r w:rsidRPr="003D2FAA">
        <w:t>s</w:t>
      </w:r>
      <w:r w:rsidRPr="003D2FAA">
        <w:t>ci</w:t>
      </w:r>
      <w:proofErr w:type="spellEnd"/>
      <w:r w:rsidR="00DE313F">
        <w:t xml:space="preserve"> !… </w:t>
      </w:r>
      <w:r w:rsidRPr="003D2FAA">
        <w:t xml:space="preserve">Et </w:t>
      </w:r>
      <w:proofErr w:type="spellStart"/>
      <w:r w:rsidRPr="003D2FAA">
        <w:t>Clotildina</w:t>
      </w:r>
      <w:proofErr w:type="spellEnd"/>
      <w:r w:rsidRPr="003D2FAA">
        <w:t xml:space="preserve"> de courir toute bouleversée annoncer à sa mère la grande découverte</w:t>
      </w:r>
      <w:r w:rsidR="00DE313F">
        <w:t>.</w:t>
      </w:r>
    </w:p>
    <w:p w14:paraId="6F42B927" w14:textId="2F1B6E55" w:rsidR="0074134D" w:rsidRPr="003D2FAA" w:rsidRDefault="00DE313F" w:rsidP="0074134D">
      <w:r>
        <w:t>« </w:t>
      </w:r>
      <w:r w:rsidR="0074134D" w:rsidRPr="003D2FAA">
        <w:t>Il est amoureux</w:t>
      </w:r>
      <w:r>
        <w:t xml:space="preserve"> ! </w:t>
      </w:r>
      <w:r w:rsidR="0074134D" w:rsidRPr="003D2FAA">
        <w:t>Amoureux</w:t>
      </w:r>
      <w:r>
        <w:t xml:space="preserve"> ! </w:t>
      </w:r>
      <w:r w:rsidR="0074134D" w:rsidRPr="003D2FAA">
        <w:t xml:space="preserve">Amoureux de </w:t>
      </w:r>
      <w:proofErr w:type="spellStart"/>
      <w:r w:rsidR="0074134D" w:rsidRPr="003D2FAA">
        <w:t>Margharita</w:t>
      </w:r>
      <w:proofErr w:type="spellEnd"/>
      <w:r w:rsidR="0074134D" w:rsidRPr="003D2FAA">
        <w:t xml:space="preserve"> </w:t>
      </w:r>
      <w:proofErr w:type="spellStart"/>
      <w:r w:rsidR="0074134D" w:rsidRPr="003D2FAA">
        <w:t>Masci</w:t>
      </w:r>
      <w:proofErr w:type="spellEnd"/>
      <w:r>
        <w:t> !… »</w:t>
      </w:r>
    </w:p>
    <w:p w14:paraId="083833FC" w14:textId="77777777" w:rsidR="00DE313F" w:rsidRDefault="0074134D" w:rsidP="0074134D">
      <w:r w:rsidRPr="003D2FAA">
        <w:t>Quelques soirées plus tard</w:t>
      </w:r>
      <w:r w:rsidR="00DE313F">
        <w:t xml:space="preserve">, </w:t>
      </w:r>
      <w:r w:rsidRPr="003D2FAA">
        <w:t xml:space="preserve">Tullio </w:t>
      </w:r>
      <w:proofErr w:type="spellStart"/>
      <w:r w:rsidRPr="003D2FAA">
        <w:t>Butti</w:t>
      </w:r>
      <w:proofErr w:type="spellEnd"/>
      <w:r w:rsidR="00DE313F">
        <w:t xml:space="preserve">, </w:t>
      </w:r>
      <w:r w:rsidRPr="003D2FAA">
        <w:t>pendant qu</w:t>
      </w:r>
      <w:r w:rsidR="00DE313F">
        <w:t>’</w:t>
      </w:r>
      <w:r w:rsidRPr="003D2FAA">
        <w:t>il était en train de regarder par la fenêtre dans cette pièce d</w:t>
      </w:r>
      <w:r w:rsidR="00DE313F">
        <w:t>’</w:t>
      </w:r>
      <w:r w:rsidRPr="003D2FAA">
        <w:t>en face où la petite famille</w:t>
      </w:r>
      <w:r w:rsidR="00DE313F">
        <w:t xml:space="preserve">, </w:t>
      </w:r>
      <w:r w:rsidRPr="003D2FAA">
        <w:t>comme à l</w:t>
      </w:r>
      <w:r w:rsidR="00DE313F">
        <w:t>’</w:t>
      </w:r>
      <w:r w:rsidRPr="003D2FAA">
        <w:t>ordinaire</w:t>
      </w:r>
      <w:r w:rsidR="00DE313F">
        <w:t xml:space="preserve"> – </w:t>
      </w:r>
      <w:r w:rsidRPr="003D2FAA">
        <w:t>mais cette fois-là le papa manquait</w:t>
      </w:r>
      <w:r w:rsidR="00DE313F">
        <w:t xml:space="preserve"> – </w:t>
      </w:r>
      <w:r w:rsidRPr="003D2FAA">
        <w:t>où la petite famille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était en train de souper</w:t>
      </w:r>
      <w:r w:rsidR="00DE313F">
        <w:t xml:space="preserve">, </w:t>
      </w:r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vit entrer la petite vieille</w:t>
      </w:r>
      <w:r w:rsidR="00DE313F">
        <w:t xml:space="preserve">, </w:t>
      </w:r>
      <w:r w:rsidRPr="003D2FAA">
        <w:t>sa propriétaire</w:t>
      </w:r>
      <w:r w:rsidR="00DE313F">
        <w:t xml:space="preserve"> – </w:t>
      </w:r>
      <w:r w:rsidRPr="003D2FAA">
        <w:t>et sa fille</w:t>
      </w:r>
      <w:r w:rsidR="00DE313F">
        <w:t xml:space="preserve"> – </w:t>
      </w:r>
      <w:r w:rsidRPr="003D2FAA">
        <w:t>qui furent accueillies comme des amies de vieille date</w:t>
      </w:r>
      <w:r w:rsidR="00DE313F">
        <w:t>.</w:t>
      </w:r>
    </w:p>
    <w:p w14:paraId="7866C2C3" w14:textId="77777777" w:rsidR="00DE313F" w:rsidRDefault="0074134D" w:rsidP="0074134D">
      <w:r w:rsidRPr="003D2FAA">
        <w:t>Et</w:t>
      </w:r>
      <w:r w:rsidR="00DE313F">
        <w:t xml:space="preserve">, </w:t>
      </w:r>
      <w:r w:rsidRPr="003D2FAA">
        <w:t>à un certain moment</w:t>
      </w:r>
      <w:r w:rsidR="00DE313F">
        <w:t xml:space="preserve">, </w:t>
      </w:r>
      <w:r w:rsidRPr="003D2FAA">
        <w:t>il se retira d</w:t>
      </w:r>
      <w:r w:rsidR="00DE313F">
        <w:t>’</w:t>
      </w:r>
      <w:r w:rsidRPr="003D2FAA">
        <w:t>un bond de la f</w:t>
      </w:r>
      <w:r w:rsidRPr="003D2FAA">
        <w:t>e</w:t>
      </w:r>
      <w:r w:rsidRPr="003D2FAA">
        <w:t>nêtre</w:t>
      </w:r>
      <w:r w:rsidR="00DE313F">
        <w:t xml:space="preserve">, </w:t>
      </w:r>
      <w:r w:rsidRPr="003D2FAA">
        <w:t>troublé</w:t>
      </w:r>
      <w:r w:rsidR="00DE313F">
        <w:t xml:space="preserve">, </w:t>
      </w:r>
      <w:r w:rsidRPr="003D2FAA">
        <w:t>anxieux</w:t>
      </w:r>
      <w:r w:rsidR="00DE313F">
        <w:t> !…</w:t>
      </w:r>
    </w:p>
    <w:p w14:paraId="622AFA16" w14:textId="77777777" w:rsidR="00DE313F" w:rsidRDefault="0074134D" w:rsidP="0074134D">
      <w:r w:rsidRPr="003D2FAA">
        <w:t>La petite maman et les trois petits avaient levé les yeux pour regarder tous ensemble vers sa fenêtre</w:t>
      </w:r>
      <w:r w:rsidR="00DE313F">
        <w:t xml:space="preserve">. </w:t>
      </w:r>
      <w:r w:rsidRPr="003D2FAA">
        <w:t>Ces deux femmes s</w:t>
      </w:r>
      <w:r w:rsidR="00DE313F">
        <w:t>’</w:t>
      </w:r>
      <w:r w:rsidRPr="003D2FAA">
        <w:t>étaient mises</w:t>
      </w:r>
      <w:r w:rsidR="00DE313F">
        <w:t xml:space="preserve">, </w:t>
      </w:r>
      <w:r w:rsidRPr="003D2FAA">
        <w:t>sans doute</w:t>
      </w:r>
      <w:r w:rsidR="00DE313F">
        <w:t xml:space="preserve">, </w:t>
      </w:r>
      <w:r w:rsidRPr="003D2FAA">
        <w:t>à parler de lui</w:t>
      </w:r>
      <w:r w:rsidR="00DE313F">
        <w:t xml:space="preserve">… </w:t>
      </w:r>
      <w:r w:rsidRPr="003D2FAA">
        <w:t>Et maintenant</w:t>
      </w:r>
      <w:r w:rsidR="00DE313F">
        <w:t xml:space="preserve">, </w:t>
      </w:r>
      <w:r w:rsidRPr="003D2FAA">
        <w:t>peut-être</w:t>
      </w:r>
      <w:r w:rsidR="00DE313F">
        <w:t xml:space="preserve">, </w:t>
      </w:r>
      <w:r w:rsidRPr="003D2FAA">
        <w:t>tout était-il fini</w:t>
      </w:r>
      <w:r w:rsidR="00DE313F">
        <w:t xml:space="preserve"> ? </w:t>
      </w:r>
      <w:r w:rsidRPr="003D2FAA">
        <w:t>Le soir suivant</w:t>
      </w:r>
      <w:r w:rsidR="00DE313F">
        <w:t xml:space="preserve">, </w:t>
      </w:r>
      <w:r w:rsidRPr="003D2FAA">
        <w:t>sachant que</w:t>
      </w:r>
      <w:r w:rsidR="00DE313F">
        <w:t xml:space="preserve">, </w:t>
      </w:r>
      <w:r w:rsidRPr="003D2FAA">
        <w:t>dans la petite chambre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il demeurait caché</w:t>
      </w:r>
      <w:r w:rsidR="00DE313F">
        <w:t xml:space="preserve">, </w:t>
      </w:r>
      <w:r w:rsidRPr="003D2FAA">
        <w:t>la petite maman ou son mari fermerait les volets</w:t>
      </w:r>
      <w:r w:rsidR="00DE313F">
        <w:t xml:space="preserve"> ; </w:t>
      </w:r>
      <w:r w:rsidRPr="003D2FAA">
        <w:t>et ainsi</w:t>
      </w:r>
      <w:r w:rsidR="00DE313F">
        <w:t xml:space="preserve">, </w:t>
      </w:r>
      <w:r w:rsidRPr="003D2FAA">
        <w:t>jamais plus ne lui viendrait cette lumière dont il vivait</w:t>
      </w:r>
      <w:r w:rsidR="00DE313F">
        <w:t xml:space="preserve">, </w:t>
      </w:r>
      <w:r w:rsidRPr="003D2FAA">
        <w:t>cette lumière qui était sa joie innocente</w:t>
      </w:r>
      <w:r w:rsidR="00DE313F">
        <w:t xml:space="preserve">, </w:t>
      </w:r>
      <w:r w:rsidRPr="003D2FAA">
        <w:t>son réconfort</w:t>
      </w:r>
      <w:r w:rsidR="00DE313F">
        <w:t> !…</w:t>
      </w:r>
    </w:p>
    <w:p w14:paraId="2B960402" w14:textId="77777777" w:rsidR="00DE313F" w:rsidRDefault="0074134D" w:rsidP="0074134D">
      <w:r w:rsidRPr="003D2FAA">
        <w:t>Mais il n</w:t>
      </w:r>
      <w:r w:rsidR="00DE313F">
        <w:t>’</w:t>
      </w:r>
      <w:r w:rsidRPr="003D2FAA">
        <w:t>en fut pas ainsi</w:t>
      </w:r>
      <w:r w:rsidR="00DE313F">
        <w:t xml:space="preserve"> ; </w:t>
      </w:r>
      <w:r w:rsidRPr="003D2FAA">
        <w:t>et même</w:t>
      </w:r>
      <w:r w:rsidR="00DE313F">
        <w:t xml:space="preserve">, </w:t>
      </w:r>
      <w:r w:rsidRPr="003D2FAA">
        <w:t>ce lendemain-là</w:t>
      </w:r>
      <w:r w:rsidR="00DE313F">
        <w:t xml:space="preserve">, </w:t>
      </w:r>
      <w:r w:rsidRPr="003D2FAA">
        <w:t>lor</w:t>
      </w:r>
      <w:r w:rsidRPr="003D2FAA">
        <w:t>s</w:t>
      </w:r>
      <w:r w:rsidRPr="003D2FAA">
        <w:t>que la lumière d</w:t>
      </w:r>
      <w:r w:rsidR="00DE313F">
        <w:t>’</w:t>
      </w:r>
      <w:r w:rsidRPr="003D2FAA">
        <w:t>en face se fut éteinte</w:t>
      </w:r>
      <w:r w:rsidR="00DE313F">
        <w:t xml:space="preserve">, </w:t>
      </w:r>
      <w:r w:rsidRPr="003D2FAA">
        <w:t>et que lui</w:t>
      </w:r>
      <w:r w:rsidR="00DE313F">
        <w:t xml:space="preserve">, </w:t>
      </w:r>
      <w:r w:rsidRPr="003D2FAA">
        <w:t xml:space="preserve">plongé </w:t>
      </w:r>
      <w:r w:rsidRPr="003D2FAA">
        <w:lastRenderedPageBreak/>
        <w:t>dans les ténèbres</w:t>
      </w:r>
      <w:r w:rsidR="00DE313F">
        <w:t xml:space="preserve">, </w:t>
      </w:r>
      <w:r w:rsidRPr="003D2FAA">
        <w:t>eut attendu que la petite famille fût allée au lit pour ouvrir précautionneusement les impostes afin de respirer un peu d</w:t>
      </w:r>
      <w:r w:rsidR="00DE313F">
        <w:t>’</w:t>
      </w:r>
      <w:r w:rsidRPr="003D2FAA">
        <w:t>air</w:t>
      </w:r>
      <w:r w:rsidR="00DE313F">
        <w:t xml:space="preserve">, </w:t>
      </w:r>
      <w:r w:rsidRPr="003D2FAA">
        <w:t>il vit</w:t>
      </w:r>
      <w:r w:rsidR="00DE313F">
        <w:t xml:space="preserve">, </w:t>
      </w:r>
      <w:r w:rsidRPr="003D2FAA">
        <w:t>ouverte aussi</w:t>
      </w:r>
      <w:r w:rsidR="00DE313F">
        <w:t xml:space="preserve">, </w:t>
      </w:r>
      <w:r w:rsidRPr="003D2FAA">
        <w:t>la fenêtre de la maison d</w:t>
      </w:r>
      <w:r w:rsidR="00DE313F">
        <w:t>’</w:t>
      </w:r>
      <w:r w:rsidRPr="003D2FAA">
        <w:t>en face</w:t>
      </w:r>
      <w:r w:rsidR="00DE313F">
        <w:t xml:space="preserve">. </w:t>
      </w:r>
      <w:r w:rsidRPr="003D2FAA">
        <w:t>Et il aperçut peu après</w:t>
      </w:r>
      <w:r w:rsidR="00DE313F">
        <w:t xml:space="preserve"> – </w:t>
      </w:r>
      <w:r w:rsidRPr="003D2FAA">
        <w:t>il en eut une frayeur qui alla presque jusqu</w:t>
      </w:r>
      <w:r w:rsidR="00DE313F">
        <w:t>’</w:t>
      </w:r>
      <w:r w:rsidRPr="003D2FAA">
        <w:t>à l</w:t>
      </w:r>
      <w:r w:rsidR="00DE313F">
        <w:t>’</w:t>
      </w:r>
      <w:r w:rsidRPr="003D2FAA">
        <w:t>épouvante</w:t>
      </w:r>
      <w:r w:rsidR="00DE313F">
        <w:t xml:space="preserve"> ! – </w:t>
      </w:r>
      <w:r w:rsidRPr="003D2FAA">
        <w:t>il aperçut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la jeune femme dont la curiosité avait été probablement éveillée par ce que lui avaient dit les Nini</w:t>
      </w:r>
      <w:r w:rsidR="00DE313F">
        <w:t xml:space="preserve">, </w:t>
      </w:r>
      <w:r w:rsidRPr="003D2FAA">
        <w:t>mère et fille</w:t>
      </w:r>
      <w:r w:rsidR="00DE313F">
        <w:t>.</w:t>
      </w:r>
    </w:p>
    <w:p w14:paraId="547C0A30" w14:textId="77777777" w:rsidR="00DE313F" w:rsidRDefault="0074134D" w:rsidP="0074134D">
      <w:r w:rsidRPr="003D2FAA">
        <w:t>Les deux maisons très hautes ouvraient si près l</w:t>
      </w:r>
      <w:r w:rsidR="00DE313F">
        <w:t>’</w:t>
      </w:r>
      <w:r w:rsidRPr="003D2FAA">
        <w:t>une de l</w:t>
      </w:r>
      <w:r w:rsidR="00DE313F">
        <w:t>’</w:t>
      </w:r>
      <w:r w:rsidRPr="003D2FAA">
        <w:t>autre les yeux de leurs fenêtres qu</w:t>
      </w:r>
      <w:r w:rsidR="00DE313F">
        <w:t>’</w:t>
      </w:r>
      <w:r w:rsidRPr="003D2FAA">
        <w:t>elles ne laissaient voir ni en haut la bande claire du ciel</w:t>
      </w:r>
      <w:r w:rsidR="00DE313F">
        <w:t xml:space="preserve">, </w:t>
      </w:r>
      <w:r w:rsidRPr="003D2FAA">
        <w:t>ni en bas la bande noire de la terre fermée à l</w:t>
      </w:r>
      <w:r w:rsidR="00DE313F">
        <w:t>’</w:t>
      </w:r>
      <w:r w:rsidRPr="003D2FAA">
        <w:t>entrée par une grille</w:t>
      </w:r>
      <w:r w:rsidR="00DE313F">
        <w:t xml:space="preserve">, </w:t>
      </w:r>
      <w:r w:rsidRPr="003D2FAA">
        <w:t>et que jamais elles ne laissaient passer ni un rayon de lune</w:t>
      </w:r>
      <w:r w:rsidR="00DE313F">
        <w:t xml:space="preserve">, </w:t>
      </w:r>
      <w:r w:rsidRPr="003D2FAA">
        <w:t>ni un rayon de soleil</w:t>
      </w:r>
      <w:r w:rsidR="00DE313F">
        <w:t>.</w:t>
      </w:r>
    </w:p>
    <w:p w14:paraId="4C1A53B2" w14:textId="77777777" w:rsidR="00DE313F" w:rsidRDefault="0074134D" w:rsidP="0074134D">
      <w:r w:rsidRPr="003D2FAA">
        <w:t>Elle ne s</w:t>
      </w:r>
      <w:r w:rsidR="00DE313F">
        <w:t>’</w:t>
      </w:r>
      <w:r w:rsidRPr="003D2FAA">
        <w:t>était donc mise là que pour lui et parce qu</w:t>
      </w:r>
      <w:r w:rsidR="00DE313F">
        <w:t>’</w:t>
      </w:r>
      <w:r w:rsidRPr="003D2FAA">
        <w:t>elle avait vu que lui aussi s</w:t>
      </w:r>
      <w:r w:rsidR="00DE313F">
        <w:t>’</w:t>
      </w:r>
      <w:r w:rsidRPr="003D2FAA">
        <w:t>était approché de sa propre fenêtre sombre</w:t>
      </w:r>
      <w:r w:rsidR="00DE313F">
        <w:t>.</w:t>
      </w:r>
    </w:p>
    <w:p w14:paraId="71E4EFF5" w14:textId="77777777" w:rsidR="00DE313F" w:rsidRDefault="0074134D" w:rsidP="0074134D">
      <w:r w:rsidRPr="003D2FAA">
        <w:t>Dans l</w:t>
      </w:r>
      <w:r w:rsidR="00DE313F">
        <w:t>’</w:t>
      </w:r>
      <w:r w:rsidRPr="003D2FAA">
        <w:t>obscurité</w:t>
      </w:r>
      <w:r w:rsidR="00DE313F">
        <w:t xml:space="preserve">, </w:t>
      </w:r>
      <w:r w:rsidRPr="003D2FAA">
        <w:t>ils pouvaient s</w:t>
      </w:r>
      <w:r w:rsidR="00DE313F">
        <w:t>’</w:t>
      </w:r>
      <w:r w:rsidRPr="003D2FAA">
        <w:t>apercevoir à peine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déjà</w:t>
      </w:r>
      <w:r w:rsidR="00DE313F">
        <w:t xml:space="preserve">, </w:t>
      </w:r>
      <w:r w:rsidRPr="003D2FAA">
        <w:t>la savait belle</w:t>
      </w:r>
      <w:r w:rsidR="00DE313F">
        <w:t xml:space="preserve"> ; </w:t>
      </w:r>
      <w:r w:rsidRPr="003D2FAA">
        <w:t>il connaissait toute la grâce de ses mouvements</w:t>
      </w:r>
      <w:r w:rsidR="00DE313F">
        <w:t xml:space="preserve">, </w:t>
      </w:r>
      <w:r w:rsidRPr="003D2FAA">
        <w:t>toutes les vibrations de ses yeux noirs</w:t>
      </w:r>
      <w:r w:rsidR="00DE313F">
        <w:t xml:space="preserve">, </w:t>
      </w:r>
      <w:r w:rsidRPr="003D2FAA">
        <w:t>tous les sourires de ses lèvres rouges</w:t>
      </w:r>
      <w:r w:rsidR="00DE313F">
        <w:t>.</w:t>
      </w:r>
    </w:p>
    <w:p w14:paraId="1D619D85" w14:textId="77777777" w:rsidR="00DE313F" w:rsidRDefault="0074134D" w:rsidP="0074134D">
      <w:r w:rsidRPr="003D2FAA">
        <w:t>Et cependant il éprouva plutôt à la voir là un sentiment de souffrance</w:t>
      </w:r>
      <w:r w:rsidR="00DE313F">
        <w:t xml:space="preserve"> : </w:t>
      </w:r>
      <w:r w:rsidRPr="003D2FAA">
        <w:t>la surprise le bouleversait</w:t>
      </w:r>
      <w:r w:rsidR="00DE313F">
        <w:t xml:space="preserve">, </w:t>
      </w:r>
      <w:r w:rsidRPr="003D2FAA">
        <w:t>lui coupait la respiration dans un frémissement d</w:t>
      </w:r>
      <w:r w:rsidR="00DE313F">
        <w:t>’</w:t>
      </w:r>
      <w:r w:rsidRPr="003D2FAA">
        <w:t>inquiétude presque insoutenable</w:t>
      </w:r>
      <w:r w:rsidR="00DE313F">
        <w:t xml:space="preserve">. </w:t>
      </w:r>
      <w:r w:rsidRPr="003D2FAA">
        <w:t xml:space="preserve">Il dut </w:t>
      </w:r>
      <w:proofErr w:type="gramStart"/>
      <w:r w:rsidRPr="003D2FAA">
        <w:t>faire</w:t>
      </w:r>
      <w:proofErr w:type="gramEnd"/>
      <w:r w:rsidRPr="003D2FAA">
        <w:t xml:space="preserve"> un effort violent sur lui-même pour ne pas se retirer</w:t>
      </w:r>
      <w:r w:rsidR="00DE313F">
        <w:t xml:space="preserve">, </w:t>
      </w:r>
      <w:r w:rsidRPr="003D2FAA">
        <w:t>pour attendre qu</w:t>
      </w:r>
      <w:r w:rsidR="00DE313F">
        <w:t>’</w:t>
      </w:r>
      <w:r w:rsidRPr="003D2FAA">
        <w:t>elle s</w:t>
      </w:r>
      <w:r w:rsidR="00DE313F">
        <w:t>’</w:t>
      </w:r>
      <w:r w:rsidRPr="003D2FAA">
        <w:t>en aille la première</w:t>
      </w:r>
      <w:r w:rsidR="00DE313F">
        <w:t>.</w:t>
      </w:r>
    </w:p>
    <w:p w14:paraId="173ED3F8" w14:textId="77777777" w:rsidR="00DE313F" w:rsidRDefault="0074134D" w:rsidP="0074134D">
      <w:r w:rsidRPr="003D2FAA">
        <w:t>Ce songe de paix et d</w:t>
      </w:r>
      <w:r w:rsidR="00DE313F">
        <w:t>’</w:t>
      </w:r>
      <w:r w:rsidRPr="003D2FAA">
        <w:t>amour</w:t>
      </w:r>
      <w:r w:rsidR="00DE313F">
        <w:t xml:space="preserve">, </w:t>
      </w:r>
      <w:r w:rsidRPr="003D2FAA">
        <w:t>ce songe d</w:t>
      </w:r>
      <w:r w:rsidR="00DE313F">
        <w:t>’</w:t>
      </w:r>
      <w:r w:rsidRPr="003D2FAA">
        <w:t>intimité douce et chère dont il avait imaginé que cette famille jouissait</w:t>
      </w:r>
      <w:r w:rsidR="00DE313F">
        <w:t xml:space="preserve">, </w:t>
      </w:r>
      <w:r w:rsidRPr="003D2FAA">
        <w:t>dont</w:t>
      </w:r>
      <w:r w:rsidR="00DE313F">
        <w:t xml:space="preserve">, </w:t>
      </w:r>
      <w:r w:rsidRPr="003D2FAA">
        <w:t>par reflet</w:t>
      </w:r>
      <w:r w:rsidR="00DE313F">
        <w:t xml:space="preserve">, </w:t>
      </w:r>
      <w:r w:rsidRPr="003D2FAA">
        <w:t>il avait joui lui-même</w:t>
      </w:r>
      <w:r w:rsidR="00DE313F">
        <w:t xml:space="preserve">, </w:t>
      </w:r>
      <w:r w:rsidRPr="003D2FAA">
        <w:t>croulait si cette femme</w:t>
      </w:r>
      <w:r w:rsidR="00DE313F">
        <w:t xml:space="preserve">, </w:t>
      </w:r>
      <w:r w:rsidRPr="003D2FAA">
        <w:t>à la dér</w:t>
      </w:r>
      <w:r w:rsidRPr="003D2FAA">
        <w:t>o</w:t>
      </w:r>
      <w:r w:rsidRPr="003D2FAA">
        <w:t>bée</w:t>
      </w:r>
      <w:r w:rsidR="00DE313F">
        <w:t xml:space="preserve">, </w:t>
      </w:r>
      <w:r w:rsidRPr="003D2FAA">
        <w:t>et dans la nuit</w:t>
      </w:r>
      <w:r w:rsidR="00DE313F">
        <w:t xml:space="preserve">, </w:t>
      </w:r>
      <w:r w:rsidRPr="003D2FAA">
        <w:t>venait à la fenêtre pour un étranger</w:t>
      </w:r>
      <w:r w:rsidR="00DE313F">
        <w:t xml:space="preserve"> !… </w:t>
      </w:r>
      <w:r w:rsidRPr="003D2FAA">
        <w:t>Mais</w:t>
      </w:r>
      <w:r w:rsidR="00DE313F">
        <w:t xml:space="preserve">, </w:t>
      </w:r>
      <w:r w:rsidRPr="003D2FAA">
        <w:t>cet étranger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était-ce pas lui-même</w:t>
      </w:r>
      <w:r w:rsidR="00DE313F">
        <w:t> ?</w:t>
      </w:r>
    </w:p>
    <w:p w14:paraId="50CB435A" w14:textId="44E4C3F8" w:rsidR="0074134D" w:rsidRPr="003D2FAA" w:rsidRDefault="0074134D" w:rsidP="0074134D">
      <w:r w:rsidRPr="003D2FAA">
        <w:lastRenderedPageBreak/>
        <w:t>Et</w:t>
      </w:r>
      <w:r w:rsidR="00DE313F">
        <w:t xml:space="preserve">, </w:t>
      </w:r>
      <w:r w:rsidRPr="003D2FAA">
        <w:t>avant de se retirer</w:t>
      </w:r>
      <w:r w:rsidR="00DE313F">
        <w:t xml:space="preserve">, </w:t>
      </w:r>
      <w:r w:rsidRPr="003D2FAA">
        <w:t>avant de refermer la fenêtre</w:t>
      </w:r>
      <w:r w:rsidR="00DE313F">
        <w:t xml:space="preserve">, </w:t>
      </w:r>
      <w:r w:rsidRPr="003D2FAA">
        <w:t>elle lui murmura</w:t>
      </w:r>
      <w:r w:rsidR="00DE313F">
        <w:t> : « </w:t>
      </w:r>
      <w:r w:rsidRPr="003D2FAA">
        <w:t>Bonsoir</w:t>
      </w:r>
      <w:r w:rsidR="00DE313F">
        <w:t> ! »</w:t>
      </w:r>
    </w:p>
    <w:p w14:paraId="718D6DB1" w14:textId="77777777" w:rsidR="00DE313F" w:rsidRDefault="0074134D" w:rsidP="0074134D">
      <w:r w:rsidRPr="003D2FAA">
        <w:t>Quelles folies chimériques avaient donc dit de lui les deux femmes qui l</w:t>
      </w:r>
      <w:r w:rsidR="00DE313F">
        <w:t>’</w:t>
      </w:r>
      <w:r w:rsidRPr="003D2FAA">
        <w:t>hospitalisaient</w:t>
      </w:r>
      <w:r w:rsidR="00DE313F">
        <w:t xml:space="preserve">, </w:t>
      </w:r>
      <w:r w:rsidRPr="003D2FAA">
        <w:t>pour avoir suscité</w:t>
      </w:r>
      <w:r w:rsidR="00DE313F">
        <w:t xml:space="preserve">, </w:t>
      </w:r>
      <w:r w:rsidRPr="003D2FAA">
        <w:t>allumé ainsi la curiosité de cette femme</w:t>
      </w:r>
      <w:r w:rsidR="00DE313F">
        <w:t xml:space="preserve"> ? </w:t>
      </w:r>
      <w:r w:rsidRPr="003D2FAA">
        <w:t>Quelle étrange</w:t>
      </w:r>
      <w:r w:rsidR="00DE313F">
        <w:t xml:space="preserve">, </w:t>
      </w:r>
      <w:r w:rsidRPr="003D2FAA">
        <w:t>quelle puissante a</w:t>
      </w:r>
      <w:r w:rsidRPr="003D2FAA">
        <w:t>t</w:t>
      </w:r>
      <w:r w:rsidRPr="003D2FAA">
        <w:t>traction avait opéré sur elle le mystère de sa vie claustrale</w:t>
      </w:r>
      <w:r w:rsidR="00DE313F">
        <w:t xml:space="preserve">, </w:t>
      </w:r>
      <w:r w:rsidRPr="003D2FAA">
        <w:t>si la première fois qu</w:t>
      </w:r>
      <w:r w:rsidR="00DE313F">
        <w:t>’</w:t>
      </w:r>
      <w:r w:rsidRPr="003D2FAA">
        <w:t>on la lui avait dépeinte</w:t>
      </w:r>
      <w:r w:rsidR="00DE313F">
        <w:t xml:space="preserve">, </w:t>
      </w:r>
      <w:r w:rsidRPr="003D2FAA">
        <w:t xml:space="preserve">laissant là ses </w:t>
      </w:r>
      <w:proofErr w:type="spellStart"/>
      <w:r w:rsidRPr="003D2FAA">
        <w:t>petits enfants</w:t>
      </w:r>
      <w:proofErr w:type="spellEnd"/>
      <w:r w:rsidR="00DE313F">
        <w:t xml:space="preserve">, </w:t>
      </w:r>
      <w:r w:rsidRPr="003D2FAA">
        <w:t>elle était venue à lui pour lui tenir un peu compagnie</w:t>
      </w:r>
      <w:r w:rsidR="00DE313F">
        <w:t> ?</w:t>
      </w:r>
    </w:p>
    <w:p w14:paraId="39ACF794" w14:textId="77777777" w:rsidR="00DE313F" w:rsidRDefault="0074134D" w:rsidP="0074134D">
      <w:r w:rsidRPr="003D2FAA">
        <w:t>Oui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 en face de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bien qu</w:t>
      </w:r>
      <w:r w:rsidR="00DE313F">
        <w:t>’</w:t>
      </w:r>
      <w:r w:rsidRPr="003D2FAA">
        <w:t>ils eussent tous deux évité de se regarder et qu</w:t>
      </w:r>
      <w:r w:rsidR="00DE313F">
        <w:t>’</w:t>
      </w:r>
      <w:r w:rsidRPr="003D2FAA">
        <w:t>ils eussent feint</w:t>
      </w:r>
      <w:r w:rsidR="00DE313F">
        <w:t xml:space="preserve">, </w:t>
      </w:r>
      <w:r w:rsidRPr="003D2FAA">
        <w:t>en face d</w:t>
      </w:r>
      <w:r w:rsidR="00DE313F">
        <w:t>’</w:t>
      </w:r>
      <w:r w:rsidRPr="003D2FAA">
        <w:t>eux-mêmes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être à la fenêtre sans aucune intention</w:t>
      </w:r>
      <w:r w:rsidR="00DE313F">
        <w:t xml:space="preserve">, </w:t>
      </w:r>
      <w:r w:rsidRPr="003D2FAA">
        <w:t>tous les deux</w:t>
      </w:r>
      <w:r w:rsidR="00DE313F">
        <w:t xml:space="preserve"> – </w:t>
      </w:r>
      <w:r w:rsidRPr="003D2FAA">
        <w:t>tous les deux</w:t>
      </w:r>
      <w:r w:rsidR="00DE313F">
        <w:t xml:space="preserve"> – </w:t>
      </w:r>
      <w:r w:rsidRPr="003D2FAA">
        <w:t>il en était certain</w:t>
      </w:r>
      <w:r w:rsidR="00DE313F">
        <w:t xml:space="preserve"> ! </w:t>
      </w:r>
      <w:r w:rsidRPr="003D2FAA">
        <w:t>avaient vibré du même frisson myst</w:t>
      </w:r>
      <w:r w:rsidRPr="003D2FAA">
        <w:t>é</w:t>
      </w:r>
      <w:r w:rsidRPr="003D2FAA">
        <w:t>rieux d</w:t>
      </w:r>
      <w:r w:rsidR="00DE313F">
        <w:t>’</w:t>
      </w:r>
      <w:r w:rsidRPr="003D2FAA">
        <w:t>attente</w:t>
      </w:r>
      <w:r w:rsidR="00DE313F">
        <w:t xml:space="preserve">, </w:t>
      </w:r>
      <w:r w:rsidRPr="003D2FAA">
        <w:t>épouvantés de la fascination qui</w:t>
      </w:r>
      <w:r w:rsidR="00DE313F">
        <w:t xml:space="preserve">, </w:t>
      </w:r>
      <w:r w:rsidRPr="003D2FAA">
        <w:t>tout près</w:t>
      </w:r>
      <w:r w:rsidR="00DE313F">
        <w:t xml:space="preserve">, </w:t>
      </w:r>
      <w:r w:rsidRPr="003D2FAA">
        <w:t>les enveloppait dans les ténèbres</w:t>
      </w:r>
      <w:r w:rsidR="00DE313F">
        <w:t>.</w:t>
      </w:r>
    </w:p>
    <w:p w14:paraId="6CC0351C" w14:textId="77777777" w:rsidR="00DE313F" w:rsidRDefault="0074134D" w:rsidP="0074134D">
      <w:r w:rsidRPr="003D2FAA">
        <w:t>Quand il referma tardivement sa fenêtre</w:t>
      </w:r>
      <w:r w:rsidR="00DE313F">
        <w:t xml:space="preserve">, </w:t>
      </w:r>
      <w:r w:rsidRPr="003D2FAA">
        <w:t>il eut la certitude que le soir suivant</w:t>
      </w:r>
      <w:r w:rsidR="00DE313F">
        <w:t xml:space="preserve">, </w:t>
      </w:r>
      <w:r w:rsidRPr="003D2FAA">
        <w:t>une fois la lumière éteinte</w:t>
      </w:r>
      <w:r w:rsidR="00DE313F">
        <w:t xml:space="preserve">, </w:t>
      </w:r>
      <w:r w:rsidRPr="003D2FAA">
        <w:t>elle se montrerait de nouveau pour lui</w:t>
      </w:r>
      <w:r w:rsidR="00DE313F">
        <w:t xml:space="preserve"> ; </w:t>
      </w:r>
      <w:r w:rsidRPr="003D2FAA">
        <w:t>et il en fut ainsi</w:t>
      </w:r>
      <w:r w:rsidR="00DE313F">
        <w:t>…</w:t>
      </w:r>
    </w:p>
    <w:p w14:paraId="504478E7" w14:textId="77777777" w:rsidR="00DE313F" w:rsidRDefault="0074134D" w:rsidP="0074134D">
      <w:r w:rsidRPr="003D2FAA">
        <w:t>Et</w:t>
      </w:r>
      <w:r w:rsidR="00DE313F">
        <w:t xml:space="preserve">, </w:t>
      </w:r>
      <w:r w:rsidRPr="003D2FAA">
        <w:t>à partir de ce jour</w:t>
      </w:r>
      <w:r w:rsidR="00DE313F">
        <w:t xml:space="preserve">, </w:t>
      </w:r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n</w:t>
      </w:r>
      <w:r w:rsidR="00DE313F">
        <w:t>’</w:t>
      </w:r>
      <w:r w:rsidRPr="003D2FAA">
        <w:t>attendit plus dans sa petite chambre la lumière de la maison d</w:t>
      </w:r>
      <w:r w:rsidR="00DE313F">
        <w:t>’</w:t>
      </w:r>
      <w:r w:rsidRPr="003D2FAA">
        <w:t>en face</w:t>
      </w:r>
      <w:r w:rsidR="00DE313F">
        <w:t xml:space="preserve"> ; </w:t>
      </w:r>
      <w:r w:rsidRPr="003D2FAA">
        <w:t>il attendit i</w:t>
      </w:r>
      <w:r w:rsidRPr="003D2FAA">
        <w:t>m</w:t>
      </w:r>
      <w:r w:rsidRPr="003D2FAA">
        <w:t>patiemment que cette lumière fût éteinte</w:t>
      </w:r>
      <w:r w:rsidR="00DE313F">
        <w:t>.</w:t>
      </w:r>
    </w:p>
    <w:p w14:paraId="23915E73" w14:textId="77777777" w:rsidR="00DE313F" w:rsidRDefault="0074134D" w:rsidP="0074134D">
      <w:r w:rsidRPr="003D2FAA">
        <w:t>La passion d</w:t>
      </w:r>
      <w:r w:rsidR="00DE313F">
        <w:t>’</w:t>
      </w:r>
      <w:r w:rsidRPr="003D2FAA">
        <w:t>amour</w:t>
      </w:r>
      <w:r w:rsidR="00DE313F">
        <w:t xml:space="preserve">, </w:t>
      </w:r>
      <w:r w:rsidRPr="003D2FAA">
        <w:t>jamais éprouvée</w:t>
      </w:r>
      <w:r w:rsidR="00DE313F">
        <w:t xml:space="preserve">, </w:t>
      </w:r>
      <w:r w:rsidRPr="003D2FAA">
        <w:t>embrasa d</w:t>
      </w:r>
      <w:r w:rsidR="00DE313F">
        <w:t>’</w:t>
      </w:r>
      <w:r w:rsidRPr="003D2FAA">
        <w:t>une façon redoutable le cœur de cet homme depuis tant d</w:t>
      </w:r>
      <w:r w:rsidR="00DE313F">
        <w:t>’</w:t>
      </w:r>
      <w:r w:rsidRPr="003D2FAA">
        <w:t>années en marge de la vie</w:t>
      </w:r>
      <w:r w:rsidR="00DE313F">
        <w:t xml:space="preserve">, </w:t>
      </w:r>
      <w:r w:rsidRPr="003D2FAA">
        <w:t>et investit cette femme comme en un tourbillon orageux et la déracina</w:t>
      </w:r>
      <w:r w:rsidR="00DE313F">
        <w:t>.</w:t>
      </w:r>
    </w:p>
    <w:p w14:paraId="4AB0D0FD" w14:textId="77777777" w:rsidR="00DE313F" w:rsidRDefault="0074134D" w:rsidP="0074134D">
      <w:r w:rsidRPr="003D2FAA">
        <w:t xml:space="preserve">Le jour même où </w:t>
      </w:r>
      <w:proofErr w:type="spellStart"/>
      <w:r w:rsidRPr="003D2FAA">
        <w:t>Butti</w:t>
      </w:r>
      <w:proofErr w:type="spellEnd"/>
      <w:r w:rsidRPr="003D2FAA">
        <w:t xml:space="preserve"> quitta la petite chambre des Nini</w:t>
      </w:r>
      <w:r w:rsidR="00DE313F">
        <w:t xml:space="preserve">, </w:t>
      </w:r>
      <w:r w:rsidRPr="003D2FAA">
        <w:t xml:space="preserve">éclata comme une bombe la nouvelle que la </w:t>
      </w:r>
      <w:r w:rsidRPr="003D2FAA">
        <w:rPr>
          <w:i/>
          <w:iCs/>
        </w:rPr>
        <w:t xml:space="preserve">signora </w:t>
      </w:r>
      <w:r w:rsidRPr="003D2FAA">
        <w:t>du tro</w:t>
      </w:r>
      <w:r w:rsidRPr="003D2FAA">
        <w:t>i</w:t>
      </w:r>
      <w:r w:rsidRPr="003D2FAA">
        <w:t>sième étage de la maison d</w:t>
      </w:r>
      <w:r w:rsidR="00DE313F">
        <w:t>’</w:t>
      </w:r>
      <w:r w:rsidRPr="003D2FAA">
        <w:t>en face avait abandonné ses trois e</w:t>
      </w:r>
      <w:r w:rsidRPr="003D2FAA">
        <w:t>n</w:t>
      </w:r>
      <w:r w:rsidRPr="003D2FAA">
        <w:t>fants et son mari</w:t>
      </w:r>
      <w:r w:rsidR="00DE313F">
        <w:t>…</w:t>
      </w:r>
    </w:p>
    <w:p w14:paraId="63E43EF0" w14:textId="77777777" w:rsidR="00DE313F" w:rsidRDefault="0074134D" w:rsidP="0074134D">
      <w:r w:rsidRPr="003D2FAA">
        <w:lastRenderedPageBreak/>
        <w:t xml:space="preserve">La petite chambre qui avait hospitalisé </w:t>
      </w:r>
      <w:proofErr w:type="spellStart"/>
      <w:r w:rsidRPr="003D2FAA">
        <w:t>Butti</w:t>
      </w:r>
      <w:proofErr w:type="spellEnd"/>
      <w:r w:rsidRPr="003D2FAA">
        <w:t xml:space="preserve"> environ quatre mois resta vide</w:t>
      </w:r>
      <w:r w:rsidR="00DE313F">
        <w:t xml:space="preserve"> ; </w:t>
      </w:r>
      <w:r w:rsidRPr="003D2FAA">
        <w:t>la pièce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où la petite famille avait coutume de se réunir chaque soir pour souper</w:t>
      </w:r>
      <w:r w:rsidR="00DE313F">
        <w:t xml:space="preserve">, </w:t>
      </w:r>
      <w:r w:rsidRPr="003D2FAA">
        <w:t>demeura sombre pendant plusieurs semaines</w:t>
      </w:r>
      <w:r w:rsidR="00DE313F">
        <w:t xml:space="preserve"> ; </w:t>
      </w:r>
      <w:r w:rsidRPr="003D2FAA">
        <w:t>puis la lumière fut rall</w:t>
      </w:r>
      <w:r w:rsidRPr="003D2FAA">
        <w:t>u</w:t>
      </w:r>
      <w:r w:rsidRPr="003D2FAA">
        <w:t>mée sur cette triste table près de laquelle le père stupéfié par le malheur regardait les visages consternés des trois enfants qui n</w:t>
      </w:r>
      <w:r w:rsidR="00DE313F">
        <w:t>’</w:t>
      </w:r>
      <w:r w:rsidRPr="003D2FAA">
        <w:t>osaient pas tourner les yeux vers la porte par laquelle la m</w:t>
      </w:r>
      <w:r w:rsidRPr="003D2FAA">
        <w:t>a</w:t>
      </w:r>
      <w:r w:rsidRPr="003D2FAA">
        <w:t>man avait l</w:t>
      </w:r>
      <w:r w:rsidR="00DE313F">
        <w:t>’</w:t>
      </w:r>
      <w:r w:rsidRPr="003D2FAA">
        <w:t>habitude d</w:t>
      </w:r>
      <w:r w:rsidR="00DE313F">
        <w:t>’</w:t>
      </w:r>
      <w:r w:rsidRPr="003D2FAA">
        <w:t>entrer chaque soir</w:t>
      </w:r>
      <w:r w:rsidR="00DE313F">
        <w:t xml:space="preserve">, </w:t>
      </w:r>
      <w:r w:rsidRPr="003D2FAA">
        <w:t>la soupière fumante aux mains</w:t>
      </w:r>
      <w:r w:rsidR="00DE313F">
        <w:t>.</w:t>
      </w:r>
    </w:p>
    <w:p w14:paraId="6F375D47" w14:textId="77777777" w:rsidR="00DE313F" w:rsidRDefault="0074134D" w:rsidP="0074134D">
      <w:r w:rsidRPr="003D2FAA">
        <w:t>Cette lumière</w:t>
      </w:r>
      <w:r w:rsidR="00DE313F">
        <w:t xml:space="preserve">, </w:t>
      </w:r>
      <w:r w:rsidRPr="003D2FAA">
        <w:t>rallumée sur cette triste table</w:t>
      </w:r>
      <w:r w:rsidR="00DE313F">
        <w:t xml:space="preserve">, </w:t>
      </w:r>
      <w:r w:rsidRPr="003D2FAA">
        <w:t>recommença à éclairer suavement la petite chambre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vide déso</w:t>
      </w:r>
      <w:r w:rsidRPr="003D2FAA">
        <w:t>r</w:t>
      </w:r>
      <w:r w:rsidRPr="003D2FAA">
        <w:t>mais</w:t>
      </w:r>
      <w:r w:rsidR="00DE313F">
        <w:t>…</w:t>
      </w:r>
    </w:p>
    <w:p w14:paraId="08E0129D" w14:textId="77777777" w:rsidR="00DE313F" w:rsidRDefault="0074134D" w:rsidP="0074134D">
      <w:r w:rsidRPr="003D2FAA">
        <w:t>S</w:t>
      </w:r>
      <w:r w:rsidR="00DE313F">
        <w:t>’</w:t>
      </w:r>
      <w:r w:rsidRPr="003D2FAA">
        <w:t>en souvinrent-ils</w:t>
      </w:r>
      <w:r w:rsidR="00DE313F">
        <w:t xml:space="preserve">, </w:t>
      </w:r>
      <w:r w:rsidRPr="003D2FAA">
        <w:t xml:space="preserve">Tullio </w:t>
      </w:r>
      <w:proofErr w:type="spellStart"/>
      <w:r w:rsidRPr="003D2FAA">
        <w:t>Butti</w:t>
      </w:r>
      <w:proofErr w:type="spellEnd"/>
      <w:r w:rsidRPr="003D2FAA">
        <w:t xml:space="preserve"> et son amante</w:t>
      </w:r>
      <w:r w:rsidR="00DE313F">
        <w:t xml:space="preserve">, </w:t>
      </w:r>
      <w:r w:rsidRPr="003D2FAA">
        <w:t>après quelques mois de leur cruelle folie</w:t>
      </w:r>
      <w:r w:rsidR="00DE313F">
        <w:t> ?</w:t>
      </w:r>
    </w:p>
    <w:p w14:paraId="2B09882B" w14:textId="77777777" w:rsidR="00DE313F" w:rsidRDefault="0074134D" w:rsidP="0074134D">
      <w:r w:rsidRPr="003D2FAA">
        <w:t>Un soir</w:t>
      </w:r>
      <w:r w:rsidR="00DE313F">
        <w:t xml:space="preserve">, </w:t>
      </w:r>
      <w:r w:rsidRPr="003D2FAA">
        <w:t>les Nini épouvantées virent apparaître</w:t>
      </w:r>
      <w:r w:rsidR="00DE313F">
        <w:t xml:space="preserve">, </w:t>
      </w:r>
      <w:r w:rsidRPr="003D2FAA">
        <w:t>bouleversé et nerveux</w:t>
      </w:r>
      <w:r w:rsidR="00DE313F">
        <w:t xml:space="preserve">, </w:t>
      </w:r>
      <w:r w:rsidRPr="003D2FAA">
        <w:t>leur étrange locataire</w:t>
      </w:r>
      <w:r w:rsidR="00DE313F">
        <w:t>.</w:t>
      </w:r>
    </w:p>
    <w:p w14:paraId="7A7C7802" w14:textId="1736C3FD" w:rsidR="0074134D" w:rsidRPr="003D2FAA" w:rsidRDefault="0074134D" w:rsidP="0074134D">
      <w:r w:rsidRPr="003D2FAA">
        <w:t>Que voulait-il</w:t>
      </w:r>
      <w:r w:rsidR="00DE313F">
        <w:t> ? « </w:t>
      </w:r>
      <w:r w:rsidRPr="003D2FAA">
        <w:t>La petite chambre</w:t>
      </w:r>
      <w:r w:rsidR="00DE313F">
        <w:t xml:space="preserve">, </w:t>
      </w:r>
      <w:r w:rsidRPr="003D2FAA">
        <w:t>la petite chambre</w:t>
      </w:r>
      <w:r w:rsidR="00DE313F">
        <w:t xml:space="preserve">, </w:t>
      </w:r>
      <w:r w:rsidRPr="003D2FAA">
        <w:t>si elle n</w:t>
      </w:r>
      <w:r w:rsidR="00DE313F">
        <w:t>’</w:t>
      </w:r>
      <w:r w:rsidRPr="003D2FAA">
        <w:t>était pas encore louée</w:t>
      </w:r>
      <w:r w:rsidR="00DE313F">
        <w:t xml:space="preserve"> ? </w:t>
      </w:r>
      <w:r w:rsidRPr="003D2FAA">
        <w:t>Non pour lui</w:t>
      </w:r>
      <w:r w:rsidR="00DE313F">
        <w:t xml:space="preserve">, </w:t>
      </w:r>
      <w:r w:rsidRPr="003D2FAA">
        <w:t>non pour y deme</w:t>
      </w:r>
      <w:r w:rsidRPr="003D2FAA">
        <w:t>u</w:t>
      </w:r>
      <w:r w:rsidRPr="003D2FAA">
        <w:t>rer</w:t>
      </w:r>
      <w:r w:rsidR="00DE313F">
        <w:t xml:space="preserve">, </w:t>
      </w:r>
      <w:r w:rsidRPr="003D2FAA">
        <w:t>mais pour y venir une heure seulement</w:t>
      </w:r>
      <w:r w:rsidR="00DE313F">
        <w:t xml:space="preserve">, </w:t>
      </w:r>
      <w:r w:rsidRPr="003D2FAA">
        <w:t>un moment seul</w:t>
      </w:r>
      <w:r w:rsidRPr="003D2FAA">
        <w:t>e</w:t>
      </w:r>
      <w:r w:rsidRPr="003D2FAA">
        <w:t>ment chaque soir en cachette</w:t>
      </w:r>
      <w:r w:rsidR="00DE313F">
        <w:t xml:space="preserve">. </w:t>
      </w:r>
      <w:r w:rsidRPr="003D2FAA">
        <w:t>Ah</w:t>
      </w:r>
      <w:r w:rsidR="00DE313F">
        <w:t xml:space="preserve"> ! </w:t>
      </w:r>
      <w:r w:rsidRPr="003D2FAA">
        <w:t>qu</w:t>
      </w:r>
      <w:r w:rsidR="00DE313F">
        <w:t>’</w:t>
      </w:r>
      <w:r w:rsidRPr="003D2FAA">
        <w:t>elles prennent en pitié cette pauvre mère qui</w:t>
      </w:r>
      <w:r w:rsidR="00DE313F">
        <w:t xml:space="preserve">, </w:t>
      </w:r>
      <w:r w:rsidRPr="003D2FAA">
        <w:t>de loin</w:t>
      </w:r>
      <w:r w:rsidR="00DE313F">
        <w:t xml:space="preserve">, </w:t>
      </w:r>
      <w:r w:rsidRPr="003D2FAA">
        <w:t>sans être vue</w:t>
      </w:r>
      <w:r w:rsidR="00DE313F">
        <w:t xml:space="preserve">, </w:t>
      </w:r>
      <w:r w:rsidRPr="003D2FAA">
        <w:t>voulait revoir ses enfants</w:t>
      </w:r>
      <w:r w:rsidR="00DE313F">
        <w:t xml:space="preserve">. </w:t>
      </w:r>
      <w:r w:rsidRPr="003D2FAA">
        <w:t>Ils useraient de toutes les précautions</w:t>
      </w:r>
      <w:r w:rsidR="00DE313F">
        <w:t xml:space="preserve">, </w:t>
      </w:r>
      <w:r w:rsidRPr="003D2FAA">
        <w:t>ils se travest</w:t>
      </w:r>
      <w:r w:rsidRPr="003D2FAA">
        <w:t>i</w:t>
      </w:r>
      <w:r w:rsidRPr="003D2FAA">
        <w:t>raient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le fallait</w:t>
      </w:r>
      <w:r w:rsidR="00DE313F">
        <w:t xml:space="preserve"> ; </w:t>
      </w:r>
      <w:r w:rsidRPr="003D2FAA">
        <w:t>ils choisiraient le moment où il n</w:t>
      </w:r>
      <w:r w:rsidR="00DE313F">
        <w:t>’</w:t>
      </w:r>
      <w:r w:rsidRPr="003D2FAA">
        <w:t>y a personne dans l</w:t>
      </w:r>
      <w:r w:rsidR="00DE313F">
        <w:t>’</w:t>
      </w:r>
      <w:r w:rsidRPr="003D2FAA">
        <w:t>escalier</w:t>
      </w:r>
      <w:r w:rsidR="00DE313F">
        <w:t xml:space="preserve"> ! </w:t>
      </w:r>
      <w:r w:rsidRPr="003D2FAA">
        <w:t>Il payerait le double</w:t>
      </w:r>
      <w:r w:rsidR="00DE313F">
        <w:t xml:space="preserve">, </w:t>
      </w:r>
      <w:r w:rsidRPr="003D2FAA">
        <w:t>le triple de la loc</w:t>
      </w:r>
      <w:r w:rsidRPr="003D2FAA">
        <w:t>a</w:t>
      </w:r>
      <w:r w:rsidRPr="003D2FAA">
        <w:t>tion ordinaire pour un seul moment</w:t>
      </w:r>
      <w:r w:rsidR="00DE313F">
        <w:t>… »</w:t>
      </w:r>
    </w:p>
    <w:p w14:paraId="18A838BE" w14:textId="77777777" w:rsidR="00DE313F" w:rsidRDefault="0074134D" w:rsidP="0074134D">
      <w:r w:rsidRPr="003D2FAA">
        <w:t>Non</w:t>
      </w:r>
      <w:r w:rsidR="00DE313F">
        <w:t xml:space="preserve">. </w:t>
      </w:r>
      <w:r w:rsidRPr="003D2FAA">
        <w:t>Les Nini ne voulurent pas consentir</w:t>
      </w:r>
      <w:r w:rsidR="00DE313F">
        <w:t xml:space="preserve">… </w:t>
      </w:r>
      <w:r w:rsidRPr="003D2FAA">
        <w:t>Seulement</w:t>
      </w:r>
      <w:r w:rsidR="00DE313F">
        <w:t xml:space="preserve">, </w:t>
      </w:r>
      <w:r w:rsidRPr="003D2FAA">
        <w:t>tant que la petite chambre resterait non louée</w:t>
      </w:r>
      <w:r w:rsidR="00DE313F">
        <w:t xml:space="preserve">, </w:t>
      </w:r>
      <w:r w:rsidRPr="003D2FAA">
        <w:t>elles permettraient que</w:t>
      </w:r>
      <w:r w:rsidR="00DE313F">
        <w:t xml:space="preserve">, </w:t>
      </w:r>
      <w:r w:rsidRPr="003D2FAA">
        <w:t>quelques rares fois</w:t>
      </w:r>
      <w:r w:rsidR="00DE313F">
        <w:t xml:space="preserve">… </w:t>
      </w:r>
      <w:r w:rsidRPr="003D2FAA">
        <w:t>Oh</w:t>
      </w:r>
      <w:r w:rsidR="00DE313F">
        <w:t xml:space="preserve"> ! </w:t>
      </w:r>
      <w:r w:rsidRPr="003D2FAA">
        <w:t>mais</w:t>
      </w:r>
      <w:r w:rsidR="00DE313F">
        <w:t xml:space="preserve">, </w:t>
      </w:r>
      <w:r w:rsidRPr="003D2FAA">
        <w:t xml:space="preserve">par </w:t>
      </w:r>
      <w:r w:rsidRPr="003D2FAA">
        <w:lastRenderedPageBreak/>
        <w:t>charité</w:t>
      </w:r>
      <w:r w:rsidR="00DE313F">
        <w:t xml:space="preserve">, </w:t>
      </w:r>
      <w:r w:rsidRPr="003D2FAA">
        <w:t>à condition que personne ne les verrait</w:t>
      </w:r>
      <w:r w:rsidR="00DE313F">
        <w:t xml:space="preserve">… </w:t>
      </w:r>
      <w:r w:rsidRPr="003D2FAA">
        <w:t>quelques rares fois</w:t>
      </w:r>
      <w:r w:rsidR="00DE313F">
        <w:t> !…</w:t>
      </w:r>
    </w:p>
    <w:p w14:paraId="6C9E41EF" w14:textId="77777777" w:rsidR="00DE313F" w:rsidRDefault="0074134D" w:rsidP="0074134D">
      <w:r w:rsidRPr="003D2FAA">
        <w:t>Le soir qui suivit</w:t>
      </w:r>
      <w:r w:rsidR="00DE313F">
        <w:t xml:space="preserve">, </w:t>
      </w:r>
      <w:r w:rsidRPr="003D2FAA">
        <w:t>ils vinrent comme deux larrons</w:t>
      </w:r>
      <w:r w:rsidR="00DE313F">
        <w:t xml:space="preserve"> ; </w:t>
      </w:r>
      <w:r w:rsidRPr="003D2FAA">
        <w:t>ils e</w:t>
      </w:r>
      <w:r w:rsidRPr="003D2FAA">
        <w:t>n</w:t>
      </w:r>
      <w:r w:rsidRPr="003D2FAA">
        <w:t>trèrent presque avec un râle dans les ténèbres de la petite chambre</w:t>
      </w:r>
      <w:r w:rsidR="00DE313F">
        <w:t xml:space="preserve">. </w:t>
      </w:r>
      <w:r w:rsidRPr="003D2FAA">
        <w:t>Ils attendirent qu</w:t>
      </w:r>
      <w:r w:rsidR="00DE313F">
        <w:t>’</w:t>
      </w:r>
      <w:r w:rsidRPr="003D2FAA">
        <w:t>elle s</w:t>
      </w:r>
      <w:r w:rsidR="00DE313F">
        <w:t>’</w:t>
      </w:r>
      <w:r w:rsidRPr="003D2FAA">
        <w:t>éclairât par la lumière de la maison d</w:t>
      </w:r>
      <w:r w:rsidR="00DE313F">
        <w:t>’</w:t>
      </w:r>
      <w:r w:rsidRPr="003D2FAA">
        <w:t>en face</w:t>
      </w:r>
      <w:r w:rsidR="00DE313F">
        <w:t xml:space="preserve">, </w:t>
      </w:r>
      <w:r w:rsidRPr="003D2FAA">
        <w:t>par cette lueur dont ils devaient vivre de loin</w:t>
      </w:r>
      <w:r w:rsidR="00DE313F">
        <w:t>.</w:t>
      </w:r>
    </w:p>
    <w:p w14:paraId="5724FED7" w14:textId="77777777" w:rsidR="00DE313F" w:rsidRDefault="0074134D" w:rsidP="0074134D">
      <w:r w:rsidRPr="003D2FAA">
        <w:t>La voilà</w:t>
      </w:r>
      <w:r w:rsidR="00DE313F">
        <w:t> !</w:t>
      </w:r>
    </w:p>
    <w:p w14:paraId="68F54D18" w14:textId="77777777" w:rsidR="00DE313F" w:rsidRDefault="003D2FAA" w:rsidP="0074134D">
      <w:r w:rsidRPr="003D2FAA">
        <w:t>Mais Tullio</w:t>
      </w:r>
      <w:r w:rsidR="0074134D" w:rsidRPr="003D2FAA">
        <w:t xml:space="preserve"> </w:t>
      </w:r>
      <w:proofErr w:type="spellStart"/>
      <w:r w:rsidR="0074134D" w:rsidRPr="003D2FAA">
        <w:t>Butti</w:t>
      </w:r>
      <w:proofErr w:type="spellEnd"/>
      <w:r w:rsidR="0074134D" w:rsidRPr="003D2FAA">
        <w:t xml:space="preserve"> ne put pas la supporter tout d</w:t>
      </w:r>
      <w:r w:rsidR="00DE313F">
        <w:t>’</w:t>
      </w:r>
      <w:r w:rsidR="0074134D" w:rsidRPr="003D2FAA">
        <w:t>abord</w:t>
      </w:r>
      <w:r w:rsidR="00DE313F">
        <w:t xml:space="preserve">. </w:t>
      </w:r>
      <w:r w:rsidR="0074134D" w:rsidRPr="003D2FAA">
        <w:t>Comme elle lui parut froide maintenant</w:t>
      </w:r>
      <w:r w:rsidR="00DE313F">
        <w:t xml:space="preserve">, </w:t>
      </w:r>
      <w:r w:rsidR="0074134D" w:rsidRPr="003D2FAA">
        <w:t>hostile</w:t>
      </w:r>
      <w:r w:rsidR="00DE313F">
        <w:t xml:space="preserve">, </w:t>
      </w:r>
      <w:r w:rsidR="0074134D" w:rsidRPr="003D2FAA">
        <w:t>traîtresse</w:t>
      </w:r>
      <w:r w:rsidR="00DE313F">
        <w:t xml:space="preserve">, </w:t>
      </w:r>
      <w:r w:rsidR="0074134D" w:rsidRPr="003D2FAA">
        <w:t>spectrale</w:t>
      </w:r>
      <w:r w:rsidR="00DE313F">
        <w:t> !…</w:t>
      </w:r>
    </w:p>
    <w:p w14:paraId="56FB78CD" w14:textId="77777777" w:rsidR="00DE313F" w:rsidRDefault="0074134D" w:rsidP="0074134D">
      <w:r w:rsidRPr="003D2FAA">
        <w:t>Elle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avec des sanglots qui bruissaient dans sa gorge</w:t>
      </w:r>
      <w:r w:rsidR="00DE313F">
        <w:t xml:space="preserve">, </w:t>
      </w:r>
      <w:r w:rsidRPr="003D2FAA">
        <w:t>la but comme boit un être qui meurt de soif</w:t>
      </w:r>
      <w:r w:rsidR="00DE313F">
        <w:t xml:space="preserve"> ; </w:t>
      </w:r>
      <w:r w:rsidRPr="003D2FAA">
        <w:t>et elle se précipita aux vitres</w:t>
      </w:r>
      <w:r w:rsidR="00DE313F">
        <w:t xml:space="preserve">, </w:t>
      </w:r>
      <w:r w:rsidRPr="003D2FAA">
        <w:t>de la fenêtre en pressant son mouchoir sur sa bouche</w:t>
      </w:r>
      <w:r w:rsidR="00DE313F">
        <w:t xml:space="preserve">… </w:t>
      </w:r>
      <w:r w:rsidRPr="003D2FAA">
        <w:t>Ses petits</w:t>
      </w:r>
      <w:r w:rsidR="00DE313F">
        <w:t xml:space="preserve"> !… </w:t>
      </w:r>
      <w:r w:rsidRPr="003D2FAA">
        <w:t>Ses petits</w:t>
      </w:r>
      <w:r w:rsidR="00DE313F">
        <w:t xml:space="preserve"> !… </w:t>
      </w:r>
      <w:r w:rsidRPr="003D2FAA">
        <w:t>Là</w:t>
      </w:r>
      <w:r w:rsidR="00DE313F">
        <w:t xml:space="preserve"> !… </w:t>
      </w:r>
      <w:r w:rsidRPr="003D2FAA">
        <w:t>Les voilà</w:t>
      </w:r>
      <w:r w:rsidR="00DE313F">
        <w:t xml:space="preserve">… </w:t>
      </w:r>
      <w:r w:rsidRPr="003D2FAA">
        <w:t>à table</w:t>
      </w:r>
      <w:r w:rsidR="00DE313F">
        <w:t xml:space="preserve">, </w:t>
      </w:r>
      <w:r w:rsidRPr="003D2FAA">
        <w:t>et ils ignorent</w:t>
      </w:r>
      <w:r w:rsidR="00DE313F">
        <w:t> !…</w:t>
      </w:r>
    </w:p>
    <w:p w14:paraId="6D852684" w14:textId="77777777" w:rsidR="00DE313F" w:rsidRDefault="0074134D" w:rsidP="0074134D">
      <w:r w:rsidRPr="003D2FAA">
        <w:t>Il accourut la soutenir</w:t>
      </w:r>
      <w:r w:rsidR="00DE313F">
        <w:t xml:space="preserve">, </w:t>
      </w:r>
      <w:r w:rsidRPr="003D2FAA">
        <w:t>et tous les deux cloués à cette place</w:t>
      </w:r>
      <w:r w:rsidR="00DE313F">
        <w:t xml:space="preserve">, </w:t>
      </w:r>
      <w:r w:rsidRPr="003D2FAA">
        <w:t>serrés l</w:t>
      </w:r>
      <w:r w:rsidR="00DE313F">
        <w:t>’</w:t>
      </w:r>
      <w:r w:rsidRPr="003D2FAA">
        <w:t>un contre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restèrent à épier</w:t>
      </w:r>
      <w:r w:rsidR="00DE313F">
        <w:t> !…</w:t>
      </w:r>
    </w:p>
    <w:p w14:paraId="0E69599B" w14:textId="0856303C" w:rsidR="0074134D" w:rsidRPr="00920F1B" w:rsidRDefault="0074134D" w:rsidP="00DE313F">
      <w:pPr>
        <w:pStyle w:val="Titre1"/>
      </w:pPr>
      <w:bookmarkStart w:id="17" w:name="_Toc193482009"/>
      <w:r w:rsidRPr="00920F1B">
        <w:lastRenderedPageBreak/>
        <w:t>LA ROSE</w:t>
      </w:r>
      <w:bookmarkEnd w:id="17"/>
    </w:p>
    <w:p w14:paraId="7A9F4361" w14:textId="77777777" w:rsidR="0074134D" w:rsidRPr="00920F1B" w:rsidRDefault="0074134D" w:rsidP="00DE313F">
      <w:pPr>
        <w:pStyle w:val="Titre2"/>
      </w:pPr>
      <w:bookmarkStart w:id="18" w:name="_Toc193482010"/>
      <w:r w:rsidRPr="00920F1B">
        <w:t>I</w:t>
      </w:r>
      <w:bookmarkEnd w:id="18"/>
    </w:p>
    <w:p w14:paraId="52CBC26D" w14:textId="77777777" w:rsidR="00DE313F" w:rsidRDefault="0074134D" w:rsidP="0074134D">
      <w:r w:rsidRPr="003D2FAA">
        <w:t>Le petit train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obscurité du soir hivernal</w:t>
      </w:r>
      <w:r w:rsidR="00DE313F">
        <w:t xml:space="preserve">, </w:t>
      </w:r>
      <w:r w:rsidRPr="003D2FAA">
        <w:t>marchait nonchalamment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 se rendait compte que maintenant</w:t>
      </w:r>
      <w:r w:rsidR="00DE313F">
        <w:t xml:space="preserve">, </w:t>
      </w:r>
      <w:r w:rsidRPr="003D2FAA">
        <w:t>même s</w:t>
      </w:r>
      <w:r w:rsidR="00DE313F">
        <w:t>’</w:t>
      </w:r>
      <w:r w:rsidRPr="003D2FAA">
        <w:t>il se pressait</w:t>
      </w:r>
      <w:r w:rsidR="00DE313F">
        <w:t xml:space="preserve">, </w:t>
      </w:r>
      <w:r w:rsidRPr="003D2FAA">
        <w:t>il n</w:t>
      </w:r>
      <w:r w:rsidR="00DE313F">
        <w:t>’</w:t>
      </w:r>
      <w:r w:rsidRPr="003D2FAA">
        <w:t>arriverait plus à temps</w:t>
      </w:r>
      <w:r w:rsidR="00DE313F">
        <w:t>.</w:t>
      </w:r>
    </w:p>
    <w:p w14:paraId="77D5C022" w14:textId="77777777" w:rsidR="00DE313F" w:rsidRDefault="0074134D" w:rsidP="0074134D">
      <w:r w:rsidRPr="003D2FAA">
        <w:t>Bien qu</w:t>
      </w:r>
      <w:r w:rsidR="00DE313F">
        <w:t>’</w:t>
      </w:r>
      <w:r w:rsidRPr="003D2FAA">
        <w:t>excédée de fatigue par le long voyage dans cette voiture de seconde classe</w:t>
      </w:r>
      <w:r w:rsidR="00DE313F">
        <w:t xml:space="preserve">, </w:t>
      </w:r>
      <w:r w:rsidRPr="003D2FAA">
        <w:t>sale et disloquée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</w:t>
      </w:r>
      <w:proofErr w:type="spellStart"/>
      <w:r w:rsidRPr="003D2FAA">
        <w:t>Nespi</w:t>
      </w:r>
      <w:proofErr w:type="spellEnd"/>
      <w:r w:rsidR="00DE313F">
        <w:t xml:space="preserve">, </w:t>
      </w:r>
      <w:r w:rsidRPr="003D2FAA">
        <w:t xml:space="preserve">veuve </w:t>
      </w:r>
      <w:proofErr w:type="spellStart"/>
      <w:r w:rsidRPr="003D2FAA">
        <w:t>Loffredi</w:t>
      </w:r>
      <w:proofErr w:type="spellEnd"/>
      <w:r w:rsidR="00DE313F">
        <w:t xml:space="preserve">, </w:t>
      </w:r>
      <w:r w:rsidRPr="003D2FAA">
        <w:t>n</w:t>
      </w:r>
      <w:r w:rsidR="00DE313F">
        <w:t>’</w:t>
      </w:r>
      <w:r w:rsidRPr="003D2FAA">
        <w:t>avait en vérité aucune hâte d</w:t>
      </w:r>
      <w:r w:rsidR="00DE313F">
        <w:t>’</w:t>
      </w:r>
      <w:r w:rsidRPr="003D2FAA">
        <w:t xml:space="preserve">arriver à </w:t>
      </w:r>
      <w:proofErr w:type="spellStart"/>
      <w:r w:rsidRPr="003D2FAA">
        <w:t>Peola</w:t>
      </w:r>
      <w:proofErr w:type="spellEnd"/>
      <w:r w:rsidR="00DE313F">
        <w:t>.</w:t>
      </w:r>
    </w:p>
    <w:p w14:paraId="43BC29A5" w14:textId="77777777" w:rsidR="00DE313F" w:rsidRDefault="0074134D" w:rsidP="0074134D">
      <w:r w:rsidRPr="003D2FAA">
        <w:t>Elle pensait</w:t>
      </w:r>
      <w:r w:rsidR="00DE313F">
        <w:t xml:space="preserve">… </w:t>
      </w:r>
      <w:r w:rsidRPr="003D2FAA">
        <w:t>elle pensait</w:t>
      </w:r>
      <w:r w:rsidR="00DE313F">
        <w:t xml:space="preserve"> ! </w:t>
      </w:r>
      <w:r w:rsidRPr="003D2FAA">
        <w:t>Elle se sentait emportée par ce petit train</w:t>
      </w:r>
      <w:r w:rsidR="00DE313F">
        <w:t xml:space="preserve">, </w:t>
      </w:r>
      <w:r w:rsidRPr="003D2FAA">
        <w:t>mais son âme était encore là-bas</w:t>
      </w:r>
      <w:r w:rsidR="00DE313F">
        <w:t xml:space="preserve">, </w:t>
      </w:r>
      <w:r w:rsidRPr="003D2FAA">
        <w:t>dans sa lointaine maison de Gênes</w:t>
      </w:r>
      <w:r w:rsidR="00DE313F">
        <w:t xml:space="preserve">. </w:t>
      </w:r>
      <w:r w:rsidRPr="003D2FAA">
        <w:t>Elle l</w:t>
      </w:r>
      <w:r w:rsidR="00DE313F">
        <w:t>’</w:t>
      </w:r>
      <w:r w:rsidRPr="003D2FAA">
        <w:t>avait quittée</w:t>
      </w:r>
      <w:r w:rsidR="00DE313F">
        <w:t xml:space="preserve">, </w:t>
      </w:r>
      <w:r w:rsidRPr="003D2FAA">
        <w:t>cette maison dont les pièces</w:t>
      </w:r>
      <w:r w:rsidR="00DE313F">
        <w:t xml:space="preserve">, </w:t>
      </w:r>
      <w:r w:rsidRPr="003D2FAA">
        <w:t>veuves de leur beau mobilier presque neuf et misérabl</w:t>
      </w:r>
      <w:r w:rsidRPr="003D2FAA">
        <w:t>e</w:t>
      </w:r>
      <w:r w:rsidRPr="003D2FAA">
        <w:t>ment vendu à perte</w:t>
      </w:r>
      <w:r w:rsidR="00DE313F">
        <w:t xml:space="preserve">, </w:t>
      </w:r>
      <w:r w:rsidRPr="003D2FAA">
        <w:t>au lieu de lui paraître plus grandes après le déménagement</w:t>
      </w:r>
      <w:r w:rsidR="00DE313F">
        <w:t xml:space="preserve">, </w:t>
      </w:r>
      <w:r w:rsidRPr="003D2FAA">
        <w:t>lui avaient semblé plus étroites</w:t>
      </w:r>
      <w:r w:rsidR="00DE313F">
        <w:t xml:space="preserve">. </w:t>
      </w:r>
      <w:r w:rsidRPr="003D2FAA">
        <w:t>Quelle trah</w:t>
      </w:r>
      <w:r w:rsidRPr="003D2FAA">
        <w:t>i</w:t>
      </w:r>
      <w:r w:rsidRPr="003D2FAA">
        <w:t>son</w:t>
      </w:r>
      <w:r w:rsidR="00DE313F">
        <w:t> !</w:t>
      </w:r>
    </w:p>
    <w:p w14:paraId="3DBDEA25" w14:textId="77777777" w:rsidR="00DE313F" w:rsidRDefault="0074134D" w:rsidP="0074134D">
      <w:r w:rsidRPr="003D2FAA">
        <w:t>Elle avait besoin de les voir grandes</w:t>
      </w:r>
      <w:r w:rsidR="00DE313F">
        <w:t xml:space="preserve">, </w:t>
      </w:r>
      <w:r w:rsidRPr="003D2FAA">
        <w:t>très grandes et belles</w:t>
      </w:r>
      <w:r w:rsidR="00DE313F">
        <w:t xml:space="preserve">, </w:t>
      </w:r>
      <w:r w:rsidRPr="003D2FAA">
        <w:t>ces pièces</w:t>
      </w:r>
      <w:r w:rsidR="00DE313F">
        <w:t xml:space="preserve">, </w:t>
      </w:r>
      <w:r w:rsidRPr="003D2FAA">
        <w:t>dans sa dernière visite d</w:t>
      </w:r>
      <w:r w:rsidR="00DE313F">
        <w:t>’</w:t>
      </w:r>
      <w:r w:rsidRPr="003D2FAA">
        <w:t>adieu</w:t>
      </w:r>
      <w:r w:rsidR="00DE313F">
        <w:t xml:space="preserve">, </w:t>
      </w:r>
      <w:r w:rsidRPr="003D2FAA">
        <w:t>afin de pouvoir dire un jour avec orgueil</w:t>
      </w:r>
      <w:r w:rsidR="00DE313F">
        <w:t xml:space="preserve">, </w:t>
      </w:r>
      <w:r w:rsidRPr="003D2FAA">
        <w:t>dans la situation misérable où elle desce</w:t>
      </w:r>
      <w:r w:rsidRPr="003D2FAA">
        <w:t>n</w:t>
      </w:r>
      <w:r w:rsidRPr="003D2FAA">
        <w:t>dait</w:t>
      </w:r>
      <w:r w:rsidR="00DE313F">
        <w:t> :</w:t>
      </w:r>
    </w:p>
    <w:p w14:paraId="71106D6C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la maison que j</w:t>
      </w:r>
      <w:r>
        <w:t>’</w:t>
      </w:r>
      <w:r w:rsidR="0074134D" w:rsidRPr="003D2FAA">
        <w:t>avais à Gênes</w:t>
      </w:r>
      <w:r>
        <w:t> !…</w:t>
      </w:r>
    </w:p>
    <w:p w14:paraId="7FFF85D0" w14:textId="77777777" w:rsidR="00DE313F" w:rsidRDefault="0074134D" w:rsidP="0074134D">
      <w:r w:rsidRPr="003D2FAA">
        <w:t>Elle l</w:t>
      </w:r>
      <w:r w:rsidR="00DE313F">
        <w:t>’</w:t>
      </w:r>
      <w:r w:rsidRPr="003D2FAA">
        <w:t>aurait certes dit tout de même</w:t>
      </w:r>
      <w:r w:rsidR="00DE313F">
        <w:t xml:space="preserve">, </w:t>
      </w:r>
      <w:r w:rsidRPr="003D2FAA">
        <w:t>mais au fond de l</w:t>
      </w:r>
      <w:r w:rsidR="00DE313F">
        <w:t>’</w:t>
      </w:r>
      <w:r w:rsidRPr="003D2FAA">
        <w:t>âme</w:t>
      </w:r>
      <w:r w:rsidR="00DE313F">
        <w:t xml:space="preserve">, </w:t>
      </w:r>
      <w:r w:rsidRPr="003D2FAA">
        <w:t>une étrange impression</w:t>
      </w:r>
      <w:r w:rsidR="00DE313F">
        <w:t xml:space="preserve">, </w:t>
      </w:r>
      <w:r w:rsidRPr="003D2FAA">
        <w:t>une impression pénible</w:t>
      </w:r>
      <w:r w:rsidR="00DE313F">
        <w:t xml:space="preserve">, </w:t>
      </w:r>
      <w:r w:rsidRPr="003D2FAA">
        <w:t>lui était restée de ces pièces vides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elle les avait vues une dernière fois avant de partir</w:t>
      </w:r>
      <w:r w:rsidR="00DE313F">
        <w:t xml:space="preserve"> : </w:t>
      </w:r>
      <w:r w:rsidRPr="003D2FAA">
        <w:t>elles étaient étroites et point belles</w:t>
      </w:r>
      <w:r w:rsidR="00DE313F">
        <w:t> !</w:t>
      </w:r>
    </w:p>
    <w:p w14:paraId="668DF25D" w14:textId="77777777" w:rsidR="00DE313F" w:rsidRDefault="0074134D" w:rsidP="0074134D">
      <w:r w:rsidRPr="003D2FAA">
        <w:lastRenderedPageBreak/>
        <w:t>Elle pensait aussi à ses bonnes amies auxquelles</w:t>
      </w:r>
      <w:r w:rsidR="00DE313F">
        <w:t xml:space="preserve">, </w:t>
      </w:r>
      <w:r w:rsidRPr="003D2FAA">
        <w:t>au de</w:t>
      </w:r>
      <w:r w:rsidRPr="003D2FAA">
        <w:t>r</w:t>
      </w:r>
      <w:r w:rsidRPr="003D2FAA">
        <w:t>nier moment</w:t>
      </w:r>
      <w:r w:rsidR="00DE313F">
        <w:t xml:space="preserve">, </w:t>
      </w:r>
      <w:r w:rsidRPr="003D2FAA">
        <w:t xml:space="preserve">elle </w:t>
      </w:r>
      <w:proofErr w:type="gramStart"/>
      <w:r w:rsidRPr="003D2FAA">
        <w:t>n</w:t>
      </w:r>
      <w:r w:rsidR="00DE313F">
        <w:t>’</w:t>
      </w:r>
      <w:r w:rsidRPr="003D2FAA">
        <w:t>avait pas été</w:t>
      </w:r>
      <w:proofErr w:type="gramEnd"/>
      <w:r w:rsidRPr="003D2FAA">
        <w:t xml:space="preserve"> dire adieu parce qu</w:t>
      </w:r>
      <w:r w:rsidR="00DE313F">
        <w:t>’</w:t>
      </w:r>
      <w:r w:rsidRPr="003D2FAA">
        <w:t>elles aussi l</w:t>
      </w:r>
      <w:r w:rsidR="00DE313F">
        <w:t>’</w:t>
      </w:r>
      <w:r w:rsidRPr="003D2FAA">
        <w:t>avaient trahie</w:t>
      </w:r>
      <w:r w:rsidR="00DE313F">
        <w:t xml:space="preserve">, </w:t>
      </w:r>
      <w:r w:rsidRPr="003D2FAA">
        <w:t>tout en se donnant l</w:t>
      </w:r>
      <w:r w:rsidR="00DE313F">
        <w:t>’</w:t>
      </w:r>
      <w:r w:rsidRPr="003D2FAA">
        <w:t>air de vouloir l</w:t>
      </w:r>
      <w:r w:rsidR="00DE313F">
        <w:t>’</w:t>
      </w:r>
      <w:r w:rsidRPr="003D2FAA">
        <w:t>aider à l</w:t>
      </w:r>
      <w:r w:rsidR="00DE313F">
        <w:t>’</w:t>
      </w:r>
      <w:r w:rsidRPr="003D2FAA">
        <w:t>envi</w:t>
      </w:r>
      <w:r w:rsidR="00DE313F">
        <w:t xml:space="preserve">. </w:t>
      </w:r>
      <w:r w:rsidRPr="003D2FAA">
        <w:t>Oh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elles lui amenaient des quantités d</w:t>
      </w:r>
      <w:r w:rsidR="00DE313F">
        <w:t>’</w:t>
      </w:r>
      <w:r w:rsidRPr="003D2FAA">
        <w:t>acheteurs honnêtes</w:t>
      </w:r>
      <w:r w:rsidR="00DE313F">
        <w:t xml:space="preserve">, </w:t>
      </w:r>
      <w:r w:rsidRPr="003D2FAA">
        <w:t>mais elles leur avaient vanté l</w:t>
      </w:r>
      <w:r w:rsidR="00DE313F">
        <w:t>’</w:t>
      </w:r>
      <w:r w:rsidRPr="003D2FAA">
        <w:t>occasion d</w:t>
      </w:r>
      <w:r w:rsidR="00DE313F">
        <w:t>’</w:t>
      </w:r>
      <w:r w:rsidRPr="003D2FAA">
        <w:t>avoir pour cinq lires ce qui en avait coûté vingt ou trente</w:t>
      </w:r>
      <w:r w:rsidR="00DE313F">
        <w:t> !…</w:t>
      </w:r>
    </w:p>
    <w:p w14:paraId="347F0B87" w14:textId="08BD7068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4D42EDC1" w14:textId="77777777" w:rsidR="00DE313F" w:rsidRDefault="0074134D" w:rsidP="0074134D">
      <w:r w:rsidRPr="003D2FAA">
        <w:t>Ainsi pensant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tantôt resserrait</w:t>
      </w:r>
      <w:r w:rsidR="00DE313F">
        <w:t xml:space="preserve">, </w:t>
      </w:r>
      <w:r w:rsidRPr="003D2FAA">
        <w:t>tantôt dilatait ses beaux petits yeux vifs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avec un joli mouvement qui lui était coutumier</w:t>
      </w:r>
      <w:r w:rsidR="00DE313F">
        <w:t xml:space="preserve">, </w:t>
      </w:r>
      <w:r w:rsidRPr="003D2FAA">
        <w:t>elle levait une main</w:t>
      </w:r>
      <w:r w:rsidR="00DE313F">
        <w:t xml:space="preserve">, </w:t>
      </w:r>
      <w:r w:rsidRPr="003D2FAA">
        <w:t>passait son index sur son petit nez mutin</w:t>
      </w:r>
      <w:r w:rsidR="00DE313F">
        <w:t xml:space="preserve">… </w:t>
      </w:r>
      <w:r w:rsidRPr="003D2FAA">
        <w:t>et soupirait</w:t>
      </w:r>
      <w:r w:rsidR="00DE313F">
        <w:t>.</w:t>
      </w:r>
    </w:p>
    <w:p w14:paraId="10FBD582" w14:textId="77777777" w:rsidR="00DE313F" w:rsidRDefault="0074134D" w:rsidP="0074134D">
      <w:r w:rsidRPr="003D2FAA">
        <w:t>Elle était vraiment lasse</w:t>
      </w:r>
      <w:r w:rsidR="00DE313F">
        <w:t xml:space="preserve"> ; </w:t>
      </w:r>
      <w:r w:rsidRPr="003D2FAA">
        <w:t>elle aurait voulu s</w:t>
      </w:r>
      <w:r w:rsidR="00DE313F">
        <w:t>’</w:t>
      </w:r>
      <w:r w:rsidRPr="003D2FAA">
        <w:t>endormir</w:t>
      </w:r>
      <w:r w:rsidR="00DE313F">
        <w:t>.</w:t>
      </w:r>
    </w:p>
    <w:p w14:paraId="695741AE" w14:textId="77777777" w:rsidR="00DE313F" w:rsidRDefault="0074134D" w:rsidP="0074134D">
      <w:r w:rsidRPr="003D2FAA">
        <w:t>Ses deux bébés orphelins</w:t>
      </w:r>
      <w:r w:rsidR="00DE313F">
        <w:t xml:space="preserve">, </w:t>
      </w:r>
      <w:r w:rsidRPr="003D2FAA">
        <w:t>eux</w:t>
      </w:r>
      <w:r w:rsidR="00DE313F">
        <w:t xml:space="preserve">, </w:t>
      </w:r>
      <w:r w:rsidRPr="003D2FAA">
        <w:t>pauvres petits amours</w:t>
      </w:r>
      <w:r w:rsidR="00DE313F">
        <w:t xml:space="preserve">, </w:t>
      </w:r>
      <w:r w:rsidRPr="003D2FAA">
        <w:t>dormaient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aîné</w:t>
      </w:r>
      <w:r w:rsidR="00DE313F">
        <w:t xml:space="preserve">, </w:t>
      </w:r>
      <w:r w:rsidRPr="003D2FAA">
        <w:t>étendu sur la banquette</w:t>
      </w:r>
      <w:r w:rsidR="00DE313F">
        <w:t xml:space="preserve">, </w:t>
      </w:r>
      <w:r w:rsidRPr="003D2FAA">
        <w:t>sous un ma</w:t>
      </w:r>
      <w:r w:rsidRPr="003D2FAA">
        <w:t>n</w:t>
      </w:r>
      <w:r w:rsidRPr="003D2FAA">
        <w:t>teau</w:t>
      </w:r>
      <w:r w:rsidR="00DE313F">
        <w:t xml:space="preserve"> ; </w:t>
      </w:r>
      <w:r w:rsidRPr="003D2FAA">
        <w:t>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avec sa tête blonde</w:t>
      </w:r>
      <w:r w:rsidR="00DE313F">
        <w:t xml:space="preserve">, </w:t>
      </w:r>
      <w:r w:rsidRPr="003D2FAA">
        <w:t>recroquevillé là</w:t>
      </w:r>
      <w:r w:rsidR="00DE313F">
        <w:t xml:space="preserve">, </w:t>
      </w:r>
      <w:r w:rsidRPr="003D2FAA">
        <w:t>sur les jambes de sa mère</w:t>
      </w:r>
      <w:r w:rsidR="00DE313F">
        <w:t>.</w:t>
      </w:r>
    </w:p>
    <w:p w14:paraId="6499E470" w14:textId="77777777" w:rsidR="00DE313F" w:rsidRDefault="0074134D" w:rsidP="0074134D">
      <w:r w:rsidRPr="003D2FAA">
        <w:t>Qui sait</w:t>
      </w:r>
      <w:r w:rsidR="00DE313F">
        <w:t xml:space="preserve"> ? </w:t>
      </w:r>
      <w:r w:rsidRPr="003D2FAA">
        <w:t>Elle se serait peut-être endormie si elle avait pu trouver une façon d</w:t>
      </w:r>
      <w:r w:rsidR="00DE313F">
        <w:t>’</w:t>
      </w:r>
      <w:r w:rsidRPr="003D2FAA">
        <w:t>appuyer un coude ou son front</w:t>
      </w:r>
      <w:r w:rsidR="00DE313F">
        <w:t xml:space="preserve">, </w:t>
      </w:r>
      <w:r w:rsidRPr="003D2FAA">
        <w:t>sans révei</w:t>
      </w:r>
      <w:r w:rsidRPr="003D2FAA">
        <w:t>l</w:t>
      </w:r>
      <w:r w:rsidRPr="003D2FAA">
        <w:t>ler le petit auquel ses genoux servaient d</w:t>
      </w:r>
      <w:r w:rsidR="00DE313F">
        <w:t>’</w:t>
      </w:r>
      <w:r w:rsidRPr="003D2FAA">
        <w:t>oreiller</w:t>
      </w:r>
      <w:r w:rsidR="00DE313F">
        <w:t>.</w:t>
      </w:r>
    </w:p>
    <w:p w14:paraId="1243DD45" w14:textId="77777777" w:rsidR="00DE313F" w:rsidRDefault="0074134D" w:rsidP="0074134D">
      <w:r w:rsidRPr="003D2FAA">
        <w:t>La banquette d</w:t>
      </w:r>
      <w:r w:rsidR="00DE313F">
        <w:t>’</w:t>
      </w:r>
      <w:r w:rsidRPr="003D2FAA">
        <w:t>en face conservait la marque de ses pieds menus</w:t>
      </w:r>
      <w:r w:rsidR="00DE313F">
        <w:t xml:space="preserve"> ; </w:t>
      </w:r>
      <w:r w:rsidRPr="003D2FAA">
        <w:t>ils y avaient trouvé un appui commode avant que fût venu s</w:t>
      </w:r>
      <w:r w:rsidR="00DE313F">
        <w:t>’</w:t>
      </w:r>
      <w:r w:rsidRPr="003D2FAA">
        <w:t>y asseoir</w:t>
      </w:r>
      <w:r w:rsidR="00DE313F">
        <w:t xml:space="preserve">… – </w:t>
      </w:r>
      <w:r w:rsidRPr="003D2FAA">
        <w:t>il y avait tant d</w:t>
      </w:r>
      <w:r w:rsidR="00DE313F">
        <w:t>’</w:t>
      </w:r>
      <w:r w:rsidRPr="003D2FAA">
        <w:t>autres places pourtant</w:t>
      </w:r>
      <w:r w:rsidR="00DE313F">
        <w:t xml:space="preserve"> ! – </w:t>
      </w:r>
      <w:r w:rsidRPr="003D2FAA">
        <w:t>mais justement là était venu s</w:t>
      </w:r>
      <w:r w:rsidR="00DE313F">
        <w:t>’</w:t>
      </w:r>
      <w:r w:rsidRPr="003D2FAA">
        <w:t>asseoir un homme fort</w:t>
      </w:r>
      <w:r w:rsidR="00DE313F">
        <w:t xml:space="preserve">, </w:t>
      </w:r>
      <w:r w:rsidRPr="003D2FAA">
        <w:t>de trente-cinq ans environ</w:t>
      </w:r>
      <w:r w:rsidR="00DE313F">
        <w:t xml:space="preserve">, </w:t>
      </w:r>
      <w:r w:rsidRPr="003D2FAA">
        <w:t>barbu</w:t>
      </w:r>
      <w:r w:rsidR="00DE313F">
        <w:t xml:space="preserve">, </w:t>
      </w:r>
      <w:r w:rsidRPr="003D2FAA">
        <w:t>brun de visage</w:t>
      </w:r>
      <w:r w:rsidR="00DE313F">
        <w:t xml:space="preserve">, </w:t>
      </w:r>
      <w:r w:rsidRPr="003D2FAA">
        <w:t>avec des yeux clairs verdâtres</w:t>
      </w:r>
      <w:r w:rsidR="00DE313F">
        <w:t xml:space="preserve">, </w:t>
      </w:r>
      <w:r w:rsidRPr="003D2FAA">
        <w:t>deux yeux grands comme cela</w:t>
      </w:r>
      <w:r w:rsidR="00DE313F">
        <w:t xml:space="preserve">, </w:t>
      </w:r>
      <w:r w:rsidRPr="003D2FAA">
        <w:t>tristes et attentifs</w:t>
      </w:r>
      <w:r w:rsidR="00DE313F">
        <w:t>.</w:t>
      </w:r>
    </w:p>
    <w:p w14:paraId="31655911" w14:textId="77777777" w:rsidR="00DE313F" w:rsidRDefault="0074134D" w:rsidP="0074134D">
      <w:r w:rsidRPr="003D2FAA">
        <w:lastRenderedPageBreak/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en avait éprouvé beaucoup d</w:t>
      </w:r>
      <w:r w:rsidR="00DE313F">
        <w:t>’</w:t>
      </w:r>
      <w:r w:rsidRPr="003D2FAA">
        <w:t>ennui</w:t>
      </w:r>
      <w:r w:rsidR="00DE313F">
        <w:t xml:space="preserve">. </w:t>
      </w:r>
      <w:r w:rsidRPr="003D2FAA">
        <w:t>La couleur claire et verdâtre de ces grands yeux concentrés avait</w:t>
      </w:r>
      <w:r w:rsidR="00DE313F">
        <w:t xml:space="preserve"> – </w:t>
      </w:r>
      <w:r w:rsidRPr="003D2FAA">
        <w:t>qui sait pourquoi</w:t>
      </w:r>
      <w:r w:rsidR="00DE313F">
        <w:t xml:space="preserve"> ? – </w:t>
      </w:r>
      <w:r w:rsidRPr="003D2FAA">
        <w:t>éveillé en elle l</w:t>
      </w:r>
      <w:r w:rsidR="00DE313F">
        <w:t>’</w:t>
      </w:r>
      <w:r w:rsidRPr="003D2FAA">
        <w:t>idée que le monde</w:t>
      </w:r>
      <w:r w:rsidR="00DE313F">
        <w:t xml:space="preserve">, </w:t>
      </w:r>
      <w:r w:rsidRPr="003D2FAA">
        <w:t>où qu</w:t>
      </w:r>
      <w:r w:rsidR="00DE313F">
        <w:t>’</w:t>
      </w:r>
      <w:r w:rsidRPr="003D2FAA">
        <w:t>elle allât</w:t>
      </w:r>
      <w:r w:rsidR="00DE313F">
        <w:t xml:space="preserve">, </w:t>
      </w:r>
      <w:r w:rsidRPr="003D2FAA">
        <w:t>lui demeurerait étranger</w:t>
      </w:r>
      <w:r w:rsidR="00DE313F">
        <w:t xml:space="preserve">, </w:t>
      </w:r>
      <w:r w:rsidRPr="003D2FAA">
        <w:t>et comme lointain</w:t>
      </w:r>
      <w:r w:rsidR="00DE313F">
        <w:t xml:space="preserve">, </w:t>
      </w:r>
      <w:r w:rsidRPr="003D2FAA">
        <w:t>très lointain et toujours inconnu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>elle y serait comme perdue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y demanderait en vain assistance parmi des quantités d</w:t>
      </w:r>
      <w:r w:rsidR="00DE313F">
        <w:t>’</w:t>
      </w:r>
      <w:r w:rsidRPr="003D2FAA">
        <w:t>yeux qui resteraient à la regarder comme ceux-ci</w:t>
      </w:r>
      <w:r w:rsidR="00DE313F">
        <w:t xml:space="preserve">, </w:t>
      </w:r>
      <w:r w:rsidRPr="003D2FAA">
        <w:t>avec ce même voile de tristesse</w:t>
      </w:r>
      <w:r w:rsidR="00DE313F">
        <w:t xml:space="preserve">, </w:t>
      </w:r>
      <w:r w:rsidRPr="003D2FAA">
        <w:t>mais qui seraient au fond indifférents</w:t>
      </w:r>
      <w:r w:rsidR="00DE313F">
        <w:t>.</w:t>
      </w:r>
    </w:p>
    <w:p w14:paraId="3A53A2A9" w14:textId="77777777" w:rsidR="00DE313F" w:rsidRDefault="0074134D" w:rsidP="0074134D">
      <w:r w:rsidRPr="003D2FAA">
        <w:t>Pour ne pas les voir</w:t>
      </w:r>
      <w:r w:rsidR="00DE313F">
        <w:t xml:space="preserve">, </w:t>
      </w:r>
      <w:r w:rsidRPr="003D2FAA">
        <w:t>elle tenait depuis un moment son v</w:t>
      </w:r>
      <w:r w:rsidRPr="003D2FAA">
        <w:t>i</w:t>
      </w:r>
      <w:r w:rsidRPr="003D2FAA">
        <w:t>sage tourné vers le vasistas</w:t>
      </w:r>
      <w:r w:rsidR="00DE313F">
        <w:t xml:space="preserve">, </w:t>
      </w:r>
      <w:r w:rsidRPr="003D2FAA">
        <w:t>bien qu</w:t>
      </w:r>
      <w:r w:rsidR="00DE313F">
        <w:t>’</w:t>
      </w:r>
      <w:r w:rsidRPr="003D2FAA">
        <w:t>on ne pût rien distinguer dehors</w:t>
      </w:r>
      <w:r w:rsidR="00DE313F">
        <w:t>.</w:t>
      </w:r>
    </w:p>
    <w:p w14:paraId="0B59554D" w14:textId="77777777" w:rsidR="00DE313F" w:rsidRDefault="0074134D" w:rsidP="0074134D">
      <w:r w:rsidRPr="003D2FAA">
        <w:t>On apercevait seulement en haut</w:t>
      </w:r>
      <w:r w:rsidR="00DE313F">
        <w:t xml:space="preserve">, </w:t>
      </w:r>
      <w:r w:rsidRPr="003D2FAA">
        <w:t>suspendu dans les t</w:t>
      </w:r>
      <w:r w:rsidRPr="003D2FAA">
        <w:t>é</w:t>
      </w:r>
      <w:r w:rsidRPr="003D2FAA">
        <w:t>nèbres</w:t>
      </w:r>
      <w:r w:rsidR="00DE313F">
        <w:t xml:space="preserve">, </w:t>
      </w:r>
      <w:r w:rsidRPr="003D2FAA">
        <w:t>le reflet précis de la lampe à huile du compartiment avec sa petite flamme fumeuse et vacillante</w:t>
      </w:r>
      <w:r w:rsidR="00DE313F">
        <w:t xml:space="preserve">, </w:t>
      </w:r>
      <w:r w:rsidRPr="003D2FAA">
        <w:t>le verre concave de son récipient</w:t>
      </w:r>
      <w:r w:rsidR="00DE313F">
        <w:t xml:space="preserve">, </w:t>
      </w:r>
      <w:r w:rsidRPr="003D2FAA">
        <w:t>et la petite nappe d</w:t>
      </w:r>
      <w:r w:rsidR="00DE313F">
        <w:t>’</w:t>
      </w:r>
      <w:r w:rsidRPr="003D2FAA">
        <w:t>huile qui s</w:t>
      </w:r>
      <w:r w:rsidR="00DE313F">
        <w:t>’</w:t>
      </w:r>
      <w:r w:rsidRPr="003D2FAA">
        <w:t>y agitait</w:t>
      </w:r>
      <w:r w:rsidR="00DE313F">
        <w:t>.</w:t>
      </w:r>
    </w:p>
    <w:p w14:paraId="5218C7E2" w14:textId="77777777" w:rsidR="00DE313F" w:rsidRDefault="0074134D" w:rsidP="0074134D">
      <w:r w:rsidRPr="003D2FAA">
        <w:t>Il semblait vraiment que ce reflet fût une autre lampe qui</w:t>
      </w:r>
      <w:r w:rsidR="00DE313F">
        <w:t xml:space="preserve">, </w:t>
      </w:r>
      <w:r w:rsidRPr="003D2FAA">
        <w:t>dans la nuit</w:t>
      </w:r>
      <w:r w:rsidR="00DE313F">
        <w:t xml:space="preserve">, </w:t>
      </w:r>
      <w:r w:rsidRPr="003D2FAA">
        <w:t>suivait le train avec exactitude pour lui donner à la fois du réconfort et de l</w:t>
      </w:r>
      <w:r w:rsidR="00DE313F">
        <w:t>’</w:t>
      </w:r>
      <w:r w:rsidRPr="003D2FAA">
        <w:t>appréhension</w:t>
      </w:r>
      <w:r w:rsidR="00DE313F">
        <w:t>.</w:t>
      </w:r>
    </w:p>
    <w:p w14:paraId="23792BD0" w14:textId="77777777" w:rsidR="00DE313F" w:rsidRDefault="00DE313F" w:rsidP="0074134D">
      <w:r>
        <w:t>— </w:t>
      </w:r>
      <w:r w:rsidR="0074134D" w:rsidRPr="003D2FAA">
        <w:t>La foi</w:t>
      </w:r>
      <w:r>
        <w:t xml:space="preserve"> ! </w:t>
      </w:r>
      <w:r w:rsidR="0074134D" w:rsidRPr="003D2FAA">
        <w:t>murmura le monsieur à un certain moment</w:t>
      </w:r>
      <w:r>
        <w:t>.</w:t>
      </w:r>
    </w:p>
    <w:p w14:paraId="61C34E40" w14:textId="12F8796F" w:rsidR="00DE313F" w:rsidRDefault="00DE313F" w:rsidP="0074134D">
      <w:r>
        <w:t>M</w:t>
      </w:r>
      <w:r w:rsidRPr="00DE313F">
        <w:rPr>
          <w:vertAlign w:val="superscript"/>
        </w:rPr>
        <w:t>me</w:t>
      </w:r>
      <w:r>
        <w:t> </w:t>
      </w:r>
      <w:proofErr w:type="spellStart"/>
      <w:r w:rsidR="0074134D" w:rsidRPr="003D2FAA">
        <w:t>Lucietta</w:t>
      </w:r>
      <w:proofErr w:type="spellEnd"/>
      <w:r w:rsidR="0074134D" w:rsidRPr="003D2FAA">
        <w:t xml:space="preserve"> se tourna d</w:t>
      </w:r>
      <w:r>
        <w:t>’</w:t>
      </w:r>
      <w:r w:rsidR="0074134D" w:rsidRPr="003D2FAA">
        <w:t>un air étonné</w:t>
      </w:r>
      <w:r>
        <w:t xml:space="preserve">, </w:t>
      </w:r>
      <w:r w:rsidR="0074134D" w:rsidRPr="003D2FAA">
        <w:t>avec l</w:t>
      </w:r>
      <w:r>
        <w:t>’</w:t>
      </w:r>
      <w:r w:rsidR="0074134D" w:rsidRPr="003D2FAA">
        <w:t>ombre d</w:t>
      </w:r>
      <w:r>
        <w:t>’</w:t>
      </w:r>
      <w:r w:rsidR="0074134D" w:rsidRPr="003D2FAA">
        <w:t>un sourire vide sur les lèvres</w:t>
      </w:r>
      <w:r>
        <w:t xml:space="preserve">, </w:t>
      </w:r>
      <w:r w:rsidR="0074134D" w:rsidRPr="003D2FAA">
        <w:t>et des yeux vagues</w:t>
      </w:r>
      <w:r>
        <w:t> :</w:t>
      </w:r>
    </w:p>
    <w:p w14:paraId="6E9D6FFD" w14:textId="77777777" w:rsidR="00DE313F" w:rsidRDefault="00DE313F" w:rsidP="0074134D">
      <w:r>
        <w:t>— </w:t>
      </w:r>
      <w:r w:rsidR="0074134D" w:rsidRPr="003D2FAA">
        <w:t>Quoi</w:t>
      </w:r>
      <w:r>
        <w:t> ?</w:t>
      </w:r>
    </w:p>
    <w:p w14:paraId="6C4C47C9" w14:textId="77777777" w:rsidR="00DE313F" w:rsidRDefault="00DE313F" w:rsidP="0074134D">
      <w:r>
        <w:t>— </w:t>
      </w:r>
      <w:r w:rsidR="0074134D" w:rsidRPr="003D2FAA">
        <w:t>Cette lumière qui n</w:t>
      </w:r>
      <w:r>
        <w:t>’</w:t>
      </w:r>
      <w:r w:rsidR="0074134D" w:rsidRPr="003D2FAA">
        <w:t>existe pas</w:t>
      </w:r>
      <w:r>
        <w:t> !</w:t>
      </w:r>
    </w:p>
    <w:p w14:paraId="30694CBC" w14:textId="77777777" w:rsidR="00DE313F" w:rsidRDefault="0074134D" w:rsidP="0074134D">
      <w:r w:rsidRPr="003D2FAA">
        <w:t>Ravissants</w:t>
      </w:r>
      <w:r w:rsidR="00DE313F">
        <w:t xml:space="preserve">, </w:t>
      </w:r>
      <w:r w:rsidRPr="003D2FAA">
        <w:t>son sourire et son regard</w:t>
      </w:r>
      <w:r w:rsidR="00DE313F">
        <w:t xml:space="preserve"> !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leva un doigt pour indiquer la lampe au plafond de la voiture</w:t>
      </w:r>
      <w:r w:rsidR="00DE313F">
        <w:t>.</w:t>
      </w:r>
    </w:p>
    <w:p w14:paraId="03249036" w14:textId="77777777" w:rsidR="00DE313F" w:rsidRDefault="00DE313F" w:rsidP="0074134D">
      <w:r>
        <w:t>— </w:t>
      </w:r>
      <w:r w:rsidR="0074134D" w:rsidRPr="003D2FAA">
        <w:t>La voici</w:t>
      </w:r>
      <w:r>
        <w:t xml:space="preserve">, </w:t>
      </w:r>
      <w:r w:rsidR="0074134D" w:rsidRPr="003D2FAA">
        <w:t>là</w:t>
      </w:r>
      <w:r>
        <w:t> !</w:t>
      </w:r>
    </w:p>
    <w:p w14:paraId="6CBFA529" w14:textId="77777777" w:rsidR="00DE313F" w:rsidRDefault="0074134D" w:rsidP="0074134D">
      <w:r w:rsidRPr="003D2FAA">
        <w:lastRenderedPageBreak/>
        <w:t>Le monsieur approuva plusieurs fois de la tête très lent</w:t>
      </w:r>
      <w:r w:rsidRPr="003D2FAA">
        <w:t>e</w:t>
      </w:r>
      <w:r w:rsidRPr="003D2FAA">
        <w:t>ment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avec un sourire triste</w:t>
      </w:r>
      <w:r w:rsidR="00DE313F">
        <w:t xml:space="preserve">, </w:t>
      </w:r>
      <w:r w:rsidRPr="003D2FAA">
        <w:t>ajouta</w:t>
      </w:r>
      <w:r w:rsidR="00DE313F">
        <w:t> :</w:t>
      </w:r>
    </w:p>
    <w:p w14:paraId="3F2378FD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oui</w:t>
      </w:r>
      <w:r>
        <w:t xml:space="preserve">, </w:t>
      </w:r>
      <w:r w:rsidR="0074134D" w:rsidRPr="003D2FAA">
        <w:t>comme la foi</w:t>
      </w:r>
      <w:r>
        <w:t xml:space="preserve"> !… </w:t>
      </w:r>
      <w:r w:rsidR="0074134D" w:rsidRPr="003D2FAA">
        <w:t>Nous allumons nous-mêmes la lumière de ce côté</w:t>
      </w:r>
      <w:r>
        <w:t xml:space="preserve">, </w:t>
      </w:r>
      <w:r w:rsidR="0074134D" w:rsidRPr="003D2FAA">
        <w:t>dans la vie</w:t>
      </w:r>
      <w:r>
        <w:t xml:space="preserve"> ; </w:t>
      </w:r>
      <w:r w:rsidR="0074134D" w:rsidRPr="003D2FAA">
        <w:t>et nous la voyons aussi là-bas</w:t>
      </w:r>
      <w:r>
        <w:t xml:space="preserve">, </w:t>
      </w:r>
      <w:r w:rsidR="0074134D" w:rsidRPr="003D2FAA">
        <w:t>sans penser que si elle s</w:t>
      </w:r>
      <w:r>
        <w:t>’</w:t>
      </w:r>
      <w:r w:rsidR="0074134D" w:rsidRPr="003D2FAA">
        <w:t>éteint ici</w:t>
      </w:r>
      <w:r>
        <w:t xml:space="preserve">, </w:t>
      </w:r>
      <w:r w:rsidR="0074134D" w:rsidRPr="003D2FAA">
        <w:t>là-bas il n</w:t>
      </w:r>
      <w:r>
        <w:t>’</w:t>
      </w:r>
      <w:r w:rsidR="0074134D" w:rsidRPr="003D2FAA">
        <w:t>y aura plus de l</w:t>
      </w:r>
      <w:r w:rsidR="0074134D" w:rsidRPr="003D2FAA">
        <w:t>u</w:t>
      </w:r>
      <w:r w:rsidR="0074134D" w:rsidRPr="003D2FAA">
        <w:t>mière</w:t>
      </w:r>
      <w:r>
        <w:t> !</w:t>
      </w:r>
    </w:p>
    <w:p w14:paraId="511479E0" w14:textId="77777777" w:rsidR="00DE313F" w:rsidRDefault="00DE313F" w:rsidP="0074134D">
      <w:r>
        <w:t>— </w:t>
      </w:r>
      <w:r w:rsidR="0074134D" w:rsidRPr="003D2FAA">
        <w:t>Vous êtes philosophe</w:t>
      </w:r>
      <w:r>
        <w:t xml:space="preserve"> ! </w:t>
      </w:r>
      <w:r w:rsidR="0074134D" w:rsidRPr="003D2FAA">
        <w:t xml:space="preserve">sourit alors madame </w:t>
      </w:r>
      <w:proofErr w:type="spellStart"/>
      <w:r w:rsidR="0074134D" w:rsidRPr="003D2FAA">
        <w:t>Lucietta</w:t>
      </w:r>
      <w:proofErr w:type="spellEnd"/>
      <w:r>
        <w:t>.</w:t>
      </w:r>
    </w:p>
    <w:p w14:paraId="6F806A04" w14:textId="77777777" w:rsidR="00DE313F" w:rsidRDefault="0074134D" w:rsidP="0074134D">
      <w:r w:rsidRPr="003D2FAA">
        <w:t>Il enleva une main du pommeau de sa canne pour un geste vague et soupira</w:t>
      </w:r>
      <w:r w:rsidR="00DE313F">
        <w:t> :</w:t>
      </w:r>
    </w:p>
    <w:p w14:paraId="62523FAD" w14:textId="77777777" w:rsidR="00DE313F" w:rsidRDefault="00DE313F" w:rsidP="0074134D">
      <w:r>
        <w:t>— </w:t>
      </w:r>
      <w:r w:rsidR="0074134D" w:rsidRPr="003D2FAA">
        <w:t>J</w:t>
      </w:r>
      <w:r>
        <w:t>’</w:t>
      </w:r>
      <w:r w:rsidR="0074134D" w:rsidRPr="003D2FAA">
        <w:t>observe</w:t>
      </w:r>
      <w:r>
        <w:t>…</w:t>
      </w:r>
    </w:p>
    <w:p w14:paraId="2B0179B3" w14:textId="77777777" w:rsidR="00DE313F" w:rsidRDefault="0074134D" w:rsidP="0074134D">
      <w:r w:rsidRPr="003D2FAA">
        <w:t>Le train s</w:t>
      </w:r>
      <w:r w:rsidR="00DE313F">
        <w:t>’</w:t>
      </w:r>
      <w:r w:rsidRPr="003D2FAA">
        <w:t>arrêta longtemps dans une petite gare de pa</w:t>
      </w:r>
      <w:r w:rsidRPr="003D2FAA">
        <w:t>s</w:t>
      </w:r>
      <w:r w:rsidRPr="003D2FAA">
        <w:t>sage</w:t>
      </w:r>
      <w:r w:rsidR="00DE313F">
        <w:t xml:space="preserve">. </w:t>
      </w:r>
      <w:r w:rsidRPr="003D2FAA">
        <w:t>On n</w:t>
      </w:r>
      <w:r w:rsidR="00DE313F">
        <w:t>’</w:t>
      </w:r>
      <w:r w:rsidRPr="003D2FAA">
        <w:t>entendait aucun cri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le bruit cadencé des roues ayant cessé</w:t>
      </w:r>
      <w:r w:rsidR="00DE313F">
        <w:t xml:space="preserve">, </w:t>
      </w:r>
      <w:r w:rsidRPr="003D2FAA">
        <w:t>le stationnement dans ce silence paraissait éternel et fastidieux</w:t>
      </w:r>
      <w:r w:rsidR="00DE313F">
        <w:t>.</w:t>
      </w:r>
    </w:p>
    <w:p w14:paraId="7A1E9B8A" w14:textId="77777777" w:rsidR="00DE313F" w:rsidRDefault="00DE313F" w:rsidP="0074134D">
      <w:r>
        <w:t>— </w:t>
      </w:r>
      <w:proofErr w:type="spellStart"/>
      <w:r w:rsidR="0074134D" w:rsidRPr="003D2FAA">
        <w:t>Mazzano</w:t>
      </w:r>
      <w:proofErr w:type="spellEnd"/>
      <w:r>
        <w:t xml:space="preserve">, </w:t>
      </w:r>
      <w:r w:rsidR="0074134D" w:rsidRPr="003D2FAA">
        <w:t>murmura le monsieur</w:t>
      </w:r>
      <w:r>
        <w:t xml:space="preserve"> ; </w:t>
      </w:r>
      <w:r w:rsidR="0074134D" w:rsidRPr="003D2FAA">
        <w:t>on y attend comme toujours la correspondance</w:t>
      </w:r>
      <w:r>
        <w:t>.</w:t>
      </w:r>
    </w:p>
    <w:p w14:paraId="122B45D3" w14:textId="77777777" w:rsidR="00DE313F" w:rsidRDefault="0074134D" w:rsidP="0074134D">
      <w:r w:rsidRPr="003D2FAA">
        <w:t>À la fin retentit</w:t>
      </w:r>
      <w:r w:rsidR="00DE313F">
        <w:t xml:space="preserve">, </w:t>
      </w:r>
      <w:r w:rsidRPr="003D2FAA">
        <w:t>lamentable et éloigné</w:t>
      </w:r>
      <w:r w:rsidR="00DE313F">
        <w:t xml:space="preserve">, </w:t>
      </w:r>
      <w:r w:rsidRPr="003D2FAA">
        <w:t>le sifflet d</w:t>
      </w:r>
      <w:r w:rsidR="00DE313F">
        <w:t>’</w:t>
      </w:r>
      <w:r w:rsidRPr="003D2FAA">
        <w:t>un train en retard</w:t>
      </w:r>
      <w:r w:rsidR="00DE313F">
        <w:t>.</w:t>
      </w:r>
    </w:p>
    <w:p w14:paraId="40BA60B9" w14:textId="77777777" w:rsidR="00DE313F" w:rsidRDefault="00DE313F" w:rsidP="0074134D">
      <w:r>
        <w:t>— </w:t>
      </w:r>
      <w:r w:rsidR="0074134D" w:rsidRPr="003D2FAA">
        <w:t>Le voilà</w:t>
      </w:r>
      <w:r>
        <w:t> !…</w:t>
      </w:r>
    </w:p>
    <w:p w14:paraId="07FBFA3F" w14:textId="77777777" w:rsidR="00DE313F" w:rsidRDefault="0074134D" w:rsidP="0074134D">
      <w:r w:rsidRPr="003D2FAA">
        <w:t>Dans cette lamentation du train qui roulait au milieu de la nuit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entendit pendant un instant la voix de sa destinée qui</w:t>
      </w:r>
      <w:r w:rsidR="00DE313F">
        <w:t xml:space="preserve">, </w:t>
      </w:r>
      <w:r w:rsidRPr="003D2FAA">
        <w:t>absolument</w:t>
      </w:r>
      <w:r w:rsidR="00DE313F">
        <w:t xml:space="preserve">, </w:t>
      </w:r>
      <w:r w:rsidRPr="003D2FAA">
        <w:t>irrésistiblement</w:t>
      </w:r>
      <w:r w:rsidR="00DE313F">
        <w:t xml:space="preserve">, </w:t>
      </w:r>
      <w:r w:rsidRPr="003D2FAA">
        <w:t>la voulait perdue dans la vie avec ces deux petites créatures</w:t>
      </w:r>
      <w:r w:rsidR="00DE313F">
        <w:t>…</w:t>
      </w:r>
    </w:p>
    <w:p w14:paraId="0BA27996" w14:textId="77777777" w:rsidR="00DE313F" w:rsidRDefault="0074134D" w:rsidP="0074134D">
      <w:r w:rsidRPr="003D2FAA">
        <w:t>Elle s</w:t>
      </w:r>
      <w:r w:rsidR="00DE313F">
        <w:t>’</w:t>
      </w:r>
      <w:r w:rsidRPr="003D2FAA">
        <w:t>arracha de cette angoisse momentanée et demanda à son compagnon de voyage</w:t>
      </w:r>
      <w:r w:rsidR="00DE313F">
        <w:t> :</w:t>
      </w:r>
    </w:p>
    <w:p w14:paraId="0AC16A76" w14:textId="77777777" w:rsidR="00DE313F" w:rsidRDefault="00DE313F" w:rsidP="0074134D">
      <w:r>
        <w:t>— </w:t>
      </w:r>
      <w:r w:rsidR="0074134D" w:rsidRPr="003D2FAA">
        <w:t xml:space="preserve">Il faut encore longtemps pour arriver à </w:t>
      </w:r>
      <w:proofErr w:type="spellStart"/>
      <w:r w:rsidR="0074134D" w:rsidRPr="003D2FAA">
        <w:t>Peola</w:t>
      </w:r>
      <w:proofErr w:type="spellEnd"/>
      <w:r>
        <w:t> ?</w:t>
      </w:r>
    </w:p>
    <w:p w14:paraId="4BD649BE" w14:textId="77777777" w:rsidR="00DE313F" w:rsidRDefault="00DE313F" w:rsidP="0074134D">
      <w:r>
        <w:lastRenderedPageBreak/>
        <w:t>— </w:t>
      </w:r>
      <w:r w:rsidR="0074134D" w:rsidRPr="003D2FAA">
        <w:t>Eh</w:t>
      </w:r>
      <w:r>
        <w:t xml:space="preserve"> ! </w:t>
      </w:r>
      <w:r w:rsidR="0074134D" w:rsidRPr="003D2FAA">
        <w:t>répondit celui-ci</w:t>
      </w:r>
      <w:r>
        <w:t xml:space="preserve">, </w:t>
      </w:r>
      <w:r w:rsidR="0074134D" w:rsidRPr="003D2FAA">
        <w:t>plus d</w:t>
      </w:r>
      <w:r>
        <w:t>’</w:t>
      </w:r>
      <w:r w:rsidR="0074134D" w:rsidRPr="003D2FAA">
        <w:t>une heure</w:t>
      </w:r>
      <w:r>
        <w:t xml:space="preserve">… </w:t>
      </w:r>
      <w:r w:rsidR="0074134D" w:rsidRPr="003D2FAA">
        <w:t>Madame de</w:t>
      </w:r>
      <w:r w:rsidR="0074134D" w:rsidRPr="003D2FAA">
        <w:t>s</w:t>
      </w:r>
      <w:r w:rsidR="0074134D" w:rsidRPr="003D2FAA">
        <w:t xml:space="preserve">cend à </w:t>
      </w:r>
      <w:proofErr w:type="spellStart"/>
      <w:r w:rsidR="0074134D" w:rsidRPr="003D2FAA">
        <w:t>Peola</w:t>
      </w:r>
      <w:proofErr w:type="spellEnd"/>
      <w:r>
        <w:t xml:space="preserve">, </w:t>
      </w:r>
      <w:r w:rsidR="0074134D" w:rsidRPr="003D2FAA">
        <w:t>elle aussi</w:t>
      </w:r>
      <w:r>
        <w:t> ?</w:t>
      </w:r>
    </w:p>
    <w:p w14:paraId="521C43F9" w14:textId="77777777" w:rsidR="00DE313F" w:rsidRDefault="00DE313F" w:rsidP="0074134D">
      <w:r>
        <w:t>— </w:t>
      </w:r>
      <w:r w:rsidR="0074134D" w:rsidRPr="003D2FAA">
        <w:t>Moi</w:t>
      </w:r>
      <w:r>
        <w:t xml:space="preserve">, </w:t>
      </w:r>
      <w:r w:rsidR="0074134D" w:rsidRPr="003D2FAA">
        <w:t>oui</w:t>
      </w:r>
      <w:r>
        <w:t xml:space="preserve">. </w:t>
      </w:r>
      <w:r w:rsidR="0074134D" w:rsidRPr="003D2FAA">
        <w:t>Je suis la nouvelle télégraphiste</w:t>
      </w:r>
      <w:r>
        <w:t xml:space="preserve">. </w:t>
      </w:r>
      <w:r w:rsidR="0074134D" w:rsidRPr="003D2FAA">
        <w:t>J</w:t>
      </w:r>
      <w:r>
        <w:t>’</w:t>
      </w:r>
      <w:r w:rsidR="0074134D" w:rsidRPr="003D2FAA">
        <w:t>ai passé le concours</w:t>
      </w:r>
      <w:r>
        <w:t xml:space="preserve">. </w:t>
      </w:r>
      <w:r w:rsidR="0074134D" w:rsidRPr="003D2FAA">
        <w:t>J</w:t>
      </w:r>
      <w:r>
        <w:t>’</w:t>
      </w:r>
      <w:r w:rsidR="0074134D" w:rsidRPr="003D2FAA">
        <w:t>en suis sortie la cinquième</w:t>
      </w:r>
      <w:r>
        <w:t xml:space="preserve">, </w:t>
      </w:r>
      <w:r w:rsidR="0074134D" w:rsidRPr="003D2FAA">
        <w:t>vous savez</w:t>
      </w:r>
      <w:r>
        <w:t xml:space="preserve"> ? </w:t>
      </w:r>
      <w:r w:rsidR="0074134D" w:rsidRPr="003D2FAA">
        <w:t>On m</w:t>
      </w:r>
      <w:r>
        <w:t>’</w:t>
      </w:r>
      <w:r w:rsidR="0074134D" w:rsidRPr="003D2FAA">
        <w:t>a de</w:t>
      </w:r>
      <w:r w:rsidR="0074134D" w:rsidRPr="003D2FAA">
        <w:t>s</w:t>
      </w:r>
      <w:r w:rsidR="0074134D" w:rsidRPr="003D2FAA">
        <w:t xml:space="preserve">tinée à </w:t>
      </w:r>
      <w:proofErr w:type="spellStart"/>
      <w:r w:rsidR="0074134D" w:rsidRPr="003D2FAA">
        <w:t>Peola</w:t>
      </w:r>
      <w:proofErr w:type="spellEnd"/>
      <w:r>
        <w:t>.</w:t>
      </w:r>
    </w:p>
    <w:p w14:paraId="424905DE" w14:textId="77777777" w:rsidR="00DE313F" w:rsidRDefault="00DE313F" w:rsidP="0074134D">
      <w:r>
        <w:t>— </w:t>
      </w:r>
      <w:r w:rsidR="0074134D" w:rsidRPr="003D2FAA">
        <w:t>Ah</w:t>
      </w:r>
      <w:r>
        <w:t xml:space="preserve"> ! </w:t>
      </w:r>
      <w:r w:rsidR="0074134D" w:rsidRPr="003D2FAA">
        <w:t>vraiment</w:t>
      </w:r>
      <w:r>
        <w:t xml:space="preserve"> ?… </w:t>
      </w:r>
      <w:r w:rsidR="0074134D" w:rsidRPr="003D2FAA">
        <w:t>En effet</w:t>
      </w:r>
      <w:r>
        <w:t xml:space="preserve">, </w:t>
      </w:r>
      <w:r w:rsidR="0074134D" w:rsidRPr="003D2FAA">
        <w:t>on vous attendait hier soir</w:t>
      </w:r>
      <w:r>
        <w:t>.</w:t>
      </w:r>
    </w:p>
    <w:p w14:paraId="007D358E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s</w:t>
      </w:r>
      <w:r w:rsidR="00DE313F">
        <w:t>’</w:t>
      </w:r>
      <w:r w:rsidRPr="003D2FAA">
        <w:t>anima</w:t>
      </w:r>
      <w:r w:rsidR="00DE313F">
        <w:t> :</w:t>
      </w:r>
    </w:p>
    <w:p w14:paraId="5E108F62" w14:textId="77777777" w:rsidR="00DE313F" w:rsidRDefault="00DE313F" w:rsidP="0074134D">
      <w:r>
        <w:t>— </w:t>
      </w:r>
      <w:r w:rsidR="0074134D" w:rsidRPr="003D2FAA">
        <w:t>Certes</w:t>
      </w:r>
      <w:r>
        <w:t xml:space="preserve">, </w:t>
      </w:r>
      <w:r w:rsidR="0074134D" w:rsidRPr="003D2FAA">
        <w:t>commença-t-elle</w:t>
      </w:r>
      <w:r>
        <w:t xml:space="preserve">, </w:t>
      </w:r>
      <w:r w:rsidR="0074134D" w:rsidRPr="003D2FAA">
        <w:t>mais</w:t>
      </w:r>
      <w:r>
        <w:t>…</w:t>
      </w:r>
    </w:p>
    <w:p w14:paraId="5101E178" w14:textId="77777777" w:rsidR="00DE313F" w:rsidRDefault="0074134D" w:rsidP="0074134D">
      <w:r w:rsidRPr="003D2FAA">
        <w:t>Et tout à coup son élan s</w:t>
      </w:r>
      <w:r w:rsidR="00DE313F">
        <w:t>’</w:t>
      </w:r>
      <w:r w:rsidRPr="003D2FAA">
        <w:t>arrêta</w:t>
      </w:r>
      <w:r w:rsidR="00DE313F">
        <w:t xml:space="preserve">, </w:t>
      </w:r>
      <w:r w:rsidRPr="003D2FAA">
        <w:t>pour ne pas réveiller son petit</w:t>
      </w:r>
      <w:r w:rsidR="00DE313F">
        <w:t xml:space="preserve">. </w:t>
      </w:r>
      <w:r w:rsidRPr="003D2FAA">
        <w:t>Elle ouvrit les bras</w:t>
      </w:r>
      <w:r w:rsidR="00DE313F">
        <w:t xml:space="preserve">, </w:t>
      </w:r>
      <w:r w:rsidRPr="003D2FAA">
        <w:t>le montrant du regard</w:t>
      </w:r>
      <w:r w:rsidR="00DE313F">
        <w:t xml:space="preserve">, </w:t>
      </w:r>
      <w:r w:rsidRPr="003D2FAA">
        <w:t>puis indiquant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plus loin</w:t>
      </w:r>
      <w:r w:rsidR="00DE313F">
        <w:t> :</w:t>
      </w:r>
    </w:p>
    <w:p w14:paraId="69373372" w14:textId="77777777" w:rsidR="00DE313F" w:rsidRDefault="00DE313F" w:rsidP="0074134D">
      <w:r>
        <w:t>— </w:t>
      </w:r>
      <w:r w:rsidR="0074134D" w:rsidRPr="003D2FAA">
        <w:t>Mais vous voyez comme je suis liée</w:t>
      </w:r>
      <w:r>
        <w:t xml:space="preserve">, </w:t>
      </w:r>
      <w:r w:rsidR="0074134D" w:rsidRPr="003D2FAA">
        <w:t>poursuivit-elle</w:t>
      </w:r>
      <w:r>
        <w:t xml:space="preserve">, </w:t>
      </w:r>
      <w:r w:rsidR="0074134D" w:rsidRPr="003D2FAA">
        <w:t>et j</w:t>
      </w:r>
      <w:r>
        <w:t>’</w:t>
      </w:r>
      <w:r w:rsidR="0074134D" w:rsidRPr="003D2FAA">
        <w:t>ai été toute seule pour m</w:t>
      </w:r>
      <w:r>
        <w:t>’</w:t>
      </w:r>
      <w:r w:rsidR="0074134D" w:rsidRPr="003D2FAA">
        <w:t>arracher de tant de choses</w:t>
      </w:r>
      <w:r>
        <w:t>…</w:t>
      </w:r>
    </w:p>
    <w:p w14:paraId="5425E27A" w14:textId="77777777" w:rsidR="00DE313F" w:rsidRDefault="00DE313F" w:rsidP="0074134D">
      <w:r>
        <w:t>— </w:t>
      </w:r>
      <w:r w:rsidR="0074134D" w:rsidRPr="003D2FAA">
        <w:t xml:space="preserve">Vous êtes la veuve de </w:t>
      </w:r>
      <w:proofErr w:type="spellStart"/>
      <w:r w:rsidR="0074134D" w:rsidRPr="003D2FAA">
        <w:t>Loffredi</w:t>
      </w:r>
      <w:proofErr w:type="spellEnd"/>
      <w:r>
        <w:t xml:space="preserve">, </w:t>
      </w:r>
      <w:r w:rsidR="0074134D" w:rsidRPr="003D2FAA">
        <w:t>n</w:t>
      </w:r>
      <w:r>
        <w:t>’</w:t>
      </w:r>
      <w:r w:rsidR="0074134D" w:rsidRPr="003D2FAA">
        <w:t>est-ce pas</w:t>
      </w:r>
      <w:r>
        <w:t> ?</w:t>
      </w:r>
    </w:p>
    <w:p w14:paraId="3E8205FC" w14:textId="77777777" w:rsidR="00DE313F" w:rsidRDefault="00DE313F" w:rsidP="0074134D">
      <w:r>
        <w:t>— </w:t>
      </w:r>
      <w:r w:rsidR="0074134D" w:rsidRPr="003D2FAA">
        <w:t>Oui</w:t>
      </w:r>
      <w:r>
        <w:t>…</w:t>
      </w:r>
    </w:p>
    <w:p w14:paraId="4E00AD36" w14:textId="77777777" w:rsidR="00DE313F" w:rsidRDefault="0074134D" w:rsidP="0074134D">
      <w:r w:rsidRPr="003D2FAA">
        <w:t xml:space="preserve">Et madame </w:t>
      </w:r>
      <w:proofErr w:type="spellStart"/>
      <w:r w:rsidRPr="003D2FAA">
        <w:t>Lucietta</w:t>
      </w:r>
      <w:proofErr w:type="spellEnd"/>
      <w:r w:rsidRPr="003D2FAA">
        <w:t xml:space="preserve"> baissa les yeux</w:t>
      </w:r>
      <w:r w:rsidR="00DE313F">
        <w:t>.</w:t>
      </w:r>
    </w:p>
    <w:p w14:paraId="60BD8549" w14:textId="77777777" w:rsidR="00DE313F" w:rsidRDefault="00DE313F" w:rsidP="0074134D">
      <w:r>
        <w:t>— </w:t>
      </w:r>
      <w:r w:rsidR="0074134D" w:rsidRPr="003D2FAA">
        <w:t>On n</w:t>
      </w:r>
      <w:r>
        <w:t>’</w:t>
      </w:r>
      <w:r w:rsidR="0074134D" w:rsidRPr="003D2FAA">
        <w:t>a rien su de plus</w:t>
      </w:r>
      <w:r>
        <w:t xml:space="preserve"> ? </w:t>
      </w:r>
      <w:r w:rsidR="0074134D" w:rsidRPr="003D2FAA">
        <w:t>demanda le monsieur après un bref et grave silence</w:t>
      </w:r>
      <w:r>
        <w:t>.</w:t>
      </w:r>
    </w:p>
    <w:p w14:paraId="15940BC7" w14:textId="77777777" w:rsidR="00DE313F" w:rsidRDefault="00DE313F" w:rsidP="0074134D">
      <w:r>
        <w:t>— </w:t>
      </w:r>
      <w:r w:rsidR="0074134D" w:rsidRPr="003D2FAA">
        <w:t>Rien</w:t>
      </w:r>
      <w:r>
        <w:t xml:space="preserve">. </w:t>
      </w:r>
      <w:r w:rsidR="0074134D" w:rsidRPr="003D2FAA">
        <w:t>Mais il y en a qui savent</w:t>
      </w:r>
      <w:r>
        <w:t xml:space="preserve">, </w:t>
      </w:r>
      <w:r w:rsidR="0074134D" w:rsidRPr="003D2FAA">
        <w:t>dit-elle avec un éclair dans les yeux</w:t>
      </w:r>
      <w:r>
        <w:t xml:space="preserve">. </w:t>
      </w:r>
      <w:r w:rsidR="0074134D" w:rsidRPr="003D2FAA">
        <w:t xml:space="preserve">Le véritable assassin de </w:t>
      </w:r>
      <w:proofErr w:type="spellStart"/>
      <w:r w:rsidR="0074134D" w:rsidRPr="003D2FAA">
        <w:t>Loffredi</w:t>
      </w:r>
      <w:proofErr w:type="spellEnd"/>
      <w:r w:rsidR="0074134D" w:rsidRPr="003D2FAA">
        <w:t xml:space="preserve"> ne fut pas</w:t>
      </w:r>
      <w:r>
        <w:t xml:space="preserve">, </w:t>
      </w:r>
      <w:r w:rsidR="0074134D" w:rsidRPr="003D2FAA">
        <w:t>croyez-le bien</w:t>
      </w:r>
      <w:r>
        <w:t xml:space="preserve">, </w:t>
      </w:r>
      <w:r w:rsidR="0074134D" w:rsidRPr="003D2FAA">
        <w:t>le sicaire qui le frappa traîtreusement dans le dos et qui s</w:t>
      </w:r>
      <w:r>
        <w:t>’</w:t>
      </w:r>
      <w:r w:rsidR="0074134D" w:rsidRPr="003D2FAA">
        <w:t>enfuit</w:t>
      </w:r>
      <w:r>
        <w:t xml:space="preserve">. </w:t>
      </w:r>
      <w:r w:rsidR="0074134D" w:rsidRPr="003D2FAA">
        <w:t>On a voulu insinuer qu</w:t>
      </w:r>
      <w:r>
        <w:t>’</w:t>
      </w:r>
      <w:r w:rsidR="0074134D" w:rsidRPr="003D2FAA">
        <w:t>il s</w:t>
      </w:r>
      <w:r>
        <w:t>’</w:t>
      </w:r>
      <w:r w:rsidR="0074134D" w:rsidRPr="003D2FAA">
        <w:t>agissait de femmes</w:t>
      </w:r>
      <w:r>
        <w:t xml:space="preserve">… </w:t>
      </w:r>
      <w:r w:rsidR="0074134D" w:rsidRPr="003D2FAA">
        <w:t>Non</w:t>
      </w:r>
      <w:r>
        <w:t xml:space="preserve">, </w:t>
      </w:r>
      <w:r w:rsidR="0074134D" w:rsidRPr="003D2FAA">
        <w:t>sachez-le</w:t>
      </w:r>
      <w:r>
        <w:t xml:space="preserve"> ! </w:t>
      </w:r>
      <w:r w:rsidR="0074134D" w:rsidRPr="003D2FAA">
        <w:t>C</w:t>
      </w:r>
      <w:r>
        <w:t>’</w:t>
      </w:r>
      <w:r w:rsidR="0074134D" w:rsidRPr="003D2FAA">
        <w:t>était une vengeance</w:t>
      </w:r>
      <w:r>
        <w:t xml:space="preserve">. </w:t>
      </w:r>
      <w:r w:rsidR="0074134D" w:rsidRPr="003D2FAA">
        <w:t xml:space="preserve">Il y a eu </w:t>
      </w:r>
      <w:proofErr w:type="spellStart"/>
      <w:r w:rsidR="0074134D" w:rsidRPr="003D2FAA">
        <w:t>là</w:t>
      </w:r>
      <w:proofErr w:type="spellEnd"/>
      <w:r w:rsidR="0074134D" w:rsidRPr="003D2FAA">
        <w:t xml:space="preserve"> vengeance politique</w:t>
      </w:r>
      <w:r>
        <w:t xml:space="preserve"> ! </w:t>
      </w:r>
      <w:r w:rsidR="0074134D" w:rsidRPr="003D2FAA">
        <w:t>Étant donné le temps qu</w:t>
      </w:r>
      <w:r>
        <w:t>’</w:t>
      </w:r>
      <w:r w:rsidR="0074134D" w:rsidRPr="003D2FAA">
        <w:t xml:space="preserve">avait </w:t>
      </w:r>
      <w:proofErr w:type="spellStart"/>
      <w:r w:rsidR="0074134D" w:rsidRPr="003D2FAA">
        <w:t>Loffredi</w:t>
      </w:r>
      <w:proofErr w:type="spellEnd"/>
      <w:r w:rsidR="0074134D" w:rsidRPr="003D2FAA">
        <w:t xml:space="preserve"> pour penser aux femmes</w:t>
      </w:r>
      <w:r>
        <w:t xml:space="preserve">, </w:t>
      </w:r>
      <w:r w:rsidR="0074134D" w:rsidRPr="003D2FAA">
        <w:t>une lui était déjà de trop</w:t>
      </w:r>
      <w:r>
        <w:t xml:space="preserve"> ! </w:t>
      </w:r>
      <w:r w:rsidR="0074134D" w:rsidRPr="003D2FAA">
        <w:t>Je lui suffisais</w:t>
      </w:r>
      <w:r>
        <w:t xml:space="preserve">, </w:t>
      </w:r>
      <w:r w:rsidR="0074134D" w:rsidRPr="003D2FAA">
        <w:t>moi</w:t>
      </w:r>
      <w:r>
        <w:t xml:space="preserve"> ! </w:t>
      </w:r>
      <w:r w:rsidR="0074134D" w:rsidRPr="003D2FAA">
        <w:t>Imaginez qu</w:t>
      </w:r>
      <w:r>
        <w:t>’</w:t>
      </w:r>
      <w:r w:rsidR="0074134D" w:rsidRPr="003D2FAA">
        <w:t>il m</w:t>
      </w:r>
      <w:r>
        <w:t>’</w:t>
      </w:r>
      <w:r w:rsidR="0074134D" w:rsidRPr="003D2FAA">
        <w:t>a prise à quinze ans</w:t>
      </w:r>
      <w:r>
        <w:t> !</w:t>
      </w:r>
    </w:p>
    <w:p w14:paraId="4FC72C1B" w14:textId="61AF1A62" w:rsidR="00A90237" w:rsidRPr="003D2FAA" w:rsidRDefault="00A90237" w:rsidP="00DE313F">
      <w:pPr>
        <w:pStyle w:val="Etoile"/>
      </w:pPr>
      <w:r w:rsidRPr="003D2FAA">
        <w:lastRenderedPageBreak/>
        <w:br/>
        <w:t>*</w:t>
      </w:r>
      <w:r w:rsidRPr="003D2FAA">
        <w:br/>
      </w:r>
    </w:p>
    <w:p w14:paraId="3DEC91C3" w14:textId="77777777" w:rsidR="00DE313F" w:rsidRDefault="0074134D" w:rsidP="0074134D">
      <w:r w:rsidRPr="003D2FAA">
        <w:t>En parlant ainsi</w:t>
      </w:r>
      <w:r w:rsidR="00DE313F">
        <w:t xml:space="preserve">, </w:t>
      </w:r>
      <w:r w:rsidRPr="003D2FAA">
        <w:t xml:space="preserve">le visage de madame </w:t>
      </w:r>
      <w:proofErr w:type="spellStart"/>
      <w:r w:rsidRPr="003D2FAA">
        <w:t>Lucietta</w:t>
      </w:r>
      <w:proofErr w:type="spellEnd"/>
      <w:r w:rsidRPr="003D2FAA">
        <w:t xml:space="preserve"> était devenu rouge</w:t>
      </w:r>
      <w:r w:rsidR="00DE313F">
        <w:t xml:space="preserve">, </w:t>
      </w:r>
      <w:r w:rsidRPr="003D2FAA">
        <w:t>tout rouge</w:t>
      </w:r>
      <w:r w:rsidR="00DE313F">
        <w:t xml:space="preserve">, </w:t>
      </w:r>
      <w:r w:rsidRPr="003D2FAA">
        <w:t>tout rouge</w:t>
      </w:r>
      <w:r w:rsidR="00DE313F">
        <w:t xml:space="preserve">, </w:t>
      </w:r>
      <w:r w:rsidRPr="003D2FAA">
        <w:t>ses yeux brillèrent avec agitation</w:t>
      </w:r>
      <w:r w:rsidR="00DE313F">
        <w:t xml:space="preserve">, </w:t>
      </w:r>
      <w:r w:rsidRPr="003D2FAA">
        <w:t>puis se baissèrent à la fin comme auparavant</w:t>
      </w:r>
      <w:r w:rsidR="00DE313F">
        <w:t>.</w:t>
      </w:r>
    </w:p>
    <w:p w14:paraId="2BE95344" w14:textId="77777777" w:rsidR="00DE313F" w:rsidRDefault="0074134D" w:rsidP="0074134D">
      <w:r w:rsidRPr="003D2FAA">
        <w:t>Le monsieur demeura un instant à l</w:t>
      </w:r>
      <w:r w:rsidR="00DE313F">
        <w:t>’</w:t>
      </w:r>
      <w:r w:rsidRPr="003D2FAA">
        <w:t>observer</w:t>
      </w:r>
      <w:r w:rsidR="00DE313F">
        <w:t xml:space="preserve">, </w:t>
      </w:r>
      <w:r w:rsidRPr="003D2FAA">
        <w:t>impressio</w:t>
      </w:r>
      <w:r w:rsidRPr="003D2FAA">
        <w:t>n</w:t>
      </w:r>
      <w:r w:rsidRPr="003D2FAA">
        <w:t>né par ce rapide passage de l</w:t>
      </w:r>
      <w:r w:rsidR="00DE313F">
        <w:t>’</w:t>
      </w:r>
      <w:r w:rsidRPr="003D2FAA">
        <w:t>excitation subite à la subite mort</w:t>
      </w:r>
      <w:r w:rsidRPr="003D2FAA">
        <w:t>i</w:t>
      </w:r>
      <w:r w:rsidRPr="003D2FAA">
        <w:t>fication</w:t>
      </w:r>
      <w:r w:rsidR="00DE313F">
        <w:t xml:space="preserve">. </w:t>
      </w:r>
      <w:r w:rsidRPr="003D2FAA">
        <w:t>Bien qu</w:t>
      </w:r>
      <w:r w:rsidR="00DE313F">
        <w:t>’</w:t>
      </w:r>
      <w:r w:rsidRPr="003D2FAA">
        <w:t>elle fût la mère de ces deux petits</w:t>
      </w:r>
      <w:r w:rsidR="00DE313F">
        <w:t xml:space="preserve">, </w:t>
      </w:r>
      <w:r w:rsidRPr="003D2FAA">
        <w:t>elle semblait encore une bambine</w:t>
      </w:r>
      <w:r w:rsidR="00DE313F">
        <w:t xml:space="preserve">, </w:t>
      </w:r>
      <w:r w:rsidRPr="003D2FAA">
        <w:t>et même une toute petite bambine</w:t>
      </w:r>
      <w:r w:rsidR="00DE313F">
        <w:t xml:space="preserve"> ; </w:t>
      </w:r>
      <w:r w:rsidRPr="003D2FAA">
        <w:t>elle se sentait soudain un peu honteuse d</w:t>
      </w:r>
      <w:r w:rsidR="00DE313F">
        <w:t>’</w:t>
      </w:r>
      <w:r w:rsidRPr="003D2FAA">
        <w:t>avoir</w:t>
      </w:r>
      <w:r w:rsidR="00DE313F">
        <w:t xml:space="preserve">, </w:t>
      </w:r>
      <w:r w:rsidRPr="003D2FAA">
        <w:t>avec tant d</w:t>
      </w:r>
      <w:r w:rsidR="00DE313F">
        <w:t>’</w:t>
      </w:r>
      <w:r w:rsidRPr="003D2FAA">
        <w:t>assurance</w:t>
      </w:r>
      <w:r w:rsidR="00DE313F">
        <w:t xml:space="preserve">, </w:t>
      </w:r>
      <w:r w:rsidRPr="003D2FAA">
        <w:t>et comme cela tout à coup</w:t>
      </w:r>
      <w:r w:rsidR="00DE313F">
        <w:t xml:space="preserve">, </w:t>
      </w:r>
      <w:r w:rsidRPr="003D2FAA">
        <w:t>sans aucune raison apparente</w:t>
      </w:r>
      <w:r w:rsidR="00DE313F">
        <w:t xml:space="preserve">, </w:t>
      </w:r>
      <w:r w:rsidRPr="003D2FAA">
        <w:t>ass</w:t>
      </w:r>
      <w:r w:rsidRPr="003D2FAA">
        <w:t>u</w:t>
      </w:r>
      <w:r w:rsidRPr="003D2FAA">
        <w:t xml:space="preserve">ré que </w:t>
      </w:r>
      <w:proofErr w:type="spellStart"/>
      <w:r w:rsidRPr="003D2FAA">
        <w:t>Loffredi</w:t>
      </w:r>
      <w:proofErr w:type="spellEnd"/>
      <w:r w:rsidRPr="003D2FAA">
        <w:t xml:space="preserve"> ayant pour épouse un petit être comme elle</w:t>
      </w:r>
      <w:r w:rsidR="00DE313F">
        <w:t xml:space="preserve">, </w:t>
      </w:r>
      <w:r w:rsidRPr="003D2FAA">
        <w:t>si frais</w:t>
      </w:r>
      <w:r w:rsidR="00DE313F">
        <w:t xml:space="preserve">, </w:t>
      </w:r>
      <w:r w:rsidRPr="003D2FAA">
        <w:t>si vif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avait pu vraiment penser à d</w:t>
      </w:r>
      <w:r w:rsidR="00DE313F">
        <w:t>’</w:t>
      </w:r>
      <w:r w:rsidRPr="003D2FAA">
        <w:t>autres femmes</w:t>
      </w:r>
      <w:r w:rsidR="00DE313F">
        <w:t> !…</w:t>
      </w:r>
    </w:p>
    <w:p w14:paraId="043F5829" w14:textId="77777777" w:rsidR="00DE313F" w:rsidRDefault="0074134D" w:rsidP="0074134D">
      <w:r w:rsidRPr="003D2FAA">
        <w:t>N</w:t>
      </w:r>
      <w:r w:rsidR="00DE313F">
        <w:t>’</w:t>
      </w:r>
      <w:r w:rsidRPr="003D2FAA">
        <w:t>eût-elle pas dû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être certaine que personne</w:t>
      </w:r>
      <w:r w:rsidR="00DE313F">
        <w:t xml:space="preserve">, </w:t>
      </w:r>
      <w:r w:rsidRPr="003D2FAA">
        <w:t xml:space="preserve">la regardant et sachant quel homme avait été </w:t>
      </w:r>
      <w:proofErr w:type="spellStart"/>
      <w:r w:rsidRPr="003D2FAA">
        <w:t>Loffredi</w:t>
      </w:r>
      <w:proofErr w:type="spellEnd"/>
      <w:r w:rsidR="00DE313F">
        <w:t xml:space="preserve">, </w:t>
      </w:r>
      <w:r w:rsidRPr="003D2FAA">
        <w:t>ne pou</w:t>
      </w:r>
      <w:r w:rsidRPr="003D2FAA">
        <w:t>r</w:t>
      </w:r>
      <w:r w:rsidRPr="003D2FAA">
        <w:t>rait la croire</w:t>
      </w:r>
      <w:r w:rsidR="00DE313F">
        <w:t> ?</w:t>
      </w:r>
    </w:p>
    <w:p w14:paraId="7D0E3152" w14:textId="77777777" w:rsidR="00DE313F" w:rsidRDefault="0074134D" w:rsidP="0074134D">
      <w:r w:rsidRPr="003D2FAA">
        <w:t>Et cela l</w:t>
      </w:r>
      <w:r w:rsidR="00DE313F">
        <w:t>’</w:t>
      </w:r>
      <w:r w:rsidRPr="003D2FAA">
        <w:t>irritait</w:t>
      </w:r>
      <w:r w:rsidR="00DE313F">
        <w:t xml:space="preserve">, </w:t>
      </w:r>
      <w:r w:rsidRPr="003D2FAA">
        <w:t>non seulement parce que son amour-propre en était offensé</w:t>
      </w:r>
      <w:r w:rsidR="00DE313F">
        <w:t xml:space="preserve">, </w:t>
      </w:r>
      <w:r w:rsidRPr="003D2FAA">
        <w:t>mais aussi parce qu</w:t>
      </w:r>
      <w:r w:rsidR="00DE313F">
        <w:t>’</w:t>
      </w:r>
      <w:r w:rsidRPr="003D2FAA">
        <w:t>évidemment elle était orgueilleuse</w:t>
      </w:r>
      <w:r w:rsidR="00DE313F">
        <w:t xml:space="preserve">, </w:t>
      </w:r>
      <w:r w:rsidRPr="003D2FAA">
        <w:t>après cette tragédie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avoir été la femme de cet homme</w:t>
      </w:r>
      <w:r w:rsidR="00DE313F">
        <w:t xml:space="preserve">, </w:t>
      </w:r>
      <w:r w:rsidRPr="003D2FAA">
        <w:t>et d</w:t>
      </w:r>
      <w:r w:rsidR="00DE313F">
        <w:t>’</w:t>
      </w:r>
      <w:r w:rsidRPr="003D2FAA">
        <w:t>en être la petite veuve</w:t>
      </w:r>
      <w:r w:rsidR="00DE313F">
        <w:t xml:space="preserve">. </w:t>
      </w:r>
      <w:r w:rsidRPr="003D2FAA">
        <w:t xml:space="preserve">Lorsque </w:t>
      </w:r>
      <w:proofErr w:type="spellStart"/>
      <w:r w:rsidRPr="003D2FAA">
        <w:t>Loffredi</w:t>
      </w:r>
      <w:proofErr w:type="spellEnd"/>
      <w:r w:rsidRPr="003D2FAA">
        <w:t xml:space="preserve"> vivait</w:t>
      </w:r>
      <w:r w:rsidR="00DE313F">
        <w:t xml:space="preserve">, </w:t>
      </w:r>
      <w:r w:rsidRPr="003D2FAA">
        <w:t>elle avait dû être grandement suggestionnée par lui</w:t>
      </w:r>
      <w:r w:rsidR="00DE313F">
        <w:t xml:space="preserve">, </w:t>
      </w:r>
      <w:r w:rsidRPr="003D2FAA">
        <w:t>et peut-être en y pensant se sentait-elle encore sous cette emprise</w:t>
      </w:r>
      <w:r w:rsidR="00DE313F">
        <w:t xml:space="preserve">, </w:t>
      </w:r>
      <w:r w:rsidRPr="003D2FAA">
        <w:t>et peut-être aussi en était-elle dépitée</w:t>
      </w:r>
      <w:r w:rsidR="00DE313F">
        <w:t xml:space="preserve">, </w:t>
      </w:r>
      <w:r w:rsidRPr="003D2FAA">
        <w:t>et faisait-elle des efforts pour s</w:t>
      </w:r>
      <w:r w:rsidR="00DE313F">
        <w:t>’</w:t>
      </w:r>
      <w:r w:rsidRPr="003D2FAA">
        <w:t>en libérer</w:t>
      </w:r>
      <w:r w:rsidR="00DE313F">
        <w:t xml:space="preserve">. </w:t>
      </w:r>
      <w:r w:rsidRPr="003D2FAA">
        <w:t>Elle ne pouvait souffrir qu</w:t>
      </w:r>
      <w:r w:rsidR="00DE313F">
        <w:t>’</w:t>
      </w:r>
      <w:r w:rsidRPr="003D2FAA">
        <w:t xml:space="preserve">on pût soupçonner que </w:t>
      </w:r>
      <w:proofErr w:type="spellStart"/>
      <w:r w:rsidRPr="003D2FAA">
        <w:t>Loffredi</w:t>
      </w:r>
      <w:proofErr w:type="spellEnd"/>
      <w:r w:rsidRPr="003D2FAA">
        <w:t xml:space="preserve"> avait pu ne pas s</w:t>
      </w:r>
      <w:r w:rsidR="00DE313F">
        <w:t>’</w:t>
      </w:r>
      <w:r w:rsidRPr="003D2FAA">
        <w:t>occuper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et croire qu</w:t>
      </w:r>
      <w:r w:rsidR="00DE313F">
        <w:t>’</w:t>
      </w:r>
      <w:r w:rsidRPr="003D2FAA">
        <w:t>elle eût été pour lui une petite poupée et rien d</w:t>
      </w:r>
      <w:r w:rsidR="00DE313F">
        <w:t>’</w:t>
      </w:r>
      <w:r w:rsidRPr="003D2FAA">
        <w:t>autre</w:t>
      </w:r>
      <w:r w:rsidR="00DE313F">
        <w:t xml:space="preserve">. </w:t>
      </w:r>
      <w:r w:rsidRPr="003D2FAA">
        <w:t>Elle voulait du moins être l</w:t>
      </w:r>
      <w:r w:rsidR="00DE313F">
        <w:t>’</w:t>
      </w:r>
      <w:r w:rsidRPr="003D2FAA">
        <w:t xml:space="preserve">héritière unique de tout le tapage que la tragique fin du fier et impétueux journaliste génois </w:t>
      </w:r>
      <w:r w:rsidRPr="003D2FAA">
        <w:lastRenderedPageBreak/>
        <w:t>avait soulevée environ une année auparavant</w:t>
      </w:r>
      <w:r w:rsidR="00DE313F">
        <w:t xml:space="preserve">, </w:t>
      </w:r>
      <w:r w:rsidRPr="003D2FAA">
        <w:t>dans toute la presse quotidienne de l</w:t>
      </w:r>
      <w:r w:rsidR="00DE313F">
        <w:t>’</w:t>
      </w:r>
      <w:r w:rsidRPr="003D2FAA">
        <w:t>Italie</w:t>
      </w:r>
      <w:r w:rsidR="00DE313F">
        <w:t>.</w:t>
      </w:r>
    </w:p>
    <w:p w14:paraId="6CE32785" w14:textId="77777777" w:rsidR="00DE313F" w:rsidRDefault="0074134D" w:rsidP="0074134D">
      <w:r w:rsidRPr="003D2FAA">
        <w:t>Le monsieur fut très satisfait d</w:t>
      </w:r>
      <w:r w:rsidR="00DE313F">
        <w:t>’</w:t>
      </w:r>
      <w:r w:rsidRPr="003D2FAA">
        <w:t>avoir si bien deviné le genre d</w:t>
      </w:r>
      <w:r w:rsidR="00DE313F">
        <w:t>’</w:t>
      </w:r>
      <w:r w:rsidRPr="003D2FAA">
        <w:t>esprit</w:t>
      </w:r>
      <w:r w:rsidR="00DE313F">
        <w:t xml:space="preserve">, </w:t>
      </w:r>
      <w:r w:rsidRPr="003D2FAA">
        <w:t>le genre de caractère de sa compagne de voyage</w:t>
      </w:r>
      <w:r w:rsidR="00DE313F">
        <w:t xml:space="preserve">, </w:t>
      </w:r>
      <w:r w:rsidRPr="003D2FAA">
        <w:t>lor</w:t>
      </w:r>
      <w:r w:rsidRPr="003D2FAA">
        <w:t>s</w:t>
      </w:r>
      <w:r w:rsidRPr="003D2FAA">
        <w:t>que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ayant poussée par des questions brèves et adroites à pa</w:t>
      </w:r>
      <w:r w:rsidRPr="003D2FAA">
        <w:t>r</w:t>
      </w:r>
      <w:r w:rsidRPr="003D2FAA">
        <w:t>ler de sa position</w:t>
      </w:r>
      <w:r w:rsidR="00DE313F">
        <w:t xml:space="preserve">, </w:t>
      </w:r>
      <w:r w:rsidRPr="003D2FAA">
        <w:t>il obtint d</w:t>
      </w:r>
      <w:r w:rsidR="00DE313F">
        <w:t>’</w:t>
      </w:r>
      <w:r w:rsidRPr="003D2FAA">
        <w:t>elle la confirmation de ce qu</w:t>
      </w:r>
      <w:r w:rsidR="00DE313F">
        <w:t>’</w:t>
      </w:r>
      <w:r w:rsidRPr="003D2FAA">
        <w:t>il avait cru</w:t>
      </w:r>
      <w:r w:rsidR="00DE313F">
        <w:t>.</w:t>
      </w:r>
    </w:p>
    <w:p w14:paraId="211D5CB2" w14:textId="77777777" w:rsidR="00DE313F" w:rsidRDefault="0074134D" w:rsidP="0074134D">
      <w:r w:rsidRPr="003D2FAA">
        <w:t>Et alors un grand attendrissement s</w:t>
      </w:r>
      <w:r w:rsidR="00DE313F">
        <w:t>’</w:t>
      </w:r>
      <w:r w:rsidRPr="003D2FAA">
        <w:t>empara de lui à voir les airs d</w:t>
      </w:r>
      <w:r w:rsidR="00DE313F">
        <w:t>’</w:t>
      </w:r>
      <w:r w:rsidRPr="003D2FAA">
        <w:t>indépendance que se donnait cette petite alouette à peine</w:t>
      </w:r>
      <w:r w:rsidR="00DE313F">
        <w:t xml:space="preserve">, </w:t>
      </w:r>
      <w:r w:rsidRPr="003D2FAA">
        <w:t>à peine sortie du nid</w:t>
      </w:r>
      <w:r w:rsidR="00DE313F">
        <w:t xml:space="preserve">, </w:t>
      </w:r>
      <w:r w:rsidRPr="003D2FAA">
        <w:t>et encore inexperte au vol</w:t>
      </w:r>
      <w:r w:rsidR="00DE313F">
        <w:t xml:space="preserve">. </w:t>
      </w:r>
      <w:r w:rsidRPr="003D2FAA">
        <w:t>Il admira les preuves de jugement et de grand courage qu</w:t>
      </w:r>
      <w:r w:rsidR="00DE313F">
        <w:t>’</w:t>
      </w:r>
      <w:r w:rsidRPr="003D2FAA">
        <w:t>elle donnait</w:t>
      </w:r>
      <w:r w:rsidR="00DE313F">
        <w:t xml:space="preserve">. </w:t>
      </w:r>
      <w:r w:rsidRPr="003D2FAA">
        <w:t>Ah</w:t>
      </w:r>
      <w:r w:rsidR="00DE313F">
        <w:t xml:space="preserve"> ! </w:t>
      </w:r>
      <w:r w:rsidRPr="003D2FAA">
        <w:t>mais</w:t>
      </w:r>
      <w:r w:rsidR="00DE313F">
        <w:t xml:space="preserve">, </w:t>
      </w:r>
      <w:r w:rsidRPr="003D2FAA">
        <w:t>ah</w:t>
      </w:r>
      <w:r w:rsidR="00DE313F">
        <w:t xml:space="preserve"> ! </w:t>
      </w:r>
      <w:r w:rsidRPr="003D2FAA">
        <w:t>mais</w:t>
      </w:r>
      <w:r w:rsidR="00DE313F">
        <w:t xml:space="preserve">, </w:t>
      </w:r>
      <w:r w:rsidRPr="003D2FAA">
        <w:t>elle ne serait jamais submergée</w:t>
      </w:r>
      <w:r w:rsidR="00DE313F">
        <w:t xml:space="preserve">, </w:t>
      </w:r>
      <w:r w:rsidRPr="003D2FAA">
        <w:t>elle</w:t>
      </w:r>
      <w:r w:rsidR="00DE313F">
        <w:t xml:space="preserve"> ! </w:t>
      </w:r>
      <w:r w:rsidRPr="003D2FAA">
        <w:t>Jetée du jour au lendemain d</w:t>
      </w:r>
      <w:r w:rsidR="00DE313F">
        <w:t>’</w:t>
      </w:r>
      <w:r w:rsidRPr="003D2FAA">
        <w:t>un état dans un autre</w:t>
      </w:r>
      <w:r w:rsidR="00DE313F">
        <w:t xml:space="preserve">, </w:t>
      </w:r>
      <w:r w:rsidRPr="003D2FAA">
        <w:t>au milieu de l</w:t>
      </w:r>
      <w:r w:rsidR="00DE313F">
        <w:t>’</w:t>
      </w:r>
      <w:r w:rsidRPr="003D2FAA">
        <w:t>horreur et du bouleversement d</w:t>
      </w:r>
      <w:r w:rsidR="00DE313F">
        <w:t>’</w:t>
      </w:r>
      <w:r w:rsidRPr="003D2FAA">
        <w:t>une tragédie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avait pas défailli</w:t>
      </w:r>
      <w:r w:rsidR="00DE313F">
        <w:t xml:space="preserve"> ; </w:t>
      </w:r>
      <w:r w:rsidRPr="003D2FAA">
        <w:t>elle avait couru ici</w:t>
      </w:r>
      <w:r w:rsidR="00DE313F">
        <w:t xml:space="preserve">, </w:t>
      </w:r>
      <w:r w:rsidRPr="003D2FAA">
        <w:t>couru là</w:t>
      </w:r>
      <w:r w:rsidR="00DE313F">
        <w:t xml:space="preserve"> ; </w:t>
      </w:r>
      <w:r w:rsidRPr="003D2FAA">
        <w:t>elle avait fait ceci et cela</w:t>
      </w:r>
      <w:r w:rsidR="00DE313F">
        <w:t xml:space="preserve">, </w:t>
      </w:r>
      <w:r w:rsidRPr="003D2FAA">
        <w:t>non pas tant pour elle que pour ces pauvres bébés</w:t>
      </w:r>
      <w:r w:rsidR="00DE313F">
        <w:t xml:space="preserve">… </w:t>
      </w:r>
      <w:r w:rsidRPr="003D2FAA">
        <w:t>Mais</w:t>
      </w:r>
      <w:r w:rsidR="00DE313F">
        <w:t xml:space="preserve">, </w:t>
      </w:r>
      <w:r w:rsidRPr="003D2FAA">
        <w:t>en somme</w:t>
      </w:r>
      <w:r w:rsidR="00DE313F">
        <w:t xml:space="preserve">, </w:t>
      </w:r>
      <w:r w:rsidRPr="003D2FAA">
        <w:t>un peu pour elle aussi</w:t>
      </w:r>
      <w:r w:rsidR="00DE313F">
        <w:t xml:space="preserve">, </w:t>
      </w:r>
      <w:r w:rsidRPr="003D2FAA">
        <w:t>puisqu</w:t>
      </w:r>
      <w:r w:rsidR="00DE313F">
        <w:t>’</w:t>
      </w:r>
      <w:r w:rsidRPr="003D2FAA">
        <w:t>à la fin du compte</w:t>
      </w:r>
      <w:r w:rsidR="00DE313F">
        <w:t xml:space="preserve">, </w:t>
      </w:r>
      <w:r w:rsidRPr="003D2FAA">
        <w:t>elle avait à peine vingt ans</w:t>
      </w:r>
      <w:r w:rsidR="00DE313F">
        <w:t xml:space="preserve"> ! </w:t>
      </w:r>
      <w:r w:rsidRPr="003D2FAA">
        <w:t>Vingt ans</w:t>
      </w:r>
      <w:r w:rsidR="00DE313F">
        <w:t xml:space="preserve">, </w:t>
      </w:r>
      <w:r w:rsidRPr="003D2FAA">
        <w:t>et on ne les lui aurait pas donnés</w:t>
      </w:r>
      <w:r w:rsidR="00DE313F">
        <w:t xml:space="preserve"> !… </w:t>
      </w:r>
      <w:r w:rsidRPr="003D2FAA">
        <w:t>et cela devenait un obstacle</w:t>
      </w:r>
      <w:r w:rsidR="00DE313F">
        <w:t xml:space="preserve">, </w:t>
      </w:r>
      <w:r w:rsidRPr="003D2FAA">
        <w:t>et le plus dépitant de tous</w:t>
      </w:r>
      <w:r w:rsidR="00DE313F">
        <w:t xml:space="preserve">. </w:t>
      </w:r>
      <w:r w:rsidRPr="003D2FAA">
        <w:t>En effet</w:t>
      </w:r>
      <w:r w:rsidR="00DE313F">
        <w:t xml:space="preserve">, </w:t>
      </w:r>
      <w:r w:rsidRPr="003D2FAA">
        <w:t>chacun</w:t>
      </w:r>
      <w:r w:rsidR="00DE313F">
        <w:t xml:space="preserve">, </w:t>
      </w:r>
      <w:r w:rsidRPr="003D2FAA">
        <w:t>la voyant irritée et désespérée</w:t>
      </w:r>
      <w:r w:rsidR="00DE313F">
        <w:t xml:space="preserve">, </w:t>
      </w:r>
      <w:r w:rsidRPr="003D2FAA">
        <w:t>se mettait à rire comme si elle n</w:t>
      </w:r>
      <w:r w:rsidR="00DE313F">
        <w:t>’</w:t>
      </w:r>
      <w:r w:rsidRPr="003D2FAA">
        <w:t>avait pas le droit de s</w:t>
      </w:r>
      <w:r w:rsidR="00DE313F">
        <w:t>’</w:t>
      </w:r>
      <w:r w:rsidRPr="003D2FAA">
        <w:t>irriter et de se d</w:t>
      </w:r>
      <w:r w:rsidRPr="003D2FAA">
        <w:t>é</w:t>
      </w:r>
      <w:r w:rsidRPr="003D2FAA">
        <w:t>sespérer à ce point</w:t>
      </w:r>
      <w:r w:rsidR="00DE313F">
        <w:t xml:space="preserve">. </w:t>
      </w:r>
      <w:r w:rsidRPr="003D2FAA">
        <w:t>Plus elle s</w:t>
      </w:r>
      <w:r w:rsidR="00DE313F">
        <w:t>’</w:t>
      </w:r>
      <w:r w:rsidRPr="003D2FAA">
        <w:t>enrageait</w:t>
      </w:r>
      <w:r w:rsidR="00DE313F">
        <w:t xml:space="preserve">, </w:t>
      </w:r>
      <w:r w:rsidRPr="003D2FAA">
        <w:t>et plus les gens riaient</w:t>
      </w:r>
      <w:r w:rsidR="00DE313F">
        <w:t xml:space="preserve">, </w:t>
      </w:r>
      <w:r w:rsidRPr="003D2FAA">
        <w:t>et tout en riant</w:t>
      </w:r>
      <w:r w:rsidR="00DE313F">
        <w:t xml:space="preserve">, </w:t>
      </w:r>
      <w:r w:rsidRPr="003D2FAA">
        <w:t>qui lui promettait une chose et qui une autre</w:t>
      </w:r>
      <w:r w:rsidR="00DE313F">
        <w:t xml:space="preserve"> ; </w:t>
      </w:r>
      <w:r w:rsidRPr="003D2FAA">
        <w:t>et tous auraient désiré accompagner la promesse d</w:t>
      </w:r>
      <w:r w:rsidR="00DE313F">
        <w:t>’</w:t>
      </w:r>
      <w:r w:rsidRPr="003D2FAA">
        <w:t>une petite pr</w:t>
      </w:r>
      <w:r w:rsidRPr="003D2FAA">
        <w:t>i</w:t>
      </w:r>
      <w:r w:rsidRPr="003D2FAA">
        <w:t>vauté qu</w:t>
      </w:r>
      <w:r w:rsidR="00DE313F">
        <w:t>’</w:t>
      </w:r>
      <w:r w:rsidRPr="003D2FAA">
        <w:t>ils n</w:t>
      </w:r>
      <w:r w:rsidR="00DE313F">
        <w:t>’</w:t>
      </w:r>
      <w:r w:rsidRPr="003D2FAA">
        <w:t>osaient prendre</w:t>
      </w:r>
      <w:r w:rsidR="00DE313F">
        <w:t xml:space="preserve">, </w:t>
      </w:r>
      <w:r w:rsidRPr="003D2FAA">
        <w:t>mais qu</w:t>
      </w:r>
      <w:r w:rsidR="00DE313F">
        <w:t>’</w:t>
      </w:r>
      <w:r w:rsidRPr="003D2FAA">
        <w:t>elle lisait clairement dans leurs yeux</w:t>
      </w:r>
      <w:r w:rsidR="00DE313F">
        <w:t xml:space="preserve">. </w:t>
      </w:r>
      <w:r w:rsidRPr="003D2FAA">
        <w:t>Elle s</w:t>
      </w:r>
      <w:r w:rsidR="00DE313F">
        <w:t>’</w:t>
      </w:r>
      <w:r w:rsidRPr="003D2FAA">
        <w:t>était donc finalement lassée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pour en sortir</w:t>
      </w:r>
      <w:r w:rsidR="00DE313F">
        <w:t xml:space="preserve">, </w:t>
      </w:r>
      <w:r w:rsidRPr="003D2FAA">
        <w:t xml:space="preserve">la voici télégraphiste à </w:t>
      </w:r>
      <w:proofErr w:type="spellStart"/>
      <w:r w:rsidRPr="003D2FAA">
        <w:t>Peola</w:t>
      </w:r>
      <w:proofErr w:type="spellEnd"/>
      <w:r w:rsidR="00DE313F">
        <w:t> !</w:t>
      </w:r>
    </w:p>
    <w:p w14:paraId="216874F3" w14:textId="77777777" w:rsidR="00DE313F" w:rsidRDefault="00DE313F" w:rsidP="0074134D">
      <w:r>
        <w:t>— </w:t>
      </w:r>
      <w:r w:rsidR="0074134D" w:rsidRPr="003D2FAA">
        <w:t>Pauvre madame</w:t>
      </w:r>
      <w:r>
        <w:t xml:space="preserve"> ! </w:t>
      </w:r>
      <w:r w:rsidR="0074134D" w:rsidRPr="003D2FAA">
        <w:t>soupira en souriant</w:t>
      </w:r>
      <w:r>
        <w:t xml:space="preserve">, </w:t>
      </w:r>
      <w:r w:rsidR="0074134D" w:rsidRPr="003D2FAA">
        <w:t>lui aussi</w:t>
      </w:r>
      <w:r>
        <w:t xml:space="preserve">, </w:t>
      </w:r>
      <w:r w:rsidR="0074134D" w:rsidRPr="003D2FAA">
        <w:t>son compagnon de voyage</w:t>
      </w:r>
      <w:r>
        <w:t>.</w:t>
      </w:r>
    </w:p>
    <w:p w14:paraId="2FA7E4BA" w14:textId="77777777" w:rsidR="00DE313F" w:rsidRDefault="00DE313F" w:rsidP="0074134D">
      <w:r>
        <w:t>— </w:t>
      </w:r>
      <w:r w:rsidR="0074134D" w:rsidRPr="003D2FAA">
        <w:t>Pauvre</w:t>
      </w:r>
      <w:r>
        <w:t xml:space="preserve">, </w:t>
      </w:r>
      <w:r w:rsidR="0074134D" w:rsidRPr="003D2FAA">
        <w:t>pourquoi</w:t>
      </w:r>
      <w:r>
        <w:t> ?</w:t>
      </w:r>
    </w:p>
    <w:p w14:paraId="7F02411F" w14:textId="77777777" w:rsidR="00DE313F" w:rsidRDefault="00DE313F" w:rsidP="0074134D">
      <w:r>
        <w:lastRenderedPageBreak/>
        <w:t>— </w:t>
      </w:r>
      <w:r w:rsidR="0074134D" w:rsidRPr="003D2FAA">
        <w:t>Eh</w:t>
      </w:r>
      <w:r>
        <w:t xml:space="preserve"> ! </w:t>
      </w:r>
      <w:r w:rsidR="0074134D" w:rsidRPr="003D2FAA">
        <w:t>pourquoi</w:t>
      </w:r>
      <w:r>
        <w:t xml:space="preserve">… </w:t>
      </w:r>
      <w:r w:rsidR="0074134D" w:rsidRPr="003D2FAA">
        <w:t>Vous verrez</w:t>
      </w:r>
      <w:r>
        <w:t xml:space="preserve">, </w:t>
      </w:r>
      <w:r w:rsidR="0074134D" w:rsidRPr="003D2FAA">
        <w:t xml:space="preserve">on ne se divertit guère à </w:t>
      </w:r>
      <w:proofErr w:type="spellStart"/>
      <w:r w:rsidR="0074134D" w:rsidRPr="003D2FAA">
        <w:t>Peola</w:t>
      </w:r>
      <w:proofErr w:type="spellEnd"/>
      <w:r>
        <w:t>.</w:t>
      </w:r>
    </w:p>
    <w:p w14:paraId="7248CFA5" w14:textId="77777777" w:rsidR="00DE313F" w:rsidRDefault="0074134D" w:rsidP="0074134D">
      <w:r w:rsidRPr="003D2FAA">
        <w:t>Il lui donna quelques informations sur le pays</w:t>
      </w:r>
      <w:r w:rsidR="00DE313F">
        <w:t xml:space="preserve">, </w:t>
      </w:r>
      <w:r w:rsidRPr="003D2FAA">
        <w:t>et sur sa vie</w:t>
      </w:r>
      <w:r w:rsidR="00DE313F">
        <w:t xml:space="preserve">… </w:t>
      </w:r>
      <w:r w:rsidRPr="003D2FAA">
        <w:t>Si vraiment on pouvait l</w:t>
      </w:r>
      <w:r w:rsidR="00DE313F">
        <w:t>’</w:t>
      </w:r>
      <w:r w:rsidRPr="003D2FAA">
        <w:t>appeler une vie</w:t>
      </w:r>
      <w:r w:rsidR="00DE313F">
        <w:t> !</w:t>
      </w:r>
    </w:p>
    <w:p w14:paraId="7D15E4FB" w14:textId="77777777" w:rsidR="00DE313F" w:rsidRDefault="0074134D" w:rsidP="0074134D">
      <w:r w:rsidRPr="003D2FAA">
        <w:t>Dans toutes les ruelles et les petites places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ennui était toujours visible et tangible à </w:t>
      </w:r>
      <w:proofErr w:type="spellStart"/>
      <w:r w:rsidRPr="003D2FAA">
        <w:t>Peola</w:t>
      </w:r>
      <w:proofErr w:type="spellEnd"/>
      <w:r w:rsidR="00DE313F">
        <w:t>.</w:t>
      </w:r>
    </w:p>
    <w:p w14:paraId="7D4A9DF2" w14:textId="77777777" w:rsidR="00DE313F" w:rsidRDefault="00DE313F" w:rsidP="0074134D">
      <w:r>
        <w:t>— </w:t>
      </w:r>
      <w:r w:rsidR="0074134D" w:rsidRPr="003D2FAA">
        <w:t>Visible</w:t>
      </w:r>
      <w:r>
        <w:t xml:space="preserve"> ? </w:t>
      </w:r>
      <w:r w:rsidR="0074134D" w:rsidRPr="003D2FAA">
        <w:t>Comment</w:t>
      </w:r>
      <w:r>
        <w:t> ?</w:t>
      </w:r>
    </w:p>
    <w:p w14:paraId="66115842" w14:textId="77777777" w:rsidR="00DE313F" w:rsidRDefault="00DE313F" w:rsidP="0074134D">
      <w:r>
        <w:t>— </w:t>
      </w:r>
      <w:r w:rsidR="0074134D" w:rsidRPr="003D2FAA">
        <w:t>Grâce à une multitude de chiens qui dorment du matin au soir étendus sur le pavé</w:t>
      </w:r>
      <w:r>
        <w:t xml:space="preserve">. </w:t>
      </w:r>
      <w:r w:rsidR="0074134D" w:rsidRPr="003D2FAA">
        <w:t>Ils ne se réveillent même pas pour se gratter</w:t>
      </w:r>
      <w:r>
        <w:t xml:space="preserve">, </w:t>
      </w:r>
      <w:r w:rsidR="0074134D" w:rsidRPr="003D2FAA">
        <w:t>ces chiens</w:t>
      </w:r>
      <w:r>
        <w:t xml:space="preserve">, </w:t>
      </w:r>
      <w:r w:rsidR="0074134D" w:rsidRPr="003D2FAA">
        <w:t>ou</w:t>
      </w:r>
      <w:r>
        <w:t xml:space="preserve">, </w:t>
      </w:r>
      <w:r w:rsidR="0074134D" w:rsidRPr="003D2FAA">
        <w:t>mieux</w:t>
      </w:r>
      <w:r>
        <w:t xml:space="preserve">, </w:t>
      </w:r>
      <w:r w:rsidR="0074134D" w:rsidRPr="003D2FAA">
        <w:t>ils se grattent en continuant à dormir</w:t>
      </w:r>
      <w:r>
        <w:t>.</w:t>
      </w:r>
    </w:p>
    <w:p w14:paraId="70F54C57" w14:textId="77777777" w:rsidR="00DE313F" w:rsidRDefault="0074134D" w:rsidP="0074134D">
      <w:r w:rsidRPr="003D2FAA">
        <w:t xml:space="preserve">Et à </w:t>
      </w:r>
      <w:proofErr w:type="spellStart"/>
      <w:r w:rsidRPr="003D2FAA">
        <w:t>Peola</w:t>
      </w:r>
      <w:proofErr w:type="spellEnd"/>
      <w:r w:rsidR="00DE313F">
        <w:t xml:space="preserve">, </w:t>
      </w:r>
      <w:r w:rsidRPr="003D2FAA">
        <w:t>malheur à qui ouvrait la bouche pour bâiller</w:t>
      </w:r>
      <w:r w:rsidR="00DE313F">
        <w:t xml:space="preserve"> ! </w:t>
      </w:r>
      <w:r w:rsidRPr="003D2FAA">
        <w:t>Car il devait se résigner à la tenir ouverte un bon moment</w:t>
      </w:r>
      <w:r w:rsidR="00DE313F">
        <w:t xml:space="preserve">, </w:t>
      </w:r>
      <w:r w:rsidRPr="003D2FAA">
        <w:t>pour une enfilade d</w:t>
      </w:r>
      <w:r w:rsidR="00DE313F">
        <w:t>’</w:t>
      </w:r>
      <w:r w:rsidRPr="003D2FAA">
        <w:t>au moins quatre ou cinq bâillements de suite</w:t>
      </w:r>
      <w:r w:rsidR="00DE313F">
        <w:t xml:space="preserve"> ! </w:t>
      </w:r>
      <w:r w:rsidRPr="003D2FAA">
        <w:t>Entré dans la bouche de quelqu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ennui ne se décidait pas f</w:t>
      </w:r>
      <w:r w:rsidRPr="003D2FAA">
        <w:t>a</w:t>
      </w:r>
      <w:r w:rsidRPr="003D2FAA">
        <w:t>cilement à en sortir</w:t>
      </w:r>
      <w:r w:rsidR="00DE313F">
        <w:t xml:space="preserve">. </w:t>
      </w:r>
      <w:r w:rsidRPr="003D2FAA">
        <w:t xml:space="preserve">Et tous à </w:t>
      </w:r>
      <w:proofErr w:type="spellStart"/>
      <w:r w:rsidRPr="003D2FAA">
        <w:t>Peola</w:t>
      </w:r>
      <w:proofErr w:type="spellEnd"/>
      <w:r w:rsidR="00DE313F">
        <w:t xml:space="preserve">, </w:t>
      </w:r>
      <w:r w:rsidRPr="003D2FAA">
        <w:t>à propos de quelque chose à faire</w:t>
      </w:r>
      <w:r w:rsidR="00DE313F">
        <w:t xml:space="preserve">, </w:t>
      </w:r>
      <w:r w:rsidRPr="003D2FAA">
        <w:t>fermaient les yeux et soupiraient</w:t>
      </w:r>
      <w:r w:rsidR="00DE313F">
        <w:t> :</w:t>
      </w:r>
    </w:p>
    <w:p w14:paraId="4A6A58E3" w14:textId="77777777" w:rsidR="00DE313F" w:rsidRDefault="00DE313F" w:rsidP="0074134D">
      <w:r>
        <w:t>— </w:t>
      </w:r>
      <w:r w:rsidR="0074134D" w:rsidRPr="003D2FAA">
        <w:t>Demain</w:t>
      </w:r>
      <w:r>
        <w:t> !…</w:t>
      </w:r>
    </w:p>
    <w:p w14:paraId="06D273CC" w14:textId="77777777" w:rsidR="00DE313F" w:rsidRDefault="0074134D" w:rsidP="0074134D">
      <w:r w:rsidRPr="003D2FAA">
        <w:t>Parce qu</w:t>
      </w:r>
      <w:r w:rsidR="00DE313F">
        <w:t>’</w:t>
      </w:r>
      <w:r w:rsidRPr="003D2FAA">
        <w:t>aujourd</w:t>
      </w:r>
      <w:r w:rsidR="00DE313F">
        <w:t>’</w:t>
      </w:r>
      <w:r w:rsidRPr="003D2FAA">
        <w:t>hui et demain représentaient la même chose</w:t>
      </w:r>
      <w:r w:rsidR="00DE313F">
        <w:t xml:space="preserve"> ; </w:t>
      </w:r>
      <w:r w:rsidRPr="003D2FAA">
        <w:t>c</w:t>
      </w:r>
      <w:r w:rsidR="00DE313F">
        <w:t>’</w:t>
      </w:r>
      <w:r w:rsidRPr="003D2FAA">
        <w:t>est-à-dire que demain n</w:t>
      </w:r>
      <w:r w:rsidR="00DE313F">
        <w:t>’</w:t>
      </w:r>
      <w:r w:rsidRPr="003D2FAA">
        <w:t>arrivait jamais</w:t>
      </w:r>
      <w:r w:rsidR="00DE313F">
        <w:t>.</w:t>
      </w:r>
    </w:p>
    <w:p w14:paraId="6FAF4BF8" w14:textId="77777777" w:rsidR="00DE313F" w:rsidRDefault="00DE313F" w:rsidP="0074134D">
      <w:r>
        <w:t>— </w:t>
      </w:r>
      <w:r w:rsidR="0074134D" w:rsidRPr="003D2FAA">
        <w:t>Vous verrez combien vous aurez peu à faire au bureau du télégraphe</w:t>
      </w:r>
      <w:r>
        <w:t xml:space="preserve">, </w:t>
      </w:r>
      <w:r w:rsidR="0074134D" w:rsidRPr="003D2FAA">
        <w:t>conclut-il</w:t>
      </w:r>
      <w:r>
        <w:t xml:space="preserve">. </w:t>
      </w:r>
      <w:r w:rsidR="0074134D" w:rsidRPr="003D2FAA">
        <w:t>Presque personne ne s</w:t>
      </w:r>
      <w:r>
        <w:t>’</w:t>
      </w:r>
      <w:r w:rsidR="0074134D" w:rsidRPr="003D2FAA">
        <w:t>en sert jamais</w:t>
      </w:r>
      <w:r>
        <w:t xml:space="preserve">. </w:t>
      </w:r>
      <w:r w:rsidR="0074134D" w:rsidRPr="003D2FAA">
        <w:t>Vous voyez ce petit train</w:t>
      </w:r>
      <w:r>
        <w:t xml:space="preserve">, </w:t>
      </w:r>
      <w:r w:rsidR="0074134D" w:rsidRPr="003D2FAA">
        <w:t>il va au pas d</w:t>
      </w:r>
      <w:r>
        <w:t>’</w:t>
      </w:r>
      <w:r w:rsidR="0074134D" w:rsidRPr="003D2FAA">
        <w:t>une patache</w:t>
      </w:r>
      <w:r>
        <w:t xml:space="preserve">. </w:t>
      </w:r>
      <w:r w:rsidR="0074134D" w:rsidRPr="003D2FAA">
        <w:t>Eh bien</w:t>
      </w:r>
      <w:r>
        <w:t xml:space="preserve"> ! </w:t>
      </w:r>
      <w:r w:rsidR="0074134D" w:rsidRPr="003D2FAA">
        <w:t xml:space="preserve">même la patache représenterait un progrès pour </w:t>
      </w:r>
      <w:proofErr w:type="spellStart"/>
      <w:r w:rsidR="0074134D" w:rsidRPr="003D2FAA">
        <w:t>Peola</w:t>
      </w:r>
      <w:proofErr w:type="spellEnd"/>
      <w:r>
        <w:t xml:space="preserve"> ; </w:t>
      </w:r>
      <w:r w:rsidR="0074134D" w:rsidRPr="003D2FAA">
        <w:t xml:space="preserve">la vie à </w:t>
      </w:r>
      <w:proofErr w:type="spellStart"/>
      <w:r w:rsidR="0074134D" w:rsidRPr="003D2FAA">
        <w:t>Peola</w:t>
      </w:r>
      <w:proofErr w:type="spellEnd"/>
      <w:r w:rsidR="0074134D" w:rsidRPr="003D2FAA">
        <w:t xml:space="preserve"> va encore en litière</w:t>
      </w:r>
      <w:r>
        <w:t>.</w:t>
      </w:r>
    </w:p>
    <w:p w14:paraId="7C15F6CE" w14:textId="77777777" w:rsidR="00DE313F" w:rsidRDefault="00DE313F" w:rsidP="0074134D">
      <w:r>
        <w:t>— </w:t>
      </w:r>
      <w:r w:rsidR="0074134D" w:rsidRPr="003D2FAA">
        <w:t>Dieu</w:t>
      </w:r>
      <w:r>
        <w:t xml:space="preserve"> ! </w:t>
      </w:r>
      <w:r w:rsidR="0074134D" w:rsidRPr="003D2FAA">
        <w:t>Dieu</w:t>
      </w:r>
      <w:r>
        <w:t xml:space="preserve"> ! </w:t>
      </w:r>
      <w:r w:rsidR="0074134D" w:rsidRPr="003D2FAA">
        <w:t>Vous m</w:t>
      </w:r>
      <w:r>
        <w:t>’</w:t>
      </w:r>
      <w:r w:rsidR="0074134D" w:rsidRPr="003D2FAA">
        <w:t>épouvantez</w:t>
      </w:r>
      <w:r>
        <w:t xml:space="preserve"> ! </w:t>
      </w:r>
      <w:r w:rsidR="0074134D" w:rsidRPr="003D2FAA">
        <w:t xml:space="preserve">dit madame </w:t>
      </w:r>
      <w:proofErr w:type="spellStart"/>
      <w:r w:rsidR="0074134D" w:rsidRPr="003D2FAA">
        <w:t>Lucietta</w:t>
      </w:r>
      <w:proofErr w:type="spellEnd"/>
      <w:r>
        <w:t>.</w:t>
      </w:r>
    </w:p>
    <w:p w14:paraId="29D22785" w14:textId="77777777" w:rsidR="00DE313F" w:rsidRDefault="00DE313F" w:rsidP="0074134D">
      <w:r>
        <w:lastRenderedPageBreak/>
        <w:t>— </w:t>
      </w:r>
      <w:r w:rsidR="0074134D" w:rsidRPr="003D2FAA">
        <w:t>Ne vous épouvantez pas</w:t>
      </w:r>
      <w:r>
        <w:t xml:space="preserve">, </w:t>
      </w:r>
      <w:r w:rsidR="0074134D" w:rsidRPr="003D2FAA">
        <w:t>voyons</w:t>
      </w:r>
      <w:r>
        <w:t xml:space="preserve">, </w:t>
      </w:r>
      <w:r w:rsidR="0074134D" w:rsidRPr="003D2FAA">
        <w:t>sourit le monsieur</w:t>
      </w:r>
      <w:r>
        <w:t xml:space="preserve">. </w:t>
      </w:r>
      <w:r w:rsidR="0074134D" w:rsidRPr="003D2FAA">
        <w:t>D</w:t>
      </w:r>
      <w:r>
        <w:t>’</w:t>
      </w:r>
      <w:r w:rsidR="0074134D" w:rsidRPr="003D2FAA">
        <w:t>ailleurs je vais vous donner une bonne nouvelle</w:t>
      </w:r>
      <w:r>
        <w:t xml:space="preserve"> : </w:t>
      </w:r>
      <w:r w:rsidR="0074134D" w:rsidRPr="003D2FAA">
        <w:t>dans peu de jours</w:t>
      </w:r>
      <w:r>
        <w:t xml:space="preserve">, </w:t>
      </w:r>
      <w:r w:rsidR="0074134D" w:rsidRPr="003D2FAA">
        <w:t>nous aurons un bal au Cercle</w:t>
      </w:r>
      <w:r>
        <w:t>.</w:t>
      </w:r>
    </w:p>
    <w:p w14:paraId="64E24BF7" w14:textId="77777777" w:rsidR="00DE313F" w:rsidRDefault="00DE313F" w:rsidP="0074134D">
      <w:r>
        <w:t>— </w:t>
      </w:r>
      <w:r w:rsidR="0074134D" w:rsidRPr="003D2FAA">
        <w:t>Ah</w:t>
      </w:r>
      <w:r>
        <w:t> ?</w:t>
      </w:r>
    </w:p>
    <w:p w14:paraId="23D12865" w14:textId="77777777" w:rsidR="00DE313F" w:rsidRDefault="0074134D" w:rsidP="0074134D">
      <w:r w:rsidRPr="003D2FAA">
        <w:t xml:space="preserve">Et madame </w:t>
      </w:r>
      <w:proofErr w:type="spellStart"/>
      <w:r w:rsidRPr="003D2FAA">
        <w:t>Lucietta</w:t>
      </w:r>
      <w:proofErr w:type="spellEnd"/>
      <w:r w:rsidRPr="003D2FAA">
        <w:t xml:space="preserve"> le regarda comme prise</w:t>
      </w:r>
      <w:r w:rsidR="00DE313F">
        <w:t xml:space="preserve">, </w:t>
      </w:r>
      <w:r w:rsidRPr="003D2FAA">
        <w:t>en éclair</w:t>
      </w:r>
      <w:r w:rsidR="00DE313F">
        <w:t xml:space="preserve">, </w:t>
      </w:r>
      <w:r w:rsidRPr="003D2FAA">
        <w:t>du soupçon que ce monsieur voulait se moquer d</w:t>
      </w:r>
      <w:r w:rsidR="00DE313F">
        <w:t>’</w:t>
      </w:r>
      <w:r w:rsidRPr="003D2FAA">
        <w:t>elle</w:t>
      </w:r>
      <w:r w:rsidR="00DE313F">
        <w:t>.</w:t>
      </w:r>
    </w:p>
    <w:p w14:paraId="7CB66F9C" w14:textId="77777777" w:rsidR="00DE313F" w:rsidRDefault="00DE313F" w:rsidP="0074134D">
      <w:r>
        <w:t>— </w:t>
      </w:r>
      <w:r w:rsidR="0074134D" w:rsidRPr="003D2FAA">
        <w:t>Ce sont les chiens qui danseront</w:t>
      </w:r>
      <w:r>
        <w:t xml:space="preserve"> ? </w:t>
      </w:r>
      <w:r w:rsidR="0074134D" w:rsidRPr="003D2FAA">
        <w:t>demanda-t-elle</w:t>
      </w:r>
      <w:r>
        <w:t>.</w:t>
      </w:r>
    </w:p>
    <w:p w14:paraId="4A4864F3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 xml:space="preserve">ce sont les habitants de </w:t>
      </w:r>
      <w:proofErr w:type="spellStart"/>
      <w:r w:rsidR="0074134D" w:rsidRPr="003D2FAA">
        <w:t>Peola</w:t>
      </w:r>
      <w:proofErr w:type="spellEnd"/>
      <w:r>
        <w:t xml:space="preserve">. </w:t>
      </w:r>
      <w:r w:rsidR="0074134D" w:rsidRPr="003D2FAA">
        <w:t>Il faudra y aller</w:t>
      </w:r>
      <w:r>
        <w:t xml:space="preserve"> : </w:t>
      </w:r>
      <w:r w:rsidR="0074134D" w:rsidRPr="003D2FAA">
        <w:t>vous vous amuserez</w:t>
      </w:r>
      <w:r>
        <w:t xml:space="preserve">. </w:t>
      </w:r>
      <w:r w:rsidR="0074134D" w:rsidRPr="003D2FAA">
        <w:t>Justement le Cercle est sur la place</w:t>
      </w:r>
      <w:r>
        <w:t xml:space="preserve">, </w:t>
      </w:r>
      <w:r w:rsidR="0074134D" w:rsidRPr="003D2FAA">
        <w:t>et très voisin du bureau télégraphique</w:t>
      </w:r>
      <w:r>
        <w:t xml:space="preserve">. </w:t>
      </w:r>
      <w:r w:rsidR="0074134D" w:rsidRPr="003D2FAA">
        <w:t>Avez-vous trouvé un appart</w:t>
      </w:r>
      <w:r w:rsidR="0074134D" w:rsidRPr="003D2FAA">
        <w:t>e</w:t>
      </w:r>
      <w:r w:rsidR="0074134D" w:rsidRPr="003D2FAA">
        <w:t>ment</w:t>
      </w:r>
      <w:r>
        <w:t> ?</w:t>
      </w:r>
    </w:p>
    <w:p w14:paraId="2C0190D9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répondit qu</w:t>
      </w:r>
      <w:r w:rsidR="00DE313F">
        <w:t>’</w:t>
      </w:r>
      <w:r w:rsidRPr="003D2FAA">
        <w:t>elle en avait trouvé un dans la maison qui hospitalisait déjà l</w:t>
      </w:r>
      <w:r w:rsidR="00DE313F">
        <w:t>’</w:t>
      </w:r>
      <w:r w:rsidRPr="003D2FAA">
        <w:t>employé du télégraphe</w:t>
      </w:r>
      <w:r w:rsidR="00DE313F">
        <w:t xml:space="preserve">, </w:t>
      </w:r>
      <w:r w:rsidRPr="003D2FAA">
        <w:t>son prédécesseur</w:t>
      </w:r>
      <w:r w:rsidR="00DE313F">
        <w:t xml:space="preserve">. </w:t>
      </w:r>
      <w:r w:rsidRPr="003D2FAA">
        <w:t>Puis elle demanda</w:t>
      </w:r>
      <w:r w:rsidR="00DE313F">
        <w:t> :</w:t>
      </w:r>
    </w:p>
    <w:p w14:paraId="5A569735" w14:textId="77777777" w:rsidR="00DE313F" w:rsidRDefault="00DE313F" w:rsidP="0074134D">
      <w:r>
        <w:t>— </w:t>
      </w:r>
      <w:r w:rsidR="0074134D" w:rsidRPr="003D2FAA">
        <w:t>Et vous</w:t>
      </w:r>
      <w:r>
        <w:t xml:space="preserve">, </w:t>
      </w:r>
      <w:r w:rsidR="0074134D" w:rsidRPr="003D2FAA">
        <w:t>excusez-moi</w:t>
      </w:r>
      <w:r>
        <w:t xml:space="preserve">, </w:t>
      </w:r>
      <w:r w:rsidR="0074134D" w:rsidRPr="003D2FAA">
        <w:t>votre nom</w:t>
      </w:r>
      <w:r>
        <w:t> ?</w:t>
      </w:r>
    </w:p>
    <w:p w14:paraId="0F2316C5" w14:textId="77777777" w:rsidR="00DE313F" w:rsidRDefault="00DE313F" w:rsidP="0074134D">
      <w:r>
        <w:t>— </w:t>
      </w:r>
      <w:proofErr w:type="spellStart"/>
      <w:r w:rsidR="0074134D" w:rsidRPr="003D2FAA">
        <w:t>Silvagni</w:t>
      </w:r>
      <w:proofErr w:type="spellEnd"/>
      <w:r>
        <w:t xml:space="preserve">, </w:t>
      </w:r>
      <w:r w:rsidR="0074134D" w:rsidRPr="003D2FAA">
        <w:t xml:space="preserve">Fausto </w:t>
      </w:r>
      <w:proofErr w:type="spellStart"/>
      <w:r w:rsidR="0074134D" w:rsidRPr="003D2FAA">
        <w:t>Silvagni</w:t>
      </w:r>
      <w:proofErr w:type="spellEnd"/>
      <w:r>
        <w:t xml:space="preserve">. </w:t>
      </w:r>
      <w:r w:rsidR="0074134D" w:rsidRPr="003D2FAA">
        <w:t>Je suis le secrétaire de la ma</w:t>
      </w:r>
      <w:r w:rsidR="0074134D" w:rsidRPr="003D2FAA">
        <w:t>i</w:t>
      </w:r>
      <w:r w:rsidR="0074134D" w:rsidRPr="003D2FAA">
        <w:t>rie</w:t>
      </w:r>
      <w:r>
        <w:t>.</w:t>
      </w:r>
    </w:p>
    <w:p w14:paraId="71FBAEC9" w14:textId="77777777" w:rsidR="00DE313F" w:rsidRDefault="00DE313F" w:rsidP="0074134D">
      <w:r>
        <w:t>— </w:t>
      </w:r>
      <w:r w:rsidR="0074134D" w:rsidRPr="003D2FAA">
        <w:t>Oh</w:t>
      </w:r>
      <w:r>
        <w:t xml:space="preserve"> ! </w:t>
      </w:r>
      <w:r w:rsidR="0074134D" w:rsidRPr="003D2FAA">
        <w:t>vraiment</w:t>
      </w:r>
      <w:r>
        <w:t xml:space="preserve">. </w:t>
      </w:r>
      <w:r w:rsidR="0074134D" w:rsidRPr="003D2FAA">
        <w:t>Tant mieux</w:t>
      </w:r>
      <w:r>
        <w:t> !</w:t>
      </w:r>
    </w:p>
    <w:p w14:paraId="7F124CF8" w14:textId="77777777" w:rsidR="00DE313F" w:rsidRDefault="00DE313F" w:rsidP="0074134D">
      <w:r>
        <w:t>— </w:t>
      </w:r>
      <w:r w:rsidR="0074134D" w:rsidRPr="003D2FAA">
        <w:t>Mais</w:t>
      </w:r>
      <w:r>
        <w:t>…</w:t>
      </w:r>
    </w:p>
    <w:p w14:paraId="6A603F6B" w14:textId="77777777" w:rsidR="00DE313F" w:rsidRDefault="0074134D" w:rsidP="0074134D">
      <w:proofErr w:type="spellStart"/>
      <w:r w:rsidRPr="003D2FAA">
        <w:t>Silvagni</w:t>
      </w:r>
      <w:proofErr w:type="spellEnd"/>
      <w:r w:rsidRPr="003D2FAA">
        <w:t xml:space="preserve"> enleva une main du pommeau de sa canne d</w:t>
      </w:r>
      <w:r w:rsidR="00DE313F">
        <w:t>’</w:t>
      </w:r>
      <w:r w:rsidRPr="003D2FAA">
        <w:t>un geste douloureux</w:t>
      </w:r>
      <w:r w:rsidR="00DE313F">
        <w:t xml:space="preserve">, </w:t>
      </w:r>
      <w:r w:rsidRPr="003D2FAA">
        <w:t xml:space="preserve">et son visage eut un sourire amer qui </w:t>
      </w:r>
      <w:proofErr w:type="spellStart"/>
      <w:r w:rsidRPr="003D2FAA">
        <w:t>voila</w:t>
      </w:r>
      <w:proofErr w:type="spellEnd"/>
      <w:r w:rsidRPr="003D2FAA">
        <w:t xml:space="preserve"> d</w:t>
      </w:r>
      <w:r w:rsidR="00DE313F">
        <w:t>’</w:t>
      </w:r>
      <w:r w:rsidRPr="003D2FAA">
        <w:t>une intense mélancolie ses grands yeux déjà tristes</w:t>
      </w:r>
      <w:r w:rsidR="00DE313F">
        <w:t>.</w:t>
      </w:r>
    </w:p>
    <w:p w14:paraId="5928E505" w14:textId="77777777" w:rsidR="00DE313F" w:rsidRDefault="0074134D" w:rsidP="0074134D">
      <w:r w:rsidRPr="003D2FAA">
        <w:t>D</w:t>
      </w:r>
      <w:r w:rsidR="00DE313F">
        <w:t>’</w:t>
      </w:r>
      <w:r w:rsidRPr="003D2FAA">
        <w:t>un coup de sifflet lamentable</w:t>
      </w:r>
      <w:r w:rsidR="00DE313F">
        <w:t xml:space="preserve">, </w:t>
      </w:r>
      <w:r w:rsidRPr="003D2FAA">
        <w:t>le train salua la petite st</w:t>
      </w:r>
      <w:r w:rsidRPr="003D2FAA">
        <w:t>a</w:t>
      </w:r>
      <w:r w:rsidRPr="003D2FAA">
        <w:t xml:space="preserve">tion de </w:t>
      </w:r>
      <w:proofErr w:type="spellStart"/>
      <w:r w:rsidRPr="003D2FAA">
        <w:t>Peola</w:t>
      </w:r>
      <w:proofErr w:type="spellEnd"/>
      <w:r w:rsidR="00DE313F">
        <w:t>.</w:t>
      </w:r>
    </w:p>
    <w:p w14:paraId="04FE7269" w14:textId="77777777" w:rsidR="00DE313F" w:rsidRDefault="00DE313F" w:rsidP="0074134D">
      <w:r>
        <w:t>— </w:t>
      </w:r>
      <w:r w:rsidR="0074134D" w:rsidRPr="003D2FAA">
        <w:t>Nous voilà arrivés</w:t>
      </w:r>
      <w:r>
        <w:t xml:space="preserve">, </w:t>
      </w:r>
      <w:r w:rsidR="0074134D" w:rsidRPr="003D2FAA">
        <w:t xml:space="preserve">dit Fausto </w:t>
      </w:r>
      <w:proofErr w:type="spellStart"/>
      <w:r w:rsidR="0074134D" w:rsidRPr="003D2FAA">
        <w:t>Silvagni</w:t>
      </w:r>
      <w:proofErr w:type="spellEnd"/>
      <w:r>
        <w:t>.</w:t>
      </w:r>
    </w:p>
    <w:p w14:paraId="5300C2CA" w14:textId="10E6E57C" w:rsidR="0074134D" w:rsidRPr="00920F1B" w:rsidRDefault="0074134D" w:rsidP="00DE313F">
      <w:pPr>
        <w:pStyle w:val="Titre2"/>
      </w:pPr>
      <w:bookmarkStart w:id="19" w:name="_Toc193482011"/>
      <w:r w:rsidRPr="00920F1B">
        <w:lastRenderedPageBreak/>
        <w:t>II</w:t>
      </w:r>
      <w:bookmarkEnd w:id="19"/>
    </w:p>
    <w:p w14:paraId="738440D6" w14:textId="77777777" w:rsidR="00DE313F" w:rsidRDefault="0074134D" w:rsidP="0074134D">
      <w:r w:rsidRPr="003D2FAA">
        <w:t>Avoir là</w:t>
      </w:r>
      <w:r w:rsidR="00DE313F">
        <w:t xml:space="preserve">, </w:t>
      </w:r>
      <w:r w:rsidRPr="003D2FAA">
        <w:t>dans leur très modeste petit pays</w:t>
      </w:r>
      <w:r w:rsidR="00DE313F">
        <w:t xml:space="preserve"> – </w:t>
      </w:r>
      <w:r w:rsidRPr="003D2FAA">
        <w:t>point minu</w:t>
      </w:r>
      <w:r w:rsidRPr="003D2FAA">
        <w:t>s</w:t>
      </w:r>
      <w:r w:rsidRPr="003D2FAA">
        <w:t>cule qui n</w:t>
      </w:r>
      <w:r w:rsidR="00DE313F">
        <w:t>’</w:t>
      </w:r>
      <w:r w:rsidRPr="003D2FAA">
        <w:t>est même pas marqué sur les cartes géographiques de l</w:t>
      </w:r>
      <w:r w:rsidR="00DE313F">
        <w:t>’</w:t>
      </w:r>
      <w:r w:rsidRPr="003D2FAA">
        <w:t>Italie</w:t>
      </w:r>
      <w:r w:rsidR="00DE313F">
        <w:t xml:space="preserve"> – </w:t>
      </w:r>
      <w:r w:rsidRPr="003D2FAA">
        <w:t>entre cette immense enceinte de montagnes d</w:t>
      </w:r>
      <w:r w:rsidR="00DE313F">
        <w:t>’</w:t>
      </w:r>
      <w:r w:rsidRPr="003D2FAA">
        <w:t>azur coupées çà et là de vaporeuses vallées qu</w:t>
      </w:r>
      <w:r w:rsidR="00DE313F">
        <w:t>’</w:t>
      </w:r>
      <w:r w:rsidRPr="003D2FAA">
        <w:t>égayent des châta</w:t>
      </w:r>
      <w:r w:rsidRPr="003D2FAA">
        <w:t>i</w:t>
      </w:r>
      <w:r w:rsidRPr="003D2FAA">
        <w:t>gniers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assombrissent des sapins et des chênes</w:t>
      </w:r>
      <w:r w:rsidR="00DE313F">
        <w:t xml:space="preserve">, </w:t>
      </w:r>
      <w:r w:rsidRPr="003D2FAA">
        <w:t>bourgade toute petite</w:t>
      </w:r>
      <w:r w:rsidR="00DE313F">
        <w:t xml:space="preserve">, </w:t>
      </w:r>
      <w:r w:rsidRPr="003D2FAA">
        <w:t>toute petite</w:t>
      </w:r>
      <w:r w:rsidR="00DE313F">
        <w:t xml:space="preserve">, </w:t>
      </w:r>
      <w:r w:rsidRPr="003D2FAA">
        <w:t>mais qui</w:t>
      </w:r>
      <w:r w:rsidR="00DE313F">
        <w:t xml:space="preserve">, </w:t>
      </w:r>
      <w:r w:rsidRPr="003D2FAA">
        <w:t>toutefois</w:t>
      </w:r>
      <w:r w:rsidR="00DE313F">
        <w:t xml:space="preserve">, </w:t>
      </w:r>
      <w:r w:rsidRPr="003D2FAA">
        <w:t>existait avec son petit bouquet de toits rouges et ses quatre campaniles sombres</w:t>
      </w:r>
      <w:r w:rsidR="00DE313F">
        <w:t xml:space="preserve">, </w:t>
      </w:r>
      <w:r w:rsidRPr="003D2FAA">
        <w:t>qui existait</w:t>
      </w:r>
      <w:r w:rsidR="00DE313F">
        <w:t xml:space="preserve">, </w:t>
      </w:r>
      <w:r w:rsidRPr="003D2FAA">
        <w:t>bien que mal bâtie</w:t>
      </w:r>
      <w:r w:rsidR="00DE313F">
        <w:t xml:space="preserve">, </w:t>
      </w:r>
      <w:r w:rsidRPr="003D2FAA">
        <w:t>avec ses étroites places irrég</w:t>
      </w:r>
      <w:r w:rsidRPr="003D2FAA">
        <w:t>u</w:t>
      </w:r>
      <w:r w:rsidRPr="003D2FAA">
        <w:t>lières et ses ruelles tortueuses ou escarpées au pavé en mauvais état</w:t>
      </w:r>
      <w:r w:rsidR="00DE313F">
        <w:t xml:space="preserve">, </w:t>
      </w:r>
      <w:r w:rsidRPr="003D2FAA">
        <w:t>ruelles qui cheminent entre des maisons anciennes et p</w:t>
      </w:r>
      <w:r w:rsidRPr="003D2FAA">
        <w:t>e</w:t>
      </w:r>
      <w:r w:rsidRPr="003D2FAA">
        <w:t>tites</w:t>
      </w:r>
      <w:r w:rsidR="00DE313F">
        <w:t xml:space="preserve">, </w:t>
      </w:r>
      <w:r w:rsidRPr="003D2FAA">
        <w:t>et des maisons neuves un peu plus grandes</w:t>
      </w:r>
      <w:r w:rsidR="00DE313F">
        <w:t xml:space="preserve"> ; </w:t>
      </w:r>
      <w:r w:rsidRPr="003D2FAA">
        <w:t>petit trou où l</w:t>
      </w:r>
      <w:r w:rsidR="00DE313F">
        <w:t>’</w:t>
      </w:r>
      <w:r w:rsidRPr="003D2FAA">
        <w:t>on vivait très simplement</w:t>
      </w:r>
      <w:r w:rsidR="00DE313F">
        <w:t xml:space="preserve">, </w:t>
      </w:r>
      <w:r w:rsidRPr="003D2FAA">
        <w:t>mais enfin où l</w:t>
      </w:r>
      <w:r w:rsidR="00DE313F">
        <w:t>’</w:t>
      </w:r>
      <w:r w:rsidRPr="003D2FAA">
        <w:t>on vivait</w:t>
      </w:r>
      <w:r w:rsidR="00DE313F">
        <w:t xml:space="preserve">… </w:t>
      </w:r>
      <w:r w:rsidRPr="003D2FAA">
        <w:t>donc</w:t>
      </w:r>
      <w:r w:rsidR="00DE313F">
        <w:t xml:space="preserve">, </w:t>
      </w:r>
      <w:r w:rsidRPr="003D2FAA">
        <w:t xml:space="preserve">y posséder la veuve de ce journaliste </w:t>
      </w:r>
      <w:proofErr w:type="spellStart"/>
      <w:r w:rsidRPr="003D2FAA">
        <w:t>Loffredi</w:t>
      </w:r>
      <w:proofErr w:type="spellEnd"/>
      <w:r w:rsidRPr="003D2FAA">
        <w:t xml:space="preserve"> de la tragique mort duquel</w:t>
      </w:r>
      <w:r w:rsidR="00DE313F">
        <w:t xml:space="preserve">, </w:t>
      </w:r>
      <w:r w:rsidRPr="003D2FAA">
        <w:t>mort environnée de mystère</w:t>
      </w:r>
      <w:r w:rsidR="00DE313F">
        <w:t xml:space="preserve">, </w:t>
      </w:r>
      <w:r w:rsidRPr="003D2FAA">
        <w:t>on continuait à parler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dans les journaux des plus grandes villes de l</w:t>
      </w:r>
      <w:r w:rsidR="00DE313F">
        <w:t>’</w:t>
      </w:r>
      <w:r w:rsidRPr="003D2FAA">
        <w:t>Italie</w:t>
      </w:r>
      <w:r w:rsidR="00DE313F">
        <w:t xml:space="preserve">, </w:t>
      </w:r>
      <w:r w:rsidRPr="003D2FAA">
        <w:t>villes inscrites</w:t>
      </w:r>
      <w:r w:rsidR="00DE313F">
        <w:t xml:space="preserve"> – </w:t>
      </w:r>
      <w:r w:rsidRPr="003D2FAA">
        <w:t>celles-là</w:t>
      </w:r>
      <w:r w:rsidR="00DE313F">
        <w:t xml:space="preserve">, </w:t>
      </w:r>
      <w:r w:rsidRPr="003D2FAA">
        <w:t>oui</w:t>
      </w:r>
      <w:r w:rsidR="00DE313F">
        <w:t xml:space="preserve"> ! – </w:t>
      </w:r>
      <w:r w:rsidRPr="003D2FAA">
        <w:t>sur les cartes géogr</w:t>
      </w:r>
      <w:r w:rsidRPr="003D2FAA">
        <w:t>a</w:t>
      </w:r>
      <w:r w:rsidRPr="003D2FAA">
        <w:t>phiques de la péninsule</w:t>
      </w:r>
      <w:r w:rsidR="00DE313F">
        <w:t xml:space="preserve"> ; </w:t>
      </w:r>
      <w:r w:rsidRPr="003D2FAA">
        <w:t>donc enfin</w:t>
      </w:r>
      <w:r w:rsidR="00DE313F">
        <w:t xml:space="preserve">, </w:t>
      </w:r>
      <w:r w:rsidRPr="003D2FAA">
        <w:t>y posséder la veuve</w:t>
      </w:r>
      <w:r w:rsidR="00DE313F">
        <w:t xml:space="preserve"> – </w:t>
      </w:r>
      <w:r w:rsidRPr="003D2FAA">
        <w:t>p</w:t>
      </w:r>
      <w:r w:rsidRPr="003D2FAA">
        <w:t>a</w:t>
      </w:r>
      <w:r w:rsidRPr="003D2FAA">
        <w:t xml:space="preserve">raissait aux habitants de </w:t>
      </w:r>
      <w:proofErr w:type="spellStart"/>
      <w:r w:rsidRPr="003D2FAA">
        <w:t>Peola</w:t>
      </w:r>
      <w:proofErr w:type="spellEnd"/>
      <w:r w:rsidRPr="003D2FAA">
        <w:t xml:space="preserve"> presque un titre de gloire</w:t>
      </w:r>
      <w:r w:rsidR="00DE313F">
        <w:t>.</w:t>
      </w:r>
    </w:p>
    <w:p w14:paraId="40E4A5F8" w14:textId="77777777" w:rsidR="00DE313F" w:rsidRDefault="0074134D" w:rsidP="0074134D">
      <w:r w:rsidRPr="003D2FAA">
        <w:t>Certes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un privilège</w:t>
      </w:r>
      <w:r w:rsidR="00DE313F">
        <w:t xml:space="preserve">, </w:t>
      </w:r>
      <w:r w:rsidRPr="003D2FAA">
        <w:t>et peu commun</w:t>
      </w:r>
      <w:r w:rsidR="00DE313F">
        <w:t xml:space="preserve">, </w:t>
      </w:r>
      <w:r w:rsidRPr="003D2FAA">
        <w:t>de pouvoir a</w:t>
      </w:r>
      <w:r w:rsidRPr="003D2FAA">
        <w:t>p</w:t>
      </w:r>
      <w:r w:rsidRPr="003D2FAA">
        <w:t>prendre de vive voix</w:t>
      </w:r>
      <w:r w:rsidR="00DE313F">
        <w:t xml:space="preserve">, </w:t>
      </w:r>
      <w:r w:rsidRPr="003D2FAA">
        <w:t>par elle</w:t>
      </w:r>
      <w:r w:rsidR="00DE313F">
        <w:t xml:space="preserve">, </w:t>
      </w:r>
      <w:r w:rsidRPr="003D2FAA">
        <w:t>tant de choses que les autres</w:t>
      </w:r>
      <w:r w:rsidR="00DE313F">
        <w:t xml:space="preserve">, </w:t>
      </w:r>
      <w:r w:rsidRPr="003D2FAA">
        <w:t>dans les grandes villes</w:t>
      </w:r>
      <w:r w:rsidR="00DE313F">
        <w:t xml:space="preserve">, </w:t>
      </w:r>
      <w:r w:rsidRPr="003D2FAA">
        <w:t>ignoraient</w:t>
      </w:r>
      <w:r w:rsidR="00DE313F">
        <w:t xml:space="preserve"> ; </w:t>
      </w:r>
      <w:r w:rsidRPr="003D2FAA">
        <w:t>et même seulement de la voir parmi eux et de pouvoir dire</w:t>
      </w:r>
      <w:r w:rsidR="00DE313F">
        <w:t> :</w:t>
      </w:r>
    </w:p>
    <w:p w14:paraId="455AE40A" w14:textId="77777777" w:rsidR="00DE313F" w:rsidRDefault="00DE313F" w:rsidP="0074134D">
      <w:r>
        <w:t>— </w:t>
      </w:r>
      <w:r w:rsidR="0074134D" w:rsidRPr="003D2FAA">
        <w:t>Voilà</w:t>
      </w:r>
      <w:r>
        <w:t xml:space="preserve">, </w:t>
      </w:r>
      <w:proofErr w:type="spellStart"/>
      <w:r w:rsidR="0074134D" w:rsidRPr="003D2FAA">
        <w:t>Loffredi</w:t>
      </w:r>
      <w:proofErr w:type="spellEnd"/>
      <w:r>
        <w:t xml:space="preserve">, </w:t>
      </w:r>
      <w:r w:rsidR="0074134D" w:rsidRPr="003D2FAA">
        <w:t>de son vivant</w:t>
      </w:r>
      <w:r>
        <w:t xml:space="preserve">, </w:t>
      </w:r>
      <w:r w:rsidR="0074134D" w:rsidRPr="003D2FAA">
        <w:t>a tenu serrée entre ses bras cette petite créature-là</w:t>
      </w:r>
      <w:r>
        <w:t> !</w:t>
      </w:r>
    </w:p>
    <w:p w14:paraId="061A7DA9" w14:textId="1EBFF65C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3AEEB01F" w14:textId="77777777" w:rsidR="00DE313F" w:rsidRDefault="0074134D" w:rsidP="0074134D">
      <w:r w:rsidRPr="003D2FAA">
        <w:lastRenderedPageBreak/>
        <w:t>Les chiens auraient continué à dormir pacifiquement a</w:t>
      </w:r>
      <w:r w:rsidRPr="003D2FAA">
        <w:t>l</w:t>
      </w:r>
      <w:r w:rsidRPr="003D2FAA">
        <w:t>longés dans les ruelles et sur les placettes sans avoir la moindre idée de ce privilège peu commun échu à la ville</w:t>
      </w:r>
      <w:r w:rsidR="00DE313F">
        <w:t xml:space="preserve">, </w:t>
      </w:r>
      <w:r w:rsidRPr="003D2FAA">
        <w:t>si</w:t>
      </w:r>
      <w:r w:rsidR="00DE313F">
        <w:t xml:space="preserve">, </w:t>
      </w:r>
      <w:r w:rsidRPr="003D2FAA">
        <w:t>tout à coup</w:t>
      </w:r>
      <w:r w:rsidR="00DE313F">
        <w:t xml:space="preserve">, </w:t>
      </w:r>
      <w:r w:rsidRPr="003D2FAA">
        <w:t>le bruit s</w:t>
      </w:r>
      <w:r w:rsidR="00DE313F">
        <w:t>’</w:t>
      </w:r>
      <w:r w:rsidRPr="003D2FAA">
        <w:t>étant répandu de la mauvaise impression qu</w:t>
      </w:r>
      <w:r w:rsidR="00DE313F">
        <w:t>’</w:t>
      </w:r>
      <w:r w:rsidRPr="003D2FAA">
        <w:t xml:space="preserve">ils avaient faite et faisaient encore à madame </w:t>
      </w:r>
      <w:proofErr w:type="spellStart"/>
      <w:r w:rsidRPr="003D2FAA">
        <w:t>Lucietta</w:t>
      </w:r>
      <w:proofErr w:type="spellEnd"/>
      <w:r w:rsidRPr="003D2FAA">
        <w:t xml:space="preserve"> par leur nonchalant sommeil jamais interrompu</w:t>
      </w:r>
      <w:r w:rsidR="00DE313F">
        <w:t xml:space="preserve">, </w:t>
      </w:r>
      <w:r w:rsidRPr="003D2FAA">
        <w:t>si tout à coup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les gens</w:t>
      </w:r>
      <w:r w:rsidR="00DE313F">
        <w:t xml:space="preserve">, </w:t>
      </w:r>
      <w:r w:rsidRPr="003D2FAA">
        <w:t>sp</w:t>
      </w:r>
      <w:r w:rsidRPr="003D2FAA">
        <w:t>é</w:t>
      </w:r>
      <w:r w:rsidRPr="003D2FAA">
        <w:t>cialement les jeunes hommes</w:t>
      </w:r>
      <w:r w:rsidR="00DE313F">
        <w:t xml:space="preserve">, </w:t>
      </w:r>
      <w:r w:rsidRPr="003D2FAA">
        <w:t>mais aussi les hommes mûrs</w:t>
      </w:r>
      <w:r w:rsidR="00DE313F">
        <w:t xml:space="preserve">, </w:t>
      </w:r>
      <w:r w:rsidRPr="003D2FAA">
        <w:t>ne se fussent mis à les déranger</w:t>
      </w:r>
      <w:r w:rsidR="00DE313F">
        <w:t xml:space="preserve">, </w:t>
      </w:r>
      <w:r w:rsidRPr="003D2FAA">
        <w:t>à les chasser avec des taloches ou en frappant des pieds par terre et en battant des mains pour faire du bruit</w:t>
      </w:r>
      <w:r w:rsidR="00DE313F">
        <w:t>.</w:t>
      </w:r>
    </w:p>
    <w:p w14:paraId="55FA317D" w14:textId="77777777" w:rsidR="00DE313F" w:rsidRDefault="0074134D" w:rsidP="0074134D">
      <w:r w:rsidRPr="003D2FAA">
        <w:t>Les pauvres bêtes</w:t>
      </w:r>
      <w:r w:rsidR="00DE313F">
        <w:t xml:space="preserve">, </w:t>
      </w:r>
      <w:r w:rsidRPr="003D2FAA">
        <w:t>très ennuyées et plus qu</w:t>
      </w:r>
      <w:r w:rsidR="00DE313F">
        <w:t>’</w:t>
      </w:r>
      <w:r w:rsidRPr="003D2FAA">
        <w:t>ennuyées</w:t>
      </w:r>
      <w:r w:rsidR="00DE313F">
        <w:t xml:space="preserve">, </w:t>
      </w:r>
      <w:r w:rsidRPr="003D2FAA">
        <w:t>h</w:t>
      </w:r>
      <w:r w:rsidRPr="003D2FAA">
        <w:t>é</w:t>
      </w:r>
      <w:r w:rsidRPr="003D2FAA">
        <w:t>bétées peut-être</w:t>
      </w:r>
      <w:r w:rsidR="00DE313F">
        <w:t xml:space="preserve">, </w:t>
      </w:r>
      <w:r w:rsidRPr="003D2FAA">
        <w:t>regardaient un peu de travers</w:t>
      </w:r>
      <w:r w:rsidR="00DE313F">
        <w:t xml:space="preserve">, </w:t>
      </w:r>
      <w:r w:rsidRPr="003D2FAA">
        <w:t>dressant à peine une oreille</w:t>
      </w:r>
      <w:r w:rsidR="00DE313F">
        <w:t xml:space="preserve">, </w:t>
      </w:r>
      <w:r w:rsidRPr="003D2FAA">
        <w:t>puis s</w:t>
      </w:r>
      <w:r w:rsidR="00DE313F">
        <w:t>’</w:t>
      </w:r>
      <w:r w:rsidRPr="003D2FAA">
        <w:t>en allaient en sautillant sur trois pattes</w:t>
      </w:r>
      <w:r w:rsidR="00DE313F">
        <w:t xml:space="preserve">, </w:t>
      </w:r>
      <w:r w:rsidRPr="003D2FAA">
        <w:t>la quatrième</w:t>
      </w:r>
      <w:r w:rsidR="00DE313F">
        <w:t xml:space="preserve">, </w:t>
      </w:r>
      <w:r w:rsidRPr="003D2FAA">
        <w:t>engourdie</w:t>
      </w:r>
      <w:r w:rsidR="00DE313F">
        <w:t xml:space="preserve">, </w:t>
      </w:r>
      <w:r w:rsidRPr="003D2FAA">
        <w:t>restant en l</w:t>
      </w:r>
      <w:r w:rsidR="00DE313F">
        <w:t>’</w:t>
      </w:r>
      <w:r w:rsidRPr="003D2FAA">
        <w:t>air</w:t>
      </w:r>
      <w:r w:rsidR="00DE313F">
        <w:t xml:space="preserve"> ; </w:t>
      </w:r>
      <w:r w:rsidRPr="003D2FAA">
        <w:t>ils s</w:t>
      </w:r>
      <w:r w:rsidR="00DE313F">
        <w:t>’</w:t>
      </w:r>
      <w:r w:rsidRPr="003D2FAA">
        <w:t>en allaient pour s</w:t>
      </w:r>
      <w:r w:rsidR="00DE313F">
        <w:t>’</w:t>
      </w:r>
      <w:r w:rsidRPr="003D2FAA">
        <w:t>étendre un peu plus loin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où bientôt on les chassait encore</w:t>
      </w:r>
      <w:r w:rsidR="00DE313F">
        <w:t>.</w:t>
      </w:r>
    </w:p>
    <w:p w14:paraId="6CF1BB6B" w14:textId="77777777" w:rsidR="00DE313F" w:rsidRDefault="0074134D" w:rsidP="0074134D">
      <w:r w:rsidRPr="003D2FAA">
        <w:t>Que se passait-il donc</w:t>
      </w:r>
      <w:r w:rsidR="00DE313F">
        <w:t xml:space="preserve"> ? </w:t>
      </w:r>
      <w:r w:rsidRPr="003D2FAA">
        <w:t>devaient-ils penser</w:t>
      </w:r>
      <w:r w:rsidR="00DE313F">
        <w:t>.</w:t>
      </w:r>
    </w:p>
    <w:p w14:paraId="486852AF" w14:textId="77777777" w:rsidR="00DE313F" w:rsidRDefault="0074134D" w:rsidP="0074134D">
      <w:r w:rsidRPr="003D2FAA">
        <w:t>Peut-être l</w:t>
      </w:r>
      <w:r w:rsidR="00DE313F">
        <w:t>’</w:t>
      </w:r>
      <w:r w:rsidRPr="003D2FAA">
        <w:t>auraient-ils compris s</w:t>
      </w:r>
      <w:r w:rsidR="00DE313F">
        <w:t>’</w:t>
      </w:r>
      <w:r w:rsidRPr="003D2FAA">
        <w:t>ils eussent été des chiens plus intelligents et moins abrutis par le sommeil</w:t>
      </w:r>
      <w:r w:rsidR="00DE313F">
        <w:t xml:space="preserve">. </w:t>
      </w:r>
      <w:r w:rsidRPr="003D2FAA">
        <w:t>Il suffisait</w:t>
      </w:r>
      <w:r w:rsidR="00DE313F">
        <w:t xml:space="preserve"> – </w:t>
      </w:r>
      <w:r w:rsidRPr="003D2FAA">
        <w:t>mon Dieu</w:t>
      </w:r>
      <w:r w:rsidR="00DE313F">
        <w:t xml:space="preserve"> ! – </w:t>
      </w:r>
      <w:r w:rsidRPr="003D2FAA">
        <w:t>il suffisait de s</w:t>
      </w:r>
      <w:r w:rsidR="00DE313F">
        <w:t>’</w:t>
      </w:r>
      <w:r w:rsidRPr="003D2FAA">
        <w:t>arrêter un peu</w:t>
      </w:r>
      <w:r w:rsidR="00DE313F">
        <w:t xml:space="preserve">, </w:t>
      </w:r>
      <w:r w:rsidRPr="003D2FAA">
        <w:t>de regarder à di</w:t>
      </w:r>
      <w:r w:rsidRPr="003D2FAA">
        <w:t>s</w:t>
      </w:r>
      <w:r w:rsidRPr="003D2FAA">
        <w:t>tance du bout de la petite place où il n</w:t>
      </w:r>
      <w:r w:rsidR="00DE313F">
        <w:t>’</w:t>
      </w:r>
      <w:r w:rsidRPr="003D2FAA">
        <w:t>était plus permis à aucun d</w:t>
      </w:r>
      <w:r w:rsidR="00DE313F">
        <w:t>’</w:t>
      </w:r>
      <w:r w:rsidRPr="003D2FAA">
        <w:t>eux</w:t>
      </w:r>
      <w:r w:rsidR="00DE313F">
        <w:t xml:space="preserve">, </w:t>
      </w:r>
      <w:r w:rsidRPr="003D2FAA">
        <w:t>non seulement de s</w:t>
      </w:r>
      <w:r w:rsidR="00DE313F">
        <w:t>’</w:t>
      </w:r>
      <w:r w:rsidRPr="003D2FAA">
        <w:t>étendre pour une minute</w:t>
      </w:r>
      <w:r w:rsidR="00DE313F">
        <w:t xml:space="preserve">, </w:t>
      </w:r>
      <w:r w:rsidRPr="003D2FAA">
        <w:t>mais même de traverser en courant</w:t>
      </w:r>
      <w:r w:rsidR="00DE313F">
        <w:t xml:space="preserve"> ; </w:t>
      </w:r>
      <w:r w:rsidRPr="003D2FAA">
        <w:t>sur cette place</w:t>
      </w:r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était situé le bureau du télégraphe</w:t>
      </w:r>
      <w:r w:rsidR="00DE313F">
        <w:t xml:space="preserve">. </w:t>
      </w:r>
      <w:r w:rsidRPr="003D2FAA">
        <w:t>Ils se seraient alors aperçus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ils eussent été des chiens un peu plus intelligents</w:t>
      </w:r>
      <w:r w:rsidR="00DE313F">
        <w:t xml:space="preserve">, </w:t>
      </w:r>
      <w:r w:rsidRPr="003D2FAA">
        <w:t>que tous les habitants</w:t>
      </w:r>
      <w:r w:rsidR="00DE313F">
        <w:t xml:space="preserve">, </w:t>
      </w:r>
      <w:r w:rsidRPr="003D2FAA">
        <w:t>en passant là</w:t>
      </w:r>
      <w:r w:rsidR="00DE313F">
        <w:t xml:space="preserve">, </w:t>
      </w:r>
      <w:r w:rsidRPr="003D2FAA">
        <w:t>les jeunes gens et même les hommes mûrs</w:t>
      </w:r>
      <w:r w:rsidR="00DE313F">
        <w:t xml:space="preserve">, </w:t>
      </w:r>
      <w:r w:rsidRPr="003D2FAA">
        <w:t>se</w:t>
      </w:r>
      <w:r w:rsidRPr="003D2FAA">
        <w:t>m</w:t>
      </w:r>
      <w:r w:rsidRPr="003D2FAA">
        <w:t>blaient entrer dans une autre atmosphère</w:t>
      </w:r>
      <w:r w:rsidR="00DE313F">
        <w:t xml:space="preserve">, </w:t>
      </w:r>
      <w:r w:rsidRPr="003D2FAA">
        <w:t>dans un air plus viv</w:t>
      </w:r>
      <w:r w:rsidRPr="003D2FAA">
        <w:t>i</w:t>
      </w:r>
      <w:r w:rsidRPr="003D2FAA">
        <w:t>fiant</w:t>
      </w:r>
      <w:r w:rsidR="00DE313F">
        <w:t xml:space="preserve">, </w:t>
      </w:r>
      <w:r w:rsidRPr="003D2FAA">
        <w:t>plus lumineux</w:t>
      </w:r>
      <w:r w:rsidR="00DE313F">
        <w:t xml:space="preserve">, </w:t>
      </w:r>
      <w:r w:rsidRPr="003D2FAA">
        <w:t>disons le mot</w:t>
      </w:r>
      <w:r w:rsidR="00DE313F">
        <w:t xml:space="preserve"> : </w:t>
      </w:r>
      <w:r w:rsidRPr="003D2FAA">
        <w:t>dans un air enivrant par l</w:t>
      </w:r>
      <w:r w:rsidRPr="003D2FAA">
        <w:t>e</w:t>
      </w:r>
      <w:r w:rsidRPr="003D2FAA">
        <w:t>quel la marche et tous les mouvements</w:t>
      </w:r>
      <w:r w:rsidR="00DE313F">
        <w:t xml:space="preserve">, </w:t>
      </w:r>
      <w:r w:rsidRPr="003D2FAA">
        <w:t>surtout ceux du cou et des bras</w:t>
      </w:r>
      <w:r w:rsidR="00DE313F">
        <w:t xml:space="preserve">, </w:t>
      </w:r>
      <w:r w:rsidRPr="003D2FAA">
        <w:t>se faisaient plus lestes</w:t>
      </w:r>
      <w:r w:rsidR="00DE313F">
        <w:t xml:space="preserve">, </w:t>
      </w:r>
      <w:r w:rsidRPr="003D2FAA">
        <w:t>plus légers</w:t>
      </w:r>
      <w:r w:rsidR="00DE313F">
        <w:t xml:space="preserve"> ; </w:t>
      </w:r>
      <w:r w:rsidRPr="003D2FAA">
        <w:t xml:space="preserve">où toutes les têtes remuaient </w:t>
      </w:r>
      <w:r w:rsidRPr="003D2FAA">
        <w:lastRenderedPageBreak/>
        <w:t>comme si elles n</w:t>
      </w:r>
      <w:r w:rsidR="00DE313F">
        <w:t>’</w:t>
      </w:r>
      <w:r w:rsidRPr="003D2FAA">
        <w:t>étaient plus à l</w:t>
      </w:r>
      <w:r w:rsidR="00DE313F">
        <w:t>’</w:t>
      </w:r>
      <w:r w:rsidRPr="003D2FAA">
        <w:t>aise dans le cercle de leur col amidonné</w:t>
      </w:r>
      <w:r w:rsidR="00DE313F">
        <w:t xml:space="preserve">, </w:t>
      </w:r>
      <w:r w:rsidRPr="003D2FAA">
        <w:t>et où toutes les mains s</w:t>
      </w:r>
      <w:r w:rsidR="00DE313F">
        <w:t>’</w:t>
      </w:r>
      <w:r w:rsidRPr="003D2FAA">
        <w:t>affairaient pour tirer le gilet ou pour bien accommoder la cravate sur le plastron de la chemise</w:t>
      </w:r>
      <w:r w:rsidR="00DE313F">
        <w:t>.</w:t>
      </w:r>
    </w:p>
    <w:p w14:paraId="54647CB8" w14:textId="77777777" w:rsidR="00DE313F" w:rsidRDefault="0074134D" w:rsidP="0074134D">
      <w:r w:rsidRPr="003D2FAA">
        <w:t>Mais le pire était que cet air enivrant</w:t>
      </w:r>
      <w:r w:rsidR="00DE313F">
        <w:t xml:space="preserve">, </w:t>
      </w:r>
      <w:r w:rsidRPr="003D2FAA">
        <w:t>ils semblaient l</w:t>
      </w:r>
      <w:r w:rsidR="00DE313F">
        <w:t>’</w:t>
      </w:r>
      <w:r w:rsidRPr="003D2FAA">
        <w:t>emporter avec eux</w:t>
      </w:r>
      <w:r w:rsidR="00DE313F">
        <w:t xml:space="preserve">, </w:t>
      </w:r>
      <w:r w:rsidRPr="003D2FAA">
        <w:t>autour d</w:t>
      </w:r>
      <w:r w:rsidR="00DE313F">
        <w:t>’</w:t>
      </w:r>
      <w:r w:rsidRPr="003D2FAA">
        <w:t>eux</w:t>
      </w:r>
      <w:r w:rsidR="00DE313F">
        <w:t xml:space="preserve">, </w:t>
      </w:r>
      <w:r w:rsidRPr="003D2FAA">
        <w:t>joyeux</w:t>
      </w:r>
      <w:r w:rsidR="00DE313F">
        <w:t xml:space="preserve">, </w:t>
      </w:r>
      <w:r w:rsidRPr="003D2FAA">
        <w:t>pleins de gaîté</w:t>
      </w:r>
      <w:r w:rsidR="00DE313F">
        <w:t xml:space="preserve">. </w:t>
      </w:r>
      <w:r w:rsidRPr="003D2FAA">
        <w:t>Gare aux chiens somnolents</w:t>
      </w:r>
      <w:r w:rsidR="00DE313F">
        <w:t> !</w:t>
      </w:r>
    </w:p>
    <w:p w14:paraId="6F750190" w14:textId="77777777" w:rsidR="00DE313F" w:rsidRDefault="00DE313F" w:rsidP="0074134D">
      <w:r>
        <w:t>— </w:t>
      </w:r>
      <w:r w:rsidR="0074134D" w:rsidRPr="003D2FAA">
        <w:t>Va-t</w:t>
      </w:r>
      <w:r>
        <w:t>’</w:t>
      </w:r>
      <w:r w:rsidR="0074134D" w:rsidRPr="003D2FAA">
        <w:t>en</w:t>
      </w:r>
      <w:r>
        <w:t> !</w:t>
      </w:r>
    </w:p>
    <w:p w14:paraId="39EA61CE" w14:textId="77777777" w:rsidR="00DE313F" w:rsidRDefault="00DE313F" w:rsidP="0074134D">
      <w:r>
        <w:t>— </w:t>
      </w:r>
      <w:r w:rsidR="0074134D" w:rsidRPr="003D2FAA">
        <w:t>Hors d</w:t>
      </w:r>
      <w:r>
        <w:t>’</w:t>
      </w:r>
      <w:r w:rsidR="0074134D" w:rsidRPr="003D2FAA">
        <w:t>ici</w:t>
      </w:r>
      <w:r>
        <w:t xml:space="preserve">, </w:t>
      </w:r>
      <w:r w:rsidR="0074134D" w:rsidRPr="003D2FAA">
        <w:t>sale bête</w:t>
      </w:r>
      <w:r>
        <w:t> !</w:t>
      </w:r>
    </w:p>
    <w:p w14:paraId="57DC4C73" w14:textId="77777777" w:rsidR="00DE313F" w:rsidRDefault="0074134D" w:rsidP="0074134D">
      <w:r w:rsidRPr="003D2FAA">
        <w:t>Et on passait aux coups de pierre</w:t>
      </w:r>
      <w:r w:rsidR="00DE313F">
        <w:t xml:space="preserve">, </w:t>
      </w:r>
      <w:r w:rsidRPr="003D2FAA">
        <w:t>ohé</w:t>
      </w:r>
      <w:r w:rsidR="00DE313F">
        <w:t xml:space="preserve"> ! </w:t>
      </w:r>
      <w:r w:rsidRPr="003D2FAA">
        <w:t>les souliers ne su</w:t>
      </w:r>
      <w:r w:rsidRPr="003D2FAA">
        <w:t>f</w:t>
      </w:r>
      <w:r w:rsidRPr="003D2FAA">
        <w:t>fisant plus</w:t>
      </w:r>
      <w:r w:rsidR="00DE313F">
        <w:t xml:space="preserve">. </w:t>
      </w:r>
      <w:r w:rsidRPr="003D2FAA">
        <w:t>Ils jetaient des pierres maintenant</w:t>
      </w:r>
      <w:r w:rsidR="00DE313F">
        <w:t xml:space="preserve">, </w:t>
      </w:r>
      <w:r w:rsidRPr="003D2FAA">
        <w:t>ohé</w:t>
      </w:r>
      <w:r w:rsidR="00DE313F">
        <w:t> !</w:t>
      </w:r>
    </w:p>
    <w:p w14:paraId="447C9B72" w14:textId="77777777" w:rsidR="00DE313F" w:rsidRDefault="0074134D" w:rsidP="0074134D">
      <w:r w:rsidRPr="003D2FAA">
        <w:t>Heureusement</w:t>
      </w:r>
      <w:r w:rsidR="00DE313F">
        <w:t xml:space="preserve">, </w:t>
      </w:r>
      <w:r w:rsidRPr="003D2FAA">
        <w:t>pour venir en aide aux chiens</w:t>
      </w:r>
      <w:r w:rsidR="00DE313F">
        <w:t xml:space="preserve">, </w:t>
      </w:r>
      <w:r w:rsidRPr="003D2FAA">
        <w:t>quelque f</w:t>
      </w:r>
      <w:r w:rsidRPr="003D2FAA">
        <w:t>e</w:t>
      </w:r>
      <w:r w:rsidRPr="003D2FAA">
        <w:t>nêtre s</w:t>
      </w:r>
      <w:r w:rsidR="00DE313F">
        <w:t>’</w:t>
      </w:r>
      <w:r w:rsidRPr="003D2FAA">
        <w:t>ouvrait avec colère</w:t>
      </w:r>
      <w:r w:rsidR="00DE313F">
        <w:t xml:space="preserve">, </w:t>
      </w:r>
      <w:r w:rsidRPr="003D2FAA">
        <w:t>spécialement sur la petite place du télégraphe</w:t>
      </w:r>
      <w:r w:rsidR="00DE313F">
        <w:t xml:space="preserve">, </w:t>
      </w:r>
      <w:r w:rsidRPr="003D2FAA">
        <w:t>et une tête de femme aux yeux féroces en jaillissait entre deux poings rageusement tendus</w:t>
      </w:r>
      <w:r w:rsidR="00DE313F">
        <w:t xml:space="preserve">, </w:t>
      </w:r>
      <w:r w:rsidRPr="003D2FAA">
        <w:t>et elle se mettait à crier</w:t>
      </w:r>
      <w:r w:rsidR="00DE313F">
        <w:t> :</w:t>
      </w:r>
    </w:p>
    <w:p w14:paraId="4D64EFED" w14:textId="77777777" w:rsidR="00DE313F" w:rsidRDefault="00DE313F" w:rsidP="0074134D">
      <w:r>
        <w:t>— </w:t>
      </w:r>
      <w:r w:rsidR="0074134D" w:rsidRPr="003D2FAA">
        <w:t>Mais pourquoi</w:t>
      </w:r>
      <w:r>
        <w:t xml:space="preserve"> ? </w:t>
      </w:r>
      <w:r w:rsidR="0074134D" w:rsidRPr="003D2FAA">
        <w:t>Mais qu</w:t>
      </w:r>
      <w:r>
        <w:t>’</w:t>
      </w:r>
      <w:r w:rsidR="0074134D" w:rsidRPr="003D2FAA">
        <w:t>est-ce qui vous a pris</w:t>
      </w:r>
      <w:r>
        <w:t xml:space="preserve">, </w:t>
      </w:r>
      <w:r w:rsidR="0074134D" w:rsidRPr="003D2FAA">
        <w:t>vauriens</w:t>
      </w:r>
      <w:r>
        <w:t xml:space="preserve">, </w:t>
      </w:r>
      <w:r w:rsidR="0074134D" w:rsidRPr="003D2FAA">
        <w:t>contre ces pauvres bêtes</w:t>
      </w:r>
      <w:r>
        <w:t> ?</w:t>
      </w:r>
    </w:p>
    <w:p w14:paraId="43EFB11A" w14:textId="77777777" w:rsidR="00DE313F" w:rsidRDefault="0074134D" w:rsidP="0074134D">
      <w:r w:rsidRPr="003D2FAA">
        <w:t>Ou bien</w:t>
      </w:r>
      <w:r w:rsidR="00DE313F">
        <w:t> :</w:t>
      </w:r>
    </w:p>
    <w:p w14:paraId="45C57C74" w14:textId="77777777" w:rsidR="00DE313F" w:rsidRDefault="00DE313F" w:rsidP="0074134D">
      <w:r>
        <w:t>— </w:t>
      </w:r>
      <w:r w:rsidR="0074134D" w:rsidRPr="003D2FAA">
        <w:t>Oh</w:t>
      </w:r>
      <w:r>
        <w:t xml:space="preserve"> ! </w:t>
      </w:r>
      <w:r w:rsidR="0074134D" w:rsidRPr="003D2FAA">
        <w:t>voyons</w:t>
      </w:r>
      <w:r>
        <w:t xml:space="preserve">, </w:t>
      </w:r>
      <w:r w:rsidR="0074134D" w:rsidRPr="003D2FAA">
        <w:t>vous aussi</w:t>
      </w:r>
      <w:r>
        <w:t xml:space="preserve"> ? </w:t>
      </w:r>
      <w:r w:rsidR="0074134D" w:rsidRPr="003D2FAA">
        <w:t>Je m</w:t>
      </w:r>
      <w:r>
        <w:t>’</w:t>
      </w:r>
      <w:r w:rsidR="0074134D" w:rsidRPr="003D2FAA">
        <w:t>en étonne</w:t>
      </w:r>
      <w:r>
        <w:t xml:space="preserve">, </w:t>
      </w:r>
      <w:r w:rsidR="0074134D" w:rsidRPr="003D2FAA">
        <w:t>monsieur le notaire</w:t>
      </w:r>
      <w:r>
        <w:t xml:space="preserve"> ! </w:t>
      </w:r>
      <w:r w:rsidR="0074134D" w:rsidRPr="003D2FAA">
        <w:t>Pardon</w:t>
      </w:r>
      <w:r>
        <w:t xml:space="preserve">, </w:t>
      </w:r>
      <w:r w:rsidR="0074134D" w:rsidRPr="003D2FAA">
        <w:t>mais vous n</w:t>
      </w:r>
      <w:r>
        <w:t>’</w:t>
      </w:r>
      <w:r w:rsidR="0074134D" w:rsidRPr="003D2FAA">
        <w:t>en êtes pas honteux</w:t>
      </w:r>
      <w:r>
        <w:t xml:space="preserve"> ? </w:t>
      </w:r>
      <w:r w:rsidR="0074134D" w:rsidRPr="003D2FAA">
        <w:t>Mais voyez quel coup de pied plein de traîtrise</w:t>
      </w:r>
      <w:r>
        <w:t xml:space="preserve"> ; </w:t>
      </w:r>
      <w:r w:rsidR="0074134D" w:rsidRPr="003D2FAA">
        <w:t>pauvre petite bête</w:t>
      </w:r>
      <w:r>
        <w:t xml:space="preserve"> ! </w:t>
      </w:r>
      <w:r w:rsidR="0074134D" w:rsidRPr="003D2FAA">
        <w:t>Ici</w:t>
      </w:r>
      <w:r>
        <w:t xml:space="preserve">, </w:t>
      </w:r>
      <w:r w:rsidR="0074134D" w:rsidRPr="003D2FAA">
        <w:t>ma petite</w:t>
      </w:r>
      <w:r>
        <w:t xml:space="preserve"> ; </w:t>
      </w:r>
      <w:r w:rsidR="0074134D" w:rsidRPr="003D2FAA">
        <w:t>viens ici</w:t>
      </w:r>
      <w:r>
        <w:t xml:space="preserve">, </w:t>
      </w:r>
      <w:r w:rsidR="0074134D" w:rsidRPr="003D2FAA">
        <w:t>viens ici</w:t>
      </w:r>
      <w:r>
        <w:t xml:space="preserve"> !… </w:t>
      </w:r>
      <w:r w:rsidR="0074134D" w:rsidRPr="003D2FAA">
        <w:t>Sa petite patte</w:t>
      </w:r>
      <w:r>
        <w:t xml:space="preserve">, </w:t>
      </w:r>
      <w:r w:rsidR="0074134D" w:rsidRPr="003D2FAA">
        <w:t>voyez</w:t>
      </w:r>
      <w:r>
        <w:t xml:space="preserve"> ! </w:t>
      </w:r>
      <w:r w:rsidR="0074134D" w:rsidRPr="003D2FAA">
        <w:t>Il a estropié sa petite patte</w:t>
      </w:r>
      <w:r>
        <w:t xml:space="preserve">, </w:t>
      </w:r>
      <w:r w:rsidR="0074134D" w:rsidRPr="003D2FAA">
        <w:t>et il s</w:t>
      </w:r>
      <w:r>
        <w:t>’</w:t>
      </w:r>
      <w:r w:rsidR="0074134D" w:rsidRPr="003D2FAA">
        <w:t>en va le cigare à la bouche comme s</w:t>
      </w:r>
      <w:r>
        <w:t>’</w:t>
      </w:r>
      <w:r w:rsidR="0074134D" w:rsidRPr="003D2FAA">
        <w:t>il n</w:t>
      </w:r>
      <w:r>
        <w:t>’</w:t>
      </w:r>
      <w:r w:rsidR="0074134D" w:rsidRPr="003D2FAA">
        <w:t>en savait rien</w:t>
      </w:r>
      <w:r>
        <w:t xml:space="preserve"> ; </w:t>
      </w:r>
      <w:r w:rsidR="0074134D" w:rsidRPr="003D2FAA">
        <w:t>quelle honte</w:t>
      </w:r>
      <w:r>
        <w:t xml:space="preserve">, </w:t>
      </w:r>
      <w:r w:rsidR="0074134D" w:rsidRPr="003D2FAA">
        <w:t>un homme sérieux</w:t>
      </w:r>
      <w:r>
        <w:t xml:space="preserve"> ! </w:t>
      </w:r>
      <w:r w:rsidR="0074134D" w:rsidRPr="003D2FAA">
        <w:t>Ici</w:t>
      </w:r>
      <w:r>
        <w:t xml:space="preserve">, </w:t>
      </w:r>
      <w:r w:rsidR="0074134D" w:rsidRPr="003D2FAA">
        <w:t>ma chérie</w:t>
      </w:r>
      <w:r>
        <w:t xml:space="preserve">, </w:t>
      </w:r>
      <w:r w:rsidR="0074134D" w:rsidRPr="003D2FAA">
        <w:t>ici</w:t>
      </w:r>
      <w:r>
        <w:t xml:space="preserve">, </w:t>
      </w:r>
      <w:r w:rsidR="0074134D" w:rsidRPr="003D2FAA">
        <w:t>ma chérie</w:t>
      </w:r>
      <w:r>
        <w:t> !…</w:t>
      </w:r>
    </w:p>
    <w:p w14:paraId="0B423195" w14:textId="77777777" w:rsidR="00DE313F" w:rsidRDefault="0074134D" w:rsidP="0074134D">
      <w:r w:rsidRPr="003D2FAA">
        <w:t>Bref</w:t>
      </w:r>
      <w:r w:rsidR="00DE313F">
        <w:t xml:space="preserve">, </w:t>
      </w:r>
      <w:r w:rsidRPr="003D2FAA">
        <w:t>une très vive sympathie s</w:t>
      </w:r>
      <w:r w:rsidR="00DE313F">
        <w:t>’</w:t>
      </w:r>
      <w:r w:rsidRPr="003D2FAA">
        <w:t xml:space="preserve">était établie entre les femmes de </w:t>
      </w:r>
      <w:proofErr w:type="spellStart"/>
      <w:r w:rsidRPr="003D2FAA">
        <w:t>Peola</w:t>
      </w:r>
      <w:proofErr w:type="spellEnd"/>
      <w:r w:rsidRPr="003D2FAA">
        <w:t xml:space="preserve"> et ces pauvres chiens que s</w:t>
      </w:r>
      <w:r w:rsidR="00DE313F">
        <w:t>’</w:t>
      </w:r>
      <w:r w:rsidRPr="003D2FAA">
        <w:t xml:space="preserve">étaient mis tout </w:t>
      </w:r>
      <w:r w:rsidRPr="003D2FAA">
        <w:lastRenderedPageBreak/>
        <w:t>à coup à persécuter leurs hommes</w:t>
      </w:r>
      <w:r w:rsidR="00DE313F">
        <w:t xml:space="preserve"> : </w:t>
      </w:r>
      <w:r w:rsidRPr="003D2FAA">
        <w:t>maris</w:t>
      </w:r>
      <w:r w:rsidR="00DE313F">
        <w:t xml:space="preserve">, </w:t>
      </w:r>
      <w:r w:rsidRPr="003D2FAA">
        <w:t>pères</w:t>
      </w:r>
      <w:r w:rsidR="00DE313F">
        <w:t xml:space="preserve">, </w:t>
      </w:r>
      <w:r w:rsidRPr="003D2FAA">
        <w:t>frères</w:t>
      </w:r>
      <w:r w:rsidR="00DE313F">
        <w:t xml:space="preserve">, </w:t>
      </w:r>
      <w:r w:rsidRPr="003D2FAA">
        <w:t>cousins</w:t>
      </w:r>
      <w:r w:rsidR="00DE313F">
        <w:t xml:space="preserve">, </w:t>
      </w:r>
      <w:r w:rsidRPr="003D2FAA">
        <w:t>fiancés</w:t>
      </w:r>
      <w:r w:rsidR="00DE313F">
        <w:t xml:space="preserve">, </w:t>
      </w:r>
      <w:r w:rsidRPr="003D2FAA">
        <w:t>et finalement aussi</w:t>
      </w:r>
      <w:r w:rsidR="00DE313F">
        <w:t xml:space="preserve">, </w:t>
      </w:r>
      <w:r w:rsidRPr="003D2FAA">
        <w:t>par contagion</w:t>
      </w:r>
      <w:r w:rsidR="00DE313F">
        <w:t xml:space="preserve">, </w:t>
      </w:r>
      <w:r w:rsidRPr="003D2FAA">
        <w:t>tous les galopins du pays</w:t>
      </w:r>
      <w:r w:rsidR="00DE313F">
        <w:t>.</w:t>
      </w:r>
    </w:p>
    <w:p w14:paraId="36C0DA21" w14:textId="44444CC6" w:rsidR="00A90237" w:rsidRPr="003D2FAA" w:rsidRDefault="00A90237" w:rsidP="00DE313F">
      <w:pPr>
        <w:pStyle w:val="Etoile"/>
      </w:pPr>
      <w:r w:rsidRPr="003D2FAA">
        <w:br/>
        <w:t>*</w:t>
      </w:r>
      <w:r w:rsidRPr="003D2FAA">
        <w:br/>
      </w:r>
    </w:p>
    <w:p w14:paraId="6EB3C87A" w14:textId="77777777" w:rsidR="00DE313F" w:rsidRDefault="0074134D" w:rsidP="0074134D">
      <w:r w:rsidRPr="003D2FAA">
        <w:t>Cet air nouveau</w:t>
      </w:r>
      <w:r w:rsidR="00DE313F">
        <w:t xml:space="preserve">, </w:t>
      </w:r>
      <w:r w:rsidRPr="003D2FAA">
        <w:t>cet air que leurs hommes respiraient d</w:t>
      </w:r>
      <w:r w:rsidRPr="003D2FAA">
        <w:t>e</w:t>
      </w:r>
      <w:r w:rsidRPr="003D2FAA">
        <w:t>puis quelques jours</w:t>
      </w:r>
      <w:r w:rsidR="00DE313F">
        <w:t xml:space="preserve">, </w:t>
      </w:r>
      <w:r w:rsidRPr="003D2FAA">
        <w:t>et grâce auquel ils avaient les yeux vifs</w:t>
      </w:r>
      <w:r w:rsidR="00DE313F">
        <w:t xml:space="preserve">, </w:t>
      </w:r>
      <w:r w:rsidRPr="003D2FAA">
        <w:t>animés et l</w:t>
      </w:r>
      <w:r w:rsidR="00DE313F">
        <w:t>’</w:t>
      </w:r>
      <w:r w:rsidRPr="003D2FAA">
        <w:t>aspect passablement toqué</w:t>
      </w:r>
      <w:r w:rsidR="00DE313F">
        <w:t xml:space="preserve">, </w:t>
      </w:r>
      <w:r w:rsidRPr="003D2FAA">
        <w:t>elles</w:t>
      </w:r>
      <w:r w:rsidR="00DE313F">
        <w:t xml:space="preserve">, </w:t>
      </w:r>
      <w:r w:rsidRPr="003D2FAA">
        <w:t>les femmes</w:t>
      </w:r>
      <w:r w:rsidR="00DE313F">
        <w:t xml:space="preserve">, </w:t>
      </w:r>
      <w:r w:rsidRPr="003D2FAA">
        <w:t>un peu moins bornées que les chiens</w:t>
      </w:r>
      <w:r w:rsidR="00DE313F">
        <w:t xml:space="preserve"> – </w:t>
      </w:r>
      <w:r w:rsidRPr="003D2FAA">
        <w:t>du moins quelques-unes</w:t>
      </w:r>
      <w:r w:rsidR="00DE313F">
        <w:t xml:space="preserve"> ! – </w:t>
      </w:r>
      <w:r w:rsidRPr="003D2FAA">
        <w:t>l</w:t>
      </w:r>
      <w:r w:rsidR="00DE313F">
        <w:t>’</w:t>
      </w:r>
      <w:r w:rsidRPr="003D2FAA">
        <w:t>avaient remarqué tout de suite</w:t>
      </w:r>
      <w:r w:rsidR="00DE313F">
        <w:t xml:space="preserve">. </w:t>
      </w:r>
      <w:r w:rsidRPr="003D2FAA">
        <w:t>Il s</w:t>
      </w:r>
      <w:r w:rsidR="00DE313F">
        <w:t>’</w:t>
      </w:r>
      <w:r w:rsidRPr="003D2FAA">
        <w:t>était répandu sous les toits rouges moisis</w:t>
      </w:r>
      <w:r w:rsidR="00DE313F">
        <w:t xml:space="preserve">, </w:t>
      </w:r>
      <w:r w:rsidRPr="003D2FAA">
        <w:t>et dans tous les coins crevassés de la vieille et somnolente bourgade</w:t>
      </w:r>
      <w:r w:rsidR="00DE313F">
        <w:t xml:space="preserve">, </w:t>
      </w:r>
      <w:r w:rsidRPr="003D2FAA">
        <w:t>cet air vif</w:t>
      </w:r>
      <w:r w:rsidR="00DE313F">
        <w:t xml:space="preserve">, </w:t>
      </w:r>
      <w:r w:rsidRPr="003D2FAA">
        <w:t>et il l</w:t>
      </w:r>
      <w:r w:rsidR="00DE313F">
        <w:t>’</w:t>
      </w:r>
      <w:r w:rsidRPr="003D2FAA">
        <w:t>égayait</w:t>
      </w:r>
      <w:r w:rsidR="00DE313F">
        <w:t xml:space="preserve">, </w:t>
      </w:r>
      <w:r w:rsidRPr="003D2FAA">
        <w:t>mais seulement pour les mâles</w:t>
      </w:r>
      <w:r w:rsidR="00DE313F">
        <w:t>.</w:t>
      </w:r>
    </w:p>
    <w:p w14:paraId="7699A676" w14:textId="77777777" w:rsidR="00DE313F" w:rsidRDefault="0074134D" w:rsidP="0074134D">
      <w:r w:rsidRPr="003D2FAA">
        <w:t>La vie</w:t>
      </w:r>
      <w:r w:rsidR="00DE313F">
        <w:t xml:space="preserve"> !… </w:t>
      </w:r>
      <w:r w:rsidRPr="003D2FAA">
        <w:t>Angoisses</w:t>
      </w:r>
      <w:r w:rsidR="00DE313F">
        <w:t xml:space="preserve">, </w:t>
      </w:r>
      <w:r w:rsidRPr="003D2FAA">
        <w:t>ennuis</w:t>
      </w:r>
      <w:r w:rsidR="00DE313F">
        <w:t xml:space="preserve">, </w:t>
      </w:r>
      <w:r w:rsidRPr="003D2FAA">
        <w:t>amertumes</w:t>
      </w:r>
      <w:r w:rsidR="00DE313F">
        <w:t xml:space="preserve"> !… </w:t>
      </w:r>
      <w:r w:rsidRPr="003D2FAA">
        <w:t>Et voilà que tout à coup</w:t>
      </w:r>
      <w:r w:rsidR="00DE313F">
        <w:t xml:space="preserve">, </w:t>
      </w:r>
      <w:r w:rsidRPr="003D2FAA">
        <w:t>on rit</w:t>
      </w:r>
      <w:r w:rsidR="00DE313F">
        <w:t xml:space="preserve">… </w:t>
      </w:r>
      <w:r w:rsidRPr="003D2FAA">
        <w:t>Oh</w:t>
      </w:r>
      <w:r w:rsidR="00DE313F">
        <w:t xml:space="preserve"> ! </w:t>
      </w:r>
      <w:r w:rsidRPr="003D2FAA">
        <w:t>mon Dieu</w:t>
      </w:r>
      <w:r w:rsidR="00DE313F">
        <w:t xml:space="preserve">, </w:t>
      </w:r>
      <w:r w:rsidRPr="003D2FAA">
        <w:t>comme on rit</w:t>
      </w:r>
      <w:r w:rsidR="00DE313F">
        <w:t xml:space="preserve"> ! </w:t>
      </w:r>
      <w:r w:rsidRPr="003D2FAA">
        <w:t>Et cela à propos de rien</w:t>
      </w:r>
      <w:r w:rsidR="00DE313F">
        <w:t>.</w:t>
      </w:r>
    </w:p>
    <w:p w14:paraId="6872460A" w14:textId="77777777" w:rsidR="00DE313F" w:rsidRDefault="0074134D" w:rsidP="0074134D">
      <w:r w:rsidRPr="003D2FAA">
        <w:t>Si après des jours et des jours de pluie et de brume apparaît un rayon de soleil</w:t>
      </w:r>
      <w:r w:rsidR="00DE313F">
        <w:t xml:space="preserve">, </w:t>
      </w:r>
      <w:r w:rsidRPr="003D2FAA">
        <w:t>tous les cœurs ne se réjouissent-ils pas</w:t>
      </w:r>
      <w:r w:rsidR="00DE313F">
        <w:t xml:space="preserve"> ? </w:t>
      </w:r>
      <w:r w:rsidRPr="003D2FAA">
        <w:t>Toutes les poitrines ne poussent-elles pas un soupir d</w:t>
      </w:r>
      <w:r w:rsidR="00DE313F">
        <w:t>’</w:t>
      </w:r>
      <w:r w:rsidRPr="003D2FAA">
        <w:t>allégeance</w:t>
      </w:r>
      <w:r w:rsidR="00DE313F">
        <w:t xml:space="preserve">. </w:t>
      </w:r>
      <w:r w:rsidRPr="003D2FAA">
        <w:t>Eh bien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est-ce</w:t>
      </w:r>
      <w:r w:rsidR="00DE313F">
        <w:t xml:space="preserve"> ? </w:t>
      </w:r>
      <w:r w:rsidRPr="003D2FAA">
        <w:t>Rien</w:t>
      </w:r>
      <w:r w:rsidR="00DE313F">
        <w:t xml:space="preserve">… </w:t>
      </w:r>
      <w:r w:rsidRPr="003D2FAA">
        <w:t>un rayon de soleil</w:t>
      </w:r>
      <w:r w:rsidR="00DE313F">
        <w:t xml:space="preserve"> ; </w:t>
      </w:r>
      <w:r w:rsidRPr="003D2FAA">
        <w:t>mais la vie apparaît soudain tout autre</w:t>
      </w:r>
      <w:r w:rsidR="00DE313F">
        <w:t xml:space="preserve"> !… </w:t>
      </w:r>
      <w:r w:rsidRPr="003D2FAA">
        <w:t>Le poids de l</w:t>
      </w:r>
      <w:r w:rsidR="00DE313F">
        <w:t>’</w:t>
      </w:r>
      <w:r w:rsidRPr="003D2FAA">
        <w:t>ennui se déleste</w:t>
      </w:r>
      <w:r w:rsidR="00DE313F">
        <w:t xml:space="preserve"> ; </w:t>
      </w:r>
      <w:r w:rsidRPr="003D2FAA">
        <w:t>les pensées les plus sombres prennent des tons d</w:t>
      </w:r>
      <w:r w:rsidR="00DE313F">
        <w:t>’</w:t>
      </w:r>
      <w:r w:rsidRPr="003D2FAA">
        <w:t>azur</w:t>
      </w:r>
      <w:r w:rsidR="00DE313F">
        <w:t xml:space="preserve">. </w:t>
      </w:r>
      <w:r w:rsidRPr="003D2FAA">
        <w:t>Tel qui ne voulait pas sortir de sa maison de terre mouillée</w:t>
      </w:r>
      <w:r w:rsidR="00DE313F">
        <w:t xml:space="preserve"> ? </w:t>
      </w:r>
      <w:r w:rsidRPr="003D2FAA">
        <w:t>Oh</w:t>
      </w:r>
      <w:r w:rsidR="00DE313F">
        <w:t xml:space="preserve"> ! </w:t>
      </w:r>
      <w:r w:rsidRPr="003D2FAA">
        <w:t>Dieu</w:t>
      </w:r>
      <w:r w:rsidR="00DE313F">
        <w:t xml:space="preserve">, </w:t>
      </w:r>
      <w:r w:rsidRPr="003D2FAA">
        <w:t>comme on respire bien</w:t>
      </w:r>
      <w:r w:rsidR="00DE313F">
        <w:t xml:space="preserve"> !… </w:t>
      </w:r>
      <w:r w:rsidRPr="003D2FAA">
        <w:t xml:space="preserve">Fraîcheur de </w:t>
      </w:r>
      <w:proofErr w:type="spellStart"/>
      <w:r w:rsidRPr="003D2FAA">
        <w:rPr>
          <w:i/>
          <w:iCs/>
        </w:rPr>
        <w:t>funghi</w:t>
      </w:r>
      <w:proofErr w:type="spellEnd"/>
      <w:r w:rsidRPr="00920F1B">
        <w:rPr>
          <w:rStyle w:val="Appelnotedebasdep"/>
        </w:rPr>
        <w:footnoteReference w:id="5"/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est-ce pas</w:t>
      </w:r>
      <w:r w:rsidR="00DE313F">
        <w:t xml:space="preserve"> ? </w:t>
      </w:r>
      <w:r w:rsidRPr="003D2FAA">
        <w:t xml:space="preserve">Et tous les projets pour la conquête de </w:t>
      </w:r>
      <w:r w:rsidRPr="003D2FAA">
        <w:lastRenderedPageBreak/>
        <w:t>l</w:t>
      </w:r>
      <w:r w:rsidR="00DE313F">
        <w:t>’</w:t>
      </w:r>
      <w:r w:rsidRPr="003D2FAA">
        <w:t>avenir semblent faciles</w:t>
      </w:r>
      <w:r w:rsidR="00DE313F">
        <w:t xml:space="preserve">, </w:t>
      </w:r>
      <w:r w:rsidRPr="003D2FAA">
        <w:t>aisés</w:t>
      </w:r>
      <w:r w:rsidR="00DE313F">
        <w:t xml:space="preserve"> ; </w:t>
      </w:r>
      <w:r w:rsidRPr="003D2FAA">
        <w:t>et chacun se débarrasse du souvenir des ennuis les plus graves</w:t>
      </w:r>
      <w:r w:rsidR="00DE313F">
        <w:t xml:space="preserve">, </w:t>
      </w:r>
      <w:r w:rsidRPr="003D2FAA">
        <w:t>et se dit que</w:t>
      </w:r>
      <w:r w:rsidR="00DE313F">
        <w:t xml:space="preserve">, </w:t>
      </w:r>
      <w:r w:rsidRPr="003D2FAA">
        <w:t>voyons</w:t>
      </w:r>
      <w:r w:rsidR="00DE313F">
        <w:t xml:space="preserve">, </w:t>
      </w:r>
      <w:r w:rsidRPr="003D2FAA">
        <w:t>il leur a donné trop d</w:t>
      </w:r>
      <w:r w:rsidR="00DE313F">
        <w:t>’</w:t>
      </w:r>
      <w:r w:rsidRPr="003D2FAA">
        <w:t>importance</w:t>
      </w:r>
      <w:r w:rsidR="00DE313F">
        <w:t xml:space="preserve"> ! </w:t>
      </w:r>
      <w:r w:rsidRPr="003D2FAA">
        <w:t>Que diable</w:t>
      </w:r>
      <w:r w:rsidR="00DE313F">
        <w:t xml:space="preserve">, </w:t>
      </w:r>
      <w:r w:rsidRPr="003D2FAA">
        <w:t>courage</w:t>
      </w:r>
      <w:r w:rsidR="00DE313F">
        <w:t xml:space="preserve">, </w:t>
      </w:r>
      <w:r w:rsidRPr="003D2FAA">
        <w:t>courage</w:t>
      </w:r>
      <w:r w:rsidR="00DE313F">
        <w:t> !</w:t>
      </w:r>
    </w:p>
    <w:p w14:paraId="2F89BE3A" w14:textId="77777777" w:rsidR="00DE313F" w:rsidRDefault="00DE313F" w:rsidP="0074134D">
      <w:r>
        <w:t>— </w:t>
      </w:r>
      <w:r w:rsidR="0074134D" w:rsidRPr="003D2FAA">
        <w:t>Ma chère</w:t>
      </w:r>
      <w:r>
        <w:t xml:space="preserve">, </w:t>
      </w:r>
      <w:r w:rsidR="0074134D" w:rsidRPr="003D2FAA">
        <w:t>pourquoi ne te coiffes-tu pas un peu mieux</w:t>
      </w:r>
      <w:r>
        <w:t> ?</w:t>
      </w:r>
    </w:p>
    <w:p w14:paraId="67FFC4F1" w14:textId="77777777" w:rsidR="00DE313F" w:rsidRDefault="0074134D" w:rsidP="0074134D">
      <w:r w:rsidRPr="003D2FAA">
        <w:t xml:space="preserve">Effets du rayon de soleil apparu tout à coup à </w:t>
      </w:r>
      <w:proofErr w:type="spellStart"/>
      <w:r w:rsidRPr="003D2FAA">
        <w:t>Peola</w:t>
      </w:r>
      <w:proofErr w:type="spellEnd"/>
      <w:r w:rsidRPr="003D2FAA">
        <w:t xml:space="preserve"> sur la petite place du bureau télégraphique</w:t>
      </w:r>
      <w:r w:rsidR="00DE313F">
        <w:t xml:space="preserve"> ! </w:t>
      </w:r>
      <w:r w:rsidRPr="003D2FAA">
        <w:t>En plus de la persécution contre les chiens</w:t>
      </w:r>
      <w:r w:rsidR="00DE313F">
        <w:t xml:space="preserve">, </w:t>
      </w:r>
      <w:r w:rsidRPr="003D2FAA">
        <w:t>il y avait cette question adressée par une quantité de maris à leurs femmes</w:t>
      </w:r>
      <w:r w:rsidR="00DE313F">
        <w:t> :</w:t>
      </w:r>
    </w:p>
    <w:p w14:paraId="7BFF9FDD" w14:textId="77777777" w:rsidR="00DE313F" w:rsidRDefault="00DE313F" w:rsidP="0074134D">
      <w:r>
        <w:t>— </w:t>
      </w:r>
      <w:r w:rsidR="0074134D" w:rsidRPr="003D2FAA">
        <w:t>Pourquoi</w:t>
      </w:r>
      <w:r>
        <w:t xml:space="preserve">, </w:t>
      </w:r>
      <w:r w:rsidR="0074134D" w:rsidRPr="003D2FAA">
        <w:t>ma chère</w:t>
      </w:r>
      <w:r>
        <w:t xml:space="preserve">, </w:t>
      </w:r>
      <w:r w:rsidR="0074134D" w:rsidRPr="003D2FAA">
        <w:t>ne te coiffes-tu pas un peu mieux</w:t>
      </w:r>
      <w:r>
        <w:t> ?</w:t>
      </w:r>
    </w:p>
    <w:p w14:paraId="05888B79" w14:textId="77777777" w:rsidR="00DE313F" w:rsidRDefault="0074134D" w:rsidP="0074134D">
      <w:r w:rsidRPr="003D2FAA">
        <w:t>Et jamais certes</w:t>
      </w:r>
      <w:r w:rsidR="00DE313F">
        <w:t xml:space="preserve">, </w:t>
      </w:r>
      <w:r w:rsidRPr="003D2FAA">
        <w:t>depuis des années et des années</w:t>
      </w:r>
      <w:r w:rsidR="00DE313F">
        <w:t xml:space="preserve">, </w:t>
      </w:r>
      <w:r w:rsidRPr="003D2FAA">
        <w:t>au cercle</w:t>
      </w:r>
      <w:r w:rsidR="00DE313F">
        <w:t xml:space="preserve">, </w:t>
      </w:r>
      <w:r w:rsidRPr="003D2FAA">
        <w:t>dans les rues</w:t>
      </w:r>
      <w:r w:rsidR="00DE313F">
        <w:t xml:space="preserve">, </w:t>
      </w:r>
      <w:r w:rsidRPr="003D2FAA">
        <w:t>dans les maisons</w:t>
      </w:r>
      <w:r w:rsidR="00DE313F">
        <w:t xml:space="preserve">, </w:t>
      </w:r>
      <w:r w:rsidRPr="003D2FAA">
        <w:t>à la promenade</w:t>
      </w:r>
      <w:r w:rsidR="00DE313F">
        <w:t xml:space="preserve">, </w:t>
      </w:r>
      <w:r w:rsidRPr="003D2FAA">
        <w:t xml:space="preserve">les bourgeois de </w:t>
      </w:r>
      <w:proofErr w:type="spellStart"/>
      <w:r w:rsidRPr="003D2FAA">
        <w:t>Peola</w:t>
      </w:r>
      <w:proofErr w:type="spellEnd"/>
      <w:r w:rsidRPr="003D2FAA">
        <w:t xml:space="preserve"> sans le vouloir et sans le savoir n</w:t>
      </w:r>
      <w:r w:rsidR="00DE313F">
        <w:t>’</w:t>
      </w:r>
      <w:r w:rsidRPr="003D2FAA">
        <w:t>avaient a</w:t>
      </w:r>
      <w:r w:rsidRPr="003D2FAA">
        <w:t>u</w:t>
      </w:r>
      <w:r w:rsidRPr="003D2FAA">
        <w:t>tant chantonné</w:t>
      </w:r>
      <w:r w:rsidR="00DE313F">
        <w:t>.</w:t>
      </w:r>
    </w:p>
    <w:p w14:paraId="64869AB6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voyait et entendait tout cela</w:t>
      </w:r>
      <w:r w:rsidR="00DE313F">
        <w:t>.</w:t>
      </w:r>
    </w:p>
    <w:p w14:paraId="22270583" w14:textId="77777777" w:rsidR="00DE313F" w:rsidRDefault="0074134D" w:rsidP="0074134D">
      <w:r w:rsidRPr="003D2FAA">
        <w:t>La vibration de tant de désirs dans les yeux allumés qui suivaient toutes ses actions et la caressaient du regard volu</w:t>
      </w:r>
      <w:r w:rsidRPr="003D2FAA">
        <w:t>p</w:t>
      </w:r>
      <w:r w:rsidRPr="003D2FAA">
        <w:t>tueusement</w:t>
      </w:r>
      <w:r w:rsidR="00DE313F">
        <w:t xml:space="preserve">, </w:t>
      </w:r>
      <w:r w:rsidRPr="003D2FAA">
        <w:t>la chaleur des sympathies qui l</w:t>
      </w:r>
      <w:r w:rsidR="00DE313F">
        <w:t>’</w:t>
      </w:r>
      <w:r w:rsidRPr="003D2FAA">
        <w:t>entourait l</w:t>
      </w:r>
      <w:r w:rsidR="00DE313F">
        <w:t>’</w:t>
      </w:r>
      <w:r w:rsidRPr="003D2FAA">
        <w:t>enivrèrent bientôt</w:t>
      </w:r>
      <w:r w:rsidR="00DE313F">
        <w:t xml:space="preserve">, </w:t>
      </w:r>
      <w:r w:rsidRPr="003D2FAA">
        <w:t>elle aussi</w:t>
      </w:r>
      <w:r w:rsidR="00DE313F">
        <w:t>.</w:t>
      </w:r>
    </w:p>
    <w:p w14:paraId="1FF926BC" w14:textId="77777777" w:rsidR="00DE313F" w:rsidRDefault="0074134D" w:rsidP="0074134D">
      <w:r w:rsidRPr="003D2FAA">
        <w:t>Il n</w:t>
      </w:r>
      <w:r w:rsidR="00DE313F">
        <w:t>’</w:t>
      </w:r>
      <w:r w:rsidRPr="003D2FAA">
        <w:t>en fallait pas tant</w:t>
      </w:r>
      <w:r w:rsidR="00DE313F">
        <w:t xml:space="preserve">… </w:t>
      </w:r>
      <w:r w:rsidRPr="003D2FAA">
        <w:t>Car de lui-même déjà frémissait et brûlait ce petit corps svelte et sain</w:t>
      </w:r>
      <w:r w:rsidR="00DE313F">
        <w:t>.</w:t>
      </w:r>
    </w:p>
    <w:p w14:paraId="50C6CD4A" w14:textId="4E0B3B92" w:rsidR="0074134D" w:rsidRPr="00920F1B" w:rsidRDefault="0074134D" w:rsidP="00DE313F">
      <w:pPr>
        <w:pStyle w:val="Titre2"/>
      </w:pPr>
      <w:bookmarkStart w:id="20" w:name="_Toc193482012"/>
      <w:r w:rsidRPr="00920F1B">
        <w:lastRenderedPageBreak/>
        <w:t>III</w:t>
      </w:r>
      <w:bookmarkEnd w:id="20"/>
    </w:p>
    <w:p w14:paraId="6AB33CE5" w14:textId="77777777" w:rsidR="00DE313F" w:rsidRDefault="0074134D" w:rsidP="0074134D">
      <w:r w:rsidRPr="003D2FAA">
        <w:t>L</w:t>
      </w:r>
      <w:r w:rsidR="00DE313F">
        <w:t>’</w:t>
      </w:r>
      <w:r w:rsidRPr="003D2FAA">
        <w:t xml:space="preserve">effervescence singulière qui remuait les habitants de </w:t>
      </w:r>
      <w:proofErr w:type="spellStart"/>
      <w:r w:rsidRPr="003D2FAA">
        <w:t>Pe</w:t>
      </w:r>
      <w:r w:rsidRPr="003D2FAA">
        <w:t>o</w:t>
      </w:r>
      <w:r w:rsidRPr="003D2FAA">
        <w:t>la</w:t>
      </w:r>
      <w:proofErr w:type="spellEnd"/>
      <w:r w:rsidR="00DE313F">
        <w:t xml:space="preserve">, </w:t>
      </w:r>
      <w:r w:rsidRPr="003D2FAA">
        <w:t>naguère si calmes</w:t>
      </w:r>
      <w:r w:rsidR="00DE313F">
        <w:t xml:space="preserve">, </w:t>
      </w:r>
      <w:r w:rsidRPr="003D2FAA">
        <w:t xml:space="preserve">ne laissait pas indifférente </w:t>
      </w:r>
      <w:proofErr w:type="spellStart"/>
      <w:r w:rsidRPr="003D2FAA">
        <w:t>Lucietta</w:t>
      </w:r>
      <w:proofErr w:type="spellEnd"/>
      <w:r w:rsidRPr="003D2FAA">
        <w:t xml:space="preserve"> elle-même</w:t>
      </w:r>
      <w:r w:rsidR="00DE313F">
        <w:t>.</w:t>
      </w:r>
    </w:p>
    <w:p w14:paraId="5C5EBFA2" w14:textId="77777777" w:rsidR="00DE313F" w:rsidRDefault="0074134D" w:rsidP="0074134D">
      <w:r w:rsidRPr="003D2FAA">
        <w:t>Quels soucis lui causaient certaines bouclettes de cheveux qui lui tombaient sur le front dès qu</w:t>
      </w:r>
      <w:r w:rsidR="00DE313F">
        <w:t>’</w:t>
      </w:r>
      <w:r w:rsidRPr="003D2FAA">
        <w:t>elle inclinait la tête pour suivre des yeux le ruban de papier ponctué qui</w:t>
      </w:r>
      <w:r w:rsidR="00DE313F">
        <w:t xml:space="preserve">, </w:t>
      </w:r>
      <w:r w:rsidRPr="003D2FAA">
        <w:t>de la petite m</w:t>
      </w:r>
      <w:r w:rsidRPr="003D2FAA">
        <w:t>a</w:t>
      </w:r>
      <w:r w:rsidRPr="003D2FAA">
        <w:t>chine tic-</w:t>
      </w:r>
      <w:proofErr w:type="spellStart"/>
      <w:r w:rsidRPr="003D2FAA">
        <w:t>taquante</w:t>
      </w:r>
      <w:proofErr w:type="spellEnd"/>
      <w:r w:rsidR="00DE313F">
        <w:t xml:space="preserve">, </w:t>
      </w:r>
      <w:r w:rsidRPr="003D2FAA">
        <w:t>se déroulait sur la table du bureau</w:t>
      </w:r>
      <w:r w:rsidR="00DE313F">
        <w:t xml:space="preserve"> ! </w:t>
      </w:r>
      <w:r w:rsidRPr="003D2FAA">
        <w:t>Alors elle secouait la tête et sursautait presque comme sous un ch</w:t>
      </w:r>
      <w:r w:rsidRPr="003D2FAA">
        <w:t>a</w:t>
      </w:r>
      <w:r w:rsidRPr="003D2FAA">
        <w:t>touillement inattendu</w:t>
      </w:r>
      <w:r w:rsidR="00DE313F">
        <w:t xml:space="preserve">. </w:t>
      </w:r>
      <w:r w:rsidRPr="003D2FAA">
        <w:t>Et quelle chaleur inopinée</w:t>
      </w:r>
      <w:r w:rsidR="00DE313F">
        <w:t xml:space="preserve">, </w:t>
      </w:r>
      <w:r w:rsidRPr="003D2FAA">
        <w:t>quels arrêts subits de la respiration qui finissaient tout d</w:t>
      </w:r>
      <w:r w:rsidR="00DE313F">
        <w:t>’</w:t>
      </w:r>
      <w:r w:rsidRPr="003D2FAA">
        <w:t>un coup en un las</w:t>
      </w:r>
      <w:r w:rsidR="00DE313F">
        <w:t xml:space="preserve">, </w:t>
      </w:r>
      <w:r w:rsidRPr="003D2FAA">
        <w:t>triste</w:t>
      </w:r>
      <w:r w:rsidR="00DE313F">
        <w:t xml:space="preserve">, </w:t>
      </w:r>
      <w:r w:rsidRPr="003D2FAA">
        <w:t>et très gracieux petit rire</w:t>
      </w:r>
      <w:r w:rsidR="00DE313F">
        <w:t xml:space="preserve"> ! </w:t>
      </w:r>
      <w:r w:rsidRPr="003D2FAA">
        <w:t>Oh</w:t>
      </w:r>
      <w:r w:rsidR="00DE313F">
        <w:t xml:space="preserve"> ! </w:t>
      </w:r>
      <w:r w:rsidRPr="003D2FAA">
        <w:t>mais</w:t>
      </w:r>
      <w:r w:rsidR="00DE313F">
        <w:t xml:space="preserve">, </w:t>
      </w:r>
      <w:r w:rsidRPr="003D2FAA">
        <w:t>elle pleurait aussi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elle pleurait à certains moments</w:t>
      </w:r>
      <w:r w:rsidR="00DE313F">
        <w:t xml:space="preserve">, </w:t>
      </w:r>
      <w:r w:rsidRPr="003D2FAA">
        <w:t>en cachette</w:t>
      </w:r>
      <w:r w:rsidR="00DE313F">
        <w:t xml:space="preserve">. </w:t>
      </w:r>
      <w:r w:rsidRPr="003D2FAA">
        <w:t>Comme cela</w:t>
      </w:r>
      <w:r w:rsidR="00DE313F">
        <w:t xml:space="preserve">, </w:t>
      </w:r>
      <w:r w:rsidRPr="003D2FAA">
        <w:t>tout à coup</w:t>
      </w:r>
      <w:r w:rsidR="00DE313F">
        <w:t xml:space="preserve">, </w:t>
      </w:r>
      <w:r w:rsidRPr="003D2FAA">
        <w:t>sans savoir pourquoi</w:t>
      </w:r>
      <w:r w:rsidR="00DE313F">
        <w:t xml:space="preserve">, </w:t>
      </w:r>
      <w:r w:rsidRPr="003D2FAA">
        <w:t>certaines larmes chaudes</w:t>
      </w:r>
      <w:r w:rsidR="00DE313F">
        <w:t xml:space="preserve">, </w:t>
      </w:r>
      <w:r w:rsidRPr="003D2FAA">
        <w:t>brûlantes</w:t>
      </w:r>
      <w:r w:rsidR="00DE313F">
        <w:t xml:space="preserve">, </w:t>
      </w:r>
      <w:r w:rsidRPr="003D2FAA">
        <w:t>nées d</w:t>
      </w:r>
      <w:r w:rsidR="00DE313F">
        <w:t>’</w:t>
      </w:r>
      <w:r w:rsidRPr="003D2FAA">
        <w:t>un trouble obscur dans son esprit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tempête étrange qui bouleversait tout son corps et dev</w:t>
      </w:r>
      <w:r w:rsidRPr="003D2FAA">
        <w:t>e</w:t>
      </w:r>
      <w:r w:rsidRPr="003D2FAA">
        <w:t>nait parfois une souffrance exaspérée</w:t>
      </w:r>
      <w:r w:rsidR="00DE313F">
        <w:t xml:space="preserve"> !… </w:t>
      </w:r>
      <w:r w:rsidRPr="003D2FAA">
        <w:t>Elle ne pouvait les arrêter</w:t>
      </w:r>
      <w:r w:rsidR="00DE313F">
        <w:t xml:space="preserve">, </w:t>
      </w:r>
      <w:r w:rsidRPr="003D2FAA">
        <w:t>ces larmes</w:t>
      </w:r>
      <w:r w:rsidR="00DE313F">
        <w:t xml:space="preserve">, </w:t>
      </w:r>
      <w:r w:rsidRPr="003D2FAA">
        <w:t>et elle en arrosait tout</w:t>
      </w:r>
      <w:r w:rsidR="00DE313F">
        <w:t xml:space="preserve"> : </w:t>
      </w:r>
      <w:r w:rsidRPr="003D2FAA">
        <w:t>table</w:t>
      </w:r>
      <w:r w:rsidR="00DE313F">
        <w:t xml:space="preserve">, </w:t>
      </w:r>
      <w:r w:rsidRPr="003D2FAA">
        <w:t>papiers</w:t>
      </w:r>
      <w:r w:rsidR="00DE313F">
        <w:t xml:space="preserve">, </w:t>
      </w:r>
      <w:r w:rsidRPr="003D2FAA">
        <w:t>app</w:t>
      </w:r>
      <w:r w:rsidRPr="003D2FAA">
        <w:t>a</w:t>
      </w:r>
      <w:r w:rsidRPr="003D2FAA">
        <w:t>reil</w:t>
      </w:r>
      <w:r w:rsidR="00DE313F">
        <w:t xml:space="preserve">… </w:t>
      </w:r>
      <w:r w:rsidRPr="003D2FAA">
        <w:t>Mais un instant après</w:t>
      </w:r>
      <w:r w:rsidR="00DE313F">
        <w:t xml:space="preserve">, </w:t>
      </w:r>
      <w:r w:rsidRPr="003D2FAA">
        <w:t>pour une bêtise</w:t>
      </w:r>
      <w:r w:rsidR="00DE313F">
        <w:t xml:space="preserve">, </w:t>
      </w:r>
      <w:r w:rsidRPr="003D2FAA">
        <w:t>elle se remettait à rire</w:t>
      </w:r>
      <w:r w:rsidR="00DE313F">
        <w:t> !</w:t>
      </w:r>
    </w:p>
    <w:p w14:paraId="776B90B5" w14:textId="77777777" w:rsidR="00DE313F" w:rsidRDefault="0074134D" w:rsidP="0074134D">
      <w:r w:rsidRPr="003D2FAA">
        <w:t>Allons</w:t>
      </w:r>
      <w:r w:rsidR="00DE313F">
        <w:t xml:space="preserve"> ! </w:t>
      </w:r>
      <w:r w:rsidRPr="003D2FAA">
        <w:t>pensait-elle enfin</w:t>
      </w:r>
      <w:r w:rsidR="00DE313F">
        <w:t xml:space="preserve"> : </w:t>
      </w:r>
      <w:r w:rsidRPr="003D2FAA">
        <w:t>pour ne rêver à rien</w:t>
      </w:r>
      <w:r w:rsidR="00DE313F">
        <w:t xml:space="preserve">, </w:t>
      </w:r>
      <w:r w:rsidRPr="003D2FAA">
        <w:t>pour ne pas voltiger follement çà et là en proie à des images comiques ou dangereuses</w:t>
      </w:r>
      <w:r w:rsidR="00DE313F">
        <w:t xml:space="preserve">, </w:t>
      </w:r>
      <w:r w:rsidRPr="003D2FAA">
        <w:t>pour ne pas se laisser absorber par certaines perspectives invraisemblables</w:t>
      </w:r>
      <w:r w:rsidR="00DE313F">
        <w:t xml:space="preserve">, </w:t>
      </w:r>
      <w:r w:rsidRPr="003D2FAA">
        <w:t>étranges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unique moyen était de s</w:t>
      </w:r>
      <w:r w:rsidR="00DE313F">
        <w:t>’</w:t>
      </w:r>
      <w:r w:rsidRPr="003D2FAA">
        <w:t>occuper avec un sens rassis de son emploi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voilà</w:t>
      </w:r>
      <w:r w:rsidR="00DE313F">
        <w:t xml:space="preserve"> : </w:t>
      </w:r>
      <w:r w:rsidRPr="003D2FAA">
        <w:t>fixer son attention</w:t>
      </w:r>
      <w:r w:rsidR="00DE313F">
        <w:t xml:space="preserve">, </w:t>
      </w:r>
      <w:r w:rsidRPr="003D2FAA">
        <w:t>tenir bien ferme cette attention pour que tout s</w:t>
      </w:r>
      <w:r w:rsidR="00DE313F">
        <w:t>’</w:t>
      </w:r>
      <w:r w:rsidRPr="003D2FAA">
        <w:t>accomplisse d</w:t>
      </w:r>
      <w:r w:rsidR="00DE313F">
        <w:t>’</w:t>
      </w:r>
      <w:r w:rsidRPr="003D2FAA">
        <w:t>une façon parfaite</w:t>
      </w:r>
      <w:r w:rsidR="00DE313F">
        <w:t xml:space="preserve">, </w:t>
      </w:r>
      <w:r w:rsidRPr="003D2FAA">
        <w:t>avec un ordre absolu</w:t>
      </w:r>
      <w:r w:rsidR="00DE313F">
        <w:t xml:space="preserve">. </w:t>
      </w:r>
      <w:r w:rsidRPr="003D2FAA">
        <w:t>Et se souvenir</w:t>
      </w:r>
      <w:r w:rsidR="00DE313F">
        <w:t xml:space="preserve">, </w:t>
      </w:r>
      <w:r w:rsidRPr="003D2FAA">
        <w:t>se souvenir toujours</w:t>
      </w:r>
      <w:r w:rsidR="00DE313F">
        <w:t xml:space="preserve">, </w:t>
      </w:r>
      <w:r w:rsidRPr="003D2FAA">
        <w:t>constamment</w:t>
      </w:r>
      <w:r w:rsidR="00DE313F">
        <w:t xml:space="preserve">, </w:t>
      </w:r>
      <w:r w:rsidRPr="003D2FAA">
        <w:t>que dans sa ma</w:t>
      </w:r>
      <w:r w:rsidRPr="003D2FAA">
        <w:t>i</w:t>
      </w:r>
      <w:r w:rsidRPr="003D2FAA">
        <w:t>son</w:t>
      </w:r>
      <w:r w:rsidR="00DE313F">
        <w:t xml:space="preserve">, </w:t>
      </w:r>
      <w:r w:rsidRPr="003D2FAA">
        <w:t>en ce moment même</w:t>
      </w:r>
      <w:r w:rsidR="00DE313F">
        <w:t xml:space="preserve">, </w:t>
      </w:r>
      <w:r w:rsidRPr="003D2FAA">
        <w:t>confiés à une vieille servante à moitié stupide</w:t>
      </w:r>
      <w:r w:rsidR="00DE313F">
        <w:t xml:space="preserve">, </w:t>
      </w:r>
      <w:r w:rsidRPr="003D2FAA">
        <w:t>vivaient ses deux pauvres petits orphelins</w:t>
      </w:r>
      <w:r w:rsidR="00DE313F">
        <w:t> !</w:t>
      </w:r>
    </w:p>
    <w:p w14:paraId="09486595" w14:textId="77777777" w:rsidR="00DE313F" w:rsidRDefault="0074134D" w:rsidP="0074134D">
      <w:r w:rsidRPr="003D2FAA">
        <w:lastRenderedPageBreak/>
        <w:t>Dieu</w:t>
      </w:r>
      <w:r w:rsidR="00DE313F">
        <w:t xml:space="preserve"> ! </w:t>
      </w:r>
      <w:r w:rsidRPr="003D2FAA">
        <w:t>Dieu</w:t>
      </w:r>
      <w:r w:rsidR="00DE313F">
        <w:t xml:space="preserve"> ! </w:t>
      </w:r>
      <w:r w:rsidRPr="003D2FAA">
        <w:t>quelle pensée lui venait là</w:t>
      </w:r>
      <w:r w:rsidR="00DE313F">
        <w:t xml:space="preserve"> : </w:t>
      </w:r>
      <w:r w:rsidRPr="003D2FAA">
        <w:t>les élever</w:t>
      </w:r>
      <w:r w:rsidR="00DE313F">
        <w:t xml:space="preserve">, </w:t>
      </w:r>
      <w:r w:rsidRPr="003D2FAA">
        <w:t>elle toute seule</w:t>
      </w:r>
      <w:r w:rsidR="00DE313F">
        <w:t xml:space="preserve">, </w:t>
      </w:r>
      <w:r w:rsidRPr="003D2FAA">
        <w:t>avec son travail</w:t>
      </w:r>
      <w:r w:rsidR="00DE313F">
        <w:t xml:space="preserve">, </w:t>
      </w:r>
      <w:r w:rsidRPr="003D2FAA">
        <w:t>avec son sacrifice</w:t>
      </w:r>
      <w:r w:rsidR="00DE313F">
        <w:t xml:space="preserve">, </w:t>
      </w:r>
      <w:r w:rsidRPr="003D2FAA">
        <w:t>ces enfants</w:t>
      </w:r>
      <w:r w:rsidR="00DE313F">
        <w:t xml:space="preserve">… </w:t>
      </w:r>
      <w:r w:rsidRPr="003D2FAA">
        <w:t>et comment</w:t>
      </w:r>
      <w:r w:rsidR="00DE313F">
        <w:t xml:space="preserve"> ? </w:t>
      </w:r>
      <w:r w:rsidRPr="003D2FAA">
        <w:t>Misérablement</w:t>
      </w:r>
      <w:r w:rsidR="00DE313F">
        <w:t xml:space="preserve">, </w:t>
      </w:r>
      <w:r w:rsidRPr="003D2FAA">
        <w:t>hélas</w:t>
      </w:r>
      <w:r w:rsidR="00DE313F">
        <w:t xml:space="preserve"> ! </w:t>
      </w:r>
      <w:r w:rsidRPr="003D2FAA">
        <w:t>Aujourd</w:t>
      </w:r>
      <w:r w:rsidR="00DE313F">
        <w:t>’</w:t>
      </w:r>
      <w:r w:rsidRPr="003D2FAA">
        <w:t>hui ici</w:t>
      </w:r>
      <w:r w:rsidR="00DE313F">
        <w:t xml:space="preserve">, </w:t>
      </w:r>
      <w:r w:rsidRPr="003D2FAA">
        <w:t>demain là</w:t>
      </w:r>
      <w:r w:rsidR="00DE313F">
        <w:t xml:space="preserve">, </w:t>
      </w:r>
      <w:r w:rsidRPr="003D2FAA">
        <w:t>errants eux et elle</w:t>
      </w:r>
      <w:r w:rsidR="00DE313F">
        <w:t xml:space="preserve">, </w:t>
      </w:r>
      <w:r w:rsidRPr="003D2FAA">
        <w:t>au milieu de mille difficultés</w:t>
      </w:r>
      <w:r w:rsidR="00DE313F">
        <w:t xml:space="preserve">. </w:t>
      </w:r>
      <w:r w:rsidRPr="003D2FAA">
        <w:t>Et puis</w:t>
      </w:r>
      <w:r w:rsidR="00DE313F">
        <w:t xml:space="preserve"> ? </w:t>
      </w:r>
      <w:r w:rsidRPr="003D2FAA">
        <w:t>Et puis quand ils seraient grands</w:t>
      </w:r>
      <w:r w:rsidR="00DE313F">
        <w:t xml:space="preserve">, </w:t>
      </w:r>
      <w:r w:rsidRPr="003D2FAA">
        <w:t xml:space="preserve">quand ils se seraient </w:t>
      </w:r>
      <w:proofErr w:type="gramStart"/>
      <w:r w:rsidRPr="003D2FAA">
        <w:t>fait</w:t>
      </w:r>
      <w:proofErr w:type="gramEnd"/>
      <w:r w:rsidRPr="003D2FAA">
        <w:t xml:space="preserve"> une vie à eux</w:t>
      </w:r>
      <w:r w:rsidR="00DE313F">
        <w:t xml:space="preserve">, </w:t>
      </w:r>
      <w:r w:rsidRPr="003D2FAA">
        <w:t>voilà que peut-être toutes ses peines</w:t>
      </w:r>
      <w:r w:rsidR="00DE313F">
        <w:t xml:space="preserve">, </w:t>
      </w:r>
      <w:r w:rsidRPr="003D2FAA">
        <w:t>tous ses sacrifices</w:t>
      </w:r>
      <w:r w:rsidR="00DE313F">
        <w:t xml:space="preserve">… </w:t>
      </w:r>
      <w:r w:rsidRPr="003D2FAA">
        <w:t>Mais non</w:t>
      </w:r>
      <w:r w:rsidR="00DE313F">
        <w:t xml:space="preserve">, </w:t>
      </w:r>
      <w:r w:rsidRPr="003D2FAA">
        <w:t>voyons</w:t>
      </w:r>
      <w:r w:rsidR="00DE313F">
        <w:t xml:space="preserve"> ! </w:t>
      </w:r>
      <w:r w:rsidRPr="003D2FAA">
        <w:t>Ils étaient encore si petits</w:t>
      </w:r>
      <w:r w:rsidR="00DE313F">
        <w:t xml:space="preserve"> !… </w:t>
      </w:r>
      <w:r w:rsidRPr="003D2FAA">
        <w:t>Pourquoi im</w:t>
      </w:r>
      <w:r w:rsidRPr="003D2FAA">
        <w:t>a</w:t>
      </w:r>
      <w:r w:rsidRPr="003D2FAA">
        <w:t>giner ces vilaines choses</w:t>
      </w:r>
      <w:r w:rsidR="00DE313F">
        <w:t xml:space="preserve"> ? </w:t>
      </w:r>
      <w:r w:rsidRPr="003D2FAA">
        <w:t>Elle serait vieille alors</w:t>
      </w:r>
      <w:r w:rsidR="00DE313F">
        <w:t xml:space="preserve"> ; </w:t>
      </w:r>
      <w:r w:rsidRPr="003D2FAA">
        <w:t>n</w:t>
      </w:r>
      <w:r w:rsidR="00DE313F">
        <w:t>’</w:t>
      </w:r>
      <w:r w:rsidRPr="003D2FAA">
        <w:t>importe comment son temps serait passé</w:t>
      </w:r>
      <w:r w:rsidR="00DE313F">
        <w:t xml:space="preserve"> ; </w:t>
      </w:r>
      <w:r w:rsidRPr="003D2FAA">
        <w:t>et quand le temps est passé et qu</w:t>
      </w:r>
      <w:r w:rsidR="00DE313F">
        <w:t>’</w:t>
      </w:r>
      <w:r w:rsidRPr="003D2FAA">
        <w:t>on est vieux</w:t>
      </w:r>
      <w:r w:rsidR="00DE313F">
        <w:t xml:space="preserve">, </w:t>
      </w:r>
      <w:r w:rsidRPr="003D2FAA">
        <w:t>on s</w:t>
      </w:r>
      <w:r w:rsidR="00DE313F">
        <w:t>’</w:t>
      </w:r>
      <w:r w:rsidRPr="003D2FAA">
        <w:t>habitue à faire bon visage même aux choses laides et tristes</w:t>
      </w:r>
      <w:r w:rsidR="00DE313F">
        <w:t>.</w:t>
      </w:r>
    </w:p>
    <w:p w14:paraId="433E4DBD" w14:textId="77777777" w:rsidR="00DE313F" w:rsidRDefault="0074134D" w:rsidP="0074134D">
      <w:r w:rsidRPr="003D2FAA">
        <w:t>Qui disait cela</w:t>
      </w:r>
      <w:r w:rsidR="00DE313F">
        <w:t xml:space="preserve"> ? </w:t>
      </w:r>
      <w:r w:rsidRPr="003D2FAA">
        <w:t>C</w:t>
      </w:r>
      <w:r w:rsidR="00DE313F">
        <w:t>’</w:t>
      </w:r>
      <w:r w:rsidRPr="003D2FAA">
        <w:t>est elle qui le disait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elle</w:t>
      </w:r>
      <w:r w:rsidR="00DE313F">
        <w:t xml:space="preserve">, </w:t>
      </w:r>
      <w:r w:rsidRPr="003D2FAA">
        <w:t>mais non parce que vraiment ces méditations affligeantes coulaient spo</w:t>
      </w:r>
      <w:r w:rsidRPr="003D2FAA">
        <w:t>n</w:t>
      </w:r>
      <w:r w:rsidRPr="003D2FAA">
        <w:t>tanément de son esprit</w:t>
      </w:r>
      <w:r w:rsidR="00DE313F">
        <w:t>.</w:t>
      </w:r>
    </w:p>
    <w:p w14:paraId="5091D181" w14:textId="30E60723" w:rsidR="00DE313F" w:rsidRDefault="0074134D" w:rsidP="0074134D">
      <w:r w:rsidRPr="003D2FAA">
        <w:t>Chaque matin</w:t>
      </w:r>
      <w:r w:rsidR="00DE313F">
        <w:t xml:space="preserve">, </w:t>
      </w:r>
      <w:r w:rsidRPr="003D2FAA">
        <w:t>et parfois aussi à la fin du jour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heure où il sortait de la mairie</w:t>
      </w:r>
      <w:r w:rsidR="00DE313F">
        <w:t xml:space="preserve">, </w:t>
      </w:r>
      <w:r w:rsidRPr="003D2FAA">
        <w:t>passait au bureau de télégraphe le secr</w:t>
      </w:r>
      <w:r w:rsidRPr="003D2FAA">
        <w:t>é</w:t>
      </w:r>
      <w:r w:rsidRPr="003D2FAA">
        <w:t>taire du municipe</w:t>
      </w:r>
      <w:r w:rsidR="00DE313F">
        <w:t>, M. </w:t>
      </w:r>
      <w:proofErr w:type="spellStart"/>
      <w:r w:rsidRPr="003D2FAA">
        <w:t>Silvagni</w:t>
      </w:r>
      <w:proofErr w:type="spellEnd"/>
      <w:r w:rsidR="00DE313F">
        <w:t xml:space="preserve">. </w:t>
      </w:r>
      <w:r w:rsidRPr="003D2FAA">
        <w:t xml:space="preserve">Ce </w:t>
      </w:r>
      <w:r w:rsidR="00DE313F">
        <w:t>M. </w:t>
      </w:r>
      <w:proofErr w:type="spellStart"/>
      <w:r w:rsidRPr="003D2FAA">
        <w:t>Silvagni</w:t>
      </w:r>
      <w:proofErr w:type="spellEnd"/>
      <w:r w:rsidR="00DE313F">
        <w:t xml:space="preserve">, </w:t>
      </w:r>
      <w:r w:rsidRPr="003D2FAA">
        <w:t>mon Dieu</w:t>
      </w:r>
      <w:r w:rsidR="00DE313F">
        <w:t xml:space="preserve"> ! </w:t>
      </w:r>
      <w:r w:rsidRPr="003D2FAA">
        <w:t>si bon pour elle</w:t>
      </w:r>
      <w:r w:rsidR="00DE313F">
        <w:t xml:space="preserve">, </w:t>
      </w:r>
      <w:r w:rsidRPr="003D2FAA">
        <w:t>si bon pour elle</w:t>
      </w:r>
      <w:r w:rsidR="00DE313F">
        <w:t xml:space="preserve">, </w:t>
      </w:r>
      <w:r w:rsidRPr="003D2FAA">
        <w:t>si aimable</w:t>
      </w:r>
      <w:r w:rsidR="00DE313F">
        <w:t xml:space="preserve">… </w:t>
      </w:r>
      <w:r w:rsidRPr="003D2FAA">
        <w:t>Eh bien</w:t>
      </w:r>
      <w:r w:rsidR="00DE313F">
        <w:t xml:space="preserve"> ? </w:t>
      </w:r>
      <w:r w:rsidRPr="003D2FAA">
        <w:t>Non</w:t>
      </w:r>
      <w:r w:rsidR="00DE313F">
        <w:t xml:space="preserve">, </w:t>
      </w:r>
      <w:r w:rsidRPr="003D2FAA">
        <w:t>rien</w:t>
      </w:r>
      <w:r w:rsidR="00DE313F">
        <w:t xml:space="preserve"> ! </w:t>
      </w:r>
      <w:r w:rsidRPr="003D2FAA">
        <w:t>Il passait</w:t>
      </w:r>
      <w:r w:rsidR="00DE313F">
        <w:t xml:space="preserve"> ; </w:t>
      </w:r>
      <w:r w:rsidRPr="003D2FAA">
        <w:t>il restait un moment sur la porte</w:t>
      </w:r>
      <w:r w:rsidR="00DE313F">
        <w:t xml:space="preserve">, </w:t>
      </w:r>
      <w:r w:rsidRPr="003D2FAA">
        <w:t>ou devant le gu</w:t>
      </w:r>
      <w:r w:rsidRPr="003D2FAA">
        <w:t>i</w:t>
      </w:r>
      <w:r w:rsidRPr="003D2FAA">
        <w:t>chet</w:t>
      </w:r>
      <w:r w:rsidR="00DE313F">
        <w:t xml:space="preserve">. </w:t>
      </w:r>
      <w:r w:rsidRPr="003D2FAA">
        <w:t>Il parlait de choses indifférentes ou même gaies</w:t>
      </w:r>
      <w:r w:rsidR="00DE313F">
        <w:t xml:space="preserve">, </w:t>
      </w:r>
      <w:r w:rsidRPr="003D2FAA">
        <w:t>et riait avec elle de la chasse que l</w:t>
      </w:r>
      <w:r w:rsidR="00DE313F">
        <w:t>’</w:t>
      </w:r>
      <w:r w:rsidRPr="003D2FAA">
        <w:t>on faisait aux chiens</w:t>
      </w:r>
      <w:r w:rsidR="00DE313F">
        <w:t xml:space="preserve">, </w:t>
      </w:r>
      <w:r w:rsidRPr="003D2FAA">
        <w:t>par exemple</w:t>
      </w:r>
      <w:r w:rsidR="00DE313F">
        <w:t xml:space="preserve">, </w:t>
      </w:r>
      <w:r w:rsidRPr="003D2FAA">
        <w:t>et des femmes du pays qui les défendaient</w:t>
      </w:r>
      <w:r w:rsidR="00DE313F">
        <w:t xml:space="preserve">. </w:t>
      </w:r>
      <w:r w:rsidRPr="003D2FAA">
        <w:t>Mais dans les yeux de cet homme</w:t>
      </w:r>
      <w:r w:rsidR="00DE313F">
        <w:t xml:space="preserve">, </w:t>
      </w:r>
      <w:r w:rsidRPr="003D2FAA">
        <w:t>dans ces grands yeux clairs</w:t>
      </w:r>
      <w:r w:rsidR="00DE313F">
        <w:t xml:space="preserve">, </w:t>
      </w:r>
      <w:r w:rsidRPr="003D2FAA">
        <w:t>verdâtres</w:t>
      </w:r>
      <w:r w:rsidR="00DE313F">
        <w:t xml:space="preserve">, </w:t>
      </w:r>
      <w:r w:rsidRPr="003D2FAA">
        <w:t>intenses et tristes</w:t>
      </w:r>
      <w:r w:rsidR="00DE313F">
        <w:t xml:space="preserve">, </w:t>
      </w:r>
      <w:r w:rsidRPr="003D2FAA">
        <w:t>dont le regard imprégnait longtemps son souvenir alors qu</w:t>
      </w:r>
      <w:r w:rsidR="00DE313F">
        <w:t>’</w:t>
      </w:r>
      <w:r w:rsidRPr="003D2FAA">
        <w:t>il était parti</w:t>
      </w:r>
      <w:r w:rsidR="00DE313F">
        <w:t xml:space="preserve">, </w:t>
      </w:r>
      <w:r w:rsidRPr="003D2FAA">
        <w:t>elle lisait des pensées affligeantes</w:t>
      </w:r>
      <w:r w:rsidR="00DE313F">
        <w:t xml:space="preserve"> ! </w:t>
      </w:r>
      <w:r w:rsidRPr="003D2FAA">
        <w:t>La pensée de ses enfants lui venait chaque fois</w:t>
      </w:r>
      <w:r w:rsidR="00DE313F">
        <w:t xml:space="preserve">. </w:t>
      </w:r>
      <w:r w:rsidRPr="003D2FAA">
        <w:t>Pourquoi</w:t>
      </w:r>
      <w:r w:rsidR="00DE313F">
        <w:t xml:space="preserve"> ? </w:t>
      </w:r>
      <w:r w:rsidRPr="003D2FAA">
        <w:t>Qui le savait</w:t>
      </w:r>
      <w:r w:rsidR="00DE313F">
        <w:t xml:space="preserve"> ? </w:t>
      </w:r>
      <w:r w:rsidRPr="003D2FAA">
        <w:t>Il les lui rappelait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ces pensées angoissantes</w:t>
      </w:r>
      <w:r w:rsidR="00DE313F">
        <w:t xml:space="preserve">, </w:t>
      </w:r>
      <w:r w:rsidRPr="003D2FAA">
        <w:t>même sans qu</w:t>
      </w:r>
      <w:r w:rsidR="00DE313F">
        <w:t>’</w:t>
      </w:r>
      <w:r w:rsidRPr="003D2FAA">
        <w:t>il eût demandé de nouvelles des deux petits</w:t>
      </w:r>
      <w:r w:rsidR="00DE313F">
        <w:t xml:space="preserve">, </w:t>
      </w:r>
      <w:r w:rsidRPr="003D2FAA">
        <w:t>sans qu</w:t>
      </w:r>
      <w:r w:rsidR="00DE313F">
        <w:t>’</w:t>
      </w:r>
      <w:r w:rsidRPr="003D2FAA">
        <w:t>il en eût inc</w:t>
      </w:r>
      <w:r w:rsidRPr="003D2FAA">
        <w:t>i</w:t>
      </w:r>
      <w:r w:rsidRPr="003D2FAA">
        <w:t>demment parlé</w:t>
      </w:r>
      <w:r w:rsidR="00DE313F">
        <w:t>.</w:t>
      </w:r>
    </w:p>
    <w:p w14:paraId="1490A469" w14:textId="77777777" w:rsidR="00DE313F" w:rsidRDefault="0074134D" w:rsidP="0074134D">
      <w:r w:rsidRPr="003D2FAA">
        <w:lastRenderedPageBreak/>
        <w:t>Elle recommençait à tout arroser de ses larmes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="00DE313F">
        <w:t xml:space="preserve">, </w:t>
      </w:r>
      <w:r w:rsidRPr="003D2FAA">
        <w:t>puis elle se mettait à se répéter que ses enfants étaient encore si petits</w:t>
      </w:r>
      <w:r w:rsidR="00DE313F">
        <w:t xml:space="preserve">. </w:t>
      </w:r>
      <w:r w:rsidRPr="003D2FAA">
        <w:t>Voyons</w:t>
      </w:r>
      <w:r w:rsidR="00DE313F">
        <w:t xml:space="preserve">, </w:t>
      </w:r>
      <w:r w:rsidRPr="003D2FAA">
        <w:t>pourquoi se décourager</w:t>
      </w:r>
      <w:r w:rsidR="00DE313F">
        <w:t xml:space="preserve"> ? </w:t>
      </w:r>
      <w:r w:rsidRPr="003D2FAA">
        <w:t>Elle ne le voulait pas et ne le devait pas</w:t>
      </w:r>
      <w:r w:rsidR="00DE313F">
        <w:t xml:space="preserve">. </w:t>
      </w:r>
      <w:r w:rsidRPr="003D2FAA">
        <w:t>Allons</w:t>
      </w:r>
      <w:r w:rsidR="00DE313F">
        <w:t xml:space="preserve">, </w:t>
      </w:r>
      <w:r w:rsidRPr="003D2FAA">
        <w:t>courage</w:t>
      </w:r>
      <w:r w:rsidR="00DE313F">
        <w:t xml:space="preserve"> ! </w:t>
      </w:r>
      <w:r w:rsidRPr="003D2FAA">
        <w:t>Elle était jeune</w:t>
      </w:r>
      <w:r w:rsidR="00DE313F">
        <w:t xml:space="preserve">, </w:t>
      </w:r>
      <w:r w:rsidRPr="003D2FAA">
        <w:t>elle</w:t>
      </w:r>
      <w:r w:rsidR="00DE313F">
        <w:t xml:space="preserve">, </w:t>
      </w:r>
      <w:r w:rsidRPr="003D2FAA">
        <w:t>maintenant</w:t>
      </w:r>
      <w:r w:rsidR="00DE313F">
        <w:t xml:space="preserve">… </w:t>
      </w:r>
      <w:r w:rsidRPr="003D2FAA">
        <w:t>si jeune</w:t>
      </w:r>
      <w:r w:rsidR="00DE313F">
        <w:t> !…</w:t>
      </w:r>
    </w:p>
    <w:p w14:paraId="7AF055E4" w14:textId="77777777" w:rsidR="00DE313F" w:rsidRDefault="00DE313F" w:rsidP="0074134D">
      <w:r>
        <w:t xml:space="preserve">— … </w:t>
      </w:r>
      <w:r w:rsidR="0074134D" w:rsidRPr="003D2FAA">
        <w:t>Comment dites-vous</w:t>
      </w:r>
      <w:r>
        <w:t xml:space="preserve">, </w:t>
      </w:r>
      <w:r w:rsidR="0074134D" w:rsidRPr="003D2FAA">
        <w:t>monsieur</w:t>
      </w:r>
      <w:r>
        <w:t xml:space="preserve"> ? </w:t>
      </w:r>
      <w:r w:rsidR="0074134D" w:rsidRPr="003D2FAA">
        <w:t>Oui</w:t>
      </w:r>
      <w:r>
        <w:t xml:space="preserve">, </w:t>
      </w:r>
      <w:r w:rsidR="0074134D" w:rsidRPr="003D2FAA">
        <w:t>comptez les mots du télégramme</w:t>
      </w:r>
      <w:r>
        <w:t xml:space="preserve">, </w:t>
      </w:r>
      <w:r w:rsidR="0074134D" w:rsidRPr="003D2FAA">
        <w:t>et puis ajoutez deux sous de plus</w:t>
      </w:r>
      <w:r>
        <w:t xml:space="preserve">. </w:t>
      </w:r>
      <w:r w:rsidR="0074134D" w:rsidRPr="003D2FAA">
        <w:t>Voulez-vous un modèle imprimé</w:t>
      </w:r>
      <w:r>
        <w:t xml:space="preserve"> ? </w:t>
      </w:r>
      <w:r w:rsidR="0074134D" w:rsidRPr="003D2FAA">
        <w:t>Non</w:t>
      </w:r>
      <w:r>
        <w:t xml:space="preserve"> ? </w:t>
      </w:r>
      <w:r w:rsidR="0074134D" w:rsidRPr="003D2FAA">
        <w:t>J</w:t>
      </w:r>
      <w:r>
        <w:t>’</w:t>
      </w:r>
      <w:r w:rsidR="0074134D" w:rsidRPr="003D2FAA">
        <w:t>ai compris</w:t>
      </w:r>
      <w:r>
        <w:t xml:space="preserve">. </w:t>
      </w:r>
      <w:r w:rsidR="0074134D" w:rsidRPr="003D2FAA">
        <w:t>Au revoir</w:t>
      </w:r>
      <w:r>
        <w:t xml:space="preserve">, </w:t>
      </w:r>
      <w:r w:rsidR="0074134D" w:rsidRPr="003D2FAA">
        <w:t>mo</w:t>
      </w:r>
      <w:r w:rsidR="0074134D" w:rsidRPr="003D2FAA">
        <w:t>n</w:t>
      </w:r>
      <w:r w:rsidR="0074134D" w:rsidRPr="003D2FAA">
        <w:t>sieur</w:t>
      </w:r>
      <w:r>
        <w:t xml:space="preserve">… </w:t>
      </w:r>
      <w:r w:rsidR="0074134D" w:rsidRPr="003D2FAA">
        <w:t>Mais</w:t>
      </w:r>
      <w:r>
        <w:t xml:space="preserve">, </w:t>
      </w:r>
      <w:r w:rsidR="0074134D" w:rsidRPr="003D2FAA">
        <w:t>de rien</w:t>
      </w:r>
      <w:r>
        <w:t xml:space="preserve">, </w:t>
      </w:r>
      <w:r w:rsidR="0074134D" w:rsidRPr="003D2FAA">
        <w:t>je vous prie</w:t>
      </w:r>
      <w:r>
        <w:t> !…</w:t>
      </w:r>
    </w:p>
    <w:p w14:paraId="5BE3E234" w14:textId="77777777" w:rsidR="00DE313F" w:rsidRDefault="0074134D" w:rsidP="0074134D">
      <w:r w:rsidRPr="003D2FAA">
        <w:t>Combien en entrait-il au bureau qui lui adressaient de st</w:t>
      </w:r>
      <w:r w:rsidRPr="003D2FAA">
        <w:t>u</w:t>
      </w:r>
      <w:r w:rsidRPr="003D2FAA">
        <w:t>pides questions</w:t>
      </w:r>
      <w:r w:rsidR="00DE313F">
        <w:t xml:space="preserve"> ! </w:t>
      </w:r>
      <w:r w:rsidRPr="003D2FAA">
        <w:t>Alors comment ne pas rire</w:t>
      </w:r>
      <w:r w:rsidR="00DE313F">
        <w:t> ?</w:t>
      </w:r>
    </w:p>
    <w:p w14:paraId="066D3F17" w14:textId="0F8FE155" w:rsidR="00DE313F" w:rsidRDefault="0074134D" w:rsidP="0074134D">
      <w:r w:rsidRPr="003D2FAA">
        <w:t>Ils étaient vraiment drôles</w:t>
      </w:r>
      <w:r w:rsidR="00DE313F">
        <w:t xml:space="preserve">, </w:t>
      </w:r>
      <w:r w:rsidRPr="003D2FAA">
        <w:t xml:space="preserve">ces messieurs de </w:t>
      </w:r>
      <w:proofErr w:type="spellStart"/>
      <w:r w:rsidRPr="003D2FAA">
        <w:t>Peola</w:t>
      </w:r>
      <w:proofErr w:type="spellEnd"/>
      <w:r w:rsidR="00DE313F">
        <w:t xml:space="preserve">. </w:t>
      </w:r>
      <w:r w:rsidRPr="003D2FAA">
        <w:t>Surtout cette délégation de jeunes gens</w:t>
      </w:r>
      <w:r w:rsidR="00DE313F">
        <w:t xml:space="preserve">, </w:t>
      </w:r>
      <w:r w:rsidRPr="003D2FAA">
        <w:t>sociétaires du cercle</w:t>
      </w:r>
      <w:r w:rsidR="00DE313F">
        <w:t xml:space="preserve">, </w:t>
      </w:r>
      <w:r w:rsidRPr="003D2FAA">
        <w:t>avec leur vieux et brave président</w:t>
      </w:r>
      <w:r w:rsidR="00DE313F">
        <w:t xml:space="preserve"> ! </w:t>
      </w:r>
      <w:r w:rsidRPr="003D2FAA">
        <w:t>Ils entrèrent au bureau</w:t>
      </w:r>
      <w:r w:rsidR="00DE313F">
        <w:t xml:space="preserve">, </w:t>
      </w:r>
      <w:r w:rsidRPr="003D2FAA">
        <w:t>un matin</w:t>
      </w:r>
      <w:r w:rsidR="00DE313F">
        <w:t xml:space="preserve">, </w:t>
      </w:r>
      <w:r w:rsidRPr="003D2FAA">
        <w:t xml:space="preserve">pour inviter </w:t>
      </w:r>
      <w:proofErr w:type="spellStart"/>
      <w:r w:rsidRPr="003D2FAA">
        <w:t>Lucietta</w:t>
      </w:r>
      <w:proofErr w:type="spellEnd"/>
      <w:r w:rsidRPr="003D2FAA">
        <w:t xml:space="preserve"> à la fameuse fête</w:t>
      </w:r>
      <w:r w:rsidR="00DE313F">
        <w:t xml:space="preserve">, </w:t>
      </w:r>
      <w:r w:rsidRPr="003D2FAA">
        <w:t xml:space="preserve">au bal annoncé dans le train par </w:t>
      </w:r>
      <w:r w:rsidR="00DE313F">
        <w:t>M. </w:t>
      </w:r>
      <w:proofErr w:type="spellStart"/>
      <w:r w:rsidRPr="003D2FAA">
        <w:t>Silvagni</w:t>
      </w:r>
      <w:proofErr w:type="spellEnd"/>
      <w:r w:rsidR="00DE313F">
        <w:t>.</w:t>
      </w:r>
    </w:p>
    <w:p w14:paraId="07BAFD1C" w14:textId="77777777" w:rsidR="00DE313F" w:rsidRDefault="0074134D" w:rsidP="0074134D">
      <w:r w:rsidRPr="003D2FAA">
        <w:t>Quelle scène</w:t>
      </w:r>
      <w:r w:rsidR="00DE313F">
        <w:t xml:space="preserve"> ! </w:t>
      </w:r>
      <w:r w:rsidRPr="003D2FAA">
        <w:t>Tous ouvraient des yeux extatiques</w:t>
      </w:r>
      <w:r w:rsidR="00DE313F">
        <w:t xml:space="preserve">, </w:t>
      </w:r>
      <w:r w:rsidRPr="003D2FAA">
        <w:t>on eût dit qu</w:t>
      </w:r>
      <w:r w:rsidR="00DE313F">
        <w:t>’</w:t>
      </w:r>
      <w:r w:rsidRPr="003D2FAA">
        <w:t>ils voulaient la dévorer</w:t>
      </w:r>
      <w:r w:rsidR="00DE313F">
        <w:t xml:space="preserve">. </w:t>
      </w:r>
      <w:r w:rsidRPr="003D2FAA">
        <w:t>Et en même temps ils épro</w:t>
      </w:r>
      <w:r w:rsidRPr="003D2FAA">
        <w:t>u</w:t>
      </w:r>
      <w:r w:rsidRPr="003D2FAA">
        <w:t>vaient quelque étonnement à s</w:t>
      </w:r>
      <w:r w:rsidR="00DE313F">
        <w:t>’</w:t>
      </w:r>
      <w:r w:rsidRPr="003D2FAA">
        <w:t>apercevoir que</w:t>
      </w:r>
      <w:r w:rsidR="00DE313F">
        <w:t xml:space="preserve">, </w:t>
      </w:r>
      <w:r w:rsidRPr="003D2FAA">
        <w:t>de près</w:t>
      </w:r>
      <w:r w:rsidR="00DE313F">
        <w:t xml:space="preserve">, </w:t>
      </w:r>
      <w:r w:rsidRPr="003D2FAA">
        <w:t>elle avait une bouche comme ci et comme ça</w:t>
      </w:r>
      <w:r w:rsidR="00DE313F">
        <w:t xml:space="preserve">, </w:t>
      </w:r>
      <w:r w:rsidRPr="003D2FAA">
        <w:t>et des yeux</w:t>
      </w:r>
      <w:r w:rsidR="00DE313F">
        <w:t xml:space="preserve">, </w:t>
      </w:r>
      <w:r w:rsidRPr="003D2FAA">
        <w:t>et le front</w:t>
      </w:r>
      <w:r w:rsidR="00DE313F">
        <w:t xml:space="preserve">, </w:t>
      </w:r>
      <w:r w:rsidRPr="003D2FAA">
        <w:t>pour ne parler que de la tête</w:t>
      </w:r>
      <w:r w:rsidR="00DE313F">
        <w:t xml:space="preserve"> ! </w:t>
      </w:r>
      <w:r w:rsidRPr="003D2FAA">
        <w:t>Aucun ne savait comment débuter</w:t>
      </w:r>
      <w:r w:rsidR="00DE313F">
        <w:t xml:space="preserve"> ; </w:t>
      </w:r>
      <w:r w:rsidRPr="003D2FAA">
        <w:t>ils balbutiaient ensemble</w:t>
      </w:r>
      <w:r w:rsidR="00DE313F">
        <w:t> :</w:t>
      </w:r>
    </w:p>
    <w:p w14:paraId="53B28A0B" w14:textId="77777777" w:rsidR="00DE313F" w:rsidRDefault="00DE313F" w:rsidP="0074134D">
      <w:r>
        <w:t>— </w:t>
      </w:r>
      <w:r w:rsidR="0074134D" w:rsidRPr="003D2FAA">
        <w:t>Voudrez-vous nous faire l</w:t>
      </w:r>
      <w:r>
        <w:t>’</w:t>
      </w:r>
      <w:r w:rsidR="0074134D" w:rsidRPr="003D2FAA">
        <w:t>honneur</w:t>
      </w:r>
      <w:r>
        <w:t xml:space="preserve">… </w:t>
      </w:r>
      <w:r w:rsidR="0074134D" w:rsidRPr="003D2FAA">
        <w:t>Nous avons l</w:t>
      </w:r>
      <w:r>
        <w:t>’</w:t>
      </w:r>
      <w:r w:rsidR="0074134D" w:rsidRPr="003D2FAA">
        <w:t>habitude chaque année</w:t>
      </w:r>
      <w:r>
        <w:t xml:space="preserve">, </w:t>
      </w:r>
      <w:r w:rsidR="0074134D" w:rsidRPr="003D2FAA">
        <w:t>madame</w:t>
      </w:r>
      <w:r>
        <w:t xml:space="preserve">… </w:t>
      </w:r>
      <w:r w:rsidR="0074134D" w:rsidRPr="003D2FAA">
        <w:t>Une petite soirée da</w:t>
      </w:r>
      <w:r w:rsidR="0074134D" w:rsidRPr="003D2FAA">
        <w:t>n</w:t>
      </w:r>
      <w:r w:rsidR="0074134D" w:rsidRPr="003D2FAA">
        <w:t>sante</w:t>
      </w:r>
      <w:r>
        <w:t xml:space="preserve"> !… </w:t>
      </w:r>
      <w:r w:rsidR="0074134D" w:rsidRPr="003D2FAA">
        <w:t>Oh</w:t>
      </w:r>
      <w:r>
        <w:t xml:space="preserve"> ! </w:t>
      </w:r>
      <w:r w:rsidR="0074134D" w:rsidRPr="003D2FAA">
        <w:t>sans aucune prétention</w:t>
      </w:r>
      <w:r>
        <w:t xml:space="preserve">, </w:t>
      </w:r>
      <w:r w:rsidR="0074134D" w:rsidRPr="003D2FAA">
        <w:t>soyez-en sûre</w:t>
      </w:r>
      <w:r>
        <w:t xml:space="preserve">… </w:t>
      </w:r>
      <w:r w:rsidR="0074134D" w:rsidRPr="003D2FAA">
        <w:t>Une fête de famille</w:t>
      </w:r>
      <w:r>
        <w:t>…</w:t>
      </w:r>
    </w:p>
    <w:p w14:paraId="176BF19A" w14:textId="77777777" w:rsidR="00DE313F" w:rsidRDefault="0074134D" w:rsidP="0074134D">
      <w:r w:rsidRPr="003D2FAA">
        <w:t>Ils s</w:t>
      </w:r>
      <w:r w:rsidR="00DE313F">
        <w:t>’</w:t>
      </w:r>
      <w:r w:rsidRPr="003D2FAA">
        <w:t>agitaient</w:t>
      </w:r>
      <w:r w:rsidR="00DE313F">
        <w:t xml:space="preserve">, </w:t>
      </w:r>
      <w:r w:rsidRPr="003D2FAA">
        <w:t>ils crispaient leurs mains</w:t>
      </w:r>
      <w:r w:rsidR="00DE313F">
        <w:t xml:space="preserve">, </w:t>
      </w:r>
      <w:r w:rsidRPr="003D2FAA">
        <w:t>ils se regardaient l</w:t>
      </w:r>
      <w:r w:rsidR="00DE313F">
        <w:t>’</w:t>
      </w:r>
      <w:r w:rsidRPr="003D2FAA">
        <w:t>un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dès qu</w:t>
      </w:r>
      <w:r w:rsidR="00DE313F">
        <w:t>’</w:t>
      </w:r>
      <w:r w:rsidRPr="003D2FAA">
        <w:t>ils se mettaient à parler</w:t>
      </w:r>
      <w:r w:rsidR="00DE313F">
        <w:t xml:space="preserve">. </w:t>
      </w:r>
      <w:r w:rsidRPr="003D2FAA">
        <w:t>Cependant le Prés</w:t>
      </w:r>
      <w:r w:rsidRPr="003D2FAA">
        <w:t>i</w:t>
      </w:r>
      <w:r w:rsidRPr="003D2FAA">
        <w:t>dent était rouge de dépit</w:t>
      </w:r>
      <w:r w:rsidR="00DE313F">
        <w:t xml:space="preserve"> ! </w:t>
      </w:r>
      <w:r w:rsidRPr="003D2FAA">
        <w:t>Il avait préparé un discours et on ne le laissait pas le prononcer</w:t>
      </w:r>
      <w:r w:rsidR="00DE313F">
        <w:t xml:space="preserve">. </w:t>
      </w:r>
      <w:r w:rsidRPr="003D2FAA">
        <w:t xml:space="preserve">Il avait oint de fixatif avec </w:t>
      </w:r>
      <w:r w:rsidRPr="003D2FAA">
        <w:lastRenderedPageBreak/>
        <w:t>grand soin la longue mèche de cheveux qu</w:t>
      </w:r>
      <w:r w:rsidR="00DE313F">
        <w:t>’</w:t>
      </w:r>
      <w:r w:rsidRPr="003D2FAA">
        <w:t>il tournait sur son crâne</w:t>
      </w:r>
      <w:r w:rsidR="00DE313F">
        <w:t xml:space="preserve">, </w:t>
      </w:r>
      <w:r w:rsidRPr="003D2FAA">
        <w:t>il avait enfilé des gants couleur canari et inséré avec dignité deux doigts entre les boutons de son gilet</w:t>
      </w:r>
      <w:r w:rsidR="00DE313F">
        <w:t>.</w:t>
      </w:r>
    </w:p>
    <w:p w14:paraId="2AE8FE2F" w14:textId="77777777" w:rsidR="00DE313F" w:rsidRDefault="00DE313F" w:rsidP="0074134D">
      <w:r>
        <w:t>— </w:t>
      </w:r>
      <w:r w:rsidR="0074134D" w:rsidRPr="003D2FAA">
        <w:t>Nous avons l</w:t>
      </w:r>
      <w:r>
        <w:t>’</w:t>
      </w:r>
      <w:r w:rsidR="0074134D" w:rsidRPr="003D2FAA">
        <w:t>habitude</w:t>
      </w:r>
      <w:r>
        <w:t xml:space="preserve">, </w:t>
      </w:r>
      <w:r w:rsidR="0074134D" w:rsidRPr="003D2FAA">
        <w:t>chaque année</w:t>
      </w:r>
      <w:r>
        <w:t xml:space="preserve">, </w:t>
      </w:r>
      <w:r w:rsidR="0074134D" w:rsidRPr="003D2FAA">
        <w:t>madame</w:t>
      </w:r>
      <w:r>
        <w:t>…</w:t>
      </w:r>
    </w:p>
    <w:p w14:paraId="18478C42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="00DE313F">
        <w:t xml:space="preserve">, </w:t>
      </w:r>
      <w:r w:rsidRPr="003D2FAA">
        <w:t>confuse</w:t>
      </w:r>
      <w:r w:rsidR="00DE313F">
        <w:t xml:space="preserve">, </w:t>
      </w:r>
      <w:r w:rsidRPr="003D2FAA">
        <w:t>embarrassée</w:t>
      </w:r>
      <w:r w:rsidR="00DE313F">
        <w:t xml:space="preserve">, </w:t>
      </w:r>
      <w:r w:rsidRPr="003D2FAA">
        <w:t>mais prise aussi d</w:t>
      </w:r>
      <w:r w:rsidR="00DE313F">
        <w:t>’</w:t>
      </w:r>
      <w:r w:rsidRPr="003D2FAA">
        <w:t>une grande envie de rire</w:t>
      </w:r>
      <w:r w:rsidR="00DE313F">
        <w:t xml:space="preserve">, </w:t>
      </w:r>
      <w:r w:rsidRPr="003D2FAA">
        <w:t>le visage pourpre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efforça tout d</w:t>
      </w:r>
      <w:r w:rsidR="00DE313F">
        <w:t>’</w:t>
      </w:r>
      <w:r w:rsidRPr="003D2FAA">
        <w:t>abord de se défendre</w:t>
      </w:r>
      <w:r w:rsidR="00DE313F">
        <w:t xml:space="preserve">… </w:t>
      </w:r>
      <w:r w:rsidRPr="003D2FAA">
        <w:t>non pour l</w:t>
      </w:r>
      <w:r w:rsidR="00DE313F">
        <w:t>’</w:t>
      </w:r>
      <w:r w:rsidRPr="003D2FAA">
        <w:t>invitation elle-même</w:t>
      </w:r>
      <w:r w:rsidR="00DE313F">
        <w:t xml:space="preserve">… </w:t>
      </w:r>
      <w:r w:rsidRPr="003D2FAA">
        <w:t>l</w:t>
      </w:r>
      <w:r w:rsidR="00DE313F">
        <w:t>’</w:t>
      </w:r>
      <w:r w:rsidRPr="003D2FAA">
        <w:t>honneur</w:t>
      </w:r>
      <w:r w:rsidR="00DE313F">
        <w:t xml:space="preserve">, </w:t>
      </w:r>
      <w:r w:rsidRPr="003D2FAA">
        <w:t>le plaisir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ils se l</w:t>
      </w:r>
      <w:r w:rsidR="00DE313F">
        <w:t>’</w:t>
      </w:r>
      <w:r w:rsidRPr="003D2FAA">
        <w:t>imaginaient</w:t>
      </w:r>
      <w:r w:rsidR="00DE313F">
        <w:t xml:space="preserve">, </w:t>
      </w:r>
      <w:r w:rsidRPr="003D2FAA">
        <w:t>auraient été pour elle</w:t>
      </w:r>
      <w:r w:rsidR="00DE313F">
        <w:t xml:space="preserve"> !… </w:t>
      </w:r>
      <w:r w:rsidRPr="003D2FAA">
        <w:t>cependant</w:t>
      </w:r>
      <w:r w:rsidR="00DE313F">
        <w:t xml:space="preserve">, </w:t>
      </w:r>
      <w:r w:rsidRPr="003D2FAA">
        <w:t>ils le savaient</w:t>
      </w:r>
      <w:r w:rsidR="00DE313F">
        <w:t xml:space="preserve">, </w:t>
      </w:r>
      <w:r w:rsidRPr="003D2FAA">
        <w:t>elle était encore en deuil</w:t>
      </w:r>
      <w:r w:rsidR="00DE313F">
        <w:t xml:space="preserve">. </w:t>
      </w:r>
      <w:r w:rsidRPr="003D2FAA">
        <w:t>Et puis ses deux enfants</w:t>
      </w:r>
      <w:r w:rsidR="00DE313F">
        <w:t xml:space="preserve"> ? </w:t>
      </w:r>
      <w:r w:rsidRPr="003D2FAA">
        <w:t>Elle était avec eux le soir seulement</w:t>
      </w:r>
      <w:r w:rsidR="00DE313F">
        <w:t xml:space="preserve">… </w:t>
      </w:r>
      <w:r w:rsidRPr="003D2FAA">
        <w:t>Elle ne les voyait pas pendant tout le jour</w:t>
      </w:r>
      <w:r w:rsidR="00DE313F">
        <w:t xml:space="preserve">. </w:t>
      </w:r>
      <w:r w:rsidRPr="003D2FAA">
        <w:t>Elle avait l</w:t>
      </w:r>
      <w:r w:rsidR="00DE313F">
        <w:t>’</w:t>
      </w:r>
      <w:r w:rsidRPr="003D2FAA">
        <w:t>habitude de les coucher elle-même</w:t>
      </w:r>
      <w:r w:rsidR="00DE313F">
        <w:t xml:space="preserve">. </w:t>
      </w:r>
      <w:r w:rsidRPr="003D2FAA">
        <w:t>Elle avait à s</w:t>
      </w:r>
      <w:r w:rsidR="00DE313F">
        <w:t>’</w:t>
      </w:r>
      <w:r w:rsidRPr="003D2FAA">
        <w:t>occuper de tant de choses</w:t>
      </w:r>
      <w:r w:rsidR="00DE313F">
        <w:t> !…</w:t>
      </w:r>
    </w:p>
    <w:p w14:paraId="22770420" w14:textId="77777777" w:rsidR="00DE313F" w:rsidRDefault="00DE313F" w:rsidP="0074134D">
      <w:r>
        <w:t>— </w:t>
      </w:r>
      <w:r w:rsidR="0074134D" w:rsidRPr="003D2FAA">
        <w:t>Mais voyons</w:t>
      </w:r>
      <w:r>
        <w:t xml:space="preserve">, </w:t>
      </w:r>
      <w:r w:rsidR="0074134D" w:rsidRPr="003D2FAA">
        <w:t>pour une seule soirée</w:t>
      </w:r>
      <w:r>
        <w:t xml:space="preserve"> !… </w:t>
      </w:r>
      <w:r w:rsidR="0074134D" w:rsidRPr="003D2FAA">
        <w:t>Elle pouvait ne venir qu</w:t>
      </w:r>
      <w:r>
        <w:t>’</w:t>
      </w:r>
      <w:r w:rsidR="0074134D" w:rsidRPr="003D2FAA">
        <w:t>après les avoir mis au lit</w:t>
      </w:r>
      <w:r>
        <w:t>.</w:t>
      </w:r>
    </w:p>
    <w:p w14:paraId="76D38E43" w14:textId="77777777" w:rsidR="00DE313F" w:rsidRDefault="00DE313F" w:rsidP="0074134D">
      <w:r>
        <w:t>— </w:t>
      </w:r>
      <w:r w:rsidR="0074134D" w:rsidRPr="003D2FAA">
        <w:t>Et puis n</w:t>
      </w:r>
      <w:r>
        <w:t>’</w:t>
      </w:r>
      <w:r w:rsidR="0074134D" w:rsidRPr="003D2FAA">
        <w:t>y avait-il pas la servante</w:t>
      </w:r>
      <w:r>
        <w:t xml:space="preserve"> ? </w:t>
      </w:r>
      <w:r w:rsidR="0074134D" w:rsidRPr="003D2FAA">
        <w:t>Pour un soir</w:t>
      </w:r>
      <w:r>
        <w:t> !…</w:t>
      </w:r>
    </w:p>
    <w:p w14:paraId="4D513635" w14:textId="77777777" w:rsidR="00DE313F" w:rsidRDefault="0074134D" w:rsidP="0074134D">
      <w:r w:rsidRPr="003D2FAA">
        <w:t>Dans son empressement</w:t>
      </w:r>
      <w:r w:rsidR="00DE313F">
        <w:t xml:space="preserve">, </w:t>
      </w:r>
      <w:r w:rsidRPr="003D2FAA">
        <w:t>un jeune homme laissa même échapper</w:t>
      </w:r>
      <w:r w:rsidR="00DE313F">
        <w:t> :</w:t>
      </w:r>
    </w:p>
    <w:p w14:paraId="7A843958" w14:textId="77777777" w:rsidR="00DE313F" w:rsidRDefault="00DE313F" w:rsidP="0074134D">
      <w:r>
        <w:t>— </w:t>
      </w:r>
      <w:r w:rsidR="0074134D" w:rsidRPr="003D2FAA">
        <w:t>Le deuil</w:t>
      </w:r>
      <w:r>
        <w:t xml:space="preserve"> ! </w:t>
      </w:r>
      <w:r w:rsidR="0074134D" w:rsidRPr="003D2FAA">
        <w:t>Quelle importance</w:t>
      </w:r>
      <w:r>
        <w:t> ?…</w:t>
      </w:r>
    </w:p>
    <w:p w14:paraId="2F1AE975" w14:textId="77777777" w:rsidR="00DE313F" w:rsidRDefault="0074134D" w:rsidP="0074134D">
      <w:r w:rsidRPr="003D2FAA">
        <w:t>Il reçut un coup de coude dans le flanc</w:t>
      </w:r>
      <w:r w:rsidR="00DE313F">
        <w:t xml:space="preserve">, </w:t>
      </w:r>
      <w:r w:rsidRPr="003D2FAA">
        <w:t>le pauvre garçon</w:t>
      </w:r>
      <w:r w:rsidR="00DE313F">
        <w:t xml:space="preserve">, </w:t>
      </w:r>
      <w:r w:rsidRPr="003D2FAA">
        <w:t>et redevint muet</w:t>
      </w:r>
      <w:r w:rsidR="00DE313F">
        <w:t>.</w:t>
      </w:r>
    </w:p>
    <w:p w14:paraId="271DC06E" w14:textId="77777777" w:rsidR="00DE313F" w:rsidRDefault="0074134D" w:rsidP="0074134D">
      <w:r w:rsidRPr="003D2FAA">
        <w:t>En fin de compte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promit qu</w:t>
      </w:r>
      <w:r w:rsidR="00DE313F">
        <w:t>’</w:t>
      </w:r>
      <w:r w:rsidRPr="003D2FAA">
        <w:t>elle irait ou plutôt qu</w:t>
      </w:r>
      <w:r w:rsidR="00DE313F">
        <w:t>’</w:t>
      </w:r>
      <w:r w:rsidRPr="003D2FAA">
        <w:t>elle ferait tout pour s</w:t>
      </w:r>
      <w:r w:rsidR="00DE313F">
        <w:t>’</w:t>
      </w:r>
      <w:r w:rsidRPr="003D2FAA">
        <w:t>y rendre</w:t>
      </w:r>
      <w:r w:rsidR="00DE313F">
        <w:t xml:space="preserve"> ; </w:t>
      </w:r>
      <w:r w:rsidRPr="003D2FAA">
        <w:t>mais ensuite lor</w:t>
      </w:r>
      <w:r w:rsidRPr="003D2FAA">
        <w:t>s</w:t>
      </w:r>
      <w:r w:rsidRPr="003D2FAA">
        <w:t>qu</w:t>
      </w:r>
      <w:r w:rsidR="00DE313F">
        <w:t>’</w:t>
      </w:r>
      <w:r w:rsidRPr="003D2FAA">
        <w:t>elle fut seule</w:t>
      </w:r>
      <w:r w:rsidR="00DE313F">
        <w:t>…</w:t>
      </w:r>
    </w:p>
    <w:p w14:paraId="2B56B1D2" w14:textId="367AFBE1" w:rsidR="0074134D" w:rsidRPr="003D2FAA" w:rsidRDefault="00DE313F" w:rsidP="0074134D">
      <w:r>
        <w:t>« </w:t>
      </w:r>
      <w:r w:rsidR="0074134D" w:rsidRPr="003D2FAA">
        <w:t>Voyons</w:t>
      </w:r>
      <w:r>
        <w:t xml:space="preserve"> ! </w:t>
      </w:r>
      <w:r w:rsidR="0074134D" w:rsidRPr="003D2FAA">
        <w:t>Cet anneau</w:t>
      </w:r>
      <w:r>
        <w:t xml:space="preserve">, </w:t>
      </w:r>
      <w:r w:rsidR="0074134D" w:rsidRPr="003D2FAA">
        <w:t>ce petit cercle d</w:t>
      </w:r>
      <w:r>
        <w:t>’</w:t>
      </w:r>
      <w:r w:rsidR="0074134D" w:rsidRPr="003D2FAA">
        <w:t xml:space="preserve">or que </w:t>
      </w:r>
      <w:proofErr w:type="spellStart"/>
      <w:r w:rsidR="0074134D" w:rsidRPr="003D2FAA">
        <w:t>Loffredi</w:t>
      </w:r>
      <w:proofErr w:type="spellEnd"/>
      <w:r>
        <w:t xml:space="preserve">, </w:t>
      </w:r>
      <w:r w:rsidR="0074134D" w:rsidRPr="003D2FAA">
        <w:t>en l</w:t>
      </w:r>
      <w:r>
        <w:t>’</w:t>
      </w:r>
      <w:r w:rsidR="0074134D" w:rsidRPr="003D2FAA">
        <w:t>épousant</w:t>
      </w:r>
      <w:r>
        <w:t xml:space="preserve">, </w:t>
      </w:r>
      <w:r w:rsidR="0074134D" w:rsidRPr="003D2FAA">
        <w:t>lui avait mis au doigt</w:t>
      </w:r>
      <w:r>
        <w:t xml:space="preserve"> ? </w:t>
      </w:r>
      <w:r w:rsidR="0074134D" w:rsidRPr="003D2FAA">
        <w:t>Était-ce possible</w:t>
      </w:r>
      <w:r>
        <w:t> ? »</w:t>
      </w:r>
    </w:p>
    <w:p w14:paraId="393D314C" w14:textId="77777777" w:rsidR="00DE313F" w:rsidRDefault="0074134D" w:rsidP="0074134D">
      <w:r w:rsidRPr="003D2FAA">
        <w:lastRenderedPageBreak/>
        <w:t>Sa main était alors si gracile</w:t>
      </w:r>
      <w:r w:rsidR="00DE313F">
        <w:t xml:space="preserve">, </w:t>
      </w:r>
      <w:r w:rsidRPr="003D2FAA">
        <w:t>si fine</w:t>
      </w:r>
      <w:r w:rsidR="00DE313F">
        <w:t xml:space="preserve">. </w:t>
      </w:r>
      <w:r w:rsidRPr="003D2FAA">
        <w:t>Une petite main de fi</w:t>
      </w:r>
      <w:r w:rsidRPr="003D2FAA">
        <w:t>l</w:t>
      </w:r>
      <w:r w:rsidRPr="003D2FAA">
        <w:t>lette</w:t>
      </w:r>
      <w:r w:rsidR="00DE313F">
        <w:t xml:space="preserve">. </w:t>
      </w:r>
      <w:r w:rsidRPr="003D2FAA">
        <w:t>Et maintenant que ses doigts avaient un peu grossi</w:t>
      </w:r>
      <w:r w:rsidR="00DE313F">
        <w:t>…</w:t>
      </w:r>
    </w:p>
    <w:p w14:paraId="375864CA" w14:textId="77777777" w:rsidR="00DE313F" w:rsidRDefault="0074134D" w:rsidP="0074134D">
      <w:r w:rsidRPr="003D2FAA">
        <w:t>Restée seule</w:t>
      </w:r>
      <w:r w:rsidR="00DE313F">
        <w:t xml:space="preserve">, </w:t>
      </w:r>
      <w:r w:rsidRPr="003D2FAA">
        <w:t>absorbée par ses pensées</w:t>
      </w:r>
      <w:r w:rsidR="00DE313F">
        <w:t xml:space="preserve">, </w:t>
      </w:r>
      <w:r w:rsidRPr="003D2FAA">
        <w:t>elle frottait avec les doigts de son autre main l</w:t>
      </w:r>
      <w:r w:rsidR="00DE313F">
        <w:t>’</w:t>
      </w:r>
      <w:r w:rsidRPr="003D2FAA">
        <w:t>annulaire serré par cet anneau qui lui faisait mal</w:t>
      </w:r>
      <w:r w:rsidR="00DE313F">
        <w:t xml:space="preserve">… </w:t>
      </w:r>
      <w:r w:rsidRPr="003D2FAA">
        <w:t>vraiment mal</w:t>
      </w:r>
      <w:r w:rsidR="00DE313F">
        <w:t xml:space="preserve"> ! </w:t>
      </w:r>
      <w:r w:rsidRPr="003D2FAA">
        <w:t>Il était si étroit qu</w:t>
      </w:r>
      <w:r w:rsidR="00DE313F">
        <w:t>’</w:t>
      </w:r>
      <w:r w:rsidRPr="003D2FAA">
        <w:t>elle ne pouvait plus l</w:t>
      </w:r>
      <w:r w:rsidR="00DE313F">
        <w:t>’</w:t>
      </w:r>
      <w:r w:rsidRPr="003D2FAA">
        <w:t>enlever</w:t>
      </w:r>
      <w:r w:rsidR="00DE313F">
        <w:t>…</w:t>
      </w:r>
    </w:p>
    <w:p w14:paraId="7515B6B4" w14:textId="7B98FE15" w:rsidR="0074134D" w:rsidRPr="00920F1B" w:rsidRDefault="0074134D" w:rsidP="00DE313F">
      <w:pPr>
        <w:pStyle w:val="Titre2"/>
      </w:pPr>
      <w:bookmarkStart w:id="21" w:name="_Toc193482013"/>
      <w:r w:rsidRPr="00920F1B">
        <w:t>IV</w:t>
      </w:r>
      <w:bookmarkEnd w:id="21"/>
    </w:p>
    <w:p w14:paraId="43647E5F" w14:textId="77777777" w:rsidR="00DE313F" w:rsidRDefault="0074134D" w:rsidP="0074134D">
      <w:r w:rsidRPr="003D2FAA">
        <w:t>Comment</w:t>
      </w:r>
      <w:r w:rsidR="00DE313F">
        <w:t xml:space="preserve">, </w:t>
      </w:r>
      <w:r w:rsidRPr="003D2FAA">
        <w:t>ce soir-là</w:t>
      </w:r>
      <w:r w:rsidR="00DE313F">
        <w:t xml:space="preserve">, </w:t>
      </w:r>
      <w:r w:rsidRPr="003D2FAA">
        <w:t>la saison en étant passée</w:t>
      </w:r>
      <w:r w:rsidR="00DE313F">
        <w:t xml:space="preserve">, </w:t>
      </w:r>
      <w:r w:rsidRPr="003D2FAA">
        <w:t>comment et d</w:t>
      </w:r>
      <w:r w:rsidR="00DE313F">
        <w:t>’</w:t>
      </w:r>
      <w:r w:rsidRPr="003D2FAA">
        <w:t>où était venue et s</w:t>
      </w:r>
      <w:r w:rsidR="00DE313F">
        <w:t>’</w:t>
      </w:r>
      <w:r w:rsidRPr="003D2FAA">
        <w:t>était épanouie dans un vase sur l</w:t>
      </w:r>
      <w:r w:rsidR="00DE313F">
        <w:t>’</w:t>
      </w:r>
      <w:r w:rsidRPr="003D2FAA">
        <w:t>antique jardinière de bois doré près de la fenêtre</w:t>
      </w:r>
      <w:r w:rsidR="00DE313F">
        <w:t xml:space="preserve">, </w:t>
      </w:r>
      <w:r w:rsidRPr="003D2FAA">
        <w:t>comment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épanouie cette magnifique rose rouge qui dardait sa joyeuse fraîcheur violente dans cette petite pièce d</w:t>
      </w:r>
      <w:r w:rsidR="00DE313F">
        <w:t>’</w:t>
      </w:r>
      <w:r w:rsidRPr="003D2FAA">
        <w:t>appartement meublé</w:t>
      </w:r>
      <w:r w:rsidR="00DE313F">
        <w:t xml:space="preserve">, </w:t>
      </w:r>
      <w:r w:rsidRPr="003D2FAA">
        <w:t>à la tapisserie grisâtre éraillée et décolorée</w:t>
      </w:r>
      <w:r w:rsidR="00DE313F">
        <w:t xml:space="preserve">, </w:t>
      </w:r>
      <w:r w:rsidRPr="003D2FAA">
        <w:t>dans cet appartement aux vieux meubles délabrés et salis par l</w:t>
      </w:r>
      <w:r w:rsidR="00DE313F">
        <w:t>’</w:t>
      </w:r>
      <w:r w:rsidRPr="003D2FAA">
        <w:t>usage</w:t>
      </w:r>
      <w:r w:rsidR="00DE313F">
        <w:t> ?</w:t>
      </w:r>
    </w:p>
    <w:p w14:paraId="13B5564E" w14:textId="77777777" w:rsidR="00DE313F" w:rsidRDefault="0074134D" w:rsidP="0074134D">
      <w:r w:rsidRPr="003D2FAA">
        <w:t>Dans la pièce voisine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était en train de se dire qu</w:t>
      </w:r>
      <w:r w:rsidR="00DE313F">
        <w:t>’</w:t>
      </w:r>
      <w:r w:rsidRPr="003D2FAA">
        <w:t>elle n</w:t>
      </w:r>
      <w:r w:rsidR="00DE313F">
        <w:t>’</w:t>
      </w:r>
      <w:r w:rsidRPr="003D2FAA">
        <w:t>irait pas à ce bal</w:t>
      </w:r>
      <w:r w:rsidR="00DE313F">
        <w:t xml:space="preserve">, </w:t>
      </w:r>
      <w:r w:rsidRPr="003D2FAA">
        <w:t>et elle berçait</w:t>
      </w:r>
      <w:r w:rsidR="00DE313F">
        <w:t xml:space="preserve"> – </w:t>
      </w:r>
      <w:r w:rsidRPr="003D2FAA">
        <w:t>dodo</w:t>
      </w:r>
      <w:r w:rsidR="00DE313F">
        <w:t xml:space="preserve"> ! – </w:t>
      </w:r>
      <w:r w:rsidRPr="003D2FAA">
        <w:t>sur ses genoux son petit ange blond vêtu de noir</w:t>
      </w:r>
      <w:r w:rsidR="00DE313F">
        <w:t xml:space="preserve"> – </w:t>
      </w:r>
      <w:r w:rsidRPr="003D2FAA">
        <w:t>dodo</w:t>
      </w:r>
      <w:r w:rsidR="00DE313F">
        <w:t xml:space="preserve"> ! </w:t>
      </w:r>
      <w:r w:rsidRPr="003D2FAA">
        <w:t>dodo</w:t>
      </w:r>
      <w:r w:rsidR="00DE313F">
        <w:t xml:space="preserve"> ! – </w:t>
      </w:r>
      <w:r w:rsidRPr="003D2FAA">
        <w:t>son plus petit</w:t>
      </w:r>
      <w:r w:rsidR="00DE313F">
        <w:t xml:space="preserve">, </w:t>
      </w:r>
      <w:r w:rsidRPr="003D2FAA">
        <w:t>si chéri</w:t>
      </w:r>
      <w:r w:rsidR="00DE313F">
        <w:t xml:space="preserve">, </w:t>
      </w:r>
      <w:r w:rsidRPr="003D2FAA">
        <w:t>si chéri</w:t>
      </w:r>
      <w:r w:rsidR="00DE313F">
        <w:t xml:space="preserve">, </w:t>
      </w:r>
      <w:r w:rsidRPr="003D2FAA">
        <w:t>qui voulait chaque soir s</w:t>
      </w:r>
      <w:r w:rsidR="00DE313F">
        <w:t>’</w:t>
      </w:r>
      <w:r w:rsidRPr="003D2FAA">
        <w:t>endormir dans ses bras</w:t>
      </w:r>
      <w:r w:rsidR="00DE313F">
        <w:t>.</w:t>
      </w:r>
    </w:p>
    <w:p w14:paraId="16B23911" w14:textId="77777777" w:rsidR="00DE313F" w:rsidRDefault="0074134D" w:rsidP="0074134D">
      <w:r w:rsidRPr="003D2FAA">
        <w:t>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aîné</w:t>
      </w:r>
      <w:r w:rsidR="00DE313F">
        <w:t xml:space="preserve">, </w:t>
      </w:r>
      <w:r w:rsidRPr="003D2FAA">
        <w:t>déshabillé par la vieille servante taciturne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mis lui-même gentiment dans son petit lit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chose a</w:t>
      </w:r>
      <w:r w:rsidRPr="003D2FAA">
        <w:t>d</w:t>
      </w:r>
      <w:r w:rsidRPr="003D2FAA">
        <w:t>mirable</w:t>
      </w:r>
      <w:r w:rsidR="00DE313F">
        <w:t xml:space="preserve">, </w:t>
      </w:r>
      <w:r w:rsidRPr="003D2FAA">
        <w:t>il dormait déjà</w:t>
      </w:r>
      <w:r w:rsidR="00DE313F">
        <w:t xml:space="preserve">. </w:t>
      </w:r>
      <w:r w:rsidRPr="003D2FAA">
        <w:t xml:space="preserve">Mais madame </w:t>
      </w:r>
      <w:proofErr w:type="spellStart"/>
      <w:r w:rsidRPr="003D2FAA">
        <w:t>Lucietta</w:t>
      </w:r>
      <w:proofErr w:type="spellEnd"/>
      <w:r w:rsidRPr="003D2FAA">
        <w:t xml:space="preserve"> recommençait à se dire que non</w:t>
      </w:r>
      <w:r w:rsidR="00DE313F">
        <w:t xml:space="preserve">, </w:t>
      </w:r>
      <w:r w:rsidRPr="003D2FAA">
        <w:t>que non</w:t>
      </w:r>
      <w:r w:rsidR="00DE313F">
        <w:t xml:space="preserve"> ! </w:t>
      </w:r>
      <w:r w:rsidRPr="003D2FAA">
        <w:t>et avec la plus grande légèreté de main possible</w:t>
      </w:r>
      <w:r w:rsidR="00DE313F">
        <w:t xml:space="preserve">, </w:t>
      </w:r>
      <w:r w:rsidRPr="003D2FAA">
        <w:t>elle commençait à dévêtir son tout petit endormi déjà</w:t>
      </w:r>
      <w:r w:rsidR="00DE313F">
        <w:t xml:space="preserve">, </w:t>
      </w:r>
      <w:r w:rsidRPr="003D2FAA">
        <w:t>lui aussi</w:t>
      </w:r>
      <w:r w:rsidR="00DE313F">
        <w:t xml:space="preserve">, </w:t>
      </w:r>
      <w:r w:rsidRPr="003D2FAA">
        <w:t>là sur ses genoux</w:t>
      </w:r>
      <w:r w:rsidR="00DE313F">
        <w:t xml:space="preserve"> : </w:t>
      </w:r>
      <w:r w:rsidRPr="003D2FAA">
        <w:t>doucement</w:t>
      </w:r>
      <w:r w:rsidR="00DE313F">
        <w:t xml:space="preserve">, </w:t>
      </w:r>
      <w:r w:rsidRPr="003D2FAA">
        <w:t>tout doucement</w:t>
      </w:r>
      <w:r w:rsidR="00DE313F">
        <w:t xml:space="preserve">, </w:t>
      </w:r>
      <w:r w:rsidRPr="003D2FAA">
        <w:t>les petits souliers</w:t>
      </w:r>
      <w:r w:rsidR="00DE313F">
        <w:t xml:space="preserve">, </w:t>
      </w:r>
      <w:r w:rsidRPr="003D2FAA">
        <w:t>un et deux</w:t>
      </w:r>
      <w:r w:rsidR="00DE313F">
        <w:t xml:space="preserve"> ; </w:t>
      </w:r>
      <w:r w:rsidRPr="003D2FAA">
        <w:lastRenderedPageBreak/>
        <w:t>doucement</w:t>
      </w:r>
      <w:r w:rsidR="00DE313F">
        <w:t xml:space="preserve">, </w:t>
      </w:r>
      <w:r w:rsidRPr="003D2FAA">
        <w:t>tout doucement les chaussettes</w:t>
      </w:r>
      <w:r w:rsidR="00DE313F">
        <w:t xml:space="preserve">, </w:t>
      </w:r>
      <w:r w:rsidRPr="003D2FAA">
        <w:t>une</w:t>
      </w:r>
      <w:r w:rsidR="00DE313F">
        <w:t xml:space="preserve">… </w:t>
      </w:r>
      <w:r w:rsidRPr="003D2FAA">
        <w:t>et deux</w:t>
      </w:r>
      <w:r w:rsidR="00DE313F">
        <w:t xml:space="preserve"> ; </w:t>
      </w:r>
      <w:r w:rsidRPr="003D2FAA">
        <w:t>et maintenant la petite culotte et le caleçon ensemble</w:t>
      </w:r>
      <w:r w:rsidR="00DE313F">
        <w:t xml:space="preserve">… </w:t>
      </w:r>
      <w:r w:rsidRPr="003D2FAA">
        <w:t>et maintenant</w:t>
      </w:r>
      <w:r w:rsidR="00DE313F">
        <w:t xml:space="preserve">, </w:t>
      </w:r>
      <w:r w:rsidRPr="003D2FAA">
        <w:t>maintenant</w:t>
      </w:r>
      <w:r w:rsidR="00DE313F">
        <w:t xml:space="preserve">, </w:t>
      </w:r>
      <w:r w:rsidRPr="003D2FAA">
        <w:t>arrivait le diff</w:t>
      </w:r>
      <w:r w:rsidRPr="003D2FAA">
        <w:t>i</w:t>
      </w:r>
      <w:r w:rsidRPr="003D2FAA">
        <w:t>cile</w:t>
      </w:r>
      <w:r w:rsidR="00DE313F">
        <w:t xml:space="preserve"> : </w:t>
      </w:r>
      <w:r w:rsidRPr="003D2FAA">
        <w:t>retirer les bras des manches</w:t>
      </w:r>
      <w:r w:rsidR="00DE313F">
        <w:t xml:space="preserve">… </w:t>
      </w:r>
      <w:r w:rsidRPr="003D2FAA">
        <w:t>en haut</w:t>
      </w:r>
      <w:r w:rsidR="00DE313F">
        <w:t xml:space="preserve">, </w:t>
      </w:r>
      <w:r w:rsidRPr="003D2FAA">
        <w:t>tout doucement</w:t>
      </w:r>
      <w:r w:rsidR="00DE313F">
        <w:t xml:space="preserve">, </w:t>
      </w:r>
      <w:r w:rsidRPr="003D2FAA">
        <w:t>doucement</w:t>
      </w:r>
      <w:r w:rsidR="00DE313F">
        <w:t xml:space="preserve">, </w:t>
      </w:r>
      <w:r w:rsidRPr="003D2FAA">
        <w:t>avec l</w:t>
      </w:r>
      <w:r w:rsidR="00DE313F">
        <w:t>’</w:t>
      </w:r>
      <w:r w:rsidRPr="003D2FAA">
        <w:t>aide de la servante</w:t>
      </w:r>
      <w:r w:rsidR="00DE313F">
        <w:t xml:space="preserve">… </w:t>
      </w:r>
      <w:r w:rsidRPr="003D2FAA">
        <w:t>Non</w:t>
      </w:r>
      <w:r w:rsidR="00DE313F">
        <w:t xml:space="preserve">, </w:t>
      </w:r>
      <w:r w:rsidRPr="003D2FAA">
        <w:t>pas comme cela</w:t>
      </w:r>
      <w:r w:rsidR="00DE313F">
        <w:t xml:space="preserve">, </w:t>
      </w:r>
      <w:r w:rsidRPr="003D2FAA">
        <w:t>par ici</w:t>
      </w:r>
      <w:r w:rsidR="00DE313F">
        <w:t xml:space="preserve"> !… </w:t>
      </w:r>
      <w:r w:rsidRPr="003D2FAA">
        <w:t>oui</w:t>
      </w:r>
      <w:r w:rsidR="00DE313F">
        <w:t xml:space="preserve">, </w:t>
      </w:r>
      <w:r w:rsidRPr="003D2FAA">
        <w:t>en haut</w:t>
      </w:r>
      <w:r w:rsidR="00DE313F">
        <w:t xml:space="preserve"> !… </w:t>
      </w:r>
      <w:r w:rsidRPr="003D2FAA">
        <w:t>doucement</w:t>
      </w:r>
      <w:r w:rsidR="00DE313F">
        <w:t xml:space="preserve">… </w:t>
      </w:r>
      <w:r w:rsidRPr="003D2FAA">
        <w:t>doucement</w:t>
      </w:r>
      <w:r w:rsidR="00DE313F">
        <w:t xml:space="preserve"> !… </w:t>
      </w:r>
      <w:r w:rsidRPr="003D2FAA">
        <w:t>Voilà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 fait</w:t>
      </w:r>
      <w:r w:rsidR="00DE313F">
        <w:t xml:space="preserve"> ! </w:t>
      </w:r>
      <w:r w:rsidRPr="003D2FAA">
        <w:t>Et à présent de l</w:t>
      </w:r>
      <w:r w:rsidR="00DE313F">
        <w:t>’</w:t>
      </w:r>
      <w:r w:rsidRPr="003D2FAA">
        <w:t>autre côté</w:t>
      </w:r>
      <w:r w:rsidR="00DE313F">
        <w:t>…</w:t>
      </w:r>
    </w:p>
    <w:p w14:paraId="1F2616C1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amour</w:t>
      </w:r>
      <w:r>
        <w:t xml:space="preserve">… </w:t>
      </w:r>
      <w:r w:rsidR="0074134D" w:rsidRPr="003D2FAA">
        <w:t>oui</w:t>
      </w:r>
      <w:r>
        <w:t xml:space="preserve">, </w:t>
      </w:r>
      <w:r w:rsidR="0074134D" w:rsidRPr="003D2FAA">
        <w:t>ici</w:t>
      </w:r>
      <w:r>
        <w:t xml:space="preserve">… </w:t>
      </w:r>
      <w:r w:rsidR="0074134D" w:rsidRPr="003D2FAA">
        <w:t>ici</w:t>
      </w:r>
      <w:r>
        <w:t xml:space="preserve">… </w:t>
      </w:r>
      <w:r w:rsidR="0074134D" w:rsidRPr="003D2FAA">
        <w:t>avec ta maman</w:t>
      </w:r>
      <w:r>
        <w:t xml:space="preserve">… </w:t>
      </w:r>
      <w:r w:rsidR="0074134D" w:rsidRPr="003D2FAA">
        <w:t>C</w:t>
      </w:r>
      <w:r>
        <w:t>’</w:t>
      </w:r>
      <w:r w:rsidR="0074134D" w:rsidRPr="003D2FAA">
        <w:t>est ta maman qui est là</w:t>
      </w:r>
      <w:r>
        <w:t>…</w:t>
      </w:r>
    </w:p>
    <w:p w14:paraId="24C7D29B" w14:textId="77777777" w:rsidR="00DE313F" w:rsidRDefault="0074134D" w:rsidP="0074134D">
      <w:r w:rsidRPr="003D2FAA">
        <w:t>Laissez</w:t>
      </w:r>
      <w:r w:rsidR="00DE313F">
        <w:t xml:space="preserve">, </w:t>
      </w:r>
      <w:r w:rsidRPr="003D2FAA">
        <w:t>je ferai moi-même</w:t>
      </w:r>
      <w:r w:rsidR="00DE313F">
        <w:t xml:space="preserve">. </w:t>
      </w:r>
      <w:r w:rsidRPr="003D2FAA">
        <w:t>Ouvrez la couverture</w:t>
      </w:r>
      <w:r w:rsidR="00DE313F">
        <w:t xml:space="preserve">… </w:t>
      </w:r>
      <w:r w:rsidRPr="003D2FAA">
        <w:t>Oui</w:t>
      </w:r>
      <w:r w:rsidR="00DE313F">
        <w:t xml:space="preserve">, </w:t>
      </w:r>
      <w:r w:rsidRPr="003D2FAA">
        <w:t>là-dedans</w:t>
      </w:r>
      <w:r w:rsidR="00DE313F">
        <w:t xml:space="preserve">, </w:t>
      </w:r>
      <w:r w:rsidRPr="003D2FAA">
        <w:t>dans le lit</w:t>
      </w:r>
      <w:r w:rsidR="00DE313F">
        <w:t xml:space="preserve">, </w:t>
      </w:r>
      <w:r w:rsidRPr="003D2FAA">
        <w:t>doucement</w:t>
      </w:r>
      <w:r w:rsidR="00DE313F">
        <w:t xml:space="preserve">, </w:t>
      </w:r>
      <w:r w:rsidRPr="003D2FAA">
        <w:t>tout doucement</w:t>
      </w:r>
      <w:r w:rsidR="00DE313F">
        <w:t>.</w:t>
      </w:r>
    </w:p>
    <w:p w14:paraId="64A3E58A" w14:textId="77777777" w:rsidR="00DE313F" w:rsidRDefault="0074134D" w:rsidP="0074134D">
      <w:r w:rsidRPr="003D2FAA">
        <w:t>Mais pourquoi doucement</w:t>
      </w:r>
      <w:r w:rsidR="00DE313F">
        <w:t xml:space="preserve">, </w:t>
      </w:r>
      <w:r w:rsidRPr="003D2FAA">
        <w:t>si doucement</w:t>
      </w:r>
      <w:r w:rsidR="00DE313F">
        <w:t xml:space="preserve"> ? </w:t>
      </w:r>
      <w:r w:rsidRPr="003D2FAA">
        <w:t>Puisque vra</w:t>
      </w:r>
      <w:r w:rsidRPr="003D2FAA">
        <w:t>i</w:t>
      </w:r>
      <w:r w:rsidRPr="003D2FAA">
        <w:t>ment</w:t>
      </w:r>
      <w:r w:rsidR="00DE313F">
        <w:t xml:space="preserve">, </w:t>
      </w:r>
      <w:r w:rsidRPr="003D2FAA">
        <w:t>vraiment</w:t>
      </w:r>
      <w:r w:rsidR="00DE313F">
        <w:t xml:space="preserve">, </w:t>
      </w:r>
      <w:r w:rsidRPr="003D2FAA">
        <w:t>elle ne voulait pas aller là-bas</w:t>
      </w:r>
      <w:r w:rsidR="00DE313F">
        <w:t> ?</w:t>
      </w:r>
    </w:p>
    <w:p w14:paraId="51E1C657" w14:textId="77777777" w:rsidR="00DE313F" w:rsidRDefault="0074134D" w:rsidP="0074134D">
      <w:r w:rsidRPr="003D2FAA">
        <w:t>Comment</w:t>
      </w:r>
      <w:r w:rsidR="00DE313F">
        <w:t xml:space="preserve">, </w:t>
      </w:r>
      <w:r w:rsidRPr="003D2FAA">
        <w:t>vêtue de noir comme elle l</w:t>
      </w:r>
      <w:r w:rsidR="00DE313F">
        <w:t>’</w:t>
      </w:r>
      <w:r w:rsidRPr="003D2FAA">
        <w:t>était</w:t>
      </w:r>
      <w:r w:rsidR="00DE313F">
        <w:t xml:space="preserve">, </w:t>
      </w:r>
      <w:r w:rsidRPr="003D2FAA">
        <w:t>portant le deuil de son mari</w:t>
      </w:r>
      <w:r w:rsidR="00DE313F">
        <w:t xml:space="preserve">, </w:t>
      </w:r>
      <w:r w:rsidRPr="003D2FAA">
        <w:t>comment</w:t>
      </w:r>
      <w:r w:rsidR="00DE313F">
        <w:t xml:space="preserve">, </w:t>
      </w:r>
      <w:r w:rsidRPr="003D2FAA">
        <w:t>un an à peine après sa mort tragique</w:t>
      </w:r>
      <w:r w:rsidR="00DE313F">
        <w:t xml:space="preserve">, </w:t>
      </w:r>
      <w:r w:rsidRPr="003D2FAA">
        <w:t>a</w:t>
      </w:r>
      <w:r w:rsidRPr="003D2FAA">
        <w:t>l</w:t>
      </w:r>
      <w:r w:rsidRPr="003D2FAA">
        <w:t>ler à un bal</w:t>
      </w:r>
      <w:r w:rsidR="00DE313F">
        <w:t xml:space="preserve"> ? </w:t>
      </w:r>
      <w:r w:rsidRPr="003D2FAA">
        <w:t>Oui</w:t>
      </w:r>
      <w:r w:rsidR="00DE313F">
        <w:t xml:space="preserve">, </w:t>
      </w:r>
      <w:r w:rsidRPr="003D2FAA">
        <w:t>mais il était vrai qu</w:t>
      </w:r>
      <w:r w:rsidR="00DE313F">
        <w:t>’</w:t>
      </w:r>
      <w:r w:rsidRPr="003D2FAA">
        <w:t>il l</w:t>
      </w:r>
      <w:r w:rsidR="00DE313F">
        <w:t>’</w:t>
      </w:r>
      <w:r w:rsidRPr="003D2FAA">
        <w:t>avait prise à quinze ans avec son autorité dominatrice</w:t>
      </w:r>
      <w:r w:rsidR="00DE313F">
        <w:t xml:space="preserve">, </w:t>
      </w:r>
      <w:r w:rsidRPr="003D2FAA">
        <w:t>cet homme</w:t>
      </w:r>
      <w:r w:rsidR="00DE313F">
        <w:t xml:space="preserve">, </w:t>
      </w:r>
      <w:r w:rsidRPr="003D2FAA">
        <w:t>sans même lui donner le temps de rasséréner son cœur en jouant avec ses po</w:t>
      </w:r>
      <w:r w:rsidRPr="003D2FAA">
        <w:t>u</w:t>
      </w:r>
      <w:r w:rsidRPr="003D2FAA">
        <w:t>pées</w:t>
      </w:r>
      <w:r w:rsidR="00DE313F">
        <w:t xml:space="preserve"> ! </w:t>
      </w:r>
      <w:r w:rsidRPr="003D2FAA">
        <w:t>Cet homme avait arraché de ses mains les poupées</w:t>
      </w:r>
      <w:r w:rsidR="00DE313F">
        <w:t xml:space="preserve">, </w:t>
      </w:r>
      <w:r w:rsidRPr="003D2FAA">
        <w:t>et lui avait donné à leur place ces deux petits pour continuer le jeu avec eux</w:t>
      </w:r>
      <w:r w:rsidR="00DE313F">
        <w:t xml:space="preserve">, </w:t>
      </w:r>
      <w:r w:rsidRPr="003D2FAA">
        <w:t>mais au prix de tant de douleurs</w:t>
      </w:r>
      <w:r w:rsidR="00DE313F">
        <w:t> !</w:t>
      </w:r>
    </w:p>
    <w:p w14:paraId="01DA2F5D" w14:textId="77777777" w:rsidR="00DE313F" w:rsidRDefault="0074134D" w:rsidP="0074134D">
      <w:r w:rsidRPr="003D2FAA">
        <w:t>Et maintenant</w:t>
      </w:r>
      <w:r w:rsidR="00DE313F">
        <w:t xml:space="preserve">, </w:t>
      </w:r>
      <w:r w:rsidRPr="003D2FAA">
        <w:t>maintenant</w:t>
      </w:r>
      <w:r w:rsidR="00DE313F">
        <w:t xml:space="preserve"> !… </w:t>
      </w:r>
      <w:r w:rsidRPr="003D2FAA">
        <w:t>Danser</w:t>
      </w:r>
      <w:r w:rsidR="00DE313F">
        <w:t xml:space="preserve"> ? </w:t>
      </w:r>
      <w:r w:rsidRPr="003D2FAA">
        <w:t>danser</w:t>
      </w:r>
      <w:r w:rsidR="00DE313F">
        <w:t xml:space="preserve"> ? </w:t>
      </w:r>
      <w:r w:rsidRPr="003D2FAA">
        <w:t>Elle en avait une envie folle</w:t>
      </w:r>
      <w:r w:rsidR="00DE313F">
        <w:t xml:space="preserve"> ! </w:t>
      </w:r>
      <w:r w:rsidRPr="003D2FAA">
        <w:t>Ce soir</w:t>
      </w:r>
      <w:r w:rsidR="00DE313F">
        <w:t xml:space="preserve">, </w:t>
      </w:r>
      <w:r w:rsidRPr="003D2FAA">
        <w:t>elle voulait danser</w:t>
      </w:r>
      <w:r w:rsidR="00DE313F">
        <w:t xml:space="preserve"> ! </w:t>
      </w:r>
      <w:r w:rsidRPr="003D2FAA">
        <w:t>Elle sortit de la chambre</w:t>
      </w:r>
      <w:r w:rsidR="00DE313F">
        <w:t xml:space="preserve">, </w:t>
      </w:r>
      <w:r w:rsidRPr="003D2FAA">
        <w:t>pénétra dans la pièce voisine</w:t>
      </w:r>
      <w:r w:rsidR="00DE313F">
        <w:t xml:space="preserve">. </w:t>
      </w:r>
      <w:r w:rsidRPr="003D2FAA">
        <w:t>Oh</w:t>
      </w:r>
      <w:r w:rsidR="00DE313F">
        <w:t xml:space="preserve"> ! </w:t>
      </w:r>
      <w:r w:rsidRPr="003D2FAA">
        <w:t>merveille</w:t>
      </w:r>
      <w:r w:rsidR="00DE313F">
        <w:t xml:space="preserve"> ! </w:t>
      </w:r>
      <w:r w:rsidRPr="003D2FAA">
        <w:t>Comment avait pu s</w:t>
      </w:r>
      <w:r w:rsidR="00DE313F">
        <w:t>’</w:t>
      </w:r>
      <w:r w:rsidRPr="003D2FAA">
        <w:t>épanouir à l</w:t>
      </w:r>
      <w:r w:rsidR="00DE313F">
        <w:t>’</w:t>
      </w:r>
      <w:r w:rsidRPr="003D2FAA">
        <w:t>improviste cette rose</w:t>
      </w:r>
      <w:r w:rsidR="00DE313F">
        <w:t xml:space="preserve">, </w:t>
      </w:r>
      <w:r w:rsidRPr="003D2FAA">
        <w:t>cette magnifique rose rouge</w:t>
      </w:r>
      <w:r w:rsidR="00DE313F">
        <w:t xml:space="preserve">, </w:t>
      </w:r>
      <w:r w:rsidRPr="003D2FAA">
        <w:t>ici</w:t>
      </w:r>
      <w:r w:rsidR="00DE313F">
        <w:t xml:space="preserve">, </w:t>
      </w:r>
      <w:r w:rsidRPr="003D2FAA">
        <w:t>sur la vieille jardinière poussiéreuse de bois doré</w:t>
      </w:r>
      <w:r w:rsidR="00DE313F">
        <w:t xml:space="preserve"> ? </w:t>
      </w:r>
      <w:r w:rsidRPr="003D2FAA">
        <w:t>Comment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où était-elle venue</w:t>
      </w:r>
      <w:r w:rsidR="00DE313F">
        <w:t xml:space="preserve"> ? </w:t>
      </w:r>
      <w:r w:rsidRPr="003D2FAA">
        <w:t xml:space="preserve">Depuis tant de jours que </w:t>
      </w:r>
      <w:proofErr w:type="spellStart"/>
      <w:r w:rsidRPr="003D2FAA">
        <w:t>Lucietta</w:t>
      </w:r>
      <w:proofErr w:type="spellEnd"/>
      <w:r w:rsidRPr="003D2FAA">
        <w:t xml:space="preserve"> habitait là</w:t>
      </w:r>
      <w:r w:rsidR="00DE313F">
        <w:t xml:space="preserve">, </w:t>
      </w:r>
      <w:r w:rsidRPr="003D2FAA">
        <w:t>elle ne s</w:t>
      </w:r>
      <w:r w:rsidR="00DE313F">
        <w:t>’</w:t>
      </w:r>
      <w:r w:rsidRPr="003D2FAA">
        <w:t>était même pas aperçue que</w:t>
      </w:r>
      <w:r w:rsidR="00DE313F">
        <w:t xml:space="preserve">, </w:t>
      </w:r>
      <w:r w:rsidRPr="003D2FAA">
        <w:t>près de la fenêtre</w:t>
      </w:r>
      <w:r w:rsidR="00DE313F">
        <w:t xml:space="preserve">, </w:t>
      </w:r>
      <w:r w:rsidRPr="003D2FAA">
        <w:t>il y eût une jardinière et ce vase avec un rosier</w:t>
      </w:r>
      <w:r w:rsidR="00DE313F">
        <w:t> !</w:t>
      </w:r>
    </w:p>
    <w:p w14:paraId="7EFB5C69" w14:textId="77777777" w:rsidR="00DE313F" w:rsidRDefault="0074134D" w:rsidP="0074134D">
      <w:r w:rsidRPr="003D2FAA">
        <w:lastRenderedPageBreak/>
        <w:t>Comme elle était belle</w:t>
      </w:r>
      <w:r w:rsidR="00DE313F">
        <w:t xml:space="preserve"> ! </w:t>
      </w:r>
      <w:r w:rsidRPr="003D2FAA">
        <w:t>Quelle gaîté s</w:t>
      </w:r>
      <w:r w:rsidR="00DE313F">
        <w:t>’</w:t>
      </w:r>
      <w:r w:rsidRPr="003D2FAA">
        <w:t>épanouissait avec elle</w:t>
      </w:r>
      <w:r w:rsidR="00DE313F">
        <w:t xml:space="preserve">, </w:t>
      </w:r>
      <w:r w:rsidRPr="003D2FAA">
        <w:t>et cela quand la saison était passée</w:t>
      </w:r>
      <w:r w:rsidR="00DE313F">
        <w:t xml:space="preserve"> ! </w:t>
      </w:r>
      <w:r w:rsidRPr="003D2FAA">
        <w:t>Ne se serait-elle pas épanouie ce soir pour elle</w:t>
      </w:r>
      <w:r w:rsidR="00DE313F">
        <w:t xml:space="preserve"> ? </w:t>
      </w:r>
      <w:r w:rsidRPr="003D2FAA">
        <w:t>Pour cette fête</w:t>
      </w:r>
      <w:r w:rsidR="00DE313F">
        <w:t> ?</w:t>
      </w:r>
    </w:p>
    <w:p w14:paraId="23A8456C" w14:textId="77777777" w:rsidR="00DE313F" w:rsidRDefault="0074134D" w:rsidP="0074134D">
      <w:r w:rsidRPr="003D2FAA">
        <w:t>À la vue de cette fleur si vivante</w:t>
      </w:r>
      <w:r w:rsidR="00DE313F">
        <w:t xml:space="preserve">, </w:t>
      </w:r>
      <w:r w:rsidRPr="003D2FAA">
        <w:t>si brillante</w:t>
      </w:r>
      <w:r w:rsidR="00DE313F">
        <w:t xml:space="preserve">, </w:t>
      </w:r>
      <w:r w:rsidRPr="003D2FAA">
        <w:t>et en même temps si fraîche</w:t>
      </w:r>
      <w:r w:rsidR="00DE313F">
        <w:t xml:space="preserve">, </w:t>
      </w:r>
      <w:r w:rsidRPr="003D2FAA">
        <w:t>tous ses scrupules disparurent comme par enchantement</w:t>
      </w:r>
      <w:r w:rsidR="00DE313F">
        <w:t xml:space="preserve">. </w:t>
      </w:r>
      <w:r w:rsidRPr="003D2FAA">
        <w:t>Délivrée de la perplexité qui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alors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avait t</w:t>
      </w:r>
      <w:r w:rsidRPr="003D2FAA">
        <w:t>e</w:t>
      </w:r>
      <w:r w:rsidRPr="003D2FAA">
        <w:t>nue sous son empire en suite de l</w:t>
      </w:r>
      <w:r w:rsidR="00DE313F">
        <w:t>’</w:t>
      </w:r>
      <w:r w:rsidRPr="003D2FAA">
        <w:t>horreur que lui causait le spectre de son mari</w:t>
      </w:r>
      <w:r w:rsidR="00DE313F">
        <w:t xml:space="preserve">, </w:t>
      </w:r>
      <w:r w:rsidRPr="003D2FAA">
        <w:t>la pensée de ses enfants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élança</w:t>
      </w:r>
      <w:r w:rsidR="00DE313F">
        <w:t xml:space="preserve">, </w:t>
      </w:r>
      <w:r w:rsidRPr="003D2FAA">
        <w:t>dét</w:t>
      </w:r>
      <w:r w:rsidRPr="003D2FAA">
        <w:t>a</w:t>
      </w:r>
      <w:r w:rsidRPr="003D2FAA">
        <w:t>cha la rose de la branche et instinctivement se présenta devant le miroir qui était sur la table</w:t>
      </w:r>
      <w:r w:rsidR="00DE313F">
        <w:t xml:space="preserve">. </w:t>
      </w:r>
      <w:r w:rsidRPr="003D2FAA">
        <w:t>Elle approcha la fleur de sa tête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là</w:t>
      </w:r>
      <w:r w:rsidR="00DE313F">
        <w:t xml:space="preserve"> ! </w:t>
      </w:r>
      <w:r w:rsidRPr="003D2FAA">
        <w:t>Elle n</w:t>
      </w:r>
      <w:r w:rsidR="00DE313F">
        <w:t>’</w:t>
      </w:r>
      <w:r w:rsidRPr="003D2FAA">
        <w:t>avait pas d</w:t>
      </w:r>
      <w:r w:rsidR="00DE313F">
        <w:t>’</w:t>
      </w:r>
      <w:r w:rsidRPr="003D2FAA">
        <w:t>autre robe à mettre</w:t>
      </w:r>
      <w:r w:rsidR="00DE313F">
        <w:t xml:space="preserve">. </w:t>
      </w:r>
      <w:r w:rsidRPr="003D2FAA">
        <w:t>Eh bien</w:t>
      </w:r>
      <w:r w:rsidR="00DE313F">
        <w:t xml:space="preserve">, </w:t>
      </w:r>
      <w:r w:rsidRPr="003D2FAA">
        <w:t>rien d</w:t>
      </w:r>
      <w:r w:rsidR="00DE313F">
        <w:t>’</w:t>
      </w:r>
      <w:r w:rsidRPr="003D2FAA">
        <w:t>autre que la rose</w:t>
      </w:r>
      <w:r w:rsidR="00DE313F">
        <w:t xml:space="preserve"> ! </w:t>
      </w:r>
      <w:r w:rsidRPr="003D2FAA">
        <w:t>Elle porterait à la fête ses vingt ans</w:t>
      </w:r>
      <w:r w:rsidR="00DE313F">
        <w:t xml:space="preserve">, </w:t>
      </w:r>
      <w:r w:rsidRPr="003D2FAA">
        <w:t>cette rose dans ses cheveux et sa joie vêtue de noir</w:t>
      </w:r>
      <w:r w:rsidR="00DE313F">
        <w:t> !</w:t>
      </w:r>
    </w:p>
    <w:p w14:paraId="75C261F2" w14:textId="77777777" w:rsidR="00DE313F" w:rsidRDefault="00DE313F" w:rsidP="0074134D">
      <w:r>
        <w:t>— </w:t>
      </w:r>
      <w:r w:rsidR="0074134D" w:rsidRPr="003D2FAA">
        <w:t>Allons</w:t>
      </w:r>
      <w:r>
        <w:t xml:space="preserve"> ! </w:t>
      </w:r>
      <w:r w:rsidR="0074134D" w:rsidRPr="003D2FAA">
        <w:t>en route</w:t>
      </w:r>
      <w:r>
        <w:t> !</w:t>
      </w:r>
    </w:p>
    <w:p w14:paraId="7AE54E49" w14:textId="097C046C" w:rsidR="0074134D" w:rsidRPr="00920F1B" w:rsidRDefault="0074134D" w:rsidP="00DE313F">
      <w:pPr>
        <w:pStyle w:val="Titre2"/>
      </w:pPr>
      <w:bookmarkStart w:id="22" w:name="_Toc193482014"/>
      <w:r w:rsidRPr="00920F1B">
        <w:t>V</w:t>
      </w:r>
      <w:bookmarkEnd w:id="22"/>
    </w:p>
    <w:p w14:paraId="1EDAB229" w14:textId="77777777" w:rsidR="00DE313F" w:rsidRDefault="0074134D" w:rsidP="0074134D">
      <w:r w:rsidRPr="003D2FAA">
        <w:t>Ce fut de l</w:t>
      </w:r>
      <w:r w:rsidR="00DE313F">
        <w:t>’</w:t>
      </w:r>
      <w:r w:rsidRPr="003D2FAA">
        <w:t>ivresse</w:t>
      </w:r>
      <w:r w:rsidR="00DE313F">
        <w:t xml:space="preserve">, </w:t>
      </w:r>
      <w:r w:rsidRPr="003D2FAA">
        <w:t>ce fut de la folie</w:t>
      </w:r>
      <w:r w:rsidR="00DE313F">
        <w:t xml:space="preserve">, </w:t>
      </w:r>
      <w:r w:rsidRPr="003D2FAA">
        <w:t>ce fut du délire</w:t>
      </w:r>
      <w:r w:rsidR="00DE313F">
        <w:t> !</w:t>
      </w:r>
    </w:p>
    <w:p w14:paraId="3C1771AE" w14:textId="77777777" w:rsidR="00DE313F" w:rsidRDefault="0074134D" w:rsidP="0074134D">
      <w:r w:rsidRPr="003D2FAA">
        <w:t>À son apparition</w:t>
      </w:r>
      <w:r w:rsidR="00DE313F">
        <w:t xml:space="preserve">, </w:t>
      </w:r>
      <w:r w:rsidRPr="003D2FAA">
        <w:t>lorsque déjà presque tous avaient perdu l</w:t>
      </w:r>
      <w:r w:rsidR="00DE313F">
        <w:t>’</w:t>
      </w:r>
      <w:r w:rsidRPr="003D2FAA">
        <w:t>espoir qu</w:t>
      </w:r>
      <w:r w:rsidR="00DE313F">
        <w:t>’</w:t>
      </w:r>
      <w:r w:rsidRPr="003D2FAA">
        <w:t>elle vînt</w:t>
      </w:r>
      <w:r w:rsidR="00DE313F">
        <w:t xml:space="preserve">, </w:t>
      </w:r>
      <w:r w:rsidRPr="003D2FAA">
        <w:t>les trois profondes salles du cercle situées au rez-de-chaussée</w:t>
      </w:r>
      <w:r w:rsidR="00DE313F">
        <w:t xml:space="preserve">, </w:t>
      </w:r>
      <w:r w:rsidRPr="003D2FAA">
        <w:t>divisées par deux larges arcades et pauvr</w:t>
      </w:r>
      <w:r w:rsidRPr="003D2FAA">
        <w:t>e</w:t>
      </w:r>
      <w:r w:rsidRPr="003D2FAA">
        <w:t>ment éclairées par des bougies et des lampes à pétrole</w:t>
      </w:r>
      <w:r w:rsidR="00DE313F">
        <w:t xml:space="preserve">, </w:t>
      </w:r>
      <w:r w:rsidRPr="003D2FAA">
        <w:t>ces trois salles semblèrent à l</w:t>
      </w:r>
      <w:r w:rsidR="00DE313F">
        <w:t>’</w:t>
      </w:r>
      <w:r w:rsidRPr="003D2FAA">
        <w:t>improviste fulgurer de lumière</w:t>
      </w:r>
      <w:r w:rsidR="00DE313F">
        <w:t xml:space="preserve">, </w:t>
      </w:r>
      <w:r w:rsidRPr="003D2FAA">
        <w:t>tant était enflammé</w:t>
      </w:r>
      <w:r w:rsidR="00DE313F">
        <w:t xml:space="preserve">, </w:t>
      </w:r>
      <w:r w:rsidRPr="003D2FAA">
        <w:t xml:space="preserve">brûlant le petit visage de </w:t>
      </w:r>
      <w:proofErr w:type="spellStart"/>
      <w:r w:rsidRPr="003D2FAA">
        <w:t>Lucietta</w:t>
      </w:r>
      <w:proofErr w:type="spellEnd"/>
      <w:r w:rsidR="00DE313F">
        <w:t xml:space="preserve">, </w:t>
      </w:r>
      <w:r w:rsidRPr="003D2FAA">
        <w:t>presque fébrile</w:t>
      </w:r>
      <w:r w:rsidR="00DE313F">
        <w:t xml:space="preserve">, </w:t>
      </w:r>
      <w:r w:rsidRPr="003D2FAA">
        <w:t>animé par l</w:t>
      </w:r>
      <w:r w:rsidR="00DE313F">
        <w:t>’</w:t>
      </w:r>
      <w:r w:rsidRPr="003D2FAA">
        <w:t>agitation intérieure du sang</w:t>
      </w:r>
      <w:r w:rsidR="00DE313F">
        <w:t xml:space="preserve"> : </w:t>
      </w:r>
      <w:r w:rsidRPr="003D2FAA">
        <w:t>tant brillaient sple</w:t>
      </w:r>
      <w:r w:rsidRPr="003D2FAA">
        <w:t>n</w:t>
      </w:r>
      <w:r w:rsidRPr="003D2FAA">
        <w:t>didement ses yeux</w:t>
      </w:r>
      <w:r w:rsidR="00DE313F">
        <w:t xml:space="preserve"> ; </w:t>
      </w:r>
      <w:r w:rsidRPr="003D2FAA">
        <w:t>et</w:t>
      </w:r>
      <w:r w:rsidR="00DE313F">
        <w:t xml:space="preserve">, </w:t>
      </w:r>
      <w:r w:rsidRPr="003D2FAA">
        <w:t>de même</w:t>
      </w:r>
      <w:r w:rsidR="00DE313F">
        <w:t xml:space="preserve">, </w:t>
      </w:r>
      <w:r w:rsidRPr="003D2FAA">
        <w:t>folle de joie</w:t>
      </w:r>
      <w:r w:rsidR="00DE313F">
        <w:t xml:space="preserve">, </w:t>
      </w:r>
      <w:r w:rsidRPr="003D2FAA">
        <w:t>stridait dans ses cheveux la rose de flamme</w:t>
      </w:r>
      <w:r w:rsidR="00DE313F">
        <w:t> !</w:t>
      </w:r>
    </w:p>
    <w:p w14:paraId="0CEA82BE" w14:textId="77777777" w:rsidR="00DE313F" w:rsidRDefault="0074134D" w:rsidP="0074134D">
      <w:r w:rsidRPr="003D2FAA">
        <w:lastRenderedPageBreak/>
        <w:t>Tous les hommes perdirent la tête et se sentirent déliés d</w:t>
      </w:r>
      <w:r w:rsidR="00DE313F">
        <w:t>’</w:t>
      </w:r>
      <w:r w:rsidRPr="003D2FAA">
        <w:t>une façon irrésistible de tous les liens des convenances</w:t>
      </w:r>
      <w:r w:rsidR="00DE313F">
        <w:t xml:space="preserve">, </w:t>
      </w:r>
      <w:r w:rsidRPr="003D2FAA">
        <w:t>de toutes les considérations touchant la jalousie des épouses et des fiancées</w:t>
      </w:r>
      <w:r w:rsidR="00DE313F">
        <w:t xml:space="preserve">. </w:t>
      </w:r>
      <w:r w:rsidRPr="003D2FAA">
        <w:t>Ils coururent vers elle avec de joyeuses exclamations</w:t>
      </w:r>
      <w:r w:rsidR="00DE313F">
        <w:t xml:space="preserve">, </w:t>
      </w:r>
      <w:r w:rsidRPr="003D2FAA">
        <w:t>avec des compliments de bienvenue</w:t>
      </w:r>
      <w:r w:rsidR="00DE313F">
        <w:t xml:space="preserve"> ; </w:t>
      </w:r>
      <w:r w:rsidRPr="003D2FAA">
        <w:t>et puisque les danses avaient commencé</w:t>
      </w:r>
      <w:r w:rsidR="00DE313F">
        <w:t xml:space="preserve">, </w:t>
      </w:r>
      <w:r w:rsidRPr="003D2FAA">
        <w:t>tout de suite</w:t>
      </w:r>
      <w:r w:rsidR="00DE313F">
        <w:t xml:space="preserve">, </w:t>
      </w:r>
      <w:r w:rsidRPr="003D2FAA">
        <w:t>sans même lui donner le temps de jeter un coup d</w:t>
      </w:r>
      <w:r w:rsidR="00DE313F">
        <w:t>’</w:t>
      </w:r>
      <w:r w:rsidRPr="003D2FAA">
        <w:t>œil autour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ils se mirent à se la disputer</w:t>
      </w:r>
      <w:r w:rsidR="00DE313F">
        <w:t xml:space="preserve">. </w:t>
      </w:r>
      <w:r w:rsidRPr="003D2FAA">
        <w:t>Quinze</w:t>
      </w:r>
      <w:r w:rsidR="00DE313F">
        <w:t xml:space="preserve">, </w:t>
      </w:r>
      <w:r w:rsidRPr="003D2FAA">
        <w:t>vingt bras s</w:t>
      </w:r>
      <w:r w:rsidR="00DE313F">
        <w:t>’</w:t>
      </w:r>
      <w:r w:rsidRPr="003D2FAA">
        <w:t>offrirent à elle</w:t>
      </w:r>
      <w:r w:rsidR="00DE313F">
        <w:t xml:space="preserve">, </w:t>
      </w:r>
      <w:r w:rsidRPr="003D2FAA">
        <w:t>le coude arrondi</w:t>
      </w:r>
      <w:r w:rsidR="00DE313F">
        <w:t xml:space="preserve">. </w:t>
      </w:r>
      <w:r w:rsidRPr="003D2FAA">
        <w:t>Tous étaient à prendre</w:t>
      </w:r>
      <w:r w:rsidR="00DE313F">
        <w:t xml:space="preserve">, </w:t>
      </w:r>
      <w:r w:rsidRPr="003D2FAA">
        <w:t>mais par lequel fallait-il commencer</w:t>
      </w:r>
      <w:r w:rsidR="00DE313F">
        <w:t xml:space="preserve"> ? </w:t>
      </w:r>
      <w:r w:rsidRPr="003D2FAA">
        <w:t>Un par danse</w:t>
      </w:r>
      <w:r w:rsidR="00DE313F">
        <w:t xml:space="preserve">, </w:t>
      </w:r>
      <w:r w:rsidRPr="003D2FAA">
        <w:t>oui</w:t>
      </w:r>
      <w:r w:rsidR="00DE313F">
        <w:t xml:space="preserve">… </w:t>
      </w:r>
      <w:r w:rsidRPr="003D2FAA">
        <w:t>elle danserait ainsi peu à peu avec tous</w:t>
      </w:r>
      <w:r w:rsidR="00DE313F">
        <w:t xml:space="preserve">… </w:t>
      </w:r>
      <w:r w:rsidRPr="003D2FAA">
        <w:t>Voilà</w:t>
      </w:r>
      <w:r w:rsidR="00DE313F">
        <w:t xml:space="preserve"> ! </w:t>
      </w:r>
      <w:r w:rsidRPr="003D2FAA">
        <w:t>Place</w:t>
      </w:r>
      <w:r w:rsidR="00DE313F">
        <w:t xml:space="preserve">, </w:t>
      </w:r>
      <w:r w:rsidRPr="003D2FAA">
        <w:t>place</w:t>
      </w:r>
      <w:r w:rsidR="00DE313F">
        <w:t xml:space="preserve"> ! </w:t>
      </w:r>
      <w:r w:rsidRPr="003D2FAA">
        <w:t>Allons</w:t>
      </w:r>
      <w:r w:rsidR="00DE313F">
        <w:t xml:space="preserve"> ! </w:t>
      </w:r>
      <w:r w:rsidRPr="003D2FAA">
        <w:t>Et la musique</w:t>
      </w:r>
      <w:r w:rsidR="00DE313F">
        <w:t xml:space="preserve"> ? </w:t>
      </w:r>
      <w:r w:rsidRPr="003D2FAA">
        <w:t>Mais que faisaient donc les musiciens</w:t>
      </w:r>
      <w:r w:rsidR="00DE313F">
        <w:t xml:space="preserve"> ? </w:t>
      </w:r>
      <w:r w:rsidRPr="003D2FAA">
        <w:t>Ne s</w:t>
      </w:r>
      <w:r w:rsidR="00DE313F">
        <w:t>’</w:t>
      </w:r>
      <w:r w:rsidRPr="003D2FAA">
        <w:t>étaient-ils pas mis tous à la regarder</w:t>
      </w:r>
      <w:r w:rsidR="00DE313F">
        <w:t xml:space="preserve">, </w:t>
      </w:r>
      <w:r w:rsidRPr="003D2FAA">
        <w:t>oubliant leurs fonctions</w:t>
      </w:r>
      <w:r w:rsidR="00DE313F">
        <w:t xml:space="preserve"> ? </w:t>
      </w:r>
      <w:r w:rsidRPr="003D2FAA">
        <w:t>Musique</w:t>
      </w:r>
      <w:r w:rsidR="00DE313F">
        <w:t xml:space="preserve"> ! </w:t>
      </w:r>
      <w:r w:rsidRPr="003D2FAA">
        <w:t>Musique</w:t>
      </w:r>
      <w:r w:rsidR="00DE313F">
        <w:t> !</w:t>
      </w:r>
    </w:p>
    <w:p w14:paraId="57C2E4AC" w14:textId="77777777" w:rsidR="00DE313F" w:rsidRDefault="0074134D" w:rsidP="0074134D">
      <w:r w:rsidRPr="003D2FAA">
        <w:t>Et au milieu des battements de mains</w:t>
      </w:r>
      <w:r w:rsidR="00DE313F">
        <w:t xml:space="preserve">, </w:t>
      </w:r>
      <w:r w:rsidRPr="003D2FAA">
        <w:t>voici la première danse enlevée avec le vieux syndic</w:t>
      </w:r>
      <w:r w:rsidR="00DE313F">
        <w:t xml:space="preserve">, </w:t>
      </w:r>
      <w:r w:rsidRPr="003D2FAA">
        <w:t>président du cercle</w:t>
      </w:r>
      <w:r w:rsidR="00DE313F">
        <w:t xml:space="preserve">, </w:t>
      </w:r>
      <w:r w:rsidRPr="003D2FAA">
        <w:t>en habit de cérémonie</w:t>
      </w:r>
      <w:r w:rsidR="00DE313F">
        <w:t>.</w:t>
      </w:r>
    </w:p>
    <w:p w14:paraId="1E22B8D2" w14:textId="77777777" w:rsidR="00DE313F" w:rsidRDefault="00DE313F" w:rsidP="0074134D">
      <w:r>
        <w:t>— </w:t>
      </w:r>
      <w:r w:rsidR="0074134D" w:rsidRPr="003D2FAA">
        <w:t>Mais bravo</w:t>
      </w:r>
      <w:r>
        <w:t xml:space="preserve"> ! </w:t>
      </w:r>
      <w:r w:rsidR="0074134D" w:rsidRPr="003D2FAA">
        <w:t>Mais bravo</w:t>
      </w:r>
      <w:r>
        <w:t> !</w:t>
      </w:r>
    </w:p>
    <w:p w14:paraId="1F331F87" w14:textId="77777777" w:rsidR="00DE313F" w:rsidRDefault="00DE313F" w:rsidP="0074134D">
      <w:r>
        <w:t>— </w:t>
      </w:r>
      <w:r w:rsidR="0074134D" w:rsidRPr="003D2FAA">
        <w:t>Quelles enjambées</w:t>
      </w:r>
      <w:r>
        <w:t xml:space="preserve">, </w:t>
      </w:r>
      <w:r w:rsidR="0074134D" w:rsidRPr="003D2FAA">
        <w:t>voyez</w:t>
      </w:r>
      <w:r>
        <w:t> !</w:t>
      </w:r>
    </w:p>
    <w:p w14:paraId="3A292DB1" w14:textId="77777777" w:rsidR="00DE313F" w:rsidRDefault="00DE313F" w:rsidP="0074134D">
      <w:r>
        <w:t>— </w:t>
      </w:r>
      <w:r w:rsidR="0074134D" w:rsidRPr="003D2FAA">
        <w:t>Et les basques de l</w:t>
      </w:r>
      <w:r>
        <w:t>’</w:t>
      </w:r>
      <w:r w:rsidR="0074134D" w:rsidRPr="003D2FAA">
        <w:t>habit</w:t>
      </w:r>
      <w:r>
        <w:t xml:space="preserve">, </w:t>
      </w:r>
      <w:r w:rsidR="0074134D" w:rsidRPr="003D2FAA">
        <w:t>regardez</w:t>
      </w:r>
      <w:r>
        <w:t xml:space="preserve"> : </w:t>
      </w:r>
      <w:r w:rsidR="0074134D" w:rsidRPr="003D2FAA">
        <w:t>comme elles s</w:t>
      </w:r>
      <w:r>
        <w:t>’</w:t>
      </w:r>
      <w:r w:rsidR="0074134D" w:rsidRPr="003D2FAA">
        <w:t>ouvrent et se ferment</w:t>
      </w:r>
      <w:r>
        <w:t xml:space="preserve">, </w:t>
      </w:r>
      <w:r w:rsidR="0074134D" w:rsidRPr="003D2FAA">
        <w:t>sur le pantalon clair</w:t>
      </w:r>
      <w:r>
        <w:t> !</w:t>
      </w:r>
    </w:p>
    <w:p w14:paraId="7421EC44" w14:textId="77777777" w:rsidR="00DE313F" w:rsidRDefault="00DE313F" w:rsidP="0074134D">
      <w:r>
        <w:t>— </w:t>
      </w:r>
      <w:r w:rsidR="0074134D" w:rsidRPr="003D2FAA">
        <w:t>Mais bravo</w:t>
      </w:r>
      <w:r>
        <w:t xml:space="preserve"> ! </w:t>
      </w:r>
      <w:r w:rsidR="0074134D" w:rsidRPr="003D2FAA">
        <w:t>Mais bravo</w:t>
      </w:r>
      <w:r>
        <w:t> !</w:t>
      </w:r>
    </w:p>
    <w:p w14:paraId="2E41B892" w14:textId="77777777" w:rsidR="00DE313F" w:rsidRDefault="00DE313F" w:rsidP="0074134D">
      <w:r>
        <w:t>— </w:t>
      </w:r>
      <w:r w:rsidR="0074134D" w:rsidRPr="003D2FAA">
        <w:t>Oh</w:t>
      </w:r>
      <w:r>
        <w:t xml:space="preserve"> ! </w:t>
      </w:r>
      <w:r w:rsidR="0074134D" w:rsidRPr="003D2FAA">
        <w:t>Dieu</w:t>
      </w:r>
      <w:r>
        <w:t xml:space="preserve">, </w:t>
      </w:r>
      <w:r w:rsidR="0074134D" w:rsidRPr="003D2FAA">
        <w:t>la mèche</w:t>
      </w:r>
      <w:r>
        <w:t xml:space="preserve">, </w:t>
      </w:r>
      <w:r w:rsidR="0074134D" w:rsidRPr="003D2FAA">
        <w:t>la mèche cirée</w:t>
      </w:r>
      <w:r>
        <w:t xml:space="preserve">… </w:t>
      </w:r>
      <w:r w:rsidR="0074134D" w:rsidRPr="003D2FAA">
        <w:t>la mèche se défait</w:t>
      </w:r>
      <w:r>
        <w:t xml:space="preserve"> ! </w:t>
      </w:r>
      <w:r w:rsidR="0074134D" w:rsidRPr="003D2FAA">
        <w:t>Le danseur s</w:t>
      </w:r>
      <w:r>
        <w:t>’</w:t>
      </w:r>
      <w:r w:rsidR="0074134D" w:rsidRPr="003D2FAA">
        <w:t>arrête</w:t>
      </w:r>
      <w:r>
        <w:t>…</w:t>
      </w:r>
    </w:p>
    <w:p w14:paraId="38252999" w14:textId="77777777" w:rsidR="00DE313F" w:rsidRDefault="0074134D" w:rsidP="0074134D">
      <w:r w:rsidRPr="003D2FAA">
        <w:t>Comment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>a reconduite pour qu</w:t>
      </w:r>
      <w:r w:rsidR="00DE313F">
        <w:t>’</w:t>
      </w:r>
      <w:r w:rsidRPr="003D2FAA">
        <w:t>elle s</w:t>
      </w:r>
      <w:r w:rsidR="00DE313F">
        <w:t>’</w:t>
      </w:r>
      <w:r w:rsidRPr="003D2FAA">
        <w:t>asseye</w:t>
      </w:r>
      <w:r w:rsidR="00DE313F">
        <w:t xml:space="preserve"> ? </w:t>
      </w:r>
      <w:r w:rsidRPr="003D2FAA">
        <w:t>Mais voyons</w:t>
      </w:r>
      <w:r w:rsidR="00DE313F">
        <w:t xml:space="preserve"> ! </w:t>
      </w:r>
      <w:r w:rsidRPr="003D2FAA">
        <w:t>Voici quinze autres bras</w:t>
      </w:r>
      <w:r w:rsidR="00DE313F">
        <w:t xml:space="preserve">, </w:t>
      </w:r>
      <w:r w:rsidRPr="003D2FAA">
        <w:t>vingt autres bras</w:t>
      </w:r>
      <w:r w:rsidR="00DE313F">
        <w:t xml:space="preserve">, </w:t>
      </w:r>
      <w:r w:rsidRPr="003D2FAA">
        <w:t>le coude a</w:t>
      </w:r>
      <w:r w:rsidRPr="003D2FAA">
        <w:t>r</w:t>
      </w:r>
      <w:r w:rsidRPr="003D2FAA">
        <w:t>rondi</w:t>
      </w:r>
      <w:r w:rsidR="00DE313F">
        <w:t> :</w:t>
      </w:r>
    </w:p>
    <w:p w14:paraId="62159D09" w14:textId="77777777" w:rsidR="00DE313F" w:rsidRDefault="00DE313F" w:rsidP="0074134D">
      <w:r>
        <w:t>— </w:t>
      </w:r>
      <w:r w:rsidR="0074134D" w:rsidRPr="003D2FAA">
        <w:t>Avec moi</w:t>
      </w:r>
      <w:r>
        <w:t xml:space="preserve"> ! </w:t>
      </w:r>
      <w:r w:rsidR="0074134D" w:rsidRPr="003D2FAA">
        <w:t>Avec moi</w:t>
      </w:r>
      <w:r>
        <w:t xml:space="preserve"> ! </w:t>
      </w:r>
      <w:r w:rsidR="0074134D" w:rsidRPr="003D2FAA">
        <w:t>Avec moi</w:t>
      </w:r>
      <w:r>
        <w:t> !</w:t>
      </w:r>
    </w:p>
    <w:p w14:paraId="2639A982" w14:textId="77777777" w:rsidR="00DE313F" w:rsidRDefault="00DE313F" w:rsidP="0074134D">
      <w:r>
        <w:lastRenderedPageBreak/>
        <w:t>— </w:t>
      </w:r>
      <w:r w:rsidR="0074134D" w:rsidRPr="003D2FAA">
        <w:t>Voilà</w:t>
      </w:r>
      <w:r>
        <w:t xml:space="preserve">, </w:t>
      </w:r>
      <w:r w:rsidR="0074134D" w:rsidRPr="003D2FAA">
        <w:t>patience</w:t>
      </w:r>
      <w:r>
        <w:t> !</w:t>
      </w:r>
    </w:p>
    <w:p w14:paraId="6CE481F3" w14:textId="77777777" w:rsidR="00DE313F" w:rsidRDefault="00DE313F" w:rsidP="0074134D">
      <w:r>
        <w:t>— </w:t>
      </w:r>
      <w:r w:rsidR="0074134D" w:rsidRPr="003D2FAA">
        <w:t>Un instant</w:t>
      </w:r>
      <w:r>
        <w:t xml:space="preserve"> ! </w:t>
      </w:r>
      <w:r w:rsidR="0074134D" w:rsidRPr="003D2FAA">
        <w:t>Un instant</w:t>
      </w:r>
      <w:r>
        <w:t> !</w:t>
      </w:r>
    </w:p>
    <w:p w14:paraId="439D499F" w14:textId="77777777" w:rsidR="00DE313F" w:rsidRDefault="00DE313F" w:rsidP="0074134D">
      <w:r>
        <w:t>— </w:t>
      </w:r>
      <w:r w:rsidR="0074134D" w:rsidRPr="003D2FAA">
        <w:t>Vous me l</w:t>
      </w:r>
      <w:r>
        <w:t>’</w:t>
      </w:r>
      <w:r w:rsidR="0074134D" w:rsidRPr="003D2FAA">
        <w:t>avez promis à moi</w:t>
      </w:r>
      <w:r>
        <w:t> !</w:t>
      </w:r>
    </w:p>
    <w:p w14:paraId="139C85BC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à moi d</w:t>
      </w:r>
      <w:r>
        <w:t>’</w:t>
      </w:r>
      <w:r w:rsidR="0074134D" w:rsidRPr="003D2FAA">
        <w:t>abord</w:t>
      </w:r>
      <w:r>
        <w:t> !</w:t>
      </w:r>
    </w:p>
    <w:p w14:paraId="3B40F5EF" w14:textId="77777777" w:rsidR="00DE313F" w:rsidRDefault="0074134D" w:rsidP="0074134D">
      <w:r w:rsidRPr="003D2FAA">
        <w:t>C</w:t>
      </w:r>
      <w:r w:rsidR="00DE313F">
        <w:t>’</w:t>
      </w:r>
      <w:r w:rsidRPr="003D2FAA">
        <w:t>est miracle qu</w:t>
      </w:r>
      <w:r w:rsidR="00DE313F">
        <w:t>’</w:t>
      </w:r>
      <w:r w:rsidRPr="003D2FAA">
        <w:t>ils ne se l</w:t>
      </w:r>
      <w:r w:rsidR="00DE313F">
        <w:t>’</w:t>
      </w:r>
      <w:r w:rsidRPr="003D2FAA">
        <w:t>arrachent pas l</w:t>
      </w:r>
      <w:r w:rsidR="00DE313F">
        <w:t>’</w:t>
      </w:r>
      <w:r w:rsidRPr="003D2FAA">
        <w:t>un à l</w:t>
      </w:r>
      <w:r w:rsidR="00DE313F">
        <w:t>’</w:t>
      </w:r>
      <w:r w:rsidRPr="003D2FAA">
        <w:t>autre</w:t>
      </w:r>
      <w:r w:rsidR="00DE313F">
        <w:t xml:space="preserve"> ! </w:t>
      </w:r>
      <w:r w:rsidRPr="003D2FAA">
        <w:t>En attendant que leur tour vînt</w:t>
      </w:r>
      <w:r w:rsidR="00DE313F">
        <w:t xml:space="preserve">, </w:t>
      </w:r>
      <w:r w:rsidRPr="003D2FAA">
        <w:t>ils allaient</w:t>
      </w:r>
      <w:r w:rsidR="00DE313F">
        <w:t xml:space="preserve">, </w:t>
      </w:r>
      <w:proofErr w:type="spellStart"/>
      <w:r w:rsidRPr="003D2FAA">
        <w:t>cahin</w:t>
      </w:r>
      <w:proofErr w:type="spellEnd"/>
      <w:r w:rsidRPr="003D2FAA">
        <w:t xml:space="preserve"> </w:t>
      </w:r>
      <w:proofErr w:type="spellStart"/>
      <w:r w:rsidRPr="003D2FAA">
        <w:t>caha</w:t>
      </w:r>
      <w:proofErr w:type="spellEnd"/>
      <w:r w:rsidR="00DE313F">
        <w:t xml:space="preserve">, </w:t>
      </w:r>
      <w:r w:rsidRPr="003D2FAA">
        <w:t>inviter sans empressement d</w:t>
      </w:r>
      <w:r w:rsidR="00DE313F">
        <w:t>’</w:t>
      </w:r>
      <w:r w:rsidRPr="003D2FAA">
        <w:t>autres dames</w:t>
      </w:r>
      <w:r w:rsidR="00DE313F">
        <w:t xml:space="preserve">, </w:t>
      </w:r>
      <w:r w:rsidRPr="003D2FAA">
        <w:t>des dames de la ville</w:t>
      </w:r>
      <w:r w:rsidR="00DE313F">
        <w:t xml:space="preserve"> ; </w:t>
      </w:r>
      <w:r w:rsidRPr="003D2FAA">
        <w:t>quelques-unes</w:t>
      </w:r>
      <w:r w:rsidR="00DE313F">
        <w:t xml:space="preserve">, </w:t>
      </w:r>
      <w:r w:rsidRPr="003D2FAA">
        <w:t>les plus laides</w:t>
      </w:r>
      <w:r w:rsidR="00DE313F">
        <w:t xml:space="preserve">, </w:t>
      </w:r>
      <w:r w:rsidRPr="003D2FAA">
        <w:t>acceptaient avec dépit</w:t>
      </w:r>
      <w:r w:rsidR="00DE313F">
        <w:t xml:space="preserve">, </w:t>
      </w:r>
      <w:r w:rsidRPr="003D2FAA">
        <w:t>mais acceptaient</w:t>
      </w:r>
      <w:r w:rsidR="00DE313F">
        <w:t xml:space="preserve"> ; </w:t>
      </w:r>
      <w:r w:rsidRPr="003D2FAA">
        <w:t>d</w:t>
      </w:r>
      <w:r w:rsidR="00DE313F">
        <w:t>’</w:t>
      </w:r>
      <w:r w:rsidRPr="003D2FAA">
        <w:t>autres</w:t>
      </w:r>
      <w:r w:rsidR="00DE313F">
        <w:t xml:space="preserve">, </w:t>
      </w:r>
      <w:r w:rsidRPr="003D2FAA">
        <w:t>indignées</w:t>
      </w:r>
      <w:r w:rsidR="00DE313F">
        <w:t xml:space="preserve">, </w:t>
      </w:r>
      <w:r w:rsidRPr="003D2FAA">
        <w:t>furieuses</w:t>
      </w:r>
      <w:r w:rsidR="00DE313F">
        <w:t xml:space="preserve">, </w:t>
      </w:r>
      <w:r w:rsidRPr="003D2FAA">
        <w:t>refusaient d</w:t>
      </w:r>
      <w:r w:rsidR="00DE313F">
        <w:t>’</w:t>
      </w:r>
      <w:r w:rsidRPr="003D2FAA">
        <w:t>un</w:t>
      </w:r>
      <w:r w:rsidR="00DE313F">
        <w:t> : « </w:t>
      </w:r>
      <w:r w:rsidRPr="003D2FAA">
        <w:t>Merci bea</w:t>
      </w:r>
      <w:r w:rsidRPr="003D2FAA">
        <w:t>u</w:t>
      </w:r>
      <w:r w:rsidRPr="003D2FAA">
        <w:t>coup</w:t>
      </w:r>
      <w:r w:rsidR="00DE313F">
        <w:t> ! »</w:t>
      </w:r>
      <w:r w:rsidRPr="003D2FAA">
        <w:t xml:space="preserve"> dédaigneux</w:t>
      </w:r>
      <w:r w:rsidR="00DE313F">
        <w:t>.</w:t>
      </w:r>
    </w:p>
    <w:p w14:paraId="7CDA1471" w14:textId="77777777" w:rsidR="00DE313F" w:rsidRDefault="0074134D" w:rsidP="0074134D">
      <w:r w:rsidRPr="003D2FAA">
        <w:t>Et l</w:t>
      </w:r>
      <w:r w:rsidR="00DE313F">
        <w:t>’</w:t>
      </w:r>
      <w:r w:rsidRPr="003D2FAA">
        <w:t>on échangeait avec des yeux féroces des regards de m</w:t>
      </w:r>
      <w:r w:rsidRPr="003D2FAA">
        <w:t>é</w:t>
      </w:r>
      <w:r w:rsidRPr="003D2FAA">
        <w:t>pris</w:t>
      </w:r>
      <w:r w:rsidR="00DE313F">
        <w:t xml:space="preserve"> ; </w:t>
      </w:r>
      <w:r w:rsidRPr="003D2FAA">
        <w:t>et une femme quitta brusquement sa chaise</w:t>
      </w:r>
      <w:r w:rsidR="00DE313F">
        <w:t xml:space="preserve">, </w:t>
      </w:r>
      <w:r w:rsidRPr="003D2FAA">
        <w:t>indiquant par des gestes violents qu</w:t>
      </w:r>
      <w:r w:rsidR="00DE313F">
        <w:t>’</w:t>
      </w:r>
      <w:r w:rsidRPr="003D2FAA">
        <w:t>elle voulait s</w:t>
      </w:r>
      <w:r w:rsidR="00DE313F">
        <w:t>’</w:t>
      </w:r>
      <w:r w:rsidRPr="003D2FAA">
        <w:t>en aller</w:t>
      </w:r>
      <w:r w:rsidR="00DE313F">
        <w:t xml:space="preserve">, </w:t>
      </w:r>
      <w:r w:rsidRPr="003D2FAA">
        <w:t>et invitant celle-ci et celle-là de ses amies à la suivre</w:t>
      </w:r>
      <w:r w:rsidR="00DE313F">
        <w:t> :</w:t>
      </w:r>
    </w:p>
    <w:p w14:paraId="58DBA877" w14:textId="77777777" w:rsidR="00DE313F" w:rsidRDefault="00DE313F" w:rsidP="0074134D">
      <w:r>
        <w:t>— </w:t>
      </w:r>
      <w:r w:rsidR="0074134D" w:rsidRPr="003D2FAA">
        <w:t>Partons toutes</w:t>
      </w:r>
      <w:r>
        <w:t xml:space="preserve"> ! </w:t>
      </w:r>
      <w:r w:rsidR="0074134D" w:rsidRPr="003D2FAA">
        <w:t>Partons toutes</w:t>
      </w:r>
      <w:r>
        <w:t xml:space="preserve"> ! </w:t>
      </w:r>
      <w:r w:rsidR="0074134D" w:rsidRPr="003D2FAA">
        <w:t>Quelle honte</w:t>
      </w:r>
      <w:r>
        <w:t xml:space="preserve"> ! </w:t>
      </w:r>
      <w:r w:rsidR="0074134D" w:rsidRPr="003D2FAA">
        <w:t>Une chose semblable ne s</w:t>
      </w:r>
      <w:r>
        <w:t>’</w:t>
      </w:r>
      <w:r w:rsidR="0074134D" w:rsidRPr="003D2FAA">
        <w:t>était jamais vue</w:t>
      </w:r>
      <w:r>
        <w:t> !</w:t>
      </w:r>
    </w:p>
    <w:p w14:paraId="4BE1915F" w14:textId="77777777" w:rsidR="00DE313F" w:rsidRDefault="00DE313F" w:rsidP="0074134D">
      <w:r>
        <w:t>— </w:t>
      </w:r>
      <w:r w:rsidR="0074134D" w:rsidRPr="003D2FAA">
        <w:t>Est-ce possible</w:t>
      </w:r>
      <w:r>
        <w:t> ?</w:t>
      </w:r>
    </w:p>
    <w:p w14:paraId="47374485" w14:textId="77777777" w:rsidR="00DE313F" w:rsidRDefault="0074134D" w:rsidP="0074134D">
      <w:r w:rsidRPr="003D2FAA">
        <w:t>Quelques-unes presque pleurant</w:t>
      </w:r>
      <w:r w:rsidR="00DE313F">
        <w:t xml:space="preserve">, </w:t>
      </w:r>
      <w:r w:rsidRPr="003D2FAA">
        <w:t>quelques autres tre</w:t>
      </w:r>
      <w:r w:rsidRPr="003D2FAA">
        <w:t>m</w:t>
      </w:r>
      <w:r w:rsidRPr="003D2FAA">
        <w:t>blant de rage</w:t>
      </w:r>
      <w:r w:rsidR="00DE313F">
        <w:t xml:space="preserve">, </w:t>
      </w:r>
      <w:r w:rsidRPr="003D2FAA">
        <w:t>le demandaient à certains petits messieurs tout étriqués dans de vieux fracs luisants</w:t>
      </w:r>
      <w:r w:rsidR="00DE313F">
        <w:t xml:space="preserve">, </w:t>
      </w:r>
      <w:r w:rsidRPr="003D2FAA">
        <w:t>de vieux habits de coupe antique</w:t>
      </w:r>
      <w:r w:rsidR="00DE313F">
        <w:t xml:space="preserve">, </w:t>
      </w:r>
      <w:r w:rsidRPr="003D2FAA">
        <w:t>mais bien conservés et fleurant le poivre et le camphre</w:t>
      </w:r>
      <w:r w:rsidR="00DE313F">
        <w:t xml:space="preserve">, </w:t>
      </w:r>
      <w:r w:rsidRPr="003D2FAA">
        <w:t>petits messieurs qui</w:t>
      </w:r>
      <w:r w:rsidR="00DE313F">
        <w:t xml:space="preserve">, </w:t>
      </w:r>
      <w:r w:rsidRPr="003D2FAA">
        <w:t>pour ne pas être emportés par le tourbi</w:t>
      </w:r>
      <w:r w:rsidRPr="003D2FAA">
        <w:t>l</w:t>
      </w:r>
      <w:r w:rsidRPr="003D2FAA">
        <w:t>lon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étaient plaqués au mur comme des feuilles sèches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abri parmi les vénérables robes qui brillaient des plus vives co</w:t>
      </w:r>
      <w:r w:rsidRPr="003D2FAA">
        <w:t>u</w:t>
      </w:r>
      <w:r w:rsidRPr="003D2FAA">
        <w:t>leurs</w:t>
      </w:r>
      <w:r w:rsidR="00DE313F">
        <w:t xml:space="preserve"> : </w:t>
      </w:r>
      <w:r w:rsidRPr="003D2FAA">
        <w:t>vertes</w:t>
      </w:r>
      <w:r w:rsidR="00DE313F">
        <w:t xml:space="preserve">, </w:t>
      </w:r>
      <w:r w:rsidRPr="003D2FAA">
        <w:t>rouges</w:t>
      </w:r>
      <w:r w:rsidR="00DE313F">
        <w:t xml:space="preserve">, </w:t>
      </w:r>
      <w:r w:rsidRPr="003D2FAA">
        <w:t>bleu-de-ciel</w:t>
      </w:r>
      <w:r w:rsidR="00DE313F">
        <w:t xml:space="preserve"> ; </w:t>
      </w:r>
      <w:r w:rsidRPr="003D2FAA">
        <w:t>petits messieurs enfin qui</w:t>
      </w:r>
      <w:r w:rsidR="00DE313F">
        <w:t xml:space="preserve">, </w:t>
      </w:r>
      <w:r w:rsidRPr="003D2FAA">
        <w:t>hermétiquement</w:t>
      </w:r>
      <w:r w:rsidR="00DE313F">
        <w:t xml:space="preserve">, </w:t>
      </w:r>
      <w:r w:rsidRPr="003D2FAA">
        <w:t>grâce à leurs narines courageuses</w:t>
      </w:r>
      <w:r w:rsidR="00DE313F">
        <w:t xml:space="preserve">, </w:t>
      </w:r>
      <w:r w:rsidRPr="003D2FAA">
        <w:t>pris dans l</w:t>
      </w:r>
      <w:r w:rsidR="00DE313F">
        <w:t>’</w:t>
      </w:r>
      <w:r w:rsidRPr="003D2FAA">
        <w:t>odeur de moisissure des honorable</w:t>
      </w:r>
      <w:r w:rsidR="003D2FAA" w:rsidRPr="003D2FAA">
        <w:t>s banquettes</w:t>
      </w:r>
      <w:r w:rsidR="00DE313F">
        <w:t xml:space="preserve">, </w:t>
      </w:r>
      <w:r w:rsidR="003D2FAA" w:rsidRPr="003D2FAA">
        <w:t>gardaient les rev</w:t>
      </w:r>
      <w:r w:rsidRPr="003D2FAA">
        <w:t>êches pudeurs de ces blondes grasses et de ces brunes e</w:t>
      </w:r>
      <w:r w:rsidRPr="003D2FAA">
        <w:t>f</w:t>
      </w:r>
      <w:r w:rsidRPr="003D2FAA">
        <w:t>flanquées</w:t>
      </w:r>
      <w:r w:rsidR="00DE313F">
        <w:t>.</w:t>
      </w:r>
    </w:p>
    <w:p w14:paraId="458EEFDC" w14:textId="77777777" w:rsidR="00DE313F" w:rsidRDefault="0074134D" w:rsidP="0074134D">
      <w:r w:rsidRPr="003D2FAA">
        <w:lastRenderedPageBreak/>
        <w:t>Peu à peu</w:t>
      </w:r>
      <w:r w:rsidR="00DE313F">
        <w:t xml:space="preserve">, </w:t>
      </w:r>
      <w:r w:rsidRPr="003D2FAA">
        <w:t>la chaleur était devenue presque suffocante dans les trois salons</w:t>
      </w:r>
      <w:r w:rsidR="00DE313F">
        <w:t>.</w:t>
      </w:r>
    </w:p>
    <w:p w14:paraId="3E534990" w14:textId="77777777" w:rsidR="00DE313F" w:rsidRDefault="0074134D" w:rsidP="0074134D">
      <w:r w:rsidRPr="003D2FAA">
        <w:t>Les exhalaisons animales de ces hommes</w:t>
      </w:r>
      <w:r w:rsidR="00DE313F">
        <w:t xml:space="preserve">, </w:t>
      </w:r>
      <w:r w:rsidRPr="003D2FAA">
        <w:t>chez lesquels le désir fermentait</w:t>
      </w:r>
      <w:r w:rsidR="00DE313F">
        <w:t xml:space="preserve">, </w:t>
      </w:r>
      <w:r w:rsidRPr="003D2FAA">
        <w:t>avaient formé comme un brouillard</w:t>
      </w:r>
      <w:r w:rsidR="00DE313F">
        <w:t xml:space="preserve"> ; </w:t>
      </w:r>
      <w:r w:rsidRPr="003D2FAA">
        <w:t>cette animalité haletante</w:t>
      </w:r>
      <w:r w:rsidR="00DE313F">
        <w:t xml:space="preserve">, </w:t>
      </w:r>
      <w:r w:rsidRPr="003D2FAA">
        <w:t>cramoisie</w:t>
      </w:r>
      <w:r w:rsidR="00DE313F">
        <w:t xml:space="preserve">, </w:t>
      </w:r>
      <w:r w:rsidRPr="003D2FAA">
        <w:t>suante</w:t>
      </w:r>
      <w:r w:rsidR="00DE313F">
        <w:t xml:space="preserve">, </w:t>
      </w:r>
      <w:r w:rsidRPr="003D2FAA">
        <w:t>pendant les courtes trêves hallucinées que laissait la danse</w:t>
      </w:r>
      <w:r w:rsidR="00DE313F">
        <w:t xml:space="preserve">, </w:t>
      </w:r>
      <w:r w:rsidRPr="003D2FAA">
        <w:t>profitait</w:t>
      </w:r>
      <w:r w:rsidR="00DE313F">
        <w:t xml:space="preserve">, </w:t>
      </w:r>
      <w:r w:rsidRPr="003D2FAA">
        <w:t>avec des yeux fous</w:t>
      </w:r>
      <w:r w:rsidR="00DE313F">
        <w:t xml:space="preserve">, </w:t>
      </w:r>
      <w:r w:rsidRPr="003D2FAA">
        <w:t>de cette sueur pour la rajuster de leurs mains tremblantes</w:t>
      </w:r>
      <w:r w:rsidR="00DE313F">
        <w:t xml:space="preserve">, </w:t>
      </w:r>
      <w:r w:rsidRPr="003D2FAA">
        <w:t>pour coller</w:t>
      </w:r>
      <w:r w:rsidR="00DE313F">
        <w:t xml:space="preserve">, </w:t>
      </w:r>
      <w:r w:rsidRPr="003D2FAA">
        <w:t>lisser sur leur tête et leurs tempes</w:t>
      </w:r>
      <w:r w:rsidR="00DE313F">
        <w:t xml:space="preserve">, </w:t>
      </w:r>
      <w:r w:rsidRPr="003D2FAA">
        <w:t>sur leur nuque aussi</w:t>
      </w:r>
      <w:r w:rsidR="00DE313F">
        <w:t xml:space="preserve">, </w:t>
      </w:r>
      <w:r w:rsidRPr="003D2FAA">
        <w:t>leurs cheveux hirsutes et mouillés</w:t>
      </w:r>
      <w:r w:rsidR="00DE313F">
        <w:t xml:space="preserve">. </w:t>
      </w:r>
      <w:r w:rsidRPr="003D2FAA">
        <w:t>Et cette animalité se révoltait avec une insolence surprenante devant tous les rappels de la raison</w:t>
      </w:r>
      <w:r w:rsidR="00DE313F">
        <w:t xml:space="preserve"> : </w:t>
      </w:r>
      <w:r w:rsidRPr="003D2FAA">
        <w:t>la fête n</w:t>
      </w:r>
      <w:r w:rsidR="00DE313F">
        <w:t>’</w:t>
      </w:r>
      <w:r w:rsidRPr="003D2FAA">
        <w:t>avait lieu qu</w:t>
      </w:r>
      <w:r w:rsidR="00DE313F">
        <w:t>’</w:t>
      </w:r>
      <w:r w:rsidRPr="003D2FAA">
        <w:t>une fois par an</w:t>
      </w:r>
      <w:r w:rsidR="00DE313F">
        <w:t> !</w:t>
      </w:r>
    </w:p>
    <w:p w14:paraId="73D08C41" w14:textId="77777777" w:rsidR="00DE313F" w:rsidRDefault="0074134D" w:rsidP="0074134D">
      <w:r w:rsidRPr="003D2FAA">
        <w:t>Du reste</w:t>
      </w:r>
      <w:r w:rsidR="00DE313F">
        <w:t xml:space="preserve">, </w:t>
      </w:r>
      <w:r w:rsidRPr="003D2FAA">
        <w:t>quel mal y avait-il</w:t>
      </w:r>
      <w:r w:rsidR="00DE313F">
        <w:t> ?</w:t>
      </w:r>
    </w:p>
    <w:p w14:paraId="2B380874" w14:textId="77777777" w:rsidR="00DE313F" w:rsidRDefault="0074134D" w:rsidP="0074134D">
      <w:r w:rsidRPr="003D2FAA">
        <w:t>Fraîche</w:t>
      </w:r>
      <w:r w:rsidR="00DE313F">
        <w:t xml:space="preserve">, </w:t>
      </w:r>
      <w:r w:rsidRPr="003D2FAA">
        <w:t>légère</w:t>
      </w:r>
      <w:r w:rsidR="00DE313F">
        <w:t xml:space="preserve">, </w:t>
      </w:r>
      <w:r w:rsidRPr="003D2FAA">
        <w:t>possédée de sa joie</w:t>
      </w:r>
      <w:r w:rsidR="00DE313F">
        <w:t xml:space="preserve">, </w:t>
      </w:r>
      <w:r w:rsidRPr="003D2FAA">
        <w:t>prisonnière de cette joie qui</w:t>
      </w:r>
      <w:r w:rsidR="00DE313F">
        <w:t xml:space="preserve">, </w:t>
      </w:r>
      <w:r w:rsidRPr="003D2FAA">
        <w:t>riante</w:t>
      </w:r>
      <w:r w:rsidR="00DE313F">
        <w:t xml:space="preserve">, </w:t>
      </w:r>
      <w:r w:rsidRPr="003D2FAA">
        <w:t>vibrante</w:t>
      </w:r>
      <w:r w:rsidR="00DE313F">
        <w:t xml:space="preserve">, </w:t>
      </w:r>
      <w:r w:rsidRPr="003D2FAA">
        <w:t>repoussait tout contact brutal</w:t>
      </w:r>
      <w:r w:rsidR="00DE313F">
        <w:t xml:space="preserve"> ; </w:t>
      </w:r>
      <w:r w:rsidRPr="003D2FAA">
        <w:t>glissant avec des mouvements</w:t>
      </w:r>
      <w:r w:rsidR="00DE313F">
        <w:t xml:space="preserve">, </w:t>
      </w:r>
      <w:r w:rsidRPr="003D2FAA">
        <w:t>des détentes imprévus</w:t>
      </w:r>
      <w:r w:rsidR="00DE313F">
        <w:t xml:space="preserve">, </w:t>
      </w:r>
      <w:r w:rsidRPr="003D2FAA">
        <w:t>intacte et pure en ce moment de folie</w:t>
      </w:r>
      <w:r w:rsidR="00DE313F">
        <w:t xml:space="preserve"> – </w:t>
      </w:r>
      <w:r w:rsidRPr="003D2FAA">
        <w:t>agile flamme volubile au milieu du feu sombre qui animait tous ces hommes</w:t>
      </w:r>
      <w:r w:rsidR="00DE313F">
        <w:t xml:space="preserve"> –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="00DE313F">
        <w:t xml:space="preserve">, </w:t>
      </w:r>
      <w:r w:rsidRPr="003D2FAA">
        <w:t>le vertige vaincu</w:t>
      </w:r>
      <w:r w:rsidR="00DE313F">
        <w:t xml:space="preserve">, </w:t>
      </w:r>
      <w:r w:rsidRPr="003D2FAA">
        <w:t>et devenue vertige elle-même</w:t>
      </w:r>
      <w:r w:rsidR="00DE313F">
        <w:t xml:space="preserve">, </w:t>
      </w:r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dansait</w:t>
      </w:r>
      <w:r w:rsidR="00DE313F">
        <w:t xml:space="preserve">, </w:t>
      </w:r>
      <w:r w:rsidRPr="003D2FAA">
        <w:t>dansait</w:t>
      </w:r>
      <w:r w:rsidR="00DE313F">
        <w:t xml:space="preserve">, </w:t>
      </w:r>
      <w:r w:rsidRPr="003D2FAA">
        <w:t>sans plus rien voir</w:t>
      </w:r>
      <w:r w:rsidR="00DE313F">
        <w:t xml:space="preserve">, </w:t>
      </w:r>
      <w:r w:rsidRPr="003D2FAA">
        <w:t>sans distinguer personne</w:t>
      </w:r>
      <w:r w:rsidR="00DE313F">
        <w:t xml:space="preserve">. </w:t>
      </w:r>
      <w:r w:rsidRPr="003D2FAA">
        <w:t>Et les arches des trois salons</w:t>
      </w:r>
      <w:r w:rsidR="00DE313F">
        <w:t xml:space="preserve">, </w:t>
      </w:r>
      <w:r w:rsidRPr="003D2FAA">
        <w:t>les lumières</w:t>
      </w:r>
      <w:r w:rsidR="00DE313F">
        <w:t xml:space="preserve">, </w:t>
      </w:r>
      <w:r w:rsidRPr="003D2FAA">
        <w:t>les meubles</w:t>
      </w:r>
      <w:r w:rsidR="00DE313F">
        <w:t xml:space="preserve">, </w:t>
      </w:r>
      <w:r w:rsidRPr="003D2FAA">
        <w:t>les étoffes vertes</w:t>
      </w:r>
      <w:r w:rsidR="00DE313F">
        <w:t xml:space="preserve">, </w:t>
      </w:r>
      <w:r w:rsidRPr="003D2FAA">
        <w:t>jaunes</w:t>
      </w:r>
      <w:r w:rsidR="00DE313F">
        <w:t xml:space="preserve">, </w:t>
      </w:r>
      <w:r w:rsidRPr="003D2FAA">
        <w:t>rouges</w:t>
      </w:r>
      <w:r w:rsidR="00DE313F">
        <w:t xml:space="preserve">, </w:t>
      </w:r>
      <w:r w:rsidRPr="003D2FAA">
        <w:t>bleu-céleste des dames</w:t>
      </w:r>
      <w:r w:rsidR="00DE313F">
        <w:t xml:space="preserve">, </w:t>
      </w:r>
      <w:r w:rsidRPr="003D2FAA">
        <w:t>les habits noirs et les plastrons blancs des hommes</w:t>
      </w:r>
      <w:r w:rsidR="00DE313F">
        <w:t xml:space="preserve">, </w:t>
      </w:r>
      <w:r w:rsidRPr="003D2FAA">
        <w:t>tout tournait autour d</w:t>
      </w:r>
      <w:r w:rsidR="00DE313F">
        <w:t>’</w:t>
      </w:r>
      <w:r w:rsidRPr="003D2FAA">
        <w:t>elle en traînées vertigineuses</w:t>
      </w:r>
      <w:r w:rsidR="00DE313F">
        <w:t xml:space="preserve">. </w:t>
      </w:r>
      <w:r w:rsidRPr="003D2FAA">
        <w:t>D</w:t>
      </w:r>
      <w:r w:rsidR="00DE313F">
        <w:t>’</w:t>
      </w:r>
      <w:r w:rsidRPr="003D2FAA">
        <w:t>un élan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arrachait des bras d</w:t>
      </w:r>
      <w:r w:rsidR="00DE313F">
        <w:t>’</w:t>
      </w:r>
      <w:r w:rsidRPr="003D2FAA">
        <w:t>un danseur lorsqu</w:t>
      </w:r>
      <w:r w:rsidR="00DE313F">
        <w:t>’</w:t>
      </w:r>
      <w:r w:rsidRPr="003D2FAA">
        <w:t>elle le sentait fatigué</w:t>
      </w:r>
      <w:r w:rsidR="00DE313F">
        <w:t xml:space="preserve">, </w:t>
      </w:r>
      <w:r w:rsidRPr="003D2FAA">
        <w:t>pesant</w:t>
      </w:r>
      <w:r w:rsidR="00DE313F">
        <w:t xml:space="preserve">, </w:t>
      </w:r>
      <w:r w:rsidRPr="003D2FAA">
        <w:t>haletant</w:t>
      </w:r>
      <w:r w:rsidR="00DE313F">
        <w:t xml:space="preserve">, </w:t>
      </w:r>
      <w:r w:rsidRPr="003D2FAA">
        <w:t>et tout de suite</w:t>
      </w:r>
      <w:r w:rsidR="00DE313F">
        <w:t xml:space="preserve">, </w:t>
      </w:r>
      <w:r w:rsidRPr="003D2FAA">
        <w:t>elle se jetait dans d</w:t>
      </w:r>
      <w:r w:rsidR="00DE313F">
        <w:t>’</w:t>
      </w:r>
      <w:r w:rsidRPr="003D2FAA">
        <w:t>autres bras</w:t>
      </w:r>
      <w:r w:rsidR="00DE313F">
        <w:t xml:space="preserve">, </w:t>
      </w:r>
      <w:r w:rsidRPr="003D2FAA">
        <w:t>les premiers qu</w:t>
      </w:r>
      <w:r w:rsidR="00DE313F">
        <w:t>’</w:t>
      </w:r>
      <w:r w:rsidRPr="003D2FAA">
        <w:t>elle voyait tendus devant elle</w:t>
      </w:r>
      <w:r w:rsidR="00DE313F">
        <w:t xml:space="preserve">, </w:t>
      </w:r>
      <w:r w:rsidRPr="003D2FAA">
        <w:t>pour tourner de nouveau dans ces traînées vertigineuses</w:t>
      </w:r>
      <w:r w:rsidR="00DE313F">
        <w:t xml:space="preserve">, </w:t>
      </w:r>
      <w:r w:rsidRPr="003D2FAA">
        <w:t>pour faire tourner encore autour d</w:t>
      </w:r>
      <w:r w:rsidR="00DE313F">
        <w:t>’</w:t>
      </w:r>
      <w:r w:rsidRPr="003D2FAA">
        <w:t>elle en un frénétique bouleversement toutes ces formes</w:t>
      </w:r>
      <w:r w:rsidR="00DE313F">
        <w:t xml:space="preserve">, </w:t>
      </w:r>
      <w:r w:rsidRPr="003D2FAA">
        <w:t>toutes ces couleurs</w:t>
      </w:r>
      <w:r w:rsidR="00DE313F">
        <w:t> !</w:t>
      </w:r>
    </w:p>
    <w:p w14:paraId="32ABB5D6" w14:textId="77777777" w:rsidR="00DE313F" w:rsidRDefault="0074134D" w:rsidP="0074134D">
      <w:r w:rsidRPr="003D2FAA">
        <w:lastRenderedPageBreak/>
        <w:t>Assis au fond du dernier salon</w:t>
      </w:r>
      <w:r w:rsidR="00DE313F">
        <w:t xml:space="preserve">, </w:t>
      </w:r>
      <w:r w:rsidRPr="003D2FAA">
        <w:t>auprès du mur</w:t>
      </w:r>
      <w:r w:rsidR="00DE313F">
        <w:t xml:space="preserve">, </w:t>
      </w:r>
      <w:r w:rsidRPr="003D2FAA">
        <w:t>dans un coin et presque dans l</w:t>
      </w:r>
      <w:r w:rsidR="00DE313F">
        <w:t>’</w:t>
      </w:r>
      <w:r w:rsidRPr="003D2FAA">
        <w:t>ombre</w:t>
      </w:r>
      <w:r w:rsidR="00DE313F">
        <w:t xml:space="preserve">, </w:t>
      </w:r>
      <w:r w:rsidRPr="003D2FAA">
        <w:t>les mains sur le pommeau de sa canne</w:t>
      </w:r>
      <w:r w:rsidR="00DE313F">
        <w:t xml:space="preserve">, </w:t>
      </w:r>
      <w:r w:rsidRPr="003D2FAA">
        <w:t>et sur ses mains son menton et sa grosse barbe fauve</w:t>
      </w:r>
      <w:r w:rsidR="00DE313F">
        <w:t xml:space="preserve">, </w:t>
      </w:r>
      <w:r w:rsidRPr="003D2FAA">
        <w:t xml:space="preserve">Fausto </w:t>
      </w:r>
      <w:proofErr w:type="spellStart"/>
      <w:r w:rsidRPr="003D2FAA">
        <w:t>Silvagni</w:t>
      </w:r>
      <w:proofErr w:type="spellEnd"/>
      <w:r w:rsidR="00DE313F">
        <w:t xml:space="preserve">, </w:t>
      </w:r>
      <w:r w:rsidRPr="003D2FAA">
        <w:t>depuis près de deux heures</w:t>
      </w:r>
      <w:r w:rsidR="00DE313F">
        <w:t xml:space="preserve">, </w:t>
      </w:r>
      <w:r w:rsidRPr="003D2FAA">
        <w:t>la suivait des yeux</w:t>
      </w:r>
      <w:r w:rsidR="00DE313F">
        <w:t xml:space="preserve">, </w:t>
      </w:r>
      <w:r w:rsidRPr="003D2FAA">
        <w:t>de ses grands yeux clairs animés d</w:t>
      </w:r>
      <w:r w:rsidR="00DE313F">
        <w:t>’</w:t>
      </w:r>
      <w:r w:rsidRPr="003D2FAA">
        <w:t>un bienveillant sourire</w:t>
      </w:r>
      <w:r w:rsidR="00DE313F">
        <w:t xml:space="preserve">. </w:t>
      </w:r>
      <w:r w:rsidRPr="003D2FAA">
        <w:t>Lui seul comprenait toute la pureté de cette folle joie</w:t>
      </w:r>
      <w:r w:rsidR="00DE313F">
        <w:t xml:space="preserve">, </w:t>
      </w:r>
      <w:r w:rsidRPr="003D2FAA">
        <w:t>et il en joui</w:t>
      </w:r>
      <w:r w:rsidRPr="003D2FAA">
        <w:t>s</w:t>
      </w:r>
      <w:r w:rsidRPr="003D2FAA">
        <w:t>sait comme d</w:t>
      </w:r>
      <w:r w:rsidR="00DE313F">
        <w:t>’</w:t>
      </w:r>
      <w:r w:rsidRPr="003D2FAA">
        <w:t>un spectacle rare et divin</w:t>
      </w:r>
      <w:r w:rsidR="00DE313F">
        <w:t xml:space="preserve"> ; </w:t>
      </w:r>
      <w:r w:rsidRPr="003D2FAA">
        <w:t>il en jouissait comme si cette danse était un don offert par la jeune femme à sa propre tendresse</w:t>
      </w:r>
      <w:r w:rsidR="00DE313F">
        <w:t>.</w:t>
      </w:r>
    </w:p>
    <w:p w14:paraId="3CDFCC47" w14:textId="77777777" w:rsidR="00DE313F" w:rsidRDefault="0074134D" w:rsidP="0074134D">
      <w:r w:rsidRPr="003D2FAA">
        <w:t>Tendresse seulement</w:t>
      </w:r>
      <w:r w:rsidR="00DE313F">
        <w:t xml:space="preserve"> ? </w:t>
      </w:r>
      <w:r w:rsidRPr="003D2FAA">
        <w:t>Trop de sentiments ne palpitaient-ils pas en lui</w:t>
      </w:r>
      <w:r w:rsidR="00DE313F">
        <w:t xml:space="preserve">, </w:t>
      </w:r>
      <w:r w:rsidRPr="003D2FAA">
        <w:t>pour que ce fût seulement de la tendresse</w:t>
      </w:r>
      <w:r w:rsidR="00DE313F">
        <w:t xml:space="preserve"> ? </w:t>
      </w:r>
      <w:r w:rsidRPr="003D2FAA">
        <w:t>Qui sait</w:t>
      </w:r>
      <w:r w:rsidR="00DE313F">
        <w:t> ?</w:t>
      </w:r>
    </w:p>
    <w:p w14:paraId="26C5AD8D" w14:textId="77777777" w:rsidR="00DE313F" w:rsidRDefault="0074134D" w:rsidP="0074134D">
      <w:r w:rsidRPr="003D2FAA">
        <w:t>Depuis des</w:t>
      </w:r>
      <w:r w:rsidR="003D2FAA" w:rsidRPr="003D2FAA">
        <w:t xml:space="preserve"> années et des années</w:t>
      </w:r>
      <w:r w:rsidR="00DE313F">
        <w:t xml:space="preserve">, </w:t>
      </w:r>
      <w:r w:rsidR="003D2FAA" w:rsidRPr="003D2FAA">
        <w:t xml:space="preserve">Fausto </w:t>
      </w:r>
      <w:proofErr w:type="spellStart"/>
      <w:r w:rsidR="003D2FAA" w:rsidRPr="003D2FAA">
        <w:t>Si</w:t>
      </w:r>
      <w:r w:rsidRPr="003D2FAA">
        <w:t>lvagni</w:t>
      </w:r>
      <w:proofErr w:type="spellEnd"/>
      <w:r w:rsidR="00DE313F">
        <w:t xml:space="preserve">, </w:t>
      </w:r>
      <w:r w:rsidRPr="003D2FAA">
        <w:t>avec ses yeux attentifs et tristes</w:t>
      </w:r>
      <w:r w:rsidR="00DE313F">
        <w:t xml:space="preserve">, </w:t>
      </w:r>
      <w:r w:rsidRPr="003D2FAA">
        <w:t>regardait toute chose comme de loin</w:t>
      </w:r>
      <w:r w:rsidR="00DE313F">
        <w:t xml:space="preserve"> ; </w:t>
      </w:r>
      <w:r w:rsidRPr="003D2FAA">
        <w:t>il regardait le présent comme s</w:t>
      </w:r>
      <w:r w:rsidR="00DE313F">
        <w:t>’</w:t>
      </w:r>
      <w:r w:rsidRPr="003D2FAA">
        <w:t>il était déjà écoulé</w:t>
      </w:r>
      <w:r w:rsidR="00DE313F">
        <w:t xml:space="preserve"> ; </w:t>
      </w:r>
      <w:r w:rsidRPr="003D2FAA">
        <w:t>les aspects prochains</w:t>
      </w:r>
      <w:r w:rsidR="00DE313F">
        <w:t xml:space="preserve">, </w:t>
      </w:r>
      <w:r w:rsidRPr="003D2FAA">
        <w:t>il les regardait ainsi que des ombres évanescentes</w:t>
      </w:r>
      <w:r w:rsidR="00DE313F">
        <w:t xml:space="preserve"> ; </w:t>
      </w:r>
      <w:r w:rsidRPr="003D2FAA">
        <w:t>et il observait de la même façon</w:t>
      </w:r>
      <w:r w:rsidR="00DE313F">
        <w:t xml:space="preserve">, </w:t>
      </w:r>
      <w:r w:rsidRPr="003D2FAA">
        <w:t>en lui</w:t>
      </w:r>
      <w:r w:rsidR="00DE313F">
        <w:t xml:space="preserve">, </w:t>
      </w:r>
      <w:r w:rsidRPr="003D2FAA">
        <w:t>ses pensées et ses sent</w:t>
      </w:r>
      <w:r w:rsidRPr="003D2FAA">
        <w:t>i</w:t>
      </w:r>
      <w:r w:rsidRPr="003D2FAA">
        <w:t>ments</w:t>
      </w:r>
      <w:r w:rsidR="00DE313F">
        <w:t>.</w:t>
      </w:r>
    </w:p>
    <w:p w14:paraId="75C844CB" w14:textId="77777777" w:rsidR="00DE313F" w:rsidRDefault="0074134D" w:rsidP="0074134D">
      <w:r w:rsidRPr="003D2FAA">
        <w:t>Manquée</w:t>
      </w:r>
      <w:r w:rsidR="00DE313F">
        <w:t xml:space="preserve">, </w:t>
      </w:r>
      <w:r w:rsidRPr="003D2FAA">
        <w:t>sa vie</w:t>
      </w:r>
      <w:r w:rsidR="00DE313F">
        <w:t xml:space="preserve">, </w:t>
      </w:r>
      <w:r w:rsidRPr="003D2FAA">
        <w:t>par l</w:t>
      </w:r>
      <w:r w:rsidR="00DE313F">
        <w:t>’</w:t>
      </w:r>
      <w:r w:rsidRPr="003D2FAA">
        <w:t>effet des hasards ennemis</w:t>
      </w:r>
      <w:r w:rsidR="00DE313F">
        <w:t xml:space="preserve"> ; </w:t>
      </w:r>
      <w:r w:rsidRPr="003D2FAA">
        <w:t>manquée</w:t>
      </w:r>
      <w:r w:rsidR="00DE313F">
        <w:t xml:space="preserve">, </w:t>
      </w:r>
      <w:r w:rsidRPr="003D2FAA">
        <w:t>sa vie</w:t>
      </w:r>
      <w:r w:rsidR="00DE313F">
        <w:t xml:space="preserve">, </w:t>
      </w:r>
      <w:r w:rsidRPr="003D2FAA">
        <w:t>à cause d</w:t>
      </w:r>
      <w:r w:rsidR="00DE313F">
        <w:t>’</w:t>
      </w:r>
      <w:r w:rsidRPr="003D2FAA">
        <w:t>obligations à la fois lourdes et me</w:t>
      </w:r>
      <w:r w:rsidRPr="003D2FAA">
        <w:t>s</w:t>
      </w:r>
      <w:r w:rsidRPr="003D2FAA">
        <w:t>quines</w:t>
      </w:r>
      <w:r w:rsidR="00DE313F">
        <w:t xml:space="preserve"> ; </w:t>
      </w:r>
      <w:r w:rsidRPr="003D2FAA">
        <w:t>éteinte à son plus bel instant</w:t>
      </w:r>
      <w:r w:rsidR="00DE313F">
        <w:t xml:space="preserve">, </w:t>
      </w:r>
      <w:r w:rsidRPr="003D2FAA">
        <w:t>la lumière de tant de songes</w:t>
      </w:r>
      <w:r w:rsidR="00DE313F">
        <w:t xml:space="preserve">, </w:t>
      </w:r>
      <w:r w:rsidRPr="003D2FAA">
        <w:t>lumière entretenue depuis son enfance</w:t>
      </w:r>
      <w:r w:rsidR="00DE313F">
        <w:t xml:space="preserve">, </w:t>
      </w:r>
      <w:r w:rsidRPr="003D2FAA">
        <w:t>allumée avec toute l</w:t>
      </w:r>
      <w:r w:rsidR="00DE313F">
        <w:t>’</w:t>
      </w:r>
      <w:r w:rsidRPr="003D2FAA">
        <w:t>ardeur de son âme</w:t>
      </w:r>
      <w:r w:rsidR="00DE313F">
        <w:t xml:space="preserve"> : </w:t>
      </w:r>
      <w:r w:rsidRPr="003D2FAA">
        <w:t>lumière où son âme se réfugiait loin de la réalité</w:t>
      </w:r>
      <w:r w:rsidR="00DE313F">
        <w:t xml:space="preserve">. </w:t>
      </w:r>
      <w:r w:rsidRPr="003D2FAA">
        <w:t>Aucune de ses pensées</w:t>
      </w:r>
      <w:r w:rsidR="00DE313F">
        <w:t xml:space="preserve">, </w:t>
      </w:r>
      <w:r w:rsidRPr="003D2FAA">
        <w:t>aucun de ses sentiments ne réussissaient à l</w:t>
      </w:r>
      <w:r w:rsidR="00DE313F">
        <w:t>’</w:t>
      </w:r>
      <w:r w:rsidRPr="003D2FAA">
        <w:t>approcher de cette lumière et il se voyait lui-même comme très éloigné</w:t>
      </w:r>
      <w:r w:rsidR="00DE313F">
        <w:t xml:space="preserve">, </w:t>
      </w:r>
      <w:r w:rsidRPr="003D2FAA">
        <w:t>comme perdu</w:t>
      </w:r>
      <w:r w:rsidR="00DE313F">
        <w:t xml:space="preserve">, </w:t>
      </w:r>
      <w:r w:rsidRPr="003D2FAA">
        <w:t>comme exilé</w:t>
      </w:r>
      <w:r w:rsidR="00DE313F">
        <w:t>.</w:t>
      </w:r>
    </w:p>
    <w:p w14:paraId="7AB25163" w14:textId="77777777" w:rsidR="00DE313F" w:rsidRDefault="0074134D" w:rsidP="0074134D">
      <w:r w:rsidRPr="003D2FAA">
        <w:t>Mais voici qu</w:t>
      </w:r>
      <w:r w:rsidR="00DE313F">
        <w:t>’</w:t>
      </w:r>
      <w:r w:rsidRPr="003D2FAA">
        <w:t>en cet exil</w:t>
      </w:r>
      <w:r w:rsidR="00DE313F">
        <w:t xml:space="preserve">, </w:t>
      </w:r>
      <w:r w:rsidRPr="003D2FAA">
        <w:t>un sentiment était venu à lui de façon imprévue</w:t>
      </w:r>
      <w:r w:rsidR="00DE313F">
        <w:t xml:space="preserve">, </w:t>
      </w:r>
      <w:r w:rsidRPr="003D2FAA">
        <w:t>un sentiment qu</w:t>
      </w:r>
      <w:r w:rsidR="00DE313F">
        <w:t>’</w:t>
      </w:r>
      <w:r w:rsidRPr="003D2FAA">
        <w:t>il aurait voulu tenir à distance pour ne pas se l</w:t>
      </w:r>
      <w:r w:rsidR="00DE313F">
        <w:t>’</w:t>
      </w:r>
      <w:r w:rsidRPr="003D2FAA">
        <w:t>avouer</w:t>
      </w:r>
      <w:r w:rsidR="00DE313F">
        <w:t xml:space="preserve">. </w:t>
      </w:r>
      <w:r w:rsidRPr="003D2FAA">
        <w:t>Il n</w:t>
      </w:r>
      <w:r w:rsidR="00DE313F">
        <w:t>’</w:t>
      </w:r>
      <w:r w:rsidRPr="003D2FAA">
        <w:t xml:space="preserve">aurait pas souhaité le </w:t>
      </w:r>
      <w:r w:rsidRPr="003D2FAA">
        <w:lastRenderedPageBreak/>
        <w:t>comprendre</w:t>
      </w:r>
      <w:r w:rsidR="00DE313F">
        <w:t xml:space="preserve">, </w:t>
      </w:r>
      <w:r w:rsidRPr="003D2FAA">
        <w:t>mais il n</w:t>
      </w:r>
      <w:r w:rsidR="00DE313F">
        <w:t>’</w:t>
      </w:r>
      <w:r w:rsidRPr="003D2FAA">
        <w:t>osait certes plus le chasser</w:t>
      </w:r>
      <w:r w:rsidR="00DE313F">
        <w:t xml:space="preserve"> ; </w:t>
      </w:r>
      <w:r w:rsidRPr="003D2FAA">
        <w:t>et voici que</w:t>
      </w:r>
      <w:r w:rsidR="00DE313F">
        <w:t xml:space="preserve">, </w:t>
      </w:r>
      <w:r w:rsidRPr="003D2FAA">
        <w:t>peu à peu</w:t>
      </w:r>
      <w:r w:rsidR="00DE313F">
        <w:t xml:space="preserve">, </w:t>
      </w:r>
      <w:r w:rsidRPr="003D2FAA">
        <w:t>d</w:t>
      </w:r>
      <w:r w:rsidRPr="003D2FAA">
        <w:t>e</w:t>
      </w:r>
      <w:r w:rsidRPr="003D2FAA">
        <w:t>venu tout-puissant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emparait de lui</w:t>
      </w:r>
      <w:r w:rsidR="00DE313F">
        <w:t>.</w:t>
      </w:r>
    </w:p>
    <w:p w14:paraId="7D72A071" w14:textId="77777777" w:rsidR="00DE313F" w:rsidRDefault="0074134D" w:rsidP="0074134D">
      <w:r w:rsidRPr="003D2FAA">
        <w:t>N</w:t>
      </w:r>
      <w:r w:rsidR="00DE313F">
        <w:t>’</w:t>
      </w:r>
      <w:r w:rsidRPr="003D2FAA">
        <w:t>était-elle pas peut-être venue vers lui à tire d</w:t>
      </w:r>
      <w:r w:rsidR="00DE313F">
        <w:t>’</w:t>
      </w:r>
      <w:r w:rsidRPr="003D2FAA">
        <w:t>ailes</w:t>
      </w:r>
      <w:r w:rsidR="00DE313F">
        <w:t xml:space="preserve">, </w:t>
      </w:r>
      <w:r w:rsidRPr="003D2FAA">
        <w:t>venue à lui de ses songes lointains</w:t>
      </w:r>
      <w:r w:rsidR="00DE313F">
        <w:t xml:space="preserve">, </w:t>
      </w:r>
      <w:r w:rsidRPr="003D2FAA">
        <w:t>de ses songes dont le souvenir était pour lui douleur et confusion</w:t>
      </w:r>
      <w:r w:rsidR="00DE313F">
        <w:t xml:space="preserve">, </w:t>
      </w:r>
      <w:r w:rsidRPr="003D2FAA">
        <w:t>cette chère petite fée folle</w:t>
      </w:r>
      <w:r w:rsidR="00DE313F">
        <w:t xml:space="preserve">, </w:t>
      </w:r>
      <w:r w:rsidRPr="003D2FAA">
        <w:t>vêtue de noir avec une rose de flamme parmi ses cheveux</w:t>
      </w:r>
      <w:r w:rsidR="00DE313F">
        <w:t xml:space="preserve"> ? </w:t>
      </w:r>
      <w:r w:rsidRPr="003D2FAA">
        <w:t>Ne se po</w:t>
      </w:r>
      <w:r w:rsidRPr="003D2FAA">
        <w:t>u</w:t>
      </w:r>
      <w:r w:rsidRPr="003D2FAA">
        <w:t>vait-il pas qu</w:t>
      </w:r>
      <w:r w:rsidR="00DE313F">
        <w:t>’</w:t>
      </w:r>
      <w:r w:rsidRPr="003D2FAA">
        <w:t>elle fût ses songes mêmes incarnés dans la petite fée</w:t>
      </w:r>
      <w:r w:rsidR="00DE313F">
        <w:t xml:space="preserve">, </w:t>
      </w:r>
      <w:r w:rsidRPr="003D2FAA">
        <w:t>puisque n</w:t>
      </w:r>
      <w:r w:rsidR="00DE313F">
        <w:t>’</w:t>
      </w:r>
      <w:r w:rsidRPr="003D2FAA">
        <w:t>ayant pu les atteindre autrefois</w:t>
      </w:r>
      <w:r w:rsidR="00DE313F">
        <w:t xml:space="preserve">, </w:t>
      </w:r>
      <w:r w:rsidRPr="003D2FAA">
        <w:t>sous une autre forme</w:t>
      </w:r>
      <w:r w:rsidR="00DE313F">
        <w:t xml:space="preserve">, </w:t>
      </w:r>
      <w:r w:rsidRPr="003D2FAA">
        <w:t>il les étreignait à cette heure</w:t>
      </w:r>
      <w:r w:rsidR="00DE313F">
        <w:t xml:space="preserve">, </w:t>
      </w:r>
      <w:r w:rsidRPr="003D2FAA">
        <w:t>vivants et respirants entre ses bras</w:t>
      </w:r>
      <w:r w:rsidR="00DE313F">
        <w:t xml:space="preserve"> !… </w:t>
      </w:r>
      <w:r w:rsidRPr="003D2FAA">
        <w:t>Qui sait</w:t>
      </w:r>
      <w:r w:rsidR="00DE313F">
        <w:t xml:space="preserve"> ? </w:t>
      </w:r>
      <w:r w:rsidRPr="003D2FAA">
        <w:t>Ne pouvait-il pas la retenir cette petite fée</w:t>
      </w:r>
      <w:r w:rsidR="00DE313F">
        <w:t xml:space="preserve">, </w:t>
      </w:r>
      <w:r w:rsidRPr="003D2FAA">
        <w:t>et revenir à la fin par elle et avec elle</w:t>
      </w:r>
      <w:r w:rsidR="00DE313F">
        <w:t xml:space="preserve">, </w:t>
      </w:r>
      <w:r w:rsidRPr="003D2FAA">
        <w:t>de son long exil à la réal</w:t>
      </w:r>
      <w:r w:rsidRPr="003D2FAA">
        <w:t>i</w:t>
      </w:r>
      <w:r w:rsidRPr="003D2FAA">
        <w:t>té</w:t>
      </w:r>
      <w:r w:rsidR="00DE313F">
        <w:t xml:space="preserve"> ! </w:t>
      </w:r>
      <w:r w:rsidRPr="003D2FAA">
        <w:t>Pourquoi non</w:t>
      </w:r>
      <w:r w:rsidR="00DE313F">
        <w:t xml:space="preserve"> ? </w:t>
      </w:r>
      <w:r w:rsidRPr="003D2FAA">
        <w:t>S</w:t>
      </w:r>
      <w:r w:rsidR="00DE313F">
        <w:t>’</w:t>
      </w:r>
      <w:r w:rsidRPr="003D2FAA">
        <w:t>il ne l</w:t>
      </w:r>
      <w:r w:rsidR="00DE313F">
        <w:t>’</w:t>
      </w:r>
      <w:r w:rsidRPr="003D2FAA">
        <w:t>arrêtait pas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il ne la retenait pas</w:t>
      </w:r>
      <w:r w:rsidR="00DE313F">
        <w:t xml:space="preserve">, </w:t>
      </w:r>
      <w:r w:rsidRPr="003D2FAA">
        <w:t>qui sait où et comment elle finirait</w:t>
      </w:r>
      <w:r w:rsidR="00DE313F">
        <w:t xml:space="preserve">, </w:t>
      </w:r>
      <w:r w:rsidRPr="003D2FAA">
        <w:t>la pauvre petite folle</w:t>
      </w:r>
      <w:r w:rsidR="00DE313F">
        <w:t xml:space="preserve"> !… </w:t>
      </w:r>
      <w:r w:rsidRPr="003D2FAA">
        <w:t>Elle avait besoin d</w:t>
      </w:r>
      <w:r w:rsidR="00DE313F">
        <w:t>’</w:t>
      </w:r>
      <w:r w:rsidRPr="003D2FAA">
        <w:t>aide</w:t>
      </w:r>
      <w:r w:rsidR="00DE313F">
        <w:t xml:space="preserve">, </w:t>
      </w:r>
      <w:r w:rsidRPr="003D2FAA">
        <w:t>elle avait besoin de guide et de conseils</w:t>
      </w:r>
      <w:r w:rsidR="00DE313F">
        <w:t xml:space="preserve">, </w:t>
      </w:r>
      <w:r w:rsidRPr="003D2FAA">
        <w:t>ég</w:t>
      </w:r>
      <w:r w:rsidRPr="003D2FAA">
        <w:t>a</w:t>
      </w:r>
      <w:r w:rsidRPr="003D2FAA">
        <w:t>rée comme elle l</w:t>
      </w:r>
      <w:r w:rsidR="00DE313F">
        <w:t>’</w:t>
      </w:r>
      <w:r w:rsidRPr="003D2FAA">
        <w:t>était</w:t>
      </w:r>
      <w:r w:rsidR="00DE313F">
        <w:t xml:space="preserve">, </w:t>
      </w:r>
      <w:r w:rsidRPr="003D2FAA">
        <w:t>dans un monde qui n</w:t>
      </w:r>
      <w:r w:rsidR="00DE313F">
        <w:t>’</w:t>
      </w:r>
      <w:r w:rsidRPr="003D2FAA">
        <w:t>était pas le sien</w:t>
      </w:r>
      <w:r w:rsidR="00DE313F">
        <w:t xml:space="preserve">, </w:t>
      </w:r>
      <w:r w:rsidRPr="003D2FAA">
        <w:t>avec ce grand désir de ne pas se perdre</w:t>
      </w:r>
      <w:r w:rsidR="00DE313F">
        <w:t xml:space="preserve">, </w:t>
      </w:r>
      <w:r w:rsidRPr="003D2FAA">
        <w:t>mais aussi</w:t>
      </w:r>
      <w:r w:rsidR="00DE313F">
        <w:t xml:space="preserve">, </w:t>
      </w:r>
      <w:r w:rsidRPr="003D2FAA">
        <w:t>hélas</w:t>
      </w:r>
      <w:r w:rsidR="00DE313F">
        <w:t xml:space="preserve"> ! </w:t>
      </w:r>
      <w:r w:rsidRPr="003D2FAA">
        <w:t>de jouir</w:t>
      </w:r>
      <w:r w:rsidR="00DE313F">
        <w:t xml:space="preserve"> !… </w:t>
      </w:r>
      <w:r w:rsidRPr="003D2FAA">
        <w:t>Cette rose le disait</w:t>
      </w:r>
      <w:r w:rsidR="00DE313F">
        <w:t xml:space="preserve">, </w:t>
      </w:r>
      <w:r w:rsidRPr="003D2FAA">
        <w:t>cette rose rouge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parmi ses ch</w:t>
      </w:r>
      <w:r w:rsidRPr="003D2FAA">
        <w:t>e</w:t>
      </w:r>
      <w:r w:rsidRPr="003D2FAA">
        <w:t>veux</w:t>
      </w:r>
      <w:r w:rsidR="00DE313F">
        <w:t> !…</w:t>
      </w:r>
    </w:p>
    <w:p w14:paraId="63B5B7C6" w14:textId="77777777" w:rsidR="00DE313F" w:rsidRDefault="0074134D" w:rsidP="0074134D">
      <w:r w:rsidRPr="003D2FAA">
        <w:t>Depuis un instant</w:t>
      </w:r>
      <w:r w:rsidR="00DE313F">
        <w:t xml:space="preserve">, </w:t>
      </w:r>
      <w:r w:rsidRPr="003D2FAA">
        <w:t xml:space="preserve">Fausto </w:t>
      </w:r>
      <w:proofErr w:type="spellStart"/>
      <w:r w:rsidRPr="003D2FAA">
        <w:t>Silvagni</w:t>
      </w:r>
      <w:proofErr w:type="spellEnd"/>
      <w:r w:rsidRPr="003D2FAA">
        <w:t xml:space="preserve"> la regardait</w:t>
      </w:r>
      <w:r w:rsidR="00DE313F">
        <w:t xml:space="preserve">, </w:t>
      </w:r>
      <w:r w:rsidRPr="003D2FAA">
        <w:t>cette rose</w:t>
      </w:r>
      <w:r w:rsidR="00DE313F">
        <w:t xml:space="preserve">, </w:t>
      </w:r>
      <w:r w:rsidRPr="003D2FAA">
        <w:t>avec préoccupation</w:t>
      </w:r>
      <w:r w:rsidR="00DE313F">
        <w:t xml:space="preserve">. </w:t>
      </w:r>
      <w:r w:rsidRPr="003D2FAA">
        <w:t>Il ignorait pourquoi</w:t>
      </w:r>
      <w:r w:rsidR="00DE313F">
        <w:t xml:space="preserve">. </w:t>
      </w:r>
      <w:r w:rsidRPr="003D2FAA">
        <w:t>Elle lui semblait belle</w:t>
      </w:r>
      <w:r w:rsidR="00DE313F">
        <w:t xml:space="preserve">, </w:t>
      </w:r>
      <w:r w:rsidRPr="003D2FAA">
        <w:t>mais il craignait pour elle</w:t>
      </w:r>
      <w:r w:rsidR="00DE313F">
        <w:t xml:space="preserve">. </w:t>
      </w:r>
      <w:r w:rsidRPr="003D2FAA">
        <w:t>Il la voyait sur cette tête comme une flamme</w:t>
      </w:r>
      <w:r w:rsidR="00DE313F">
        <w:t xml:space="preserve">, </w:t>
      </w:r>
      <w:r w:rsidRPr="003D2FAA">
        <w:t>et la folle petite tête la secouait tellement</w:t>
      </w:r>
      <w:r w:rsidR="00DE313F">
        <w:t xml:space="preserve"> ! </w:t>
      </w:r>
      <w:r w:rsidRPr="003D2FAA">
        <w:t>Comment la rose ne tombait-elle pas</w:t>
      </w:r>
      <w:r w:rsidR="00DE313F">
        <w:t xml:space="preserve"> ? </w:t>
      </w:r>
      <w:r w:rsidRPr="003D2FAA">
        <w:t>Le craignait-il</w:t>
      </w:r>
      <w:r w:rsidR="00DE313F">
        <w:t xml:space="preserve"> ? </w:t>
      </w:r>
      <w:r w:rsidRPr="003D2FAA">
        <w:t>Il n</w:t>
      </w:r>
      <w:r w:rsidR="00DE313F">
        <w:t>’</w:t>
      </w:r>
      <w:r w:rsidRPr="003D2FAA">
        <w:t>aurait su se le dire</w:t>
      </w:r>
      <w:r w:rsidR="00DE313F">
        <w:t>.</w:t>
      </w:r>
    </w:p>
    <w:p w14:paraId="44927232" w14:textId="77777777" w:rsidR="00DE313F" w:rsidRDefault="0074134D" w:rsidP="0074134D">
      <w:r w:rsidRPr="003D2FAA">
        <w:t>Et pendant ce temps</w:t>
      </w:r>
      <w:r w:rsidR="00DE313F">
        <w:t xml:space="preserve">, </w:t>
      </w:r>
      <w:r w:rsidRPr="003D2FAA">
        <w:t>au fond</w:t>
      </w:r>
      <w:r w:rsidR="00DE313F">
        <w:t xml:space="preserve">, </w:t>
      </w:r>
      <w:r w:rsidRPr="003D2FAA">
        <w:t>tout au fond de lui</w:t>
      </w:r>
      <w:r w:rsidR="00DE313F">
        <w:t xml:space="preserve">, </w:t>
      </w:r>
      <w:r w:rsidRPr="003D2FAA">
        <w:t>son cœur en tremblant lui murmurait</w:t>
      </w:r>
      <w:r w:rsidR="00DE313F">
        <w:t> :</w:t>
      </w:r>
    </w:p>
    <w:p w14:paraId="787E5F5A" w14:textId="77777777" w:rsidR="00DE313F" w:rsidRDefault="00DE313F" w:rsidP="0074134D">
      <w:r>
        <w:t>— </w:t>
      </w:r>
      <w:r w:rsidR="0074134D" w:rsidRPr="003D2FAA">
        <w:t>Demain</w:t>
      </w:r>
      <w:r>
        <w:t xml:space="preserve">, </w:t>
      </w:r>
      <w:r w:rsidR="0074134D" w:rsidRPr="003D2FAA">
        <w:t>ou l</w:t>
      </w:r>
      <w:r>
        <w:t>’</w:t>
      </w:r>
      <w:r w:rsidR="0074134D" w:rsidRPr="003D2FAA">
        <w:t>un de ces jours</w:t>
      </w:r>
      <w:r>
        <w:t xml:space="preserve">, </w:t>
      </w:r>
      <w:r w:rsidR="0074134D" w:rsidRPr="003D2FAA">
        <w:t>tu parleras</w:t>
      </w:r>
      <w:r>
        <w:t xml:space="preserve">… </w:t>
      </w:r>
      <w:r w:rsidR="0074134D" w:rsidRPr="003D2FAA">
        <w:t>Pour l</w:t>
      </w:r>
      <w:r>
        <w:t>’</w:t>
      </w:r>
      <w:r w:rsidR="0074134D" w:rsidRPr="003D2FAA">
        <w:t>instant</w:t>
      </w:r>
      <w:r>
        <w:t xml:space="preserve">, </w:t>
      </w:r>
      <w:r w:rsidR="0074134D" w:rsidRPr="003D2FAA">
        <w:t>laisse-la danser comme une petite fée folle</w:t>
      </w:r>
      <w:r>
        <w:t> !…</w:t>
      </w:r>
    </w:p>
    <w:p w14:paraId="2ADF88E3" w14:textId="77777777" w:rsidR="00DE313F" w:rsidRDefault="0074134D" w:rsidP="0074134D">
      <w:r w:rsidRPr="003D2FAA">
        <w:t>La plupart des cavaliers tombaient de fatigue</w:t>
      </w:r>
      <w:r w:rsidR="00DE313F">
        <w:t xml:space="preserve"> ; </w:t>
      </w:r>
      <w:r w:rsidRPr="003D2FAA">
        <w:t>sans force</w:t>
      </w:r>
      <w:r w:rsidR="00DE313F">
        <w:t xml:space="preserve">, </w:t>
      </w:r>
      <w:r w:rsidRPr="003D2FAA">
        <w:t>hors d</w:t>
      </w:r>
      <w:r w:rsidR="00DE313F">
        <w:t>’</w:t>
      </w:r>
      <w:r w:rsidRPr="003D2FAA">
        <w:t>haleine</w:t>
      </w:r>
      <w:r w:rsidR="00DE313F">
        <w:t xml:space="preserve">, </w:t>
      </w:r>
      <w:r w:rsidRPr="003D2FAA">
        <w:t>ils se déclaraient vaincus</w:t>
      </w:r>
      <w:r w:rsidR="00DE313F">
        <w:t xml:space="preserve">, </w:t>
      </w:r>
      <w:r w:rsidRPr="003D2FAA">
        <w:t>et ils se tournaient</w:t>
      </w:r>
      <w:r w:rsidR="00DE313F">
        <w:t xml:space="preserve">, </w:t>
      </w:r>
      <w:r w:rsidRPr="003D2FAA">
        <w:lastRenderedPageBreak/>
        <w:t>comme pris de vin</w:t>
      </w:r>
      <w:r w:rsidR="00DE313F">
        <w:t xml:space="preserve">, </w:t>
      </w:r>
      <w:r w:rsidRPr="003D2FAA">
        <w:t>à la recherche de leurs femmes déjà parties</w:t>
      </w:r>
      <w:r w:rsidR="00DE313F">
        <w:t xml:space="preserve">. </w:t>
      </w:r>
      <w:r w:rsidRPr="003D2FAA">
        <w:t>Six ou sept</w:t>
      </w:r>
      <w:r w:rsidR="00DE313F">
        <w:t xml:space="preserve">, </w:t>
      </w:r>
      <w:r w:rsidRPr="003D2FAA">
        <w:t>tenaces</w:t>
      </w:r>
      <w:r w:rsidR="00DE313F">
        <w:t xml:space="preserve">, </w:t>
      </w:r>
      <w:r w:rsidRPr="003D2FAA">
        <w:t>résistaient encore</w:t>
      </w:r>
      <w:r w:rsidR="00DE313F">
        <w:t xml:space="preserve">, </w:t>
      </w:r>
      <w:r w:rsidRPr="003D2FAA">
        <w:t>parmi lesquels deux vieillards</w:t>
      </w:r>
      <w:r w:rsidR="00DE313F">
        <w:t xml:space="preserve"> – </w:t>
      </w:r>
      <w:r w:rsidRPr="003D2FAA">
        <w:t>qui l</w:t>
      </w:r>
      <w:r w:rsidR="00DE313F">
        <w:t>’</w:t>
      </w:r>
      <w:r w:rsidRPr="003D2FAA">
        <w:t>aurait cru</w:t>
      </w:r>
      <w:r w:rsidR="00DE313F">
        <w:t xml:space="preserve"> ? – </w:t>
      </w:r>
      <w:r w:rsidRPr="003D2FAA">
        <w:t>le vieux syndic et le notaire veuf</w:t>
      </w:r>
      <w:r w:rsidR="00DE313F">
        <w:t xml:space="preserve">, </w:t>
      </w:r>
      <w:r w:rsidRPr="003D2FAA">
        <w:t>tous deux en un état pitoyable</w:t>
      </w:r>
      <w:r w:rsidR="00DE313F">
        <w:t xml:space="preserve">, </w:t>
      </w:r>
      <w:r w:rsidRPr="003D2FAA">
        <w:t>les yeux sortant de la tête</w:t>
      </w:r>
      <w:r w:rsidR="00DE313F">
        <w:t xml:space="preserve">, </w:t>
      </w:r>
      <w:r w:rsidRPr="003D2FAA">
        <w:t>la face enflammée et suante</w:t>
      </w:r>
      <w:r w:rsidR="00DE313F">
        <w:t xml:space="preserve"> ; </w:t>
      </w:r>
      <w:r w:rsidRPr="003D2FAA">
        <w:t>tout emplâtres de teintures</w:t>
      </w:r>
      <w:r w:rsidR="00DE313F">
        <w:t xml:space="preserve">, </w:t>
      </w:r>
      <w:r w:rsidRPr="003D2FAA">
        <w:t>cravates de travers</w:t>
      </w:r>
      <w:r w:rsidR="00DE313F">
        <w:t xml:space="preserve">, </w:t>
      </w:r>
      <w:r w:rsidRPr="003D2FAA">
        <w:t>chemises froissées</w:t>
      </w:r>
      <w:r w:rsidR="00DE313F">
        <w:t xml:space="preserve"> ; </w:t>
      </w:r>
      <w:r w:rsidRPr="003D2FAA">
        <w:t>tragiques en leur fureur sénile</w:t>
      </w:r>
      <w:r w:rsidR="00DE313F">
        <w:t xml:space="preserve"> : </w:t>
      </w:r>
      <w:r w:rsidRPr="003D2FAA">
        <w:t>ils avaient été jusqu</w:t>
      </w:r>
      <w:r w:rsidR="00DE313F">
        <w:t>’</w:t>
      </w:r>
      <w:r w:rsidRPr="003D2FAA">
        <w:t>alors supplantés par les jeunes gens et mai</w:t>
      </w:r>
      <w:r w:rsidRPr="003D2FAA">
        <w:t>n</w:t>
      </w:r>
      <w:r w:rsidRPr="003D2FAA">
        <w:t>tenant</w:t>
      </w:r>
      <w:r w:rsidR="00DE313F">
        <w:t xml:space="preserve">, </w:t>
      </w:r>
      <w:r w:rsidRPr="003D2FAA">
        <w:t>frénétiques</w:t>
      </w:r>
      <w:r w:rsidR="00DE313F">
        <w:t xml:space="preserve">, </w:t>
      </w:r>
      <w:r w:rsidRPr="003D2FAA">
        <w:t>ils reprenaient le premier rang pour se faire laisser en plan l</w:t>
      </w:r>
      <w:r w:rsidR="00DE313F">
        <w:t>’</w:t>
      </w:r>
      <w:r w:rsidRPr="003D2FAA">
        <w:t>un après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comme des ballots</w:t>
      </w:r>
      <w:r w:rsidR="00DE313F">
        <w:t xml:space="preserve">, </w:t>
      </w:r>
      <w:r w:rsidRPr="003D2FAA">
        <w:t>après deux ou trois tours</w:t>
      </w:r>
      <w:r w:rsidR="00DE313F">
        <w:t>…</w:t>
      </w:r>
    </w:p>
    <w:p w14:paraId="15D5345A" w14:textId="77777777" w:rsidR="00DE313F" w:rsidRDefault="0074134D" w:rsidP="0074134D">
      <w:r w:rsidRPr="003D2FAA">
        <w:t>Enfin ce fut le défilé final</w:t>
      </w:r>
      <w:r w:rsidR="00DE313F">
        <w:t xml:space="preserve">, </w:t>
      </w:r>
      <w:r w:rsidRPr="003D2FAA">
        <w:t>la dernière danse</w:t>
      </w:r>
      <w:r w:rsidR="00DE313F">
        <w:t xml:space="preserve">, </w:t>
      </w:r>
      <w:r w:rsidRPr="003D2FAA">
        <w:t>le galop de clôture</w:t>
      </w:r>
      <w:r w:rsidR="00DE313F">
        <w:t>.</w:t>
      </w:r>
    </w:p>
    <w:p w14:paraId="2F808226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les vit tous les sept</w:t>
      </w:r>
      <w:r w:rsidR="00DE313F">
        <w:t xml:space="preserve">, </w:t>
      </w:r>
      <w:r w:rsidRPr="003D2FAA">
        <w:t>autour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sur elle</w:t>
      </w:r>
      <w:r w:rsidR="00DE313F">
        <w:t xml:space="preserve">, </w:t>
      </w:r>
      <w:r w:rsidRPr="003D2FAA">
        <w:t>agressifs</w:t>
      </w:r>
      <w:r w:rsidR="00DE313F">
        <w:t xml:space="preserve">, </w:t>
      </w:r>
      <w:r w:rsidRPr="003D2FAA">
        <w:t>tempétueux</w:t>
      </w:r>
      <w:r w:rsidR="00DE313F">
        <w:t> :</w:t>
      </w:r>
    </w:p>
    <w:p w14:paraId="5819E281" w14:textId="77777777" w:rsidR="00DE313F" w:rsidRDefault="00DE313F" w:rsidP="0074134D">
      <w:r>
        <w:t>— </w:t>
      </w:r>
      <w:r w:rsidR="0074134D" w:rsidRPr="003D2FAA">
        <w:t>Avec moi</w:t>
      </w:r>
      <w:r>
        <w:t xml:space="preserve"> ! </w:t>
      </w:r>
      <w:r w:rsidR="0074134D" w:rsidRPr="003D2FAA">
        <w:t>Avec moi</w:t>
      </w:r>
      <w:r>
        <w:t xml:space="preserve"> ! </w:t>
      </w:r>
      <w:r w:rsidR="0074134D" w:rsidRPr="003D2FAA">
        <w:t>Avec moi</w:t>
      </w:r>
      <w:r>
        <w:t xml:space="preserve"> ! </w:t>
      </w:r>
      <w:r w:rsidR="0074134D" w:rsidRPr="003D2FAA">
        <w:t>Avec moi</w:t>
      </w:r>
      <w:r>
        <w:t> !</w:t>
      </w:r>
    </w:p>
    <w:p w14:paraId="25851449" w14:textId="77777777" w:rsidR="00DE313F" w:rsidRDefault="0074134D" w:rsidP="0074134D">
      <w:r w:rsidRPr="003D2FAA">
        <w:t>Elle en ressentit presque de l</w:t>
      </w:r>
      <w:r w:rsidR="00DE313F">
        <w:t>’</w:t>
      </w:r>
      <w:r w:rsidRPr="003D2FAA">
        <w:t>épouvante</w:t>
      </w:r>
      <w:r w:rsidR="00DE313F">
        <w:t xml:space="preserve">. </w:t>
      </w:r>
      <w:r w:rsidRPr="003D2FAA">
        <w:t>À ses yeux app</w:t>
      </w:r>
      <w:r w:rsidRPr="003D2FAA">
        <w:t>a</w:t>
      </w:r>
      <w:r w:rsidRPr="003D2FAA">
        <w:t>rut tout à coup la brutale surexcitation de ces hommes</w:t>
      </w:r>
      <w:r w:rsidR="00DE313F">
        <w:t xml:space="preserve"> ; </w:t>
      </w:r>
      <w:r w:rsidRPr="003D2FAA">
        <w:t>et</w:t>
      </w:r>
      <w:r w:rsidR="00DE313F">
        <w:t xml:space="preserve">, </w:t>
      </w:r>
      <w:r w:rsidRPr="003D2FAA">
        <w:t>à la pensée qu</w:t>
      </w:r>
      <w:r w:rsidR="00DE313F">
        <w:t>’</w:t>
      </w:r>
      <w:r w:rsidRPr="003D2FAA">
        <w:t>ils s</w:t>
      </w:r>
      <w:r w:rsidR="00DE313F">
        <w:t>’</w:t>
      </w:r>
      <w:r w:rsidRPr="003D2FAA">
        <w:t>étaient allumés ainsi à cause de sa joie innocente</w:t>
      </w:r>
      <w:r w:rsidR="00DE313F">
        <w:t xml:space="preserve">, </w:t>
      </w:r>
      <w:r w:rsidRPr="003D2FAA">
        <w:t>elle éprouva de la honte</w:t>
      </w:r>
      <w:r w:rsidR="00DE313F">
        <w:t xml:space="preserve">, </w:t>
      </w:r>
      <w:r w:rsidRPr="003D2FAA">
        <w:t>de l</w:t>
      </w:r>
      <w:r w:rsidR="00DE313F">
        <w:t>’</w:t>
      </w:r>
      <w:r w:rsidRPr="003D2FAA">
        <w:t>effroi</w:t>
      </w:r>
      <w:r w:rsidR="00DE313F">
        <w:t>.</w:t>
      </w:r>
    </w:p>
    <w:p w14:paraId="18A8D760" w14:textId="77777777" w:rsidR="00DE313F" w:rsidRDefault="0074134D" w:rsidP="0074134D">
      <w:r w:rsidRPr="003D2FAA">
        <w:t>Elle voulut fuir</w:t>
      </w:r>
      <w:r w:rsidR="00DE313F">
        <w:t xml:space="preserve">, </w:t>
      </w:r>
      <w:r w:rsidRPr="003D2FAA">
        <w:t>se soustraire à cette agression</w:t>
      </w:r>
      <w:r w:rsidR="00DE313F">
        <w:t xml:space="preserve"> ; </w:t>
      </w:r>
      <w:r w:rsidRPr="003D2FAA">
        <w:t>mais lor</w:t>
      </w:r>
      <w:r w:rsidRPr="003D2FAA">
        <w:t>s</w:t>
      </w:r>
      <w:r w:rsidRPr="003D2FAA">
        <w:t>qu</w:t>
      </w:r>
      <w:r w:rsidR="00DE313F">
        <w:t>’</w:t>
      </w:r>
      <w:r w:rsidRPr="003D2FAA">
        <w:t>elle s</w:t>
      </w:r>
      <w:r w:rsidR="00DE313F">
        <w:t>’</w:t>
      </w:r>
      <w:r w:rsidRPr="003D2FAA">
        <w:t>élança comme une jeune biche</w:t>
      </w:r>
      <w:r w:rsidR="00DE313F">
        <w:t xml:space="preserve">, </w:t>
      </w:r>
      <w:r w:rsidRPr="003D2FAA">
        <w:t>ses cheveux</w:t>
      </w:r>
      <w:r w:rsidR="00DE313F">
        <w:t xml:space="preserve">, </w:t>
      </w:r>
      <w:r w:rsidRPr="003D2FAA">
        <w:t>déjà un peu desserrés</w:t>
      </w:r>
      <w:r w:rsidR="00DE313F">
        <w:t xml:space="preserve">, </w:t>
      </w:r>
      <w:r w:rsidRPr="003D2FAA">
        <w:t>se défirent</w:t>
      </w:r>
      <w:r w:rsidR="00DE313F">
        <w:t xml:space="preserve">, </w:t>
      </w:r>
      <w:r w:rsidRPr="003D2FAA">
        <w:t>et la rose tomba à terre</w:t>
      </w:r>
      <w:r w:rsidR="00DE313F">
        <w:t> !</w:t>
      </w:r>
    </w:p>
    <w:p w14:paraId="6A0A671E" w14:textId="77777777" w:rsidR="00DE313F" w:rsidRDefault="0074134D" w:rsidP="0074134D">
      <w:r w:rsidRPr="003D2FAA">
        <w:t xml:space="preserve">Fausto </w:t>
      </w:r>
      <w:proofErr w:type="spellStart"/>
      <w:r w:rsidRPr="003D2FAA">
        <w:t>Silvagni</w:t>
      </w:r>
      <w:proofErr w:type="spellEnd"/>
      <w:r w:rsidRPr="003D2FAA">
        <w:t xml:space="preserve"> se leva pour regarder</w:t>
      </w:r>
      <w:r w:rsidR="00DE313F">
        <w:t xml:space="preserve">, </w:t>
      </w:r>
      <w:r w:rsidRPr="003D2FAA">
        <w:t>comme saisi par le pressentiment obscur d</w:t>
      </w:r>
      <w:r w:rsidR="00DE313F">
        <w:t>’</w:t>
      </w:r>
      <w:r w:rsidRPr="003D2FAA">
        <w:t>un immense péril</w:t>
      </w:r>
      <w:r w:rsidR="00DE313F">
        <w:t xml:space="preserve">. </w:t>
      </w:r>
      <w:r w:rsidRPr="003D2FAA">
        <w:t>Mais déjà les sept s</w:t>
      </w:r>
      <w:r w:rsidR="00DE313F">
        <w:t>’</w:t>
      </w:r>
      <w:r w:rsidRPr="003D2FAA">
        <w:t>étaient précipités pour ramasser la rose</w:t>
      </w:r>
      <w:r w:rsidR="00DE313F">
        <w:t xml:space="preserve"> ! </w:t>
      </w:r>
      <w:r w:rsidRPr="003D2FAA">
        <w:t>Le vieux syndic réu</w:t>
      </w:r>
      <w:r w:rsidRPr="003D2FAA">
        <w:t>s</w:t>
      </w:r>
      <w:r w:rsidRPr="003D2FAA">
        <w:t>sit à la saisir au prix d</w:t>
      </w:r>
      <w:r w:rsidR="00DE313F">
        <w:t>’</w:t>
      </w:r>
      <w:r w:rsidRPr="003D2FAA">
        <w:t>une terrible estafilade à la main</w:t>
      </w:r>
      <w:r w:rsidR="00DE313F">
        <w:t>.</w:t>
      </w:r>
    </w:p>
    <w:p w14:paraId="50201446" w14:textId="77777777" w:rsidR="00DE313F" w:rsidRDefault="00DE313F" w:rsidP="0074134D">
      <w:r>
        <w:t>— </w:t>
      </w:r>
      <w:r w:rsidR="0074134D" w:rsidRPr="003D2FAA">
        <w:t>La voici</w:t>
      </w:r>
      <w:r>
        <w:t xml:space="preserve"> ! </w:t>
      </w:r>
      <w:r w:rsidR="0074134D" w:rsidRPr="003D2FAA">
        <w:t>cria-t-il</w:t>
      </w:r>
      <w:r>
        <w:t xml:space="preserve">, </w:t>
      </w:r>
      <w:r w:rsidR="0074134D" w:rsidRPr="003D2FAA">
        <w:t xml:space="preserve">et il courut avec les autres la rendre à madame </w:t>
      </w:r>
      <w:proofErr w:type="spellStart"/>
      <w:r w:rsidR="0074134D" w:rsidRPr="003D2FAA">
        <w:t>Lucietta</w:t>
      </w:r>
      <w:proofErr w:type="spellEnd"/>
      <w:r w:rsidR="0074134D" w:rsidRPr="003D2FAA">
        <w:t xml:space="preserve"> qui s</w:t>
      </w:r>
      <w:r>
        <w:t>’</w:t>
      </w:r>
      <w:r w:rsidR="0074134D" w:rsidRPr="003D2FAA">
        <w:t>était retranchée au fond de la deuxième salle pour recomposer au mieux sa coiffure</w:t>
      </w:r>
      <w:r>
        <w:t>.</w:t>
      </w:r>
    </w:p>
    <w:p w14:paraId="70945386" w14:textId="77777777" w:rsidR="00DE313F" w:rsidRDefault="00DE313F" w:rsidP="0074134D">
      <w:r>
        <w:lastRenderedPageBreak/>
        <w:t>« </w:t>
      </w:r>
      <w:r w:rsidR="0074134D" w:rsidRPr="003D2FAA">
        <w:t>La voici</w:t>
      </w:r>
      <w:r>
        <w:t xml:space="preserve">… </w:t>
      </w:r>
      <w:r w:rsidR="0074134D" w:rsidRPr="003D2FAA">
        <w:t>Mais non</w:t>
      </w:r>
      <w:r>
        <w:t xml:space="preserve">, </w:t>
      </w:r>
      <w:r w:rsidR="0074134D" w:rsidRPr="003D2FAA">
        <w:t>pas de remerciements</w:t>
      </w:r>
      <w:r>
        <w:t xml:space="preserve"> ! </w:t>
      </w:r>
      <w:r w:rsidR="0074134D" w:rsidRPr="003D2FAA">
        <w:t>Maintenant vous</w:t>
      </w:r>
      <w:r>
        <w:t>… (</w:t>
      </w:r>
      <w:r w:rsidR="0074134D" w:rsidRPr="003D2FAA">
        <w:t>il n</w:t>
      </w:r>
      <w:r>
        <w:t>’</w:t>
      </w:r>
      <w:r w:rsidR="0074134D" w:rsidRPr="003D2FAA">
        <w:t>avait plus de souffle pour parler</w:t>
      </w:r>
      <w:r>
        <w:t xml:space="preserve">, </w:t>
      </w:r>
      <w:r w:rsidR="0074134D" w:rsidRPr="003D2FAA">
        <w:t>le vieux syndic</w:t>
      </w:r>
      <w:r>
        <w:t xml:space="preserve"> ; </w:t>
      </w:r>
      <w:r w:rsidR="0074134D" w:rsidRPr="003D2FAA">
        <w:t>la tête lui tournait</w:t>
      </w:r>
      <w:r>
        <w:t xml:space="preserve">) </w:t>
      </w:r>
      <w:r w:rsidR="0074134D" w:rsidRPr="003D2FAA">
        <w:t>maintenant</w:t>
      </w:r>
      <w:r>
        <w:t xml:space="preserve">, </w:t>
      </w:r>
      <w:r w:rsidR="0074134D" w:rsidRPr="003D2FAA">
        <w:t>vous devez faire un choix</w:t>
      </w:r>
      <w:r>
        <w:t xml:space="preserve">… </w:t>
      </w:r>
      <w:r w:rsidR="0074134D" w:rsidRPr="003D2FAA">
        <w:t>Voilà</w:t>
      </w:r>
      <w:r>
        <w:t xml:space="preserve">… </w:t>
      </w:r>
      <w:r w:rsidR="0074134D" w:rsidRPr="003D2FAA">
        <w:t>vous devez l</w:t>
      </w:r>
      <w:r>
        <w:t>’</w:t>
      </w:r>
      <w:r w:rsidR="0074134D" w:rsidRPr="003D2FAA">
        <w:t>offrir ici à quelqu</w:t>
      </w:r>
      <w:r>
        <w:t>’</w:t>
      </w:r>
      <w:r w:rsidR="0074134D" w:rsidRPr="003D2FAA">
        <w:t>un</w:t>
      </w:r>
      <w:r>
        <w:t>…</w:t>
      </w:r>
    </w:p>
    <w:p w14:paraId="3168A48A" w14:textId="77777777" w:rsidR="00DE313F" w:rsidRDefault="00DE313F" w:rsidP="0074134D">
      <w:pPr>
        <w:rPr>
          <w:i/>
          <w:iCs/>
        </w:rPr>
      </w:pPr>
      <w:r>
        <w:t>— </w:t>
      </w:r>
      <w:r w:rsidR="0074134D" w:rsidRPr="003D2FAA">
        <w:t>Bravo</w:t>
      </w:r>
      <w:r>
        <w:t xml:space="preserve"> ! </w:t>
      </w:r>
      <w:r w:rsidR="0074134D" w:rsidRPr="003D2FAA">
        <w:t>bien</w:t>
      </w:r>
      <w:r>
        <w:t xml:space="preserve"> ! </w:t>
      </w:r>
      <w:r w:rsidR="0074134D" w:rsidRPr="003D2FAA">
        <w:rPr>
          <w:i/>
          <w:iCs/>
        </w:rPr>
        <w:t>Bravissimo</w:t>
      </w:r>
      <w:r>
        <w:rPr>
          <w:i/>
          <w:iCs/>
        </w:rPr>
        <w:t> !</w:t>
      </w:r>
    </w:p>
    <w:p w14:paraId="580E97FB" w14:textId="77777777" w:rsidR="00DE313F" w:rsidRDefault="00DE313F" w:rsidP="0074134D">
      <w:r>
        <w:rPr>
          <w:i/>
          <w:iCs/>
        </w:rPr>
        <w:t>— </w:t>
      </w:r>
      <w:r w:rsidR="0074134D" w:rsidRPr="003D2FAA">
        <w:t>À quelqu</w:t>
      </w:r>
      <w:r>
        <w:t>’</w:t>
      </w:r>
      <w:r w:rsidR="0074134D" w:rsidRPr="003D2FAA">
        <w:t>un</w:t>
      </w:r>
      <w:r>
        <w:t xml:space="preserve">… </w:t>
      </w:r>
      <w:r w:rsidR="0074134D" w:rsidRPr="003D2FAA">
        <w:t>à votre choix</w:t>
      </w:r>
      <w:r>
        <w:t xml:space="preserve">… </w:t>
      </w:r>
      <w:r w:rsidR="0074134D" w:rsidRPr="003D2FAA">
        <w:t>Très bien</w:t>
      </w:r>
      <w:r>
        <w:t> !</w:t>
      </w:r>
    </w:p>
    <w:p w14:paraId="0FE7B4B8" w14:textId="77777777" w:rsidR="00DE313F" w:rsidRDefault="00DE313F" w:rsidP="0074134D">
      <w:r>
        <w:t>— </w:t>
      </w:r>
      <w:r w:rsidR="0074134D" w:rsidRPr="003D2FAA">
        <w:t>Voyons</w:t>
      </w:r>
      <w:r>
        <w:t xml:space="preserve"> ! </w:t>
      </w:r>
      <w:r w:rsidR="0074134D" w:rsidRPr="003D2FAA">
        <w:t>Voyons</w:t>
      </w:r>
      <w:r>
        <w:t> !</w:t>
      </w:r>
    </w:p>
    <w:p w14:paraId="4ECBDC7B" w14:textId="77777777" w:rsidR="00DE313F" w:rsidRDefault="00DE313F" w:rsidP="0074134D">
      <w:r>
        <w:t>— </w:t>
      </w:r>
      <w:r w:rsidR="0074134D" w:rsidRPr="003D2FAA">
        <w:t>À qui l</w:t>
      </w:r>
      <w:r>
        <w:t>’</w:t>
      </w:r>
      <w:r w:rsidR="0074134D" w:rsidRPr="003D2FAA">
        <w:t>offrez-vous</w:t>
      </w:r>
      <w:r>
        <w:t xml:space="preserve"> ? </w:t>
      </w:r>
      <w:r w:rsidR="0074134D" w:rsidRPr="003D2FAA">
        <w:t>À votre choix</w:t>
      </w:r>
      <w:r>
        <w:t> !</w:t>
      </w:r>
    </w:p>
    <w:p w14:paraId="211682E9" w14:textId="77777777" w:rsidR="00DE313F" w:rsidRDefault="00DE313F" w:rsidP="0074134D">
      <w:r>
        <w:t>— </w:t>
      </w:r>
      <w:r w:rsidR="0074134D" w:rsidRPr="003D2FAA">
        <w:t>Le jugement de Pâris</w:t>
      </w:r>
      <w:r>
        <w:t> !</w:t>
      </w:r>
    </w:p>
    <w:p w14:paraId="24C55FEF" w14:textId="77777777" w:rsidR="00DE313F" w:rsidRDefault="00DE313F" w:rsidP="0074134D">
      <w:r>
        <w:t>— </w:t>
      </w:r>
      <w:r w:rsidR="0074134D" w:rsidRPr="003D2FAA">
        <w:t>Silence</w:t>
      </w:r>
      <w:r>
        <w:t xml:space="preserve"> ! </w:t>
      </w:r>
      <w:r w:rsidR="0074134D" w:rsidRPr="003D2FAA">
        <w:t>Voyons à qui elle va l</w:t>
      </w:r>
      <w:r>
        <w:t>’</w:t>
      </w:r>
      <w:r w:rsidR="0074134D" w:rsidRPr="003D2FAA">
        <w:t>offrir</w:t>
      </w:r>
      <w:r>
        <w:t> !</w:t>
      </w:r>
    </w:p>
    <w:p w14:paraId="2978C378" w14:textId="290420FB" w:rsidR="00DE313F" w:rsidRDefault="0074134D" w:rsidP="0074134D">
      <w:r w:rsidRPr="003D2FAA">
        <w:t>Irrésolue</w:t>
      </w:r>
      <w:r w:rsidR="00DE313F">
        <w:t xml:space="preserve">, </w:t>
      </w:r>
      <w:r w:rsidRPr="003D2FAA">
        <w:t>la respiration oppressée</w:t>
      </w:r>
      <w:r w:rsidR="00DE313F">
        <w:t xml:space="preserve">, </w:t>
      </w:r>
      <w:r w:rsidRPr="003D2FAA">
        <w:t>le bras tendu et la délicieuse rose dans sa main</w:t>
      </w:r>
      <w:r w:rsidR="00DE313F">
        <w:t>, M</w:t>
      </w:r>
      <w:r w:rsidR="00DE313F" w:rsidRPr="00DE313F">
        <w:rPr>
          <w:vertAlign w:val="superscript"/>
        </w:rPr>
        <w:t>me</w:t>
      </w:r>
      <w:r w:rsidR="00DE313F">
        <w:t> </w:t>
      </w:r>
      <w:proofErr w:type="spellStart"/>
      <w:r w:rsidRPr="003D2FAA">
        <w:t>Lucietta</w:t>
      </w:r>
      <w:proofErr w:type="spellEnd"/>
      <w:r w:rsidRPr="003D2FAA">
        <w:t xml:space="preserve"> regarda les sept forcenés</w:t>
      </w:r>
      <w:r w:rsidR="00DE313F">
        <w:t xml:space="preserve">, </w:t>
      </w:r>
      <w:r w:rsidRPr="003D2FAA">
        <w:t>comme une bête poursuivie et qui se sent perdue se r</w:t>
      </w:r>
      <w:r w:rsidRPr="003D2FAA">
        <w:t>e</w:t>
      </w:r>
      <w:r w:rsidRPr="003D2FAA">
        <w:t>tourne vers ceux qui l</w:t>
      </w:r>
      <w:r w:rsidR="00DE313F">
        <w:t>’</w:t>
      </w:r>
      <w:r w:rsidRPr="003D2FAA">
        <w:t>assaillent</w:t>
      </w:r>
      <w:r w:rsidR="00DE313F">
        <w:t xml:space="preserve">. </w:t>
      </w:r>
      <w:r w:rsidRPr="003D2FAA">
        <w:t>Elle eut l</w:t>
      </w:r>
      <w:r w:rsidR="00DE313F">
        <w:t>’</w:t>
      </w:r>
      <w:r w:rsidRPr="003D2FAA">
        <w:t>intuition subite qu</w:t>
      </w:r>
      <w:r w:rsidR="00DE313F">
        <w:t>’</w:t>
      </w:r>
      <w:r w:rsidRPr="003D2FAA">
        <w:t>ils voulaient à tout prix la compromettre</w:t>
      </w:r>
      <w:r w:rsidR="00DE313F">
        <w:t>.</w:t>
      </w:r>
    </w:p>
    <w:p w14:paraId="3C63BF42" w14:textId="77777777" w:rsidR="00DE313F" w:rsidRDefault="00DE313F" w:rsidP="0074134D">
      <w:r>
        <w:t>— </w:t>
      </w:r>
      <w:r w:rsidR="0074134D" w:rsidRPr="003D2FAA">
        <w:t>À quelqu</w:t>
      </w:r>
      <w:r>
        <w:t>’</w:t>
      </w:r>
      <w:r w:rsidR="0074134D" w:rsidRPr="003D2FAA">
        <w:t>un</w:t>
      </w:r>
      <w:r>
        <w:t xml:space="preserve"> ? </w:t>
      </w:r>
      <w:r w:rsidR="0074134D" w:rsidRPr="003D2FAA">
        <w:t>À mon choix</w:t>
      </w:r>
      <w:r>
        <w:t xml:space="preserve"> ? </w:t>
      </w:r>
      <w:r w:rsidR="0074134D" w:rsidRPr="003D2FAA">
        <w:t>cria-t-elle tout à coup</w:t>
      </w:r>
      <w:r>
        <w:t xml:space="preserve">, </w:t>
      </w:r>
      <w:r w:rsidR="0074134D" w:rsidRPr="003D2FAA">
        <w:t>un éclair dans les yeux</w:t>
      </w:r>
      <w:r>
        <w:t xml:space="preserve"> ? </w:t>
      </w:r>
      <w:r w:rsidR="0074134D" w:rsidRPr="003D2FAA">
        <w:t>Eh</w:t>
      </w:r>
      <w:r>
        <w:t xml:space="preserve"> ! </w:t>
      </w:r>
      <w:r w:rsidR="0074134D" w:rsidRPr="003D2FAA">
        <w:t>bien</w:t>
      </w:r>
      <w:r>
        <w:t xml:space="preserve">, </w:t>
      </w:r>
      <w:r w:rsidR="0074134D" w:rsidRPr="003D2FAA">
        <w:t>oui</w:t>
      </w:r>
      <w:r>
        <w:t xml:space="preserve">, </w:t>
      </w:r>
      <w:r w:rsidR="0074134D" w:rsidRPr="003D2FAA">
        <w:t>je l</w:t>
      </w:r>
      <w:r>
        <w:t>’</w:t>
      </w:r>
      <w:r w:rsidR="0074134D" w:rsidRPr="003D2FAA">
        <w:t>offrirai à quelqu</w:t>
      </w:r>
      <w:r>
        <w:t>’</w:t>
      </w:r>
      <w:r w:rsidR="0074134D" w:rsidRPr="003D2FAA">
        <w:t>un mais éloignez-vous d</w:t>
      </w:r>
      <w:r>
        <w:t>’</w:t>
      </w:r>
      <w:r w:rsidR="0074134D" w:rsidRPr="003D2FAA">
        <w:t>abord</w:t>
      </w:r>
      <w:r>
        <w:t xml:space="preserve">. </w:t>
      </w:r>
      <w:r w:rsidR="0074134D" w:rsidRPr="003D2FAA">
        <w:t>Non</w:t>
      </w:r>
      <w:r>
        <w:t xml:space="preserve">, </w:t>
      </w:r>
      <w:r w:rsidR="0074134D" w:rsidRPr="003D2FAA">
        <w:t>davantage</w:t>
      </w:r>
      <w:r>
        <w:t xml:space="preserve">… </w:t>
      </w:r>
      <w:r w:rsidR="0074134D" w:rsidRPr="003D2FAA">
        <w:t>davantage</w:t>
      </w:r>
      <w:r>
        <w:t xml:space="preserve">… </w:t>
      </w:r>
      <w:r w:rsidR="0074134D" w:rsidRPr="003D2FAA">
        <w:t>très bien ainsi</w:t>
      </w:r>
      <w:r>
        <w:t xml:space="preserve">… </w:t>
      </w:r>
      <w:r w:rsidR="0074134D" w:rsidRPr="003D2FAA">
        <w:t>Attendez</w:t>
      </w:r>
      <w:r>
        <w:t xml:space="preserve"> ! </w:t>
      </w:r>
      <w:r w:rsidR="0074134D" w:rsidRPr="003D2FAA">
        <w:t>je me décide</w:t>
      </w:r>
      <w:r>
        <w:t> !</w:t>
      </w:r>
    </w:p>
    <w:p w14:paraId="5FE259D7" w14:textId="77777777" w:rsidR="00DE313F" w:rsidRDefault="0074134D" w:rsidP="0074134D">
      <w:r w:rsidRPr="003D2FAA">
        <w:t>Les flèches de ses regards frappaient tantôt l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tantôt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comme incertaine dans sa préférence</w:t>
      </w:r>
      <w:r w:rsidR="00DE313F">
        <w:t xml:space="preserve"> ; </w:t>
      </w:r>
      <w:r w:rsidRPr="003D2FAA">
        <w:t>et incertains au</w:t>
      </w:r>
      <w:r w:rsidRPr="003D2FAA">
        <w:t>s</w:t>
      </w:r>
      <w:r w:rsidRPr="003D2FAA">
        <w:t>si et gauches</w:t>
      </w:r>
      <w:r w:rsidR="00DE313F">
        <w:t xml:space="preserve">, </w:t>
      </w:r>
      <w:r w:rsidRPr="003D2FAA">
        <w:t>les mains tendues avec une grimace d</w:t>
      </w:r>
      <w:r w:rsidR="00DE313F">
        <w:t>’</w:t>
      </w:r>
      <w:r w:rsidRPr="003D2FAA">
        <w:t>imploration ridicule</w:t>
      </w:r>
      <w:r w:rsidR="00DE313F">
        <w:t xml:space="preserve">, </w:t>
      </w:r>
      <w:r w:rsidRPr="003D2FAA">
        <w:t>les sept étaient pendus à son petit visage qui maint</w:t>
      </w:r>
      <w:r w:rsidRPr="003D2FAA">
        <w:t>e</w:t>
      </w:r>
      <w:r w:rsidRPr="003D2FAA">
        <w:t>nant pétillait de malice</w:t>
      </w:r>
      <w:r w:rsidR="00DE313F">
        <w:t xml:space="preserve">, – </w:t>
      </w:r>
      <w:r w:rsidRPr="003D2FAA">
        <w:t>lorsque d</w:t>
      </w:r>
      <w:r w:rsidR="00DE313F">
        <w:t>’</w:t>
      </w:r>
      <w:r w:rsidRPr="003D2FAA">
        <w:t>un bond</w:t>
      </w:r>
      <w:r w:rsidR="00DE313F">
        <w:t xml:space="preserve">, </w:t>
      </w:r>
      <w:r w:rsidRPr="003D2FAA">
        <w:t>glissant entre les deux derniers qui se trouvaient à sa gauche</w:t>
      </w:r>
      <w:r w:rsidR="00DE313F">
        <w:t xml:space="preserve">, </w:t>
      </w:r>
      <w:r w:rsidRPr="003D2FAA">
        <w:t>elle prit sa course vers la première salle</w:t>
      </w:r>
      <w:r w:rsidR="00DE313F">
        <w:t xml:space="preserve">. </w:t>
      </w:r>
      <w:r w:rsidRPr="003D2FAA">
        <w:t>Elle avait trouvé une échappatoire</w:t>
      </w:r>
      <w:r w:rsidR="00DE313F">
        <w:t xml:space="preserve"> : </w:t>
      </w:r>
      <w:r w:rsidRPr="003D2FAA">
        <w:t>offrir la rose à l</w:t>
      </w:r>
      <w:r w:rsidR="00DE313F">
        <w:t>’</w:t>
      </w:r>
      <w:r w:rsidRPr="003D2FAA">
        <w:t>un de ceux qui</w:t>
      </w:r>
      <w:r w:rsidR="00DE313F">
        <w:t xml:space="preserve">, </w:t>
      </w:r>
      <w:r w:rsidRPr="003D2FAA">
        <w:t>toute la nuit</w:t>
      </w:r>
      <w:r w:rsidR="00DE313F">
        <w:t xml:space="preserve">, </w:t>
      </w:r>
      <w:r w:rsidRPr="003D2FAA">
        <w:lastRenderedPageBreak/>
        <w:t>étaient restés tranqui</w:t>
      </w:r>
      <w:r w:rsidRPr="003D2FAA">
        <w:t>l</w:t>
      </w:r>
      <w:r w:rsidRPr="003D2FAA">
        <w:t>lement assis à regarder</w:t>
      </w:r>
      <w:r w:rsidR="00DE313F">
        <w:t xml:space="preserve"> : </w:t>
      </w:r>
      <w:r w:rsidRPr="003D2FAA">
        <w:t>au premier</w:t>
      </w:r>
      <w:r w:rsidR="00DE313F">
        <w:t xml:space="preserve">, </w:t>
      </w:r>
      <w:r w:rsidRPr="003D2FAA">
        <w:t>quel qu</w:t>
      </w:r>
      <w:r w:rsidR="00DE313F">
        <w:t>’</w:t>
      </w:r>
      <w:r w:rsidRPr="003D2FAA">
        <w:t>il fût</w:t>
      </w:r>
      <w:r w:rsidR="00DE313F">
        <w:t xml:space="preserve">, </w:t>
      </w:r>
      <w:r w:rsidRPr="003D2FAA">
        <w:t>qui se tro</w:t>
      </w:r>
      <w:r w:rsidRPr="003D2FAA">
        <w:t>u</w:t>
      </w:r>
      <w:r w:rsidRPr="003D2FAA">
        <w:t>verait dans la direction de sa course</w:t>
      </w:r>
      <w:r w:rsidR="00DE313F">
        <w:t>.</w:t>
      </w:r>
    </w:p>
    <w:p w14:paraId="792F44CE" w14:textId="77777777" w:rsidR="00DE313F" w:rsidRDefault="00DE313F" w:rsidP="0074134D">
      <w:r>
        <w:t>— </w:t>
      </w:r>
      <w:r w:rsidR="0074134D" w:rsidRPr="003D2FAA">
        <w:t>Eh</w:t>
      </w:r>
      <w:r>
        <w:t xml:space="preserve"> ! </w:t>
      </w:r>
      <w:r w:rsidR="0074134D" w:rsidRPr="003D2FAA">
        <w:t>bien</w:t>
      </w:r>
      <w:r>
        <w:t xml:space="preserve">, </w:t>
      </w:r>
      <w:r w:rsidR="0074134D" w:rsidRPr="003D2FAA">
        <w:t>ici</w:t>
      </w:r>
      <w:r>
        <w:t xml:space="preserve"> ! </w:t>
      </w:r>
      <w:r w:rsidR="0074134D" w:rsidRPr="003D2FAA">
        <w:t>Je l</w:t>
      </w:r>
      <w:r>
        <w:t>’</w:t>
      </w:r>
      <w:r w:rsidR="0074134D" w:rsidRPr="003D2FAA">
        <w:t>offre à</w:t>
      </w:r>
      <w:r>
        <w:t>…</w:t>
      </w:r>
    </w:p>
    <w:p w14:paraId="4115DEA9" w14:textId="77777777" w:rsidR="00DE313F" w:rsidRDefault="0074134D" w:rsidP="0074134D">
      <w:r w:rsidRPr="003D2FAA">
        <w:t xml:space="preserve">Elle se trouva devant les grands yeux clairs de Fausto </w:t>
      </w:r>
      <w:proofErr w:type="spellStart"/>
      <w:r w:rsidRPr="003D2FAA">
        <w:t>Si</w:t>
      </w:r>
      <w:r w:rsidRPr="003D2FAA">
        <w:t>l</w:t>
      </w:r>
      <w:r w:rsidRPr="003D2FAA">
        <w:t>vagni</w:t>
      </w:r>
      <w:proofErr w:type="spellEnd"/>
      <w:r w:rsidR="00DE313F">
        <w:t xml:space="preserve">. </w:t>
      </w:r>
      <w:r w:rsidRPr="003D2FAA">
        <w:t>Elle pâlit tout à coup</w:t>
      </w:r>
      <w:r w:rsidR="00DE313F">
        <w:t xml:space="preserve"> ; </w:t>
      </w:r>
      <w:r w:rsidRPr="003D2FAA">
        <w:t>elle demeura un instant interdite</w:t>
      </w:r>
      <w:r w:rsidR="00DE313F">
        <w:t xml:space="preserve">, </w:t>
      </w:r>
      <w:r w:rsidRPr="003D2FAA">
        <w:t>confuse</w:t>
      </w:r>
      <w:r w:rsidR="00DE313F">
        <w:t xml:space="preserve">, </w:t>
      </w:r>
      <w:r w:rsidRPr="003D2FAA">
        <w:t>tremblante à la vue de son visage convulsé et très pâle</w:t>
      </w:r>
      <w:r w:rsidR="00DE313F">
        <w:t xml:space="preserve"> ; </w:t>
      </w:r>
      <w:r w:rsidRPr="003D2FAA">
        <w:t>une exclamation à voix basse lui échappa</w:t>
      </w:r>
      <w:r w:rsidR="00DE313F">
        <w:t> : « </w:t>
      </w:r>
      <w:r w:rsidRPr="003D2FAA">
        <w:t>Oh</w:t>
      </w:r>
      <w:r w:rsidR="00DE313F">
        <w:t xml:space="preserve"> ! </w:t>
      </w:r>
      <w:r w:rsidRPr="003D2FAA">
        <w:t>Dieu</w:t>
      </w:r>
      <w:r w:rsidR="00DE313F">
        <w:t> !… »</w:t>
      </w:r>
      <w:r w:rsidRPr="003D2FAA">
        <w:t xml:space="preserve"> mais elle se ressaisit immédiatement</w:t>
      </w:r>
      <w:r w:rsidR="00DE313F">
        <w:t> :</w:t>
      </w:r>
    </w:p>
    <w:p w14:paraId="038298AC" w14:textId="77777777" w:rsidR="00DE313F" w:rsidRDefault="00DE313F" w:rsidP="0074134D">
      <w:r>
        <w:t>— </w:t>
      </w:r>
      <w:r w:rsidR="0074134D" w:rsidRPr="003D2FAA">
        <w:t>Oui</w:t>
      </w:r>
      <w:r>
        <w:t xml:space="preserve">, </w:t>
      </w:r>
      <w:r w:rsidR="0074134D" w:rsidRPr="003D2FAA">
        <w:t>je vous en prie</w:t>
      </w:r>
      <w:r>
        <w:t xml:space="preserve">… </w:t>
      </w:r>
      <w:r w:rsidR="0074134D" w:rsidRPr="003D2FAA">
        <w:t>À vous</w:t>
      </w:r>
      <w:r>
        <w:t xml:space="preserve">, </w:t>
      </w:r>
      <w:r w:rsidR="0074134D" w:rsidRPr="003D2FAA">
        <w:t>voilà</w:t>
      </w:r>
      <w:r>
        <w:t xml:space="preserve">, </w:t>
      </w:r>
      <w:r w:rsidR="0074134D" w:rsidRPr="003D2FAA">
        <w:t>prenez-la tout de suite</w:t>
      </w:r>
      <w:r>
        <w:t xml:space="preserve">, </w:t>
      </w:r>
      <w:r w:rsidR="0074134D" w:rsidRPr="003D2FAA">
        <w:t xml:space="preserve">monsieur </w:t>
      </w:r>
      <w:proofErr w:type="spellStart"/>
      <w:r w:rsidR="0074134D" w:rsidRPr="003D2FAA">
        <w:t>Silvagni</w:t>
      </w:r>
      <w:proofErr w:type="spellEnd"/>
      <w:r>
        <w:t>.</w:t>
      </w:r>
    </w:p>
    <w:p w14:paraId="40D4C832" w14:textId="77777777" w:rsidR="00DE313F" w:rsidRDefault="0074134D" w:rsidP="0074134D">
      <w:r w:rsidRPr="003D2FAA">
        <w:t xml:space="preserve">Fausto </w:t>
      </w:r>
      <w:proofErr w:type="spellStart"/>
      <w:r w:rsidRPr="003D2FAA">
        <w:t>Silvagni</w:t>
      </w:r>
      <w:proofErr w:type="spellEnd"/>
      <w:r w:rsidRPr="003D2FAA">
        <w:t xml:space="preserve"> prit la rose et se tourna avec un sourire pâle</w:t>
      </w:r>
      <w:r w:rsidR="00DE313F">
        <w:t xml:space="preserve">, </w:t>
      </w:r>
      <w:r w:rsidRPr="003D2FAA">
        <w:t>pour regarder ces sept qui s</w:t>
      </w:r>
      <w:r w:rsidR="00DE313F">
        <w:t>’</w:t>
      </w:r>
      <w:r w:rsidRPr="003D2FAA">
        <w:t>étaient précipités auprès d</w:t>
      </w:r>
      <w:r w:rsidR="00DE313F">
        <w:t>’</w:t>
      </w:r>
      <w:r w:rsidRPr="003D2FAA">
        <w:t>elle en criant comme des possédés</w:t>
      </w:r>
      <w:r w:rsidR="00DE313F">
        <w:t> :</w:t>
      </w:r>
    </w:p>
    <w:p w14:paraId="2DB87259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qu</w:t>
      </w:r>
      <w:r>
        <w:t>’</w:t>
      </w:r>
      <w:r w:rsidR="0074134D" w:rsidRPr="003D2FAA">
        <w:t>a-t-il à faire là-dedans</w:t>
      </w:r>
      <w:r>
        <w:t xml:space="preserve">, </w:t>
      </w:r>
      <w:r w:rsidR="0074134D" w:rsidRPr="003D2FAA">
        <w:t>lui</w:t>
      </w:r>
      <w:r>
        <w:t xml:space="preserve"> ? </w:t>
      </w:r>
      <w:r w:rsidR="0074134D" w:rsidRPr="003D2FAA">
        <w:t>Comment</w:t>
      </w:r>
      <w:r>
        <w:t xml:space="preserve">, </w:t>
      </w:r>
      <w:r w:rsidR="0074134D" w:rsidRPr="003D2FAA">
        <w:t>à lui</w:t>
      </w:r>
      <w:r>
        <w:t> ?</w:t>
      </w:r>
    </w:p>
    <w:p w14:paraId="7273CC8A" w14:textId="77777777" w:rsidR="00DE313F" w:rsidRDefault="00DE313F" w:rsidP="0074134D">
      <w:r>
        <w:t>— </w:t>
      </w:r>
      <w:r w:rsidR="0074134D" w:rsidRPr="003D2FAA">
        <w:t>À l</w:t>
      </w:r>
      <w:r>
        <w:t>’</w:t>
      </w:r>
      <w:r w:rsidR="0074134D" w:rsidRPr="003D2FAA">
        <w:t>un de nous</w:t>
      </w:r>
      <w:r>
        <w:t xml:space="preserve"> ! </w:t>
      </w:r>
      <w:r w:rsidR="0074134D" w:rsidRPr="003D2FAA">
        <w:t>Vous deviez l</w:t>
      </w:r>
      <w:r>
        <w:t>’</w:t>
      </w:r>
      <w:r w:rsidR="0074134D" w:rsidRPr="003D2FAA">
        <w:t>offrir à l</w:t>
      </w:r>
      <w:r>
        <w:t>’</w:t>
      </w:r>
      <w:r w:rsidR="0074134D" w:rsidRPr="003D2FAA">
        <w:t>un de nous</w:t>
      </w:r>
      <w:r>
        <w:t xml:space="preserve"> ! </w:t>
      </w:r>
      <w:r w:rsidR="0074134D" w:rsidRPr="003D2FAA">
        <w:t>Il n</w:t>
      </w:r>
      <w:r>
        <w:t>’</w:t>
      </w:r>
      <w:r w:rsidR="0074134D" w:rsidRPr="003D2FAA">
        <w:t>a rien à voir là-dedans</w:t>
      </w:r>
      <w:r>
        <w:t xml:space="preserve">, </w:t>
      </w:r>
      <w:r w:rsidR="0074134D" w:rsidRPr="003D2FAA">
        <w:t>lui</w:t>
      </w:r>
      <w:r>
        <w:t> !</w:t>
      </w:r>
    </w:p>
    <w:p w14:paraId="025B31E5" w14:textId="0B04029D" w:rsidR="00DE313F" w:rsidRDefault="00DE313F" w:rsidP="0074134D">
      <w:r>
        <w:t>— </w:t>
      </w:r>
      <w:r w:rsidR="0074134D" w:rsidRPr="003D2FAA">
        <w:t>Ce n</w:t>
      </w:r>
      <w:r>
        <w:t>’</w:t>
      </w:r>
      <w:r w:rsidR="0074134D" w:rsidRPr="003D2FAA">
        <w:t>est pas vrai</w:t>
      </w:r>
      <w:r>
        <w:t xml:space="preserve"> ! </w:t>
      </w:r>
      <w:r w:rsidR="0074134D" w:rsidRPr="003D2FAA">
        <w:t xml:space="preserve">protesta madame </w:t>
      </w:r>
      <w:proofErr w:type="spellStart"/>
      <w:r w:rsidR="0074134D" w:rsidRPr="003D2FAA">
        <w:t>Lucietta</w:t>
      </w:r>
      <w:proofErr w:type="spellEnd"/>
      <w:r w:rsidR="0074134D" w:rsidRPr="003D2FAA">
        <w:t xml:space="preserve"> en frappant durement du pied</w:t>
      </w:r>
      <w:r>
        <w:t xml:space="preserve">. </w:t>
      </w:r>
      <w:r w:rsidR="0074134D" w:rsidRPr="003D2FAA">
        <w:t xml:space="preserve">On a dit </w:t>
      </w:r>
      <w:r w:rsidR="0074134D" w:rsidRPr="003D2FAA">
        <w:rPr>
          <w:i/>
          <w:iCs/>
        </w:rPr>
        <w:t>quelqu</w:t>
      </w:r>
      <w:r>
        <w:rPr>
          <w:i/>
          <w:iCs/>
        </w:rPr>
        <w:t>’</w:t>
      </w:r>
      <w:r w:rsidR="0074134D" w:rsidRPr="003D2FAA">
        <w:rPr>
          <w:i/>
          <w:iCs/>
        </w:rPr>
        <w:t>un</w:t>
      </w:r>
      <w:r>
        <w:rPr>
          <w:i/>
          <w:iCs/>
        </w:rPr>
        <w:t xml:space="preserve">, </w:t>
      </w:r>
      <w:r w:rsidR="0074134D" w:rsidRPr="003D2FAA">
        <w:t>cela suffit</w:t>
      </w:r>
      <w:r>
        <w:t xml:space="preserve">. </w:t>
      </w:r>
      <w:r w:rsidR="0074134D" w:rsidRPr="003D2FAA">
        <w:t>Et je l</w:t>
      </w:r>
      <w:r>
        <w:t>’</w:t>
      </w:r>
      <w:r w:rsidR="0074134D" w:rsidRPr="003D2FAA">
        <w:t>ai o</w:t>
      </w:r>
      <w:r w:rsidR="0074134D" w:rsidRPr="003D2FAA">
        <w:t>f</w:t>
      </w:r>
      <w:r w:rsidR="0074134D" w:rsidRPr="003D2FAA">
        <w:t xml:space="preserve">ferte à </w:t>
      </w:r>
      <w:r>
        <w:t>M. </w:t>
      </w:r>
      <w:proofErr w:type="spellStart"/>
      <w:r w:rsidR="0074134D" w:rsidRPr="003D2FAA">
        <w:t>Silvagni</w:t>
      </w:r>
      <w:proofErr w:type="spellEnd"/>
      <w:r>
        <w:t> !</w:t>
      </w:r>
    </w:p>
    <w:p w14:paraId="2ECD9F00" w14:textId="77777777" w:rsidR="00DE313F" w:rsidRDefault="00DE313F" w:rsidP="0074134D">
      <w:r>
        <w:t>— </w:t>
      </w:r>
      <w:r w:rsidR="0074134D" w:rsidRPr="003D2FAA">
        <w:t>Mais c</w:t>
      </w:r>
      <w:r>
        <w:t>’</w:t>
      </w:r>
      <w:r w:rsidR="0074134D" w:rsidRPr="003D2FAA">
        <w:t>est une déclaration d</w:t>
      </w:r>
      <w:r>
        <w:t>’</w:t>
      </w:r>
      <w:r w:rsidR="0074134D" w:rsidRPr="003D2FAA">
        <w:t>amour</w:t>
      </w:r>
      <w:r>
        <w:t xml:space="preserve"> ! </w:t>
      </w:r>
      <w:r w:rsidR="0074134D" w:rsidRPr="003D2FAA">
        <w:t>crièrent alors ceux-ci</w:t>
      </w:r>
      <w:r>
        <w:t>.</w:t>
      </w:r>
    </w:p>
    <w:p w14:paraId="021161C1" w14:textId="77777777" w:rsidR="00DE313F" w:rsidRDefault="00DE313F" w:rsidP="0074134D">
      <w:r>
        <w:t>— </w:t>
      </w:r>
      <w:r w:rsidR="0074134D" w:rsidRPr="003D2FAA">
        <w:t>Qu</w:t>
      </w:r>
      <w:r>
        <w:t>’</w:t>
      </w:r>
      <w:r w:rsidR="0074134D" w:rsidRPr="003D2FAA">
        <w:t>est-ce à dire</w:t>
      </w:r>
      <w:r>
        <w:t xml:space="preserve">, </w:t>
      </w:r>
      <w:r w:rsidR="0074134D" w:rsidRPr="003D2FAA">
        <w:t>je vous prie</w:t>
      </w:r>
      <w:r>
        <w:t xml:space="preserve"> ? </w:t>
      </w:r>
      <w:r w:rsidR="0074134D" w:rsidRPr="003D2FAA">
        <w:t xml:space="preserve">répliqua madame </w:t>
      </w:r>
      <w:proofErr w:type="spellStart"/>
      <w:r w:rsidR="0074134D" w:rsidRPr="003D2FAA">
        <w:t>Lucietta</w:t>
      </w:r>
      <w:proofErr w:type="spellEnd"/>
      <w:r w:rsidR="0074134D" w:rsidRPr="003D2FAA">
        <w:t xml:space="preserve"> dont le visage devint de braise</w:t>
      </w:r>
      <w:r>
        <w:t>.</w:t>
      </w:r>
    </w:p>
    <w:p w14:paraId="774FBEDC" w14:textId="701527D0" w:rsidR="00DE313F" w:rsidRDefault="00DE313F" w:rsidP="0074134D">
      <w:r>
        <w:t>« </w:t>
      </w:r>
      <w:r w:rsidR="0074134D" w:rsidRPr="003D2FAA">
        <w:t>Ah</w:t>
      </w:r>
      <w:r>
        <w:t xml:space="preserve"> ! </w:t>
      </w:r>
      <w:r w:rsidR="0074134D" w:rsidRPr="003D2FAA">
        <w:t>non</w:t>
      </w:r>
      <w:r>
        <w:t xml:space="preserve">, </w:t>
      </w:r>
      <w:r w:rsidR="0074134D" w:rsidRPr="003D2FAA">
        <w:t>messieurs</w:t>
      </w:r>
      <w:r>
        <w:t xml:space="preserve">, </w:t>
      </w:r>
      <w:r w:rsidR="0074134D" w:rsidRPr="003D2FAA">
        <w:t>s</w:t>
      </w:r>
      <w:r>
        <w:t>’</w:t>
      </w:r>
      <w:r w:rsidR="0074134D" w:rsidRPr="003D2FAA">
        <w:t>il vous plaît</w:t>
      </w:r>
      <w:r>
        <w:t xml:space="preserve"> ! </w:t>
      </w:r>
      <w:r w:rsidR="0074134D" w:rsidRPr="003D2FAA">
        <w:t>C</w:t>
      </w:r>
      <w:r>
        <w:t>’</w:t>
      </w:r>
      <w:r w:rsidR="0074134D" w:rsidRPr="003D2FAA">
        <w:t>eût été une déclar</w:t>
      </w:r>
      <w:r w:rsidR="0074134D" w:rsidRPr="003D2FAA">
        <w:t>a</w:t>
      </w:r>
      <w:r w:rsidR="0074134D" w:rsidRPr="003D2FAA">
        <w:t>tion d</w:t>
      </w:r>
      <w:r>
        <w:t>’</w:t>
      </w:r>
      <w:r w:rsidR="0074134D" w:rsidRPr="003D2FAA">
        <w:t>amour si je l</w:t>
      </w:r>
      <w:r>
        <w:t>’</w:t>
      </w:r>
      <w:r w:rsidR="0074134D" w:rsidRPr="003D2FAA">
        <w:t>avais offerte à l</w:t>
      </w:r>
      <w:r>
        <w:t>’</w:t>
      </w:r>
      <w:r w:rsidR="0074134D" w:rsidRPr="003D2FAA">
        <w:t>un de vous</w:t>
      </w:r>
      <w:r>
        <w:t xml:space="preserve"> ! </w:t>
      </w:r>
      <w:r w:rsidR="0074134D" w:rsidRPr="003D2FAA">
        <w:t>Mais je l</w:t>
      </w:r>
      <w:r>
        <w:t>’</w:t>
      </w:r>
      <w:r w:rsidR="0074134D" w:rsidRPr="003D2FAA">
        <w:t>ai o</w:t>
      </w:r>
      <w:r w:rsidR="0074134D" w:rsidRPr="003D2FAA">
        <w:t>f</w:t>
      </w:r>
      <w:r w:rsidR="0074134D" w:rsidRPr="003D2FAA">
        <w:t xml:space="preserve">ferte à </w:t>
      </w:r>
      <w:r>
        <w:t>M. </w:t>
      </w:r>
      <w:proofErr w:type="spellStart"/>
      <w:r w:rsidR="0074134D" w:rsidRPr="003D2FAA">
        <w:t>Silvagni</w:t>
      </w:r>
      <w:proofErr w:type="spellEnd"/>
      <w:r>
        <w:t xml:space="preserve">, </w:t>
      </w:r>
      <w:r w:rsidR="0074134D" w:rsidRPr="003D2FAA">
        <w:t>qui n</w:t>
      </w:r>
      <w:r>
        <w:t>’</w:t>
      </w:r>
      <w:r w:rsidR="0074134D" w:rsidRPr="003D2FAA">
        <w:t xml:space="preserve">a pas fait un pas de toute la </w:t>
      </w:r>
      <w:r w:rsidR="0074134D" w:rsidRPr="003D2FAA">
        <w:lastRenderedPageBreak/>
        <w:t>soirée et qui</w:t>
      </w:r>
      <w:r>
        <w:t xml:space="preserve">, </w:t>
      </w:r>
      <w:r w:rsidR="0074134D" w:rsidRPr="003D2FAA">
        <w:t>par conséquent</w:t>
      </w:r>
      <w:r>
        <w:t xml:space="preserve">, </w:t>
      </w:r>
      <w:r w:rsidR="0074134D" w:rsidRPr="003D2FAA">
        <w:t>ne peut croire à une déclaration d</w:t>
      </w:r>
      <w:r>
        <w:t>’</w:t>
      </w:r>
      <w:r w:rsidR="0074134D" w:rsidRPr="003D2FAA">
        <w:t>amour</w:t>
      </w:r>
      <w:r>
        <w:t xml:space="preserve"> ? </w:t>
      </w:r>
      <w:r w:rsidR="0074134D" w:rsidRPr="003D2FAA">
        <w:t>Il ne peut le croire</w:t>
      </w:r>
      <w:r>
        <w:t xml:space="preserve">. </w:t>
      </w:r>
      <w:r w:rsidR="0074134D" w:rsidRPr="003D2FAA">
        <w:t>Vous non plus</w:t>
      </w:r>
      <w:r>
        <w:t> !</w:t>
      </w:r>
    </w:p>
    <w:p w14:paraId="1946881A" w14:textId="77777777" w:rsidR="00DE313F" w:rsidRDefault="00DE313F" w:rsidP="0074134D">
      <w:r>
        <w:t>— </w:t>
      </w:r>
      <w:r w:rsidR="0074134D" w:rsidRPr="003D2FAA">
        <w:t>Mais si</w:t>
      </w:r>
      <w:r>
        <w:t xml:space="preserve">, </w:t>
      </w:r>
      <w:r w:rsidR="0074134D" w:rsidRPr="003D2FAA">
        <w:t>mais si</w:t>
      </w:r>
      <w:r>
        <w:t xml:space="preserve">, </w:t>
      </w:r>
      <w:r w:rsidR="0074134D" w:rsidRPr="003D2FAA">
        <w:t>nous le croyons</w:t>
      </w:r>
      <w:r>
        <w:t xml:space="preserve"> ! </w:t>
      </w:r>
      <w:r w:rsidR="0074134D" w:rsidRPr="003D2FAA">
        <w:t>protestèrent les sept en chœur</w:t>
      </w:r>
      <w:r>
        <w:t xml:space="preserve"> ; </w:t>
      </w:r>
      <w:r w:rsidR="0074134D" w:rsidRPr="003D2FAA">
        <w:t>nous le croyons au contraire très bien</w:t>
      </w:r>
      <w:r>
        <w:t xml:space="preserve"> ! </w:t>
      </w:r>
      <w:r w:rsidR="0074134D" w:rsidRPr="003D2FAA">
        <w:t>Nous le croyons d</w:t>
      </w:r>
      <w:r>
        <w:t>’</w:t>
      </w:r>
      <w:r w:rsidR="0074134D" w:rsidRPr="003D2FAA">
        <w:t>autant mieux qu</w:t>
      </w:r>
      <w:r>
        <w:t>’</w:t>
      </w:r>
      <w:r w:rsidR="0074134D" w:rsidRPr="003D2FAA">
        <w:t>il n</w:t>
      </w:r>
      <w:r>
        <w:t>’</w:t>
      </w:r>
      <w:r w:rsidR="0074134D" w:rsidRPr="003D2FAA">
        <w:t>a rien provoqué</w:t>
      </w:r>
      <w:r>
        <w:t> !</w:t>
      </w:r>
    </w:p>
    <w:p w14:paraId="4D75A288" w14:textId="77777777" w:rsidR="00DE313F" w:rsidRDefault="0074134D" w:rsidP="0074134D">
      <w:r w:rsidRPr="003D2FAA">
        <w:t xml:space="preserve">Un dépit furieux révolutionna madame </w:t>
      </w:r>
      <w:proofErr w:type="spellStart"/>
      <w:r w:rsidRPr="003D2FAA">
        <w:t>Lucietta</w:t>
      </w:r>
      <w:proofErr w:type="spellEnd"/>
      <w:r w:rsidR="00DE313F">
        <w:t xml:space="preserve">. </w:t>
      </w:r>
      <w:r w:rsidRPr="003D2FAA">
        <w:t>Ce n</w:t>
      </w:r>
      <w:r w:rsidR="00DE313F">
        <w:t>’</w:t>
      </w:r>
      <w:r w:rsidRPr="003D2FAA">
        <w:t>était plus une plaisanterie maintenant</w:t>
      </w:r>
      <w:r w:rsidR="00DE313F">
        <w:t xml:space="preserve"> ; </w:t>
      </w:r>
      <w:r w:rsidRPr="003D2FAA">
        <w:t>la malignité jaillissait de ces yeux</w:t>
      </w:r>
      <w:r w:rsidR="00DE313F">
        <w:t xml:space="preserve">, </w:t>
      </w:r>
      <w:r w:rsidRPr="003D2FAA">
        <w:t>de ces bouches</w:t>
      </w:r>
      <w:r w:rsidR="00DE313F">
        <w:t xml:space="preserve"> ; </w:t>
      </w:r>
      <w:r w:rsidRPr="003D2FAA">
        <w:t>l</w:t>
      </w:r>
      <w:r w:rsidR="00DE313F">
        <w:t>’</w:t>
      </w:r>
      <w:r w:rsidRPr="003D2FAA">
        <w:t xml:space="preserve">allusion aux visites de </w:t>
      </w:r>
      <w:proofErr w:type="spellStart"/>
      <w:r w:rsidRPr="003D2FAA">
        <w:t>Silvagni</w:t>
      </w:r>
      <w:proofErr w:type="spellEnd"/>
      <w:r w:rsidRPr="003D2FAA">
        <w:t xml:space="preserve"> dans son bureau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allusion aux bontés qu</w:t>
      </w:r>
      <w:r w:rsidR="00DE313F">
        <w:t>’</w:t>
      </w:r>
      <w:r w:rsidRPr="003D2FAA">
        <w:t>il avait eues pour elle depuis son arrivée</w:t>
      </w:r>
      <w:r w:rsidR="00DE313F">
        <w:t xml:space="preserve">, </w:t>
      </w:r>
      <w:r w:rsidRPr="003D2FAA">
        <w:t>se voyait clairement dans leurs grognements</w:t>
      </w:r>
      <w:r w:rsidR="00DE313F">
        <w:t xml:space="preserve">, </w:t>
      </w:r>
      <w:r w:rsidRPr="003D2FAA">
        <w:t>dans leurs grimaces</w:t>
      </w:r>
      <w:r w:rsidR="00DE313F">
        <w:t xml:space="preserve"> ! </w:t>
      </w:r>
      <w:r w:rsidRPr="003D2FAA">
        <w:t xml:space="preserve">Et la pâleur de </w:t>
      </w:r>
      <w:proofErr w:type="spellStart"/>
      <w:r w:rsidRPr="003D2FAA">
        <w:t>Silvagni</w:t>
      </w:r>
      <w:proofErr w:type="spellEnd"/>
      <w:r w:rsidR="00DE313F">
        <w:t xml:space="preserve">, </w:t>
      </w:r>
      <w:r w:rsidRPr="003D2FAA">
        <w:t>son trouble</w:t>
      </w:r>
      <w:r w:rsidR="00DE313F">
        <w:t xml:space="preserve">, </w:t>
      </w:r>
      <w:r w:rsidRPr="003D2FAA">
        <w:t>donnaient un aliment aux soupçons malins</w:t>
      </w:r>
      <w:r w:rsidR="00DE313F">
        <w:t xml:space="preserve">. </w:t>
      </w:r>
      <w:r w:rsidRPr="003D2FAA">
        <w:t>Mais comment</w:t>
      </w:r>
      <w:r w:rsidR="00DE313F">
        <w:t xml:space="preserve"> ? </w:t>
      </w:r>
      <w:r w:rsidRPr="003D2FAA">
        <w:t>Est-ce po</w:t>
      </w:r>
      <w:r w:rsidRPr="003D2FAA">
        <w:t>s</w:t>
      </w:r>
      <w:r w:rsidRPr="003D2FAA">
        <w:t>sible</w:t>
      </w:r>
      <w:r w:rsidR="00DE313F">
        <w:t xml:space="preserve"> ? </w:t>
      </w:r>
      <w:r w:rsidRPr="003D2FAA">
        <w:t>Cette pâleur</w:t>
      </w:r>
      <w:r w:rsidR="00DE313F">
        <w:t xml:space="preserve">, </w:t>
      </w:r>
      <w:r w:rsidRPr="003D2FAA">
        <w:t>ce trouble</w:t>
      </w:r>
      <w:r w:rsidR="00DE313F">
        <w:t xml:space="preserve">… </w:t>
      </w:r>
      <w:r w:rsidRPr="003D2FAA">
        <w:t>pouvait-il peut-être croire</w:t>
      </w:r>
      <w:r w:rsidR="00DE313F">
        <w:t xml:space="preserve">, </w:t>
      </w:r>
      <w:r w:rsidRPr="003D2FAA">
        <w:t>lui aussi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</w:t>
      </w:r>
      <w:r w:rsidR="00DE313F">
        <w:t xml:space="preserve"> ?… </w:t>
      </w:r>
      <w:r w:rsidRPr="003D2FAA">
        <w:t>Non ce n</w:t>
      </w:r>
      <w:r w:rsidR="00DE313F">
        <w:t>’</w:t>
      </w:r>
      <w:r w:rsidRPr="003D2FAA">
        <w:t>était pas possible</w:t>
      </w:r>
      <w:r w:rsidR="00DE313F">
        <w:t xml:space="preserve"> ! </w:t>
      </w:r>
      <w:r w:rsidRPr="003D2FAA">
        <w:t>Mais pourquoi alors</w:t>
      </w:r>
      <w:r w:rsidR="00DE313F">
        <w:t xml:space="preserve"> ? </w:t>
      </w:r>
      <w:r w:rsidRPr="003D2FAA">
        <w:t>Peut-être parce que les autres le croyaient</w:t>
      </w:r>
      <w:r w:rsidR="00DE313F">
        <w:t xml:space="preserve"> ? </w:t>
      </w:r>
      <w:r w:rsidRPr="003D2FAA">
        <w:t>Mais au lieu de pâlir et de se troubler de cette façon</w:t>
      </w:r>
      <w:r w:rsidR="00DE313F">
        <w:t xml:space="preserve">, </w:t>
      </w:r>
      <w:r w:rsidRPr="003D2FAA">
        <w:t>il aurait dû protester</w:t>
      </w:r>
      <w:r w:rsidR="00DE313F">
        <w:t xml:space="preserve"> ! </w:t>
      </w:r>
      <w:r w:rsidRPr="003D2FAA">
        <w:t>Il ne protestait pas</w:t>
      </w:r>
      <w:r w:rsidR="00DE313F">
        <w:t xml:space="preserve"> ; </w:t>
      </w:r>
      <w:r w:rsidRPr="003D2FAA">
        <w:t>il pâlissait de plus en plus</w:t>
      </w:r>
      <w:r w:rsidR="00DE313F">
        <w:t xml:space="preserve">, </w:t>
      </w:r>
      <w:r w:rsidRPr="003D2FAA">
        <w:t>et une cruelle souffrance se montrait dans ses yeux</w:t>
      </w:r>
      <w:r w:rsidR="00DE313F">
        <w:t xml:space="preserve">. </w:t>
      </w:r>
      <w:r w:rsidRPr="003D2FAA">
        <w:t>Pourquoi</w:t>
      </w:r>
      <w:r w:rsidR="00DE313F">
        <w:t xml:space="preserve"> ? </w:t>
      </w:r>
      <w:r w:rsidRPr="003D2FAA">
        <w:t>Est-ce que peut-être</w:t>
      </w:r>
      <w:r w:rsidR="00DE313F">
        <w:t xml:space="preserve"> ?… </w:t>
      </w:r>
      <w:r w:rsidRPr="003D2FAA">
        <w:t>Était-ce possible</w:t>
      </w:r>
      <w:r w:rsidR="00DE313F">
        <w:t> ?…</w:t>
      </w:r>
    </w:p>
    <w:p w14:paraId="6B3A5691" w14:textId="77777777" w:rsidR="00DE313F" w:rsidRDefault="0074134D" w:rsidP="0074134D">
      <w:r w:rsidRPr="003D2FAA">
        <w:t>Un éclair passa en elle</w:t>
      </w:r>
      <w:r w:rsidR="00DE313F">
        <w:t xml:space="preserve">, </w:t>
      </w:r>
      <w:r w:rsidRPr="003D2FAA">
        <w:t>un déchirement se fit en elle</w:t>
      </w:r>
      <w:r w:rsidR="00DE313F">
        <w:t xml:space="preserve"> ; </w:t>
      </w:r>
      <w:r w:rsidRPr="003D2FAA">
        <w:t>puis un orageux désordre les suivit</w:t>
      </w:r>
      <w:r w:rsidR="00DE313F">
        <w:t xml:space="preserve"> ! </w:t>
      </w:r>
      <w:r w:rsidRPr="003D2FAA">
        <w:t>Mais en cette minute d</w:t>
      </w:r>
      <w:r w:rsidR="00DE313F">
        <w:t>’</w:t>
      </w:r>
      <w:r w:rsidRPr="003D2FAA">
        <w:t>angoissante perplexité</w:t>
      </w:r>
      <w:r w:rsidR="00DE313F">
        <w:t xml:space="preserve">, </w:t>
      </w:r>
      <w:r w:rsidRPr="003D2FAA">
        <w:t>en face des provocations de ces sept hommes déconfits qui continuaient à crier autour d</w:t>
      </w:r>
      <w:r w:rsidR="00DE313F">
        <w:t>’</w:t>
      </w:r>
      <w:r w:rsidRPr="003D2FAA">
        <w:t xml:space="preserve">elle avec une furie </w:t>
      </w:r>
      <w:proofErr w:type="spellStart"/>
      <w:r w:rsidRPr="003D2FAA">
        <w:t>lacérante</w:t>
      </w:r>
      <w:proofErr w:type="spellEnd"/>
      <w:r w:rsidR="00DE313F">
        <w:t> :</w:t>
      </w:r>
    </w:p>
    <w:p w14:paraId="096ED02D" w14:textId="77777777" w:rsidR="00DE313F" w:rsidRDefault="00DE313F" w:rsidP="0074134D">
      <w:r>
        <w:t>— </w:t>
      </w:r>
      <w:r w:rsidR="0074134D" w:rsidRPr="003D2FAA">
        <w:t>Voilà</w:t>
      </w:r>
      <w:r>
        <w:t xml:space="preserve"> ! </w:t>
      </w:r>
      <w:r w:rsidR="0074134D" w:rsidRPr="003D2FAA">
        <w:t>Voilà</w:t>
      </w:r>
      <w:r>
        <w:t xml:space="preserve"> ! </w:t>
      </w:r>
      <w:r w:rsidR="0074134D" w:rsidRPr="003D2FAA">
        <w:t>Vous voyez</w:t>
      </w:r>
      <w:r>
        <w:t xml:space="preserve"> ? </w:t>
      </w:r>
      <w:r w:rsidR="0074134D" w:rsidRPr="003D2FAA">
        <w:t>Elle le dit</w:t>
      </w:r>
      <w:r>
        <w:t xml:space="preserve">, </w:t>
      </w:r>
      <w:r w:rsidR="0074134D" w:rsidRPr="003D2FAA">
        <w:t>mais lui ne le dit pas</w:t>
      </w:r>
      <w:r>
        <w:t xml:space="preserve"> ! </w:t>
      </w:r>
      <w:r w:rsidR="0074134D" w:rsidRPr="003D2FAA">
        <w:t>Il ne le dit pas</w:t>
      </w:r>
      <w:r>
        <w:t> !</w:t>
      </w:r>
    </w:p>
    <w:p w14:paraId="3E654CDD" w14:textId="77777777" w:rsidR="00DE313F" w:rsidRDefault="00DE313F" w:rsidP="0074134D">
      <w:r>
        <w:t>— </w:t>
      </w:r>
      <w:r w:rsidR="0074134D" w:rsidRPr="003D2FAA">
        <w:t>Comment</w:t>
      </w:r>
      <w:r>
        <w:t xml:space="preserve">, </w:t>
      </w:r>
      <w:r w:rsidR="0074134D" w:rsidRPr="003D2FAA">
        <w:t>il ne le dit pas</w:t>
      </w:r>
      <w:r>
        <w:t xml:space="preserve"> ? </w:t>
      </w:r>
      <w:r w:rsidR="0074134D" w:rsidRPr="003D2FAA">
        <w:t>cria la jeune femme</w:t>
      </w:r>
      <w:r>
        <w:t xml:space="preserve">, </w:t>
      </w:r>
      <w:r w:rsidR="0074134D" w:rsidRPr="003D2FAA">
        <w:t>laissant dominer le dépit en elle au milieu de l</w:t>
      </w:r>
      <w:r>
        <w:t>’</w:t>
      </w:r>
      <w:r w:rsidR="0074134D" w:rsidRPr="003D2FAA">
        <w:t>agitation et de la lutte de tant de sentiments opposés</w:t>
      </w:r>
      <w:r>
        <w:t>.</w:t>
      </w:r>
    </w:p>
    <w:p w14:paraId="48619F7C" w14:textId="77777777" w:rsidR="00DE313F" w:rsidRDefault="0074134D" w:rsidP="0074134D">
      <w:r w:rsidRPr="003D2FAA">
        <w:lastRenderedPageBreak/>
        <w:t xml:space="preserve">Et se plantant devant </w:t>
      </w:r>
      <w:proofErr w:type="spellStart"/>
      <w:r w:rsidRPr="003D2FAA">
        <w:t>Silvagni</w:t>
      </w:r>
      <w:proofErr w:type="spellEnd"/>
      <w:r w:rsidR="00DE313F">
        <w:t xml:space="preserve">, </w:t>
      </w:r>
      <w:r w:rsidRPr="003D2FAA">
        <w:t>agitée d</w:t>
      </w:r>
      <w:r w:rsidR="00DE313F">
        <w:t>’</w:t>
      </w:r>
      <w:r w:rsidRPr="003D2FAA">
        <w:t>un frémissement convulsif</w:t>
      </w:r>
      <w:r w:rsidR="00DE313F">
        <w:t xml:space="preserve">, </w:t>
      </w:r>
      <w:r w:rsidRPr="003D2FAA">
        <w:t>elle le regarda dans les yeux et lui demanda</w:t>
      </w:r>
      <w:r w:rsidR="00DE313F">
        <w:t> :</w:t>
      </w:r>
    </w:p>
    <w:p w14:paraId="2ABF8311" w14:textId="77777777" w:rsidR="00DE313F" w:rsidRDefault="00DE313F" w:rsidP="0074134D">
      <w:r>
        <w:t>— </w:t>
      </w:r>
      <w:r w:rsidR="0074134D" w:rsidRPr="003D2FAA">
        <w:t>Pouvez-vous croire sérieusement qu</w:t>
      </w:r>
      <w:r>
        <w:t>’</w:t>
      </w:r>
      <w:r w:rsidR="0074134D" w:rsidRPr="003D2FAA">
        <w:t>en vous offrant cette rose</w:t>
      </w:r>
      <w:r>
        <w:t xml:space="preserve">, </w:t>
      </w:r>
      <w:r w:rsidR="0074134D" w:rsidRPr="003D2FAA">
        <w:t>j</w:t>
      </w:r>
      <w:r>
        <w:t>’</w:t>
      </w:r>
      <w:r w:rsidR="0074134D" w:rsidRPr="003D2FAA">
        <w:t>ai voulu vous faire une déclaration</w:t>
      </w:r>
      <w:r>
        <w:t> ?</w:t>
      </w:r>
    </w:p>
    <w:p w14:paraId="661E3F51" w14:textId="77777777" w:rsidR="00DE313F" w:rsidRDefault="0074134D" w:rsidP="0074134D">
      <w:r w:rsidRPr="003D2FAA">
        <w:t>Avec de nouveau un sourire pâle sur les lèvres</w:t>
      </w:r>
      <w:r w:rsidR="00DE313F">
        <w:t xml:space="preserve">, </w:t>
      </w:r>
      <w:r w:rsidRPr="003D2FAA">
        <w:t xml:space="preserve">Fausto </w:t>
      </w:r>
      <w:proofErr w:type="spellStart"/>
      <w:r w:rsidRPr="003D2FAA">
        <w:t>Si</w:t>
      </w:r>
      <w:r w:rsidRPr="003D2FAA">
        <w:t>l</w:t>
      </w:r>
      <w:r w:rsidRPr="003D2FAA">
        <w:t>vagni</w:t>
      </w:r>
      <w:proofErr w:type="spellEnd"/>
      <w:r w:rsidRPr="003D2FAA">
        <w:t xml:space="preserve"> resta un instant à la regarder</w:t>
      </w:r>
      <w:r w:rsidR="00DE313F">
        <w:t>.</w:t>
      </w:r>
    </w:p>
    <w:p w14:paraId="30F7A8F5" w14:textId="77777777" w:rsidR="00DE313F" w:rsidRDefault="0074134D" w:rsidP="0074134D">
      <w:r w:rsidRPr="003D2FAA">
        <w:t>Pauvre petite fée</w:t>
      </w:r>
      <w:r w:rsidR="00DE313F">
        <w:t xml:space="preserve">, </w:t>
      </w:r>
      <w:r w:rsidRPr="003D2FAA">
        <w:t>obligée par l</w:t>
      </w:r>
      <w:r w:rsidR="00DE313F">
        <w:t>’</w:t>
      </w:r>
      <w:r w:rsidRPr="003D2FAA">
        <w:t>emportement brutal de ces hommes de sortir du cercle magique de cette pure joie</w:t>
      </w:r>
      <w:r w:rsidR="00DE313F">
        <w:t xml:space="preserve">, </w:t>
      </w:r>
      <w:r w:rsidRPr="003D2FAA">
        <w:t>de cette innocente ivresse dans laquelle elle avait follement tournoyé</w:t>
      </w:r>
      <w:r w:rsidR="00DE313F">
        <w:t xml:space="preserve"> ! </w:t>
      </w:r>
      <w:r w:rsidRPr="003D2FAA">
        <w:t>Et voilà que</w:t>
      </w:r>
      <w:r w:rsidR="00DE313F">
        <w:t xml:space="preserve">, </w:t>
      </w:r>
      <w:r w:rsidRPr="003D2FAA">
        <w:t>maintenant</w:t>
      </w:r>
      <w:r w:rsidR="00DE313F">
        <w:t xml:space="preserve">, </w:t>
      </w:r>
      <w:r w:rsidRPr="003D2FAA">
        <w:t>pour défendre contre l</w:t>
      </w:r>
      <w:r w:rsidR="00DE313F">
        <w:t>’</w:t>
      </w:r>
      <w:r w:rsidRPr="003D2FAA">
        <w:t>acharnement des appétits brutaux de ces hommes l</w:t>
      </w:r>
      <w:r w:rsidR="00DE313F">
        <w:t>’</w:t>
      </w:r>
      <w:r w:rsidRPr="003D2FAA">
        <w:t>innocence de sa folle joie d</w:t>
      </w:r>
      <w:r w:rsidR="00DE313F">
        <w:t>’</w:t>
      </w:r>
      <w:r w:rsidRPr="003D2FAA">
        <w:t>un soir</w:t>
      </w:r>
      <w:r w:rsidR="00DE313F">
        <w:t xml:space="preserve">, </w:t>
      </w:r>
      <w:r w:rsidRPr="003D2FAA">
        <w:t>elle exigeait de lui la renonciation à un amour qui aurait duré toute sa vie</w:t>
      </w:r>
      <w:r w:rsidR="00DE313F">
        <w:t xml:space="preserve"> ; </w:t>
      </w:r>
      <w:r w:rsidRPr="003D2FAA">
        <w:t>elle lui demandait une réponse qui eût de l</w:t>
      </w:r>
      <w:r w:rsidR="00DE313F">
        <w:t>’</w:t>
      </w:r>
      <w:r w:rsidRPr="003D2FAA">
        <w:t>efficace pour l</w:t>
      </w:r>
      <w:r w:rsidR="00DE313F">
        <w:t>’</w:t>
      </w:r>
      <w:r w:rsidRPr="003D2FAA">
        <w:t>heure présente et pour toujours</w:t>
      </w:r>
      <w:r w:rsidR="00DE313F">
        <w:t xml:space="preserve">, </w:t>
      </w:r>
      <w:r w:rsidRPr="003D2FAA">
        <w:t>une réponse qui dût faire</w:t>
      </w:r>
      <w:r w:rsidR="00DE313F">
        <w:t xml:space="preserve">, </w:t>
      </w:r>
      <w:r w:rsidRPr="003D2FAA">
        <w:t>dans la minute même</w:t>
      </w:r>
      <w:r w:rsidR="00DE313F">
        <w:t xml:space="preserve">, </w:t>
      </w:r>
      <w:r w:rsidRPr="003D2FAA">
        <w:t>flétrir cette rose dans ses doigts</w:t>
      </w:r>
      <w:r w:rsidR="00DE313F">
        <w:t>.</w:t>
      </w:r>
    </w:p>
    <w:p w14:paraId="74F8D6F4" w14:textId="77777777" w:rsidR="00DE313F" w:rsidRDefault="0074134D" w:rsidP="0074134D">
      <w:r w:rsidRPr="003D2FAA">
        <w:t>Se dressant sur ses pieds et regardant avec une fermeté froide les sept adversaires</w:t>
      </w:r>
      <w:r w:rsidR="00DE313F">
        <w:t> :</w:t>
      </w:r>
    </w:p>
    <w:p w14:paraId="0E348E7F" w14:textId="77777777" w:rsidR="00DE313F" w:rsidRDefault="00DE313F" w:rsidP="0074134D">
      <w:r>
        <w:t>— </w:t>
      </w:r>
      <w:r w:rsidR="0074134D" w:rsidRPr="003D2FAA">
        <w:t>Non seulement je ne puis le croire</w:t>
      </w:r>
      <w:r>
        <w:t xml:space="preserve">, </w:t>
      </w:r>
      <w:r w:rsidR="0074134D" w:rsidRPr="003D2FAA">
        <w:t>moi-même</w:t>
      </w:r>
      <w:r>
        <w:t xml:space="preserve">, </w:t>
      </w:r>
      <w:r w:rsidR="0074134D" w:rsidRPr="003D2FAA">
        <w:t>mais soyez sûre que nul ne le croira jamais</w:t>
      </w:r>
      <w:r>
        <w:t xml:space="preserve">, </w:t>
      </w:r>
      <w:r w:rsidR="0074134D" w:rsidRPr="003D2FAA">
        <w:t>madame</w:t>
      </w:r>
      <w:r>
        <w:t xml:space="preserve">. </w:t>
      </w:r>
      <w:r w:rsidR="0074134D" w:rsidRPr="003D2FAA">
        <w:t>Voilà votre rose</w:t>
      </w:r>
      <w:r>
        <w:t xml:space="preserve"> ; </w:t>
      </w:r>
      <w:r w:rsidR="0074134D" w:rsidRPr="003D2FAA">
        <w:t>faites ce que je ne puis faire</w:t>
      </w:r>
      <w:r>
        <w:t xml:space="preserve"> : </w:t>
      </w:r>
      <w:r w:rsidR="0074134D" w:rsidRPr="003D2FAA">
        <w:t>jetez-la au loin</w:t>
      </w:r>
      <w:r>
        <w:t xml:space="preserve"> ! </w:t>
      </w:r>
      <w:r w:rsidR="0074134D" w:rsidRPr="003D2FAA">
        <w:t>loin</w:t>
      </w:r>
      <w:r>
        <w:t> !</w:t>
      </w:r>
    </w:p>
    <w:p w14:paraId="11C8E2BC" w14:textId="77777777" w:rsidR="00DE313F" w:rsidRDefault="0074134D" w:rsidP="0074134D">
      <w:r w:rsidRPr="003D2FAA">
        <w:t xml:space="preserve">Madame </w:t>
      </w:r>
      <w:proofErr w:type="spellStart"/>
      <w:r w:rsidRPr="003D2FAA">
        <w:t>Lucietta</w:t>
      </w:r>
      <w:proofErr w:type="spellEnd"/>
      <w:r w:rsidRPr="003D2FAA">
        <w:t xml:space="preserve"> prit la rose d</w:t>
      </w:r>
      <w:r w:rsidR="00DE313F">
        <w:t>’</w:t>
      </w:r>
      <w:r w:rsidRPr="003D2FAA">
        <w:t>une main un peu tre</w:t>
      </w:r>
      <w:r w:rsidRPr="003D2FAA">
        <w:t>m</w:t>
      </w:r>
      <w:r w:rsidRPr="003D2FAA">
        <w:t>blante et la jeta dans une encoignure</w:t>
      </w:r>
      <w:r w:rsidR="00DE313F">
        <w:t>.</w:t>
      </w:r>
    </w:p>
    <w:p w14:paraId="70AAB054" w14:textId="77777777" w:rsidR="00DE313F" w:rsidRDefault="00DE313F" w:rsidP="0074134D">
      <w:r>
        <w:t>— </w:t>
      </w:r>
      <w:r w:rsidR="0074134D" w:rsidRPr="003D2FAA">
        <w:t>Voilà</w:t>
      </w:r>
      <w:r>
        <w:t xml:space="preserve"> ! </w:t>
      </w:r>
      <w:r w:rsidR="0074134D" w:rsidRPr="003D2FAA">
        <w:t>Merci</w:t>
      </w:r>
      <w:r>
        <w:t xml:space="preserve"> ! </w:t>
      </w:r>
      <w:r w:rsidR="0074134D" w:rsidRPr="003D2FAA">
        <w:t>dit-elle avec un soupir</w:t>
      </w:r>
      <w:r>
        <w:t xml:space="preserve">. </w:t>
      </w:r>
      <w:r w:rsidR="0074134D" w:rsidRPr="003D2FAA">
        <w:t>Mais elle sentait cruellement quelle chose précieuse elle avait jetée loin d</w:t>
      </w:r>
      <w:r>
        <w:t>’</w:t>
      </w:r>
      <w:r w:rsidR="0074134D" w:rsidRPr="003D2FAA">
        <w:t>elle pour toujours</w:t>
      </w:r>
      <w:r>
        <w:t> !</w:t>
      </w:r>
    </w:p>
    <w:p w14:paraId="2FCC2DE5" w14:textId="62AF0DA0" w:rsidR="0074134D" w:rsidRPr="00920F1B" w:rsidRDefault="0074134D" w:rsidP="00DE313F">
      <w:pPr>
        <w:pStyle w:val="Titre1"/>
      </w:pPr>
      <w:bookmarkStart w:id="23" w:name="_Toc193482015"/>
      <w:proofErr w:type="spellStart"/>
      <w:r w:rsidRPr="00920F1B">
        <w:lastRenderedPageBreak/>
        <w:t>PALLINO</w:t>
      </w:r>
      <w:proofErr w:type="spellEnd"/>
      <w:r w:rsidRPr="00920F1B">
        <w:t xml:space="preserve"> ET MIMI</w:t>
      </w:r>
      <w:bookmarkEnd w:id="23"/>
    </w:p>
    <w:p w14:paraId="7EE6DC5B" w14:textId="77777777" w:rsidR="00DE313F" w:rsidRDefault="0074134D" w:rsidP="0074134D">
      <w:r w:rsidRPr="003D2FAA">
        <w:t>Il se nomma d</w:t>
      </w:r>
      <w:r w:rsidR="00DE313F">
        <w:t>’</w:t>
      </w:r>
      <w:r w:rsidRPr="003D2FAA">
        <w:t xml:space="preserve">abord </w:t>
      </w:r>
      <w:proofErr w:type="spellStart"/>
      <w:r w:rsidRPr="003D2FAA">
        <w:t>Pallino</w:t>
      </w:r>
      <w:proofErr w:type="spellEnd"/>
      <w:r w:rsidRPr="003D2FAA">
        <w:t xml:space="preserve"> parce que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il naquit</w:t>
      </w:r>
      <w:r w:rsidR="00DE313F">
        <w:t xml:space="preserve">, </w:t>
      </w:r>
      <w:r w:rsidRPr="003D2FAA">
        <w:t>il ressemblait à une paume</w:t>
      </w:r>
      <w:r w:rsidR="00DE313F">
        <w:t>.</w:t>
      </w:r>
    </w:p>
    <w:p w14:paraId="1C633498" w14:textId="77777777" w:rsidR="00DE313F" w:rsidRDefault="0074134D" w:rsidP="0074134D">
      <w:r w:rsidRPr="003D2FAA">
        <w:t>De toute la portée qui fut de six</w:t>
      </w:r>
      <w:r w:rsidR="00DE313F">
        <w:t xml:space="preserve">, </w:t>
      </w:r>
      <w:r w:rsidRPr="003D2FAA">
        <w:t>lui seul fut sauvé</w:t>
      </w:r>
      <w:r w:rsidR="00DE313F">
        <w:t xml:space="preserve">, </w:t>
      </w:r>
      <w:r w:rsidRPr="003D2FAA">
        <w:t>grâce aux instantes prières</w:t>
      </w:r>
      <w:r w:rsidR="00DE313F">
        <w:t xml:space="preserve">, </w:t>
      </w:r>
      <w:r w:rsidRPr="003D2FAA">
        <w:t>à la tendre protection des enfants</w:t>
      </w:r>
      <w:r w:rsidR="00DE313F">
        <w:t>.</w:t>
      </w:r>
    </w:p>
    <w:p w14:paraId="104BCEDF" w14:textId="77777777" w:rsidR="00DE313F" w:rsidRDefault="0074134D" w:rsidP="0074134D">
      <w:r w:rsidRPr="003D2FAA">
        <w:t>Comme papa Colombo ne pouvait plus aller à la chasse</w:t>
      </w:r>
      <w:r w:rsidR="00DE313F">
        <w:t xml:space="preserve"> – </w:t>
      </w:r>
      <w:r w:rsidRPr="003D2FAA">
        <w:t>qui était sa passion</w:t>
      </w:r>
      <w:r w:rsidR="00DE313F">
        <w:t xml:space="preserve"> ! – </w:t>
      </w:r>
      <w:r w:rsidRPr="003D2FAA">
        <w:t>il ne voulait plus aucun chien chez lui</w:t>
      </w:r>
      <w:r w:rsidR="00DE313F">
        <w:t xml:space="preserve"> ; </w:t>
      </w:r>
      <w:r w:rsidRPr="003D2FAA">
        <w:t>et tous ces petits chiens</w:t>
      </w:r>
      <w:r w:rsidR="00DE313F">
        <w:t xml:space="preserve">, </w:t>
      </w:r>
      <w:r w:rsidRPr="003D2FAA">
        <w:t>tous</w:t>
      </w:r>
      <w:r w:rsidR="00DE313F">
        <w:t xml:space="preserve">, </w:t>
      </w:r>
      <w:r w:rsidRPr="003D2FAA">
        <w:t>il les voulait morts</w:t>
      </w:r>
      <w:r w:rsidR="00DE313F">
        <w:t xml:space="preserve"> ! </w:t>
      </w:r>
      <w:r w:rsidRPr="003D2FAA">
        <w:t>Et que n</w:t>
      </w:r>
      <w:r w:rsidR="00DE313F">
        <w:t>’</w:t>
      </w:r>
      <w:r w:rsidRPr="003D2FAA">
        <w:t xml:space="preserve">était morte aussi la </w:t>
      </w:r>
      <w:proofErr w:type="spellStart"/>
      <w:r w:rsidRPr="003D2FAA">
        <w:t>Vespina</w:t>
      </w:r>
      <w:proofErr w:type="spellEnd"/>
      <w:r w:rsidR="00DE313F">
        <w:t xml:space="preserve">, </w:t>
      </w:r>
      <w:r w:rsidRPr="003D2FAA">
        <w:t>leur mère</w:t>
      </w:r>
      <w:r w:rsidR="00DE313F">
        <w:t xml:space="preserve">, </w:t>
      </w:r>
      <w:r w:rsidRPr="003D2FAA">
        <w:t>qui lui rappelait ses belles chasses des années précédentes</w:t>
      </w:r>
      <w:r w:rsidR="00DE313F">
        <w:t xml:space="preserve">, </w:t>
      </w:r>
      <w:r w:rsidRPr="003D2FAA">
        <w:t>alors qu</w:t>
      </w:r>
      <w:r w:rsidR="00DE313F">
        <w:t>’</w:t>
      </w:r>
      <w:r w:rsidRPr="003D2FAA">
        <w:t>il ne souffrait pas e</w:t>
      </w:r>
      <w:r w:rsidRPr="003D2FAA">
        <w:t>n</w:t>
      </w:r>
      <w:r w:rsidRPr="003D2FAA">
        <w:t>core de ce maudit catarrhe</w:t>
      </w:r>
      <w:r w:rsidR="00DE313F">
        <w:t xml:space="preserve">, </w:t>
      </w:r>
      <w:r w:rsidRPr="003D2FAA">
        <w:t>et de ces maudits rhumatismes</w:t>
      </w:r>
      <w:r w:rsidR="00DE313F">
        <w:t xml:space="preserve"> ; </w:t>
      </w:r>
      <w:r w:rsidRPr="003D2FAA">
        <w:t>de ces rhumatismes qui</w:t>
      </w:r>
      <w:r w:rsidR="00DE313F">
        <w:t xml:space="preserve">, </w:t>
      </w:r>
      <w:r w:rsidRPr="003D2FAA">
        <w:t>on pouvait le voir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avaient tordu comme un crochet</w:t>
      </w:r>
      <w:r w:rsidR="00DE313F">
        <w:t> !</w:t>
      </w:r>
    </w:p>
    <w:p w14:paraId="48D526BC" w14:textId="77777777" w:rsidR="00DE313F" w:rsidRDefault="0074134D" w:rsidP="0074134D">
      <w:r w:rsidRPr="003D2FAA">
        <w:t xml:space="preserve">À </w:t>
      </w:r>
      <w:proofErr w:type="spellStart"/>
      <w:r w:rsidRPr="003D2FAA">
        <w:t>Chianciano</w:t>
      </w:r>
      <w:proofErr w:type="spellEnd"/>
      <w:r w:rsidR="00DE313F">
        <w:t xml:space="preserve">, </w:t>
      </w:r>
      <w:r w:rsidRPr="003D2FAA">
        <w:t>même pendant les mois chauds</w:t>
      </w:r>
      <w:r w:rsidR="00DE313F">
        <w:t xml:space="preserve">, </w:t>
      </w:r>
      <w:r w:rsidRPr="003D2FAA">
        <w:t xml:space="preserve">le vent se permettait des </w:t>
      </w:r>
      <w:proofErr w:type="spellStart"/>
      <w:r w:rsidRPr="003D2FAA">
        <w:rPr>
          <w:i/>
          <w:iCs/>
        </w:rPr>
        <w:t>libeciate</w:t>
      </w:r>
      <w:proofErr w:type="spellEnd"/>
      <w:r w:rsidRPr="00920F1B">
        <w:rPr>
          <w:rStyle w:val="Appelnotedebasdep"/>
        </w:rPr>
        <w:footnoteReference w:id="6"/>
      </w:r>
      <w:r w:rsidRPr="003D2FAA">
        <w:t xml:space="preserve"> qui investissaient les maisons et les s</w:t>
      </w:r>
      <w:r w:rsidRPr="003D2FAA">
        <w:t>e</w:t>
      </w:r>
      <w:r w:rsidRPr="003D2FAA">
        <w:t>couaient jusqu</w:t>
      </w:r>
      <w:r w:rsidR="00DE313F">
        <w:t>’</w:t>
      </w:r>
      <w:r w:rsidRPr="003D2FAA">
        <w:t>à presque les arracher et les emporter avec soi</w:t>
      </w:r>
      <w:r w:rsidR="00DE313F">
        <w:t xml:space="preserve"> ! </w:t>
      </w:r>
      <w:r w:rsidRPr="003D2FAA">
        <w:t>Alors on peut se figurer ce qui se passait l</w:t>
      </w:r>
      <w:r w:rsidR="00DE313F">
        <w:t>’</w:t>
      </w:r>
      <w:r w:rsidRPr="003D2FAA">
        <w:t>hiver</w:t>
      </w:r>
      <w:r w:rsidR="00DE313F">
        <w:t> !</w:t>
      </w:r>
    </w:p>
    <w:p w14:paraId="788ABA42" w14:textId="77777777" w:rsidR="00DE313F" w:rsidRDefault="0074134D" w:rsidP="0074134D">
      <w:r w:rsidRPr="003D2FAA">
        <w:t>Tous se tenaient donc dans la cuisine</w:t>
      </w:r>
      <w:r w:rsidR="00DE313F">
        <w:t xml:space="preserve">, </w:t>
      </w:r>
      <w:r w:rsidRPr="003D2FAA">
        <w:t>étroitement tapis au coin du feu avec des manteaux sur les épaules</w:t>
      </w:r>
      <w:r w:rsidR="00DE313F">
        <w:t xml:space="preserve">, </w:t>
      </w:r>
      <w:r w:rsidRPr="003D2FAA">
        <w:t>sans mettre le bout du nez dehors</w:t>
      </w:r>
      <w:r w:rsidR="00DE313F">
        <w:t xml:space="preserve"> ; </w:t>
      </w:r>
      <w:r w:rsidRPr="003D2FAA">
        <w:t>non</w:t>
      </w:r>
      <w:r w:rsidR="00DE313F">
        <w:t xml:space="preserve">, </w:t>
      </w:r>
      <w:r w:rsidRPr="003D2FAA">
        <w:t>pas même le dimanche pour aller à la messe</w:t>
      </w:r>
      <w:r w:rsidR="00DE313F">
        <w:t> !</w:t>
      </w:r>
    </w:p>
    <w:p w14:paraId="30240152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papa Colombo</w:t>
      </w:r>
      <w:r w:rsidR="00DE313F">
        <w:t xml:space="preserve">, </w:t>
      </w:r>
      <w:r w:rsidRPr="003D2FAA">
        <w:t>tout courbé</w:t>
      </w:r>
      <w:r w:rsidR="00DE313F">
        <w:t xml:space="preserve">, </w:t>
      </w:r>
      <w:r w:rsidRPr="003D2FAA">
        <w:t>les jambes bandées</w:t>
      </w:r>
      <w:r w:rsidR="00DE313F">
        <w:t xml:space="preserve">, </w:t>
      </w:r>
      <w:r w:rsidRPr="003D2FAA">
        <w:t>haletant à chaque pas</w:t>
      </w:r>
      <w:r w:rsidR="00DE313F">
        <w:t xml:space="preserve">, </w:t>
      </w:r>
      <w:r w:rsidRPr="003D2FAA">
        <w:t>faisait furtivement une petite fugue à la salle à manger</w:t>
      </w:r>
      <w:r w:rsidR="00DE313F">
        <w:t xml:space="preserve">, </w:t>
      </w:r>
      <w:r w:rsidRPr="003D2FAA">
        <w:t>pour voir</w:t>
      </w:r>
      <w:r w:rsidR="00DE313F">
        <w:t xml:space="preserve">, </w:t>
      </w:r>
      <w:r w:rsidRPr="003D2FAA">
        <w:t>du balcon</w:t>
      </w:r>
      <w:r w:rsidR="00DE313F">
        <w:t xml:space="preserve">, </w:t>
      </w:r>
      <w:r w:rsidRPr="003D2FAA">
        <w:t xml:space="preserve">le </w:t>
      </w:r>
      <w:r w:rsidRPr="003D2FAA">
        <w:lastRenderedPageBreak/>
        <w:t xml:space="preserve">val de </w:t>
      </w:r>
      <w:proofErr w:type="spellStart"/>
      <w:r w:rsidRPr="003D2FAA">
        <w:t>Chiana</w:t>
      </w:r>
      <w:proofErr w:type="spellEnd"/>
      <w:r w:rsidRPr="003D2FAA">
        <w:t xml:space="preserve"> que l</w:t>
      </w:r>
      <w:r w:rsidR="00DE313F">
        <w:t>’</w:t>
      </w:r>
      <w:r w:rsidRPr="003D2FAA">
        <w:t>on apercevait de là</w:t>
      </w:r>
      <w:r w:rsidR="00DE313F">
        <w:t xml:space="preserve">, </w:t>
      </w:r>
      <w:r w:rsidRPr="003D2FAA">
        <w:t xml:space="preserve">et son beau domaine de </w:t>
      </w:r>
      <w:proofErr w:type="spellStart"/>
      <w:r w:rsidRPr="003D2FAA">
        <w:t>Ca</w:t>
      </w:r>
      <w:r w:rsidRPr="003D2FAA">
        <w:t>g</w:t>
      </w:r>
      <w:r w:rsidRPr="003D2FAA">
        <w:t>giolo</w:t>
      </w:r>
      <w:proofErr w:type="spellEnd"/>
      <w:r w:rsidR="00DE313F">
        <w:t> !</w:t>
      </w:r>
    </w:p>
    <w:p w14:paraId="4A4D2245" w14:textId="77777777" w:rsidR="00DE313F" w:rsidRDefault="0074134D" w:rsidP="0074134D">
      <w:r w:rsidRPr="003D2FAA">
        <w:t xml:space="preserve">La </w:t>
      </w:r>
      <w:proofErr w:type="spellStart"/>
      <w:r w:rsidRPr="003D2FAA">
        <w:t>Vespina</w:t>
      </w:r>
      <w:proofErr w:type="spellEnd"/>
      <w:r w:rsidRPr="003D2FAA">
        <w:t xml:space="preserve"> le suivait </w:t>
      </w:r>
      <w:r w:rsidRPr="003D2FAA">
        <w:rPr>
          <w:i/>
          <w:iCs/>
        </w:rPr>
        <w:t xml:space="preserve">lemme </w:t>
      </w:r>
      <w:proofErr w:type="spellStart"/>
      <w:r w:rsidRPr="003D2FAA">
        <w:rPr>
          <w:i/>
          <w:iCs/>
        </w:rPr>
        <w:t>lemme</w:t>
      </w:r>
      <w:proofErr w:type="spellEnd"/>
      <w:r w:rsidRPr="00920F1B">
        <w:rPr>
          <w:rStyle w:val="Appelnotedebasdep"/>
        </w:rPr>
        <w:footnoteReference w:id="7"/>
      </w:r>
      <w:r w:rsidR="00DE313F">
        <w:t xml:space="preserve">, </w:t>
      </w:r>
      <w:r w:rsidRPr="003D2FAA">
        <w:t>pleine à ne pouvoir lever ses pattes de terre</w:t>
      </w:r>
      <w:r w:rsidR="00DE313F">
        <w:t xml:space="preserve">, </w:t>
      </w:r>
      <w:r w:rsidRPr="003D2FAA">
        <w:t>comme pour accroître les regrets de la campagne lointaine</w:t>
      </w:r>
      <w:r w:rsidR="00DE313F">
        <w:t xml:space="preserve">, </w:t>
      </w:r>
      <w:r w:rsidRPr="003D2FAA">
        <w:t>le dépit de se voir dans cet état</w:t>
      </w:r>
      <w:r w:rsidR="00DE313F">
        <w:t xml:space="preserve"> ! </w:t>
      </w:r>
      <w:r w:rsidRPr="003D2FAA">
        <w:t>Et</w:t>
      </w:r>
      <w:r w:rsidR="00DE313F">
        <w:t xml:space="preserve">, </w:t>
      </w:r>
      <w:r w:rsidRPr="003D2FAA">
        <w:t>par surcroît</w:t>
      </w:r>
      <w:r w:rsidR="00DE313F">
        <w:t xml:space="preserve">, </w:t>
      </w:r>
      <w:r w:rsidRPr="003D2FAA">
        <w:t>elle allait lui faire des petits</w:t>
      </w:r>
      <w:r w:rsidR="00DE313F">
        <w:t xml:space="preserve">. </w:t>
      </w:r>
      <w:r w:rsidRPr="003D2FAA">
        <w:t>Ah</w:t>
      </w:r>
      <w:r w:rsidR="00DE313F">
        <w:t xml:space="preserve"> ! </w:t>
      </w:r>
      <w:r w:rsidRPr="003D2FAA">
        <w:t>il les lui arrangerait</w:t>
      </w:r>
      <w:r w:rsidR="00DE313F">
        <w:t xml:space="preserve">, </w:t>
      </w:r>
      <w:r w:rsidRPr="003D2FAA">
        <w:t>lui</w:t>
      </w:r>
      <w:r w:rsidR="00DE313F">
        <w:t xml:space="preserve"> ! </w:t>
      </w:r>
      <w:r w:rsidRPr="003D2FAA">
        <w:t>sans les faire souffrir</w:t>
      </w:r>
      <w:r w:rsidR="00DE313F">
        <w:t xml:space="preserve">, </w:t>
      </w:r>
      <w:r w:rsidRPr="003D2FAA">
        <w:t>cela va sans dire</w:t>
      </w:r>
      <w:r w:rsidR="00DE313F">
        <w:t>.</w:t>
      </w:r>
    </w:p>
    <w:p w14:paraId="0A20BB0F" w14:textId="77777777" w:rsidR="00DE313F" w:rsidRDefault="0074134D" w:rsidP="0074134D">
      <w:r w:rsidRPr="003D2FAA">
        <w:t>Lorsque les petits chiens vinrent à la lumière</w:t>
      </w:r>
      <w:r w:rsidR="00DE313F">
        <w:t xml:space="preserve">, </w:t>
      </w:r>
      <w:r w:rsidRPr="003D2FAA">
        <w:t>les enfants voulurent au moins en sauver un</w:t>
      </w:r>
      <w:r w:rsidR="00DE313F">
        <w:t xml:space="preserve">, </w:t>
      </w:r>
      <w:r w:rsidRPr="003D2FAA">
        <w:t>celui qui leur sembla le plus mignon</w:t>
      </w:r>
      <w:r w:rsidR="00DE313F">
        <w:t xml:space="preserve"> ; </w:t>
      </w:r>
      <w:r w:rsidRPr="003D2FAA">
        <w:t>ils l</w:t>
      </w:r>
      <w:r w:rsidR="00DE313F">
        <w:t>’</w:t>
      </w:r>
      <w:r w:rsidRPr="003D2FAA">
        <w:t>escamotèrent donc et le cachèrent</w:t>
      </w:r>
      <w:r w:rsidR="00DE313F">
        <w:t xml:space="preserve">. </w:t>
      </w:r>
      <w:r w:rsidRPr="003D2FAA">
        <w:t>Sa grâce obt</w:t>
      </w:r>
      <w:r w:rsidRPr="003D2FAA">
        <w:t>e</w:t>
      </w:r>
      <w:r w:rsidRPr="003D2FAA">
        <w:t>nue</w:t>
      </w:r>
      <w:r w:rsidR="00DE313F">
        <w:t xml:space="preserve">, </w:t>
      </w:r>
      <w:r w:rsidRPr="003D2FAA">
        <w:t xml:space="preserve">ils allèrent revoir </w:t>
      </w:r>
      <w:proofErr w:type="spellStart"/>
      <w:r w:rsidRPr="003D2FAA">
        <w:t>Pallino</w:t>
      </w:r>
      <w:proofErr w:type="spellEnd"/>
      <w:r w:rsidR="00DE313F">
        <w:t xml:space="preserve">, </w:t>
      </w:r>
      <w:r w:rsidRPr="003D2FAA">
        <w:t>et ils s</w:t>
      </w:r>
      <w:r w:rsidR="00DE313F">
        <w:t>’</w:t>
      </w:r>
      <w:r w:rsidRPr="003D2FAA">
        <w:t xml:space="preserve">aperçurent que ledit </w:t>
      </w:r>
      <w:proofErr w:type="spellStart"/>
      <w:r w:rsidRPr="003D2FAA">
        <w:t>Pall</w:t>
      </w:r>
      <w:r w:rsidRPr="003D2FAA">
        <w:t>i</w:t>
      </w:r>
      <w:r w:rsidRPr="003D2FAA">
        <w:t>no</w:t>
      </w:r>
      <w:proofErr w:type="spellEnd"/>
      <w:r w:rsidRPr="003D2FAA">
        <w:t xml:space="preserve"> n</w:t>
      </w:r>
      <w:r w:rsidR="00DE313F">
        <w:t>’</w:t>
      </w:r>
      <w:r w:rsidRPr="003D2FAA">
        <w:t>avait pas de queue</w:t>
      </w:r>
      <w:r w:rsidR="00DE313F">
        <w:t> !</w:t>
      </w:r>
    </w:p>
    <w:p w14:paraId="4D8DAD44" w14:textId="77777777" w:rsidR="00DE313F" w:rsidRDefault="0074134D" w:rsidP="0074134D">
      <w:r w:rsidRPr="003D2FAA">
        <w:t>Ils se regardèrent tous les quatre abasourdis</w:t>
      </w:r>
      <w:r w:rsidR="00DE313F">
        <w:t xml:space="preserve"> ! </w:t>
      </w:r>
      <w:r w:rsidRPr="003D2FAA">
        <w:t>Il était i</w:t>
      </w:r>
      <w:r w:rsidRPr="003D2FAA">
        <w:t>m</w:t>
      </w:r>
      <w:r w:rsidRPr="003D2FAA">
        <w:t xml:space="preserve">possible que le </w:t>
      </w:r>
      <w:proofErr w:type="spellStart"/>
      <w:r w:rsidRPr="003D2FAA">
        <w:rPr>
          <w:i/>
          <w:iCs/>
        </w:rPr>
        <w:t>babbo</w:t>
      </w:r>
      <w:proofErr w:type="spellEnd"/>
      <w:r w:rsidRPr="00920F1B">
        <w:rPr>
          <w:rStyle w:val="Appelnotedebasdep"/>
        </w:rPr>
        <w:footnoteReference w:id="8"/>
      </w:r>
      <w:r w:rsidRPr="003D2FAA">
        <w:t xml:space="preserve"> ne s</w:t>
      </w:r>
      <w:r w:rsidR="00DE313F">
        <w:t>’</w:t>
      </w:r>
      <w:r w:rsidRPr="003D2FAA">
        <w:t>en aperçût pas</w:t>
      </w:r>
      <w:r w:rsidR="00DE313F">
        <w:t xml:space="preserve"> ! </w:t>
      </w:r>
      <w:r w:rsidRPr="003D2FAA">
        <w:t xml:space="preserve">Mais la grâce était accordée et </w:t>
      </w:r>
      <w:proofErr w:type="spellStart"/>
      <w:r w:rsidRPr="003D2FAA">
        <w:t>Pallino</w:t>
      </w:r>
      <w:proofErr w:type="spellEnd"/>
      <w:r w:rsidRPr="003D2FAA">
        <w:t xml:space="preserve"> fut sauvé une seconde fois</w:t>
      </w:r>
      <w:r w:rsidR="00DE313F">
        <w:t>.</w:t>
      </w:r>
    </w:p>
    <w:p w14:paraId="6D00A807" w14:textId="77777777" w:rsidR="00DE313F" w:rsidRDefault="0074134D" w:rsidP="0074134D">
      <w:r w:rsidRPr="003D2FAA">
        <w:t>De jour en jour</w:t>
      </w:r>
      <w:r w:rsidR="00DE313F">
        <w:t xml:space="preserve">, </w:t>
      </w:r>
      <w:proofErr w:type="spellStart"/>
      <w:r w:rsidRPr="003D2FAA">
        <w:t>Pallino</w:t>
      </w:r>
      <w:proofErr w:type="spellEnd"/>
      <w:r w:rsidRPr="003D2FAA">
        <w:t xml:space="preserve"> se fit plus laid</w:t>
      </w:r>
      <w:r w:rsidR="00DE313F">
        <w:t xml:space="preserve">. </w:t>
      </w:r>
      <w:r w:rsidRPr="003D2FAA">
        <w:t>Qu</w:t>
      </w:r>
      <w:r w:rsidR="00DE313F">
        <w:t>’</w:t>
      </w:r>
      <w:r w:rsidRPr="003D2FAA">
        <w:t>en savait-il</w:t>
      </w:r>
      <w:r w:rsidR="00DE313F">
        <w:t xml:space="preserve">, </w:t>
      </w:r>
      <w:r w:rsidRPr="003D2FAA">
        <w:t>la pauvre petite bête</w:t>
      </w:r>
      <w:r w:rsidR="00DE313F">
        <w:t xml:space="preserve"> ? </w:t>
      </w:r>
      <w:r w:rsidRPr="003D2FAA">
        <w:t>Sans queue il était né et il semblait qu</w:t>
      </w:r>
      <w:r w:rsidR="00DE313F">
        <w:t>’</w:t>
      </w:r>
      <w:r w:rsidRPr="003D2FAA">
        <w:t>il s</w:t>
      </w:r>
      <w:r w:rsidR="00DE313F">
        <w:t>’</w:t>
      </w:r>
      <w:r w:rsidRPr="003D2FAA">
        <w:t>en passât volontiers</w:t>
      </w:r>
      <w:r w:rsidR="00DE313F">
        <w:t xml:space="preserve">. </w:t>
      </w:r>
      <w:r w:rsidRPr="003D2FAA">
        <w:t>Il semblait même qu</w:t>
      </w:r>
      <w:r w:rsidR="00DE313F">
        <w:t>’</w:t>
      </w:r>
      <w:r w:rsidRPr="003D2FAA">
        <w:t>il ne s</w:t>
      </w:r>
      <w:r w:rsidR="00DE313F">
        <w:t>’</w:t>
      </w:r>
      <w:r w:rsidRPr="003D2FAA">
        <w:t>aperçût pas le moins du monde que quelque chose lui manquât</w:t>
      </w:r>
      <w:r w:rsidR="00DE313F">
        <w:t xml:space="preserve">. </w:t>
      </w:r>
      <w:r w:rsidRPr="003D2FAA">
        <w:t>Il ne dema</w:t>
      </w:r>
      <w:r w:rsidRPr="003D2FAA">
        <w:t>n</w:t>
      </w:r>
      <w:r w:rsidRPr="003D2FAA">
        <w:t>dait qu</w:t>
      </w:r>
      <w:r w:rsidR="00DE313F">
        <w:t>’</w:t>
      </w:r>
      <w:r w:rsidRPr="003D2FAA">
        <w:t>à jouer</w:t>
      </w:r>
      <w:r w:rsidR="00DE313F">
        <w:t>.</w:t>
      </w:r>
    </w:p>
    <w:p w14:paraId="6EA8F45B" w14:textId="77777777" w:rsidR="00DE313F" w:rsidRDefault="0074134D" w:rsidP="0074134D">
      <w:r w:rsidRPr="003D2FAA">
        <w:t>Voir un petit enfant mal né</w:t>
      </w:r>
      <w:r w:rsidR="00DE313F">
        <w:t xml:space="preserve">, </w:t>
      </w:r>
      <w:r w:rsidRPr="003D2FAA">
        <w:t>un petit bossu ou un petit bo</w:t>
      </w:r>
      <w:r w:rsidRPr="003D2FAA">
        <w:t>i</w:t>
      </w:r>
      <w:r w:rsidRPr="003D2FAA">
        <w:t>teux rire et s</w:t>
      </w:r>
      <w:r w:rsidR="00DE313F">
        <w:t>’</w:t>
      </w:r>
      <w:r w:rsidRPr="003D2FAA">
        <w:t>amuser</w:t>
      </w:r>
      <w:r w:rsidR="00DE313F">
        <w:t xml:space="preserve">, </w:t>
      </w:r>
      <w:r w:rsidRPr="003D2FAA">
        <w:t>ignorant sa disgrâce</w:t>
      </w:r>
      <w:r w:rsidR="00DE313F">
        <w:t xml:space="preserve">, </w:t>
      </w:r>
      <w:r w:rsidRPr="003D2FAA">
        <w:t>cela vous fait de la peine</w:t>
      </w:r>
      <w:r w:rsidR="00DE313F">
        <w:t xml:space="preserve">, </w:t>
      </w:r>
      <w:r w:rsidRPr="003D2FAA">
        <w:t>mais une vilaine bête ne vous en cause pas</w:t>
      </w:r>
      <w:r w:rsidR="00DE313F">
        <w:t xml:space="preserve"> ; </w:t>
      </w:r>
      <w:r w:rsidRPr="003D2FAA">
        <w:t>s</w:t>
      </w:r>
      <w:r w:rsidR="00DE313F">
        <w:t>’</w:t>
      </w:r>
      <w:r w:rsidRPr="003D2FAA">
        <w:t>il batifole et vous dérange</w:t>
      </w:r>
      <w:r w:rsidR="00DE313F">
        <w:t xml:space="preserve">, </w:t>
      </w:r>
      <w:r w:rsidRPr="003D2FAA">
        <w:t>on l</w:t>
      </w:r>
      <w:r w:rsidR="00DE313F">
        <w:t>’</w:t>
      </w:r>
      <w:r w:rsidRPr="003D2FAA">
        <w:t>envoie promener</w:t>
      </w:r>
      <w:r w:rsidR="00DE313F">
        <w:t xml:space="preserve">, </w:t>
      </w:r>
      <w:r w:rsidRPr="003D2FAA">
        <w:t>et voilà</w:t>
      </w:r>
      <w:r w:rsidR="00DE313F">
        <w:t xml:space="preserve"> ! </w:t>
      </w:r>
      <w:proofErr w:type="spellStart"/>
      <w:r w:rsidRPr="003D2FAA">
        <w:t>Pallino</w:t>
      </w:r>
      <w:proofErr w:type="spellEnd"/>
      <w:r w:rsidRPr="003D2FAA">
        <w:t xml:space="preserve"> n</w:t>
      </w:r>
      <w:r w:rsidR="00DE313F">
        <w:t>’</w:t>
      </w:r>
      <w:r w:rsidRPr="003D2FAA">
        <w:t>y co</w:t>
      </w:r>
      <w:r w:rsidRPr="003D2FAA">
        <w:t>m</w:t>
      </w:r>
      <w:r w:rsidRPr="003D2FAA">
        <w:t xml:space="preserve">prenait pas </w:t>
      </w:r>
      <w:proofErr w:type="spellStart"/>
      <w:r w:rsidRPr="003D2FAA">
        <w:t>grand</w:t>
      </w:r>
      <w:r w:rsidR="00DE313F">
        <w:t>’</w:t>
      </w:r>
      <w:r w:rsidRPr="003D2FAA">
        <w:t>chose</w:t>
      </w:r>
      <w:proofErr w:type="spellEnd"/>
      <w:r w:rsidR="00DE313F">
        <w:t xml:space="preserve">. </w:t>
      </w:r>
      <w:r w:rsidRPr="003D2FAA">
        <w:t xml:space="preserve">Dérangé de ses jeux </w:t>
      </w:r>
      <w:r w:rsidRPr="003D2FAA">
        <w:lastRenderedPageBreak/>
        <w:t>fous par une paume ou une pantoufle qu</w:t>
      </w:r>
      <w:r w:rsidR="00DE313F">
        <w:t>’</w:t>
      </w:r>
      <w:r w:rsidRPr="003D2FAA">
        <w:t>on lui jetait</w:t>
      </w:r>
      <w:r w:rsidR="00DE313F">
        <w:t xml:space="preserve">, </w:t>
      </w:r>
      <w:r w:rsidRPr="003D2FAA">
        <w:t>ou par un coup de pied qui l</w:t>
      </w:r>
      <w:r w:rsidR="00DE313F">
        <w:t>’</w:t>
      </w:r>
      <w:r w:rsidRPr="003D2FAA">
        <w:t>envoyait rouler d</w:t>
      </w:r>
      <w:r w:rsidR="00DE313F">
        <w:t>’</w:t>
      </w:r>
      <w:r w:rsidRPr="003D2FAA">
        <w:t>un bout à l</w:t>
      </w:r>
      <w:r w:rsidR="00DE313F">
        <w:t>’</w:t>
      </w:r>
      <w:r w:rsidRPr="003D2FAA">
        <w:t>autre de la cuisine</w:t>
      </w:r>
      <w:r w:rsidR="00DE313F">
        <w:t xml:space="preserve">, </w:t>
      </w:r>
      <w:r w:rsidRPr="003D2FAA">
        <w:t>il se rel</w:t>
      </w:r>
      <w:r w:rsidRPr="003D2FAA">
        <w:t>e</w:t>
      </w:r>
      <w:r w:rsidRPr="003D2FAA">
        <w:t>vait plus leste que jamais sur ses deux petites pattes de devant</w:t>
      </w:r>
      <w:r w:rsidR="00DE313F">
        <w:t xml:space="preserve">, </w:t>
      </w:r>
      <w:r w:rsidRPr="003D2FAA">
        <w:t>les oreilles dressées</w:t>
      </w:r>
      <w:r w:rsidR="00DE313F">
        <w:t xml:space="preserve">, </w:t>
      </w:r>
      <w:r w:rsidRPr="003D2FAA">
        <w:t>la tête inclinée d</w:t>
      </w:r>
      <w:r w:rsidR="00DE313F">
        <w:t>’</w:t>
      </w:r>
      <w:r w:rsidRPr="003D2FAA">
        <w:t>un côté</w:t>
      </w:r>
      <w:r w:rsidR="00DE313F">
        <w:t xml:space="preserve">, </w:t>
      </w:r>
      <w:r w:rsidRPr="003D2FAA">
        <w:t>et demeurait un instant en contemplation</w:t>
      </w:r>
      <w:r w:rsidR="00DE313F">
        <w:t xml:space="preserve">. </w:t>
      </w:r>
      <w:r w:rsidRPr="003D2FAA">
        <w:t>Il ne hurlait pas</w:t>
      </w:r>
      <w:r w:rsidR="00DE313F">
        <w:t xml:space="preserve">, </w:t>
      </w:r>
      <w:r w:rsidRPr="003D2FAA">
        <w:t>il ne protestait pas</w:t>
      </w:r>
      <w:r w:rsidR="00DE313F">
        <w:t xml:space="preserve">. </w:t>
      </w:r>
      <w:r w:rsidRPr="003D2FAA">
        <w:t>Peu à peu semblait entrer en lui la conviction que les chiens doivent être traités ainsi</w:t>
      </w:r>
      <w:r w:rsidR="00DE313F">
        <w:t xml:space="preserve">, </w:t>
      </w:r>
      <w:r w:rsidRPr="003D2FAA">
        <w:t>que cela était une condition inhérente à son existence canine</w:t>
      </w:r>
      <w:r w:rsidR="00DE313F">
        <w:t xml:space="preserve">, </w:t>
      </w:r>
      <w:r w:rsidRPr="003D2FAA">
        <w:t>et que</w:t>
      </w:r>
      <w:r w:rsidR="00DE313F">
        <w:t xml:space="preserve">, </w:t>
      </w:r>
      <w:r w:rsidRPr="003D2FAA">
        <w:t>par conséquent</w:t>
      </w:r>
      <w:r w:rsidR="00DE313F">
        <w:t xml:space="preserve">, </w:t>
      </w:r>
      <w:r w:rsidRPr="003D2FAA">
        <w:t>il ne devait pas le prendre mal</w:t>
      </w:r>
      <w:r w:rsidR="00DE313F">
        <w:t xml:space="preserve">. </w:t>
      </w:r>
      <w:r w:rsidRPr="003D2FAA">
        <w:t>Il lui fallut environ trois mois pour comprendre que son patron n</w:t>
      </w:r>
      <w:r w:rsidR="00DE313F">
        <w:t>’</w:t>
      </w:r>
      <w:r w:rsidRPr="003D2FAA">
        <w:t>aimait pas que ses pantoufles fussent rongées</w:t>
      </w:r>
      <w:r w:rsidR="00DE313F">
        <w:t xml:space="preserve"> ; </w:t>
      </w:r>
      <w:r w:rsidRPr="003D2FAA">
        <w:t>et alors il apprit à esquiver les coups</w:t>
      </w:r>
      <w:r w:rsidR="00DE313F">
        <w:t xml:space="preserve"> : </w:t>
      </w:r>
      <w:r w:rsidRPr="003D2FAA">
        <w:t>à peine papa Colombo l</w:t>
      </w:r>
      <w:r w:rsidRPr="003D2FAA">
        <w:t>e</w:t>
      </w:r>
      <w:r w:rsidRPr="003D2FAA">
        <w:t>vait-il le pied qu</w:t>
      </w:r>
      <w:r w:rsidR="00DE313F">
        <w:t>’</w:t>
      </w:r>
      <w:r w:rsidRPr="003D2FAA">
        <w:t>il abandonnait sa proie et courait se cacher sous le lit</w:t>
      </w:r>
      <w:r w:rsidR="00DE313F">
        <w:t xml:space="preserve">. </w:t>
      </w:r>
      <w:r w:rsidRPr="003D2FAA">
        <w:t>Là</w:t>
      </w:r>
      <w:r w:rsidR="00DE313F">
        <w:t xml:space="preserve">, </w:t>
      </w:r>
      <w:r w:rsidRPr="003D2FAA">
        <w:t>bien à l</w:t>
      </w:r>
      <w:r w:rsidR="00DE313F">
        <w:t>’</w:t>
      </w:r>
      <w:r w:rsidRPr="003D2FAA">
        <w:t>abri</w:t>
      </w:r>
      <w:r w:rsidR="00DE313F">
        <w:t xml:space="preserve">, </w:t>
      </w:r>
      <w:r w:rsidRPr="003D2FAA">
        <w:t>il apprit encore autre chose</w:t>
      </w:r>
      <w:r w:rsidR="00DE313F">
        <w:t xml:space="preserve"> ; </w:t>
      </w:r>
      <w:r w:rsidRPr="003D2FAA">
        <w:t>il apprit combien les hommes sont méchants</w:t>
      </w:r>
      <w:r w:rsidR="00DE313F">
        <w:t> !</w:t>
      </w:r>
    </w:p>
    <w:p w14:paraId="10072671" w14:textId="77777777" w:rsidR="00DE313F" w:rsidRDefault="0074134D" w:rsidP="0074134D">
      <w:r w:rsidRPr="003D2FAA">
        <w:t>Il s</w:t>
      </w:r>
      <w:r w:rsidR="00DE313F">
        <w:t>’</w:t>
      </w:r>
      <w:r w:rsidRPr="003D2FAA">
        <w:t>entendit appeler affectueusement</w:t>
      </w:r>
      <w:r w:rsidR="00DE313F">
        <w:t xml:space="preserve">, </w:t>
      </w:r>
      <w:r w:rsidRPr="003D2FAA">
        <w:t>invité à sortir de sa cachette</w:t>
      </w:r>
      <w:r w:rsidR="00DE313F">
        <w:t> : « </w:t>
      </w:r>
      <w:r w:rsidRPr="003D2FAA">
        <w:t>Ici</w:t>
      </w:r>
      <w:r w:rsidR="00DE313F">
        <w:t xml:space="preserve">, </w:t>
      </w:r>
      <w:proofErr w:type="spellStart"/>
      <w:r w:rsidRPr="003D2FAA">
        <w:t>Pallino</w:t>
      </w:r>
      <w:proofErr w:type="spellEnd"/>
      <w:r w:rsidRPr="003D2FAA">
        <w:t xml:space="preserve"> chéri</w:t>
      </w:r>
      <w:r w:rsidR="00DE313F">
        <w:t xml:space="preserve">, </w:t>
      </w:r>
      <w:r w:rsidRPr="003D2FAA">
        <w:t>ici</w:t>
      </w:r>
      <w:r w:rsidR="00DE313F">
        <w:t xml:space="preserve">, </w:t>
      </w:r>
      <w:r w:rsidRPr="003D2FAA">
        <w:t>tout petit</w:t>
      </w:r>
      <w:r w:rsidR="00DE313F">
        <w:t> ! »</w:t>
      </w:r>
      <w:r w:rsidRPr="003D2FAA">
        <w:t xml:space="preserve"> Il s</w:t>
      </w:r>
      <w:r w:rsidR="00DE313F">
        <w:t>’</w:t>
      </w:r>
      <w:r w:rsidRPr="003D2FAA">
        <w:t>attendait à des caresses</w:t>
      </w:r>
      <w:r w:rsidR="00DE313F">
        <w:t xml:space="preserve">, </w:t>
      </w:r>
      <w:r w:rsidRPr="003D2FAA">
        <w:t>il attendait le pardon</w:t>
      </w:r>
      <w:r w:rsidR="00DE313F">
        <w:t xml:space="preserve">, </w:t>
      </w:r>
      <w:r w:rsidRPr="003D2FAA">
        <w:t>mais à peine l</w:t>
      </w:r>
      <w:r w:rsidR="00DE313F">
        <w:t>’</w:t>
      </w:r>
      <w:r w:rsidRPr="003D2FAA">
        <w:t>avait-on attrapé qu</w:t>
      </w:r>
      <w:r w:rsidR="00DE313F">
        <w:t>’</w:t>
      </w:r>
      <w:r w:rsidRPr="003D2FAA">
        <w:t>il recevait des coups à lui enlever le poil</w:t>
      </w:r>
      <w:r w:rsidR="00DE313F">
        <w:t> !</w:t>
      </w:r>
    </w:p>
    <w:p w14:paraId="1222D6A4" w14:textId="77777777" w:rsidR="00DE313F" w:rsidRDefault="0074134D" w:rsidP="0074134D">
      <w:r w:rsidRPr="003D2FAA">
        <w:t>Alors</w:t>
      </w:r>
      <w:r w:rsidR="00DE313F">
        <w:t xml:space="preserve">, </w:t>
      </w:r>
      <w:r w:rsidRPr="003D2FAA">
        <w:t>lui aussi devint méchant</w:t>
      </w:r>
      <w:r w:rsidR="00DE313F">
        <w:t xml:space="preserve"> : </w:t>
      </w:r>
      <w:r w:rsidRPr="003D2FAA">
        <w:t>il vola</w:t>
      </w:r>
      <w:r w:rsidR="00DE313F">
        <w:t xml:space="preserve">, </w:t>
      </w:r>
      <w:r w:rsidRPr="003D2FAA">
        <w:t>il déchira tout</w:t>
      </w:r>
      <w:r w:rsidR="00DE313F">
        <w:t xml:space="preserve">, </w:t>
      </w:r>
      <w:r w:rsidRPr="003D2FAA">
        <w:t>il salit tout</w:t>
      </w:r>
      <w:r w:rsidR="00DE313F">
        <w:t xml:space="preserve"> ; </w:t>
      </w:r>
      <w:r w:rsidRPr="003D2FAA">
        <w:t>il en vint jusqu</w:t>
      </w:r>
      <w:r w:rsidR="00DE313F">
        <w:t>’</w:t>
      </w:r>
      <w:r w:rsidRPr="003D2FAA">
        <w:t>à mordre</w:t>
      </w:r>
      <w:r w:rsidR="00DE313F">
        <w:t xml:space="preserve">… </w:t>
      </w:r>
      <w:r w:rsidRPr="003D2FAA">
        <w:t>pas bien sérieusement</w:t>
      </w:r>
      <w:r w:rsidR="00DE313F">
        <w:t xml:space="preserve">, </w:t>
      </w:r>
      <w:r w:rsidRPr="003D2FAA">
        <w:t>il est vrai</w:t>
      </w:r>
      <w:r w:rsidR="00DE313F">
        <w:t xml:space="preserve"> ! </w:t>
      </w:r>
      <w:r w:rsidRPr="003D2FAA">
        <w:t>À cela</w:t>
      </w:r>
      <w:r w:rsidR="00DE313F">
        <w:t xml:space="preserve">, </w:t>
      </w:r>
      <w:r w:rsidRPr="003D2FAA">
        <w:t>il gagna d</w:t>
      </w:r>
      <w:r w:rsidR="00DE313F">
        <w:t>’</w:t>
      </w:r>
      <w:r w:rsidRPr="003D2FAA">
        <w:t>être mis à la porte</w:t>
      </w:r>
      <w:r w:rsidR="00DE313F">
        <w:t xml:space="preserve">, </w:t>
      </w:r>
      <w:r w:rsidRPr="003D2FAA">
        <w:t>et comme pe</w:t>
      </w:r>
      <w:r w:rsidRPr="003D2FAA">
        <w:t>r</w:t>
      </w:r>
      <w:r w:rsidRPr="003D2FAA">
        <w:t>sonne n</w:t>
      </w:r>
      <w:r w:rsidR="00DE313F">
        <w:t>’</w:t>
      </w:r>
      <w:r w:rsidRPr="003D2FAA">
        <w:t>intercéda pour lui</w:t>
      </w:r>
      <w:r w:rsidR="00DE313F">
        <w:t xml:space="preserve">, </w:t>
      </w:r>
      <w:r w:rsidRPr="003D2FAA">
        <w:t>il dut vagabonder et mendier par le pays jusqu</w:t>
      </w:r>
      <w:r w:rsidR="00DE313F">
        <w:t>’</w:t>
      </w:r>
      <w:r w:rsidRPr="003D2FAA">
        <w:t xml:space="preserve">à ce que le boucher </w:t>
      </w:r>
      <w:proofErr w:type="spellStart"/>
      <w:r w:rsidRPr="003D2FAA">
        <w:t>Fanfulla</w:t>
      </w:r>
      <w:proofErr w:type="spellEnd"/>
      <w:r w:rsidRPr="003D2FAA">
        <w:t xml:space="preserve"> Mochi le prît dans sa boutique</w:t>
      </w:r>
      <w:r w:rsidR="00DE313F">
        <w:t>.</w:t>
      </w:r>
    </w:p>
    <w:p w14:paraId="1F257FA4" w14:textId="77777777" w:rsidR="00DE313F" w:rsidRDefault="0074134D" w:rsidP="0074134D">
      <w:proofErr w:type="spellStart"/>
      <w:r w:rsidRPr="003D2FAA">
        <w:t>Fanfulla</w:t>
      </w:r>
      <w:proofErr w:type="spellEnd"/>
      <w:r w:rsidRPr="003D2FAA">
        <w:t xml:space="preserve"> Mochi était un drôle de type</w:t>
      </w:r>
      <w:r w:rsidR="00DE313F">
        <w:t xml:space="preserve">. </w:t>
      </w:r>
      <w:r w:rsidRPr="003D2FAA">
        <w:t>Il aimait les bêtes</w:t>
      </w:r>
      <w:r w:rsidR="00DE313F">
        <w:t xml:space="preserve">, </w:t>
      </w:r>
      <w:r w:rsidRPr="003D2FAA">
        <w:t>et cependant il les lui fallait tuer</w:t>
      </w:r>
      <w:r w:rsidR="00DE313F">
        <w:t xml:space="preserve"> ; </w:t>
      </w:r>
      <w:r w:rsidRPr="003D2FAA">
        <w:t>il ne pouvait souffrir les hommes</w:t>
      </w:r>
      <w:r w:rsidR="00DE313F">
        <w:t xml:space="preserve">, </w:t>
      </w:r>
      <w:r w:rsidRPr="003D2FAA">
        <w:t>et cependant il devait les servir et les respecter</w:t>
      </w:r>
      <w:r w:rsidR="00DE313F">
        <w:t xml:space="preserve"> ! </w:t>
      </w:r>
      <w:r w:rsidRPr="003D2FAA">
        <w:t>Son cœur aurait tenu pour les pauvres</w:t>
      </w:r>
      <w:r w:rsidR="00DE313F">
        <w:t xml:space="preserve">, </w:t>
      </w:r>
      <w:r w:rsidRPr="003D2FAA">
        <w:t>mais</w:t>
      </w:r>
      <w:r w:rsidR="00DE313F">
        <w:t xml:space="preserve">, </w:t>
      </w:r>
      <w:r w:rsidRPr="003D2FAA">
        <w:t>comme boucher</w:t>
      </w:r>
      <w:r w:rsidR="00DE313F">
        <w:t xml:space="preserve">, </w:t>
      </w:r>
      <w:r w:rsidRPr="003D2FAA">
        <w:t>cela lui était impossible parce que</w:t>
      </w:r>
      <w:r w:rsidR="00DE313F">
        <w:t xml:space="preserve">, </w:t>
      </w:r>
      <w:r w:rsidRPr="003D2FAA">
        <w:t>on le sait</w:t>
      </w:r>
      <w:r w:rsidR="00DE313F">
        <w:t xml:space="preserve">, </w:t>
      </w:r>
      <w:r w:rsidRPr="003D2FAA">
        <w:t xml:space="preserve">la viande est </w:t>
      </w:r>
      <w:r w:rsidRPr="003D2FAA">
        <w:lastRenderedPageBreak/>
        <w:t>indigeste pour les pauvres</w:t>
      </w:r>
      <w:r w:rsidR="00DE313F">
        <w:t xml:space="preserve"> ! </w:t>
      </w:r>
      <w:r w:rsidRPr="003D2FAA">
        <w:t xml:space="preserve">Et il devait servir les </w:t>
      </w:r>
      <w:proofErr w:type="spellStart"/>
      <w:r w:rsidRPr="003D2FAA">
        <w:rPr>
          <w:i/>
          <w:iCs/>
        </w:rPr>
        <w:t>signori</w:t>
      </w:r>
      <w:proofErr w:type="spellEnd"/>
      <w:r w:rsidRPr="003D2FAA">
        <w:rPr>
          <w:i/>
          <w:iCs/>
        </w:rPr>
        <w:t xml:space="preserve"> </w:t>
      </w:r>
      <w:r w:rsidRPr="003D2FAA">
        <w:t>qui n</w:t>
      </w:r>
      <w:r w:rsidR="00DE313F">
        <w:t>’</w:t>
      </w:r>
      <w:r w:rsidRPr="003D2FAA">
        <w:t>avaient j</w:t>
      </w:r>
      <w:r w:rsidRPr="003D2FAA">
        <w:t>a</w:t>
      </w:r>
      <w:r w:rsidRPr="003D2FAA">
        <w:t>mais tenu pour lui</w:t>
      </w:r>
      <w:r w:rsidR="00DE313F">
        <w:t> !</w:t>
      </w:r>
    </w:p>
    <w:p w14:paraId="658DDECA" w14:textId="77777777" w:rsidR="00DE313F" w:rsidRDefault="0074134D" w:rsidP="0074134D">
      <w:r w:rsidRPr="003D2FAA">
        <w:t>Bien sûr</w:t>
      </w:r>
      <w:r w:rsidR="00DE313F">
        <w:t xml:space="preserve"> ! </w:t>
      </w:r>
      <w:r w:rsidRPr="003D2FAA">
        <w:t xml:space="preserve">Il était pourtant </w:t>
      </w:r>
      <w:proofErr w:type="spellStart"/>
      <w:r w:rsidRPr="003D2FAA">
        <w:rPr>
          <w:i/>
          <w:iCs/>
        </w:rPr>
        <w:t>signor</w:t>
      </w:r>
      <w:proofErr w:type="spellEnd"/>
      <w:r w:rsidR="00DE313F">
        <w:rPr>
          <w:i/>
          <w:iCs/>
        </w:rPr>
        <w:t xml:space="preserve">, </w:t>
      </w:r>
      <w:r w:rsidRPr="003D2FAA">
        <w:t>lui</w:t>
      </w:r>
      <w:r w:rsidR="00DE313F">
        <w:t xml:space="preserve">, </w:t>
      </w:r>
      <w:r w:rsidRPr="003D2FAA">
        <w:t>ou du moins à mo</w:t>
      </w:r>
      <w:r w:rsidRPr="003D2FAA">
        <w:t>i</w:t>
      </w:r>
      <w:r w:rsidRPr="003D2FAA">
        <w:t>tié</w:t>
      </w:r>
      <w:r w:rsidR="00DE313F">
        <w:t xml:space="preserve">. </w:t>
      </w:r>
      <w:r w:rsidRPr="003D2FAA">
        <w:t>On le déduisait de ce fait que</w:t>
      </w:r>
      <w:r w:rsidR="00DE313F">
        <w:t xml:space="preserve">, </w:t>
      </w:r>
      <w:r w:rsidRPr="003D2FAA">
        <w:t>sorti à seize ans d</w:t>
      </w:r>
      <w:r w:rsidR="00DE313F">
        <w:t>’</w:t>
      </w:r>
      <w:r w:rsidRPr="003D2FAA">
        <w:t>un hospice de premier ordre où il avait été admis dès sa naissance</w:t>
      </w:r>
      <w:r w:rsidR="00DE313F">
        <w:t xml:space="preserve">, </w:t>
      </w:r>
      <w:r w:rsidRPr="003D2FAA">
        <w:t>il lui était venu</w:t>
      </w:r>
      <w:r w:rsidR="00DE313F">
        <w:t xml:space="preserve">, </w:t>
      </w:r>
      <w:r w:rsidRPr="003D2FAA">
        <w:t>il ne savait d</w:t>
      </w:r>
      <w:r w:rsidR="00DE313F">
        <w:t>’</w:t>
      </w:r>
      <w:r w:rsidRPr="003D2FAA">
        <w:t>où</w:t>
      </w:r>
      <w:r w:rsidR="00DE313F">
        <w:t xml:space="preserve">, </w:t>
      </w:r>
      <w:r w:rsidRPr="003D2FAA">
        <w:t>ni comment</w:t>
      </w:r>
      <w:r w:rsidR="00DE313F">
        <w:t xml:space="preserve">, </w:t>
      </w:r>
      <w:r w:rsidRPr="003D2FAA">
        <w:t>ni pourquoi</w:t>
      </w:r>
      <w:r w:rsidR="00DE313F">
        <w:t xml:space="preserve">, </w:t>
      </w:r>
      <w:r w:rsidRPr="003D2FAA">
        <w:t>une somme de six mille francs</w:t>
      </w:r>
      <w:r w:rsidR="00DE313F">
        <w:t xml:space="preserve">, </w:t>
      </w:r>
      <w:r w:rsidRPr="003D2FAA">
        <w:t>reliquat d</w:t>
      </w:r>
      <w:r w:rsidR="00DE313F">
        <w:t>’</w:t>
      </w:r>
      <w:r w:rsidRPr="003D2FAA">
        <w:t>un remords liquidé au comptant</w:t>
      </w:r>
      <w:r w:rsidR="00DE313F">
        <w:t xml:space="preserve">. </w:t>
      </w:r>
      <w:r w:rsidRPr="003D2FAA">
        <w:t>Les directeurs de l</w:t>
      </w:r>
      <w:r w:rsidR="00DE313F">
        <w:t>’</w:t>
      </w:r>
      <w:r w:rsidRPr="003D2FAA">
        <w:t>hospice l</w:t>
      </w:r>
      <w:r w:rsidR="00DE313F">
        <w:t>’</w:t>
      </w:r>
      <w:r w:rsidRPr="003D2FAA">
        <w:t>avaient placé comme garçon dans une boucherie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 cette situation</w:t>
      </w:r>
      <w:r w:rsidR="00DE313F">
        <w:t xml:space="preserve">, </w:t>
      </w:r>
      <w:r w:rsidRPr="003D2FAA">
        <w:t>il était passé boucher pour son compte</w:t>
      </w:r>
      <w:r w:rsidR="00DE313F">
        <w:t xml:space="preserve">. </w:t>
      </w:r>
      <w:r w:rsidRPr="003D2FAA">
        <w:t>Mais le mauvais sang du grand se</w:t>
      </w:r>
      <w:r w:rsidRPr="003D2FAA">
        <w:t>i</w:t>
      </w:r>
      <w:r w:rsidRPr="003D2FAA">
        <w:t>gneur</w:t>
      </w:r>
      <w:r w:rsidR="00DE313F">
        <w:t xml:space="preserve">, </w:t>
      </w:r>
      <w:r w:rsidRPr="003D2FAA">
        <w:t>son père</w:t>
      </w:r>
      <w:r w:rsidR="00DE313F">
        <w:t xml:space="preserve">, </w:t>
      </w:r>
      <w:r w:rsidRPr="003D2FAA">
        <w:t>se sentait dans ses veines engourdies</w:t>
      </w:r>
      <w:r w:rsidR="00DE313F">
        <w:t xml:space="preserve">, </w:t>
      </w:r>
      <w:r w:rsidRPr="003D2FAA">
        <w:t>dans ses pieds goutteux</w:t>
      </w:r>
      <w:r w:rsidR="00DE313F">
        <w:t xml:space="preserve">. </w:t>
      </w:r>
      <w:r w:rsidRPr="003D2FAA">
        <w:t>Un certain fluide extravagant circulait dans son corps</w:t>
      </w:r>
      <w:r w:rsidR="00DE313F">
        <w:t xml:space="preserve">, </w:t>
      </w:r>
      <w:r w:rsidRPr="003D2FAA">
        <w:t>qui parfois lui donnait une humeur sombre et amère</w:t>
      </w:r>
      <w:r w:rsidR="00DE313F">
        <w:t xml:space="preserve">, </w:t>
      </w:r>
      <w:r w:rsidRPr="003D2FAA">
        <w:t>et parfois le poussait à des actes étranges</w:t>
      </w:r>
      <w:r w:rsidR="00DE313F">
        <w:t xml:space="preserve"> ! </w:t>
      </w:r>
      <w:r w:rsidRPr="003D2FAA">
        <w:t>Par exemple</w:t>
      </w:r>
      <w:r w:rsidR="00DE313F">
        <w:t xml:space="preserve">, </w:t>
      </w:r>
      <w:r w:rsidRPr="003D2FAA">
        <w:t>il y a trois ans</w:t>
      </w:r>
      <w:r w:rsidR="00DE313F">
        <w:t xml:space="preserve">, </w:t>
      </w:r>
      <w:r w:rsidRPr="003D2FAA">
        <w:t>en se faisant la barbe</w:t>
      </w:r>
      <w:r w:rsidR="00DE313F">
        <w:t xml:space="preserve">, </w:t>
      </w:r>
      <w:r w:rsidRPr="003D2FAA">
        <w:t>se voyant dans la glace plus laid qu</w:t>
      </w:r>
      <w:r w:rsidR="00DE313F">
        <w:t>’</w:t>
      </w:r>
      <w:r w:rsidRPr="003D2FAA">
        <w:t>à l</w:t>
      </w:r>
      <w:r w:rsidR="00DE313F">
        <w:t>’</w:t>
      </w:r>
      <w:r w:rsidRPr="003D2FAA">
        <w:t>ordinaire</w:t>
      </w:r>
      <w:r w:rsidR="00DE313F">
        <w:t xml:space="preserve">, </w:t>
      </w:r>
      <w:r w:rsidRPr="003D2FAA">
        <w:t>déjà vieux et valétudinaire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était fait une belle e</w:t>
      </w:r>
      <w:r w:rsidRPr="003D2FAA">
        <w:t>s</w:t>
      </w:r>
      <w:r w:rsidRPr="003D2FAA">
        <w:t>tafilade consciencieuse</w:t>
      </w:r>
      <w:r w:rsidR="00DE313F">
        <w:t xml:space="preserve">, </w:t>
      </w:r>
      <w:r w:rsidRPr="003D2FAA">
        <w:t>conduite suivant toutes les règles de l</w:t>
      </w:r>
      <w:r w:rsidR="00DE313F">
        <w:t>’</w:t>
      </w:r>
      <w:r w:rsidRPr="003D2FAA">
        <w:t>art</w:t>
      </w:r>
      <w:r w:rsidR="00DE313F">
        <w:t xml:space="preserve"> ! </w:t>
      </w:r>
      <w:r w:rsidRPr="003D2FAA">
        <w:t>Porté à l</w:t>
      </w:r>
      <w:r w:rsidR="00DE313F">
        <w:t>’</w:t>
      </w:r>
      <w:r w:rsidRPr="003D2FAA">
        <w:t>hôpital mort à demi</w:t>
      </w:r>
      <w:r w:rsidR="00DE313F">
        <w:t xml:space="preserve">, </w:t>
      </w:r>
      <w:r w:rsidRPr="003D2FAA">
        <w:t>il avait rassuré ceux qui co</w:t>
      </w:r>
      <w:r w:rsidRPr="003D2FAA">
        <w:t>u</w:t>
      </w:r>
      <w:r w:rsidRPr="003D2FAA">
        <w:t>raient derrière lui pleins d</w:t>
      </w:r>
      <w:r w:rsidR="00DE313F">
        <w:t>’</w:t>
      </w:r>
      <w:r w:rsidRPr="003D2FAA">
        <w:t>épouvante</w:t>
      </w:r>
      <w:r w:rsidR="00DE313F">
        <w:t> :</w:t>
      </w:r>
    </w:p>
    <w:p w14:paraId="7DE1D383" w14:textId="77777777" w:rsidR="00DE313F" w:rsidRDefault="00DE313F" w:rsidP="0074134D">
      <w:r>
        <w:t>— </w:t>
      </w:r>
      <w:r w:rsidR="0074134D" w:rsidRPr="003D2FAA">
        <w:t>Ce n</w:t>
      </w:r>
      <w:r>
        <w:t>’</w:t>
      </w:r>
      <w:r w:rsidR="0074134D" w:rsidRPr="003D2FAA">
        <w:t>est rien</w:t>
      </w:r>
      <w:r>
        <w:t xml:space="preserve">, </w:t>
      </w:r>
      <w:r w:rsidR="0074134D" w:rsidRPr="003D2FAA">
        <w:t>une petite coupure seulement</w:t>
      </w:r>
      <w:r>
        <w:t> !</w:t>
      </w:r>
    </w:p>
    <w:p w14:paraId="47274657" w14:textId="77777777" w:rsidR="00DE313F" w:rsidRDefault="0074134D" w:rsidP="0074134D">
      <w:r w:rsidRPr="003D2FAA">
        <w:t>Et</w:t>
      </w:r>
      <w:r w:rsidR="00DE313F">
        <w:t xml:space="preserve">, </w:t>
      </w:r>
      <w:r w:rsidRPr="003D2FAA">
        <w:t>au chirurgien qui le pansait</w:t>
      </w:r>
      <w:r w:rsidR="00DE313F">
        <w:t xml:space="preserve">, </w:t>
      </w:r>
      <w:r w:rsidRPr="003D2FAA">
        <w:t>il avait dit</w:t>
      </w:r>
      <w:r w:rsidR="00DE313F">
        <w:t> :</w:t>
      </w:r>
    </w:p>
    <w:p w14:paraId="645915F3" w14:textId="77777777" w:rsidR="00DE313F" w:rsidRDefault="00DE313F" w:rsidP="0074134D">
      <w:r>
        <w:t>— </w:t>
      </w:r>
      <w:r w:rsidR="0074134D" w:rsidRPr="003D2FAA">
        <w:rPr>
          <w:i/>
          <w:iCs/>
        </w:rPr>
        <w:t xml:space="preserve">Ensavonné </w:t>
      </w:r>
      <w:r w:rsidR="0074134D" w:rsidRPr="003D2FAA">
        <w:t>comme je l</w:t>
      </w:r>
      <w:r>
        <w:t>’</w:t>
      </w:r>
      <w:r w:rsidR="0074134D" w:rsidRPr="003D2FAA">
        <w:t>étais</w:t>
      </w:r>
      <w:r>
        <w:t xml:space="preserve">, </w:t>
      </w:r>
      <w:r w:rsidR="0074134D" w:rsidRPr="003D2FAA">
        <w:t>je me pris pour un cabri</w:t>
      </w:r>
      <w:r>
        <w:t xml:space="preserve">, </w:t>
      </w:r>
      <w:r w:rsidR="0074134D" w:rsidRPr="003D2FAA">
        <w:t>monsieur le Docteur</w:t>
      </w:r>
      <w:r>
        <w:t> !…</w:t>
      </w:r>
    </w:p>
    <w:p w14:paraId="0B04E213" w14:textId="77777777" w:rsidR="00DE313F" w:rsidRDefault="0074134D" w:rsidP="0074134D">
      <w:r w:rsidRPr="003D2FAA">
        <w:t>Tout d</w:t>
      </w:r>
      <w:r w:rsidR="00DE313F">
        <w:t>’</w:t>
      </w:r>
      <w:r w:rsidRPr="003D2FAA">
        <w:t xml:space="preserve">abord </w:t>
      </w:r>
      <w:proofErr w:type="spellStart"/>
      <w:r w:rsidRPr="003D2FAA">
        <w:t>Fanfulla</w:t>
      </w:r>
      <w:proofErr w:type="spellEnd"/>
      <w:r w:rsidRPr="003D2FAA">
        <w:t xml:space="preserve"> rebaptisa </w:t>
      </w:r>
      <w:proofErr w:type="spellStart"/>
      <w:r w:rsidRPr="003D2FAA">
        <w:t>Pallino</w:t>
      </w:r>
      <w:proofErr w:type="spellEnd"/>
      <w:r w:rsidR="00DE313F">
        <w:t xml:space="preserve">, </w:t>
      </w:r>
      <w:r w:rsidRPr="003D2FAA">
        <w:t xml:space="preserve">il lui donna le nom de </w:t>
      </w:r>
      <w:proofErr w:type="spellStart"/>
      <w:r w:rsidRPr="003D2FAA">
        <w:t>Bistecchino</w:t>
      </w:r>
      <w:proofErr w:type="spellEnd"/>
      <w:r w:rsidRPr="003D2FAA">
        <w:rPr>
          <w:rStyle w:val="Appelnotedebasdep"/>
        </w:rPr>
        <w:footnoteReference w:id="9"/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un jour</w:t>
      </w:r>
      <w:r w:rsidR="00DE313F">
        <w:t xml:space="preserve">, </w:t>
      </w:r>
      <w:r w:rsidRPr="003D2FAA">
        <w:t>il lui dit</w:t>
      </w:r>
      <w:r w:rsidR="00DE313F">
        <w:t> :</w:t>
      </w:r>
    </w:p>
    <w:p w14:paraId="1F9FF8BF" w14:textId="77777777" w:rsidR="00DE313F" w:rsidRDefault="00DE313F" w:rsidP="0074134D">
      <w:r>
        <w:lastRenderedPageBreak/>
        <w:t>— </w:t>
      </w:r>
      <w:r w:rsidR="0074134D" w:rsidRPr="003D2FAA">
        <w:t>Si tu veux demeurer avec moi</w:t>
      </w:r>
      <w:r>
        <w:t xml:space="preserve">, </w:t>
      </w:r>
      <w:proofErr w:type="spellStart"/>
      <w:r w:rsidR="0074134D" w:rsidRPr="003D2FAA">
        <w:t>Bistecchino</w:t>
      </w:r>
      <w:proofErr w:type="spellEnd"/>
      <w:r>
        <w:t xml:space="preserve">, </w:t>
      </w:r>
      <w:r w:rsidR="0074134D" w:rsidRPr="003D2FAA">
        <w:t>c</w:t>
      </w:r>
      <w:r>
        <w:t>’</w:t>
      </w:r>
      <w:r w:rsidR="0074134D" w:rsidRPr="003D2FAA">
        <w:t>est à la condition que tu deviennes un petit chien sage et de bonne co</w:t>
      </w:r>
      <w:r w:rsidR="0074134D" w:rsidRPr="003D2FAA">
        <w:t>n</w:t>
      </w:r>
      <w:r w:rsidR="0074134D" w:rsidRPr="003D2FAA">
        <w:t>duite</w:t>
      </w:r>
      <w:r>
        <w:t xml:space="preserve">. </w:t>
      </w:r>
      <w:r w:rsidR="0074134D" w:rsidRPr="003D2FAA">
        <w:t>Alors</w:t>
      </w:r>
      <w:r>
        <w:t xml:space="preserve">, </w:t>
      </w:r>
      <w:r w:rsidR="0074134D" w:rsidRPr="003D2FAA">
        <w:t>je t</w:t>
      </w:r>
      <w:r>
        <w:t>’</w:t>
      </w:r>
      <w:r w:rsidR="0074134D" w:rsidRPr="003D2FAA">
        <w:t>adopterai</w:t>
      </w:r>
      <w:r>
        <w:t>.</w:t>
      </w:r>
    </w:p>
    <w:p w14:paraId="15476CD8" w14:textId="77777777" w:rsidR="00DE313F" w:rsidRDefault="0074134D" w:rsidP="0074134D">
      <w:r w:rsidRPr="003D2FAA">
        <w:t>À ces mots</w:t>
      </w:r>
      <w:r w:rsidR="00DE313F">
        <w:t xml:space="preserve">, </w:t>
      </w:r>
      <w:proofErr w:type="spellStart"/>
      <w:r w:rsidRPr="003D2FAA">
        <w:t>Pallino</w:t>
      </w:r>
      <w:proofErr w:type="spellEnd"/>
      <w:r w:rsidRPr="003D2FAA">
        <w:t xml:space="preserve"> éternua deux ou trois fois</w:t>
      </w:r>
      <w:r w:rsidR="00DE313F">
        <w:t xml:space="preserve">. </w:t>
      </w:r>
      <w:r w:rsidRPr="003D2FAA">
        <w:t>Il semblait approuver</w:t>
      </w:r>
      <w:r w:rsidR="00DE313F">
        <w:t xml:space="preserve"> ! </w:t>
      </w:r>
      <w:proofErr w:type="spellStart"/>
      <w:r w:rsidRPr="003D2FAA">
        <w:t>Fanfulla</w:t>
      </w:r>
      <w:proofErr w:type="spellEnd"/>
      <w:r w:rsidRPr="003D2FAA">
        <w:t xml:space="preserve"> en fut content et continua de converser avec lui chaque jour</w:t>
      </w:r>
      <w:r w:rsidR="00DE313F">
        <w:t xml:space="preserve"> ; </w:t>
      </w:r>
      <w:r w:rsidRPr="003D2FAA">
        <w:t>celui-ci écoutait avec un grand sérieux jusqu</w:t>
      </w:r>
      <w:r w:rsidR="00DE313F">
        <w:t>’</w:t>
      </w:r>
      <w:r w:rsidRPr="003D2FAA">
        <w:t>à ce qu</w:t>
      </w:r>
      <w:r w:rsidR="00DE313F">
        <w:t>’</w:t>
      </w:r>
      <w:r w:rsidRPr="003D2FAA">
        <w:t>il voulût s</w:t>
      </w:r>
      <w:r w:rsidR="00DE313F">
        <w:t>’</w:t>
      </w:r>
      <w:r w:rsidRPr="003D2FAA">
        <w:t>étirer une patte</w:t>
      </w:r>
      <w:r w:rsidR="00DE313F">
        <w:t xml:space="preserve"> ; </w:t>
      </w:r>
      <w:r w:rsidRPr="003D2FAA">
        <w:t>alors il levait la tête et ouvrait la bouche pour un bâillement qu</w:t>
      </w:r>
      <w:r w:rsidR="00DE313F">
        <w:t>’</w:t>
      </w:r>
      <w:r w:rsidRPr="003D2FAA">
        <w:t>un jappement suivait afin de faire comprendre à son patron qu</w:t>
      </w:r>
      <w:r w:rsidR="00DE313F">
        <w:t>’</w:t>
      </w:r>
      <w:r w:rsidRPr="003D2FAA">
        <w:t>il y en avait assez</w:t>
      </w:r>
      <w:r w:rsidR="00DE313F">
        <w:t> !</w:t>
      </w:r>
    </w:p>
    <w:p w14:paraId="2FCEE41D" w14:textId="77777777" w:rsidR="00DE313F" w:rsidRDefault="0074134D" w:rsidP="0074134D">
      <w:r w:rsidRPr="003D2FAA">
        <w:t>Fut-ce en suite de la triste expérience faite chez papa C</w:t>
      </w:r>
      <w:r w:rsidRPr="003D2FAA">
        <w:t>o</w:t>
      </w:r>
      <w:r w:rsidRPr="003D2FAA">
        <w:t>lombo</w:t>
      </w:r>
      <w:r w:rsidR="00DE313F">
        <w:t xml:space="preserve">, </w:t>
      </w:r>
      <w:r w:rsidRPr="003D2FAA">
        <w:t xml:space="preserve">fut-ce à cause de la queue qui lui manquait ou grâce aux préceptes de </w:t>
      </w:r>
      <w:proofErr w:type="spellStart"/>
      <w:r w:rsidRPr="003D2FAA">
        <w:t>Fanfulla</w:t>
      </w:r>
      <w:proofErr w:type="spellEnd"/>
      <w:r w:rsidR="00DE313F">
        <w:t xml:space="preserve"> ? </w:t>
      </w:r>
      <w:r w:rsidRPr="003D2FAA">
        <w:t xml:space="preserve">Le fait est que </w:t>
      </w:r>
      <w:proofErr w:type="spellStart"/>
      <w:r w:rsidRPr="003D2FAA">
        <w:t>Pallino</w:t>
      </w:r>
      <w:proofErr w:type="spellEnd"/>
      <w:r w:rsidRPr="003D2FAA">
        <w:t xml:space="preserve"> devint un chien à caractère</w:t>
      </w:r>
      <w:r w:rsidR="00DE313F">
        <w:t xml:space="preserve">, </w:t>
      </w:r>
      <w:r w:rsidRPr="003D2FAA">
        <w:t>un chien qui se faisait remarquer par sa façon de se conduire parmi les bêtes</w:t>
      </w:r>
      <w:r w:rsidR="00DE313F">
        <w:t xml:space="preserve">, </w:t>
      </w:r>
      <w:r w:rsidRPr="003D2FAA">
        <w:t>ses semblables</w:t>
      </w:r>
      <w:r w:rsidR="00DE313F">
        <w:t xml:space="preserve">, </w:t>
      </w:r>
      <w:r w:rsidRPr="003D2FAA">
        <w:t>et parmi les hommes</w:t>
      </w:r>
      <w:r w:rsidR="00DE313F">
        <w:t xml:space="preserve">, </w:t>
      </w:r>
      <w:r w:rsidRPr="003D2FAA">
        <w:t>ses supérieurs</w:t>
      </w:r>
      <w:r w:rsidR="00DE313F">
        <w:t>.</w:t>
      </w:r>
    </w:p>
    <w:p w14:paraId="3F0482F3" w14:textId="70275403" w:rsidR="0074134D" w:rsidRPr="003D2FAA" w:rsidRDefault="0074134D" w:rsidP="0074134D">
      <w:r w:rsidRPr="003D2FAA">
        <w:t>C</w:t>
      </w:r>
      <w:r w:rsidR="00DE313F">
        <w:t>’</w:t>
      </w:r>
      <w:r w:rsidRPr="003D2FAA">
        <w:t>était un chien plein de sérieux qui ne donnait sa co</w:t>
      </w:r>
      <w:r w:rsidRPr="003D2FAA">
        <w:t>n</w:t>
      </w:r>
      <w:r w:rsidRPr="003D2FAA">
        <w:t>fiance à personne</w:t>
      </w:r>
      <w:r w:rsidR="00DE313F">
        <w:t xml:space="preserve">. </w:t>
      </w:r>
      <w:r w:rsidRPr="003D2FAA">
        <w:t>Si quelqu</w:t>
      </w:r>
      <w:r w:rsidR="00DE313F">
        <w:t>’</w:t>
      </w:r>
      <w:r w:rsidRPr="003D2FAA">
        <w:t>un de ses pareils venait au-devant de lui</w:t>
      </w:r>
      <w:r w:rsidR="00DE313F">
        <w:t xml:space="preserve">, </w:t>
      </w:r>
      <w:r w:rsidRPr="003D2FAA">
        <w:t>il le regardait fixement</w:t>
      </w:r>
      <w:r w:rsidR="00DE313F">
        <w:t xml:space="preserve">, </w:t>
      </w:r>
      <w:r w:rsidRPr="003D2FAA">
        <w:t>recueilli en lui-même</w:t>
      </w:r>
      <w:r w:rsidR="00DE313F">
        <w:t xml:space="preserve">, </w:t>
      </w:r>
      <w:r w:rsidRPr="003D2FAA">
        <w:t>ferme sur ses quatre pattes</w:t>
      </w:r>
      <w:r w:rsidR="00DE313F">
        <w:t xml:space="preserve">, </w:t>
      </w:r>
      <w:r w:rsidRPr="003D2FAA">
        <w:t>comme pour lui dire</w:t>
      </w:r>
      <w:r w:rsidR="00DE313F">
        <w:t> : « </w:t>
      </w:r>
      <w:r w:rsidRPr="003D2FAA">
        <w:t>Est-ce que je te cherche</w:t>
      </w:r>
      <w:r w:rsidR="00DE313F">
        <w:t xml:space="preserve"> ? </w:t>
      </w:r>
      <w:r w:rsidRPr="003D2FAA">
        <w:t>Laisse-moi la paix</w:t>
      </w:r>
      <w:r w:rsidR="00DE313F">
        <w:t> ! »</w:t>
      </w:r>
    </w:p>
    <w:p w14:paraId="5D75119F" w14:textId="77777777" w:rsidR="00DE313F" w:rsidRDefault="0074134D" w:rsidP="0074134D">
      <w:r w:rsidRPr="003D2FAA">
        <w:t>Et cela</w:t>
      </w:r>
      <w:r w:rsidR="00DE313F">
        <w:t xml:space="preserve">, </w:t>
      </w:r>
      <w:r w:rsidRPr="003D2FAA">
        <w:t>non certes par crainte</w:t>
      </w:r>
      <w:r w:rsidR="00DE313F">
        <w:t xml:space="preserve">, </w:t>
      </w:r>
      <w:r w:rsidRPr="003D2FAA">
        <w:t>mais par mépris profond de tous les chiens de son pays</w:t>
      </w:r>
      <w:r w:rsidR="00DE313F">
        <w:t xml:space="preserve">, </w:t>
      </w:r>
      <w:r w:rsidRPr="003D2FAA">
        <w:t>tant mâles que femelles</w:t>
      </w:r>
      <w:r w:rsidR="00DE313F">
        <w:t>.</w:t>
      </w:r>
    </w:p>
    <w:p w14:paraId="672051AB" w14:textId="77777777" w:rsidR="00DE313F" w:rsidRDefault="0074134D" w:rsidP="0074134D">
      <w:r w:rsidRPr="003D2FAA">
        <w:t>Du moins</w:t>
      </w:r>
      <w:r w:rsidR="00DE313F">
        <w:t xml:space="preserve">, </w:t>
      </w:r>
      <w:r w:rsidRPr="003D2FAA">
        <w:t>il paraissait qu</w:t>
      </w:r>
      <w:r w:rsidR="00DE313F">
        <w:t>’</w:t>
      </w:r>
      <w:r w:rsidRPr="003D2FAA">
        <w:t>il en fût ainsi</w:t>
      </w:r>
      <w:r w:rsidR="00DE313F">
        <w:t xml:space="preserve">, </w:t>
      </w:r>
      <w:r w:rsidRPr="003D2FAA">
        <w:t>parce qu</w:t>
      </w:r>
      <w:r w:rsidR="00DE313F">
        <w:t>’</w:t>
      </w:r>
      <w:r w:rsidRPr="003D2FAA">
        <w:t>en été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en grand nombre venaient les baigneurs faire leur cure d</w:t>
      </w:r>
      <w:r w:rsidR="00DE313F">
        <w:t>’</w:t>
      </w:r>
      <w:r w:rsidRPr="003D2FAA">
        <w:t>eau minérale avec leurs petits chiens et leurs petites chiennes</w:t>
      </w:r>
      <w:r w:rsidR="00DE313F">
        <w:t xml:space="preserve">, </w:t>
      </w:r>
      <w:proofErr w:type="spellStart"/>
      <w:r w:rsidRPr="003D2FAA">
        <w:t>Pallino</w:t>
      </w:r>
      <w:proofErr w:type="spellEnd"/>
      <w:r w:rsidRPr="003D2FAA">
        <w:t xml:space="preserve"> changeait du tout au tout</w:t>
      </w:r>
      <w:r w:rsidR="00DE313F">
        <w:t xml:space="preserve"> ; </w:t>
      </w:r>
      <w:r w:rsidRPr="003D2FAA">
        <w:t>à la ronde</w:t>
      </w:r>
      <w:r w:rsidR="00DE313F">
        <w:t xml:space="preserve">, </w:t>
      </w:r>
      <w:r w:rsidRPr="003D2FAA">
        <w:t>il allait d</w:t>
      </w:r>
      <w:r w:rsidR="00DE313F">
        <w:t>’</w:t>
      </w:r>
      <w:r w:rsidRPr="003D2FAA">
        <w:t>une pe</w:t>
      </w:r>
      <w:r w:rsidRPr="003D2FAA">
        <w:t>n</w:t>
      </w:r>
      <w:r w:rsidRPr="003D2FAA">
        <w:t>sion à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afin d</w:t>
      </w:r>
      <w:r w:rsidR="00DE313F">
        <w:t>’</w:t>
      </w:r>
      <w:r w:rsidRPr="003D2FAA">
        <w:t>y laisser à sa mode</w:t>
      </w:r>
      <w:r w:rsidR="00DE313F">
        <w:t xml:space="preserve">, </w:t>
      </w:r>
      <w:r w:rsidRPr="003D2FAA">
        <w:t>en levant la jambe</w:t>
      </w:r>
      <w:r w:rsidR="00DE313F">
        <w:t xml:space="preserve">, </w:t>
      </w:r>
      <w:r w:rsidRPr="003D2FAA">
        <w:t>des cartes de visite comme bienvenue aux chiens étrangers</w:t>
      </w:r>
      <w:r w:rsidR="00DE313F">
        <w:t xml:space="preserve"> ; </w:t>
      </w:r>
      <w:r w:rsidRPr="003D2FAA">
        <w:t>e</w:t>
      </w:r>
      <w:r w:rsidRPr="003D2FAA">
        <w:t>n</w:t>
      </w:r>
      <w:r w:rsidRPr="003D2FAA">
        <w:t>suite</w:t>
      </w:r>
      <w:r w:rsidR="00DE313F">
        <w:t xml:space="preserve">, </w:t>
      </w:r>
      <w:r w:rsidRPr="003D2FAA">
        <w:t xml:space="preserve">il les accompagnait partout et les </w:t>
      </w:r>
      <w:r w:rsidRPr="003D2FAA">
        <w:lastRenderedPageBreak/>
        <w:t>défendait au besoin avec un zèle féroce contre les agressions des paysans</w:t>
      </w:r>
      <w:r w:rsidR="00DE313F">
        <w:t xml:space="preserve">. </w:t>
      </w:r>
      <w:r w:rsidRPr="003D2FAA">
        <w:t>Ne pouvant remuer la queue pour les saluer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agitait</w:t>
      </w:r>
      <w:r w:rsidR="00DE313F">
        <w:t xml:space="preserve">, </w:t>
      </w:r>
      <w:r w:rsidRPr="003D2FAA">
        <w:t>se contorsionnait</w:t>
      </w:r>
      <w:r w:rsidR="00DE313F">
        <w:t xml:space="preserve">, </w:t>
      </w:r>
      <w:r w:rsidRPr="003D2FAA">
        <w:t>les invitant ainsi au jeu</w:t>
      </w:r>
      <w:r w:rsidR="00DE313F">
        <w:t xml:space="preserve"> ! </w:t>
      </w:r>
      <w:r w:rsidRPr="003D2FAA">
        <w:t>Et ces petits chiens lui en savaient bon gré</w:t>
      </w:r>
      <w:r w:rsidR="00DE313F">
        <w:t xml:space="preserve">. </w:t>
      </w:r>
      <w:r w:rsidRPr="003D2FAA">
        <w:t>Dans les villes</w:t>
      </w:r>
      <w:r w:rsidR="00DE313F">
        <w:t xml:space="preserve">, </w:t>
      </w:r>
      <w:r w:rsidRPr="003D2FAA">
        <w:t>ces chiens sortaient en laisse</w:t>
      </w:r>
      <w:r w:rsidR="00DE313F">
        <w:t xml:space="preserve">, </w:t>
      </w:r>
      <w:r w:rsidRPr="003D2FAA">
        <w:t>avec la mus</w:t>
      </w:r>
      <w:r w:rsidRPr="003D2FAA">
        <w:t>e</w:t>
      </w:r>
      <w:r w:rsidRPr="003D2FAA">
        <w:t>lière</w:t>
      </w:r>
      <w:r w:rsidR="00DE313F">
        <w:t xml:space="preserve"> ; </w:t>
      </w:r>
      <w:r w:rsidRPr="003D2FAA">
        <w:t>ici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on les laissait libres parce que leurs p</w:t>
      </w:r>
      <w:r w:rsidRPr="003D2FAA">
        <w:t>a</w:t>
      </w:r>
      <w:r w:rsidRPr="003D2FAA">
        <w:t>trons étaient sûrs de ne pas les perdre et de ne pas encourir d</w:t>
      </w:r>
      <w:r w:rsidR="00DE313F">
        <w:t>’</w:t>
      </w:r>
      <w:r w:rsidRPr="003D2FAA">
        <w:t>amendes</w:t>
      </w:r>
      <w:r w:rsidR="00DE313F">
        <w:t xml:space="preserve">. </w:t>
      </w:r>
      <w:r w:rsidRPr="003D2FAA">
        <w:t>En somme</w:t>
      </w:r>
      <w:r w:rsidR="00DE313F">
        <w:t xml:space="preserve">, </w:t>
      </w:r>
      <w:r w:rsidRPr="003D2FAA">
        <w:t>ces chiens étaient</w:t>
      </w:r>
      <w:r w:rsidR="00DE313F">
        <w:t xml:space="preserve">, </w:t>
      </w:r>
      <w:r w:rsidRPr="003D2FAA">
        <w:t>eux aussi</w:t>
      </w:r>
      <w:r w:rsidR="00DE313F">
        <w:t xml:space="preserve">, </w:t>
      </w:r>
      <w:r w:rsidRPr="003D2FAA">
        <w:t>en villégi</w:t>
      </w:r>
      <w:r w:rsidRPr="003D2FAA">
        <w:t>a</w:t>
      </w:r>
      <w:r w:rsidRPr="003D2FAA">
        <w:t>ture</w:t>
      </w:r>
      <w:r w:rsidR="00DE313F">
        <w:t xml:space="preserve">, </w:t>
      </w:r>
      <w:r w:rsidRPr="003D2FAA">
        <w:t xml:space="preserve">et </w:t>
      </w:r>
      <w:proofErr w:type="spellStart"/>
      <w:r w:rsidRPr="003D2FAA">
        <w:t>Pallino</w:t>
      </w:r>
      <w:proofErr w:type="spellEnd"/>
      <w:r w:rsidRPr="003D2FAA">
        <w:t xml:space="preserve"> leur servait de divertissement</w:t>
      </w:r>
      <w:r w:rsidR="00DE313F">
        <w:t xml:space="preserve">. </w:t>
      </w:r>
      <w:r w:rsidRPr="003D2FAA">
        <w:t>Si</w:t>
      </w:r>
      <w:r w:rsidR="00DE313F">
        <w:t xml:space="preserve">, </w:t>
      </w:r>
      <w:r w:rsidRPr="003D2FAA">
        <w:t>quelque jour</w:t>
      </w:r>
      <w:r w:rsidR="00DE313F">
        <w:t xml:space="preserve">, </w:t>
      </w:r>
      <w:r w:rsidRPr="003D2FAA">
        <w:t>il tardait à les rejoindre</w:t>
      </w:r>
      <w:r w:rsidR="00DE313F">
        <w:t xml:space="preserve">, </w:t>
      </w:r>
      <w:r w:rsidRPr="003D2FAA">
        <w:t xml:space="preserve">ils se présentaient en troupes de trois ou quatre devant la boutique de </w:t>
      </w:r>
      <w:proofErr w:type="spellStart"/>
      <w:r w:rsidRPr="003D2FAA">
        <w:t>Fanfulla</w:t>
      </w:r>
      <w:proofErr w:type="spellEnd"/>
      <w:r w:rsidRPr="003D2FAA">
        <w:t xml:space="preserve"> pour le chercher</w:t>
      </w:r>
      <w:r w:rsidR="00DE313F">
        <w:t>.</w:t>
      </w:r>
    </w:p>
    <w:p w14:paraId="719339EF" w14:textId="77777777" w:rsidR="00DE313F" w:rsidRDefault="00DE313F" w:rsidP="0074134D">
      <w:r>
        <w:t>— </w:t>
      </w:r>
      <w:proofErr w:type="spellStart"/>
      <w:r w:rsidR="0074134D" w:rsidRPr="003D2FAA">
        <w:t>Bistecchino</w:t>
      </w:r>
      <w:proofErr w:type="spellEnd"/>
      <w:r>
        <w:t xml:space="preserve">, </w:t>
      </w:r>
      <w:r w:rsidR="0074134D" w:rsidRPr="003D2FAA">
        <w:t xml:space="preserve">lui disait alors </w:t>
      </w:r>
      <w:proofErr w:type="spellStart"/>
      <w:r w:rsidR="0074134D" w:rsidRPr="003D2FAA">
        <w:t>Fanfulla</w:t>
      </w:r>
      <w:proofErr w:type="spellEnd"/>
      <w:r w:rsidR="0074134D" w:rsidRPr="003D2FAA">
        <w:t xml:space="preserve"> en le menaçant du doigt</w:t>
      </w:r>
      <w:r>
        <w:t xml:space="preserve">, </w:t>
      </w:r>
      <w:r w:rsidR="0074134D" w:rsidRPr="003D2FAA">
        <w:t>montre que tu as du sens</w:t>
      </w:r>
      <w:r>
        <w:t xml:space="preserve"> ; </w:t>
      </w:r>
      <w:r w:rsidR="0074134D" w:rsidRPr="003D2FAA">
        <w:t>ces chiens aristocratiques ne sont pas pour toi</w:t>
      </w:r>
      <w:r>
        <w:t xml:space="preserve">. </w:t>
      </w:r>
      <w:r w:rsidR="0074134D" w:rsidRPr="003D2FAA">
        <w:t>Tu es un bâtard</w:t>
      </w:r>
      <w:r>
        <w:t xml:space="preserve">, </w:t>
      </w:r>
      <w:r w:rsidR="0074134D" w:rsidRPr="003D2FAA">
        <w:t>ne l</w:t>
      </w:r>
      <w:r>
        <w:t>’</w:t>
      </w:r>
      <w:r w:rsidR="0074134D" w:rsidRPr="003D2FAA">
        <w:t>oublie pas</w:t>
      </w:r>
      <w:r>
        <w:t xml:space="preserve"> ! </w:t>
      </w:r>
      <w:r w:rsidR="0074134D" w:rsidRPr="003D2FAA">
        <w:t>Tu es un chien de rue</w:t>
      </w:r>
      <w:r>
        <w:t xml:space="preserve">, </w:t>
      </w:r>
      <w:r w:rsidR="0074134D" w:rsidRPr="003D2FAA">
        <w:t>un prolétaire désavoué de tous</w:t>
      </w:r>
      <w:r>
        <w:t xml:space="preserve"> ; </w:t>
      </w:r>
      <w:r w:rsidR="0074134D" w:rsidRPr="003D2FAA">
        <w:t>il me déplaît que tu serves ainsi de bouffon à des chiens de race</w:t>
      </w:r>
      <w:r>
        <w:t>.</w:t>
      </w:r>
    </w:p>
    <w:p w14:paraId="1C187359" w14:textId="77777777" w:rsidR="00DE313F" w:rsidRDefault="0074134D" w:rsidP="0074134D">
      <w:r w:rsidRPr="003D2FAA">
        <w:t xml:space="preserve">Mais </w:t>
      </w:r>
      <w:proofErr w:type="spellStart"/>
      <w:r w:rsidRPr="003D2FAA">
        <w:t>Pallino</w:t>
      </w:r>
      <w:proofErr w:type="spellEnd"/>
      <w:r w:rsidRPr="003D2FAA">
        <w:t xml:space="preserve"> ne lui donnait pas raison</w:t>
      </w:r>
      <w:r w:rsidR="00DE313F">
        <w:t xml:space="preserve"> ; </w:t>
      </w:r>
      <w:r w:rsidRPr="003D2FAA">
        <w:t>il ne pouvait pas lui donner raison</w:t>
      </w:r>
      <w:r w:rsidR="00DE313F">
        <w:t xml:space="preserve">, </w:t>
      </w:r>
      <w:r w:rsidRPr="003D2FAA">
        <w:t>particulièrement</w:t>
      </w:r>
      <w:r w:rsidR="00DE313F">
        <w:t xml:space="preserve">, </w:t>
      </w:r>
      <w:r w:rsidRPr="003D2FAA">
        <w:t>cette année</w:t>
      </w:r>
      <w:r w:rsidR="00DE313F">
        <w:t xml:space="preserve"> ; </w:t>
      </w:r>
      <w:r w:rsidRPr="003D2FAA">
        <w:t>et cela parce que</w:t>
      </w:r>
      <w:r w:rsidR="00DE313F">
        <w:t xml:space="preserve">, </w:t>
      </w:r>
      <w:r w:rsidRPr="003D2FAA">
        <w:t>parmi ces chiens aristocrates qui venaient le relancer</w:t>
      </w:r>
      <w:r w:rsidR="00DE313F">
        <w:t xml:space="preserve">, </w:t>
      </w:r>
      <w:r w:rsidRPr="003D2FAA">
        <w:t>il était un amour de petite chienne pas plus grosse que le poing</w:t>
      </w:r>
      <w:r w:rsidR="00DE313F">
        <w:t xml:space="preserve">, </w:t>
      </w:r>
      <w:r w:rsidRPr="003D2FAA">
        <w:t xml:space="preserve">un </w:t>
      </w:r>
      <w:proofErr w:type="spellStart"/>
      <w:r w:rsidRPr="003D2FAA">
        <w:rPr>
          <w:i/>
          <w:iCs/>
        </w:rPr>
        <w:t>batu</w:t>
      </w:r>
      <w:r w:rsidRPr="003D2FAA">
        <w:rPr>
          <w:i/>
          <w:iCs/>
        </w:rPr>
        <w:t>f</w:t>
      </w:r>
      <w:r w:rsidRPr="003D2FAA">
        <w:rPr>
          <w:i/>
          <w:iCs/>
        </w:rPr>
        <w:t>foletto</w:t>
      </w:r>
      <w:proofErr w:type="spellEnd"/>
      <w:r w:rsidRPr="00920F1B">
        <w:rPr>
          <w:rStyle w:val="Appelnotedebasdep"/>
        </w:rPr>
        <w:footnoteReference w:id="10"/>
      </w:r>
      <w:r w:rsidRPr="003D2FAA">
        <w:t xml:space="preserve"> blanc ébouriffé</w:t>
      </w:r>
      <w:r w:rsidR="00DE313F">
        <w:t xml:space="preserve">, </w:t>
      </w:r>
      <w:r w:rsidRPr="003D2FAA">
        <w:t>dont on ne réussissait pas à savoir où étaient ses pattes et où étaient ses oreilles</w:t>
      </w:r>
      <w:r w:rsidR="00DE313F">
        <w:t xml:space="preserve"> ; </w:t>
      </w:r>
      <w:r w:rsidRPr="003D2FAA">
        <w:t>chercheuse de noises</w:t>
      </w:r>
      <w:r w:rsidR="00DE313F">
        <w:t xml:space="preserve">, </w:t>
      </w:r>
      <w:r w:rsidRPr="003D2FAA">
        <w:t>elle l</w:t>
      </w:r>
      <w:r w:rsidR="00DE313F">
        <w:t>’</w:t>
      </w:r>
      <w:r w:rsidRPr="003D2FAA">
        <w:t>était de première force</w:t>
      </w:r>
      <w:r w:rsidR="00DE313F">
        <w:t xml:space="preserve">, </w:t>
      </w:r>
      <w:r w:rsidRPr="003D2FAA">
        <w:t>mais parfois elle mordait pour de bon</w:t>
      </w:r>
      <w:r w:rsidR="00DE313F">
        <w:t xml:space="preserve"> ; </w:t>
      </w:r>
      <w:r w:rsidRPr="003D2FAA">
        <w:t>bien petites morsures</w:t>
      </w:r>
      <w:r w:rsidR="00DE313F">
        <w:t xml:space="preserve">, </w:t>
      </w:r>
      <w:r w:rsidRPr="003D2FAA">
        <w:t>mais qui</w:t>
      </w:r>
      <w:r w:rsidR="00DE313F">
        <w:t xml:space="preserve">, </w:t>
      </w:r>
      <w:r w:rsidRPr="003D2FAA">
        <w:t>pourtant</w:t>
      </w:r>
      <w:r w:rsidR="00DE313F">
        <w:t xml:space="preserve">, </w:t>
      </w:r>
      <w:r w:rsidRPr="003D2FAA">
        <w:t>lai</w:t>
      </w:r>
      <w:r w:rsidRPr="003D2FAA">
        <w:t>s</w:t>
      </w:r>
      <w:r w:rsidRPr="003D2FAA">
        <w:t>saient quelquefois des traces tout un jour</w:t>
      </w:r>
      <w:r w:rsidR="00DE313F">
        <w:t>.</w:t>
      </w:r>
    </w:p>
    <w:p w14:paraId="3D941E64" w14:textId="77777777" w:rsidR="00DE313F" w:rsidRDefault="0074134D" w:rsidP="0074134D">
      <w:r w:rsidRPr="003D2FAA">
        <w:lastRenderedPageBreak/>
        <w:t xml:space="preserve">Il est vrai que </w:t>
      </w:r>
      <w:proofErr w:type="spellStart"/>
      <w:r w:rsidRPr="003D2FAA">
        <w:t>Pallino</w:t>
      </w:r>
      <w:proofErr w:type="spellEnd"/>
      <w:r w:rsidRPr="003D2FAA">
        <w:t xml:space="preserve"> les recevait si volontiers</w:t>
      </w:r>
      <w:r w:rsidR="00DE313F">
        <w:t xml:space="preserve"> ! </w:t>
      </w:r>
      <w:r w:rsidRPr="003D2FAA">
        <w:t>Elle aboyait en frétillant</w:t>
      </w:r>
      <w:r w:rsidR="00DE313F">
        <w:t xml:space="preserve">, </w:t>
      </w:r>
      <w:r w:rsidRPr="003D2FAA">
        <w:t>campée sur ses pattes pour l</w:t>
      </w:r>
      <w:r w:rsidR="00DE313F">
        <w:t>’</w:t>
      </w:r>
      <w:r w:rsidRPr="003D2FAA">
        <w:t>assaillir ensuite ici ou là</w:t>
      </w:r>
      <w:r w:rsidR="00DE313F">
        <w:t>.</w:t>
      </w:r>
    </w:p>
    <w:p w14:paraId="2D81F6FB" w14:textId="77777777" w:rsidR="00DE313F" w:rsidRDefault="0074134D" w:rsidP="0074134D">
      <w:r w:rsidRPr="003D2FAA">
        <w:t>Lui</w:t>
      </w:r>
      <w:r w:rsidR="00DE313F">
        <w:t xml:space="preserve">, </w:t>
      </w:r>
      <w:r w:rsidRPr="003D2FAA">
        <w:t>pour lui faire plaisir</w:t>
      </w:r>
      <w:r w:rsidR="00DE313F">
        <w:t xml:space="preserve">, </w:t>
      </w:r>
      <w:r w:rsidRPr="003D2FAA">
        <w:t>la suivait des yeux dans ses gr</w:t>
      </w:r>
      <w:r w:rsidRPr="003D2FAA">
        <w:t>a</w:t>
      </w:r>
      <w:r w:rsidRPr="003D2FAA">
        <w:t>cieux assauts</w:t>
      </w:r>
      <w:r w:rsidR="00DE313F">
        <w:t xml:space="preserve">, </w:t>
      </w:r>
      <w:r w:rsidRPr="003D2FAA">
        <w:t>puis</w:t>
      </w:r>
      <w:r w:rsidR="00DE313F">
        <w:t xml:space="preserve">, </w:t>
      </w:r>
      <w:r w:rsidRPr="003D2FAA">
        <w:t>craignant presque qu</w:t>
      </w:r>
      <w:r w:rsidR="00DE313F">
        <w:t>’</w:t>
      </w:r>
      <w:r w:rsidRPr="003D2FAA">
        <w:t>elle ne se fatiguât à trop aboyer</w:t>
      </w:r>
      <w:r w:rsidR="00DE313F">
        <w:t xml:space="preserve"> (</w:t>
      </w:r>
      <w:r w:rsidRPr="003D2FAA">
        <w:t>d</w:t>
      </w:r>
      <w:r w:rsidR="00DE313F">
        <w:t>’</w:t>
      </w:r>
      <w:r w:rsidRPr="003D2FAA">
        <w:t>où tirait-elle cette voix plus grosse qu</w:t>
      </w:r>
      <w:r w:rsidR="00DE313F">
        <w:t>’</w:t>
      </w:r>
      <w:r w:rsidRPr="003D2FAA">
        <w:t>elle-même</w:t>
      </w:r>
      <w:r w:rsidR="00DE313F">
        <w:t xml:space="preserve"> ?), </w:t>
      </w:r>
      <w:r w:rsidRPr="003D2FAA">
        <w:t>il s</w:t>
      </w:r>
      <w:r w:rsidR="00DE313F">
        <w:t>’</w:t>
      </w:r>
      <w:r w:rsidRPr="003D2FAA">
        <w:t>allongeait à terre</w:t>
      </w:r>
      <w:r w:rsidR="00DE313F">
        <w:t xml:space="preserve">, </w:t>
      </w:r>
      <w:r w:rsidRPr="003D2FAA">
        <w:t>heureux</w:t>
      </w:r>
      <w:r w:rsidR="00DE313F">
        <w:t xml:space="preserve">, </w:t>
      </w:r>
      <w:r w:rsidRPr="003D2FAA">
        <w:t>la panse à l</w:t>
      </w:r>
      <w:r w:rsidR="00DE313F">
        <w:t>’</w:t>
      </w:r>
      <w:r w:rsidRPr="003D2FAA">
        <w:t>air</w:t>
      </w:r>
      <w:r w:rsidR="00DE313F">
        <w:t xml:space="preserve">, </w:t>
      </w:r>
      <w:r w:rsidRPr="003D2FAA">
        <w:t>et a</w:t>
      </w:r>
      <w:r w:rsidRPr="003D2FAA">
        <w:t>t</w:t>
      </w:r>
      <w:r w:rsidRPr="003D2FAA">
        <w:t>tendait qu</w:t>
      </w:r>
      <w:r w:rsidR="00DE313F">
        <w:t>’</w:t>
      </w:r>
      <w:r w:rsidRPr="003D2FAA">
        <w:t>elle lui sautât dessus pour l</w:t>
      </w:r>
      <w:r w:rsidR="00DE313F">
        <w:t>’</w:t>
      </w:r>
      <w:r w:rsidRPr="003D2FAA">
        <w:t>embrasser</w:t>
      </w:r>
      <w:r w:rsidR="00DE313F">
        <w:t xml:space="preserve">, </w:t>
      </w:r>
      <w:r w:rsidRPr="003D2FAA">
        <w:t>tout en se laissant mordiller le museau et les oreilles</w:t>
      </w:r>
      <w:r w:rsidR="00DE313F">
        <w:t>.</w:t>
      </w:r>
    </w:p>
    <w:p w14:paraId="308A264D" w14:textId="77777777" w:rsidR="00DE313F" w:rsidRDefault="0074134D" w:rsidP="0074134D">
      <w:r w:rsidRPr="003D2FAA">
        <w:t>Il en était éperdument amoureux</w:t>
      </w:r>
      <w:r w:rsidR="00DE313F">
        <w:t xml:space="preserve"> ! </w:t>
      </w:r>
      <w:r w:rsidRPr="003D2FAA">
        <w:t>Et rustre comme il l</w:t>
      </w:r>
      <w:r w:rsidR="00DE313F">
        <w:t>’</w:t>
      </w:r>
      <w:r w:rsidRPr="003D2FAA">
        <w:t>était et sans queue</w:t>
      </w:r>
      <w:r w:rsidR="00DE313F">
        <w:t xml:space="preserve">, </w:t>
      </w:r>
      <w:r w:rsidRPr="003D2FAA">
        <w:t>au milieu de ces jeux mignards avec ce p</w:t>
      </w:r>
      <w:r w:rsidRPr="003D2FAA">
        <w:t>e</w:t>
      </w:r>
      <w:r w:rsidRPr="003D2FAA">
        <w:t>tit être tout en toison</w:t>
      </w:r>
      <w:r w:rsidR="00DE313F">
        <w:t xml:space="preserve">, </w:t>
      </w:r>
      <w:r w:rsidRPr="003D2FAA">
        <w:t>son ridicule était à faire pitié</w:t>
      </w:r>
      <w:r w:rsidR="00DE313F">
        <w:t>.</w:t>
      </w:r>
    </w:p>
    <w:p w14:paraId="07313F60" w14:textId="77777777" w:rsidR="00DE313F" w:rsidRDefault="0074134D" w:rsidP="0074134D">
      <w:r w:rsidRPr="003D2FAA">
        <w:t>La petite chienne se nommait Mimi et habitait avec sa p</w:t>
      </w:r>
      <w:r w:rsidRPr="003D2FAA">
        <w:t>a</w:t>
      </w:r>
      <w:r w:rsidRPr="003D2FAA">
        <w:t xml:space="preserve">tronne la pension </w:t>
      </w:r>
      <w:r w:rsidRPr="003D2FAA">
        <w:rPr>
          <w:i/>
          <w:iCs/>
        </w:rPr>
        <w:t>Ronchi</w:t>
      </w:r>
      <w:r w:rsidR="00DE313F">
        <w:rPr>
          <w:i/>
          <w:iCs/>
        </w:rPr>
        <w:t xml:space="preserve">. </w:t>
      </w:r>
      <w:r w:rsidRPr="003D2FAA">
        <w:t>Cette patronne était une demoiselle américaine déjà un peu mûre et qui</w:t>
      </w:r>
      <w:r w:rsidR="00DE313F">
        <w:t xml:space="preserve">, </w:t>
      </w:r>
      <w:r w:rsidRPr="003D2FAA">
        <w:t>depuis plusieurs années</w:t>
      </w:r>
      <w:r w:rsidR="00DE313F">
        <w:t xml:space="preserve">, </w:t>
      </w:r>
      <w:r w:rsidRPr="003D2FAA">
        <w:t>demeurait en Italie</w:t>
      </w:r>
      <w:r w:rsidR="00DE313F">
        <w:t xml:space="preserve">, </w:t>
      </w:r>
      <w:r w:rsidRPr="003D2FAA">
        <w:t>en quête d</w:t>
      </w:r>
      <w:r w:rsidR="00DE313F">
        <w:t>’</w:t>
      </w:r>
      <w:r w:rsidRPr="003D2FAA">
        <w:t>un mari</w:t>
      </w:r>
      <w:r w:rsidR="00DE313F">
        <w:t xml:space="preserve">, </w:t>
      </w:r>
      <w:r w:rsidRPr="003D2FAA">
        <w:t>disaient les mauvaises langues</w:t>
      </w:r>
      <w:r w:rsidR="00DE313F">
        <w:t xml:space="preserve"> ! </w:t>
      </w:r>
      <w:r w:rsidRPr="003D2FAA">
        <w:t>Pourquoi ne le trouvait-elle pas</w:t>
      </w:r>
      <w:r w:rsidR="00DE313F">
        <w:t xml:space="preserve"> ? </w:t>
      </w:r>
      <w:r w:rsidRPr="003D2FAA">
        <w:t>Laide</w:t>
      </w:r>
      <w:r w:rsidR="00DE313F">
        <w:t xml:space="preserve">, </w:t>
      </w:r>
      <w:r w:rsidRPr="003D2FAA">
        <w:t>elle était loin de l</w:t>
      </w:r>
      <w:r w:rsidR="00DE313F">
        <w:t>’</w:t>
      </w:r>
      <w:r w:rsidRPr="003D2FAA">
        <w:t>être</w:t>
      </w:r>
      <w:r w:rsidR="00DE313F">
        <w:t xml:space="preserve"> : </w:t>
      </w:r>
      <w:r w:rsidRPr="003D2FAA">
        <w:t>grande</w:t>
      </w:r>
      <w:r w:rsidR="00DE313F">
        <w:t xml:space="preserve">, </w:t>
      </w:r>
      <w:r w:rsidRPr="003D2FAA">
        <w:t>svelte</w:t>
      </w:r>
      <w:r w:rsidR="00DE313F">
        <w:t xml:space="preserve">, </w:t>
      </w:r>
      <w:r w:rsidRPr="003D2FAA">
        <w:t>elle avait de beaux yeux</w:t>
      </w:r>
      <w:r w:rsidR="00DE313F">
        <w:t xml:space="preserve">, </w:t>
      </w:r>
      <w:r w:rsidRPr="003D2FAA">
        <w:t>de beaux ch</w:t>
      </w:r>
      <w:r w:rsidRPr="003D2FAA">
        <w:t>e</w:t>
      </w:r>
      <w:r w:rsidRPr="003D2FAA">
        <w:t>veux</w:t>
      </w:r>
      <w:r w:rsidR="00DE313F">
        <w:t xml:space="preserve">, </w:t>
      </w:r>
      <w:r w:rsidRPr="003D2FAA">
        <w:t>des lèvres rouges et un peu fortes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dans toute sa pe</w:t>
      </w:r>
      <w:r w:rsidRPr="003D2FAA">
        <w:t>r</w:t>
      </w:r>
      <w:r w:rsidRPr="003D2FAA">
        <w:t>sonne et sur son visage</w:t>
      </w:r>
      <w:r w:rsidR="00DE313F">
        <w:t xml:space="preserve">, </w:t>
      </w:r>
      <w:r w:rsidRPr="003D2FAA">
        <w:t>un air de noblesse et une grâce mélancolique</w:t>
      </w:r>
      <w:r w:rsidR="00DE313F">
        <w:t xml:space="preserve">. </w:t>
      </w:r>
      <w:r w:rsidRPr="003D2FAA">
        <w:t>Et puis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s</w:t>
      </w:r>
      <w:r w:rsidR="00DE313F">
        <w:t>’</w:t>
      </w:r>
      <w:r w:rsidRPr="003D2FAA">
        <w:t>habillait avec une riche et él</w:t>
      </w:r>
      <w:r w:rsidRPr="003D2FAA">
        <w:t>é</w:t>
      </w:r>
      <w:r w:rsidRPr="003D2FAA">
        <w:t>gante simplicité</w:t>
      </w:r>
      <w:r w:rsidR="00DE313F">
        <w:t xml:space="preserve">, </w:t>
      </w:r>
      <w:r w:rsidRPr="003D2FAA">
        <w:t>et portait d</w:t>
      </w:r>
      <w:r w:rsidR="00DE313F">
        <w:t>’</w:t>
      </w:r>
      <w:r w:rsidRPr="003D2FAA">
        <w:t>énormes chapeaux où ondoyaient des voiles longs et ténus qui lui seyaient à merveille</w:t>
      </w:r>
      <w:r w:rsidR="00DE313F">
        <w:t>.</w:t>
      </w:r>
    </w:p>
    <w:p w14:paraId="7B2F05B1" w14:textId="77777777" w:rsidR="00DE313F" w:rsidRDefault="0074134D" w:rsidP="0074134D">
      <w:r w:rsidRPr="003D2FAA">
        <w:t>Les soupirants ne lui manquaient donc pas</w:t>
      </w:r>
      <w:r w:rsidR="00DE313F">
        <w:t xml:space="preserve"> ; </w:t>
      </w:r>
      <w:r w:rsidRPr="003D2FAA">
        <w:t>elle en avait même toujours deux ou trois à la fois qui lui tournaient autour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 prime abord</w:t>
      </w:r>
      <w:r w:rsidR="00DE313F">
        <w:t xml:space="preserve">, </w:t>
      </w:r>
      <w:r w:rsidRPr="003D2FAA">
        <w:t>tous</w:t>
      </w:r>
      <w:r w:rsidR="00DE313F">
        <w:t xml:space="preserve">, </w:t>
      </w:r>
      <w:r w:rsidRPr="003D2FAA">
        <w:t>la sachant Américaine</w:t>
      </w:r>
      <w:r w:rsidR="00DE313F">
        <w:t xml:space="preserve">, </w:t>
      </w:r>
      <w:r w:rsidRPr="003D2FAA">
        <w:t>étaient animés des plus sérieuses intentions</w:t>
      </w:r>
      <w:r w:rsidR="00DE313F">
        <w:t xml:space="preserve"> ; </w:t>
      </w:r>
      <w:r w:rsidRPr="003D2FAA">
        <w:t>mais</w:t>
      </w:r>
      <w:r w:rsidR="00DE313F">
        <w:t xml:space="preserve">, </w:t>
      </w:r>
      <w:r w:rsidRPr="003D2FAA">
        <w:t>ensuite</w:t>
      </w:r>
      <w:r w:rsidR="00DE313F">
        <w:t xml:space="preserve">… </w:t>
      </w:r>
      <w:r w:rsidRPr="003D2FAA">
        <w:t>Ah</w:t>
      </w:r>
      <w:r w:rsidR="00DE313F">
        <w:t xml:space="preserve"> ! </w:t>
      </w:r>
      <w:r w:rsidRPr="003D2FAA">
        <w:t>ensuite</w:t>
      </w:r>
      <w:r w:rsidR="00DE313F">
        <w:t xml:space="preserve">, </w:t>
      </w:r>
      <w:r w:rsidRPr="003D2FAA">
        <w:t>ca</w:t>
      </w:r>
      <w:r w:rsidRPr="003D2FAA">
        <w:t>u</w:t>
      </w:r>
      <w:r w:rsidRPr="003D2FAA">
        <w:t>sant</w:t>
      </w:r>
      <w:r w:rsidR="00DE313F">
        <w:t xml:space="preserve">, </w:t>
      </w:r>
      <w:r w:rsidRPr="003D2FAA">
        <w:t>tâtant le terrain</w:t>
      </w:r>
      <w:r w:rsidR="00DE313F">
        <w:t xml:space="preserve">… </w:t>
      </w:r>
      <w:r w:rsidRPr="003D2FAA">
        <w:t>Eh bien</w:t>
      </w:r>
      <w:r w:rsidR="00DE313F">
        <w:t xml:space="preserve">, </w:t>
      </w:r>
      <w:r w:rsidRPr="003D2FAA">
        <w:t>voilà</w:t>
      </w:r>
      <w:r w:rsidR="00DE313F">
        <w:t xml:space="preserve"> : </w:t>
      </w:r>
      <w:r w:rsidRPr="003D2FAA">
        <w:t>pauvre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et on le voyait à sa façon de vivre</w:t>
      </w:r>
      <w:r w:rsidR="00DE313F">
        <w:t xml:space="preserve"> ; </w:t>
      </w:r>
      <w:r w:rsidRPr="003D2FAA">
        <w:t>mais riche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ne l</w:t>
      </w:r>
      <w:r w:rsidR="00DE313F">
        <w:t>’</w:t>
      </w:r>
      <w:r w:rsidRPr="003D2FAA">
        <w:t>était pas non plus</w:t>
      </w:r>
      <w:r w:rsidR="00DE313F">
        <w:t xml:space="preserve"> ; </w:t>
      </w:r>
      <w:r w:rsidRPr="003D2FAA">
        <w:t>et alors</w:t>
      </w:r>
      <w:r w:rsidR="00DE313F">
        <w:t xml:space="preserve">… </w:t>
      </w:r>
      <w:r w:rsidRPr="003D2FAA">
        <w:t>alors pourquoi était-</w:t>
      </w:r>
      <w:r w:rsidRPr="003D2FAA">
        <w:lastRenderedPageBreak/>
        <w:t>elle Américaine</w:t>
      </w:r>
      <w:r w:rsidR="00DE313F">
        <w:t xml:space="preserve"> ? </w:t>
      </w:r>
      <w:r w:rsidRPr="003D2FAA">
        <w:t>Sans une bonne dot</w:t>
      </w:r>
      <w:r w:rsidR="00DE313F">
        <w:t xml:space="preserve">, </w:t>
      </w:r>
      <w:r w:rsidRPr="003D2FAA">
        <w:t>voyons</w:t>
      </w:r>
      <w:r w:rsidR="00DE313F">
        <w:t xml:space="preserve">, </w:t>
      </w:r>
      <w:r w:rsidRPr="003D2FAA">
        <w:t>autant épouser une demoiselle du pays</w:t>
      </w:r>
      <w:r w:rsidR="00DE313F">
        <w:t xml:space="preserve">. </w:t>
      </w:r>
      <w:r w:rsidRPr="003D2FAA">
        <w:t>Et tous les prétendants se retiraient</w:t>
      </w:r>
      <w:r w:rsidR="00DE313F">
        <w:t xml:space="preserve">, </w:t>
      </w:r>
      <w:r w:rsidRPr="003D2FAA">
        <w:t>non sans politesse</w:t>
      </w:r>
      <w:r w:rsidR="00DE313F">
        <w:t xml:space="preserve">, </w:t>
      </w:r>
      <w:r w:rsidRPr="003D2FAA">
        <w:t>mais en bon ordre</w:t>
      </w:r>
      <w:r w:rsidR="00DE313F">
        <w:t>.</w:t>
      </w:r>
    </w:p>
    <w:p w14:paraId="7F88C6C8" w14:textId="77777777" w:rsidR="00DE313F" w:rsidRDefault="0074134D" w:rsidP="0074134D"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s</w:t>
      </w:r>
      <w:r w:rsidR="00DE313F">
        <w:t>’</w:t>
      </w:r>
      <w:r w:rsidRPr="003D2FAA">
        <w:t>en rongeait les poings et déchargeait sa do</w:t>
      </w:r>
      <w:r w:rsidRPr="003D2FAA">
        <w:t>u</w:t>
      </w:r>
      <w:r w:rsidRPr="003D2FAA">
        <w:t>leur secrète en furieuses caresses à sa petite chère et fidèle M</w:t>
      </w:r>
      <w:r w:rsidRPr="003D2FAA">
        <w:t>i</w:t>
      </w:r>
      <w:r w:rsidRPr="003D2FAA">
        <w:t>mi</w:t>
      </w:r>
      <w:r w:rsidR="00DE313F">
        <w:t>.</w:t>
      </w:r>
    </w:p>
    <w:p w14:paraId="2E1A9B0D" w14:textId="77777777" w:rsidR="00DE313F" w:rsidRDefault="0074134D" w:rsidP="0074134D">
      <w:r w:rsidRPr="003D2FAA">
        <w:t>Ah</w:t>
      </w:r>
      <w:r w:rsidR="00DE313F">
        <w:t xml:space="preserve"> ! </w:t>
      </w:r>
      <w:r w:rsidRPr="003D2FAA">
        <w:t>si cela avait été seulement des caresses</w:t>
      </w:r>
      <w:r w:rsidR="00DE313F">
        <w:t xml:space="preserve"> ! </w:t>
      </w:r>
      <w:r w:rsidRPr="003D2FAA">
        <w:t xml:space="preserve">Mais miss </w:t>
      </w:r>
      <w:proofErr w:type="spellStart"/>
      <w:r w:rsidRPr="003D2FAA">
        <w:t>Galley</w:t>
      </w:r>
      <w:proofErr w:type="spellEnd"/>
      <w:r w:rsidRPr="003D2FAA">
        <w:t xml:space="preserve"> la voulait fille</w:t>
      </w:r>
      <w:r w:rsidR="00DE313F">
        <w:t xml:space="preserve">, </w:t>
      </w:r>
      <w:r w:rsidRPr="003D2FAA">
        <w:t>toujours fille</w:t>
      </w:r>
      <w:r w:rsidR="00DE313F">
        <w:t xml:space="preserve">, </w:t>
      </w:r>
      <w:r w:rsidRPr="003D2FAA">
        <w:t>fille comme elle</w:t>
      </w:r>
      <w:r w:rsidR="00DE313F">
        <w:t xml:space="preserve">, </w:t>
      </w:r>
      <w:r w:rsidRPr="003D2FAA">
        <w:t>sa petite chère et fidèle Mimi</w:t>
      </w:r>
      <w:r w:rsidR="00DE313F">
        <w:t xml:space="preserve"> ! </w:t>
      </w:r>
      <w:r w:rsidRPr="003D2FAA">
        <w:t>Oh</w:t>
      </w:r>
      <w:r w:rsidR="00DE313F">
        <w:t xml:space="preserve"> ! </w:t>
      </w:r>
      <w:r w:rsidRPr="003D2FAA">
        <w:t>elle savait la défendre contre les pièges des vilains mâles</w:t>
      </w:r>
      <w:r w:rsidR="00DE313F">
        <w:t xml:space="preserve">. </w:t>
      </w:r>
      <w:r w:rsidRPr="003D2FAA">
        <w:t>Malheur</w:t>
      </w:r>
      <w:r w:rsidR="00DE313F">
        <w:t xml:space="preserve">, </w:t>
      </w:r>
      <w:r w:rsidRPr="003D2FAA">
        <w:t>malheur</w:t>
      </w:r>
      <w:r w:rsidR="00DE313F">
        <w:t xml:space="preserve"> ! </w:t>
      </w:r>
      <w:r w:rsidRPr="003D2FAA">
        <w:t>si un vilain petit chien les approchait</w:t>
      </w:r>
      <w:r w:rsidR="00DE313F">
        <w:t xml:space="preserve"> ! </w:t>
      </w:r>
      <w:r w:rsidRPr="003D2FAA">
        <w:t>Tout de suite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prenait Mimi sous son bras</w:t>
      </w:r>
      <w:r w:rsidR="00DE313F">
        <w:t xml:space="preserve">, </w:t>
      </w:r>
      <w:r w:rsidRPr="003D2FAA">
        <w:t>et si Mimi</w:t>
      </w:r>
      <w:r w:rsidR="00DE313F">
        <w:t xml:space="preserve">, </w:t>
      </w:r>
      <w:r w:rsidRPr="003D2FAA">
        <w:t>qui avait déjà cinq ans et ne pouvait comprendre pour quelles raisons sa patronne restant fille</w:t>
      </w:r>
      <w:r w:rsidR="00DE313F">
        <w:t xml:space="preserve">, </w:t>
      </w:r>
      <w:r w:rsidRPr="003D2FAA">
        <w:t>elle devait rester fille</w:t>
      </w:r>
      <w:r w:rsidR="00DE313F">
        <w:t xml:space="preserve">, </w:t>
      </w:r>
      <w:r w:rsidRPr="003D2FAA">
        <w:t>elle aussi</w:t>
      </w:r>
      <w:r w:rsidR="00DE313F">
        <w:t xml:space="preserve"> ; </w:t>
      </w:r>
      <w:r w:rsidRPr="003D2FAA">
        <w:t>si Mimi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se rebellait</w:t>
      </w:r>
      <w:r w:rsidR="00DE313F">
        <w:t xml:space="preserve">, </w:t>
      </w:r>
      <w:r w:rsidRPr="003D2FAA">
        <w:t>il y avait des coups</w:t>
      </w:r>
      <w:r w:rsidR="00DE313F">
        <w:t xml:space="preserve"> ; </w:t>
      </w:r>
      <w:r w:rsidRPr="003D2FAA">
        <w:t>si elle agitait ses petites pattes pour trottiner par terre</w:t>
      </w:r>
      <w:r w:rsidR="00DE313F">
        <w:t xml:space="preserve">, </w:t>
      </w:r>
      <w:r w:rsidRPr="003D2FAA">
        <w:t>il y avait des coups</w:t>
      </w:r>
      <w:r w:rsidR="00DE313F">
        <w:t xml:space="preserve"> ; </w:t>
      </w:r>
      <w:r w:rsidRPr="003D2FAA">
        <w:t>et il y en avait encore lorsqu</w:t>
      </w:r>
      <w:r w:rsidR="00DE313F">
        <w:t>’</w:t>
      </w:r>
      <w:r w:rsidRPr="003D2FAA">
        <w:t>elle allongeait le cou ou fourrait son museau sous le bras de son t</w:t>
      </w:r>
      <w:r w:rsidRPr="003D2FAA">
        <w:t>y</w:t>
      </w:r>
      <w:r w:rsidRPr="003D2FAA">
        <w:t>ran pour voir si le chien amoureux la suivait en dépit de tout</w:t>
      </w:r>
      <w:r w:rsidR="00DE313F">
        <w:t>.</w:t>
      </w:r>
    </w:p>
    <w:p w14:paraId="1C42EA53" w14:textId="77777777" w:rsidR="00DE313F" w:rsidRDefault="0074134D" w:rsidP="0074134D">
      <w:r w:rsidRPr="003D2FAA">
        <w:t>Heureusement</w:t>
      </w:r>
      <w:r w:rsidR="00DE313F">
        <w:t xml:space="preserve">, </w:t>
      </w:r>
      <w:r w:rsidRPr="003D2FAA">
        <w:t>cette cruelle surveillance se faisait moins rigoureuse chaque fois qu</w:t>
      </w:r>
      <w:r w:rsidR="00DE313F">
        <w:t>’</w:t>
      </w:r>
      <w:r w:rsidRPr="003D2FAA">
        <w:t>un nouveau soupirant venait faire r</w:t>
      </w:r>
      <w:r w:rsidRPr="003D2FAA">
        <w:t>e</w:t>
      </w:r>
      <w:r w:rsidRPr="003D2FAA">
        <w:t xml:space="preserve">verdir les espérances de miss </w:t>
      </w:r>
      <w:proofErr w:type="spellStart"/>
      <w:r w:rsidRPr="003D2FAA">
        <w:t>Galley</w:t>
      </w:r>
      <w:proofErr w:type="spellEnd"/>
      <w:r w:rsidR="00DE313F">
        <w:t>.</w:t>
      </w:r>
    </w:p>
    <w:p w14:paraId="5FDD93F4" w14:textId="77777777" w:rsidR="00DE313F" w:rsidRDefault="0074134D" w:rsidP="0074134D">
      <w:r w:rsidRPr="003D2FAA">
        <w:t>Si Mimi avait pu raisonner et réfléchir sur la plus ou moins grande liberté dont elle jouissait</w:t>
      </w:r>
      <w:r w:rsidR="00DE313F">
        <w:t xml:space="preserve">, </w:t>
      </w:r>
      <w:r w:rsidRPr="003D2FAA">
        <w:t>elle aurait pu juger quelle somme d</w:t>
      </w:r>
      <w:r w:rsidR="00DE313F">
        <w:t>’</w:t>
      </w:r>
      <w:r w:rsidRPr="003D2FAA">
        <w:t>espérances la nouvelle aventure donnait au cœur int</w:t>
      </w:r>
      <w:r w:rsidRPr="003D2FAA">
        <w:t>a</w:t>
      </w:r>
      <w:r w:rsidRPr="003D2FAA">
        <w:t>rissable de sa patronne</w:t>
      </w:r>
      <w:r w:rsidR="00DE313F">
        <w:t xml:space="preserve">, </w:t>
      </w:r>
      <w:r w:rsidRPr="003D2FAA">
        <w:t>cœur semblable à un petit oiseau au bec toujours ouvert</w:t>
      </w:r>
      <w:r w:rsidR="00DE313F">
        <w:t>.</w:t>
      </w:r>
    </w:p>
    <w:p w14:paraId="5DC919C1" w14:textId="77777777" w:rsidR="00DE313F" w:rsidRDefault="0074134D" w:rsidP="0074134D">
      <w:r w:rsidRPr="003D2FAA">
        <w:t>Or</w:t>
      </w:r>
      <w:r w:rsidR="00DE313F">
        <w:t xml:space="preserve">, </w:t>
      </w:r>
      <w:r w:rsidRPr="003D2FAA">
        <w:t>cet été</w:t>
      </w:r>
      <w:r w:rsidR="00DE313F">
        <w:t xml:space="preserve">, </w:t>
      </w:r>
      <w:r w:rsidRPr="003D2FAA">
        <w:t xml:space="preserve">à </w:t>
      </w:r>
      <w:proofErr w:type="spellStart"/>
      <w:r w:rsidRPr="003D2FAA">
        <w:t>Chianciano</w:t>
      </w:r>
      <w:proofErr w:type="spellEnd"/>
      <w:r w:rsidR="00DE313F">
        <w:t xml:space="preserve">, </w:t>
      </w:r>
      <w:r w:rsidRPr="003D2FAA">
        <w:t>Mimi était très libre</w:t>
      </w:r>
      <w:r w:rsidR="00DE313F">
        <w:t>.</w:t>
      </w:r>
    </w:p>
    <w:p w14:paraId="6EB06BE7" w14:textId="77777777" w:rsidR="00DE313F" w:rsidRDefault="0074134D" w:rsidP="0074134D">
      <w:r w:rsidRPr="003D2FAA">
        <w:t>Il y avait en effet</w:t>
      </w:r>
      <w:r w:rsidR="00DE313F">
        <w:t xml:space="preserve">, </w:t>
      </w:r>
      <w:r w:rsidRPr="003D2FAA">
        <w:t>à la pension Ronchi</w:t>
      </w:r>
      <w:r w:rsidR="00DE313F">
        <w:t xml:space="preserve">, </w:t>
      </w:r>
      <w:r w:rsidRPr="003D2FAA">
        <w:t>un bel homme qui avait un peu dépassé la quarantaine</w:t>
      </w:r>
      <w:r w:rsidR="00DE313F">
        <w:t xml:space="preserve">, </w:t>
      </w:r>
      <w:r w:rsidRPr="003D2FAA">
        <w:t>très brun</w:t>
      </w:r>
      <w:r w:rsidR="00DE313F">
        <w:t xml:space="preserve">, </w:t>
      </w:r>
      <w:r w:rsidRPr="003D2FAA">
        <w:t xml:space="preserve">les cheveux </w:t>
      </w:r>
      <w:r w:rsidRPr="003D2FAA">
        <w:lastRenderedPageBreak/>
        <w:t>un peu précocement gris</w:t>
      </w:r>
      <w:r w:rsidR="00DE313F">
        <w:t xml:space="preserve">, </w:t>
      </w:r>
      <w:r w:rsidRPr="003D2FAA">
        <w:t>mais avec des moustaches encore noires</w:t>
      </w:r>
      <w:r w:rsidR="00DE313F">
        <w:t xml:space="preserve"> (</w:t>
      </w:r>
      <w:r w:rsidRPr="003D2FAA">
        <w:t>peut-être même un peu trop</w:t>
      </w:r>
      <w:r w:rsidR="00DE313F">
        <w:t xml:space="preserve"> !), </w:t>
      </w:r>
      <w:r w:rsidRPr="003D2FAA">
        <w:t>robuste</w:t>
      </w:r>
      <w:r w:rsidR="00DE313F">
        <w:t xml:space="preserve">, </w:t>
      </w:r>
      <w:r w:rsidRPr="003D2FAA">
        <w:t>très élégant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 xml:space="preserve">venu à </w:t>
      </w:r>
      <w:proofErr w:type="spellStart"/>
      <w:r w:rsidRPr="003D2FAA">
        <w:t>Chianciano</w:t>
      </w:r>
      <w:proofErr w:type="spellEnd"/>
      <w:r w:rsidRPr="003D2FAA">
        <w:t xml:space="preserve"> pour les quinze jours de la cure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y attardait d</w:t>
      </w:r>
      <w:r w:rsidRPr="003D2FAA">
        <w:t>e</w:t>
      </w:r>
      <w:r w:rsidRPr="003D2FAA">
        <w:t>puis plus d</w:t>
      </w:r>
      <w:r w:rsidR="00DE313F">
        <w:t>’</w:t>
      </w:r>
      <w:r w:rsidRPr="003D2FAA">
        <w:t>un mois</w:t>
      </w:r>
      <w:r w:rsidR="00DE313F">
        <w:t xml:space="preserve">, </w:t>
      </w:r>
      <w:r w:rsidRPr="003D2FAA">
        <w:t>et ne parlait pas encore de son départ</w:t>
      </w:r>
      <w:r w:rsidR="00DE313F">
        <w:t xml:space="preserve">, </w:t>
      </w:r>
      <w:r w:rsidRPr="003D2FAA">
        <w:t>bien qu</w:t>
      </w:r>
      <w:r w:rsidR="00DE313F">
        <w:t>’</w:t>
      </w:r>
      <w:r w:rsidRPr="003D2FAA">
        <w:t>il eût déclaré en arrivant avoir des affaires très urgentes à Rome</w:t>
      </w:r>
      <w:r w:rsidR="00DE313F">
        <w:t xml:space="preserve">, </w:t>
      </w:r>
      <w:r w:rsidRPr="003D2FAA">
        <w:t>affaires auxquelles il ne s</w:t>
      </w:r>
      <w:r w:rsidR="00DE313F">
        <w:t>’</w:t>
      </w:r>
      <w:r w:rsidRPr="003D2FAA">
        <w:t>était soustrait qu</w:t>
      </w:r>
      <w:r w:rsidR="00DE313F">
        <w:t>’</w:t>
      </w:r>
      <w:r w:rsidRPr="003D2FAA">
        <w:t xml:space="preserve">à </w:t>
      </w:r>
      <w:proofErr w:type="spellStart"/>
      <w:r w:rsidRPr="003D2FAA">
        <w:t>grand</w:t>
      </w:r>
      <w:r w:rsidR="00DE313F">
        <w:t>’</w:t>
      </w:r>
      <w:r w:rsidRPr="003D2FAA">
        <w:t>peine</w:t>
      </w:r>
      <w:proofErr w:type="spellEnd"/>
      <w:r w:rsidR="00DE313F">
        <w:t xml:space="preserve">, </w:t>
      </w:r>
      <w:r w:rsidRPr="003D2FAA">
        <w:t>et non sans grands risques</w:t>
      </w:r>
      <w:r w:rsidR="00DE313F">
        <w:t>.</w:t>
      </w:r>
    </w:p>
    <w:p w14:paraId="095D7FB3" w14:textId="77777777" w:rsidR="00DE313F" w:rsidRDefault="0074134D" w:rsidP="0074134D">
      <w:r w:rsidRPr="003D2FAA">
        <w:t>De quel genre étaient ces affaires</w:t>
      </w:r>
      <w:r w:rsidR="00DE313F">
        <w:t xml:space="preserve">, </w:t>
      </w:r>
      <w:r w:rsidRPr="003D2FAA">
        <w:t>il ne le disait point</w:t>
      </w:r>
      <w:r w:rsidR="00DE313F">
        <w:t xml:space="preserve">. </w:t>
      </w:r>
      <w:r w:rsidRPr="003D2FAA">
        <w:t>Il avait beaucoup voyagé et l</w:t>
      </w:r>
      <w:r w:rsidR="00DE313F">
        <w:t>’</w:t>
      </w:r>
      <w:r w:rsidRPr="003D2FAA">
        <w:t>on voyait qu</w:t>
      </w:r>
      <w:r w:rsidR="00DE313F">
        <w:t>’</w:t>
      </w:r>
      <w:r w:rsidRPr="003D2FAA">
        <w:t>il connaissait parfait</w:t>
      </w:r>
      <w:r w:rsidRPr="003D2FAA">
        <w:t>e</w:t>
      </w:r>
      <w:r w:rsidRPr="003D2FAA">
        <w:t>ment Londres et Paris</w:t>
      </w:r>
      <w:r w:rsidR="00DE313F">
        <w:t xml:space="preserve"> ; </w:t>
      </w:r>
      <w:r w:rsidRPr="003D2FAA">
        <w:t>il avait aussi nombre de relations dans le monde des journaux de Rome</w:t>
      </w:r>
      <w:r w:rsidR="00DE313F">
        <w:t>.</w:t>
      </w:r>
    </w:p>
    <w:p w14:paraId="78B6B518" w14:textId="77777777" w:rsidR="00DE313F" w:rsidRDefault="0074134D" w:rsidP="0074134D">
      <w:r w:rsidRPr="003D2FAA">
        <w:t>Sur le registre de la pension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était inscrit</w:t>
      </w:r>
      <w:r w:rsidR="00DE313F">
        <w:t xml:space="preserve"> : </w:t>
      </w:r>
      <w:r w:rsidRPr="003D2FAA">
        <w:t>commandeur Basilio Gori</w:t>
      </w:r>
      <w:r w:rsidR="00DE313F">
        <w:t xml:space="preserve">. </w:t>
      </w:r>
      <w:r w:rsidRPr="003D2FAA">
        <w:t>Dès le premier jour</w:t>
      </w:r>
      <w:r w:rsidR="00DE313F">
        <w:t xml:space="preserve">, </w:t>
      </w:r>
      <w:r w:rsidRPr="003D2FAA">
        <w:t>il s</w:t>
      </w:r>
      <w:r w:rsidR="00DE313F">
        <w:t>’</w:t>
      </w:r>
      <w:r w:rsidRPr="003D2FAA">
        <w:t>était mis à causer longu</w:t>
      </w:r>
      <w:r w:rsidRPr="003D2FAA">
        <w:t>e</w:t>
      </w:r>
      <w:r w:rsidRPr="003D2FAA">
        <w:t xml:space="preserve">ment en anglais avec miss </w:t>
      </w:r>
      <w:proofErr w:type="spellStart"/>
      <w:r w:rsidRPr="003D2FAA">
        <w:t>Galley</w:t>
      </w:r>
      <w:proofErr w:type="spellEnd"/>
      <w:r w:rsidR="00DE313F">
        <w:t xml:space="preserve">. </w:t>
      </w:r>
      <w:r w:rsidRPr="003D2FAA">
        <w:t>Et maintenant tous deux so</w:t>
      </w:r>
      <w:r w:rsidRPr="003D2FAA">
        <w:t>r</w:t>
      </w:r>
      <w:r w:rsidRPr="003D2FAA">
        <w:t>taient chaque matin de bonne heure de la pension et se re</w:t>
      </w:r>
      <w:r w:rsidRPr="003D2FAA">
        <w:t>n</w:t>
      </w:r>
      <w:r w:rsidRPr="003D2FAA">
        <w:t>daient à pied</w:t>
      </w:r>
      <w:r w:rsidR="00DE313F">
        <w:t xml:space="preserve">, </w:t>
      </w:r>
      <w:r w:rsidRPr="003D2FAA">
        <w:t>par la longue avenue plantée d</w:t>
      </w:r>
      <w:r w:rsidR="00DE313F">
        <w:t>’</w:t>
      </w:r>
      <w:r w:rsidRPr="003D2FAA">
        <w:t>arbres</w:t>
      </w:r>
      <w:r w:rsidR="00DE313F">
        <w:t xml:space="preserve">, </w:t>
      </w:r>
      <w:r w:rsidRPr="003D2FAA">
        <w:t>aux thermes de l</w:t>
      </w:r>
      <w:r w:rsidR="00DE313F">
        <w:t>’</w:t>
      </w:r>
      <w:r w:rsidRPr="003D2FAA">
        <w:rPr>
          <w:i/>
          <w:iCs/>
        </w:rPr>
        <w:t>aqua santa</w:t>
      </w:r>
      <w:r w:rsidR="00DE313F">
        <w:rPr>
          <w:i/>
          <w:iCs/>
        </w:rPr>
        <w:t xml:space="preserve">.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ne buvait pas</w:t>
      </w:r>
      <w:r w:rsidR="00DE313F">
        <w:t xml:space="preserve"> : </w:t>
      </w:r>
      <w:r w:rsidRPr="003D2FAA">
        <w:t>elle disait n</w:t>
      </w:r>
      <w:r w:rsidR="00DE313F">
        <w:t>’</w:t>
      </w:r>
      <w:r w:rsidRPr="003D2FAA">
        <w:t xml:space="preserve">être venue à </w:t>
      </w:r>
      <w:proofErr w:type="spellStart"/>
      <w:r w:rsidRPr="003D2FAA">
        <w:t>Chianciano</w:t>
      </w:r>
      <w:proofErr w:type="spellEnd"/>
      <w:r w:rsidRPr="003D2FAA">
        <w:t xml:space="preserve"> que pour changer d</w:t>
      </w:r>
      <w:r w:rsidR="00DE313F">
        <w:t>’</w:t>
      </w:r>
      <w:r w:rsidRPr="003D2FAA">
        <w:t>air</w:t>
      </w:r>
      <w:r w:rsidR="00DE313F">
        <w:t>.</w:t>
      </w:r>
    </w:p>
    <w:p w14:paraId="1B7AF451" w14:textId="77777777" w:rsidR="00DE313F" w:rsidRDefault="0074134D" w:rsidP="0074134D">
      <w:r w:rsidRPr="003D2FAA">
        <w:t>Lui buvait</w:t>
      </w:r>
      <w:r w:rsidR="00DE313F">
        <w:t>.</w:t>
      </w:r>
    </w:p>
    <w:p w14:paraId="09CED446" w14:textId="77777777" w:rsidR="00DE313F" w:rsidRDefault="0074134D" w:rsidP="0074134D">
      <w:r w:rsidRPr="003D2FAA">
        <w:t>Ils se promenaient seuls</w:t>
      </w:r>
      <w:r w:rsidR="00DE313F">
        <w:t xml:space="preserve">, </w:t>
      </w:r>
      <w:r w:rsidRPr="003D2FAA">
        <w:t>côte à côte</w:t>
      </w:r>
      <w:r w:rsidR="00DE313F">
        <w:t xml:space="preserve">, </w:t>
      </w:r>
      <w:r w:rsidRPr="003D2FAA">
        <w:t>dans les sentiers des prairies</w:t>
      </w:r>
      <w:r w:rsidR="00DE313F">
        <w:t xml:space="preserve">, </w:t>
      </w:r>
      <w:r w:rsidRPr="003D2FAA">
        <w:t>sur la pente des coteaux</w:t>
      </w:r>
      <w:r w:rsidR="00DE313F">
        <w:t xml:space="preserve">, </w:t>
      </w:r>
      <w:r w:rsidRPr="003D2FAA">
        <w:t>sous les grands platanes</w:t>
      </w:r>
      <w:r w:rsidR="00DE313F">
        <w:t xml:space="preserve">, </w:t>
      </w:r>
      <w:r w:rsidRPr="003D2FAA">
        <w:t>en butte à la malignité de tous les baigneurs</w:t>
      </w:r>
      <w:r w:rsidR="00DE313F">
        <w:t xml:space="preserve">. </w:t>
      </w:r>
      <w:r w:rsidRPr="003D2FAA">
        <w:t>À lui</w:t>
      </w:r>
      <w:r w:rsidR="00DE313F">
        <w:t xml:space="preserve">, </w:t>
      </w:r>
      <w:r w:rsidRPr="003D2FAA">
        <w:t>cette malignité ne semblait pas déplaire</w:t>
      </w:r>
      <w:r w:rsidR="00DE313F">
        <w:t xml:space="preserve">, </w:t>
      </w:r>
      <w:r w:rsidRPr="003D2FAA">
        <w:t>et si deux ou trois s</w:t>
      </w:r>
      <w:r w:rsidR="00DE313F">
        <w:t>’</w:t>
      </w:r>
      <w:r w:rsidRPr="003D2FAA">
        <w:t>arrêtaient à de</w:t>
      </w:r>
      <w:r w:rsidRPr="003D2FAA">
        <w:t>s</w:t>
      </w:r>
      <w:r w:rsidRPr="003D2FAA">
        <w:t>sein pour jouir de plus près et avec une certaine impertinence du spectacle de cet amour péripatéticien</w:t>
      </w:r>
      <w:r w:rsidR="00DE313F">
        <w:t xml:space="preserve">, </w:t>
      </w:r>
      <w:r w:rsidRPr="003D2FAA">
        <w:t>il leur lançait un r</w:t>
      </w:r>
      <w:r w:rsidRPr="003D2FAA">
        <w:t>e</w:t>
      </w:r>
      <w:r w:rsidRPr="003D2FAA">
        <w:t>gard froid et méprisant</w:t>
      </w:r>
      <w:r w:rsidR="00DE313F">
        <w:t xml:space="preserve">, </w:t>
      </w:r>
      <w:r w:rsidRPr="003D2FAA">
        <w:t>mais non sans un air de vanité sati</w:t>
      </w:r>
      <w:r w:rsidRPr="003D2FAA">
        <w:t>s</w:t>
      </w:r>
      <w:r w:rsidRPr="003D2FAA">
        <w:t>faite</w:t>
      </w:r>
      <w:r w:rsidR="00DE313F">
        <w:t xml:space="preserve"> ; </w:t>
      </w:r>
      <w:r w:rsidRPr="003D2FAA">
        <w:t>elle</w:t>
      </w:r>
      <w:r w:rsidR="00DE313F">
        <w:t xml:space="preserve">, </w:t>
      </w:r>
      <w:r w:rsidRPr="003D2FAA">
        <w:t>au contraire</w:t>
      </w:r>
      <w:r w:rsidR="00DE313F">
        <w:t xml:space="preserve">, </w:t>
      </w:r>
      <w:r w:rsidRPr="003D2FAA">
        <w:t>baissait les yeux pour les relever un peu après et les porter sur le visage de son compagnon afin de rec</w:t>
      </w:r>
      <w:r w:rsidRPr="003D2FAA">
        <w:t>e</w:t>
      </w:r>
      <w:r w:rsidRPr="003D2FAA">
        <w:t xml:space="preserve">voir le retour de cette tendre et instinctive gratitude que tout homme éprouve pour </w:t>
      </w:r>
      <w:r w:rsidRPr="003D2FAA">
        <w:lastRenderedPageBreak/>
        <w:t>la femme qui</w:t>
      </w:r>
      <w:r w:rsidR="00DE313F">
        <w:t xml:space="preserve">, </w:t>
      </w:r>
      <w:r w:rsidRPr="003D2FAA">
        <w:t>sacrifiant un peu de sa p</w:t>
      </w:r>
      <w:r w:rsidRPr="003D2FAA">
        <w:t>u</w:t>
      </w:r>
      <w:r w:rsidRPr="003D2FAA">
        <w:t>deur</w:t>
      </w:r>
      <w:r w:rsidR="00DE313F">
        <w:t xml:space="preserve">, </w:t>
      </w:r>
      <w:r w:rsidRPr="003D2FAA">
        <w:t>lui montra</w:t>
      </w:r>
      <w:r w:rsidR="00DE313F">
        <w:t xml:space="preserve">, </w:t>
      </w:r>
      <w:r w:rsidRPr="003D2FAA">
        <w:t>en défiant la malignité des gens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veut plaire à un seul</w:t>
      </w:r>
      <w:r w:rsidR="00DE313F">
        <w:t> !</w:t>
      </w:r>
    </w:p>
    <w:p w14:paraId="75345EFE" w14:textId="77777777" w:rsidR="00DE313F" w:rsidRDefault="0074134D" w:rsidP="0074134D">
      <w:r w:rsidRPr="003D2FAA">
        <w:t>Mimi les suivait et souvent elle provoquait le rire de ceux qui observaient le couple amoureux</w:t>
      </w:r>
      <w:r w:rsidR="00DE313F">
        <w:t xml:space="preserve">, </w:t>
      </w:r>
      <w:r w:rsidRPr="003D2FAA">
        <w:t>parce que</w:t>
      </w:r>
      <w:r w:rsidR="00DE313F">
        <w:t xml:space="preserve">, </w:t>
      </w:r>
      <w:r w:rsidRPr="003D2FAA">
        <w:t>de temps à autre</w:t>
      </w:r>
      <w:r w:rsidR="00DE313F">
        <w:t xml:space="preserve">, </w:t>
      </w:r>
      <w:r w:rsidRPr="003D2FAA">
        <w:t>elle saisissait avec ses dents la robe de sa maîtresse</w:t>
      </w:r>
      <w:r w:rsidR="00DE313F">
        <w:t xml:space="preserve">, </w:t>
      </w:r>
      <w:r w:rsidRPr="003D2FAA">
        <w:t>la t</w:t>
      </w:r>
      <w:r w:rsidRPr="003D2FAA">
        <w:t>i</w:t>
      </w:r>
      <w:r w:rsidRPr="003D2FAA">
        <w:t>rait et la secouait en agitant rageusement sa petite tête comme si elle eût voulu la faire rentrer en elle-même et la contraindre à s</w:t>
      </w:r>
      <w:r w:rsidR="00DE313F">
        <w:t>’</w:t>
      </w:r>
      <w:r w:rsidRPr="003D2FAA">
        <w:t>arrêter</w:t>
      </w:r>
      <w:r w:rsidR="00DE313F">
        <w:t xml:space="preserve">.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="00DE313F">
        <w:t xml:space="preserve">, </w:t>
      </w:r>
      <w:r w:rsidRPr="003D2FAA">
        <w:t>prise de colère</w:t>
      </w:r>
      <w:r w:rsidR="00DE313F">
        <w:t xml:space="preserve">, </w:t>
      </w:r>
      <w:r w:rsidRPr="003D2FAA">
        <w:t xml:space="preserve">enlevait sa robe des dents de la </w:t>
      </w:r>
      <w:proofErr w:type="spellStart"/>
      <w:r w:rsidRPr="003D2FAA">
        <w:rPr>
          <w:i/>
          <w:iCs/>
        </w:rPr>
        <w:t>cagnolina</w:t>
      </w:r>
      <w:proofErr w:type="spellEnd"/>
      <w:r w:rsidRPr="00920F1B">
        <w:rPr>
          <w:rStyle w:val="Appelnotedebasdep"/>
        </w:rPr>
        <w:footnoteReference w:id="11"/>
      </w:r>
      <w:r w:rsidRPr="003D2FAA">
        <w:t xml:space="preserve"> et l</w:t>
      </w:r>
      <w:r w:rsidR="00DE313F">
        <w:t>’</w:t>
      </w:r>
      <w:r w:rsidRPr="003D2FAA">
        <w:t>envoyait rouler sur l</w:t>
      </w:r>
      <w:r w:rsidR="00DE313F">
        <w:t>’</w:t>
      </w:r>
      <w:r w:rsidRPr="003D2FAA">
        <w:t>herbe des prairies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peu après</w:t>
      </w:r>
      <w:r w:rsidR="00DE313F">
        <w:t xml:space="preserve">, </w:t>
      </w:r>
      <w:r w:rsidRPr="003D2FAA">
        <w:t>Mimi revenait à l</w:t>
      </w:r>
      <w:r w:rsidR="00DE313F">
        <w:t>’</w:t>
      </w:r>
      <w:r w:rsidRPr="003D2FAA">
        <w:t>assaut</w:t>
      </w:r>
      <w:r w:rsidR="00DE313F">
        <w:t xml:space="preserve">, </w:t>
      </w:r>
      <w:r w:rsidRPr="003D2FAA">
        <w:t>non parce que la bonne réputation de sa patronne lui était à cœur</w:t>
      </w:r>
      <w:r w:rsidR="00DE313F">
        <w:t xml:space="preserve">, </w:t>
      </w:r>
      <w:r w:rsidRPr="003D2FAA">
        <w:t>mais parce que vaguer ainsi dans la campagne l</w:t>
      </w:r>
      <w:r w:rsidR="00DE313F">
        <w:t>’</w:t>
      </w:r>
      <w:r w:rsidRPr="003D2FAA">
        <w:t>ennuyait diantrement et qu</w:t>
      </w:r>
      <w:r w:rsidR="00DE313F">
        <w:t>’</w:t>
      </w:r>
      <w:r w:rsidRPr="003D2FAA">
        <w:t xml:space="preserve">elle désirait retourner au village où elle se savait attendue par son </w:t>
      </w:r>
      <w:proofErr w:type="spellStart"/>
      <w:r w:rsidRPr="003D2FAA">
        <w:t>Pallino</w:t>
      </w:r>
      <w:proofErr w:type="spellEnd"/>
      <w:r w:rsidR="00DE313F">
        <w:t xml:space="preserve">. </w:t>
      </w:r>
      <w:r w:rsidRPr="003D2FAA">
        <w:t>Enfin</w:t>
      </w:r>
      <w:r w:rsidR="00DE313F">
        <w:t xml:space="preserve">, </w:t>
      </w:r>
      <w:r w:rsidRPr="003D2FAA">
        <w:t>elle atteignit son but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la lai</w:t>
      </w:r>
      <w:r w:rsidRPr="003D2FAA">
        <w:t>s</w:t>
      </w:r>
      <w:r w:rsidRPr="003D2FAA">
        <w:t>sa</w:t>
      </w:r>
      <w:r w:rsidR="00DE313F">
        <w:t xml:space="preserve">, </w:t>
      </w:r>
      <w:r w:rsidRPr="003D2FAA">
        <w:t>non sans de nombreuses recommandations</w:t>
      </w:r>
      <w:r w:rsidR="00DE313F">
        <w:t xml:space="preserve">, </w:t>
      </w:r>
      <w:r w:rsidRPr="003D2FAA">
        <w:t>à la pension Ronchi</w:t>
      </w:r>
      <w:r w:rsidR="00DE313F">
        <w:t xml:space="preserve">, </w:t>
      </w:r>
      <w:r w:rsidRPr="003D2FAA">
        <w:t>donnant comme excuse qu</w:t>
      </w:r>
      <w:r w:rsidR="00DE313F">
        <w:t>’</w:t>
      </w:r>
      <w:r w:rsidRPr="003D2FAA">
        <w:t>elle craignait que la pauvre petite bête ne se fatiguât trop</w:t>
      </w:r>
      <w:r w:rsidR="00DE313F">
        <w:t xml:space="preserve"> ! </w:t>
      </w:r>
      <w:r w:rsidRPr="003D2FAA">
        <w:t>Et</w:t>
      </w:r>
      <w:r w:rsidR="00DE313F">
        <w:t xml:space="preserve">, </w:t>
      </w:r>
      <w:r w:rsidRPr="003D2FAA">
        <w:t>de fait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et le commandeur Gori</w:t>
      </w:r>
      <w:r w:rsidR="00DE313F">
        <w:t xml:space="preserve">, </w:t>
      </w:r>
      <w:r w:rsidRPr="003D2FAA">
        <w:t>après avoir tourné pendant plus d</w:t>
      </w:r>
      <w:r w:rsidR="00DE313F">
        <w:t>’</w:t>
      </w:r>
      <w:r w:rsidRPr="003D2FAA">
        <w:t>une heure par les sentiers de l</w:t>
      </w:r>
      <w:r w:rsidR="00DE313F">
        <w:t>’</w:t>
      </w:r>
      <w:r w:rsidRPr="003D2FAA">
        <w:rPr>
          <w:i/>
          <w:iCs/>
        </w:rPr>
        <w:t>aqua santa</w:t>
      </w:r>
      <w:r w:rsidR="00DE313F">
        <w:rPr>
          <w:i/>
          <w:iCs/>
        </w:rPr>
        <w:t xml:space="preserve">, </w:t>
      </w:r>
      <w:r w:rsidRPr="003D2FAA">
        <w:t>revenaient</w:t>
      </w:r>
      <w:r w:rsidR="00DE313F">
        <w:t xml:space="preserve">, </w:t>
      </w:r>
      <w:r w:rsidRPr="003D2FAA">
        <w:t>toujours à pied</w:t>
      </w:r>
      <w:r w:rsidR="00DE313F">
        <w:t xml:space="preserve">, </w:t>
      </w:r>
      <w:r w:rsidRPr="003D2FAA">
        <w:t>au pays</w:t>
      </w:r>
      <w:r w:rsidR="00DE313F">
        <w:t xml:space="preserve">, </w:t>
      </w:r>
      <w:r w:rsidRPr="003D2FAA">
        <w:t>mais pour reprendre peu après leur vagabondage ou dans les hauteurs</w:t>
      </w:r>
      <w:r w:rsidR="00DE313F">
        <w:t xml:space="preserve">, </w:t>
      </w:r>
      <w:r w:rsidRPr="003D2FAA">
        <w:t xml:space="preserve">par la route de </w:t>
      </w:r>
      <w:proofErr w:type="spellStart"/>
      <w:r w:rsidRPr="003D2FAA">
        <w:t>Montepulciano</w:t>
      </w:r>
      <w:proofErr w:type="spellEnd"/>
      <w:r w:rsidR="00DE313F">
        <w:t xml:space="preserve">, </w:t>
      </w:r>
      <w:r w:rsidRPr="003D2FAA">
        <w:t>ou dans les bas</w:t>
      </w:r>
      <w:r w:rsidR="00DE313F">
        <w:t xml:space="preserve">, </w:t>
      </w:r>
      <w:r w:rsidRPr="003D2FAA">
        <w:t>par celle qui conduit à la gare</w:t>
      </w:r>
      <w:r w:rsidR="00DE313F">
        <w:t xml:space="preserve"> ; </w:t>
      </w:r>
      <w:r w:rsidRPr="003D2FAA">
        <w:t>ils montaient encore au puits des Capucins</w:t>
      </w:r>
      <w:r w:rsidR="00DE313F">
        <w:t xml:space="preserve">, </w:t>
      </w:r>
      <w:r w:rsidRPr="003D2FAA">
        <w:t>et ne rentraient à la pension qu</w:t>
      </w:r>
      <w:r w:rsidR="00DE313F">
        <w:t>’</w:t>
      </w:r>
      <w:r w:rsidRPr="003D2FAA">
        <w:t>à l</w:t>
      </w:r>
      <w:r w:rsidR="00DE313F">
        <w:t>’</w:t>
      </w:r>
      <w:r w:rsidRPr="003D2FAA">
        <w:t>heure du dîner</w:t>
      </w:r>
      <w:r w:rsidR="00DE313F">
        <w:t xml:space="preserve">. </w:t>
      </w:r>
      <w:r w:rsidRPr="003D2FAA">
        <w:t>Chemin faisant</w:t>
      </w:r>
      <w:r w:rsidR="00DE313F">
        <w:t xml:space="preserve">, </w:t>
      </w:r>
      <w:r w:rsidRPr="003D2FAA">
        <w:t>avec son ombrelle rouge</w:t>
      </w:r>
      <w:r w:rsidR="00DE313F">
        <w:t xml:space="preserve">, </w:t>
      </w:r>
      <w:r w:rsidRPr="003D2FAA">
        <w:t>elle le garantissait des rayons du soleil</w:t>
      </w:r>
      <w:r w:rsidR="00DE313F">
        <w:t xml:space="preserve"> ; </w:t>
      </w:r>
      <w:r w:rsidRPr="003D2FAA">
        <w:t>et tous deux marchaient doucement presque enveloppé par une tendresse délicieuse</w:t>
      </w:r>
      <w:r w:rsidR="00DE313F">
        <w:t xml:space="preserve">, </w:t>
      </w:r>
      <w:r w:rsidRPr="003D2FAA">
        <w:t>goûtant l</w:t>
      </w:r>
      <w:r w:rsidR="00DE313F">
        <w:t>’</w:t>
      </w:r>
      <w:r w:rsidRPr="003D2FAA">
        <w:t>enivrement exquis des caresses contenues</w:t>
      </w:r>
      <w:r w:rsidR="00DE313F">
        <w:t xml:space="preserve">, </w:t>
      </w:r>
      <w:r w:rsidRPr="003D2FAA">
        <w:t xml:space="preserve">du contact </w:t>
      </w:r>
      <w:r w:rsidRPr="003D2FAA">
        <w:lastRenderedPageBreak/>
        <w:t>rapide des mains</w:t>
      </w:r>
      <w:r w:rsidR="00DE313F">
        <w:t xml:space="preserve">, </w:t>
      </w:r>
      <w:r w:rsidRPr="003D2FAA">
        <w:t>des longs regards passionnés par lesquels les âmes s</w:t>
      </w:r>
      <w:r w:rsidR="00DE313F">
        <w:t>’</w:t>
      </w:r>
      <w:r w:rsidRPr="003D2FAA">
        <w:t>enlacent et</w:t>
      </w:r>
      <w:r w:rsidR="00DE313F">
        <w:t xml:space="preserve">, </w:t>
      </w:r>
      <w:r w:rsidRPr="003D2FAA">
        <w:t>étroitement</w:t>
      </w:r>
      <w:r w:rsidR="00DE313F">
        <w:t xml:space="preserve">, </w:t>
      </w:r>
      <w:r w:rsidRPr="003D2FAA">
        <w:t>se lient</w:t>
      </w:r>
      <w:r w:rsidR="00DE313F">
        <w:t>.</w:t>
      </w:r>
    </w:p>
    <w:p w14:paraId="63954C5F" w14:textId="77777777" w:rsidR="00DE313F" w:rsidRDefault="0074134D" w:rsidP="0074134D">
      <w:r w:rsidRPr="003D2FAA">
        <w:t>Mais les cochers de voitures de louage qui ne pouvaient les souffrir parce qu</w:t>
      </w:r>
      <w:r w:rsidR="00DE313F">
        <w:t>’</w:t>
      </w:r>
      <w:r w:rsidRPr="003D2FAA">
        <w:t>ils les voyaient aller toujours à pied</w:t>
      </w:r>
      <w:r w:rsidR="00DE313F">
        <w:t xml:space="preserve">, </w:t>
      </w:r>
      <w:r w:rsidRPr="003D2FAA">
        <w:t>les c</w:t>
      </w:r>
      <w:r w:rsidRPr="003D2FAA">
        <w:t>o</w:t>
      </w:r>
      <w:r w:rsidRPr="003D2FAA">
        <w:t>chers se mettaient à tousser chaque fois qu</w:t>
      </w:r>
      <w:r w:rsidR="00DE313F">
        <w:t>’</w:t>
      </w:r>
      <w:r w:rsidRPr="003D2FAA">
        <w:t>ils les rencontraient sur les routes</w:t>
      </w:r>
      <w:r w:rsidR="00DE313F">
        <w:t xml:space="preserve"> ; </w:t>
      </w:r>
      <w:r w:rsidRPr="003D2FAA">
        <w:t>et cette toux provoquait les rires des messieurs qu</w:t>
      </w:r>
      <w:r w:rsidR="00DE313F">
        <w:t>’</w:t>
      </w:r>
      <w:r w:rsidRPr="003D2FAA">
        <w:t>ils trimballaient dans leurs petites voitures démantibulées</w:t>
      </w:r>
      <w:r w:rsidR="00DE313F">
        <w:t>.</w:t>
      </w:r>
    </w:p>
    <w:p w14:paraId="19DCD217" w14:textId="77777777" w:rsidR="00DE313F" w:rsidRDefault="0074134D" w:rsidP="0074134D">
      <w:r w:rsidRPr="003D2FAA">
        <w:t xml:space="preserve">À </w:t>
      </w:r>
      <w:proofErr w:type="spellStart"/>
      <w:r w:rsidRPr="003D2FAA">
        <w:t>Chianciano</w:t>
      </w:r>
      <w:proofErr w:type="spellEnd"/>
      <w:r w:rsidR="00DE313F">
        <w:t xml:space="preserve">, </w:t>
      </w:r>
      <w:r w:rsidRPr="003D2FAA">
        <w:t>on ne parlait que d</w:t>
      </w:r>
      <w:r w:rsidR="00DE313F">
        <w:t>’</w:t>
      </w:r>
      <w:r w:rsidRPr="003D2FAA">
        <w:t>eux</w:t>
      </w:r>
      <w:r w:rsidR="00DE313F">
        <w:t xml:space="preserve"> ; </w:t>
      </w:r>
      <w:r w:rsidRPr="003D2FAA">
        <w:t>dans les pensions</w:t>
      </w:r>
      <w:r w:rsidR="00DE313F">
        <w:t xml:space="preserve">, </w:t>
      </w:r>
      <w:r w:rsidRPr="003D2FAA">
        <w:t>au cercle</w:t>
      </w:r>
      <w:r w:rsidR="00DE313F">
        <w:t xml:space="preserve">, </w:t>
      </w:r>
      <w:r w:rsidRPr="003D2FAA">
        <w:t>au café</w:t>
      </w:r>
      <w:r w:rsidR="00DE313F">
        <w:t xml:space="preserve">, </w:t>
      </w:r>
      <w:r w:rsidRPr="003D2FAA">
        <w:t>à la pharmacie</w:t>
      </w:r>
      <w:r w:rsidR="00DE313F">
        <w:t xml:space="preserve">, </w:t>
      </w:r>
      <w:r w:rsidRPr="003D2FAA">
        <w:t>au jeu de paume</w:t>
      </w:r>
      <w:r w:rsidR="00DE313F">
        <w:t xml:space="preserve">, </w:t>
      </w:r>
      <w:r w:rsidRPr="003D2FAA">
        <w:t xml:space="preserve">à </w:t>
      </w:r>
      <w:proofErr w:type="spellStart"/>
      <w:r w:rsidRPr="003D2FAA">
        <w:t>l</w:t>
      </w:r>
      <w:r w:rsidR="00DE313F">
        <w:t>’</w:t>
      </w:r>
      <w:r w:rsidRPr="003D2FAA">
        <w:rPr>
          <w:i/>
          <w:iCs/>
        </w:rPr>
        <w:t>arena</w:t>
      </w:r>
      <w:proofErr w:type="spellEnd"/>
      <w:r w:rsidR="00DE313F">
        <w:rPr>
          <w:i/>
          <w:iCs/>
        </w:rPr>
        <w:t xml:space="preserve"> ;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Pr="003D2FAA">
        <w:t xml:space="preserve"> et le commandeur Gori faisaient du soir au matin les frais de la conversation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un les avait rencontrés ici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autre là</w:t>
      </w:r>
      <w:r w:rsidR="00DE313F">
        <w:t xml:space="preserve"> ; </w:t>
      </w:r>
      <w:r w:rsidRPr="003D2FAA">
        <w:t>lui était vêtu comme ceci</w:t>
      </w:r>
      <w:r w:rsidR="00DE313F">
        <w:t xml:space="preserve">, </w:t>
      </w:r>
      <w:r w:rsidRPr="003D2FAA">
        <w:t>et elle était habillée comme cela</w:t>
      </w:r>
      <w:r w:rsidR="00DE313F">
        <w:t xml:space="preserve">. </w:t>
      </w:r>
      <w:r w:rsidRPr="003D2FAA">
        <w:t>Ceux qui partaient</w:t>
      </w:r>
      <w:r w:rsidR="00DE313F">
        <w:t xml:space="preserve">, </w:t>
      </w:r>
      <w:r w:rsidRPr="003D2FAA">
        <w:t>leur cure terminée</w:t>
      </w:r>
      <w:r w:rsidR="00DE313F">
        <w:t xml:space="preserve">, </w:t>
      </w:r>
      <w:r w:rsidRPr="003D2FAA">
        <w:t>et non sans avoir mis au courant les nouveaux arrivés</w:t>
      </w:r>
      <w:r w:rsidR="00DE313F">
        <w:t xml:space="preserve">, </w:t>
      </w:r>
      <w:r w:rsidRPr="003D2FAA">
        <w:t>ceux qui partaient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après trois ou quatre jours</w:t>
      </w:r>
      <w:r w:rsidR="00DE313F">
        <w:t xml:space="preserve">, </w:t>
      </w:r>
      <w:r w:rsidRPr="003D2FAA">
        <w:t>demandaient encore</w:t>
      </w:r>
      <w:r w:rsidR="00DE313F">
        <w:t xml:space="preserve">, </w:t>
      </w:r>
      <w:r w:rsidRPr="003D2FAA">
        <w:t>de loin</w:t>
      </w:r>
      <w:r w:rsidR="00DE313F">
        <w:t xml:space="preserve">, </w:t>
      </w:r>
      <w:r w:rsidRPr="003D2FAA">
        <w:t>dans leurs cartes illustrées</w:t>
      </w:r>
      <w:r w:rsidR="00DE313F">
        <w:t xml:space="preserve">, </w:t>
      </w:r>
      <w:r w:rsidRPr="003D2FAA">
        <w:t>des nouvelles de l</w:t>
      </w:r>
      <w:r w:rsidR="00DE313F">
        <w:t>’</w:t>
      </w:r>
      <w:r w:rsidRPr="003D2FAA">
        <w:t>heureux couple</w:t>
      </w:r>
      <w:r w:rsidR="00DE313F">
        <w:t>.</w:t>
      </w:r>
    </w:p>
    <w:p w14:paraId="5A12831E" w14:textId="77777777" w:rsidR="00DE313F" w:rsidRDefault="0074134D" w:rsidP="0074134D">
      <w:r w:rsidRPr="003D2FAA">
        <w:t>Tout à coup</w:t>
      </w:r>
      <w:r w:rsidR="00DE313F">
        <w:t xml:space="preserve"> (</w:t>
      </w:r>
      <w:r w:rsidRPr="003D2FAA">
        <w:t>on était aux premiers jours de septembre</w:t>
      </w:r>
      <w:r w:rsidR="00DE313F">
        <w:t xml:space="preserve">), </w:t>
      </w:r>
      <w:r w:rsidRPr="003D2FAA">
        <w:t xml:space="preserve">se répandit dans </w:t>
      </w:r>
      <w:proofErr w:type="spellStart"/>
      <w:r w:rsidRPr="003D2FAA">
        <w:t>Chianciano</w:t>
      </w:r>
      <w:proofErr w:type="spellEnd"/>
      <w:r w:rsidRPr="003D2FAA">
        <w:t xml:space="preserve"> la nouvelle que le commandeur Gori partait à l</w:t>
      </w:r>
      <w:r w:rsidR="00DE313F">
        <w:t>’</w:t>
      </w:r>
      <w:r w:rsidRPr="003D2FAA">
        <w:t>improviste et tout seul pour Rome</w:t>
      </w:r>
      <w:r w:rsidR="00DE313F">
        <w:t xml:space="preserve">. </w:t>
      </w:r>
      <w:r w:rsidRPr="003D2FAA">
        <w:t>Les commentaires furent sans nombre et la stupeur énorme</w:t>
      </w:r>
      <w:r w:rsidR="00DE313F">
        <w:t xml:space="preserve"> ! </w:t>
      </w:r>
      <w:r w:rsidRPr="003D2FAA">
        <w:t>Qu</w:t>
      </w:r>
      <w:r w:rsidR="00DE313F">
        <w:t>’</w:t>
      </w:r>
      <w:r w:rsidRPr="003D2FAA">
        <w:t>était-il arrivé</w:t>
      </w:r>
      <w:r w:rsidR="00DE313F">
        <w:t xml:space="preserve"> ? </w:t>
      </w:r>
      <w:r w:rsidRPr="003D2FAA">
        <w:t xml:space="preserve">Quelques-uns disaient que miss </w:t>
      </w:r>
      <w:proofErr w:type="spellStart"/>
      <w:r w:rsidRPr="003D2FAA">
        <w:t>Galley</w:t>
      </w:r>
      <w:proofErr w:type="spellEnd"/>
      <w:r w:rsidRPr="003D2FAA">
        <w:t xml:space="preserve"> avait appris que Gori était marié et séparé de sa femme</w:t>
      </w:r>
      <w:r w:rsidR="00DE313F">
        <w:t xml:space="preserve"> ; </w:t>
      </w:r>
      <w:r w:rsidRPr="003D2FAA">
        <w:t>d</w:t>
      </w:r>
      <w:r w:rsidR="00DE313F">
        <w:t>’</w:t>
      </w:r>
      <w:r w:rsidRPr="003D2FAA">
        <w:t>autres</w:t>
      </w:r>
      <w:r w:rsidR="00DE313F">
        <w:t xml:space="preserve">, </w:t>
      </w:r>
      <w:r w:rsidRPr="003D2FAA">
        <w:t>que celui-ci</w:t>
      </w:r>
      <w:r w:rsidR="00DE313F">
        <w:t xml:space="preserve">, </w:t>
      </w:r>
      <w:r w:rsidRPr="003D2FAA">
        <w:t>ayant poursuivi trop vivement cette proie</w:t>
      </w:r>
      <w:r w:rsidR="00DE313F">
        <w:t xml:space="preserve">, </w:t>
      </w:r>
      <w:r w:rsidRPr="003D2FAA">
        <w:t>avait dû ralentir le mouv</w:t>
      </w:r>
      <w:r w:rsidRPr="003D2FAA">
        <w:t>e</w:t>
      </w:r>
      <w:r w:rsidRPr="003D2FAA">
        <w:t>ment et qu</w:t>
      </w:r>
      <w:r w:rsidR="00DE313F">
        <w:t>’</w:t>
      </w:r>
      <w:r w:rsidRPr="003D2FAA">
        <w:t>il lui avait fallu tout ce temps pour la saisir en galant homme</w:t>
      </w:r>
      <w:r w:rsidR="00DE313F">
        <w:t xml:space="preserve"> ; </w:t>
      </w:r>
      <w:r w:rsidRPr="003D2FAA">
        <w:t>mais que lorsqu</w:t>
      </w:r>
      <w:r w:rsidR="00DE313F">
        <w:t>’</w:t>
      </w:r>
      <w:r w:rsidRPr="003D2FAA">
        <w:t>il l</w:t>
      </w:r>
      <w:r w:rsidR="00DE313F">
        <w:t>’</w:t>
      </w:r>
      <w:r w:rsidRPr="003D2FAA">
        <w:t>avait tenue de court</w:t>
      </w:r>
      <w:r w:rsidR="00DE313F">
        <w:t xml:space="preserve">, </w:t>
      </w:r>
      <w:r w:rsidRPr="003D2FAA">
        <w:t>cette proie</w:t>
      </w:r>
      <w:r w:rsidR="00DE313F">
        <w:t xml:space="preserve">, </w:t>
      </w:r>
      <w:r w:rsidRPr="003D2FAA">
        <w:t>elle lui était apparue maigre et déplumée</w:t>
      </w:r>
      <w:r w:rsidR="00DE313F">
        <w:t xml:space="preserve"> ; </w:t>
      </w:r>
      <w:r w:rsidRPr="003D2FAA">
        <w:t>d</w:t>
      </w:r>
      <w:r w:rsidR="00DE313F">
        <w:t>’</w:t>
      </w:r>
      <w:r w:rsidRPr="003D2FAA">
        <w:t>autres ensuite so</w:t>
      </w:r>
      <w:r w:rsidRPr="003D2FAA">
        <w:t>u</w:t>
      </w:r>
      <w:r w:rsidRPr="003D2FAA">
        <w:t>tinrent qu</w:t>
      </w:r>
      <w:r w:rsidR="00DE313F">
        <w:t>’</w:t>
      </w:r>
      <w:r w:rsidRPr="003D2FAA">
        <w:t>il n</w:t>
      </w:r>
      <w:r w:rsidR="00DE313F">
        <w:t>’</w:t>
      </w:r>
      <w:r w:rsidRPr="003D2FAA">
        <w:t>y avait pas rupture</w:t>
      </w:r>
      <w:r w:rsidR="00DE313F">
        <w:t xml:space="preserve">, </w:t>
      </w:r>
      <w:r w:rsidRPr="003D2FAA">
        <w:t xml:space="preserve">que miss </w:t>
      </w:r>
      <w:proofErr w:type="spellStart"/>
      <w:r w:rsidRPr="003D2FAA">
        <w:t>Galley</w:t>
      </w:r>
      <w:proofErr w:type="spellEnd"/>
      <w:r w:rsidRPr="003D2FAA">
        <w:t xml:space="preserve"> rejoindrait bientôt son fiancé à Rome</w:t>
      </w:r>
      <w:r w:rsidR="00DE313F">
        <w:t xml:space="preserve"> ; </w:t>
      </w:r>
      <w:r w:rsidRPr="003D2FAA">
        <w:t>et d</w:t>
      </w:r>
      <w:r w:rsidR="00DE313F">
        <w:t>’</w:t>
      </w:r>
      <w:r w:rsidRPr="003D2FAA">
        <w:t xml:space="preserve">autres enfin prétendaient que Gori </w:t>
      </w:r>
      <w:r w:rsidRPr="003D2FAA">
        <w:lastRenderedPageBreak/>
        <w:t xml:space="preserve">reviendrait sous peu de jours à </w:t>
      </w:r>
      <w:proofErr w:type="spellStart"/>
      <w:r w:rsidRPr="003D2FAA">
        <w:t>Chianciano</w:t>
      </w:r>
      <w:proofErr w:type="spellEnd"/>
      <w:r w:rsidRPr="003D2FAA">
        <w:t xml:space="preserve"> et partirait e</w:t>
      </w:r>
      <w:r w:rsidRPr="003D2FAA">
        <w:t>n</w:t>
      </w:r>
      <w:r w:rsidRPr="003D2FAA">
        <w:t>suite pour Florence avec son épouse</w:t>
      </w:r>
      <w:r w:rsidR="00DE313F">
        <w:t xml:space="preserve">. </w:t>
      </w:r>
      <w:r w:rsidRPr="003D2FAA">
        <w:t>Mais les habitants de la pension Ronchi assuraient que l</w:t>
      </w:r>
      <w:r w:rsidR="00DE313F">
        <w:t>’</w:t>
      </w:r>
      <w:r w:rsidRPr="003D2FAA">
        <w:t>aventure était absolument f</w:t>
      </w:r>
      <w:r w:rsidRPr="003D2FAA">
        <w:t>i</w:t>
      </w:r>
      <w:r w:rsidRPr="003D2FAA">
        <w:t>nie</w:t>
      </w:r>
      <w:r w:rsidR="00DE313F">
        <w:t xml:space="preserve">, </w:t>
      </w:r>
      <w:r w:rsidRPr="003D2FAA">
        <w:t xml:space="preserve">puisque miss </w:t>
      </w:r>
      <w:proofErr w:type="spellStart"/>
      <w:r w:rsidRPr="003D2FAA">
        <w:t>Galley</w:t>
      </w:r>
      <w:proofErr w:type="spellEnd"/>
      <w:r w:rsidRPr="003D2FAA">
        <w:t xml:space="preserve"> n</w:t>
      </w:r>
      <w:r w:rsidR="00DE313F">
        <w:t>’</w:t>
      </w:r>
      <w:r w:rsidRPr="003D2FAA">
        <w:t>était pas descendue dîner le jour du départ de son ex-amoureux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à table Gori s</w:t>
      </w:r>
      <w:r w:rsidR="00DE313F">
        <w:t>’</w:t>
      </w:r>
      <w:r w:rsidRPr="003D2FAA">
        <w:t>était montré fort troublé</w:t>
      </w:r>
      <w:r w:rsidR="00DE313F">
        <w:t>.</w:t>
      </w:r>
    </w:p>
    <w:p w14:paraId="2530270A" w14:textId="77777777" w:rsidR="00DE313F" w:rsidRDefault="0074134D" w:rsidP="0074134D">
      <w:r w:rsidRPr="003D2FAA">
        <w:t>Tous ces propos se croisaient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 xml:space="preserve">enchevêtraient sur la </w:t>
      </w:r>
      <w:r w:rsidRPr="003D2FAA">
        <w:rPr>
          <w:i/>
          <w:iCs/>
        </w:rPr>
        <w:t xml:space="preserve">piazza </w:t>
      </w:r>
      <w:r w:rsidRPr="003D2FAA">
        <w:t>du jeu de paume où toute la colonie des baigneurs et bea</w:t>
      </w:r>
      <w:r w:rsidRPr="003D2FAA">
        <w:t>u</w:t>
      </w:r>
      <w:r w:rsidRPr="003D2FAA">
        <w:t>coup d</w:t>
      </w:r>
      <w:r w:rsidR="00DE313F">
        <w:t>’</w:t>
      </w:r>
      <w:r w:rsidRPr="003D2FAA">
        <w:t>habitants du pays s</w:t>
      </w:r>
      <w:r w:rsidR="00DE313F">
        <w:t>’</w:t>
      </w:r>
      <w:r w:rsidRPr="003D2FAA">
        <w:t>étaient assemblés pour assister au départ de Gori</w:t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quand la voiture qui l</w:t>
      </w:r>
      <w:r w:rsidR="00DE313F">
        <w:t>’</w:t>
      </w:r>
      <w:r w:rsidRPr="003D2FAA">
        <w:t>emportait sortit de la porte du pays</w:t>
      </w:r>
      <w:r w:rsidR="00DE313F">
        <w:t xml:space="preserve">, </w:t>
      </w:r>
      <w:r w:rsidRPr="003D2FAA">
        <w:t xml:space="preserve">tous se rendirent sur la terrasse de la </w:t>
      </w:r>
      <w:r w:rsidRPr="003D2FAA">
        <w:rPr>
          <w:i/>
          <w:iCs/>
        </w:rPr>
        <w:t xml:space="preserve">piazza </w:t>
      </w:r>
      <w:r w:rsidRPr="003D2FAA">
        <w:t>pour apercevoir Gori</w:t>
      </w:r>
      <w:r w:rsidR="00DE313F">
        <w:t xml:space="preserve">, </w:t>
      </w:r>
      <w:r w:rsidRPr="003D2FAA">
        <w:t>lequel</w:t>
      </w:r>
      <w:r w:rsidR="00DE313F">
        <w:t xml:space="preserve">, </w:t>
      </w:r>
      <w:r w:rsidRPr="003D2FAA">
        <w:t>en voiture</w:t>
      </w:r>
      <w:r w:rsidR="00DE313F">
        <w:t xml:space="preserve">, </w:t>
      </w:r>
      <w:r w:rsidRPr="003D2FAA">
        <w:t>lisait tranquillement son journal</w:t>
      </w:r>
      <w:r w:rsidR="00DE313F">
        <w:t xml:space="preserve">. </w:t>
      </w:r>
      <w:r w:rsidRPr="003D2FAA">
        <w:t>Et</w:t>
      </w:r>
      <w:r w:rsidR="00DE313F">
        <w:t xml:space="preserve">, </w:t>
      </w:r>
      <w:r w:rsidRPr="003D2FAA">
        <w:t>en passant sous ladite terrasse</w:t>
      </w:r>
      <w:r w:rsidR="00DE313F">
        <w:t xml:space="preserve">, </w:t>
      </w:r>
      <w:r w:rsidRPr="003D2FAA">
        <w:t>il leva les yeux comme pour jouir</w:t>
      </w:r>
      <w:r w:rsidR="00DE313F">
        <w:t xml:space="preserve">, </w:t>
      </w:r>
      <w:r w:rsidRPr="003D2FAA">
        <w:t>lui</w:t>
      </w:r>
      <w:r w:rsidR="00DE313F">
        <w:t xml:space="preserve">, </w:t>
      </w:r>
      <w:r w:rsidRPr="003D2FAA">
        <w:t>acteur</w:t>
      </w:r>
      <w:r w:rsidR="00DE313F">
        <w:t xml:space="preserve">, </w:t>
      </w:r>
      <w:r w:rsidRPr="003D2FAA">
        <w:t>du spectacle qui intéressait tant de spectateurs</w:t>
      </w:r>
      <w:r w:rsidR="00DE313F">
        <w:t>.</w:t>
      </w:r>
    </w:p>
    <w:p w14:paraId="66000BD7" w14:textId="77777777" w:rsidR="00DE313F" w:rsidRDefault="0074134D" w:rsidP="0074134D">
      <w:r w:rsidRPr="003D2FAA">
        <w:t>Mais</w:t>
      </w:r>
      <w:r w:rsidR="00DE313F">
        <w:t xml:space="preserve">, </w:t>
      </w:r>
      <w:r w:rsidRPr="003D2FAA">
        <w:t>tout à coup</w:t>
      </w:r>
      <w:r w:rsidR="00DE313F">
        <w:t xml:space="preserve">, </w:t>
      </w:r>
      <w:r w:rsidRPr="003D2FAA">
        <w:t xml:space="preserve">derrière la petite </w:t>
      </w:r>
      <w:r w:rsidRPr="003D2FAA">
        <w:rPr>
          <w:i/>
          <w:iCs/>
        </w:rPr>
        <w:t xml:space="preserve">Arena </w:t>
      </w:r>
      <w:r w:rsidRPr="003D2FAA">
        <w:t>qui s</w:t>
      </w:r>
      <w:r w:rsidR="00DE313F">
        <w:t>’</w:t>
      </w:r>
      <w:r w:rsidRPr="003D2FAA">
        <w:t xml:space="preserve">élève au milieu de la </w:t>
      </w:r>
      <w:r w:rsidRPr="003D2FAA">
        <w:rPr>
          <w:i/>
          <w:iCs/>
        </w:rPr>
        <w:t>piazza</w:t>
      </w:r>
      <w:r w:rsidR="00DE313F">
        <w:rPr>
          <w:i/>
          <w:iCs/>
        </w:rPr>
        <w:t xml:space="preserve">, </w:t>
      </w:r>
      <w:r w:rsidRPr="003D2FAA">
        <w:t>s</w:t>
      </w:r>
      <w:r w:rsidR="00DE313F">
        <w:t>’</w:t>
      </w:r>
      <w:r w:rsidRPr="003D2FAA">
        <w:t>éleva l</w:t>
      </w:r>
      <w:r w:rsidR="00DE313F">
        <w:t>’</w:t>
      </w:r>
      <w:r w:rsidRPr="003D2FAA">
        <w:t>aboiement furibond d</w:t>
      </w:r>
      <w:r w:rsidR="00DE313F">
        <w:t>’</w:t>
      </w:r>
      <w:r w:rsidRPr="003D2FAA">
        <w:t>une troupe de chiens qui se battaient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enserraient en une mêlée féroce</w:t>
      </w:r>
      <w:r w:rsidR="00DE313F">
        <w:t xml:space="preserve">. </w:t>
      </w:r>
      <w:r w:rsidRPr="003D2FAA">
        <w:t>Tous se retournèrent avec crainte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autres accoururent cannes levées</w:t>
      </w:r>
      <w:r w:rsidR="00DE313F">
        <w:t>.</w:t>
      </w:r>
    </w:p>
    <w:p w14:paraId="7E9FA12F" w14:textId="77777777" w:rsidR="00DE313F" w:rsidRDefault="0074134D" w:rsidP="0074134D">
      <w:r w:rsidRPr="003D2FAA">
        <w:t xml:space="preserve">Au milieu de cette mêlée étaient </w:t>
      </w:r>
      <w:proofErr w:type="spellStart"/>
      <w:r w:rsidRPr="003D2FAA">
        <w:t>Pallino</w:t>
      </w:r>
      <w:proofErr w:type="spellEnd"/>
      <w:r w:rsidRPr="003D2FAA">
        <w:t xml:space="preserve"> et sa Mimi</w:t>
      </w:r>
      <w:r w:rsidR="00DE313F">
        <w:t xml:space="preserve"> ; </w:t>
      </w:r>
      <w:proofErr w:type="spellStart"/>
      <w:r w:rsidRPr="003D2FAA">
        <w:t>Pall</w:t>
      </w:r>
      <w:r w:rsidRPr="003D2FAA">
        <w:t>i</w:t>
      </w:r>
      <w:r w:rsidRPr="003D2FAA">
        <w:t>no</w:t>
      </w:r>
      <w:proofErr w:type="spellEnd"/>
      <w:r w:rsidRPr="003D2FAA">
        <w:t xml:space="preserve"> et Mimi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au milieu de l</w:t>
      </w:r>
      <w:r w:rsidR="00DE313F">
        <w:t>’</w:t>
      </w:r>
      <w:r w:rsidRPr="003D2FAA">
        <w:t>envie et de la terrible jalousie de leurs camarades</w:t>
      </w:r>
      <w:r w:rsidR="00DE313F">
        <w:t xml:space="preserve">, </w:t>
      </w:r>
      <w:r w:rsidRPr="003D2FAA">
        <w:t>avaient finalement réussi à célébrer leurs noces</w:t>
      </w:r>
      <w:r w:rsidR="00DE313F">
        <w:t> !</w:t>
      </w:r>
    </w:p>
    <w:p w14:paraId="108C77CC" w14:textId="5D443AC5" w:rsidR="0074134D" w:rsidRPr="003D2FAA" w:rsidRDefault="0074134D" w:rsidP="0074134D">
      <w:r w:rsidRPr="003D2FAA">
        <w:t>Oh</w:t>
      </w:r>
      <w:r w:rsidR="00DE313F">
        <w:t xml:space="preserve"> ! </w:t>
      </w:r>
      <w:r w:rsidRPr="003D2FAA">
        <w:t>Les dames détournaient le visage</w:t>
      </w:r>
      <w:r w:rsidR="00DE313F">
        <w:t xml:space="preserve">, </w:t>
      </w:r>
      <w:r w:rsidRPr="003D2FAA">
        <w:t>les hommes pou</w:t>
      </w:r>
      <w:r w:rsidRPr="003D2FAA">
        <w:t>f</w:t>
      </w:r>
      <w:r w:rsidRPr="003D2FAA">
        <w:t>faient de rire</w:t>
      </w:r>
      <w:r w:rsidR="00DE313F">
        <w:t xml:space="preserve">, </w:t>
      </w:r>
      <w:r w:rsidRPr="003D2FAA">
        <w:t>lorsque</w:t>
      </w:r>
      <w:r w:rsidR="00DE313F">
        <w:t xml:space="preserve">, </w:t>
      </w:r>
      <w:r w:rsidRPr="003D2FAA">
        <w:t>précédée d</w:t>
      </w:r>
      <w:r w:rsidR="00DE313F">
        <w:t>’</w:t>
      </w:r>
      <w:r w:rsidRPr="003D2FAA">
        <w:t>une troupe de galopins</w:t>
      </w:r>
      <w:r w:rsidR="00DE313F">
        <w:t xml:space="preserve">, </w:t>
      </w:r>
      <w:r w:rsidRPr="003D2FAA">
        <w:t xml:space="preserve">miss </w:t>
      </w:r>
      <w:proofErr w:type="spellStart"/>
      <w:r w:rsidRPr="003D2FAA">
        <w:t>Galley</w:t>
      </w:r>
      <w:proofErr w:type="spellEnd"/>
      <w:r w:rsidR="00DE313F">
        <w:t xml:space="preserve">, </w:t>
      </w:r>
      <w:r w:rsidRPr="003D2FAA">
        <w:t>en vraie furie</w:t>
      </w:r>
      <w:r w:rsidR="00DE313F">
        <w:t xml:space="preserve">, </w:t>
      </w:r>
      <w:r w:rsidRPr="003D2FAA">
        <w:t>échevelée par le vent et la course</w:t>
      </w:r>
      <w:r w:rsidR="00DE313F">
        <w:t xml:space="preserve">, </w:t>
      </w:r>
      <w:r w:rsidRPr="003D2FAA">
        <w:t>le ch</w:t>
      </w:r>
      <w:r w:rsidRPr="003D2FAA">
        <w:t>a</w:t>
      </w:r>
      <w:r w:rsidRPr="003D2FAA">
        <w:t>peau à la main et les yeux rouges et gonflés de pleurs</w:t>
      </w:r>
      <w:r w:rsidR="00DE313F">
        <w:t xml:space="preserve">, </w:t>
      </w:r>
      <w:r w:rsidRPr="003D2FAA">
        <w:t>se précip</w:t>
      </w:r>
      <w:r w:rsidRPr="003D2FAA">
        <w:t>i</w:t>
      </w:r>
      <w:r w:rsidRPr="003D2FAA">
        <w:t xml:space="preserve">ta dans la </w:t>
      </w:r>
      <w:r w:rsidRPr="003D2FAA">
        <w:rPr>
          <w:i/>
          <w:iCs/>
        </w:rPr>
        <w:t xml:space="preserve">piazza </w:t>
      </w:r>
      <w:r w:rsidRPr="003D2FAA">
        <w:t>en criant</w:t>
      </w:r>
      <w:r w:rsidR="00DE313F">
        <w:t> : « </w:t>
      </w:r>
      <w:r w:rsidRPr="003D2FAA">
        <w:t>Mimi</w:t>
      </w:r>
      <w:r w:rsidR="00DE313F">
        <w:t xml:space="preserve"> ! </w:t>
      </w:r>
      <w:r w:rsidRPr="003D2FAA">
        <w:t>Mimi</w:t>
      </w:r>
      <w:r w:rsidR="00DE313F">
        <w:t xml:space="preserve"> ! </w:t>
      </w:r>
      <w:r w:rsidRPr="003D2FAA">
        <w:t>Mimi</w:t>
      </w:r>
      <w:r w:rsidR="00DE313F">
        <w:t> !! »</w:t>
      </w:r>
    </w:p>
    <w:p w14:paraId="5122474C" w14:textId="77777777" w:rsidR="00DE313F" w:rsidRDefault="0074134D" w:rsidP="0074134D">
      <w:r w:rsidRPr="003D2FAA">
        <w:lastRenderedPageBreak/>
        <w:t>À la vue de l</w:t>
      </w:r>
      <w:r w:rsidR="00DE313F">
        <w:t>’</w:t>
      </w:r>
      <w:r w:rsidRPr="003D2FAA">
        <w:t>horrible mêlée</w:t>
      </w:r>
      <w:r w:rsidR="00DE313F">
        <w:t xml:space="preserve">, </w:t>
      </w:r>
      <w:r w:rsidRPr="003D2FAA">
        <w:t>elle leva les bras</w:t>
      </w:r>
      <w:r w:rsidR="00DE313F">
        <w:t xml:space="preserve">, </w:t>
      </w:r>
      <w:r w:rsidRPr="003D2FAA">
        <w:t>pleine d</w:t>
      </w:r>
      <w:r w:rsidR="00DE313F">
        <w:t>’</w:t>
      </w:r>
      <w:r w:rsidRPr="003D2FAA">
        <w:t>effroi</w:t>
      </w:r>
      <w:r w:rsidR="00DE313F">
        <w:t xml:space="preserve"> ; </w:t>
      </w:r>
      <w:r w:rsidRPr="003D2FAA">
        <w:t>puis elle se couvrit le visage avec les mains</w:t>
      </w:r>
      <w:r w:rsidR="00DE313F">
        <w:t xml:space="preserve">, </w:t>
      </w:r>
      <w:r w:rsidRPr="003D2FAA">
        <w:t>se détou</w:t>
      </w:r>
      <w:r w:rsidRPr="003D2FAA">
        <w:t>r</w:t>
      </w:r>
      <w:r w:rsidRPr="003D2FAA">
        <w:t>na et remonta au pays avec une furie égale à celle qui l</w:t>
      </w:r>
      <w:r w:rsidR="00DE313F">
        <w:t>’</w:t>
      </w:r>
      <w:r w:rsidRPr="003D2FAA">
        <w:t>avait amenée</w:t>
      </w:r>
      <w:r w:rsidR="00DE313F">
        <w:t xml:space="preserve">. </w:t>
      </w:r>
      <w:r w:rsidRPr="003D2FAA">
        <w:t>Rentrée à la pension</w:t>
      </w:r>
      <w:r w:rsidR="00DE313F">
        <w:t xml:space="preserve">, </w:t>
      </w:r>
      <w:r w:rsidRPr="003D2FAA">
        <w:t>elle se précipita</w:t>
      </w:r>
      <w:r w:rsidR="00DE313F">
        <w:t xml:space="preserve">, </w:t>
      </w:r>
      <w:r w:rsidRPr="003D2FAA">
        <w:t>semblable à un ouragan</w:t>
      </w:r>
      <w:r w:rsidR="00DE313F">
        <w:t xml:space="preserve">, </w:t>
      </w:r>
      <w:r w:rsidRPr="003D2FAA">
        <w:t>sur Ronchi</w:t>
      </w:r>
      <w:r w:rsidR="00DE313F">
        <w:t xml:space="preserve">, </w:t>
      </w:r>
      <w:r w:rsidRPr="003D2FAA">
        <w:t>sur les domestiques</w:t>
      </w:r>
      <w:r w:rsidR="00DE313F">
        <w:t xml:space="preserve">, </w:t>
      </w:r>
      <w:r w:rsidRPr="003D2FAA">
        <w:t>griffes tendues comme si elle eût voulu les mettre en pièces</w:t>
      </w:r>
      <w:r w:rsidR="00DE313F">
        <w:t xml:space="preserve"> ; </w:t>
      </w:r>
      <w:r w:rsidRPr="003D2FAA">
        <w:t xml:space="preserve">à </w:t>
      </w:r>
      <w:proofErr w:type="spellStart"/>
      <w:r w:rsidRPr="003D2FAA">
        <w:t>grand</w:t>
      </w:r>
      <w:r w:rsidR="00DE313F">
        <w:t>’</w:t>
      </w:r>
      <w:r w:rsidRPr="003D2FAA">
        <w:t>peine</w:t>
      </w:r>
      <w:proofErr w:type="spellEnd"/>
      <w:r w:rsidR="00DE313F">
        <w:t xml:space="preserve">, </w:t>
      </w:r>
      <w:r w:rsidRPr="003D2FAA">
        <w:t>elle se contint</w:t>
      </w:r>
      <w:r w:rsidR="00DE313F">
        <w:t xml:space="preserve">, </w:t>
      </w:r>
      <w:r w:rsidRPr="003D2FAA">
        <w:t>enrageant</w:t>
      </w:r>
      <w:r w:rsidR="00DE313F">
        <w:t xml:space="preserve">, </w:t>
      </w:r>
      <w:r w:rsidRPr="003D2FAA">
        <w:t>la gorge serrée par la colère</w:t>
      </w:r>
      <w:r w:rsidR="00DE313F">
        <w:t xml:space="preserve"> : </w:t>
      </w:r>
      <w:r w:rsidRPr="003D2FAA">
        <w:t>elle ne po</w:t>
      </w:r>
      <w:r w:rsidRPr="003D2FAA">
        <w:t>u</w:t>
      </w:r>
      <w:r w:rsidRPr="003D2FAA">
        <w:t>vait articuler une parole</w:t>
      </w:r>
      <w:r w:rsidR="00DE313F">
        <w:t xml:space="preserve">. </w:t>
      </w:r>
      <w:r w:rsidRPr="003D2FAA">
        <w:t>Tout à l</w:t>
      </w:r>
      <w:r w:rsidR="00DE313F">
        <w:t>’</w:t>
      </w:r>
      <w:r w:rsidRPr="003D2FAA">
        <w:t>heure</w:t>
      </w:r>
      <w:r w:rsidR="00DE313F">
        <w:t xml:space="preserve">, </w:t>
      </w:r>
      <w:r w:rsidRPr="003D2FAA">
        <w:t>elle avait perdu la voix en criant comme une possédée lorsqu</w:t>
      </w:r>
      <w:r w:rsidR="00DE313F">
        <w:t>’</w:t>
      </w:r>
      <w:r w:rsidRPr="003D2FAA">
        <w:t>elle s</w:t>
      </w:r>
      <w:r w:rsidR="00DE313F">
        <w:t>’</w:t>
      </w:r>
      <w:r w:rsidRPr="003D2FAA">
        <w:t>était aperçue</w:t>
      </w:r>
      <w:r w:rsidR="00DE313F">
        <w:t xml:space="preserve"> – </w:t>
      </w:r>
      <w:r w:rsidRPr="003D2FAA">
        <w:t>après tant de jours</w:t>
      </w:r>
      <w:r w:rsidR="00DE313F">
        <w:t xml:space="preserve"> ! – </w:t>
      </w:r>
      <w:r w:rsidRPr="003D2FAA">
        <w:t>que Mimi n</w:t>
      </w:r>
      <w:r w:rsidR="00DE313F">
        <w:t>’</w:t>
      </w:r>
      <w:r w:rsidRPr="003D2FAA">
        <w:t>était pas surveillée</w:t>
      </w:r>
      <w:r w:rsidR="00DE313F">
        <w:t xml:space="preserve">, </w:t>
      </w:r>
      <w:r w:rsidRPr="003D2FAA">
        <w:t>que Mimi n</w:t>
      </w:r>
      <w:r w:rsidR="00DE313F">
        <w:t>’</w:t>
      </w:r>
      <w:r w:rsidRPr="003D2FAA">
        <w:t>était pas à la maison et qu</w:t>
      </w:r>
      <w:r w:rsidR="00DE313F">
        <w:t>’</w:t>
      </w:r>
      <w:r w:rsidRPr="003D2FAA">
        <w:t>on ignorait où elle était</w:t>
      </w:r>
      <w:r w:rsidR="00DE313F">
        <w:t xml:space="preserve">. </w:t>
      </w:r>
      <w:r w:rsidRPr="003D2FAA">
        <w:t>Elle s</w:t>
      </w:r>
      <w:r w:rsidR="00DE313F">
        <w:t>’</w:t>
      </w:r>
      <w:r w:rsidRPr="003D2FAA">
        <w:t>élança alors dans sa chambre</w:t>
      </w:r>
      <w:r w:rsidR="00DE313F">
        <w:t xml:space="preserve">, </w:t>
      </w:r>
      <w:r w:rsidRPr="003D2FAA">
        <w:t>se précipita sur ses effets qu</w:t>
      </w:r>
      <w:r w:rsidR="00DE313F">
        <w:t>’</w:t>
      </w:r>
      <w:r w:rsidRPr="003D2FAA">
        <w:t>elle entassa dans sa malle</w:t>
      </w:r>
      <w:r w:rsidR="00DE313F">
        <w:t xml:space="preserve">, </w:t>
      </w:r>
      <w:r w:rsidRPr="003D2FAA">
        <w:t>dans ses valises</w:t>
      </w:r>
      <w:r w:rsidR="00DE313F">
        <w:t xml:space="preserve">, </w:t>
      </w:r>
      <w:r w:rsidRPr="003D2FAA">
        <w:t>et commanda une vo</w:t>
      </w:r>
      <w:r w:rsidRPr="003D2FAA">
        <w:t>i</w:t>
      </w:r>
      <w:r w:rsidRPr="003D2FAA">
        <w:t>ture à deux chevaux pour que</w:t>
      </w:r>
      <w:r w:rsidR="00DE313F">
        <w:t xml:space="preserve">, </w:t>
      </w:r>
      <w:r w:rsidRPr="003D2FAA">
        <w:t>tout de suite</w:t>
      </w:r>
      <w:r w:rsidR="00DE313F">
        <w:t xml:space="preserve">, </w:t>
      </w:r>
      <w:r w:rsidRPr="003D2FAA">
        <w:t>immédiatement</w:t>
      </w:r>
      <w:r w:rsidR="00DE313F">
        <w:t xml:space="preserve">, </w:t>
      </w:r>
      <w:r w:rsidRPr="003D2FAA">
        <w:t xml:space="preserve">on la conduisît à la gare de </w:t>
      </w:r>
      <w:proofErr w:type="spellStart"/>
      <w:r w:rsidRPr="003D2FAA">
        <w:t>Chiensi</w:t>
      </w:r>
      <w:proofErr w:type="spellEnd"/>
      <w:r w:rsidR="00DE313F">
        <w:t xml:space="preserve"> ; </w:t>
      </w:r>
      <w:r w:rsidRPr="003D2FAA">
        <w:t xml:space="preserve">elle ne voulait pas rester plus longtemps à </w:t>
      </w:r>
      <w:proofErr w:type="spellStart"/>
      <w:r w:rsidRPr="003D2FAA">
        <w:t>Chianciano</w:t>
      </w:r>
      <w:proofErr w:type="spellEnd"/>
      <w:r w:rsidR="00DE313F">
        <w:t xml:space="preserve"> ; </w:t>
      </w:r>
      <w:r w:rsidRPr="003D2FAA">
        <w:t>non</w:t>
      </w:r>
      <w:r w:rsidR="00DE313F">
        <w:t xml:space="preserve">, </w:t>
      </w:r>
      <w:r w:rsidRPr="003D2FAA">
        <w:t>pas même une heure</w:t>
      </w:r>
      <w:r w:rsidR="00DE313F">
        <w:t xml:space="preserve">, </w:t>
      </w:r>
      <w:r w:rsidRPr="003D2FAA">
        <w:t>pas même une minute</w:t>
      </w:r>
      <w:r w:rsidR="00DE313F">
        <w:t xml:space="preserve">. </w:t>
      </w:r>
      <w:r w:rsidRPr="003D2FAA">
        <w:t>Comme elle était sur le point de partir</w:t>
      </w:r>
      <w:r w:rsidR="00DE313F">
        <w:t xml:space="preserve">, </w:t>
      </w:r>
      <w:r w:rsidRPr="003D2FAA">
        <w:t>les galopins de tout à l</w:t>
      </w:r>
      <w:r w:rsidR="00DE313F">
        <w:t>’</w:t>
      </w:r>
      <w:r w:rsidRPr="003D2FAA">
        <w:t>heure</w:t>
      </w:r>
      <w:r w:rsidR="00DE313F">
        <w:t xml:space="preserve">, </w:t>
      </w:r>
      <w:r w:rsidRPr="003D2FAA">
        <w:t xml:space="preserve">qui avaient couru avec elle à la recherche de la </w:t>
      </w:r>
      <w:proofErr w:type="spellStart"/>
      <w:r w:rsidRPr="003D2FAA">
        <w:rPr>
          <w:i/>
          <w:iCs/>
        </w:rPr>
        <w:t>cagnolina</w:t>
      </w:r>
      <w:proofErr w:type="spellEnd"/>
      <w:r w:rsidR="00DE313F">
        <w:rPr>
          <w:i/>
          <w:iCs/>
        </w:rPr>
        <w:t xml:space="preserve">, </w:t>
      </w:r>
      <w:r w:rsidRPr="003D2FAA">
        <w:t>les mêmes galopins haletants</w:t>
      </w:r>
      <w:r w:rsidR="00DE313F">
        <w:t xml:space="preserve">, </w:t>
      </w:r>
      <w:proofErr w:type="spellStart"/>
      <w:r w:rsidRPr="003D2FAA">
        <w:t>exultants</w:t>
      </w:r>
      <w:proofErr w:type="spellEnd"/>
      <w:r w:rsidRPr="003D2FAA">
        <w:t xml:space="preserve"> aussi à l</w:t>
      </w:r>
      <w:r w:rsidR="00DE313F">
        <w:t>’</w:t>
      </w:r>
      <w:r w:rsidRPr="003D2FAA">
        <w:t>espérance d</w:t>
      </w:r>
      <w:r w:rsidR="00DE313F">
        <w:t>’</w:t>
      </w:r>
      <w:r w:rsidRPr="003D2FAA">
        <w:t>un bon pourboire</w:t>
      </w:r>
      <w:r w:rsidR="00DE313F">
        <w:t xml:space="preserve">, </w:t>
      </w:r>
      <w:r w:rsidRPr="003D2FAA">
        <w:t>lui présentèrent la pauvre Mimi plus morte que vive</w:t>
      </w:r>
      <w:r w:rsidR="00DE313F">
        <w:t xml:space="preserve"> ; </w:t>
      </w:r>
      <w:r w:rsidRPr="003D2FAA">
        <w:t xml:space="preserve">mais miss </w:t>
      </w:r>
      <w:proofErr w:type="spellStart"/>
      <w:r w:rsidRPr="003D2FAA">
        <w:t>Galley</w:t>
      </w:r>
      <w:proofErr w:type="spellEnd"/>
      <w:r w:rsidR="00DE313F">
        <w:t xml:space="preserve">, </w:t>
      </w:r>
      <w:r w:rsidRPr="003D2FAA">
        <w:t>défigurée par la colère</w:t>
      </w:r>
      <w:r w:rsidR="00DE313F">
        <w:t xml:space="preserve">, </w:t>
      </w:r>
      <w:r w:rsidRPr="003D2FAA">
        <w:t>la repoussa violemment en détournant le visage</w:t>
      </w:r>
      <w:r w:rsidR="00DE313F">
        <w:t xml:space="preserve">. </w:t>
      </w:r>
      <w:r w:rsidRPr="003D2FAA">
        <w:t>À ce coup f</w:t>
      </w:r>
      <w:r w:rsidRPr="003D2FAA">
        <w:t>u</w:t>
      </w:r>
      <w:r w:rsidRPr="003D2FAA">
        <w:t>rieux</w:t>
      </w:r>
      <w:r w:rsidR="00DE313F">
        <w:t xml:space="preserve">, </w:t>
      </w:r>
      <w:r w:rsidRPr="003D2FAA">
        <w:t>Mimi tomba par terre</w:t>
      </w:r>
      <w:r w:rsidR="00DE313F">
        <w:t xml:space="preserve">, </w:t>
      </w:r>
      <w:r w:rsidRPr="003D2FAA">
        <w:t>le petit museau porta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avec des cris aigus</w:t>
      </w:r>
      <w:r w:rsidR="00DE313F">
        <w:t xml:space="preserve">, </w:t>
      </w:r>
      <w:r w:rsidRPr="003D2FAA">
        <w:t>elle courut tout en boitant se fourrer sous un canapé qui s</w:t>
      </w:r>
      <w:r w:rsidR="00DE313F">
        <w:t>’</w:t>
      </w:r>
      <w:r w:rsidRPr="003D2FAA">
        <w:t>élevait à peine à trois doigts du sol</w:t>
      </w:r>
      <w:r w:rsidR="00DE313F">
        <w:t xml:space="preserve">. </w:t>
      </w:r>
      <w:r w:rsidRPr="003D2FAA">
        <w:t>Pendant ce temps</w:t>
      </w:r>
      <w:r w:rsidR="00DE313F">
        <w:t xml:space="preserve">, </w:t>
      </w:r>
      <w:r w:rsidRPr="003D2FAA">
        <w:t>sa patronne furieuse montait dans la voiture et criait au cocher</w:t>
      </w:r>
      <w:r w:rsidR="00DE313F">
        <w:t> :</w:t>
      </w:r>
    </w:p>
    <w:p w14:paraId="058BA9C2" w14:textId="77777777" w:rsidR="00DE313F" w:rsidRDefault="00DE313F" w:rsidP="0074134D">
      <w:r>
        <w:t>— </w:t>
      </w:r>
      <w:r w:rsidR="0074134D" w:rsidRPr="003D2FAA">
        <w:t>En route</w:t>
      </w:r>
      <w:r>
        <w:t> !</w:t>
      </w:r>
    </w:p>
    <w:p w14:paraId="39310E03" w14:textId="77777777" w:rsidR="00DE313F" w:rsidRDefault="0074134D" w:rsidP="0074134D">
      <w:r w:rsidRPr="003D2FAA">
        <w:t>Ronchi</w:t>
      </w:r>
      <w:r w:rsidR="00DE313F">
        <w:t xml:space="preserve">, </w:t>
      </w:r>
      <w:r w:rsidRPr="003D2FAA">
        <w:t>les domestiques</w:t>
      </w:r>
      <w:r w:rsidR="00DE313F">
        <w:t xml:space="preserve">, </w:t>
      </w:r>
      <w:r w:rsidRPr="003D2FAA">
        <w:t>les baigneurs</w:t>
      </w:r>
      <w:r w:rsidR="00DE313F">
        <w:t xml:space="preserve">, </w:t>
      </w:r>
      <w:r w:rsidRPr="003D2FAA">
        <w:t>qui avaient regagné la pension à la course</w:t>
      </w:r>
      <w:r w:rsidR="00DE313F">
        <w:t xml:space="preserve">, </w:t>
      </w:r>
      <w:r w:rsidRPr="003D2FAA">
        <w:t>se regardèrent un instant ébaubis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 xml:space="preserve">ils eurent compassion de la pauvre petite </w:t>
      </w:r>
      <w:r w:rsidRPr="003D2FAA">
        <w:lastRenderedPageBreak/>
        <w:t>chienne abandonnée</w:t>
      </w:r>
      <w:r w:rsidR="00DE313F">
        <w:t xml:space="preserve">, </w:t>
      </w:r>
      <w:r w:rsidRPr="003D2FAA">
        <w:t>mais ils eurent beau l</w:t>
      </w:r>
      <w:r w:rsidR="00DE313F">
        <w:t>’</w:t>
      </w:r>
      <w:r w:rsidRPr="003D2FAA">
        <w:t>appeler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inviter avec les modes les plus affectueux</w:t>
      </w:r>
      <w:r w:rsidR="00DE313F">
        <w:t xml:space="preserve">, </w:t>
      </w:r>
      <w:r w:rsidRPr="003D2FAA">
        <w:t>il ne fut pas possible de la faire sortir de sa cachette</w:t>
      </w:r>
      <w:r w:rsidR="00DE313F">
        <w:t xml:space="preserve">. </w:t>
      </w:r>
      <w:r w:rsidRPr="003D2FAA">
        <w:t>Il fallut que Ronchi</w:t>
      </w:r>
      <w:r w:rsidR="00DE313F">
        <w:t xml:space="preserve">, </w:t>
      </w:r>
      <w:r w:rsidRPr="003D2FAA">
        <w:t>avec l</w:t>
      </w:r>
      <w:r w:rsidR="00DE313F">
        <w:t>’</w:t>
      </w:r>
      <w:r w:rsidRPr="003D2FAA">
        <w:t>aide d</w:t>
      </w:r>
      <w:r w:rsidR="00DE313F">
        <w:t>’</w:t>
      </w:r>
      <w:r w:rsidRPr="003D2FAA">
        <w:t>un valet de chambre</w:t>
      </w:r>
      <w:r w:rsidR="00DE313F">
        <w:t xml:space="preserve">, </w:t>
      </w:r>
      <w:r w:rsidRPr="003D2FAA">
        <w:t xml:space="preserve">soulevât et reculât le </w:t>
      </w:r>
      <w:proofErr w:type="spellStart"/>
      <w:r w:rsidRPr="003D2FAA">
        <w:t>sopha</w:t>
      </w:r>
      <w:proofErr w:type="spellEnd"/>
      <w:r w:rsidR="00DE313F">
        <w:t xml:space="preserve"> ; </w:t>
      </w:r>
      <w:r w:rsidRPr="003D2FAA">
        <w:t>mais alors Mimi s</w:t>
      </w:r>
      <w:r w:rsidR="00DE313F">
        <w:t>’</w:t>
      </w:r>
      <w:r w:rsidRPr="003D2FAA">
        <w:t>élança vers la porte comme une flèche et prit la fuite</w:t>
      </w:r>
      <w:r w:rsidR="00DE313F">
        <w:t xml:space="preserve">. </w:t>
      </w:r>
      <w:r w:rsidRPr="003D2FAA">
        <w:t>Les gamins coururent sur ses traces de tous côtés dans le pays</w:t>
      </w:r>
      <w:r w:rsidR="00DE313F">
        <w:t xml:space="preserve"> ; </w:t>
      </w:r>
      <w:r w:rsidRPr="003D2FAA">
        <w:t>enfin ils arrivèrent près de la gare sans avoir pu la rejoindre</w:t>
      </w:r>
      <w:r w:rsidR="00DE313F">
        <w:t>.</w:t>
      </w:r>
    </w:p>
    <w:p w14:paraId="79693328" w14:textId="77777777" w:rsidR="00DE313F" w:rsidRDefault="0074134D" w:rsidP="0074134D">
      <w:r w:rsidRPr="003D2FAA">
        <w:t>Ronchi</w:t>
      </w:r>
      <w:r w:rsidR="00DE313F">
        <w:t xml:space="preserve">, </w:t>
      </w:r>
      <w:r w:rsidRPr="003D2FAA">
        <w:t>auquel elle avait causé tant d</w:t>
      </w:r>
      <w:r w:rsidR="00DE313F">
        <w:t>’</w:t>
      </w:r>
      <w:r w:rsidRPr="003D2FAA">
        <w:t>ennuis</w:t>
      </w:r>
      <w:r w:rsidR="00DE313F">
        <w:t xml:space="preserve">, </w:t>
      </w:r>
      <w:r w:rsidRPr="003D2FAA">
        <w:t>haussa les épaules en s</w:t>
      </w:r>
      <w:r w:rsidR="00DE313F">
        <w:t>’</w:t>
      </w:r>
      <w:r w:rsidRPr="003D2FAA">
        <w:t>écriant</w:t>
      </w:r>
      <w:r w:rsidR="00DE313F">
        <w:t> :</w:t>
      </w:r>
    </w:p>
    <w:p w14:paraId="4B3D4EE9" w14:textId="77777777" w:rsidR="00DE313F" w:rsidRDefault="00DE313F" w:rsidP="0074134D">
      <w:r>
        <w:t>— </w:t>
      </w:r>
      <w:r w:rsidR="0074134D" w:rsidRPr="003D2FAA">
        <w:t>Qu</w:t>
      </w:r>
      <w:r>
        <w:t>’</w:t>
      </w:r>
      <w:r w:rsidR="0074134D" w:rsidRPr="003D2FAA">
        <w:t>elle aille se faire pendre ailleurs</w:t>
      </w:r>
      <w:r>
        <w:t> !</w:t>
      </w:r>
    </w:p>
    <w:p w14:paraId="1D495631" w14:textId="77777777" w:rsidR="00DE313F" w:rsidRDefault="0074134D" w:rsidP="0074134D">
      <w:r w:rsidRPr="003D2FAA">
        <w:t>Cinq ou six jours après</w:t>
      </w:r>
      <w:r w:rsidR="00DE313F">
        <w:t xml:space="preserve">, </w:t>
      </w:r>
      <w:r w:rsidRPr="003D2FAA">
        <w:t>Mimi</w:t>
      </w:r>
      <w:r w:rsidR="00DE313F">
        <w:t xml:space="preserve">, </w:t>
      </w:r>
      <w:r w:rsidRPr="003D2FAA">
        <w:t>dégoûtante</w:t>
      </w:r>
      <w:r w:rsidR="00DE313F">
        <w:t xml:space="preserve">, </w:t>
      </w:r>
      <w:r w:rsidRPr="003D2FAA">
        <w:t>ébouriffée</w:t>
      </w:r>
      <w:r w:rsidR="00DE313F">
        <w:t xml:space="preserve">, </w:t>
      </w:r>
      <w:r w:rsidRPr="003D2FAA">
        <w:t>f</w:t>
      </w:r>
      <w:r w:rsidRPr="003D2FAA">
        <w:t>a</w:t>
      </w:r>
      <w:r w:rsidRPr="003D2FAA">
        <w:t>mélique</w:t>
      </w:r>
      <w:r w:rsidR="00DE313F">
        <w:t xml:space="preserve">, </w:t>
      </w:r>
      <w:r w:rsidRPr="003D2FAA">
        <w:t>méconnaissable</w:t>
      </w:r>
      <w:r w:rsidR="00DE313F">
        <w:t xml:space="preserve">, </w:t>
      </w:r>
      <w:r w:rsidRPr="003D2FAA">
        <w:t xml:space="preserve">fut revue dans les rues de </w:t>
      </w:r>
      <w:proofErr w:type="spellStart"/>
      <w:r w:rsidRPr="003D2FAA">
        <w:t>Chianciano</w:t>
      </w:r>
      <w:proofErr w:type="spellEnd"/>
      <w:r w:rsidRPr="003D2FAA">
        <w:t xml:space="preserve"> sous la pluie lente qui marquait la fin de la saison</w:t>
      </w:r>
      <w:r w:rsidR="00DE313F">
        <w:t xml:space="preserve">. </w:t>
      </w:r>
      <w:r w:rsidRPr="003D2FAA">
        <w:t>Les derniers baigneurs partaient</w:t>
      </w:r>
      <w:r w:rsidR="00DE313F">
        <w:t xml:space="preserve">. </w:t>
      </w:r>
      <w:r w:rsidRPr="003D2FAA">
        <w:t>La semaine écoulée</w:t>
      </w:r>
      <w:r w:rsidR="00DE313F">
        <w:t xml:space="preserve">, </w:t>
      </w:r>
      <w:r w:rsidRPr="003D2FAA">
        <w:t>le petit pays planté sur la haute colline exposée au vent avait repris son morne aspect hivernal</w:t>
      </w:r>
      <w:r w:rsidR="00DE313F">
        <w:t>.</w:t>
      </w:r>
    </w:p>
    <w:p w14:paraId="39D74629" w14:textId="77777777" w:rsidR="00DE313F" w:rsidRDefault="00DE313F" w:rsidP="0074134D">
      <w:r>
        <w:t>— </w:t>
      </w:r>
      <w:r w:rsidR="0074134D" w:rsidRPr="003D2FAA">
        <w:t>Tiens</w:t>
      </w:r>
      <w:r>
        <w:t xml:space="preserve">, </w:t>
      </w:r>
      <w:r w:rsidR="0074134D" w:rsidRPr="003D2FAA">
        <w:t>la petite chienne de la signorina</w:t>
      </w:r>
      <w:r>
        <w:t xml:space="preserve"> ! </w:t>
      </w:r>
      <w:r w:rsidR="0074134D" w:rsidRPr="003D2FAA">
        <w:t>dit quelqu</w:t>
      </w:r>
      <w:r>
        <w:t>’</w:t>
      </w:r>
      <w:r w:rsidR="0074134D" w:rsidRPr="003D2FAA">
        <w:t>un en la voyant passer</w:t>
      </w:r>
      <w:r>
        <w:t>.</w:t>
      </w:r>
    </w:p>
    <w:p w14:paraId="562C51D2" w14:textId="77777777" w:rsidR="00DE313F" w:rsidRDefault="0074134D" w:rsidP="0074134D">
      <w:r w:rsidRPr="003D2FAA">
        <w:t>Mais personne ne fit un geste pour la prendre</w:t>
      </w:r>
      <w:r w:rsidR="00DE313F">
        <w:t xml:space="preserve">, </w:t>
      </w:r>
      <w:r w:rsidRPr="003D2FAA">
        <w:t>personne ne l</w:t>
      </w:r>
      <w:r w:rsidR="00DE313F">
        <w:t>’</w:t>
      </w:r>
      <w:r w:rsidRPr="003D2FAA">
        <w:t>appela</w:t>
      </w:r>
      <w:r w:rsidR="00DE313F">
        <w:t xml:space="preserve">. </w:t>
      </w:r>
      <w:r w:rsidRPr="003D2FAA">
        <w:t>Et Mimi continua de vaguer</w:t>
      </w:r>
      <w:r w:rsidR="00DE313F">
        <w:t>.</w:t>
      </w:r>
    </w:p>
    <w:p w14:paraId="5F34F80B" w14:textId="77777777" w:rsidR="00DE313F" w:rsidRDefault="0074134D" w:rsidP="0074134D">
      <w:r w:rsidRPr="003D2FAA">
        <w:t>Déjà elle avait été à la pension Ronchi</w:t>
      </w:r>
      <w:r w:rsidR="00DE313F">
        <w:t xml:space="preserve">, </w:t>
      </w:r>
      <w:r w:rsidRPr="003D2FAA">
        <w:t>mais elle l</w:t>
      </w:r>
      <w:r w:rsidR="00DE313F">
        <w:t>’</w:t>
      </w:r>
      <w:r w:rsidRPr="003D2FAA">
        <w:t>avait trouvée close</w:t>
      </w:r>
      <w:r w:rsidR="00DE313F">
        <w:t xml:space="preserve">, </w:t>
      </w:r>
      <w:r w:rsidRPr="003D2FAA">
        <w:t>le propriétaire s</w:t>
      </w:r>
      <w:r w:rsidR="00DE313F">
        <w:t>’</w:t>
      </w:r>
      <w:r w:rsidRPr="003D2FAA">
        <w:t>étant hâté d</w:t>
      </w:r>
      <w:r w:rsidR="00DE313F">
        <w:t>’</w:t>
      </w:r>
      <w:r w:rsidRPr="003D2FAA">
        <w:t>aller à la campagne pour les vendanges</w:t>
      </w:r>
      <w:r w:rsidR="00DE313F">
        <w:t xml:space="preserve">. </w:t>
      </w:r>
      <w:r w:rsidRPr="003D2FAA">
        <w:t>De temps à autre</w:t>
      </w:r>
      <w:r w:rsidR="00DE313F">
        <w:t xml:space="preserve">, </w:t>
      </w:r>
      <w:r w:rsidRPr="003D2FAA">
        <w:t>elle s</w:t>
      </w:r>
      <w:r w:rsidR="00DE313F">
        <w:t>’</w:t>
      </w:r>
      <w:r w:rsidRPr="003D2FAA">
        <w:t>arrêtait pour rega</w:t>
      </w:r>
      <w:r w:rsidRPr="003D2FAA">
        <w:t>r</w:t>
      </w:r>
      <w:r w:rsidRPr="003D2FAA">
        <w:t>der</w:t>
      </w:r>
      <w:r w:rsidR="00DE313F">
        <w:t xml:space="preserve">, </w:t>
      </w:r>
      <w:r w:rsidRPr="003D2FAA">
        <w:t>avec ses petits yeux chassieux parmi les poils</w:t>
      </w:r>
      <w:r w:rsidR="00DE313F">
        <w:t xml:space="preserve">, </w:t>
      </w:r>
      <w:r w:rsidRPr="003D2FAA">
        <w:t>comme si elle ne pouvait encore comprendre comment personne n</w:t>
      </w:r>
      <w:r w:rsidR="00DE313F">
        <w:t>’</w:t>
      </w:r>
      <w:r w:rsidRPr="003D2FAA">
        <w:t>avait pitié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si petite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elle si caressée autrefois</w:t>
      </w:r>
      <w:r w:rsidR="00DE313F">
        <w:t xml:space="preserve">, </w:t>
      </w:r>
      <w:r w:rsidRPr="003D2FAA">
        <w:t>et si bien soignée</w:t>
      </w:r>
      <w:r w:rsidR="00DE313F">
        <w:t xml:space="preserve"> ; </w:t>
      </w:r>
      <w:r w:rsidRPr="003D2FAA">
        <w:t>comment personne ne la prenait pour la porter à sa patronne qui l</w:t>
      </w:r>
      <w:r w:rsidR="00DE313F">
        <w:t>’</w:t>
      </w:r>
      <w:r w:rsidRPr="003D2FAA">
        <w:t>avait perdue</w:t>
      </w:r>
      <w:r w:rsidR="00DE313F">
        <w:t xml:space="preserve">, </w:t>
      </w:r>
      <w:r w:rsidRPr="003D2FAA">
        <w:t>à sa patronne qu</w:t>
      </w:r>
      <w:r w:rsidR="00DE313F">
        <w:t>’</w:t>
      </w:r>
      <w:r w:rsidRPr="003D2FAA">
        <w:t>elle avait cherchée en vain depuis si longtemps</w:t>
      </w:r>
      <w:r w:rsidR="00DE313F">
        <w:t xml:space="preserve">, </w:t>
      </w:r>
      <w:r w:rsidRPr="003D2FAA">
        <w:lastRenderedPageBreak/>
        <w:t>et qu</w:t>
      </w:r>
      <w:r w:rsidR="00DE313F">
        <w:t>’</w:t>
      </w:r>
      <w:r w:rsidRPr="003D2FAA">
        <w:t>elle cherchait encore</w:t>
      </w:r>
      <w:r w:rsidR="00DE313F">
        <w:t xml:space="preserve"> ! </w:t>
      </w:r>
      <w:r w:rsidRPr="003D2FAA">
        <w:t>Elle avait faim</w:t>
      </w:r>
      <w:r w:rsidR="00DE313F">
        <w:t xml:space="preserve">, </w:t>
      </w:r>
      <w:r w:rsidRPr="003D2FAA">
        <w:t>elle était recrue de fatigue</w:t>
      </w:r>
      <w:r w:rsidR="00DE313F">
        <w:t xml:space="preserve">, </w:t>
      </w:r>
      <w:r w:rsidRPr="003D2FAA">
        <w:t>elle tremblait de froid et elle ne s</w:t>
      </w:r>
      <w:r w:rsidRPr="003D2FAA">
        <w:t>a</w:t>
      </w:r>
      <w:r w:rsidRPr="003D2FAA">
        <w:t>vait plus où aller</w:t>
      </w:r>
      <w:r w:rsidR="00DE313F">
        <w:t xml:space="preserve">, </w:t>
      </w:r>
      <w:r w:rsidRPr="003D2FAA">
        <w:t>où se réfugier</w:t>
      </w:r>
      <w:r w:rsidR="00DE313F">
        <w:t> !</w:t>
      </w:r>
    </w:p>
    <w:p w14:paraId="7EDF0606" w14:textId="77777777" w:rsidR="00DE313F" w:rsidRDefault="0074134D" w:rsidP="0074134D">
      <w:r w:rsidRPr="003D2FAA">
        <w:t>Pendant les premiers jours</w:t>
      </w:r>
      <w:r w:rsidR="00DE313F">
        <w:t xml:space="preserve">, </w:t>
      </w:r>
      <w:r w:rsidRPr="003D2FAA">
        <w:t>quelqu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se voyant suivi par elle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baissé pour la caresser</w:t>
      </w:r>
      <w:r w:rsidR="00DE313F">
        <w:t xml:space="preserve">, </w:t>
      </w:r>
      <w:r w:rsidRPr="003D2FAA">
        <w:t>pour la plaindre et lui avait donné à manger quelques rogatons</w:t>
      </w:r>
      <w:r w:rsidR="00DE313F">
        <w:t xml:space="preserve"> ; </w:t>
      </w:r>
      <w:r w:rsidRPr="003D2FAA">
        <w:t>mais</w:t>
      </w:r>
      <w:r w:rsidR="00DE313F">
        <w:t xml:space="preserve">, </w:t>
      </w:r>
      <w:r w:rsidRPr="003D2FAA">
        <w:t>ensuite</w:t>
      </w:r>
      <w:r w:rsidR="00DE313F">
        <w:t xml:space="preserve">, </w:t>
      </w:r>
      <w:r w:rsidRPr="003D2FAA">
        <w:t>ennuyé de la trouver toujours près de lui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>avait chassée d</w:t>
      </w:r>
      <w:r w:rsidR="00DE313F">
        <w:t>’</w:t>
      </w:r>
      <w:r w:rsidRPr="003D2FAA">
        <w:t>une façon gro</w:t>
      </w:r>
      <w:r w:rsidRPr="003D2FAA">
        <w:t>s</w:t>
      </w:r>
      <w:r w:rsidRPr="003D2FAA">
        <w:t>sière</w:t>
      </w:r>
      <w:r w:rsidR="00DE313F">
        <w:t xml:space="preserve">. </w:t>
      </w:r>
      <w:r w:rsidRPr="003D2FAA">
        <w:t>Et elle était pleine</w:t>
      </w:r>
      <w:r w:rsidR="00DE313F">
        <w:t xml:space="preserve">. </w:t>
      </w:r>
      <w:r w:rsidRPr="003D2FAA">
        <w:t>Cela paraissait presque impossible</w:t>
      </w:r>
      <w:r w:rsidR="00DE313F">
        <w:t xml:space="preserve"> : </w:t>
      </w:r>
      <w:r w:rsidRPr="003D2FAA">
        <w:t>une petite chose de rien comme cela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on ne voyait quasi pas</w:t>
      </w:r>
      <w:r w:rsidR="00DE313F">
        <w:t xml:space="preserve">, </w:t>
      </w:r>
      <w:r w:rsidRPr="003D2FAA">
        <w:t>pleine</w:t>
      </w:r>
      <w:r w:rsidR="00DE313F">
        <w:t xml:space="preserve"> ! </w:t>
      </w:r>
      <w:r w:rsidRPr="003D2FAA">
        <w:t>Et on l</w:t>
      </w:r>
      <w:r w:rsidR="00DE313F">
        <w:t>’</w:t>
      </w:r>
      <w:r w:rsidRPr="003D2FAA">
        <w:t>écartait du pied</w:t>
      </w:r>
      <w:r w:rsidR="00DE313F">
        <w:t>.</w:t>
      </w:r>
    </w:p>
    <w:p w14:paraId="3EB5FB43" w14:textId="77777777" w:rsidR="00DE313F" w:rsidRDefault="0074134D" w:rsidP="0074134D">
      <w:proofErr w:type="spellStart"/>
      <w:r w:rsidRPr="003D2FAA">
        <w:t>Fanfulla</w:t>
      </w:r>
      <w:proofErr w:type="spellEnd"/>
      <w:r w:rsidRPr="003D2FAA">
        <w:t xml:space="preserve"> Mochi</w:t>
      </w:r>
      <w:r w:rsidR="00DE313F">
        <w:t xml:space="preserve">, </w:t>
      </w:r>
      <w:r w:rsidRPr="003D2FAA">
        <w:t>du seuil de sa boutique</w:t>
      </w:r>
      <w:r w:rsidR="00DE313F">
        <w:t xml:space="preserve">, </w:t>
      </w:r>
      <w:r w:rsidRPr="003D2FAA">
        <w:t>la voyant un jour trottiner dans la rue</w:t>
      </w:r>
      <w:r w:rsidR="00DE313F">
        <w:t xml:space="preserve">, </w:t>
      </w:r>
      <w:r w:rsidRPr="003D2FAA">
        <w:t>errante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appela</w:t>
      </w:r>
      <w:r w:rsidR="00DE313F">
        <w:t xml:space="preserve">, </w:t>
      </w:r>
      <w:r w:rsidRPr="003D2FAA">
        <w:t>lui donna à manger</w:t>
      </w:r>
      <w:r w:rsidR="00DE313F">
        <w:t xml:space="preserve">, </w:t>
      </w:r>
      <w:r w:rsidRPr="003D2FAA">
        <w:t>et comme la pauvre petite bête</w:t>
      </w:r>
      <w:r w:rsidR="00DE313F">
        <w:t xml:space="preserve">, </w:t>
      </w:r>
      <w:r w:rsidRPr="003D2FAA">
        <w:t>habituée maintenant à se voir chassée par tous</w:t>
      </w:r>
      <w:r w:rsidR="00DE313F">
        <w:t xml:space="preserve">, </w:t>
      </w:r>
      <w:r w:rsidRPr="003D2FAA">
        <w:t>demeurait l</w:t>
      </w:r>
      <w:r w:rsidR="00DE313F">
        <w:t>’</w:t>
      </w:r>
      <w:r w:rsidRPr="003D2FAA">
        <w:t>échine courbée de peur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attente de quelque taloche</w:t>
      </w:r>
      <w:r w:rsidR="00DE313F">
        <w:t xml:space="preserve">, </w:t>
      </w:r>
      <w:r w:rsidRPr="003D2FAA">
        <w:t>il la flatta</w:t>
      </w:r>
      <w:r w:rsidR="00DE313F">
        <w:t xml:space="preserve">, </w:t>
      </w:r>
      <w:r w:rsidRPr="003D2FAA">
        <w:t>la caressa pour la rass</w:t>
      </w:r>
      <w:r w:rsidRPr="003D2FAA">
        <w:t>u</w:t>
      </w:r>
      <w:r w:rsidRPr="003D2FAA">
        <w:t>rer</w:t>
      </w:r>
      <w:r w:rsidR="00DE313F">
        <w:t xml:space="preserve">. </w:t>
      </w:r>
      <w:r w:rsidRPr="003D2FAA">
        <w:t>La pauvre Mimi</w:t>
      </w:r>
      <w:r w:rsidR="00DE313F">
        <w:t xml:space="preserve">, </w:t>
      </w:r>
      <w:r w:rsidRPr="003D2FAA">
        <w:t>bien qu</w:t>
      </w:r>
      <w:r w:rsidR="00DE313F">
        <w:t>’</w:t>
      </w:r>
      <w:r w:rsidRPr="003D2FAA">
        <w:t>affamée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arrêta de manger pour lécher la main de son bienfaiteur</w:t>
      </w:r>
      <w:r w:rsidR="00DE313F">
        <w:t xml:space="preserve">. </w:t>
      </w:r>
      <w:r w:rsidRPr="003D2FAA">
        <w:t>Alors</w:t>
      </w:r>
      <w:r w:rsidR="00DE313F">
        <w:t xml:space="preserve">, </w:t>
      </w:r>
      <w:proofErr w:type="spellStart"/>
      <w:r w:rsidRPr="003D2FAA">
        <w:t>Fanfulla</w:t>
      </w:r>
      <w:proofErr w:type="spellEnd"/>
      <w:r w:rsidRPr="003D2FAA">
        <w:t xml:space="preserve"> appela </w:t>
      </w:r>
      <w:proofErr w:type="spellStart"/>
      <w:r w:rsidRPr="003D2FAA">
        <w:t>Pallino</w:t>
      </w:r>
      <w:proofErr w:type="spellEnd"/>
      <w:r w:rsidRPr="003D2FAA">
        <w:t xml:space="preserve"> qui dormait dans sa couche</w:t>
      </w:r>
      <w:r w:rsidR="00DE313F">
        <w:t xml:space="preserve">, </w:t>
      </w:r>
      <w:r w:rsidRPr="003D2FAA">
        <w:t>sous le banc</w:t>
      </w:r>
      <w:r w:rsidR="00DE313F">
        <w:t>.</w:t>
      </w:r>
    </w:p>
    <w:p w14:paraId="333A0B39" w14:textId="77777777" w:rsidR="00DE313F" w:rsidRDefault="00DE313F" w:rsidP="0074134D">
      <w:r>
        <w:t>— </w:t>
      </w:r>
      <w:r w:rsidR="0074134D" w:rsidRPr="003D2FAA">
        <w:t>Chien</w:t>
      </w:r>
      <w:r>
        <w:t xml:space="preserve">, </w:t>
      </w:r>
      <w:r w:rsidR="0074134D" w:rsidRPr="003D2FAA">
        <w:t>fils de chien</w:t>
      </w:r>
      <w:r>
        <w:t xml:space="preserve">, </w:t>
      </w:r>
      <w:r w:rsidR="0074134D" w:rsidRPr="003D2FAA">
        <w:t>vilain libertin sans queue</w:t>
      </w:r>
      <w:r>
        <w:t xml:space="preserve">, </w:t>
      </w:r>
      <w:r w:rsidR="0074134D" w:rsidRPr="003D2FAA">
        <w:t>regarde ton épouse</w:t>
      </w:r>
      <w:r>
        <w:t xml:space="preserve"> ! </w:t>
      </w:r>
      <w:r w:rsidR="0074134D" w:rsidRPr="003D2FAA">
        <w:t>lui dit-il</w:t>
      </w:r>
      <w:r>
        <w:t>.</w:t>
      </w:r>
    </w:p>
    <w:p w14:paraId="637705CD" w14:textId="77777777" w:rsidR="00DE313F" w:rsidRDefault="0074134D" w:rsidP="0074134D">
      <w:r w:rsidRPr="003D2FAA">
        <w:t>Mais maintenant</w:t>
      </w:r>
      <w:r w:rsidR="00DE313F">
        <w:t xml:space="preserve">, </w:t>
      </w:r>
      <w:r w:rsidRPr="003D2FAA">
        <w:t>Mimi n</w:t>
      </w:r>
      <w:r w:rsidR="00DE313F">
        <w:t>’</w:t>
      </w:r>
      <w:r w:rsidRPr="003D2FAA">
        <w:t xml:space="preserve">était plus une petite chienne </w:t>
      </w:r>
      <w:r w:rsidRPr="003D2FAA">
        <w:rPr>
          <w:i/>
          <w:iCs/>
        </w:rPr>
        <w:t>s</w:t>
      </w:r>
      <w:r w:rsidRPr="003D2FAA">
        <w:rPr>
          <w:i/>
          <w:iCs/>
        </w:rPr>
        <w:t>i</w:t>
      </w:r>
      <w:r w:rsidRPr="003D2FAA">
        <w:rPr>
          <w:i/>
          <w:iCs/>
        </w:rPr>
        <w:t>gnorina</w:t>
      </w:r>
      <w:r w:rsidR="00DE313F">
        <w:rPr>
          <w:i/>
          <w:iCs/>
        </w:rPr>
        <w:t xml:space="preserve"> ; </w:t>
      </w:r>
      <w:r w:rsidRPr="003D2FAA">
        <w:t>elle était devenue une petite chienne de rue parmi tant d</w:t>
      </w:r>
      <w:r w:rsidR="00DE313F">
        <w:t>’</w:t>
      </w:r>
      <w:r w:rsidRPr="003D2FAA">
        <w:t>autres du pays</w:t>
      </w:r>
      <w:r w:rsidR="00DE313F">
        <w:t xml:space="preserve">, </w:t>
      </w:r>
      <w:r w:rsidRPr="003D2FAA">
        <w:t xml:space="preserve">et </w:t>
      </w:r>
      <w:proofErr w:type="spellStart"/>
      <w:r w:rsidRPr="003D2FAA">
        <w:t>Pallino</w:t>
      </w:r>
      <w:proofErr w:type="spellEnd"/>
      <w:r w:rsidRPr="003D2FAA">
        <w:t xml:space="preserve"> ne daigna même pas lui donner un regard</w:t>
      </w:r>
      <w:r w:rsidR="00DE313F">
        <w:t> !</w:t>
      </w:r>
    </w:p>
    <w:p w14:paraId="5FBA99D8" w14:textId="54CD4FB0" w:rsidR="0074134D" w:rsidRPr="00920F1B" w:rsidRDefault="0074134D" w:rsidP="00DE313F">
      <w:pPr>
        <w:pStyle w:val="Titre1"/>
      </w:pPr>
      <w:bookmarkStart w:id="24" w:name="_Toc193482016"/>
      <w:r w:rsidRPr="00920F1B">
        <w:lastRenderedPageBreak/>
        <w:t>LA VIVANTE ET LA MORTE</w:t>
      </w:r>
      <w:bookmarkEnd w:id="24"/>
    </w:p>
    <w:p w14:paraId="237401B4" w14:textId="77777777" w:rsidR="00DE313F" w:rsidRDefault="0074134D" w:rsidP="0074134D">
      <w:r w:rsidRPr="003D2FAA">
        <w:t>La tartane que le patron</w:t>
      </w:r>
      <w:r w:rsidR="00DE313F">
        <w:t xml:space="preserve">, </w:t>
      </w:r>
      <w:r w:rsidRPr="003D2FAA">
        <w:t>Nino Mo</w:t>
      </w:r>
      <w:r w:rsidR="00DE313F">
        <w:t xml:space="preserve">, </w:t>
      </w:r>
      <w:r w:rsidRPr="003D2FAA">
        <w:t xml:space="preserve">avait appelée </w:t>
      </w:r>
      <w:proofErr w:type="spellStart"/>
      <w:r w:rsidRPr="003D2FAA">
        <w:rPr>
          <w:i/>
          <w:iCs/>
        </w:rPr>
        <w:t>Filippa</w:t>
      </w:r>
      <w:proofErr w:type="spellEnd"/>
      <w:r w:rsidR="00DE313F">
        <w:rPr>
          <w:i/>
          <w:iCs/>
        </w:rPr>
        <w:t xml:space="preserve">, </w:t>
      </w:r>
      <w:r w:rsidRPr="003D2FAA">
        <w:t>du nom de sa première femme</w:t>
      </w:r>
      <w:r w:rsidR="00DE313F">
        <w:t xml:space="preserve">, </w:t>
      </w:r>
      <w:r w:rsidRPr="003D2FAA">
        <w:t xml:space="preserve">entrait dans le petit môle de </w:t>
      </w:r>
      <w:r w:rsidRPr="003D2FAA">
        <w:rPr>
          <w:i/>
          <w:iCs/>
        </w:rPr>
        <w:t xml:space="preserve">Porto-Empédocle </w:t>
      </w:r>
      <w:r w:rsidRPr="003D2FAA">
        <w:t>par un de ces flamboyants couchers de soleil de la Méditerranée où l</w:t>
      </w:r>
      <w:r w:rsidR="00DE313F">
        <w:t>’</w:t>
      </w:r>
      <w:r w:rsidRPr="003D2FAA">
        <w:t>étendue infinie des eaux tremble et pa</w:t>
      </w:r>
      <w:r w:rsidRPr="003D2FAA">
        <w:t>l</w:t>
      </w:r>
      <w:r w:rsidRPr="003D2FAA">
        <w:t>pite comme en un délire de lumière et de couleur</w:t>
      </w:r>
      <w:r w:rsidR="00DE313F">
        <w:t xml:space="preserve">, </w:t>
      </w:r>
      <w:r w:rsidRPr="003D2FAA">
        <w:t xml:space="preserve">depuis la </w:t>
      </w:r>
      <w:r w:rsidRPr="003D2FAA">
        <w:rPr>
          <w:i/>
          <w:iCs/>
        </w:rPr>
        <w:t xml:space="preserve">Punta Bianca </w:t>
      </w:r>
      <w:r w:rsidRPr="003D2FAA">
        <w:t>qui s</w:t>
      </w:r>
      <w:r w:rsidR="00DE313F">
        <w:t>’</w:t>
      </w:r>
      <w:r w:rsidRPr="003D2FAA">
        <w:t>allonge sous l</w:t>
      </w:r>
      <w:r w:rsidR="00DE313F">
        <w:t>’</w:t>
      </w:r>
      <w:r w:rsidRPr="003D2FAA">
        <w:t>âpre azur du ciel ainsi que la tête d</w:t>
      </w:r>
      <w:r w:rsidR="00DE313F">
        <w:t>’</w:t>
      </w:r>
      <w:r w:rsidRPr="003D2FAA">
        <w:t>un neigeux cétacé endormi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 xml:space="preserve">à </w:t>
      </w:r>
      <w:r w:rsidRPr="003D2FAA">
        <w:rPr>
          <w:i/>
          <w:iCs/>
        </w:rPr>
        <w:t xml:space="preserve">Monte </w:t>
      </w:r>
      <w:proofErr w:type="spellStart"/>
      <w:r w:rsidRPr="003D2FAA">
        <w:rPr>
          <w:i/>
          <w:iCs/>
        </w:rPr>
        <w:t>Rosello</w:t>
      </w:r>
      <w:proofErr w:type="spellEnd"/>
      <w:r w:rsidRPr="003D2FAA">
        <w:rPr>
          <w:i/>
          <w:iCs/>
        </w:rPr>
        <w:t xml:space="preserve"> </w:t>
      </w:r>
      <w:r w:rsidRPr="003D2FAA">
        <w:t>dont on aperçoit seulement la nuit le phare d</w:t>
      </w:r>
      <w:r w:rsidR="00DE313F">
        <w:t>’</w:t>
      </w:r>
      <w:r w:rsidRPr="003D2FAA">
        <w:t>un rouge de sang</w:t>
      </w:r>
      <w:r w:rsidR="00DE313F">
        <w:t xml:space="preserve">. </w:t>
      </w:r>
      <w:r w:rsidRPr="003D2FAA">
        <w:t>À ce délire des eaux répond de la terre le rayonnement des vitres des maisons peintes de diverses couleurs</w:t>
      </w:r>
      <w:r w:rsidR="00DE313F">
        <w:t xml:space="preserve">, </w:t>
      </w:r>
      <w:r w:rsidRPr="003D2FAA">
        <w:t>des maisons du bourg qui s</w:t>
      </w:r>
      <w:r w:rsidR="00DE313F">
        <w:t>’</w:t>
      </w:r>
      <w:r w:rsidRPr="003D2FAA">
        <w:t>adosse à la falaise à l</w:t>
      </w:r>
      <w:r w:rsidR="00DE313F">
        <w:t>’</w:t>
      </w:r>
      <w:r w:rsidRPr="003D2FAA">
        <w:t>endroit où celle-ci se fend et s</w:t>
      </w:r>
      <w:r w:rsidR="00DE313F">
        <w:t>’</w:t>
      </w:r>
      <w:r w:rsidRPr="003D2FAA">
        <w:t>écarte</w:t>
      </w:r>
      <w:r w:rsidR="00DE313F">
        <w:t xml:space="preserve">, </w:t>
      </w:r>
      <w:r w:rsidRPr="003D2FAA">
        <w:t>et cette falaise brille elle-même avec sa marne couleur d</w:t>
      </w:r>
      <w:r w:rsidR="00DE313F">
        <w:t>’</w:t>
      </w:r>
      <w:r w:rsidRPr="003D2FAA">
        <w:t>argent</w:t>
      </w:r>
      <w:r w:rsidR="00DE313F">
        <w:t xml:space="preserve"> ; </w:t>
      </w:r>
      <w:r w:rsidRPr="003D2FAA">
        <w:t>et il y encore la fulgurance d</w:t>
      </w:r>
      <w:r w:rsidR="00DE313F">
        <w:t>’</w:t>
      </w:r>
      <w:r w:rsidRPr="003D2FAA">
        <w:t>or du soufre entassé sur la longue plage</w:t>
      </w:r>
      <w:r w:rsidR="00DE313F">
        <w:t xml:space="preserve"> ; </w:t>
      </w:r>
      <w:r w:rsidRPr="003D2FAA">
        <w:t>comme seul contraste</w:t>
      </w:r>
      <w:r w:rsidR="00DE313F">
        <w:t xml:space="preserve">, </w:t>
      </w:r>
      <w:r w:rsidRPr="003D2FAA">
        <w:t>à la tête du môle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ombre de l</w:t>
      </w:r>
      <w:r w:rsidR="00DE313F">
        <w:t>’</w:t>
      </w:r>
      <w:r w:rsidRPr="003D2FAA">
        <w:t>antique château fort sombre et carré</w:t>
      </w:r>
      <w:r w:rsidR="00DE313F">
        <w:t>.</w:t>
      </w:r>
    </w:p>
    <w:p w14:paraId="18725E7C" w14:textId="77777777" w:rsidR="00DE313F" w:rsidRDefault="0074134D" w:rsidP="0074134D">
      <w:r w:rsidRPr="003D2FAA">
        <w:t>En virant pour entrer dans le chenal entre les deux jetées qui</w:t>
      </w:r>
      <w:r w:rsidR="00DE313F">
        <w:t xml:space="preserve">, </w:t>
      </w:r>
      <w:r w:rsidRPr="003D2FAA">
        <w:t>ainsi que des bras protecteurs</w:t>
      </w:r>
      <w:r w:rsidR="00DE313F">
        <w:t xml:space="preserve">, </w:t>
      </w:r>
      <w:r w:rsidRPr="003D2FAA">
        <w:t xml:space="preserve">forment le petit </w:t>
      </w:r>
      <w:proofErr w:type="spellStart"/>
      <w:r w:rsidRPr="003D2FAA">
        <w:rPr>
          <w:i/>
          <w:iCs/>
        </w:rPr>
        <w:t>molo</w:t>
      </w:r>
      <w:proofErr w:type="spellEnd"/>
      <w:r w:rsidRPr="003D2FAA">
        <w:rPr>
          <w:i/>
          <w:iCs/>
        </w:rPr>
        <w:t xml:space="preserve"> </w:t>
      </w:r>
      <w:proofErr w:type="spellStart"/>
      <w:r w:rsidRPr="003D2FAA">
        <w:rPr>
          <w:i/>
          <w:iCs/>
        </w:rPr>
        <w:t>ve</w:t>
      </w:r>
      <w:r w:rsidRPr="003D2FAA">
        <w:rPr>
          <w:i/>
          <w:iCs/>
        </w:rPr>
        <w:t>c</w:t>
      </w:r>
      <w:r w:rsidRPr="003D2FAA">
        <w:rPr>
          <w:i/>
          <w:iCs/>
        </w:rPr>
        <w:t>chio</w:t>
      </w:r>
      <w:proofErr w:type="spellEnd"/>
      <w:r w:rsidR="00DE313F">
        <w:rPr>
          <w:i/>
          <w:iCs/>
        </w:rPr>
        <w:t xml:space="preserve">, </w:t>
      </w:r>
      <w:r w:rsidRPr="003D2FAA">
        <w:t>siège de la capitainerie du port</w:t>
      </w:r>
      <w:r w:rsidR="00DE313F">
        <w:t xml:space="preserve">, </w:t>
      </w:r>
      <w:r w:rsidRPr="003D2FAA">
        <w:t>les matelots s</w:t>
      </w:r>
      <w:r w:rsidR="00DE313F">
        <w:t>’</w:t>
      </w:r>
      <w:r w:rsidRPr="003D2FAA">
        <w:t>étaient ape</w:t>
      </w:r>
      <w:r w:rsidRPr="003D2FAA">
        <w:t>r</w:t>
      </w:r>
      <w:r w:rsidRPr="003D2FAA">
        <w:t>çus que toute la jetée</w:t>
      </w:r>
      <w:r w:rsidR="00DE313F">
        <w:t xml:space="preserve">, </w:t>
      </w:r>
      <w:r w:rsidRPr="003D2FAA">
        <w:t>depuis le château jusqu</w:t>
      </w:r>
      <w:r w:rsidR="00DE313F">
        <w:t>’</w:t>
      </w:r>
      <w:r w:rsidRPr="003D2FAA">
        <w:t>à la petite tour blanche du phare</w:t>
      </w:r>
      <w:r w:rsidR="00DE313F">
        <w:t xml:space="preserve">, </w:t>
      </w:r>
      <w:r w:rsidRPr="003D2FAA">
        <w:t>était noire de gens qui criaient et agitaient en l</w:t>
      </w:r>
      <w:r w:rsidR="00DE313F">
        <w:t>’</w:t>
      </w:r>
      <w:r w:rsidRPr="003D2FAA">
        <w:t>air des bérets et des mouchoirs</w:t>
      </w:r>
      <w:r w:rsidR="00DE313F">
        <w:t>.</w:t>
      </w:r>
    </w:p>
    <w:p w14:paraId="5D90BA27" w14:textId="77777777" w:rsidR="00DE313F" w:rsidRDefault="0074134D" w:rsidP="0074134D">
      <w:r w:rsidRPr="003D2FAA">
        <w:t>Ni le patron Nino</w:t>
      </w:r>
      <w:r w:rsidR="00DE313F">
        <w:t xml:space="preserve">, </w:t>
      </w:r>
      <w:r w:rsidRPr="003D2FAA">
        <w:t>ni l</w:t>
      </w:r>
      <w:r w:rsidR="00DE313F">
        <w:t>’</w:t>
      </w:r>
      <w:r w:rsidRPr="003D2FAA">
        <w:t>équipage ne pouvaient supposer que tout ce peuple fût attroupé là pour l</w:t>
      </w:r>
      <w:r w:rsidR="00DE313F">
        <w:t>’</w:t>
      </w:r>
      <w:r w:rsidRPr="003D2FAA">
        <w:t xml:space="preserve">arrivée de la </w:t>
      </w:r>
      <w:proofErr w:type="spellStart"/>
      <w:r w:rsidRPr="003D2FAA">
        <w:rPr>
          <w:i/>
          <w:iCs/>
        </w:rPr>
        <w:t>Filippa</w:t>
      </w:r>
      <w:proofErr w:type="spellEnd"/>
      <w:r w:rsidR="00DE313F">
        <w:rPr>
          <w:i/>
          <w:iCs/>
        </w:rPr>
        <w:t xml:space="preserve">, </w:t>
      </w:r>
      <w:r w:rsidRPr="003D2FAA">
        <w:t>bien que ce continuel flottement de bérets et de mouchoirs leur p</w:t>
      </w:r>
      <w:r w:rsidRPr="003D2FAA">
        <w:t>a</w:t>
      </w:r>
      <w:r w:rsidRPr="003D2FAA">
        <w:t>russent dirigés vers eux</w:t>
      </w:r>
      <w:r w:rsidR="00DE313F">
        <w:t>.</w:t>
      </w:r>
    </w:p>
    <w:p w14:paraId="4E294789" w14:textId="77777777" w:rsidR="00DE313F" w:rsidRDefault="0074134D" w:rsidP="0074134D">
      <w:r w:rsidRPr="003D2FAA">
        <w:t>Ils supposèrent que quelque flottille de torpilleurs s</w:t>
      </w:r>
      <w:r w:rsidR="00DE313F">
        <w:t>’</w:t>
      </w:r>
      <w:r w:rsidRPr="003D2FAA">
        <w:t>était embossée dans le petit môle</w:t>
      </w:r>
      <w:r w:rsidR="00DE313F">
        <w:t xml:space="preserve">, </w:t>
      </w:r>
      <w:r w:rsidRPr="003D2FAA">
        <w:t xml:space="preserve">et que maintenant elle levait </w:t>
      </w:r>
      <w:r w:rsidRPr="003D2FAA">
        <w:lastRenderedPageBreak/>
        <w:t>l</w:t>
      </w:r>
      <w:r w:rsidR="00DE313F">
        <w:t>’</w:t>
      </w:r>
      <w:r w:rsidRPr="003D2FAA">
        <w:t>ancre</w:t>
      </w:r>
      <w:r w:rsidR="00DE313F">
        <w:t xml:space="preserve">, </w:t>
      </w:r>
      <w:r w:rsidRPr="003D2FAA">
        <w:t>saluée joyeusement par la population pour laquelle la vue d</w:t>
      </w:r>
      <w:r w:rsidR="00DE313F">
        <w:t>’</w:t>
      </w:r>
      <w:r w:rsidRPr="003D2FAA">
        <w:t>un navire royal de guerre constituait un spectacle très nouveau</w:t>
      </w:r>
      <w:r w:rsidR="00DE313F">
        <w:t>.</w:t>
      </w:r>
    </w:p>
    <w:p w14:paraId="3B4A70AC" w14:textId="77777777" w:rsidR="00DE313F" w:rsidRDefault="0074134D" w:rsidP="0074134D">
      <w:r w:rsidRPr="003D2FAA">
        <w:t>Par prudence</w:t>
      </w:r>
      <w:r w:rsidR="00DE313F">
        <w:t xml:space="preserve">, </w:t>
      </w:r>
      <w:r w:rsidRPr="003D2FAA">
        <w:t>le patron Nino Mo donna l</w:t>
      </w:r>
      <w:r w:rsidR="00DE313F">
        <w:t>’</w:t>
      </w:r>
      <w:r w:rsidRPr="003D2FAA">
        <w:t>ordre de lâcher la corde de la voile</w:t>
      </w:r>
      <w:r w:rsidR="00DE313F">
        <w:t xml:space="preserve">, </w:t>
      </w:r>
      <w:r w:rsidRPr="003D2FAA">
        <w:t>et même de l</w:t>
      </w:r>
      <w:r w:rsidR="00DE313F">
        <w:t>’</w:t>
      </w:r>
      <w:r w:rsidRPr="003D2FAA">
        <w:t>amener tout à fait</w:t>
      </w:r>
      <w:r w:rsidR="00DE313F">
        <w:t xml:space="preserve">, </w:t>
      </w:r>
      <w:r w:rsidRPr="003D2FAA">
        <w:t xml:space="preserve">en attendant la barque qui devait remorquer la </w:t>
      </w:r>
      <w:proofErr w:type="spellStart"/>
      <w:r w:rsidRPr="003D2FAA">
        <w:rPr>
          <w:i/>
          <w:iCs/>
        </w:rPr>
        <w:t>Filippa</w:t>
      </w:r>
      <w:proofErr w:type="spellEnd"/>
      <w:r w:rsidR="00DE313F">
        <w:rPr>
          <w:i/>
          <w:iCs/>
        </w:rPr>
        <w:t xml:space="preserve">, </w:t>
      </w:r>
      <w:r w:rsidRPr="003D2FAA">
        <w:t>afin qu</w:t>
      </w:r>
      <w:r w:rsidR="00DE313F">
        <w:t>’</w:t>
      </w:r>
      <w:r w:rsidRPr="003D2FAA">
        <w:t>elle pût se mettre à l</w:t>
      </w:r>
      <w:r w:rsidR="00DE313F">
        <w:t>’</w:t>
      </w:r>
      <w:r w:rsidRPr="003D2FAA">
        <w:t>ancre dans le môle</w:t>
      </w:r>
      <w:r w:rsidR="00DE313F">
        <w:t>.</w:t>
      </w:r>
    </w:p>
    <w:p w14:paraId="459056FF" w14:textId="77777777" w:rsidR="00DE313F" w:rsidRDefault="0074134D" w:rsidP="0074134D">
      <w:r w:rsidRPr="003D2FAA">
        <w:t>La voile tombée</w:t>
      </w:r>
      <w:r w:rsidR="00DE313F">
        <w:t xml:space="preserve">, </w:t>
      </w:r>
      <w:r w:rsidRPr="003D2FAA">
        <w:t>la tartane</w:t>
      </w:r>
      <w:r w:rsidR="00DE313F">
        <w:t xml:space="preserve">, </w:t>
      </w:r>
      <w:r w:rsidRPr="003D2FAA">
        <w:t>quoique n</w:t>
      </w:r>
      <w:r w:rsidR="00DE313F">
        <w:t>’</w:t>
      </w:r>
      <w:r w:rsidRPr="003D2FAA">
        <w:t>étant plus propulsée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en continua pas moins de filer lentement</w:t>
      </w:r>
      <w:r w:rsidR="00DE313F">
        <w:t xml:space="preserve">, </w:t>
      </w:r>
      <w:r w:rsidRPr="003D2FAA">
        <w:t>coupant à peine les tremblantes eaux qui resplendissaient</w:t>
      </w:r>
      <w:r w:rsidR="00DE313F">
        <w:t xml:space="preserve">, </w:t>
      </w:r>
      <w:r w:rsidRPr="003D2FAA">
        <w:t>et qui</w:t>
      </w:r>
      <w:r w:rsidR="00DE313F">
        <w:t xml:space="preserve">, </w:t>
      </w:r>
      <w:r w:rsidRPr="003D2FAA">
        <w:t>endiguées entre les deux bras de la jetée</w:t>
      </w:r>
      <w:r w:rsidR="00DE313F">
        <w:t xml:space="preserve">, </w:t>
      </w:r>
      <w:r w:rsidRPr="003D2FAA">
        <w:t>semblaient un lac de nacre et de perles</w:t>
      </w:r>
      <w:r w:rsidR="00DE313F">
        <w:t xml:space="preserve"> ; </w:t>
      </w:r>
      <w:r w:rsidRPr="003D2FAA">
        <w:t>et les trois mousses pleins de curiosité grimpèrent comme des écureuils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un aux haubans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autre au mât jusqu</w:t>
      </w:r>
      <w:r w:rsidR="00DE313F">
        <w:t>’</w:t>
      </w:r>
      <w:r w:rsidRPr="003D2FAA">
        <w:t>à la hune</w:t>
      </w:r>
      <w:r w:rsidR="00DE313F">
        <w:t xml:space="preserve">, </w:t>
      </w:r>
      <w:r w:rsidRPr="003D2FAA">
        <w:t>et le troisième jusqu</w:t>
      </w:r>
      <w:r w:rsidR="00DE313F">
        <w:t>’</w:t>
      </w:r>
      <w:r w:rsidRPr="003D2FAA">
        <w:t>à la vergue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à force de rames</w:t>
      </w:r>
      <w:r w:rsidR="00DE313F">
        <w:t xml:space="preserve">, </w:t>
      </w:r>
      <w:r w:rsidRPr="003D2FAA">
        <w:t>la barque qui devait les remorquer arriva</w:t>
      </w:r>
      <w:r w:rsidR="00DE313F">
        <w:t xml:space="preserve">, </w:t>
      </w:r>
      <w:r w:rsidRPr="003D2FAA">
        <w:t>suivie par une quantité de chaloupes noires qui un peu plus auraient coulé</w:t>
      </w:r>
      <w:r w:rsidR="00DE313F">
        <w:t xml:space="preserve">, </w:t>
      </w:r>
      <w:r w:rsidRPr="003D2FAA">
        <w:t>à cause du grand nombre de gens qu</w:t>
      </w:r>
      <w:r w:rsidR="00DE313F">
        <w:t>’</w:t>
      </w:r>
      <w:r w:rsidRPr="003D2FAA">
        <w:t>elles portaient</w:t>
      </w:r>
      <w:r w:rsidR="00DE313F">
        <w:t xml:space="preserve">, </w:t>
      </w:r>
      <w:r w:rsidRPr="003D2FAA">
        <w:t>gens qui s</w:t>
      </w:r>
      <w:r w:rsidR="00DE313F">
        <w:t>’</w:t>
      </w:r>
      <w:r w:rsidRPr="003D2FAA">
        <w:t>y tenaient debout</w:t>
      </w:r>
      <w:r w:rsidR="00DE313F">
        <w:t xml:space="preserve">, </w:t>
      </w:r>
      <w:r w:rsidRPr="003D2FAA">
        <w:t>criant et gesticulant d</w:t>
      </w:r>
      <w:r w:rsidR="00DE313F">
        <w:t>’</w:t>
      </w:r>
      <w:r w:rsidRPr="003D2FAA">
        <w:t>une façon désordonnée</w:t>
      </w:r>
      <w:r w:rsidR="00DE313F">
        <w:t>.</w:t>
      </w:r>
    </w:p>
    <w:p w14:paraId="6A811D1C" w14:textId="77777777" w:rsidR="00DE313F" w:rsidRDefault="0074134D" w:rsidP="0074134D">
      <w:r w:rsidRPr="003D2FAA">
        <w:t>Toute cette fermentation</w:t>
      </w:r>
      <w:r w:rsidR="00DE313F">
        <w:t xml:space="preserve">, </w:t>
      </w:r>
      <w:r w:rsidRPr="003D2FAA">
        <w:t>tout ce peuple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était pour eux</w:t>
      </w:r>
      <w:r w:rsidR="00DE313F">
        <w:t xml:space="preserve"> ; </w:t>
      </w:r>
      <w:r w:rsidRPr="003D2FAA">
        <w:t>et pourquoi</w:t>
      </w:r>
      <w:r w:rsidR="00DE313F">
        <w:t xml:space="preserve"> ? </w:t>
      </w:r>
      <w:r w:rsidRPr="003D2FAA">
        <w:t>Peut-être quelque fausse nouvelle de naufrage</w:t>
      </w:r>
      <w:r w:rsidR="00DE313F">
        <w:t> ?</w:t>
      </w:r>
    </w:p>
    <w:p w14:paraId="0E8FD197" w14:textId="77777777" w:rsidR="00DE313F" w:rsidRDefault="0074134D" w:rsidP="0074134D">
      <w:pPr>
        <w:rPr>
          <w:i/>
          <w:iCs/>
        </w:rPr>
      </w:pPr>
      <w:r w:rsidRPr="003D2FAA">
        <w:t>Et l</w:t>
      </w:r>
      <w:r w:rsidR="00DE313F">
        <w:t>’</w:t>
      </w:r>
      <w:r w:rsidRPr="003D2FAA">
        <w:t>équipage</w:t>
      </w:r>
      <w:r w:rsidR="00DE313F">
        <w:t xml:space="preserve">, </w:t>
      </w:r>
      <w:r w:rsidRPr="003D2FAA">
        <w:t>curieux</w:t>
      </w:r>
      <w:r w:rsidR="00DE313F">
        <w:t xml:space="preserve">, </w:t>
      </w:r>
      <w:r w:rsidRPr="003D2FAA">
        <w:t>anxieux</w:t>
      </w:r>
      <w:r w:rsidR="00DE313F">
        <w:t xml:space="preserve">, </w:t>
      </w:r>
      <w:r w:rsidRPr="003D2FAA">
        <w:t>émerveillé</w:t>
      </w:r>
      <w:r w:rsidR="00DE313F">
        <w:t xml:space="preserve">, </w:t>
      </w:r>
      <w:r w:rsidRPr="003D2FAA">
        <w:t>se tendait de la proue vers ces barques pour saisir le sens de ces cris</w:t>
      </w:r>
      <w:r w:rsidR="00DE313F">
        <w:t xml:space="preserve">. </w:t>
      </w:r>
      <w:r w:rsidRPr="003D2FAA">
        <w:t>Mais l</w:t>
      </w:r>
      <w:r w:rsidR="00DE313F">
        <w:t>’</w:t>
      </w:r>
      <w:r w:rsidRPr="003D2FAA">
        <w:t>on ne comprenait distinctement que le nom de la tartane</w:t>
      </w:r>
      <w:r w:rsidR="00DE313F">
        <w:t xml:space="preserve"> : </w:t>
      </w:r>
      <w:proofErr w:type="spellStart"/>
      <w:r w:rsidRPr="003D2FAA">
        <w:rPr>
          <w:i/>
          <w:iCs/>
        </w:rPr>
        <w:t>Filippa</w:t>
      </w:r>
      <w:proofErr w:type="spellEnd"/>
      <w:r w:rsidR="00DE313F">
        <w:rPr>
          <w:i/>
          <w:iCs/>
        </w:rPr>
        <w:t xml:space="preserve"> ! </w:t>
      </w:r>
      <w:proofErr w:type="spellStart"/>
      <w:r w:rsidRPr="003D2FAA">
        <w:rPr>
          <w:i/>
          <w:iCs/>
        </w:rPr>
        <w:t>Filippa</w:t>
      </w:r>
      <w:proofErr w:type="spellEnd"/>
      <w:r w:rsidR="00DE313F">
        <w:rPr>
          <w:i/>
          <w:iCs/>
        </w:rPr>
        <w:t> !</w:t>
      </w:r>
    </w:p>
    <w:p w14:paraId="41F81C08" w14:textId="77777777" w:rsidR="00DE313F" w:rsidRDefault="0074134D" w:rsidP="0074134D">
      <w:r w:rsidRPr="003D2FAA">
        <w:t>Seul le patron Nino Mo</w:t>
      </w:r>
      <w:r w:rsidR="00DE313F">
        <w:t xml:space="preserve">, </w:t>
      </w:r>
      <w:r w:rsidRPr="003D2FAA">
        <w:t>rouge comme un homard</w:t>
      </w:r>
      <w:r w:rsidR="00DE313F">
        <w:t xml:space="preserve">, </w:t>
      </w:r>
      <w:r w:rsidRPr="003D2FAA">
        <w:t>ramassé et solide</w:t>
      </w:r>
      <w:r w:rsidR="00DE313F">
        <w:t xml:space="preserve">, </w:t>
      </w:r>
      <w:r w:rsidRPr="003D2FAA">
        <w:t>se tenait à l</w:t>
      </w:r>
      <w:r w:rsidR="00DE313F">
        <w:t>’</w:t>
      </w:r>
      <w:r w:rsidRPr="003D2FAA">
        <w:t>écart</w:t>
      </w:r>
      <w:r w:rsidR="00DE313F">
        <w:t xml:space="preserve">, </w:t>
      </w:r>
      <w:r w:rsidRPr="003D2FAA">
        <w:t>sans curiosité</w:t>
      </w:r>
      <w:r w:rsidR="00DE313F">
        <w:t xml:space="preserve">, </w:t>
      </w:r>
      <w:r w:rsidRPr="003D2FAA">
        <w:t xml:space="preserve">son béret à </w:t>
      </w:r>
      <w:r w:rsidRPr="003D2FAA">
        <w:rPr>
          <w:i/>
          <w:iCs/>
        </w:rPr>
        <w:t xml:space="preserve">barca di pelo </w:t>
      </w:r>
      <w:r w:rsidRPr="003D2FAA">
        <w:t>tombant presque sur ses petits yeux louches et bordés d</w:t>
      </w:r>
      <w:r w:rsidR="00DE313F">
        <w:t>’</w:t>
      </w:r>
      <w:r w:rsidRPr="003D2FAA">
        <w:t>anchois</w:t>
      </w:r>
      <w:r w:rsidR="00DE313F">
        <w:t xml:space="preserve">, </w:t>
      </w:r>
      <w:r w:rsidRPr="003D2FAA">
        <w:t xml:space="preserve">dont il tenait toujours le gauche aux trois </w:t>
      </w:r>
      <w:r w:rsidRPr="003D2FAA">
        <w:lastRenderedPageBreak/>
        <w:t>quarts fe</w:t>
      </w:r>
      <w:r w:rsidRPr="003D2FAA">
        <w:t>r</w:t>
      </w:r>
      <w:r w:rsidRPr="003D2FAA">
        <w:t>mé</w:t>
      </w:r>
      <w:r w:rsidR="00DE313F">
        <w:t xml:space="preserve">. </w:t>
      </w:r>
      <w:r w:rsidRPr="003D2FAA">
        <w:t>À un certain moment</w:t>
      </w:r>
      <w:r w:rsidR="00DE313F">
        <w:t xml:space="preserve">, </w:t>
      </w:r>
      <w:r w:rsidRPr="003D2FAA">
        <w:t>il enleva de sa bouche sa petite pipe de racine</w:t>
      </w:r>
      <w:r w:rsidR="00DE313F">
        <w:t xml:space="preserve">, </w:t>
      </w:r>
      <w:r w:rsidRPr="003D2FAA">
        <w:t>cracha et</w:t>
      </w:r>
      <w:r w:rsidR="00DE313F">
        <w:t xml:space="preserve">, </w:t>
      </w:r>
      <w:r w:rsidRPr="003D2FAA">
        <w:t>passant le dos de sa main sur les poils rudes de ses moustaches rousses et de sa petite barbe en pointe</w:t>
      </w:r>
      <w:r w:rsidR="00DE313F">
        <w:t xml:space="preserve">, </w:t>
      </w:r>
      <w:r w:rsidRPr="003D2FAA">
        <w:t>peu fournie</w:t>
      </w:r>
      <w:r w:rsidR="00DE313F">
        <w:t xml:space="preserve">, </w:t>
      </w:r>
      <w:r w:rsidRPr="003D2FAA">
        <w:t>sérieux</w:t>
      </w:r>
      <w:r w:rsidR="00DE313F">
        <w:t xml:space="preserve">, </w:t>
      </w:r>
      <w:r w:rsidRPr="003D2FAA">
        <w:t>placide</w:t>
      </w:r>
      <w:r w:rsidR="00DE313F">
        <w:t xml:space="preserve">, </w:t>
      </w:r>
      <w:r w:rsidRPr="003D2FAA">
        <w:t>il dit</w:t>
      </w:r>
      <w:r w:rsidR="00DE313F">
        <w:t> :</w:t>
      </w:r>
    </w:p>
    <w:p w14:paraId="62158297" w14:textId="77777777" w:rsidR="00DE313F" w:rsidRDefault="00DE313F" w:rsidP="0074134D">
      <w:r>
        <w:t>— </w:t>
      </w:r>
      <w:r w:rsidR="0074134D" w:rsidRPr="003D2FAA">
        <w:rPr>
          <w:i/>
          <w:iCs/>
        </w:rPr>
        <w:t>Va</w:t>
      </w:r>
      <w:r>
        <w:rPr>
          <w:i/>
          <w:iCs/>
        </w:rPr>
        <w:t>’</w:t>
      </w:r>
      <w:r w:rsidR="0074134D" w:rsidRPr="003D2FAA">
        <w:rPr>
          <w:i/>
          <w:iCs/>
        </w:rPr>
        <w:t xml:space="preserve"> </w:t>
      </w:r>
      <w:proofErr w:type="spellStart"/>
      <w:r w:rsidR="0074134D" w:rsidRPr="003D2FAA">
        <w:rPr>
          <w:i/>
          <w:iCs/>
        </w:rPr>
        <w:t>jiti</w:t>
      </w:r>
      <w:proofErr w:type="spellEnd"/>
      <w:r>
        <w:rPr>
          <w:i/>
          <w:iCs/>
        </w:rPr>
        <w:t xml:space="preserve">, </w:t>
      </w:r>
      <w:proofErr w:type="spellStart"/>
      <w:r w:rsidR="0074134D" w:rsidRPr="003D2FAA">
        <w:rPr>
          <w:i/>
          <w:iCs/>
        </w:rPr>
        <w:t>cei</w:t>
      </w:r>
      <w:proofErr w:type="spellEnd"/>
      <w:r w:rsidR="0074134D" w:rsidRPr="003D2FAA">
        <w:rPr>
          <w:i/>
          <w:iCs/>
        </w:rPr>
        <w:t xml:space="preserve"> </w:t>
      </w:r>
      <w:proofErr w:type="spellStart"/>
      <w:r w:rsidR="0074134D" w:rsidRPr="003D2FAA">
        <w:rPr>
          <w:i/>
          <w:iCs/>
        </w:rPr>
        <w:t>nisci</w:t>
      </w:r>
      <w:proofErr w:type="spellEnd"/>
      <w:r>
        <w:rPr>
          <w:i/>
          <w:iCs/>
        </w:rPr>
        <w:t xml:space="preserve"> ! </w:t>
      </w:r>
      <w:r>
        <w:t>(</w:t>
      </w:r>
      <w:r w:rsidR="0074134D" w:rsidRPr="003D2FAA">
        <w:t>Allons</w:t>
      </w:r>
      <w:r>
        <w:t xml:space="preserve">, </w:t>
      </w:r>
      <w:r w:rsidR="0074134D" w:rsidRPr="003D2FAA">
        <w:t>ils sont devenus fous</w:t>
      </w:r>
      <w:r>
        <w:t> !)</w:t>
      </w:r>
    </w:p>
    <w:p w14:paraId="20903979" w14:textId="77777777" w:rsidR="00DE313F" w:rsidRDefault="0074134D" w:rsidP="0074134D">
      <w:pPr>
        <w:rPr>
          <w:i/>
          <w:iCs/>
        </w:rPr>
      </w:pPr>
      <w:r w:rsidRPr="003D2FAA">
        <w:t>Et se retournant</w:t>
      </w:r>
      <w:r w:rsidR="00DE313F">
        <w:t xml:space="preserve">, </w:t>
      </w:r>
      <w:r w:rsidRPr="003D2FAA">
        <w:t>il cria</w:t>
      </w:r>
      <w:r w:rsidR="00DE313F">
        <w:t xml:space="preserve">, </w:t>
      </w:r>
      <w:r w:rsidRPr="003D2FAA">
        <w:t>non sans brusquerie</w:t>
      </w:r>
      <w:r w:rsidR="00DE313F">
        <w:t xml:space="preserve">, </w:t>
      </w:r>
      <w:r w:rsidRPr="003D2FAA">
        <w:t>à celui des mousses qui se tenait sur les haubans de descendre et d</w:t>
      </w:r>
      <w:r w:rsidR="00DE313F">
        <w:t>’</w:t>
      </w:r>
      <w:r w:rsidRPr="003D2FAA">
        <w:t>aller à la poupe sonner l</w:t>
      </w:r>
      <w:r w:rsidR="00DE313F">
        <w:t>’</w:t>
      </w:r>
      <w:r w:rsidRPr="003D2FAA">
        <w:rPr>
          <w:i/>
          <w:iCs/>
        </w:rPr>
        <w:t>Angelus</w:t>
      </w:r>
      <w:r w:rsidR="00DE313F">
        <w:rPr>
          <w:i/>
          <w:iCs/>
        </w:rPr>
        <w:t>.</w:t>
      </w:r>
    </w:p>
    <w:p w14:paraId="1B8592E5" w14:textId="77777777" w:rsidR="00DE313F" w:rsidRDefault="0074134D" w:rsidP="0074134D">
      <w:r w:rsidRPr="003D2FAA">
        <w:t>Ayant navigué toute sa vie</w:t>
      </w:r>
      <w:r w:rsidR="00DE313F">
        <w:t xml:space="preserve">, </w:t>
      </w:r>
      <w:r w:rsidRPr="003D2FAA">
        <w:t>triste</w:t>
      </w:r>
      <w:r w:rsidR="00DE313F">
        <w:t xml:space="preserve">, </w:t>
      </w:r>
      <w:r w:rsidRPr="003D2FAA">
        <w:t>taciturne</w:t>
      </w:r>
      <w:r w:rsidR="00DE313F">
        <w:t xml:space="preserve">, </w:t>
      </w:r>
      <w:r w:rsidRPr="003D2FAA">
        <w:t>profondément convaincu de la puissance infinie de Dieu que l</w:t>
      </w:r>
      <w:r w:rsidR="00DE313F">
        <w:t>’</w:t>
      </w:r>
      <w:r w:rsidRPr="003D2FAA">
        <w:t>on devait respe</w:t>
      </w:r>
      <w:r w:rsidRPr="003D2FAA">
        <w:t>c</w:t>
      </w:r>
      <w:r w:rsidRPr="003D2FAA">
        <w:t>ter toujours</w:t>
      </w:r>
      <w:r w:rsidR="00DE313F">
        <w:t xml:space="preserve">, </w:t>
      </w:r>
      <w:r w:rsidRPr="003D2FAA">
        <w:t>dans toutes les circonstances de la vie</w:t>
      </w:r>
      <w:r w:rsidR="00DE313F">
        <w:t xml:space="preserve">, </w:t>
      </w:r>
      <w:r w:rsidRPr="003D2FAA">
        <w:t>avec une s</w:t>
      </w:r>
      <w:r w:rsidRPr="003D2FAA">
        <w:t>i</w:t>
      </w:r>
      <w:r w:rsidRPr="003D2FAA">
        <w:t>lencieuse résignation</w:t>
      </w:r>
      <w:r w:rsidR="00DE313F">
        <w:t xml:space="preserve">, </w:t>
      </w:r>
      <w:r w:rsidRPr="003D2FAA">
        <w:t>il ne pouvait souffrir le caquetage des hommes</w:t>
      </w:r>
      <w:r w:rsidR="00DE313F">
        <w:t>.</w:t>
      </w:r>
    </w:p>
    <w:p w14:paraId="1ED82CA3" w14:textId="77777777" w:rsidR="00DE313F" w:rsidRDefault="0074134D" w:rsidP="0074134D">
      <w:r w:rsidRPr="003D2FAA">
        <w:t>Aux sons tristes de la petite cloche du bord</w:t>
      </w:r>
      <w:r w:rsidR="00DE313F">
        <w:t xml:space="preserve">, </w:t>
      </w:r>
      <w:r w:rsidRPr="003D2FAA">
        <w:t>il enleva son béret et mit à découvert la peau très blanche de son crâne voilé d</w:t>
      </w:r>
      <w:r w:rsidR="00DE313F">
        <w:t>’</w:t>
      </w:r>
      <w:r w:rsidRPr="003D2FAA">
        <w:t>un duvet roussâtre et vaporeux qui représentait comme une ombre de chevelure</w:t>
      </w:r>
      <w:r w:rsidR="00DE313F">
        <w:t xml:space="preserve"> ; </w:t>
      </w:r>
      <w:r w:rsidRPr="003D2FAA">
        <w:t>il se signa et allait se mettre à réciter la prière quand l</w:t>
      </w:r>
      <w:r w:rsidR="00DE313F">
        <w:t>’</w:t>
      </w:r>
      <w:r w:rsidRPr="003D2FAA">
        <w:t>équipage se précipita vers lui avec des visages agités</w:t>
      </w:r>
      <w:r w:rsidR="00DE313F">
        <w:t xml:space="preserve">, </w:t>
      </w:r>
      <w:r w:rsidRPr="003D2FAA">
        <w:t>des rires</w:t>
      </w:r>
      <w:r w:rsidR="00DE313F">
        <w:t xml:space="preserve">, </w:t>
      </w:r>
      <w:r w:rsidRPr="003D2FAA">
        <w:t>des cris fous</w:t>
      </w:r>
      <w:r w:rsidR="00DE313F">
        <w:t> !</w:t>
      </w:r>
    </w:p>
    <w:p w14:paraId="2112E786" w14:textId="77777777" w:rsidR="00DE313F" w:rsidRDefault="00DE313F" w:rsidP="0074134D">
      <w:r>
        <w:t>— </w:t>
      </w:r>
      <w:r w:rsidR="0074134D" w:rsidRPr="003D2FAA">
        <w:t>Zi</w:t>
      </w:r>
      <w:r>
        <w:t>’</w:t>
      </w:r>
      <w:r w:rsidR="000F7CA3" w:rsidRPr="003D2FAA">
        <w:t xml:space="preserve"> </w:t>
      </w:r>
      <w:r w:rsidR="0074134D" w:rsidRPr="003D2FAA">
        <w:t>Ni</w:t>
      </w:r>
      <w:r w:rsidR="0074134D" w:rsidRPr="003D2FAA">
        <w:rPr>
          <w:rStyle w:val="Appelnotedebasdep"/>
        </w:rPr>
        <w:footnoteReference w:id="12"/>
      </w:r>
      <w:r w:rsidR="0074134D" w:rsidRPr="003D2FAA">
        <w:t xml:space="preserve"> Zi</w:t>
      </w:r>
      <w:r>
        <w:t>’</w:t>
      </w:r>
      <w:r w:rsidR="000F7CA3" w:rsidRPr="003D2FAA">
        <w:t xml:space="preserve"> </w:t>
      </w:r>
      <w:r w:rsidR="0074134D" w:rsidRPr="003D2FAA">
        <w:t>Ni</w:t>
      </w:r>
      <w:r>
        <w:t xml:space="preserve"> ! </w:t>
      </w:r>
      <w:r w:rsidR="0074134D" w:rsidRPr="003D2FAA">
        <w:t xml:space="preserve">La </w:t>
      </w:r>
      <w:proofErr w:type="spellStart"/>
      <w:r w:rsidR="0074134D" w:rsidRPr="003D2FAA">
        <w:t>gnà</w:t>
      </w:r>
      <w:proofErr w:type="spellEnd"/>
      <w:r w:rsidR="0074134D" w:rsidRPr="003D2FAA">
        <w:rPr>
          <w:rStyle w:val="Appelnotedebasdep"/>
        </w:rPr>
        <w:footnoteReference w:id="13"/>
      </w:r>
      <w:r w:rsidR="0074134D" w:rsidRPr="003D2FAA">
        <w:t xml:space="preserve"> </w:t>
      </w:r>
      <w:proofErr w:type="spellStart"/>
      <w:r w:rsidR="0074134D" w:rsidRPr="003D2FAA">
        <w:t>Filippa</w:t>
      </w:r>
      <w:proofErr w:type="spellEnd"/>
      <w:r>
        <w:t xml:space="preserve"> ! </w:t>
      </w:r>
      <w:r w:rsidR="0074134D" w:rsidRPr="003D2FAA">
        <w:t>Votre femme</w:t>
      </w:r>
      <w:r>
        <w:t xml:space="preserve"> ! </w:t>
      </w:r>
      <w:r w:rsidR="0074134D" w:rsidRPr="003D2FAA">
        <w:t xml:space="preserve">La </w:t>
      </w:r>
      <w:proofErr w:type="spellStart"/>
      <w:r w:rsidR="0074134D" w:rsidRPr="003D2FAA">
        <w:t>gnà</w:t>
      </w:r>
      <w:proofErr w:type="spellEnd"/>
      <w:r w:rsidR="0074134D" w:rsidRPr="003D2FAA">
        <w:t xml:space="preserve"> </w:t>
      </w:r>
      <w:proofErr w:type="spellStart"/>
      <w:r w:rsidR="0074134D" w:rsidRPr="003D2FAA">
        <w:t>F</w:t>
      </w:r>
      <w:r w:rsidR="0074134D" w:rsidRPr="003D2FAA">
        <w:t>i</w:t>
      </w:r>
      <w:r w:rsidR="0074134D" w:rsidRPr="003D2FAA">
        <w:t>lippa</w:t>
      </w:r>
      <w:proofErr w:type="spellEnd"/>
      <w:r>
        <w:t xml:space="preserve"> ! </w:t>
      </w:r>
      <w:r w:rsidR="0074134D" w:rsidRPr="003D2FAA">
        <w:t>Vivante</w:t>
      </w:r>
      <w:r>
        <w:t xml:space="preserve"> ! </w:t>
      </w:r>
      <w:r w:rsidR="0074134D" w:rsidRPr="003D2FAA">
        <w:t>Elle est revenue</w:t>
      </w:r>
      <w:r>
        <w:t xml:space="preserve"> ! </w:t>
      </w:r>
      <w:r w:rsidR="0074134D" w:rsidRPr="003D2FAA">
        <w:t>Votre femme</w:t>
      </w:r>
      <w:r>
        <w:t> !</w:t>
      </w:r>
    </w:p>
    <w:p w14:paraId="1B18FFAB" w14:textId="77777777" w:rsidR="00DE313F" w:rsidRDefault="0074134D" w:rsidP="0074134D">
      <w:r w:rsidRPr="003D2FAA">
        <w:t>Le patron Nino sembla d</w:t>
      </w:r>
      <w:r w:rsidR="00DE313F">
        <w:t>’</w:t>
      </w:r>
      <w:r w:rsidRPr="003D2FAA">
        <w:t>abord avoir reçu un coup sur la tête</w:t>
      </w:r>
      <w:r w:rsidR="00DE313F">
        <w:t xml:space="preserve">, </w:t>
      </w:r>
      <w:r w:rsidRPr="003D2FAA">
        <w:t>être hors de lui-même</w:t>
      </w:r>
      <w:r w:rsidR="00DE313F">
        <w:t xml:space="preserve">, </w:t>
      </w:r>
      <w:r w:rsidRPr="003D2FAA">
        <w:t>au milieu de ceux qui l</w:t>
      </w:r>
      <w:r w:rsidR="00DE313F">
        <w:t>’</w:t>
      </w:r>
      <w:r w:rsidRPr="003D2FAA">
        <w:t>assaillaient de leurs cris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tout effaré</w:t>
      </w:r>
      <w:r w:rsidR="00DE313F">
        <w:t xml:space="preserve">, </w:t>
      </w:r>
      <w:r w:rsidRPr="003D2FAA">
        <w:t xml:space="preserve">chercha dans les yeux des autres </w:t>
      </w:r>
      <w:r w:rsidRPr="003D2FAA">
        <w:lastRenderedPageBreak/>
        <w:t>l</w:t>
      </w:r>
      <w:r w:rsidR="00DE313F">
        <w:t>’</w:t>
      </w:r>
      <w:r w:rsidRPr="003D2FAA">
        <w:t>assurance qu</w:t>
      </w:r>
      <w:r w:rsidR="00DE313F">
        <w:t>’</w:t>
      </w:r>
      <w:r w:rsidRPr="003D2FAA">
        <w:t>il pouvait croire à cette nouvelle sans devenir fou</w:t>
      </w:r>
      <w:r w:rsidR="00DE313F">
        <w:t xml:space="preserve"> ; </w:t>
      </w:r>
      <w:r w:rsidRPr="003D2FAA">
        <w:t>son visage se décomposa</w:t>
      </w:r>
      <w:r w:rsidR="00DE313F">
        <w:t xml:space="preserve">, </w:t>
      </w:r>
      <w:r w:rsidRPr="003D2FAA">
        <w:t>passant en une seconde de la stupeur à l</w:t>
      </w:r>
      <w:r w:rsidR="00DE313F">
        <w:t>’</w:t>
      </w:r>
      <w:r w:rsidRPr="003D2FAA">
        <w:t>incrédulité</w:t>
      </w:r>
      <w:r w:rsidR="00DE313F">
        <w:t xml:space="preserve">, </w:t>
      </w:r>
      <w:r w:rsidRPr="003D2FAA">
        <w:t>et de l</w:t>
      </w:r>
      <w:r w:rsidR="00DE313F">
        <w:t>’</w:t>
      </w:r>
      <w:r w:rsidRPr="003D2FAA">
        <w:t>angoisse excessive à la joie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furieux</w:t>
      </w:r>
      <w:r w:rsidR="00DE313F">
        <w:t xml:space="preserve">, </w:t>
      </w:r>
      <w:r w:rsidRPr="003D2FAA">
        <w:t>se croyant en face d</w:t>
      </w:r>
      <w:r w:rsidR="00DE313F">
        <w:t>’</w:t>
      </w:r>
      <w:r w:rsidRPr="003D2FAA">
        <w:t>une mystification</w:t>
      </w:r>
      <w:r w:rsidR="00DE313F">
        <w:t xml:space="preserve">, </w:t>
      </w:r>
      <w:r w:rsidRPr="003D2FAA">
        <w:t>il écarta tous ses matelots</w:t>
      </w:r>
      <w:r w:rsidR="00DE313F">
        <w:t xml:space="preserve">, </w:t>
      </w:r>
      <w:r w:rsidRPr="003D2FAA">
        <w:t>en saisit un par les épaules et le secoua avec violence en criant</w:t>
      </w:r>
      <w:r w:rsidR="00DE313F">
        <w:t xml:space="preserve"> : </w:t>
      </w:r>
      <w:r w:rsidRPr="003D2FAA">
        <w:t>Que dites-vous</w:t>
      </w:r>
      <w:r w:rsidR="00DE313F">
        <w:t xml:space="preserve"> ? </w:t>
      </w:r>
      <w:r w:rsidRPr="003D2FAA">
        <w:t>que dites-vous</w:t>
      </w:r>
      <w:r w:rsidR="00DE313F">
        <w:t xml:space="preserve"> ? </w:t>
      </w:r>
      <w:r w:rsidRPr="003D2FAA">
        <w:t>Et les bras levés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 voulait parer ou arrêter une attaque</w:t>
      </w:r>
      <w:r w:rsidR="00DE313F">
        <w:t xml:space="preserve">, </w:t>
      </w:r>
      <w:r w:rsidRPr="003D2FAA">
        <w:t>il se dirigea du côté de la proue vers ceux qui étaient dans les barques et qui l</w:t>
      </w:r>
      <w:r w:rsidR="00DE313F">
        <w:t>’</w:t>
      </w:r>
      <w:r w:rsidRPr="003D2FAA">
        <w:t>accueillaient avec une tempête de cris et de pressants gestes d</w:t>
      </w:r>
      <w:r w:rsidR="00DE313F">
        <w:t>’</w:t>
      </w:r>
      <w:r w:rsidRPr="003D2FAA">
        <w:t>invitation</w:t>
      </w:r>
      <w:r w:rsidR="00DE313F">
        <w:t xml:space="preserve"> ; </w:t>
      </w:r>
      <w:r w:rsidRPr="003D2FAA">
        <w:t>il se retira alors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obéissant pas</w:t>
      </w:r>
      <w:r w:rsidR="00DE313F">
        <w:t xml:space="preserve">, </w:t>
      </w:r>
      <w:r w:rsidRPr="003D2FAA">
        <w:t>devant la confi</w:t>
      </w:r>
      <w:r w:rsidRPr="003D2FAA">
        <w:t>r</w:t>
      </w:r>
      <w:r w:rsidRPr="003D2FAA">
        <w:t>mation de la nouvelle</w:t>
      </w:r>
      <w:r w:rsidR="00DE313F">
        <w:t xml:space="preserve">, </w:t>
      </w:r>
      <w:r w:rsidRPr="003D2FAA">
        <w:t>à l</w:t>
      </w:r>
      <w:r w:rsidR="00DE313F">
        <w:t>’</w:t>
      </w:r>
      <w:r w:rsidRPr="003D2FAA">
        <w:t>envie de se précipiter en bas</w:t>
      </w:r>
      <w:r w:rsidR="00DE313F">
        <w:t xml:space="preserve"> ; </w:t>
      </w:r>
      <w:r w:rsidRPr="003D2FAA">
        <w:t>et il se tourna de nouveau vers son équipage comme pour demander du secours</w:t>
      </w:r>
      <w:r w:rsidR="00DE313F">
        <w:t xml:space="preserve">, </w:t>
      </w:r>
      <w:r w:rsidRPr="003D2FAA">
        <w:t>comme pour qu</w:t>
      </w:r>
      <w:r w:rsidR="00DE313F">
        <w:t>’</w:t>
      </w:r>
      <w:r w:rsidRPr="003D2FAA">
        <w:t>on le retienne</w:t>
      </w:r>
      <w:r w:rsidR="00DE313F">
        <w:t>.</w:t>
      </w:r>
    </w:p>
    <w:p w14:paraId="26C90049" w14:textId="77777777" w:rsidR="00DE313F" w:rsidRDefault="0074134D" w:rsidP="0074134D">
      <w:r w:rsidRPr="003D2FAA">
        <w:t>Que devait-il faire</w:t>
      </w:r>
      <w:r w:rsidR="00DE313F">
        <w:t xml:space="preserve"> ? </w:t>
      </w:r>
      <w:r w:rsidRPr="003D2FAA">
        <w:t>Mais comment</w:t>
      </w:r>
      <w:r w:rsidR="00DE313F">
        <w:t xml:space="preserve"> ? </w:t>
      </w:r>
      <w:r w:rsidRPr="003D2FAA">
        <w:t>Comment</w:t>
      </w:r>
      <w:r w:rsidR="00DE313F">
        <w:t xml:space="preserve"> ? </w:t>
      </w:r>
      <w:r w:rsidRPr="003D2FAA">
        <w:t>Vivante</w:t>
      </w:r>
      <w:r w:rsidR="00DE313F">
        <w:t xml:space="preserve"> ! </w:t>
      </w:r>
      <w:r w:rsidRPr="003D2FAA">
        <w:t>Comment</w:t>
      </w:r>
      <w:r w:rsidR="00DE313F">
        <w:t xml:space="preserve"> ? </w:t>
      </w:r>
      <w:r w:rsidRPr="003D2FAA">
        <w:t>Revenue</w:t>
      </w:r>
      <w:r w:rsidR="00DE313F">
        <w:t xml:space="preserve"> ! </w:t>
      </w:r>
      <w:r w:rsidRPr="003D2FAA">
        <w:t>Mais d</w:t>
      </w:r>
      <w:r w:rsidR="00DE313F">
        <w:t>’</w:t>
      </w:r>
      <w:r w:rsidRPr="003D2FAA">
        <w:t>où</w:t>
      </w:r>
      <w:r w:rsidR="00DE313F">
        <w:t xml:space="preserve"> ? </w:t>
      </w:r>
      <w:r w:rsidRPr="003D2FAA">
        <w:t>Quand</w:t>
      </w:r>
      <w:r w:rsidR="00DE313F">
        <w:t xml:space="preserve"> ? </w:t>
      </w:r>
      <w:r w:rsidRPr="003D2FAA">
        <w:t>Ne pouvant parler</w:t>
      </w:r>
      <w:r w:rsidR="00DE313F">
        <w:t xml:space="preserve">, </w:t>
      </w:r>
      <w:r w:rsidRPr="003D2FAA">
        <w:t xml:space="preserve">il indiquait la </w:t>
      </w:r>
      <w:proofErr w:type="spellStart"/>
      <w:r w:rsidRPr="003D2FAA">
        <w:rPr>
          <w:i/>
          <w:iCs/>
        </w:rPr>
        <w:t>paratia</w:t>
      </w:r>
      <w:proofErr w:type="spellEnd"/>
      <w:r w:rsidR="00DE313F">
        <w:rPr>
          <w:i/>
          <w:iCs/>
        </w:rPr>
        <w:t xml:space="preserve"> ; </w:t>
      </w:r>
      <w:r w:rsidRPr="003D2FAA">
        <w:t>afin qu</w:t>
      </w:r>
      <w:r w:rsidR="00DE313F">
        <w:t>’</w:t>
      </w:r>
      <w:r w:rsidRPr="003D2FAA">
        <w:t>ils en tirassent tout de suite le câble</w:t>
      </w:r>
      <w:r w:rsidR="00DE313F">
        <w:t xml:space="preserve"> ;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 ; </w:t>
      </w:r>
      <w:r w:rsidRPr="003D2FAA">
        <w:t>et dès que la corde descendit vers le remo</w:t>
      </w:r>
      <w:r w:rsidRPr="003D2FAA">
        <w:t>r</w:t>
      </w:r>
      <w:r w:rsidRPr="003D2FAA">
        <w:t>queur</w:t>
      </w:r>
      <w:r w:rsidR="00DE313F">
        <w:t xml:space="preserve">, </w:t>
      </w:r>
      <w:r w:rsidRPr="003D2FAA">
        <w:t>il cria</w:t>
      </w:r>
      <w:r w:rsidR="00DE313F">
        <w:t xml:space="preserve"> : </w:t>
      </w:r>
      <w:r w:rsidRPr="003D2FAA">
        <w:t>Gouvernez</w:t>
      </w:r>
      <w:r w:rsidR="00DE313F">
        <w:t xml:space="preserve"> ! </w:t>
      </w:r>
      <w:r w:rsidRPr="003D2FAA">
        <w:t>saisit la corde des deux mains</w:t>
      </w:r>
      <w:r w:rsidR="00DE313F">
        <w:t xml:space="preserve">, </w:t>
      </w:r>
      <w:r w:rsidRPr="003D2FAA">
        <w:t>la prit entre ses jambes</w:t>
      </w:r>
      <w:r w:rsidR="00DE313F">
        <w:t xml:space="preserve">, </w:t>
      </w:r>
      <w:r w:rsidRPr="003D2FAA">
        <w:t>et à force de bras descendit tout le long de cette corde</w:t>
      </w:r>
      <w:r w:rsidR="00DE313F">
        <w:t xml:space="preserve">, </w:t>
      </w:r>
      <w:r w:rsidRPr="003D2FAA">
        <w:t>et se jeta au milieu des remorqueurs qui l</w:t>
      </w:r>
      <w:r w:rsidR="00DE313F">
        <w:t>’</w:t>
      </w:r>
      <w:r w:rsidRPr="003D2FAA">
        <w:t>attendaient les mains tendues</w:t>
      </w:r>
      <w:r w:rsidR="00DE313F">
        <w:t>.</w:t>
      </w:r>
    </w:p>
    <w:p w14:paraId="531EC202" w14:textId="77777777" w:rsidR="00DE313F" w:rsidRDefault="0074134D" w:rsidP="0074134D">
      <w:r w:rsidRPr="003D2FAA">
        <w:t>L</w:t>
      </w:r>
      <w:r w:rsidR="00DE313F">
        <w:t>’</w:t>
      </w:r>
      <w:r w:rsidRPr="003D2FAA">
        <w:t>équipage de la tartane demeura très excité</w:t>
      </w:r>
      <w:r w:rsidR="00DE313F">
        <w:t xml:space="preserve">, </w:t>
      </w:r>
      <w:r w:rsidRPr="003D2FAA">
        <w:t>très déçu</w:t>
      </w:r>
      <w:r w:rsidR="00DE313F">
        <w:t xml:space="preserve">, </w:t>
      </w:r>
      <w:r w:rsidRPr="003D2FAA">
        <w:t>en voyant s</w:t>
      </w:r>
      <w:r w:rsidR="00DE313F">
        <w:t>’</w:t>
      </w:r>
      <w:r w:rsidRPr="003D2FAA">
        <w:t>éloigner le remorqueur emmenant le patron Nino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pour ne pas perdre le spectacle</w:t>
      </w:r>
      <w:r w:rsidR="00DE313F">
        <w:t xml:space="preserve">, </w:t>
      </w:r>
      <w:r w:rsidRPr="003D2FAA">
        <w:t>il commença à crier</w:t>
      </w:r>
      <w:r w:rsidR="00DE313F">
        <w:t xml:space="preserve">, </w:t>
      </w:r>
      <w:r w:rsidRPr="003D2FAA">
        <w:t>comme s</w:t>
      </w:r>
      <w:r w:rsidR="00DE313F">
        <w:t>’</w:t>
      </w:r>
      <w:r w:rsidRPr="003D2FAA">
        <w:t>il était possédé du démon</w:t>
      </w:r>
      <w:r w:rsidR="00DE313F">
        <w:t xml:space="preserve">, </w:t>
      </w:r>
      <w:r w:rsidRPr="003D2FAA">
        <w:t>aux hommes des autres barques de sa</w:t>
      </w:r>
      <w:r w:rsidRPr="003D2FAA">
        <w:t>i</w:t>
      </w:r>
      <w:r w:rsidRPr="003D2FAA">
        <w:t>sir leur câble et de les emmener jusqu</w:t>
      </w:r>
      <w:r w:rsidR="00DE313F">
        <w:t>’</w:t>
      </w:r>
      <w:r w:rsidRPr="003D2FAA">
        <w:t>au port</w:t>
      </w:r>
      <w:r w:rsidR="00DE313F">
        <w:t xml:space="preserve">. </w:t>
      </w:r>
      <w:r w:rsidRPr="003D2FAA">
        <w:t>Mais personne n</w:t>
      </w:r>
      <w:r w:rsidR="00DE313F">
        <w:t>’</w:t>
      </w:r>
      <w:r w:rsidRPr="003D2FAA">
        <w:t>eut égard à ces cris</w:t>
      </w:r>
      <w:r w:rsidR="00DE313F">
        <w:t xml:space="preserve"> ; </w:t>
      </w:r>
      <w:r w:rsidRPr="003D2FAA">
        <w:t>et les chaloupes suivirent le remorqueur où</w:t>
      </w:r>
      <w:r w:rsidR="00DE313F">
        <w:t xml:space="preserve">, </w:t>
      </w:r>
      <w:r w:rsidRPr="003D2FAA">
        <w:t>au milieu d</w:t>
      </w:r>
      <w:r w:rsidR="00DE313F">
        <w:t>’</w:t>
      </w:r>
      <w:r w:rsidRPr="003D2FAA">
        <w:t>une grande confusion</w:t>
      </w:r>
      <w:r w:rsidR="00DE313F">
        <w:t xml:space="preserve">, </w:t>
      </w:r>
      <w:r w:rsidRPr="003D2FAA">
        <w:t>le patron Nino apprenait avec détails le miraculeux retour de sa femme ressuscitée</w:t>
      </w:r>
      <w:r w:rsidR="00DE313F">
        <w:t xml:space="preserve">, </w:t>
      </w:r>
      <w:r w:rsidRPr="003D2FAA">
        <w:t>qui</w:t>
      </w:r>
      <w:r w:rsidR="00DE313F">
        <w:t xml:space="preserve">, </w:t>
      </w:r>
      <w:r w:rsidRPr="003D2FAA">
        <w:t>trois ans auparavant</w:t>
      </w:r>
      <w:r w:rsidR="00DE313F">
        <w:t xml:space="preserve">, </w:t>
      </w:r>
      <w:r w:rsidRPr="003D2FAA">
        <w:t>en se rendant à Tunis pour voir sa mère moribonde</w:t>
      </w:r>
      <w:r w:rsidR="00DE313F">
        <w:t xml:space="preserve">, </w:t>
      </w:r>
      <w:r w:rsidRPr="003D2FAA">
        <w:t xml:space="preserve">avait été jugée perdue </w:t>
      </w:r>
      <w:r w:rsidRPr="003D2FAA">
        <w:lastRenderedPageBreak/>
        <w:t>avec les autres passagers dans le naufrage du petit vapeur qui les portait</w:t>
      </w:r>
      <w:r w:rsidR="00DE313F">
        <w:t>.</w:t>
      </w:r>
    </w:p>
    <w:p w14:paraId="195527B2" w14:textId="77777777" w:rsidR="00DE313F" w:rsidRDefault="0074134D" w:rsidP="0074134D">
      <w:r w:rsidRPr="003D2FAA">
        <w:t>Eh</w:t>
      </w:r>
      <w:r w:rsidR="00DE313F">
        <w:t xml:space="preserve"> ! </w:t>
      </w:r>
      <w:r w:rsidRPr="003D2FAA">
        <w:t>bien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elle n</w:t>
      </w:r>
      <w:r w:rsidR="00DE313F">
        <w:t>’</w:t>
      </w:r>
      <w:r w:rsidRPr="003D2FAA">
        <w:t>avait pas péri</w:t>
      </w:r>
      <w:r w:rsidR="00DE313F">
        <w:t xml:space="preserve">, </w:t>
      </w:r>
      <w:r w:rsidRPr="003D2FAA">
        <w:t>la pauvre femme</w:t>
      </w:r>
      <w:r w:rsidR="00DE313F">
        <w:t xml:space="preserve"> ; </w:t>
      </w:r>
      <w:r w:rsidRPr="003D2FAA">
        <w:t>un jour et une nuit</w:t>
      </w:r>
      <w:r w:rsidR="00DE313F">
        <w:t xml:space="preserve">, </w:t>
      </w:r>
      <w:r w:rsidRPr="003D2FAA">
        <w:t>elle était restée dans l</w:t>
      </w:r>
      <w:r w:rsidR="00DE313F">
        <w:t>’</w:t>
      </w:r>
      <w:r w:rsidRPr="003D2FAA">
        <w:t>eau</w:t>
      </w:r>
      <w:r w:rsidR="00DE313F">
        <w:t xml:space="preserve"> – </w:t>
      </w:r>
      <w:r w:rsidRPr="003D2FAA">
        <w:t>sur une planche</w:t>
      </w:r>
      <w:r w:rsidR="00DE313F">
        <w:t xml:space="preserve"> – </w:t>
      </w:r>
      <w:r w:rsidRPr="003D2FAA">
        <w:t>puis elle avait été sauvée par un paquebot russe qui se rendait en Amérique</w:t>
      </w:r>
      <w:r w:rsidR="00DE313F">
        <w:t xml:space="preserve">, – </w:t>
      </w:r>
      <w:r w:rsidRPr="003D2FAA">
        <w:t>mais folle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devenue folle de terreur</w:t>
      </w:r>
      <w:r w:rsidR="00DE313F">
        <w:t xml:space="preserve"> ! – </w:t>
      </w:r>
      <w:r w:rsidRPr="003D2FAA">
        <w:t>et pendant deux ans et huit mois</w:t>
      </w:r>
      <w:r w:rsidR="00DE313F">
        <w:t xml:space="preserve">, </w:t>
      </w:r>
      <w:r w:rsidRPr="003D2FAA">
        <w:t>elle avait été folle en Amérique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folle à New-York dans un asile d</w:t>
      </w:r>
      <w:r w:rsidR="00DE313F">
        <w:t>’</w:t>
      </w:r>
      <w:r w:rsidRPr="003D2FAA">
        <w:t>aliénés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>guérie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absolument guérie</w:t>
      </w:r>
      <w:r w:rsidR="00DE313F">
        <w:t xml:space="preserve">, </w:t>
      </w:r>
      <w:r w:rsidRPr="003D2FAA">
        <w:t>elle avait obtenu du consulat italien son rapatriement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depuis trois jours</w:t>
      </w:r>
      <w:r w:rsidR="00DE313F">
        <w:t xml:space="preserve">, </w:t>
      </w:r>
      <w:r w:rsidRPr="003D2FAA">
        <w:t>elle était au pays</w:t>
      </w:r>
      <w:r w:rsidR="00DE313F">
        <w:t xml:space="preserve">, </w:t>
      </w:r>
      <w:r w:rsidRPr="003D2FAA">
        <w:t>venant de Gênes</w:t>
      </w:r>
      <w:r w:rsidR="00DE313F">
        <w:t>.</w:t>
      </w:r>
    </w:p>
    <w:p w14:paraId="2BF8EDBC" w14:textId="77777777" w:rsidR="00DE313F" w:rsidRDefault="0074134D" w:rsidP="0074134D">
      <w:r w:rsidRPr="003D2FAA">
        <w:t>Le patron Nino Mo</w:t>
      </w:r>
      <w:r w:rsidR="00DE313F">
        <w:t xml:space="preserve">, </w:t>
      </w:r>
      <w:r w:rsidRPr="003D2FAA">
        <w:t>à ces nouvelles qui grêlaient sur lui de tous côtés</w:t>
      </w:r>
      <w:r w:rsidR="00DE313F">
        <w:t xml:space="preserve">, </w:t>
      </w:r>
      <w:r w:rsidRPr="003D2FAA">
        <w:t>le patron Nino Mo était ébaubi</w:t>
      </w:r>
      <w:r w:rsidR="00DE313F">
        <w:t xml:space="preserve"> ; </w:t>
      </w:r>
      <w:r w:rsidRPr="003D2FAA">
        <w:t>ses paupières ba</w:t>
      </w:r>
      <w:r w:rsidRPr="003D2FAA">
        <w:t>t</w:t>
      </w:r>
      <w:r w:rsidRPr="003D2FAA">
        <w:t>taient sans cesse sur ses petits yeux louches et bordés d</w:t>
      </w:r>
      <w:r w:rsidR="00DE313F">
        <w:t>’</w:t>
      </w:r>
      <w:r w:rsidRPr="003D2FAA">
        <w:t>anchois</w:t>
      </w:r>
      <w:r w:rsidR="00DE313F">
        <w:t xml:space="preserve"> ; </w:t>
      </w:r>
      <w:r w:rsidRPr="003D2FAA">
        <w:t>parfois sa paupière faible restait tout à fait fermée</w:t>
      </w:r>
      <w:r w:rsidR="00DE313F">
        <w:t xml:space="preserve">, </w:t>
      </w:r>
      <w:r w:rsidRPr="003D2FAA">
        <w:t>comme morte</w:t>
      </w:r>
      <w:r w:rsidR="00DE313F">
        <w:t xml:space="preserve">, </w:t>
      </w:r>
      <w:r w:rsidRPr="003D2FAA">
        <w:t>et tout son visage frémissait</w:t>
      </w:r>
      <w:r w:rsidR="00DE313F">
        <w:t xml:space="preserve">, </w:t>
      </w:r>
      <w:r w:rsidRPr="003D2FAA">
        <w:t>se convulsait</w:t>
      </w:r>
      <w:r w:rsidR="00DE313F">
        <w:t xml:space="preserve">, </w:t>
      </w:r>
      <w:r w:rsidRPr="003D2FAA">
        <w:t>comme piqué par des épingles</w:t>
      </w:r>
      <w:r w:rsidR="00DE313F">
        <w:t>.</w:t>
      </w:r>
    </w:p>
    <w:p w14:paraId="2C6B7FE0" w14:textId="77777777" w:rsidR="00DE313F" w:rsidRDefault="0074134D" w:rsidP="0074134D">
      <w:r w:rsidRPr="003D2FAA">
        <w:t>Au cri partant de l</w:t>
      </w:r>
      <w:r w:rsidR="00DE313F">
        <w:t>’</w:t>
      </w:r>
      <w:r w:rsidRPr="003D2FAA">
        <w:t>une des barques</w:t>
      </w:r>
      <w:r w:rsidR="00DE313F">
        <w:t xml:space="preserve">, </w:t>
      </w:r>
      <w:r w:rsidRPr="003D2FAA">
        <w:t>et aux rires grossiers qui l</w:t>
      </w:r>
      <w:r w:rsidR="00DE313F">
        <w:t>’</w:t>
      </w:r>
      <w:r w:rsidRPr="003D2FAA">
        <w:t>accueillirent</w:t>
      </w:r>
      <w:r w:rsidR="00DE313F">
        <w:t> : « </w:t>
      </w:r>
      <w:r w:rsidRPr="003D2FAA">
        <w:t>Deux femmes</w:t>
      </w:r>
      <w:r w:rsidR="00DE313F">
        <w:t xml:space="preserve">, </w:t>
      </w:r>
      <w:r w:rsidRPr="003D2FAA">
        <w:rPr>
          <w:i/>
          <w:iCs/>
        </w:rPr>
        <w:t>Zi</w:t>
      </w:r>
      <w:r w:rsidR="00DE313F">
        <w:rPr>
          <w:i/>
          <w:iCs/>
        </w:rPr>
        <w:t>’</w:t>
      </w:r>
      <w:r w:rsidRPr="003D2FAA">
        <w:rPr>
          <w:i/>
          <w:iCs/>
        </w:rPr>
        <w:t xml:space="preserve"> Ni</w:t>
      </w:r>
      <w:r w:rsidR="00DE313F">
        <w:rPr>
          <w:i/>
          <w:iCs/>
        </w:rPr>
        <w:t xml:space="preserve">, </w:t>
      </w:r>
      <w:r w:rsidRPr="003D2FAA">
        <w:t>quelle joie</w:t>
      </w:r>
      <w:r w:rsidR="00DE313F">
        <w:t> ! »</w:t>
      </w:r>
      <w:r w:rsidRPr="003D2FAA">
        <w:t xml:space="preserve"> le p</w:t>
      </w:r>
      <w:r w:rsidRPr="003D2FAA">
        <w:t>a</w:t>
      </w:r>
      <w:r w:rsidRPr="003D2FAA">
        <w:t>tron Nino sortit de son trouble</w:t>
      </w:r>
      <w:r w:rsidR="00DE313F">
        <w:t xml:space="preserve">, </w:t>
      </w:r>
      <w:r w:rsidRPr="003D2FAA">
        <w:t>et regarda avec un mépris plein de colère tous ces hommes</w:t>
      </w:r>
      <w:r w:rsidR="00DE313F">
        <w:t xml:space="preserve">, </w:t>
      </w:r>
      <w:r w:rsidRPr="003D2FAA">
        <w:t>tous ces vers de terre</w:t>
      </w:r>
      <w:r w:rsidR="00DE313F">
        <w:t> !</w:t>
      </w:r>
    </w:p>
    <w:p w14:paraId="5CA76988" w14:textId="77777777" w:rsidR="00DE313F" w:rsidRDefault="0074134D" w:rsidP="0074134D">
      <w:r w:rsidRPr="003D2FAA">
        <w:t>Chaque fois qu</w:t>
      </w:r>
      <w:r w:rsidR="00DE313F">
        <w:t>’</w:t>
      </w:r>
      <w:r w:rsidRPr="003D2FAA">
        <w:t>il s</w:t>
      </w:r>
      <w:r w:rsidR="00DE313F">
        <w:t>’</w:t>
      </w:r>
      <w:r w:rsidRPr="003D2FAA">
        <w:t>éloignait un peu des côtes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immensité de la mer et du ciel</w:t>
      </w:r>
      <w:r w:rsidR="00DE313F">
        <w:t xml:space="preserve">, </w:t>
      </w:r>
      <w:r w:rsidRPr="003D2FAA">
        <w:t>ne les voyait-il pas disparaître comme du néant</w:t>
      </w:r>
      <w:r w:rsidR="00DE313F">
        <w:t xml:space="preserve"> ? </w:t>
      </w:r>
      <w:r w:rsidRPr="003D2FAA">
        <w:t>Eh</w:t>
      </w:r>
      <w:r w:rsidR="00DE313F">
        <w:t xml:space="preserve"> ! </w:t>
      </w:r>
      <w:r w:rsidRPr="003D2FAA">
        <w:t>bien</w:t>
      </w:r>
      <w:r w:rsidR="00DE313F">
        <w:t xml:space="preserve">, </w:t>
      </w:r>
      <w:r w:rsidRPr="003D2FAA">
        <w:t>à cette heure</w:t>
      </w:r>
      <w:r w:rsidR="00DE313F">
        <w:t xml:space="preserve">, </w:t>
      </w:r>
      <w:r w:rsidRPr="003D2FAA">
        <w:t>les voici là devant lui</w:t>
      </w:r>
      <w:r w:rsidR="00DE313F">
        <w:t xml:space="preserve">, </w:t>
      </w:r>
      <w:r w:rsidRPr="003D2FAA">
        <w:t>accourus en foule à son arrivée</w:t>
      </w:r>
      <w:r w:rsidR="00DE313F">
        <w:t xml:space="preserve">, </w:t>
      </w:r>
      <w:r w:rsidRPr="003D2FAA">
        <w:t>les voici là</w:t>
      </w:r>
      <w:r w:rsidR="00DE313F">
        <w:t xml:space="preserve">, </w:t>
      </w:r>
      <w:r w:rsidRPr="003D2FAA">
        <w:t>en haies</w:t>
      </w:r>
      <w:r w:rsidR="00DE313F">
        <w:t xml:space="preserve">, </w:t>
      </w:r>
      <w:r w:rsidRPr="003D2FAA">
        <w:t>sur le môle</w:t>
      </w:r>
      <w:r w:rsidR="00DE313F">
        <w:t xml:space="preserve">, </w:t>
      </w:r>
      <w:r w:rsidRPr="003D2FAA">
        <w:t xml:space="preserve">impatients et </w:t>
      </w:r>
      <w:proofErr w:type="spellStart"/>
      <w:r w:rsidRPr="003D2FAA">
        <w:t>vociférants</w:t>
      </w:r>
      <w:proofErr w:type="spellEnd"/>
      <w:r w:rsidR="00DE313F">
        <w:t xml:space="preserve">, </w:t>
      </w:r>
      <w:r w:rsidRPr="003D2FAA">
        <w:t>pour jouir du spectacle d</w:t>
      </w:r>
      <w:r w:rsidR="00DE313F">
        <w:t>’</w:t>
      </w:r>
      <w:r w:rsidRPr="003D2FAA">
        <w:t>un homme qui revenait à terre pour y trouver deux femmes</w:t>
      </w:r>
      <w:r w:rsidR="00DE313F">
        <w:t xml:space="preserve"> ; </w:t>
      </w:r>
      <w:r w:rsidRPr="003D2FAA">
        <w:t>spe</w:t>
      </w:r>
      <w:r w:rsidRPr="003D2FAA">
        <w:t>c</w:t>
      </w:r>
      <w:r w:rsidRPr="003D2FAA">
        <w:t>tacle d</w:t>
      </w:r>
      <w:r w:rsidR="00DE313F">
        <w:t>’</w:t>
      </w:r>
      <w:r w:rsidRPr="003D2FAA">
        <w:t>autant plus risible pour eux qu</w:t>
      </w:r>
      <w:r w:rsidR="00DE313F">
        <w:t>’</w:t>
      </w:r>
      <w:r w:rsidRPr="003D2FAA">
        <w:t>était plus grave et plus douloureuse pour lui la confirmation de ce fait</w:t>
      </w:r>
      <w:r w:rsidR="00DE313F">
        <w:t xml:space="preserve"> ; </w:t>
      </w:r>
      <w:r w:rsidRPr="003D2FAA">
        <w:t>car ces deux femmes étaient sœurs</w:t>
      </w:r>
      <w:r w:rsidR="00DE313F">
        <w:t xml:space="preserve">, </w:t>
      </w:r>
      <w:r w:rsidRPr="003D2FAA">
        <w:t>deux sœurs inséparables</w:t>
      </w:r>
      <w:r w:rsidR="00DE313F">
        <w:t xml:space="preserve">, </w:t>
      </w:r>
      <w:r w:rsidRPr="003D2FAA">
        <w:t>presque mère et fille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aînée</w:t>
      </w:r>
      <w:r w:rsidR="00DE313F">
        <w:t xml:space="preserve">,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 xml:space="preserve">ayant servi de mère à </w:t>
      </w:r>
      <w:r w:rsidRPr="003D2FAA">
        <w:lastRenderedPageBreak/>
        <w:t>Rosa</w:t>
      </w:r>
      <w:r w:rsidR="00DE313F">
        <w:t xml:space="preserve">. </w:t>
      </w:r>
      <w:r w:rsidRPr="003D2FAA">
        <w:t>Rosa</w:t>
      </w:r>
      <w:r w:rsidR="00DE313F">
        <w:t xml:space="preserve">, </w:t>
      </w:r>
      <w:r w:rsidRPr="003D2FAA">
        <w:t>il avait dû l</w:t>
      </w:r>
      <w:r w:rsidR="00DE313F">
        <w:t>’</w:t>
      </w:r>
      <w:r w:rsidRPr="003D2FAA">
        <w:t>accueillir comme une fille en épousant son aînée</w:t>
      </w:r>
      <w:r w:rsidR="00DE313F">
        <w:t xml:space="preserve"> ; </w:t>
      </w:r>
      <w:r w:rsidRPr="003D2FAA">
        <w:t>puis</w:t>
      </w:r>
      <w:r w:rsidR="00DE313F">
        <w:t xml:space="preserve">, </w:t>
      </w:r>
      <w:r w:rsidRPr="003D2FAA">
        <w:t xml:space="preserve">lorsque disparut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devant continuer à vivre avec elle</w:t>
      </w:r>
      <w:r w:rsidR="00DE313F">
        <w:t xml:space="preserve">, </w:t>
      </w:r>
      <w:r w:rsidRPr="003D2FAA">
        <w:t>et considérant qu</w:t>
      </w:r>
      <w:r w:rsidR="00DE313F">
        <w:t>’</w:t>
      </w:r>
      <w:r w:rsidRPr="003D2FAA">
        <w:t>aucune autre femme ne pourrait mieux servir de mère à l</w:t>
      </w:r>
      <w:r w:rsidR="00DE313F">
        <w:t>’</w:t>
      </w:r>
      <w:r w:rsidRPr="003D2FAA">
        <w:t>enfant encore dans les langes que lui avait laissé celle-ci</w:t>
      </w:r>
      <w:r w:rsidR="00DE313F">
        <w:t xml:space="preserve">, </w:t>
      </w:r>
      <w:r w:rsidRPr="003D2FAA">
        <w:t>il l</w:t>
      </w:r>
      <w:r w:rsidR="00DE313F">
        <w:t>’</w:t>
      </w:r>
      <w:r w:rsidRPr="003D2FAA">
        <w:t>avait honnêtement épousée</w:t>
      </w:r>
      <w:r w:rsidR="00DE313F">
        <w:t>.</w:t>
      </w:r>
    </w:p>
    <w:p w14:paraId="15179498" w14:textId="77777777" w:rsidR="00DE313F" w:rsidRDefault="0074134D" w:rsidP="0074134D">
      <w:r w:rsidRPr="003D2FAA">
        <w:t>Et maintenant</w:t>
      </w:r>
      <w:r w:rsidR="00DE313F">
        <w:t xml:space="preserve"> ? </w:t>
      </w:r>
      <w:r w:rsidRPr="003D2FAA">
        <w:t>Et maintenant</w:t>
      </w:r>
      <w:r w:rsidR="00DE313F">
        <w:t xml:space="preserve"> ? </w:t>
      </w:r>
      <w:proofErr w:type="spellStart"/>
      <w:r w:rsidRPr="003D2FAA">
        <w:t>Filippa</w:t>
      </w:r>
      <w:proofErr w:type="spellEnd"/>
      <w:r w:rsidRPr="003D2FAA">
        <w:t xml:space="preserve"> était revenue pour trouver Rosa mariée avec lui</w:t>
      </w:r>
      <w:r w:rsidR="00DE313F">
        <w:t xml:space="preserve">, </w:t>
      </w:r>
      <w:r w:rsidRPr="003D2FAA">
        <w:t>et grosse</w:t>
      </w:r>
      <w:r w:rsidR="00DE313F">
        <w:t xml:space="preserve">, </w:t>
      </w:r>
      <w:r w:rsidRPr="003D2FAA">
        <w:t>grosse de quatre mois</w:t>
      </w:r>
      <w:r w:rsidR="00DE313F">
        <w:t xml:space="preserve"> ! </w:t>
      </w:r>
      <w:r w:rsidRPr="003D2FAA">
        <w:t>Ah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il y avait de quoi rire vraiment</w:t>
      </w:r>
      <w:r w:rsidR="00DE313F">
        <w:t xml:space="preserve"> : </w:t>
      </w:r>
      <w:r w:rsidRPr="003D2FAA">
        <w:t>un homme se trouvant entre deux mères dont l</w:t>
      </w:r>
      <w:r w:rsidR="00DE313F">
        <w:t>’</w:t>
      </w:r>
      <w:r w:rsidRPr="003D2FAA">
        <w:t>une était grosse</w:t>
      </w:r>
      <w:r w:rsidR="00DE313F">
        <w:t xml:space="preserve"> !… </w:t>
      </w:r>
      <w:r w:rsidRPr="003D2FAA">
        <w:t>Et les voilà</w:t>
      </w:r>
      <w:r w:rsidR="00DE313F">
        <w:t xml:space="preserve">, </w:t>
      </w:r>
      <w:r w:rsidRPr="003D2FAA">
        <w:t>là-bas sur la plage</w:t>
      </w:r>
      <w:r w:rsidR="00DE313F">
        <w:t xml:space="preserve"> ! </w:t>
      </w:r>
      <w:r w:rsidRPr="003D2FAA">
        <w:t xml:space="preserve">Voilà </w:t>
      </w:r>
      <w:proofErr w:type="spellStart"/>
      <w:r w:rsidRPr="003D2FAA">
        <w:t>Filippa</w:t>
      </w:r>
      <w:proofErr w:type="spellEnd"/>
      <w:r w:rsidR="00DE313F">
        <w:t xml:space="preserve"> ! </w:t>
      </w:r>
      <w:r w:rsidRPr="003D2FAA">
        <w:t>Elle est là</w:t>
      </w:r>
      <w:r w:rsidR="00DE313F">
        <w:t xml:space="preserve"> ! </w:t>
      </w:r>
      <w:r w:rsidRPr="003D2FAA">
        <w:t>Vivante</w:t>
      </w:r>
      <w:r w:rsidR="00DE313F">
        <w:t xml:space="preserve"> ! </w:t>
      </w:r>
      <w:r w:rsidRPr="003D2FAA">
        <w:t>D</w:t>
      </w:r>
      <w:r w:rsidR="00DE313F">
        <w:t>’</w:t>
      </w:r>
      <w:r w:rsidRPr="003D2FAA">
        <w:t>un de ses bras</w:t>
      </w:r>
      <w:r w:rsidR="00DE313F">
        <w:t xml:space="preserve">, </w:t>
      </w:r>
      <w:r w:rsidRPr="003D2FAA">
        <w:t>elle lui fait des signes</w:t>
      </w:r>
      <w:r w:rsidR="00DE313F">
        <w:t xml:space="preserve">, </w:t>
      </w:r>
      <w:r w:rsidRPr="003D2FAA">
        <w:t>comme pour lui donner du courage</w:t>
      </w:r>
      <w:r w:rsidR="00DE313F">
        <w:t xml:space="preserve">. – </w:t>
      </w:r>
      <w:r w:rsidRPr="003D2FAA">
        <w:t>Ah</w:t>
      </w:r>
      <w:r w:rsidR="00DE313F">
        <w:t xml:space="preserve"> ! </w:t>
      </w:r>
      <w:r w:rsidRPr="003D2FAA">
        <w:t>c</w:t>
      </w:r>
      <w:r w:rsidR="00DE313F">
        <w:t>’</w:t>
      </w:r>
      <w:r w:rsidRPr="003D2FAA">
        <w:t>est toujours elle</w:t>
      </w:r>
      <w:r w:rsidR="00DE313F">
        <w:t xml:space="preserve">, </w:t>
      </w:r>
      <w:r w:rsidRPr="003D2FAA">
        <w:t>elle est la même</w:t>
      </w:r>
      <w:r w:rsidR="00DE313F">
        <w:t xml:space="preserve">, </w:t>
      </w:r>
      <w:r w:rsidRPr="003D2FAA">
        <w:t>forte et déterminée</w:t>
      </w:r>
      <w:r w:rsidR="00DE313F">
        <w:t xml:space="preserve"> – </w:t>
      </w:r>
      <w:r w:rsidRPr="003D2FAA">
        <w:t>et de l</w:t>
      </w:r>
      <w:r w:rsidR="00DE313F">
        <w:t>’</w:t>
      </w:r>
      <w:r w:rsidRPr="003D2FAA">
        <w:t>autre bras</w:t>
      </w:r>
      <w:r w:rsidR="00DE313F">
        <w:t xml:space="preserve">, </w:t>
      </w:r>
      <w:r w:rsidRPr="003D2FAA">
        <w:t>elle serre Rosa sur sa poitrine</w:t>
      </w:r>
      <w:r w:rsidR="00DE313F">
        <w:t xml:space="preserve">. </w:t>
      </w:r>
      <w:r w:rsidRPr="003D2FAA">
        <w:t>Rosa</w:t>
      </w:r>
      <w:r w:rsidR="00DE313F">
        <w:t xml:space="preserve">, </w:t>
      </w:r>
      <w:r w:rsidRPr="003D2FAA">
        <w:t>la pauvre enceinte qui tremble de la tête aux pieds</w:t>
      </w:r>
      <w:r w:rsidR="00DE313F">
        <w:t xml:space="preserve">, </w:t>
      </w:r>
      <w:r w:rsidRPr="003D2FAA">
        <w:t>et pleure</w:t>
      </w:r>
      <w:r w:rsidR="00DE313F">
        <w:t xml:space="preserve"> ; </w:t>
      </w:r>
      <w:r w:rsidRPr="003D2FAA">
        <w:t>qui défaille de chagrin et de honte</w:t>
      </w:r>
      <w:r w:rsidR="00DE313F">
        <w:t xml:space="preserve">, </w:t>
      </w:r>
      <w:r w:rsidRPr="003D2FAA">
        <w:t>au milieu des hurlements</w:t>
      </w:r>
      <w:r w:rsidR="00DE313F">
        <w:t xml:space="preserve">, </w:t>
      </w:r>
      <w:r w:rsidRPr="003D2FAA">
        <w:t>des rires</w:t>
      </w:r>
      <w:r w:rsidR="00DE313F">
        <w:t xml:space="preserve">, </w:t>
      </w:r>
      <w:r w:rsidRPr="003D2FAA">
        <w:t>des battements de mains et de l</w:t>
      </w:r>
      <w:r w:rsidR="00DE313F">
        <w:t>’</w:t>
      </w:r>
      <w:r w:rsidRPr="003D2FAA">
        <w:t>envol des casquettes de cette foule frénétique</w:t>
      </w:r>
      <w:r w:rsidR="00DE313F">
        <w:t>.</w:t>
      </w:r>
    </w:p>
    <w:p w14:paraId="21272ABB" w14:textId="77777777" w:rsidR="00DE313F" w:rsidRDefault="0074134D" w:rsidP="0074134D">
      <w:r w:rsidRPr="003D2FAA">
        <w:t>Le patron Nino Mo</w:t>
      </w:r>
      <w:r w:rsidR="00DE313F">
        <w:t xml:space="preserve">, </w:t>
      </w:r>
      <w:r w:rsidRPr="003D2FAA">
        <w:t>à cette vue</w:t>
      </w:r>
      <w:r w:rsidR="00DE313F">
        <w:t xml:space="preserve">, </w:t>
      </w:r>
      <w:r w:rsidRPr="003D2FAA">
        <w:t>à ces cris</w:t>
      </w:r>
      <w:r w:rsidR="00DE313F">
        <w:t xml:space="preserve">, </w:t>
      </w:r>
      <w:r w:rsidRPr="003D2FAA">
        <w:t>sentit son cœur tourner dans sa poitrine et s</w:t>
      </w:r>
      <w:r w:rsidR="00DE313F">
        <w:t>’</w:t>
      </w:r>
      <w:r w:rsidRPr="003D2FAA">
        <w:t>agita plein de colère</w:t>
      </w:r>
      <w:r w:rsidR="00DE313F">
        <w:t xml:space="preserve"> ; </w:t>
      </w:r>
      <w:r w:rsidRPr="003D2FAA">
        <w:t>il souhaita que la barque coule à pic</w:t>
      </w:r>
      <w:r w:rsidR="00DE313F">
        <w:t xml:space="preserve">, </w:t>
      </w:r>
      <w:r w:rsidRPr="003D2FAA">
        <w:t>afin que ce spectacle cruel disparaisse à ses yeux</w:t>
      </w:r>
      <w:r w:rsidR="00DE313F">
        <w:t xml:space="preserve"> ; </w:t>
      </w:r>
      <w:r w:rsidRPr="003D2FAA">
        <w:t>il pensa une minute à sauter sur les rameurs et à les obliger à ramer en arrière pour retourner à la tartane pour s</w:t>
      </w:r>
      <w:r w:rsidR="00DE313F">
        <w:t>’</w:t>
      </w:r>
      <w:r w:rsidRPr="003D2FAA">
        <w:t>enfuir au loin</w:t>
      </w:r>
      <w:r w:rsidR="00DE313F">
        <w:t xml:space="preserve">, </w:t>
      </w:r>
      <w:r w:rsidRPr="003D2FAA">
        <w:t>loin</w:t>
      </w:r>
      <w:r w:rsidR="00DE313F">
        <w:t xml:space="preserve">, </w:t>
      </w:r>
      <w:r w:rsidRPr="003D2FAA">
        <w:t>et à jamais</w:t>
      </w:r>
      <w:r w:rsidR="00DE313F">
        <w:t xml:space="preserve"> ; </w:t>
      </w:r>
      <w:r w:rsidRPr="003D2FAA">
        <w:t>mais il sentit au même m</w:t>
      </w:r>
      <w:r w:rsidRPr="003D2FAA">
        <w:t>o</w:t>
      </w:r>
      <w:r w:rsidRPr="003D2FAA">
        <w:t>ment qu</w:t>
      </w:r>
      <w:r w:rsidR="00DE313F">
        <w:t>’</w:t>
      </w:r>
      <w:r w:rsidRPr="003D2FAA">
        <w:t>il ne pouvait pas se révolter contre cette horrible force des hommes et du destin qui l</w:t>
      </w:r>
      <w:r w:rsidR="00DE313F">
        <w:t>’</w:t>
      </w:r>
      <w:r w:rsidRPr="003D2FAA">
        <w:t>entraînait</w:t>
      </w:r>
      <w:r w:rsidR="00DE313F">
        <w:t xml:space="preserve"> ; </w:t>
      </w:r>
      <w:r w:rsidRPr="003D2FAA">
        <w:t>il ressentit comme un coup interne</w:t>
      </w:r>
      <w:r w:rsidR="00DE313F">
        <w:t xml:space="preserve">, </w:t>
      </w:r>
      <w:r w:rsidRPr="003D2FAA">
        <w:t>un étourdissement qui fit bourdonner ses oreilles et qui obscurcit ses yeux</w:t>
      </w:r>
      <w:r w:rsidR="00DE313F">
        <w:t xml:space="preserve">. </w:t>
      </w:r>
      <w:r w:rsidRPr="003D2FAA">
        <w:t>Peu après</w:t>
      </w:r>
      <w:r w:rsidR="00DE313F">
        <w:t xml:space="preserve">, </w:t>
      </w:r>
      <w:r w:rsidRPr="003D2FAA">
        <w:t>il se trouva entre les bras et sur la poitrine de sa femme ressuscitée</w:t>
      </w:r>
      <w:r w:rsidR="00DE313F">
        <w:t xml:space="preserve">, </w:t>
      </w:r>
      <w:r w:rsidRPr="003D2FAA">
        <w:t>qui le dominait de toute la tête</w:t>
      </w:r>
      <w:r w:rsidR="00DE313F">
        <w:t xml:space="preserve">, </w:t>
      </w:r>
      <w:r w:rsidRPr="003D2FAA">
        <w:t>une grande femme osseuse au visage brun et sévère</w:t>
      </w:r>
      <w:r w:rsidR="00DE313F">
        <w:t xml:space="preserve">, </w:t>
      </w:r>
      <w:r w:rsidRPr="003D2FAA">
        <w:t>une grande femme masculine d</w:t>
      </w:r>
      <w:r w:rsidR="00DE313F">
        <w:t>’</w:t>
      </w:r>
      <w:r w:rsidRPr="003D2FAA">
        <w:t>allure</w:t>
      </w:r>
      <w:r w:rsidR="00DE313F">
        <w:t xml:space="preserve">, </w:t>
      </w:r>
      <w:r w:rsidRPr="003D2FAA">
        <w:t>de geste et de voix</w:t>
      </w:r>
      <w:r w:rsidR="00DE313F">
        <w:t xml:space="preserve">. </w:t>
      </w:r>
      <w:r w:rsidRPr="003D2FAA">
        <w:t>Et lor</w:t>
      </w:r>
      <w:r w:rsidRPr="003D2FAA">
        <w:t>s</w:t>
      </w:r>
      <w:r w:rsidRPr="003D2FAA">
        <w:t>qu</w:t>
      </w:r>
      <w:r w:rsidR="00DE313F">
        <w:t>’</w:t>
      </w:r>
      <w:r w:rsidRPr="003D2FAA">
        <w:t xml:space="preserve">elle fut libre </w:t>
      </w:r>
      <w:r w:rsidRPr="003D2FAA">
        <w:lastRenderedPageBreak/>
        <w:t>de son étreinte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devant tout le peuple qui a</w:t>
      </w:r>
      <w:r w:rsidRPr="003D2FAA">
        <w:t>p</w:t>
      </w:r>
      <w:r w:rsidRPr="003D2FAA">
        <w:t>plaudit</w:t>
      </w:r>
      <w:r w:rsidR="00DE313F">
        <w:t xml:space="preserve">, </w:t>
      </w:r>
      <w:r w:rsidRPr="003D2FAA">
        <w:t>elle le poussa pour qu</w:t>
      </w:r>
      <w:r w:rsidR="00DE313F">
        <w:t>’</w:t>
      </w:r>
      <w:r w:rsidRPr="003D2FAA">
        <w:t>il embrasse aussi Rosa</w:t>
      </w:r>
      <w:r w:rsidR="00DE313F">
        <w:t xml:space="preserve">, </w:t>
      </w:r>
      <w:r w:rsidRPr="003D2FAA">
        <w:t>cette pauvre petite qui ouvrait comme deux lacs de larmes ses grands yeux clairs</w:t>
      </w:r>
      <w:r w:rsidR="00DE313F">
        <w:t xml:space="preserve">, </w:t>
      </w:r>
      <w:r w:rsidRPr="003D2FAA">
        <w:t>dans son visage maigre</w:t>
      </w:r>
      <w:r w:rsidR="00DE313F">
        <w:t xml:space="preserve">, </w:t>
      </w:r>
      <w:r w:rsidRPr="003D2FAA">
        <w:t>dans son visage diaphane</w:t>
      </w:r>
      <w:r w:rsidR="00DE313F">
        <w:t xml:space="preserve">, </w:t>
      </w:r>
      <w:r w:rsidRPr="003D2FAA">
        <w:t>et qui courbait son buste</w:t>
      </w:r>
      <w:r w:rsidR="00DE313F">
        <w:t xml:space="preserve">, </w:t>
      </w:r>
      <w:r w:rsidRPr="003D2FAA">
        <w:t>déformé par la grossesse</w:t>
      </w:r>
      <w:r w:rsidR="00DE313F">
        <w:t xml:space="preserve">. </w:t>
      </w:r>
      <w:r w:rsidRPr="003D2FAA">
        <w:t>Et lui</w:t>
      </w:r>
      <w:r w:rsidR="00DE313F">
        <w:t xml:space="preserve">, </w:t>
      </w:r>
      <w:r w:rsidRPr="003D2FAA">
        <w:t>à la vue de tant de pâleur</w:t>
      </w:r>
      <w:r w:rsidR="00DE313F">
        <w:t xml:space="preserve">, </w:t>
      </w:r>
      <w:r w:rsidRPr="003D2FAA">
        <w:t>de tant de désespoir</w:t>
      </w:r>
      <w:r w:rsidR="00DE313F">
        <w:t xml:space="preserve">, </w:t>
      </w:r>
      <w:r w:rsidRPr="003D2FAA">
        <w:t>de tant de honte</w:t>
      </w:r>
      <w:r w:rsidR="00DE313F">
        <w:t xml:space="preserve">, </w:t>
      </w:r>
      <w:r w:rsidRPr="003D2FAA">
        <w:t>se révolta avec un sanglot dans la gorge</w:t>
      </w:r>
      <w:r w:rsidR="00DE313F">
        <w:t xml:space="preserve"> ; </w:t>
      </w:r>
      <w:r w:rsidRPr="003D2FAA">
        <w:t>il prit dans ses bras son enfant de trois ans</w:t>
      </w:r>
      <w:r w:rsidR="00DE313F">
        <w:t xml:space="preserve">, </w:t>
      </w:r>
      <w:r w:rsidRPr="003D2FAA">
        <w:t>et se mit à courir plein d</w:t>
      </w:r>
      <w:r w:rsidR="00DE313F">
        <w:t>’</w:t>
      </w:r>
      <w:r w:rsidRPr="003D2FAA">
        <w:t>emportement avec ce cri</w:t>
      </w:r>
      <w:r w:rsidR="00DE313F">
        <w:t> :</w:t>
      </w:r>
    </w:p>
    <w:p w14:paraId="50418D39" w14:textId="77777777" w:rsidR="00DE313F" w:rsidRDefault="00DE313F" w:rsidP="0074134D">
      <w:r>
        <w:t>— </w:t>
      </w:r>
      <w:r w:rsidR="000F7CA3" w:rsidRPr="003D2FAA">
        <w:t>À</w:t>
      </w:r>
      <w:r w:rsidR="0074134D" w:rsidRPr="003D2FAA">
        <w:t xml:space="preserve"> la maison</w:t>
      </w:r>
      <w:r>
        <w:t xml:space="preserve">, </w:t>
      </w:r>
      <w:r w:rsidR="0074134D" w:rsidRPr="003D2FAA">
        <w:t>à la maison</w:t>
      </w:r>
      <w:r>
        <w:t> !</w:t>
      </w:r>
    </w:p>
    <w:p w14:paraId="3CF63703" w14:textId="77777777" w:rsidR="00DE313F" w:rsidRDefault="0074134D" w:rsidP="0074134D">
      <w:r w:rsidRPr="003D2FAA">
        <w:t>Les deux femmes le suivirent et tout le peuple se mit en mouvement derrière lui</w:t>
      </w:r>
      <w:r w:rsidR="00DE313F">
        <w:t xml:space="preserve">, </w:t>
      </w:r>
      <w:r w:rsidRPr="003D2FAA">
        <w:t>autour de lui</w:t>
      </w:r>
      <w:r w:rsidR="00DE313F">
        <w:t xml:space="preserve">, </w:t>
      </w:r>
      <w:r w:rsidRPr="003D2FAA">
        <w:t>devant lui</w:t>
      </w:r>
      <w:r w:rsidR="00DE313F">
        <w:t xml:space="preserve">, </w:t>
      </w:r>
      <w:r w:rsidRPr="003D2FAA">
        <w:t>en caquetant</w:t>
      </w:r>
      <w:r w:rsidR="00DE313F">
        <w:t xml:space="preserve">.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un bras sur les épaules de Rosa</w:t>
      </w:r>
      <w:r w:rsidR="00DE313F">
        <w:t xml:space="preserve">, </w:t>
      </w:r>
      <w:r w:rsidRPr="003D2FAA">
        <w:t>la tenait comme sous son aile</w:t>
      </w:r>
      <w:r w:rsidR="00DE313F">
        <w:t xml:space="preserve">, </w:t>
      </w:r>
      <w:r w:rsidRPr="003D2FAA">
        <w:t>la soutenait</w:t>
      </w:r>
      <w:r w:rsidR="00DE313F">
        <w:t xml:space="preserve">, </w:t>
      </w:r>
      <w:r w:rsidRPr="003D2FAA">
        <w:t>la protégeait</w:t>
      </w:r>
      <w:r w:rsidR="00DE313F">
        <w:t xml:space="preserve">, </w:t>
      </w:r>
      <w:r w:rsidRPr="003D2FAA">
        <w:t>et se retournait pour tenir tête aux lazzi</w:t>
      </w:r>
      <w:r w:rsidR="00DE313F">
        <w:t xml:space="preserve">, </w:t>
      </w:r>
      <w:r w:rsidRPr="003D2FAA">
        <w:t>aux railleries</w:t>
      </w:r>
      <w:r w:rsidR="00DE313F">
        <w:t xml:space="preserve">, </w:t>
      </w:r>
      <w:r w:rsidRPr="003D2FAA">
        <w:t>aux commentaires de la foule</w:t>
      </w:r>
      <w:r w:rsidR="00DE313F">
        <w:t xml:space="preserve">, </w:t>
      </w:r>
      <w:r w:rsidRPr="003D2FAA">
        <w:t>se penchait sur sa sœur et lui disait</w:t>
      </w:r>
      <w:r w:rsidR="00DE313F">
        <w:t> :</w:t>
      </w:r>
    </w:p>
    <w:p w14:paraId="13285EEF" w14:textId="77777777" w:rsidR="00DE313F" w:rsidRDefault="00DE313F" w:rsidP="0074134D">
      <w:r>
        <w:t>— </w:t>
      </w:r>
      <w:r w:rsidR="0074134D" w:rsidRPr="003D2FAA">
        <w:t>Ne pleure pas</w:t>
      </w:r>
      <w:r>
        <w:t xml:space="preserve">, </w:t>
      </w:r>
      <w:r w:rsidR="0074134D" w:rsidRPr="003D2FAA">
        <w:t>grosse sotte</w:t>
      </w:r>
      <w:r>
        <w:t xml:space="preserve"> ! </w:t>
      </w:r>
      <w:r w:rsidR="0074134D" w:rsidRPr="003D2FAA">
        <w:t>Cela te fait mal de pleurer</w:t>
      </w:r>
      <w:r>
        <w:t xml:space="preserve"> ! </w:t>
      </w:r>
      <w:r w:rsidR="0074134D" w:rsidRPr="003D2FAA">
        <w:t>Allons</w:t>
      </w:r>
      <w:r>
        <w:t xml:space="preserve">, </w:t>
      </w:r>
      <w:r w:rsidR="0074134D" w:rsidRPr="003D2FAA">
        <w:t>allons</w:t>
      </w:r>
      <w:r>
        <w:t xml:space="preserve">, </w:t>
      </w:r>
      <w:r w:rsidR="0074134D" w:rsidRPr="003D2FAA">
        <w:t>tiens-toi droite</w:t>
      </w:r>
      <w:r>
        <w:t xml:space="preserve"> ! </w:t>
      </w:r>
      <w:r w:rsidR="0074134D" w:rsidRPr="003D2FAA">
        <w:t>Sois brave</w:t>
      </w:r>
      <w:r>
        <w:t xml:space="preserve"> ! </w:t>
      </w:r>
      <w:r w:rsidR="0074134D" w:rsidRPr="003D2FAA">
        <w:t>Pourquoi pleures-tu</w:t>
      </w:r>
      <w:r>
        <w:t xml:space="preserve"> ? </w:t>
      </w:r>
      <w:r w:rsidR="0074134D" w:rsidRPr="003D2FAA">
        <w:t>Si Dieu a voulu cela</w:t>
      </w:r>
      <w:r>
        <w:t xml:space="preserve"> !… </w:t>
      </w:r>
      <w:r w:rsidR="0074134D" w:rsidRPr="003D2FAA">
        <w:t>Il y a remède à tout</w:t>
      </w:r>
      <w:r>
        <w:t xml:space="preserve"> ! </w:t>
      </w:r>
      <w:r w:rsidR="0074134D" w:rsidRPr="003D2FAA">
        <w:t>Allons</w:t>
      </w:r>
      <w:r>
        <w:t xml:space="preserve">, </w:t>
      </w:r>
      <w:r w:rsidR="0074134D" w:rsidRPr="003D2FAA">
        <w:t>tais-toi</w:t>
      </w:r>
      <w:r>
        <w:t xml:space="preserve"> ! </w:t>
      </w:r>
      <w:r w:rsidR="0074134D" w:rsidRPr="003D2FAA">
        <w:t>À tout</w:t>
      </w:r>
      <w:r>
        <w:t xml:space="preserve">, </w:t>
      </w:r>
      <w:r w:rsidR="0074134D" w:rsidRPr="003D2FAA">
        <w:t>à tout</w:t>
      </w:r>
      <w:r>
        <w:t xml:space="preserve">, </w:t>
      </w:r>
      <w:r w:rsidR="0074134D" w:rsidRPr="003D2FAA">
        <w:t>il y a remède</w:t>
      </w:r>
      <w:r>
        <w:t xml:space="preserve"> ! </w:t>
      </w:r>
      <w:r w:rsidR="0074134D" w:rsidRPr="003D2FAA">
        <w:t>Dieu nous aidera</w:t>
      </w:r>
      <w:r>
        <w:t xml:space="preserve">… </w:t>
      </w:r>
      <w:r w:rsidR="0074134D" w:rsidRPr="003D2FAA">
        <w:t>Oui</w:t>
      </w:r>
      <w:r>
        <w:t xml:space="preserve">, </w:t>
      </w:r>
      <w:r w:rsidR="0074134D" w:rsidRPr="003D2FAA">
        <w:t>Dieu nous aidera</w:t>
      </w:r>
      <w:r>
        <w:t> !</w:t>
      </w:r>
    </w:p>
    <w:p w14:paraId="27FDEDF1" w14:textId="77777777" w:rsidR="00DE313F" w:rsidRDefault="0074134D" w:rsidP="0074134D">
      <w:r w:rsidRPr="003D2FAA">
        <w:t>Elle le criait aussi à la foule</w:t>
      </w:r>
      <w:r w:rsidR="00DE313F">
        <w:t xml:space="preserve">, </w:t>
      </w:r>
      <w:r w:rsidRPr="003D2FAA">
        <w:t>et elle ajoutait</w:t>
      </w:r>
      <w:r w:rsidR="00DE313F">
        <w:t xml:space="preserve">, </w:t>
      </w:r>
      <w:r w:rsidRPr="003D2FAA">
        <w:t>tournée vers celui-ci</w:t>
      </w:r>
      <w:r w:rsidR="00DE313F">
        <w:t xml:space="preserve">, </w:t>
      </w:r>
      <w:r w:rsidRPr="003D2FAA">
        <w:t>ou celui-là</w:t>
      </w:r>
      <w:r w:rsidR="00DE313F">
        <w:t> :</w:t>
      </w:r>
    </w:p>
    <w:p w14:paraId="6F2A3D8E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rien</w:t>
      </w:r>
      <w:r>
        <w:t xml:space="preserve">, </w:t>
      </w:r>
      <w:r w:rsidR="0074134D" w:rsidRPr="003D2FAA">
        <w:t>n</w:t>
      </w:r>
      <w:r>
        <w:t>’</w:t>
      </w:r>
      <w:r w:rsidR="0074134D" w:rsidRPr="003D2FAA">
        <w:t>ayez crainte</w:t>
      </w:r>
      <w:r>
        <w:t xml:space="preserve"> ! </w:t>
      </w:r>
      <w:r w:rsidR="0074134D" w:rsidRPr="003D2FAA">
        <w:t>Ni scandale</w:t>
      </w:r>
      <w:r>
        <w:t xml:space="preserve">, </w:t>
      </w:r>
      <w:r w:rsidR="0074134D" w:rsidRPr="003D2FAA">
        <w:t>ni guerre</w:t>
      </w:r>
      <w:r>
        <w:t xml:space="preserve">, </w:t>
      </w:r>
      <w:r w:rsidR="0074134D" w:rsidRPr="003D2FAA">
        <w:t>ni e</w:t>
      </w:r>
      <w:r w:rsidR="0074134D" w:rsidRPr="003D2FAA">
        <w:t>n</w:t>
      </w:r>
      <w:r w:rsidR="0074134D" w:rsidRPr="003D2FAA">
        <w:t>vie</w:t>
      </w:r>
      <w:r>
        <w:t xml:space="preserve">, </w:t>
      </w:r>
      <w:r w:rsidR="0074134D" w:rsidRPr="003D2FAA">
        <w:t>ni jalousie</w:t>
      </w:r>
      <w:r>
        <w:t xml:space="preserve"> ! </w:t>
      </w:r>
      <w:r w:rsidR="0074134D" w:rsidRPr="003D2FAA">
        <w:t>Ce que Dieu voudra</w:t>
      </w:r>
      <w:r>
        <w:t> !</w:t>
      </w:r>
    </w:p>
    <w:p w14:paraId="02C13C28" w14:textId="77777777" w:rsidR="00DE313F" w:rsidRDefault="0074134D" w:rsidP="0074134D">
      <w:r w:rsidRPr="003D2FAA">
        <w:t>Arrivés au Château</w:t>
      </w:r>
      <w:r w:rsidR="00DE313F">
        <w:t xml:space="preserve">, </w:t>
      </w:r>
      <w:r w:rsidRPr="003D2FAA">
        <w:t>les flammes du crépuscule s</w:t>
      </w:r>
      <w:r w:rsidR="00DE313F">
        <w:t>’</w:t>
      </w:r>
      <w:r w:rsidRPr="003D2FAA">
        <w:t>étaient obscurcies</w:t>
      </w:r>
      <w:r w:rsidR="00DE313F">
        <w:t xml:space="preserve">, </w:t>
      </w:r>
      <w:r w:rsidRPr="003D2FAA">
        <w:t>et le ciel</w:t>
      </w:r>
      <w:r w:rsidR="00DE313F">
        <w:t xml:space="preserve">, </w:t>
      </w:r>
      <w:r w:rsidRPr="003D2FAA">
        <w:t>tout d</w:t>
      </w:r>
      <w:r w:rsidR="00DE313F">
        <w:t>’</w:t>
      </w:r>
      <w:r w:rsidRPr="003D2FAA">
        <w:t>abord de pourpre</w:t>
      </w:r>
      <w:r w:rsidR="00DE313F">
        <w:t xml:space="preserve">, </w:t>
      </w:r>
      <w:r w:rsidRPr="003D2FAA">
        <w:t>était devenu presque fumeux</w:t>
      </w:r>
      <w:r w:rsidR="00DE313F">
        <w:t xml:space="preserve"> ; </w:t>
      </w:r>
      <w:r w:rsidRPr="003D2FAA">
        <w:t>beaucoup de gens se débandèrent et prirent le large chemin du bourg aux réverbères déjà éclairés</w:t>
      </w:r>
      <w:r w:rsidR="00DE313F">
        <w:t>.</w:t>
      </w:r>
    </w:p>
    <w:p w14:paraId="4F81364E" w14:textId="77777777" w:rsidR="00DE313F" w:rsidRDefault="0074134D" w:rsidP="0074134D">
      <w:r w:rsidRPr="003D2FAA">
        <w:lastRenderedPageBreak/>
        <w:t>Mais le plus grand nombre les accompagna jusqu</w:t>
      </w:r>
      <w:r w:rsidR="00DE313F">
        <w:t>’</w:t>
      </w:r>
      <w:r w:rsidRPr="003D2FAA">
        <w:t>à leur habitation</w:t>
      </w:r>
      <w:r w:rsidR="00DE313F">
        <w:t xml:space="preserve">, </w:t>
      </w:r>
      <w:r w:rsidRPr="003D2FAA">
        <w:t>derrière le Château</w:t>
      </w:r>
      <w:r w:rsidR="00DE313F">
        <w:t xml:space="preserve">, </w:t>
      </w:r>
      <w:r w:rsidRPr="003D2FAA">
        <w:t xml:space="preserve">aux </w:t>
      </w:r>
      <w:proofErr w:type="spellStart"/>
      <w:r w:rsidRPr="003D2FAA">
        <w:rPr>
          <w:i/>
          <w:iCs/>
        </w:rPr>
        <w:t>Balate</w:t>
      </w:r>
      <w:proofErr w:type="spellEnd"/>
      <w:r w:rsidRPr="003D2FAA">
        <w:rPr>
          <w:i/>
          <w:iCs/>
        </w:rPr>
        <w:t xml:space="preserve"> </w:t>
      </w:r>
      <w:r w:rsidRPr="003D2FAA">
        <w:t>où le chemin tourne puis continue</w:t>
      </w:r>
      <w:r w:rsidR="00DE313F">
        <w:t xml:space="preserve">, </w:t>
      </w:r>
      <w:r w:rsidRPr="003D2FAA">
        <w:t xml:space="preserve">bordé de quelques masures de marins sur une petite </w:t>
      </w:r>
      <w:proofErr w:type="spellStart"/>
      <w:r w:rsidRPr="003D2FAA">
        <w:t>haie</w:t>
      </w:r>
      <w:proofErr w:type="spellEnd"/>
      <w:r w:rsidRPr="003D2FAA">
        <w:t xml:space="preserve"> morte</w:t>
      </w:r>
      <w:r w:rsidR="00DE313F">
        <w:t xml:space="preserve">. </w:t>
      </w:r>
      <w:r w:rsidRPr="003D2FAA">
        <w:t>Devant la porte du patron Nino Mo</w:t>
      </w:r>
      <w:r w:rsidR="00DE313F">
        <w:t xml:space="preserve">, </w:t>
      </w:r>
      <w:r w:rsidRPr="003D2FAA">
        <w:t>tous s</w:t>
      </w:r>
      <w:r w:rsidR="00DE313F">
        <w:t>’</w:t>
      </w:r>
      <w:r w:rsidRPr="003D2FAA">
        <w:t>arrêtèrent dans l</w:t>
      </w:r>
      <w:r w:rsidR="00DE313F">
        <w:t>’</w:t>
      </w:r>
      <w:r w:rsidRPr="003D2FAA">
        <w:t>attente de ce que ces trois décideraient de faire</w:t>
      </w:r>
      <w:r w:rsidR="00DE313F">
        <w:t xml:space="preserve">. </w:t>
      </w:r>
      <w:r w:rsidRPr="003D2FAA">
        <w:t>Comme si c</w:t>
      </w:r>
      <w:r w:rsidR="00DE313F">
        <w:t>’</w:t>
      </w:r>
      <w:r w:rsidRPr="003D2FAA">
        <w:t>était un problème à résoudre un pied en l</w:t>
      </w:r>
      <w:r w:rsidR="00DE313F">
        <w:t>’</w:t>
      </w:r>
      <w:r w:rsidRPr="003D2FAA">
        <w:t>air</w:t>
      </w:r>
      <w:r w:rsidR="00DE313F">
        <w:t> !</w:t>
      </w:r>
    </w:p>
    <w:p w14:paraId="3218E00A" w14:textId="77777777" w:rsidR="00DE313F" w:rsidRDefault="0074134D" w:rsidP="0074134D">
      <w:r w:rsidRPr="003D2FAA">
        <w:t>La maison n</w:t>
      </w:r>
      <w:r w:rsidR="00DE313F">
        <w:t>’</w:t>
      </w:r>
      <w:r w:rsidRPr="003D2FAA">
        <w:t>avait qu</w:t>
      </w:r>
      <w:r w:rsidR="00DE313F">
        <w:t>’</w:t>
      </w:r>
      <w:r w:rsidRPr="003D2FAA">
        <w:t>un rez-de-chaussée et ne prenait jour que par la porte</w:t>
      </w:r>
      <w:r w:rsidR="00DE313F">
        <w:t>.</w:t>
      </w:r>
    </w:p>
    <w:p w14:paraId="616DBFE8" w14:textId="77777777" w:rsidR="00DE313F" w:rsidRDefault="0074134D" w:rsidP="0074134D">
      <w:r w:rsidRPr="003D2FAA">
        <w:t>Toute cette foule de curieux</w:t>
      </w:r>
      <w:r w:rsidR="00DE313F">
        <w:t xml:space="preserve">, </w:t>
      </w:r>
      <w:r w:rsidRPr="003D2FAA">
        <w:t>en haie devant cette porte</w:t>
      </w:r>
      <w:r w:rsidR="00DE313F">
        <w:t xml:space="preserve">, </w:t>
      </w:r>
      <w:r w:rsidRPr="003D2FAA">
        <w:t>épaississait l</w:t>
      </w:r>
      <w:r w:rsidR="00DE313F">
        <w:t>’</w:t>
      </w:r>
      <w:r w:rsidRPr="003D2FAA">
        <w:t>ombre déjà brune et coupait la respiration</w:t>
      </w:r>
      <w:r w:rsidR="00DE313F">
        <w:t xml:space="preserve">. </w:t>
      </w:r>
      <w:r w:rsidRPr="003D2FAA">
        <w:t>Mais ni le patron Nino Mo</w:t>
      </w:r>
      <w:r w:rsidR="00DE313F">
        <w:t xml:space="preserve">, </w:t>
      </w:r>
      <w:r w:rsidRPr="003D2FAA">
        <w:t>ni la femme enceinte n</w:t>
      </w:r>
      <w:r w:rsidR="00DE313F">
        <w:t>’</w:t>
      </w:r>
      <w:r w:rsidRPr="003D2FAA">
        <w:t>avaient la force de se révolter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oppression causée par cette foule représentait pour eux</w:t>
      </w:r>
      <w:r w:rsidR="00DE313F">
        <w:t xml:space="preserve">, </w:t>
      </w:r>
      <w:r w:rsidRPr="003D2FAA">
        <w:t>là</w:t>
      </w:r>
      <w:r w:rsidR="00DE313F">
        <w:t xml:space="preserve">, </w:t>
      </w:r>
      <w:r w:rsidRPr="003D2FAA">
        <w:t>présente et tangible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oppression même de leurs âmes</w:t>
      </w:r>
      <w:r w:rsidR="00DE313F">
        <w:t xml:space="preserve"> ; </w:t>
      </w:r>
      <w:r w:rsidRPr="003D2FAA">
        <w:t>et ils ne pensaient pas que du moins cette première oppression pût être éloignée</w:t>
      </w:r>
      <w:r w:rsidR="00DE313F">
        <w:t xml:space="preserve">. </w:t>
      </w:r>
      <w:r w:rsidRPr="003D2FAA">
        <w:t xml:space="preserve">Mais </w:t>
      </w:r>
      <w:proofErr w:type="spellStart"/>
      <w:r w:rsidRPr="003D2FAA">
        <w:t>Filippa</w:t>
      </w:r>
      <w:proofErr w:type="spellEnd"/>
      <w:r w:rsidRPr="003D2FAA">
        <w:t xml:space="preserve"> le pensa</w:t>
      </w:r>
      <w:r w:rsidR="00DE313F">
        <w:t xml:space="preserve">. </w:t>
      </w:r>
      <w:r w:rsidRPr="003D2FAA">
        <w:t>Après avoir allumé la lumière sur la table déjà préparée pour le souper au milieu de la pièce</w:t>
      </w:r>
      <w:r w:rsidR="00DE313F">
        <w:t xml:space="preserve">, </w:t>
      </w:r>
      <w:r w:rsidRPr="003D2FAA">
        <w:t>elle alla sur la porte et cria</w:t>
      </w:r>
      <w:r w:rsidR="00DE313F">
        <w:t> :</w:t>
      </w:r>
    </w:p>
    <w:p w14:paraId="14E2BE36" w14:textId="77777777" w:rsidR="00DE313F" w:rsidRDefault="00DE313F" w:rsidP="0074134D">
      <w:r>
        <w:t>— </w:t>
      </w:r>
      <w:r w:rsidR="0074134D" w:rsidRPr="003D2FAA">
        <w:t>Encore là</w:t>
      </w:r>
      <w:r>
        <w:t xml:space="preserve">, </w:t>
      </w:r>
      <w:r w:rsidR="0074134D" w:rsidRPr="003D2FAA">
        <w:t>chers Messieurs</w:t>
      </w:r>
      <w:r>
        <w:t xml:space="preserve"> ? </w:t>
      </w:r>
      <w:r w:rsidR="0074134D" w:rsidRPr="003D2FAA">
        <w:t>Que voulez-vous</w:t>
      </w:r>
      <w:r>
        <w:t xml:space="preserve"> ? </w:t>
      </w:r>
      <w:r w:rsidR="0074134D" w:rsidRPr="003D2FAA">
        <w:t>Vous avez vu</w:t>
      </w:r>
      <w:r>
        <w:t xml:space="preserve">, </w:t>
      </w:r>
      <w:r w:rsidR="0074134D" w:rsidRPr="003D2FAA">
        <w:t>vous avez ri</w:t>
      </w:r>
      <w:r>
        <w:t xml:space="preserve">, </w:t>
      </w:r>
      <w:r w:rsidR="0074134D" w:rsidRPr="003D2FAA">
        <w:t>cela ne vous suffit pas</w:t>
      </w:r>
      <w:r>
        <w:t xml:space="preserve"> ? </w:t>
      </w:r>
      <w:r w:rsidR="0074134D" w:rsidRPr="003D2FAA">
        <w:t>Laissez-nous maint</w:t>
      </w:r>
      <w:r w:rsidR="0074134D" w:rsidRPr="003D2FAA">
        <w:t>e</w:t>
      </w:r>
      <w:r w:rsidR="0074134D" w:rsidRPr="003D2FAA">
        <w:t>nant réfléchir à nos affaires</w:t>
      </w:r>
      <w:r>
        <w:t xml:space="preserve"> ! </w:t>
      </w:r>
      <w:r w:rsidR="0074134D" w:rsidRPr="003D2FAA">
        <w:t>N</w:t>
      </w:r>
      <w:r>
        <w:t>’</w:t>
      </w:r>
      <w:r w:rsidR="0074134D" w:rsidRPr="003D2FAA">
        <w:t>avez-vous pas de maisons</w:t>
      </w:r>
      <w:r>
        <w:t> ?</w:t>
      </w:r>
    </w:p>
    <w:p w14:paraId="15B71B46" w14:textId="77777777" w:rsidR="00DE313F" w:rsidRDefault="0074134D" w:rsidP="0074134D">
      <w:r w:rsidRPr="003D2FAA">
        <w:t>Ainsi attaqués</w:t>
      </w:r>
      <w:r w:rsidR="00DE313F">
        <w:t xml:space="preserve">, </w:t>
      </w:r>
      <w:r w:rsidRPr="003D2FAA">
        <w:t>les gens se retirèrent d</w:t>
      </w:r>
      <w:r w:rsidR="00DE313F">
        <w:t>’</w:t>
      </w:r>
      <w:r w:rsidRPr="003D2FAA">
        <w:t>un côté et de l</w:t>
      </w:r>
      <w:r w:rsidR="00DE313F">
        <w:t>’</w:t>
      </w:r>
      <w:r w:rsidRPr="003D2FAA">
        <w:t>autre de la porte</w:t>
      </w:r>
      <w:r w:rsidR="00DE313F">
        <w:t xml:space="preserve">, </w:t>
      </w:r>
      <w:r w:rsidRPr="003D2FAA">
        <w:t>lançant leurs derniers lazzi</w:t>
      </w:r>
      <w:r w:rsidR="00DE313F">
        <w:t xml:space="preserve">. </w:t>
      </w:r>
      <w:r w:rsidRPr="003D2FAA">
        <w:t>Mais beaucoup cepe</w:t>
      </w:r>
      <w:r w:rsidRPr="003D2FAA">
        <w:t>n</w:t>
      </w:r>
      <w:r w:rsidRPr="003D2FAA">
        <w:t>dant restèrent à épier de loin au milieu de l</w:t>
      </w:r>
      <w:r w:rsidR="00DE313F">
        <w:t>’</w:t>
      </w:r>
      <w:r w:rsidRPr="003D2FAA">
        <w:t>ombre de la plage</w:t>
      </w:r>
      <w:r w:rsidR="00DE313F">
        <w:t>.</w:t>
      </w:r>
    </w:p>
    <w:p w14:paraId="45A5AAFC" w14:textId="77777777" w:rsidR="00DE313F" w:rsidRDefault="0074134D" w:rsidP="0074134D">
      <w:r w:rsidRPr="003D2FAA">
        <w:t>La curiosité était d</w:t>
      </w:r>
      <w:r w:rsidR="00DE313F">
        <w:t>’</w:t>
      </w:r>
      <w:r w:rsidRPr="003D2FAA">
        <w:t>autant plus vive que tous connaissaient l</w:t>
      </w:r>
      <w:r w:rsidR="00DE313F">
        <w:t>’</w:t>
      </w:r>
      <w:r w:rsidRPr="003D2FAA">
        <w:t>honnêteté scrupuleuse</w:t>
      </w:r>
      <w:r w:rsidR="00DE313F">
        <w:t xml:space="preserve">, </w:t>
      </w:r>
      <w:r w:rsidRPr="003D2FAA">
        <w:t>la crainte de Dieu</w:t>
      </w:r>
      <w:r w:rsidR="00DE313F">
        <w:t xml:space="preserve">, </w:t>
      </w:r>
      <w:r w:rsidRPr="003D2FAA">
        <w:t>les habitudes exe</w:t>
      </w:r>
      <w:r w:rsidRPr="003D2FAA">
        <w:t>m</w:t>
      </w:r>
      <w:r w:rsidRPr="003D2FAA">
        <w:t>plaires du patron Nino et des deux sœurs</w:t>
      </w:r>
      <w:r w:rsidR="00DE313F">
        <w:t>.</w:t>
      </w:r>
    </w:p>
    <w:p w14:paraId="559A5107" w14:textId="77777777" w:rsidR="00DE313F" w:rsidRDefault="0074134D" w:rsidP="0074134D">
      <w:r w:rsidRPr="003D2FAA">
        <w:lastRenderedPageBreak/>
        <w:t>Et ils en donnèrent une preuve ce soir même en laissant ouverte toute la nuit la porte de leur maison</w:t>
      </w:r>
      <w:r w:rsidR="00DE313F">
        <w:t xml:space="preserve">. </w:t>
      </w:r>
      <w:r w:rsidRPr="003D2FAA">
        <w:t>Dans l</w:t>
      </w:r>
      <w:r w:rsidR="00DE313F">
        <w:t>’</w:t>
      </w:r>
      <w:r w:rsidRPr="003D2FAA">
        <w:t>ombre de cette triste plage qui laissait voir</w:t>
      </w:r>
      <w:r w:rsidR="00DE313F">
        <w:t xml:space="preserve">, </w:t>
      </w:r>
      <w:r w:rsidRPr="003D2FAA">
        <w:t>çà et là</w:t>
      </w:r>
      <w:r w:rsidR="00DE313F">
        <w:t xml:space="preserve">, </w:t>
      </w:r>
      <w:r w:rsidRPr="003D2FAA">
        <w:t>au milieu de l</w:t>
      </w:r>
      <w:r w:rsidR="00DE313F">
        <w:t>’</w:t>
      </w:r>
      <w:r w:rsidRPr="003D2FAA">
        <w:t>eau stagnante</w:t>
      </w:r>
      <w:r w:rsidR="00DE313F">
        <w:t xml:space="preserve">, </w:t>
      </w:r>
      <w:r w:rsidRPr="003D2FAA">
        <w:t>épaisse</w:t>
      </w:r>
      <w:r w:rsidR="00DE313F">
        <w:t xml:space="preserve">, </w:t>
      </w:r>
      <w:r w:rsidRPr="003D2FAA">
        <w:t>presque huileuse</w:t>
      </w:r>
      <w:r w:rsidR="00DE313F">
        <w:t xml:space="preserve">, </w:t>
      </w:r>
      <w:r w:rsidRPr="003D2FAA">
        <w:t>des écueils noirs</w:t>
      </w:r>
      <w:r w:rsidR="00DE313F">
        <w:t xml:space="preserve">, </w:t>
      </w:r>
      <w:r w:rsidRPr="003D2FAA">
        <w:t>corrodés par la mer</w:t>
      </w:r>
      <w:r w:rsidR="00DE313F">
        <w:t xml:space="preserve"> ; </w:t>
      </w:r>
      <w:r w:rsidRPr="003D2FAA">
        <w:t>ou de grosses pierres visqueuses couvertes d</w:t>
      </w:r>
      <w:r w:rsidR="00DE313F">
        <w:t>’</w:t>
      </w:r>
      <w:r w:rsidRPr="003D2FAA">
        <w:t>algues</w:t>
      </w:r>
      <w:r w:rsidR="00DE313F">
        <w:t xml:space="preserve">, </w:t>
      </w:r>
      <w:r w:rsidRPr="003D2FAA">
        <w:t>des pierres debout ou couchées</w:t>
      </w:r>
      <w:r w:rsidR="00DE313F">
        <w:t xml:space="preserve"> ; </w:t>
      </w:r>
      <w:r w:rsidRPr="003D2FAA">
        <w:t>au milieu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de cette eau stagnante quelque rare houle montait</w:t>
      </w:r>
      <w:r w:rsidR="00DE313F">
        <w:t xml:space="preserve">, </w:t>
      </w:r>
      <w:r w:rsidRPr="003D2FAA">
        <w:t>agitée et bondissante</w:t>
      </w:r>
      <w:r w:rsidR="00DE313F">
        <w:t xml:space="preserve">, </w:t>
      </w:r>
      <w:r w:rsidRPr="003D2FAA">
        <w:t>et tout de suite s</w:t>
      </w:r>
      <w:r w:rsidR="00DE313F">
        <w:t>’</w:t>
      </w:r>
      <w:r w:rsidRPr="003D2FAA">
        <w:t>y engloutissait avec de profonds remous</w:t>
      </w:r>
      <w:r w:rsidR="00DE313F">
        <w:t xml:space="preserve">. </w:t>
      </w:r>
      <w:r w:rsidRPr="003D2FAA">
        <w:t>Et dans l</w:t>
      </w:r>
      <w:r w:rsidR="00DE313F">
        <w:t>’</w:t>
      </w:r>
      <w:r w:rsidRPr="003D2FAA">
        <w:t>ombre de cette triste plage</w:t>
      </w:r>
      <w:r w:rsidR="00DE313F">
        <w:t xml:space="preserve">, </w:t>
      </w:r>
      <w:r w:rsidRPr="003D2FAA">
        <w:t>toute la nuit se projeta de cette porte la réverbération jaune de la lumière</w:t>
      </w:r>
      <w:r w:rsidR="00DE313F">
        <w:t xml:space="preserve">. </w:t>
      </w:r>
      <w:r w:rsidRPr="003D2FAA">
        <w:t>Et ceux qui s</w:t>
      </w:r>
      <w:r w:rsidR="00DE313F">
        <w:t>’</w:t>
      </w:r>
      <w:r w:rsidRPr="003D2FAA">
        <w:t>attardèrent à épier au milieu de l</w:t>
      </w:r>
      <w:r w:rsidR="00DE313F">
        <w:t>’</w:t>
      </w:r>
      <w:r w:rsidRPr="003D2FAA">
        <w:t>ombre</w:t>
      </w:r>
      <w:r w:rsidR="00DE313F">
        <w:t xml:space="preserve">, </w:t>
      </w:r>
      <w:r w:rsidRPr="003D2FAA">
        <w:t>passant</w:t>
      </w:r>
      <w:r w:rsidR="00DE313F">
        <w:t xml:space="preserve">, </w:t>
      </w:r>
      <w:r w:rsidRPr="003D2FAA">
        <w:t>tantôt l</w:t>
      </w:r>
      <w:r w:rsidR="00DE313F">
        <w:t>’</w:t>
      </w:r>
      <w:r w:rsidRPr="003D2FAA">
        <w:t>un</w:t>
      </w:r>
      <w:r w:rsidR="00DE313F">
        <w:t xml:space="preserve">, </w:t>
      </w:r>
      <w:r w:rsidRPr="003D2FAA">
        <w:t>tantôt l</w:t>
      </w:r>
      <w:r w:rsidR="00DE313F">
        <w:t>’</w:t>
      </w:r>
      <w:r w:rsidRPr="003D2FAA">
        <w:t>autre</w:t>
      </w:r>
      <w:r w:rsidR="00DE313F">
        <w:t xml:space="preserve">, </w:t>
      </w:r>
      <w:r w:rsidRPr="003D2FAA">
        <w:t>devant la porte en jetant un rapide regard oblique dans l</w:t>
      </w:r>
      <w:r w:rsidR="00DE313F">
        <w:t>’</w:t>
      </w:r>
      <w:r w:rsidRPr="003D2FAA">
        <w:t>intérieur de la maison</w:t>
      </w:r>
      <w:r w:rsidR="00DE313F">
        <w:t xml:space="preserve">, </w:t>
      </w:r>
      <w:r w:rsidRPr="003D2FAA">
        <w:t>ceux-là purent voir d</w:t>
      </w:r>
      <w:r w:rsidR="00DE313F">
        <w:t>’</w:t>
      </w:r>
      <w:r w:rsidRPr="003D2FAA">
        <w:t>abord les trois</w:t>
      </w:r>
      <w:r w:rsidR="00DE313F">
        <w:t xml:space="preserve">, </w:t>
      </w:r>
      <w:r w:rsidRPr="003D2FAA">
        <w:t>assis à table et soupant avec le petit</w:t>
      </w:r>
      <w:r w:rsidR="00DE313F">
        <w:t xml:space="preserve"> ; </w:t>
      </w:r>
      <w:r w:rsidRPr="003D2FAA">
        <w:t>puis les deux femmes agenouillées par terre</w:t>
      </w:r>
      <w:r w:rsidR="00DE313F">
        <w:t xml:space="preserve">, </w:t>
      </w:r>
      <w:r w:rsidRPr="003D2FAA">
        <w:t>courbées sur des chaises</w:t>
      </w:r>
      <w:r w:rsidR="00DE313F">
        <w:t xml:space="preserve">, </w:t>
      </w:r>
      <w:r w:rsidRPr="003D2FAA">
        <w:t>et le patron N</w:t>
      </w:r>
      <w:r w:rsidRPr="003D2FAA">
        <w:t>i</w:t>
      </w:r>
      <w:r w:rsidRPr="003D2FAA">
        <w:t>no</w:t>
      </w:r>
      <w:r w:rsidR="00DE313F">
        <w:t xml:space="preserve">, </w:t>
      </w:r>
      <w:r w:rsidRPr="003D2FAA">
        <w:t>assis</w:t>
      </w:r>
      <w:r w:rsidR="00DE313F">
        <w:t xml:space="preserve">, </w:t>
      </w:r>
      <w:r w:rsidRPr="003D2FAA">
        <w:t>le front sur son poing</w:t>
      </w:r>
      <w:r w:rsidR="00DE313F">
        <w:t xml:space="preserve">, </w:t>
      </w:r>
      <w:r w:rsidRPr="003D2FAA">
        <w:t>appuyé à l</w:t>
      </w:r>
      <w:r w:rsidR="00DE313F">
        <w:t>’</w:t>
      </w:r>
      <w:r w:rsidRPr="003D2FAA">
        <w:t>un des angles de la table déjà desservie</w:t>
      </w:r>
      <w:r w:rsidR="00DE313F">
        <w:t xml:space="preserve"> ; </w:t>
      </w:r>
      <w:r w:rsidRPr="003D2FAA">
        <w:t>et ils étaient en train de réciter le rosaire</w:t>
      </w:r>
      <w:r w:rsidR="00DE313F">
        <w:t xml:space="preserve"> ; </w:t>
      </w:r>
      <w:r w:rsidRPr="003D2FAA">
        <w:t>enfin</w:t>
      </w:r>
      <w:r w:rsidR="00DE313F">
        <w:t xml:space="preserve">, </w:t>
      </w:r>
      <w:r w:rsidRPr="003D2FAA">
        <w:t>ils purent voir le petit seul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enfant de la première femme couché sur le lit conjugal</w:t>
      </w:r>
      <w:r w:rsidR="00DE313F">
        <w:t xml:space="preserve">, </w:t>
      </w:r>
      <w:r w:rsidRPr="003D2FAA">
        <w:t>au fond de la chambre</w:t>
      </w:r>
      <w:r w:rsidR="00DE313F">
        <w:t xml:space="preserve">, </w:t>
      </w:r>
      <w:r w:rsidRPr="003D2FAA">
        <w:t>et la femme enceinte toute vêtue</w:t>
      </w:r>
      <w:r w:rsidR="00DE313F">
        <w:t xml:space="preserve">, </w:t>
      </w:r>
      <w:r w:rsidRPr="003D2FAA">
        <w:t>la tête appuyée au matelas</w:t>
      </w:r>
      <w:r w:rsidR="00DE313F">
        <w:t xml:space="preserve">, </w:t>
      </w:r>
      <w:r w:rsidRPr="003D2FAA">
        <w:t>anéantie</w:t>
      </w:r>
      <w:r w:rsidR="00DE313F">
        <w:t xml:space="preserve">, </w:t>
      </w:r>
      <w:r w:rsidRPr="003D2FAA">
        <w:t>les yeux clos</w:t>
      </w:r>
      <w:r w:rsidR="00DE313F">
        <w:t xml:space="preserve">, </w:t>
      </w:r>
      <w:r w:rsidRPr="003D2FAA">
        <w:t>tandis que les deux autres</w:t>
      </w:r>
      <w:r w:rsidR="00DE313F">
        <w:t xml:space="preserve">, </w:t>
      </w:r>
      <w:r w:rsidRPr="003D2FAA">
        <w:t xml:space="preserve">le patron Nino et la </w:t>
      </w:r>
      <w:proofErr w:type="spellStart"/>
      <w:r w:rsidRPr="003D2FAA">
        <w:t>gnà</w:t>
      </w:r>
      <w:proofErr w:type="spellEnd"/>
      <w:r w:rsidRPr="003D2FAA">
        <w:t xml:space="preserve"> </w:t>
      </w:r>
      <w:proofErr w:type="spellStart"/>
      <w:r w:rsidRPr="003D2FAA">
        <w:t>F</w:t>
      </w:r>
      <w:r w:rsidRPr="003D2FAA">
        <w:t>i</w:t>
      </w:r>
      <w:r w:rsidRPr="003D2FAA">
        <w:t>lippa</w:t>
      </w:r>
      <w:proofErr w:type="spellEnd"/>
      <w:r w:rsidR="00DE313F">
        <w:t xml:space="preserve">, </w:t>
      </w:r>
      <w:r w:rsidRPr="003D2FAA">
        <w:t>causaient placidement aux deux bouts de la table</w:t>
      </w:r>
      <w:r w:rsidR="00DE313F">
        <w:t xml:space="preserve"> ; </w:t>
      </w:r>
      <w:r w:rsidRPr="003D2FAA">
        <w:t>et bientôt ils vinrent s</w:t>
      </w:r>
      <w:r w:rsidR="00DE313F">
        <w:t>’</w:t>
      </w:r>
      <w:r w:rsidRPr="003D2FAA">
        <w:t>asseoir sur le seuil de la porte pour cont</w:t>
      </w:r>
      <w:r w:rsidRPr="003D2FAA">
        <w:t>i</w:t>
      </w:r>
      <w:r w:rsidRPr="003D2FAA">
        <w:t>nuer leur conversation tout bas</w:t>
      </w:r>
      <w:r w:rsidR="00DE313F">
        <w:t xml:space="preserve">, </w:t>
      </w:r>
      <w:r w:rsidRPr="003D2FAA">
        <w:t>dans un murmure</w:t>
      </w:r>
      <w:r w:rsidR="00DE313F">
        <w:t xml:space="preserve">. </w:t>
      </w:r>
      <w:r w:rsidRPr="003D2FAA">
        <w:t>Et sous les étoiles</w:t>
      </w:r>
      <w:r w:rsidR="00DE313F">
        <w:t xml:space="preserve">, </w:t>
      </w:r>
      <w:r w:rsidRPr="003D2FAA">
        <w:t>dans les ténèbres de la nuit avancée où vibrait de temps à autre quelque cri rapide et strident de chauves-souris</w:t>
      </w:r>
      <w:r w:rsidR="00DE313F">
        <w:t xml:space="preserve">, </w:t>
      </w:r>
      <w:r w:rsidRPr="003D2FAA">
        <w:t>le lent et léger clapotis des eaux sur la plage semblait répondre à ce murmure</w:t>
      </w:r>
      <w:r w:rsidR="00DE313F">
        <w:t>.</w:t>
      </w:r>
    </w:p>
    <w:p w14:paraId="166478AF" w14:textId="77777777" w:rsidR="00DE313F" w:rsidRDefault="0074134D" w:rsidP="0074134D">
      <w:pPr>
        <w:rPr>
          <w:i/>
          <w:iCs/>
        </w:rPr>
      </w:pPr>
      <w:r w:rsidRPr="003D2FAA">
        <w:t>Le jour suivant</w:t>
      </w:r>
      <w:r w:rsidR="00DE313F">
        <w:t xml:space="preserve">, </w:t>
      </w:r>
      <w:r w:rsidRPr="003D2FAA">
        <w:t xml:space="preserve">le patron Nino et la </w:t>
      </w:r>
      <w:proofErr w:type="spellStart"/>
      <w:r w:rsidRPr="003D2FAA">
        <w:t>gnà</w:t>
      </w:r>
      <w:proofErr w:type="spellEnd"/>
      <w:r w:rsidRPr="003D2FAA">
        <w:t xml:space="preserve">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sans faire de confidences à personne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en furent à la recherche d</w:t>
      </w:r>
      <w:r w:rsidR="00DE313F">
        <w:t>’</w:t>
      </w:r>
      <w:r w:rsidRPr="003D2FAA">
        <w:t>une p</w:t>
      </w:r>
      <w:r w:rsidRPr="003D2FAA">
        <w:t>e</w:t>
      </w:r>
      <w:r w:rsidRPr="003D2FAA">
        <w:t>tite chambre à louer</w:t>
      </w:r>
      <w:r w:rsidR="00DE313F">
        <w:t xml:space="preserve">. </w:t>
      </w:r>
      <w:r w:rsidRPr="003D2FAA">
        <w:t>Ils en trouvèrent une au haut du pays dans la rue qui conduit au cimetière</w:t>
      </w:r>
      <w:r w:rsidR="00DE313F">
        <w:t xml:space="preserve"> ; </w:t>
      </w:r>
      <w:r w:rsidRPr="003D2FAA">
        <w:t xml:space="preserve">cette chambre était </w:t>
      </w:r>
      <w:r w:rsidRPr="003D2FAA">
        <w:lastRenderedPageBreak/>
        <w:t>située sur le plateau avec la campagne derrière</w:t>
      </w:r>
      <w:r w:rsidR="00DE313F">
        <w:t xml:space="preserve">, </w:t>
      </w:r>
      <w:r w:rsidRPr="003D2FAA">
        <w:t>et la mer devant</w:t>
      </w:r>
      <w:r w:rsidR="00DE313F">
        <w:t xml:space="preserve"> ; </w:t>
      </w:r>
      <w:r w:rsidRPr="003D2FAA">
        <w:t>ils y firent transporter un petit lit</w:t>
      </w:r>
      <w:r w:rsidR="00DE313F">
        <w:t xml:space="preserve">, </w:t>
      </w:r>
      <w:r w:rsidRPr="003D2FAA">
        <w:t>une table</w:t>
      </w:r>
      <w:r w:rsidR="00DE313F">
        <w:t xml:space="preserve">, </w:t>
      </w:r>
      <w:r w:rsidRPr="003D2FAA">
        <w:t>deux chaises</w:t>
      </w:r>
      <w:r w:rsidR="00DE313F">
        <w:t xml:space="preserve">, </w:t>
      </w:r>
      <w:r w:rsidRPr="003D2FAA">
        <w:t>et quand le soir vint</w:t>
      </w:r>
      <w:r w:rsidR="00DE313F">
        <w:t xml:space="preserve">, </w:t>
      </w:r>
      <w:r w:rsidRPr="003D2FAA">
        <w:t>ils y accompagnèrent Rosa</w:t>
      </w:r>
      <w:r w:rsidR="00DE313F">
        <w:t xml:space="preserve">, </w:t>
      </w:r>
      <w:r w:rsidRPr="003D2FAA">
        <w:t>la seconde femme</w:t>
      </w:r>
      <w:r w:rsidR="00DE313F">
        <w:t xml:space="preserve">, </w:t>
      </w:r>
      <w:r w:rsidRPr="003D2FAA">
        <w:t>et le petit</w:t>
      </w:r>
      <w:r w:rsidR="00DE313F">
        <w:t xml:space="preserve"> ; </w:t>
      </w:r>
      <w:r w:rsidRPr="003D2FAA">
        <w:t>et taciturnes</w:t>
      </w:r>
      <w:r w:rsidR="00DE313F">
        <w:t xml:space="preserve">, </w:t>
      </w:r>
      <w:r w:rsidRPr="003D2FAA">
        <w:t>tous deux s</w:t>
      </w:r>
      <w:r w:rsidR="00DE313F">
        <w:t>’</w:t>
      </w:r>
      <w:r w:rsidRPr="003D2FAA">
        <w:t xml:space="preserve">en retournèrent à la maison des </w:t>
      </w:r>
      <w:proofErr w:type="spellStart"/>
      <w:r w:rsidRPr="003D2FAA">
        <w:rPr>
          <w:i/>
          <w:iCs/>
        </w:rPr>
        <w:t>B</w:t>
      </w:r>
      <w:r w:rsidRPr="003D2FAA">
        <w:rPr>
          <w:i/>
          <w:iCs/>
        </w:rPr>
        <w:t>a</w:t>
      </w:r>
      <w:r w:rsidRPr="003D2FAA">
        <w:rPr>
          <w:i/>
          <w:iCs/>
        </w:rPr>
        <w:t>late</w:t>
      </w:r>
      <w:proofErr w:type="spellEnd"/>
      <w:r w:rsidR="00DE313F">
        <w:rPr>
          <w:i/>
          <w:iCs/>
        </w:rPr>
        <w:t>.</w:t>
      </w:r>
    </w:p>
    <w:p w14:paraId="0B7BB723" w14:textId="77777777" w:rsidR="00DE313F" w:rsidRDefault="0074134D" w:rsidP="0074134D">
      <w:r w:rsidRPr="003D2FAA">
        <w:t>Alors</w:t>
      </w:r>
      <w:r w:rsidR="00DE313F">
        <w:t xml:space="preserve">, </w:t>
      </w:r>
      <w:r w:rsidRPr="003D2FAA">
        <w:t>dans tout le pays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éleva un chœur de commisér</w:t>
      </w:r>
      <w:r w:rsidRPr="003D2FAA">
        <w:t>a</w:t>
      </w:r>
      <w:r w:rsidRPr="003D2FAA">
        <w:t>tion pour cette pauvre petite ainsi sacrifiée</w:t>
      </w:r>
      <w:r w:rsidR="00DE313F">
        <w:t xml:space="preserve">, </w:t>
      </w:r>
      <w:r w:rsidRPr="003D2FAA">
        <w:t>mise à l</w:t>
      </w:r>
      <w:r w:rsidR="00DE313F">
        <w:t>’</w:t>
      </w:r>
      <w:r w:rsidRPr="003D2FAA">
        <w:t>écart</w:t>
      </w:r>
      <w:r w:rsidR="00DE313F">
        <w:t xml:space="preserve">, </w:t>
      </w:r>
      <w:r w:rsidRPr="003D2FAA">
        <w:t>et tout simplement jetée dehors</w:t>
      </w:r>
      <w:r w:rsidR="00DE313F">
        <w:t xml:space="preserve">, </w:t>
      </w:r>
      <w:r w:rsidRPr="003D2FAA">
        <w:t>en cet état</w:t>
      </w:r>
      <w:r w:rsidR="00DE313F">
        <w:t xml:space="preserve"> ! </w:t>
      </w:r>
      <w:r w:rsidRPr="003D2FAA">
        <w:t>Mais pensez en quel état</w:t>
      </w:r>
      <w:r w:rsidR="00DE313F">
        <w:t xml:space="preserve"> ! </w:t>
      </w:r>
      <w:r w:rsidRPr="003D2FAA">
        <w:t>Et avec quel cœur</w:t>
      </w:r>
      <w:r w:rsidR="00DE313F">
        <w:t xml:space="preserve"> ! </w:t>
      </w:r>
      <w:r w:rsidRPr="003D2FAA">
        <w:t>Et quelle faute avait-elle commise</w:t>
      </w:r>
      <w:r w:rsidR="00DE313F">
        <w:t xml:space="preserve">, </w:t>
      </w:r>
      <w:r w:rsidRPr="003D2FAA">
        <w:t>cette pauvre petite</w:t>
      </w:r>
      <w:r w:rsidR="00DE313F">
        <w:t xml:space="preserve"> ? </w:t>
      </w:r>
      <w:r w:rsidRPr="003D2FAA">
        <w:t>Oui</w:t>
      </w:r>
      <w:r w:rsidR="00DE313F">
        <w:t xml:space="preserve">, </w:t>
      </w:r>
      <w:r w:rsidRPr="003D2FAA">
        <w:t>ainsi le voulait la loi</w:t>
      </w:r>
      <w:r w:rsidR="00DE313F">
        <w:t xml:space="preserve">… </w:t>
      </w:r>
      <w:r w:rsidRPr="003D2FAA">
        <w:t>Mais quelle loi était celle-ci</w:t>
      </w:r>
      <w:r w:rsidR="00DE313F">
        <w:t xml:space="preserve"> ? </w:t>
      </w:r>
      <w:r w:rsidRPr="003D2FAA">
        <w:t>Une loi impitoyable</w:t>
      </w:r>
      <w:r w:rsidR="00DE313F">
        <w:t xml:space="preserve"> ! </w:t>
      </w:r>
      <w:r w:rsidRPr="003D2FAA">
        <w:t>Non</w:t>
      </w:r>
      <w:r w:rsidR="00DE313F">
        <w:t xml:space="preserve">, </w:t>
      </w:r>
      <w:r w:rsidRPr="003D2FAA">
        <w:t>non</w:t>
      </w:r>
      <w:r w:rsidR="00DE313F">
        <w:t xml:space="preserve">, </w:t>
      </w:r>
      <w:r w:rsidRPr="003D2FAA">
        <w:t>parbleu</w:t>
      </w:r>
      <w:r w:rsidR="00DE313F">
        <w:t xml:space="preserve"> ! </w:t>
      </w:r>
      <w:r w:rsidRPr="003D2FAA">
        <w:t>ce n</w:t>
      </w:r>
      <w:r w:rsidR="00DE313F">
        <w:t>’</w:t>
      </w:r>
      <w:r w:rsidRPr="003D2FAA">
        <w:t>était pas juste</w:t>
      </w:r>
      <w:r w:rsidR="00DE313F">
        <w:t xml:space="preserve"> ! </w:t>
      </w:r>
      <w:r w:rsidRPr="003D2FAA">
        <w:t>Ce n</w:t>
      </w:r>
      <w:r w:rsidR="00DE313F">
        <w:t>’</w:t>
      </w:r>
      <w:r w:rsidRPr="003D2FAA">
        <w:t>était pas juste</w:t>
      </w:r>
      <w:r w:rsidR="00DE313F">
        <w:t> !</w:t>
      </w:r>
    </w:p>
    <w:p w14:paraId="7CE84C4C" w14:textId="77777777" w:rsidR="00DE313F" w:rsidRDefault="0074134D" w:rsidP="0074134D">
      <w:r w:rsidRPr="003D2FAA">
        <w:t>Et le jour suivant</w:t>
      </w:r>
      <w:r w:rsidR="00DE313F">
        <w:t xml:space="preserve">, </w:t>
      </w:r>
      <w:r w:rsidRPr="003D2FAA">
        <w:t>plusieurs cherchèrent résolument à faire comprendre cette sévère désapprobation de tout le pays au patron Nino</w:t>
      </w:r>
      <w:r w:rsidR="00DE313F">
        <w:t xml:space="preserve">, </w:t>
      </w:r>
      <w:r w:rsidRPr="003D2FAA">
        <w:t>sorti</w:t>
      </w:r>
      <w:r w:rsidR="00DE313F">
        <w:t xml:space="preserve">, </w:t>
      </w:r>
      <w:r w:rsidRPr="003D2FAA">
        <w:t>plus sombre que jamais</w:t>
      </w:r>
      <w:r w:rsidR="00DE313F">
        <w:t xml:space="preserve">, </w:t>
      </w:r>
      <w:r w:rsidRPr="003D2FAA">
        <w:t>afin de voir au no</w:t>
      </w:r>
      <w:r w:rsidRPr="003D2FAA">
        <w:t>u</w:t>
      </w:r>
      <w:r w:rsidRPr="003D2FAA">
        <w:t>veau chargement de la tartane pour son prochain départ</w:t>
      </w:r>
      <w:r w:rsidR="00DE313F">
        <w:t>.</w:t>
      </w:r>
    </w:p>
    <w:p w14:paraId="5919D638" w14:textId="77777777" w:rsidR="00DE313F" w:rsidRDefault="0074134D" w:rsidP="0074134D">
      <w:r w:rsidRPr="003D2FAA">
        <w:t>Mais le patron Nino</w:t>
      </w:r>
      <w:r w:rsidR="00DE313F">
        <w:t xml:space="preserve">, </w:t>
      </w:r>
      <w:r w:rsidRPr="003D2FAA">
        <w:t>sans s</w:t>
      </w:r>
      <w:r w:rsidR="00DE313F">
        <w:t>’</w:t>
      </w:r>
      <w:r w:rsidRPr="003D2FAA">
        <w:t>arrêter</w:t>
      </w:r>
      <w:r w:rsidR="00DE313F">
        <w:t xml:space="preserve">, </w:t>
      </w:r>
      <w:r w:rsidRPr="003D2FAA">
        <w:t>sans se détourner</w:t>
      </w:r>
      <w:r w:rsidR="00DE313F">
        <w:t xml:space="preserve">, </w:t>
      </w:r>
      <w:r w:rsidRPr="003D2FAA">
        <w:t xml:space="preserve">son béret à </w:t>
      </w:r>
      <w:r w:rsidRPr="003D2FAA">
        <w:rPr>
          <w:i/>
          <w:iCs/>
        </w:rPr>
        <w:t xml:space="preserve">barca di pelo </w:t>
      </w:r>
      <w:r w:rsidRPr="003D2FAA">
        <w:t>sur les yeux dont l</w:t>
      </w:r>
      <w:r w:rsidR="00DE313F">
        <w:t>’</w:t>
      </w:r>
      <w:r w:rsidRPr="003D2FAA">
        <w:t>un était ouvert et l</w:t>
      </w:r>
      <w:r w:rsidR="00DE313F">
        <w:t>’</w:t>
      </w:r>
      <w:r w:rsidRPr="003D2FAA">
        <w:t>autre non</w:t>
      </w:r>
      <w:r w:rsidR="00DE313F">
        <w:t xml:space="preserve">, </w:t>
      </w:r>
      <w:r w:rsidRPr="003D2FAA">
        <w:t>sa petite pipe de racine aux dents</w:t>
      </w:r>
      <w:r w:rsidR="00DE313F">
        <w:t xml:space="preserve">, </w:t>
      </w:r>
      <w:r w:rsidRPr="003D2FAA">
        <w:t>le patron Nino coupa sur les lèvres toutes les récriminations en criant</w:t>
      </w:r>
      <w:r w:rsidR="00DE313F">
        <w:t> :</w:t>
      </w:r>
    </w:p>
    <w:p w14:paraId="4FD5743D" w14:textId="77777777" w:rsidR="00DE313F" w:rsidRDefault="00DE313F" w:rsidP="0074134D">
      <w:r>
        <w:t>— </w:t>
      </w:r>
      <w:r w:rsidR="0074134D" w:rsidRPr="003D2FAA">
        <w:t>Laissez-moi tranquille</w:t>
      </w:r>
      <w:r>
        <w:t xml:space="preserve"> ! </w:t>
      </w:r>
      <w:r w:rsidR="0074134D" w:rsidRPr="003D2FAA">
        <w:t>Ce sont mes affaires</w:t>
      </w:r>
      <w:r>
        <w:t> !</w:t>
      </w:r>
    </w:p>
    <w:p w14:paraId="092212D8" w14:textId="77777777" w:rsidR="00DE313F" w:rsidRDefault="0074134D" w:rsidP="0074134D">
      <w:r w:rsidRPr="003D2FAA">
        <w:t>Il ne donna pas plus grande satisfaction à ceux qu</w:t>
      </w:r>
      <w:r w:rsidR="00DE313F">
        <w:t>’</w:t>
      </w:r>
      <w:r w:rsidRPr="003D2FAA">
        <w:t>il no</w:t>
      </w:r>
      <w:r w:rsidRPr="003D2FAA">
        <w:t>m</w:t>
      </w:r>
      <w:r w:rsidRPr="003D2FAA">
        <w:t xml:space="preserve">mait les </w:t>
      </w:r>
      <w:r w:rsidRPr="003D2FAA">
        <w:rPr>
          <w:i/>
          <w:iCs/>
        </w:rPr>
        <w:t>supérieurs</w:t>
      </w:r>
      <w:r w:rsidR="00DE313F">
        <w:t xml:space="preserve"> : </w:t>
      </w:r>
      <w:r w:rsidRPr="003D2FAA">
        <w:t>commerçants</w:t>
      </w:r>
      <w:r w:rsidR="00DE313F">
        <w:t xml:space="preserve">, </w:t>
      </w:r>
      <w:r w:rsidRPr="003D2FAA">
        <w:t>magasiniers</w:t>
      </w:r>
      <w:r w:rsidR="00DE313F">
        <w:t xml:space="preserve">, </w:t>
      </w:r>
      <w:r w:rsidRPr="003D2FAA">
        <w:t>courtiers d</w:t>
      </w:r>
      <w:r w:rsidR="00DE313F">
        <w:t>’</w:t>
      </w:r>
      <w:r w:rsidRPr="003D2FAA">
        <w:t>affrètements</w:t>
      </w:r>
      <w:r w:rsidR="00DE313F">
        <w:t xml:space="preserve"> ; </w:t>
      </w:r>
      <w:r w:rsidRPr="003D2FAA">
        <w:t>mais avec ceux-ci</w:t>
      </w:r>
      <w:r w:rsidR="00DE313F">
        <w:t xml:space="preserve">, </w:t>
      </w:r>
      <w:r w:rsidRPr="003D2FAA">
        <w:t>il fut moins laconique</w:t>
      </w:r>
      <w:r w:rsidR="00DE313F">
        <w:t> :</w:t>
      </w:r>
    </w:p>
    <w:p w14:paraId="6E370C87" w14:textId="77777777" w:rsidR="00DE313F" w:rsidRDefault="00DE313F" w:rsidP="0074134D">
      <w:r>
        <w:t>— </w:t>
      </w:r>
      <w:r w:rsidR="0074134D" w:rsidRPr="003D2FAA">
        <w:t>Chacun s</w:t>
      </w:r>
      <w:r>
        <w:t>’</w:t>
      </w:r>
      <w:r w:rsidR="0074134D" w:rsidRPr="003D2FAA">
        <w:t>arrange avec sa conscience</w:t>
      </w:r>
      <w:r>
        <w:t xml:space="preserve">, </w:t>
      </w:r>
      <w:r w:rsidR="0074134D" w:rsidRPr="003D2FAA">
        <w:t>Monsieur</w:t>
      </w:r>
      <w:r>
        <w:t xml:space="preserve">, </w:t>
      </w:r>
      <w:r w:rsidR="0074134D" w:rsidRPr="003D2FAA">
        <w:t>répo</w:t>
      </w:r>
      <w:r w:rsidR="0074134D" w:rsidRPr="003D2FAA">
        <w:t>n</w:t>
      </w:r>
      <w:r w:rsidR="0074134D" w:rsidRPr="003D2FAA">
        <w:t>dait-il</w:t>
      </w:r>
      <w:r>
        <w:t xml:space="preserve"> ; </w:t>
      </w:r>
      <w:r w:rsidR="0074134D" w:rsidRPr="003D2FAA">
        <w:t>affaires de famille</w:t>
      </w:r>
      <w:r>
        <w:t xml:space="preserve">, </w:t>
      </w:r>
      <w:r w:rsidR="0074134D" w:rsidRPr="003D2FAA">
        <w:t>personne n</w:t>
      </w:r>
      <w:r>
        <w:t>’</w:t>
      </w:r>
      <w:r w:rsidR="0074134D" w:rsidRPr="003D2FAA">
        <w:t>a le droit de s</w:t>
      </w:r>
      <w:r>
        <w:t>’</w:t>
      </w:r>
      <w:r w:rsidR="0074134D" w:rsidRPr="003D2FAA">
        <w:t>en mêler</w:t>
      </w:r>
      <w:r>
        <w:t xml:space="preserve">. </w:t>
      </w:r>
      <w:r w:rsidR="0074134D" w:rsidRPr="003D2FAA">
        <w:t>Dieu seul</w:t>
      </w:r>
      <w:r>
        <w:t xml:space="preserve">, </w:t>
      </w:r>
      <w:r w:rsidR="0074134D" w:rsidRPr="003D2FAA">
        <w:t>et cela suffit</w:t>
      </w:r>
      <w:r>
        <w:t> !</w:t>
      </w:r>
    </w:p>
    <w:p w14:paraId="060A9D1F" w14:textId="77777777" w:rsidR="00DE313F" w:rsidRDefault="0074134D" w:rsidP="0074134D">
      <w:r w:rsidRPr="003D2FAA">
        <w:t>Et deux jours plus tard</w:t>
      </w:r>
      <w:r w:rsidR="00DE313F">
        <w:t xml:space="preserve">, </w:t>
      </w:r>
      <w:r w:rsidRPr="003D2FAA">
        <w:t>en se rembarquant</w:t>
      </w:r>
      <w:r w:rsidR="00DE313F">
        <w:t xml:space="preserve">, </w:t>
      </w:r>
      <w:r w:rsidRPr="003D2FAA">
        <w:t>il ne voulut rien dire non plus à son équipage</w:t>
      </w:r>
      <w:r w:rsidR="00DE313F">
        <w:t>.</w:t>
      </w:r>
    </w:p>
    <w:p w14:paraId="39461288" w14:textId="77777777" w:rsidR="00DE313F" w:rsidRDefault="0074134D" w:rsidP="0074134D">
      <w:r w:rsidRPr="003D2FAA">
        <w:lastRenderedPageBreak/>
        <w:t>Mais pendant son absence du pays</w:t>
      </w:r>
      <w:r w:rsidR="00DE313F">
        <w:t xml:space="preserve">, </w:t>
      </w:r>
      <w:r w:rsidRPr="003D2FAA">
        <w:t>les deux sœurs deme</w:t>
      </w:r>
      <w:r w:rsidRPr="003D2FAA">
        <w:t>u</w:t>
      </w:r>
      <w:r w:rsidRPr="003D2FAA">
        <w:t xml:space="preserve">rèrent ensemble dans la maison des </w:t>
      </w:r>
      <w:proofErr w:type="spellStart"/>
      <w:r w:rsidRPr="003D2FAA">
        <w:rPr>
          <w:i/>
          <w:iCs/>
        </w:rPr>
        <w:t>Balate</w:t>
      </w:r>
      <w:proofErr w:type="spellEnd"/>
      <w:r w:rsidR="00DE313F">
        <w:t xml:space="preserve"> ; </w:t>
      </w:r>
      <w:r w:rsidRPr="003D2FAA">
        <w:t>et ensemble</w:t>
      </w:r>
      <w:r w:rsidR="00DE313F">
        <w:t xml:space="preserve">, </w:t>
      </w:r>
      <w:r w:rsidRPr="003D2FAA">
        <w:t>tra</w:t>
      </w:r>
      <w:r w:rsidRPr="003D2FAA">
        <w:t>n</w:t>
      </w:r>
      <w:r w:rsidRPr="003D2FAA">
        <w:t>quilles</w:t>
      </w:r>
      <w:r w:rsidR="00DE313F">
        <w:t xml:space="preserve">, </w:t>
      </w:r>
      <w:r w:rsidRPr="003D2FAA">
        <w:t>résignées et affectueuses</w:t>
      </w:r>
      <w:r w:rsidR="00DE313F">
        <w:t xml:space="preserve">, </w:t>
      </w:r>
      <w:r w:rsidRPr="003D2FAA">
        <w:t>vaquèrent aux affaires dome</w:t>
      </w:r>
      <w:r w:rsidRPr="003D2FAA">
        <w:t>s</w:t>
      </w:r>
      <w:r w:rsidRPr="003D2FAA">
        <w:t>tiques et aux soins que réclamait l</w:t>
      </w:r>
      <w:r w:rsidR="00DE313F">
        <w:t>’</w:t>
      </w:r>
      <w:r w:rsidRPr="003D2FAA">
        <w:t>enfant</w:t>
      </w:r>
      <w:r w:rsidR="00DE313F">
        <w:t>.</w:t>
      </w:r>
    </w:p>
    <w:p w14:paraId="07CE2154" w14:textId="77777777" w:rsidR="00DE313F" w:rsidRDefault="0074134D" w:rsidP="0074134D">
      <w:r w:rsidRPr="003D2FAA">
        <w:t>Aux voisins</w:t>
      </w:r>
      <w:r w:rsidR="00DE313F">
        <w:t xml:space="preserve">, </w:t>
      </w:r>
      <w:r w:rsidRPr="003D2FAA">
        <w:t>à tous les curieux qui venaient les interroger</w:t>
      </w:r>
      <w:r w:rsidR="00DE313F">
        <w:t xml:space="preserve">, </w:t>
      </w:r>
      <w:r w:rsidRPr="003D2FAA">
        <w:t>elles ne donnèrent</w:t>
      </w:r>
      <w:r w:rsidR="00DE313F">
        <w:t xml:space="preserve">, </w:t>
      </w:r>
      <w:r w:rsidRPr="003D2FAA">
        <w:t>elles non plus</w:t>
      </w:r>
      <w:r w:rsidR="00DE313F">
        <w:t xml:space="preserve">, </w:t>
      </w:r>
      <w:r w:rsidRPr="003D2FAA">
        <w:t>aucune satisfaction</w:t>
      </w:r>
      <w:r w:rsidR="00DE313F">
        <w:t xml:space="preserve">. </w:t>
      </w:r>
      <w:r w:rsidRPr="003D2FAA">
        <w:t>Elles ouvraient les bras</w:t>
      </w:r>
      <w:r w:rsidR="00DE313F">
        <w:t xml:space="preserve">, </w:t>
      </w:r>
      <w:r w:rsidRPr="003D2FAA">
        <w:t>levaient les yeux au ciel</w:t>
      </w:r>
      <w:r w:rsidR="00DE313F">
        <w:t xml:space="preserve">, </w:t>
      </w:r>
      <w:r w:rsidRPr="003D2FAA">
        <w:t>et avec un triste so</w:t>
      </w:r>
      <w:r w:rsidRPr="003D2FAA">
        <w:t>u</w:t>
      </w:r>
      <w:r w:rsidRPr="003D2FAA">
        <w:t>rire</w:t>
      </w:r>
      <w:r w:rsidR="00DE313F">
        <w:t xml:space="preserve">, </w:t>
      </w:r>
      <w:r w:rsidRPr="003D2FAA">
        <w:t>répondaient à toutes les questions</w:t>
      </w:r>
      <w:r w:rsidR="00DE313F">
        <w:t> :</w:t>
      </w:r>
    </w:p>
    <w:p w14:paraId="21847A6C" w14:textId="77777777" w:rsidR="00DE313F" w:rsidRDefault="00DE313F" w:rsidP="0074134D">
      <w:r>
        <w:t>— </w:t>
      </w:r>
      <w:r w:rsidR="0074134D" w:rsidRPr="003D2FAA">
        <w:t>Comme Dieu le voudra</w:t>
      </w:r>
      <w:r>
        <w:t xml:space="preserve">, </w:t>
      </w:r>
      <w:r w:rsidR="0074134D" w:rsidRPr="003D2FAA">
        <w:t>commère</w:t>
      </w:r>
      <w:r>
        <w:t> !</w:t>
      </w:r>
    </w:p>
    <w:p w14:paraId="673EAE23" w14:textId="77777777" w:rsidR="00DE313F" w:rsidRDefault="00DE313F" w:rsidP="0074134D">
      <w:r>
        <w:t>— </w:t>
      </w:r>
      <w:r w:rsidR="0074134D" w:rsidRPr="003D2FAA">
        <w:t>Comme Dieu le voudra</w:t>
      </w:r>
      <w:r>
        <w:t xml:space="preserve">, </w:t>
      </w:r>
      <w:r w:rsidR="0074134D" w:rsidRPr="003D2FAA">
        <w:t>compère</w:t>
      </w:r>
      <w:r>
        <w:t> !</w:t>
      </w:r>
    </w:p>
    <w:p w14:paraId="4958EA9A" w14:textId="77777777" w:rsidR="00DE313F" w:rsidRDefault="0074134D" w:rsidP="0074134D">
      <w:r w:rsidRPr="003D2FAA">
        <w:t>Quand vint le jour où devait rentrer la tartane</w:t>
      </w:r>
      <w:r w:rsidR="00DE313F">
        <w:t xml:space="preserve">, </w:t>
      </w:r>
      <w:r w:rsidRPr="003D2FAA">
        <w:t>toutes deux ensemble</w:t>
      </w:r>
      <w:r w:rsidR="00DE313F">
        <w:t xml:space="preserve">, </w:t>
      </w:r>
      <w:r w:rsidRPr="003D2FAA">
        <w:t>le petit à la main</w:t>
      </w:r>
      <w:r w:rsidR="00DE313F">
        <w:t xml:space="preserve">, </w:t>
      </w:r>
      <w:r w:rsidRPr="003D2FAA">
        <w:t>elles se rendirent au môle</w:t>
      </w:r>
      <w:r w:rsidR="00DE313F">
        <w:t xml:space="preserve">. </w:t>
      </w:r>
      <w:r w:rsidRPr="003D2FAA">
        <w:t>Cette fois</w:t>
      </w:r>
      <w:r w:rsidR="00DE313F">
        <w:t xml:space="preserve">, </w:t>
      </w:r>
      <w:r w:rsidRPr="003D2FAA">
        <w:t>il y avait peu de curieux sur la jetée</w:t>
      </w:r>
      <w:r w:rsidR="00DE313F">
        <w:t xml:space="preserve">. </w:t>
      </w:r>
      <w:r w:rsidRPr="003D2FAA">
        <w:t>Le patron Nino</w:t>
      </w:r>
      <w:r w:rsidR="00DE313F">
        <w:t xml:space="preserve">, </w:t>
      </w:r>
      <w:r w:rsidRPr="003D2FAA">
        <w:t>sa</w:t>
      </w:r>
      <w:r w:rsidRPr="003D2FAA">
        <w:t>u</w:t>
      </w:r>
      <w:r w:rsidRPr="003D2FAA">
        <w:t>tant à terre</w:t>
      </w:r>
      <w:r w:rsidR="00DE313F">
        <w:t xml:space="preserve">, </w:t>
      </w:r>
      <w:r w:rsidRPr="003D2FAA">
        <w:t>donna la main en silence à l</w:t>
      </w:r>
      <w:r w:rsidR="00DE313F">
        <w:t>’</w:t>
      </w:r>
      <w:r w:rsidRPr="003D2FAA">
        <w:t>une et à l</w:t>
      </w:r>
      <w:r w:rsidR="00DE313F">
        <w:t>’</w:t>
      </w:r>
      <w:r w:rsidRPr="003D2FAA">
        <w:t>autre des deux sœurs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inclina pour embrasser l</w:t>
      </w:r>
      <w:r w:rsidR="00DE313F">
        <w:t>’</w:t>
      </w:r>
      <w:r w:rsidRPr="003D2FAA">
        <w:t>enfant</w:t>
      </w:r>
      <w:r w:rsidR="00DE313F">
        <w:t xml:space="preserve">, </w:t>
      </w:r>
      <w:r w:rsidRPr="003D2FAA">
        <w:t>le prit dans ses bras</w:t>
      </w:r>
      <w:r w:rsidR="00DE313F">
        <w:t xml:space="preserve">, </w:t>
      </w:r>
      <w:r w:rsidRPr="003D2FAA">
        <w:t>et se mit en chemin comme il l</w:t>
      </w:r>
      <w:r w:rsidR="00DE313F">
        <w:t>’</w:t>
      </w:r>
      <w:r w:rsidRPr="003D2FAA">
        <w:t>avait fait lors de sa pr</w:t>
      </w:r>
      <w:r w:rsidRPr="003D2FAA">
        <w:t>e</w:t>
      </w:r>
      <w:r w:rsidRPr="003D2FAA">
        <w:t>mière arrivée</w:t>
      </w:r>
      <w:r w:rsidR="00DE313F">
        <w:t xml:space="preserve">, </w:t>
      </w:r>
      <w:r w:rsidRPr="003D2FAA">
        <w:t>suivi par les deux femmes</w:t>
      </w:r>
      <w:r w:rsidR="00DE313F">
        <w:t xml:space="preserve">. </w:t>
      </w:r>
      <w:r w:rsidRPr="003D2FAA">
        <w:t>Mais cette fois</w:t>
      </w:r>
      <w:r w:rsidR="00DE313F">
        <w:t xml:space="preserve">, </w:t>
      </w:r>
      <w:r w:rsidRPr="003D2FAA">
        <w:t xml:space="preserve">à la porte de la maison du </w:t>
      </w:r>
      <w:proofErr w:type="spellStart"/>
      <w:r w:rsidRPr="003D2FAA">
        <w:rPr>
          <w:i/>
          <w:iCs/>
        </w:rPr>
        <w:t>Balate</w:t>
      </w:r>
      <w:proofErr w:type="spellEnd"/>
      <w:r w:rsidR="00DE313F">
        <w:rPr>
          <w:i/>
          <w:iCs/>
        </w:rPr>
        <w:t xml:space="preserve">, </w:t>
      </w:r>
      <w:r w:rsidRPr="003D2FAA">
        <w:t>ce fut Rosa</w:t>
      </w:r>
      <w:r w:rsidR="00DE313F">
        <w:t xml:space="preserve">, </w:t>
      </w:r>
      <w:r w:rsidRPr="003D2FAA">
        <w:t>la seconde femme</w:t>
      </w:r>
      <w:r w:rsidR="00DE313F">
        <w:t xml:space="preserve">, </w:t>
      </w:r>
      <w:r w:rsidRPr="003D2FAA">
        <w:t xml:space="preserve">qui resta avec le patron Nino et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avec le petit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en alla tranquillement à la petite chambre de la rue du cimetière</w:t>
      </w:r>
      <w:r w:rsidR="00DE313F">
        <w:t>.</w:t>
      </w:r>
    </w:p>
    <w:p w14:paraId="1EA9FBAD" w14:textId="77777777" w:rsidR="00DE313F" w:rsidRDefault="0074134D" w:rsidP="0074134D">
      <w:r w:rsidRPr="003D2FAA">
        <w:t>Et alors tout le pays qui avait d</w:t>
      </w:r>
      <w:r w:rsidR="00DE313F">
        <w:t>’</w:t>
      </w:r>
      <w:r w:rsidRPr="003D2FAA">
        <w:t>abord tant de compassion pour le sacrifice de la deuxième femme</w:t>
      </w:r>
      <w:r w:rsidR="00DE313F">
        <w:t xml:space="preserve">, </w:t>
      </w:r>
      <w:r w:rsidRPr="003D2FAA">
        <w:t>voyant maintenant qu</w:t>
      </w:r>
      <w:r w:rsidR="00DE313F">
        <w:t>’</w:t>
      </w:r>
      <w:r w:rsidRPr="003D2FAA">
        <w:t>il n</w:t>
      </w:r>
      <w:r w:rsidR="00DE313F">
        <w:t>’</w:t>
      </w:r>
      <w:r w:rsidRPr="003D2FAA">
        <w:t>y avait de sacrifice pour aucune des deux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indigna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irrita f</w:t>
      </w:r>
      <w:r w:rsidRPr="003D2FAA">
        <w:t>u</w:t>
      </w:r>
      <w:r w:rsidRPr="003D2FAA">
        <w:t>rieusement de la tranquille et simple équité de cette solution</w:t>
      </w:r>
      <w:r w:rsidR="00DE313F">
        <w:t xml:space="preserve">, </w:t>
      </w:r>
      <w:r w:rsidRPr="003D2FAA">
        <w:t>et beaucoup crièrent au scandale</w:t>
      </w:r>
      <w:r w:rsidR="00DE313F">
        <w:t>.</w:t>
      </w:r>
    </w:p>
    <w:p w14:paraId="0C895F1A" w14:textId="77777777" w:rsidR="00DE313F" w:rsidRDefault="0074134D" w:rsidP="0074134D">
      <w:r w:rsidRPr="003D2FAA">
        <w:t>Tous d</w:t>
      </w:r>
      <w:r w:rsidR="00DE313F">
        <w:t>’</w:t>
      </w:r>
      <w:r w:rsidRPr="003D2FAA">
        <w:t>abord restèrent abasourdis</w:t>
      </w:r>
      <w:r w:rsidR="00DE313F">
        <w:t xml:space="preserve">, </w:t>
      </w:r>
      <w:r w:rsidRPr="003D2FAA">
        <w:t>puis éclatèrent d</w:t>
      </w:r>
      <w:r w:rsidR="00DE313F">
        <w:t>’</w:t>
      </w:r>
      <w:r w:rsidRPr="003D2FAA">
        <w:t>un grand rire</w:t>
      </w:r>
      <w:r w:rsidR="00DE313F">
        <w:t xml:space="preserve">. </w:t>
      </w:r>
      <w:r w:rsidRPr="003D2FAA">
        <w:t>L</w:t>
      </w:r>
      <w:r w:rsidR="00DE313F">
        <w:t>’</w:t>
      </w:r>
      <w:r w:rsidRPr="003D2FAA">
        <w:t>irritation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indignation naquirent plus tard</w:t>
      </w:r>
      <w:r w:rsidR="00DE313F">
        <w:t xml:space="preserve"> ; </w:t>
      </w:r>
      <w:r w:rsidRPr="003D2FAA">
        <w:t>et justement parce que tous</w:t>
      </w:r>
      <w:r w:rsidR="00DE313F">
        <w:t xml:space="preserve">, </w:t>
      </w:r>
      <w:r w:rsidRPr="003D2FAA">
        <w:t>au fond</w:t>
      </w:r>
      <w:r w:rsidR="00DE313F">
        <w:t xml:space="preserve">, </w:t>
      </w:r>
      <w:r w:rsidRPr="003D2FAA">
        <w:t>se virent contraints de reco</w:t>
      </w:r>
      <w:r w:rsidRPr="003D2FAA">
        <w:t>n</w:t>
      </w:r>
      <w:r w:rsidRPr="003D2FAA">
        <w:t>naître que puisqu</w:t>
      </w:r>
      <w:r w:rsidR="00DE313F">
        <w:t>’</w:t>
      </w:r>
      <w:r w:rsidRPr="003D2FAA">
        <w:t>il n</w:t>
      </w:r>
      <w:r w:rsidR="00DE313F">
        <w:t>’</w:t>
      </w:r>
      <w:r w:rsidRPr="003D2FAA">
        <w:t>y avait eu ni tromperie</w:t>
      </w:r>
      <w:r w:rsidR="00DE313F">
        <w:t xml:space="preserve">, </w:t>
      </w:r>
      <w:r w:rsidRPr="003D2FAA">
        <w:t xml:space="preserve">ni faute </w:t>
      </w:r>
      <w:r w:rsidRPr="003D2FAA">
        <w:lastRenderedPageBreak/>
        <w:t>d</w:t>
      </w:r>
      <w:r w:rsidR="00DE313F">
        <w:t>’</w:t>
      </w:r>
      <w:r w:rsidRPr="003D2FAA">
        <w:t>aucun côté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on ne pouvait exiger la condamnation ou le sacrifice de l</w:t>
      </w:r>
      <w:r w:rsidR="00DE313F">
        <w:t>’</w:t>
      </w:r>
      <w:r w:rsidRPr="003D2FAA">
        <w:t>une ou de l</w:t>
      </w:r>
      <w:r w:rsidR="00DE313F">
        <w:t>’</w:t>
      </w:r>
      <w:r w:rsidRPr="003D2FAA">
        <w:t>autre épouse</w:t>
      </w:r>
      <w:r w:rsidR="00DE313F">
        <w:t xml:space="preserve"> – </w:t>
      </w:r>
      <w:r w:rsidRPr="003D2FAA">
        <w:t>épouses toutes deux devant Dieu et devant la loi</w:t>
      </w:r>
      <w:r w:rsidR="00DE313F">
        <w:t xml:space="preserve"> ! – </w:t>
      </w:r>
      <w:r w:rsidRPr="003D2FAA">
        <w:t>dans cette anormale situation</w:t>
      </w:r>
      <w:r w:rsidR="00DE313F">
        <w:t xml:space="preserve">, </w:t>
      </w:r>
      <w:r w:rsidRPr="003D2FAA">
        <w:t>la résolution prise par ces trois malheureux était la meilleure que l</w:t>
      </w:r>
      <w:r w:rsidR="00DE313F">
        <w:t>’</w:t>
      </w:r>
      <w:r w:rsidRPr="003D2FAA">
        <w:t>on pût prendre pour ne pas donner de scandale</w:t>
      </w:r>
      <w:r w:rsidR="00DE313F">
        <w:t xml:space="preserve">. </w:t>
      </w:r>
      <w:r w:rsidRPr="003D2FAA">
        <w:t>Ce qui irrita surtout</w:t>
      </w:r>
      <w:r w:rsidR="00DE313F">
        <w:t xml:space="preserve">, </w:t>
      </w:r>
      <w:r w:rsidRPr="003D2FAA">
        <w:t>ce fut la paix</w:t>
      </w:r>
      <w:r w:rsidR="00DE313F">
        <w:t xml:space="preserve">, </w:t>
      </w:r>
      <w:r w:rsidRPr="003D2FAA">
        <w:t>le bon accord</w:t>
      </w:r>
      <w:r w:rsidR="00DE313F">
        <w:t xml:space="preserve">, </w:t>
      </w:r>
      <w:r w:rsidRPr="003D2FAA">
        <w:t>la résignation des deux sœurs d</w:t>
      </w:r>
      <w:r w:rsidRPr="003D2FAA">
        <w:t>é</w:t>
      </w:r>
      <w:r w:rsidRPr="003D2FAA">
        <w:t>vouées et qui se montraient sans l</w:t>
      </w:r>
      <w:r w:rsidR="00DE313F">
        <w:t>’</w:t>
      </w:r>
      <w:r w:rsidRPr="003D2FAA">
        <w:t>ombre d</w:t>
      </w:r>
      <w:r w:rsidR="00DE313F">
        <w:t>’</w:t>
      </w:r>
      <w:r w:rsidRPr="003D2FAA">
        <w:t>envie ni de jalousie l</w:t>
      </w:r>
      <w:r w:rsidR="00DE313F">
        <w:t>’</w:t>
      </w:r>
      <w:r w:rsidRPr="003D2FAA">
        <w:t>une envers l</w:t>
      </w:r>
      <w:r w:rsidR="00DE313F">
        <w:t>’</w:t>
      </w:r>
      <w:r w:rsidRPr="003D2FAA">
        <w:t>autre</w:t>
      </w:r>
      <w:r w:rsidR="00DE313F">
        <w:t xml:space="preserve">. </w:t>
      </w:r>
      <w:r w:rsidRPr="003D2FAA">
        <w:t>Oui</w:t>
      </w:r>
      <w:r w:rsidR="00DE313F">
        <w:t xml:space="preserve">, </w:t>
      </w:r>
      <w:r w:rsidRPr="003D2FAA">
        <w:t>ils comprenaient que Rosa</w:t>
      </w:r>
      <w:r w:rsidR="00DE313F">
        <w:t xml:space="preserve">, </w:t>
      </w:r>
      <w:r w:rsidRPr="003D2FAA">
        <w:t>la plus jeune sœur</w:t>
      </w:r>
      <w:r w:rsidR="00DE313F">
        <w:t xml:space="preserve">, </w:t>
      </w:r>
      <w:r w:rsidRPr="003D2FAA">
        <w:t>ne pût parler</w:t>
      </w:r>
      <w:r w:rsidR="00DE313F">
        <w:t xml:space="preserve">, </w:t>
      </w:r>
      <w:r w:rsidRPr="003D2FAA">
        <w:t>ne pût avoir de jalousie pour l</w:t>
      </w:r>
      <w:r w:rsidR="00DE313F">
        <w:t>’</w:t>
      </w:r>
      <w:r w:rsidRPr="003D2FAA">
        <w:t>autre à laquelle elle devait tout</w:t>
      </w:r>
      <w:r w:rsidR="00DE313F">
        <w:t xml:space="preserve">, </w:t>
      </w:r>
      <w:r w:rsidRPr="003D2FAA">
        <w:t>à laquelle</w:t>
      </w:r>
      <w:r w:rsidR="00DE313F">
        <w:t xml:space="preserve"> – </w:t>
      </w:r>
      <w:r w:rsidRPr="003D2FAA">
        <w:t>sans le savoir</w:t>
      </w:r>
      <w:r w:rsidR="00DE313F">
        <w:t xml:space="preserve">, </w:t>
      </w:r>
      <w:r w:rsidRPr="003D2FAA">
        <w:t>il est vrai</w:t>
      </w:r>
      <w:r w:rsidR="00DE313F">
        <w:t xml:space="preserve"> – </w:t>
      </w:r>
      <w:r w:rsidRPr="003D2FAA">
        <w:t>elle avait pris son mari</w:t>
      </w:r>
      <w:r w:rsidR="00DE313F">
        <w:t xml:space="preserve"> ; </w:t>
      </w:r>
      <w:r w:rsidRPr="003D2FAA">
        <w:t xml:space="preserve">tout au plus </w:t>
      </w:r>
      <w:proofErr w:type="spellStart"/>
      <w:r w:rsidRPr="003D2FAA">
        <w:t>Filippa</w:t>
      </w:r>
      <w:proofErr w:type="spellEnd"/>
      <w:r w:rsidRPr="003D2FAA">
        <w:t xml:space="preserve"> aurait pu en re</w:t>
      </w:r>
      <w:r w:rsidRPr="003D2FAA">
        <w:t>s</w:t>
      </w:r>
      <w:r w:rsidRPr="003D2FAA">
        <w:t>sentir pour elle</w:t>
      </w:r>
      <w:r w:rsidR="00DE313F">
        <w:t xml:space="preserve"> ; </w:t>
      </w:r>
      <w:r w:rsidRPr="003D2FAA">
        <w:t>mais non</w:t>
      </w:r>
      <w:r w:rsidR="00DE313F">
        <w:t xml:space="preserve">, </w:t>
      </w:r>
      <w:r w:rsidRPr="003D2FAA">
        <w:t xml:space="preserve">ils comprenaient encore que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non plus</w:t>
      </w:r>
      <w:r w:rsidR="00DE313F">
        <w:t xml:space="preserve">, </w:t>
      </w:r>
      <w:r w:rsidRPr="003D2FAA">
        <w:t>ne pouvait en avoir</w:t>
      </w:r>
      <w:r w:rsidR="00DE313F">
        <w:t xml:space="preserve">, </w:t>
      </w:r>
      <w:r w:rsidRPr="003D2FAA">
        <w:t>sachant que Rosa</w:t>
      </w:r>
      <w:r w:rsidR="00DE313F">
        <w:t xml:space="preserve"> – </w:t>
      </w:r>
      <w:r w:rsidRPr="003D2FAA">
        <w:t>sa migno</w:t>
      </w:r>
      <w:r w:rsidRPr="003D2FAA">
        <w:t>n</w:t>
      </w:r>
      <w:r w:rsidRPr="003D2FAA">
        <w:t>nette</w:t>
      </w:r>
      <w:r w:rsidR="00DE313F">
        <w:t xml:space="preserve">, </w:t>
      </w:r>
      <w:r w:rsidRPr="003D2FAA">
        <w:t>comme elle l</w:t>
      </w:r>
      <w:r w:rsidR="00DE313F">
        <w:t>’</w:t>
      </w:r>
      <w:r w:rsidRPr="003D2FAA">
        <w:t>appelait</w:t>
      </w:r>
      <w:r w:rsidR="00DE313F">
        <w:t xml:space="preserve"> – </w:t>
      </w:r>
      <w:r w:rsidRPr="003D2FAA">
        <w:t>avait agi sans dessein de la tro</w:t>
      </w:r>
      <w:r w:rsidRPr="003D2FAA">
        <w:t>m</w:t>
      </w:r>
      <w:r w:rsidRPr="003D2FAA">
        <w:t>per et n</w:t>
      </w:r>
      <w:r w:rsidR="00DE313F">
        <w:t>’</w:t>
      </w:r>
      <w:r w:rsidRPr="003D2FAA">
        <w:t>avait commis aucune faute</w:t>
      </w:r>
      <w:r w:rsidR="00DE313F">
        <w:t xml:space="preserve">. </w:t>
      </w:r>
      <w:r w:rsidRPr="003D2FAA">
        <w:t>Alors</w:t>
      </w:r>
      <w:r w:rsidR="00DE313F">
        <w:t xml:space="preserve"> ? </w:t>
      </w:r>
      <w:r w:rsidRPr="003D2FAA">
        <w:t>Pour toutes deux existait la sainteté du mariage inviolable</w:t>
      </w:r>
      <w:r w:rsidR="00DE313F">
        <w:t xml:space="preserve"> ; </w:t>
      </w:r>
      <w:r w:rsidRPr="003D2FAA">
        <w:t>la dévotion à l</w:t>
      </w:r>
      <w:r w:rsidR="00DE313F">
        <w:t>’</w:t>
      </w:r>
      <w:r w:rsidRPr="003D2FAA">
        <w:t>homme qui travaillait</w:t>
      </w:r>
      <w:r w:rsidR="00DE313F">
        <w:t xml:space="preserve">, </w:t>
      </w:r>
      <w:r w:rsidRPr="003D2FAA">
        <w:t>au père</w:t>
      </w:r>
      <w:r w:rsidR="00DE313F">
        <w:t xml:space="preserve"> !… </w:t>
      </w:r>
      <w:r w:rsidRPr="003D2FAA">
        <w:t>Il était toujours en voyage</w:t>
      </w:r>
      <w:r w:rsidR="00DE313F">
        <w:t xml:space="preserve">, </w:t>
      </w:r>
      <w:r w:rsidRPr="003D2FAA">
        <w:t>déba</w:t>
      </w:r>
      <w:r w:rsidRPr="003D2FAA">
        <w:t>r</w:t>
      </w:r>
      <w:r w:rsidRPr="003D2FAA">
        <w:t>quant deux ou trois jours seulement chaque mois</w:t>
      </w:r>
      <w:r w:rsidR="00DE313F">
        <w:t xml:space="preserve">. </w:t>
      </w:r>
      <w:r w:rsidRPr="003D2FAA">
        <w:t>Eh</w:t>
      </w:r>
      <w:r w:rsidR="00DE313F">
        <w:t xml:space="preserve"> ! </w:t>
      </w:r>
      <w:r w:rsidRPr="003D2FAA">
        <w:t>bien</w:t>
      </w:r>
      <w:r w:rsidR="00DE313F">
        <w:t xml:space="preserve">, </w:t>
      </w:r>
      <w:r w:rsidRPr="003D2FAA">
        <w:t>puisque Dieu avait permis le retour de l</w:t>
      </w:r>
      <w:r w:rsidR="00DE313F">
        <w:t>’</w:t>
      </w:r>
      <w:r w:rsidRPr="003D2FAA">
        <w:t>une</w:t>
      </w:r>
      <w:r w:rsidR="00DE313F">
        <w:t xml:space="preserve">, </w:t>
      </w:r>
      <w:r w:rsidRPr="003D2FAA">
        <w:t>puisque Dieu en avait décidé ainsi</w:t>
      </w:r>
      <w:r w:rsidR="00DE313F">
        <w:t xml:space="preserve">, </w:t>
      </w:r>
      <w:r w:rsidRPr="003D2FAA">
        <w:t>une à la fois</w:t>
      </w:r>
      <w:r w:rsidR="00DE313F">
        <w:t xml:space="preserve">, </w:t>
      </w:r>
      <w:r w:rsidRPr="003D2FAA">
        <w:t>en paix et sans envie</w:t>
      </w:r>
      <w:r w:rsidR="00DE313F">
        <w:t xml:space="preserve">, </w:t>
      </w:r>
      <w:r w:rsidRPr="003D2FAA">
        <w:t>elles a</w:t>
      </w:r>
      <w:r w:rsidRPr="003D2FAA">
        <w:t>t</w:t>
      </w:r>
      <w:r w:rsidRPr="003D2FAA">
        <w:t>tendaient leur homme qui revenait fatigué de la mer</w:t>
      </w:r>
      <w:r w:rsidR="00DE313F">
        <w:t>.</w:t>
      </w:r>
    </w:p>
    <w:p w14:paraId="0A758208" w14:textId="77777777" w:rsidR="00DE313F" w:rsidRDefault="0074134D" w:rsidP="0074134D">
      <w:r w:rsidRPr="003D2FAA">
        <w:t>Toutes ces raisons étaient bonnes</w:t>
      </w:r>
      <w:r w:rsidR="00DE313F">
        <w:t xml:space="preserve">, </w:t>
      </w:r>
      <w:r w:rsidRPr="003D2FAA">
        <w:t>oui</w:t>
      </w:r>
      <w:r w:rsidR="00DE313F">
        <w:t xml:space="preserve">, </w:t>
      </w:r>
      <w:r w:rsidRPr="003D2FAA">
        <w:t>et honnêtes et pleines de calme</w:t>
      </w:r>
      <w:r w:rsidR="00DE313F">
        <w:t xml:space="preserve">, </w:t>
      </w:r>
      <w:r w:rsidRPr="003D2FAA">
        <w:t>mais justement parce qu</w:t>
      </w:r>
      <w:r w:rsidR="00DE313F">
        <w:t>’</w:t>
      </w:r>
      <w:r w:rsidRPr="003D2FAA">
        <w:t>elles étaient bonnes</w:t>
      </w:r>
      <w:r w:rsidR="00DE313F">
        <w:t xml:space="preserve">, </w:t>
      </w:r>
      <w:r w:rsidRPr="003D2FAA">
        <w:t>calmes et honnêtes</w:t>
      </w:r>
      <w:r w:rsidR="00DE313F">
        <w:t xml:space="preserve">, </w:t>
      </w:r>
      <w:r w:rsidRPr="003D2FAA">
        <w:t>elles irritèrent les gens</w:t>
      </w:r>
      <w:r w:rsidR="00DE313F">
        <w:t xml:space="preserve">. </w:t>
      </w:r>
      <w:r w:rsidRPr="003D2FAA">
        <w:t>Et le patron Nino Mo</w:t>
      </w:r>
      <w:r w:rsidR="00DE313F">
        <w:t xml:space="preserve">, </w:t>
      </w:r>
      <w:r w:rsidRPr="003D2FAA">
        <w:t>le jour qui suivit sa seconde venue</w:t>
      </w:r>
      <w:r w:rsidR="00DE313F">
        <w:t xml:space="preserve">, </w:t>
      </w:r>
      <w:r w:rsidRPr="003D2FAA">
        <w:t>fut appelé par le juge de paix pour s</w:t>
      </w:r>
      <w:r w:rsidR="00DE313F">
        <w:t>’</w:t>
      </w:r>
      <w:r w:rsidRPr="003D2FAA">
        <w:t>entendre déclarer sévèrement que la bigamie n</w:t>
      </w:r>
      <w:r w:rsidR="00DE313F">
        <w:t>’</w:t>
      </w:r>
      <w:r w:rsidRPr="003D2FAA">
        <w:t>était pas permise par la loi</w:t>
      </w:r>
      <w:r w:rsidR="00DE313F">
        <w:t xml:space="preserve">. </w:t>
      </w:r>
      <w:r w:rsidRPr="003D2FAA">
        <w:t>Peu auparavant</w:t>
      </w:r>
      <w:r w:rsidR="00DE313F">
        <w:t xml:space="preserve">, </w:t>
      </w:r>
      <w:r w:rsidRPr="003D2FAA">
        <w:t>il avait causé avec un homme du barreau</w:t>
      </w:r>
      <w:r w:rsidR="00DE313F">
        <w:t xml:space="preserve">, </w:t>
      </w:r>
      <w:r w:rsidRPr="003D2FAA">
        <w:t>et il se présenta devant le prêteur sérieux</w:t>
      </w:r>
      <w:r w:rsidR="00DE313F">
        <w:t xml:space="preserve">, </w:t>
      </w:r>
      <w:r w:rsidRPr="003D2FAA">
        <w:t>calme et tout d</w:t>
      </w:r>
      <w:r w:rsidR="00DE313F">
        <w:t>’</w:t>
      </w:r>
      <w:r w:rsidRPr="003D2FAA">
        <w:t>une pièce comme à son ordinaire</w:t>
      </w:r>
      <w:r w:rsidR="00DE313F">
        <w:t>.</w:t>
      </w:r>
    </w:p>
    <w:p w14:paraId="74836187" w14:textId="77777777" w:rsidR="00DE313F" w:rsidRDefault="0074134D" w:rsidP="0074134D">
      <w:r w:rsidRPr="003D2FAA">
        <w:lastRenderedPageBreak/>
        <w:t>Il lui répondit que dans son cas</w:t>
      </w:r>
      <w:r w:rsidR="00DE313F">
        <w:t xml:space="preserve">, </w:t>
      </w:r>
      <w:r w:rsidRPr="003D2FAA">
        <w:t>on ne pouvait parler de bigamie puisque sa première femme figurait encore et continu</w:t>
      </w:r>
      <w:r w:rsidRPr="003D2FAA">
        <w:t>e</w:t>
      </w:r>
      <w:r w:rsidRPr="003D2FAA">
        <w:t>rait à figurer comme morte dans les actes publics</w:t>
      </w:r>
      <w:r w:rsidR="00DE313F">
        <w:t xml:space="preserve"> ; </w:t>
      </w:r>
      <w:r w:rsidRPr="003D2FAA">
        <w:t>qu</w:t>
      </w:r>
      <w:r w:rsidR="00DE313F">
        <w:t>’</w:t>
      </w:r>
      <w:r w:rsidRPr="003D2FAA">
        <w:t>il n</w:t>
      </w:r>
      <w:r w:rsidR="00DE313F">
        <w:t>’</w:t>
      </w:r>
      <w:r w:rsidRPr="003D2FAA">
        <w:t>avait donc devant la loi qu</w:t>
      </w:r>
      <w:r w:rsidR="00DE313F">
        <w:t>’</w:t>
      </w:r>
      <w:r w:rsidRPr="003D2FAA">
        <w:t>une seule femme</w:t>
      </w:r>
      <w:r w:rsidR="00DE313F">
        <w:t xml:space="preserve">, </w:t>
      </w:r>
      <w:r w:rsidRPr="003D2FAA">
        <w:t>la seconde</w:t>
      </w:r>
      <w:r w:rsidR="00DE313F">
        <w:t>.</w:t>
      </w:r>
    </w:p>
    <w:p w14:paraId="3ED9CD2F" w14:textId="77777777" w:rsidR="00DE313F" w:rsidRDefault="00DE313F" w:rsidP="0074134D">
      <w:r>
        <w:t>— </w:t>
      </w:r>
      <w:r w:rsidR="0074134D" w:rsidRPr="003D2FAA">
        <w:t>Du reste</w:t>
      </w:r>
      <w:r>
        <w:t xml:space="preserve">, </w:t>
      </w:r>
      <w:r w:rsidR="0074134D" w:rsidRPr="003D2FAA">
        <w:t>conclut-il</w:t>
      </w:r>
      <w:r>
        <w:t xml:space="preserve">, </w:t>
      </w:r>
      <w:r w:rsidR="0074134D" w:rsidRPr="003D2FAA">
        <w:t>au-dessus de la loi des hommes</w:t>
      </w:r>
      <w:r>
        <w:t xml:space="preserve">, </w:t>
      </w:r>
      <w:r w:rsidR="0074134D" w:rsidRPr="003D2FAA">
        <w:t>monsieur le prêteur</w:t>
      </w:r>
      <w:r>
        <w:t xml:space="preserve">, </w:t>
      </w:r>
      <w:r w:rsidR="0074134D" w:rsidRPr="003D2FAA">
        <w:t>il y a celle de Dieu à laquelle je me suis to</w:t>
      </w:r>
      <w:r w:rsidR="0074134D" w:rsidRPr="003D2FAA">
        <w:t>u</w:t>
      </w:r>
      <w:r w:rsidR="0074134D" w:rsidRPr="003D2FAA">
        <w:t>jours appliqué à obéir</w:t>
      </w:r>
      <w:r>
        <w:t>…</w:t>
      </w:r>
    </w:p>
    <w:p w14:paraId="7D9CABAD" w14:textId="77777777" w:rsidR="00DE313F" w:rsidRDefault="0074134D" w:rsidP="0074134D">
      <w:r w:rsidRPr="003D2FAA">
        <w:t>Que pouvait lui objecter le juge de paix</w:t>
      </w:r>
      <w:r w:rsidR="00DE313F">
        <w:t> ?</w:t>
      </w:r>
    </w:p>
    <w:p w14:paraId="1E90E13F" w14:textId="77777777" w:rsidR="00DE313F" w:rsidRDefault="0074134D" w:rsidP="0074134D">
      <w:r w:rsidRPr="003D2FAA">
        <w:t>Mais après ce moment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embarras reparut au bureau de l</w:t>
      </w:r>
      <w:r w:rsidR="00DE313F">
        <w:t>’</w:t>
      </w:r>
      <w:r w:rsidRPr="003D2FAA">
        <w:t>état civil</w:t>
      </w:r>
      <w:r w:rsidR="00DE313F">
        <w:t xml:space="preserve">, </w:t>
      </w:r>
      <w:r w:rsidRPr="003D2FAA">
        <w:t>lorsque</w:t>
      </w:r>
      <w:r w:rsidR="00DE313F">
        <w:t xml:space="preserve">, </w:t>
      </w:r>
      <w:r w:rsidRPr="003D2FAA">
        <w:t>ponctuel</w:t>
      </w:r>
      <w:r w:rsidR="00DE313F">
        <w:t xml:space="preserve">, </w:t>
      </w:r>
      <w:r w:rsidRPr="003D2FAA">
        <w:t>tous les cinq mois</w:t>
      </w:r>
      <w:r w:rsidR="00DE313F">
        <w:t xml:space="preserve">, </w:t>
      </w:r>
      <w:r w:rsidRPr="003D2FAA">
        <w:t>le patron Nino Mo se rendit pour déclarer la naissance d</w:t>
      </w:r>
      <w:r w:rsidR="00DE313F">
        <w:t>’</w:t>
      </w:r>
      <w:r w:rsidRPr="003D2FAA">
        <w:t>un enfant</w:t>
      </w:r>
      <w:r w:rsidR="00DE313F">
        <w:t> :</w:t>
      </w:r>
    </w:p>
    <w:p w14:paraId="150D0867" w14:textId="77777777" w:rsidR="00DE313F" w:rsidRDefault="00DE313F" w:rsidP="0074134D">
      <w:r>
        <w:t>— </w:t>
      </w:r>
      <w:r w:rsidR="0074134D" w:rsidRPr="003D2FAA">
        <w:t>Celui-ci est de la vivante</w:t>
      </w:r>
      <w:r>
        <w:t xml:space="preserve"> ; </w:t>
      </w:r>
      <w:r w:rsidR="0074134D" w:rsidRPr="003D2FAA">
        <w:t>celui-ci est de la morte</w:t>
      </w:r>
      <w:r>
        <w:t>.</w:t>
      </w:r>
    </w:p>
    <w:p w14:paraId="40153F2C" w14:textId="77777777" w:rsidR="00DE313F" w:rsidRDefault="0074134D" w:rsidP="0074134D">
      <w:r w:rsidRPr="003D2FAA">
        <w:t>La première fois</w:t>
      </w:r>
      <w:r w:rsidR="00DE313F">
        <w:t xml:space="preserve">, </w:t>
      </w:r>
      <w:r w:rsidRPr="003D2FAA">
        <w:t>à la déclaration de l</w:t>
      </w:r>
      <w:r w:rsidR="00DE313F">
        <w:t>’</w:t>
      </w:r>
      <w:r w:rsidRPr="003D2FAA">
        <w:t>enfant dont la s</w:t>
      </w:r>
      <w:r w:rsidRPr="003D2FAA">
        <w:t>e</w:t>
      </w:r>
      <w:r w:rsidRPr="003D2FAA">
        <w:t>conde femme était grosse lors de l</w:t>
      </w:r>
      <w:r w:rsidR="00DE313F">
        <w:t>’</w:t>
      </w:r>
      <w:r w:rsidRPr="003D2FAA">
        <w:t xml:space="preserve">arrivée de </w:t>
      </w:r>
      <w:proofErr w:type="spellStart"/>
      <w:r w:rsidRPr="003D2FAA">
        <w:t>Filippa</w:t>
      </w:r>
      <w:proofErr w:type="spellEnd"/>
      <w:r w:rsidR="00DE313F">
        <w:t xml:space="preserve">, </w:t>
      </w:r>
      <w:r w:rsidRPr="003D2FAA">
        <w:t>celle-ci ne s</w:t>
      </w:r>
      <w:r w:rsidR="00DE313F">
        <w:t>’</w:t>
      </w:r>
      <w:r w:rsidRPr="003D2FAA">
        <w:t>étant pas fait reconnaître vivante devant la loi</w:t>
      </w:r>
      <w:r w:rsidR="00DE313F">
        <w:t xml:space="preserve">, </w:t>
      </w:r>
      <w:r w:rsidRPr="003D2FAA">
        <w:t>tout alla comme sur des roulettes</w:t>
      </w:r>
      <w:r w:rsidR="00DE313F">
        <w:t xml:space="preserve">, </w:t>
      </w:r>
      <w:r w:rsidRPr="003D2FAA">
        <w:t>et l</w:t>
      </w:r>
      <w:r w:rsidR="00DE313F">
        <w:t>’</w:t>
      </w:r>
      <w:r w:rsidRPr="003D2FAA">
        <w:t>enfant put être régulièrement e</w:t>
      </w:r>
      <w:r w:rsidRPr="003D2FAA">
        <w:t>n</w:t>
      </w:r>
      <w:r w:rsidRPr="003D2FAA">
        <w:t>registré comme légitime</w:t>
      </w:r>
      <w:r w:rsidR="00DE313F">
        <w:t xml:space="preserve"> ; </w:t>
      </w:r>
      <w:r w:rsidRPr="003D2FAA">
        <w:t>mais comment enregistrer</w:t>
      </w:r>
      <w:r w:rsidR="00DE313F">
        <w:t xml:space="preserve">, </w:t>
      </w:r>
      <w:r w:rsidRPr="003D2FAA">
        <w:t>cinq mois après</w:t>
      </w:r>
      <w:r w:rsidR="00DE313F">
        <w:t xml:space="preserve">, </w:t>
      </w:r>
      <w:r w:rsidRPr="003D2FAA">
        <w:t>le second</w:t>
      </w:r>
      <w:r w:rsidR="00DE313F">
        <w:t xml:space="preserve">, </w:t>
      </w:r>
      <w:r w:rsidRPr="003D2FAA">
        <w:t xml:space="preserve">né de </w:t>
      </w:r>
      <w:proofErr w:type="spellStart"/>
      <w:r w:rsidRPr="003D2FAA">
        <w:t>Filippa</w:t>
      </w:r>
      <w:proofErr w:type="spellEnd"/>
      <w:r w:rsidRPr="003D2FAA">
        <w:t xml:space="preserve"> qui figurait encore comme morte à l</w:t>
      </w:r>
      <w:r w:rsidR="00DE313F">
        <w:t>’</w:t>
      </w:r>
      <w:r w:rsidRPr="003D2FAA">
        <w:t>état civil</w:t>
      </w:r>
      <w:r w:rsidR="00DE313F">
        <w:t> ?</w:t>
      </w:r>
    </w:p>
    <w:p w14:paraId="56B522FE" w14:textId="77777777" w:rsidR="00DE313F" w:rsidRDefault="0074134D" w:rsidP="0074134D">
      <w:r w:rsidRPr="003D2FAA">
        <w:t>Ou le premier</w:t>
      </w:r>
      <w:r w:rsidR="00DE313F">
        <w:t xml:space="preserve">, </w:t>
      </w:r>
      <w:r w:rsidRPr="003D2FAA">
        <w:t>né du mariage putatif</w:t>
      </w:r>
      <w:r w:rsidR="00DE313F">
        <w:t xml:space="preserve">, </w:t>
      </w:r>
      <w:r w:rsidRPr="003D2FAA">
        <w:t>était illégitime</w:t>
      </w:r>
      <w:r w:rsidR="00DE313F">
        <w:t xml:space="preserve">, </w:t>
      </w:r>
      <w:r w:rsidRPr="003D2FAA">
        <w:t>ou le second l</w:t>
      </w:r>
      <w:r w:rsidR="00DE313F">
        <w:t>’</w:t>
      </w:r>
      <w:r w:rsidRPr="003D2FAA">
        <w:t>était</w:t>
      </w:r>
      <w:r w:rsidR="00DE313F">
        <w:t xml:space="preserve">. </w:t>
      </w:r>
      <w:r w:rsidRPr="003D2FAA">
        <w:t>Il n</w:t>
      </w:r>
      <w:r w:rsidR="00DE313F">
        <w:t>’</w:t>
      </w:r>
      <w:r w:rsidRPr="003D2FAA">
        <w:t>y avait pas de milieu</w:t>
      </w:r>
      <w:r w:rsidR="00DE313F">
        <w:t>.</w:t>
      </w:r>
    </w:p>
    <w:p w14:paraId="3B07B6E4" w14:textId="77777777" w:rsidR="00DE313F" w:rsidRDefault="0074134D" w:rsidP="0074134D">
      <w:r w:rsidRPr="003D2FAA">
        <w:t>Le patron Nino Mo porta l</w:t>
      </w:r>
      <w:r w:rsidR="00DE313F">
        <w:t>’</w:t>
      </w:r>
      <w:r w:rsidRPr="003D2FAA">
        <w:t>une de ses mains à sa nuque</w:t>
      </w:r>
      <w:r w:rsidR="00DE313F">
        <w:t xml:space="preserve">, </w:t>
      </w:r>
      <w:r w:rsidRPr="003D2FAA">
        <w:t xml:space="preserve">fit sauter sa </w:t>
      </w:r>
      <w:r w:rsidRPr="003D2FAA">
        <w:rPr>
          <w:i/>
          <w:iCs/>
        </w:rPr>
        <w:t xml:space="preserve">beretta </w:t>
      </w:r>
      <w:r w:rsidRPr="003D2FAA">
        <w:t>sur son nez et se gratta la tête</w:t>
      </w:r>
      <w:r w:rsidR="00DE313F">
        <w:t xml:space="preserve"> ; </w:t>
      </w:r>
      <w:r w:rsidRPr="003D2FAA">
        <w:t>puis il dit à l</w:t>
      </w:r>
      <w:r w:rsidR="00DE313F">
        <w:t>’</w:t>
      </w:r>
      <w:r w:rsidRPr="003D2FAA">
        <w:t>officier de l</w:t>
      </w:r>
      <w:r w:rsidR="00DE313F">
        <w:t>’</w:t>
      </w:r>
      <w:r w:rsidRPr="003D2FAA">
        <w:t>état civil</w:t>
      </w:r>
      <w:r w:rsidR="00DE313F">
        <w:t> :</w:t>
      </w:r>
    </w:p>
    <w:p w14:paraId="4C2D358C" w14:textId="77777777" w:rsidR="00DE313F" w:rsidRDefault="00DE313F" w:rsidP="0074134D">
      <w:r>
        <w:t>— </w:t>
      </w:r>
      <w:r w:rsidR="0074134D" w:rsidRPr="003D2FAA">
        <w:t>Mais pardon</w:t>
      </w:r>
      <w:r>
        <w:t xml:space="preserve">, </w:t>
      </w:r>
      <w:r w:rsidR="0074134D" w:rsidRPr="003D2FAA">
        <w:t>ne pourrait-on pas l</w:t>
      </w:r>
      <w:r>
        <w:t>’</w:t>
      </w:r>
      <w:r w:rsidR="0074134D" w:rsidRPr="003D2FAA">
        <w:t>enregistrer comme l</w:t>
      </w:r>
      <w:r w:rsidR="0074134D" w:rsidRPr="003D2FAA">
        <w:t>é</w:t>
      </w:r>
      <w:r w:rsidR="0074134D" w:rsidRPr="003D2FAA">
        <w:t>gitime</w:t>
      </w:r>
      <w:r>
        <w:t xml:space="preserve">, </w:t>
      </w:r>
      <w:r w:rsidR="0074134D" w:rsidRPr="003D2FAA">
        <w:t>né de la seconde</w:t>
      </w:r>
      <w:r>
        <w:t> ?</w:t>
      </w:r>
    </w:p>
    <w:p w14:paraId="397A63D1" w14:textId="77777777" w:rsidR="00DE313F" w:rsidRDefault="0074134D" w:rsidP="0074134D">
      <w:r w:rsidRPr="003D2FAA">
        <w:t>Le fonctionnaire ouvrit démesurément les yeux</w:t>
      </w:r>
      <w:r w:rsidR="00DE313F">
        <w:t> :</w:t>
      </w:r>
    </w:p>
    <w:p w14:paraId="60E09538" w14:textId="77777777" w:rsidR="00DE313F" w:rsidRDefault="00DE313F" w:rsidP="0074134D">
      <w:r>
        <w:lastRenderedPageBreak/>
        <w:t>— </w:t>
      </w:r>
      <w:r w:rsidR="0074134D" w:rsidRPr="003D2FAA">
        <w:t>Mais comment</w:t>
      </w:r>
      <w:r>
        <w:t xml:space="preserve"> ? </w:t>
      </w:r>
      <w:r w:rsidR="0074134D" w:rsidRPr="003D2FAA">
        <w:t>de la seconde</w:t>
      </w:r>
      <w:r>
        <w:t xml:space="preserve">, </w:t>
      </w:r>
      <w:r w:rsidR="0074134D" w:rsidRPr="003D2FAA">
        <w:t>s</w:t>
      </w:r>
      <w:r>
        <w:t>’</w:t>
      </w:r>
      <w:r w:rsidR="0074134D" w:rsidRPr="003D2FAA">
        <w:t>il y a cinq mois</w:t>
      </w:r>
      <w:r>
        <w:t>…</w:t>
      </w:r>
    </w:p>
    <w:p w14:paraId="25ADF935" w14:textId="77777777" w:rsidR="00DE313F" w:rsidRDefault="00DE313F" w:rsidP="0074134D">
      <w:r>
        <w:t>— </w:t>
      </w:r>
      <w:r w:rsidR="0074134D" w:rsidRPr="003D2FAA">
        <w:t>Vous avez raison</w:t>
      </w:r>
      <w:r>
        <w:t xml:space="preserve">, </w:t>
      </w:r>
      <w:r w:rsidR="0074134D" w:rsidRPr="003D2FAA">
        <w:t>vous avez raison</w:t>
      </w:r>
      <w:r>
        <w:t xml:space="preserve">, </w:t>
      </w:r>
      <w:r w:rsidR="0074134D" w:rsidRPr="003D2FAA">
        <w:t>coupa court le patron Nino en recommençant à se gratter la tête</w:t>
      </w:r>
      <w:r>
        <w:t xml:space="preserve"> ; </w:t>
      </w:r>
      <w:r w:rsidR="0074134D" w:rsidRPr="003D2FAA">
        <w:t>mais comment s</w:t>
      </w:r>
      <w:r>
        <w:t>’</w:t>
      </w:r>
      <w:r w:rsidR="0074134D" w:rsidRPr="003D2FAA">
        <w:t>arranger alors</w:t>
      </w:r>
      <w:r>
        <w:t> ?</w:t>
      </w:r>
    </w:p>
    <w:p w14:paraId="550B2BF1" w14:textId="77777777" w:rsidR="00DE313F" w:rsidRDefault="00DE313F" w:rsidP="0074134D">
      <w:r>
        <w:t>— </w:t>
      </w:r>
      <w:r w:rsidR="0074134D" w:rsidRPr="003D2FAA">
        <w:t>Comment s</w:t>
      </w:r>
      <w:r>
        <w:t>’</w:t>
      </w:r>
      <w:r w:rsidR="0074134D" w:rsidRPr="003D2FAA">
        <w:t>arranger</w:t>
      </w:r>
      <w:r>
        <w:t xml:space="preserve"> – </w:t>
      </w:r>
      <w:r w:rsidR="0074134D" w:rsidRPr="003D2FAA">
        <w:t>s</w:t>
      </w:r>
      <w:r>
        <w:t>’</w:t>
      </w:r>
      <w:r w:rsidR="0074134D" w:rsidRPr="003D2FAA">
        <w:t>esclaffa l</w:t>
      </w:r>
      <w:r>
        <w:t>’</w:t>
      </w:r>
      <w:r w:rsidR="0074134D" w:rsidRPr="003D2FAA">
        <w:t>officier de l</w:t>
      </w:r>
      <w:r>
        <w:t>’</w:t>
      </w:r>
      <w:r w:rsidR="0074134D" w:rsidRPr="003D2FAA">
        <w:t>état civil</w:t>
      </w:r>
      <w:r>
        <w:t xml:space="preserve"> – </w:t>
      </w:r>
      <w:r w:rsidR="0074134D" w:rsidRPr="003D2FAA">
        <w:t>vous me le demandez à moi</w:t>
      </w:r>
      <w:r>
        <w:t xml:space="preserve"> ? </w:t>
      </w:r>
      <w:r w:rsidR="0074134D" w:rsidRPr="003D2FAA">
        <w:t>Mais qu</w:t>
      </w:r>
      <w:r>
        <w:t>’</w:t>
      </w:r>
      <w:r w:rsidR="0074134D" w:rsidRPr="003D2FAA">
        <w:t>êtes-vous donc</w:t>
      </w:r>
      <w:r>
        <w:t xml:space="preserve">, </w:t>
      </w:r>
      <w:r w:rsidR="0074134D" w:rsidRPr="003D2FAA">
        <w:t>vous</w:t>
      </w:r>
      <w:r>
        <w:t xml:space="preserve"> ? </w:t>
      </w:r>
      <w:r w:rsidR="0074134D" w:rsidRPr="003D2FAA">
        <w:t>Bey</w:t>
      </w:r>
      <w:r>
        <w:t xml:space="preserve">, </w:t>
      </w:r>
      <w:r w:rsidR="0074134D" w:rsidRPr="003D2FAA">
        <w:t>sultan</w:t>
      </w:r>
      <w:r>
        <w:t xml:space="preserve">, </w:t>
      </w:r>
      <w:r w:rsidR="0074134D" w:rsidRPr="003D2FAA">
        <w:t>pacha</w:t>
      </w:r>
      <w:r>
        <w:t xml:space="preserve"> ? </w:t>
      </w:r>
      <w:r w:rsidR="0074134D" w:rsidRPr="003D2FAA">
        <w:t>Qu</w:t>
      </w:r>
      <w:r>
        <w:t>’</w:t>
      </w:r>
      <w:r w:rsidR="0074134D" w:rsidRPr="003D2FAA">
        <w:t>êtes-vous</w:t>
      </w:r>
      <w:r>
        <w:t xml:space="preserve"> ? </w:t>
      </w:r>
      <w:r w:rsidR="0074134D" w:rsidRPr="003D2FAA">
        <w:t>Vous devriez avoir du jug</w:t>
      </w:r>
      <w:r w:rsidR="0074134D" w:rsidRPr="003D2FAA">
        <w:t>e</w:t>
      </w:r>
      <w:r w:rsidR="0074134D" w:rsidRPr="003D2FAA">
        <w:t>ment</w:t>
      </w:r>
      <w:r>
        <w:t xml:space="preserve">, </w:t>
      </w:r>
      <w:r w:rsidR="0074134D" w:rsidRPr="003D2FAA">
        <w:t>parbleu</w:t>
      </w:r>
      <w:r>
        <w:t xml:space="preserve">, </w:t>
      </w:r>
      <w:r w:rsidR="0074134D" w:rsidRPr="003D2FAA">
        <w:t>et ne pas venir ici m</w:t>
      </w:r>
      <w:r>
        <w:t>’</w:t>
      </w:r>
      <w:r w:rsidR="0074134D" w:rsidRPr="003D2FAA">
        <w:t>embrouiller les cartes</w:t>
      </w:r>
      <w:r>
        <w:t> !</w:t>
      </w:r>
    </w:p>
    <w:p w14:paraId="5BAB79A2" w14:textId="77777777" w:rsidR="00DE313F" w:rsidRDefault="0074134D" w:rsidP="0074134D">
      <w:r w:rsidRPr="003D2FAA">
        <w:t>Le patron Nino Mo se retira d</w:t>
      </w:r>
      <w:r w:rsidR="00DE313F">
        <w:t>’</w:t>
      </w:r>
      <w:r w:rsidRPr="003D2FAA">
        <w:t>un pas en arrière</w:t>
      </w:r>
      <w:r w:rsidR="00DE313F">
        <w:t xml:space="preserve">, </w:t>
      </w:r>
      <w:r w:rsidRPr="003D2FAA">
        <w:t>et a</w:t>
      </w:r>
      <w:r w:rsidRPr="003D2FAA">
        <w:t>p</w:t>
      </w:r>
      <w:r w:rsidRPr="003D2FAA">
        <w:t>puyant l</w:t>
      </w:r>
      <w:r w:rsidR="00DE313F">
        <w:t>’</w:t>
      </w:r>
      <w:r w:rsidRPr="003D2FAA">
        <w:t>index de ses deux mains sur sa poitrine</w:t>
      </w:r>
      <w:r w:rsidR="00DE313F">
        <w:t> :</w:t>
      </w:r>
    </w:p>
    <w:p w14:paraId="5793C858" w14:textId="77777777" w:rsidR="00DE313F" w:rsidRDefault="00DE313F" w:rsidP="0074134D">
      <w:r>
        <w:t>— </w:t>
      </w:r>
      <w:r w:rsidR="0074134D" w:rsidRPr="003D2FAA">
        <w:t>Moi</w:t>
      </w:r>
      <w:r>
        <w:t xml:space="preserve"> ? </w:t>
      </w:r>
      <w:r w:rsidR="0074134D" w:rsidRPr="003D2FAA">
        <w:t>s</w:t>
      </w:r>
      <w:r>
        <w:t>’</w:t>
      </w:r>
      <w:r w:rsidR="0074134D" w:rsidRPr="003D2FAA">
        <w:t>exclama-t-il</w:t>
      </w:r>
      <w:r>
        <w:t xml:space="preserve">. </w:t>
      </w:r>
      <w:r w:rsidR="0074134D" w:rsidRPr="003D2FAA">
        <w:t>Et qu</w:t>
      </w:r>
      <w:r>
        <w:t>’</w:t>
      </w:r>
      <w:r w:rsidR="0074134D" w:rsidRPr="003D2FAA">
        <w:t>est-ce que j</w:t>
      </w:r>
      <w:r>
        <w:t>’</w:t>
      </w:r>
      <w:r w:rsidR="0074134D" w:rsidRPr="003D2FAA">
        <w:t>ai à y faire</w:t>
      </w:r>
      <w:r>
        <w:t xml:space="preserve">, </w:t>
      </w:r>
      <w:r w:rsidR="0074134D" w:rsidRPr="003D2FAA">
        <w:t>moi</w:t>
      </w:r>
      <w:r>
        <w:t xml:space="preserve">, </w:t>
      </w:r>
      <w:r w:rsidR="0074134D" w:rsidRPr="003D2FAA">
        <w:t>monsieur</w:t>
      </w:r>
      <w:r>
        <w:t xml:space="preserve"> ? </w:t>
      </w:r>
      <w:r w:rsidR="0074134D" w:rsidRPr="003D2FAA">
        <w:t>Si Dieu le permet ainsi</w:t>
      </w:r>
      <w:r>
        <w:t> ?</w:t>
      </w:r>
    </w:p>
    <w:p w14:paraId="6A16BC4C" w14:textId="77777777" w:rsidR="00DE313F" w:rsidRDefault="0074134D" w:rsidP="0074134D">
      <w:r w:rsidRPr="003D2FAA">
        <w:t>En entendant nommer Dieu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employé se mit en furie</w:t>
      </w:r>
      <w:r w:rsidR="00DE313F">
        <w:t> :</w:t>
      </w:r>
    </w:p>
    <w:p w14:paraId="654C4AB0" w14:textId="77777777" w:rsidR="00DE313F" w:rsidRDefault="00DE313F" w:rsidP="0074134D">
      <w:r>
        <w:t>— </w:t>
      </w:r>
      <w:r w:rsidR="0074134D" w:rsidRPr="003D2FAA">
        <w:t>Dieu</w:t>
      </w:r>
      <w:r>
        <w:t xml:space="preserve"> !… </w:t>
      </w:r>
      <w:r w:rsidR="0074134D" w:rsidRPr="003D2FAA">
        <w:t>Dieu</w:t>
      </w:r>
      <w:r>
        <w:t xml:space="preserve"> !… </w:t>
      </w:r>
      <w:r w:rsidR="0074134D" w:rsidRPr="003D2FAA">
        <w:t>Dieu</w:t>
      </w:r>
      <w:r>
        <w:t xml:space="preserve"> ! </w:t>
      </w:r>
      <w:r w:rsidR="0074134D" w:rsidRPr="003D2FAA">
        <w:t>Toujours Dieu</w:t>
      </w:r>
      <w:r>
        <w:t xml:space="preserve"> ! </w:t>
      </w:r>
      <w:r w:rsidR="0074134D" w:rsidRPr="003D2FAA">
        <w:t>Quelqu</w:t>
      </w:r>
      <w:r>
        <w:t>’</w:t>
      </w:r>
      <w:r w:rsidR="0074134D" w:rsidRPr="003D2FAA">
        <w:t>un meurt</w:t>
      </w:r>
      <w:r>
        <w:t xml:space="preserve"> : </w:t>
      </w:r>
      <w:r w:rsidR="0074134D" w:rsidRPr="003D2FAA">
        <w:t>c</w:t>
      </w:r>
      <w:r>
        <w:t>’</w:t>
      </w:r>
      <w:r w:rsidR="0074134D" w:rsidRPr="003D2FAA">
        <w:t>est Dieu</w:t>
      </w:r>
      <w:r>
        <w:t xml:space="preserve"> ! </w:t>
      </w:r>
      <w:r w:rsidR="0074134D" w:rsidRPr="003D2FAA">
        <w:t>Il ne meurt pas</w:t>
      </w:r>
      <w:r>
        <w:t xml:space="preserve"> : </w:t>
      </w:r>
      <w:r w:rsidR="0074134D" w:rsidRPr="003D2FAA">
        <w:t>c</w:t>
      </w:r>
      <w:r>
        <w:t>’</w:t>
      </w:r>
      <w:r w:rsidR="0074134D" w:rsidRPr="003D2FAA">
        <w:t>est Dieu</w:t>
      </w:r>
      <w:r>
        <w:t xml:space="preserve"> ! </w:t>
      </w:r>
      <w:r w:rsidR="0074134D" w:rsidRPr="003D2FAA">
        <w:t>Un enfant naît</w:t>
      </w:r>
      <w:r>
        <w:t xml:space="preserve"> : </w:t>
      </w:r>
      <w:r w:rsidR="0074134D" w:rsidRPr="003D2FAA">
        <w:t>c</w:t>
      </w:r>
      <w:r>
        <w:t>’</w:t>
      </w:r>
      <w:r w:rsidR="0074134D" w:rsidRPr="003D2FAA">
        <w:t>est Dieu</w:t>
      </w:r>
      <w:r>
        <w:t xml:space="preserve"> ! </w:t>
      </w:r>
      <w:r w:rsidR="0074134D" w:rsidRPr="003D2FAA">
        <w:t>Vous vivez avec deux femmes</w:t>
      </w:r>
      <w:r>
        <w:t xml:space="preserve"> : </w:t>
      </w:r>
      <w:r w:rsidR="0074134D" w:rsidRPr="003D2FAA">
        <w:t>c</w:t>
      </w:r>
      <w:r>
        <w:t>’</w:t>
      </w:r>
      <w:r w:rsidR="0074134D" w:rsidRPr="003D2FAA">
        <w:t>est Dieu</w:t>
      </w:r>
      <w:r>
        <w:t xml:space="preserve"> ! </w:t>
      </w:r>
      <w:r w:rsidR="0074134D" w:rsidRPr="003D2FAA">
        <w:t>Et fini</w:t>
      </w:r>
      <w:r w:rsidR="0074134D" w:rsidRPr="003D2FAA">
        <w:t>s</w:t>
      </w:r>
      <w:r w:rsidR="0074134D" w:rsidRPr="003D2FAA">
        <w:t>sez-en avec ce Dieu</w:t>
      </w:r>
      <w:r>
        <w:t xml:space="preserve"> ! </w:t>
      </w:r>
      <w:r w:rsidR="0074134D" w:rsidRPr="003D2FAA">
        <w:t>Que le diable vous emporte</w:t>
      </w:r>
      <w:r>
        <w:t xml:space="preserve"> ! </w:t>
      </w:r>
      <w:r w:rsidR="0074134D" w:rsidRPr="003D2FAA">
        <w:t>Venez tous les neuf mois au moins</w:t>
      </w:r>
      <w:r>
        <w:t xml:space="preserve"> ; </w:t>
      </w:r>
      <w:r w:rsidR="0074134D" w:rsidRPr="003D2FAA">
        <w:t>sauvez la décence</w:t>
      </w:r>
      <w:r>
        <w:t xml:space="preserve">, </w:t>
      </w:r>
      <w:r w:rsidR="0074134D" w:rsidRPr="003D2FAA">
        <w:t>tournez la loi</w:t>
      </w:r>
      <w:r>
        <w:t xml:space="preserve">, </w:t>
      </w:r>
      <w:r w:rsidR="0074134D" w:rsidRPr="003D2FAA">
        <w:t>et je vous les inscris tous comme légitimes</w:t>
      </w:r>
      <w:r>
        <w:t xml:space="preserve">, </w:t>
      </w:r>
      <w:r w:rsidR="0074134D" w:rsidRPr="003D2FAA">
        <w:t>l</w:t>
      </w:r>
      <w:r>
        <w:t>’</w:t>
      </w:r>
      <w:r w:rsidR="0074134D" w:rsidRPr="003D2FAA">
        <w:t>un après l</w:t>
      </w:r>
      <w:r>
        <w:t>’</w:t>
      </w:r>
      <w:r w:rsidR="0074134D" w:rsidRPr="003D2FAA">
        <w:t>autre</w:t>
      </w:r>
      <w:r>
        <w:t> !</w:t>
      </w:r>
    </w:p>
    <w:p w14:paraId="5F878F03" w14:textId="77777777" w:rsidR="00DE313F" w:rsidRDefault="0074134D" w:rsidP="0074134D">
      <w:r w:rsidRPr="003D2FAA">
        <w:t>Le patron Nino Mo</w:t>
      </w:r>
      <w:r w:rsidR="00DE313F">
        <w:t xml:space="preserve">, </w:t>
      </w:r>
      <w:r w:rsidRPr="003D2FAA">
        <w:t>impassible</w:t>
      </w:r>
      <w:r w:rsidR="00DE313F">
        <w:t xml:space="preserve">, </w:t>
      </w:r>
      <w:r w:rsidRPr="003D2FAA">
        <w:t>écouta l</w:t>
      </w:r>
      <w:r w:rsidR="00DE313F">
        <w:t>’</w:t>
      </w:r>
      <w:r w:rsidRPr="003D2FAA">
        <w:t>algarade</w:t>
      </w:r>
      <w:r w:rsidR="00DE313F">
        <w:t xml:space="preserve">, </w:t>
      </w:r>
      <w:r w:rsidRPr="003D2FAA">
        <w:t>puis il dit</w:t>
      </w:r>
      <w:r w:rsidR="00DE313F">
        <w:t> :</w:t>
      </w:r>
    </w:p>
    <w:p w14:paraId="300756DB" w14:textId="77777777" w:rsidR="00DE313F" w:rsidRDefault="00DE313F" w:rsidP="0074134D">
      <w:r>
        <w:t>— </w:t>
      </w:r>
      <w:r w:rsidR="0074134D" w:rsidRPr="003D2FAA">
        <w:t>Cela ne dépend pas de moi</w:t>
      </w:r>
      <w:r>
        <w:t xml:space="preserve">, </w:t>
      </w:r>
      <w:r w:rsidR="0074134D" w:rsidRPr="003D2FAA">
        <w:t>cher monsieur</w:t>
      </w:r>
      <w:r>
        <w:t xml:space="preserve"> ; </w:t>
      </w:r>
      <w:r w:rsidR="0074134D" w:rsidRPr="003D2FAA">
        <w:t>faites comme vous penserez</w:t>
      </w:r>
      <w:r>
        <w:t xml:space="preserve">. </w:t>
      </w:r>
      <w:r w:rsidR="0074134D" w:rsidRPr="003D2FAA">
        <w:t>Moi j</w:t>
      </w:r>
      <w:r>
        <w:t>’</w:t>
      </w:r>
      <w:r w:rsidR="0074134D" w:rsidRPr="003D2FAA">
        <w:t>ai rempli mon devoir</w:t>
      </w:r>
      <w:r>
        <w:t xml:space="preserve"> !… </w:t>
      </w:r>
      <w:r w:rsidR="0074134D" w:rsidRPr="003D2FAA">
        <w:t>Je vous baise les mains</w:t>
      </w:r>
      <w:r>
        <w:t> !</w:t>
      </w:r>
    </w:p>
    <w:p w14:paraId="0D0237F8" w14:textId="77777777" w:rsidR="00DE313F" w:rsidRDefault="0074134D" w:rsidP="0074134D">
      <w:r w:rsidRPr="003D2FAA">
        <w:lastRenderedPageBreak/>
        <w:t>Et</w:t>
      </w:r>
      <w:r w:rsidR="00DE313F">
        <w:t xml:space="preserve">, </w:t>
      </w:r>
      <w:r w:rsidRPr="003D2FAA">
        <w:t>ponctuel</w:t>
      </w:r>
      <w:r w:rsidR="00DE313F">
        <w:t xml:space="preserve">, </w:t>
      </w:r>
      <w:r w:rsidRPr="003D2FAA">
        <w:t>il recommença tous les cinq mois à prouver qu</w:t>
      </w:r>
      <w:r w:rsidR="00DE313F">
        <w:t>’</w:t>
      </w:r>
      <w:r w:rsidRPr="003D2FAA">
        <w:t>il avait fait son devoir avec la certitude absolue que Dieu le lui commandait ainsi</w:t>
      </w:r>
      <w:r w:rsidR="00DE313F">
        <w:t>.</w:t>
      </w:r>
    </w:p>
    <w:p w14:paraId="199E4401" w14:textId="249BEDE5" w:rsidR="00DE313F" w:rsidRDefault="0074134D" w:rsidP="00DE313F">
      <w:pPr>
        <w:pStyle w:val="Titre1"/>
      </w:pPr>
      <w:bookmarkStart w:id="25" w:name="_Toc193482017"/>
      <w:r w:rsidRPr="00920F1B">
        <w:lastRenderedPageBreak/>
        <w:t>UN PORTRAIT</w:t>
      </w:r>
      <w:bookmarkEnd w:id="25"/>
    </w:p>
    <w:p w14:paraId="74B4C33C" w14:textId="77777777" w:rsidR="00DE313F" w:rsidRDefault="00DE313F" w:rsidP="0074134D">
      <w:r>
        <w:t>— </w:t>
      </w:r>
      <w:r w:rsidR="0074134D" w:rsidRPr="003D2FAA">
        <w:t>Monsieur Stefano Conti</w:t>
      </w:r>
      <w:r>
        <w:t> ?</w:t>
      </w:r>
    </w:p>
    <w:p w14:paraId="45E7B219" w14:textId="77777777" w:rsidR="00DE313F" w:rsidRDefault="00DE313F" w:rsidP="0074134D">
      <w:r>
        <w:t>— </w:t>
      </w:r>
      <w:r w:rsidR="0074134D" w:rsidRPr="003D2FAA">
        <w:t>Oui</w:t>
      </w:r>
      <w:r>
        <w:t xml:space="preserve">, </w:t>
      </w:r>
      <w:r w:rsidR="0074134D" w:rsidRPr="003D2FAA">
        <w:t>Monsieur</w:t>
      </w:r>
      <w:r>
        <w:t xml:space="preserve">… </w:t>
      </w:r>
      <w:r w:rsidR="0074134D" w:rsidRPr="003D2FAA">
        <w:t>Que Monsieur entre</w:t>
      </w:r>
      <w:r>
        <w:t xml:space="preserve">… </w:t>
      </w:r>
      <w:r w:rsidR="0074134D" w:rsidRPr="003D2FAA">
        <w:t>Qu</w:t>
      </w:r>
      <w:r>
        <w:t>’</w:t>
      </w:r>
      <w:r w:rsidR="0074134D" w:rsidRPr="003D2FAA">
        <w:t>il s</w:t>
      </w:r>
      <w:r>
        <w:t>’</w:t>
      </w:r>
      <w:r w:rsidR="0074134D" w:rsidRPr="003D2FAA">
        <w:t>asseye</w:t>
      </w:r>
      <w:r>
        <w:t>…</w:t>
      </w:r>
    </w:p>
    <w:p w14:paraId="26A34354" w14:textId="77777777" w:rsidR="00DE313F" w:rsidRDefault="0074134D" w:rsidP="0074134D">
      <w:r w:rsidRPr="003D2FAA">
        <w:t>Et la jeune servante m</w:t>
      </w:r>
      <w:r w:rsidR="00DE313F">
        <w:t>’</w:t>
      </w:r>
      <w:r w:rsidRPr="003D2FAA">
        <w:t>introduisit dans un riche petit salon</w:t>
      </w:r>
      <w:r w:rsidR="00DE313F">
        <w:t>.</w:t>
      </w:r>
    </w:p>
    <w:p w14:paraId="1545A3BE" w14:textId="77777777" w:rsidR="00DE313F" w:rsidRDefault="0074134D" w:rsidP="0074134D">
      <w:r w:rsidRPr="003D2FAA">
        <w:t>Ah</w:t>
      </w:r>
      <w:r w:rsidR="00DE313F">
        <w:t xml:space="preserve"> ! </w:t>
      </w:r>
      <w:r w:rsidRPr="003D2FAA">
        <w:t>quel effet curieux produisit sur moi ce mot</w:t>
      </w:r>
      <w:r w:rsidR="00DE313F">
        <w:t xml:space="preserve">, </w:t>
      </w:r>
      <w:r w:rsidRPr="003D2FAA">
        <w:rPr>
          <w:i/>
          <w:iCs/>
        </w:rPr>
        <w:t>Monsieur</w:t>
      </w:r>
      <w:r w:rsidR="00DE313F">
        <w:rPr>
          <w:i/>
          <w:iCs/>
        </w:rPr>
        <w:t xml:space="preserve">, </w:t>
      </w:r>
      <w:r w:rsidRPr="003D2FAA">
        <w:t>qu</w:t>
      </w:r>
      <w:r w:rsidR="00DE313F">
        <w:t>’</w:t>
      </w:r>
      <w:r w:rsidRPr="003D2FAA">
        <w:t>on m</w:t>
      </w:r>
      <w:r w:rsidR="00DE313F">
        <w:t>’</w:t>
      </w:r>
      <w:r w:rsidRPr="003D2FAA">
        <w:t>adressait sur le seuil de la maison de cet ami de ma première jeunesse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des temps où</w:t>
      </w:r>
      <w:r w:rsidR="00DE313F">
        <w:t xml:space="preserve">, – </w:t>
      </w:r>
      <w:r w:rsidRPr="003D2FAA">
        <w:t>nous appelant Stefani tous deux</w:t>
      </w:r>
      <w:r w:rsidR="00DE313F">
        <w:t xml:space="preserve">, – </w:t>
      </w:r>
      <w:r w:rsidRPr="003D2FAA">
        <w:t>nous étions simplement</w:t>
      </w:r>
      <w:r w:rsidR="00DE313F">
        <w:t xml:space="preserve">, </w:t>
      </w:r>
      <w:r w:rsidRPr="003D2FAA">
        <w:t>lui</w:t>
      </w:r>
      <w:r w:rsidR="00DE313F">
        <w:t xml:space="preserve">, </w:t>
      </w:r>
      <w:proofErr w:type="spellStart"/>
      <w:r w:rsidRPr="003D2FAA">
        <w:rPr>
          <w:i/>
          <w:iCs/>
        </w:rPr>
        <w:t>Nuccio</w:t>
      </w:r>
      <w:proofErr w:type="spellEnd"/>
      <w:r w:rsidRPr="00920F1B">
        <w:rPr>
          <w:rStyle w:val="Appelnotedebasdep"/>
        </w:rPr>
        <w:footnoteReference w:id="14"/>
      </w:r>
      <w:r w:rsidR="00DE313F">
        <w:t xml:space="preserve">, </w:t>
      </w:r>
      <w:r w:rsidRPr="003D2FAA">
        <w:t>et moi</w:t>
      </w:r>
      <w:r w:rsidR="00DE313F">
        <w:t xml:space="preserve">, </w:t>
      </w:r>
      <w:proofErr w:type="spellStart"/>
      <w:r w:rsidRPr="003D2FAA">
        <w:rPr>
          <w:i/>
          <w:iCs/>
        </w:rPr>
        <w:t>Naccio</w:t>
      </w:r>
      <w:proofErr w:type="spellEnd"/>
      <w:r w:rsidR="00DE313F">
        <w:rPr>
          <w:i/>
          <w:iCs/>
        </w:rPr>
        <w:t xml:space="preserve">, </w:t>
      </w:r>
      <w:r w:rsidRPr="003D2FAA">
        <w:t>parce qu</w:t>
      </w:r>
      <w:r w:rsidR="00DE313F">
        <w:t>’</w:t>
      </w:r>
      <w:r w:rsidRPr="003D2FAA">
        <w:t>il était mince</w:t>
      </w:r>
      <w:r w:rsidR="00DE313F">
        <w:t xml:space="preserve">, </w:t>
      </w:r>
      <w:r w:rsidRPr="003D2FAA">
        <w:t>et moi</w:t>
      </w:r>
      <w:r w:rsidR="00DE313F">
        <w:t xml:space="preserve">, </w:t>
      </w:r>
      <w:r w:rsidRPr="003D2FAA">
        <w:t>fort</w:t>
      </w:r>
      <w:r w:rsidR="00DE313F">
        <w:t xml:space="preserve">. </w:t>
      </w:r>
      <w:r w:rsidRPr="003D2FAA">
        <w:t>J</w:t>
      </w:r>
      <w:r w:rsidR="00DE313F">
        <w:t>’</w:t>
      </w:r>
      <w:r w:rsidRPr="003D2FAA">
        <w:t xml:space="preserve">étais un </w:t>
      </w:r>
      <w:r w:rsidRPr="003D2FAA">
        <w:rPr>
          <w:i/>
          <w:iCs/>
        </w:rPr>
        <w:t>monsieur</w:t>
      </w:r>
      <w:r w:rsidR="00DE313F">
        <w:rPr>
          <w:i/>
          <w:iCs/>
        </w:rPr>
        <w:t xml:space="preserve">, </w:t>
      </w:r>
      <w:r w:rsidRPr="003D2FAA">
        <w:t>maintenant</w:t>
      </w:r>
      <w:r w:rsidR="00DE313F">
        <w:t xml:space="preserve">, </w:t>
      </w:r>
      <w:r w:rsidRPr="003D2FAA">
        <w:t>et même un monsieur chauve</w:t>
      </w:r>
      <w:r w:rsidR="00DE313F">
        <w:t xml:space="preserve"> ! </w:t>
      </w:r>
      <w:r w:rsidRPr="003D2FAA">
        <w:t>Et Stef</w:t>
      </w:r>
      <w:r w:rsidRPr="003D2FAA">
        <w:t>a</w:t>
      </w:r>
      <w:r w:rsidRPr="003D2FAA">
        <w:t>no Conti</w:t>
      </w:r>
      <w:r w:rsidR="00DE313F">
        <w:t xml:space="preserve"> ? </w:t>
      </w:r>
      <w:r w:rsidRPr="003D2FAA">
        <w:t>Je ne savais pas encore s</w:t>
      </w:r>
      <w:r w:rsidR="00DE313F">
        <w:t>’</w:t>
      </w:r>
      <w:r w:rsidRPr="003D2FAA">
        <w:t>il était chauve comme moi</w:t>
      </w:r>
      <w:r w:rsidR="00DE313F">
        <w:t xml:space="preserve">, </w:t>
      </w:r>
      <w:r w:rsidRPr="003D2FAA">
        <w:t>mais il devait être en tout cas un homme respectable</w:t>
      </w:r>
      <w:r w:rsidR="00DE313F">
        <w:t xml:space="preserve">, </w:t>
      </w:r>
      <w:r w:rsidRPr="003D2FAA">
        <w:t>lui aussi</w:t>
      </w:r>
      <w:r w:rsidR="00DE313F">
        <w:t xml:space="preserve">, </w:t>
      </w:r>
      <w:r w:rsidRPr="003D2FAA">
        <w:t>de trente-cinq à trente-six ans</w:t>
      </w:r>
      <w:r w:rsidR="00DE313F">
        <w:t> !</w:t>
      </w:r>
    </w:p>
    <w:p w14:paraId="51758217" w14:textId="77777777" w:rsidR="00DE313F" w:rsidRDefault="0074134D" w:rsidP="0074134D">
      <w:r w:rsidRPr="003D2FAA">
        <w:t>Dans le petit salon où régnait une pénombre humide et où s</w:t>
      </w:r>
      <w:r w:rsidR="00DE313F">
        <w:t>’</w:t>
      </w:r>
      <w:r w:rsidRPr="003D2FAA">
        <w:t>était incrustée cette odeur qui couve dans les lieux habituell</w:t>
      </w:r>
      <w:r w:rsidRPr="003D2FAA">
        <w:t>e</w:t>
      </w:r>
      <w:r w:rsidRPr="003D2FAA">
        <w:t>ment privés d</w:t>
      </w:r>
      <w:r w:rsidR="00DE313F">
        <w:t>’</w:t>
      </w:r>
      <w:r w:rsidRPr="003D2FAA">
        <w:t>air et de lumière</w:t>
      </w:r>
      <w:r w:rsidR="00DE313F">
        <w:t xml:space="preserve">, </w:t>
      </w:r>
      <w:r w:rsidRPr="003D2FAA">
        <w:t>je restais debout à regarder</w:t>
      </w:r>
      <w:r w:rsidR="00DE313F">
        <w:t xml:space="preserve">, </w:t>
      </w:r>
      <w:r w:rsidRPr="003D2FAA">
        <w:t>avec un sentiment d</w:t>
      </w:r>
      <w:r w:rsidR="00DE313F">
        <w:t>’</w:t>
      </w:r>
      <w:r w:rsidRPr="003D2FAA">
        <w:t>indéfinissable malaise et d</w:t>
      </w:r>
      <w:r w:rsidR="00DE313F">
        <w:t>’</w:t>
      </w:r>
      <w:r w:rsidRPr="003D2FAA">
        <w:t>angoisse</w:t>
      </w:r>
      <w:r w:rsidR="00DE313F">
        <w:t xml:space="preserve">, </w:t>
      </w:r>
      <w:r w:rsidRPr="003D2FAA">
        <w:t>les meubles élégants disposés en cercle</w:t>
      </w:r>
      <w:r w:rsidR="00DE313F">
        <w:t xml:space="preserve">, </w:t>
      </w:r>
      <w:r w:rsidRPr="003D2FAA">
        <w:t>comme pour ne jamais se</w:t>
      </w:r>
      <w:r w:rsidRPr="003D2FAA">
        <w:t>r</w:t>
      </w:r>
      <w:r w:rsidRPr="003D2FAA">
        <w:t>vir</w:t>
      </w:r>
      <w:r w:rsidR="00DE313F">
        <w:t xml:space="preserve">, </w:t>
      </w:r>
      <w:r w:rsidRPr="003D2FAA">
        <w:t>et qui semblaient tristes d</w:t>
      </w:r>
      <w:r w:rsidR="00DE313F">
        <w:t>’</w:t>
      </w:r>
      <w:r w:rsidRPr="003D2FAA">
        <w:t>être laissés là sans vie</w:t>
      </w:r>
      <w:r w:rsidR="00DE313F">
        <w:t xml:space="preserve">, </w:t>
      </w:r>
      <w:r w:rsidRPr="003D2FAA">
        <w:t>exclus du mouvement intime de la maison</w:t>
      </w:r>
      <w:r w:rsidR="00DE313F">
        <w:t>.</w:t>
      </w:r>
    </w:p>
    <w:p w14:paraId="12453E27" w14:textId="77777777" w:rsidR="00DE313F" w:rsidRDefault="0074134D" w:rsidP="0074134D">
      <w:r w:rsidRPr="003D2FAA">
        <w:t>Ils n</w:t>
      </w:r>
      <w:r w:rsidR="00DE313F">
        <w:t>’</w:t>
      </w:r>
      <w:r w:rsidRPr="003D2FAA">
        <w:t>attendaient certainement jamais personne</w:t>
      </w:r>
      <w:r w:rsidR="00DE313F">
        <w:t xml:space="preserve">, </w:t>
      </w:r>
      <w:r w:rsidRPr="003D2FAA">
        <w:t>ces meubles</w:t>
      </w:r>
      <w:r w:rsidR="00DE313F">
        <w:t xml:space="preserve">, </w:t>
      </w:r>
      <w:r w:rsidRPr="003D2FAA">
        <w:t>dans ce petit salon toujours clos</w:t>
      </w:r>
      <w:r w:rsidR="00DE313F">
        <w:t xml:space="preserve">. </w:t>
      </w:r>
      <w:r w:rsidRPr="003D2FAA">
        <w:t xml:space="preserve">Et le sentiment </w:t>
      </w:r>
      <w:r w:rsidRPr="003D2FAA">
        <w:lastRenderedPageBreak/>
        <w:t>p</w:t>
      </w:r>
      <w:r w:rsidRPr="003D2FAA">
        <w:t>é</w:t>
      </w:r>
      <w:r w:rsidRPr="003D2FAA">
        <w:t>nible avec lequel je les considérais me les faisait croire ébahis de me voir au milieu d</w:t>
      </w:r>
      <w:r w:rsidR="00DE313F">
        <w:t>’</w:t>
      </w:r>
      <w:r w:rsidRPr="003D2FAA">
        <w:t>eux</w:t>
      </w:r>
      <w:r w:rsidR="00DE313F">
        <w:t xml:space="preserve">, </w:t>
      </w:r>
      <w:r w:rsidRPr="003D2FAA">
        <w:t>et</w:t>
      </w:r>
      <w:r w:rsidR="00DE313F">
        <w:t xml:space="preserve">, </w:t>
      </w:r>
      <w:r w:rsidRPr="003D2FAA">
        <w:t>sinon hostiles</w:t>
      </w:r>
      <w:r w:rsidR="00DE313F">
        <w:t xml:space="preserve">, </w:t>
      </w:r>
      <w:r w:rsidRPr="003D2FAA">
        <w:t>du moins peu a</w:t>
      </w:r>
      <w:r w:rsidRPr="003D2FAA">
        <w:t>c</w:t>
      </w:r>
      <w:r w:rsidRPr="003D2FAA">
        <w:t>cueillants</w:t>
      </w:r>
      <w:r w:rsidR="00DE313F">
        <w:t xml:space="preserve">. </w:t>
      </w:r>
      <w:r w:rsidRPr="003D2FAA">
        <w:t>Accoutumé depuis un certain temps aux mobiliers des maisons de la campagne</w:t>
      </w:r>
      <w:r w:rsidR="00DE313F">
        <w:t xml:space="preserve">, </w:t>
      </w:r>
      <w:r w:rsidRPr="003D2FAA">
        <w:t>commodes</w:t>
      </w:r>
      <w:r w:rsidR="00DE313F">
        <w:t xml:space="preserve">, </w:t>
      </w:r>
      <w:r w:rsidRPr="003D2FAA">
        <w:t>solides</w:t>
      </w:r>
      <w:r w:rsidR="00DE313F">
        <w:t xml:space="preserve">, </w:t>
      </w:r>
      <w:r w:rsidRPr="003D2FAA">
        <w:t>familiers</w:t>
      </w:r>
      <w:r w:rsidR="00DE313F">
        <w:t xml:space="preserve">, </w:t>
      </w:r>
      <w:r w:rsidRPr="003D2FAA">
        <w:t>auxquels une longue habitude</w:t>
      </w:r>
      <w:r w:rsidR="00DE313F">
        <w:t xml:space="preserve">, </w:t>
      </w:r>
      <w:r w:rsidRPr="003D2FAA">
        <w:t>tous les souvenirs d</w:t>
      </w:r>
      <w:r w:rsidR="00DE313F">
        <w:t>’</w:t>
      </w:r>
      <w:r w:rsidRPr="003D2FAA">
        <w:t>une vie saine ont fait acquérir une âme presque patriarcale qui nous les re</w:t>
      </w:r>
      <w:r w:rsidRPr="003D2FAA">
        <w:t>n</w:t>
      </w:r>
      <w:r w:rsidRPr="003D2FAA">
        <w:t>dent chers</w:t>
      </w:r>
      <w:r w:rsidR="00DE313F">
        <w:t xml:space="preserve">, </w:t>
      </w:r>
      <w:r w:rsidRPr="003D2FAA">
        <w:t>ces meubles neufs ne me semblaient pas faits pour susciter la confiance et l</w:t>
      </w:r>
      <w:r w:rsidR="00DE313F">
        <w:t>’</w:t>
      </w:r>
      <w:r w:rsidRPr="003D2FAA">
        <w:t>intimité</w:t>
      </w:r>
      <w:r w:rsidR="00DE313F">
        <w:t xml:space="preserve">. </w:t>
      </w:r>
      <w:r w:rsidRPr="003D2FAA">
        <w:t>Graciles et cependant sévères</w:t>
      </w:r>
      <w:r w:rsidR="00DE313F">
        <w:t xml:space="preserve">, </w:t>
      </w:r>
      <w:r w:rsidRPr="003D2FAA">
        <w:t>ils étaient là comme représentant toutes les règles de la bonne compagnie</w:t>
      </w:r>
      <w:r w:rsidR="00DE313F">
        <w:t xml:space="preserve">, </w:t>
      </w:r>
      <w:r w:rsidRPr="003D2FAA">
        <w:t>et l</w:t>
      </w:r>
      <w:r w:rsidR="00DE313F">
        <w:t>’</w:t>
      </w:r>
      <w:r w:rsidRPr="003D2FAA">
        <w:t>on comprenait qu</w:t>
      </w:r>
      <w:r w:rsidR="00DE313F">
        <w:t>’</w:t>
      </w:r>
      <w:r w:rsidRPr="003D2FAA">
        <w:t>ils auraient souffert sérieus</w:t>
      </w:r>
      <w:r w:rsidRPr="003D2FAA">
        <w:t>e</w:t>
      </w:r>
      <w:r w:rsidRPr="003D2FAA">
        <w:t>ment de la moindre transgression</w:t>
      </w:r>
      <w:r w:rsidR="00DE313F">
        <w:t xml:space="preserve"> ! – </w:t>
      </w:r>
      <w:r w:rsidRPr="003D2FAA">
        <w:t>Ah</w:t>
      </w:r>
      <w:r w:rsidR="00DE313F">
        <w:t xml:space="preserve"> ! </w:t>
      </w:r>
      <w:r w:rsidRPr="003D2FAA">
        <w:t>pensais-je</w:t>
      </w:r>
      <w:r w:rsidR="00DE313F">
        <w:t xml:space="preserve">, </w:t>
      </w:r>
      <w:r w:rsidRPr="003D2FAA">
        <w:t>vive mon vilain divan</w:t>
      </w:r>
      <w:r w:rsidR="00DE313F">
        <w:t xml:space="preserve">, </w:t>
      </w:r>
      <w:r w:rsidRPr="003D2FAA">
        <w:t>mon divan de jute</w:t>
      </w:r>
      <w:r w:rsidR="00DE313F">
        <w:t xml:space="preserve">, </w:t>
      </w:r>
      <w:r w:rsidRPr="003D2FAA">
        <w:t>élastique et large</w:t>
      </w:r>
      <w:r w:rsidR="00DE313F">
        <w:t xml:space="preserve">, </w:t>
      </w:r>
      <w:r w:rsidRPr="003D2FAA">
        <w:t>qui sait mes savoureux sommeils des longues après-midi d</w:t>
      </w:r>
      <w:r w:rsidR="00DE313F">
        <w:t>’</w:t>
      </w:r>
      <w:r w:rsidRPr="003D2FAA">
        <w:t>été</w:t>
      </w:r>
      <w:r w:rsidR="00DE313F">
        <w:t xml:space="preserve">, </w:t>
      </w:r>
      <w:r w:rsidRPr="003D2FAA">
        <w:t>et qui ne s</w:t>
      </w:r>
      <w:r w:rsidR="00DE313F">
        <w:t>’</w:t>
      </w:r>
      <w:r w:rsidRPr="003D2FAA">
        <w:t>offense point du contact de mes vieux souliers terreux</w:t>
      </w:r>
      <w:r w:rsidR="00DE313F">
        <w:t xml:space="preserve">, </w:t>
      </w:r>
      <w:r w:rsidRPr="003D2FAA">
        <w:t>ni de la cendre qui tombe de ma vieille pipe</w:t>
      </w:r>
      <w:r w:rsidR="00DE313F">
        <w:t> !…</w:t>
      </w:r>
    </w:p>
    <w:p w14:paraId="6E81AC41" w14:textId="77777777" w:rsidR="00DE313F" w:rsidRDefault="0074134D" w:rsidP="0074134D">
      <w:r w:rsidRPr="003D2FAA">
        <w:t>Mais tout à coup</w:t>
      </w:r>
      <w:r w:rsidR="00DE313F">
        <w:t xml:space="preserve">, </w:t>
      </w:r>
      <w:r w:rsidRPr="003D2FAA">
        <w:t>en levant les yeux sur l</w:t>
      </w:r>
      <w:r w:rsidR="00DE313F">
        <w:t>’</w:t>
      </w:r>
      <w:r w:rsidRPr="003D2FAA">
        <w:t>une des parois de la pièce</w:t>
      </w:r>
      <w:r w:rsidR="00DE313F">
        <w:t xml:space="preserve">, </w:t>
      </w:r>
      <w:r w:rsidRPr="003D2FAA">
        <w:t>je crus découvrir</w:t>
      </w:r>
      <w:r w:rsidR="00DE313F">
        <w:t xml:space="preserve">, </w:t>
      </w:r>
      <w:r w:rsidRPr="003D2FAA">
        <w:t>avec une stupeur mêlée d</w:t>
      </w:r>
      <w:r w:rsidR="00DE313F">
        <w:t>’</w:t>
      </w:r>
      <w:r w:rsidRPr="003D2FAA">
        <w:t>un trouble étrange</w:t>
      </w:r>
      <w:r w:rsidR="00DE313F">
        <w:t xml:space="preserve">, </w:t>
      </w:r>
      <w:r w:rsidRPr="003D2FAA">
        <w:t>dans un portrait à l</w:t>
      </w:r>
      <w:r w:rsidR="00DE313F">
        <w:t>’</w:t>
      </w:r>
      <w:r w:rsidRPr="003D2FAA">
        <w:t>huile qui représentait un jeune homme de seize à dix-sept ans</w:t>
      </w:r>
      <w:r w:rsidR="00DE313F">
        <w:t xml:space="preserve">, </w:t>
      </w:r>
      <w:r w:rsidRPr="003D2FAA">
        <w:t>mon propre malaise et ma propre gêne beaucoup plus intenses</w:t>
      </w:r>
      <w:r w:rsidR="00DE313F">
        <w:t xml:space="preserve">, </w:t>
      </w:r>
      <w:r w:rsidRPr="003D2FAA">
        <w:t>et poussés presque jusqu</w:t>
      </w:r>
      <w:r w:rsidR="00DE313F">
        <w:t>’</w:t>
      </w:r>
      <w:r w:rsidRPr="003D2FAA">
        <w:t>à l</w:t>
      </w:r>
      <w:r w:rsidR="00DE313F">
        <w:t>’</w:t>
      </w:r>
      <w:r w:rsidRPr="003D2FAA">
        <w:t>angoisse</w:t>
      </w:r>
      <w:r w:rsidR="00DE313F">
        <w:t>.</w:t>
      </w:r>
    </w:p>
    <w:p w14:paraId="215AF160" w14:textId="77777777" w:rsidR="00DE313F" w:rsidRDefault="0074134D" w:rsidP="0074134D">
      <w:r w:rsidRPr="003D2FAA">
        <w:t>Je me mis à le regarder comme pris en faute</w:t>
      </w:r>
      <w:r w:rsidR="00DE313F">
        <w:t xml:space="preserve">, </w:t>
      </w:r>
      <w:r w:rsidRPr="003D2FAA">
        <w:t>comme pris en état de trahison par lui qui</w:t>
      </w:r>
      <w:r w:rsidR="00DE313F">
        <w:t xml:space="preserve">, </w:t>
      </w:r>
      <w:r w:rsidRPr="003D2FAA">
        <w:t>cependant</w:t>
      </w:r>
      <w:r w:rsidR="00DE313F">
        <w:t xml:space="preserve">, </w:t>
      </w:r>
      <w:r w:rsidRPr="003D2FAA">
        <w:t>en silence</w:t>
      </w:r>
      <w:r w:rsidR="00DE313F">
        <w:t xml:space="preserve">, </w:t>
      </w:r>
      <w:r w:rsidRPr="003D2FAA">
        <w:t>à mon i</w:t>
      </w:r>
      <w:r w:rsidRPr="003D2FAA">
        <w:t>n</w:t>
      </w:r>
      <w:r w:rsidRPr="003D2FAA">
        <w:t>su</w:t>
      </w:r>
      <w:r w:rsidR="00DE313F">
        <w:t xml:space="preserve">, </w:t>
      </w:r>
      <w:r w:rsidRPr="003D2FAA">
        <w:t>et du temps que je faisais ces réflexions sur les meubles de la pièce</w:t>
      </w:r>
      <w:r w:rsidR="00DE313F">
        <w:t xml:space="preserve">, </w:t>
      </w:r>
      <w:r w:rsidRPr="003D2FAA">
        <w:t>semblait avoir ouvert sur cette paroi une petite fenêtre i</w:t>
      </w:r>
      <w:r w:rsidRPr="003D2FAA">
        <w:t>n</w:t>
      </w:r>
      <w:r w:rsidRPr="003D2FAA">
        <w:t>sérée dans le cadre du portrait et s</w:t>
      </w:r>
      <w:r w:rsidR="00DE313F">
        <w:t>’</w:t>
      </w:r>
      <w:r w:rsidRPr="003D2FAA">
        <w:t>être présenté là pour m</w:t>
      </w:r>
      <w:r w:rsidR="00DE313F">
        <w:t>’</w:t>
      </w:r>
      <w:r w:rsidRPr="003D2FAA">
        <w:t>épier</w:t>
      </w:r>
      <w:r w:rsidR="00DE313F">
        <w:t xml:space="preserve"> : – </w:t>
      </w:r>
      <w:r w:rsidRPr="003D2FAA">
        <w:t>Eh</w:t>
      </w:r>
      <w:r w:rsidR="00DE313F">
        <w:t xml:space="preserve"> ! </w:t>
      </w:r>
      <w:r w:rsidRPr="003D2FAA">
        <w:t>oui</w:t>
      </w:r>
      <w:r w:rsidR="00DE313F">
        <w:t xml:space="preserve">, </w:t>
      </w:r>
      <w:r w:rsidRPr="003D2FAA">
        <w:t>vous avez raison</w:t>
      </w:r>
      <w:r w:rsidR="00DE313F">
        <w:t xml:space="preserve"> ; </w:t>
      </w:r>
      <w:r w:rsidRPr="003D2FAA">
        <w:t>il en est vraiment ainsi</w:t>
      </w:r>
      <w:r w:rsidR="00DE313F">
        <w:t xml:space="preserve">, </w:t>
      </w:r>
      <w:r w:rsidRPr="003D2FAA">
        <w:rPr>
          <w:i/>
          <w:iCs/>
        </w:rPr>
        <w:t>Monsieur</w:t>
      </w:r>
      <w:r w:rsidR="00DE313F">
        <w:rPr>
          <w:i/>
          <w:iCs/>
        </w:rPr>
        <w:t xml:space="preserve"> ! </w:t>
      </w:r>
      <w:r w:rsidRPr="003D2FAA">
        <w:t>se hâtèrent de me dire les yeux de ce petit jeune homme pour me tirer tout de suite d</w:t>
      </w:r>
      <w:r w:rsidR="00DE313F">
        <w:t>’</w:t>
      </w:r>
      <w:r w:rsidRPr="003D2FAA">
        <w:t>embarras</w:t>
      </w:r>
      <w:r w:rsidR="00DE313F">
        <w:t xml:space="preserve">. </w:t>
      </w:r>
      <w:r w:rsidRPr="003D2FAA">
        <w:t>Nous sommes tellement</w:t>
      </w:r>
      <w:r w:rsidR="00DE313F">
        <w:t xml:space="preserve">, </w:t>
      </w:r>
      <w:r w:rsidRPr="003D2FAA">
        <w:t>tellement tristes d</w:t>
      </w:r>
      <w:r w:rsidR="00DE313F">
        <w:t>’</w:t>
      </w:r>
      <w:r w:rsidRPr="003D2FAA">
        <w:t>être ainsi laissés seuls</w:t>
      </w:r>
      <w:r w:rsidR="00DE313F">
        <w:t xml:space="preserve">, </w:t>
      </w:r>
      <w:r w:rsidRPr="003D2FAA">
        <w:lastRenderedPageBreak/>
        <w:t>sans vie</w:t>
      </w:r>
      <w:r w:rsidR="00DE313F">
        <w:t xml:space="preserve">, </w:t>
      </w:r>
      <w:r w:rsidRPr="003D2FAA">
        <w:t>dans cette petite pièce privée d</w:t>
      </w:r>
      <w:r w:rsidR="00DE313F">
        <w:t>’</w:t>
      </w:r>
      <w:r w:rsidRPr="003D2FAA">
        <w:t>air et de lumière</w:t>
      </w:r>
      <w:r w:rsidR="00DE313F">
        <w:t xml:space="preserve"> ; </w:t>
      </w:r>
      <w:r w:rsidRPr="003D2FAA">
        <w:t>d</w:t>
      </w:r>
      <w:r w:rsidR="00DE313F">
        <w:t>’</w:t>
      </w:r>
      <w:r w:rsidRPr="003D2FAA">
        <w:t>être exclus pour toujours de l</w:t>
      </w:r>
      <w:r w:rsidR="00DE313F">
        <w:t>’</w:t>
      </w:r>
      <w:r w:rsidRPr="003D2FAA">
        <w:t>intimité de la maison</w:t>
      </w:r>
      <w:r w:rsidR="00DE313F">
        <w:t> !…</w:t>
      </w:r>
    </w:p>
    <w:p w14:paraId="1D63FB8A" w14:textId="77777777" w:rsidR="00DE313F" w:rsidRDefault="0074134D" w:rsidP="0074134D">
      <w:r w:rsidRPr="003D2FAA">
        <w:t>Mais qui était cet adolescent</w:t>
      </w:r>
      <w:r w:rsidR="00DE313F">
        <w:t xml:space="preserve"> ? </w:t>
      </w:r>
      <w:r w:rsidRPr="003D2FAA">
        <w:t>D</w:t>
      </w:r>
      <w:r w:rsidR="00DE313F">
        <w:t>’</w:t>
      </w:r>
      <w:r w:rsidRPr="003D2FAA">
        <w:t>où était venu ce portrait dans ce salon</w:t>
      </w:r>
      <w:r w:rsidR="00DE313F">
        <w:t xml:space="preserve"> ? </w:t>
      </w:r>
      <w:r w:rsidRPr="003D2FAA">
        <w:t>Peut-être était-il autrefois dans le vieux salon des parents de Stefano Conti</w:t>
      </w:r>
      <w:r w:rsidR="00DE313F">
        <w:t xml:space="preserve">, </w:t>
      </w:r>
      <w:r w:rsidRPr="003D2FAA">
        <w:t>dans la maison où j</w:t>
      </w:r>
      <w:r w:rsidR="00DE313F">
        <w:t>’</w:t>
      </w:r>
      <w:r w:rsidRPr="003D2FAA">
        <w:t>allais le tro</w:t>
      </w:r>
      <w:r w:rsidRPr="003D2FAA">
        <w:t>u</w:t>
      </w:r>
      <w:r w:rsidRPr="003D2FAA">
        <w:t>ver il y a tant et tant d</w:t>
      </w:r>
      <w:r w:rsidR="00DE313F">
        <w:t>’</w:t>
      </w:r>
      <w:r w:rsidRPr="003D2FAA">
        <w:t>années</w:t>
      </w:r>
      <w:r w:rsidR="00DE313F">
        <w:t xml:space="preserve"> ? </w:t>
      </w:r>
      <w:r w:rsidRPr="003D2FAA">
        <w:t>Oui</w:t>
      </w:r>
      <w:r w:rsidR="00DE313F">
        <w:t xml:space="preserve">, </w:t>
      </w:r>
      <w:r w:rsidRPr="003D2FAA">
        <w:t>peut-être</w:t>
      </w:r>
      <w:r w:rsidR="00DE313F">
        <w:t xml:space="preserve">, </w:t>
      </w:r>
      <w:r w:rsidRPr="003D2FAA">
        <w:t>car en ce salon je n</w:t>
      </w:r>
      <w:r w:rsidR="00DE313F">
        <w:t>’</w:t>
      </w:r>
      <w:r w:rsidRPr="003D2FAA">
        <w:t>étais jamais entré</w:t>
      </w:r>
      <w:r w:rsidR="00DE313F">
        <w:t xml:space="preserve">, </w:t>
      </w:r>
      <w:r w:rsidRPr="003D2FAA">
        <w:t>Stefano me recevant dans sa petite salle d</w:t>
      </w:r>
      <w:r w:rsidR="00DE313F">
        <w:t>’</w:t>
      </w:r>
      <w:r w:rsidRPr="003D2FAA">
        <w:t>étude ou dans la salle à manger</w:t>
      </w:r>
      <w:r w:rsidR="00DE313F">
        <w:t xml:space="preserve">. </w:t>
      </w:r>
      <w:r w:rsidRPr="003D2FAA">
        <w:t>Qui représentait-il</w:t>
      </w:r>
      <w:r w:rsidR="00DE313F">
        <w:t xml:space="preserve">, </w:t>
      </w:r>
      <w:r w:rsidRPr="003D2FAA">
        <w:t>ce po</w:t>
      </w:r>
      <w:r w:rsidRPr="003D2FAA">
        <w:t>r</w:t>
      </w:r>
      <w:r w:rsidRPr="003D2FAA">
        <w:t>trait</w:t>
      </w:r>
      <w:r w:rsidR="00DE313F">
        <w:t> ?</w:t>
      </w:r>
    </w:p>
    <w:p w14:paraId="18368BC5" w14:textId="77777777" w:rsidR="00DE313F" w:rsidRDefault="0074134D" w:rsidP="0074134D">
      <w:r w:rsidRPr="003D2FAA">
        <w:t>On sentait qu</w:t>
      </w:r>
      <w:r w:rsidR="00DE313F">
        <w:t>’</w:t>
      </w:r>
      <w:r w:rsidRPr="003D2FAA">
        <w:t>il devait être peint depuis une trentaine d</w:t>
      </w:r>
      <w:r w:rsidR="00DE313F">
        <w:t>’</w:t>
      </w:r>
      <w:r w:rsidRPr="003D2FAA">
        <w:t>années</w:t>
      </w:r>
      <w:r w:rsidR="00DE313F">
        <w:t xml:space="preserve">. </w:t>
      </w:r>
      <w:r w:rsidRPr="003D2FAA">
        <w:t>Mais</w:t>
      </w:r>
      <w:r w:rsidR="00DE313F">
        <w:t xml:space="preserve">, </w:t>
      </w:r>
      <w:r w:rsidRPr="003D2FAA">
        <w:t>mystérieusement et de la façon la plus certaine</w:t>
      </w:r>
      <w:r w:rsidR="00DE313F">
        <w:t xml:space="preserve">, </w:t>
      </w:r>
      <w:r w:rsidRPr="003D2FAA">
        <w:t>la vue de cette image excluait la pensée que ces trente ans</w:t>
      </w:r>
      <w:r w:rsidR="00DE313F">
        <w:t xml:space="preserve">, </w:t>
      </w:r>
      <w:r w:rsidRPr="003D2FAA">
        <w:t>du jour où l</w:t>
      </w:r>
      <w:r w:rsidR="00DE313F">
        <w:t>’</w:t>
      </w:r>
      <w:r w:rsidRPr="003D2FAA">
        <w:t>image avait été fixée sur la toile par le peintre</w:t>
      </w:r>
      <w:r w:rsidR="00DE313F">
        <w:t xml:space="preserve">, </w:t>
      </w:r>
      <w:r w:rsidRPr="003D2FAA">
        <w:t>que ces trente ans</w:t>
      </w:r>
      <w:r w:rsidR="00DE313F">
        <w:t xml:space="preserve">, </w:t>
      </w:r>
      <w:r w:rsidRPr="003D2FAA">
        <w:t>dis-je</w:t>
      </w:r>
      <w:r w:rsidR="00DE313F">
        <w:t xml:space="preserve">, </w:t>
      </w:r>
      <w:r w:rsidRPr="003D2FAA">
        <w:t>eussent été vécus par le modèle</w:t>
      </w:r>
      <w:r w:rsidR="00DE313F">
        <w:t> !</w:t>
      </w:r>
    </w:p>
    <w:p w14:paraId="3E132437" w14:textId="77777777" w:rsidR="00DE313F" w:rsidRDefault="0074134D" w:rsidP="0074134D">
      <w:r w:rsidRPr="003D2FAA">
        <w:t>Il devait s</w:t>
      </w:r>
      <w:r w:rsidR="00DE313F">
        <w:t>’</w:t>
      </w:r>
      <w:r w:rsidRPr="003D2FAA">
        <w:t>être arrêté là</w:t>
      </w:r>
      <w:r w:rsidR="00DE313F">
        <w:t xml:space="preserve">, </w:t>
      </w:r>
      <w:r w:rsidRPr="003D2FAA">
        <w:t>au seuil de la vie</w:t>
      </w:r>
      <w:r w:rsidR="00DE313F">
        <w:t xml:space="preserve">, </w:t>
      </w:r>
      <w:r w:rsidRPr="003D2FAA">
        <w:t>ce petit jeune homme</w:t>
      </w:r>
      <w:r w:rsidR="00DE313F">
        <w:t xml:space="preserve">. </w:t>
      </w:r>
      <w:r w:rsidRPr="003D2FAA">
        <w:t>Et dans ses yeux étrangement ouverts et comme perdus en une tristesse sans espoir on lisait la démission de celui qui</w:t>
      </w:r>
      <w:r w:rsidR="00DE313F">
        <w:t xml:space="preserve">, </w:t>
      </w:r>
      <w:r w:rsidRPr="003D2FAA">
        <w:t>pendant une marche de guerre</w:t>
      </w:r>
      <w:r w:rsidR="00DE313F">
        <w:t xml:space="preserve">, </w:t>
      </w:r>
      <w:r w:rsidRPr="003D2FAA">
        <w:t>resté en arrière de la troupe</w:t>
      </w:r>
      <w:r w:rsidR="00DE313F">
        <w:t xml:space="preserve">, </w:t>
      </w:r>
      <w:r w:rsidRPr="003D2FAA">
        <w:t>e</w:t>
      </w:r>
      <w:r w:rsidRPr="003D2FAA">
        <w:t>x</w:t>
      </w:r>
      <w:r w:rsidRPr="003D2FAA">
        <w:t>ténué</w:t>
      </w:r>
      <w:r w:rsidR="00DE313F">
        <w:t xml:space="preserve">, </w:t>
      </w:r>
      <w:r w:rsidRPr="003D2FAA">
        <w:t>abandonné sans secours en terre ennemie</w:t>
      </w:r>
      <w:r w:rsidR="00DE313F">
        <w:t xml:space="preserve">, </w:t>
      </w:r>
      <w:r w:rsidRPr="003D2FAA">
        <w:t>regarde ses camarades marcher en avant</w:t>
      </w:r>
      <w:r w:rsidR="00DE313F">
        <w:t xml:space="preserve">, </w:t>
      </w:r>
      <w:r w:rsidRPr="003D2FAA">
        <w:t>ses camarades qui s</w:t>
      </w:r>
      <w:r w:rsidR="00DE313F">
        <w:t>’</w:t>
      </w:r>
      <w:r w:rsidRPr="003D2FAA">
        <w:t>éloignent de plus en plus</w:t>
      </w:r>
      <w:r w:rsidR="00DE313F">
        <w:t xml:space="preserve">, </w:t>
      </w:r>
      <w:r w:rsidRPr="003D2FAA">
        <w:t>emportant avec eux tout le bruit de la vie</w:t>
      </w:r>
      <w:r w:rsidR="00DE313F">
        <w:t xml:space="preserve">, </w:t>
      </w:r>
      <w:r w:rsidRPr="003D2FAA">
        <w:t>de telle sorte que bientôt</w:t>
      </w:r>
      <w:r w:rsidR="00DE313F">
        <w:t xml:space="preserve">, </w:t>
      </w:r>
      <w:r w:rsidRPr="003D2FAA">
        <w:t>dans le silence qui se fera près de lui et autour de lui</w:t>
      </w:r>
      <w:r w:rsidR="00DE313F">
        <w:t xml:space="preserve">, </w:t>
      </w:r>
      <w:r w:rsidRPr="003D2FAA">
        <w:t>il sentira</w:t>
      </w:r>
      <w:r w:rsidR="00DE313F">
        <w:t xml:space="preserve">, </w:t>
      </w:r>
      <w:r w:rsidRPr="003D2FAA">
        <w:t>imminente</w:t>
      </w:r>
      <w:r w:rsidR="00DE313F">
        <w:t xml:space="preserve">, </w:t>
      </w:r>
      <w:r w:rsidRPr="003D2FAA">
        <w:t>la mort</w:t>
      </w:r>
      <w:r w:rsidR="00DE313F">
        <w:t> !…</w:t>
      </w:r>
    </w:p>
    <w:p w14:paraId="4D456FAF" w14:textId="77777777" w:rsidR="00DE313F" w:rsidRDefault="0074134D" w:rsidP="0074134D">
      <w:r w:rsidRPr="003D2FAA">
        <w:t>Aucun homme de quarante-six ou quarante-sept ans n</w:t>
      </w:r>
      <w:r w:rsidR="00DE313F">
        <w:t>’</w:t>
      </w:r>
      <w:r w:rsidRPr="003D2FAA">
        <w:t>avait sûrement jamais ouvert la porte de ce salon pour dire en indiquant ce portrait sur le mur</w:t>
      </w:r>
      <w:r w:rsidR="00DE313F">
        <w:t> :</w:t>
      </w:r>
    </w:p>
    <w:p w14:paraId="07EA9BE7" w14:textId="77777777" w:rsidR="00DE313F" w:rsidRDefault="00DE313F" w:rsidP="0074134D">
      <w:r>
        <w:t>— </w:t>
      </w:r>
      <w:r w:rsidR="0074134D" w:rsidRPr="003D2FAA">
        <w:t>Me voilà quand j</w:t>
      </w:r>
      <w:r>
        <w:t>’</w:t>
      </w:r>
      <w:r w:rsidR="0074134D" w:rsidRPr="003D2FAA">
        <w:t>avais seize ans</w:t>
      </w:r>
      <w:r>
        <w:t> !</w:t>
      </w:r>
    </w:p>
    <w:p w14:paraId="1314876F" w14:textId="77777777" w:rsidR="00DE313F" w:rsidRDefault="0074134D" w:rsidP="0074134D">
      <w:r w:rsidRPr="003D2FAA">
        <w:t>Ce portrait était sans doute celui d</w:t>
      </w:r>
      <w:r w:rsidR="00DE313F">
        <w:t>’</w:t>
      </w:r>
      <w:r w:rsidRPr="003D2FAA">
        <w:t>un jeune mort</w:t>
      </w:r>
      <w:r w:rsidR="00DE313F">
        <w:t xml:space="preserve">, </w:t>
      </w:r>
      <w:r w:rsidRPr="003D2FAA">
        <w:t>et la place qu</w:t>
      </w:r>
      <w:r w:rsidR="00DE313F">
        <w:t>’</w:t>
      </w:r>
      <w:r w:rsidRPr="003D2FAA">
        <w:t xml:space="preserve">il occupait dans le petit salon prouvait clairement </w:t>
      </w:r>
      <w:r w:rsidRPr="003D2FAA">
        <w:lastRenderedPageBreak/>
        <w:t>qu</w:t>
      </w:r>
      <w:r w:rsidR="00DE313F">
        <w:t>’</w:t>
      </w:r>
      <w:r w:rsidRPr="003D2FAA">
        <w:t>il était là comme souvenir</w:t>
      </w:r>
      <w:r w:rsidR="00DE313F">
        <w:t xml:space="preserve">, </w:t>
      </w:r>
      <w:r w:rsidRPr="003D2FAA">
        <w:t>mais non comme un souvenir très cher</w:t>
      </w:r>
      <w:r w:rsidR="00DE313F">
        <w:t xml:space="preserve">, </w:t>
      </w:r>
      <w:r w:rsidRPr="003D2FAA">
        <w:t>puisqu</w:t>
      </w:r>
      <w:r w:rsidR="00DE313F">
        <w:t>’</w:t>
      </w:r>
      <w:r w:rsidRPr="003D2FAA">
        <w:t>on l</w:t>
      </w:r>
      <w:r w:rsidR="00DE313F">
        <w:t>’</w:t>
      </w:r>
      <w:r w:rsidRPr="003D2FAA">
        <w:t>abandonnait parmi ces meubles neufs</w:t>
      </w:r>
      <w:r w:rsidR="00DE313F">
        <w:t xml:space="preserve">, </w:t>
      </w:r>
      <w:r w:rsidRPr="003D2FAA">
        <w:t>hors de toute intimité</w:t>
      </w:r>
      <w:r w:rsidR="00DE313F">
        <w:t xml:space="preserve"> : </w:t>
      </w:r>
      <w:r w:rsidRPr="003D2FAA">
        <w:t>c</w:t>
      </w:r>
      <w:r w:rsidR="00DE313F">
        <w:t>’</w:t>
      </w:r>
      <w:r w:rsidRPr="003D2FAA">
        <w:t>était une place de considération plutôt</w:t>
      </w:r>
      <w:r w:rsidR="00DE313F">
        <w:t xml:space="preserve">, </w:t>
      </w:r>
      <w:r w:rsidRPr="003D2FAA">
        <w:t>certes</w:t>
      </w:r>
      <w:r w:rsidR="00DE313F">
        <w:t xml:space="preserve">, </w:t>
      </w:r>
      <w:r w:rsidRPr="003D2FAA">
        <w:t>que d</w:t>
      </w:r>
      <w:r w:rsidR="00DE313F">
        <w:t>’</w:t>
      </w:r>
      <w:r w:rsidRPr="003D2FAA">
        <w:t>affection</w:t>
      </w:r>
      <w:r w:rsidR="00DE313F">
        <w:t> !</w:t>
      </w:r>
    </w:p>
    <w:p w14:paraId="2CA499DA" w14:textId="77777777" w:rsidR="00DE313F" w:rsidRDefault="0074134D" w:rsidP="0074134D">
      <w:r w:rsidRPr="003D2FAA">
        <w:t>Je savais que Stefano Conti n</w:t>
      </w:r>
      <w:r w:rsidR="00DE313F">
        <w:t>’</w:t>
      </w:r>
      <w:r w:rsidRPr="003D2FAA">
        <w:t>avait</w:t>
      </w:r>
      <w:r w:rsidR="00DE313F">
        <w:t xml:space="preserve">, </w:t>
      </w:r>
      <w:r w:rsidRPr="003D2FAA">
        <w:t>ni n</w:t>
      </w:r>
      <w:r w:rsidR="00DE313F">
        <w:t>’</w:t>
      </w:r>
      <w:r w:rsidRPr="003D2FAA">
        <w:t>avait jamais eu de frère</w:t>
      </w:r>
      <w:r w:rsidR="00DE313F">
        <w:t xml:space="preserve">. </w:t>
      </w:r>
      <w:r w:rsidRPr="003D2FAA">
        <w:t>Du reste</w:t>
      </w:r>
      <w:r w:rsidR="00DE313F">
        <w:t xml:space="preserve">, </w:t>
      </w:r>
      <w:r w:rsidRPr="003D2FAA">
        <w:t>ce visage n</w:t>
      </w:r>
      <w:r w:rsidR="00DE313F">
        <w:t>’</w:t>
      </w:r>
      <w:r w:rsidRPr="003D2FAA">
        <w:t>avait aucun des traits caractéri</w:t>
      </w:r>
      <w:r w:rsidRPr="003D2FAA">
        <w:t>s</w:t>
      </w:r>
      <w:r w:rsidRPr="003D2FAA">
        <w:t>tiques de la famille de mon ami</w:t>
      </w:r>
      <w:r w:rsidR="00DE313F">
        <w:t xml:space="preserve"> ; </w:t>
      </w:r>
      <w:r w:rsidRPr="003D2FAA">
        <w:t>il n</w:t>
      </w:r>
      <w:r w:rsidR="00DE313F">
        <w:t>’</w:t>
      </w:r>
      <w:r w:rsidRPr="003D2FAA">
        <w:t>avait ombre de resse</w:t>
      </w:r>
      <w:r w:rsidRPr="003D2FAA">
        <w:t>m</w:t>
      </w:r>
      <w:r w:rsidRPr="003D2FAA">
        <w:t>blance ni avec Stefano</w:t>
      </w:r>
      <w:r w:rsidR="00DE313F">
        <w:t xml:space="preserve">, </w:t>
      </w:r>
      <w:r w:rsidRPr="003D2FAA">
        <w:t>ni avec ses deux sœurs</w:t>
      </w:r>
      <w:r w:rsidR="00DE313F">
        <w:t xml:space="preserve">, </w:t>
      </w:r>
      <w:r w:rsidRPr="003D2FAA">
        <w:t>mariées déjà d</w:t>
      </w:r>
      <w:r w:rsidRPr="003D2FAA">
        <w:t>e</w:t>
      </w:r>
      <w:r w:rsidRPr="003D2FAA">
        <w:t>puis un certain temps</w:t>
      </w:r>
      <w:r w:rsidR="00DE313F">
        <w:t xml:space="preserve">. </w:t>
      </w:r>
      <w:r w:rsidRPr="003D2FAA">
        <w:t>De plus</w:t>
      </w:r>
      <w:r w:rsidR="00DE313F">
        <w:t xml:space="preserve">, </w:t>
      </w:r>
      <w:r w:rsidRPr="003D2FAA">
        <w:t>la date vraisemblable du portrait et ce que l</w:t>
      </w:r>
      <w:r w:rsidR="00DE313F">
        <w:t>’</w:t>
      </w:r>
      <w:r w:rsidRPr="003D2FAA">
        <w:t>on voyait du vêtement du jeune homme ne pouvaient pas faire penser que ce fût quelque ancien parent de la mère ou du père de Conti</w:t>
      </w:r>
      <w:r w:rsidR="00DE313F">
        <w:t xml:space="preserve">, </w:t>
      </w:r>
      <w:r w:rsidRPr="003D2FAA">
        <w:t>mort dans une adolescence lointaine</w:t>
      </w:r>
      <w:r w:rsidR="00DE313F">
        <w:t>.</w:t>
      </w:r>
    </w:p>
    <w:p w14:paraId="7261C126" w14:textId="77777777" w:rsidR="00DE313F" w:rsidRDefault="0074134D" w:rsidP="0074134D">
      <w:r w:rsidRPr="003D2FAA">
        <w:t>Lorsqu</w:t>
      </w:r>
      <w:r w:rsidR="00DE313F">
        <w:t>’</w:t>
      </w:r>
      <w:r w:rsidRPr="003D2FAA">
        <w:t>au bout de quelques instants Stefano survint et qu</w:t>
      </w:r>
      <w:r w:rsidR="00DE313F">
        <w:t>’</w:t>
      </w:r>
      <w:r w:rsidRPr="003D2FAA">
        <w:t>après les premières exclamations de nous retrouver si cha</w:t>
      </w:r>
      <w:r w:rsidRPr="003D2FAA">
        <w:t>n</w:t>
      </w:r>
      <w:r w:rsidRPr="003D2FAA">
        <w:t>gés l</w:t>
      </w:r>
      <w:r w:rsidR="00DE313F">
        <w:t>’</w:t>
      </w:r>
      <w:r w:rsidRPr="003D2FAA">
        <w:t>un et l</w:t>
      </w:r>
      <w:r w:rsidR="00DE313F">
        <w:t>’</w:t>
      </w:r>
      <w:r w:rsidRPr="003D2FAA">
        <w:t>autre nous nous mîmes à évoquer nos souvenirs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éprouvai</w:t>
      </w:r>
      <w:r w:rsidR="00DE313F">
        <w:t xml:space="preserve">, </w:t>
      </w:r>
      <w:r w:rsidRPr="003D2FAA">
        <w:t>en levant de nouveau les yeux sur le portrait et en demandant sur lui quelques précisions à mon ami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étrange sentiment que je commettais presque une profanation</w:t>
      </w:r>
      <w:r w:rsidR="00DE313F">
        <w:t xml:space="preserve">, </w:t>
      </w:r>
      <w:r w:rsidRPr="003D2FAA">
        <w:t>ou pl</w:t>
      </w:r>
      <w:r w:rsidRPr="003D2FAA">
        <w:t>u</w:t>
      </w:r>
      <w:r w:rsidRPr="003D2FAA">
        <w:t>tôt un acte de trahison</w:t>
      </w:r>
      <w:r w:rsidR="00DE313F">
        <w:t xml:space="preserve">, </w:t>
      </w:r>
      <w:r w:rsidRPr="003D2FAA">
        <w:t>qui devait me donner d</w:t>
      </w:r>
      <w:r w:rsidR="00DE313F">
        <w:t>’</w:t>
      </w:r>
      <w:r w:rsidRPr="003D2FAA">
        <w:t>autant plus de remords que je profitais pour le commettre de ce que personne ne pouvait me le reprocher</w:t>
      </w:r>
      <w:r w:rsidR="00DE313F">
        <w:t>.</w:t>
      </w:r>
    </w:p>
    <w:p w14:paraId="6D619122" w14:textId="41AF050E" w:rsidR="00DE313F" w:rsidRDefault="0074134D" w:rsidP="0074134D">
      <w:r w:rsidRPr="003D2FAA">
        <w:t>Il me parut que le jeune homme représenté là en effigie</w:t>
      </w:r>
      <w:r w:rsidR="00DE313F">
        <w:t xml:space="preserve">, </w:t>
      </w:r>
      <w:r w:rsidRPr="003D2FAA">
        <w:t>avec la tristesse désespérée de ses yeux</w:t>
      </w:r>
      <w:r w:rsidR="00DE313F">
        <w:t xml:space="preserve">, </w:t>
      </w:r>
      <w:r w:rsidRPr="003D2FAA">
        <w:t>me disait tout meurtri</w:t>
      </w:r>
      <w:r w:rsidR="00DE313F">
        <w:t> : « </w:t>
      </w:r>
      <w:r w:rsidRPr="003D2FAA">
        <w:t>Pourquoi demandes-tu des renseignements sur moi</w:t>
      </w:r>
      <w:r w:rsidR="00DE313F">
        <w:t xml:space="preserve"> ; </w:t>
      </w:r>
      <w:r w:rsidRPr="003D2FAA">
        <w:t>ne t</w:t>
      </w:r>
      <w:r w:rsidR="00DE313F">
        <w:t>’</w:t>
      </w:r>
      <w:r w:rsidRPr="003D2FAA">
        <w:t>ai-je pas confié que je ressens le même chagrin que tu as senti en e</w:t>
      </w:r>
      <w:r w:rsidRPr="003D2FAA">
        <w:t>n</w:t>
      </w:r>
      <w:r w:rsidRPr="003D2FAA">
        <w:t>trant ici</w:t>
      </w:r>
      <w:r w:rsidR="00DE313F">
        <w:t xml:space="preserve"> ? </w:t>
      </w:r>
      <w:r w:rsidRPr="003D2FAA">
        <w:t>Pourquoi veux-tu obtenir de ceux qui sont autour de moi des détails que moi</w:t>
      </w:r>
      <w:r w:rsidR="00DE313F">
        <w:t xml:space="preserve">, </w:t>
      </w:r>
      <w:r w:rsidRPr="003D2FAA">
        <w:t>image muette</w:t>
      </w:r>
      <w:r w:rsidR="00DE313F">
        <w:t xml:space="preserve">, </w:t>
      </w:r>
      <w:r w:rsidRPr="003D2FAA">
        <w:t>je ne puis ni corriger</w:t>
      </w:r>
      <w:r w:rsidR="00DE313F">
        <w:t xml:space="preserve">, </w:t>
      </w:r>
      <w:r w:rsidRPr="003D2FAA">
        <w:t>ni démentir</w:t>
      </w:r>
      <w:r w:rsidR="00DE313F">
        <w:t> ? »</w:t>
      </w:r>
    </w:p>
    <w:p w14:paraId="30E30D14" w14:textId="77777777" w:rsidR="00DE313F" w:rsidRDefault="00DE313F" w:rsidP="0074134D">
      <w:r>
        <w:t>— </w:t>
      </w:r>
      <w:r w:rsidR="0074134D" w:rsidRPr="003D2FAA">
        <w:t>Ah</w:t>
      </w:r>
      <w:r>
        <w:t xml:space="preserve"> ! </w:t>
      </w:r>
      <w:r w:rsidR="0074134D" w:rsidRPr="003D2FAA">
        <w:t>fit Stefano Conti à ma première question</w:t>
      </w:r>
      <w:r>
        <w:t xml:space="preserve">, </w:t>
      </w:r>
      <w:r w:rsidR="0074134D" w:rsidRPr="003D2FAA">
        <w:t>en détou</w:t>
      </w:r>
      <w:r w:rsidR="0074134D" w:rsidRPr="003D2FAA">
        <w:t>r</w:t>
      </w:r>
      <w:r w:rsidR="0074134D" w:rsidRPr="003D2FAA">
        <w:t xml:space="preserve">nant la tête et en levant les bras comme pour se </w:t>
      </w:r>
      <w:r w:rsidR="0074134D" w:rsidRPr="003D2FAA">
        <w:lastRenderedPageBreak/>
        <w:t>défendre de la vue du portrait</w:t>
      </w:r>
      <w:r>
        <w:t xml:space="preserve">, </w:t>
      </w:r>
      <w:r w:rsidR="0074134D" w:rsidRPr="003D2FAA">
        <w:t>par pitié ne m</w:t>
      </w:r>
      <w:r>
        <w:t>’</w:t>
      </w:r>
      <w:r w:rsidR="0074134D" w:rsidRPr="003D2FAA">
        <w:t>en parle pas</w:t>
      </w:r>
      <w:r>
        <w:t xml:space="preserve"> ! </w:t>
      </w:r>
      <w:r w:rsidR="0074134D" w:rsidRPr="003D2FAA">
        <w:t>Je ne puis même pas le regarder</w:t>
      </w:r>
      <w:r>
        <w:t> !</w:t>
      </w:r>
    </w:p>
    <w:p w14:paraId="7D20E76C" w14:textId="77777777" w:rsidR="00DE313F" w:rsidRDefault="00DE313F" w:rsidP="0074134D">
      <w:r>
        <w:t>— </w:t>
      </w:r>
      <w:r w:rsidR="0074134D" w:rsidRPr="003D2FAA">
        <w:t>Pardonne-moi</w:t>
      </w:r>
      <w:r>
        <w:t xml:space="preserve">, </w:t>
      </w:r>
      <w:r w:rsidR="0074134D" w:rsidRPr="003D2FAA">
        <w:t>balbutiai-je</w:t>
      </w:r>
      <w:r>
        <w:t xml:space="preserve">… </w:t>
      </w:r>
      <w:r w:rsidR="0074134D" w:rsidRPr="003D2FAA">
        <w:t>Je ne croyais pas</w:t>
      </w:r>
      <w:r>
        <w:t>…</w:t>
      </w:r>
    </w:p>
    <w:p w14:paraId="2951CC32" w14:textId="77777777" w:rsidR="00DE313F" w:rsidRDefault="00DE313F" w:rsidP="0074134D">
      <w:r>
        <w:t>— </w:t>
      </w:r>
      <w:r w:rsidR="0074134D" w:rsidRPr="003D2FAA">
        <w:t>Non</w:t>
      </w:r>
      <w:r>
        <w:t xml:space="preserve">, </w:t>
      </w:r>
      <w:r w:rsidR="0074134D" w:rsidRPr="003D2FAA">
        <w:t>ne t</w:t>
      </w:r>
      <w:r>
        <w:t>’</w:t>
      </w:r>
      <w:r w:rsidR="0074134D" w:rsidRPr="003D2FAA">
        <w:t>imagine rien de mal</w:t>
      </w:r>
      <w:r>
        <w:t xml:space="preserve">, </w:t>
      </w:r>
      <w:r w:rsidR="0074134D" w:rsidRPr="003D2FAA">
        <w:t>se hâta d</w:t>
      </w:r>
      <w:r>
        <w:t>’</w:t>
      </w:r>
      <w:r w:rsidR="0074134D" w:rsidRPr="003D2FAA">
        <w:t>ajouter Stefano</w:t>
      </w:r>
      <w:r>
        <w:t xml:space="preserve">, </w:t>
      </w:r>
      <w:r w:rsidR="0074134D" w:rsidRPr="003D2FAA">
        <w:t>la souffrance que me cause la vue de ce portrait est si difficile à exprimer</w:t>
      </w:r>
      <w:r>
        <w:t xml:space="preserve"> !… </w:t>
      </w:r>
      <w:r w:rsidR="0074134D" w:rsidRPr="003D2FAA">
        <w:t>Si tu savais</w:t>
      </w:r>
      <w:r>
        <w:t> !…</w:t>
      </w:r>
    </w:p>
    <w:p w14:paraId="7D7331C2" w14:textId="77777777" w:rsidR="00DE313F" w:rsidRDefault="00DE313F" w:rsidP="0074134D">
      <w:r>
        <w:t>— </w:t>
      </w:r>
      <w:r w:rsidR="0074134D" w:rsidRPr="003D2FAA">
        <w:t>C</w:t>
      </w:r>
      <w:r>
        <w:t>’</w:t>
      </w:r>
      <w:r w:rsidR="0074134D" w:rsidRPr="003D2FAA">
        <w:t>est un de tes parents</w:t>
      </w:r>
      <w:r>
        <w:t xml:space="preserve"> ? </w:t>
      </w:r>
      <w:r w:rsidR="0074134D" w:rsidRPr="003D2FAA">
        <w:t>me risquai-je à demander</w:t>
      </w:r>
      <w:r>
        <w:t>.</w:t>
      </w:r>
    </w:p>
    <w:p w14:paraId="51EDA5A1" w14:textId="77777777" w:rsidR="00DE313F" w:rsidRDefault="00DE313F" w:rsidP="0074134D">
      <w:r>
        <w:t>— </w:t>
      </w:r>
      <w:r w:rsidR="0074134D" w:rsidRPr="003D2FAA">
        <w:t>Parent</w:t>
      </w:r>
      <w:r>
        <w:t xml:space="preserve"> ? </w:t>
      </w:r>
      <w:r w:rsidR="0074134D" w:rsidRPr="003D2FAA">
        <w:t>répéta Stefano Conti se retirant en lui-même</w:t>
      </w:r>
      <w:r>
        <w:t xml:space="preserve">, </w:t>
      </w:r>
      <w:r w:rsidR="0074134D" w:rsidRPr="003D2FAA">
        <w:t>plus peut-être pour s</w:t>
      </w:r>
      <w:r>
        <w:t>’</w:t>
      </w:r>
      <w:r w:rsidR="0074134D" w:rsidRPr="003D2FAA">
        <w:t>éloigner d</w:t>
      </w:r>
      <w:r>
        <w:t>’</w:t>
      </w:r>
      <w:r w:rsidR="0074134D" w:rsidRPr="003D2FAA">
        <w:t>un contact moral qui le faisait souffrir que parce qu</w:t>
      </w:r>
      <w:r>
        <w:t>’</w:t>
      </w:r>
      <w:r w:rsidR="0074134D" w:rsidRPr="003D2FAA">
        <w:t>il ne savait comment me répondre</w:t>
      </w:r>
      <w:r>
        <w:t xml:space="preserve"> ; </w:t>
      </w:r>
      <w:r w:rsidR="0074134D" w:rsidRPr="003D2FAA">
        <w:t>c</w:t>
      </w:r>
      <w:r>
        <w:t>’</w:t>
      </w:r>
      <w:r w:rsidR="0074134D" w:rsidRPr="003D2FAA">
        <w:t>était</w:t>
      </w:r>
      <w:r>
        <w:t xml:space="preserve">… </w:t>
      </w:r>
      <w:r w:rsidR="0074134D" w:rsidRPr="003D2FAA">
        <w:t>c</w:t>
      </w:r>
      <w:r>
        <w:t>’</w:t>
      </w:r>
      <w:r w:rsidR="0074134D" w:rsidRPr="003D2FAA">
        <w:t>était un enfant de ma mère</w:t>
      </w:r>
      <w:r>
        <w:t> !…</w:t>
      </w:r>
    </w:p>
    <w:p w14:paraId="5767978A" w14:textId="77777777" w:rsidR="00DE313F" w:rsidRDefault="0074134D" w:rsidP="0074134D">
      <w:r w:rsidRPr="003D2FAA">
        <w:t>Tant d</w:t>
      </w:r>
      <w:r w:rsidR="00DE313F">
        <w:t>’</w:t>
      </w:r>
      <w:r w:rsidRPr="003D2FAA">
        <w:t>étonnement et d</w:t>
      </w:r>
      <w:r w:rsidR="00DE313F">
        <w:t>’</w:t>
      </w:r>
      <w:r w:rsidRPr="003D2FAA">
        <w:t>embarras se peignirent sur mon v</w:t>
      </w:r>
      <w:r w:rsidRPr="003D2FAA">
        <w:t>i</w:t>
      </w:r>
      <w:r w:rsidRPr="003D2FAA">
        <w:t>sage que Stefano Conti</w:t>
      </w:r>
      <w:r w:rsidR="00DE313F">
        <w:t xml:space="preserve">, </w:t>
      </w:r>
      <w:r w:rsidRPr="003D2FAA">
        <w:t>rougissant tout à coup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écria</w:t>
      </w:r>
      <w:r w:rsidR="00DE313F">
        <w:t> :</w:t>
      </w:r>
    </w:p>
    <w:p w14:paraId="342C5CC7" w14:textId="77777777" w:rsidR="00DE313F" w:rsidRDefault="00DE313F" w:rsidP="0074134D">
      <w:r>
        <w:t>— </w:t>
      </w:r>
      <w:r w:rsidR="0074134D" w:rsidRPr="003D2FAA">
        <w:t>Oh</w:t>
      </w:r>
      <w:r>
        <w:t xml:space="preserve"> ! </w:t>
      </w:r>
      <w:r w:rsidR="0074134D" w:rsidRPr="003D2FAA">
        <w:t>pas illégitime</w:t>
      </w:r>
      <w:r>
        <w:t xml:space="preserve">, </w:t>
      </w:r>
      <w:r w:rsidR="0074134D" w:rsidRPr="003D2FAA">
        <w:t>je te prie de le croire</w:t>
      </w:r>
      <w:r>
        <w:t xml:space="preserve"> ; </w:t>
      </w:r>
      <w:r w:rsidR="0074134D" w:rsidRPr="003D2FAA">
        <w:t>ma mère fut une sainte</w:t>
      </w:r>
      <w:r>
        <w:t> !</w:t>
      </w:r>
    </w:p>
    <w:p w14:paraId="27202174" w14:textId="77777777" w:rsidR="00DE313F" w:rsidRDefault="00DE313F" w:rsidP="0074134D">
      <w:r>
        <w:t>— </w:t>
      </w:r>
      <w:r w:rsidR="0074134D" w:rsidRPr="003D2FAA">
        <w:t>Mais dis ton demi-frère alors</w:t>
      </w:r>
      <w:r>
        <w:t xml:space="preserve"> ! </w:t>
      </w:r>
      <w:r w:rsidR="0074134D" w:rsidRPr="003D2FAA">
        <w:t>criai-je presque avec c</w:t>
      </w:r>
      <w:r w:rsidR="0074134D" w:rsidRPr="003D2FAA">
        <w:t>o</w:t>
      </w:r>
      <w:r w:rsidR="0074134D" w:rsidRPr="003D2FAA">
        <w:t>lère</w:t>
      </w:r>
      <w:r>
        <w:t>.</w:t>
      </w:r>
    </w:p>
    <w:p w14:paraId="7C4E22FD" w14:textId="77777777" w:rsidR="00DE313F" w:rsidRDefault="00DE313F" w:rsidP="0074134D">
      <w:r>
        <w:t>— </w:t>
      </w:r>
      <w:r w:rsidR="0074134D" w:rsidRPr="003D2FAA">
        <w:t>Tu le rapproches trop de moi avec ce mot</w:t>
      </w:r>
      <w:r>
        <w:t xml:space="preserve">, </w:t>
      </w:r>
      <w:r w:rsidR="0074134D" w:rsidRPr="003D2FAA">
        <w:t>tu me fais mal</w:t>
      </w:r>
      <w:r>
        <w:t xml:space="preserve">, </w:t>
      </w:r>
      <w:r w:rsidR="0074134D" w:rsidRPr="003D2FAA">
        <w:t>répondit Stefano</w:t>
      </w:r>
      <w:r>
        <w:t xml:space="preserve">, </w:t>
      </w:r>
      <w:r w:rsidR="0074134D" w:rsidRPr="003D2FAA">
        <w:t>et son visage</w:t>
      </w:r>
      <w:r>
        <w:t xml:space="preserve">, </w:t>
      </w:r>
      <w:r w:rsidR="0074134D" w:rsidRPr="003D2FAA">
        <w:t>douloureusement</w:t>
      </w:r>
      <w:r>
        <w:t xml:space="preserve">, </w:t>
      </w:r>
      <w:r w:rsidR="0074134D" w:rsidRPr="003D2FAA">
        <w:t>se contracta</w:t>
      </w:r>
      <w:r>
        <w:t xml:space="preserve">. </w:t>
      </w:r>
      <w:r w:rsidR="0074134D" w:rsidRPr="003D2FAA">
        <w:t>Eh</w:t>
      </w:r>
      <w:r>
        <w:t xml:space="preserve"> ! </w:t>
      </w:r>
      <w:r w:rsidR="0074134D" w:rsidRPr="003D2FAA">
        <w:t>bien</w:t>
      </w:r>
      <w:r>
        <w:t xml:space="preserve">, </w:t>
      </w:r>
      <w:r w:rsidR="0074134D" w:rsidRPr="003D2FAA">
        <w:t>je te dirai</w:t>
      </w:r>
      <w:r>
        <w:t xml:space="preserve">, </w:t>
      </w:r>
      <w:r w:rsidR="0074134D" w:rsidRPr="003D2FAA">
        <w:t>je m</w:t>
      </w:r>
      <w:r>
        <w:t>’</w:t>
      </w:r>
      <w:r w:rsidR="0074134D" w:rsidRPr="003D2FAA">
        <w:t>efforcerai de t</w:t>
      </w:r>
      <w:r>
        <w:t>’</w:t>
      </w:r>
      <w:r w:rsidR="0074134D" w:rsidRPr="003D2FAA">
        <w:t>expliquer une très ob</w:t>
      </w:r>
      <w:r w:rsidR="0074134D" w:rsidRPr="003D2FAA">
        <w:t>s</w:t>
      </w:r>
      <w:r w:rsidR="0074134D" w:rsidRPr="003D2FAA">
        <w:t>cure complication de sentiments qui a pour effet de me faire r</w:t>
      </w:r>
      <w:r w:rsidR="0074134D" w:rsidRPr="003D2FAA">
        <w:t>e</w:t>
      </w:r>
      <w:r w:rsidR="0074134D" w:rsidRPr="003D2FAA">
        <w:t>léguer là</w:t>
      </w:r>
      <w:r>
        <w:t xml:space="preserve">, </w:t>
      </w:r>
      <w:r w:rsidR="0074134D" w:rsidRPr="003D2FAA">
        <w:t>comme en expiation d</w:t>
      </w:r>
      <w:r>
        <w:t>’</w:t>
      </w:r>
      <w:r w:rsidR="0074134D" w:rsidRPr="003D2FAA">
        <w:t>une faute</w:t>
      </w:r>
      <w:r>
        <w:t xml:space="preserve">, </w:t>
      </w:r>
      <w:r w:rsidR="0074134D" w:rsidRPr="003D2FAA">
        <w:t>ce portrait dont la vue me révolte encore</w:t>
      </w:r>
      <w:r>
        <w:t xml:space="preserve">… </w:t>
      </w:r>
      <w:r w:rsidR="0074134D" w:rsidRPr="003D2FAA">
        <w:t>après tant d</w:t>
      </w:r>
      <w:r>
        <w:t>’</w:t>
      </w:r>
      <w:r w:rsidR="0074134D" w:rsidRPr="003D2FAA">
        <w:t>années pourtant</w:t>
      </w:r>
      <w:r>
        <w:t xml:space="preserve"> ! </w:t>
      </w:r>
      <w:r w:rsidR="0074134D" w:rsidRPr="003D2FAA">
        <w:t>Sache que mon enfance a été empoisonnée de la façon la plus cruelle par ce garçon mort à seize ans</w:t>
      </w:r>
      <w:r>
        <w:t xml:space="preserve">, </w:t>
      </w:r>
      <w:r w:rsidR="0074134D" w:rsidRPr="003D2FAA">
        <w:t>et empoisonnée dans son amour le plus saint</w:t>
      </w:r>
      <w:r>
        <w:t xml:space="preserve"> : </w:t>
      </w:r>
      <w:r w:rsidR="0074134D" w:rsidRPr="003D2FAA">
        <w:t>celui de sa mère</w:t>
      </w:r>
      <w:r>
        <w:t xml:space="preserve"> !… </w:t>
      </w:r>
      <w:r w:rsidR="0074134D" w:rsidRPr="003D2FAA">
        <w:t>Écoute-moi</w:t>
      </w:r>
      <w:r>
        <w:t> :</w:t>
      </w:r>
    </w:p>
    <w:p w14:paraId="3165C238" w14:textId="77777777" w:rsidR="00DE313F" w:rsidRDefault="0074134D" w:rsidP="0074134D">
      <w:r w:rsidRPr="003D2FAA">
        <w:lastRenderedPageBreak/>
        <w:t>Nous vivions alors à la campagne où j</w:t>
      </w:r>
      <w:r w:rsidR="00DE313F">
        <w:t>’</w:t>
      </w:r>
      <w:r w:rsidRPr="003D2FAA">
        <w:t>étais né et où je demeurai jusqu</w:t>
      </w:r>
      <w:r w:rsidR="00DE313F">
        <w:t>’</w:t>
      </w:r>
      <w:r w:rsidRPr="003D2FAA">
        <w:t>à l</w:t>
      </w:r>
      <w:r w:rsidR="00DE313F">
        <w:t>’</w:t>
      </w:r>
      <w:r w:rsidRPr="003D2FAA">
        <w:t>époque où mon père</w:t>
      </w:r>
      <w:r w:rsidR="00DE313F">
        <w:t xml:space="preserve">, </w:t>
      </w:r>
      <w:r w:rsidRPr="003D2FAA">
        <w:t>très malchanceux</w:t>
      </w:r>
      <w:r w:rsidR="00DE313F">
        <w:t xml:space="preserve">, </w:t>
      </w:r>
      <w:r w:rsidRPr="003D2FAA">
        <w:t>aba</w:t>
      </w:r>
      <w:r w:rsidRPr="003D2FAA">
        <w:t>n</w:t>
      </w:r>
      <w:r w:rsidRPr="003D2FAA">
        <w:t>donna l</w:t>
      </w:r>
      <w:r w:rsidR="00DE313F">
        <w:t>’</w:t>
      </w:r>
      <w:r w:rsidRPr="003D2FAA">
        <w:t xml:space="preserve">entreprise de la </w:t>
      </w:r>
      <w:proofErr w:type="spellStart"/>
      <w:r w:rsidRPr="003D2FAA">
        <w:rPr>
          <w:i/>
          <w:iCs/>
        </w:rPr>
        <w:t>Mandrana</w:t>
      </w:r>
      <w:proofErr w:type="spellEnd"/>
      <w:r w:rsidRPr="003D2FAA">
        <w:rPr>
          <w:i/>
          <w:iCs/>
        </w:rPr>
        <w:t xml:space="preserve"> </w:t>
      </w:r>
      <w:r w:rsidRPr="003D2FAA">
        <w:t>qui rapporta plus tard à d</w:t>
      </w:r>
      <w:r w:rsidR="00DE313F">
        <w:t>’</w:t>
      </w:r>
      <w:r w:rsidRPr="003D2FAA">
        <w:t>autres des honneurs et des richesses</w:t>
      </w:r>
      <w:r w:rsidR="00DE313F">
        <w:t xml:space="preserve"> ! </w:t>
      </w:r>
      <w:r w:rsidRPr="003D2FAA">
        <w:t>Nous vivions là</w:t>
      </w:r>
      <w:r w:rsidR="00DE313F">
        <w:t xml:space="preserve">, </w:t>
      </w:r>
      <w:r w:rsidRPr="003D2FAA">
        <w:t>seuls et comme exilés du monde</w:t>
      </w:r>
      <w:r w:rsidR="00DE313F">
        <w:t>.</w:t>
      </w:r>
    </w:p>
    <w:p w14:paraId="3C3381E2" w14:textId="77777777" w:rsidR="00DE313F" w:rsidRDefault="0074134D" w:rsidP="0074134D">
      <w:r w:rsidRPr="003D2FAA">
        <w:t>Mais cet exil</w:t>
      </w:r>
      <w:r w:rsidR="00DE313F">
        <w:t xml:space="preserve">, </w:t>
      </w:r>
      <w:r w:rsidRPr="003D2FAA">
        <w:t>je le sens maintenant</w:t>
      </w:r>
      <w:r w:rsidR="00DE313F">
        <w:t xml:space="preserve"> : </w:t>
      </w:r>
      <w:r w:rsidRPr="003D2FAA">
        <w:t>alors</w:t>
      </w:r>
      <w:r w:rsidR="00DE313F">
        <w:t xml:space="preserve">, </w:t>
      </w:r>
      <w:r w:rsidRPr="003D2FAA">
        <w:t>je ne le compr</w:t>
      </w:r>
      <w:r w:rsidRPr="003D2FAA">
        <w:t>e</w:t>
      </w:r>
      <w:r w:rsidRPr="003D2FAA">
        <w:t>nais pas</w:t>
      </w:r>
      <w:r w:rsidR="00DE313F">
        <w:t xml:space="preserve"> ; </w:t>
      </w:r>
      <w:r w:rsidRPr="003D2FAA">
        <w:t>je ne m</w:t>
      </w:r>
      <w:r w:rsidR="00DE313F">
        <w:t>’</w:t>
      </w:r>
      <w:r w:rsidRPr="003D2FAA">
        <w:t>imaginais pas que loin de cette terre</w:t>
      </w:r>
      <w:r w:rsidR="00DE313F">
        <w:t xml:space="preserve">, </w:t>
      </w:r>
      <w:r w:rsidRPr="003D2FAA">
        <w:t>de cette maison solitaire où j</w:t>
      </w:r>
      <w:r w:rsidR="00DE313F">
        <w:t>’</w:t>
      </w:r>
      <w:r w:rsidRPr="003D2FAA">
        <w:t>étais né</w:t>
      </w:r>
      <w:r w:rsidR="00DE313F">
        <w:t xml:space="preserve">, </w:t>
      </w:r>
      <w:r w:rsidRPr="003D2FAA">
        <w:t>où je grandissais</w:t>
      </w:r>
      <w:r w:rsidR="00DE313F">
        <w:t xml:space="preserve">, </w:t>
      </w:r>
      <w:proofErr w:type="spellStart"/>
      <w:r w:rsidRPr="003D2FAA">
        <w:t>au delà</w:t>
      </w:r>
      <w:proofErr w:type="spellEnd"/>
      <w:r w:rsidRPr="003D2FAA">
        <w:t xml:space="preserve"> de ces collines que je voyais grises et tristes à l</w:t>
      </w:r>
      <w:r w:rsidR="00DE313F">
        <w:t>’</w:t>
      </w:r>
      <w:r w:rsidRPr="003D2FAA">
        <w:t>horizon</w:t>
      </w:r>
      <w:r w:rsidR="00DE313F">
        <w:t xml:space="preserve">, </w:t>
      </w:r>
      <w:r w:rsidRPr="003D2FAA">
        <w:t>il existât un autre monde</w:t>
      </w:r>
      <w:r w:rsidR="00DE313F">
        <w:t>.</w:t>
      </w:r>
    </w:p>
    <w:p w14:paraId="710135C0" w14:textId="77777777" w:rsidR="00DE313F" w:rsidRDefault="0074134D" w:rsidP="0074134D">
      <w:r w:rsidRPr="003D2FAA">
        <w:t>Tout mon univers à moi était là</w:t>
      </w:r>
      <w:r w:rsidR="00DE313F">
        <w:t xml:space="preserve"> ; </w:t>
      </w:r>
      <w:r w:rsidRPr="003D2FAA">
        <w:t>il n</w:t>
      </w:r>
      <w:r w:rsidR="00DE313F">
        <w:t>’</w:t>
      </w:r>
      <w:r w:rsidRPr="003D2FAA">
        <w:t>y avait pas d</w:t>
      </w:r>
      <w:r w:rsidR="00DE313F">
        <w:t>’</w:t>
      </w:r>
      <w:r w:rsidRPr="003D2FAA">
        <w:t>autre vie pour moi</w:t>
      </w:r>
      <w:r w:rsidR="00DE313F">
        <w:t xml:space="preserve">, </w:t>
      </w:r>
      <w:r w:rsidRPr="003D2FAA">
        <w:t>en dehors de celle de ma maison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est-à-dire de mon père</w:t>
      </w:r>
      <w:r w:rsidR="00DE313F">
        <w:t xml:space="preserve">, </w:t>
      </w:r>
      <w:r w:rsidRPr="003D2FAA">
        <w:t>de ma mère</w:t>
      </w:r>
      <w:r w:rsidR="00DE313F">
        <w:t xml:space="preserve">, </w:t>
      </w:r>
      <w:r w:rsidRPr="003D2FAA">
        <w:t>de mes deux sœurs et des gens à notre se</w:t>
      </w:r>
      <w:r w:rsidRPr="003D2FAA">
        <w:t>r</w:t>
      </w:r>
      <w:r w:rsidRPr="003D2FAA">
        <w:t>vice</w:t>
      </w:r>
      <w:r w:rsidR="00DE313F">
        <w:t>.</w:t>
      </w:r>
    </w:p>
    <w:p w14:paraId="53C9C651" w14:textId="77777777" w:rsidR="00DE313F" w:rsidRDefault="0074134D" w:rsidP="0074134D">
      <w:r w:rsidRPr="003D2FAA">
        <w:t>Je suis par expérience avec ceux qui estiment mauvais de laisser les enfants ignorer certaines contingences qui</w:t>
      </w:r>
      <w:r w:rsidR="00DE313F">
        <w:t xml:space="preserve">, </w:t>
      </w:r>
      <w:r w:rsidRPr="003D2FAA">
        <w:t>déco</w:t>
      </w:r>
      <w:r w:rsidRPr="003D2FAA">
        <w:t>u</w:t>
      </w:r>
      <w:r w:rsidRPr="003D2FAA">
        <w:t>vertes par eux à la fin</w:t>
      </w:r>
      <w:r w:rsidR="00DE313F">
        <w:t xml:space="preserve">, </w:t>
      </w:r>
      <w:r w:rsidRPr="003D2FAA">
        <w:t>d</w:t>
      </w:r>
      <w:r w:rsidR="00DE313F">
        <w:t>’</w:t>
      </w:r>
      <w:r w:rsidRPr="003D2FAA">
        <w:t>une façon imprévue</w:t>
      </w:r>
      <w:r w:rsidR="00DE313F">
        <w:t xml:space="preserve">, </w:t>
      </w:r>
      <w:r w:rsidRPr="003D2FAA">
        <w:t>bouleversent leur âme et parfois la ruinent irréparablement</w:t>
      </w:r>
      <w:r w:rsidR="00DE313F">
        <w:t>.</w:t>
      </w:r>
    </w:p>
    <w:p w14:paraId="263BDFE2" w14:textId="77777777" w:rsidR="00DE313F" w:rsidRDefault="0074134D" w:rsidP="0074134D">
      <w:r w:rsidRPr="003D2FAA">
        <w:t>Je suis convaincu qu</w:t>
      </w:r>
      <w:r w:rsidR="00DE313F">
        <w:t>’</w:t>
      </w:r>
      <w:r w:rsidRPr="003D2FAA">
        <w:t>il faut ménager certaines illusions que le sentiment crée en nous</w:t>
      </w:r>
      <w:r w:rsidR="00DE313F">
        <w:t xml:space="preserve">. </w:t>
      </w:r>
      <w:r w:rsidRPr="003D2FAA">
        <w:t>Si ce sentiment change tout à coup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illusion croule et</w:t>
      </w:r>
      <w:r w:rsidR="00DE313F">
        <w:t xml:space="preserve">, </w:t>
      </w:r>
      <w:r w:rsidRPr="003D2FAA">
        <w:t>avec elle</w:t>
      </w:r>
      <w:r w:rsidR="00DE313F">
        <w:t xml:space="preserve">, </w:t>
      </w:r>
      <w:r w:rsidRPr="003D2FAA">
        <w:t>la réalité dont nous vivions</w:t>
      </w:r>
      <w:r w:rsidR="00DE313F">
        <w:t xml:space="preserve"> ; </w:t>
      </w:r>
      <w:r w:rsidRPr="003D2FAA">
        <w:t>alors nous nous trouvons perdus dans le vide</w:t>
      </w:r>
      <w:r w:rsidR="00DE313F">
        <w:t>…</w:t>
      </w:r>
    </w:p>
    <w:p w14:paraId="7F2FF850" w14:textId="77777777" w:rsidR="00DE313F" w:rsidRDefault="0074134D" w:rsidP="0074134D">
      <w:r w:rsidRPr="003D2FAA">
        <w:t>C</w:t>
      </w:r>
      <w:r w:rsidR="00DE313F">
        <w:t>’</w:t>
      </w:r>
      <w:r w:rsidRPr="003D2FAA">
        <w:t>est ce qui m</w:t>
      </w:r>
      <w:r w:rsidR="00DE313F">
        <w:t>’</w:t>
      </w:r>
      <w:r w:rsidRPr="003D2FAA">
        <w:t>advint à sept ans</w:t>
      </w:r>
      <w:r w:rsidR="00DE313F">
        <w:t xml:space="preserve">, </w:t>
      </w:r>
      <w:r w:rsidRPr="003D2FAA">
        <w:t>par le changement ina</w:t>
      </w:r>
      <w:r w:rsidRPr="003D2FAA">
        <w:t>t</w:t>
      </w:r>
      <w:r w:rsidRPr="003D2FAA">
        <w:t>tendu d</w:t>
      </w:r>
      <w:r w:rsidR="00DE313F">
        <w:t>’</w:t>
      </w:r>
      <w:r w:rsidRPr="003D2FAA">
        <w:t>un sentiment qui est tout à cet âge</w:t>
      </w:r>
      <w:r w:rsidR="00DE313F">
        <w:t xml:space="preserve">, </w:t>
      </w:r>
      <w:r w:rsidRPr="003D2FAA">
        <w:t>celui de l</w:t>
      </w:r>
      <w:r w:rsidR="00DE313F">
        <w:t>’</w:t>
      </w:r>
      <w:r w:rsidRPr="003D2FAA">
        <w:t>amour f</w:t>
      </w:r>
      <w:r w:rsidRPr="003D2FAA">
        <w:t>i</w:t>
      </w:r>
      <w:r w:rsidRPr="003D2FAA">
        <w:t>lial</w:t>
      </w:r>
      <w:r w:rsidR="00DE313F">
        <w:t>.</w:t>
      </w:r>
    </w:p>
    <w:p w14:paraId="760AB400" w14:textId="77777777" w:rsidR="00DE313F" w:rsidRDefault="0074134D" w:rsidP="0074134D">
      <w:r w:rsidRPr="003D2FAA">
        <w:t>Aucune mère</w:t>
      </w:r>
      <w:r w:rsidR="00DE313F">
        <w:t xml:space="preserve">, </w:t>
      </w:r>
      <w:r w:rsidRPr="003D2FAA">
        <w:t>je crois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appartint d</w:t>
      </w:r>
      <w:r w:rsidR="00DE313F">
        <w:t>’</w:t>
      </w:r>
      <w:r w:rsidRPr="003D2FAA">
        <w:t>une façon aussi abs</w:t>
      </w:r>
      <w:r w:rsidRPr="003D2FAA">
        <w:t>o</w:t>
      </w:r>
      <w:r w:rsidRPr="003D2FAA">
        <w:t>lue à ses enfants que la mienne</w:t>
      </w:r>
      <w:r w:rsidR="00DE313F">
        <w:t xml:space="preserve">. </w:t>
      </w:r>
      <w:r w:rsidRPr="003D2FAA">
        <w:t>À la voir du matin au soir occ</w:t>
      </w:r>
      <w:r w:rsidRPr="003D2FAA">
        <w:t>u</w:t>
      </w:r>
      <w:r w:rsidRPr="003D2FAA">
        <w:t>pée de nous</w:t>
      </w:r>
      <w:r w:rsidR="00DE313F">
        <w:t xml:space="preserve">, </w:t>
      </w:r>
      <w:r w:rsidRPr="003D2FAA">
        <w:t>vivant de notre vie pendant les longues absences de mon père</w:t>
      </w:r>
      <w:r w:rsidR="00DE313F">
        <w:t xml:space="preserve">, </w:t>
      </w:r>
      <w:r w:rsidRPr="003D2FAA">
        <w:t>ni moi</w:t>
      </w:r>
      <w:r w:rsidR="00DE313F">
        <w:t xml:space="preserve">, </w:t>
      </w:r>
      <w:r w:rsidRPr="003D2FAA">
        <w:t>ni certes mes sœurs n</w:t>
      </w:r>
      <w:r w:rsidR="00DE313F">
        <w:t>’</w:t>
      </w:r>
      <w:r w:rsidRPr="003D2FAA">
        <w:t>aurions pu croire qu</w:t>
      </w:r>
      <w:r w:rsidR="00DE313F">
        <w:t>’</w:t>
      </w:r>
      <w:r w:rsidRPr="003D2FAA">
        <w:t>elle pût avoir une vie en dehors de la nôtre</w:t>
      </w:r>
      <w:r w:rsidR="00DE313F">
        <w:t xml:space="preserve">. </w:t>
      </w:r>
      <w:r w:rsidRPr="003D2FAA">
        <w:t xml:space="preserve">Il est </w:t>
      </w:r>
      <w:r w:rsidRPr="003D2FAA">
        <w:lastRenderedPageBreak/>
        <w:t>vrai que de temps à autre</w:t>
      </w:r>
      <w:r w:rsidR="00DE313F">
        <w:t xml:space="preserve">, </w:t>
      </w:r>
      <w:r w:rsidRPr="003D2FAA">
        <w:t>une fois tous les deux ou trois mois</w:t>
      </w:r>
      <w:r w:rsidR="00DE313F">
        <w:t xml:space="preserve">, </w:t>
      </w:r>
      <w:r w:rsidRPr="003D2FAA">
        <w:t>elle allait à la ville avec notre père pour tout un jour</w:t>
      </w:r>
      <w:r w:rsidR="00DE313F">
        <w:t xml:space="preserve">, </w:t>
      </w:r>
      <w:r w:rsidRPr="003D2FAA">
        <w:t>mais nous pensions qu</w:t>
      </w:r>
      <w:r w:rsidR="00DE313F">
        <w:t>’</w:t>
      </w:r>
      <w:r w:rsidRPr="003D2FAA">
        <w:t>elle ne s</w:t>
      </w:r>
      <w:r w:rsidR="00DE313F">
        <w:t>’</w:t>
      </w:r>
      <w:r w:rsidRPr="003D2FAA">
        <w:t>éloignait pas effectivement de nous pendant ces a</w:t>
      </w:r>
      <w:r w:rsidRPr="003D2FAA">
        <w:t>b</w:t>
      </w:r>
      <w:r w:rsidRPr="003D2FAA">
        <w:t>sences</w:t>
      </w:r>
      <w:r w:rsidR="00DE313F">
        <w:t xml:space="preserve">, </w:t>
      </w:r>
      <w:r w:rsidRPr="003D2FAA">
        <w:t>qui n</w:t>
      </w:r>
      <w:r w:rsidR="00DE313F">
        <w:t>’</w:t>
      </w:r>
      <w:r w:rsidRPr="003D2FAA">
        <w:t>avaient pour but</w:t>
      </w:r>
      <w:r w:rsidR="00DE313F">
        <w:t xml:space="preserve">, </w:t>
      </w:r>
      <w:r w:rsidRPr="003D2FAA">
        <w:t>nous semblait-il</w:t>
      </w:r>
      <w:r w:rsidR="00DE313F">
        <w:t xml:space="preserve">, </w:t>
      </w:r>
      <w:r w:rsidRPr="003D2FAA">
        <w:t>que de reno</w:t>
      </w:r>
      <w:r w:rsidRPr="003D2FAA">
        <w:t>u</w:t>
      </w:r>
      <w:r w:rsidRPr="003D2FAA">
        <w:t>veler les provisions de notre maison de campagne</w:t>
      </w:r>
      <w:r w:rsidR="00DE313F">
        <w:t xml:space="preserve">. </w:t>
      </w:r>
      <w:r w:rsidRPr="003D2FAA">
        <w:t>Nous avions même l</w:t>
      </w:r>
      <w:r w:rsidR="00DE313F">
        <w:t>’</w:t>
      </w:r>
      <w:r w:rsidRPr="003D2FAA">
        <w:t>illusion de l</w:t>
      </w:r>
      <w:r w:rsidR="00DE313F">
        <w:t>’</w:t>
      </w:r>
      <w:r w:rsidRPr="003D2FAA">
        <w:t>avoir poussée à se rendre à la ville</w:t>
      </w:r>
      <w:r w:rsidR="00DE313F">
        <w:t xml:space="preserve">, </w:t>
      </w:r>
      <w:r w:rsidRPr="003D2FAA">
        <w:t>en vue des petits cadeaux</w:t>
      </w:r>
      <w:r w:rsidR="00DE313F">
        <w:t xml:space="preserve">, </w:t>
      </w:r>
      <w:r w:rsidRPr="003D2FAA">
        <w:t>des jouets qu</w:t>
      </w:r>
      <w:r w:rsidR="00DE313F">
        <w:t>’</w:t>
      </w:r>
      <w:r w:rsidRPr="003D2FAA">
        <w:t>elle nous apportait à son r</w:t>
      </w:r>
      <w:r w:rsidRPr="003D2FAA">
        <w:t>e</w:t>
      </w:r>
      <w:r w:rsidRPr="003D2FAA">
        <w:t>tour</w:t>
      </w:r>
      <w:r w:rsidR="00DE313F">
        <w:t xml:space="preserve">. </w:t>
      </w:r>
      <w:r w:rsidRPr="003D2FAA">
        <w:t>Parfois elle revenait pâle comme une morte et les yeux rouges et gonflés</w:t>
      </w:r>
      <w:r w:rsidR="00DE313F">
        <w:t xml:space="preserve"> ; </w:t>
      </w:r>
      <w:r w:rsidRPr="003D2FAA">
        <w:t>mais cette pâleur</w:t>
      </w:r>
      <w:r w:rsidR="00DE313F">
        <w:t xml:space="preserve">, </w:t>
      </w:r>
      <w:r w:rsidRPr="003D2FAA">
        <w:t>si même nous nous en apercevions</w:t>
      </w:r>
      <w:r w:rsidR="00DE313F">
        <w:t xml:space="preserve">, </w:t>
      </w:r>
      <w:r w:rsidRPr="003D2FAA">
        <w:t>était expliquée par un long trajet en voiture</w:t>
      </w:r>
      <w:r w:rsidR="00DE313F">
        <w:t xml:space="preserve"> ; </w:t>
      </w:r>
      <w:r w:rsidRPr="003D2FAA">
        <w:t>et quant aux yeux</w:t>
      </w:r>
      <w:r w:rsidR="00DE313F">
        <w:t xml:space="preserve">, </w:t>
      </w:r>
      <w:r w:rsidRPr="003D2FAA">
        <w:t>était-il possible qu</w:t>
      </w:r>
      <w:r w:rsidR="00DE313F">
        <w:t>’</w:t>
      </w:r>
      <w:r w:rsidRPr="003D2FAA">
        <w:t>elle eût pleuré</w:t>
      </w:r>
      <w:r w:rsidR="00DE313F">
        <w:t xml:space="preserve"> ? </w:t>
      </w:r>
      <w:r w:rsidRPr="003D2FAA">
        <w:t>Ils étaient ainsi rouges et gonflés à cause de la poussière de la route</w:t>
      </w:r>
      <w:r w:rsidR="00DE313F">
        <w:t>.</w:t>
      </w:r>
    </w:p>
    <w:p w14:paraId="3DA5F5D0" w14:textId="77777777" w:rsidR="00DE313F" w:rsidRDefault="0074134D" w:rsidP="0074134D">
      <w:r w:rsidRPr="003D2FAA">
        <w:t>Un soir</w:t>
      </w:r>
      <w:r w:rsidR="00DE313F">
        <w:t xml:space="preserve">, </w:t>
      </w:r>
      <w:r w:rsidRPr="003D2FAA">
        <w:t>cependant</w:t>
      </w:r>
      <w:r w:rsidR="00DE313F">
        <w:t xml:space="preserve">, </w:t>
      </w:r>
      <w:r w:rsidRPr="003D2FAA">
        <w:t>nous vîmes notre père revenir à la villa seul et sombre</w:t>
      </w:r>
      <w:r w:rsidR="00DE313F">
        <w:t>.</w:t>
      </w:r>
    </w:p>
    <w:p w14:paraId="37F5B266" w14:textId="77777777" w:rsidR="00DE313F" w:rsidRDefault="00DE313F" w:rsidP="0074134D">
      <w:r>
        <w:t>— </w:t>
      </w:r>
      <w:r w:rsidR="0074134D" w:rsidRPr="003D2FAA">
        <w:t>Maman</w:t>
      </w:r>
      <w:r>
        <w:t> ?</w:t>
      </w:r>
    </w:p>
    <w:p w14:paraId="3FD54C42" w14:textId="77777777" w:rsidR="00DE313F" w:rsidRDefault="0074134D" w:rsidP="0074134D">
      <w:r w:rsidRPr="003D2FAA">
        <w:t>Il nous regarda avec des yeux presque farouches</w:t>
      </w:r>
      <w:r w:rsidR="00DE313F">
        <w:t>.</w:t>
      </w:r>
    </w:p>
    <w:p w14:paraId="1C4E2CE7" w14:textId="77777777" w:rsidR="00DE313F" w:rsidRDefault="00DE313F" w:rsidP="0074134D">
      <w:r>
        <w:t>— </w:t>
      </w:r>
      <w:r w:rsidR="0074134D" w:rsidRPr="003D2FAA">
        <w:t>Maman</w:t>
      </w:r>
      <w:r>
        <w:t xml:space="preserve"> ? </w:t>
      </w:r>
      <w:r w:rsidR="0074134D" w:rsidRPr="003D2FAA">
        <w:t>Elle est restée à la ville</w:t>
      </w:r>
      <w:r>
        <w:t xml:space="preserve">, </w:t>
      </w:r>
      <w:r w:rsidR="0074134D" w:rsidRPr="003D2FAA">
        <w:t>parce que</w:t>
      </w:r>
      <w:r>
        <w:t xml:space="preserve">… </w:t>
      </w:r>
      <w:r w:rsidR="0074134D" w:rsidRPr="003D2FAA">
        <w:t>parce que</w:t>
      </w:r>
      <w:r>
        <w:t xml:space="preserve">, </w:t>
      </w:r>
      <w:r w:rsidR="0074134D" w:rsidRPr="003D2FAA">
        <w:t>elle s</w:t>
      </w:r>
      <w:r>
        <w:t>’</w:t>
      </w:r>
      <w:r w:rsidR="0074134D" w:rsidRPr="003D2FAA">
        <w:t>est sentie malade</w:t>
      </w:r>
      <w:r>
        <w:t>.</w:t>
      </w:r>
    </w:p>
    <w:p w14:paraId="4A19F4B8" w14:textId="77777777" w:rsidR="00DE313F" w:rsidRDefault="0074134D" w:rsidP="0074134D">
      <w:r w:rsidRPr="003D2FAA">
        <w:t>Il nous dit cela tout d</w:t>
      </w:r>
      <w:r w:rsidR="00DE313F">
        <w:t>’</w:t>
      </w:r>
      <w:r w:rsidRPr="003D2FAA">
        <w:t>abord</w:t>
      </w:r>
      <w:r w:rsidR="00DE313F">
        <w:t>.</w:t>
      </w:r>
    </w:p>
    <w:p w14:paraId="5C06DF62" w14:textId="77777777" w:rsidR="00DE313F" w:rsidRDefault="00DE313F" w:rsidP="0074134D">
      <w:r>
        <w:t>— </w:t>
      </w:r>
      <w:r w:rsidR="0074134D" w:rsidRPr="003D2FAA">
        <w:t>Elle s</w:t>
      </w:r>
      <w:r>
        <w:t>’</w:t>
      </w:r>
      <w:r w:rsidR="0074134D" w:rsidRPr="003D2FAA">
        <w:t>est sentie malade</w:t>
      </w:r>
      <w:r>
        <w:t xml:space="preserve"> ; </w:t>
      </w:r>
      <w:r w:rsidR="0074134D" w:rsidRPr="003D2FAA">
        <w:t>elle devait y rester quelques jours</w:t>
      </w:r>
      <w:r>
        <w:t xml:space="preserve"> ; </w:t>
      </w:r>
      <w:r w:rsidR="0074134D" w:rsidRPr="003D2FAA">
        <w:t>rien de grave</w:t>
      </w:r>
      <w:r>
        <w:t xml:space="preserve">, </w:t>
      </w:r>
      <w:r w:rsidR="0074134D" w:rsidRPr="003D2FAA">
        <w:t>mais elle avait besoin de soins qu</w:t>
      </w:r>
      <w:r>
        <w:t>’</w:t>
      </w:r>
      <w:r w:rsidR="0074134D" w:rsidRPr="003D2FAA">
        <w:t>elle ne pouvait pas trouver à la campagne</w:t>
      </w:r>
      <w:r>
        <w:t>.</w:t>
      </w:r>
    </w:p>
    <w:p w14:paraId="41EF4088" w14:textId="77777777" w:rsidR="00DE313F" w:rsidRDefault="0074134D" w:rsidP="0074134D">
      <w:r w:rsidRPr="003D2FAA">
        <w:t>Nous fûmes dans une consternation telle que mon père</w:t>
      </w:r>
      <w:r w:rsidR="00DE313F">
        <w:t xml:space="preserve">, </w:t>
      </w:r>
      <w:r w:rsidRPr="003D2FAA">
        <w:t>au lieu de nous en tirer</w:t>
      </w:r>
      <w:r w:rsidR="00DE313F">
        <w:t xml:space="preserve">, </w:t>
      </w:r>
      <w:r w:rsidRPr="003D2FAA">
        <w:t>nous traita durement</w:t>
      </w:r>
      <w:r w:rsidR="00DE313F">
        <w:t xml:space="preserve">, </w:t>
      </w:r>
      <w:r w:rsidRPr="003D2FAA">
        <w:t>avec une colère qui non seulement accrut cette consternation</w:t>
      </w:r>
      <w:r w:rsidR="00DE313F">
        <w:t xml:space="preserve">, </w:t>
      </w:r>
      <w:r w:rsidRPr="003D2FAA">
        <w:t>mais nous blessa comme une cruelle injustice</w:t>
      </w:r>
      <w:r w:rsidR="00DE313F">
        <w:t>.</w:t>
      </w:r>
    </w:p>
    <w:p w14:paraId="098B8E04" w14:textId="77777777" w:rsidR="00DE313F" w:rsidRDefault="0074134D" w:rsidP="0074134D">
      <w:r w:rsidRPr="003D2FAA">
        <w:t>N</w:t>
      </w:r>
      <w:r w:rsidR="00DE313F">
        <w:t>’</w:t>
      </w:r>
      <w:r w:rsidRPr="003D2FAA">
        <w:t>aurait-il pas dû trouver naturel de nous voir ainsi à cette nouvelle inattendue</w:t>
      </w:r>
      <w:r w:rsidR="00DE313F">
        <w:t> ?</w:t>
      </w:r>
    </w:p>
    <w:p w14:paraId="5E87EF38" w14:textId="77777777" w:rsidR="00DE313F" w:rsidRDefault="0074134D" w:rsidP="0074134D">
      <w:r w:rsidRPr="003D2FAA">
        <w:lastRenderedPageBreak/>
        <w:t>Mais la colère injuste et la dureté n</w:t>
      </w:r>
      <w:r w:rsidR="00DE313F">
        <w:t>’</w:t>
      </w:r>
      <w:r w:rsidRPr="003D2FAA">
        <w:t>étaient pas pour nous</w:t>
      </w:r>
      <w:r w:rsidR="00DE313F">
        <w:t xml:space="preserve">. </w:t>
      </w:r>
      <w:r w:rsidRPr="003D2FAA">
        <w:t>Nous le comprîmes une douzaine de jours plus tard</w:t>
      </w:r>
      <w:r w:rsidR="00DE313F">
        <w:t xml:space="preserve">, </w:t>
      </w:r>
      <w:r w:rsidRPr="003D2FAA">
        <w:t>quand ma mère revint à la campagne</w:t>
      </w:r>
      <w:r w:rsidR="00DE313F">
        <w:t xml:space="preserve"> : </w:t>
      </w:r>
      <w:r w:rsidRPr="003D2FAA">
        <w:t>elle n</w:t>
      </w:r>
      <w:r w:rsidR="00DE313F">
        <w:t>’</w:t>
      </w:r>
      <w:r w:rsidRPr="003D2FAA">
        <w:t>était pas seule</w:t>
      </w:r>
      <w:r w:rsidR="00DE313F">
        <w:t> !</w:t>
      </w:r>
    </w:p>
    <w:p w14:paraId="02EFD2EA" w14:textId="77777777" w:rsidR="00DE313F" w:rsidRDefault="0074134D" w:rsidP="0074134D">
      <w:r w:rsidRPr="003D2FAA">
        <w:t>Je vivrais cent ans que je n</w:t>
      </w:r>
      <w:r w:rsidR="00DE313F">
        <w:t>’</w:t>
      </w:r>
      <w:r w:rsidRPr="003D2FAA">
        <w:t>oublierais jamais son arrivée en voiture au portail de la villa</w:t>
      </w:r>
      <w:r w:rsidR="00DE313F">
        <w:t xml:space="preserve">. </w:t>
      </w:r>
      <w:r w:rsidRPr="003D2FAA">
        <w:t>En entendant au fond du chemin le gai carillon des sonnailles</w:t>
      </w:r>
      <w:r w:rsidR="00DE313F">
        <w:t xml:space="preserve">, </w:t>
      </w:r>
      <w:r w:rsidRPr="003D2FAA">
        <w:t>nous nous précipitâmes</w:t>
      </w:r>
      <w:r w:rsidR="00DE313F">
        <w:t xml:space="preserve">, </w:t>
      </w:r>
      <w:r w:rsidRPr="003D2FAA">
        <w:t>mes sœurs et moi</w:t>
      </w:r>
      <w:r w:rsidR="00DE313F">
        <w:t xml:space="preserve">, </w:t>
      </w:r>
      <w:r w:rsidRPr="003D2FAA">
        <w:t>pour l</w:t>
      </w:r>
      <w:r w:rsidR="00DE313F">
        <w:t>’</w:t>
      </w:r>
      <w:r w:rsidRPr="003D2FAA">
        <w:t>accueillir là-bas en fête</w:t>
      </w:r>
      <w:r w:rsidR="00DE313F">
        <w:t xml:space="preserve"> ; </w:t>
      </w:r>
      <w:r w:rsidRPr="003D2FAA">
        <w:t>mais sur le seuil du po</w:t>
      </w:r>
      <w:r w:rsidRPr="003D2FAA">
        <w:t>r</w:t>
      </w:r>
      <w:r w:rsidRPr="003D2FAA">
        <w:t>tail nous fûmes brusquement arrêtés par notre père qui venait de descendre de cheval tout haletant et tout poudreux pour pr</w:t>
      </w:r>
      <w:r w:rsidRPr="003D2FAA">
        <w:t>é</w:t>
      </w:r>
      <w:r w:rsidRPr="003D2FAA">
        <w:t>céder de quelques pas l</w:t>
      </w:r>
      <w:r w:rsidR="00DE313F">
        <w:t>’</w:t>
      </w:r>
      <w:r w:rsidRPr="003D2FAA">
        <w:t>arrivée du véhicule qui ramenait m</w:t>
      </w:r>
      <w:r w:rsidRPr="003D2FAA">
        <w:t>a</w:t>
      </w:r>
      <w:r w:rsidRPr="003D2FAA">
        <w:t>man</w:t>
      </w:r>
      <w:r w:rsidR="00DE313F">
        <w:t>.</w:t>
      </w:r>
    </w:p>
    <w:p w14:paraId="1F711F7F" w14:textId="77777777" w:rsidR="00DE313F" w:rsidRDefault="0074134D" w:rsidP="0074134D">
      <w:r w:rsidRPr="003D2FAA">
        <w:t>Elle n</w:t>
      </w:r>
      <w:r w:rsidR="00DE313F">
        <w:t>’</w:t>
      </w:r>
      <w:r w:rsidRPr="003D2FAA">
        <w:t>était pas seule</w:t>
      </w:r>
      <w:r w:rsidR="00DE313F">
        <w:t xml:space="preserve"> ! </w:t>
      </w:r>
      <w:r w:rsidRPr="003D2FAA">
        <w:t>comprends-tu</w:t>
      </w:r>
      <w:r w:rsidR="00DE313F">
        <w:t xml:space="preserve"> ? </w:t>
      </w:r>
      <w:r w:rsidRPr="003D2FAA">
        <w:t>À côté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sout</w:t>
      </w:r>
      <w:r w:rsidRPr="003D2FAA">
        <w:t>e</w:t>
      </w:r>
      <w:r w:rsidRPr="003D2FAA">
        <w:t>nu par des oreillers</w:t>
      </w:r>
      <w:r w:rsidR="00DE313F">
        <w:t xml:space="preserve">, </w:t>
      </w:r>
      <w:r w:rsidRPr="003D2FAA">
        <w:t>tout entouré de châles de laine</w:t>
      </w:r>
      <w:r w:rsidR="00DE313F">
        <w:t xml:space="preserve">, </w:t>
      </w:r>
      <w:r w:rsidRPr="003D2FAA">
        <w:t>pâle comme de la cire</w:t>
      </w:r>
      <w:r w:rsidR="00DE313F">
        <w:t xml:space="preserve">, </w:t>
      </w:r>
      <w:r w:rsidRPr="003D2FAA">
        <w:t>avec ces yeux fixes et éperdus que tu lui vois dans le portrait</w:t>
      </w:r>
      <w:r w:rsidR="00DE313F">
        <w:t xml:space="preserve">, </w:t>
      </w:r>
      <w:r w:rsidRPr="003D2FAA">
        <w:t>il y avait cet enfant</w:t>
      </w:r>
      <w:r w:rsidR="00DE313F">
        <w:t xml:space="preserve">, </w:t>
      </w:r>
      <w:r w:rsidRPr="003D2FAA">
        <w:t>son fils</w:t>
      </w:r>
      <w:r w:rsidR="00DE313F">
        <w:t xml:space="preserve"> ! </w:t>
      </w:r>
      <w:r w:rsidRPr="003D2FAA">
        <w:t>Et elle était tellement o</w:t>
      </w:r>
      <w:r w:rsidRPr="003D2FAA">
        <w:t>c</w:t>
      </w:r>
      <w:r w:rsidRPr="003D2FAA">
        <w:t>cupée de lui</w:t>
      </w:r>
      <w:r w:rsidR="00DE313F">
        <w:t xml:space="preserve">, </w:t>
      </w:r>
      <w:r w:rsidRPr="003D2FAA">
        <w:t>tellement toute à lui en ce moment</w:t>
      </w:r>
      <w:r w:rsidR="00DE313F">
        <w:t xml:space="preserve">, </w:t>
      </w:r>
      <w:r w:rsidRPr="003D2FAA">
        <w:t>tellement e</w:t>
      </w:r>
      <w:r w:rsidRPr="003D2FAA">
        <w:t>f</w:t>
      </w:r>
      <w:r w:rsidRPr="003D2FAA">
        <w:t>frayée de la difficulté qu</w:t>
      </w:r>
      <w:r w:rsidR="00DE313F">
        <w:t>’</w:t>
      </w:r>
      <w:r w:rsidRPr="003D2FAA">
        <w:t>il y aurait à le faire descendre de la vo</w:t>
      </w:r>
      <w:r w:rsidRPr="003D2FAA">
        <w:t>i</w:t>
      </w:r>
      <w:r w:rsidRPr="003D2FAA">
        <w:t>ture</w:t>
      </w:r>
      <w:r w:rsidR="00DE313F">
        <w:t xml:space="preserve">, </w:t>
      </w:r>
      <w:r w:rsidRPr="003D2FAA">
        <w:t>à force de bras</w:t>
      </w:r>
      <w:r w:rsidR="00DE313F">
        <w:t xml:space="preserve">, </w:t>
      </w:r>
      <w:r w:rsidRPr="003D2FAA">
        <w:t>sans lui faire du mal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elle ne nous disait même pas bonjour à nous</w:t>
      </w:r>
      <w:r w:rsidR="00DE313F">
        <w:t xml:space="preserve">, </w:t>
      </w:r>
      <w:r w:rsidRPr="003D2FAA">
        <w:t>jusqu</w:t>
      </w:r>
      <w:r w:rsidR="00DE313F">
        <w:t>’</w:t>
      </w:r>
      <w:r w:rsidRPr="003D2FAA">
        <w:t>alors ses seuls enfants</w:t>
      </w:r>
      <w:r w:rsidR="00DE313F">
        <w:t xml:space="preserve"> ; </w:t>
      </w:r>
      <w:r w:rsidRPr="003D2FAA">
        <w:t>elle ne nous voyait même pas</w:t>
      </w:r>
      <w:r w:rsidR="00DE313F">
        <w:t> !</w:t>
      </w:r>
    </w:p>
    <w:p w14:paraId="01EAAA26" w14:textId="77777777" w:rsidR="00DE313F" w:rsidRDefault="0074134D" w:rsidP="0074134D">
      <w:r w:rsidRPr="003D2FAA">
        <w:t>C</w:t>
      </w:r>
      <w:r w:rsidR="00DE313F">
        <w:t>’</w:t>
      </w:r>
      <w:r w:rsidRPr="003D2FAA">
        <w:t>était un autre enfant</w:t>
      </w:r>
      <w:r w:rsidR="00DE313F">
        <w:t xml:space="preserve">, </w:t>
      </w:r>
      <w:r w:rsidRPr="003D2FAA">
        <w:t>celui-là</w:t>
      </w:r>
      <w:r w:rsidR="00DE313F">
        <w:t xml:space="preserve"> ? </w:t>
      </w:r>
      <w:r w:rsidRPr="003D2FAA">
        <w:t>Notre maman</w:t>
      </w:r>
      <w:r w:rsidR="00DE313F">
        <w:t xml:space="preserve">, </w:t>
      </w:r>
      <w:r w:rsidRPr="003D2FAA">
        <w:t>la maman qui était tout entière à nous</w:t>
      </w:r>
      <w:r w:rsidR="00DE313F">
        <w:t xml:space="preserve">, </w:t>
      </w:r>
      <w:r w:rsidRPr="003D2FAA">
        <w:t>avait eu</w:t>
      </w:r>
      <w:r w:rsidR="00DE313F">
        <w:t xml:space="preserve">, </w:t>
      </w:r>
      <w:r w:rsidRPr="003D2FAA">
        <w:t>hors de la nôtre</w:t>
      </w:r>
      <w:r w:rsidR="00DE313F">
        <w:t xml:space="preserve">, </w:t>
      </w:r>
      <w:r w:rsidRPr="003D2FAA">
        <w:t>une autre vie</w:t>
      </w:r>
      <w:r w:rsidR="00DE313F">
        <w:t xml:space="preserve"> ? </w:t>
      </w:r>
      <w:r w:rsidRPr="003D2FAA">
        <w:t>En dehors de nous</w:t>
      </w:r>
      <w:r w:rsidR="00DE313F">
        <w:t xml:space="preserve">, </w:t>
      </w:r>
      <w:r w:rsidRPr="003D2FAA">
        <w:t>un autre fils</w:t>
      </w:r>
      <w:r w:rsidR="00DE313F">
        <w:t xml:space="preserve"> ? </w:t>
      </w:r>
      <w:r w:rsidRPr="003D2FAA">
        <w:t>Celui-ci</w:t>
      </w:r>
      <w:r w:rsidR="00DE313F">
        <w:t xml:space="preserve"> ? </w:t>
      </w:r>
      <w:r w:rsidRPr="003D2FAA">
        <w:t>Et elle l</w:t>
      </w:r>
      <w:r w:rsidR="00DE313F">
        <w:t>’</w:t>
      </w:r>
      <w:r w:rsidRPr="003D2FAA">
        <w:t>aimait comme nous</w:t>
      </w:r>
      <w:r w:rsidR="00DE313F">
        <w:t xml:space="preserve">… </w:t>
      </w:r>
      <w:r w:rsidRPr="003D2FAA">
        <w:t>plus que nous</w:t>
      </w:r>
      <w:r w:rsidR="00DE313F">
        <w:t> !</w:t>
      </w:r>
    </w:p>
    <w:p w14:paraId="41FEACE9" w14:textId="77777777" w:rsidR="00DE313F" w:rsidRDefault="0074134D" w:rsidP="0074134D">
      <w:r w:rsidRPr="003D2FAA">
        <w:t>Je ne sais si mes sœurs éprouvèrent dans la même mesure ce que j</w:t>
      </w:r>
      <w:r w:rsidR="00DE313F">
        <w:t>’</w:t>
      </w:r>
      <w:r w:rsidRPr="003D2FAA">
        <w:t>éprouvais</w:t>
      </w:r>
      <w:r w:rsidR="00DE313F">
        <w:t xml:space="preserve">. </w:t>
      </w:r>
      <w:r w:rsidRPr="003D2FAA">
        <w:t>J</w:t>
      </w:r>
      <w:r w:rsidR="00DE313F">
        <w:t>’</w:t>
      </w:r>
      <w:r w:rsidRPr="003D2FAA">
        <w:t>étais le plus petit</w:t>
      </w:r>
      <w:r w:rsidR="00DE313F">
        <w:t xml:space="preserve"> ; </w:t>
      </w:r>
      <w:r w:rsidRPr="003D2FAA">
        <w:t>j</w:t>
      </w:r>
      <w:r w:rsidR="00DE313F">
        <w:t>’</w:t>
      </w:r>
      <w:r w:rsidRPr="003D2FAA">
        <w:t>avais à peine sept ans</w:t>
      </w:r>
      <w:r w:rsidR="00DE313F">
        <w:t> !</w:t>
      </w:r>
    </w:p>
    <w:p w14:paraId="3A6BFEC6" w14:textId="77777777" w:rsidR="00DE313F" w:rsidRDefault="0074134D" w:rsidP="0074134D">
      <w:r w:rsidRPr="003D2FAA">
        <w:t>Je sentis mes viscères se déchirer</w:t>
      </w:r>
      <w:r w:rsidR="00DE313F">
        <w:t xml:space="preserve">, </w:t>
      </w:r>
      <w:r w:rsidRPr="003D2FAA">
        <w:t>mon cœur suffoquer d</w:t>
      </w:r>
      <w:r w:rsidR="00DE313F">
        <w:t>’</w:t>
      </w:r>
      <w:r w:rsidRPr="003D2FAA">
        <w:t>angoisse</w:t>
      </w:r>
      <w:r w:rsidR="00DE313F">
        <w:t xml:space="preserve">, </w:t>
      </w:r>
      <w:r w:rsidRPr="003D2FAA">
        <w:t>mon âme se remplir d</w:t>
      </w:r>
      <w:r w:rsidR="00DE313F">
        <w:t>’</w:t>
      </w:r>
      <w:r w:rsidRPr="003D2FAA">
        <w:t>un sentiment obscur</w:t>
      </w:r>
      <w:r w:rsidR="00DE313F">
        <w:t xml:space="preserve">, </w:t>
      </w:r>
      <w:r w:rsidRPr="003D2FAA">
        <w:t>confus</w:t>
      </w:r>
      <w:r w:rsidR="00DE313F">
        <w:t xml:space="preserve">, </w:t>
      </w:r>
      <w:r w:rsidRPr="003D2FAA">
        <w:t>très violent</w:t>
      </w:r>
      <w:r w:rsidR="00DE313F">
        <w:t xml:space="preserve">, </w:t>
      </w:r>
      <w:r w:rsidRPr="003D2FAA">
        <w:t>de haine</w:t>
      </w:r>
      <w:r w:rsidR="00DE313F">
        <w:t xml:space="preserve">, </w:t>
      </w:r>
      <w:r w:rsidRPr="003D2FAA">
        <w:t>de jalousie</w:t>
      </w:r>
      <w:r w:rsidR="00DE313F">
        <w:t xml:space="preserve">, </w:t>
      </w:r>
      <w:r w:rsidRPr="003D2FAA">
        <w:t>de fureur</w:t>
      </w:r>
      <w:r w:rsidR="00DE313F">
        <w:t xml:space="preserve">, </w:t>
      </w:r>
      <w:r w:rsidRPr="003D2FAA">
        <w:t xml:space="preserve">de je ne </w:t>
      </w:r>
      <w:r w:rsidRPr="003D2FAA">
        <w:lastRenderedPageBreak/>
        <w:t>sais quoi d</w:t>
      </w:r>
      <w:r w:rsidR="00DE313F">
        <w:t>’</w:t>
      </w:r>
      <w:r w:rsidRPr="003D2FAA">
        <w:t>autre encore</w:t>
      </w:r>
      <w:r w:rsidR="00DE313F">
        <w:t xml:space="preserve">, </w:t>
      </w:r>
      <w:r w:rsidRPr="003D2FAA">
        <w:t>parce que tout mon être s</w:t>
      </w:r>
      <w:r w:rsidR="00DE313F">
        <w:t>’</w:t>
      </w:r>
      <w:r w:rsidRPr="003D2FAA">
        <w:t>était révolté au spe</w:t>
      </w:r>
      <w:r w:rsidRPr="003D2FAA">
        <w:t>c</w:t>
      </w:r>
      <w:r w:rsidRPr="003D2FAA">
        <w:t>tacle de cette chose incontestable que</w:t>
      </w:r>
      <w:r w:rsidR="00DE313F">
        <w:t xml:space="preserve">, </w:t>
      </w:r>
      <w:r w:rsidRPr="003D2FAA">
        <w:t>en dehors de moi</w:t>
      </w:r>
      <w:r w:rsidR="00DE313F">
        <w:t xml:space="preserve">, </w:t>
      </w:r>
      <w:r w:rsidRPr="003D2FAA">
        <w:t>ma mère pouvait avoir un autre fils</w:t>
      </w:r>
      <w:r w:rsidR="00DE313F">
        <w:t xml:space="preserve">, </w:t>
      </w:r>
      <w:r w:rsidRPr="003D2FAA">
        <w:t>qui n</w:t>
      </w:r>
      <w:r w:rsidR="00DE313F">
        <w:t>’</w:t>
      </w:r>
      <w:r w:rsidRPr="003D2FAA">
        <w:t>était pas mon frère</w:t>
      </w:r>
      <w:r w:rsidR="00DE313F">
        <w:t xml:space="preserve">, </w:t>
      </w:r>
      <w:r w:rsidRPr="003D2FAA">
        <w:t>et qu</w:t>
      </w:r>
      <w:r w:rsidR="00DE313F">
        <w:t>’</w:t>
      </w:r>
      <w:r w:rsidRPr="003D2FAA">
        <w:t>elle pouvait l</w:t>
      </w:r>
      <w:r w:rsidR="00DE313F">
        <w:t>’</w:t>
      </w:r>
      <w:r w:rsidRPr="003D2FAA">
        <w:t>aimer comme moi</w:t>
      </w:r>
      <w:r w:rsidR="00DE313F">
        <w:t xml:space="preserve">, </w:t>
      </w:r>
      <w:r w:rsidRPr="003D2FAA">
        <w:t>plus que moi</w:t>
      </w:r>
      <w:r w:rsidR="00DE313F">
        <w:t> !</w:t>
      </w:r>
    </w:p>
    <w:p w14:paraId="647D184E" w14:textId="77777777" w:rsidR="00DE313F" w:rsidRDefault="0074134D" w:rsidP="0074134D">
      <w:r w:rsidRPr="003D2FAA">
        <w:t>Je sentis qu</w:t>
      </w:r>
      <w:r w:rsidR="00DE313F">
        <w:t>’</w:t>
      </w:r>
      <w:r w:rsidRPr="003D2FAA">
        <w:t>on me volait ma mère</w:t>
      </w:r>
      <w:r w:rsidR="00DE313F">
        <w:t xml:space="preserve"> ! </w:t>
      </w:r>
      <w:r w:rsidRPr="003D2FAA">
        <w:t>Non</w:t>
      </w:r>
      <w:r w:rsidR="00DE313F">
        <w:t xml:space="preserve">, </w:t>
      </w:r>
      <w:r w:rsidRPr="003D2FAA">
        <w:t>que dis-je</w:t>
      </w:r>
      <w:r w:rsidR="00DE313F">
        <w:t xml:space="preserve"> ? </w:t>
      </w:r>
      <w:r w:rsidRPr="003D2FAA">
        <w:t>Pe</w:t>
      </w:r>
      <w:r w:rsidRPr="003D2FAA">
        <w:t>r</w:t>
      </w:r>
      <w:r w:rsidRPr="003D2FAA">
        <w:t>sonne ne me la volait</w:t>
      </w:r>
      <w:r w:rsidR="00DE313F">
        <w:t xml:space="preserve"> ! </w:t>
      </w:r>
      <w:r w:rsidRPr="003D2FAA">
        <w:t>C</w:t>
      </w:r>
      <w:r w:rsidR="00DE313F">
        <w:t>’</w:t>
      </w:r>
      <w:r w:rsidRPr="003D2FAA">
        <w:t>était elle</w:t>
      </w:r>
      <w:r w:rsidR="00DE313F">
        <w:t xml:space="preserve">, </w:t>
      </w:r>
      <w:r w:rsidRPr="003D2FAA">
        <w:t>elle qui commettait devant moi</w:t>
      </w:r>
      <w:r w:rsidR="00DE313F">
        <w:t xml:space="preserve">, </w:t>
      </w:r>
      <w:r w:rsidRPr="003D2FAA">
        <w:t>contre moi</w:t>
      </w:r>
      <w:r w:rsidR="00DE313F">
        <w:t xml:space="preserve">, </w:t>
      </w:r>
      <w:r w:rsidRPr="003D2FAA">
        <w:t>une action inhumaine</w:t>
      </w:r>
      <w:r w:rsidR="00DE313F">
        <w:t xml:space="preserve">, </w:t>
      </w:r>
      <w:r w:rsidRPr="003D2FAA">
        <w:t>comme si elle me dér</w:t>
      </w:r>
      <w:r w:rsidRPr="003D2FAA">
        <w:t>o</w:t>
      </w:r>
      <w:r w:rsidRPr="003D2FAA">
        <w:t>bait l</w:t>
      </w:r>
      <w:r w:rsidR="00DE313F">
        <w:t>’</w:t>
      </w:r>
      <w:r w:rsidRPr="003D2FAA">
        <w:t>existence qu</w:t>
      </w:r>
      <w:r w:rsidR="00DE313F">
        <w:t>’</w:t>
      </w:r>
      <w:r w:rsidRPr="003D2FAA">
        <w:t>elle m</w:t>
      </w:r>
      <w:r w:rsidR="00DE313F">
        <w:t>’</w:t>
      </w:r>
      <w:r w:rsidRPr="003D2FAA">
        <w:t>avait donnée</w:t>
      </w:r>
      <w:r w:rsidR="00DE313F">
        <w:t xml:space="preserve">, </w:t>
      </w:r>
      <w:r w:rsidRPr="003D2FAA">
        <w:t>comme si elle se dét</w:t>
      </w:r>
      <w:r w:rsidRPr="003D2FAA">
        <w:t>a</w:t>
      </w:r>
      <w:r w:rsidRPr="003D2FAA">
        <w:t>chait de moi</w:t>
      </w:r>
      <w:r w:rsidR="00DE313F">
        <w:t xml:space="preserve">, </w:t>
      </w:r>
      <w:r w:rsidRPr="003D2FAA">
        <w:t>comme si elle se retirait de ma vie</w:t>
      </w:r>
      <w:r w:rsidR="00DE313F">
        <w:t xml:space="preserve">, </w:t>
      </w:r>
      <w:r w:rsidRPr="003D2FAA">
        <w:t>pour donner l</w:t>
      </w:r>
      <w:r w:rsidR="00DE313F">
        <w:t>’</w:t>
      </w:r>
      <w:r w:rsidRPr="003D2FAA">
        <w:t>amour qui devait être à moi tout entier</w:t>
      </w:r>
      <w:r w:rsidR="00DE313F">
        <w:t xml:space="preserve">, </w:t>
      </w:r>
      <w:r w:rsidRPr="003D2FAA">
        <w:t>cet amour qui m</w:t>
      </w:r>
      <w:r w:rsidR="00DE313F">
        <w:t>’</w:t>
      </w:r>
      <w:r w:rsidRPr="003D2FAA">
        <w:t>appartenait autrefois</w:t>
      </w:r>
      <w:r w:rsidR="00DE313F">
        <w:t xml:space="preserve">, </w:t>
      </w:r>
      <w:r w:rsidRPr="003D2FAA">
        <w:t>pour le donner à un autre</w:t>
      </w:r>
      <w:r w:rsidR="00DE313F">
        <w:t xml:space="preserve">, </w:t>
      </w:r>
      <w:r w:rsidRPr="003D2FAA">
        <w:t>qui comme moi y avait droit</w:t>
      </w:r>
      <w:r w:rsidR="00DE313F">
        <w:t xml:space="preserve">, </w:t>
      </w:r>
      <w:r w:rsidRPr="003D2FAA">
        <w:t>le même droit que j</w:t>
      </w:r>
      <w:r w:rsidR="00DE313F">
        <w:t>’</w:t>
      </w:r>
      <w:r w:rsidRPr="003D2FAA">
        <w:t>y avais moi-même</w:t>
      </w:r>
      <w:r w:rsidR="00DE313F">
        <w:t> !…</w:t>
      </w:r>
    </w:p>
    <w:p w14:paraId="447A1B34" w14:textId="77777777" w:rsidR="00DE313F" w:rsidRDefault="0074134D" w:rsidP="0074134D">
      <w:r w:rsidRPr="003D2FAA">
        <w:t>Je crie</w:t>
      </w:r>
      <w:r w:rsidR="00DE313F">
        <w:t xml:space="preserve"> ; </w:t>
      </w:r>
      <w:r w:rsidRPr="003D2FAA">
        <w:t>tu vois</w:t>
      </w:r>
      <w:r w:rsidR="00DE313F">
        <w:t xml:space="preserve"> !… </w:t>
      </w:r>
      <w:r w:rsidRPr="003D2FAA">
        <w:t>À y penser</w:t>
      </w:r>
      <w:r w:rsidR="00DE313F">
        <w:t xml:space="preserve">, </w:t>
      </w:r>
      <w:r w:rsidRPr="003D2FAA">
        <w:t>je ressens la même exaspér</w:t>
      </w:r>
      <w:r w:rsidRPr="003D2FAA">
        <w:t>a</w:t>
      </w:r>
      <w:r w:rsidRPr="003D2FAA">
        <w:t>tion atroce qu</w:t>
      </w:r>
      <w:r w:rsidR="00DE313F">
        <w:t>’</w:t>
      </w:r>
      <w:r w:rsidRPr="003D2FAA">
        <w:t>en ce moment-là</w:t>
      </w:r>
      <w:r w:rsidR="00DE313F">
        <w:t xml:space="preserve">, </w:t>
      </w:r>
      <w:r w:rsidRPr="003D2FAA">
        <w:t xml:space="preserve">cette haine que je ne </w:t>
      </w:r>
      <w:proofErr w:type="spellStart"/>
      <w:r w:rsidRPr="003D2FAA">
        <w:t>pus</w:t>
      </w:r>
      <w:proofErr w:type="spellEnd"/>
      <w:r w:rsidRPr="003D2FAA">
        <w:t xml:space="preserve"> jamais calmer</w:t>
      </w:r>
      <w:r w:rsidR="00DE313F">
        <w:t xml:space="preserve">, </w:t>
      </w:r>
      <w:r w:rsidRPr="003D2FAA">
        <w:t>même quand</w:t>
      </w:r>
      <w:r w:rsidR="00DE313F">
        <w:t xml:space="preserve">, </w:t>
      </w:r>
      <w:r w:rsidRPr="003D2FAA">
        <w:t>plus tard</w:t>
      </w:r>
      <w:r w:rsidR="00DE313F">
        <w:t xml:space="preserve">, </w:t>
      </w:r>
      <w:r w:rsidRPr="003D2FAA">
        <w:t>on me raconta l</w:t>
      </w:r>
      <w:r w:rsidR="00DE313F">
        <w:t>’</w:t>
      </w:r>
      <w:r w:rsidRPr="003D2FAA">
        <w:t>histoire</w:t>
      </w:r>
      <w:r w:rsidR="00DE313F">
        <w:t xml:space="preserve">, </w:t>
      </w:r>
      <w:r w:rsidRPr="003D2FAA">
        <w:t>digne de pitié</w:t>
      </w:r>
      <w:r w:rsidR="00DE313F">
        <w:t xml:space="preserve">, </w:t>
      </w:r>
      <w:r w:rsidRPr="003D2FAA">
        <w:t>de cet enfant</w:t>
      </w:r>
      <w:r w:rsidR="00DE313F">
        <w:t xml:space="preserve"> ! </w:t>
      </w:r>
      <w:r w:rsidRPr="003D2FAA">
        <w:t>Ma mère avait dû s</w:t>
      </w:r>
      <w:r w:rsidR="00DE313F">
        <w:t>’</w:t>
      </w:r>
      <w:r w:rsidRPr="003D2FAA">
        <w:t>en séparer lorsqu</w:t>
      </w:r>
      <w:r w:rsidR="00DE313F">
        <w:t>’</w:t>
      </w:r>
      <w:r w:rsidRPr="003D2FAA">
        <w:t>elle avait contracté de secondes noces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elle avait épousé mon père</w:t>
      </w:r>
      <w:r w:rsidR="00DE313F">
        <w:t xml:space="preserve">, </w:t>
      </w:r>
      <w:r w:rsidRPr="003D2FAA">
        <w:t>non par la volonté de celui-ci</w:t>
      </w:r>
      <w:r w:rsidR="00DE313F">
        <w:t xml:space="preserve">, </w:t>
      </w:r>
      <w:r w:rsidRPr="003D2FAA">
        <w:t>mais parce qu</w:t>
      </w:r>
      <w:r w:rsidR="00DE313F">
        <w:t>’</w:t>
      </w:r>
      <w:r w:rsidRPr="003D2FAA">
        <w:t>elle y avait été contrainte par les parents de son premier mari</w:t>
      </w:r>
      <w:r w:rsidR="00DE313F">
        <w:t xml:space="preserve">, </w:t>
      </w:r>
      <w:r w:rsidRPr="003D2FAA">
        <w:t>lequel</w:t>
      </w:r>
      <w:r w:rsidR="00DE313F">
        <w:t xml:space="preserve">, </w:t>
      </w:r>
      <w:r w:rsidRPr="003D2FAA">
        <w:t>après de graves dissentiments avec ma mère</w:t>
      </w:r>
      <w:r w:rsidR="00DE313F">
        <w:t xml:space="preserve">, </w:t>
      </w:r>
      <w:r w:rsidRPr="003D2FAA">
        <w:t>alors toute jeune</w:t>
      </w:r>
      <w:r w:rsidR="00DE313F">
        <w:t xml:space="preserve">, </w:t>
      </w:r>
      <w:r w:rsidRPr="003D2FAA">
        <w:t>après quatre ou cinq ans d</w:t>
      </w:r>
      <w:r w:rsidR="00DE313F">
        <w:t>’</w:t>
      </w:r>
      <w:r w:rsidRPr="003D2FAA">
        <w:t>orageuse vie conjugale</w:t>
      </w:r>
      <w:r w:rsidR="00DE313F">
        <w:t xml:space="preserve">, </w:t>
      </w:r>
      <w:r w:rsidRPr="003D2FAA">
        <w:t>s</w:t>
      </w:r>
      <w:r w:rsidR="00DE313F">
        <w:t>’</w:t>
      </w:r>
      <w:r w:rsidRPr="003D2FAA">
        <w:t>était suicidé</w:t>
      </w:r>
      <w:r w:rsidR="00DE313F">
        <w:t>.</w:t>
      </w:r>
    </w:p>
    <w:p w14:paraId="116417E2" w14:textId="77777777" w:rsidR="00DE313F" w:rsidRDefault="0074134D" w:rsidP="0074134D">
      <w:r w:rsidRPr="003D2FAA">
        <w:t>Tu comprends maintenant</w:t>
      </w:r>
      <w:r w:rsidR="00DE313F">
        <w:t xml:space="preserve"> ? </w:t>
      </w:r>
      <w:r w:rsidRPr="003D2FAA">
        <w:t>Les rares fois où ma mère se rendait à la ville</w:t>
      </w:r>
      <w:r w:rsidR="00DE313F">
        <w:t xml:space="preserve">, </w:t>
      </w:r>
      <w:r w:rsidRPr="003D2FAA">
        <w:t>elle allait voir ce fils que nous ignorions et qui grandissait loin d</w:t>
      </w:r>
      <w:r w:rsidR="00DE313F">
        <w:t>’</w:t>
      </w:r>
      <w:r w:rsidRPr="003D2FAA">
        <w:t>elle</w:t>
      </w:r>
      <w:r w:rsidR="00DE313F">
        <w:t xml:space="preserve">, </w:t>
      </w:r>
      <w:r w:rsidRPr="003D2FAA">
        <w:t>confié à un frère et à une sœur de son premier mari</w:t>
      </w:r>
      <w:r w:rsidR="00DE313F">
        <w:t>.</w:t>
      </w:r>
    </w:p>
    <w:p w14:paraId="1C74E0CD" w14:textId="77777777" w:rsidR="00DE313F" w:rsidRDefault="0074134D" w:rsidP="0074134D">
      <w:r w:rsidRPr="003D2FAA">
        <w:t>Le frère étant mort et l</w:t>
      </w:r>
      <w:r w:rsidR="00DE313F">
        <w:t>’</w:t>
      </w:r>
      <w:r w:rsidRPr="003D2FAA">
        <w:t>enfant étant tombé gravement m</w:t>
      </w:r>
      <w:r w:rsidRPr="003D2FAA">
        <w:t>a</w:t>
      </w:r>
      <w:r w:rsidRPr="003D2FAA">
        <w:t>lade</w:t>
      </w:r>
      <w:r w:rsidR="00DE313F">
        <w:t xml:space="preserve">, </w:t>
      </w:r>
      <w:r w:rsidRPr="003D2FAA">
        <w:t>ma mère était accourue à son chevet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>avait disputé à la mort et</w:t>
      </w:r>
      <w:r w:rsidR="00DE313F">
        <w:t xml:space="preserve">, </w:t>
      </w:r>
      <w:r w:rsidRPr="003D2FAA">
        <w:t>à peine convalescent</w:t>
      </w:r>
      <w:r w:rsidR="00DE313F">
        <w:t xml:space="preserve">, </w:t>
      </w:r>
      <w:r w:rsidRPr="003D2FAA">
        <w:t>l</w:t>
      </w:r>
      <w:r w:rsidR="00DE313F">
        <w:t>’</w:t>
      </w:r>
      <w:r w:rsidRPr="003D2FAA">
        <w:t xml:space="preserve">avait amené à la </w:t>
      </w:r>
      <w:r w:rsidRPr="003D2FAA">
        <w:lastRenderedPageBreak/>
        <w:t>campagne</w:t>
      </w:r>
      <w:r w:rsidR="00DE313F">
        <w:t xml:space="preserve">, </w:t>
      </w:r>
      <w:r w:rsidRPr="003D2FAA">
        <w:t>e</w:t>
      </w:r>
      <w:r w:rsidRPr="003D2FAA">
        <w:t>s</w:t>
      </w:r>
      <w:r w:rsidRPr="003D2FAA">
        <w:t>pérant avec son amour et ses soins lui faire reconquérir la santé</w:t>
      </w:r>
      <w:r w:rsidR="00DE313F">
        <w:t xml:space="preserve">. </w:t>
      </w:r>
      <w:r w:rsidRPr="003D2FAA">
        <w:t>Tout fut vain et</w:t>
      </w:r>
      <w:r w:rsidR="00DE313F">
        <w:t xml:space="preserve">, </w:t>
      </w:r>
      <w:r w:rsidRPr="003D2FAA">
        <w:t>trois ou quatre mois plus tard</w:t>
      </w:r>
      <w:r w:rsidR="00DE313F">
        <w:t xml:space="preserve">, </w:t>
      </w:r>
      <w:r w:rsidRPr="003D2FAA">
        <w:t>il mourut</w:t>
      </w:r>
      <w:r w:rsidR="00DE313F">
        <w:t xml:space="preserve">. </w:t>
      </w:r>
      <w:r w:rsidRPr="003D2FAA">
        <w:t>Mais ni ses souffrances ne purent susciter en moi un mouvement de pitié</w:t>
      </w:r>
      <w:r w:rsidR="00DE313F">
        <w:t xml:space="preserve">, </w:t>
      </w:r>
      <w:r w:rsidRPr="003D2FAA">
        <w:t>ni sa mort ne put calmer ma haine</w:t>
      </w:r>
      <w:r w:rsidR="00DE313F">
        <w:t xml:space="preserve">. </w:t>
      </w:r>
      <w:r w:rsidRPr="003D2FAA">
        <w:t>J</w:t>
      </w:r>
      <w:r w:rsidR="00DE313F">
        <w:t>’</w:t>
      </w:r>
      <w:r w:rsidRPr="003D2FAA">
        <w:t>aurais désiré même qu</w:t>
      </w:r>
      <w:r w:rsidR="00DE313F">
        <w:t>’</w:t>
      </w:r>
      <w:r w:rsidRPr="003D2FAA">
        <w:t>il guérît</w:t>
      </w:r>
      <w:r w:rsidR="00DE313F">
        <w:t xml:space="preserve">, </w:t>
      </w:r>
      <w:r w:rsidRPr="003D2FAA">
        <w:t>qu</w:t>
      </w:r>
      <w:r w:rsidR="00DE313F">
        <w:t>’</w:t>
      </w:r>
      <w:r w:rsidRPr="003D2FAA">
        <w:t>il restât au milieu de nous</w:t>
      </w:r>
      <w:r w:rsidR="00DE313F">
        <w:t xml:space="preserve">, </w:t>
      </w:r>
      <w:r w:rsidRPr="003D2FAA">
        <w:t>pour remplir avec cette haine que sa présence m</w:t>
      </w:r>
      <w:r w:rsidR="00DE313F">
        <w:t>’</w:t>
      </w:r>
      <w:r w:rsidRPr="003D2FAA">
        <w:t>inspirait le vide affreux qui d</w:t>
      </w:r>
      <w:r w:rsidRPr="003D2FAA">
        <w:t>e</w:t>
      </w:r>
      <w:r w:rsidRPr="003D2FAA">
        <w:t>meura</w:t>
      </w:r>
      <w:r w:rsidR="00DE313F">
        <w:t xml:space="preserve">, </w:t>
      </w:r>
      <w:r w:rsidRPr="003D2FAA">
        <w:t>après sa mort</w:t>
      </w:r>
      <w:r w:rsidR="00DE313F">
        <w:t xml:space="preserve">, </w:t>
      </w:r>
      <w:r w:rsidRPr="003D2FAA">
        <w:t>entre ma mère et moi</w:t>
      </w:r>
      <w:r w:rsidR="00DE313F">
        <w:t>.</w:t>
      </w:r>
    </w:p>
    <w:p w14:paraId="2C2E0443" w14:textId="77777777" w:rsidR="00DE313F" w:rsidRDefault="0074134D" w:rsidP="0074134D">
      <w:r w:rsidRPr="003D2FAA">
        <w:t>Lorsque je la vis se rattacher à nous après cette mort</w:t>
      </w:r>
      <w:r w:rsidR="00DE313F">
        <w:t xml:space="preserve">, </w:t>
      </w:r>
      <w:r w:rsidRPr="003D2FAA">
        <w:t>comme si désormais elle pouvait redevenir entièrement nôtre</w:t>
      </w:r>
      <w:r w:rsidR="00DE313F">
        <w:t xml:space="preserve">, </w:t>
      </w:r>
      <w:r w:rsidRPr="003D2FAA">
        <w:t>ce fut pour moi un déchirement plus grand encore</w:t>
      </w:r>
      <w:r w:rsidR="00DE313F">
        <w:t xml:space="preserve">, </w:t>
      </w:r>
      <w:r w:rsidRPr="003D2FAA">
        <w:t>car il me donna l</w:t>
      </w:r>
      <w:r w:rsidR="00DE313F">
        <w:t>’</w:t>
      </w:r>
      <w:r w:rsidRPr="003D2FAA">
        <w:t>intuition qu</w:t>
      </w:r>
      <w:r w:rsidR="00DE313F">
        <w:t>’</w:t>
      </w:r>
      <w:r w:rsidRPr="003D2FAA">
        <w:t>elle n</w:t>
      </w:r>
      <w:r w:rsidR="00DE313F">
        <w:t>’</w:t>
      </w:r>
      <w:r w:rsidRPr="003D2FAA">
        <w:t>avait pas ressenti ce que j</w:t>
      </w:r>
      <w:r w:rsidR="00DE313F">
        <w:t>’</w:t>
      </w:r>
      <w:r w:rsidRPr="003D2FAA">
        <w:t>avais re</w:t>
      </w:r>
      <w:r w:rsidRPr="003D2FAA">
        <w:t>s</w:t>
      </w:r>
      <w:r w:rsidRPr="003D2FAA">
        <w:t>senti</w:t>
      </w:r>
      <w:r w:rsidR="00DE313F">
        <w:t xml:space="preserve"> ! </w:t>
      </w:r>
      <w:r w:rsidRPr="003D2FAA">
        <w:t>Et elle ne pouvait point le ressentir</w:t>
      </w:r>
      <w:r w:rsidR="00DE313F">
        <w:t xml:space="preserve">, </w:t>
      </w:r>
      <w:r w:rsidRPr="003D2FAA">
        <w:t>en effet</w:t>
      </w:r>
      <w:r w:rsidR="00DE313F">
        <w:t xml:space="preserve">, </w:t>
      </w:r>
      <w:r w:rsidRPr="003D2FAA">
        <w:t>parce que cet enfant était pour elle un fils</w:t>
      </w:r>
      <w:r w:rsidR="00DE313F">
        <w:t xml:space="preserve">, </w:t>
      </w:r>
      <w:r w:rsidRPr="003D2FAA">
        <w:t>comme je l</w:t>
      </w:r>
      <w:r w:rsidR="00DE313F">
        <w:t>’</w:t>
      </w:r>
      <w:r w:rsidRPr="003D2FAA">
        <w:t>étais moi-même</w:t>
      </w:r>
      <w:r w:rsidR="00DE313F">
        <w:t xml:space="preserve">. </w:t>
      </w:r>
      <w:r w:rsidRPr="003D2FAA">
        <w:t>Elle pensait peut-être</w:t>
      </w:r>
      <w:r w:rsidR="00DE313F">
        <w:t> : « </w:t>
      </w:r>
      <w:r w:rsidRPr="003D2FAA">
        <w:t>Mais je ne t</w:t>
      </w:r>
      <w:r w:rsidR="00DE313F">
        <w:t>’</w:t>
      </w:r>
      <w:r w:rsidRPr="003D2FAA">
        <w:t>aimais pas toi seul</w:t>
      </w:r>
      <w:r w:rsidR="00DE313F">
        <w:t xml:space="preserve"> ! </w:t>
      </w:r>
      <w:r w:rsidRPr="003D2FAA">
        <w:t>N</w:t>
      </w:r>
      <w:r w:rsidR="00DE313F">
        <w:t>’</w:t>
      </w:r>
      <w:r w:rsidRPr="003D2FAA">
        <w:t>aimais-je pas aussi tes sœurs</w:t>
      </w:r>
      <w:r w:rsidR="00DE313F">
        <w:t> ? »</w:t>
      </w:r>
      <w:r w:rsidRPr="003D2FAA">
        <w:t xml:space="preserve"> Elle ne sentait pas que</w:t>
      </w:r>
      <w:r w:rsidR="00DE313F">
        <w:t xml:space="preserve">, </w:t>
      </w:r>
      <w:r w:rsidRPr="003D2FAA">
        <w:t>dans l</w:t>
      </w:r>
      <w:r w:rsidR="00DE313F">
        <w:t>’</w:t>
      </w:r>
      <w:r w:rsidRPr="003D2FAA">
        <w:t>amour qu</w:t>
      </w:r>
      <w:r w:rsidR="00DE313F">
        <w:t>’</w:t>
      </w:r>
      <w:r w:rsidRPr="003D2FAA">
        <w:t>elle avait pour mes sœurs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étais enclavé</w:t>
      </w:r>
      <w:r w:rsidR="00DE313F">
        <w:t xml:space="preserve">, </w:t>
      </w:r>
      <w:r w:rsidRPr="003D2FAA">
        <w:t>que j</w:t>
      </w:r>
      <w:r w:rsidR="00DE313F">
        <w:t>’</w:t>
      </w:r>
      <w:r w:rsidRPr="003D2FAA">
        <w:t>y pa</w:t>
      </w:r>
      <w:r w:rsidRPr="003D2FAA">
        <w:t>r</w:t>
      </w:r>
      <w:r w:rsidRPr="003D2FAA">
        <w:t>ticipais</w:t>
      </w:r>
      <w:r w:rsidR="00DE313F">
        <w:t xml:space="preserve">, </w:t>
      </w:r>
      <w:r w:rsidRPr="003D2FAA">
        <w:t>que je le sentais le même qu</w:t>
      </w:r>
      <w:r w:rsidR="00DE313F">
        <w:t>’</w:t>
      </w:r>
      <w:r w:rsidRPr="003D2FAA">
        <w:t>elle avait pour moi</w:t>
      </w:r>
      <w:r w:rsidR="00DE313F">
        <w:t xml:space="preserve">. </w:t>
      </w:r>
      <w:r w:rsidRPr="003D2FAA">
        <w:t>Tandis que dans l</w:t>
      </w:r>
      <w:r w:rsidR="00DE313F">
        <w:t>’</w:t>
      </w:r>
      <w:r w:rsidRPr="003D2FAA">
        <w:t>amour qu</w:t>
      </w:r>
      <w:r w:rsidR="00DE313F">
        <w:t>’</w:t>
      </w:r>
      <w:r w:rsidRPr="003D2FAA">
        <w:t>elle avait pour son autre enfant je ne po</w:t>
      </w:r>
      <w:r w:rsidRPr="003D2FAA">
        <w:t>u</w:t>
      </w:r>
      <w:r w:rsidRPr="003D2FAA">
        <w:t>vais entrer</w:t>
      </w:r>
      <w:r w:rsidR="00DE313F">
        <w:t xml:space="preserve">, </w:t>
      </w:r>
      <w:r w:rsidRPr="003D2FAA">
        <w:t>parce que cet enfant était sien</w:t>
      </w:r>
      <w:r w:rsidR="00DE313F">
        <w:t xml:space="preserve">, </w:t>
      </w:r>
      <w:r w:rsidRPr="003D2FAA">
        <w:t>et que</w:t>
      </w:r>
      <w:r w:rsidR="00DE313F">
        <w:t xml:space="preserve">, </w:t>
      </w:r>
      <w:r w:rsidRPr="003D2FAA">
        <w:t>lorsqu</w:t>
      </w:r>
      <w:r w:rsidR="00DE313F">
        <w:t>’</w:t>
      </w:r>
      <w:r w:rsidRPr="003D2FAA">
        <w:t>elle était à lui et avec lui</w:t>
      </w:r>
      <w:r w:rsidR="00DE313F">
        <w:t xml:space="preserve">, </w:t>
      </w:r>
      <w:r w:rsidRPr="003D2FAA">
        <w:t>elle ne pouvait être mienne et être avec moi</w:t>
      </w:r>
      <w:r w:rsidR="00DE313F">
        <w:t> !</w:t>
      </w:r>
    </w:p>
    <w:p w14:paraId="7BB980BE" w14:textId="77777777" w:rsidR="00DE313F" w:rsidRDefault="0074134D" w:rsidP="0074134D">
      <w:r w:rsidRPr="003D2FAA">
        <w:t>Tu comprends</w:t>
      </w:r>
      <w:r w:rsidR="00DE313F">
        <w:t xml:space="preserve"> ? </w:t>
      </w:r>
      <w:r w:rsidRPr="003D2FAA">
        <w:t>Ce n</w:t>
      </w:r>
      <w:r w:rsidR="00DE313F">
        <w:t>’</w:t>
      </w:r>
      <w:r w:rsidRPr="003D2FAA">
        <w:t>était pas cette soustraction d</w:t>
      </w:r>
      <w:r w:rsidR="00DE313F">
        <w:t>’</w:t>
      </w:r>
      <w:r w:rsidRPr="003D2FAA">
        <w:t>amour qui m</w:t>
      </w:r>
      <w:r w:rsidR="00DE313F">
        <w:t>’</w:t>
      </w:r>
      <w:r w:rsidRPr="003D2FAA">
        <w:t>offensait</w:t>
      </w:r>
      <w:r w:rsidR="00DE313F">
        <w:t xml:space="preserve">, </w:t>
      </w:r>
      <w:r w:rsidRPr="003D2FAA">
        <w:t>ce qui m</w:t>
      </w:r>
      <w:r w:rsidR="00DE313F">
        <w:t>’</w:t>
      </w:r>
      <w:r w:rsidRPr="003D2FAA">
        <w:t>offensait</w:t>
      </w:r>
      <w:r w:rsidR="00DE313F">
        <w:t xml:space="preserve">, </w:t>
      </w:r>
      <w:r w:rsidRPr="003D2FAA">
        <w:t>c</w:t>
      </w:r>
      <w:r w:rsidR="00DE313F">
        <w:t>’</w:t>
      </w:r>
      <w:r w:rsidRPr="003D2FAA">
        <w:t>est que cet enfant pût être son enfant</w:t>
      </w:r>
      <w:r w:rsidR="00DE313F">
        <w:t xml:space="preserve"> ! </w:t>
      </w:r>
      <w:r w:rsidRPr="003D2FAA">
        <w:t>Cela</w:t>
      </w:r>
      <w:r w:rsidR="00DE313F">
        <w:t xml:space="preserve">… </w:t>
      </w:r>
      <w:r w:rsidRPr="003D2FAA">
        <w:t>cela je ne pouvais pas le tolérer</w:t>
      </w:r>
      <w:r w:rsidR="00DE313F">
        <w:t xml:space="preserve"> ! </w:t>
      </w:r>
      <w:r w:rsidRPr="003D2FAA">
        <w:t>Maman ne me paraissait plus mienne</w:t>
      </w:r>
      <w:r w:rsidR="00DE313F">
        <w:t xml:space="preserve">. </w:t>
      </w:r>
      <w:r w:rsidRPr="003D2FAA">
        <w:t>Elle ne me semblait plus la maman qu</w:t>
      </w:r>
      <w:r w:rsidR="00DE313F">
        <w:t>’</w:t>
      </w:r>
      <w:r w:rsidRPr="003D2FAA">
        <w:t>elle avait été pour moi</w:t>
      </w:r>
      <w:r w:rsidR="00DE313F">
        <w:t xml:space="preserve">, </w:t>
      </w:r>
      <w:r w:rsidRPr="003D2FAA">
        <w:t>avant</w:t>
      </w:r>
      <w:r w:rsidR="00DE313F">
        <w:t xml:space="preserve">, </w:t>
      </w:r>
      <w:r w:rsidRPr="003D2FAA">
        <w:t>mais une autre maman</w:t>
      </w:r>
      <w:r w:rsidR="00DE313F">
        <w:t xml:space="preserve">, </w:t>
      </w:r>
      <w:r w:rsidRPr="003D2FAA">
        <w:t>la maman de cet enfant</w:t>
      </w:r>
      <w:r w:rsidR="00DE313F">
        <w:t xml:space="preserve">. </w:t>
      </w:r>
      <w:r w:rsidRPr="003D2FAA">
        <w:t>Pouvait-elle être ma maman d</w:t>
      </w:r>
      <w:r w:rsidR="00DE313F">
        <w:t>’</w:t>
      </w:r>
      <w:r w:rsidRPr="003D2FAA">
        <w:t>autrefois</w:t>
      </w:r>
      <w:r w:rsidR="00DE313F">
        <w:t xml:space="preserve"> ? </w:t>
      </w:r>
      <w:r w:rsidRPr="003D2FAA">
        <w:t>Depuis lors</w:t>
      </w:r>
      <w:r w:rsidR="00DE313F">
        <w:t xml:space="preserve">, </w:t>
      </w:r>
      <w:r w:rsidRPr="003D2FAA">
        <w:t>crois-le</w:t>
      </w:r>
      <w:r w:rsidR="00DE313F">
        <w:t xml:space="preserve">, </w:t>
      </w:r>
      <w:r w:rsidRPr="003D2FAA">
        <w:t>bien que je te dise une chose horrible</w:t>
      </w:r>
      <w:r w:rsidR="00DE313F">
        <w:t xml:space="preserve">, </w:t>
      </w:r>
      <w:r w:rsidRPr="003D2FAA">
        <w:t>d</w:t>
      </w:r>
      <w:r w:rsidRPr="003D2FAA">
        <w:t>e</w:t>
      </w:r>
      <w:r w:rsidRPr="003D2FAA">
        <w:t>puis lors je sentis que ma mère n</w:t>
      </w:r>
      <w:r w:rsidR="00DE313F">
        <w:t>’</w:t>
      </w:r>
      <w:r w:rsidRPr="003D2FAA">
        <w:t>était plus dans mon cœur</w:t>
      </w:r>
      <w:r w:rsidR="00DE313F">
        <w:t>.</w:t>
      </w:r>
    </w:p>
    <w:p w14:paraId="3AA667C8" w14:textId="77777777" w:rsidR="00DE313F" w:rsidRDefault="0074134D" w:rsidP="0074134D">
      <w:r w:rsidRPr="003D2FAA">
        <w:lastRenderedPageBreak/>
        <w:t>Moi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perdu ma mère deux fois</w:t>
      </w:r>
      <w:r w:rsidR="00DE313F">
        <w:t xml:space="preserve">. </w:t>
      </w:r>
      <w:r w:rsidRPr="003D2FAA">
        <w:t>Il est vrai que</w:t>
      </w:r>
      <w:r w:rsidR="00DE313F">
        <w:t xml:space="preserve">, </w:t>
      </w:r>
      <w:r w:rsidRPr="003D2FAA">
        <w:t>je puis presque le dire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en ai eu deux</w:t>
      </w:r>
      <w:r w:rsidR="00DE313F">
        <w:t xml:space="preserve"> ! </w:t>
      </w:r>
      <w:r w:rsidRPr="003D2FAA">
        <w:t>Ma mère</w:t>
      </w:r>
      <w:r w:rsidR="00DE313F">
        <w:t xml:space="preserve">, </w:t>
      </w:r>
      <w:r w:rsidRPr="003D2FAA">
        <w:t>celle que j</w:t>
      </w:r>
      <w:r w:rsidR="00DE313F">
        <w:t>’</w:t>
      </w:r>
      <w:r w:rsidRPr="003D2FAA">
        <w:t>ai perdue récemment</w:t>
      </w:r>
      <w:r w:rsidR="00DE313F">
        <w:t xml:space="preserve">, </w:t>
      </w:r>
      <w:r w:rsidRPr="003D2FAA">
        <w:t>n</w:t>
      </w:r>
      <w:r w:rsidR="00DE313F">
        <w:t>’</w:t>
      </w:r>
      <w:r w:rsidRPr="003D2FAA">
        <w:t>était plus ma maman</w:t>
      </w:r>
      <w:r w:rsidR="00DE313F">
        <w:t xml:space="preserve">, </w:t>
      </w:r>
      <w:r w:rsidRPr="003D2FAA">
        <w:t>ma vraie maman</w:t>
      </w:r>
      <w:r w:rsidR="00DE313F">
        <w:t xml:space="preserve">, </w:t>
      </w:r>
      <w:r w:rsidRPr="003D2FAA">
        <w:t>celle dont on dit qu</w:t>
      </w:r>
      <w:r w:rsidR="00DE313F">
        <w:t>’</w:t>
      </w:r>
      <w:r w:rsidRPr="003D2FAA">
        <w:t>il n</w:t>
      </w:r>
      <w:r w:rsidR="00DE313F">
        <w:t>’</w:t>
      </w:r>
      <w:r w:rsidRPr="003D2FAA">
        <w:t>y en a qu</w:t>
      </w:r>
      <w:r w:rsidR="00DE313F">
        <w:t>’</w:t>
      </w:r>
      <w:r w:rsidRPr="003D2FAA">
        <w:t>une</w:t>
      </w:r>
      <w:r w:rsidR="00DE313F">
        <w:t xml:space="preserve"> ! </w:t>
      </w:r>
      <w:r w:rsidRPr="003D2FAA">
        <w:t>Ma vraie maman</w:t>
      </w:r>
      <w:r w:rsidR="00DE313F">
        <w:t xml:space="preserve">, </w:t>
      </w:r>
      <w:r w:rsidRPr="003D2FAA">
        <w:t>ma seule maman</w:t>
      </w:r>
      <w:r w:rsidR="00DE313F">
        <w:t xml:space="preserve">, </w:t>
      </w:r>
      <w:r w:rsidRPr="003D2FAA">
        <w:t>me fut enlevée lorsque j</w:t>
      </w:r>
      <w:r w:rsidR="00DE313F">
        <w:t>’</w:t>
      </w:r>
      <w:r w:rsidRPr="003D2FAA">
        <w:t>avais sept ans</w:t>
      </w:r>
      <w:r w:rsidR="00DE313F">
        <w:t xml:space="preserve"> ! </w:t>
      </w:r>
      <w:r w:rsidRPr="003D2FAA">
        <w:t>Et alors je la pleurai véritablement</w:t>
      </w:r>
      <w:r w:rsidR="00DE313F">
        <w:t xml:space="preserve"> ; </w:t>
      </w:r>
      <w:r w:rsidRPr="003D2FAA">
        <w:t>je versai alors des larmes de sang</w:t>
      </w:r>
      <w:r w:rsidR="00DE313F">
        <w:t xml:space="preserve">, </w:t>
      </w:r>
      <w:r w:rsidRPr="003D2FAA">
        <w:t>comme je n</w:t>
      </w:r>
      <w:r w:rsidR="00DE313F">
        <w:t>’</w:t>
      </w:r>
      <w:r w:rsidRPr="003D2FAA">
        <w:t>en verserai plus de toute ma vie</w:t>
      </w:r>
      <w:r w:rsidR="00DE313F">
        <w:t xml:space="preserve">, </w:t>
      </w:r>
      <w:r w:rsidRPr="003D2FAA">
        <w:t>de ces larmes qui creusent</w:t>
      </w:r>
      <w:r w:rsidR="00DE313F">
        <w:t xml:space="preserve">, </w:t>
      </w:r>
      <w:r w:rsidRPr="003D2FAA">
        <w:t>qui fouillent et qui laissent un sillon que rien ne peut combler</w:t>
      </w:r>
      <w:r w:rsidR="00DE313F">
        <w:t>.</w:t>
      </w:r>
    </w:p>
    <w:p w14:paraId="13AEACC5" w14:textId="77777777" w:rsidR="00DE313F" w:rsidRDefault="0074134D" w:rsidP="0074134D">
      <w:r w:rsidRPr="003D2FAA">
        <w:t>Je les sens encore en moi</w:t>
      </w:r>
      <w:r w:rsidR="00DE313F">
        <w:t xml:space="preserve">, </w:t>
      </w:r>
      <w:r w:rsidRPr="003D2FAA">
        <w:t>ces larmes qui empoisonnèrent mon enfance</w:t>
      </w:r>
      <w:r w:rsidR="00DE313F">
        <w:t xml:space="preserve"> ; </w:t>
      </w:r>
      <w:r w:rsidRPr="003D2FAA">
        <w:t>et c</w:t>
      </w:r>
      <w:r w:rsidR="00DE313F">
        <w:t>’</w:t>
      </w:r>
      <w:r w:rsidRPr="003D2FAA">
        <w:t xml:space="preserve">est à lui que je les </w:t>
      </w:r>
      <w:proofErr w:type="spellStart"/>
      <w:r w:rsidRPr="003D2FAA">
        <w:t>dois</w:t>
      </w:r>
      <w:proofErr w:type="spellEnd"/>
      <w:r w:rsidR="00DE313F">
        <w:t> !</w:t>
      </w:r>
    </w:p>
    <w:p w14:paraId="7C7A8777" w14:textId="77777777" w:rsidR="00DE313F" w:rsidRDefault="0074134D" w:rsidP="0074134D">
      <w:r w:rsidRPr="003D2FAA">
        <w:t>C</w:t>
      </w:r>
      <w:r w:rsidR="00DE313F">
        <w:t>’</w:t>
      </w:r>
      <w:r w:rsidRPr="003D2FAA">
        <w:t>est pourquoi</w:t>
      </w:r>
      <w:r w:rsidR="00DE313F">
        <w:t xml:space="preserve">, </w:t>
      </w:r>
      <w:r w:rsidRPr="003D2FAA">
        <w:t>je te l</w:t>
      </w:r>
      <w:r w:rsidR="00DE313F">
        <w:t>’</w:t>
      </w:r>
      <w:r w:rsidRPr="003D2FAA">
        <w:t>ai dit</w:t>
      </w:r>
      <w:r w:rsidR="00DE313F">
        <w:t xml:space="preserve">, </w:t>
      </w:r>
      <w:r w:rsidRPr="003D2FAA">
        <w:t>je ne puis pas le regarder</w:t>
      </w:r>
      <w:r w:rsidR="00DE313F">
        <w:t xml:space="preserve">. </w:t>
      </w:r>
      <w:r w:rsidRPr="003D2FAA">
        <w:t>R</w:t>
      </w:r>
      <w:r w:rsidRPr="003D2FAA">
        <w:t>e</w:t>
      </w:r>
      <w:r w:rsidRPr="003D2FAA">
        <w:t>garde-le</w:t>
      </w:r>
      <w:r w:rsidR="00DE313F">
        <w:t xml:space="preserve">, </w:t>
      </w:r>
      <w:r w:rsidRPr="003D2FAA">
        <w:t>toi</w:t>
      </w:r>
      <w:r w:rsidR="00DE313F">
        <w:t xml:space="preserve">, </w:t>
      </w:r>
      <w:r w:rsidRPr="003D2FAA">
        <w:t>mon ami</w:t>
      </w:r>
      <w:r w:rsidR="00DE313F">
        <w:t xml:space="preserve">, </w:t>
      </w:r>
      <w:r w:rsidRPr="003D2FAA">
        <w:t>et plains-le car</w:t>
      </w:r>
      <w:r w:rsidR="00DE313F">
        <w:t xml:space="preserve">, </w:t>
      </w:r>
      <w:r w:rsidRPr="003D2FAA">
        <w:t>tu le vois</w:t>
      </w:r>
      <w:r w:rsidR="00DE313F">
        <w:t xml:space="preserve">, </w:t>
      </w:r>
      <w:r w:rsidRPr="003D2FAA">
        <w:t>je reconnais qu</w:t>
      </w:r>
      <w:r w:rsidR="00DE313F">
        <w:t>’</w:t>
      </w:r>
      <w:r w:rsidRPr="003D2FAA">
        <w:t>il fut malheureux</w:t>
      </w:r>
      <w:r w:rsidR="00DE313F">
        <w:t xml:space="preserve">, </w:t>
      </w:r>
      <w:r w:rsidRPr="003D2FAA">
        <w:t>incomparablement plus malheureux que moi</w:t>
      </w:r>
      <w:r w:rsidR="00DE313F">
        <w:t xml:space="preserve">. </w:t>
      </w:r>
      <w:r w:rsidRPr="003D2FAA">
        <w:t>Mais du moins eut-il la chance de ne pas vivre son ma</w:t>
      </w:r>
      <w:r w:rsidRPr="003D2FAA">
        <w:t>l</w:t>
      </w:r>
      <w:r w:rsidRPr="003D2FAA">
        <w:t>heur</w:t>
      </w:r>
      <w:r w:rsidR="00DE313F">
        <w:t xml:space="preserve">, </w:t>
      </w:r>
      <w:r w:rsidRPr="003D2FAA">
        <w:t>tandis que moi</w:t>
      </w:r>
      <w:r w:rsidR="00DE313F">
        <w:t xml:space="preserve">, </w:t>
      </w:r>
      <w:r w:rsidRPr="003D2FAA">
        <w:t>non par sa faute</w:t>
      </w:r>
      <w:r w:rsidR="00DE313F">
        <w:t xml:space="preserve">, </w:t>
      </w:r>
      <w:r w:rsidRPr="003D2FAA">
        <w:t>mais à cause de lui</w:t>
      </w:r>
      <w:r w:rsidR="00DE313F">
        <w:t xml:space="preserve">, </w:t>
      </w:r>
      <w:r w:rsidRPr="003D2FAA">
        <w:t>j</w:t>
      </w:r>
      <w:r w:rsidR="00DE313F">
        <w:t>’</w:t>
      </w:r>
      <w:r w:rsidRPr="003D2FAA">
        <w:t>ai vécu des années près de ma mère sans la sentir dans mon cœur comme auparavant</w:t>
      </w:r>
      <w:r w:rsidR="00DE313F">
        <w:t> !</w:t>
      </w:r>
    </w:p>
    <w:p w14:paraId="258D3E6E" w14:textId="2F26BF02" w:rsidR="00033562" w:rsidRPr="003D2FAA" w:rsidRDefault="00033562">
      <w:pPr>
        <w:sectPr w:rsidR="00033562" w:rsidRPr="003D2FAA" w:rsidSect="00DE313F">
          <w:footerReference w:type="default" r:id="rId11"/>
          <w:endnotePr>
            <w:numFmt w:val="lowerLetter"/>
          </w:endnotePr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9171815" w14:textId="77777777" w:rsidR="00DE313F" w:rsidRPr="00DE313F" w:rsidRDefault="00DE313F" w:rsidP="00B70F24">
      <w:pPr>
        <w:pStyle w:val="Titre1"/>
        <w:spacing w:before="0" w:after="480"/>
        <w:rPr>
          <w:lang w:eastAsia="zh-CN"/>
        </w:rPr>
      </w:pPr>
      <w:bookmarkStart w:id="26" w:name="_Toc193475613"/>
      <w:bookmarkStart w:id="27" w:name="_Toc193477122"/>
      <w:bookmarkStart w:id="28" w:name="_Toc193480555"/>
      <w:bookmarkStart w:id="29" w:name="_Toc193482018"/>
      <w:r w:rsidRPr="00DE313F">
        <w:rPr>
          <w:lang w:eastAsia="zh-CN"/>
        </w:rPr>
        <w:lastRenderedPageBreak/>
        <w:t>À propos de cette édition électronique</w:t>
      </w:r>
      <w:bookmarkEnd w:id="26"/>
      <w:bookmarkEnd w:id="27"/>
      <w:bookmarkEnd w:id="28"/>
      <w:bookmarkEnd w:id="29"/>
    </w:p>
    <w:p w14:paraId="4603B645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lang w:eastAsia="zh-CN"/>
        </w:rPr>
      </w:pPr>
      <w:r w:rsidRPr="00DE313F">
        <w:rPr>
          <w:rFonts w:cs="Amasis30"/>
          <w:b/>
          <w:bCs/>
          <w:szCs w:val="32"/>
          <w:lang w:eastAsia="zh-CN"/>
        </w:rPr>
        <w:t>Texte libre de droits.</w:t>
      </w:r>
    </w:p>
    <w:p w14:paraId="17744A56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szCs w:val="20"/>
          <w:lang w:eastAsia="zh-CN"/>
        </w:rPr>
      </w:pPr>
      <w:r w:rsidRPr="00DE313F">
        <w:rPr>
          <w:rFonts w:cs="Amasis30"/>
          <w:szCs w:val="20"/>
          <w:lang w:eastAsia="zh-CN"/>
        </w:rPr>
        <w:t>Corrections, édition, conversion informatique et publication par le groupe :</w:t>
      </w:r>
    </w:p>
    <w:p w14:paraId="635493D7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lang w:eastAsia="zh-CN"/>
        </w:rPr>
      </w:pPr>
      <w:proofErr w:type="gramStart"/>
      <w:r w:rsidRPr="00DE313F">
        <w:rPr>
          <w:rFonts w:cs="Amasis30"/>
          <w:b/>
          <w:bCs/>
          <w:i/>
          <w:iCs/>
          <w:szCs w:val="32"/>
          <w:lang w:eastAsia="zh-CN"/>
        </w:rPr>
        <w:t>Ebooks</w:t>
      </w:r>
      <w:proofErr w:type="gramEnd"/>
      <w:r w:rsidRPr="00DE313F">
        <w:rPr>
          <w:rFonts w:cs="Amasis30"/>
          <w:b/>
          <w:bCs/>
          <w:i/>
          <w:iCs/>
          <w:szCs w:val="32"/>
          <w:lang w:eastAsia="zh-CN"/>
        </w:rPr>
        <w:t xml:space="preserve"> libres et gratuits</w:t>
      </w:r>
    </w:p>
    <w:p w14:paraId="3EB88DB3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szCs w:val="20"/>
          <w:lang w:eastAsia="zh-CN"/>
        </w:rPr>
      </w:pPr>
      <w:hyperlink r:id="rId12" w:history="1">
        <w:r w:rsidRPr="00DE313F">
          <w:rPr>
            <w:rFonts w:cs="Amasis30"/>
            <w:b/>
            <w:color w:val="004080"/>
            <w:szCs w:val="32"/>
            <w:u w:val="single"/>
            <w:lang w:eastAsia="zh-CN"/>
          </w:rPr>
          <w:t>https://fr.groups.yahoo.com/group/ebooksgratuits</w:t>
        </w:r>
      </w:hyperlink>
    </w:p>
    <w:p w14:paraId="4920E9C3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szCs w:val="20"/>
          <w:lang w:eastAsia="zh-CN"/>
        </w:rPr>
      </w:pPr>
      <w:r w:rsidRPr="00DE313F">
        <w:rPr>
          <w:rFonts w:cs="Amasis30"/>
          <w:szCs w:val="20"/>
          <w:lang w:eastAsia="zh-CN"/>
        </w:rPr>
        <w:t>Adresse du site web du groupe :</w:t>
      </w:r>
      <w:r w:rsidRPr="00DE313F">
        <w:rPr>
          <w:rFonts w:cs="Amasis30"/>
          <w:szCs w:val="20"/>
          <w:lang w:eastAsia="zh-CN"/>
        </w:rPr>
        <w:br/>
      </w:r>
      <w:hyperlink r:id="rId13" w:history="1">
        <w:r w:rsidRPr="00DE313F">
          <w:rPr>
            <w:rFonts w:cs="Amasis30"/>
            <w:b/>
            <w:bCs/>
            <w:color w:val="004080"/>
            <w:szCs w:val="32"/>
            <w:u w:val="single"/>
            <w:lang w:eastAsia="zh-CN"/>
          </w:rPr>
          <w:t>https://www.ebooksgratuits.com/</w:t>
        </w:r>
      </w:hyperlink>
    </w:p>
    <w:p w14:paraId="0EB4C099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szCs w:val="20"/>
          <w:lang w:eastAsia="zh-CN"/>
        </w:rPr>
      </w:pPr>
      <w:r w:rsidRPr="00DE313F">
        <w:rPr>
          <w:rFonts w:cs="Amasis30"/>
          <w:szCs w:val="20"/>
          <w:lang w:eastAsia="zh-CN"/>
        </w:rPr>
        <w:t>—</w:t>
      </w:r>
    </w:p>
    <w:p w14:paraId="474D707E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lang w:eastAsia="zh-CN"/>
        </w:rPr>
      </w:pPr>
      <w:r w:rsidRPr="00DE313F">
        <w:rPr>
          <w:rFonts w:cs="Amasis30"/>
          <w:b/>
          <w:bCs/>
          <w:szCs w:val="32"/>
          <w:lang w:eastAsia="zh-CN"/>
        </w:rPr>
        <w:t>Mars 2025</w:t>
      </w:r>
    </w:p>
    <w:p w14:paraId="00E1737C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szCs w:val="20"/>
          <w:lang w:eastAsia="zh-CN"/>
        </w:rPr>
      </w:pPr>
      <w:r w:rsidRPr="00DE313F">
        <w:rPr>
          <w:rFonts w:cs="Amasis30"/>
          <w:szCs w:val="20"/>
          <w:lang w:eastAsia="zh-CN"/>
        </w:rPr>
        <w:t>—</w:t>
      </w:r>
    </w:p>
    <w:p w14:paraId="64180A20" w14:textId="77777777" w:rsidR="00DE313F" w:rsidRPr="00DE313F" w:rsidRDefault="00DE313F" w:rsidP="00DE313F">
      <w:pPr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>– </w:t>
      </w:r>
      <w:r w:rsidRPr="00DE313F">
        <w:rPr>
          <w:rFonts w:cs="Amasis30"/>
          <w:b/>
          <w:lang w:eastAsia="zh-CN"/>
        </w:rPr>
        <w:t>Élaboration de ce livre électronique</w:t>
      </w:r>
      <w:r w:rsidRPr="00DE313F">
        <w:rPr>
          <w:rFonts w:cs="Amasis30"/>
          <w:lang w:eastAsia="zh-CN"/>
        </w:rPr>
        <w:t> :</w:t>
      </w:r>
    </w:p>
    <w:p w14:paraId="094962AB" w14:textId="281F8C90" w:rsidR="00DE313F" w:rsidRPr="00DE313F" w:rsidRDefault="00DE313F" w:rsidP="00DE313F">
      <w:pPr>
        <w:suppressAutoHyphens/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 xml:space="preserve">Les membres de </w:t>
      </w:r>
      <w:proofErr w:type="gramStart"/>
      <w:r w:rsidRPr="00DE313F">
        <w:rPr>
          <w:rFonts w:cs="Amasis30"/>
          <w:i/>
          <w:lang w:eastAsia="zh-CN"/>
        </w:rPr>
        <w:t>Ebooks</w:t>
      </w:r>
      <w:proofErr w:type="gramEnd"/>
      <w:r w:rsidRPr="00DE313F">
        <w:rPr>
          <w:rFonts w:cs="Amasis30"/>
          <w:i/>
          <w:lang w:eastAsia="zh-CN"/>
        </w:rPr>
        <w:t xml:space="preserve"> libres et gratuits</w:t>
      </w:r>
      <w:r w:rsidRPr="00DE313F">
        <w:rPr>
          <w:rFonts w:cs="Amasis30"/>
          <w:lang w:eastAsia="zh-CN"/>
        </w:rPr>
        <w:t xml:space="preserve"> qui ont participé à l’élaboration de ce livre, sont : </w:t>
      </w:r>
      <w:r w:rsidR="00B70F24" w:rsidRPr="00B70F24">
        <w:rPr>
          <w:rFonts w:cs="Amasis30"/>
          <w:lang w:eastAsia="zh-CN"/>
        </w:rPr>
        <w:t xml:space="preserve">Hélène, </w:t>
      </w:r>
      <w:proofErr w:type="spellStart"/>
      <w:r w:rsidR="00B70F24" w:rsidRPr="00B70F24">
        <w:rPr>
          <w:rFonts w:cs="Amasis30"/>
          <w:lang w:eastAsia="zh-CN"/>
        </w:rPr>
        <w:t>YvetteT</w:t>
      </w:r>
      <w:proofErr w:type="spellEnd"/>
      <w:r w:rsidR="00B70F24" w:rsidRPr="00B70F24">
        <w:rPr>
          <w:rFonts w:cs="Amasis30"/>
          <w:lang w:eastAsia="zh-CN"/>
        </w:rPr>
        <w:t xml:space="preserve">, </w:t>
      </w:r>
      <w:proofErr w:type="spellStart"/>
      <w:r w:rsidR="00B70F24" w:rsidRPr="00B70F24">
        <w:rPr>
          <w:rFonts w:cs="Amasis30"/>
          <w:lang w:eastAsia="zh-CN"/>
        </w:rPr>
        <w:t>PatriceC</w:t>
      </w:r>
      <w:proofErr w:type="spellEnd"/>
      <w:r w:rsidR="00B70F24" w:rsidRPr="00B70F24">
        <w:rPr>
          <w:rFonts w:cs="Amasis30"/>
          <w:lang w:eastAsia="zh-CN"/>
        </w:rPr>
        <w:t xml:space="preserve">, </w:t>
      </w:r>
      <w:proofErr w:type="spellStart"/>
      <w:r w:rsidR="00B70F24" w:rsidRPr="00B70F24">
        <w:rPr>
          <w:rFonts w:cs="Amasis30"/>
          <w:lang w:eastAsia="zh-CN"/>
        </w:rPr>
        <w:t>HélèneP</w:t>
      </w:r>
      <w:proofErr w:type="spellEnd"/>
      <w:r w:rsidRPr="00DE313F">
        <w:rPr>
          <w:rFonts w:cs="Amasis30"/>
          <w:lang w:eastAsia="zh-CN"/>
        </w:rPr>
        <w:t xml:space="preserve">, </w:t>
      </w:r>
      <w:proofErr w:type="spellStart"/>
      <w:r w:rsidRPr="00DE313F">
        <w:rPr>
          <w:rFonts w:cs="Amasis30"/>
          <w:lang w:eastAsia="zh-CN"/>
        </w:rPr>
        <w:t>Coolmicro</w:t>
      </w:r>
      <w:proofErr w:type="spellEnd"/>
      <w:r w:rsidRPr="00DE313F">
        <w:rPr>
          <w:rFonts w:cs="Amasis30"/>
          <w:lang w:eastAsia="zh-CN"/>
        </w:rPr>
        <w:t>.</w:t>
      </w:r>
    </w:p>
    <w:p w14:paraId="5F5AEE6B" w14:textId="77777777" w:rsidR="00DE313F" w:rsidRPr="00DE313F" w:rsidRDefault="00DE313F" w:rsidP="00DE313F">
      <w:pPr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>– </w:t>
      </w:r>
      <w:r w:rsidRPr="00DE313F">
        <w:rPr>
          <w:rFonts w:cs="Amasis30"/>
          <w:b/>
          <w:lang w:eastAsia="zh-CN"/>
        </w:rPr>
        <w:t>Dispositions</w:t>
      </w:r>
      <w:r w:rsidRPr="00DE313F">
        <w:rPr>
          <w:rFonts w:cs="Amasis30"/>
          <w:lang w:eastAsia="zh-CN"/>
        </w:rPr>
        <w:t> :</w:t>
      </w:r>
    </w:p>
    <w:p w14:paraId="3E7976D5" w14:textId="77777777" w:rsidR="00DE313F" w:rsidRPr="00DE313F" w:rsidRDefault="00DE313F" w:rsidP="00DE313F">
      <w:pPr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 xml:space="preserve">Les livres que nous mettons à votre disposition, sont des textes libres de droits, que vous pouvez utiliser librement, </w:t>
      </w:r>
      <w:r w:rsidRPr="00DE313F">
        <w:rPr>
          <w:rFonts w:cs="Amasis30"/>
          <w:u w:val="single"/>
          <w:lang w:eastAsia="zh-CN"/>
        </w:rPr>
        <w:t>à une fin non commerciale et non professionnelle</w:t>
      </w:r>
      <w:r w:rsidRPr="00DE313F">
        <w:rPr>
          <w:rFonts w:cs="Amasis30"/>
          <w:lang w:eastAsia="zh-CN"/>
        </w:rPr>
        <w:t>. Tout lien vers notre site est bienvenu…</w:t>
      </w:r>
    </w:p>
    <w:p w14:paraId="54D09BCD" w14:textId="77777777" w:rsidR="00DE313F" w:rsidRPr="00DE313F" w:rsidRDefault="00DE313F" w:rsidP="00DE313F">
      <w:pPr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>– </w:t>
      </w:r>
      <w:r w:rsidRPr="00DE313F">
        <w:rPr>
          <w:rFonts w:cs="Amasis30"/>
          <w:b/>
          <w:lang w:eastAsia="zh-CN"/>
        </w:rPr>
        <w:t>Qualité</w:t>
      </w:r>
      <w:r w:rsidRPr="00DE313F">
        <w:rPr>
          <w:rFonts w:cs="Amasis30"/>
          <w:lang w:eastAsia="zh-CN"/>
        </w:rPr>
        <w:t> :</w:t>
      </w:r>
    </w:p>
    <w:p w14:paraId="61F5D9D1" w14:textId="77777777" w:rsidR="00DE313F" w:rsidRPr="00DE313F" w:rsidRDefault="00DE313F" w:rsidP="00DE313F">
      <w:pPr>
        <w:spacing w:before="180" w:after="180"/>
        <w:rPr>
          <w:rFonts w:cs="Amasis30"/>
          <w:lang w:eastAsia="zh-CN"/>
        </w:rPr>
      </w:pPr>
      <w:r w:rsidRPr="00DE313F">
        <w:rPr>
          <w:rFonts w:cs="Amasis30"/>
          <w:lang w:eastAsia="zh-CN"/>
        </w:rPr>
        <w:t>Les textes sont livrés tels quels sans garantie de leur intégrité parfaite par rapport à l'original. Nous rappelons que c'est un travail d'amateurs non rétribués et que nous essayons de promouvoir la culture littéraire avec de maigres moyens.</w:t>
      </w:r>
    </w:p>
    <w:p w14:paraId="2FB218AB" w14:textId="77777777" w:rsidR="00DE313F" w:rsidRPr="00DE313F" w:rsidRDefault="00DE313F" w:rsidP="00DE313F">
      <w:pPr>
        <w:spacing w:before="180" w:after="180"/>
        <w:ind w:firstLine="0"/>
        <w:jc w:val="center"/>
        <w:rPr>
          <w:rFonts w:cs="Amasis30"/>
          <w:lang w:eastAsia="zh-CN"/>
        </w:rPr>
      </w:pPr>
      <w:r w:rsidRPr="00DE313F">
        <w:rPr>
          <w:rFonts w:cs="Amasis30"/>
          <w:i/>
          <w:iCs/>
          <w:szCs w:val="32"/>
          <w:lang w:eastAsia="zh-CN"/>
        </w:rPr>
        <w:t>Votre aide est la bienvenue !</w:t>
      </w:r>
    </w:p>
    <w:p w14:paraId="5E69279E" w14:textId="77777777" w:rsidR="00DE313F" w:rsidRPr="00DE313F" w:rsidRDefault="00DE313F" w:rsidP="00DE313F">
      <w:pPr>
        <w:suppressAutoHyphens/>
        <w:spacing w:before="180" w:after="180"/>
        <w:ind w:firstLine="0"/>
        <w:jc w:val="center"/>
      </w:pPr>
      <w:r w:rsidRPr="00DE313F">
        <w:rPr>
          <w:rFonts w:cs="Amasis30"/>
          <w:szCs w:val="20"/>
          <w:lang w:eastAsia="zh-CN"/>
        </w:rPr>
        <w:t>VOUS POUVEZ NOUS AIDER À FAIRE CONNAÎTRE CES CLASSIQUES LITTÉRAIRES.</w:t>
      </w:r>
    </w:p>
    <w:sectPr w:rsidR="00DE313F" w:rsidRPr="00DE313F" w:rsidSect="00DE313F">
      <w:footerReference w:type="even" r:id="rId14"/>
      <w:footerReference w:type="default" r:id="rId15"/>
      <w:footerReference w:type="first" r:id="rId16"/>
      <w:pgSz w:w="11906" w:h="16838"/>
      <w:pgMar w:top="567" w:right="567" w:bottom="567" w:left="567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073C5" w14:textId="77777777" w:rsidR="004334A9" w:rsidRDefault="004334A9">
      <w:r>
        <w:separator/>
      </w:r>
    </w:p>
  </w:endnote>
  <w:endnote w:type="continuationSeparator" w:id="0">
    <w:p w14:paraId="2DCB8D91" w14:textId="77777777" w:rsidR="004334A9" w:rsidRDefault="0043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ntium Book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21B1D" w14:textId="77777777" w:rsidR="006D143B" w:rsidRDefault="006D143B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4134D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4F47" w14:textId="77777777" w:rsidR="006D143B" w:rsidRDefault="006D143B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043AE7">
      <w:rPr>
        <w:rStyle w:val="Numrodepage"/>
        <w:noProof/>
        <w:sz w:val="30"/>
        <w:szCs w:val="30"/>
      </w:rPr>
      <w:t>159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CDE4" w14:textId="77777777" w:rsidR="00000000" w:rsidRDefault="000000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2296D" w14:textId="77777777" w:rsidR="00000000" w:rsidRDefault="00000000">
    <w:pPr>
      <w:pStyle w:val="Pieddepage"/>
    </w:pPr>
    <w:r>
      <w:t>–</w:t>
    </w:r>
    <w:r>
      <w:rPr>
        <w:rFonts w:eastAsia="Amasis30"/>
      </w:rPr>
      <w:t xml:space="preserve">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0</w:t>
    </w:r>
    <w:r>
      <w:rPr>
        <w:rStyle w:val="Numrodepage"/>
      </w:rPr>
      <w:fldChar w:fldCharType="end"/>
    </w:r>
    <w:r>
      <w:rPr>
        <w:rStyle w:val="Numrodepage"/>
        <w:rFonts w:eastAsia="Amasis30"/>
      </w:rPr>
      <w:t xml:space="preserve"> </w:t>
    </w:r>
    <w:r>
      <w:rPr>
        <w:rStyle w:val="Numrodepage"/>
      </w:rPr>
      <w:t>–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644F4" w14:textId="77777777" w:rsidR="00000000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06274" w14:textId="77777777" w:rsidR="004334A9" w:rsidRDefault="004334A9">
      <w:r>
        <w:separator/>
      </w:r>
    </w:p>
  </w:footnote>
  <w:footnote w:type="continuationSeparator" w:id="0">
    <w:p w14:paraId="551C9A00" w14:textId="77777777" w:rsidR="004334A9" w:rsidRDefault="004334A9">
      <w:r>
        <w:continuationSeparator/>
      </w:r>
    </w:p>
  </w:footnote>
  <w:footnote w:id="1">
    <w:p w14:paraId="66F8FEDB" w14:textId="1EC43956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</w:t>
      </w:r>
      <w:r w:rsidRPr="00C94B80">
        <w:rPr>
          <w:szCs w:val="32"/>
        </w:rPr>
        <w:t>C</w:t>
      </w:r>
      <w:r w:rsidR="00DE313F">
        <w:rPr>
          <w:szCs w:val="32"/>
        </w:rPr>
        <w:t>’</w:t>
      </w:r>
      <w:r w:rsidRPr="00C94B80">
        <w:rPr>
          <w:szCs w:val="32"/>
        </w:rPr>
        <w:t>est de cette nouvelle que Pirandello a tiré sa pièce</w:t>
      </w:r>
      <w:r w:rsidR="00DE313F">
        <w:rPr>
          <w:szCs w:val="32"/>
        </w:rPr>
        <w:t xml:space="preserve"> : </w:t>
      </w:r>
      <w:r w:rsidRPr="00C94B80">
        <w:rPr>
          <w:i/>
          <w:iCs/>
          <w:szCs w:val="32"/>
        </w:rPr>
        <w:t>Tout pour le mieux</w:t>
      </w:r>
      <w:r w:rsidR="00DE313F">
        <w:rPr>
          <w:i/>
          <w:iCs/>
          <w:szCs w:val="32"/>
        </w:rPr>
        <w:t>.</w:t>
      </w:r>
    </w:p>
  </w:footnote>
  <w:footnote w:id="2">
    <w:p w14:paraId="7955FD15" w14:textId="68D84918" w:rsidR="0074134D" w:rsidRPr="00C94B80" w:rsidRDefault="0074134D" w:rsidP="0074134D">
      <w:pPr>
        <w:pStyle w:val="Notedebasdepage"/>
        <w:rPr>
          <w:szCs w:val="32"/>
        </w:rPr>
      </w:pPr>
      <w:r w:rsidRPr="00920F1B">
        <w:rPr>
          <w:rStyle w:val="Appelnotedebasdep"/>
        </w:rPr>
        <w:footnoteRef/>
      </w:r>
      <w:r w:rsidRPr="00C94B80">
        <w:t xml:space="preserve"> </w:t>
      </w:r>
      <w:r w:rsidRPr="00C94B80">
        <w:rPr>
          <w:szCs w:val="32"/>
        </w:rPr>
        <w:t>Chambre des Députés</w:t>
      </w:r>
      <w:r w:rsidR="00DE313F">
        <w:rPr>
          <w:szCs w:val="32"/>
        </w:rPr>
        <w:t>.</w:t>
      </w:r>
    </w:p>
  </w:footnote>
  <w:footnote w:id="3">
    <w:p w14:paraId="72DB138D" w14:textId="4C79080B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</w:t>
      </w:r>
      <w:proofErr w:type="spellStart"/>
      <w:r w:rsidRPr="00C94B80">
        <w:rPr>
          <w:i/>
          <w:iCs/>
        </w:rPr>
        <w:t>Favo</w:t>
      </w:r>
      <w:proofErr w:type="spellEnd"/>
      <w:r w:rsidR="00DE313F">
        <w:rPr>
          <w:i/>
          <w:iCs/>
        </w:rPr>
        <w:t xml:space="preserve"> : </w:t>
      </w:r>
      <w:r w:rsidRPr="00C94B80">
        <w:t>gaufre</w:t>
      </w:r>
      <w:r w:rsidR="00DE313F">
        <w:t xml:space="preserve">, </w:t>
      </w:r>
      <w:r w:rsidRPr="00C94B80">
        <w:t>gâteau de miel</w:t>
      </w:r>
      <w:r w:rsidR="00DE313F">
        <w:t>.</w:t>
      </w:r>
    </w:p>
  </w:footnote>
  <w:footnote w:id="4">
    <w:p w14:paraId="5989EB0D" w14:textId="5A365E2B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Petite épouse</w:t>
      </w:r>
      <w:r w:rsidR="00DE313F">
        <w:t>.</w:t>
      </w:r>
    </w:p>
  </w:footnote>
  <w:footnote w:id="5">
    <w:p w14:paraId="1B0B420B" w14:textId="72C77F18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Champignons</w:t>
      </w:r>
      <w:r w:rsidR="00DE313F">
        <w:t xml:space="preserve">. </w:t>
      </w:r>
      <w:r w:rsidRPr="00C94B80">
        <w:t>On dit couramment en Italie</w:t>
      </w:r>
      <w:r w:rsidR="00DE313F">
        <w:t xml:space="preserve"> : </w:t>
      </w:r>
      <w:r w:rsidRPr="00C94B80">
        <w:t>une fraîcheur de champignons</w:t>
      </w:r>
      <w:r w:rsidR="00DE313F">
        <w:t>.</w:t>
      </w:r>
    </w:p>
  </w:footnote>
  <w:footnote w:id="6">
    <w:p w14:paraId="19F15E30" w14:textId="6A63B600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Coup de vent du Sud-Ouest</w:t>
      </w:r>
      <w:r w:rsidR="00DE313F">
        <w:t>.</w:t>
      </w:r>
    </w:p>
  </w:footnote>
  <w:footnote w:id="7">
    <w:p w14:paraId="5BB72822" w14:textId="0E4A08A0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Tout doucement</w:t>
      </w:r>
      <w:r w:rsidR="00DE313F">
        <w:t xml:space="preserve">, </w:t>
      </w:r>
      <w:r w:rsidRPr="00C94B80">
        <w:t>cahin-caha</w:t>
      </w:r>
      <w:r w:rsidR="00DE313F">
        <w:t>.</w:t>
      </w:r>
    </w:p>
  </w:footnote>
  <w:footnote w:id="8">
    <w:p w14:paraId="1C8B923F" w14:textId="4939A7CF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Le papa</w:t>
      </w:r>
      <w:r w:rsidR="00DE313F">
        <w:t>.</w:t>
      </w:r>
    </w:p>
  </w:footnote>
  <w:footnote w:id="9">
    <w:p w14:paraId="317631F6" w14:textId="43E78731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Petit bifteck</w:t>
      </w:r>
      <w:r w:rsidR="00DE313F">
        <w:t>.</w:t>
      </w:r>
    </w:p>
  </w:footnote>
  <w:footnote w:id="10">
    <w:p w14:paraId="1E677140" w14:textId="243A3839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Un petit tas</w:t>
      </w:r>
      <w:r w:rsidR="00DE313F">
        <w:t xml:space="preserve">, </w:t>
      </w:r>
      <w:r w:rsidRPr="00C94B80">
        <w:t>un petit amas</w:t>
      </w:r>
      <w:r w:rsidR="00DE313F">
        <w:t>.</w:t>
      </w:r>
    </w:p>
  </w:footnote>
  <w:footnote w:id="11">
    <w:p w14:paraId="017077A6" w14:textId="688B98E1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Petite chienne</w:t>
      </w:r>
      <w:r w:rsidR="00DE313F">
        <w:t>.</w:t>
      </w:r>
    </w:p>
  </w:footnote>
  <w:footnote w:id="12">
    <w:p w14:paraId="52AAD526" w14:textId="4E74D617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Sicilien</w:t>
      </w:r>
      <w:r w:rsidR="00DE313F">
        <w:t xml:space="preserve"> : </w:t>
      </w:r>
      <w:r w:rsidRPr="00C94B80">
        <w:t>maître</w:t>
      </w:r>
      <w:r w:rsidR="00DE313F">
        <w:t xml:space="preserve">, </w:t>
      </w:r>
      <w:proofErr w:type="spellStart"/>
      <w:r w:rsidRPr="00C94B80">
        <w:t>nino</w:t>
      </w:r>
      <w:proofErr w:type="spellEnd"/>
      <w:r w:rsidR="00DE313F">
        <w:t xml:space="preserve"> ; </w:t>
      </w:r>
      <w:r w:rsidRPr="00C94B80">
        <w:t>maître</w:t>
      </w:r>
      <w:r w:rsidR="00DE313F">
        <w:t xml:space="preserve">, </w:t>
      </w:r>
      <w:proofErr w:type="spellStart"/>
      <w:r w:rsidRPr="00C94B80">
        <w:t>nino</w:t>
      </w:r>
      <w:proofErr w:type="spellEnd"/>
      <w:r w:rsidR="00DE313F">
        <w:t> !</w:t>
      </w:r>
    </w:p>
  </w:footnote>
  <w:footnote w:id="13">
    <w:p w14:paraId="7EBFF555" w14:textId="73460ED6" w:rsidR="0074134D" w:rsidRPr="00C94B80" w:rsidRDefault="0074134D" w:rsidP="0074134D">
      <w:pPr>
        <w:pStyle w:val="Notedebasdepage"/>
      </w:pPr>
      <w:r w:rsidRPr="00920F1B">
        <w:rPr>
          <w:rStyle w:val="Appelnotedebasdep"/>
        </w:rPr>
        <w:footnoteRef/>
      </w:r>
      <w:r w:rsidRPr="00C94B80">
        <w:t xml:space="preserve"> Sicilien</w:t>
      </w:r>
      <w:r w:rsidR="00DE313F">
        <w:t xml:space="preserve"> : </w:t>
      </w:r>
      <w:proofErr w:type="spellStart"/>
      <w:r w:rsidRPr="00C94B80">
        <w:t>gnà</w:t>
      </w:r>
      <w:proofErr w:type="spellEnd"/>
      <w:r w:rsidR="00DE313F">
        <w:t xml:space="preserve">, </w:t>
      </w:r>
      <w:r w:rsidRPr="00C94B80">
        <w:t>madame</w:t>
      </w:r>
      <w:r w:rsidR="00DE313F">
        <w:t xml:space="preserve">, </w:t>
      </w:r>
      <w:r w:rsidRPr="00C94B80">
        <w:t>ou mieux maîtresse</w:t>
      </w:r>
      <w:r w:rsidR="00DE313F">
        <w:t xml:space="preserve">, </w:t>
      </w:r>
      <w:r w:rsidRPr="00C94B80">
        <w:t>comme en No</w:t>
      </w:r>
      <w:r w:rsidRPr="00C94B80">
        <w:t>r</w:t>
      </w:r>
      <w:r w:rsidRPr="00C94B80">
        <w:t>mandie</w:t>
      </w:r>
      <w:r w:rsidR="00DE313F">
        <w:t>.</w:t>
      </w:r>
    </w:p>
  </w:footnote>
  <w:footnote w:id="14">
    <w:p w14:paraId="2533C414" w14:textId="61B429D1" w:rsidR="0074134D" w:rsidRPr="00920F1B" w:rsidRDefault="0074134D" w:rsidP="0074134D">
      <w:pPr>
        <w:pStyle w:val="Notedebasdepage"/>
        <w:rPr>
          <w:lang w:val="it-IT"/>
        </w:rPr>
      </w:pPr>
      <w:r w:rsidRPr="00920F1B">
        <w:rPr>
          <w:rStyle w:val="Appelnotedebasdep"/>
        </w:rPr>
        <w:footnoteRef/>
      </w:r>
      <w:r w:rsidRPr="00920F1B">
        <w:rPr>
          <w:lang w:val="it-IT"/>
        </w:rPr>
        <w:t xml:space="preserve"> </w:t>
      </w:r>
      <w:r w:rsidRPr="00920F1B">
        <w:rPr>
          <w:i/>
          <w:iCs/>
          <w:lang w:val="it-IT"/>
        </w:rPr>
        <w:t xml:space="preserve">Nuccio </w:t>
      </w:r>
      <w:r w:rsidRPr="00920F1B">
        <w:rPr>
          <w:lang w:val="it-IT"/>
        </w:rPr>
        <w:t xml:space="preserve">et </w:t>
      </w:r>
      <w:r w:rsidRPr="00920F1B">
        <w:rPr>
          <w:i/>
          <w:iCs/>
          <w:lang w:val="it-IT"/>
        </w:rPr>
        <w:t>Naccio</w:t>
      </w:r>
      <w:r w:rsidR="00DE313F">
        <w:rPr>
          <w:i/>
          <w:iCs/>
          <w:lang w:val="it-IT"/>
        </w:rPr>
        <w:t xml:space="preserve">, </w:t>
      </w:r>
      <w:r w:rsidRPr="00920F1B">
        <w:rPr>
          <w:lang w:val="it-IT"/>
        </w:rPr>
        <w:t>pour Stefanuccio et Stefanaccio</w:t>
      </w:r>
      <w:r w:rsidR="00DE313F">
        <w:rPr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9687918">
    <w:abstractNumId w:val="11"/>
  </w:num>
  <w:num w:numId="2" w16cid:durableId="1199471186">
    <w:abstractNumId w:val="12"/>
  </w:num>
  <w:num w:numId="3" w16cid:durableId="1633752657">
    <w:abstractNumId w:val="13"/>
  </w:num>
  <w:num w:numId="4" w16cid:durableId="1586300533">
    <w:abstractNumId w:val="14"/>
  </w:num>
  <w:num w:numId="5" w16cid:durableId="2013557348">
    <w:abstractNumId w:val="8"/>
  </w:num>
  <w:num w:numId="6" w16cid:durableId="913390871">
    <w:abstractNumId w:val="3"/>
  </w:num>
  <w:num w:numId="7" w16cid:durableId="1555308978">
    <w:abstractNumId w:val="2"/>
  </w:num>
  <w:num w:numId="8" w16cid:durableId="1689288688">
    <w:abstractNumId w:val="1"/>
  </w:num>
  <w:num w:numId="9" w16cid:durableId="1706518497">
    <w:abstractNumId w:val="0"/>
  </w:num>
  <w:num w:numId="10" w16cid:durableId="19017433">
    <w:abstractNumId w:val="9"/>
  </w:num>
  <w:num w:numId="11" w16cid:durableId="1896969899">
    <w:abstractNumId w:val="7"/>
  </w:num>
  <w:num w:numId="12" w16cid:durableId="1607729527">
    <w:abstractNumId w:val="6"/>
  </w:num>
  <w:num w:numId="13" w16cid:durableId="1902862965">
    <w:abstractNumId w:val="5"/>
  </w:num>
  <w:num w:numId="14" w16cid:durableId="1564565604">
    <w:abstractNumId w:val="4"/>
  </w:num>
  <w:num w:numId="15" w16cid:durableId="7168570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428"/>
    <w:rsid w:val="00001285"/>
    <w:rsid w:val="000119AC"/>
    <w:rsid w:val="00021C38"/>
    <w:rsid w:val="00033562"/>
    <w:rsid w:val="00035C3A"/>
    <w:rsid w:val="00043AE7"/>
    <w:rsid w:val="000624DA"/>
    <w:rsid w:val="00066E2D"/>
    <w:rsid w:val="00077531"/>
    <w:rsid w:val="000C11B9"/>
    <w:rsid w:val="000E0E88"/>
    <w:rsid w:val="000F7CA3"/>
    <w:rsid w:val="000F7F4B"/>
    <w:rsid w:val="0010298A"/>
    <w:rsid w:val="001635FE"/>
    <w:rsid w:val="00176FA6"/>
    <w:rsid w:val="00203135"/>
    <w:rsid w:val="00233DD0"/>
    <w:rsid w:val="00254640"/>
    <w:rsid w:val="00284AF2"/>
    <w:rsid w:val="002E4734"/>
    <w:rsid w:val="0032506F"/>
    <w:rsid w:val="00335365"/>
    <w:rsid w:val="00336E88"/>
    <w:rsid w:val="00365A9A"/>
    <w:rsid w:val="00367258"/>
    <w:rsid w:val="00381CA0"/>
    <w:rsid w:val="003D2FAA"/>
    <w:rsid w:val="003E65B8"/>
    <w:rsid w:val="003F6FF9"/>
    <w:rsid w:val="00431C66"/>
    <w:rsid w:val="004334A9"/>
    <w:rsid w:val="004566CA"/>
    <w:rsid w:val="004618A4"/>
    <w:rsid w:val="00466185"/>
    <w:rsid w:val="004856F7"/>
    <w:rsid w:val="004878C2"/>
    <w:rsid w:val="004C3D05"/>
    <w:rsid w:val="0051085B"/>
    <w:rsid w:val="00554C93"/>
    <w:rsid w:val="00576E04"/>
    <w:rsid w:val="005844EA"/>
    <w:rsid w:val="005C4D38"/>
    <w:rsid w:val="005D26A1"/>
    <w:rsid w:val="005E5F1A"/>
    <w:rsid w:val="005E74C0"/>
    <w:rsid w:val="0061214E"/>
    <w:rsid w:val="006144AC"/>
    <w:rsid w:val="00640C4F"/>
    <w:rsid w:val="006657CD"/>
    <w:rsid w:val="006D143B"/>
    <w:rsid w:val="00703D4D"/>
    <w:rsid w:val="00705271"/>
    <w:rsid w:val="00707E42"/>
    <w:rsid w:val="00722EA0"/>
    <w:rsid w:val="0074134D"/>
    <w:rsid w:val="007549CD"/>
    <w:rsid w:val="0076257B"/>
    <w:rsid w:val="0076513E"/>
    <w:rsid w:val="0078241C"/>
    <w:rsid w:val="007841D8"/>
    <w:rsid w:val="007A353A"/>
    <w:rsid w:val="007B6898"/>
    <w:rsid w:val="007C1C6B"/>
    <w:rsid w:val="007C56AC"/>
    <w:rsid w:val="007E0F7B"/>
    <w:rsid w:val="007F5860"/>
    <w:rsid w:val="00814117"/>
    <w:rsid w:val="00825620"/>
    <w:rsid w:val="00835A49"/>
    <w:rsid w:val="00856DF4"/>
    <w:rsid w:val="00863B07"/>
    <w:rsid w:val="008840CC"/>
    <w:rsid w:val="00895501"/>
    <w:rsid w:val="008F106B"/>
    <w:rsid w:val="008F792D"/>
    <w:rsid w:val="00920F1B"/>
    <w:rsid w:val="00930A77"/>
    <w:rsid w:val="00933E3C"/>
    <w:rsid w:val="00946EE4"/>
    <w:rsid w:val="009B3DDD"/>
    <w:rsid w:val="009E0286"/>
    <w:rsid w:val="00A84EE1"/>
    <w:rsid w:val="00A90237"/>
    <w:rsid w:val="00AB5337"/>
    <w:rsid w:val="00AF0A3E"/>
    <w:rsid w:val="00B024DA"/>
    <w:rsid w:val="00B1136E"/>
    <w:rsid w:val="00B241D4"/>
    <w:rsid w:val="00B70F24"/>
    <w:rsid w:val="00B909AE"/>
    <w:rsid w:val="00BA7596"/>
    <w:rsid w:val="00BD0C07"/>
    <w:rsid w:val="00BF29E4"/>
    <w:rsid w:val="00C323C1"/>
    <w:rsid w:val="00C43D20"/>
    <w:rsid w:val="00C51E70"/>
    <w:rsid w:val="00C6557B"/>
    <w:rsid w:val="00C776F8"/>
    <w:rsid w:val="00C82075"/>
    <w:rsid w:val="00C82867"/>
    <w:rsid w:val="00C877F6"/>
    <w:rsid w:val="00C94B80"/>
    <w:rsid w:val="00D02BDE"/>
    <w:rsid w:val="00D27ACC"/>
    <w:rsid w:val="00D47BCF"/>
    <w:rsid w:val="00D57D80"/>
    <w:rsid w:val="00D57E8F"/>
    <w:rsid w:val="00D80434"/>
    <w:rsid w:val="00D9756D"/>
    <w:rsid w:val="00DA40F8"/>
    <w:rsid w:val="00DB2BF4"/>
    <w:rsid w:val="00DD7BB4"/>
    <w:rsid w:val="00DE313F"/>
    <w:rsid w:val="00DF43DD"/>
    <w:rsid w:val="00DF79BC"/>
    <w:rsid w:val="00E30FAD"/>
    <w:rsid w:val="00E35EE1"/>
    <w:rsid w:val="00E847C9"/>
    <w:rsid w:val="00E90A7B"/>
    <w:rsid w:val="00EA4C10"/>
    <w:rsid w:val="00EF2428"/>
    <w:rsid w:val="00F42B6E"/>
    <w:rsid w:val="00F612FE"/>
    <w:rsid w:val="00F74495"/>
    <w:rsid w:val="00FD5C53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ED420"/>
  <w15:chartTrackingRefBased/>
  <w15:docId w15:val="{CDD4157D-45A7-4AEC-BD6D-F0CDA991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4C0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5E74C0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5E74C0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5E74C0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5E74C0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5E74C0"/>
  </w:style>
  <w:style w:type="character" w:styleId="Lienhypertexte">
    <w:name w:val="Hyperlink"/>
    <w:uiPriority w:val="99"/>
    <w:rsid w:val="005E74C0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link w:val="ExplorateurdedocumentsCar"/>
    <w:semiHidden/>
    <w:rsid w:val="005E74C0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5E74C0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5E74C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5E74C0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5E74C0"/>
  </w:style>
  <w:style w:type="paragraph" w:styleId="TM2">
    <w:name w:val="toc 2"/>
    <w:basedOn w:val="Normal"/>
    <w:next w:val="Normal"/>
    <w:autoRedefine/>
    <w:uiPriority w:val="39"/>
    <w:rsid w:val="005E74C0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5E74C0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rsid w:val="005E74C0"/>
    <w:pPr>
      <w:ind w:left="780"/>
    </w:pPr>
  </w:style>
  <w:style w:type="paragraph" w:styleId="TM5">
    <w:name w:val="toc 5"/>
    <w:basedOn w:val="Normal"/>
    <w:next w:val="Normal"/>
    <w:autoRedefine/>
    <w:rsid w:val="005E74C0"/>
    <w:pPr>
      <w:ind w:left="1040"/>
    </w:pPr>
  </w:style>
  <w:style w:type="paragraph" w:styleId="TM6">
    <w:name w:val="toc 6"/>
    <w:basedOn w:val="Normal"/>
    <w:next w:val="Normal"/>
    <w:autoRedefine/>
    <w:rsid w:val="005E74C0"/>
    <w:pPr>
      <w:ind w:left="1300"/>
    </w:pPr>
  </w:style>
  <w:style w:type="paragraph" w:styleId="TM7">
    <w:name w:val="toc 7"/>
    <w:basedOn w:val="Normal"/>
    <w:next w:val="Normal"/>
    <w:autoRedefine/>
    <w:rsid w:val="005E74C0"/>
    <w:pPr>
      <w:ind w:left="1560"/>
    </w:pPr>
  </w:style>
  <w:style w:type="paragraph" w:styleId="TM8">
    <w:name w:val="toc 8"/>
    <w:basedOn w:val="Normal"/>
    <w:next w:val="Normal"/>
    <w:autoRedefine/>
    <w:rsid w:val="005E74C0"/>
    <w:pPr>
      <w:ind w:left="1820"/>
    </w:pPr>
  </w:style>
  <w:style w:type="paragraph" w:styleId="TM9">
    <w:name w:val="toc 9"/>
    <w:basedOn w:val="Normal"/>
    <w:next w:val="Normal"/>
    <w:autoRedefine/>
    <w:rsid w:val="005E74C0"/>
    <w:pPr>
      <w:ind w:left="2080"/>
    </w:pPr>
  </w:style>
  <w:style w:type="character" w:styleId="Appelnotedebasdep">
    <w:name w:val="footnote reference"/>
    <w:qFormat/>
    <w:rsid w:val="005E74C0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5E74C0"/>
    <w:rPr>
      <w:szCs w:val="30"/>
    </w:rPr>
  </w:style>
  <w:style w:type="paragraph" w:customStyle="1" w:styleId="Auteur">
    <w:name w:val="Auteur"/>
    <w:basedOn w:val="Normal"/>
    <w:rsid w:val="005E74C0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5E74C0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5E74C0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Photoauteur">
    <w:name w:val="Photo_auteur"/>
    <w:basedOn w:val="Normal"/>
    <w:rsid w:val="005E74C0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5E74C0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5E74C0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customStyle="1" w:styleId="Centr">
    <w:name w:val="Centré"/>
    <w:basedOn w:val="Normal"/>
    <w:rsid w:val="005E74C0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5E74C0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5E74C0"/>
    <w:pPr>
      <w:keepNext/>
    </w:pPr>
  </w:style>
  <w:style w:type="paragraph" w:customStyle="1" w:styleId="NormalSautPageAvant">
    <w:name w:val="NormalSautPageAvant"/>
    <w:basedOn w:val="Normal"/>
    <w:qFormat/>
    <w:rsid w:val="005E74C0"/>
    <w:pPr>
      <w:pageBreakBefore/>
    </w:pPr>
  </w:style>
  <w:style w:type="paragraph" w:customStyle="1" w:styleId="NormalEspAvtGrand">
    <w:name w:val="NormalEspAvtGrand"/>
    <w:basedOn w:val="Normal"/>
    <w:rsid w:val="005E74C0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5E74C0"/>
    <w:pPr>
      <w:spacing w:before="0"/>
    </w:pPr>
  </w:style>
  <w:style w:type="paragraph" w:customStyle="1" w:styleId="CentrEspApr0">
    <w:name w:val="CentréEspApr0"/>
    <w:basedOn w:val="Centr"/>
    <w:next w:val="Normal"/>
    <w:rsid w:val="005E74C0"/>
    <w:pPr>
      <w:spacing w:after="0"/>
    </w:pPr>
  </w:style>
  <w:style w:type="paragraph" w:customStyle="1" w:styleId="CentrEspAvt0EspApr0">
    <w:name w:val="CentréEspAvt0EspApr0"/>
    <w:basedOn w:val="Centr"/>
    <w:rsid w:val="005E74C0"/>
    <w:pPr>
      <w:spacing w:before="0" w:after="0"/>
    </w:pPr>
  </w:style>
  <w:style w:type="paragraph" w:customStyle="1" w:styleId="Droite">
    <w:name w:val="Droite"/>
    <w:basedOn w:val="Normal"/>
    <w:next w:val="Normal"/>
    <w:rsid w:val="005E74C0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5E74C0"/>
    <w:pPr>
      <w:ind w:left="680"/>
    </w:pPr>
  </w:style>
  <w:style w:type="paragraph" w:customStyle="1" w:styleId="DroiteRetraitGauche2X">
    <w:name w:val="DroiteRetraitGauche2X"/>
    <w:basedOn w:val="Droite"/>
    <w:next w:val="Normal"/>
    <w:rsid w:val="005E74C0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5E74C0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5E74C0"/>
    <w:pPr>
      <w:ind w:left="2722"/>
    </w:pPr>
  </w:style>
  <w:style w:type="paragraph" w:customStyle="1" w:styleId="Taille-1Normal">
    <w:name w:val="Taille-1Normal"/>
    <w:basedOn w:val="Normal"/>
    <w:rsid w:val="005E74C0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5E74C0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5E74C0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5E74C0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5E74C0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5E74C0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5E74C0"/>
    <w:pPr>
      <w:ind w:firstLine="0"/>
    </w:pPr>
  </w:style>
  <w:style w:type="paragraph" w:customStyle="1" w:styleId="Taille-1RetraitGauche4XIndent0">
    <w:name w:val="Taille-1RetraitGauche4XIndent0"/>
    <w:basedOn w:val="Taille-1Normal"/>
    <w:rsid w:val="005E74C0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5E74C0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5E74C0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5E74C0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5E74C0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5E74C0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5E74C0"/>
    <w:pPr>
      <w:ind w:firstLine="0"/>
    </w:pPr>
  </w:style>
  <w:style w:type="paragraph" w:customStyle="1" w:styleId="NormalRetraitGauche4XIndent0">
    <w:name w:val="NormalRetraitGauche4XIndent0"/>
    <w:basedOn w:val="Normal"/>
    <w:rsid w:val="005E74C0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unhideWhenUsed/>
    <w:qFormat/>
    <w:rsid w:val="005E74C0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rsid w:val="005E74C0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5E74C0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5E74C0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5E74C0"/>
    <w:pPr>
      <w:ind w:left="1360" w:hanging="680"/>
    </w:pPr>
  </w:style>
  <w:style w:type="paragraph" w:customStyle="1" w:styleId="NormalEspAvt0EspApr0">
    <w:name w:val="NormalEspAvt0EspApr0"/>
    <w:basedOn w:val="Normal"/>
    <w:rsid w:val="005E74C0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5E74C0"/>
    <w:pPr>
      <w:ind w:left="2041" w:hanging="680"/>
    </w:pPr>
  </w:style>
  <w:style w:type="paragraph" w:customStyle="1" w:styleId="NormalSuspendu1XRetrait3X">
    <w:name w:val="NormalSuspendu1XRetrait3X"/>
    <w:basedOn w:val="Normal"/>
    <w:rsid w:val="005E74C0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5E74C0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5E74C0"/>
    <w:rPr>
      <w:sz w:val="32"/>
      <w:szCs w:val="20"/>
    </w:rPr>
  </w:style>
  <w:style w:type="character" w:customStyle="1" w:styleId="Absatz-Standardschriftart">
    <w:name w:val="Absatz-Standardschriftart"/>
    <w:rsid w:val="0074134D"/>
  </w:style>
  <w:style w:type="character" w:customStyle="1" w:styleId="WW-Absatz-Standardschriftart">
    <w:name w:val="WW-Absatz-Standardschriftart"/>
    <w:rsid w:val="0074134D"/>
  </w:style>
  <w:style w:type="character" w:customStyle="1" w:styleId="WW-Absatz-Standardschriftart1">
    <w:name w:val="WW-Absatz-Standardschriftart1"/>
    <w:rsid w:val="0074134D"/>
  </w:style>
  <w:style w:type="character" w:customStyle="1" w:styleId="WW8Num5z0">
    <w:name w:val="WW8Num5z0"/>
    <w:rsid w:val="0074134D"/>
    <w:rPr>
      <w:rFonts w:ascii="Symbol" w:hAnsi="Symbol" w:cs="Symbol"/>
    </w:rPr>
  </w:style>
  <w:style w:type="character" w:customStyle="1" w:styleId="WW8Num6z0">
    <w:name w:val="WW8Num6z0"/>
    <w:rsid w:val="0074134D"/>
    <w:rPr>
      <w:rFonts w:ascii="Symbol" w:hAnsi="Symbol" w:cs="Symbol"/>
    </w:rPr>
  </w:style>
  <w:style w:type="character" w:customStyle="1" w:styleId="WW8Num7z0">
    <w:name w:val="WW8Num7z0"/>
    <w:rsid w:val="0074134D"/>
    <w:rPr>
      <w:rFonts w:ascii="Symbol" w:hAnsi="Symbol" w:cs="Symbol"/>
    </w:rPr>
  </w:style>
  <w:style w:type="character" w:customStyle="1" w:styleId="WW8Num8z0">
    <w:name w:val="WW8Num8z0"/>
    <w:rsid w:val="0074134D"/>
    <w:rPr>
      <w:rFonts w:ascii="Symbol" w:hAnsi="Symbol" w:cs="Symbol"/>
    </w:rPr>
  </w:style>
  <w:style w:type="character" w:customStyle="1" w:styleId="WW8Num10z0">
    <w:name w:val="WW8Num10z0"/>
    <w:rsid w:val="0074134D"/>
    <w:rPr>
      <w:rFonts w:ascii="Symbol" w:hAnsi="Symbol" w:cs="Symbol"/>
    </w:rPr>
  </w:style>
  <w:style w:type="character" w:customStyle="1" w:styleId="WW8Num11z0">
    <w:name w:val="WW8Num11z0"/>
    <w:rsid w:val="0074134D"/>
    <w:rPr>
      <w:rFonts w:ascii="Symbol" w:hAnsi="Symbol" w:cs="Symbol"/>
      <w:sz w:val="20"/>
    </w:rPr>
  </w:style>
  <w:style w:type="character" w:customStyle="1" w:styleId="WW8Num11z1">
    <w:name w:val="WW8Num11z1"/>
    <w:rsid w:val="0074134D"/>
    <w:rPr>
      <w:rFonts w:ascii="Courier New" w:hAnsi="Courier New" w:cs="Courier New"/>
      <w:sz w:val="20"/>
    </w:rPr>
  </w:style>
  <w:style w:type="character" w:customStyle="1" w:styleId="WW8Num11z2">
    <w:name w:val="WW8Num11z2"/>
    <w:rsid w:val="0074134D"/>
    <w:rPr>
      <w:rFonts w:ascii="Wingdings" w:hAnsi="Wingdings" w:cs="Wingdings"/>
      <w:sz w:val="20"/>
    </w:rPr>
  </w:style>
  <w:style w:type="character" w:customStyle="1" w:styleId="WW8Num12z0">
    <w:name w:val="WW8Num12z0"/>
    <w:rsid w:val="0074134D"/>
    <w:rPr>
      <w:rFonts w:ascii="Symbol" w:hAnsi="Symbol" w:cs="Symbol"/>
      <w:sz w:val="20"/>
    </w:rPr>
  </w:style>
  <w:style w:type="character" w:customStyle="1" w:styleId="WW8Num12z1">
    <w:name w:val="WW8Num12z1"/>
    <w:rsid w:val="0074134D"/>
    <w:rPr>
      <w:rFonts w:ascii="Courier New" w:hAnsi="Courier New" w:cs="Courier New"/>
      <w:sz w:val="20"/>
    </w:rPr>
  </w:style>
  <w:style w:type="character" w:customStyle="1" w:styleId="WW8Num12z2">
    <w:name w:val="WW8Num12z2"/>
    <w:rsid w:val="0074134D"/>
    <w:rPr>
      <w:rFonts w:ascii="Wingdings" w:hAnsi="Wingdings" w:cs="Wingdings"/>
      <w:sz w:val="20"/>
    </w:rPr>
  </w:style>
  <w:style w:type="character" w:customStyle="1" w:styleId="WW8Num13z0">
    <w:name w:val="WW8Num13z0"/>
    <w:rsid w:val="0074134D"/>
    <w:rPr>
      <w:rFonts w:ascii="Symbol" w:hAnsi="Symbol" w:cs="Symbol"/>
      <w:sz w:val="20"/>
    </w:rPr>
  </w:style>
  <w:style w:type="character" w:customStyle="1" w:styleId="WW8Num13z1">
    <w:name w:val="WW8Num13z1"/>
    <w:rsid w:val="0074134D"/>
    <w:rPr>
      <w:rFonts w:ascii="Courier New" w:hAnsi="Courier New" w:cs="Courier New"/>
      <w:sz w:val="20"/>
    </w:rPr>
  </w:style>
  <w:style w:type="character" w:customStyle="1" w:styleId="WW8Num13z2">
    <w:name w:val="WW8Num13z2"/>
    <w:rsid w:val="0074134D"/>
    <w:rPr>
      <w:rFonts w:ascii="Wingdings" w:hAnsi="Wingdings" w:cs="Wingdings"/>
      <w:sz w:val="20"/>
    </w:rPr>
  </w:style>
  <w:style w:type="character" w:customStyle="1" w:styleId="WW8Num14z0">
    <w:name w:val="WW8Num14z0"/>
    <w:rsid w:val="0074134D"/>
    <w:rPr>
      <w:rFonts w:ascii="Symbol" w:hAnsi="Symbol" w:cs="Symbol"/>
      <w:sz w:val="20"/>
    </w:rPr>
  </w:style>
  <w:style w:type="character" w:customStyle="1" w:styleId="WW8Num14z1">
    <w:name w:val="WW8Num14z1"/>
    <w:rsid w:val="0074134D"/>
    <w:rPr>
      <w:rFonts w:ascii="Courier New" w:hAnsi="Courier New" w:cs="Courier New"/>
      <w:sz w:val="20"/>
    </w:rPr>
  </w:style>
  <w:style w:type="character" w:customStyle="1" w:styleId="WW8Num14z2">
    <w:name w:val="WW8Num14z2"/>
    <w:rsid w:val="0074134D"/>
    <w:rPr>
      <w:rFonts w:ascii="Wingdings" w:hAnsi="Wingdings" w:cs="Wingdings"/>
      <w:sz w:val="20"/>
    </w:rPr>
  </w:style>
  <w:style w:type="character" w:customStyle="1" w:styleId="Policepardfaut1">
    <w:name w:val="Police par défaut1"/>
    <w:rsid w:val="0074134D"/>
  </w:style>
  <w:style w:type="character" w:customStyle="1" w:styleId="Caractresdenotedebasdepage">
    <w:name w:val="Caractères de note de bas de page"/>
    <w:rsid w:val="0074134D"/>
    <w:rPr>
      <w:rFonts w:ascii="Georgia" w:hAnsi="Georgia" w:cs="Georgia"/>
      <w:b/>
      <w:sz w:val="32"/>
      <w:vertAlign w:val="superscript"/>
    </w:rPr>
  </w:style>
  <w:style w:type="character" w:customStyle="1" w:styleId="Caractresdenotedefin">
    <w:name w:val="Caractères de note de fin"/>
    <w:rsid w:val="0074134D"/>
    <w:rPr>
      <w:rFonts w:ascii="Georgia" w:hAnsi="Georgia" w:cs="Georgia"/>
      <w:b/>
      <w:sz w:val="32"/>
      <w:vertAlign w:val="superscript"/>
    </w:rPr>
  </w:style>
  <w:style w:type="paragraph" w:customStyle="1" w:styleId="Titre10">
    <w:name w:val="Titre1"/>
    <w:basedOn w:val="Normal"/>
    <w:next w:val="Corpsdetexte"/>
    <w:rsid w:val="0074134D"/>
    <w:pPr>
      <w:keepNext/>
      <w:spacing w:after="120"/>
    </w:pPr>
    <w:rPr>
      <w:rFonts w:ascii="Gentium Book Basic" w:eastAsia="Microsoft YaHei" w:hAnsi="Gentium Book Basic" w:cs="Mangal"/>
      <w:sz w:val="60"/>
      <w:szCs w:val="28"/>
      <w:lang w:eastAsia="ar-SA"/>
    </w:rPr>
  </w:style>
  <w:style w:type="paragraph" w:styleId="Corpsdetexte">
    <w:name w:val="Body Text"/>
    <w:basedOn w:val="Normal"/>
    <w:link w:val="CorpsdetexteCar"/>
    <w:rsid w:val="0074134D"/>
    <w:pPr>
      <w:spacing w:before="0" w:after="120"/>
    </w:pPr>
    <w:rPr>
      <w:rFonts w:cs="Georgia"/>
      <w:lang w:eastAsia="ar-SA"/>
    </w:rPr>
  </w:style>
  <w:style w:type="character" w:customStyle="1" w:styleId="CorpsdetexteCar">
    <w:name w:val="Corps de texte Car"/>
    <w:link w:val="Corpsdetexte"/>
    <w:rsid w:val="0074134D"/>
    <w:rPr>
      <w:rFonts w:ascii="Georgia" w:hAnsi="Georgia" w:cs="Georgia"/>
      <w:sz w:val="32"/>
      <w:szCs w:val="24"/>
      <w:lang w:eastAsia="ar-SA"/>
    </w:rPr>
  </w:style>
  <w:style w:type="paragraph" w:styleId="Liste">
    <w:name w:val="List"/>
    <w:basedOn w:val="Corpsdetexte"/>
    <w:rsid w:val="0074134D"/>
    <w:rPr>
      <w:rFonts w:ascii="Gentium Book Basic" w:hAnsi="Gentium Book Basic" w:cs="Mangal"/>
      <w:sz w:val="24"/>
    </w:rPr>
  </w:style>
  <w:style w:type="paragraph" w:customStyle="1" w:styleId="Lgende1">
    <w:name w:val="Légende1"/>
    <w:basedOn w:val="Normal"/>
    <w:rsid w:val="0074134D"/>
    <w:pPr>
      <w:suppressLineNumbers/>
      <w:spacing w:before="120" w:after="120"/>
    </w:pPr>
    <w:rPr>
      <w:rFonts w:ascii="Gentium Book Basic" w:hAnsi="Gentium Book Basic" w:cs="Mangal"/>
      <w:i/>
      <w:iCs/>
      <w:sz w:val="24"/>
      <w:lang w:eastAsia="ar-SA"/>
    </w:rPr>
  </w:style>
  <w:style w:type="paragraph" w:customStyle="1" w:styleId="Index">
    <w:name w:val="Index"/>
    <w:basedOn w:val="Normal"/>
    <w:rsid w:val="0074134D"/>
    <w:pPr>
      <w:suppressLineNumbers/>
    </w:pPr>
    <w:rPr>
      <w:rFonts w:ascii="Gentium Book Basic" w:hAnsi="Gentium Book Basic" w:cs="Mangal"/>
      <w:sz w:val="24"/>
      <w:lang w:eastAsia="ar-SA"/>
    </w:rPr>
  </w:style>
  <w:style w:type="paragraph" w:customStyle="1" w:styleId="Explorateurdedocuments1">
    <w:name w:val="Explorateur de documents1"/>
    <w:basedOn w:val="Normal"/>
    <w:rsid w:val="0074134D"/>
    <w:pPr>
      <w:shd w:val="clear" w:color="auto" w:fill="000080"/>
    </w:pPr>
    <w:rPr>
      <w:rFonts w:ascii="Tahoma" w:hAnsi="Tahoma" w:cs="Tahoma"/>
      <w:lang w:eastAsia="ar-SA"/>
    </w:rPr>
  </w:style>
  <w:style w:type="paragraph" w:styleId="Retraitcorpsdetexte">
    <w:name w:val="Body Text Indent"/>
    <w:basedOn w:val="Normal"/>
    <w:link w:val="RetraitcorpsdetexteCar"/>
    <w:rsid w:val="0074134D"/>
    <w:pPr>
      <w:jc w:val="center"/>
    </w:pPr>
    <w:rPr>
      <w:rFonts w:ascii="Arial" w:hAnsi="Arial" w:cs="Arial"/>
      <w:lang w:eastAsia="ar-SA"/>
    </w:rPr>
  </w:style>
  <w:style w:type="character" w:customStyle="1" w:styleId="RetraitcorpsdetexteCar">
    <w:name w:val="Retrait corps de texte Car"/>
    <w:link w:val="Retraitcorpsdetexte"/>
    <w:rsid w:val="0074134D"/>
    <w:rPr>
      <w:rFonts w:ascii="Arial" w:hAnsi="Arial" w:cs="Arial"/>
      <w:sz w:val="32"/>
      <w:szCs w:val="24"/>
      <w:lang w:eastAsia="ar-SA"/>
    </w:rPr>
  </w:style>
  <w:style w:type="paragraph" w:customStyle="1" w:styleId="Retraitcorpsdetexte31">
    <w:name w:val="Retrait corps de texte 31"/>
    <w:basedOn w:val="Normal"/>
    <w:rsid w:val="0074134D"/>
    <w:pPr>
      <w:ind w:left="540" w:firstLine="27"/>
    </w:pPr>
    <w:rPr>
      <w:rFonts w:ascii="Helvetica" w:hAnsi="Helvetica" w:cs="Helvetica"/>
      <w:color w:val="000000"/>
      <w:sz w:val="20"/>
      <w:lang w:eastAsia="ar-SA"/>
    </w:rPr>
  </w:style>
  <w:style w:type="paragraph" w:customStyle="1" w:styleId="Aproposdispositions">
    <w:name w:val="A_propos_dispositions"/>
    <w:basedOn w:val="Normal"/>
    <w:rsid w:val="0074134D"/>
    <w:pPr>
      <w:ind w:left="567" w:firstLine="0"/>
    </w:pPr>
    <w:rPr>
      <w:rFonts w:cs="Georgia"/>
      <w:sz w:val="30"/>
      <w:lang w:eastAsia="ar-SA"/>
    </w:rPr>
  </w:style>
  <w:style w:type="paragraph" w:styleId="Retrait1religne">
    <w:name w:val="Body Text First Indent"/>
    <w:basedOn w:val="Corpsdetexte"/>
    <w:link w:val="Retrait1religneCar"/>
    <w:rsid w:val="0074134D"/>
    <w:pPr>
      <w:ind w:firstLine="283"/>
    </w:pPr>
  </w:style>
  <w:style w:type="character" w:customStyle="1" w:styleId="Retrait1religneCar">
    <w:name w:val="Retrait 1re ligne Car"/>
    <w:basedOn w:val="CorpsdetexteCar"/>
    <w:link w:val="Retrait1religne"/>
    <w:rsid w:val="0074134D"/>
    <w:rPr>
      <w:rFonts w:ascii="Georgia" w:hAnsi="Georgia" w:cs="Georgia"/>
      <w:sz w:val="32"/>
      <w:szCs w:val="24"/>
      <w:lang w:eastAsia="ar-SA"/>
    </w:rPr>
  </w:style>
  <w:style w:type="paragraph" w:customStyle="1" w:styleId="Alinangatif">
    <w:name w:val="Alinéa négatif"/>
    <w:basedOn w:val="Corpsdetexte"/>
    <w:rsid w:val="0074134D"/>
    <w:pPr>
      <w:tabs>
        <w:tab w:val="left" w:pos="0"/>
      </w:tabs>
      <w:ind w:left="567" w:hanging="283"/>
    </w:pPr>
  </w:style>
  <w:style w:type="character" w:customStyle="1" w:styleId="ExplorateurdedocumentsCar">
    <w:name w:val="Explorateur de documents Car"/>
    <w:link w:val="Explorateurdedocuments"/>
    <w:semiHidden/>
    <w:rsid w:val="0074134D"/>
    <w:rPr>
      <w:rFonts w:ascii="Tahoma" w:hAnsi="Tahoma" w:cs="Tahoma"/>
      <w:sz w:val="36"/>
      <w:szCs w:val="24"/>
      <w:shd w:val="clear" w:color="auto" w:fill="000080"/>
    </w:rPr>
  </w:style>
  <w:style w:type="paragraph" w:customStyle="1" w:styleId="Etoile">
    <w:name w:val="Etoile"/>
    <w:basedOn w:val="Normal"/>
    <w:qFormat/>
    <w:rsid w:val="005E74C0"/>
    <w:pPr>
      <w:ind w:firstLine="0"/>
      <w:jc w:val="center"/>
    </w:pPr>
    <w:rPr>
      <w:b/>
      <w:sz w:val="40"/>
      <w:szCs w:val="28"/>
    </w:rPr>
  </w:style>
  <w:style w:type="character" w:styleId="Marquedecommentaire">
    <w:name w:val="annotation reference"/>
    <w:uiPriority w:val="99"/>
    <w:semiHidden/>
    <w:unhideWhenUsed/>
    <w:rsid w:val="003D2F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2FA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3D2FAA"/>
    <w:rPr>
      <w:rFonts w:ascii="Georgia" w:hAnsi="Georgi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FA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3D2FAA"/>
    <w:rPr>
      <w:rFonts w:ascii="Georgia" w:hAnsi="Georgia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F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D2FAA"/>
    <w:rPr>
      <w:rFonts w:ascii="Tahoma" w:hAnsi="Tahoma" w:cs="Tahoma"/>
      <w:sz w:val="16"/>
      <w:szCs w:val="16"/>
    </w:rPr>
  </w:style>
  <w:style w:type="paragraph" w:customStyle="1" w:styleId="Taille-1Suspendu1XRetrait1XEsp0">
    <w:name w:val="Taille-1Suspendu1XRetrait1XEsp0"/>
    <w:basedOn w:val="Taille-1RetraitGauche1X"/>
    <w:qFormat/>
    <w:rsid w:val="005E74C0"/>
    <w:pPr>
      <w:spacing w:before="0" w:after="0"/>
      <w:ind w:left="1360" w:hanging="680"/>
    </w:pPr>
  </w:style>
  <w:style w:type="paragraph" w:customStyle="1" w:styleId="Style1">
    <w:name w:val="Style1"/>
    <w:basedOn w:val="Normal"/>
    <w:qFormat/>
    <w:rsid w:val="00B024DA"/>
    <w:pPr>
      <w:spacing w:before="0" w:after="0"/>
      <w:ind w:left="2041" w:hanging="680"/>
    </w:pPr>
    <w:rPr>
      <w:sz w:val="28"/>
      <w:szCs w:val="20"/>
    </w:rPr>
  </w:style>
  <w:style w:type="paragraph" w:customStyle="1" w:styleId="Taille-1Suspendu1XRetrait2XEsp0">
    <w:name w:val="Taille-1Suspendu1XRetrait2XEsp0"/>
    <w:basedOn w:val="Taille-1RetraitGauche2X"/>
    <w:qFormat/>
    <w:rsid w:val="005E74C0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5E74C0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5E74C0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5E74C0"/>
    <w:pPr>
      <w:spacing w:before="0" w:after="0"/>
    </w:pPr>
  </w:style>
  <w:style w:type="character" w:styleId="Mentionnonrsolue">
    <w:name w:val="Unresolved Mention"/>
    <w:uiPriority w:val="99"/>
    <w:semiHidden/>
    <w:unhideWhenUsed/>
    <w:rsid w:val="005E74C0"/>
    <w:rPr>
      <w:color w:val="605E5C"/>
      <w:shd w:val="clear" w:color="auto" w:fill="E1DFDD"/>
    </w:rPr>
  </w:style>
  <w:style w:type="paragraph" w:customStyle="1" w:styleId="ParagrapheVideNormal">
    <w:name w:val="ParagrapheVideNormal"/>
    <w:basedOn w:val="Normal"/>
    <w:next w:val="Normal"/>
    <w:qFormat/>
    <w:rsid w:val="005E74C0"/>
  </w:style>
  <w:style w:type="paragraph" w:customStyle="1" w:styleId="ParagrapheVideNormal2">
    <w:name w:val="ParagrapheVideNormal2"/>
    <w:basedOn w:val="ParagrapheVideNormal"/>
    <w:next w:val="Normal"/>
    <w:qFormat/>
    <w:rsid w:val="005E74C0"/>
  </w:style>
  <w:style w:type="paragraph" w:customStyle="1" w:styleId="Image">
    <w:name w:val="Image"/>
    <w:basedOn w:val="Centr"/>
    <w:next w:val="Normal"/>
    <w:qFormat/>
    <w:rsid w:val="005E74C0"/>
  </w:style>
  <w:style w:type="character" w:customStyle="1" w:styleId="PieddepageCar">
    <w:name w:val="Pied de page Car"/>
    <w:link w:val="Pieddepage"/>
    <w:rsid w:val="00DE313F"/>
    <w:rPr>
      <w:rFonts w:ascii="Amasis30" w:hAnsi="Amasis3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booksgratuits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r.groups.yahoo.com/group/ebooksgratuit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04C3A-559D-4A6B-9DEB-0EE0B94F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</TotalTime>
  <Pages>1</Pages>
  <Words>40873</Words>
  <Characters>224806</Characters>
  <Application>Microsoft Office Word</Application>
  <DocSecurity>0</DocSecurity>
  <Lines>1873</Lines>
  <Paragraphs>530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SEIGNEUR DE LA NEF</vt:lpstr>
    </vt:vector>
  </TitlesOfParts>
  <Company>Ebooks libres et gratuits</Company>
  <LinksUpToDate>false</LinksUpToDate>
  <CharactersWithSpaces>265149</CharactersWithSpaces>
  <SharedDoc>false</SharedDoc>
  <HLinks>
    <vt:vector size="138" baseType="variant">
      <vt:variant>
        <vt:i4>2293820</vt:i4>
      </vt:variant>
      <vt:variant>
        <vt:i4>132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129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_Toc371041776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_Toc371041775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_Toc371041774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_Toc371041773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_Toc371041772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_Toc371041771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_Toc371041770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_Toc371041769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_Toc371041768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_Toc371041767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_Toc371041766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_Toc371041765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_Toc371041764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_Toc371041763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_Toc371041762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_Toc371041761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_Toc371041760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_Toc371041759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_Toc371041758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_Toc371041757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_Toc371041756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SEIGNEUR DE LA NEF</dc:title>
  <dc:subject>Traduction de Mme Claudius-Jacquet (pseudonyme de Andrée Viollis)</dc:subject>
  <dc:creator>Luigi Pirandello</dc:creator>
  <cp:keywords/>
  <dc:description>Le Seigneur de la Nef: Le Seigneur de la Nef - Tout pour le mieux - Le Voyage - Quelqu’un est mort dans l’hôtel - Madame Frola et Monsieur Ponza, son gendre - La Lumière d’en face - La Rose - Pallino et Mimi - La Vivante et la Morte - Un portrait</dc:description>
  <cp:lastModifiedBy>Cool Micro</cp:lastModifiedBy>
  <cp:revision>4</cp:revision>
  <cp:lastPrinted>2025-03-21T19:40:00Z</cp:lastPrinted>
  <dcterms:created xsi:type="dcterms:W3CDTF">2025-03-21T19:40:00Z</dcterms:created>
  <dcterms:modified xsi:type="dcterms:W3CDTF">2025-03-21T19:40:00Z</dcterms:modified>
  <cp:category>Nouvelles - Contes</cp:category>
</cp:coreProperties>
</file>