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A8771" w14:textId="3FC3C7CA" w:rsidR="00E85E1B" w:rsidRPr="007549CD" w:rsidRDefault="00AC5DF5" w:rsidP="006036B2">
      <w:pPr>
        <w:pStyle w:val="Photoauteur"/>
      </w:pPr>
      <w:r w:rsidRPr="007549CD">
        <w:drawing>
          <wp:anchor distT="0" distB="0" distL="114300" distR="114300" simplePos="0" relativeHeight="251657728" behindDoc="0" locked="0" layoutInCell="1" allowOverlap="1" wp14:anchorId="7FE0D311" wp14:editId="1347ACFB">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361C">
        <w:drawing>
          <wp:inline distT="0" distB="0" distL="0" distR="0" wp14:anchorId="44BAFD30" wp14:editId="2EB728A5">
            <wp:extent cx="3657600" cy="5510530"/>
            <wp:effectExtent l="0" t="0" r="0" b="0"/>
            <wp:docPr id="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5510530"/>
                    </a:xfrm>
                    <a:prstGeom prst="rect">
                      <a:avLst/>
                    </a:prstGeom>
                    <a:noFill/>
                    <a:ln>
                      <a:noFill/>
                    </a:ln>
                  </pic:spPr>
                </pic:pic>
              </a:graphicData>
            </a:graphic>
          </wp:inline>
        </w:drawing>
      </w:r>
    </w:p>
    <w:p w14:paraId="5DDAC713" w14:textId="77777777" w:rsidR="00E85E1B" w:rsidRDefault="00E85E1B">
      <w:pPr>
        <w:pStyle w:val="Auteur"/>
      </w:pPr>
      <w:r>
        <w:t>Jean Richepin</w:t>
      </w:r>
    </w:p>
    <w:p w14:paraId="2D14199E" w14:textId="77777777" w:rsidR="00E85E1B" w:rsidRPr="007C1C6B" w:rsidRDefault="00E85E1B" w:rsidP="00E85E1B">
      <w:pPr>
        <w:pStyle w:val="Titrelivre"/>
      </w:pPr>
      <w:proofErr w:type="spellStart"/>
      <w:r>
        <w:t>TRUANDAILLES</w:t>
      </w:r>
      <w:proofErr w:type="spellEnd"/>
    </w:p>
    <w:p w14:paraId="2C4C2BD1" w14:textId="0FB49DA4" w:rsidR="00E85E1B" w:rsidRDefault="00E85E1B" w:rsidP="006036B2">
      <w:pPr>
        <w:pStyle w:val="DateSortie"/>
      </w:pPr>
      <w:r>
        <w:t>1890</w:t>
      </w:r>
    </w:p>
    <w:p w14:paraId="0139BDF5" w14:textId="77777777" w:rsidR="00E85E1B" w:rsidRDefault="00E85E1B" w:rsidP="00E85E1B">
      <w:pPr>
        <w:sectPr w:rsidR="00E85E1B">
          <w:footerReference w:type="default" r:id="rId9"/>
          <w:pgSz w:w="11906" w:h="16838" w:code="9"/>
          <w:pgMar w:top="0" w:right="0" w:bottom="0" w:left="0" w:header="0" w:footer="0" w:gutter="0"/>
          <w:cols w:space="708"/>
          <w:titlePg/>
          <w:docGrid w:linePitch="360"/>
        </w:sectPr>
      </w:pPr>
    </w:p>
    <w:p w14:paraId="1F3908FE" w14:textId="77777777" w:rsidR="00E85E1B" w:rsidRDefault="00E85E1B" w:rsidP="006036B2">
      <w:pPr>
        <w:pStyle w:val="Titretablematires"/>
      </w:pPr>
      <w:r>
        <w:lastRenderedPageBreak/>
        <w:t>Table des matières</w:t>
      </w:r>
    </w:p>
    <w:p w14:paraId="6A1AB976" w14:textId="77777777" w:rsidR="00E85E1B" w:rsidRDefault="00E85E1B"/>
    <w:p w14:paraId="5831BD1D" w14:textId="67A421C3" w:rsidR="008C09BE" w:rsidRDefault="00E85E1B">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w:instrText>
      </w:r>
      <w:r w:rsidR="007167CD">
        <w:rPr>
          <w:noProof w:val="0"/>
        </w:rPr>
        <w:instrText>TOC</w:instrText>
      </w:r>
      <w:r>
        <w:rPr>
          <w:noProof w:val="0"/>
        </w:rPr>
        <w:instrText xml:space="preserve"> \o "1-3" \h \z </w:instrText>
      </w:r>
      <w:r>
        <w:rPr>
          <w:noProof w:val="0"/>
        </w:rPr>
        <w:fldChar w:fldCharType="separate"/>
      </w:r>
      <w:hyperlink w:anchor="_Toc194853040" w:history="1">
        <w:r w:rsidR="008C09BE" w:rsidRPr="00AC6F33">
          <w:rPr>
            <w:rStyle w:val="Lienhypertexte"/>
          </w:rPr>
          <w:t>LA CASQUETTE</w:t>
        </w:r>
        <w:r w:rsidR="008C09BE">
          <w:rPr>
            <w:webHidden/>
          </w:rPr>
          <w:tab/>
        </w:r>
        <w:r w:rsidR="008C09BE">
          <w:rPr>
            <w:webHidden/>
          </w:rPr>
          <w:fldChar w:fldCharType="begin"/>
        </w:r>
        <w:r w:rsidR="008C09BE">
          <w:rPr>
            <w:webHidden/>
          </w:rPr>
          <w:instrText xml:space="preserve"> PAGEREF _Toc194853040 \h </w:instrText>
        </w:r>
        <w:r w:rsidR="008C09BE">
          <w:rPr>
            <w:webHidden/>
          </w:rPr>
        </w:r>
        <w:r w:rsidR="008C09BE">
          <w:rPr>
            <w:webHidden/>
          </w:rPr>
          <w:fldChar w:fldCharType="separate"/>
        </w:r>
        <w:r w:rsidR="00211DA5">
          <w:rPr>
            <w:webHidden/>
          </w:rPr>
          <w:t>3</w:t>
        </w:r>
        <w:r w:rsidR="008C09BE">
          <w:rPr>
            <w:webHidden/>
          </w:rPr>
          <w:fldChar w:fldCharType="end"/>
        </w:r>
      </w:hyperlink>
    </w:p>
    <w:p w14:paraId="0730EBB6" w14:textId="0E1F2E74"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41" w:history="1">
        <w:r w:rsidRPr="00AC6F33">
          <w:rPr>
            <w:rStyle w:val="Lienhypertexte"/>
            <w:rFonts w:eastAsia="Batang"/>
          </w:rPr>
          <w:t>ROMANITCHELS</w:t>
        </w:r>
        <w:r>
          <w:rPr>
            <w:webHidden/>
          </w:rPr>
          <w:tab/>
        </w:r>
        <w:r>
          <w:rPr>
            <w:webHidden/>
          </w:rPr>
          <w:fldChar w:fldCharType="begin"/>
        </w:r>
        <w:r>
          <w:rPr>
            <w:webHidden/>
          </w:rPr>
          <w:instrText xml:space="preserve"> PAGEREF _Toc194853041 \h </w:instrText>
        </w:r>
        <w:r>
          <w:rPr>
            <w:webHidden/>
          </w:rPr>
        </w:r>
        <w:r>
          <w:rPr>
            <w:webHidden/>
          </w:rPr>
          <w:fldChar w:fldCharType="separate"/>
        </w:r>
        <w:r w:rsidR="00211DA5">
          <w:rPr>
            <w:webHidden/>
          </w:rPr>
          <w:t>9</w:t>
        </w:r>
        <w:r>
          <w:rPr>
            <w:webHidden/>
          </w:rPr>
          <w:fldChar w:fldCharType="end"/>
        </w:r>
      </w:hyperlink>
    </w:p>
    <w:p w14:paraId="7ACF675A" w14:textId="5950C1B1"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42" w:history="1">
        <w:r w:rsidRPr="00AC6F33">
          <w:rPr>
            <w:rStyle w:val="Lienhypertexte"/>
            <w:rFonts w:eastAsia="Batang"/>
          </w:rPr>
          <w:t>ARTISTE</w:t>
        </w:r>
        <w:r>
          <w:rPr>
            <w:webHidden/>
          </w:rPr>
          <w:tab/>
        </w:r>
        <w:r>
          <w:rPr>
            <w:webHidden/>
          </w:rPr>
          <w:fldChar w:fldCharType="begin"/>
        </w:r>
        <w:r>
          <w:rPr>
            <w:webHidden/>
          </w:rPr>
          <w:instrText xml:space="preserve"> PAGEREF _Toc194853042 \h </w:instrText>
        </w:r>
        <w:r>
          <w:rPr>
            <w:webHidden/>
          </w:rPr>
        </w:r>
        <w:r>
          <w:rPr>
            <w:webHidden/>
          </w:rPr>
          <w:fldChar w:fldCharType="separate"/>
        </w:r>
        <w:r w:rsidR="00211DA5">
          <w:rPr>
            <w:webHidden/>
          </w:rPr>
          <w:t>18</w:t>
        </w:r>
        <w:r>
          <w:rPr>
            <w:webHidden/>
          </w:rPr>
          <w:fldChar w:fldCharType="end"/>
        </w:r>
      </w:hyperlink>
    </w:p>
    <w:p w14:paraId="01BCD76B" w14:textId="0E7EE003"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43" w:history="1">
        <w:r w:rsidRPr="00AC6F33">
          <w:rPr>
            <w:rStyle w:val="Lienhypertexte"/>
            <w:rFonts w:eastAsia="Batang"/>
          </w:rPr>
          <w:t>UN MONSTRE</w:t>
        </w:r>
        <w:r>
          <w:rPr>
            <w:webHidden/>
          </w:rPr>
          <w:tab/>
        </w:r>
        <w:r>
          <w:rPr>
            <w:webHidden/>
          </w:rPr>
          <w:fldChar w:fldCharType="begin"/>
        </w:r>
        <w:r>
          <w:rPr>
            <w:webHidden/>
          </w:rPr>
          <w:instrText xml:space="preserve"> PAGEREF _Toc194853043 \h </w:instrText>
        </w:r>
        <w:r>
          <w:rPr>
            <w:webHidden/>
          </w:rPr>
        </w:r>
        <w:r>
          <w:rPr>
            <w:webHidden/>
          </w:rPr>
          <w:fldChar w:fldCharType="separate"/>
        </w:r>
        <w:r w:rsidR="00211DA5">
          <w:rPr>
            <w:webHidden/>
          </w:rPr>
          <w:t>25</w:t>
        </w:r>
        <w:r>
          <w:rPr>
            <w:webHidden/>
          </w:rPr>
          <w:fldChar w:fldCharType="end"/>
        </w:r>
      </w:hyperlink>
    </w:p>
    <w:p w14:paraId="44A0D0C1" w14:textId="10B62CE7"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44" w:history="1">
        <w:r w:rsidRPr="00AC6F33">
          <w:rPr>
            <w:rStyle w:val="Lienhypertexte"/>
          </w:rPr>
          <w:t>LA VENGEANCE DE POLYTE</w:t>
        </w:r>
        <w:r>
          <w:rPr>
            <w:webHidden/>
          </w:rPr>
          <w:tab/>
        </w:r>
        <w:r>
          <w:rPr>
            <w:webHidden/>
          </w:rPr>
          <w:fldChar w:fldCharType="begin"/>
        </w:r>
        <w:r>
          <w:rPr>
            <w:webHidden/>
          </w:rPr>
          <w:instrText xml:space="preserve"> PAGEREF _Toc194853044 \h </w:instrText>
        </w:r>
        <w:r>
          <w:rPr>
            <w:webHidden/>
          </w:rPr>
        </w:r>
        <w:r>
          <w:rPr>
            <w:webHidden/>
          </w:rPr>
          <w:fldChar w:fldCharType="separate"/>
        </w:r>
        <w:r w:rsidR="00211DA5">
          <w:rPr>
            <w:webHidden/>
          </w:rPr>
          <w:t>32</w:t>
        </w:r>
        <w:r>
          <w:rPr>
            <w:webHidden/>
          </w:rPr>
          <w:fldChar w:fldCharType="end"/>
        </w:r>
      </w:hyperlink>
    </w:p>
    <w:p w14:paraId="68754E62" w14:textId="71C8B984"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45" w:history="1">
        <w:r w:rsidRPr="00AC6F33">
          <w:rPr>
            <w:rStyle w:val="Lienhypertexte"/>
          </w:rPr>
          <w:t>MIMILE</w:t>
        </w:r>
        <w:r>
          <w:rPr>
            <w:webHidden/>
          </w:rPr>
          <w:tab/>
        </w:r>
        <w:r>
          <w:rPr>
            <w:webHidden/>
          </w:rPr>
          <w:fldChar w:fldCharType="begin"/>
        </w:r>
        <w:r>
          <w:rPr>
            <w:webHidden/>
          </w:rPr>
          <w:instrText xml:space="preserve"> PAGEREF _Toc194853045 \h </w:instrText>
        </w:r>
        <w:r>
          <w:rPr>
            <w:webHidden/>
          </w:rPr>
        </w:r>
        <w:r>
          <w:rPr>
            <w:webHidden/>
          </w:rPr>
          <w:fldChar w:fldCharType="separate"/>
        </w:r>
        <w:r w:rsidR="00211DA5">
          <w:rPr>
            <w:webHidden/>
          </w:rPr>
          <w:t>49</w:t>
        </w:r>
        <w:r>
          <w:rPr>
            <w:webHidden/>
          </w:rPr>
          <w:fldChar w:fldCharType="end"/>
        </w:r>
      </w:hyperlink>
    </w:p>
    <w:p w14:paraId="774D0760" w14:textId="62583396"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46" w:history="1">
        <w:r w:rsidRPr="00AC6F33">
          <w:rPr>
            <w:rStyle w:val="Lienhypertexte"/>
          </w:rPr>
          <w:t>LAID</w:t>
        </w:r>
        <w:r>
          <w:rPr>
            <w:webHidden/>
          </w:rPr>
          <w:tab/>
        </w:r>
        <w:r>
          <w:rPr>
            <w:webHidden/>
          </w:rPr>
          <w:fldChar w:fldCharType="begin"/>
        </w:r>
        <w:r>
          <w:rPr>
            <w:webHidden/>
          </w:rPr>
          <w:instrText xml:space="preserve"> PAGEREF _Toc194853046 \h </w:instrText>
        </w:r>
        <w:r>
          <w:rPr>
            <w:webHidden/>
          </w:rPr>
        </w:r>
        <w:r>
          <w:rPr>
            <w:webHidden/>
          </w:rPr>
          <w:fldChar w:fldCharType="separate"/>
        </w:r>
        <w:r w:rsidR="00211DA5">
          <w:rPr>
            <w:webHidden/>
          </w:rPr>
          <w:t>56</w:t>
        </w:r>
        <w:r>
          <w:rPr>
            <w:webHidden/>
          </w:rPr>
          <w:fldChar w:fldCharType="end"/>
        </w:r>
      </w:hyperlink>
    </w:p>
    <w:p w14:paraId="6120DECA" w14:textId="19DAA032"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47" w:history="1">
        <w:r w:rsidRPr="00AC6F33">
          <w:rPr>
            <w:rStyle w:val="Lienhypertexte"/>
            <w:rFonts w:eastAsia="Gungsuh"/>
          </w:rPr>
          <w:t>LE CUL-DE-JATTE</w:t>
        </w:r>
        <w:r>
          <w:rPr>
            <w:webHidden/>
          </w:rPr>
          <w:tab/>
        </w:r>
        <w:r>
          <w:rPr>
            <w:webHidden/>
          </w:rPr>
          <w:fldChar w:fldCharType="begin"/>
        </w:r>
        <w:r>
          <w:rPr>
            <w:webHidden/>
          </w:rPr>
          <w:instrText xml:space="preserve"> PAGEREF _Toc194853047 \h </w:instrText>
        </w:r>
        <w:r>
          <w:rPr>
            <w:webHidden/>
          </w:rPr>
        </w:r>
        <w:r>
          <w:rPr>
            <w:webHidden/>
          </w:rPr>
          <w:fldChar w:fldCharType="separate"/>
        </w:r>
        <w:r w:rsidR="00211DA5">
          <w:rPr>
            <w:webHidden/>
          </w:rPr>
          <w:t>63</w:t>
        </w:r>
        <w:r>
          <w:rPr>
            <w:webHidden/>
          </w:rPr>
          <w:fldChar w:fldCharType="end"/>
        </w:r>
      </w:hyperlink>
    </w:p>
    <w:p w14:paraId="450FE165" w14:textId="0903EA2A"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48" w:history="1">
        <w:r w:rsidRPr="00AC6F33">
          <w:rPr>
            <w:rStyle w:val="Lienhypertexte"/>
            <w:rFonts w:eastAsia="Batang"/>
          </w:rPr>
          <w:t>BONNES FILLES</w:t>
        </w:r>
        <w:r>
          <w:rPr>
            <w:webHidden/>
          </w:rPr>
          <w:tab/>
        </w:r>
        <w:r>
          <w:rPr>
            <w:webHidden/>
          </w:rPr>
          <w:fldChar w:fldCharType="begin"/>
        </w:r>
        <w:r>
          <w:rPr>
            <w:webHidden/>
          </w:rPr>
          <w:instrText xml:space="preserve"> PAGEREF _Toc194853048 \h </w:instrText>
        </w:r>
        <w:r>
          <w:rPr>
            <w:webHidden/>
          </w:rPr>
        </w:r>
        <w:r>
          <w:rPr>
            <w:webHidden/>
          </w:rPr>
          <w:fldChar w:fldCharType="separate"/>
        </w:r>
        <w:r w:rsidR="00211DA5">
          <w:rPr>
            <w:webHidden/>
          </w:rPr>
          <w:t>70</w:t>
        </w:r>
        <w:r>
          <w:rPr>
            <w:webHidden/>
          </w:rPr>
          <w:fldChar w:fldCharType="end"/>
        </w:r>
      </w:hyperlink>
    </w:p>
    <w:p w14:paraId="0D46BCC1" w14:textId="4ECC12A9"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49" w:history="1">
        <w:r w:rsidRPr="00AC6F33">
          <w:rPr>
            <w:rStyle w:val="Lienhypertexte"/>
            <w:rFonts w:eastAsia="Batang"/>
          </w:rPr>
          <w:t>L’OPINION DE JULOT</w:t>
        </w:r>
        <w:r>
          <w:rPr>
            <w:webHidden/>
          </w:rPr>
          <w:tab/>
        </w:r>
        <w:r>
          <w:rPr>
            <w:webHidden/>
          </w:rPr>
          <w:fldChar w:fldCharType="begin"/>
        </w:r>
        <w:r>
          <w:rPr>
            <w:webHidden/>
          </w:rPr>
          <w:instrText xml:space="preserve"> PAGEREF _Toc194853049 \h </w:instrText>
        </w:r>
        <w:r>
          <w:rPr>
            <w:webHidden/>
          </w:rPr>
        </w:r>
        <w:r>
          <w:rPr>
            <w:webHidden/>
          </w:rPr>
          <w:fldChar w:fldCharType="separate"/>
        </w:r>
        <w:r w:rsidR="00211DA5">
          <w:rPr>
            <w:webHidden/>
          </w:rPr>
          <w:t>77</w:t>
        </w:r>
        <w:r>
          <w:rPr>
            <w:webHidden/>
          </w:rPr>
          <w:fldChar w:fldCharType="end"/>
        </w:r>
      </w:hyperlink>
    </w:p>
    <w:p w14:paraId="6DC40284" w14:textId="192EBE93"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50" w:history="1">
        <w:r w:rsidRPr="00AC6F33">
          <w:rPr>
            <w:rStyle w:val="Lienhypertexte"/>
            <w:rFonts w:eastAsia="Batang"/>
          </w:rPr>
          <w:t>GENTLEMAN</w:t>
        </w:r>
        <w:r>
          <w:rPr>
            <w:webHidden/>
          </w:rPr>
          <w:tab/>
        </w:r>
        <w:r>
          <w:rPr>
            <w:webHidden/>
          </w:rPr>
          <w:fldChar w:fldCharType="begin"/>
        </w:r>
        <w:r>
          <w:rPr>
            <w:webHidden/>
          </w:rPr>
          <w:instrText xml:space="preserve"> PAGEREF _Toc194853050 \h </w:instrText>
        </w:r>
        <w:r>
          <w:rPr>
            <w:webHidden/>
          </w:rPr>
        </w:r>
        <w:r>
          <w:rPr>
            <w:webHidden/>
          </w:rPr>
          <w:fldChar w:fldCharType="separate"/>
        </w:r>
        <w:r w:rsidR="00211DA5">
          <w:rPr>
            <w:webHidden/>
          </w:rPr>
          <w:t>86</w:t>
        </w:r>
        <w:r>
          <w:rPr>
            <w:webHidden/>
          </w:rPr>
          <w:fldChar w:fldCharType="end"/>
        </w:r>
      </w:hyperlink>
    </w:p>
    <w:p w14:paraId="13A169F5" w14:textId="28FC826E"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51" w:history="1">
        <w:r w:rsidRPr="00AC6F33">
          <w:rPr>
            <w:rStyle w:val="Lienhypertexte"/>
            <w:rFonts w:eastAsia="Batang"/>
          </w:rPr>
          <w:t>LE MODÈLE</w:t>
        </w:r>
        <w:r>
          <w:rPr>
            <w:webHidden/>
          </w:rPr>
          <w:tab/>
        </w:r>
        <w:r>
          <w:rPr>
            <w:webHidden/>
          </w:rPr>
          <w:fldChar w:fldCharType="begin"/>
        </w:r>
        <w:r>
          <w:rPr>
            <w:webHidden/>
          </w:rPr>
          <w:instrText xml:space="preserve"> PAGEREF _Toc194853051 \h </w:instrText>
        </w:r>
        <w:r>
          <w:rPr>
            <w:webHidden/>
          </w:rPr>
        </w:r>
        <w:r>
          <w:rPr>
            <w:webHidden/>
          </w:rPr>
          <w:fldChar w:fldCharType="separate"/>
        </w:r>
        <w:r w:rsidR="00211DA5">
          <w:rPr>
            <w:webHidden/>
          </w:rPr>
          <w:t>92</w:t>
        </w:r>
        <w:r>
          <w:rPr>
            <w:webHidden/>
          </w:rPr>
          <w:fldChar w:fldCharType="end"/>
        </w:r>
      </w:hyperlink>
    </w:p>
    <w:p w14:paraId="326A93FA" w14:textId="6301B2F1"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52" w:history="1">
        <w:r w:rsidRPr="00AC6F33">
          <w:rPr>
            <w:rStyle w:val="Lienhypertexte"/>
            <w:rFonts w:eastAsia="Batang"/>
          </w:rPr>
          <w:t>CH’TIOTE</w:t>
        </w:r>
        <w:r>
          <w:rPr>
            <w:webHidden/>
          </w:rPr>
          <w:tab/>
        </w:r>
        <w:r>
          <w:rPr>
            <w:webHidden/>
          </w:rPr>
          <w:fldChar w:fldCharType="begin"/>
        </w:r>
        <w:r>
          <w:rPr>
            <w:webHidden/>
          </w:rPr>
          <w:instrText xml:space="preserve"> PAGEREF _Toc194853052 \h </w:instrText>
        </w:r>
        <w:r>
          <w:rPr>
            <w:webHidden/>
          </w:rPr>
        </w:r>
        <w:r>
          <w:rPr>
            <w:webHidden/>
          </w:rPr>
          <w:fldChar w:fldCharType="separate"/>
        </w:r>
        <w:r w:rsidR="00211DA5">
          <w:rPr>
            <w:webHidden/>
          </w:rPr>
          <w:t>98</w:t>
        </w:r>
        <w:r>
          <w:rPr>
            <w:webHidden/>
          </w:rPr>
          <w:fldChar w:fldCharType="end"/>
        </w:r>
      </w:hyperlink>
    </w:p>
    <w:p w14:paraId="3DBBAB99" w14:textId="0F369DFF"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53" w:history="1">
        <w:r w:rsidRPr="00AC6F33">
          <w:rPr>
            <w:rStyle w:val="Lienhypertexte"/>
          </w:rPr>
          <w:t>CHT’HEUMME-AUX-QUIENS</w:t>
        </w:r>
        <w:r>
          <w:rPr>
            <w:webHidden/>
          </w:rPr>
          <w:tab/>
        </w:r>
        <w:r>
          <w:rPr>
            <w:webHidden/>
          </w:rPr>
          <w:fldChar w:fldCharType="begin"/>
        </w:r>
        <w:r>
          <w:rPr>
            <w:webHidden/>
          </w:rPr>
          <w:instrText xml:space="preserve"> PAGEREF _Toc194853053 \h </w:instrText>
        </w:r>
        <w:r>
          <w:rPr>
            <w:webHidden/>
          </w:rPr>
        </w:r>
        <w:r>
          <w:rPr>
            <w:webHidden/>
          </w:rPr>
          <w:fldChar w:fldCharType="separate"/>
        </w:r>
        <w:r w:rsidR="00211DA5">
          <w:rPr>
            <w:webHidden/>
          </w:rPr>
          <w:t>108</w:t>
        </w:r>
        <w:r>
          <w:rPr>
            <w:webHidden/>
          </w:rPr>
          <w:fldChar w:fldCharType="end"/>
        </w:r>
      </w:hyperlink>
    </w:p>
    <w:p w14:paraId="63B2D4E3" w14:textId="7591891D"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54" w:history="1">
        <w:r w:rsidRPr="00AC6F33">
          <w:rPr>
            <w:rStyle w:val="Lienhypertexte"/>
            <w:rFonts w:eastAsia="Batang"/>
          </w:rPr>
          <w:t>LE PATARIN</w:t>
        </w:r>
        <w:r>
          <w:rPr>
            <w:webHidden/>
          </w:rPr>
          <w:tab/>
        </w:r>
        <w:r>
          <w:rPr>
            <w:webHidden/>
          </w:rPr>
          <w:fldChar w:fldCharType="begin"/>
        </w:r>
        <w:r>
          <w:rPr>
            <w:webHidden/>
          </w:rPr>
          <w:instrText xml:space="preserve"> PAGEREF _Toc194853054 \h </w:instrText>
        </w:r>
        <w:r>
          <w:rPr>
            <w:webHidden/>
          </w:rPr>
        </w:r>
        <w:r>
          <w:rPr>
            <w:webHidden/>
          </w:rPr>
          <w:fldChar w:fldCharType="separate"/>
        </w:r>
        <w:r w:rsidR="00211DA5">
          <w:rPr>
            <w:webHidden/>
          </w:rPr>
          <w:t>118</w:t>
        </w:r>
        <w:r>
          <w:rPr>
            <w:webHidden/>
          </w:rPr>
          <w:fldChar w:fldCharType="end"/>
        </w:r>
      </w:hyperlink>
    </w:p>
    <w:p w14:paraId="5E9DED2B" w14:textId="7A23C219"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55" w:history="1">
        <w:r w:rsidRPr="00AC6F33">
          <w:rPr>
            <w:rStyle w:val="Lienhypertexte"/>
            <w:rFonts w:eastAsia="Batang"/>
          </w:rPr>
          <w:t>POUILLARDS</w:t>
        </w:r>
        <w:r>
          <w:rPr>
            <w:webHidden/>
          </w:rPr>
          <w:tab/>
        </w:r>
        <w:r>
          <w:rPr>
            <w:webHidden/>
          </w:rPr>
          <w:fldChar w:fldCharType="begin"/>
        </w:r>
        <w:r>
          <w:rPr>
            <w:webHidden/>
          </w:rPr>
          <w:instrText xml:space="preserve"> PAGEREF _Toc194853055 \h </w:instrText>
        </w:r>
        <w:r>
          <w:rPr>
            <w:webHidden/>
          </w:rPr>
        </w:r>
        <w:r>
          <w:rPr>
            <w:webHidden/>
          </w:rPr>
          <w:fldChar w:fldCharType="separate"/>
        </w:r>
        <w:r w:rsidR="00211DA5">
          <w:rPr>
            <w:webHidden/>
          </w:rPr>
          <w:t>126</w:t>
        </w:r>
        <w:r>
          <w:rPr>
            <w:webHidden/>
          </w:rPr>
          <w:fldChar w:fldCharType="end"/>
        </w:r>
      </w:hyperlink>
    </w:p>
    <w:p w14:paraId="6BA06941" w14:textId="7325A1AF"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56" w:history="1">
        <w:r w:rsidRPr="00AC6F33">
          <w:rPr>
            <w:rStyle w:val="Lienhypertexte"/>
            <w:rFonts w:eastAsia="Batang"/>
          </w:rPr>
          <w:t>HAINE</w:t>
        </w:r>
        <w:r>
          <w:rPr>
            <w:webHidden/>
          </w:rPr>
          <w:tab/>
        </w:r>
        <w:r>
          <w:rPr>
            <w:webHidden/>
          </w:rPr>
          <w:fldChar w:fldCharType="begin"/>
        </w:r>
        <w:r>
          <w:rPr>
            <w:webHidden/>
          </w:rPr>
          <w:instrText xml:space="preserve"> PAGEREF _Toc194853056 \h </w:instrText>
        </w:r>
        <w:r>
          <w:rPr>
            <w:webHidden/>
          </w:rPr>
        </w:r>
        <w:r>
          <w:rPr>
            <w:webHidden/>
          </w:rPr>
          <w:fldChar w:fldCharType="separate"/>
        </w:r>
        <w:r w:rsidR="00211DA5">
          <w:rPr>
            <w:webHidden/>
          </w:rPr>
          <w:t>133</w:t>
        </w:r>
        <w:r>
          <w:rPr>
            <w:webHidden/>
          </w:rPr>
          <w:fldChar w:fldCharType="end"/>
        </w:r>
      </w:hyperlink>
    </w:p>
    <w:p w14:paraId="03F2CC44" w14:textId="16DC0990"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57" w:history="1">
        <w:r w:rsidRPr="00AC6F33">
          <w:rPr>
            <w:rStyle w:val="Lienhypertexte"/>
            <w:rFonts w:eastAsia="Batang"/>
          </w:rPr>
          <w:t>TRIPES</w:t>
        </w:r>
        <w:r>
          <w:rPr>
            <w:webHidden/>
          </w:rPr>
          <w:tab/>
        </w:r>
        <w:r>
          <w:rPr>
            <w:webHidden/>
          </w:rPr>
          <w:fldChar w:fldCharType="begin"/>
        </w:r>
        <w:r>
          <w:rPr>
            <w:webHidden/>
          </w:rPr>
          <w:instrText xml:space="preserve"> PAGEREF _Toc194853057 \h </w:instrText>
        </w:r>
        <w:r>
          <w:rPr>
            <w:webHidden/>
          </w:rPr>
        </w:r>
        <w:r>
          <w:rPr>
            <w:webHidden/>
          </w:rPr>
          <w:fldChar w:fldCharType="separate"/>
        </w:r>
        <w:r w:rsidR="00211DA5">
          <w:rPr>
            <w:webHidden/>
          </w:rPr>
          <w:t>142</w:t>
        </w:r>
        <w:r>
          <w:rPr>
            <w:webHidden/>
          </w:rPr>
          <w:fldChar w:fldCharType="end"/>
        </w:r>
      </w:hyperlink>
    </w:p>
    <w:p w14:paraId="149304AD" w14:textId="2A3A8B6D"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58" w:history="1">
        <w:r w:rsidRPr="00AC6F33">
          <w:rPr>
            <w:rStyle w:val="Lienhypertexte"/>
          </w:rPr>
          <w:t>LA DETTE</w:t>
        </w:r>
        <w:r>
          <w:rPr>
            <w:webHidden/>
          </w:rPr>
          <w:tab/>
        </w:r>
        <w:r>
          <w:rPr>
            <w:webHidden/>
          </w:rPr>
          <w:fldChar w:fldCharType="begin"/>
        </w:r>
        <w:r>
          <w:rPr>
            <w:webHidden/>
          </w:rPr>
          <w:instrText xml:space="preserve"> PAGEREF _Toc194853058 \h </w:instrText>
        </w:r>
        <w:r>
          <w:rPr>
            <w:webHidden/>
          </w:rPr>
        </w:r>
        <w:r>
          <w:rPr>
            <w:webHidden/>
          </w:rPr>
          <w:fldChar w:fldCharType="separate"/>
        </w:r>
        <w:r w:rsidR="00211DA5">
          <w:rPr>
            <w:webHidden/>
          </w:rPr>
          <w:t>151</w:t>
        </w:r>
        <w:r>
          <w:rPr>
            <w:webHidden/>
          </w:rPr>
          <w:fldChar w:fldCharType="end"/>
        </w:r>
      </w:hyperlink>
    </w:p>
    <w:p w14:paraId="67272E9F" w14:textId="5D454782"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59" w:history="1">
        <w:r w:rsidRPr="00AC6F33">
          <w:rPr>
            <w:rStyle w:val="Lienhypertexte"/>
          </w:rPr>
          <w:t>LE MARQUIS</w:t>
        </w:r>
        <w:r>
          <w:rPr>
            <w:webHidden/>
          </w:rPr>
          <w:tab/>
        </w:r>
        <w:r>
          <w:rPr>
            <w:webHidden/>
          </w:rPr>
          <w:fldChar w:fldCharType="begin"/>
        </w:r>
        <w:r>
          <w:rPr>
            <w:webHidden/>
          </w:rPr>
          <w:instrText xml:space="preserve"> PAGEREF _Toc194853059 \h </w:instrText>
        </w:r>
        <w:r>
          <w:rPr>
            <w:webHidden/>
          </w:rPr>
        </w:r>
        <w:r>
          <w:rPr>
            <w:webHidden/>
          </w:rPr>
          <w:fldChar w:fldCharType="separate"/>
        </w:r>
        <w:r w:rsidR="00211DA5">
          <w:rPr>
            <w:webHidden/>
          </w:rPr>
          <w:t>159</w:t>
        </w:r>
        <w:r>
          <w:rPr>
            <w:webHidden/>
          </w:rPr>
          <w:fldChar w:fldCharType="end"/>
        </w:r>
      </w:hyperlink>
    </w:p>
    <w:p w14:paraId="6534786E" w14:textId="1D7B0F7F" w:rsidR="008C09BE" w:rsidRDefault="008C09BE">
      <w:pPr>
        <w:pStyle w:val="TM1"/>
        <w:rPr>
          <w:rFonts w:asciiTheme="minorHAnsi" w:eastAsiaTheme="minorEastAsia" w:hAnsiTheme="minorHAnsi" w:cstheme="minorBidi"/>
          <w:bCs w:val="0"/>
          <w:iCs w:val="0"/>
          <w:color w:val="auto"/>
          <w:kern w:val="2"/>
          <w:sz w:val="24"/>
          <w:szCs w:val="24"/>
          <w14:ligatures w14:val="standardContextual"/>
        </w:rPr>
      </w:pPr>
      <w:hyperlink w:anchor="_Toc194853060" w:history="1">
        <w:r w:rsidRPr="00AC6F33">
          <w:rPr>
            <w:rStyle w:val="Lienhypertexte"/>
          </w:rPr>
          <w:t>À propos de cette édition électronique</w:t>
        </w:r>
        <w:r>
          <w:rPr>
            <w:webHidden/>
          </w:rPr>
          <w:tab/>
        </w:r>
        <w:r>
          <w:rPr>
            <w:webHidden/>
          </w:rPr>
          <w:fldChar w:fldCharType="begin"/>
        </w:r>
        <w:r>
          <w:rPr>
            <w:webHidden/>
          </w:rPr>
          <w:instrText xml:space="preserve"> PAGEREF _Toc194853060 \h </w:instrText>
        </w:r>
        <w:r>
          <w:rPr>
            <w:webHidden/>
          </w:rPr>
        </w:r>
        <w:r>
          <w:rPr>
            <w:webHidden/>
          </w:rPr>
          <w:fldChar w:fldCharType="separate"/>
        </w:r>
        <w:r w:rsidR="00211DA5">
          <w:rPr>
            <w:webHidden/>
          </w:rPr>
          <w:t>169</w:t>
        </w:r>
        <w:r>
          <w:rPr>
            <w:webHidden/>
          </w:rPr>
          <w:fldChar w:fldCharType="end"/>
        </w:r>
      </w:hyperlink>
    </w:p>
    <w:p w14:paraId="59F92EDD" w14:textId="28FCF8AB" w:rsidR="00E85E1B" w:rsidRDefault="00E85E1B">
      <w:r>
        <w:fldChar w:fldCharType="end"/>
      </w:r>
    </w:p>
    <w:p w14:paraId="4787BD42" w14:textId="77777777" w:rsidR="00E85E1B" w:rsidRPr="006056B1" w:rsidRDefault="00E85E1B" w:rsidP="006036B2">
      <w:pPr>
        <w:pStyle w:val="Titre1"/>
      </w:pPr>
      <w:bookmarkStart w:id="0" w:name="bookmark1"/>
      <w:bookmarkStart w:id="1" w:name="_Toc194853040"/>
      <w:bookmarkEnd w:id="0"/>
      <w:r w:rsidRPr="006056B1">
        <w:lastRenderedPageBreak/>
        <w:t>LA CASQUETTE</w:t>
      </w:r>
      <w:bookmarkEnd w:id="1"/>
    </w:p>
    <w:p w14:paraId="1E53CD80" w14:textId="77777777" w:rsidR="006036B2" w:rsidRDefault="00E85E1B" w:rsidP="00E85E1B">
      <w:r w:rsidRPr="006056B1">
        <w:t>Loin</w:t>
      </w:r>
      <w:r w:rsidR="006036B2">
        <w:t xml:space="preserve">, </w:t>
      </w:r>
      <w:r w:rsidRPr="006056B1">
        <w:t>loin</w:t>
      </w:r>
      <w:r w:rsidR="006036B2">
        <w:t xml:space="preserve">, </w:t>
      </w:r>
      <w:r w:rsidRPr="006056B1">
        <w:t>très loin sur les ténébreux limbes des époques préhistoriques</w:t>
      </w:r>
      <w:r w:rsidR="006036B2">
        <w:t xml:space="preserve"> ! </w:t>
      </w:r>
      <w:r w:rsidRPr="006056B1">
        <w:t>En un temps plus ancien que l</w:t>
      </w:r>
      <w:r w:rsidR="006036B2">
        <w:t>’</w:t>
      </w:r>
      <w:r w:rsidRPr="006056B1">
        <w:t>ancien temps des derniers déluges</w:t>
      </w:r>
      <w:r w:rsidR="006036B2">
        <w:t xml:space="preserve"> ! </w:t>
      </w:r>
      <w:r w:rsidRPr="006056B1">
        <w:t>Avant la série des périodes glaciaires qui f</w:t>
      </w:r>
      <w:r w:rsidRPr="006056B1">
        <w:t>i</w:t>
      </w:r>
      <w:r w:rsidRPr="006056B1">
        <w:t>rent émigrer d</w:t>
      </w:r>
      <w:r w:rsidR="006036B2">
        <w:t>’</w:t>
      </w:r>
      <w:r w:rsidRPr="006056B1">
        <w:t>Europe en Afrique l</w:t>
      </w:r>
      <w:r w:rsidR="006036B2">
        <w:t>’</w:t>
      </w:r>
      <w:r w:rsidRPr="006056B1">
        <w:t>éléphant et l</w:t>
      </w:r>
      <w:r w:rsidR="006036B2">
        <w:t>’</w:t>
      </w:r>
      <w:r w:rsidRPr="006056B1">
        <w:t>hippop</w:t>
      </w:r>
      <w:r w:rsidRPr="006056B1">
        <w:t>o</w:t>
      </w:r>
      <w:r w:rsidRPr="006056B1">
        <w:t>tame</w:t>
      </w:r>
      <w:r w:rsidR="006036B2">
        <w:t xml:space="preserve">, </w:t>
      </w:r>
      <w:r w:rsidRPr="006056B1">
        <w:t>et qui poussèrent du Nord dans nos forêts le bœuf porte-musc</w:t>
      </w:r>
      <w:r w:rsidR="006036B2">
        <w:t xml:space="preserve">, </w:t>
      </w:r>
      <w:r w:rsidRPr="006056B1">
        <w:t>le rhinocéros aux narines cloisonnées</w:t>
      </w:r>
      <w:r w:rsidR="006036B2">
        <w:t xml:space="preserve">, </w:t>
      </w:r>
      <w:r w:rsidRPr="006056B1">
        <w:t>le renne aux troubles pr</w:t>
      </w:r>
      <w:r w:rsidRPr="006056B1">
        <w:t>u</w:t>
      </w:r>
      <w:r w:rsidRPr="006056B1">
        <w:t>nelles de myope et le gigantesque mammouth à l</w:t>
      </w:r>
      <w:r w:rsidR="006036B2">
        <w:t>’</w:t>
      </w:r>
      <w:r w:rsidRPr="006056B1">
        <w:t>échine chev</w:t>
      </w:r>
      <w:r w:rsidRPr="006056B1">
        <w:t>e</w:t>
      </w:r>
      <w:r w:rsidRPr="006056B1">
        <w:t>lue</w:t>
      </w:r>
      <w:r w:rsidR="006036B2">
        <w:t xml:space="preserve">, </w:t>
      </w:r>
      <w:r w:rsidRPr="006056B1">
        <w:t>aux flancs feutrés de laine rousse</w:t>
      </w:r>
      <w:r w:rsidR="006036B2">
        <w:t xml:space="preserve"> ! </w:t>
      </w:r>
      <w:r w:rsidRPr="006056B1">
        <w:t>Loin</w:t>
      </w:r>
      <w:r w:rsidR="006036B2">
        <w:t xml:space="preserve">, </w:t>
      </w:r>
      <w:r w:rsidRPr="006056B1">
        <w:t>loin</w:t>
      </w:r>
      <w:r w:rsidR="006036B2">
        <w:t xml:space="preserve">, </w:t>
      </w:r>
      <w:r w:rsidRPr="006056B1">
        <w:t>en reculant de plus en plus vers le primordial horizon dont le plan brumeux et vague donne une apparence toute voisine de nous</w:t>
      </w:r>
      <w:r w:rsidR="006036B2">
        <w:t xml:space="preserve">, </w:t>
      </w:r>
      <w:r w:rsidRPr="006056B1">
        <w:t>brutale e</w:t>
      </w:r>
      <w:r>
        <w:t>t</w:t>
      </w:r>
      <w:r w:rsidRPr="006056B1">
        <w:t xml:space="preserve"> crevant les yeux</w:t>
      </w:r>
      <w:r w:rsidR="006036B2">
        <w:t xml:space="preserve">, </w:t>
      </w:r>
      <w:r w:rsidRPr="006056B1">
        <w:t>aux si jeunes Pyramides et aux légendaires hi</w:t>
      </w:r>
      <w:r w:rsidRPr="006056B1">
        <w:t>s</w:t>
      </w:r>
      <w:r w:rsidRPr="006056B1">
        <w:t>toires</w:t>
      </w:r>
      <w:r w:rsidR="006036B2">
        <w:t xml:space="preserve">, </w:t>
      </w:r>
      <w:r w:rsidRPr="006056B1">
        <w:t>ridiculement contemporaines</w:t>
      </w:r>
      <w:r w:rsidR="006036B2">
        <w:t xml:space="preserve">, </w:t>
      </w:r>
      <w:r w:rsidRPr="006056B1">
        <w:t>d</w:t>
      </w:r>
      <w:r w:rsidR="006036B2">
        <w:t>’</w:t>
      </w:r>
      <w:proofErr w:type="spellStart"/>
      <w:r w:rsidRPr="006056B1">
        <w:t>Ashshour-Bani-Abal</w:t>
      </w:r>
      <w:proofErr w:type="spellEnd"/>
      <w:r w:rsidRPr="006056B1">
        <w:t xml:space="preserve"> et de </w:t>
      </w:r>
      <w:proofErr w:type="spellStart"/>
      <w:r w:rsidRPr="006056B1">
        <w:t>Nabou-Koudour-Oussour</w:t>
      </w:r>
      <w:proofErr w:type="spellEnd"/>
      <w:r w:rsidR="006036B2">
        <w:t xml:space="preserve"> ! </w:t>
      </w:r>
      <w:r w:rsidRPr="006056B1">
        <w:t>Loin</w:t>
      </w:r>
      <w:r w:rsidR="006036B2">
        <w:t xml:space="preserve">, </w:t>
      </w:r>
      <w:r w:rsidRPr="006056B1">
        <w:t>beaucoup plus loin</w:t>
      </w:r>
      <w:r w:rsidR="006036B2">
        <w:t xml:space="preserve">, </w:t>
      </w:r>
      <w:r w:rsidRPr="006056B1">
        <w:t>non pas même par-delà de simples centaines</w:t>
      </w:r>
      <w:r w:rsidR="006036B2">
        <w:t xml:space="preserve">, </w:t>
      </w:r>
      <w:r w:rsidRPr="006056B1">
        <w:t>mais par-delà quelques bons milliers de siècles</w:t>
      </w:r>
      <w:r w:rsidR="006036B2">
        <w:t xml:space="preserve"> ! </w:t>
      </w:r>
      <w:r w:rsidRPr="006056B1">
        <w:t>À l</w:t>
      </w:r>
      <w:r w:rsidR="006036B2">
        <w:t>’</w:t>
      </w:r>
      <w:r w:rsidRPr="006056B1">
        <w:t>âge de la terre où les continents et les océans n</w:t>
      </w:r>
      <w:r w:rsidR="006036B2">
        <w:t>’</w:t>
      </w:r>
      <w:r w:rsidRPr="006056B1">
        <w:t>avaient point leur figure actuelle</w:t>
      </w:r>
      <w:r w:rsidR="006036B2">
        <w:t xml:space="preserve">, </w:t>
      </w:r>
      <w:r w:rsidRPr="006056B1">
        <w:t>si bien que la transitoire mappemonde d</w:t>
      </w:r>
      <w:r w:rsidR="006036B2">
        <w:t>’</w:t>
      </w:r>
      <w:r w:rsidRPr="006056B1">
        <w:t>aujourd</w:t>
      </w:r>
      <w:r w:rsidR="006036B2">
        <w:t>’</w:t>
      </w:r>
      <w:r w:rsidRPr="006056B1">
        <w:t>hui</w:t>
      </w:r>
      <w:r w:rsidR="006036B2">
        <w:t xml:space="preserve">, </w:t>
      </w:r>
      <w:r w:rsidRPr="006056B1">
        <w:t>en se regardant au m</w:t>
      </w:r>
      <w:r w:rsidRPr="006056B1">
        <w:t>i</w:t>
      </w:r>
      <w:r w:rsidRPr="006056B1">
        <w:t>roir d</w:t>
      </w:r>
      <w:r w:rsidR="006036B2">
        <w:t>’</w:t>
      </w:r>
      <w:r w:rsidRPr="006056B1">
        <w:t>alors</w:t>
      </w:r>
      <w:r w:rsidR="006036B2">
        <w:t xml:space="preserve">, </w:t>
      </w:r>
      <w:r w:rsidRPr="006056B1">
        <w:t>se prendrait pour une autre planète</w:t>
      </w:r>
      <w:r w:rsidR="006036B2">
        <w:t xml:space="preserve"> ! </w:t>
      </w:r>
      <w:r w:rsidRPr="006056B1">
        <w:t>À l</w:t>
      </w:r>
      <w:r w:rsidR="006036B2">
        <w:t>’</w:t>
      </w:r>
      <w:r w:rsidRPr="006056B1">
        <w:t>âge de la terre que l</w:t>
      </w:r>
      <w:r w:rsidR="006036B2">
        <w:t>’</w:t>
      </w:r>
      <w:r w:rsidRPr="006056B1">
        <w:t>Himalaya lui-même doit trouver immémorial</w:t>
      </w:r>
      <w:r w:rsidR="006036B2">
        <w:t xml:space="preserve"> ! </w:t>
      </w:r>
      <w:r w:rsidRPr="006056B1">
        <w:t>À l</w:t>
      </w:r>
      <w:r w:rsidR="006036B2">
        <w:t>’</w:t>
      </w:r>
      <w:r w:rsidRPr="006056B1">
        <w:t>âge du ciel où les sept étoiles gelées ne pouvaient pas encore servir à fixer le clou d</w:t>
      </w:r>
      <w:r w:rsidR="006036B2">
        <w:t>’</w:t>
      </w:r>
      <w:r w:rsidRPr="006056B1">
        <w:t>or qui marque le nombril du pôle</w:t>
      </w:r>
      <w:r w:rsidR="006036B2">
        <w:t xml:space="preserve"> ! </w:t>
      </w:r>
      <w:r w:rsidRPr="006056B1">
        <w:t>Loin</w:t>
      </w:r>
      <w:r w:rsidR="006036B2">
        <w:t xml:space="preserve">, </w:t>
      </w:r>
      <w:r w:rsidRPr="006056B1">
        <w:t>loin</w:t>
      </w:r>
      <w:r w:rsidR="006036B2">
        <w:t xml:space="preserve">, </w:t>
      </w:r>
      <w:r w:rsidRPr="006056B1">
        <w:t>très loin sur les ténébreux limbes des époques préhist</w:t>
      </w:r>
      <w:r w:rsidRPr="006056B1">
        <w:t>o</w:t>
      </w:r>
      <w:r w:rsidRPr="006056B1">
        <w:t>riques</w:t>
      </w:r>
      <w:r w:rsidR="006036B2">
        <w:t> !</w:t>
      </w:r>
    </w:p>
    <w:p w14:paraId="5693697A" w14:textId="77777777" w:rsidR="006036B2" w:rsidRDefault="00E85E1B" w:rsidP="00E85E1B">
      <w:r w:rsidRPr="006056B1">
        <w:t>Lourde</w:t>
      </w:r>
      <w:r w:rsidR="006036B2">
        <w:t xml:space="preserve">, </w:t>
      </w:r>
      <w:r w:rsidRPr="006056B1">
        <w:t>brûlante et lente s</w:t>
      </w:r>
      <w:r w:rsidR="006036B2">
        <w:t>’</w:t>
      </w:r>
      <w:r w:rsidRPr="006056B1">
        <w:t>était traînée cette journée est</w:t>
      </w:r>
      <w:r w:rsidRPr="006056B1">
        <w:t>i</w:t>
      </w:r>
      <w:r w:rsidRPr="006056B1">
        <w:t>vale</w:t>
      </w:r>
      <w:r w:rsidR="006036B2">
        <w:t xml:space="preserve">, </w:t>
      </w:r>
      <w:r w:rsidRPr="006056B1">
        <w:t>qui s</w:t>
      </w:r>
      <w:r w:rsidR="006036B2">
        <w:t>’</w:t>
      </w:r>
      <w:r w:rsidRPr="006056B1">
        <w:t>achevait en une soirée d</w:t>
      </w:r>
      <w:r w:rsidR="006036B2">
        <w:t>’</w:t>
      </w:r>
      <w:r w:rsidRPr="006056B1">
        <w:t>orage avortant</w:t>
      </w:r>
      <w:r w:rsidR="006036B2">
        <w:t xml:space="preserve">, </w:t>
      </w:r>
      <w:r w:rsidRPr="006056B1">
        <w:t>une soirée molle et moite</w:t>
      </w:r>
      <w:r w:rsidR="006036B2">
        <w:t xml:space="preserve">, </w:t>
      </w:r>
      <w:r w:rsidRPr="006056B1">
        <w:t>chargée d</w:t>
      </w:r>
      <w:r w:rsidR="006036B2">
        <w:t>’</w:t>
      </w:r>
      <w:r w:rsidRPr="006056B1">
        <w:t>effluves magnétiques</w:t>
      </w:r>
      <w:r w:rsidR="006036B2">
        <w:t xml:space="preserve">, </w:t>
      </w:r>
      <w:r w:rsidRPr="006056B1">
        <w:t>et d</w:t>
      </w:r>
      <w:r w:rsidR="006036B2">
        <w:t>’</w:t>
      </w:r>
      <w:r w:rsidRPr="006056B1">
        <w:t>ivresse et de lassitude</w:t>
      </w:r>
      <w:r w:rsidR="006036B2">
        <w:t xml:space="preserve">, </w:t>
      </w:r>
      <w:r w:rsidRPr="006056B1">
        <w:t>et de tristesse infinie</w:t>
      </w:r>
      <w:r w:rsidR="006036B2">
        <w:t xml:space="preserve">. </w:t>
      </w:r>
      <w:r w:rsidRPr="006056B1">
        <w:t>Ivresse pour les êtres pant</w:t>
      </w:r>
      <w:r w:rsidRPr="006056B1">
        <w:t>e</w:t>
      </w:r>
      <w:r w:rsidRPr="006056B1">
        <w:t>lants et aussi pour les choses accablées</w:t>
      </w:r>
      <w:r w:rsidR="006036B2">
        <w:t xml:space="preserve"> ! </w:t>
      </w:r>
      <w:r w:rsidRPr="006056B1">
        <w:t>Car le sol</w:t>
      </w:r>
      <w:r w:rsidR="006036B2">
        <w:t xml:space="preserve">, </w:t>
      </w:r>
      <w:r w:rsidRPr="006056B1">
        <w:t>et ju</w:t>
      </w:r>
      <w:r w:rsidRPr="006056B1">
        <w:t>s</w:t>
      </w:r>
      <w:r w:rsidRPr="006056B1">
        <w:t>qu</w:t>
      </w:r>
      <w:r w:rsidR="006036B2">
        <w:t>’</w:t>
      </w:r>
      <w:r w:rsidRPr="006056B1">
        <w:t>aux pierres</w:t>
      </w:r>
      <w:r w:rsidR="006036B2">
        <w:t xml:space="preserve">, </w:t>
      </w:r>
      <w:r w:rsidRPr="006056B1">
        <w:t xml:space="preserve">semblaient ouvrir leurs </w:t>
      </w:r>
      <w:proofErr w:type="spellStart"/>
      <w:r w:rsidRPr="006056B1">
        <w:t>pores</w:t>
      </w:r>
      <w:proofErr w:type="spellEnd"/>
      <w:r w:rsidR="006036B2">
        <w:t xml:space="preserve">, </w:t>
      </w:r>
      <w:r w:rsidRPr="006056B1">
        <w:lastRenderedPageBreak/>
        <w:t>comme les plantes leurs fibres et les animaux leurs poumons</w:t>
      </w:r>
      <w:r w:rsidR="006036B2">
        <w:t xml:space="preserve">, </w:t>
      </w:r>
      <w:r w:rsidRPr="006056B1">
        <w:t>au prime vol errant des brises crépusculaires</w:t>
      </w:r>
      <w:r w:rsidR="006036B2">
        <w:t xml:space="preserve">, </w:t>
      </w:r>
      <w:r w:rsidRPr="006056B1">
        <w:t>pourtant si furtives</w:t>
      </w:r>
      <w:r w:rsidR="006036B2">
        <w:t xml:space="preserve">, </w:t>
      </w:r>
      <w:r w:rsidRPr="006056B1">
        <w:t>mais dont on che</w:t>
      </w:r>
      <w:r w:rsidRPr="006056B1">
        <w:t>r</w:t>
      </w:r>
      <w:r w:rsidRPr="006056B1">
        <w:t>chait quand même la caresse en la souhaitant longue et fraîche</w:t>
      </w:r>
      <w:r w:rsidR="006036B2">
        <w:t xml:space="preserve">. </w:t>
      </w:r>
      <w:r w:rsidRPr="006056B1">
        <w:t>Hélas</w:t>
      </w:r>
      <w:r w:rsidR="006036B2">
        <w:t xml:space="preserve"> ! </w:t>
      </w:r>
      <w:r w:rsidRPr="006056B1">
        <w:t>combien brève elle passait</w:t>
      </w:r>
      <w:r w:rsidR="006036B2">
        <w:t xml:space="preserve"> ! </w:t>
      </w:r>
      <w:r w:rsidRPr="006056B1">
        <w:t>Et sans qu</w:t>
      </w:r>
      <w:r w:rsidR="006036B2">
        <w:t>’</w:t>
      </w:r>
      <w:r w:rsidRPr="006056B1">
        <w:t>on en restât r</w:t>
      </w:r>
      <w:r w:rsidRPr="006056B1">
        <w:t>a</w:t>
      </w:r>
      <w:r w:rsidRPr="006056B1">
        <w:t>fraîchi</w:t>
      </w:r>
      <w:r w:rsidR="006036B2">
        <w:t xml:space="preserve"> ! </w:t>
      </w:r>
      <w:r w:rsidRPr="006056B1">
        <w:t>Car on eût dit l</w:t>
      </w:r>
      <w:r w:rsidR="006036B2">
        <w:t>’</w:t>
      </w:r>
      <w:r w:rsidRPr="006056B1">
        <w:t>haleine tiède d</w:t>
      </w:r>
      <w:r w:rsidR="006036B2">
        <w:t>’</w:t>
      </w:r>
      <w:r w:rsidRPr="006056B1">
        <w:t>une bouche qui aurait mâché des herbes aromatiques et qui en soufflerait les parfums par épaisses et languides bouffées</w:t>
      </w:r>
      <w:r w:rsidR="006036B2">
        <w:t xml:space="preserve">. </w:t>
      </w:r>
      <w:r w:rsidRPr="006056B1">
        <w:t>Or la lassitude s</w:t>
      </w:r>
      <w:r w:rsidR="006036B2">
        <w:t>’</w:t>
      </w:r>
      <w:r w:rsidRPr="006056B1">
        <w:t>aggravait à humer cet air capiteux</w:t>
      </w:r>
      <w:r w:rsidR="006036B2">
        <w:t xml:space="preserve">, </w:t>
      </w:r>
      <w:r w:rsidRPr="006056B1">
        <w:t>où tourbillonnaient tous les pollens du désir</w:t>
      </w:r>
      <w:r w:rsidR="006036B2">
        <w:t xml:space="preserve">. </w:t>
      </w:r>
      <w:r w:rsidRPr="006056B1">
        <w:t>Et avec la lassitude s</w:t>
      </w:r>
      <w:r w:rsidR="006036B2">
        <w:t>’</w:t>
      </w:r>
      <w:r w:rsidRPr="006056B1">
        <w:t>épanouissait la tristesse</w:t>
      </w:r>
      <w:r w:rsidR="006036B2">
        <w:t xml:space="preserve">, </w:t>
      </w:r>
      <w:r w:rsidRPr="006056B1">
        <w:t>fleur auss</w:t>
      </w:r>
      <w:r w:rsidRPr="006056B1">
        <w:t>i</w:t>
      </w:r>
      <w:r w:rsidRPr="006056B1">
        <w:t>tôt éclose de ces pollens vagabonds</w:t>
      </w:r>
      <w:r w:rsidR="006036B2">
        <w:t xml:space="preserve">. </w:t>
      </w:r>
      <w:r w:rsidRPr="006056B1">
        <w:t>Triste</w:t>
      </w:r>
      <w:r w:rsidR="006036B2">
        <w:t xml:space="preserve">, </w:t>
      </w:r>
      <w:r w:rsidRPr="006056B1">
        <w:t>oh</w:t>
      </w:r>
      <w:r w:rsidR="006036B2">
        <w:t xml:space="preserve"> ! </w:t>
      </w:r>
      <w:r w:rsidRPr="006056B1">
        <w:t>oui</w:t>
      </w:r>
      <w:r w:rsidR="006036B2">
        <w:t xml:space="preserve">, </w:t>
      </w:r>
      <w:r w:rsidRPr="006056B1">
        <w:t>infiniment triste</w:t>
      </w:r>
      <w:r w:rsidR="006036B2">
        <w:t xml:space="preserve">, </w:t>
      </w:r>
      <w:r w:rsidRPr="006056B1">
        <w:t>cette fin de journée estivale</w:t>
      </w:r>
      <w:r w:rsidR="006036B2">
        <w:t xml:space="preserve"> ! </w:t>
      </w:r>
      <w:r w:rsidRPr="006056B1">
        <w:t>Triste comme une des nôtres</w:t>
      </w:r>
      <w:r w:rsidR="006036B2">
        <w:t xml:space="preserve">, </w:t>
      </w:r>
      <w:r w:rsidRPr="006056B1">
        <w:t>en vérité</w:t>
      </w:r>
      <w:r w:rsidR="006036B2">
        <w:t xml:space="preserve">, </w:t>
      </w:r>
      <w:r w:rsidRPr="006056B1">
        <w:t>quoiqu</w:t>
      </w:r>
      <w:r w:rsidR="006036B2">
        <w:t>’</w:t>
      </w:r>
      <w:r w:rsidRPr="006056B1">
        <w:t>elle s</w:t>
      </w:r>
      <w:r w:rsidR="006036B2">
        <w:t>’</w:t>
      </w:r>
      <w:r w:rsidRPr="006056B1">
        <w:t>écoulât à l</w:t>
      </w:r>
      <w:r w:rsidR="006036B2">
        <w:t>’</w:t>
      </w:r>
      <w:r w:rsidRPr="006056B1">
        <w:t>origine des histoires humaines</w:t>
      </w:r>
      <w:r w:rsidR="006036B2">
        <w:t xml:space="preserve">, </w:t>
      </w:r>
      <w:r w:rsidRPr="006056B1">
        <w:t>à l</w:t>
      </w:r>
      <w:r w:rsidR="006036B2">
        <w:t>’</w:t>
      </w:r>
      <w:r w:rsidRPr="006056B1">
        <w:t>âge du monde où le soleil avait quelques milliers de siècles en moins</w:t>
      </w:r>
      <w:r w:rsidR="006036B2">
        <w:t xml:space="preserve"> ! </w:t>
      </w:r>
      <w:r w:rsidRPr="006056B1">
        <w:t>Pauvre Soleil</w:t>
      </w:r>
      <w:r w:rsidR="006036B2">
        <w:t xml:space="preserve">, </w:t>
      </w:r>
      <w:r w:rsidRPr="006056B1">
        <w:t>qui alors déjà mourait chaque soir pour des yeux mélancoliques</w:t>
      </w:r>
      <w:r w:rsidR="006036B2">
        <w:t xml:space="preserve">, </w:t>
      </w:r>
      <w:r w:rsidRPr="006056B1">
        <w:t>tantôt avec une ag</w:t>
      </w:r>
      <w:r w:rsidRPr="006056B1">
        <w:t>o</w:t>
      </w:r>
      <w:r w:rsidRPr="006056B1">
        <w:t>nie douce</w:t>
      </w:r>
      <w:r w:rsidR="006036B2">
        <w:t xml:space="preserve">, </w:t>
      </w:r>
      <w:r w:rsidRPr="006056B1">
        <w:t>éteignant peu à peu les suprêmes lueurs de son i</w:t>
      </w:r>
      <w:r w:rsidRPr="006056B1">
        <w:t>n</w:t>
      </w:r>
      <w:r w:rsidRPr="006056B1">
        <w:t>cendie dans un lac de tendre émeraude où voguent des pétales de roses</w:t>
      </w:r>
      <w:r w:rsidR="006036B2">
        <w:t xml:space="preserve">, </w:t>
      </w:r>
      <w:r w:rsidRPr="006056B1">
        <w:t>tantôt</w:t>
      </w:r>
      <w:r w:rsidR="006036B2">
        <w:t xml:space="preserve">, </w:t>
      </w:r>
      <w:r w:rsidRPr="006056B1">
        <w:t>comme ce soir-là</w:t>
      </w:r>
      <w:r w:rsidR="006036B2">
        <w:t xml:space="preserve">, </w:t>
      </w:r>
      <w:r w:rsidRPr="006056B1">
        <w:t>comme en ce soir immém</w:t>
      </w:r>
      <w:r w:rsidRPr="006056B1">
        <w:t>o</w:t>
      </w:r>
      <w:r w:rsidRPr="006056B1">
        <w:t>rial</w:t>
      </w:r>
      <w:r w:rsidR="006036B2">
        <w:t xml:space="preserve">, </w:t>
      </w:r>
      <w:r w:rsidRPr="006056B1">
        <w:t>noyant lugubrement son corps massacré parmi les ve</w:t>
      </w:r>
      <w:r w:rsidRPr="006056B1">
        <w:t>r</w:t>
      </w:r>
      <w:r w:rsidRPr="006056B1">
        <w:t>dâtres remous d</w:t>
      </w:r>
      <w:r w:rsidR="006036B2">
        <w:t>’</w:t>
      </w:r>
      <w:r w:rsidRPr="006056B1">
        <w:t>une mare de fiel où vont flottant à la dérive des lambeaux de peau sanglante</w:t>
      </w:r>
      <w:r w:rsidR="006036B2">
        <w:t>.</w:t>
      </w:r>
    </w:p>
    <w:p w14:paraId="3B460F55" w14:textId="77777777" w:rsidR="006036B2" w:rsidRDefault="00E85E1B" w:rsidP="00E85E1B">
      <w:r w:rsidRPr="006056B1">
        <w:t>Devant le seuil de sa caverne encombrée d</w:t>
      </w:r>
      <w:r w:rsidR="006036B2">
        <w:t>’</w:t>
      </w:r>
      <w:r w:rsidRPr="006056B1">
        <w:t>ossements</w:t>
      </w:r>
      <w:r w:rsidR="006036B2">
        <w:t xml:space="preserve">, </w:t>
      </w:r>
      <w:r w:rsidRPr="006056B1">
        <w:t>la femelle de l</w:t>
      </w:r>
      <w:r w:rsidR="006036B2">
        <w:t>’</w:t>
      </w:r>
      <w:r w:rsidRPr="006056B1">
        <w:t xml:space="preserve">Homme était assise à </w:t>
      </w:r>
      <w:proofErr w:type="spellStart"/>
      <w:r w:rsidRPr="006056B1">
        <w:t>croppetons</w:t>
      </w:r>
      <w:proofErr w:type="spellEnd"/>
      <w:r w:rsidR="006036B2">
        <w:t xml:space="preserve">. </w:t>
      </w:r>
      <w:r w:rsidRPr="006056B1">
        <w:t>Ses regards s</w:t>
      </w:r>
      <w:r w:rsidR="006036B2">
        <w:t>’</w:t>
      </w:r>
      <w:r w:rsidRPr="006056B1">
        <w:t>abîmaient dans la contemplation de ce trépas tragique</w:t>
      </w:r>
      <w:r w:rsidR="006036B2">
        <w:t xml:space="preserve">. </w:t>
      </w:r>
      <w:r w:rsidRPr="006056B1">
        <w:t>Ses n</w:t>
      </w:r>
      <w:r w:rsidRPr="006056B1">
        <w:t>a</w:t>
      </w:r>
      <w:r w:rsidRPr="006056B1">
        <w:t>rines palpitaient aux senteurs éparses</w:t>
      </w:r>
      <w:r w:rsidR="006036B2">
        <w:t xml:space="preserve">, </w:t>
      </w:r>
      <w:r w:rsidRPr="006056B1">
        <w:t>enivrantes et myst</w:t>
      </w:r>
      <w:r w:rsidRPr="006056B1">
        <w:t>é</w:t>
      </w:r>
      <w:r w:rsidRPr="006056B1">
        <w:t>rieuses</w:t>
      </w:r>
      <w:r w:rsidR="006036B2">
        <w:t xml:space="preserve">. </w:t>
      </w:r>
      <w:r w:rsidRPr="006056B1">
        <w:t>Certes</w:t>
      </w:r>
      <w:r w:rsidR="006036B2">
        <w:t xml:space="preserve">, </w:t>
      </w:r>
      <w:r w:rsidRPr="006056B1">
        <w:t>en son obscur cerveau</w:t>
      </w:r>
      <w:r w:rsidR="006036B2">
        <w:t xml:space="preserve">, </w:t>
      </w:r>
      <w:r w:rsidRPr="006056B1">
        <w:t>aux circonvolutions peu compliquées</w:t>
      </w:r>
      <w:r w:rsidR="006036B2">
        <w:t xml:space="preserve">, </w:t>
      </w:r>
      <w:r w:rsidRPr="006056B1">
        <w:t>à la pulpe grossière</w:t>
      </w:r>
      <w:r w:rsidR="006036B2">
        <w:t xml:space="preserve">, </w:t>
      </w:r>
      <w:r w:rsidRPr="006056B1">
        <w:t>aucune idée ne se précisait</w:t>
      </w:r>
      <w:r w:rsidR="006036B2">
        <w:t xml:space="preserve">. </w:t>
      </w:r>
      <w:r w:rsidRPr="006056B1">
        <w:t>De quels mots l</w:t>
      </w:r>
      <w:r w:rsidR="006036B2">
        <w:t>’</w:t>
      </w:r>
      <w:r w:rsidRPr="006056B1">
        <w:t>eût-elle vêtue</w:t>
      </w:r>
      <w:r w:rsidR="006036B2">
        <w:t xml:space="preserve">, </w:t>
      </w:r>
      <w:r w:rsidRPr="006056B1">
        <w:t>cette idée</w:t>
      </w:r>
      <w:r w:rsidR="006036B2">
        <w:t xml:space="preserve">, </w:t>
      </w:r>
      <w:r w:rsidRPr="006056B1">
        <w:t>avec son langage à peine articulé encore</w:t>
      </w:r>
      <w:r w:rsidR="006036B2">
        <w:t xml:space="preserve">, </w:t>
      </w:r>
      <w:r w:rsidRPr="006056B1">
        <w:t>dont les vocables n</w:t>
      </w:r>
      <w:r w:rsidR="006036B2">
        <w:t>’</w:t>
      </w:r>
      <w:r w:rsidRPr="006056B1">
        <w:t>étaient guère que d</w:t>
      </w:r>
      <w:r w:rsidR="006036B2">
        <w:t>’</w:t>
      </w:r>
      <w:r w:rsidRPr="006056B1">
        <w:t>informes grognements</w:t>
      </w:r>
      <w:r w:rsidR="006036B2">
        <w:t xml:space="preserve">, </w:t>
      </w:r>
      <w:r w:rsidRPr="006056B1">
        <w:t>d</w:t>
      </w:r>
      <w:r w:rsidR="006036B2">
        <w:t>’</w:t>
      </w:r>
      <w:r w:rsidRPr="006056B1">
        <w:t>infirmes cris</w:t>
      </w:r>
      <w:r w:rsidR="006036B2">
        <w:t xml:space="preserve">, </w:t>
      </w:r>
      <w:r w:rsidRPr="006056B1">
        <w:t>confusément agglut</w:t>
      </w:r>
      <w:r w:rsidRPr="006056B1">
        <w:t>i</w:t>
      </w:r>
      <w:r w:rsidRPr="006056B1">
        <w:t>nés</w:t>
      </w:r>
      <w:r w:rsidR="006036B2">
        <w:t xml:space="preserve"> ? </w:t>
      </w:r>
      <w:r w:rsidRPr="006056B1">
        <w:t>Et cependant elle sentait en elle quelque chose frémir</w:t>
      </w:r>
      <w:r w:rsidR="006036B2">
        <w:t xml:space="preserve">, </w:t>
      </w:r>
      <w:r w:rsidRPr="006056B1">
        <w:t>d</w:t>
      </w:r>
      <w:r w:rsidRPr="006056B1">
        <w:t>é</w:t>
      </w:r>
      <w:r w:rsidRPr="006056B1">
        <w:t>sirer</w:t>
      </w:r>
      <w:r w:rsidR="006036B2">
        <w:t xml:space="preserve">, </w:t>
      </w:r>
      <w:r w:rsidRPr="006056B1">
        <w:t>se désoler</w:t>
      </w:r>
      <w:r w:rsidR="006036B2">
        <w:t xml:space="preserve">, </w:t>
      </w:r>
      <w:r w:rsidRPr="006056B1">
        <w:t xml:space="preserve">puisque des larmes lui montaient aux </w:t>
      </w:r>
      <w:r w:rsidRPr="006056B1">
        <w:lastRenderedPageBreak/>
        <w:t>yeux</w:t>
      </w:r>
      <w:r w:rsidR="006036B2">
        <w:t xml:space="preserve">, </w:t>
      </w:r>
      <w:r w:rsidRPr="006056B1">
        <w:t>puisque sa poitrine se gonflait de sanglots</w:t>
      </w:r>
      <w:r w:rsidR="006036B2">
        <w:t xml:space="preserve">, </w:t>
      </w:r>
      <w:r w:rsidRPr="006056B1">
        <w:t>puisque sa chair v</w:t>
      </w:r>
      <w:r w:rsidRPr="006056B1">
        <w:t>i</w:t>
      </w:r>
      <w:r w:rsidRPr="006056B1">
        <w:t>brait aux magnétiques effluves</w:t>
      </w:r>
      <w:r w:rsidR="006036B2">
        <w:t xml:space="preserve">. </w:t>
      </w:r>
      <w:r w:rsidRPr="006056B1">
        <w:t>De tout son misérable être</w:t>
      </w:r>
      <w:r w:rsidR="006036B2">
        <w:t xml:space="preserve">, </w:t>
      </w:r>
      <w:r w:rsidRPr="006056B1">
        <w:t>cherchant à prendre conscience de soi</w:t>
      </w:r>
      <w:r w:rsidR="006036B2">
        <w:t xml:space="preserve">, </w:t>
      </w:r>
      <w:r w:rsidRPr="006056B1">
        <w:t>elle aspirait les influx ambiants</w:t>
      </w:r>
      <w:r w:rsidR="006036B2">
        <w:t xml:space="preserve">, </w:t>
      </w:r>
      <w:r w:rsidRPr="006056B1">
        <w:t>et s</w:t>
      </w:r>
      <w:r w:rsidR="006036B2">
        <w:t>’</w:t>
      </w:r>
      <w:r w:rsidRPr="006056B1">
        <w:t>en imprégnait</w:t>
      </w:r>
      <w:r w:rsidR="006036B2">
        <w:t xml:space="preserve">, </w:t>
      </w:r>
      <w:r w:rsidRPr="006056B1">
        <w:t>et en même temps tâchait de voir clair dans sa nuit intérieure</w:t>
      </w:r>
      <w:r w:rsidR="006036B2">
        <w:t xml:space="preserve">. </w:t>
      </w:r>
      <w:r w:rsidRPr="006056B1">
        <w:t>Elle se souvenait</w:t>
      </w:r>
      <w:r w:rsidR="006036B2">
        <w:t xml:space="preserve">. </w:t>
      </w:r>
      <w:r w:rsidRPr="006056B1">
        <w:t>Elle esp</w:t>
      </w:r>
      <w:r w:rsidRPr="006056B1">
        <w:t>é</w:t>
      </w:r>
      <w:r w:rsidRPr="006056B1">
        <w:t>rait</w:t>
      </w:r>
      <w:r w:rsidR="006036B2">
        <w:t xml:space="preserve">. </w:t>
      </w:r>
      <w:r w:rsidRPr="006056B1">
        <w:t>Elle comparait</w:t>
      </w:r>
      <w:r w:rsidR="006036B2">
        <w:t xml:space="preserve">. </w:t>
      </w:r>
      <w:r w:rsidRPr="006056B1">
        <w:t>En images brouillées lui apparaissaient les êtres et les choses non présents</w:t>
      </w:r>
      <w:r w:rsidR="006036B2">
        <w:t xml:space="preserve"> ; </w:t>
      </w:r>
      <w:r w:rsidRPr="006056B1">
        <w:t>mais elle en avait une notion néa</w:t>
      </w:r>
      <w:r w:rsidRPr="006056B1">
        <w:t>n</w:t>
      </w:r>
      <w:r w:rsidRPr="006056B1">
        <w:t>moins</w:t>
      </w:r>
      <w:r w:rsidR="006036B2">
        <w:t xml:space="preserve">, </w:t>
      </w:r>
      <w:r w:rsidRPr="006056B1">
        <w:t>et se les figurait malgré l</w:t>
      </w:r>
      <w:r w:rsidR="006036B2">
        <w:t>’</w:t>
      </w:r>
      <w:r w:rsidRPr="006056B1">
        <w:t>absence</w:t>
      </w:r>
      <w:r w:rsidR="006036B2">
        <w:t xml:space="preserve">. </w:t>
      </w:r>
      <w:r w:rsidRPr="006056B1">
        <w:t>Ô chère aïeule</w:t>
      </w:r>
      <w:r w:rsidR="006036B2">
        <w:t xml:space="preserve">, </w:t>
      </w:r>
      <w:r w:rsidRPr="006056B1">
        <w:t>alors si jeune</w:t>
      </w:r>
      <w:r w:rsidR="006036B2">
        <w:t xml:space="preserve">, </w:t>
      </w:r>
      <w:r w:rsidRPr="006056B1">
        <w:t>et presque encore à l</w:t>
      </w:r>
      <w:r w:rsidR="006036B2">
        <w:t>’</w:t>
      </w:r>
      <w:r w:rsidRPr="006056B1">
        <w:t>état d</w:t>
      </w:r>
      <w:r w:rsidR="006036B2">
        <w:t>’</w:t>
      </w:r>
      <w:r w:rsidRPr="006056B1">
        <w:t>animalité brute</w:t>
      </w:r>
      <w:r w:rsidR="006036B2">
        <w:t xml:space="preserve">, </w:t>
      </w:r>
      <w:r w:rsidRPr="006056B1">
        <w:t>d</w:t>
      </w:r>
      <w:r w:rsidR="006036B2">
        <w:t>’</w:t>
      </w:r>
      <w:r w:rsidRPr="006056B1">
        <w:t>instinct aveugle</w:t>
      </w:r>
      <w:r w:rsidR="006036B2">
        <w:t xml:space="preserve">, </w:t>
      </w:r>
      <w:r w:rsidRPr="006056B1">
        <w:t xml:space="preserve">ô </w:t>
      </w:r>
      <w:proofErr w:type="spellStart"/>
      <w:r w:rsidRPr="006056B1">
        <w:t>demi-bête</w:t>
      </w:r>
      <w:proofErr w:type="spellEnd"/>
      <w:r w:rsidRPr="006056B1">
        <w:t xml:space="preserve"> chez qui vivait surtout l</w:t>
      </w:r>
      <w:r w:rsidR="006036B2">
        <w:t>’</w:t>
      </w:r>
      <w:r w:rsidRPr="006056B1">
        <w:t>atavique anthr</w:t>
      </w:r>
      <w:r w:rsidRPr="006056B1">
        <w:t>o</w:t>
      </w:r>
      <w:r w:rsidRPr="006056B1">
        <w:t>poïde</w:t>
      </w:r>
      <w:r w:rsidR="006036B2">
        <w:t xml:space="preserve">, </w:t>
      </w:r>
      <w:r w:rsidRPr="006056B1">
        <w:t>mais chez qui déjà aussi s</w:t>
      </w:r>
      <w:r w:rsidR="006036B2">
        <w:t>’</w:t>
      </w:r>
      <w:r w:rsidRPr="006056B1">
        <w:t>éveillait la Femme future</w:t>
      </w:r>
      <w:r w:rsidR="006036B2">
        <w:t xml:space="preserve">, </w:t>
      </w:r>
      <w:r w:rsidRPr="006056B1">
        <w:t>ô f</w:t>
      </w:r>
      <w:r w:rsidRPr="006056B1">
        <w:t>a</w:t>
      </w:r>
      <w:r w:rsidRPr="006056B1">
        <w:t>rouche compagne du Primate velu</w:t>
      </w:r>
      <w:r w:rsidR="006036B2">
        <w:t xml:space="preserve">, </w:t>
      </w:r>
      <w:r w:rsidRPr="006056B1">
        <w:t>n</w:t>
      </w:r>
      <w:r w:rsidR="006036B2">
        <w:t>’</w:t>
      </w:r>
      <w:r w:rsidRPr="006056B1">
        <w:t>est-il pas évident qu</w:t>
      </w:r>
      <w:r w:rsidR="006036B2">
        <w:t>’</w:t>
      </w:r>
      <w:r w:rsidRPr="006056B1">
        <w:t>en cette soirée lointaine des époques préhistoriques</w:t>
      </w:r>
      <w:r w:rsidR="006036B2">
        <w:t xml:space="preserve">, </w:t>
      </w:r>
      <w:r w:rsidRPr="006056B1">
        <w:t>ô rêveuse</w:t>
      </w:r>
      <w:r w:rsidR="006036B2">
        <w:t xml:space="preserve">, </w:t>
      </w:r>
      <w:r w:rsidRPr="006056B1">
        <w:t>tu pensais</w:t>
      </w:r>
      <w:r w:rsidR="006036B2">
        <w:t> ?</w:t>
      </w:r>
    </w:p>
    <w:p w14:paraId="32E6B3DD" w14:textId="77777777" w:rsidR="006036B2" w:rsidRDefault="00E85E1B" w:rsidP="00E85E1B">
      <w:r w:rsidRPr="006056B1">
        <w:t>Elle pensait au Mâle dormant dans la caverne</w:t>
      </w:r>
      <w:r w:rsidR="006036B2">
        <w:t xml:space="preserve">. </w:t>
      </w:r>
      <w:r w:rsidRPr="006056B1">
        <w:t>Mais pou</w:t>
      </w:r>
      <w:r w:rsidRPr="006056B1">
        <w:t>r</w:t>
      </w:r>
      <w:r w:rsidRPr="006056B1">
        <w:t>quoi y pensait-elle sans amour</w:t>
      </w:r>
      <w:r w:rsidR="006036B2">
        <w:t xml:space="preserve">, </w:t>
      </w:r>
      <w:r w:rsidRPr="006056B1">
        <w:t>tandis que sa chair vibrait aux effluves magnétiques</w:t>
      </w:r>
      <w:r w:rsidR="006036B2">
        <w:t xml:space="preserve">, </w:t>
      </w:r>
      <w:r w:rsidRPr="006056B1">
        <w:t>que ses narines battaient des ailes au souffle tiède des brises semant les pollens du désir</w:t>
      </w:r>
      <w:r w:rsidR="006036B2">
        <w:t xml:space="preserve"> ? </w:t>
      </w:r>
      <w:r w:rsidRPr="006056B1">
        <w:t>Ainsi en proie aux influx ambiants qui attisaient la soif du rut</w:t>
      </w:r>
      <w:r w:rsidR="006036B2">
        <w:t xml:space="preserve">, </w:t>
      </w:r>
      <w:r w:rsidRPr="006056B1">
        <w:t>elle aurait dû songer</w:t>
      </w:r>
      <w:r w:rsidR="006036B2">
        <w:t xml:space="preserve">, </w:t>
      </w:r>
      <w:r w:rsidRPr="006056B1">
        <w:t>et avec délices</w:t>
      </w:r>
      <w:r w:rsidR="006036B2">
        <w:t xml:space="preserve">, </w:t>
      </w:r>
      <w:r w:rsidRPr="006056B1">
        <w:t>au Mâle qui tout à l</w:t>
      </w:r>
      <w:r w:rsidR="006036B2">
        <w:t>’</w:t>
      </w:r>
      <w:r w:rsidRPr="006056B1">
        <w:t>heure</w:t>
      </w:r>
      <w:r w:rsidR="006036B2">
        <w:t xml:space="preserve">, </w:t>
      </w:r>
      <w:r w:rsidRPr="006056B1">
        <w:t>en se r</w:t>
      </w:r>
      <w:r w:rsidRPr="006056B1">
        <w:t>é</w:t>
      </w:r>
      <w:r w:rsidRPr="006056B1">
        <w:t>veillant</w:t>
      </w:r>
      <w:r w:rsidR="006036B2">
        <w:t xml:space="preserve">, </w:t>
      </w:r>
      <w:r w:rsidRPr="006056B1">
        <w:t>allait sans doute brusquement l</w:t>
      </w:r>
      <w:r w:rsidR="006036B2">
        <w:t>’</w:t>
      </w:r>
      <w:r w:rsidRPr="006056B1">
        <w:t>étreindre et la saillir</w:t>
      </w:r>
      <w:r w:rsidR="006036B2">
        <w:t xml:space="preserve">. </w:t>
      </w:r>
      <w:r w:rsidRPr="006056B1">
        <w:t>Il était fort</w:t>
      </w:r>
      <w:r w:rsidR="006036B2">
        <w:t xml:space="preserve">. </w:t>
      </w:r>
      <w:r w:rsidRPr="006056B1">
        <w:t>Il lui était doux</w:t>
      </w:r>
      <w:r w:rsidR="006036B2">
        <w:t xml:space="preserve">. </w:t>
      </w:r>
      <w:r w:rsidRPr="006056B1">
        <w:t>C</w:t>
      </w:r>
      <w:r w:rsidR="006036B2">
        <w:t>’</w:t>
      </w:r>
      <w:r w:rsidRPr="006056B1">
        <w:t>est pour elle qu</w:t>
      </w:r>
      <w:r w:rsidR="006036B2">
        <w:t>’</w:t>
      </w:r>
      <w:r w:rsidRPr="006056B1">
        <w:t>il s</w:t>
      </w:r>
      <w:r w:rsidR="006036B2">
        <w:t>’</w:t>
      </w:r>
      <w:r w:rsidRPr="006056B1">
        <w:t>exposait sans peur aux combats les plus périlleux</w:t>
      </w:r>
      <w:r w:rsidR="006036B2">
        <w:t xml:space="preserve">, </w:t>
      </w:r>
      <w:r w:rsidRPr="006056B1">
        <w:t>en poussant des rugiss</w:t>
      </w:r>
      <w:r w:rsidRPr="006056B1">
        <w:t>e</w:t>
      </w:r>
      <w:r w:rsidRPr="006056B1">
        <w:t>ments de joie</w:t>
      </w:r>
      <w:r w:rsidR="006036B2">
        <w:t xml:space="preserve">. </w:t>
      </w:r>
      <w:r w:rsidRPr="006056B1">
        <w:t>Armé de sa massue en chêne et de sa pierre tra</w:t>
      </w:r>
      <w:r w:rsidRPr="006056B1">
        <w:t>n</w:t>
      </w:r>
      <w:r w:rsidRPr="006056B1">
        <w:t>chante</w:t>
      </w:r>
      <w:r w:rsidR="006036B2">
        <w:t xml:space="preserve">, </w:t>
      </w:r>
      <w:r w:rsidRPr="006056B1">
        <w:t>il attaquait en face les plus épouvantables ennemis</w:t>
      </w:r>
      <w:r w:rsidR="006036B2">
        <w:t xml:space="preserve"> : </w:t>
      </w:r>
      <w:r w:rsidRPr="006056B1">
        <w:t>le mammouth</w:t>
      </w:r>
      <w:r w:rsidR="006036B2">
        <w:t xml:space="preserve">, </w:t>
      </w:r>
      <w:r w:rsidRPr="006056B1">
        <w:t>dont il crevait les yeux</w:t>
      </w:r>
      <w:r w:rsidR="006036B2">
        <w:t xml:space="preserve">, </w:t>
      </w:r>
      <w:r w:rsidRPr="006056B1">
        <w:t>et dans le ventre duquel il enfonçait son silex et parfois son bras entier jusqu</w:t>
      </w:r>
      <w:r w:rsidR="006036B2">
        <w:t>’</w:t>
      </w:r>
      <w:r w:rsidRPr="006056B1">
        <w:t>à l</w:t>
      </w:r>
      <w:r w:rsidR="006036B2">
        <w:t>’</w:t>
      </w:r>
      <w:r w:rsidRPr="006056B1">
        <w:t>épaule</w:t>
      </w:r>
      <w:r w:rsidR="006036B2">
        <w:t xml:space="preserve"> ; </w:t>
      </w:r>
      <w:r w:rsidRPr="006056B1">
        <w:t>le grand ours gris</w:t>
      </w:r>
      <w:r w:rsidR="006036B2">
        <w:t xml:space="preserve">, </w:t>
      </w:r>
      <w:r w:rsidRPr="006056B1">
        <w:t>qu</w:t>
      </w:r>
      <w:r w:rsidR="006036B2">
        <w:t>’</w:t>
      </w:r>
      <w:r w:rsidRPr="006056B1">
        <w:t>il embrassait pour le mordre à la gorge</w:t>
      </w:r>
      <w:r w:rsidR="006036B2">
        <w:t xml:space="preserve"> ; </w:t>
      </w:r>
      <w:r w:rsidRPr="006056B1">
        <w:t>l</w:t>
      </w:r>
      <w:r w:rsidR="006036B2">
        <w:t>’</w:t>
      </w:r>
      <w:r w:rsidRPr="006056B1">
        <w:t>énorme hyène tachetée</w:t>
      </w:r>
      <w:r w:rsidR="006036B2">
        <w:t xml:space="preserve">, </w:t>
      </w:r>
      <w:r w:rsidRPr="006056B1">
        <w:t>à qui</w:t>
      </w:r>
      <w:r w:rsidR="006036B2">
        <w:t xml:space="preserve">, </w:t>
      </w:r>
      <w:r w:rsidRPr="006056B1">
        <w:t>d</w:t>
      </w:r>
      <w:r w:rsidR="006036B2">
        <w:t>’</w:t>
      </w:r>
      <w:r w:rsidRPr="006056B1">
        <w:t>un coup de trique</w:t>
      </w:r>
      <w:r w:rsidR="006036B2">
        <w:t xml:space="preserve">, </w:t>
      </w:r>
      <w:r w:rsidRPr="006056B1">
        <w:t>il cassait les reins</w:t>
      </w:r>
      <w:r w:rsidR="006036B2">
        <w:t xml:space="preserve">. </w:t>
      </w:r>
      <w:r w:rsidRPr="006056B1">
        <w:t>Accouplée à un Mâle pareil</w:t>
      </w:r>
      <w:r w:rsidR="006036B2">
        <w:t xml:space="preserve">, </w:t>
      </w:r>
      <w:r w:rsidRPr="006056B1">
        <w:t>jamais la Femelle ne ma</w:t>
      </w:r>
      <w:r w:rsidRPr="006056B1">
        <w:t>n</w:t>
      </w:r>
      <w:r w:rsidRPr="006056B1">
        <w:t>quait de pâture</w:t>
      </w:r>
      <w:r w:rsidR="006036B2">
        <w:t xml:space="preserve">, </w:t>
      </w:r>
      <w:r w:rsidRPr="006056B1">
        <w:t>ni de victimes pour leur arracher les ongles et les dents et s</w:t>
      </w:r>
      <w:r w:rsidR="006036B2">
        <w:t>’</w:t>
      </w:r>
      <w:r w:rsidRPr="006056B1">
        <w:t>en faire des colliers</w:t>
      </w:r>
      <w:r w:rsidR="006036B2">
        <w:t xml:space="preserve">. </w:t>
      </w:r>
      <w:r w:rsidRPr="006056B1">
        <w:t>Puis</w:t>
      </w:r>
      <w:r w:rsidR="006036B2">
        <w:t xml:space="preserve">, </w:t>
      </w:r>
      <w:r w:rsidRPr="006056B1">
        <w:t>n</w:t>
      </w:r>
      <w:r w:rsidR="006036B2">
        <w:t>’</w:t>
      </w:r>
      <w:r w:rsidRPr="006056B1">
        <w:t>était-il pas beau</w:t>
      </w:r>
      <w:r w:rsidR="006036B2">
        <w:t xml:space="preserve">, </w:t>
      </w:r>
      <w:r w:rsidRPr="006056B1">
        <w:t xml:space="preserve">avec son vaste poitrail à </w:t>
      </w:r>
      <w:r w:rsidRPr="006056B1">
        <w:lastRenderedPageBreak/>
        <w:t>la floconneuse toison</w:t>
      </w:r>
      <w:r w:rsidR="006036B2">
        <w:t xml:space="preserve">, </w:t>
      </w:r>
      <w:r w:rsidRPr="006056B1">
        <w:t>ses longs bras pe</w:t>
      </w:r>
      <w:r w:rsidRPr="006056B1">
        <w:t>n</w:t>
      </w:r>
      <w:r w:rsidRPr="006056B1">
        <w:t>dant jusqu</w:t>
      </w:r>
      <w:r w:rsidR="006036B2">
        <w:t>’</w:t>
      </w:r>
      <w:r w:rsidRPr="006056B1">
        <w:t>à mi-cuisse</w:t>
      </w:r>
      <w:r w:rsidR="006036B2">
        <w:t xml:space="preserve">, </w:t>
      </w:r>
      <w:r w:rsidRPr="006056B1">
        <w:t>ses jambes torses</w:t>
      </w:r>
      <w:r w:rsidR="006036B2">
        <w:t xml:space="preserve"> ? </w:t>
      </w:r>
      <w:r w:rsidRPr="006056B1">
        <w:t>Est-ce que toutes les autres femelles n</w:t>
      </w:r>
      <w:r w:rsidR="006036B2">
        <w:t>’</w:t>
      </w:r>
      <w:r w:rsidRPr="006056B1">
        <w:t>admiraient pas son crâne fuyant</w:t>
      </w:r>
      <w:r w:rsidR="006036B2">
        <w:t xml:space="preserve">, </w:t>
      </w:r>
      <w:r w:rsidRPr="006056B1">
        <w:t>ses proém</w:t>
      </w:r>
      <w:r w:rsidRPr="006056B1">
        <w:t>i</w:t>
      </w:r>
      <w:r w:rsidRPr="006056B1">
        <w:t>nents et rudes sourcils</w:t>
      </w:r>
      <w:r w:rsidR="006036B2">
        <w:t xml:space="preserve">, </w:t>
      </w:r>
      <w:r w:rsidRPr="006056B1">
        <w:t>son féroce visage qui semblait n</w:t>
      </w:r>
      <w:r w:rsidR="006036B2">
        <w:t>’</w:t>
      </w:r>
      <w:r w:rsidRPr="006056B1">
        <w:t>être que mâchoire</w:t>
      </w:r>
      <w:r w:rsidR="006036B2">
        <w:t xml:space="preserve">, </w:t>
      </w:r>
      <w:r w:rsidRPr="006056B1">
        <w:t>ses deux crocs saillants</w:t>
      </w:r>
      <w:r w:rsidR="006036B2">
        <w:t xml:space="preserve">, </w:t>
      </w:r>
      <w:r w:rsidRPr="006056B1">
        <w:t>et surtout</w:t>
      </w:r>
      <w:r w:rsidR="006036B2">
        <w:t xml:space="preserve">, </w:t>
      </w:r>
      <w:r w:rsidRPr="006056B1">
        <w:t>surtout</w:t>
      </w:r>
      <w:r w:rsidR="006036B2">
        <w:t xml:space="preserve">, </w:t>
      </w:r>
      <w:r w:rsidRPr="006056B1">
        <w:t>l</w:t>
      </w:r>
      <w:r w:rsidR="006036B2">
        <w:t>’</w:t>
      </w:r>
      <w:r w:rsidRPr="006056B1">
        <w:t>énorme et broussailleuse et fauve crinière qui lui faisait une face de lion</w:t>
      </w:r>
      <w:r w:rsidR="006036B2">
        <w:t> ?</w:t>
      </w:r>
    </w:p>
    <w:p w14:paraId="21771BFA" w14:textId="77777777" w:rsidR="006036B2" w:rsidRDefault="00E85E1B" w:rsidP="00E85E1B">
      <w:r w:rsidRPr="006056B1">
        <w:t>Oui</w:t>
      </w:r>
      <w:r w:rsidR="006036B2">
        <w:t xml:space="preserve">, </w:t>
      </w:r>
      <w:r w:rsidRPr="006056B1">
        <w:t>mais ce Mâle superbe</w:t>
      </w:r>
      <w:r w:rsidR="006036B2">
        <w:t xml:space="preserve">, </w:t>
      </w:r>
      <w:r w:rsidRPr="006056B1">
        <w:t>si vigoureux</w:t>
      </w:r>
      <w:r w:rsidR="006036B2">
        <w:t xml:space="preserve">, </w:t>
      </w:r>
      <w:r w:rsidRPr="006056B1">
        <w:t>si apprivoisé</w:t>
      </w:r>
      <w:r w:rsidR="006036B2">
        <w:t xml:space="preserve">, </w:t>
      </w:r>
      <w:r w:rsidRPr="006056B1">
        <w:t>elle ne l</w:t>
      </w:r>
      <w:r w:rsidR="006036B2">
        <w:t>’</w:t>
      </w:r>
      <w:r w:rsidRPr="006056B1">
        <w:t>aimait pas</w:t>
      </w:r>
      <w:r w:rsidR="006036B2">
        <w:t xml:space="preserve"> ! </w:t>
      </w:r>
      <w:r w:rsidRPr="006056B1">
        <w:t>En vain il la comblait de pitance et de présents</w:t>
      </w:r>
      <w:r w:rsidR="006036B2">
        <w:t xml:space="preserve">. </w:t>
      </w:r>
      <w:r w:rsidRPr="006056B1">
        <w:t>En vain il lui assurait un sort enviable</w:t>
      </w:r>
      <w:r w:rsidR="006036B2">
        <w:t xml:space="preserve">. </w:t>
      </w:r>
      <w:r w:rsidRPr="006056B1">
        <w:t>N</w:t>
      </w:r>
      <w:r w:rsidR="006036B2">
        <w:t>’</w:t>
      </w:r>
      <w:r w:rsidRPr="006056B1">
        <w:t>était-elle pas forcée</w:t>
      </w:r>
      <w:r w:rsidR="006036B2">
        <w:t xml:space="preserve">, </w:t>
      </w:r>
      <w:r w:rsidRPr="006056B1">
        <w:t>en retour</w:t>
      </w:r>
      <w:r w:rsidR="006036B2">
        <w:t xml:space="preserve">, </w:t>
      </w:r>
      <w:r w:rsidRPr="006056B1">
        <w:t>de subir le brutal assaut dont il la renversait</w:t>
      </w:r>
      <w:r w:rsidR="006036B2">
        <w:t xml:space="preserve">, </w:t>
      </w:r>
      <w:r w:rsidRPr="006056B1">
        <w:t>lorsqu</w:t>
      </w:r>
      <w:r w:rsidR="006036B2">
        <w:t>’</w:t>
      </w:r>
      <w:r w:rsidRPr="006056B1">
        <w:t>il revenait de la chasse</w:t>
      </w:r>
      <w:r w:rsidR="006036B2">
        <w:t xml:space="preserve">, </w:t>
      </w:r>
      <w:r w:rsidRPr="006056B1">
        <w:t>encore soûl de carnage</w:t>
      </w:r>
      <w:r w:rsidR="006036B2">
        <w:t xml:space="preserve">, </w:t>
      </w:r>
      <w:r w:rsidRPr="006056B1">
        <w:t>et se précipitait sur elle comme tout à l</w:t>
      </w:r>
      <w:r w:rsidR="006036B2">
        <w:t>’</w:t>
      </w:r>
      <w:r w:rsidRPr="006056B1">
        <w:t>heure il s</w:t>
      </w:r>
      <w:r w:rsidR="006036B2">
        <w:t>’</w:t>
      </w:r>
      <w:r w:rsidRPr="006056B1">
        <w:t>était précipité sur l</w:t>
      </w:r>
      <w:r w:rsidR="006036B2">
        <w:t>’</w:t>
      </w:r>
      <w:r w:rsidRPr="006056B1">
        <w:t>ennemi</w:t>
      </w:r>
      <w:r w:rsidR="006036B2">
        <w:t xml:space="preserve"> ? </w:t>
      </w:r>
      <w:r w:rsidRPr="006056B1">
        <w:t>Ah</w:t>
      </w:r>
      <w:r w:rsidR="006036B2">
        <w:t xml:space="preserve"> ! </w:t>
      </w:r>
      <w:r w:rsidRPr="006056B1">
        <w:t>combien vite il était repu d</w:t>
      </w:r>
      <w:r w:rsidR="006036B2">
        <w:t>’</w:t>
      </w:r>
      <w:r w:rsidRPr="006056B1">
        <w:t>amour</w:t>
      </w:r>
      <w:r w:rsidR="006036B2">
        <w:t xml:space="preserve"> ! </w:t>
      </w:r>
      <w:r w:rsidRPr="006056B1">
        <w:t>Combien peu il s</w:t>
      </w:r>
      <w:r w:rsidR="006036B2">
        <w:t>’</w:t>
      </w:r>
      <w:r w:rsidRPr="006056B1">
        <w:t>inquiétait de l</w:t>
      </w:r>
      <w:r w:rsidR="006036B2">
        <w:t>’</w:t>
      </w:r>
      <w:r w:rsidRPr="006056B1">
        <w:t>en repaître elle-même</w:t>
      </w:r>
      <w:r w:rsidR="006036B2">
        <w:t xml:space="preserve"> ! </w:t>
      </w:r>
      <w:r w:rsidRPr="006056B1">
        <w:t>Jamais une douce et longue caresse</w:t>
      </w:r>
      <w:r w:rsidR="006036B2">
        <w:t xml:space="preserve"> ! </w:t>
      </w:r>
      <w:r w:rsidRPr="006056B1">
        <w:t>Jamais un de ces savoureux baisers comme s</w:t>
      </w:r>
      <w:r w:rsidRPr="006056B1">
        <w:t>a</w:t>
      </w:r>
      <w:r w:rsidRPr="006056B1">
        <w:t>vait en inventer l</w:t>
      </w:r>
      <w:r w:rsidR="006036B2">
        <w:t>’</w:t>
      </w:r>
      <w:r w:rsidRPr="006056B1">
        <w:t>autre</w:t>
      </w:r>
      <w:r w:rsidR="006036B2">
        <w:t xml:space="preserve">, </w:t>
      </w:r>
      <w:r w:rsidRPr="006056B1">
        <w:t>l</w:t>
      </w:r>
      <w:r w:rsidR="006036B2">
        <w:t>’</w:t>
      </w:r>
      <w:r w:rsidRPr="006056B1">
        <w:t>autre qu</w:t>
      </w:r>
      <w:r w:rsidR="006036B2">
        <w:t>’</w:t>
      </w:r>
      <w:r w:rsidRPr="006056B1">
        <w:t>elle aimait</w:t>
      </w:r>
      <w:r w:rsidR="006036B2">
        <w:t xml:space="preserve"> ! </w:t>
      </w:r>
      <w:r w:rsidRPr="006056B1">
        <w:t>Il n</w:t>
      </w:r>
      <w:r w:rsidR="006036B2">
        <w:t>’</w:t>
      </w:r>
      <w:r w:rsidRPr="006056B1">
        <w:t>était point un orgueilleux combattant</w:t>
      </w:r>
      <w:r w:rsidR="006036B2">
        <w:t xml:space="preserve">, </w:t>
      </w:r>
      <w:r w:rsidRPr="006056B1">
        <w:t>celui-ci</w:t>
      </w:r>
      <w:r w:rsidR="006036B2">
        <w:t xml:space="preserve">, </w:t>
      </w:r>
      <w:r w:rsidRPr="006056B1">
        <w:t>certes</w:t>
      </w:r>
      <w:r w:rsidR="006036B2">
        <w:t xml:space="preserve">, </w:t>
      </w:r>
      <w:r w:rsidRPr="006056B1">
        <w:t>ni un fournisseur de viandes</w:t>
      </w:r>
      <w:r w:rsidR="006036B2">
        <w:t xml:space="preserve">, </w:t>
      </w:r>
      <w:r w:rsidRPr="006056B1">
        <w:t>ni un donneur de dents et d</w:t>
      </w:r>
      <w:r w:rsidR="006036B2">
        <w:t>’</w:t>
      </w:r>
      <w:r w:rsidRPr="006056B1">
        <w:t>ongles pour faire des co</w:t>
      </w:r>
      <w:r w:rsidRPr="006056B1">
        <w:t>l</w:t>
      </w:r>
      <w:r w:rsidRPr="006056B1">
        <w:t>liers</w:t>
      </w:r>
      <w:r w:rsidR="006036B2">
        <w:t xml:space="preserve">. </w:t>
      </w:r>
      <w:r w:rsidRPr="006056B1">
        <w:t>Quand il rencontrait sur son chemin le mammouth dre</w:t>
      </w:r>
      <w:r w:rsidRPr="006056B1">
        <w:t>s</w:t>
      </w:r>
      <w:r w:rsidRPr="006056B1">
        <w:t>sant sa trompe</w:t>
      </w:r>
      <w:r w:rsidR="006036B2">
        <w:t xml:space="preserve">, </w:t>
      </w:r>
      <w:r w:rsidRPr="006056B1">
        <w:t>l</w:t>
      </w:r>
      <w:r w:rsidR="006036B2">
        <w:t>’</w:t>
      </w:r>
      <w:r w:rsidRPr="006056B1">
        <w:t>hyène ricaneuse</w:t>
      </w:r>
      <w:r w:rsidR="006036B2">
        <w:t xml:space="preserve">, </w:t>
      </w:r>
      <w:r w:rsidRPr="006056B1">
        <w:t>l</w:t>
      </w:r>
      <w:r w:rsidR="006036B2">
        <w:t>’</w:t>
      </w:r>
      <w:r w:rsidRPr="006056B1">
        <w:t>ours aux pattes meurtrières</w:t>
      </w:r>
      <w:r w:rsidR="006036B2">
        <w:t xml:space="preserve">, </w:t>
      </w:r>
      <w:r w:rsidRPr="006056B1">
        <w:t>il ne les provoquait pas de front</w:t>
      </w:r>
      <w:r w:rsidR="006036B2">
        <w:t xml:space="preserve">, </w:t>
      </w:r>
      <w:r w:rsidRPr="006056B1">
        <w:t>mais se sauvait</w:t>
      </w:r>
      <w:r w:rsidR="006036B2">
        <w:t xml:space="preserve">, </w:t>
      </w:r>
      <w:r w:rsidRPr="006056B1">
        <w:t>ou bien les a</w:t>
      </w:r>
      <w:r w:rsidRPr="006056B1">
        <w:t>t</w:t>
      </w:r>
      <w:r w:rsidRPr="006056B1">
        <w:t>tirait astucieusement dans quelque piège</w:t>
      </w:r>
      <w:r w:rsidR="006036B2">
        <w:t xml:space="preserve">. </w:t>
      </w:r>
      <w:r w:rsidRPr="006056B1">
        <w:t>Et si par hasard il les abattait</w:t>
      </w:r>
      <w:r w:rsidR="006036B2">
        <w:t xml:space="preserve">, </w:t>
      </w:r>
      <w:r w:rsidRPr="006056B1">
        <w:t>il en gardait pour lui seul le régal</w:t>
      </w:r>
      <w:r w:rsidR="006036B2">
        <w:t xml:space="preserve">. </w:t>
      </w:r>
      <w:r w:rsidRPr="006056B1">
        <w:t>Et il n</w:t>
      </w:r>
      <w:r w:rsidR="006036B2">
        <w:t>’</w:t>
      </w:r>
      <w:r w:rsidRPr="006056B1">
        <w:t>avait pas non plus le corps tout couvert de poils</w:t>
      </w:r>
      <w:r w:rsidR="006036B2">
        <w:t xml:space="preserve">, </w:t>
      </w:r>
      <w:r w:rsidRPr="006056B1">
        <w:t>ni les jambes torses</w:t>
      </w:r>
      <w:r w:rsidR="006036B2">
        <w:t xml:space="preserve">, </w:t>
      </w:r>
      <w:r w:rsidRPr="006056B1">
        <w:t>ni les bras pareils à ceux des grands singes</w:t>
      </w:r>
      <w:r w:rsidR="006036B2">
        <w:t xml:space="preserve">, </w:t>
      </w:r>
      <w:r w:rsidRPr="006056B1">
        <w:t>ni le visage prognathe aux crocs en défenses</w:t>
      </w:r>
      <w:r w:rsidR="006036B2">
        <w:t xml:space="preserve">, </w:t>
      </w:r>
      <w:r w:rsidRPr="006056B1">
        <w:t>ni la monstrueuse crinière</w:t>
      </w:r>
      <w:r w:rsidR="006036B2">
        <w:t xml:space="preserve">. </w:t>
      </w:r>
      <w:r w:rsidRPr="006056B1">
        <w:t>Mais</w:t>
      </w:r>
      <w:r w:rsidR="006036B2">
        <w:t xml:space="preserve">, </w:t>
      </w:r>
      <w:r w:rsidRPr="006056B1">
        <w:t>presque glabre</w:t>
      </w:r>
      <w:r w:rsidR="006036B2">
        <w:t xml:space="preserve">, </w:t>
      </w:r>
      <w:r w:rsidRPr="006056B1">
        <w:t>sa peau était blanche et douce à toucher</w:t>
      </w:r>
      <w:r w:rsidR="006036B2">
        <w:t xml:space="preserve"> ; </w:t>
      </w:r>
      <w:r w:rsidRPr="006056B1">
        <w:t>mais ses r</w:t>
      </w:r>
      <w:r w:rsidRPr="006056B1">
        <w:t>e</w:t>
      </w:r>
      <w:r w:rsidRPr="006056B1">
        <w:t>gards avaient la transparence fuyante de l</w:t>
      </w:r>
      <w:r w:rsidR="006036B2">
        <w:t>’</w:t>
      </w:r>
      <w:r w:rsidRPr="006056B1">
        <w:t>eau</w:t>
      </w:r>
      <w:r w:rsidR="006036B2">
        <w:t xml:space="preserve"> ; </w:t>
      </w:r>
      <w:r w:rsidRPr="006056B1">
        <w:t>mais ses étreintes étaient lentes et câlines et ses baisers savants</w:t>
      </w:r>
      <w:r w:rsidR="006036B2">
        <w:t xml:space="preserve"> ; </w:t>
      </w:r>
      <w:r w:rsidRPr="006056B1">
        <w:t>et c</w:t>
      </w:r>
      <w:r w:rsidR="006036B2">
        <w:t>’</w:t>
      </w:r>
      <w:r w:rsidRPr="006056B1">
        <w:t>est à lui que songeait la Femelle en écoutant le miaulement du tigre des cavernes qui là-bas râlait d</w:t>
      </w:r>
      <w:r w:rsidR="006036B2">
        <w:t>’</w:t>
      </w:r>
      <w:r w:rsidRPr="006056B1">
        <w:t>amour dans les vapeurs du cr</w:t>
      </w:r>
      <w:r w:rsidRPr="006056B1">
        <w:t>é</w:t>
      </w:r>
      <w:r w:rsidRPr="006056B1">
        <w:t>puscule</w:t>
      </w:r>
      <w:r w:rsidR="006036B2">
        <w:t>.</w:t>
      </w:r>
    </w:p>
    <w:p w14:paraId="48DE2BD5" w14:textId="77777777" w:rsidR="006036B2" w:rsidRDefault="00E85E1B" w:rsidP="00E85E1B">
      <w:r w:rsidRPr="006056B1">
        <w:lastRenderedPageBreak/>
        <w:t>Voici que l</w:t>
      </w:r>
      <w:r w:rsidR="006036B2">
        <w:t>’</w:t>
      </w:r>
      <w:r w:rsidRPr="006056B1">
        <w:t>ombre de plus en plus montait</w:t>
      </w:r>
      <w:r w:rsidR="006036B2">
        <w:t xml:space="preserve">, </w:t>
      </w:r>
      <w:r w:rsidRPr="006056B1">
        <w:t>et que frisso</w:t>
      </w:r>
      <w:r w:rsidRPr="006056B1">
        <w:t>n</w:t>
      </w:r>
      <w:r w:rsidRPr="006056B1">
        <w:t>naient à la brise déjà nocturne les arbres de la forêt voisine</w:t>
      </w:r>
      <w:r w:rsidR="006036B2">
        <w:t xml:space="preserve">, </w:t>
      </w:r>
      <w:r w:rsidRPr="006056B1">
        <w:t>le prunier aux feuilles ovales et aux fleurs de neige</w:t>
      </w:r>
      <w:r w:rsidR="006036B2">
        <w:t xml:space="preserve">, </w:t>
      </w:r>
      <w:r w:rsidRPr="006056B1">
        <w:t>l</w:t>
      </w:r>
      <w:r w:rsidR="006036B2">
        <w:t>’</w:t>
      </w:r>
      <w:r w:rsidRPr="006056B1">
        <w:t>aune à la fine chevelure qui semble une chevelure de vieillard</w:t>
      </w:r>
      <w:r w:rsidR="006036B2">
        <w:t xml:space="preserve">, </w:t>
      </w:r>
      <w:r w:rsidRPr="006056B1">
        <w:t>le platane au tronc lisse écaillé de plaques rouges</w:t>
      </w:r>
      <w:r w:rsidR="006036B2">
        <w:t xml:space="preserve">. </w:t>
      </w:r>
      <w:r w:rsidRPr="006056B1">
        <w:t>Oh</w:t>
      </w:r>
      <w:r w:rsidR="006036B2">
        <w:t xml:space="preserve"> ! </w:t>
      </w:r>
      <w:r w:rsidRPr="006056B1">
        <w:t>comme il serait bon d</w:t>
      </w:r>
      <w:r w:rsidR="006036B2">
        <w:t>’</w:t>
      </w:r>
      <w:r w:rsidRPr="006056B1">
        <w:t>aller avec l</w:t>
      </w:r>
      <w:r w:rsidR="006036B2">
        <w:t>’</w:t>
      </w:r>
      <w:r w:rsidRPr="006056B1">
        <w:t>aimé s</w:t>
      </w:r>
      <w:r w:rsidR="006036B2">
        <w:t>’</w:t>
      </w:r>
      <w:r w:rsidRPr="006056B1">
        <w:t>étendre sous ces ombres fraîches et murm</w:t>
      </w:r>
      <w:r w:rsidRPr="006056B1">
        <w:t>u</w:t>
      </w:r>
      <w:r w:rsidRPr="006056B1">
        <w:t>rantes</w:t>
      </w:r>
      <w:r w:rsidR="006036B2">
        <w:t xml:space="preserve">, </w:t>
      </w:r>
      <w:r w:rsidRPr="006056B1">
        <w:t>et de se rouler</w:t>
      </w:r>
      <w:r w:rsidR="006036B2">
        <w:t xml:space="preserve">, </w:t>
      </w:r>
      <w:r w:rsidRPr="006056B1">
        <w:t>corps à corps contre lui</w:t>
      </w:r>
      <w:r w:rsidR="006036B2">
        <w:t xml:space="preserve">, </w:t>
      </w:r>
      <w:r w:rsidRPr="006056B1">
        <w:t>dans l</w:t>
      </w:r>
      <w:r w:rsidR="006036B2">
        <w:t>’</w:t>
      </w:r>
      <w:r w:rsidRPr="006056B1">
        <w:t>herbe des clairières où tout à l</w:t>
      </w:r>
      <w:r w:rsidR="006036B2">
        <w:t>’</w:t>
      </w:r>
      <w:r w:rsidRPr="006056B1">
        <w:t>heure la terre suerait la rosée</w:t>
      </w:r>
      <w:r w:rsidR="006036B2">
        <w:t xml:space="preserve">, </w:t>
      </w:r>
      <w:r w:rsidRPr="006056B1">
        <w:t>et de le tenir embrassé fortement</w:t>
      </w:r>
      <w:r w:rsidR="006036B2">
        <w:t xml:space="preserve">, </w:t>
      </w:r>
      <w:r w:rsidRPr="006056B1">
        <w:t>et de contempler sa tête parmi les étoiles</w:t>
      </w:r>
      <w:r w:rsidR="006036B2">
        <w:t xml:space="preserve"> ! </w:t>
      </w:r>
      <w:r w:rsidRPr="006056B1">
        <w:t>Mais non</w:t>
      </w:r>
      <w:r w:rsidR="006036B2">
        <w:t xml:space="preserve">, </w:t>
      </w:r>
      <w:r w:rsidRPr="006056B1">
        <w:t>non</w:t>
      </w:r>
      <w:r w:rsidR="006036B2">
        <w:t xml:space="preserve"> ! </w:t>
      </w:r>
      <w:r w:rsidRPr="006056B1">
        <w:t>Ce bonheur</w:t>
      </w:r>
      <w:r w:rsidR="006036B2">
        <w:t xml:space="preserve">, </w:t>
      </w:r>
      <w:r w:rsidRPr="006056B1">
        <w:t>elle ne l</w:t>
      </w:r>
      <w:r w:rsidR="006036B2">
        <w:t>’</w:t>
      </w:r>
      <w:r w:rsidRPr="006056B1">
        <w:t>aurait plus</w:t>
      </w:r>
      <w:r w:rsidR="006036B2">
        <w:t xml:space="preserve">, </w:t>
      </w:r>
      <w:r w:rsidRPr="006056B1">
        <w:t>jamais plus</w:t>
      </w:r>
      <w:r w:rsidR="006036B2">
        <w:t xml:space="preserve">. </w:t>
      </w:r>
      <w:r w:rsidRPr="006056B1">
        <w:t>L</w:t>
      </w:r>
      <w:r w:rsidR="006036B2">
        <w:t>’</w:t>
      </w:r>
      <w:r w:rsidRPr="006056B1">
        <w:t>aimé ne lui avait-il pas dit adieu la veille</w:t>
      </w:r>
      <w:r w:rsidR="006036B2">
        <w:t xml:space="preserve">, </w:t>
      </w:r>
      <w:r w:rsidRPr="006056B1">
        <w:t>ne lui avait-il pas r</w:t>
      </w:r>
      <w:r w:rsidRPr="006056B1">
        <w:t>e</w:t>
      </w:r>
      <w:r w:rsidRPr="006056B1">
        <w:t>fusé alors la caresse qu</w:t>
      </w:r>
      <w:r w:rsidR="006036B2">
        <w:t>’</w:t>
      </w:r>
      <w:r w:rsidRPr="006056B1">
        <w:t>elle sollicitait en suppliante</w:t>
      </w:r>
      <w:r w:rsidR="006036B2">
        <w:t xml:space="preserve"> ? </w:t>
      </w:r>
      <w:r w:rsidRPr="006056B1">
        <w:t>Rien n</w:t>
      </w:r>
      <w:r w:rsidR="006036B2">
        <w:t>’</w:t>
      </w:r>
      <w:r w:rsidRPr="006056B1">
        <w:t>avait pu le faire revenir sur ce refus obstiné</w:t>
      </w:r>
      <w:r w:rsidR="006036B2">
        <w:t xml:space="preserve">, </w:t>
      </w:r>
      <w:r w:rsidRPr="006056B1">
        <w:t>sur cet adieu cruel</w:t>
      </w:r>
      <w:r w:rsidR="006036B2">
        <w:t xml:space="preserve">. </w:t>
      </w:r>
      <w:r w:rsidRPr="006056B1">
        <w:t>Elle lui avait promis de redoubler les cadeaux dont elle se plaisait à le combler</w:t>
      </w:r>
      <w:r w:rsidR="006036B2">
        <w:t xml:space="preserve">, </w:t>
      </w:r>
      <w:r w:rsidRPr="006056B1">
        <w:t>quartiers de cadavres volés au charnier du Mâle</w:t>
      </w:r>
      <w:r w:rsidR="006036B2">
        <w:t xml:space="preserve">, </w:t>
      </w:r>
      <w:r w:rsidRPr="006056B1">
        <w:t>colliers de dents et d</w:t>
      </w:r>
      <w:r w:rsidR="006036B2">
        <w:t>’</w:t>
      </w:r>
      <w:r w:rsidRPr="006056B1">
        <w:t>ongles pour en faire largesse</w:t>
      </w:r>
      <w:r w:rsidR="006036B2">
        <w:t xml:space="preserve">, </w:t>
      </w:r>
      <w:r w:rsidRPr="006056B1">
        <w:t>même à d</w:t>
      </w:r>
      <w:r w:rsidR="006036B2">
        <w:t>’</w:t>
      </w:r>
      <w:r w:rsidRPr="006056B1">
        <w:t>autres femelles</w:t>
      </w:r>
      <w:r w:rsidR="006036B2">
        <w:t xml:space="preserve">. </w:t>
      </w:r>
      <w:r w:rsidRPr="006056B1">
        <w:t>Oui</w:t>
      </w:r>
      <w:r w:rsidR="006036B2">
        <w:t xml:space="preserve">, </w:t>
      </w:r>
      <w:r w:rsidRPr="006056B1">
        <w:t>cela aussi</w:t>
      </w:r>
      <w:r w:rsidR="006036B2">
        <w:t xml:space="preserve">, </w:t>
      </w:r>
      <w:r w:rsidRPr="006056B1">
        <w:t>elle l</w:t>
      </w:r>
      <w:r w:rsidR="006036B2">
        <w:t>’</w:t>
      </w:r>
      <w:r w:rsidRPr="006056B1">
        <w:t>avait proposé</w:t>
      </w:r>
      <w:r w:rsidR="006036B2">
        <w:t xml:space="preserve"> ! </w:t>
      </w:r>
      <w:r w:rsidRPr="006056B1">
        <w:t>Qu</w:t>
      </w:r>
      <w:r w:rsidR="006036B2">
        <w:t>’</w:t>
      </w:r>
      <w:r w:rsidRPr="006056B1">
        <w:t>importait</w:t>
      </w:r>
      <w:r w:rsidR="006036B2">
        <w:t xml:space="preserve">, </w:t>
      </w:r>
      <w:r w:rsidRPr="006056B1">
        <w:t>pourvu qu</w:t>
      </w:r>
      <w:r w:rsidR="006036B2">
        <w:t>’</w:t>
      </w:r>
      <w:r w:rsidRPr="006056B1">
        <w:t>elle le gardât</w:t>
      </w:r>
      <w:r w:rsidR="006036B2">
        <w:t xml:space="preserve">, </w:t>
      </w:r>
      <w:r w:rsidRPr="006056B1">
        <w:t>pourvu qu</w:t>
      </w:r>
      <w:r w:rsidR="006036B2">
        <w:t>’</w:t>
      </w:r>
      <w:r w:rsidRPr="006056B1">
        <w:t>à l</w:t>
      </w:r>
      <w:r w:rsidR="006036B2">
        <w:t>’</w:t>
      </w:r>
      <w:r w:rsidRPr="006056B1">
        <w:t>heure des désirs elle trouvât toujours dans le taillis l</w:t>
      </w:r>
      <w:r w:rsidR="006036B2">
        <w:t>’</w:t>
      </w:r>
      <w:r w:rsidRPr="006056B1">
        <w:t>aimé aux ingénieuses caresses</w:t>
      </w:r>
      <w:r w:rsidR="006036B2">
        <w:t xml:space="preserve"> ! </w:t>
      </w:r>
      <w:r w:rsidRPr="006056B1">
        <w:t>Mais il l</w:t>
      </w:r>
      <w:r w:rsidR="006036B2">
        <w:t>’</w:t>
      </w:r>
      <w:r w:rsidRPr="006056B1">
        <w:t>avait battue en répétant non</w:t>
      </w:r>
      <w:r w:rsidR="006036B2">
        <w:t xml:space="preserve">, </w:t>
      </w:r>
      <w:r w:rsidRPr="006056B1">
        <w:t>non</w:t>
      </w:r>
      <w:r w:rsidR="006036B2">
        <w:t xml:space="preserve">. </w:t>
      </w:r>
      <w:r w:rsidRPr="006056B1">
        <w:t>Et il avait pris les choses</w:t>
      </w:r>
      <w:r w:rsidR="006036B2">
        <w:t xml:space="preserve">, </w:t>
      </w:r>
      <w:r w:rsidRPr="006056B1">
        <w:t>et avait grommelé que ce n</w:t>
      </w:r>
      <w:r w:rsidR="006036B2">
        <w:t>’</w:t>
      </w:r>
      <w:r w:rsidRPr="006056B1">
        <w:t>était pas assez e</w:t>
      </w:r>
      <w:r w:rsidRPr="006056B1">
        <w:t>n</w:t>
      </w:r>
      <w:r w:rsidRPr="006056B1">
        <w:t>core</w:t>
      </w:r>
      <w:r w:rsidR="006036B2">
        <w:t xml:space="preserve">, </w:t>
      </w:r>
      <w:r w:rsidRPr="006056B1">
        <w:t>et qu</w:t>
      </w:r>
      <w:r w:rsidR="006036B2">
        <w:t>’</w:t>
      </w:r>
      <w:r w:rsidRPr="006056B1">
        <w:t>il ne reviendrait plus tant qu</w:t>
      </w:r>
      <w:r w:rsidR="006036B2">
        <w:t>’</w:t>
      </w:r>
      <w:r w:rsidRPr="006056B1">
        <w:t>il n</w:t>
      </w:r>
      <w:r w:rsidR="006036B2">
        <w:t>’</w:t>
      </w:r>
      <w:r w:rsidRPr="006056B1">
        <w:t>aurait pas aussi</w:t>
      </w:r>
      <w:r w:rsidR="006036B2">
        <w:t>…</w:t>
      </w:r>
    </w:p>
    <w:p w14:paraId="72637764" w14:textId="77777777" w:rsidR="006036B2" w:rsidRDefault="00E85E1B" w:rsidP="00E85E1B">
      <w:r w:rsidRPr="006056B1">
        <w:t>Fallait-il le lui donner</w:t>
      </w:r>
      <w:r w:rsidR="006036B2">
        <w:t xml:space="preserve">, </w:t>
      </w:r>
      <w:r w:rsidRPr="006056B1">
        <w:t>ce qu</w:t>
      </w:r>
      <w:r w:rsidR="006036B2">
        <w:t>’</w:t>
      </w:r>
      <w:r w:rsidRPr="006056B1">
        <w:t>il voulait</w:t>
      </w:r>
      <w:r w:rsidR="006036B2">
        <w:t xml:space="preserve"> ? </w:t>
      </w:r>
      <w:r w:rsidRPr="006056B1">
        <w:t>Pourrait-elle le lui conquérir seulement</w:t>
      </w:r>
      <w:r w:rsidR="006036B2">
        <w:t xml:space="preserve"> ? </w:t>
      </w:r>
      <w:r w:rsidRPr="006056B1">
        <w:t>Ah</w:t>
      </w:r>
      <w:r w:rsidR="006036B2">
        <w:t xml:space="preserve"> ! </w:t>
      </w:r>
      <w:r w:rsidRPr="006056B1">
        <w:t>lâche</w:t>
      </w:r>
      <w:r w:rsidR="006036B2">
        <w:t xml:space="preserve">, </w:t>
      </w:r>
      <w:r w:rsidRPr="006056B1">
        <w:t>lâche qu</w:t>
      </w:r>
      <w:r w:rsidR="006036B2">
        <w:t>’</w:t>
      </w:r>
      <w:r w:rsidRPr="006056B1">
        <w:t>elle était</w:t>
      </w:r>
      <w:r w:rsidR="006036B2">
        <w:t xml:space="preserve">, </w:t>
      </w:r>
      <w:r w:rsidRPr="006056B1">
        <w:t>d</w:t>
      </w:r>
      <w:r w:rsidR="006036B2">
        <w:t>’</w:t>
      </w:r>
      <w:r w:rsidRPr="006056B1">
        <w:t>en do</w:t>
      </w:r>
      <w:r w:rsidRPr="006056B1">
        <w:t>u</w:t>
      </w:r>
      <w:r w:rsidRPr="006056B1">
        <w:t>ter</w:t>
      </w:r>
      <w:r w:rsidR="006036B2">
        <w:t xml:space="preserve">, </w:t>
      </w:r>
      <w:r w:rsidRPr="006056B1">
        <w:t>d</w:t>
      </w:r>
      <w:r w:rsidR="006036B2">
        <w:t>’</w:t>
      </w:r>
      <w:r w:rsidRPr="006056B1">
        <w:t>avoir hésité à le satisfaire</w:t>
      </w:r>
      <w:r w:rsidR="006036B2">
        <w:t xml:space="preserve"> ! </w:t>
      </w:r>
      <w:r w:rsidRPr="006056B1">
        <w:t>Eh bien</w:t>
      </w:r>
      <w:r w:rsidR="006036B2">
        <w:t xml:space="preserve"> ! </w:t>
      </w:r>
      <w:r w:rsidRPr="006056B1">
        <w:t>c</w:t>
      </w:r>
      <w:r w:rsidR="006036B2">
        <w:t>’</w:t>
      </w:r>
      <w:r w:rsidRPr="006056B1">
        <w:t>était fini</w:t>
      </w:r>
      <w:r w:rsidR="006036B2">
        <w:t xml:space="preserve">. </w:t>
      </w:r>
      <w:r w:rsidRPr="006056B1">
        <w:t>Elle était résolue</w:t>
      </w:r>
      <w:r w:rsidR="006036B2">
        <w:t xml:space="preserve">. </w:t>
      </w:r>
      <w:r w:rsidRPr="006056B1">
        <w:t>Elle l</w:t>
      </w:r>
      <w:r w:rsidR="006036B2">
        <w:t>’</w:t>
      </w:r>
      <w:r w:rsidRPr="006056B1">
        <w:t>aimait trop</w:t>
      </w:r>
      <w:r w:rsidR="006036B2">
        <w:t xml:space="preserve">, </w:t>
      </w:r>
      <w:r w:rsidRPr="006056B1">
        <w:t>le bien-aimé</w:t>
      </w:r>
      <w:r w:rsidR="006036B2">
        <w:t xml:space="preserve">, </w:t>
      </w:r>
      <w:r w:rsidRPr="006056B1">
        <w:t>pour ne pas lui obéir</w:t>
      </w:r>
      <w:r w:rsidR="006036B2">
        <w:t xml:space="preserve"> ! </w:t>
      </w:r>
      <w:r w:rsidRPr="006056B1">
        <w:t>Elle l</w:t>
      </w:r>
      <w:r w:rsidR="006036B2">
        <w:t>’</w:t>
      </w:r>
      <w:r w:rsidRPr="006056B1">
        <w:t>aimait plus encore depuis qu</w:t>
      </w:r>
      <w:r w:rsidR="006036B2">
        <w:t>’</w:t>
      </w:r>
      <w:r w:rsidRPr="006056B1">
        <w:t>il l</w:t>
      </w:r>
      <w:r w:rsidR="006036B2">
        <w:t>’</w:t>
      </w:r>
      <w:r w:rsidRPr="006056B1">
        <w:t>avait battue</w:t>
      </w:r>
      <w:r w:rsidR="006036B2">
        <w:t xml:space="preserve"> ! </w:t>
      </w:r>
      <w:r w:rsidRPr="006056B1">
        <w:t>Reviens</w:t>
      </w:r>
      <w:r w:rsidR="006036B2">
        <w:t xml:space="preserve">, </w:t>
      </w:r>
      <w:r w:rsidRPr="006056B1">
        <w:t>r</w:t>
      </w:r>
      <w:r w:rsidRPr="006056B1">
        <w:t>e</w:t>
      </w:r>
      <w:r w:rsidRPr="006056B1">
        <w:t>viens</w:t>
      </w:r>
      <w:r w:rsidR="006036B2">
        <w:t xml:space="preserve">, </w:t>
      </w:r>
      <w:r w:rsidRPr="006056B1">
        <w:t>toi par qui se désaltère ma soif</w:t>
      </w:r>
      <w:r w:rsidR="006036B2">
        <w:t xml:space="preserve">, </w:t>
      </w:r>
      <w:r w:rsidRPr="006056B1">
        <w:t>toi par qui se calme ma faim</w:t>
      </w:r>
      <w:r w:rsidR="006036B2">
        <w:t xml:space="preserve">, </w:t>
      </w:r>
      <w:r w:rsidRPr="006056B1">
        <w:t>toi qu</w:t>
      </w:r>
      <w:r w:rsidR="006036B2">
        <w:t>’</w:t>
      </w:r>
      <w:r w:rsidRPr="006056B1">
        <w:t>appelle ma chair désespérée</w:t>
      </w:r>
      <w:r w:rsidR="006036B2">
        <w:t xml:space="preserve"> ! </w:t>
      </w:r>
      <w:r w:rsidRPr="006056B1">
        <w:t>Reviens</w:t>
      </w:r>
      <w:r w:rsidR="006036B2">
        <w:t xml:space="preserve">, </w:t>
      </w:r>
      <w:r w:rsidRPr="006056B1">
        <w:t>que je miaule et râle sous toi</w:t>
      </w:r>
      <w:r w:rsidR="006036B2">
        <w:t xml:space="preserve">, </w:t>
      </w:r>
      <w:r w:rsidRPr="006056B1">
        <w:t>comme là-bas le tigre dans les vapeurs du crépuscule</w:t>
      </w:r>
      <w:r w:rsidR="006036B2">
        <w:t xml:space="preserve"> ! </w:t>
      </w:r>
      <w:r w:rsidRPr="006056B1">
        <w:t>Reviens te fondre longuement en moi comme le soleil parmi les splendeurs du firmament ensanglanté</w:t>
      </w:r>
      <w:r w:rsidR="006036B2">
        <w:t xml:space="preserve"> ! </w:t>
      </w:r>
      <w:r w:rsidRPr="006056B1">
        <w:lastRenderedPageBreak/>
        <w:t>R</w:t>
      </w:r>
      <w:r w:rsidRPr="006056B1">
        <w:t>e</w:t>
      </w:r>
      <w:r w:rsidRPr="006056B1">
        <w:t>viens</w:t>
      </w:r>
      <w:r w:rsidR="006036B2">
        <w:t xml:space="preserve"> ! </w:t>
      </w:r>
      <w:r w:rsidRPr="006056B1">
        <w:t>Ce que tu veux</w:t>
      </w:r>
      <w:r w:rsidR="006036B2">
        <w:t xml:space="preserve">, </w:t>
      </w:r>
      <w:r w:rsidRPr="006056B1">
        <w:t>tu vas l</w:t>
      </w:r>
      <w:r w:rsidR="006036B2">
        <w:t>’</w:t>
      </w:r>
      <w:r w:rsidRPr="006056B1">
        <w:t>avoir</w:t>
      </w:r>
      <w:r w:rsidR="006036B2">
        <w:t xml:space="preserve">. </w:t>
      </w:r>
      <w:r w:rsidRPr="006056B1">
        <w:t>Le voici</w:t>
      </w:r>
      <w:r w:rsidR="006036B2">
        <w:t xml:space="preserve"> ! </w:t>
      </w:r>
      <w:r w:rsidRPr="006056B1">
        <w:t>Le voici</w:t>
      </w:r>
      <w:r w:rsidR="006036B2">
        <w:t xml:space="preserve"> ! </w:t>
      </w:r>
      <w:r w:rsidRPr="006056B1">
        <w:t>D</w:t>
      </w:r>
      <w:r w:rsidR="006036B2">
        <w:t>’</w:t>
      </w:r>
      <w:r w:rsidRPr="006056B1">
        <w:t>un bond</w:t>
      </w:r>
      <w:r w:rsidR="006036B2">
        <w:t xml:space="preserve">, </w:t>
      </w:r>
      <w:r w:rsidRPr="006056B1">
        <w:t>elle était entrée dans la caverne</w:t>
      </w:r>
      <w:r w:rsidR="006036B2">
        <w:t xml:space="preserve">, </w:t>
      </w:r>
      <w:r w:rsidRPr="006056B1">
        <w:t>avait assommé le Mâle d</w:t>
      </w:r>
      <w:r w:rsidR="006036B2">
        <w:t>’</w:t>
      </w:r>
      <w:r w:rsidRPr="006056B1">
        <w:t>un coup de massue</w:t>
      </w:r>
      <w:r w:rsidR="006036B2">
        <w:t xml:space="preserve">. </w:t>
      </w:r>
      <w:r w:rsidRPr="006056B1">
        <w:t>Puis elle s</w:t>
      </w:r>
      <w:r w:rsidR="006036B2">
        <w:t>’</w:t>
      </w:r>
      <w:r w:rsidRPr="006056B1">
        <w:t>était penchée sur lui et avec un silex coupant l</w:t>
      </w:r>
      <w:r w:rsidR="006036B2">
        <w:t>’</w:t>
      </w:r>
      <w:r w:rsidRPr="006056B1">
        <w:t>avait hâtivement scalpé</w:t>
      </w:r>
      <w:r w:rsidR="006036B2">
        <w:t xml:space="preserve">. </w:t>
      </w:r>
      <w:r w:rsidRPr="006056B1">
        <w:t>Et elle courait en cabri</w:t>
      </w:r>
      <w:r w:rsidRPr="006056B1">
        <w:t>o</w:t>
      </w:r>
      <w:r w:rsidRPr="006056B1">
        <w:t>lant dans le taillis</w:t>
      </w:r>
      <w:r w:rsidR="006036B2">
        <w:t xml:space="preserve">, </w:t>
      </w:r>
      <w:r w:rsidRPr="006056B1">
        <w:t>et appelait l</w:t>
      </w:r>
      <w:r w:rsidR="006036B2">
        <w:t>’</w:t>
      </w:r>
      <w:r w:rsidRPr="006056B1">
        <w:t>aimé à grands cris aigus</w:t>
      </w:r>
      <w:r w:rsidR="006036B2">
        <w:t xml:space="preserve">. </w:t>
      </w:r>
      <w:r w:rsidRPr="006056B1">
        <w:t>Et quand elle l</w:t>
      </w:r>
      <w:r w:rsidR="006036B2">
        <w:t>’</w:t>
      </w:r>
      <w:r w:rsidRPr="006056B1">
        <w:t>aperçut enfin</w:t>
      </w:r>
      <w:r w:rsidR="006036B2">
        <w:t xml:space="preserve">, </w:t>
      </w:r>
      <w:r w:rsidRPr="006056B1">
        <w:t>elle se jeta la face contre sa face</w:t>
      </w:r>
      <w:r w:rsidR="006036B2">
        <w:t xml:space="preserve">, </w:t>
      </w:r>
      <w:r w:rsidRPr="006056B1">
        <w:t>et le baisa</w:t>
      </w:r>
      <w:r w:rsidR="006036B2">
        <w:t xml:space="preserve">, </w:t>
      </w:r>
      <w:r w:rsidRPr="006056B1">
        <w:t>tandis qu</w:t>
      </w:r>
      <w:r w:rsidR="006036B2">
        <w:t>’</w:t>
      </w:r>
      <w:r w:rsidRPr="006056B1">
        <w:t>il se coiffait triomphalement de l</w:t>
      </w:r>
      <w:r w:rsidR="006036B2">
        <w:t>’</w:t>
      </w:r>
      <w:r w:rsidRPr="006056B1">
        <w:t>énorme et broussailleuse et fauve crinière</w:t>
      </w:r>
      <w:r w:rsidR="006036B2">
        <w:t xml:space="preserve">. </w:t>
      </w:r>
      <w:r w:rsidRPr="006056B1">
        <w:t>Et c</w:t>
      </w:r>
      <w:r w:rsidR="006036B2">
        <w:t>’</w:t>
      </w:r>
      <w:r w:rsidRPr="006056B1">
        <w:t>est ainsi qu</w:t>
      </w:r>
      <w:r w:rsidR="006036B2">
        <w:t>’</w:t>
      </w:r>
      <w:r w:rsidRPr="006056B1">
        <w:t>en ce temps a</w:t>
      </w:r>
      <w:r w:rsidRPr="006056B1">
        <w:t>n</w:t>
      </w:r>
      <w:r w:rsidRPr="006056B1">
        <w:t>cien</w:t>
      </w:r>
      <w:r w:rsidR="006036B2">
        <w:t xml:space="preserve">, </w:t>
      </w:r>
      <w:r w:rsidRPr="006056B1">
        <w:t>ant</w:t>
      </w:r>
      <w:r w:rsidRPr="006056B1">
        <w:t>é</w:t>
      </w:r>
      <w:r w:rsidRPr="006056B1">
        <w:t>rieur au temps des déluges</w:t>
      </w:r>
      <w:r w:rsidR="006036B2">
        <w:t xml:space="preserve">, </w:t>
      </w:r>
      <w:r w:rsidRPr="006056B1">
        <w:t>en cet âge de la terre et du ciel où les sept étoiles gelées ne marquaient pas encore le no</w:t>
      </w:r>
      <w:r w:rsidRPr="006056B1">
        <w:t>m</w:t>
      </w:r>
      <w:r w:rsidRPr="006056B1">
        <w:t>bril du pôle</w:t>
      </w:r>
      <w:r w:rsidR="006036B2">
        <w:t xml:space="preserve">, </w:t>
      </w:r>
      <w:r w:rsidRPr="006056B1">
        <w:t>en cette soirée perdue loin</w:t>
      </w:r>
      <w:r w:rsidR="006036B2">
        <w:t xml:space="preserve">, </w:t>
      </w:r>
      <w:r w:rsidRPr="006056B1">
        <w:t>loin</w:t>
      </w:r>
      <w:r w:rsidR="006036B2">
        <w:t xml:space="preserve">, </w:t>
      </w:r>
      <w:r w:rsidRPr="006056B1">
        <w:t>très loin sur les t</w:t>
      </w:r>
      <w:r w:rsidRPr="006056B1">
        <w:t>é</w:t>
      </w:r>
      <w:r w:rsidRPr="006056B1">
        <w:t>nébreux limbes des époques préhistoriques</w:t>
      </w:r>
      <w:r w:rsidR="006036B2">
        <w:t xml:space="preserve">, </w:t>
      </w:r>
      <w:r w:rsidRPr="006056B1">
        <w:t>c</w:t>
      </w:r>
      <w:r w:rsidR="006036B2">
        <w:t>’</w:t>
      </w:r>
      <w:r w:rsidRPr="006056B1">
        <w:t>est ainsi que la Femelle</w:t>
      </w:r>
      <w:r w:rsidR="006036B2">
        <w:t xml:space="preserve">, </w:t>
      </w:r>
      <w:r w:rsidRPr="006056B1">
        <w:t>aïeule de la Femme</w:t>
      </w:r>
      <w:r w:rsidR="006036B2">
        <w:t xml:space="preserve">, </w:t>
      </w:r>
      <w:r w:rsidRPr="006056B1">
        <w:t>donna au premier maquereau la première ca</w:t>
      </w:r>
      <w:r w:rsidRPr="006056B1">
        <w:t>s</w:t>
      </w:r>
      <w:r w:rsidRPr="006056B1">
        <w:t>quette</w:t>
      </w:r>
      <w:r w:rsidR="006036B2">
        <w:t>.</w:t>
      </w:r>
    </w:p>
    <w:p w14:paraId="07B799DD" w14:textId="0E446F03" w:rsidR="00E85E1B" w:rsidRPr="006056B1" w:rsidRDefault="00E85E1B" w:rsidP="006036B2">
      <w:pPr>
        <w:pStyle w:val="Titre1"/>
        <w:rPr>
          <w:rFonts w:eastAsia="Batang"/>
        </w:rPr>
      </w:pPr>
      <w:bookmarkStart w:id="2" w:name="_Toc194853041"/>
      <w:proofErr w:type="spellStart"/>
      <w:r w:rsidRPr="006056B1">
        <w:rPr>
          <w:rFonts w:eastAsia="Batang"/>
        </w:rPr>
        <w:lastRenderedPageBreak/>
        <w:t>ROMANITCHELS</w:t>
      </w:r>
      <w:bookmarkEnd w:id="2"/>
      <w:proofErr w:type="spellEnd"/>
    </w:p>
    <w:p w14:paraId="77381A7F" w14:textId="77777777" w:rsidR="006036B2" w:rsidRDefault="00E85E1B" w:rsidP="00E85E1B">
      <w:r w:rsidRPr="006056B1">
        <w:t xml:space="preserve">La première famille de </w:t>
      </w:r>
      <w:proofErr w:type="spellStart"/>
      <w:r w:rsidRPr="006056B1">
        <w:t>Romanitchels</w:t>
      </w:r>
      <w:proofErr w:type="spellEnd"/>
      <w:r w:rsidRPr="006056B1">
        <w:t xml:space="preserve"> ou Bohémiens avec laquelle il me fut donné d</w:t>
      </w:r>
      <w:r w:rsidR="006036B2">
        <w:t>’</w:t>
      </w:r>
      <w:r w:rsidRPr="006056B1">
        <w:t>entrer en relations sérieuses</w:t>
      </w:r>
      <w:r w:rsidR="006036B2">
        <w:t xml:space="preserve">, </w:t>
      </w:r>
      <w:r w:rsidRPr="006056B1">
        <w:t>j</w:t>
      </w:r>
      <w:r w:rsidR="006036B2">
        <w:t>’</w:t>
      </w:r>
      <w:r w:rsidRPr="006056B1">
        <w:t>en fis la connaissance</w:t>
      </w:r>
      <w:r w:rsidR="006036B2">
        <w:t xml:space="preserve">, </w:t>
      </w:r>
      <w:r w:rsidRPr="006056B1">
        <w:t>voilà tantôt dix-huit ans</w:t>
      </w:r>
      <w:r w:rsidR="006036B2">
        <w:t xml:space="preserve">, </w:t>
      </w:r>
      <w:r w:rsidRPr="006056B1">
        <w:t>à la foire au pain d</w:t>
      </w:r>
      <w:r w:rsidR="006036B2">
        <w:t>’</w:t>
      </w:r>
      <w:r w:rsidRPr="006056B1">
        <w:t>épice</w:t>
      </w:r>
      <w:r w:rsidR="006036B2">
        <w:t xml:space="preserve">, </w:t>
      </w:r>
      <w:r w:rsidRPr="006056B1">
        <w:t>où j</w:t>
      </w:r>
      <w:r w:rsidR="006036B2">
        <w:t>’</w:t>
      </w:r>
      <w:r w:rsidRPr="006056B1">
        <w:t>avais alors pour passe-temps</w:t>
      </w:r>
      <w:r w:rsidR="006036B2">
        <w:t xml:space="preserve"> (</w:t>
      </w:r>
      <w:r w:rsidRPr="006056B1">
        <w:t>mon Dieu</w:t>
      </w:r>
      <w:r w:rsidR="006036B2">
        <w:t xml:space="preserve"> ! </w:t>
      </w:r>
      <w:r w:rsidRPr="006056B1">
        <w:t>je n</w:t>
      </w:r>
      <w:r w:rsidR="006036B2">
        <w:t>’</w:t>
      </w:r>
      <w:r w:rsidRPr="006056B1">
        <w:t>en tire pas autrement vanité</w:t>
      </w:r>
      <w:r w:rsidR="006036B2">
        <w:t xml:space="preserve">, </w:t>
      </w:r>
      <w:r w:rsidRPr="006056B1">
        <w:t>mais je ne vois pas pourquoi j</w:t>
      </w:r>
      <w:r w:rsidR="006036B2">
        <w:t>’</w:t>
      </w:r>
      <w:r w:rsidRPr="006056B1">
        <w:t>en a</w:t>
      </w:r>
      <w:r w:rsidRPr="006056B1">
        <w:t>u</w:t>
      </w:r>
      <w:r w:rsidRPr="006056B1">
        <w:t>rais honte non plus</w:t>
      </w:r>
      <w:r w:rsidR="006036B2">
        <w:t xml:space="preserve">) </w:t>
      </w:r>
      <w:r w:rsidRPr="006056B1">
        <w:t xml:space="preserve">de </w:t>
      </w:r>
      <w:r w:rsidRPr="006056B1">
        <w:rPr>
          <w:i/>
          <w:iCs/>
        </w:rPr>
        <w:t>battre comtois</w:t>
      </w:r>
      <w:r w:rsidRPr="006056B1">
        <w:t xml:space="preserve"> devant </w:t>
      </w:r>
      <w:r w:rsidRPr="006056B1">
        <w:rPr>
          <w:i/>
          <w:iCs/>
        </w:rPr>
        <w:t>la banque</w:t>
      </w:r>
      <w:r w:rsidRPr="006056B1">
        <w:t xml:space="preserve"> de lu</w:t>
      </w:r>
      <w:r w:rsidRPr="006056B1">
        <w:t>t</w:t>
      </w:r>
      <w:r w:rsidRPr="006056B1">
        <w:t>teurs tenue par Dubois</w:t>
      </w:r>
      <w:r w:rsidR="006036B2">
        <w:t xml:space="preserve">, </w:t>
      </w:r>
      <w:r w:rsidRPr="006056B1">
        <w:t>le gros Dubois</w:t>
      </w:r>
      <w:r w:rsidR="006036B2">
        <w:t xml:space="preserve">, </w:t>
      </w:r>
      <w:r w:rsidRPr="006056B1">
        <w:t xml:space="preserve">dit </w:t>
      </w:r>
      <w:r w:rsidR="006036B2">
        <w:t>« </w:t>
      </w:r>
      <w:r w:rsidRPr="006056B1">
        <w:t>le père Trois-Cent</w:t>
      </w:r>
      <w:r w:rsidR="006036B2">
        <w:t> ».</w:t>
      </w:r>
    </w:p>
    <w:p w14:paraId="208A9A01" w14:textId="77777777" w:rsidR="006036B2" w:rsidRDefault="00E85E1B" w:rsidP="00E85E1B">
      <w:pPr>
        <w:rPr>
          <w:i/>
          <w:iCs/>
        </w:rPr>
      </w:pPr>
      <w:r w:rsidRPr="006056B1">
        <w:t>Ces relations valent peut-être la peine d</w:t>
      </w:r>
      <w:r w:rsidR="006036B2">
        <w:t>’</w:t>
      </w:r>
      <w:r w:rsidRPr="006056B1">
        <w:t>être contées</w:t>
      </w:r>
      <w:r w:rsidR="006036B2">
        <w:t xml:space="preserve"> ; </w:t>
      </w:r>
      <w:r w:rsidRPr="006056B1">
        <w:t>car elles furent assez suivies et assez intimes</w:t>
      </w:r>
      <w:r w:rsidR="006036B2">
        <w:t xml:space="preserve">. </w:t>
      </w:r>
      <w:r w:rsidRPr="006056B1">
        <w:t>Suivies</w:t>
      </w:r>
      <w:r w:rsidR="006036B2">
        <w:t xml:space="preserve">, </w:t>
      </w:r>
      <w:r w:rsidRPr="006056B1">
        <w:t>jusqu</w:t>
      </w:r>
      <w:r w:rsidR="006036B2">
        <w:t>’</w:t>
      </w:r>
      <w:r w:rsidRPr="006056B1">
        <w:t xml:space="preserve">en </w:t>
      </w:r>
      <w:r w:rsidRPr="006056B1">
        <w:rPr>
          <w:i/>
          <w:iCs/>
        </w:rPr>
        <w:t>ro</w:t>
      </w:r>
      <w:r w:rsidRPr="006056B1">
        <w:rPr>
          <w:i/>
          <w:iCs/>
        </w:rPr>
        <w:t>u</w:t>
      </w:r>
      <w:r w:rsidRPr="006056B1">
        <w:rPr>
          <w:i/>
          <w:iCs/>
        </w:rPr>
        <w:t>lotte</w:t>
      </w:r>
      <w:r w:rsidR="006036B2">
        <w:rPr>
          <w:i/>
          <w:iCs/>
        </w:rPr>
        <w:t xml:space="preserve"> ! </w:t>
      </w:r>
      <w:r w:rsidRPr="006056B1">
        <w:t>Intimes</w:t>
      </w:r>
      <w:r w:rsidR="006036B2">
        <w:t xml:space="preserve">, </w:t>
      </w:r>
      <w:r w:rsidRPr="006056B1">
        <w:t>quasi jusqu</w:t>
      </w:r>
      <w:r w:rsidR="006036B2">
        <w:t>’</w:t>
      </w:r>
      <w:r w:rsidRPr="006056B1">
        <w:t xml:space="preserve">au </w:t>
      </w:r>
      <w:r w:rsidRPr="006056B1">
        <w:rPr>
          <w:i/>
          <w:iCs/>
        </w:rPr>
        <w:t>conjungo</w:t>
      </w:r>
      <w:r w:rsidR="006036B2">
        <w:rPr>
          <w:i/>
          <w:iCs/>
        </w:rPr>
        <w:t> !</w:t>
      </w:r>
    </w:p>
    <w:p w14:paraId="1E9E1CC1" w14:textId="77777777" w:rsidR="006036B2" w:rsidRDefault="00E85E1B" w:rsidP="00E85E1B">
      <w:r w:rsidRPr="006056B1">
        <w:t xml:space="preserve">Tout en </w:t>
      </w:r>
      <w:r w:rsidRPr="006056B1">
        <w:rPr>
          <w:i/>
          <w:iCs/>
        </w:rPr>
        <w:t>battant comtois</w:t>
      </w:r>
      <w:r w:rsidRPr="006056B1">
        <w:t xml:space="preserve"> et très consciencieusement</w:t>
      </w:r>
      <w:r w:rsidR="006036B2">
        <w:t xml:space="preserve">, </w:t>
      </w:r>
      <w:r w:rsidRPr="006056B1">
        <w:t>je m</w:t>
      </w:r>
      <w:r w:rsidR="006036B2">
        <w:t>’</w:t>
      </w:r>
      <w:r w:rsidRPr="006056B1">
        <w:t xml:space="preserve">intéressais à la </w:t>
      </w:r>
      <w:r w:rsidRPr="006056B1">
        <w:rPr>
          <w:i/>
          <w:iCs/>
        </w:rPr>
        <w:t xml:space="preserve">banque </w:t>
      </w:r>
      <w:r w:rsidRPr="006056B1">
        <w:t>voisine presque autant qu</w:t>
      </w:r>
      <w:r w:rsidR="006036B2">
        <w:t>’</w:t>
      </w:r>
      <w:r w:rsidRPr="006056B1">
        <w:t>à la nôtre</w:t>
      </w:r>
      <w:r w:rsidR="006036B2">
        <w:t xml:space="preserve">, </w:t>
      </w:r>
      <w:r w:rsidRPr="006056B1">
        <w:t>et j</w:t>
      </w:r>
      <w:r w:rsidR="006036B2">
        <w:t>’</w:t>
      </w:r>
      <w:r w:rsidRPr="006056B1">
        <w:t>avais gros cœur</w:t>
      </w:r>
      <w:r w:rsidR="006036B2">
        <w:t xml:space="preserve">, </w:t>
      </w:r>
      <w:r w:rsidRPr="006056B1">
        <w:t>bien souvent</w:t>
      </w:r>
      <w:r w:rsidR="006036B2">
        <w:t xml:space="preserve">, </w:t>
      </w:r>
      <w:r w:rsidRPr="006056B1">
        <w:t>de voir le tort que faisaient à la pauvre somnambule délaissée tous nos charivaris</w:t>
      </w:r>
      <w:r w:rsidR="006036B2">
        <w:t xml:space="preserve">, </w:t>
      </w:r>
      <w:r w:rsidRPr="006056B1">
        <w:t>les pitr</w:t>
      </w:r>
      <w:r w:rsidRPr="006056B1">
        <w:t>e</w:t>
      </w:r>
      <w:r w:rsidRPr="006056B1">
        <w:t>ries et les coups de cloche de notre queue-rouge</w:t>
      </w:r>
      <w:r w:rsidR="006036B2">
        <w:t xml:space="preserve">, </w:t>
      </w:r>
      <w:r w:rsidRPr="006056B1">
        <w:t xml:space="preserve">les tonitruants </w:t>
      </w:r>
      <w:proofErr w:type="spellStart"/>
      <w:r w:rsidRPr="006056B1">
        <w:t>raflaflas</w:t>
      </w:r>
      <w:proofErr w:type="spellEnd"/>
      <w:r w:rsidRPr="006056B1">
        <w:t xml:space="preserve"> du nègre tapant sur la peau d</w:t>
      </w:r>
      <w:r w:rsidR="006036B2">
        <w:t>’</w:t>
      </w:r>
      <w:r w:rsidRPr="006056B1">
        <w:t>âne comme sur un enn</w:t>
      </w:r>
      <w:r w:rsidRPr="006056B1">
        <w:t>e</w:t>
      </w:r>
      <w:r w:rsidRPr="006056B1">
        <w:t>mi</w:t>
      </w:r>
      <w:r w:rsidR="006036B2">
        <w:t xml:space="preserve">, </w:t>
      </w:r>
      <w:r w:rsidRPr="006056B1">
        <w:t xml:space="preserve">les boniments glapis dans le porte-voix en fer-blanc par le fausset suraigu du </w:t>
      </w:r>
      <w:r w:rsidR="006036B2">
        <w:t>« </w:t>
      </w:r>
      <w:r w:rsidRPr="006056B1">
        <w:t>père Trois Cent</w:t>
      </w:r>
      <w:r w:rsidR="006036B2">
        <w:t xml:space="preserve"> », </w:t>
      </w:r>
      <w:r w:rsidRPr="006056B1">
        <w:t>et enfin</w:t>
      </w:r>
      <w:r w:rsidR="006036B2">
        <w:t xml:space="preserve">, </w:t>
      </w:r>
      <w:r w:rsidRPr="006056B1">
        <w:t>hélas</w:t>
      </w:r>
      <w:r w:rsidR="006036B2">
        <w:t xml:space="preserve"> ! </w:t>
      </w:r>
      <w:r w:rsidRPr="006056B1">
        <w:t>mes propres vociférations pour réclamer un gant d</w:t>
      </w:r>
      <w:r w:rsidR="006036B2">
        <w:t>’</w:t>
      </w:r>
      <w:r w:rsidRPr="006056B1">
        <w:t>une voix r</w:t>
      </w:r>
      <w:r w:rsidRPr="006056B1">
        <w:t>a</w:t>
      </w:r>
      <w:r w:rsidRPr="006056B1">
        <w:t>geuse</w:t>
      </w:r>
      <w:r w:rsidR="006036B2">
        <w:t> :</w:t>
      </w:r>
    </w:p>
    <w:p w14:paraId="4FA9600B" w14:textId="77777777" w:rsidR="006036B2" w:rsidRDefault="006036B2" w:rsidP="00E85E1B">
      <w:r>
        <w:t>— </w:t>
      </w:r>
      <w:r w:rsidR="00E85E1B" w:rsidRPr="006056B1">
        <w:t>Oui</w:t>
      </w:r>
      <w:r>
        <w:t xml:space="preserve">, </w:t>
      </w:r>
      <w:r w:rsidR="00E85E1B" w:rsidRPr="006056B1">
        <w:t>contre le grand</w:t>
      </w:r>
      <w:r>
        <w:t xml:space="preserve">, </w:t>
      </w:r>
      <w:r w:rsidR="00E85E1B" w:rsidRPr="006056B1">
        <w:t>à droite</w:t>
      </w:r>
      <w:r>
        <w:t xml:space="preserve">, </w:t>
      </w:r>
      <w:r w:rsidR="00E85E1B" w:rsidRPr="006056B1">
        <w:t>là</w:t>
      </w:r>
      <w:r>
        <w:t xml:space="preserve">, </w:t>
      </w:r>
      <w:r w:rsidR="00E85E1B" w:rsidRPr="006056B1">
        <w:t>celui qui a l</w:t>
      </w:r>
      <w:r>
        <w:t>’</w:t>
      </w:r>
      <w:r w:rsidR="00E85E1B" w:rsidRPr="006056B1">
        <w:t>écharpe bleue</w:t>
      </w:r>
      <w:r>
        <w:t xml:space="preserve"> ! </w:t>
      </w:r>
      <w:r w:rsidR="00E85E1B" w:rsidRPr="006056B1">
        <w:t>Parfaitement</w:t>
      </w:r>
      <w:r>
        <w:t> !</w:t>
      </w:r>
    </w:p>
    <w:p w14:paraId="4DFC485A" w14:textId="77777777" w:rsidR="006036B2" w:rsidRDefault="00E85E1B" w:rsidP="00E85E1B">
      <w:r w:rsidRPr="006056B1">
        <w:t>N</w:t>
      </w:r>
      <w:r w:rsidR="006036B2">
        <w:t>’</w:t>
      </w:r>
      <w:r w:rsidRPr="006056B1">
        <w:t>allez pas vous imaginer qu</w:t>
      </w:r>
      <w:r w:rsidR="006036B2">
        <w:t>’</w:t>
      </w:r>
      <w:r w:rsidRPr="006056B1">
        <w:t>elle était jolie</w:t>
      </w:r>
      <w:r w:rsidR="006036B2">
        <w:t xml:space="preserve">, </w:t>
      </w:r>
      <w:r w:rsidRPr="006056B1">
        <w:t>cette somna</w:t>
      </w:r>
      <w:r w:rsidRPr="006056B1">
        <w:t>m</w:t>
      </w:r>
      <w:r w:rsidRPr="006056B1">
        <w:t>bule</w:t>
      </w:r>
      <w:r w:rsidR="006036B2">
        <w:t xml:space="preserve">. </w:t>
      </w:r>
      <w:r w:rsidRPr="006056B1">
        <w:t>Ni sa sœur non plus</w:t>
      </w:r>
      <w:r w:rsidR="006036B2">
        <w:t xml:space="preserve">, </w:t>
      </w:r>
      <w:r w:rsidRPr="006056B1">
        <w:t>en vérité</w:t>
      </w:r>
      <w:r w:rsidR="006036B2">
        <w:t xml:space="preserve">. </w:t>
      </w:r>
      <w:r w:rsidRPr="006056B1">
        <w:t>Car</w:t>
      </w:r>
      <w:r w:rsidR="006036B2">
        <w:t xml:space="preserve">, </w:t>
      </w:r>
      <w:r w:rsidRPr="006056B1">
        <w:t>si toutes deux se re</w:t>
      </w:r>
      <w:r w:rsidRPr="006056B1">
        <w:t>s</w:t>
      </w:r>
      <w:r w:rsidRPr="006056B1">
        <w:t>semblaient comme deux gouttes d</w:t>
      </w:r>
      <w:r w:rsidR="006036B2">
        <w:t>’</w:t>
      </w:r>
      <w:r w:rsidRPr="006056B1">
        <w:t>eau</w:t>
      </w:r>
      <w:r w:rsidR="006036B2">
        <w:t xml:space="preserve">, </w:t>
      </w:r>
      <w:r w:rsidRPr="006056B1">
        <w:t>c</w:t>
      </w:r>
      <w:r w:rsidR="006036B2">
        <w:t>’</w:t>
      </w:r>
      <w:r w:rsidRPr="006056B1">
        <w:t>était comme deux gouttes d</w:t>
      </w:r>
      <w:r w:rsidR="006036B2">
        <w:t>’</w:t>
      </w:r>
      <w:r w:rsidRPr="006056B1">
        <w:t>eau sale</w:t>
      </w:r>
      <w:r w:rsidR="006036B2">
        <w:t xml:space="preserve">. </w:t>
      </w:r>
      <w:r w:rsidRPr="006056B1">
        <w:t>Plus sale et plus laide encore était la vieille</w:t>
      </w:r>
      <w:r w:rsidR="006036B2">
        <w:t xml:space="preserve">, </w:t>
      </w:r>
      <w:r w:rsidRPr="006056B1">
        <w:t>leur mère sans doute</w:t>
      </w:r>
      <w:r w:rsidR="006036B2">
        <w:t xml:space="preserve">, </w:t>
      </w:r>
      <w:r w:rsidRPr="006056B1">
        <w:t>qui</w:t>
      </w:r>
      <w:r w:rsidR="006036B2">
        <w:t xml:space="preserve">, </w:t>
      </w:r>
      <w:r w:rsidRPr="006056B1">
        <w:t>à l</w:t>
      </w:r>
      <w:r w:rsidR="006036B2">
        <w:t>’</w:t>
      </w:r>
      <w:r w:rsidRPr="006056B1">
        <w:t>arrière de la caravane</w:t>
      </w:r>
      <w:r w:rsidR="006036B2">
        <w:t xml:space="preserve">, </w:t>
      </w:r>
      <w:r w:rsidRPr="006056B1">
        <w:lastRenderedPageBreak/>
        <w:t>sous une bâche noire</w:t>
      </w:r>
      <w:r w:rsidR="006036B2">
        <w:t xml:space="preserve">, </w:t>
      </w:r>
      <w:r w:rsidRPr="006056B1">
        <w:t>cuisinait dans un poêlon d</w:t>
      </w:r>
      <w:r w:rsidR="006036B2">
        <w:t>’</w:t>
      </w:r>
      <w:r w:rsidRPr="006056B1">
        <w:t>étranges ragoûts</w:t>
      </w:r>
      <w:r w:rsidR="006036B2">
        <w:t xml:space="preserve">, </w:t>
      </w:r>
      <w:r w:rsidRPr="006056B1">
        <w:t>avec une mine et des gestes de sorcière</w:t>
      </w:r>
      <w:r w:rsidR="006036B2">
        <w:t xml:space="preserve">. </w:t>
      </w:r>
      <w:r w:rsidRPr="006056B1">
        <w:t>Pas même les enfants n</w:t>
      </w:r>
      <w:r w:rsidR="006036B2">
        <w:t>’</w:t>
      </w:r>
      <w:r w:rsidRPr="006056B1">
        <w:t>étaient jolis</w:t>
      </w:r>
      <w:r w:rsidR="006036B2">
        <w:t xml:space="preserve">. </w:t>
      </w:r>
      <w:r w:rsidRPr="006056B1">
        <w:t xml:space="preserve">Et pourtant il y en avait une </w:t>
      </w:r>
      <w:proofErr w:type="spellStart"/>
      <w:r w:rsidRPr="006056B1">
        <w:t>triclée</w:t>
      </w:r>
      <w:proofErr w:type="spellEnd"/>
      <w:r w:rsidR="006036B2">
        <w:t xml:space="preserve">, </w:t>
      </w:r>
      <w:r w:rsidRPr="006056B1">
        <w:t>sept ou huit pour le moins</w:t>
      </w:r>
      <w:r w:rsidR="006036B2">
        <w:t xml:space="preserve">, </w:t>
      </w:r>
      <w:r w:rsidRPr="006056B1">
        <w:t>toujours grouillant en vermine entre les roues de la bagnole</w:t>
      </w:r>
      <w:r w:rsidR="006036B2">
        <w:t xml:space="preserve">, </w:t>
      </w:r>
      <w:r w:rsidRPr="006056B1">
        <w:t>mais tous</w:t>
      </w:r>
      <w:r w:rsidR="006036B2">
        <w:t xml:space="preserve">, </w:t>
      </w:r>
      <w:r w:rsidRPr="006056B1">
        <w:t>à qui mieux mieux</w:t>
      </w:r>
      <w:r w:rsidR="006036B2">
        <w:t xml:space="preserve">, </w:t>
      </w:r>
      <w:r w:rsidRPr="006056B1">
        <w:t>pouilleux</w:t>
      </w:r>
      <w:r w:rsidR="006036B2">
        <w:t xml:space="preserve">, </w:t>
      </w:r>
      <w:proofErr w:type="spellStart"/>
      <w:r w:rsidRPr="006056B1">
        <w:t>rouilleux</w:t>
      </w:r>
      <w:proofErr w:type="spellEnd"/>
      <w:r w:rsidR="006036B2">
        <w:t xml:space="preserve">, </w:t>
      </w:r>
      <w:r w:rsidRPr="006056B1">
        <w:t>écailleux</w:t>
      </w:r>
      <w:r w:rsidR="006036B2">
        <w:t xml:space="preserve">, </w:t>
      </w:r>
      <w:r w:rsidRPr="006056B1">
        <w:t xml:space="preserve">guenilleux et </w:t>
      </w:r>
      <w:proofErr w:type="spellStart"/>
      <w:r w:rsidRPr="006056B1">
        <w:t>grenipilleux</w:t>
      </w:r>
      <w:proofErr w:type="spellEnd"/>
      <w:r w:rsidR="006036B2">
        <w:t>.</w:t>
      </w:r>
    </w:p>
    <w:p w14:paraId="142597BE" w14:textId="77777777" w:rsidR="006036B2" w:rsidRDefault="00E85E1B" w:rsidP="00E85E1B">
      <w:r w:rsidRPr="006056B1">
        <w:t>Seulement</w:t>
      </w:r>
      <w:r w:rsidR="006036B2">
        <w:t xml:space="preserve">, </w:t>
      </w:r>
      <w:r w:rsidRPr="006056B1">
        <w:t>tous</w:t>
      </w:r>
      <w:r w:rsidR="006036B2">
        <w:t xml:space="preserve">, </w:t>
      </w:r>
      <w:r w:rsidRPr="006056B1">
        <w:t>et les enfants</w:t>
      </w:r>
      <w:r w:rsidR="006036B2">
        <w:t xml:space="preserve">, </w:t>
      </w:r>
      <w:r w:rsidRPr="006056B1">
        <w:t>et les deux sœurs dava</w:t>
      </w:r>
      <w:r w:rsidRPr="006056B1">
        <w:t>n</w:t>
      </w:r>
      <w:r w:rsidRPr="006056B1">
        <w:t>tage</w:t>
      </w:r>
      <w:r w:rsidR="006036B2">
        <w:t xml:space="preserve">, </w:t>
      </w:r>
      <w:r w:rsidRPr="006056B1">
        <w:t>et la vieille surtout</w:t>
      </w:r>
      <w:r w:rsidR="006036B2">
        <w:t xml:space="preserve">, </w:t>
      </w:r>
      <w:r w:rsidRPr="006056B1">
        <w:t>ils étaient pour moi bien plus que j</w:t>
      </w:r>
      <w:r w:rsidRPr="006056B1">
        <w:t>o</w:t>
      </w:r>
      <w:r w:rsidRPr="006056B1">
        <w:t>lis</w:t>
      </w:r>
      <w:r w:rsidR="006036B2">
        <w:t xml:space="preserve"> : </w:t>
      </w:r>
      <w:r w:rsidRPr="006056B1">
        <w:t xml:space="preserve">ils étaient </w:t>
      </w:r>
      <w:proofErr w:type="spellStart"/>
      <w:r w:rsidRPr="006056B1">
        <w:t>Romanitchels</w:t>
      </w:r>
      <w:proofErr w:type="spellEnd"/>
      <w:r w:rsidR="006036B2">
        <w:t xml:space="preserve">. </w:t>
      </w:r>
      <w:r w:rsidRPr="006056B1">
        <w:t>Oh</w:t>
      </w:r>
      <w:r w:rsidR="006036B2">
        <w:t xml:space="preserve"> ! </w:t>
      </w:r>
      <w:r w:rsidRPr="006056B1">
        <w:t>combien</w:t>
      </w:r>
      <w:r w:rsidR="006036B2">
        <w:t xml:space="preserve"> ! </w:t>
      </w:r>
      <w:r w:rsidRPr="006056B1">
        <w:t>Des peaux jaunes</w:t>
      </w:r>
      <w:r w:rsidR="006036B2">
        <w:t xml:space="preserve">, </w:t>
      </w:r>
      <w:r w:rsidRPr="006056B1">
        <w:t>à en être vertes</w:t>
      </w:r>
      <w:r w:rsidR="006036B2">
        <w:t xml:space="preserve"> ! </w:t>
      </w:r>
      <w:r w:rsidRPr="006056B1">
        <w:t>Des cheveux noirs jusqu</w:t>
      </w:r>
      <w:r w:rsidR="006036B2">
        <w:t>’</w:t>
      </w:r>
      <w:r w:rsidRPr="006056B1">
        <w:t>à l</w:t>
      </w:r>
      <w:r w:rsidR="006036B2">
        <w:t>’</w:t>
      </w:r>
      <w:r w:rsidRPr="006056B1">
        <w:t>indigo</w:t>
      </w:r>
      <w:r w:rsidR="006036B2">
        <w:t xml:space="preserve">, </w:t>
      </w:r>
      <w:r w:rsidRPr="006056B1">
        <w:t>les uns plats</w:t>
      </w:r>
      <w:r w:rsidR="006036B2">
        <w:t xml:space="preserve">, </w:t>
      </w:r>
      <w:r w:rsidRPr="006056B1">
        <w:t>en raides mèches pareilles à des lames d</w:t>
      </w:r>
      <w:r w:rsidR="006036B2">
        <w:t>’</w:t>
      </w:r>
      <w:r w:rsidRPr="006056B1">
        <w:t>acier miroitantes de mo</w:t>
      </w:r>
      <w:r w:rsidRPr="006056B1">
        <w:t>i</w:t>
      </w:r>
      <w:r w:rsidRPr="006056B1">
        <w:t>res</w:t>
      </w:r>
      <w:r w:rsidR="006036B2">
        <w:t xml:space="preserve">, </w:t>
      </w:r>
      <w:r w:rsidRPr="006056B1">
        <w:t>les autres tire-bouchonnant comme des copeaux de paille de fer</w:t>
      </w:r>
      <w:r w:rsidR="006036B2">
        <w:t xml:space="preserve"> ! </w:t>
      </w:r>
      <w:r w:rsidRPr="006056B1">
        <w:t>Et ces yeux clairs</w:t>
      </w:r>
      <w:r w:rsidR="006036B2">
        <w:t xml:space="preserve">, </w:t>
      </w:r>
      <w:r w:rsidRPr="006056B1">
        <w:t>pâles</w:t>
      </w:r>
      <w:r w:rsidR="006036B2">
        <w:t xml:space="preserve">, </w:t>
      </w:r>
      <w:r w:rsidRPr="006056B1">
        <w:t>tantôt allumés de furtives fulgurations</w:t>
      </w:r>
      <w:r w:rsidR="006036B2">
        <w:t xml:space="preserve">, </w:t>
      </w:r>
      <w:r w:rsidRPr="006056B1">
        <w:t>tantôt aux prunelles mortes</w:t>
      </w:r>
      <w:r w:rsidR="006036B2">
        <w:t xml:space="preserve">, </w:t>
      </w:r>
      <w:r w:rsidRPr="006056B1">
        <w:t>couleur de broui</w:t>
      </w:r>
      <w:r w:rsidRPr="006056B1">
        <w:t>l</w:t>
      </w:r>
      <w:r w:rsidRPr="006056B1">
        <w:t>lard</w:t>
      </w:r>
      <w:r w:rsidR="006036B2">
        <w:t> !</w:t>
      </w:r>
    </w:p>
    <w:p w14:paraId="50A9EA86" w14:textId="77777777" w:rsidR="006036B2" w:rsidRDefault="00E85E1B" w:rsidP="00E85E1B">
      <w:r w:rsidRPr="006056B1">
        <w:t>Inutile</w:t>
      </w:r>
      <w:r w:rsidR="006036B2">
        <w:t xml:space="preserve">, </w:t>
      </w:r>
      <w:r w:rsidRPr="006056B1">
        <w:t>je pense</w:t>
      </w:r>
      <w:r w:rsidR="006036B2">
        <w:t xml:space="preserve">, </w:t>
      </w:r>
      <w:r w:rsidRPr="006056B1">
        <w:t>d</w:t>
      </w:r>
      <w:r w:rsidR="006036B2">
        <w:t>’</w:t>
      </w:r>
      <w:r w:rsidRPr="006056B1">
        <w:t>expliquer plus longuement quel furieux désir j</w:t>
      </w:r>
      <w:r w:rsidR="006036B2">
        <w:t>’</w:t>
      </w:r>
      <w:r w:rsidRPr="006056B1">
        <w:t>avais de devenir leur ami</w:t>
      </w:r>
      <w:r w:rsidR="006036B2">
        <w:t xml:space="preserve">, </w:t>
      </w:r>
      <w:r w:rsidRPr="006056B1">
        <w:t>à nos voisines</w:t>
      </w:r>
      <w:r w:rsidR="006036B2">
        <w:t xml:space="preserve">. </w:t>
      </w:r>
      <w:r w:rsidRPr="006056B1">
        <w:t>Désir vain</w:t>
      </w:r>
      <w:r w:rsidR="006036B2">
        <w:t xml:space="preserve">, </w:t>
      </w:r>
      <w:r w:rsidRPr="006056B1">
        <w:t>je le savais d</w:t>
      </w:r>
      <w:r w:rsidR="006036B2">
        <w:t>’</w:t>
      </w:r>
      <w:r w:rsidRPr="006056B1">
        <w:t>avance</w:t>
      </w:r>
      <w:r w:rsidR="006036B2">
        <w:t xml:space="preserve">, </w:t>
      </w:r>
      <w:r w:rsidRPr="006056B1">
        <w:t>connaissant l</w:t>
      </w:r>
      <w:r w:rsidR="006036B2">
        <w:t>’</w:t>
      </w:r>
      <w:r w:rsidRPr="006056B1">
        <w:t>impénétrable sauvagerie de cette race</w:t>
      </w:r>
      <w:r w:rsidR="006036B2">
        <w:t>.</w:t>
      </w:r>
    </w:p>
    <w:p w14:paraId="392DFD94" w14:textId="77777777" w:rsidR="006036B2" w:rsidRDefault="00E85E1B" w:rsidP="00E85E1B">
      <w:r w:rsidRPr="006056B1">
        <w:t>Par bonheur</w:t>
      </w:r>
      <w:r w:rsidR="006036B2">
        <w:t xml:space="preserve">, </w:t>
      </w:r>
      <w:r w:rsidRPr="006056B1">
        <w:t>le hasard me favorisa</w:t>
      </w:r>
      <w:r w:rsidR="006036B2">
        <w:t xml:space="preserve">. </w:t>
      </w:r>
      <w:r w:rsidRPr="006056B1">
        <w:t>D</w:t>
      </w:r>
      <w:r w:rsidR="006036B2">
        <w:t>’</w:t>
      </w:r>
      <w:r w:rsidRPr="006056B1">
        <w:t xml:space="preserve">autres </w:t>
      </w:r>
      <w:r w:rsidRPr="006056B1">
        <w:rPr>
          <w:i/>
          <w:iCs/>
        </w:rPr>
        <w:t>banquistes</w:t>
      </w:r>
      <w:r w:rsidR="006036B2">
        <w:rPr>
          <w:i/>
          <w:iCs/>
        </w:rPr>
        <w:t xml:space="preserve">, </w:t>
      </w:r>
      <w:r w:rsidRPr="006056B1">
        <w:t>avec qui nous fraternisions devant des canons de bleu</w:t>
      </w:r>
      <w:r w:rsidR="006036B2">
        <w:t xml:space="preserve">, </w:t>
      </w:r>
      <w:r w:rsidRPr="006056B1">
        <w:t>m</w:t>
      </w:r>
      <w:r w:rsidR="006036B2">
        <w:t>’</w:t>
      </w:r>
      <w:r w:rsidRPr="006056B1">
        <w:t>apprirent que la caravane n</w:t>
      </w:r>
      <w:r w:rsidR="006036B2">
        <w:t>’</w:t>
      </w:r>
      <w:r w:rsidRPr="006056B1">
        <w:t>était pas au complet en ce m</w:t>
      </w:r>
      <w:r w:rsidRPr="006056B1">
        <w:t>o</w:t>
      </w:r>
      <w:r w:rsidRPr="006056B1">
        <w:t>ment</w:t>
      </w:r>
      <w:r w:rsidR="006036B2">
        <w:t xml:space="preserve">, </w:t>
      </w:r>
      <w:r w:rsidRPr="006056B1">
        <w:t>qu</w:t>
      </w:r>
      <w:r w:rsidR="006036B2">
        <w:t>’</w:t>
      </w:r>
      <w:r w:rsidRPr="006056B1">
        <w:t>il y manquait le chef et sa mère</w:t>
      </w:r>
      <w:r w:rsidR="006036B2">
        <w:t xml:space="preserve">, </w:t>
      </w:r>
      <w:r w:rsidRPr="006056B1">
        <w:t>non pas Bohémiens ceux-ci</w:t>
      </w:r>
      <w:r w:rsidR="006036B2">
        <w:t xml:space="preserve">, </w:t>
      </w:r>
      <w:r w:rsidRPr="006056B1">
        <w:t>mais Italiens</w:t>
      </w:r>
      <w:r w:rsidR="006036B2">
        <w:t xml:space="preserve">, </w:t>
      </w:r>
      <w:r w:rsidRPr="006056B1">
        <w:t>tous deux à l</w:t>
      </w:r>
      <w:r w:rsidR="006036B2">
        <w:t>’</w:t>
      </w:r>
      <w:r w:rsidRPr="006056B1">
        <w:t>hôpital depuis leur arrivée à Paris</w:t>
      </w:r>
      <w:r w:rsidR="006036B2">
        <w:t xml:space="preserve">. </w:t>
      </w:r>
      <w:r w:rsidRPr="006056B1">
        <w:t>J</w:t>
      </w:r>
      <w:r w:rsidR="006036B2">
        <w:t>’</w:t>
      </w:r>
      <w:r w:rsidRPr="006056B1">
        <w:t>avais pour camarades quelques étudiants en médecine</w:t>
      </w:r>
      <w:r w:rsidR="006036B2">
        <w:t xml:space="preserve">. </w:t>
      </w:r>
      <w:r w:rsidRPr="006056B1">
        <w:t>Par eux</w:t>
      </w:r>
      <w:r w:rsidR="006036B2">
        <w:t xml:space="preserve">, </w:t>
      </w:r>
      <w:r w:rsidRPr="006056B1">
        <w:t>je me fis présenter aux internes de l</w:t>
      </w:r>
      <w:r w:rsidR="006036B2">
        <w:t>’</w:t>
      </w:r>
      <w:r w:rsidRPr="006056B1">
        <w:t>hôpital où se tro</w:t>
      </w:r>
      <w:r w:rsidRPr="006056B1">
        <w:t>u</w:t>
      </w:r>
      <w:r w:rsidRPr="006056B1">
        <w:t xml:space="preserve">vait </w:t>
      </w:r>
      <w:proofErr w:type="spellStart"/>
      <w:r w:rsidRPr="006056B1">
        <w:t>Rasponi</w:t>
      </w:r>
      <w:proofErr w:type="spellEnd"/>
      <w:r w:rsidR="006036B2">
        <w:t xml:space="preserve">, </w:t>
      </w:r>
      <w:r w:rsidRPr="006056B1">
        <w:t>le chef absent</w:t>
      </w:r>
      <w:r w:rsidR="006036B2">
        <w:t xml:space="preserve">. </w:t>
      </w:r>
      <w:r w:rsidRPr="006056B1">
        <w:t>Je me liai avec lui sans grande di</w:t>
      </w:r>
      <w:r w:rsidRPr="006056B1">
        <w:t>f</w:t>
      </w:r>
      <w:r w:rsidRPr="006056B1">
        <w:t>ficulté</w:t>
      </w:r>
      <w:r w:rsidR="006036B2">
        <w:t xml:space="preserve">. </w:t>
      </w:r>
      <w:r w:rsidRPr="006056B1">
        <w:t>Des paquets de tabac et surtout des oranges</w:t>
      </w:r>
      <w:r w:rsidR="006036B2">
        <w:t xml:space="preserve">, </w:t>
      </w:r>
      <w:r w:rsidRPr="006056B1">
        <w:t>et</w:t>
      </w:r>
      <w:r w:rsidR="006036B2">
        <w:t xml:space="preserve">, </w:t>
      </w:r>
      <w:r w:rsidRPr="006056B1">
        <w:t>plus e</w:t>
      </w:r>
      <w:r w:rsidRPr="006056B1">
        <w:t>n</w:t>
      </w:r>
      <w:r w:rsidRPr="006056B1">
        <w:t>core</w:t>
      </w:r>
      <w:r w:rsidR="006036B2">
        <w:t xml:space="preserve">, </w:t>
      </w:r>
      <w:r w:rsidRPr="006056B1">
        <w:t>de menus privilèges accordés à ma requête</w:t>
      </w:r>
      <w:r w:rsidR="006036B2">
        <w:t xml:space="preserve">, </w:t>
      </w:r>
      <w:r w:rsidRPr="006056B1">
        <w:t>il n</w:t>
      </w:r>
      <w:r w:rsidR="006036B2">
        <w:t>’</w:t>
      </w:r>
      <w:r w:rsidRPr="006056B1">
        <w:t>en fallait pas tant pour apprivoiser le pèlerin</w:t>
      </w:r>
      <w:r w:rsidR="006036B2">
        <w:t xml:space="preserve">, </w:t>
      </w:r>
      <w:r w:rsidRPr="006056B1">
        <w:t>d</w:t>
      </w:r>
      <w:r w:rsidR="006036B2">
        <w:t>’</w:t>
      </w:r>
      <w:r w:rsidRPr="006056B1">
        <w:t>ailleurs peu farouche</w:t>
      </w:r>
      <w:r w:rsidR="006036B2">
        <w:t xml:space="preserve">. </w:t>
      </w:r>
      <w:r w:rsidRPr="006056B1">
        <w:t>Si bien qu</w:t>
      </w:r>
      <w:r w:rsidR="006036B2">
        <w:t>’</w:t>
      </w:r>
      <w:r w:rsidRPr="006056B1">
        <w:t xml:space="preserve">à sa sortie nous étions une paire de </w:t>
      </w:r>
      <w:r w:rsidRPr="006056B1">
        <w:lastRenderedPageBreak/>
        <w:t>copains</w:t>
      </w:r>
      <w:r w:rsidR="006036B2">
        <w:t xml:space="preserve">, </w:t>
      </w:r>
      <w:r w:rsidRPr="006056B1">
        <w:t>et qu</w:t>
      </w:r>
      <w:r w:rsidR="006036B2">
        <w:t>’</w:t>
      </w:r>
      <w:r w:rsidRPr="006056B1">
        <w:t>en r</w:t>
      </w:r>
      <w:r w:rsidRPr="006056B1">
        <w:t>e</w:t>
      </w:r>
      <w:r w:rsidRPr="006056B1">
        <w:t>venant dans sa caravane il m</w:t>
      </w:r>
      <w:r w:rsidR="006036B2">
        <w:t>’</w:t>
      </w:r>
      <w:r w:rsidRPr="006056B1">
        <w:t>y introduisit par ces mots</w:t>
      </w:r>
      <w:r w:rsidR="006036B2">
        <w:t> :</w:t>
      </w:r>
    </w:p>
    <w:p w14:paraId="45987E4F" w14:textId="77777777" w:rsidR="006036B2" w:rsidRDefault="006036B2" w:rsidP="00E85E1B">
      <w:r>
        <w:t>— </w:t>
      </w:r>
      <w:proofErr w:type="spellStart"/>
      <w:r w:rsidR="00E85E1B" w:rsidRPr="006056B1">
        <w:t>Céloui-ci</w:t>
      </w:r>
      <w:proofErr w:type="spellEnd"/>
      <w:r w:rsidR="00E85E1B" w:rsidRPr="006056B1">
        <w:t xml:space="preserve"> il est </w:t>
      </w:r>
      <w:proofErr w:type="spellStart"/>
      <w:r w:rsidR="00E85E1B" w:rsidRPr="006056B1">
        <w:t>oun</w:t>
      </w:r>
      <w:proofErr w:type="spellEnd"/>
      <w:r w:rsidR="00E85E1B" w:rsidRPr="006056B1">
        <w:t xml:space="preserve"> frère</w:t>
      </w:r>
      <w:r>
        <w:t xml:space="preserve">, </w:t>
      </w:r>
      <w:r w:rsidR="00E85E1B" w:rsidRPr="006056B1">
        <w:t>vous savez</w:t>
      </w:r>
      <w:r>
        <w:t xml:space="preserve">, </w:t>
      </w:r>
      <w:r w:rsidR="00E85E1B" w:rsidRPr="006056B1">
        <w:t>eh</w:t>
      </w:r>
      <w:r>
        <w:t xml:space="preserve"> ! </w:t>
      </w:r>
      <w:r w:rsidR="00E85E1B" w:rsidRPr="006056B1">
        <w:t>les femmes</w:t>
      </w:r>
      <w:r>
        <w:t xml:space="preserve">, </w:t>
      </w:r>
      <w:r w:rsidR="00E85E1B" w:rsidRPr="006056B1">
        <w:t xml:space="preserve">et </w:t>
      </w:r>
      <w:proofErr w:type="spellStart"/>
      <w:r w:rsidR="00E85E1B" w:rsidRPr="006056B1">
        <w:t>zé</w:t>
      </w:r>
      <w:proofErr w:type="spellEnd"/>
      <w:r w:rsidR="00E85E1B" w:rsidRPr="006056B1">
        <w:t xml:space="preserve"> l</w:t>
      </w:r>
      <w:r>
        <w:t>’</w:t>
      </w:r>
      <w:r w:rsidR="00E85E1B" w:rsidRPr="006056B1">
        <w:t xml:space="preserve">invite à </w:t>
      </w:r>
      <w:proofErr w:type="spellStart"/>
      <w:r w:rsidR="00E85E1B" w:rsidRPr="006056B1">
        <w:t>manzer</w:t>
      </w:r>
      <w:proofErr w:type="spellEnd"/>
      <w:r w:rsidR="00E85E1B" w:rsidRPr="006056B1">
        <w:t xml:space="preserve"> cé soir</w:t>
      </w:r>
      <w:r>
        <w:t>.</w:t>
      </w:r>
    </w:p>
    <w:p w14:paraId="588762FA" w14:textId="77777777" w:rsidR="006036B2" w:rsidRDefault="00E85E1B" w:rsidP="00E85E1B">
      <w:r w:rsidRPr="006056B1">
        <w:t>À quoi une des deux sœurs ayant fait la moue</w:t>
      </w:r>
      <w:r w:rsidR="006036B2">
        <w:t xml:space="preserve">, </w:t>
      </w:r>
      <w:r w:rsidRPr="006056B1">
        <w:t>et la vieille une grimace en grommelant</w:t>
      </w:r>
      <w:r w:rsidR="006036B2">
        <w:t xml:space="preserve">, </w:t>
      </w:r>
      <w:proofErr w:type="spellStart"/>
      <w:r w:rsidRPr="006056B1">
        <w:t>Rasponi</w:t>
      </w:r>
      <w:proofErr w:type="spellEnd"/>
      <w:r w:rsidRPr="006056B1">
        <w:t xml:space="preserve"> administra</w:t>
      </w:r>
      <w:r w:rsidR="006036B2">
        <w:t xml:space="preserve">, </w:t>
      </w:r>
      <w:r w:rsidRPr="006056B1">
        <w:t>comme c</w:t>
      </w:r>
      <w:r w:rsidRPr="006056B1">
        <w:t>a</w:t>
      </w:r>
      <w:r w:rsidRPr="006056B1">
        <w:t>deau de bienvenue pour fêter son retour</w:t>
      </w:r>
      <w:r w:rsidR="006036B2">
        <w:t xml:space="preserve">, </w:t>
      </w:r>
      <w:r w:rsidRPr="006056B1">
        <w:t>une vigoureuse paire de claques à l</w:t>
      </w:r>
      <w:r w:rsidR="006036B2">
        <w:t>’</w:t>
      </w:r>
      <w:r w:rsidRPr="006056B1">
        <w:t>une et un maître coup de pied dans le derrière de l</w:t>
      </w:r>
      <w:r w:rsidR="006036B2">
        <w:t>’</w:t>
      </w:r>
      <w:r w:rsidRPr="006056B1">
        <w:t>autre</w:t>
      </w:r>
      <w:r w:rsidR="006036B2">
        <w:t>.</w:t>
      </w:r>
    </w:p>
    <w:p w14:paraId="0996D430" w14:textId="77777777" w:rsidR="006036B2" w:rsidRDefault="00E85E1B" w:rsidP="00E85E1B">
      <w:r w:rsidRPr="006056B1">
        <w:t>Cela</w:t>
      </w:r>
      <w:r w:rsidR="006036B2">
        <w:t xml:space="preserve">, </w:t>
      </w:r>
      <w:r w:rsidRPr="006056B1">
        <w:t>du reste</w:t>
      </w:r>
      <w:r w:rsidR="006036B2">
        <w:t xml:space="preserve">, </w:t>
      </w:r>
      <w:r w:rsidRPr="006056B1">
        <w:t>sans colère</w:t>
      </w:r>
      <w:r w:rsidR="006036B2">
        <w:t xml:space="preserve">, </w:t>
      </w:r>
      <w:r w:rsidRPr="006056B1">
        <w:t>très simplement</w:t>
      </w:r>
      <w:r w:rsidR="006036B2">
        <w:t xml:space="preserve">, </w:t>
      </w:r>
      <w:r w:rsidRPr="006056B1">
        <w:t>le sourire aux lèvres</w:t>
      </w:r>
      <w:r w:rsidR="006036B2">
        <w:t xml:space="preserve">, </w:t>
      </w:r>
      <w:r w:rsidRPr="006056B1">
        <w:t>comme une habituelle façon d</w:t>
      </w:r>
      <w:r w:rsidR="006036B2">
        <w:t>’</w:t>
      </w:r>
      <w:r w:rsidRPr="006056B1">
        <w:t>accentuer ses ordres</w:t>
      </w:r>
      <w:r w:rsidR="006036B2">
        <w:t xml:space="preserve">, </w:t>
      </w:r>
      <w:r w:rsidRPr="006056B1">
        <w:t>pas plus</w:t>
      </w:r>
      <w:r w:rsidR="006036B2">
        <w:t xml:space="preserve">. </w:t>
      </w:r>
      <w:r w:rsidRPr="006056B1">
        <w:t>Et les battues l</w:t>
      </w:r>
      <w:r w:rsidR="006036B2">
        <w:t>’</w:t>
      </w:r>
      <w:r w:rsidRPr="006056B1">
        <w:t>acceptèrent ainsi</w:t>
      </w:r>
      <w:r w:rsidR="006036B2">
        <w:t xml:space="preserve">, </w:t>
      </w:r>
      <w:r w:rsidRPr="006056B1">
        <w:t xml:space="preserve">en esclaves qui ne </w:t>
      </w:r>
      <w:proofErr w:type="spellStart"/>
      <w:r w:rsidRPr="006056B1">
        <w:t>rétip</w:t>
      </w:r>
      <w:r w:rsidRPr="006056B1">
        <w:t>o</w:t>
      </w:r>
      <w:r w:rsidRPr="006056B1">
        <w:t>laient</w:t>
      </w:r>
      <w:proofErr w:type="spellEnd"/>
      <w:r w:rsidRPr="006056B1">
        <w:t xml:space="preserve"> point</w:t>
      </w:r>
      <w:r w:rsidR="006036B2">
        <w:t xml:space="preserve">, </w:t>
      </w:r>
      <w:r w:rsidRPr="006056B1">
        <w:t>et pas même en esclaves</w:t>
      </w:r>
      <w:r w:rsidR="006036B2">
        <w:t xml:space="preserve"> (</w:t>
      </w:r>
      <w:r w:rsidRPr="006056B1">
        <w:t>car aucune lueur de r</w:t>
      </w:r>
      <w:r w:rsidRPr="006056B1">
        <w:t>é</w:t>
      </w:r>
      <w:r w:rsidRPr="006056B1">
        <w:t>volte ne passa dans leurs yeux de louves</w:t>
      </w:r>
      <w:r w:rsidR="006036B2">
        <w:t xml:space="preserve">), </w:t>
      </w:r>
      <w:r w:rsidRPr="006056B1">
        <w:t>mais plutôt en e</w:t>
      </w:r>
      <w:r w:rsidRPr="006056B1">
        <w:t>n</w:t>
      </w:r>
      <w:r w:rsidRPr="006056B1">
        <w:t>fants</w:t>
      </w:r>
      <w:r w:rsidR="006036B2">
        <w:t xml:space="preserve">, </w:t>
      </w:r>
      <w:r w:rsidRPr="006056B1">
        <w:t xml:space="preserve">de ceux qui ont </w:t>
      </w:r>
      <w:r w:rsidRPr="006056B1">
        <w:rPr>
          <w:i/>
          <w:iCs/>
        </w:rPr>
        <w:t>besoin</w:t>
      </w:r>
      <w:r w:rsidRPr="006056B1">
        <w:t xml:space="preserve"> de taloches</w:t>
      </w:r>
      <w:r w:rsidR="006036B2">
        <w:t>.</w:t>
      </w:r>
    </w:p>
    <w:p w14:paraId="74F29680" w14:textId="77777777" w:rsidR="006036B2" w:rsidRDefault="00E85E1B" w:rsidP="00E85E1B">
      <w:r w:rsidRPr="006056B1">
        <w:t>Je soupai donc avec mes chères Bohémiennes</w:t>
      </w:r>
      <w:r w:rsidR="006036B2">
        <w:t xml:space="preserve">, </w:t>
      </w:r>
      <w:r w:rsidRPr="006056B1">
        <w:t>et mangeai de la terrible ratatouille cuisinée par la sorcière</w:t>
      </w:r>
      <w:r w:rsidR="006036B2">
        <w:t xml:space="preserve">, </w:t>
      </w:r>
      <w:r w:rsidRPr="006056B1">
        <w:t>une sorte de p</w:t>
      </w:r>
      <w:r w:rsidRPr="006056B1">
        <w:t>i</w:t>
      </w:r>
      <w:r w:rsidRPr="006056B1">
        <w:t>lau diaboliquement épicé</w:t>
      </w:r>
      <w:r w:rsidR="006036B2">
        <w:t xml:space="preserve">. </w:t>
      </w:r>
      <w:r w:rsidRPr="006056B1">
        <w:t>Je rendis la politesse le lendemain</w:t>
      </w:r>
      <w:r w:rsidR="006036B2">
        <w:t xml:space="preserve">, </w:t>
      </w:r>
      <w:r w:rsidRPr="006056B1">
        <w:t>en apportant un gigot et une demi-douzaine de litres</w:t>
      </w:r>
      <w:r w:rsidR="006036B2">
        <w:t xml:space="preserve">. </w:t>
      </w:r>
      <w:r w:rsidRPr="006056B1">
        <w:t>Quelques s</w:t>
      </w:r>
      <w:r w:rsidRPr="006056B1">
        <w:t>u</w:t>
      </w:r>
      <w:r w:rsidRPr="006056B1">
        <w:t>creries données à la marmaille achevèrent de me concilier les femmes</w:t>
      </w:r>
      <w:r w:rsidR="006036B2">
        <w:t xml:space="preserve">, </w:t>
      </w:r>
      <w:r w:rsidRPr="006056B1">
        <w:t>même la vieille</w:t>
      </w:r>
      <w:r w:rsidR="006036B2">
        <w:t xml:space="preserve">. </w:t>
      </w:r>
      <w:r w:rsidRPr="006056B1">
        <w:t>D</w:t>
      </w:r>
      <w:r w:rsidR="006036B2">
        <w:t>’</w:t>
      </w:r>
      <w:r w:rsidRPr="006056B1">
        <w:t>ailleurs</w:t>
      </w:r>
      <w:r w:rsidR="006036B2">
        <w:t xml:space="preserve">, </w:t>
      </w:r>
      <w:r w:rsidRPr="006056B1">
        <w:t>je n</w:t>
      </w:r>
      <w:r w:rsidR="006036B2">
        <w:t>’</w:t>
      </w:r>
      <w:r w:rsidRPr="006056B1">
        <w:t>étais qu</w:t>
      </w:r>
      <w:r w:rsidR="006036B2">
        <w:t>’</w:t>
      </w:r>
      <w:r w:rsidRPr="006056B1">
        <w:t>un demi-étranger</w:t>
      </w:r>
      <w:r w:rsidR="006036B2">
        <w:t xml:space="preserve">, </w:t>
      </w:r>
      <w:r w:rsidRPr="006056B1">
        <w:t xml:space="preserve">puisque je </w:t>
      </w:r>
      <w:r w:rsidRPr="006056B1">
        <w:rPr>
          <w:i/>
          <w:iCs/>
        </w:rPr>
        <w:t>travaillais</w:t>
      </w:r>
      <w:r w:rsidRPr="006056B1">
        <w:t xml:space="preserve"> dans la baraque voisine</w:t>
      </w:r>
      <w:r w:rsidR="006036B2">
        <w:t xml:space="preserve">, </w:t>
      </w:r>
      <w:r w:rsidRPr="006056B1">
        <w:t>en f</w:t>
      </w:r>
      <w:r w:rsidRPr="006056B1">
        <w:t>o</w:t>
      </w:r>
      <w:r w:rsidRPr="006056B1">
        <w:t>rain</w:t>
      </w:r>
      <w:r w:rsidR="006036B2">
        <w:t xml:space="preserve">. </w:t>
      </w:r>
      <w:r w:rsidRPr="006056B1">
        <w:t>Enfin</w:t>
      </w:r>
      <w:r w:rsidR="006036B2">
        <w:t xml:space="preserve">, </w:t>
      </w:r>
      <w:r w:rsidRPr="006056B1">
        <w:t>la plus jeune des deux sœurs</w:t>
      </w:r>
      <w:r w:rsidR="006036B2">
        <w:t xml:space="preserve">, </w:t>
      </w:r>
      <w:r w:rsidRPr="006056B1">
        <w:t>m</w:t>
      </w:r>
      <w:r w:rsidR="006036B2">
        <w:t>’</w:t>
      </w:r>
      <w:r w:rsidRPr="006056B1">
        <w:t>ayant un jour r</w:t>
      </w:r>
      <w:r w:rsidRPr="006056B1">
        <w:t>e</w:t>
      </w:r>
      <w:r w:rsidRPr="006056B1">
        <w:t>gardé dans la paume pour me dire ma bonne aventure</w:t>
      </w:r>
      <w:r w:rsidR="006036B2">
        <w:t xml:space="preserve">, </w:t>
      </w:r>
      <w:r w:rsidRPr="006056B1">
        <w:t>avait tout à coup appelé l</w:t>
      </w:r>
      <w:r w:rsidR="006036B2">
        <w:t>’</w:t>
      </w:r>
      <w:r w:rsidRPr="006056B1">
        <w:t>autre et la grand</w:t>
      </w:r>
      <w:r w:rsidR="006036B2">
        <w:t>’</w:t>
      </w:r>
      <w:r w:rsidRPr="006056B1">
        <w:t>mère et leur avait bar</w:t>
      </w:r>
      <w:r w:rsidRPr="006056B1">
        <w:t>a</w:t>
      </w:r>
      <w:r w:rsidRPr="006056B1">
        <w:t>gouiné d</w:t>
      </w:r>
      <w:r w:rsidR="006036B2">
        <w:t>’</w:t>
      </w:r>
      <w:r w:rsidRPr="006056B1">
        <w:t>une voix volubile et joyeuse je ne sais quoi</w:t>
      </w:r>
      <w:r w:rsidR="006036B2">
        <w:t xml:space="preserve">, </w:t>
      </w:r>
      <w:r w:rsidRPr="006056B1">
        <w:t>mais app</w:t>
      </w:r>
      <w:r w:rsidRPr="006056B1">
        <w:t>a</w:t>
      </w:r>
      <w:r w:rsidRPr="006056B1">
        <w:t>remment à mon honneur</w:t>
      </w:r>
      <w:r w:rsidR="006036B2">
        <w:t xml:space="preserve"> ; </w:t>
      </w:r>
      <w:r w:rsidRPr="006056B1">
        <w:t>car toutes trois s</w:t>
      </w:r>
      <w:r w:rsidR="006036B2">
        <w:t>’</w:t>
      </w:r>
      <w:r w:rsidRPr="006056B1">
        <w:t>étaient mises auss</w:t>
      </w:r>
      <w:r w:rsidRPr="006056B1">
        <w:t>i</w:t>
      </w:r>
      <w:r w:rsidRPr="006056B1">
        <w:t>tôt à me sourire et la devineresse m</w:t>
      </w:r>
      <w:r w:rsidR="006036B2">
        <w:t>’</w:t>
      </w:r>
      <w:r w:rsidRPr="006056B1">
        <w:t>avait tiré une révérence en me baisant la main</w:t>
      </w:r>
      <w:r w:rsidR="006036B2">
        <w:t>.</w:t>
      </w:r>
    </w:p>
    <w:p w14:paraId="133B379F" w14:textId="77777777" w:rsidR="006036B2" w:rsidRDefault="00E85E1B" w:rsidP="00E85E1B">
      <w:r w:rsidRPr="006056B1">
        <w:lastRenderedPageBreak/>
        <w:t>Tant il y a qu</w:t>
      </w:r>
      <w:r w:rsidR="006036B2">
        <w:t>’</w:t>
      </w:r>
      <w:r w:rsidRPr="006056B1">
        <w:t>à la fin de la semaine</w:t>
      </w:r>
      <w:r w:rsidR="006036B2">
        <w:t xml:space="preserve">, </w:t>
      </w:r>
      <w:r w:rsidRPr="006056B1">
        <w:t xml:space="preserve">la mère </w:t>
      </w:r>
      <w:proofErr w:type="spellStart"/>
      <w:r w:rsidRPr="006056B1">
        <w:t>Rasponi</w:t>
      </w:r>
      <w:proofErr w:type="spellEnd"/>
      <w:r w:rsidRPr="006056B1">
        <w:t xml:space="preserve"> étant sortie aussi de l</w:t>
      </w:r>
      <w:r w:rsidR="006036B2">
        <w:t>’</w:t>
      </w:r>
      <w:r w:rsidRPr="006056B1">
        <w:t>hôpital</w:t>
      </w:r>
      <w:r w:rsidR="006036B2">
        <w:t xml:space="preserve">, </w:t>
      </w:r>
      <w:r w:rsidRPr="006056B1">
        <w:t>la foire au pain d</w:t>
      </w:r>
      <w:r w:rsidR="006036B2">
        <w:t>’</w:t>
      </w:r>
      <w:r w:rsidRPr="006056B1">
        <w:t>épice clôturant le le</w:t>
      </w:r>
      <w:r w:rsidRPr="006056B1">
        <w:t>n</w:t>
      </w:r>
      <w:r w:rsidRPr="006056B1">
        <w:t>demain</w:t>
      </w:r>
      <w:r w:rsidR="006036B2">
        <w:t xml:space="preserve">, </w:t>
      </w:r>
      <w:r w:rsidRPr="006056B1">
        <w:t>la caravane maintenant au complet reprenant la ca</w:t>
      </w:r>
      <w:r w:rsidRPr="006056B1">
        <w:t>m</w:t>
      </w:r>
      <w:r w:rsidRPr="006056B1">
        <w:t>pagne</w:t>
      </w:r>
      <w:r w:rsidR="006036B2">
        <w:t xml:space="preserve">, </w:t>
      </w:r>
      <w:r w:rsidRPr="006056B1">
        <w:t>comme il nous eût été pénible à tous de nous dire adieu</w:t>
      </w:r>
      <w:r w:rsidR="006036B2">
        <w:t xml:space="preserve">, </w:t>
      </w:r>
      <w:r w:rsidRPr="006056B1">
        <w:t>il fut décidé que je pouvais et devais faire partie de la famille</w:t>
      </w:r>
      <w:r w:rsidR="006036B2">
        <w:t xml:space="preserve">, </w:t>
      </w:r>
      <w:r w:rsidRPr="006056B1">
        <w:t>et</w:t>
      </w:r>
      <w:r w:rsidR="006036B2">
        <w:t xml:space="preserve"> (</w:t>
      </w:r>
      <w:r w:rsidRPr="006056B1">
        <w:t>honni soit qui mal y pense</w:t>
      </w:r>
      <w:r w:rsidR="006036B2">
        <w:t xml:space="preserve"> !) </w:t>
      </w:r>
      <w:r w:rsidRPr="006056B1">
        <w:t>je me mis bravement en route avec elle</w:t>
      </w:r>
      <w:r w:rsidR="006036B2">
        <w:t>.</w:t>
      </w:r>
    </w:p>
    <w:p w14:paraId="3F193D57" w14:textId="77777777" w:rsidR="006036B2" w:rsidRDefault="00E85E1B" w:rsidP="00E85E1B">
      <w:r w:rsidRPr="006056B1">
        <w:t>À vrai dire</w:t>
      </w:r>
      <w:r w:rsidR="006036B2">
        <w:t xml:space="preserve">, </w:t>
      </w:r>
      <w:r w:rsidRPr="006056B1">
        <w:t>je n</w:t>
      </w:r>
      <w:r w:rsidR="006036B2">
        <w:t>’</w:t>
      </w:r>
      <w:r w:rsidRPr="006056B1">
        <w:t>étais pas un hôte parasite</w:t>
      </w:r>
      <w:r w:rsidR="006036B2">
        <w:t xml:space="preserve">. </w:t>
      </w:r>
      <w:r w:rsidRPr="006056B1">
        <w:t>D</w:t>
      </w:r>
      <w:r w:rsidR="006036B2">
        <w:t>’</w:t>
      </w:r>
      <w:r w:rsidRPr="006056B1">
        <w:t>abord</w:t>
      </w:r>
      <w:r w:rsidR="006036B2">
        <w:t xml:space="preserve">, </w:t>
      </w:r>
      <w:r w:rsidRPr="006056B1">
        <w:t>grâce à une vente de tout ce qui me restait de mes anciens prix</w:t>
      </w:r>
      <w:r w:rsidR="006036B2">
        <w:t xml:space="preserve">, </w:t>
      </w:r>
      <w:r w:rsidRPr="006056B1">
        <w:t>je po</w:t>
      </w:r>
      <w:r w:rsidRPr="006056B1">
        <w:t>s</w:t>
      </w:r>
      <w:r w:rsidRPr="006056B1">
        <w:t>sédais un boursicot où sonnaient six beaux louis d</w:t>
      </w:r>
      <w:r w:rsidR="006036B2">
        <w:t>’</w:t>
      </w:r>
      <w:r w:rsidRPr="006056B1">
        <w:t>or</w:t>
      </w:r>
      <w:r w:rsidR="006036B2">
        <w:t xml:space="preserve">, </w:t>
      </w:r>
      <w:r w:rsidRPr="006056B1">
        <w:t>et c</w:t>
      </w:r>
      <w:r w:rsidR="006036B2">
        <w:t>’</w:t>
      </w:r>
      <w:r w:rsidRPr="006056B1">
        <w:t>était largement de quoi payer mon lit dans les auberges et fournir mon écot à la popote ambulante</w:t>
      </w:r>
      <w:r w:rsidR="006036B2">
        <w:t xml:space="preserve">. </w:t>
      </w:r>
      <w:r w:rsidRPr="006056B1">
        <w:t>Puis</w:t>
      </w:r>
      <w:r w:rsidR="006036B2">
        <w:t xml:space="preserve">, </w:t>
      </w:r>
      <w:r w:rsidRPr="006056B1">
        <w:t>comme le renard de La Fontaine</w:t>
      </w:r>
      <w:r w:rsidR="006036B2">
        <w:t xml:space="preserve">, </w:t>
      </w:r>
      <w:r w:rsidRPr="006056B1">
        <w:t>j</w:t>
      </w:r>
      <w:r w:rsidR="006036B2">
        <w:t>’</w:t>
      </w:r>
      <w:r w:rsidRPr="006056B1">
        <w:t>avais plusieurs tours dans mon bissac</w:t>
      </w:r>
      <w:r w:rsidR="006036B2">
        <w:t xml:space="preserve">. </w:t>
      </w:r>
      <w:r w:rsidRPr="006056B1">
        <w:t>Des tours de cartes</w:t>
      </w:r>
      <w:r w:rsidR="006036B2">
        <w:t xml:space="preserve">, </w:t>
      </w:r>
      <w:r w:rsidRPr="006056B1">
        <w:t>en particulier</w:t>
      </w:r>
      <w:r w:rsidR="006036B2">
        <w:t xml:space="preserve">, </w:t>
      </w:r>
      <w:r w:rsidRPr="006056B1">
        <w:t>assez pour être un escamoteur passable au regard des paysans chez qui nous allions battre l</w:t>
      </w:r>
      <w:r w:rsidR="006036B2">
        <w:t>’</w:t>
      </w:r>
      <w:r w:rsidRPr="006056B1">
        <w:t>estrade</w:t>
      </w:r>
      <w:r w:rsidR="006036B2">
        <w:t xml:space="preserve">. </w:t>
      </w:r>
      <w:r w:rsidRPr="006056B1">
        <w:t>Et aussi des tours de force</w:t>
      </w:r>
      <w:r w:rsidR="006036B2">
        <w:t xml:space="preserve">, </w:t>
      </w:r>
      <w:r w:rsidRPr="006056B1">
        <w:t>à l</w:t>
      </w:r>
      <w:r w:rsidR="006036B2">
        <w:t>’</w:t>
      </w:r>
      <w:r w:rsidRPr="006056B1">
        <w:t>occasion</w:t>
      </w:r>
      <w:r w:rsidR="006036B2">
        <w:t xml:space="preserve">, </w:t>
      </w:r>
      <w:r w:rsidRPr="006056B1">
        <w:t>et des tours d</w:t>
      </w:r>
      <w:r w:rsidR="006036B2">
        <w:t>’</w:t>
      </w:r>
      <w:r w:rsidRPr="006056B1">
        <w:t>adresse</w:t>
      </w:r>
      <w:r w:rsidR="006036B2">
        <w:t xml:space="preserve">, </w:t>
      </w:r>
      <w:r w:rsidRPr="006056B1">
        <w:t>poids</w:t>
      </w:r>
      <w:r w:rsidR="006036B2">
        <w:t xml:space="preserve">, </w:t>
      </w:r>
      <w:r w:rsidRPr="006056B1">
        <w:t>arbre droit</w:t>
      </w:r>
      <w:r w:rsidR="006036B2">
        <w:t xml:space="preserve">, </w:t>
      </w:r>
      <w:r w:rsidRPr="006056B1">
        <w:t>saut périlleux</w:t>
      </w:r>
      <w:r w:rsidR="006036B2">
        <w:t xml:space="preserve">, </w:t>
      </w:r>
      <w:r w:rsidRPr="006056B1">
        <w:t>bouteilles maniées en équil</w:t>
      </w:r>
      <w:r w:rsidRPr="006056B1">
        <w:t>i</w:t>
      </w:r>
      <w:r w:rsidRPr="006056B1">
        <w:t>briste et en jongleur</w:t>
      </w:r>
      <w:r w:rsidR="006036B2">
        <w:t xml:space="preserve">. </w:t>
      </w:r>
      <w:r w:rsidRPr="006056B1">
        <w:t>Le tout en cas de suprêmes ressources</w:t>
      </w:r>
      <w:r w:rsidR="006036B2">
        <w:t xml:space="preserve">. </w:t>
      </w:r>
      <w:r w:rsidRPr="006056B1">
        <w:t>Et</w:t>
      </w:r>
      <w:r w:rsidR="006036B2">
        <w:t xml:space="preserve">, </w:t>
      </w:r>
      <w:r w:rsidRPr="006056B1">
        <w:t>comme besogne courante</w:t>
      </w:r>
      <w:r w:rsidR="006036B2">
        <w:t xml:space="preserve">, </w:t>
      </w:r>
      <w:r w:rsidRPr="006056B1">
        <w:t>corser d</w:t>
      </w:r>
      <w:r w:rsidR="006036B2">
        <w:t>’</w:t>
      </w:r>
      <w:r w:rsidRPr="006056B1">
        <w:t xml:space="preserve">un baryton les chœurs dont </w:t>
      </w:r>
      <w:proofErr w:type="spellStart"/>
      <w:r w:rsidRPr="006056B1">
        <w:t>Rasponi</w:t>
      </w:r>
      <w:proofErr w:type="spellEnd"/>
      <w:r w:rsidRPr="006056B1">
        <w:t xml:space="preserve"> chantait le ténor</w:t>
      </w:r>
      <w:r w:rsidR="006036B2">
        <w:t xml:space="preserve">, </w:t>
      </w:r>
      <w:r w:rsidRPr="006056B1">
        <w:t xml:space="preserve">tandis que sa mère </w:t>
      </w:r>
      <w:proofErr w:type="spellStart"/>
      <w:r w:rsidRPr="006056B1">
        <w:t>fioriturait</w:t>
      </w:r>
      <w:proofErr w:type="spellEnd"/>
      <w:r w:rsidRPr="006056B1">
        <w:t xml:space="preserve"> sur un crincrin et que les deux sœurs grattaient frénétiquement les nombrils d</w:t>
      </w:r>
      <w:r w:rsidR="006036B2">
        <w:t>’</w:t>
      </w:r>
      <w:r w:rsidRPr="006056B1">
        <w:t>une guitare et d</w:t>
      </w:r>
      <w:r w:rsidR="006036B2">
        <w:t>’</w:t>
      </w:r>
      <w:r w:rsidRPr="006056B1">
        <w:t>une mandoline</w:t>
      </w:r>
      <w:r w:rsidR="006036B2">
        <w:t>.</w:t>
      </w:r>
    </w:p>
    <w:p w14:paraId="78EC3BC9" w14:textId="49F1CBCA" w:rsidR="006036B2" w:rsidRDefault="00E85E1B" w:rsidP="00E85E1B">
      <w:r w:rsidRPr="006056B1">
        <w:t>Car c</w:t>
      </w:r>
      <w:r w:rsidR="006036B2">
        <w:t>’</w:t>
      </w:r>
      <w:r w:rsidRPr="006056B1">
        <w:t>était là</w:t>
      </w:r>
      <w:r w:rsidR="006036B2">
        <w:t xml:space="preserve">, </w:t>
      </w:r>
      <w:r w:rsidRPr="006056B1">
        <w:t>proprement</w:t>
      </w:r>
      <w:r w:rsidR="006036B2">
        <w:t xml:space="preserve">, </w:t>
      </w:r>
      <w:r w:rsidRPr="006056B1">
        <w:t>le métier de la famille</w:t>
      </w:r>
      <w:r w:rsidR="006036B2">
        <w:t xml:space="preserve">, </w:t>
      </w:r>
      <w:r w:rsidRPr="006056B1">
        <w:t>qui n</w:t>
      </w:r>
      <w:r w:rsidR="006036B2">
        <w:t>’</w:t>
      </w:r>
      <w:r w:rsidRPr="006056B1">
        <w:t>était venue à la foire au pain d</w:t>
      </w:r>
      <w:r w:rsidR="006036B2">
        <w:t>’</w:t>
      </w:r>
      <w:r w:rsidRPr="006056B1">
        <w:t>épice que par hasard</w:t>
      </w:r>
      <w:r w:rsidR="006036B2">
        <w:t xml:space="preserve">, </w:t>
      </w:r>
      <w:r w:rsidRPr="006056B1">
        <w:t>à cause des deux membres malades entrés à l</w:t>
      </w:r>
      <w:r w:rsidR="006036B2">
        <w:t>’</w:t>
      </w:r>
      <w:r w:rsidRPr="006056B1">
        <w:t>hôpital</w:t>
      </w:r>
      <w:r w:rsidR="006036B2">
        <w:t xml:space="preserve">, </w:t>
      </w:r>
      <w:r w:rsidRPr="006056B1">
        <w:t>mais qui d</w:t>
      </w:r>
      <w:r w:rsidR="006036B2">
        <w:t>’</w:t>
      </w:r>
      <w:r w:rsidRPr="006056B1">
        <w:t>ordinaire gagnait sa vie en chantant</w:t>
      </w:r>
      <w:r w:rsidR="006036B2">
        <w:t xml:space="preserve">, </w:t>
      </w:r>
      <w:r w:rsidRPr="006056B1">
        <w:t>et dans les villages</w:t>
      </w:r>
      <w:r w:rsidR="006036B2">
        <w:t xml:space="preserve">. </w:t>
      </w:r>
      <w:r w:rsidRPr="006056B1">
        <w:t>La pancarte de somnambule ne servait qu</w:t>
      </w:r>
      <w:r w:rsidR="006036B2">
        <w:t>’</w:t>
      </w:r>
      <w:r w:rsidRPr="006056B1">
        <w:t>au passage près des villes</w:t>
      </w:r>
      <w:r w:rsidR="006036B2">
        <w:t xml:space="preserve">. </w:t>
      </w:r>
      <w:r w:rsidRPr="006056B1">
        <w:t>Quant à la bonne aventure</w:t>
      </w:r>
      <w:r w:rsidR="006036B2">
        <w:t xml:space="preserve">, </w:t>
      </w:r>
      <w:r w:rsidRPr="006056B1">
        <w:t>inspection des mains</w:t>
      </w:r>
      <w:r w:rsidR="006036B2">
        <w:t xml:space="preserve">, </w:t>
      </w:r>
      <w:r w:rsidRPr="006056B1">
        <w:t>examen du marc de café</w:t>
      </w:r>
      <w:r w:rsidR="006036B2">
        <w:t xml:space="preserve">, </w:t>
      </w:r>
      <w:r w:rsidRPr="006056B1">
        <w:t>détournement de sorts</w:t>
      </w:r>
      <w:r w:rsidR="006036B2">
        <w:t xml:space="preserve">, </w:t>
      </w:r>
      <w:r w:rsidRPr="006056B1">
        <w:t>débit d</w:t>
      </w:r>
      <w:r w:rsidR="006036B2">
        <w:t>’</w:t>
      </w:r>
      <w:r w:rsidRPr="006056B1">
        <w:t>amulettes contre les maléfices</w:t>
      </w:r>
      <w:r w:rsidR="006036B2">
        <w:t xml:space="preserve"> (</w:t>
      </w:r>
      <w:r w:rsidRPr="006056B1">
        <w:t>ceci dans les campagnes les plus reculées</w:t>
      </w:r>
      <w:r w:rsidR="006036B2">
        <w:t xml:space="preserve">), </w:t>
      </w:r>
      <w:r w:rsidRPr="006056B1">
        <w:t>c</w:t>
      </w:r>
      <w:r w:rsidR="006036B2">
        <w:t>’</w:t>
      </w:r>
      <w:r w:rsidRPr="006056B1">
        <w:t xml:space="preserve">est la vieille </w:t>
      </w:r>
      <w:proofErr w:type="spellStart"/>
      <w:r w:rsidRPr="006056B1">
        <w:t>Zdagna</w:t>
      </w:r>
      <w:proofErr w:type="spellEnd"/>
      <w:r w:rsidRPr="006056B1">
        <w:t xml:space="preserve"> qui s</w:t>
      </w:r>
      <w:r w:rsidR="006036B2">
        <w:t>’</w:t>
      </w:r>
      <w:r w:rsidRPr="006056B1">
        <w:t>en chargeait particulièrement</w:t>
      </w:r>
      <w:r w:rsidR="006036B2">
        <w:t xml:space="preserve">. </w:t>
      </w:r>
      <w:r w:rsidRPr="006056B1">
        <w:t xml:space="preserve">Mais le </w:t>
      </w:r>
      <w:r w:rsidRPr="006056B1">
        <w:lastRenderedPageBreak/>
        <w:t>plus clair des recettes</w:t>
      </w:r>
      <w:r w:rsidR="006036B2">
        <w:t xml:space="preserve">, </w:t>
      </w:r>
      <w:r w:rsidRPr="006056B1">
        <w:t>on le faisait dans les auberges pa</w:t>
      </w:r>
      <w:r w:rsidRPr="006056B1">
        <w:t>y</w:t>
      </w:r>
      <w:r w:rsidRPr="006056B1">
        <w:t>sannes</w:t>
      </w:r>
      <w:r w:rsidR="006036B2">
        <w:t xml:space="preserve">, </w:t>
      </w:r>
      <w:r w:rsidRPr="006056B1">
        <w:t>sur un tréteau improvisé à même deux tables</w:t>
      </w:r>
      <w:r w:rsidR="006036B2">
        <w:t xml:space="preserve">, </w:t>
      </w:r>
      <w:r w:rsidRPr="006056B1">
        <w:rPr>
          <w:i/>
          <w:iCs/>
        </w:rPr>
        <w:t>par aut</w:t>
      </w:r>
      <w:r w:rsidRPr="006056B1">
        <w:rPr>
          <w:i/>
          <w:iCs/>
        </w:rPr>
        <w:t>o</w:t>
      </w:r>
      <w:r w:rsidRPr="006056B1">
        <w:rPr>
          <w:i/>
          <w:iCs/>
        </w:rPr>
        <w:t xml:space="preserve">risation de </w:t>
      </w:r>
      <w:r w:rsidR="006036B2">
        <w:rPr>
          <w:i/>
          <w:iCs/>
        </w:rPr>
        <w:t>M. </w:t>
      </w:r>
      <w:r w:rsidRPr="006056B1">
        <w:rPr>
          <w:i/>
          <w:iCs/>
        </w:rPr>
        <w:t>le maire</w:t>
      </w:r>
      <w:r w:rsidR="006036B2">
        <w:rPr>
          <w:i/>
          <w:iCs/>
        </w:rPr>
        <w:t xml:space="preserve">, </w:t>
      </w:r>
      <w:r w:rsidRPr="006056B1">
        <w:t>et grâce aux chansons</w:t>
      </w:r>
      <w:r w:rsidR="006036B2">
        <w:t>.</w:t>
      </w:r>
    </w:p>
    <w:p w14:paraId="3B8BB340" w14:textId="77777777" w:rsidR="006036B2" w:rsidRDefault="00E85E1B" w:rsidP="00E85E1B">
      <w:r w:rsidRPr="006056B1">
        <w:t>Chansons</w:t>
      </w:r>
      <w:r w:rsidR="006036B2">
        <w:t xml:space="preserve">, </w:t>
      </w:r>
      <w:r w:rsidRPr="006056B1">
        <w:t>hélas</w:t>
      </w:r>
      <w:r w:rsidR="006036B2">
        <w:t xml:space="preserve"> ! </w:t>
      </w:r>
      <w:r w:rsidRPr="006056B1">
        <w:t>non pas de Bohème</w:t>
      </w:r>
      <w:r w:rsidR="006036B2">
        <w:t xml:space="preserve">, </w:t>
      </w:r>
      <w:r w:rsidRPr="006056B1">
        <w:t>comme j</w:t>
      </w:r>
      <w:r w:rsidR="006036B2">
        <w:t>’</w:t>
      </w:r>
      <w:r w:rsidRPr="006056B1">
        <w:t xml:space="preserve">aurais </w:t>
      </w:r>
      <w:proofErr w:type="spellStart"/>
      <w:r w:rsidRPr="006056B1">
        <w:t>tant</w:t>
      </w:r>
      <w:proofErr w:type="spellEnd"/>
      <w:r w:rsidRPr="006056B1">
        <w:t xml:space="preserve"> voulu</w:t>
      </w:r>
      <w:r w:rsidR="006036B2">
        <w:t xml:space="preserve">. </w:t>
      </w:r>
      <w:r w:rsidRPr="006056B1">
        <w:t>Chansons</w:t>
      </w:r>
      <w:r w:rsidR="006036B2">
        <w:t xml:space="preserve"> (</w:t>
      </w:r>
      <w:r w:rsidRPr="006056B1">
        <w:t>trois fois hélas</w:t>
      </w:r>
      <w:r w:rsidR="006036B2">
        <w:t xml:space="preserve"> !) </w:t>
      </w:r>
      <w:r w:rsidRPr="006056B1">
        <w:t>vulgaires et stupides</w:t>
      </w:r>
      <w:r w:rsidR="006036B2">
        <w:t xml:space="preserve">, </w:t>
      </w:r>
      <w:r w:rsidRPr="006056B1">
        <w:t>rama</w:t>
      </w:r>
      <w:r w:rsidRPr="006056B1">
        <w:t>s</w:t>
      </w:r>
      <w:r w:rsidRPr="006056B1">
        <w:t xml:space="preserve">sées par </w:t>
      </w:r>
      <w:proofErr w:type="spellStart"/>
      <w:r w:rsidRPr="006056B1">
        <w:t>Rasponi</w:t>
      </w:r>
      <w:proofErr w:type="spellEnd"/>
      <w:r w:rsidRPr="006056B1">
        <w:t xml:space="preserve"> au décrochez-moi-ça le plus démodé des plus nia</w:t>
      </w:r>
      <w:r w:rsidRPr="00E3687A">
        <w:t>is</w:t>
      </w:r>
      <w:r w:rsidRPr="006056B1">
        <w:t xml:space="preserve"> répertoires de café-concert</w:t>
      </w:r>
      <w:r w:rsidR="006036B2">
        <w:t xml:space="preserve">. </w:t>
      </w:r>
      <w:r w:rsidRPr="006056B1">
        <w:t>Ou bien alors</w:t>
      </w:r>
      <w:r w:rsidR="006036B2">
        <w:t xml:space="preserve"> (</w:t>
      </w:r>
      <w:r w:rsidRPr="006056B1">
        <w:t>encore plus l</w:t>
      </w:r>
      <w:r w:rsidRPr="006056B1">
        <w:t>a</w:t>
      </w:r>
      <w:r w:rsidRPr="006056B1">
        <w:t>mentablement hélas</w:t>
      </w:r>
      <w:r w:rsidR="006036B2">
        <w:t xml:space="preserve"> !) </w:t>
      </w:r>
      <w:r w:rsidRPr="006056B1">
        <w:t>airs d</w:t>
      </w:r>
      <w:r w:rsidR="006036B2">
        <w:t>’</w:t>
      </w:r>
      <w:r w:rsidRPr="006056B1">
        <w:t>opéras italiens</w:t>
      </w:r>
      <w:r w:rsidR="006036B2">
        <w:t xml:space="preserve">, </w:t>
      </w:r>
      <w:r w:rsidRPr="006056B1">
        <w:t>dont il se gargar</w:t>
      </w:r>
      <w:r w:rsidRPr="006056B1">
        <w:t>i</w:t>
      </w:r>
      <w:r w:rsidRPr="006056B1">
        <w:t>sait à n</w:t>
      </w:r>
      <w:r w:rsidR="006036B2">
        <w:t>’</w:t>
      </w:r>
      <w:r w:rsidRPr="006056B1">
        <w:t>en plus finir</w:t>
      </w:r>
      <w:r w:rsidR="006036B2">
        <w:t xml:space="preserve">, </w:t>
      </w:r>
      <w:r w:rsidRPr="006056B1">
        <w:t xml:space="preserve">avec de prétentieux </w:t>
      </w:r>
      <w:proofErr w:type="spellStart"/>
      <w:r w:rsidRPr="006056B1">
        <w:rPr>
          <w:i/>
          <w:iCs/>
        </w:rPr>
        <w:t>gorgeggi</w:t>
      </w:r>
      <w:proofErr w:type="spellEnd"/>
      <w:r w:rsidR="006036B2">
        <w:t xml:space="preserve">, </w:t>
      </w:r>
      <w:r w:rsidRPr="006056B1">
        <w:t>des ro</w:t>
      </w:r>
      <w:r w:rsidRPr="006056B1">
        <w:t>u</w:t>
      </w:r>
      <w:r w:rsidRPr="006056B1">
        <w:t>lades</w:t>
      </w:r>
      <w:r w:rsidR="006036B2">
        <w:t xml:space="preserve">, </w:t>
      </w:r>
      <w:r w:rsidRPr="006056B1">
        <w:t>des trilles</w:t>
      </w:r>
      <w:r w:rsidR="006036B2">
        <w:t xml:space="preserve">, </w:t>
      </w:r>
      <w:r w:rsidRPr="006056B1">
        <w:t>des cocottes</w:t>
      </w:r>
      <w:r w:rsidR="006036B2">
        <w:t xml:space="preserve">, </w:t>
      </w:r>
      <w:r w:rsidRPr="006056B1">
        <w:t>tellement que sa mère en restait l</w:t>
      </w:r>
      <w:r w:rsidR="006036B2">
        <w:t>’</w:t>
      </w:r>
      <w:r w:rsidRPr="006056B1">
        <w:t>archet brandi et</w:t>
      </w:r>
      <w:r w:rsidR="006036B2">
        <w:t xml:space="preserve">, </w:t>
      </w:r>
      <w:r w:rsidRPr="006056B1">
        <w:t>presque pâmée</w:t>
      </w:r>
      <w:r w:rsidR="006036B2">
        <w:t xml:space="preserve">, </w:t>
      </w:r>
      <w:r w:rsidRPr="006056B1">
        <w:t>la bouche grande ouverte</w:t>
      </w:r>
      <w:r w:rsidR="006036B2">
        <w:t xml:space="preserve">, </w:t>
      </w:r>
      <w:r w:rsidRPr="006056B1">
        <w:t>les yeux blancs</w:t>
      </w:r>
      <w:r w:rsidR="006036B2">
        <w:t xml:space="preserve">, </w:t>
      </w:r>
      <w:r w:rsidRPr="006056B1">
        <w:t>semblait prête à s</w:t>
      </w:r>
      <w:r w:rsidR="006036B2">
        <w:t>’</w:t>
      </w:r>
      <w:r w:rsidRPr="006056B1">
        <w:t>évanouir sur chaque point d</w:t>
      </w:r>
      <w:r w:rsidR="006036B2">
        <w:t>’</w:t>
      </w:r>
      <w:r w:rsidRPr="006056B1">
        <w:t>orgue</w:t>
      </w:r>
      <w:r w:rsidR="006036B2">
        <w:t>.</w:t>
      </w:r>
    </w:p>
    <w:p w14:paraId="351F1B32" w14:textId="77777777" w:rsidR="006036B2" w:rsidRDefault="00E85E1B" w:rsidP="00E85E1B">
      <w:r w:rsidRPr="006056B1">
        <w:t>En voilà une que je n</w:t>
      </w:r>
      <w:r w:rsidR="006036B2">
        <w:t>’</w:t>
      </w:r>
      <w:r w:rsidRPr="006056B1">
        <w:t>aimais pas</w:t>
      </w:r>
      <w:r w:rsidR="006036B2">
        <w:t xml:space="preserve">, </w:t>
      </w:r>
      <w:r w:rsidRPr="006056B1">
        <w:t>cette mère Paola</w:t>
      </w:r>
      <w:r w:rsidR="006036B2">
        <w:t xml:space="preserve">, </w:t>
      </w:r>
      <w:r w:rsidRPr="006056B1">
        <w:t>si ent</w:t>
      </w:r>
      <w:r w:rsidRPr="006056B1">
        <w:t>i</w:t>
      </w:r>
      <w:r w:rsidRPr="006056B1">
        <w:t>chée de son ténor de fils</w:t>
      </w:r>
      <w:r w:rsidR="006036B2">
        <w:t xml:space="preserve">, </w:t>
      </w:r>
      <w:r w:rsidRPr="006056B1">
        <w:t>et de sa musique italienne filant comme macaroni</w:t>
      </w:r>
      <w:r w:rsidR="006036B2">
        <w:t xml:space="preserve">, </w:t>
      </w:r>
      <w:r w:rsidRPr="006056B1">
        <w:t>et de son violon</w:t>
      </w:r>
      <w:r w:rsidR="006036B2">
        <w:t xml:space="preserve"> ! </w:t>
      </w:r>
      <w:r w:rsidRPr="006056B1">
        <w:t>Oh</w:t>
      </w:r>
      <w:r w:rsidR="006036B2">
        <w:t xml:space="preserve"> ! </w:t>
      </w:r>
      <w:r w:rsidRPr="006056B1">
        <w:t>ce violon</w:t>
      </w:r>
      <w:r w:rsidR="006036B2">
        <w:t xml:space="preserve"> ! </w:t>
      </w:r>
      <w:r w:rsidRPr="006056B1">
        <w:t>Ce violon surtout</w:t>
      </w:r>
      <w:r w:rsidR="006036B2">
        <w:t xml:space="preserve"> ! </w:t>
      </w:r>
      <w:r w:rsidRPr="006056B1">
        <w:t>Quel cauchemar pour moi</w:t>
      </w:r>
      <w:r w:rsidR="006036B2">
        <w:t xml:space="preserve"> ! </w:t>
      </w:r>
      <w:r w:rsidRPr="006056B1">
        <w:t>Elle en avait joué jadis</w:t>
      </w:r>
      <w:r w:rsidR="006036B2">
        <w:t xml:space="preserve">, </w:t>
      </w:r>
      <w:r w:rsidRPr="006056B1">
        <w:t>d</w:t>
      </w:r>
      <w:r w:rsidRPr="006056B1">
        <w:t>i</w:t>
      </w:r>
      <w:r w:rsidRPr="006056B1">
        <w:t>sait-elle</w:t>
      </w:r>
      <w:r w:rsidR="006036B2">
        <w:t xml:space="preserve">, </w:t>
      </w:r>
      <w:r w:rsidRPr="006056B1">
        <w:t xml:space="preserve">devant des </w:t>
      </w:r>
      <w:proofErr w:type="spellStart"/>
      <w:r w:rsidRPr="006056B1">
        <w:rPr>
          <w:i/>
          <w:iCs/>
        </w:rPr>
        <w:t>mounarques</w:t>
      </w:r>
      <w:proofErr w:type="spellEnd"/>
      <w:r w:rsidR="006036B2">
        <w:t xml:space="preserve">, </w:t>
      </w:r>
      <w:r w:rsidRPr="006056B1">
        <w:t>quand elle était petite et e</w:t>
      </w:r>
      <w:r w:rsidRPr="006056B1">
        <w:t>n</w:t>
      </w:r>
      <w:r w:rsidRPr="006056B1">
        <w:t xml:space="preserve">fant </w:t>
      </w:r>
      <w:proofErr w:type="spellStart"/>
      <w:r w:rsidRPr="006056B1">
        <w:rPr>
          <w:i/>
          <w:iCs/>
        </w:rPr>
        <w:t>proudize</w:t>
      </w:r>
      <w:proofErr w:type="spellEnd"/>
      <w:r w:rsidR="006036B2">
        <w:rPr>
          <w:i/>
          <w:iCs/>
        </w:rPr>
        <w:t xml:space="preserve">. </w:t>
      </w:r>
      <w:r w:rsidRPr="006056B1">
        <w:t>Et elle m</w:t>
      </w:r>
      <w:r w:rsidR="006036B2">
        <w:t>’</w:t>
      </w:r>
      <w:r w:rsidRPr="006056B1">
        <w:t>infligeait</w:t>
      </w:r>
      <w:r w:rsidR="006036B2">
        <w:t xml:space="preserve">, </w:t>
      </w:r>
      <w:r w:rsidRPr="006056B1">
        <w:t>que de fois</w:t>
      </w:r>
      <w:r w:rsidR="006036B2">
        <w:t xml:space="preserve">, </w:t>
      </w:r>
      <w:r w:rsidRPr="006056B1">
        <w:t>l</w:t>
      </w:r>
      <w:r w:rsidR="006036B2">
        <w:t>’</w:t>
      </w:r>
      <w:r w:rsidRPr="006056B1">
        <w:t xml:space="preserve">audition de ses </w:t>
      </w:r>
      <w:r w:rsidRPr="006056B1">
        <w:rPr>
          <w:i/>
          <w:iCs/>
        </w:rPr>
        <w:t xml:space="preserve">plous fameux </w:t>
      </w:r>
      <w:proofErr w:type="spellStart"/>
      <w:r w:rsidRPr="006056B1">
        <w:rPr>
          <w:i/>
          <w:iCs/>
        </w:rPr>
        <w:t>souccèsses</w:t>
      </w:r>
      <w:proofErr w:type="spellEnd"/>
      <w:r w:rsidR="006036B2">
        <w:rPr>
          <w:i/>
          <w:iCs/>
        </w:rPr>
        <w:t xml:space="preserve">, </w:t>
      </w:r>
      <w:r w:rsidRPr="006056B1">
        <w:t>en me câlinant d</w:t>
      </w:r>
      <w:r w:rsidR="006036B2">
        <w:t>’</w:t>
      </w:r>
      <w:r w:rsidRPr="006056B1">
        <w:t>un</w:t>
      </w:r>
      <w:r w:rsidR="006036B2">
        <w:t> :</w:t>
      </w:r>
    </w:p>
    <w:p w14:paraId="4729EB0E" w14:textId="77777777" w:rsidR="006036B2" w:rsidRDefault="006036B2" w:rsidP="00E85E1B">
      <w:r>
        <w:t>— </w:t>
      </w:r>
      <w:r w:rsidR="00E85E1B" w:rsidRPr="006056B1">
        <w:t xml:space="preserve">Per </w:t>
      </w:r>
      <w:proofErr w:type="spellStart"/>
      <w:r w:rsidR="00E85E1B" w:rsidRPr="006056B1">
        <w:t>ché</w:t>
      </w:r>
      <w:proofErr w:type="spellEnd"/>
      <w:r w:rsidR="00E85E1B" w:rsidRPr="006056B1">
        <w:t xml:space="preserve"> vous êtes</w:t>
      </w:r>
      <w:r>
        <w:t xml:space="preserve">, </w:t>
      </w:r>
      <w:proofErr w:type="spellStart"/>
      <w:r w:rsidR="00E85E1B" w:rsidRPr="006056B1">
        <w:t>zé</w:t>
      </w:r>
      <w:proofErr w:type="spellEnd"/>
      <w:r w:rsidR="00E85E1B" w:rsidRPr="006056B1">
        <w:t xml:space="preserve"> lé vois</w:t>
      </w:r>
      <w:r>
        <w:t xml:space="preserve">, </w:t>
      </w:r>
      <w:proofErr w:type="spellStart"/>
      <w:r w:rsidR="00E85E1B" w:rsidRPr="006056B1">
        <w:t>oune</w:t>
      </w:r>
      <w:proofErr w:type="spellEnd"/>
      <w:r w:rsidR="00E85E1B" w:rsidRPr="006056B1">
        <w:t xml:space="preserve"> dilettante</w:t>
      </w:r>
      <w:r>
        <w:t>.</w:t>
      </w:r>
    </w:p>
    <w:p w14:paraId="4CED5A0C" w14:textId="77777777" w:rsidR="006036B2" w:rsidRDefault="00E85E1B" w:rsidP="00E85E1B">
      <w:pPr>
        <w:rPr>
          <w:i/>
          <w:iCs/>
        </w:rPr>
      </w:pPr>
      <w:r w:rsidRPr="006056B1">
        <w:t xml:space="preserve">Et au récit de ses malheurs aussi elle me </w:t>
      </w:r>
      <w:proofErr w:type="spellStart"/>
      <w:r w:rsidRPr="006056B1">
        <w:t>tarabâtait</w:t>
      </w:r>
      <w:proofErr w:type="spellEnd"/>
      <w:r w:rsidR="006036B2">
        <w:t xml:space="preserve"> : </w:t>
      </w:r>
      <w:r w:rsidRPr="006056B1">
        <w:t>comme quoi elle n</w:t>
      </w:r>
      <w:r w:rsidR="006036B2">
        <w:t>’</w:t>
      </w:r>
      <w:r w:rsidRPr="006056B1">
        <w:t xml:space="preserve">était pas faite pour sa présente </w:t>
      </w:r>
      <w:proofErr w:type="spellStart"/>
      <w:r w:rsidRPr="006056B1">
        <w:rPr>
          <w:i/>
          <w:iCs/>
        </w:rPr>
        <w:t>infortoune</w:t>
      </w:r>
      <w:proofErr w:type="spellEnd"/>
      <w:r w:rsidR="006036B2">
        <w:t xml:space="preserve">, </w:t>
      </w:r>
      <w:r w:rsidRPr="006056B1">
        <w:t xml:space="preserve">et avait été </w:t>
      </w:r>
      <w:r w:rsidRPr="006056B1">
        <w:rPr>
          <w:i/>
          <w:iCs/>
        </w:rPr>
        <w:t>risse</w:t>
      </w:r>
      <w:r w:rsidR="006036B2">
        <w:t xml:space="preserve">, </w:t>
      </w:r>
      <w:r w:rsidRPr="006056B1">
        <w:t>et que son fils</w:t>
      </w:r>
      <w:r w:rsidR="006036B2">
        <w:t xml:space="preserve"> (</w:t>
      </w:r>
      <w:proofErr w:type="spellStart"/>
      <w:r w:rsidRPr="006056B1">
        <w:t>povero</w:t>
      </w:r>
      <w:proofErr w:type="spellEnd"/>
      <w:r w:rsidR="006036B2">
        <w:t xml:space="preserve"> !) </w:t>
      </w:r>
      <w:r w:rsidRPr="006056B1">
        <w:t>s</w:t>
      </w:r>
      <w:r w:rsidR="006036B2">
        <w:t>’</w:t>
      </w:r>
      <w:r w:rsidRPr="006056B1">
        <w:t xml:space="preserve">était </w:t>
      </w:r>
      <w:proofErr w:type="spellStart"/>
      <w:r w:rsidRPr="006056B1">
        <w:rPr>
          <w:i/>
          <w:iCs/>
        </w:rPr>
        <w:t>misallié</w:t>
      </w:r>
      <w:proofErr w:type="spellEnd"/>
      <w:r w:rsidRPr="006056B1">
        <w:t xml:space="preserve"> avec cette Zingara</w:t>
      </w:r>
      <w:r w:rsidR="006036B2">
        <w:t xml:space="preserve">, </w:t>
      </w:r>
      <w:r w:rsidRPr="006056B1">
        <w:t xml:space="preserve">qui avait autant de </w:t>
      </w:r>
      <w:proofErr w:type="spellStart"/>
      <w:r w:rsidRPr="006056B1">
        <w:rPr>
          <w:i/>
          <w:iCs/>
        </w:rPr>
        <w:t>fanciulli</w:t>
      </w:r>
      <w:proofErr w:type="spellEnd"/>
      <w:r w:rsidRPr="006056B1">
        <w:t xml:space="preserve"> comme la </w:t>
      </w:r>
      <w:proofErr w:type="spellStart"/>
      <w:r w:rsidRPr="006056B1">
        <w:rPr>
          <w:i/>
          <w:iCs/>
        </w:rPr>
        <w:t>plouie</w:t>
      </w:r>
      <w:proofErr w:type="spellEnd"/>
      <w:r w:rsidR="006036B2">
        <w:t xml:space="preserve">, </w:t>
      </w:r>
      <w:r w:rsidRPr="006056B1">
        <w:t>et qu</w:t>
      </w:r>
      <w:r w:rsidR="006036B2">
        <w:t>’</w:t>
      </w:r>
      <w:r w:rsidRPr="006056B1">
        <w:t>elle</w:t>
      </w:r>
      <w:r w:rsidR="006036B2">
        <w:t xml:space="preserve">, </w:t>
      </w:r>
      <w:r w:rsidRPr="006056B1">
        <w:t xml:space="preserve">et les </w:t>
      </w:r>
      <w:proofErr w:type="spellStart"/>
      <w:r w:rsidRPr="006056B1">
        <w:rPr>
          <w:i/>
          <w:iCs/>
        </w:rPr>
        <w:t>fanciulli</w:t>
      </w:r>
      <w:proofErr w:type="spellEnd"/>
      <w:r w:rsidR="006036B2">
        <w:rPr>
          <w:i/>
          <w:iCs/>
        </w:rPr>
        <w:t xml:space="preserve">, </w:t>
      </w:r>
      <w:r w:rsidRPr="006056B1">
        <w:t xml:space="preserve">et la </w:t>
      </w:r>
      <w:proofErr w:type="spellStart"/>
      <w:r w:rsidRPr="006056B1">
        <w:t>Zdagna</w:t>
      </w:r>
      <w:proofErr w:type="spellEnd"/>
      <w:r w:rsidRPr="006056B1">
        <w:t xml:space="preserve"> n</w:t>
      </w:r>
      <w:r w:rsidR="006036B2">
        <w:t>’</w:t>
      </w:r>
      <w:r w:rsidRPr="006056B1">
        <w:t xml:space="preserve">étaient que de la </w:t>
      </w:r>
      <w:proofErr w:type="spellStart"/>
      <w:r w:rsidRPr="006056B1">
        <w:rPr>
          <w:i/>
          <w:iCs/>
        </w:rPr>
        <w:t>canaglia</w:t>
      </w:r>
      <w:proofErr w:type="spellEnd"/>
      <w:r w:rsidR="006036B2">
        <w:rPr>
          <w:i/>
          <w:iCs/>
        </w:rPr>
        <w:t>.</w:t>
      </w:r>
    </w:p>
    <w:p w14:paraId="65B598BB" w14:textId="77777777" w:rsidR="006036B2" w:rsidRDefault="00E85E1B" w:rsidP="00E85E1B">
      <w:r w:rsidRPr="006056B1">
        <w:t>Aussi les méprisait-elle</w:t>
      </w:r>
      <w:r w:rsidR="006036B2">
        <w:t xml:space="preserve">, </w:t>
      </w:r>
      <w:r w:rsidRPr="006056B1">
        <w:t>et toujours leur parlait de haut</w:t>
      </w:r>
      <w:r w:rsidR="006036B2">
        <w:t xml:space="preserve">, </w:t>
      </w:r>
      <w:r w:rsidRPr="006056B1">
        <w:t>avec des répugnances de princesse</w:t>
      </w:r>
      <w:r w:rsidR="006036B2">
        <w:t xml:space="preserve">, </w:t>
      </w:r>
      <w:r w:rsidRPr="006056B1">
        <w:t>ce qui ne l</w:t>
      </w:r>
      <w:r w:rsidR="006036B2">
        <w:t>’</w:t>
      </w:r>
      <w:r w:rsidRPr="006056B1">
        <w:t xml:space="preserve">empêchait point de prendre la plus grosse part aux pilaus de la </w:t>
      </w:r>
      <w:proofErr w:type="spellStart"/>
      <w:r w:rsidRPr="006056B1">
        <w:t>Zdagna</w:t>
      </w:r>
      <w:proofErr w:type="spellEnd"/>
      <w:r w:rsidR="006036B2">
        <w:t xml:space="preserve">. </w:t>
      </w:r>
      <w:r w:rsidRPr="006056B1">
        <w:lastRenderedPageBreak/>
        <w:t>Jamais je n</w:t>
      </w:r>
      <w:r w:rsidR="006036B2">
        <w:t>’</w:t>
      </w:r>
      <w:r w:rsidRPr="006056B1">
        <w:t>ai vu avaler des platées de riz pareilles à celles qu</w:t>
      </w:r>
      <w:r w:rsidR="006036B2">
        <w:t>’</w:t>
      </w:r>
      <w:r w:rsidRPr="006056B1">
        <w:t>il lui fallait avant de torcher enfin à sa manche ses lèvres grasses</w:t>
      </w:r>
      <w:r w:rsidR="006036B2">
        <w:t xml:space="preserve">, </w:t>
      </w:r>
      <w:r w:rsidRPr="006056B1">
        <w:t>et de s</w:t>
      </w:r>
      <w:r w:rsidR="006036B2">
        <w:t>’</w:t>
      </w:r>
      <w:r w:rsidRPr="006056B1">
        <w:t>endormir</w:t>
      </w:r>
      <w:r w:rsidR="006036B2">
        <w:t xml:space="preserve">, </w:t>
      </w:r>
      <w:r w:rsidRPr="006056B1">
        <w:t>les mains béatement jointes sur son ventre</w:t>
      </w:r>
      <w:r w:rsidR="006036B2">
        <w:t xml:space="preserve">, </w:t>
      </w:r>
      <w:r w:rsidRPr="006056B1">
        <w:t>comme pour sanctifier sa digestion dans une prière</w:t>
      </w:r>
      <w:r w:rsidR="006036B2">
        <w:t>.</w:t>
      </w:r>
    </w:p>
    <w:p w14:paraId="5FCFCE41" w14:textId="77777777" w:rsidR="006036B2" w:rsidRDefault="00E85E1B" w:rsidP="00E85E1B">
      <w:r w:rsidRPr="006056B1">
        <w:t>Digestion somnolente que je bénissais</w:t>
      </w:r>
      <w:r w:rsidR="006036B2">
        <w:t xml:space="preserve"> ! </w:t>
      </w:r>
      <w:r w:rsidRPr="006056B1">
        <w:t xml:space="preserve">Car alors le </w:t>
      </w:r>
      <w:proofErr w:type="spellStart"/>
      <w:r w:rsidRPr="006056B1">
        <w:t>Rasp</w:t>
      </w:r>
      <w:r w:rsidRPr="006056B1">
        <w:t>o</w:t>
      </w:r>
      <w:r w:rsidRPr="006056B1">
        <w:t>ni</w:t>
      </w:r>
      <w:proofErr w:type="spellEnd"/>
      <w:r w:rsidRPr="006056B1">
        <w:t xml:space="preserve"> lui-même</w:t>
      </w:r>
      <w:r w:rsidR="006036B2">
        <w:t xml:space="preserve">, </w:t>
      </w:r>
      <w:r w:rsidRPr="006056B1">
        <w:t>si braillard le reste du temps</w:t>
      </w:r>
      <w:r w:rsidR="006036B2">
        <w:t xml:space="preserve">, </w:t>
      </w:r>
      <w:r w:rsidRPr="006056B1">
        <w:t>faisait tout à coup s</w:t>
      </w:r>
      <w:r w:rsidRPr="006056B1">
        <w:t>i</w:t>
      </w:r>
      <w:r w:rsidRPr="006056B1">
        <w:t>lence et disait à sa femme et à sa belle-sœur</w:t>
      </w:r>
      <w:r w:rsidR="006036B2">
        <w:t> :</w:t>
      </w:r>
    </w:p>
    <w:p w14:paraId="264089B2" w14:textId="77777777" w:rsidR="006036B2" w:rsidRDefault="006036B2" w:rsidP="00E85E1B">
      <w:r>
        <w:t>— </w:t>
      </w:r>
      <w:proofErr w:type="spellStart"/>
      <w:r w:rsidR="00E85E1B" w:rsidRPr="006056B1">
        <w:t>Cantez-loui</w:t>
      </w:r>
      <w:proofErr w:type="spellEnd"/>
      <w:r w:rsidR="00E85E1B" w:rsidRPr="006056B1">
        <w:t xml:space="preserve"> votre </w:t>
      </w:r>
      <w:proofErr w:type="spellStart"/>
      <w:r w:rsidR="00E85E1B" w:rsidRPr="006056B1">
        <w:t>mousique</w:t>
      </w:r>
      <w:proofErr w:type="spellEnd"/>
      <w:r w:rsidR="00E85E1B" w:rsidRPr="006056B1">
        <w:t xml:space="preserve"> à bercer</w:t>
      </w:r>
      <w:r>
        <w:t xml:space="preserve">, </w:t>
      </w:r>
      <w:proofErr w:type="spellStart"/>
      <w:r w:rsidR="00E85E1B" w:rsidRPr="006056B1">
        <w:t>mainténant</w:t>
      </w:r>
      <w:proofErr w:type="spellEnd"/>
      <w:r>
        <w:t xml:space="preserve">. </w:t>
      </w:r>
      <w:r w:rsidR="00E85E1B" w:rsidRPr="006056B1">
        <w:t>Au moins</w:t>
      </w:r>
      <w:r>
        <w:t xml:space="preserve">, </w:t>
      </w:r>
      <w:proofErr w:type="spellStart"/>
      <w:r w:rsidR="00E85E1B" w:rsidRPr="006056B1">
        <w:t>qué</w:t>
      </w:r>
      <w:proofErr w:type="spellEnd"/>
      <w:r w:rsidR="00E85E1B" w:rsidRPr="006056B1">
        <w:t xml:space="preserve"> ça serve à </w:t>
      </w:r>
      <w:proofErr w:type="spellStart"/>
      <w:r w:rsidR="00E85E1B" w:rsidRPr="006056B1">
        <w:t>quelquéçose</w:t>
      </w:r>
      <w:proofErr w:type="spellEnd"/>
      <w:r>
        <w:t xml:space="preserve">, </w:t>
      </w:r>
      <w:r w:rsidR="00E85E1B" w:rsidRPr="006056B1">
        <w:t>vos airs d</w:t>
      </w:r>
      <w:r>
        <w:t>’</w:t>
      </w:r>
      <w:r w:rsidR="00E85E1B" w:rsidRPr="006056B1">
        <w:t>ours</w:t>
      </w:r>
      <w:r>
        <w:t>.</w:t>
      </w:r>
    </w:p>
    <w:p w14:paraId="35BE4442" w14:textId="77777777" w:rsidR="006036B2" w:rsidRDefault="00E85E1B" w:rsidP="00E85E1B">
      <w:r w:rsidRPr="006056B1">
        <w:t>Et les deux femmes</w:t>
      </w:r>
      <w:r w:rsidR="006036B2">
        <w:t xml:space="preserve">, </w:t>
      </w:r>
      <w:r w:rsidRPr="006056B1">
        <w:t>d</w:t>
      </w:r>
      <w:r w:rsidR="006036B2">
        <w:t>’</w:t>
      </w:r>
      <w:r w:rsidRPr="006056B1">
        <w:t>une voix susurrante</w:t>
      </w:r>
      <w:r w:rsidR="006036B2">
        <w:t xml:space="preserve">, </w:t>
      </w:r>
      <w:r w:rsidRPr="006056B1">
        <w:t>à dents serrées</w:t>
      </w:r>
      <w:r w:rsidR="006036B2">
        <w:t xml:space="preserve">, </w:t>
      </w:r>
      <w:r w:rsidRPr="006056B1">
        <w:t>presque entre leurs joues et tout au fond de leur gorge</w:t>
      </w:r>
      <w:r w:rsidR="006036B2">
        <w:t xml:space="preserve">, </w:t>
      </w:r>
      <w:r w:rsidRPr="006056B1">
        <w:t>se me</w:t>
      </w:r>
      <w:r w:rsidRPr="006056B1">
        <w:t>t</w:t>
      </w:r>
      <w:r w:rsidRPr="006056B1">
        <w:t xml:space="preserve">taient à </w:t>
      </w:r>
      <w:proofErr w:type="spellStart"/>
      <w:r w:rsidRPr="006056B1">
        <w:t>cantiléner</w:t>
      </w:r>
      <w:proofErr w:type="spellEnd"/>
      <w:r w:rsidRPr="006056B1">
        <w:t xml:space="preserve"> d</w:t>
      </w:r>
      <w:r w:rsidR="006036B2">
        <w:t>’</w:t>
      </w:r>
      <w:r w:rsidRPr="006056B1">
        <w:t>interminables complaintes de marche</w:t>
      </w:r>
      <w:r w:rsidR="006036B2">
        <w:t xml:space="preserve">, </w:t>
      </w:r>
      <w:r w:rsidRPr="006056B1">
        <w:t>dont je ne comprenais point les rauques syllabes étouffées</w:t>
      </w:r>
      <w:r w:rsidR="006036B2">
        <w:t xml:space="preserve">, </w:t>
      </w:r>
      <w:r w:rsidRPr="006056B1">
        <w:t>mais dont je devinais l</w:t>
      </w:r>
      <w:r w:rsidR="006036B2">
        <w:t>’</w:t>
      </w:r>
      <w:r w:rsidRPr="006056B1">
        <w:t>âme sauvage et mystérieuse</w:t>
      </w:r>
      <w:r w:rsidR="006036B2">
        <w:t xml:space="preserve">, </w:t>
      </w:r>
      <w:r w:rsidRPr="006056B1">
        <w:t>et qui évoquaient en moi toutes les poésies de leur existence errante</w:t>
      </w:r>
      <w:r w:rsidR="006036B2">
        <w:t xml:space="preserve">, </w:t>
      </w:r>
      <w:r w:rsidRPr="006056B1">
        <w:t>les renaissantes étapes sous des cieux perpétuellement nouveaux</w:t>
      </w:r>
      <w:r w:rsidR="006036B2">
        <w:t xml:space="preserve">, </w:t>
      </w:r>
      <w:r w:rsidRPr="006056B1">
        <w:t>les haltes au bord des chemins dans des pays inconnus</w:t>
      </w:r>
      <w:r w:rsidR="006036B2">
        <w:t xml:space="preserve">, </w:t>
      </w:r>
      <w:r w:rsidRPr="006056B1">
        <w:t>les nuits égarées au milieu de forêts à la ténébreuse horreur</w:t>
      </w:r>
      <w:r w:rsidR="006036B2">
        <w:t xml:space="preserve">, </w:t>
      </w:r>
      <w:r w:rsidRPr="006056B1">
        <w:t>et les plaines d</w:t>
      </w:r>
      <w:r w:rsidR="006036B2">
        <w:t>’</w:t>
      </w:r>
      <w:r w:rsidRPr="006056B1">
        <w:t>horizon sans limite</w:t>
      </w:r>
      <w:r w:rsidR="006036B2">
        <w:t xml:space="preserve">, </w:t>
      </w:r>
      <w:r w:rsidRPr="006056B1">
        <w:t>et les routes blanches</w:t>
      </w:r>
      <w:r w:rsidR="006036B2">
        <w:t xml:space="preserve">, </w:t>
      </w:r>
      <w:r w:rsidRPr="006056B1">
        <w:t>blanches</w:t>
      </w:r>
      <w:r w:rsidR="006036B2">
        <w:t xml:space="preserve">, </w:t>
      </w:r>
      <w:r w:rsidRPr="006056B1">
        <w:t>droites</w:t>
      </w:r>
      <w:r w:rsidR="006036B2">
        <w:t xml:space="preserve">, </w:t>
      </w:r>
      <w:r w:rsidRPr="006056B1">
        <w:t>droites</w:t>
      </w:r>
      <w:r w:rsidR="006036B2">
        <w:t xml:space="preserve">, </w:t>
      </w:r>
      <w:r w:rsidRPr="006056B1">
        <w:t>et si longues</w:t>
      </w:r>
      <w:r w:rsidR="006036B2">
        <w:t xml:space="preserve">, </w:t>
      </w:r>
      <w:r w:rsidRPr="006056B1">
        <w:t>et le but à la fuite infinie</w:t>
      </w:r>
      <w:r w:rsidR="006036B2">
        <w:t xml:space="preserve">, </w:t>
      </w:r>
      <w:r w:rsidRPr="006056B1">
        <w:t>et tout cela très vague</w:t>
      </w:r>
      <w:r w:rsidR="006036B2">
        <w:t xml:space="preserve">, </w:t>
      </w:r>
      <w:r w:rsidRPr="006056B1">
        <w:t>très lointain</w:t>
      </w:r>
      <w:r w:rsidR="006036B2">
        <w:t xml:space="preserve">, </w:t>
      </w:r>
      <w:r w:rsidRPr="006056B1">
        <w:t>très doux</w:t>
      </w:r>
      <w:r w:rsidR="006036B2">
        <w:t xml:space="preserve">, </w:t>
      </w:r>
      <w:r w:rsidRPr="006056B1">
        <w:t>avec le clapotant gazouillis d</w:t>
      </w:r>
      <w:r w:rsidR="006036B2">
        <w:t>’</w:t>
      </w:r>
      <w:r w:rsidRPr="006056B1">
        <w:t>une source courant souterraine</w:t>
      </w:r>
      <w:r w:rsidR="006036B2">
        <w:t xml:space="preserve">, </w:t>
      </w:r>
      <w:r w:rsidRPr="006056B1">
        <w:t xml:space="preserve">avec les mille </w:t>
      </w:r>
      <w:proofErr w:type="spellStart"/>
      <w:r w:rsidRPr="006056B1">
        <w:t>flûteries</w:t>
      </w:r>
      <w:proofErr w:type="spellEnd"/>
      <w:r w:rsidRPr="006056B1">
        <w:t xml:space="preserve"> d</w:t>
      </w:r>
      <w:r w:rsidR="006036B2">
        <w:t>’</w:t>
      </w:r>
      <w:r w:rsidRPr="006056B1">
        <w:t>orgue d</w:t>
      </w:r>
      <w:r w:rsidR="006036B2">
        <w:t>’</w:t>
      </w:r>
      <w:r w:rsidRPr="006056B1">
        <w:t>une brise roulant les crépitantes caresses de l</w:t>
      </w:r>
      <w:r w:rsidR="006036B2">
        <w:t>’</w:t>
      </w:r>
      <w:r w:rsidRPr="006056B1">
        <w:t>herbe froissée</w:t>
      </w:r>
      <w:r w:rsidR="006036B2">
        <w:t xml:space="preserve">, </w:t>
      </w:r>
      <w:r w:rsidRPr="006056B1">
        <w:t>le papotage des feuilles</w:t>
      </w:r>
      <w:r w:rsidR="006036B2">
        <w:t xml:space="preserve">, </w:t>
      </w:r>
      <w:r w:rsidRPr="006056B1">
        <w:t>le vrombissement des insectes ronronneurs</w:t>
      </w:r>
      <w:r w:rsidR="006036B2">
        <w:t xml:space="preserve">, </w:t>
      </w:r>
      <w:r w:rsidRPr="006056B1">
        <w:t>les a</w:t>
      </w:r>
      <w:r w:rsidRPr="006056B1">
        <w:t>p</w:t>
      </w:r>
      <w:r w:rsidRPr="006056B1">
        <w:t>pels des oiseaux de passage haut perdus par l</w:t>
      </w:r>
      <w:r w:rsidR="006036B2">
        <w:t>’</w:t>
      </w:r>
      <w:r w:rsidRPr="006056B1">
        <w:t>espace</w:t>
      </w:r>
      <w:r w:rsidR="006036B2">
        <w:t xml:space="preserve">, </w:t>
      </w:r>
      <w:r w:rsidRPr="006056B1">
        <w:t>et jusqu</w:t>
      </w:r>
      <w:r w:rsidR="006036B2">
        <w:t>’</w:t>
      </w:r>
      <w:r w:rsidRPr="006056B1">
        <w:t>au féerique froufrou</w:t>
      </w:r>
      <w:r w:rsidR="006036B2">
        <w:t xml:space="preserve">, </w:t>
      </w:r>
      <w:r w:rsidRPr="006056B1">
        <w:t>semblait-il</w:t>
      </w:r>
      <w:r w:rsidR="006036B2">
        <w:t xml:space="preserve">, </w:t>
      </w:r>
      <w:r w:rsidRPr="006056B1">
        <w:t>de ces jupes de nuages</w:t>
      </w:r>
      <w:r w:rsidR="006036B2">
        <w:t xml:space="preserve">, </w:t>
      </w:r>
      <w:r w:rsidRPr="006056B1">
        <w:t>que là-bas</w:t>
      </w:r>
      <w:r w:rsidR="006036B2">
        <w:t xml:space="preserve">, </w:t>
      </w:r>
      <w:r w:rsidRPr="006056B1">
        <w:t>dans les poudres d</w:t>
      </w:r>
      <w:r w:rsidR="006036B2">
        <w:t>’</w:t>
      </w:r>
      <w:r w:rsidRPr="006056B1">
        <w:t>or du couchant</w:t>
      </w:r>
      <w:r w:rsidR="006036B2">
        <w:t xml:space="preserve">, </w:t>
      </w:r>
      <w:r w:rsidRPr="006056B1">
        <w:t>d</w:t>
      </w:r>
      <w:r w:rsidR="006036B2">
        <w:t>’</w:t>
      </w:r>
      <w:r w:rsidRPr="006056B1">
        <w:t>invisibles danseuses laissaient lentement s</w:t>
      </w:r>
      <w:r w:rsidR="006036B2">
        <w:t>’</w:t>
      </w:r>
      <w:r w:rsidRPr="006056B1">
        <w:t>envoler d</w:t>
      </w:r>
      <w:r w:rsidR="006036B2">
        <w:t>’</w:t>
      </w:r>
      <w:r w:rsidRPr="006056B1">
        <w:t>elles en flottants falbalas de gaze rose et de soie verte</w:t>
      </w:r>
      <w:r w:rsidR="006036B2">
        <w:t>.</w:t>
      </w:r>
    </w:p>
    <w:p w14:paraId="39958AC7" w14:textId="77777777" w:rsidR="006036B2" w:rsidRDefault="00E85E1B" w:rsidP="00E85E1B">
      <w:r w:rsidRPr="006056B1">
        <w:lastRenderedPageBreak/>
        <w:t>Étaient-elles donc si laides que je l</w:t>
      </w:r>
      <w:r w:rsidR="006036B2">
        <w:t>’</w:t>
      </w:r>
      <w:r w:rsidRPr="006056B1">
        <w:t>avais constaté tout d</w:t>
      </w:r>
      <w:r w:rsidR="006036B2">
        <w:t>’</w:t>
      </w:r>
      <w:r w:rsidRPr="006056B1">
        <w:t>abord</w:t>
      </w:r>
      <w:r w:rsidR="006036B2">
        <w:t xml:space="preserve">, </w:t>
      </w:r>
      <w:r w:rsidRPr="006056B1">
        <w:t>mes deux amies aux belles chansons</w:t>
      </w:r>
      <w:r w:rsidR="006036B2">
        <w:t xml:space="preserve"> ? </w:t>
      </w:r>
      <w:r w:rsidRPr="006056B1">
        <w:t>Ma foi</w:t>
      </w:r>
      <w:r w:rsidR="006036B2">
        <w:t xml:space="preserve">, </w:t>
      </w:r>
      <w:r w:rsidRPr="006056B1">
        <w:t>je dois l</w:t>
      </w:r>
      <w:r w:rsidR="006036B2">
        <w:t>’</w:t>
      </w:r>
      <w:r w:rsidRPr="006056B1">
        <w:t>avouer</w:t>
      </w:r>
      <w:r w:rsidR="006036B2">
        <w:t xml:space="preserve">, </w:t>
      </w:r>
      <w:r w:rsidRPr="006056B1">
        <w:t>à travers leurs chansons</w:t>
      </w:r>
      <w:r w:rsidR="006036B2">
        <w:t xml:space="preserve">, </w:t>
      </w:r>
      <w:r w:rsidRPr="006056B1">
        <w:t>elles s</w:t>
      </w:r>
      <w:r w:rsidR="006036B2">
        <w:t>’</w:t>
      </w:r>
      <w:r w:rsidRPr="006056B1">
        <w:t>étaient embellies bien vite pour moi</w:t>
      </w:r>
      <w:r w:rsidR="006036B2">
        <w:t xml:space="preserve">. </w:t>
      </w:r>
      <w:r w:rsidRPr="006056B1">
        <w:t xml:space="preserve">Et la vieille </w:t>
      </w:r>
      <w:proofErr w:type="spellStart"/>
      <w:r w:rsidRPr="006056B1">
        <w:t>Zdagna</w:t>
      </w:r>
      <w:proofErr w:type="spellEnd"/>
      <w:r w:rsidRPr="006056B1">
        <w:t xml:space="preserve"> elle-même</w:t>
      </w:r>
      <w:r w:rsidR="006036B2">
        <w:t xml:space="preserve">, </w:t>
      </w:r>
      <w:r w:rsidRPr="006056B1">
        <w:t xml:space="preserve">la </w:t>
      </w:r>
      <w:proofErr w:type="spellStart"/>
      <w:r w:rsidRPr="006056B1">
        <w:t>singesse</w:t>
      </w:r>
      <w:proofErr w:type="spellEnd"/>
      <w:r w:rsidRPr="006056B1">
        <w:t xml:space="preserve"> aux gestes et à la mine de sorcière</w:t>
      </w:r>
      <w:r w:rsidR="006036B2">
        <w:t xml:space="preserve">, </w:t>
      </w:r>
      <w:r w:rsidRPr="006056B1">
        <w:t>je n</w:t>
      </w:r>
      <w:r w:rsidR="006036B2">
        <w:t>’</w:t>
      </w:r>
      <w:r w:rsidRPr="006056B1">
        <w:t>étais pas sans lui trouver un charme</w:t>
      </w:r>
      <w:r w:rsidR="006036B2">
        <w:t xml:space="preserve">. </w:t>
      </w:r>
      <w:r w:rsidRPr="006056B1">
        <w:t>Elle me disait avec des yeux si tendres</w:t>
      </w:r>
      <w:r w:rsidR="006036B2">
        <w:t xml:space="preserve">, </w:t>
      </w:r>
      <w:r w:rsidRPr="006056B1">
        <w:t>en son bar</w:t>
      </w:r>
      <w:r w:rsidRPr="006056B1">
        <w:t>a</w:t>
      </w:r>
      <w:r w:rsidRPr="006056B1">
        <w:t>gouin barbare</w:t>
      </w:r>
      <w:r w:rsidR="006036B2">
        <w:t> :</w:t>
      </w:r>
    </w:p>
    <w:p w14:paraId="6348D5CE" w14:textId="77777777" w:rsidR="006036B2" w:rsidRDefault="006036B2" w:rsidP="00E85E1B">
      <w:r>
        <w:t>— </w:t>
      </w:r>
      <w:r w:rsidR="00E85E1B" w:rsidRPr="006056B1">
        <w:t>Toi ressembler fils moi</w:t>
      </w:r>
      <w:r>
        <w:t xml:space="preserve">, </w:t>
      </w:r>
      <w:r w:rsidR="00E85E1B" w:rsidRPr="006056B1">
        <w:t>fils mort</w:t>
      </w:r>
      <w:r>
        <w:t xml:space="preserve">, </w:t>
      </w:r>
      <w:r w:rsidR="00E85E1B" w:rsidRPr="006056B1">
        <w:t>a longtemps</w:t>
      </w:r>
      <w:r>
        <w:t>.</w:t>
      </w:r>
    </w:p>
    <w:p w14:paraId="1EAB9249" w14:textId="77777777" w:rsidR="006036B2" w:rsidRDefault="00E85E1B" w:rsidP="00E85E1B">
      <w:r w:rsidRPr="006056B1">
        <w:t>Et comme un fils</w:t>
      </w:r>
      <w:r w:rsidR="006036B2">
        <w:t xml:space="preserve">, </w:t>
      </w:r>
      <w:r w:rsidRPr="006056B1">
        <w:t>en effet</w:t>
      </w:r>
      <w:r w:rsidR="006036B2">
        <w:t xml:space="preserve">, </w:t>
      </w:r>
      <w:r w:rsidRPr="006056B1">
        <w:t>elle me choyait de son mieux</w:t>
      </w:r>
      <w:r w:rsidR="006036B2">
        <w:t xml:space="preserve">, </w:t>
      </w:r>
      <w:r w:rsidRPr="006056B1">
        <w:t>au point de consentir</w:t>
      </w:r>
      <w:r w:rsidR="006036B2">
        <w:t xml:space="preserve"> (</w:t>
      </w:r>
      <w:r w:rsidRPr="006056B1">
        <w:t>effort de bonté presque miraculeux chez une Bohémienne</w:t>
      </w:r>
      <w:r w:rsidR="006036B2">
        <w:t xml:space="preserve">) </w:t>
      </w:r>
      <w:r w:rsidRPr="006056B1">
        <w:t>à m</w:t>
      </w:r>
      <w:r w:rsidR="006036B2">
        <w:t>’</w:t>
      </w:r>
      <w:r w:rsidRPr="006056B1">
        <w:t>apprendre des mots de sa langue</w:t>
      </w:r>
      <w:r w:rsidR="006036B2">
        <w:t>.</w:t>
      </w:r>
    </w:p>
    <w:p w14:paraId="24AE47F6" w14:textId="77777777" w:rsidR="006036B2" w:rsidRDefault="00E85E1B" w:rsidP="00E85E1B">
      <w:r w:rsidRPr="006056B1">
        <w:t xml:space="preserve">Et la belle-sœur de </w:t>
      </w:r>
      <w:proofErr w:type="spellStart"/>
      <w:r w:rsidRPr="006056B1">
        <w:t>Rasponi</w:t>
      </w:r>
      <w:proofErr w:type="spellEnd"/>
      <w:r w:rsidR="006036B2">
        <w:t xml:space="preserve">, </w:t>
      </w:r>
      <w:r w:rsidRPr="006056B1">
        <w:t xml:space="preserve">la petite </w:t>
      </w:r>
      <w:proofErr w:type="spellStart"/>
      <w:r w:rsidRPr="006056B1">
        <w:t>Makidza</w:t>
      </w:r>
      <w:proofErr w:type="spellEnd"/>
      <w:r w:rsidR="006036B2">
        <w:t xml:space="preserve">, </w:t>
      </w:r>
      <w:r w:rsidRPr="006056B1">
        <w:t>quelle co</w:t>
      </w:r>
      <w:r w:rsidRPr="006056B1">
        <w:t>m</w:t>
      </w:r>
      <w:r w:rsidRPr="006056B1">
        <w:t>plaisance à étudier mes deux mains</w:t>
      </w:r>
      <w:r w:rsidR="006036B2">
        <w:t xml:space="preserve">, </w:t>
      </w:r>
      <w:r w:rsidRPr="006056B1">
        <w:t>minutieusement</w:t>
      </w:r>
      <w:r w:rsidR="006036B2">
        <w:t xml:space="preserve">, </w:t>
      </w:r>
      <w:r w:rsidRPr="006056B1">
        <w:t>toute son attention concentrée à y découvrir chaque jour de curieux d</w:t>
      </w:r>
      <w:r w:rsidRPr="006056B1">
        <w:t>é</w:t>
      </w:r>
      <w:r w:rsidRPr="006056B1">
        <w:t>tails plus flatteurs les uns que les autres</w:t>
      </w:r>
      <w:r w:rsidR="006036B2">
        <w:t xml:space="preserve"> ! </w:t>
      </w:r>
      <w:r w:rsidRPr="006056B1">
        <w:t>À certains claqu</w:t>
      </w:r>
      <w:r w:rsidRPr="006056B1">
        <w:t>e</w:t>
      </w:r>
      <w:r w:rsidRPr="006056B1">
        <w:t>ments de ses lèvres et froncements de ses sourcils</w:t>
      </w:r>
      <w:r w:rsidR="006036B2">
        <w:t xml:space="preserve">, </w:t>
      </w:r>
      <w:r w:rsidRPr="006056B1">
        <w:t>je voyais bien que souvent elle y rencontrait aussi des pronostics dés</w:t>
      </w:r>
      <w:r w:rsidRPr="006056B1">
        <w:t>a</w:t>
      </w:r>
      <w:r w:rsidRPr="006056B1">
        <w:t>gréables</w:t>
      </w:r>
      <w:r w:rsidR="006036B2">
        <w:t xml:space="preserve"> ; </w:t>
      </w:r>
      <w:r w:rsidRPr="006056B1">
        <w:t>mais elle trichait alors si gentiment et si naïvement</w:t>
      </w:r>
      <w:r w:rsidR="006036B2">
        <w:t xml:space="preserve">, </w:t>
      </w:r>
      <w:r w:rsidRPr="006056B1">
        <w:t>pour ne pas me donner de déplaisir</w:t>
      </w:r>
      <w:r w:rsidR="006036B2">
        <w:t> !</w:t>
      </w:r>
    </w:p>
    <w:p w14:paraId="4D2D4153" w14:textId="77777777" w:rsidR="006036B2" w:rsidRDefault="00E85E1B" w:rsidP="00E85E1B">
      <w:r w:rsidRPr="006056B1">
        <w:t>Avec d</w:t>
      </w:r>
      <w:r w:rsidR="006036B2">
        <w:t>’</w:t>
      </w:r>
      <w:r w:rsidRPr="006056B1">
        <w:t>autant plus de mérite</w:t>
      </w:r>
      <w:r w:rsidR="006036B2">
        <w:t xml:space="preserve">, </w:t>
      </w:r>
      <w:r w:rsidRPr="006056B1">
        <w:t>à vouloir faire ainsi sauter la coupe du destin</w:t>
      </w:r>
      <w:r w:rsidR="006036B2">
        <w:t xml:space="preserve">, </w:t>
      </w:r>
      <w:r w:rsidRPr="006056B1">
        <w:t>qu</w:t>
      </w:r>
      <w:r w:rsidR="006036B2">
        <w:t>’</w:t>
      </w:r>
      <w:r w:rsidRPr="006056B1">
        <w:t>elle avait en sa science une foi profonde</w:t>
      </w:r>
      <w:r w:rsidR="006036B2">
        <w:t xml:space="preserve">. </w:t>
      </w:r>
      <w:r w:rsidRPr="006056B1">
        <w:t>Un jour qu</w:t>
      </w:r>
      <w:r w:rsidR="006036B2">
        <w:t>’</w:t>
      </w:r>
      <w:r w:rsidRPr="006056B1">
        <w:t>elle avait annoncé à un client un grand malheur pr</w:t>
      </w:r>
      <w:r w:rsidRPr="006056B1">
        <w:t>o</w:t>
      </w:r>
      <w:r w:rsidRPr="006056B1">
        <w:t>chain</w:t>
      </w:r>
      <w:r w:rsidR="006036B2">
        <w:t xml:space="preserve">, </w:t>
      </w:r>
      <w:r w:rsidRPr="006056B1">
        <w:t>comme le paysan maugréait de son franc dépensé pour apprendre une si mauvaise nouvelle</w:t>
      </w:r>
      <w:r w:rsidR="006036B2">
        <w:t xml:space="preserve">, </w:t>
      </w:r>
      <w:r w:rsidRPr="006056B1">
        <w:t>c</w:t>
      </w:r>
      <w:r w:rsidR="006036B2">
        <w:t>’</w:t>
      </w:r>
      <w:r w:rsidRPr="006056B1">
        <w:t xml:space="preserve">est dans toute la sincérité de son cœur que </w:t>
      </w:r>
      <w:proofErr w:type="spellStart"/>
      <w:r w:rsidRPr="006056B1">
        <w:t>Makidza</w:t>
      </w:r>
      <w:proofErr w:type="spellEnd"/>
      <w:r w:rsidRPr="006056B1">
        <w:t xml:space="preserve"> lui répondit</w:t>
      </w:r>
      <w:r w:rsidR="006036B2">
        <w:t> :</w:t>
      </w:r>
    </w:p>
    <w:p w14:paraId="32AC87BE" w14:textId="77777777" w:rsidR="006036B2" w:rsidRDefault="006036B2" w:rsidP="00E85E1B">
      <w:r>
        <w:t>— </w:t>
      </w:r>
      <w:r w:rsidR="00E85E1B" w:rsidRPr="006056B1">
        <w:t>Si ta main me disait que tu dois être roi</w:t>
      </w:r>
      <w:r>
        <w:t xml:space="preserve">, </w:t>
      </w:r>
      <w:r w:rsidR="00E85E1B" w:rsidRPr="006056B1">
        <w:t>je ne te pre</w:t>
      </w:r>
      <w:r w:rsidR="00E85E1B" w:rsidRPr="006056B1">
        <w:t>n</w:t>
      </w:r>
      <w:r w:rsidR="00E85E1B" w:rsidRPr="006056B1">
        <w:t>drais pas plus cher</w:t>
      </w:r>
      <w:r>
        <w:t>.</w:t>
      </w:r>
    </w:p>
    <w:p w14:paraId="7C138940" w14:textId="77777777" w:rsidR="006036B2" w:rsidRDefault="00E85E1B" w:rsidP="00E85E1B">
      <w:r w:rsidRPr="006056B1">
        <w:t>Mais à me rappeler ses réparties</w:t>
      </w:r>
      <w:r w:rsidR="006036B2">
        <w:t xml:space="preserve">, </w:t>
      </w:r>
      <w:r w:rsidRPr="006056B1">
        <w:t>et tous mes souvenirs d</w:t>
      </w:r>
      <w:r w:rsidR="006036B2">
        <w:t>’</w:t>
      </w:r>
      <w:r w:rsidRPr="006056B1">
        <w:t>alors</w:t>
      </w:r>
      <w:r w:rsidR="006036B2">
        <w:t xml:space="preserve">, </w:t>
      </w:r>
      <w:r w:rsidRPr="006056B1">
        <w:t>les lignes s</w:t>
      </w:r>
      <w:r w:rsidR="006036B2">
        <w:t>’</w:t>
      </w:r>
      <w:r w:rsidRPr="006056B1">
        <w:t>ajouteraient aux lignes</w:t>
      </w:r>
      <w:r w:rsidR="006036B2">
        <w:t xml:space="preserve">, </w:t>
      </w:r>
      <w:r w:rsidRPr="006056B1">
        <w:t>et j</w:t>
      </w:r>
      <w:r w:rsidR="006036B2">
        <w:t>’</w:t>
      </w:r>
      <w:r w:rsidRPr="006056B1">
        <w:t>aurais l</w:t>
      </w:r>
      <w:r w:rsidR="006036B2">
        <w:t>’</w:t>
      </w:r>
      <w:r w:rsidRPr="006056B1">
        <w:t xml:space="preserve">air </w:t>
      </w:r>
      <w:r w:rsidRPr="006056B1">
        <w:lastRenderedPageBreak/>
        <w:t>d</w:t>
      </w:r>
      <w:r w:rsidR="006036B2">
        <w:t>’</w:t>
      </w:r>
      <w:r w:rsidRPr="006056B1">
        <w:t>écrire mes Mémoires</w:t>
      </w:r>
      <w:r w:rsidR="006036B2">
        <w:t xml:space="preserve">. </w:t>
      </w:r>
      <w:r w:rsidRPr="006056B1">
        <w:t>Je n</w:t>
      </w:r>
      <w:r w:rsidR="006036B2">
        <w:t>’</w:t>
      </w:r>
      <w:r w:rsidRPr="006056B1">
        <w:t>en suis pas encore là</w:t>
      </w:r>
      <w:r w:rsidR="006036B2">
        <w:t xml:space="preserve">. </w:t>
      </w:r>
      <w:r w:rsidRPr="006056B1">
        <w:t>Arrivons à la fin de mon aventure</w:t>
      </w:r>
      <w:r w:rsidR="006036B2">
        <w:t xml:space="preserve">, </w:t>
      </w:r>
      <w:r w:rsidRPr="006056B1">
        <w:t>et contons-la brièvement</w:t>
      </w:r>
      <w:r w:rsidR="006036B2">
        <w:t>.</w:t>
      </w:r>
    </w:p>
    <w:p w14:paraId="587B3F71" w14:textId="77777777" w:rsidR="006036B2" w:rsidRDefault="00E85E1B" w:rsidP="00E85E1B">
      <w:r w:rsidRPr="006056B1">
        <w:t>Environ trois semaines après notre départ de Paris</w:t>
      </w:r>
      <w:r w:rsidR="006036B2">
        <w:t xml:space="preserve">, </w:t>
      </w:r>
      <w:r w:rsidRPr="006056B1">
        <w:t>nous nous trouvions dans les environs de Fontainebleau</w:t>
      </w:r>
      <w:r w:rsidR="006036B2">
        <w:t xml:space="preserve">. </w:t>
      </w:r>
      <w:r w:rsidRPr="006056B1">
        <w:t>Chemin fa</w:t>
      </w:r>
      <w:r w:rsidRPr="006056B1">
        <w:t>i</w:t>
      </w:r>
      <w:r w:rsidRPr="006056B1">
        <w:t>sant</w:t>
      </w:r>
      <w:r w:rsidR="006036B2">
        <w:t xml:space="preserve">, </w:t>
      </w:r>
      <w:r w:rsidRPr="006056B1">
        <w:t>j</w:t>
      </w:r>
      <w:r w:rsidR="006036B2">
        <w:t>’</w:t>
      </w:r>
      <w:r w:rsidRPr="006056B1">
        <w:t>avais monnayé en largesses mes six louis</w:t>
      </w:r>
      <w:r w:rsidR="006036B2">
        <w:t xml:space="preserve">, </w:t>
      </w:r>
      <w:r w:rsidRPr="006056B1">
        <w:t>surtout pour gaver la virtuose</w:t>
      </w:r>
      <w:r w:rsidR="006036B2">
        <w:t xml:space="preserve">, </w:t>
      </w:r>
      <w:r w:rsidRPr="006056B1">
        <w:t>puisque ainsi je la plongeais dans le bienhe</w:t>
      </w:r>
      <w:r w:rsidRPr="006056B1">
        <w:t>u</w:t>
      </w:r>
      <w:r w:rsidRPr="006056B1">
        <w:t>reux sommeil digestif qui me valait l</w:t>
      </w:r>
      <w:r w:rsidR="006036B2">
        <w:t>’</w:t>
      </w:r>
      <w:r w:rsidRPr="006056B1">
        <w:t>aubaine des belles cha</w:t>
      </w:r>
      <w:r w:rsidRPr="006056B1">
        <w:t>n</w:t>
      </w:r>
      <w:r w:rsidRPr="006056B1">
        <w:t>sons murmurées</w:t>
      </w:r>
      <w:r w:rsidR="006036B2">
        <w:t xml:space="preserve">. </w:t>
      </w:r>
      <w:r w:rsidRPr="006056B1">
        <w:t>Un matin</w:t>
      </w:r>
      <w:r w:rsidR="006036B2">
        <w:t xml:space="preserve">, </w:t>
      </w:r>
      <w:r w:rsidRPr="006056B1">
        <w:t>en payant mon lit à l</w:t>
      </w:r>
      <w:r w:rsidR="006036B2">
        <w:t>’</w:t>
      </w:r>
      <w:r w:rsidRPr="006056B1">
        <w:t>auberge</w:t>
      </w:r>
      <w:r w:rsidR="006036B2">
        <w:t xml:space="preserve">, </w:t>
      </w:r>
      <w:r w:rsidRPr="006056B1">
        <w:t>je m</w:t>
      </w:r>
      <w:r w:rsidR="006036B2">
        <w:t>’</w:t>
      </w:r>
      <w:r w:rsidRPr="006056B1">
        <w:t>aperçus qu</w:t>
      </w:r>
      <w:r w:rsidR="006036B2">
        <w:t>’</w:t>
      </w:r>
      <w:r w:rsidRPr="006056B1">
        <w:t>il me restait cinq francs pour tout pécule</w:t>
      </w:r>
      <w:r w:rsidR="006036B2">
        <w:t xml:space="preserve">. </w:t>
      </w:r>
      <w:r w:rsidRPr="006056B1">
        <w:t>Je co</w:t>
      </w:r>
      <w:r w:rsidRPr="006056B1">
        <w:t>n</w:t>
      </w:r>
      <w:r w:rsidRPr="006056B1">
        <w:t xml:space="preserve">fiai ma déconfiture à </w:t>
      </w:r>
      <w:proofErr w:type="spellStart"/>
      <w:r w:rsidRPr="006056B1">
        <w:t>Rasponi</w:t>
      </w:r>
      <w:proofErr w:type="spellEnd"/>
      <w:r w:rsidR="006036B2">
        <w:t xml:space="preserve">. </w:t>
      </w:r>
      <w:r w:rsidRPr="006056B1">
        <w:t>Il me répliqua</w:t>
      </w:r>
      <w:r w:rsidR="006036B2">
        <w:t> :</w:t>
      </w:r>
    </w:p>
    <w:p w14:paraId="5A28A248" w14:textId="77777777" w:rsidR="006036B2" w:rsidRDefault="006036B2" w:rsidP="00E85E1B">
      <w:r>
        <w:t>— </w:t>
      </w:r>
      <w:r w:rsidR="00E85E1B" w:rsidRPr="006056B1">
        <w:t>Zé t</w:t>
      </w:r>
      <w:r>
        <w:t>’</w:t>
      </w:r>
      <w:r w:rsidR="00E85E1B" w:rsidRPr="006056B1">
        <w:t xml:space="preserve">ai </w:t>
      </w:r>
      <w:proofErr w:type="spellStart"/>
      <w:r w:rsidR="00E85E1B" w:rsidRPr="006056B1">
        <w:t>conclou</w:t>
      </w:r>
      <w:proofErr w:type="spellEnd"/>
      <w:r w:rsidR="00E85E1B" w:rsidRPr="006056B1">
        <w:t xml:space="preserve"> ici </w:t>
      </w:r>
      <w:proofErr w:type="spellStart"/>
      <w:r w:rsidR="00E85E1B" w:rsidRPr="006056B1">
        <w:t>oune</w:t>
      </w:r>
      <w:proofErr w:type="spellEnd"/>
      <w:r w:rsidR="00E85E1B" w:rsidRPr="006056B1">
        <w:t xml:space="preserve"> bonne affaire</w:t>
      </w:r>
      <w:r>
        <w:t xml:space="preserve">. </w:t>
      </w:r>
      <w:proofErr w:type="spellStart"/>
      <w:r w:rsidR="00E85E1B" w:rsidRPr="006056B1">
        <w:t>Tou</w:t>
      </w:r>
      <w:proofErr w:type="spellEnd"/>
      <w:r w:rsidR="00E85E1B" w:rsidRPr="006056B1">
        <w:t xml:space="preserve"> verras d</w:t>
      </w:r>
      <w:r w:rsidR="00E85E1B" w:rsidRPr="006056B1">
        <w:t>e</w:t>
      </w:r>
      <w:r w:rsidR="00E85E1B" w:rsidRPr="006056B1">
        <w:t>main</w:t>
      </w:r>
      <w:r>
        <w:t xml:space="preserve">. </w:t>
      </w:r>
      <w:r w:rsidR="00E85E1B" w:rsidRPr="006056B1">
        <w:t>C</w:t>
      </w:r>
      <w:r>
        <w:t>’</w:t>
      </w:r>
      <w:r w:rsidR="00E85E1B" w:rsidRPr="006056B1">
        <w:t xml:space="preserve">est </w:t>
      </w:r>
      <w:proofErr w:type="spellStart"/>
      <w:r w:rsidR="00E85E1B" w:rsidRPr="006056B1">
        <w:t>oune</w:t>
      </w:r>
      <w:proofErr w:type="spellEnd"/>
      <w:r w:rsidR="00E85E1B" w:rsidRPr="006056B1">
        <w:t xml:space="preserve"> </w:t>
      </w:r>
      <w:proofErr w:type="spellStart"/>
      <w:r w:rsidR="00E85E1B" w:rsidRPr="006056B1">
        <w:t>sourprise</w:t>
      </w:r>
      <w:proofErr w:type="spellEnd"/>
      <w:r>
        <w:t>.</w:t>
      </w:r>
    </w:p>
    <w:p w14:paraId="1CB8CE98" w14:textId="77777777" w:rsidR="006036B2" w:rsidRDefault="00E85E1B" w:rsidP="00E85E1B">
      <w:r w:rsidRPr="006056B1">
        <w:t>Le lendemain</w:t>
      </w:r>
      <w:r w:rsidR="006036B2">
        <w:t xml:space="preserve">, </w:t>
      </w:r>
      <w:r w:rsidRPr="006056B1">
        <w:t>dès l</w:t>
      </w:r>
      <w:r w:rsidR="006036B2">
        <w:t>’</w:t>
      </w:r>
      <w:r w:rsidRPr="006056B1">
        <w:t>aube</w:t>
      </w:r>
      <w:r w:rsidR="006036B2">
        <w:t xml:space="preserve">, </w:t>
      </w:r>
      <w:r w:rsidRPr="006056B1">
        <w:t>en arrivant à la roulotte</w:t>
      </w:r>
      <w:r w:rsidR="006036B2">
        <w:t xml:space="preserve">, </w:t>
      </w:r>
      <w:r w:rsidRPr="006056B1">
        <w:t>je vis une demi-douzaine de rapins installés devant le campement</w:t>
      </w:r>
      <w:r w:rsidR="006036B2">
        <w:t xml:space="preserve">, </w:t>
      </w:r>
      <w:r w:rsidRPr="006056B1">
        <w:t>la palette au pouce</w:t>
      </w:r>
      <w:r w:rsidR="006036B2">
        <w:t xml:space="preserve">, </w:t>
      </w:r>
      <w:r w:rsidRPr="006056B1">
        <w:t>la toile sur le chevalet</w:t>
      </w:r>
      <w:r w:rsidR="006036B2">
        <w:t xml:space="preserve">. </w:t>
      </w:r>
      <w:proofErr w:type="spellStart"/>
      <w:r w:rsidRPr="006056B1">
        <w:t>Rasponi</w:t>
      </w:r>
      <w:proofErr w:type="spellEnd"/>
      <w:r w:rsidRPr="006056B1">
        <w:t xml:space="preserve"> nous avait loués comme modèles</w:t>
      </w:r>
      <w:r w:rsidR="006036B2">
        <w:t>.</w:t>
      </w:r>
    </w:p>
    <w:p w14:paraId="6E8C7DD6" w14:textId="77777777" w:rsidR="006036B2" w:rsidRDefault="006036B2" w:rsidP="00E85E1B">
      <w:r>
        <w:t>— </w:t>
      </w:r>
      <w:r w:rsidR="00E85E1B" w:rsidRPr="006056B1">
        <w:t>Ils nous donnent</w:t>
      </w:r>
      <w:r>
        <w:t xml:space="preserve">, </w:t>
      </w:r>
      <w:r w:rsidR="00E85E1B" w:rsidRPr="006056B1">
        <w:t>me dit-il</w:t>
      </w:r>
      <w:r>
        <w:t xml:space="preserve">, </w:t>
      </w:r>
      <w:r w:rsidR="00E85E1B" w:rsidRPr="006056B1">
        <w:t xml:space="preserve">à </w:t>
      </w:r>
      <w:proofErr w:type="spellStart"/>
      <w:r w:rsidR="00E85E1B" w:rsidRPr="006056B1">
        <w:t>çacun</w:t>
      </w:r>
      <w:proofErr w:type="spellEnd"/>
      <w:r w:rsidR="00E85E1B" w:rsidRPr="006056B1">
        <w:t xml:space="preserve"> dix sous</w:t>
      </w:r>
      <w:r>
        <w:t xml:space="preserve">, </w:t>
      </w:r>
      <w:r w:rsidR="00E85E1B" w:rsidRPr="006056B1">
        <w:t xml:space="preserve">et comme nous sommes quatorze avec les </w:t>
      </w:r>
      <w:proofErr w:type="spellStart"/>
      <w:r w:rsidR="00E85E1B" w:rsidRPr="006056B1">
        <w:rPr>
          <w:i/>
          <w:iCs/>
        </w:rPr>
        <w:t>fanciulli</w:t>
      </w:r>
      <w:proofErr w:type="spellEnd"/>
      <w:r w:rsidR="00E85E1B" w:rsidRPr="006056B1">
        <w:t xml:space="preserve"> et même quinze en comptant </w:t>
      </w:r>
      <w:proofErr w:type="spellStart"/>
      <w:r w:rsidR="00E85E1B" w:rsidRPr="006056B1">
        <w:t>lé</w:t>
      </w:r>
      <w:proofErr w:type="spellEnd"/>
      <w:r w:rsidR="00E85E1B" w:rsidRPr="006056B1">
        <w:t xml:space="preserve"> cheval</w:t>
      </w:r>
      <w:r>
        <w:t xml:space="preserve">, </w:t>
      </w:r>
      <w:proofErr w:type="spellStart"/>
      <w:r w:rsidR="00E85E1B" w:rsidRPr="006056B1">
        <w:t>tou</w:t>
      </w:r>
      <w:proofErr w:type="spellEnd"/>
      <w:r w:rsidR="00E85E1B" w:rsidRPr="006056B1">
        <w:t xml:space="preserve"> vois quelle belle </w:t>
      </w:r>
      <w:proofErr w:type="spellStart"/>
      <w:r w:rsidR="00E85E1B" w:rsidRPr="006056B1">
        <w:t>zournée</w:t>
      </w:r>
      <w:proofErr w:type="spellEnd"/>
      <w:r>
        <w:t>.</w:t>
      </w:r>
    </w:p>
    <w:p w14:paraId="70FE3B0F" w14:textId="77777777" w:rsidR="006036B2" w:rsidRDefault="00E85E1B" w:rsidP="00E85E1B">
      <w:r w:rsidRPr="006056B1">
        <w:t>Je voulus me soustraire à la portraiture</w:t>
      </w:r>
      <w:r w:rsidR="006036B2">
        <w:t xml:space="preserve"> ; </w:t>
      </w:r>
      <w:r w:rsidRPr="006056B1">
        <w:t>mais les rapins réclamèrent énergiquement</w:t>
      </w:r>
      <w:r w:rsidR="006036B2">
        <w:t xml:space="preserve">. </w:t>
      </w:r>
      <w:r w:rsidRPr="006056B1">
        <w:t>Si je ne posais pas</w:t>
      </w:r>
      <w:r w:rsidR="006036B2">
        <w:t xml:space="preserve">, </w:t>
      </w:r>
      <w:r w:rsidRPr="006056B1">
        <w:t>il n</w:t>
      </w:r>
      <w:r w:rsidR="006036B2">
        <w:t>’</w:t>
      </w:r>
      <w:r w:rsidRPr="006056B1">
        <w:t>y avait rien de fait</w:t>
      </w:r>
      <w:r w:rsidR="006036B2">
        <w:t xml:space="preserve"> ! </w:t>
      </w:r>
      <w:r w:rsidRPr="006056B1">
        <w:t>Hélas</w:t>
      </w:r>
      <w:r w:rsidR="006036B2">
        <w:t xml:space="preserve"> ! </w:t>
      </w:r>
      <w:r w:rsidRPr="006056B1">
        <w:t>c</w:t>
      </w:r>
      <w:r w:rsidR="006036B2">
        <w:t>’</w:t>
      </w:r>
      <w:r w:rsidRPr="006056B1">
        <w:t>est moi</w:t>
      </w:r>
      <w:r w:rsidR="006036B2">
        <w:t xml:space="preserve">, </w:t>
      </w:r>
      <w:r w:rsidRPr="006056B1">
        <w:t>paraît-il</w:t>
      </w:r>
      <w:r w:rsidR="006036B2">
        <w:t xml:space="preserve">, </w:t>
      </w:r>
      <w:r w:rsidRPr="006056B1">
        <w:t>qui avais</w:t>
      </w:r>
      <w:r w:rsidR="006036B2">
        <w:t xml:space="preserve"> (</w:t>
      </w:r>
      <w:r w:rsidRPr="006056B1">
        <w:t xml:space="preserve">après </w:t>
      </w:r>
      <w:proofErr w:type="spellStart"/>
      <w:r w:rsidRPr="006056B1">
        <w:t>Zdagna</w:t>
      </w:r>
      <w:proofErr w:type="spellEnd"/>
      <w:r w:rsidR="006036B2">
        <w:t xml:space="preserve">, </w:t>
      </w:r>
      <w:r w:rsidRPr="006056B1">
        <w:t>sans doute</w:t>
      </w:r>
      <w:r w:rsidR="006036B2">
        <w:t xml:space="preserve">, </w:t>
      </w:r>
      <w:r w:rsidRPr="006056B1">
        <w:t>je l</w:t>
      </w:r>
      <w:r w:rsidR="006036B2">
        <w:t>’</w:t>
      </w:r>
      <w:r w:rsidRPr="006056B1">
        <w:t>espère</w:t>
      </w:r>
      <w:r w:rsidR="006036B2">
        <w:t xml:space="preserve">) </w:t>
      </w:r>
      <w:r w:rsidRPr="006056B1">
        <w:t>l</w:t>
      </w:r>
      <w:r w:rsidR="006036B2">
        <w:t>’</w:t>
      </w:r>
      <w:r w:rsidRPr="006056B1">
        <w:t>air le plus bohémien de la bande</w:t>
      </w:r>
      <w:r w:rsidR="006036B2">
        <w:t>.</w:t>
      </w:r>
    </w:p>
    <w:p w14:paraId="1D161DCE" w14:textId="77777777" w:rsidR="006036B2" w:rsidRDefault="00E85E1B" w:rsidP="00E85E1B">
      <w:r w:rsidRPr="006056B1">
        <w:t>Comment refuser à mes amis de leur faire gagner</w:t>
      </w:r>
      <w:r w:rsidR="006036B2">
        <w:t xml:space="preserve">, </w:t>
      </w:r>
      <w:r w:rsidRPr="006056B1">
        <w:t xml:space="preserve">comme disait </w:t>
      </w:r>
      <w:proofErr w:type="spellStart"/>
      <w:r w:rsidRPr="006056B1">
        <w:t>Rasponi</w:t>
      </w:r>
      <w:proofErr w:type="spellEnd"/>
      <w:r w:rsidR="006036B2">
        <w:t xml:space="preserve">, </w:t>
      </w:r>
      <w:r w:rsidRPr="006056B1">
        <w:t xml:space="preserve">une si belle </w:t>
      </w:r>
      <w:proofErr w:type="spellStart"/>
      <w:r w:rsidRPr="006056B1">
        <w:rPr>
          <w:i/>
          <w:iCs/>
        </w:rPr>
        <w:t>zournée</w:t>
      </w:r>
      <w:proofErr w:type="spellEnd"/>
      <w:r w:rsidR="006036B2">
        <w:rPr>
          <w:i/>
          <w:iCs/>
        </w:rPr>
        <w:t xml:space="preserve"> ? </w:t>
      </w:r>
      <w:r w:rsidRPr="006056B1">
        <w:t>J</w:t>
      </w:r>
      <w:r w:rsidR="006036B2">
        <w:t>’</w:t>
      </w:r>
      <w:r w:rsidRPr="006056B1">
        <w:t>acceptai donc</w:t>
      </w:r>
      <w:r w:rsidR="006036B2">
        <w:t>.</w:t>
      </w:r>
    </w:p>
    <w:p w14:paraId="40BD2272" w14:textId="77777777" w:rsidR="006036B2" w:rsidRDefault="00E85E1B" w:rsidP="00E85E1B">
      <w:r w:rsidRPr="006056B1">
        <w:t>Mais le lendemain</w:t>
      </w:r>
      <w:r w:rsidR="006036B2">
        <w:t xml:space="preserve">, </w:t>
      </w:r>
      <w:r w:rsidRPr="006056B1">
        <w:t>ce fut à recommencer</w:t>
      </w:r>
      <w:r w:rsidR="006036B2">
        <w:t xml:space="preserve">, </w:t>
      </w:r>
      <w:r w:rsidRPr="006056B1">
        <w:t>et</w:t>
      </w:r>
      <w:r w:rsidR="006036B2">
        <w:t xml:space="preserve">, </w:t>
      </w:r>
      <w:r w:rsidRPr="006056B1">
        <w:t>au lieu de six rapins</w:t>
      </w:r>
      <w:r w:rsidR="006036B2">
        <w:t xml:space="preserve">, </w:t>
      </w:r>
      <w:r w:rsidRPr="006056B1">
        <w:t>il y en avait huit</w:t>
      </w:r>
      <w:r w:rsidR="006036B2">
        <w:t xml:space="preserve">. </w:t>
      </w:r>
      <w:r w:rsidRPr="006056B1">
        <w:t>La nouvelle s</w:t>
      </w:r>
      <w:r w:rsidR="006036B2">
        <w:t>’</w:t>
      </w:r>
      <w:r w:rsidRPr="006056B1">
        <w:t>était répandue à Barbizon qu</w:t>
      </w:r>
      <w:r w:rsidR="006036B2">
        <w:t>’</w:t>
      </w:r>
      <w:r w:rsidRPr="006056B1">
        <w:t>on pouvait</w:t>
      </w:r>
      <w:r w:rsidR="006036B2">
        <w:t xml:space="preserve">, </w:t>
      </w:r>
      <w:r w:rsidRPr="006056B1">
        <w:t>pour pas cher</w:t>
      </w:r>
      <w:r w:rsidR="006036B2">
        <w:t xml:space="preserve">, </w:t>
      </w:r>
      <w:r w:rsidRPr="006056B1">
        <w:t xml:space="preserve">faire une chic étude </w:t>
      </w:r>
      <w:r w:rsidRPr="006056B1">
        <w:lastRenderedPageBreak/>
        <w:t xml:space="preserve">de Bohémiens dans un sous-bois </w:t>
      </w:r>
      <w:r w:rsidRPr="006056B1">
        <w:rPr>
          <w:i/>
          <w:iCs/>
        </w:rPr>
        <w:t>je n</w:t>
      </w:r>
      <w:r w:rsidR="006036B2">
        <w:rPr>
          <w:i/>
          <w:iCs/>
        </w:rPr>
        <w:t>’</w:t>
      </w:r>
      <w:r w:rsidRPr="006056B1">
        <w:rPr>
          <w:i/>
          <w:iCs/>
        </w:rPr>
        <w:t>te dis qu</w:t>
      </w:r>
      <w:r w:rsidR="006036B2">
        <w:rPr>
          <w:i/>
          <w:iCs/>
        </w:rPr>
        <w:t>’</w:t>
      </w:r>
      <w:r w:rsidRPr="006056B1">
        <w:rPr>
          <w:i/>
          <w:iCs/>
        </w:rPr>
        <w:t>ça</w:t>
      </w:r>
      <w:r w:rsidR="006036B2">
        <w:rPr>
          <w:i/>
          <w:iCs/>
        </w:rPr>
        <w:t xml:space="preserve">. </w:t>
      </w:r>
      <w:r w:rsidRPr="006056B1">
        <w:t>Évidemment</w:t>
      </w:r>
      <w:r w:rsidR="006036B2">
        <w:t xml:space="preserve">, </w:t>
      </w:r>
      <w:r w:rsidRPr="006056B1">
        <w:t>le jour d</w:t>
      </w:r>
      <w:r w:rsidR="006036B2">
        <w:t>’</w:t>
      </w:r>
      <w:r w:rsidRPr="006056B1">
        <w:t>après</w:t>
      </w:r>
      <w:r w:rsidR="006036B2">
        <w:t xml:space="preserve">, </w:t>
      </w:r>
      <w:r w:rsidRPr="006056B1">
        <w:t>nous allions avoir aussi Marlotte à la rescousse</w:t>
      </w:r>
      <w:r w:rsidR="006036B2">
        <w:t>.</w:t>
      </w:r>
    </w:p>
    <w:p w14:paraId="3CE73ED1" w14:textId="77777777" w:rsidR="006036B2" w:rsidRDefault="00E85E1B" w:rsidP="00E85E1B">
      <w:r w:rsidRPr="006056B1">
        <w:t>Le soir</w:t>
      </w:r>
      <w:r w:rsidR="006036B2">
        <w:t xml:space="preserve">, </w:t>
      </w:r>
      <w:r w:rsidRPr="006056B1">
        <w:t>je déclarai d</w:t>
      </w:r>
      <w:r w:rsidR="006036B2">
        <w:t>’</w:t>
      </w:r>
      <w:r w:rsidRPr="006056B1">
        <w:t xml:space="preserve">un ton ferme à </w:t>
      </w:r>
      <w:proofErr w:type="spellStart"/>
      <w:r w:rsidRPr="006056B1">
        <w:t>Rasponi</w:t>
      </w:r>
      <w:proofErr w:type="spellEnd"/>
      <w:r w:rsidRPr="006056B1">
        <w:t xml:space="preserve"> que j</w:t>
      </w:r>
      <w:r w:rsidR="006036B2">
        <w:t>’</w:t>
      </w:r>
      <w:r w:rsidRPr="006056B1">
        <w:t>en avais assez</w:t>
      </w:r>
      <w:r w:rsidR="006036B2">
        <w:t xml:space="preserve">, </w:t>
      </w:r>
      <w:r w:rsidRPr="006056B1">
        <w:t>que je voulais bien courir les routes</w:t>
      </w:r>
      <w:r w:rsidR="006036B2">
        <w:t xml:space="preserve">, </w:t>
      </w:r>
      <w:r w:rsidRPr="006056B1">
        <w:t>mais non faire ce métier nouveau</w:t>
      </w:r>
      <w:r w:rsidR="006036B2">
        <w:t xml:space="preserve">. </w:t>
      </w:r>
      <w:r w:rsidRPr="006056B1">
        <w:t>Il me riposta aigrement qu</w:t>
      </w:r>
      <w:r w:rsidR="006036B2">
        <w:t>’</w:t>
      </w:r>
      <w:r w:rsidRPr="006056B1">
        <w:t>il n</w:t>
      </w:r>
      <w:r w:rsidR="006036B2">
        <w:t>’</w:t>
      </w:r>
      <w:r w:rsidRPr="006056B1">
        <w:t>y avait qu</w:t>
      </w:r>
      <w:r w:rsidR="006036B2">
        <w:t>’</w:t>
      </w:r>
      <w:r w:rsidRPr="006056B1">
        <w:t>un chef</w:t>
      </w:r>
      <w:r w:rsidR="006036B2">
        <w:t xml:space="preserve">, </w:t>
      </w:r>
      <w:r w:rsidRPr="006056B1">
        <w:t>que c</w:t>
      </w:r>
      <w:r w:rsidR="006036B2">
        <w:t>’</w:t>
      </w:r>
      <w:r w:rsidRPr="006056B1">
        <w:t>était lui</w:t>
      </w:r>
      <w:r w:rsidR="006036B2">
        <w:t xml:space="preserve">, </w:t>
      </w:r>
      <w:r w:rsidRPr="006056B1">
        <w:t>et que</w:t>
      </w:r>
      <w:r w:rsidR="006036B2">
        <w:t xml:space="preserve">, </w:t>
      </w:r>
      <w:r w:rsidRPr="006056B1">
        <w:t>si je tenais à en être convaincu</w:t>
      </w:r>
      <w:r w:rsidR="006036B2">
        <w:t xml:space="preserve">, </w:t>
      </w:r>
      <w:r w:rsidRPr="006056B1">
        <w:t>il a</w:t>
      </w:r>
      <w:r w:rsidRPr="006056B1">
        <w:t>l</w:t>
      </w:r>
      <w:r w:rsidRPr="006056B1">
        <w:t>lait m</w:t>
      </w:r>
      <w:r w:rsidR="006036B2">
        <w:t>’</w:t>
      </w:r>
      <w:r w:rsidRPr="006056B1">
        <w:t>en donner la preuve en me corrigeant</w:t>
      </w:r>
      <w:r w:rsidR="006036B2">
        <w:t xml:space="preserve">. </w:t>
      </w:r>
      <w:r w:rsidRPr="006056B1">
        <w:t>Et</w:t>
      </w:r>
      <w:r w:rsidR="006036B2">
        <w:t xml:space="preserve">, </w:t>
      </w:r>
      <w:r w:rsidRPr="006056B1">
        <w:t>joignant le geste à la parole</w:t>
      </w:r>
      <w:r w:rsidR="006036B2">
        <w:t xml:space="preserve">, </w:t>
      </w:r>
      <w:r w:rsidRPr="006056B1">
        <w:t>habitué à mener ainsi la caravane</w:t>
      </w:r>
      <w:r w:rsidR="006036B2">
        <w:t xml:space="preserve">, </w:t>
      </w:r>
      <w:r w:rsidRPr="006056B1">
        <w:t>il leva la main pour me gifler</w:t>
      </w:r>
      <w:r w:rsidR="006036B2">
        <w:t>.</w:t>
      </w:r>
    </w:p>
    <w:p w14:paraId="55D37387" w14:textId="77777777" w:rsidR="006036B2" w:rsidRDefault="00E85E1B" w:rsidP="00E85E1B">
      <w:r w:rsidRPr="006056B1">
        <w:t>On voit d</w:t>
      </w:r>
      <w:r w:rsidR="006036B2">
        <w:t>’</w:t>
      </w:r>
      <w:r w:rsidRPr="006056B1">
        <w:t>ici la suite</w:t>
      </w:r>
      <w:r w:rsidR="006036B2">
        <w:t xml:space="preserve"> : </w:t>
      </w:r>
      <w:r w:rsidRPr="006056B1">
        <w:t>une parade</w:t>
      </w:r>
      <w:r w:rsidR="006036B2">
        <w:t xml:space="preserve">, </w:t>
      </w:r>
      <w:r w:rsidRPr="006056B1">
        <w:t>un coup de tampon</w:t>
      </w:r>
      <w:r w:rsidR="006036B2">
        <w:t xml:space="preserve">, </w:t>
      </w:r>
      <w:r w:rsidRPr="006056B1">
        <w:t xml:space="preserve">et </w:t>
      </w:r>
      <w:proofErr w:type="spellStart"/>
      <w:r w:rsidRPr="006056B1">
        <w:t>mons</w:t>
      </w:r>
      <w:proofErr w:type="spellEnd"/>
      <w:r w:rsidRPr="006056B1">
        <w:t xml:space="preserve"> </w:t>
      </w:r>
      <w:proofErr w:type="spellStart"/>
      <w:r w:rsidRPr="006056B1">
        <w:t>Rasponi</w:t>
      </w:r>
      <w:proofErr w:type="spellEnd"/>
      <w:r w:rsidR="006036B2">
        <w:t xml:space="preserve"> (</w:t>
      </w:r>
      <w:r w:rsidRPr="006056B1">
        <w:t>oh</w:t>
      </w:r>
      <w:r w:rsidR="006036B2">
        <w:t xml:space="preserve"> ! </w:t>
      </w:r>
      <w:r w:rsidRPr="006056B1">
        <w:t>je n</w:t>
      </w:r>
      <w:r w:rsidR="006036B2">
        <w:t>’</w:t>
      </w:r>
      <w:r w:rsidRPr="006056B1">
        <w:t>en suis pas fier</w:t>
      </w:r>
      <w:r w:rsidR="006036B2">
        <w:t xml:space="preserve">, </w:t>
      </w:r>
      <w:r w:rsidRPr="006056B1">
        <w:t>car ce n</w:t>
      </w:r>
      <w:r w:rsidR="006036B2">
        <w:t>’</w:t>
      </w:r>
      <w:r w:rsidRPr="006056B1">
        <w:t>était pas un gaillard</w:t>
      </w:r>
      <w:r w:rsidR="006036B2">
        <w:t xml:space="preserve">) </w:t>
      </w:r>
      <w:r w:rsidRPr="006056B1">
        <w:t>les quatre fers en l</w:t>
      </w:r>
      <w:r w:rsidR="006036B2">
        <w:t>’</w:t>
      </w:r>
      <w:r w:rsidRPr="006056B1">
        <w:t>air et le nez saignant</w:t>
      </w:r>
      <w:r w:rsidR="006036B2">
        <w:t>.</w:t>
      </w:r>
    </w:p>
    <w:p w14:paraId="2D5BE4A7" w14:textId="77777777" w:rsidR="006036B2" w:rsidRDefault="006036B2" w:rsidP="00E85E1B">
      <w:r>
        <w:t>— </w:t>
      </w:r>
      <w:r w:rsidR="00E85E1B" w:rsidRPr="006056B1">
        <w:t xml:space="preserve">Zé té </w:t>
      </w:r>
      <w:proofErr w:type="spellStart"/>
      <w:r w:rsidR="00E85E1B" w:rsidRPr="006056B1">
        <w:t>répincérai</w:t>
      </w:r>
      <w:proofErr w:type="spellEnd"/>
      <w:r>
        <w:t xml:space="preserve">, </w:t>
      </w:r>
      <w:r w:rsidR="00E85E1B" w:rsidRPr="006056B1">
        <w:t>fit-il en se relevant</w:t>
      </w:r>
      <w:r>
        <w:t xml:space="preserve">, </w:t>
      </w:r>
      <w:r w:rsidR="00E85E1B" w:rsidRPr="006056B1">
        <w:t>l</w:t>
      </w:r>
      <w:r>
        <w:t>’</w:t>
      </w:r>
      <w:r w:rsidR="00E85E1B" w:rsidRPr="006056B1">
        <w:t>œil sournois</w:t>
      </w:r>
      <w:r>
        <w:t xml:space="preserve">, </w:t>
      </w:r>
      <w:r w:rsidR="00E85E1B" w:rsidRPr="006056B1">
        <w:t>les dents grinçantes</w:t>
      </w:r>
      <w:r>
        <w:t xml:space="preserve">, </w:t>
      </w:r>
      <w:r w:rsidR="00E85E1B" w:rsidRPr="006056B1">
        <w:t>la main crispée dans sa poche sur la poignée de son couteau</w:t>
      </w:r>
      <w:r>
        <w:t>.</w:t>
      </w:r>
    </w:p>
    <w:p w14:paraId="23865FFA" w14:textId="77777777" w:rsidR="006036B2" w:rsidRDefault="00E85E1B" w:rsidP="00E85E1B">
      <w:r w:rsidRPr="006056B1">
        <w:t>La mère Paola me traitait d</w:t>
      </w:r>
      <w:r w:rsidR="006036B2">
        <w:t>’</w:t>
      </w:r>
      <w:r w:rsidRPr="006056B1">
        <w:t>assassin</w:t>
      </w:r>
      <w:r w:rsidR="006036B2">
        <w:t xml:space="preserve">. </w:t>
      </w:r>
      <w:proofErr w:type="spellStart"/>
      <w:r w:rsidRPr="006056B1">
        <w:t>Zdagna</w:t>
      </w:r>
      <w:proofErr w:type="spellEnd"/>
      <w:r w:rsidR="006036B2">
        <w:t xml:space="preserve">, </w:t>
      </w:r>
      <w:proofErr w:type="spellStart"/>
      <w:r w:rsidRPr="006056B1">
        <w:t>Makidza</w:t>
      </w:r>
      <w:proofErr w:type="spellEnd"/>
      <w:r w:rsidRPr="006056B1">
        <w:t xml:space="preserve"> et sa sœur essayaient de calmer </w:t>
      </w:r>
      <w:proofErr w:type="spellStart"/>
      <w:r w:rsidRPr="006056B1">
        <w:t>Rasponi</w:t>
      </w:r>
      <w:proofErr w:type="spellEnd"/>
      <w:r w:rsidR="006036B2">
        <w:t xml:space="preserve">, </w:t>
      </w:r>
      <w:r w:rsidRPr="006056B1">
        <w:t>qui passa sa rage sur elles</w:t>
      </w:r>
      <w:r w:rsidR="006036B2">
        <w:t xml:space="preserve">. </w:t>
      </w:r>
      <w:r w:rsidRPr="006056B1">
        <w:t>Je m</w:t>
      </w:r>
      <w:r w:rsidR="006036B2">
        <w:t>’</w:t>
      </w:r>
      <w:r w:rsidRPr="006056B1">
        <w:t>éloignai</w:t>
      </w:r>
      <w:r w:rsidR="006036B2">
        <w:t xml:space="preserve">, </w:t>
      </w:r>
      <w:r w:rsidRPr="006056B1">
        <w:t>retournant à mon auberge</w:t>
      </w:r>
      <w:r w:rsidR="006036B2">
        <w:t xml:space="preserve">. </w:t>
      </w:r>
      <w:r w:rsidRPr="006056B1">
        <w:t>Un quart d</w:t>
      </w:r>
      <w:r w:rsidR="006036B2">
        <w:t>’</w:t>
      </w:r>
      <w:r w:rsidRPr="006056B1">
        <w:t>heure plus tard</w:t>
      </w:r>
      <w:r w:rsidR="006036B2">
        <w:t xml:space="preserve">, </w:t>
      </w:r>
      <w:proofErr w:type="spellStart"/>
      <w:r w:rsidRPr="006056B1">
        <w:t>Makidza</w:t>
      </w:r>
      <w:proofErr w:type="spellEnd"/>
      <w:r w:rsidRPr="006056B1">
        <w:t xml:space="preserve"> m</w:t>
      </w:r>
      <w:r w:rsidR="006036B2">
        <w:t>’</w:t>
      </w:r>
      <w:r w:rsidRPr="006056B1">
        <w:t>y rejoignait et me disait</w:t>
      </w:r>
      <w:r w:rsidR="006036B2">
        <w:t> :</w:t>
      </w:r>
    </w:p>
    <w:p w14:paraId="68B54854" w14:textId="77777777" w:rsidR="006036B2" w:rsidRDefault="006036B2" w:rsidP="00E85E1B">
      <w:r>
        <w:t>— </w:t>
      </w:r>
      <w:r w:rsidR="00E85E1B" w:rsidRPr="006056B1">
        <w:t>Veux-tu m</w:t>
      </w:r>
      <w:r>
        <w:t>’</w:t>
      </w:r>
      <w:r w:rsidR="00E85E1B" w:rsidRPr="006056B1">
        <w:t>emmener avec toi</w:t>
      </w:r>
      <w:r>
        <w:t xml:space="preserve"> ? </w:t>
      </w:r>
      <w:r w:rsidR="00E85E1B" w:rsidRPr="006056B1">
        <w:t>Nous nous marierons</w:t>
      </w:r>
      <w:r>
        <w:t>.</w:t>
      </w:r>
    </w:p>
    <w:p w14:paraId="047A676A" w14:textId="77777777" w:rsidR="006036B2" w:rsidRDefault="00E85E1B" w:rsidP="00E85E1B">
      <w:pPr>
        <w:rPr>
          <w:i/>
          <w:iCs/>
        </w:rPr>
      </w:pPr>
      <w:r w:rsidRPr="006056B1">
        <w:t xml:space="preserve">Mon amour des </w:t>
      </w:r>
      <w:proofErr w:type="spellStart"/>
      <w:r w:rsidRPr="006056B1">
        <w:t>Romanitchels</w:t>
      </w:r>
      <w:proofErr w:type="spellEnd"/>
      <w:r w:rsidRPr="006056B1">
        <w:t xml:space="preserve"> n</w:t>
      </w:r>
      <w:r w:rsidR="006036B2">
        <w:t>’</w:t>
      </w:r>
      <w:r w:rsidRPr="006056B1">
        <w:t>allait pas jusque-là</w:t>
      </w:r>
      <w:r w:rsidR="006036B2">
        <w:t xml:space="preserve">. </w:t>
      </w:r>
      <w:r w:rsidRPr="006056B1">
        <w:t>Je partis pour Paris le lendemain matin</w:t>
      </w:r>
      <w:r w:rsidR="006036B2">
        <w:t xml:space="preserve">, </w:t>
      </w:r>
      <w:r w:rsidRPr="006056B1">
        <w:t>tout seul</w:t>
      </w:r>
      <w:r w:rsidR="006036B2">
        <w:t xml:space="preserve">. </w:t>
      </w:r>
      <w:r w:rsidRPr="006056B1">
        <w:t>Et de mon ave</w:t>
      </w:r>
      <w:r w:rsidRPr="006056B1">
        <w:t>n</w:t>
      </w:r>
      <w:r w:rsidRPr="006056B1">
        <w:t>ture il ne me reste qu</w:t>
      </w:r>
      <w:r w:rsidR="006036B2">
        <w:t>’</w:t>
      </w:r>
      <w:r w:rsidRPr="006056B1">
        <w:t>un très curieux et très exquis souvenir</w:t>
      </w:r>
      <w:r w:rsidR="006036B2">
        <w:t xml:space="preserve">, </w:t>
      </w:r>
      <w:r w:rsidRPr="006056B1">
        <w:t>et la joie de retrouver assez souvent</w:t>
      </w:r>
      <w:r w:rsidR="006036B2">
        <w:t xml:space="preserve">, </w:t>
      </w:r>
      <w:r w:rsidRPr="006056B1">
        <w:t>encore aujourd</w:t>
      </w:r>
      <w:r w:rsidR="006036B2">
        <w:t>’</w:t>
      </w:r>
      <w:r w:rsidRPr="006056B1">
        <w:t>hui</w:t>
      </w:r>
      <w:r w:rsidR="006036B2">
        <w:t xml:space="preserve">, </w:t>
      </w:r>
      <w:r w:rsidRPr="006056B1">
        <w:t>mon po</w:t>
      </w:r>
      <w:r w:rsidRPr="006056B1">
        <w:t>r</w:t>
      </w:r>
      <w:r w:rsidRPr="006056B1">
        <w:t>trait dans des tableautins intitulés</w:t>
      </w:r>
      <w:r w:rsidR="006036B2">
        <w:t xml:space="preserve"> : </w:t>
      </w:r>
      <w:r w:rsidRPr="006056B1">
        <w:rPr>
          <w:i/>
          <w:iCs/>
        </w:rPr>
        <w:t>Halte de Bohémiens</w:t>
      </w:r>
      <w:r w:rsidR="006036B2">
        <w:rPr>
          <w:i/>
          <w:iCs/>
        </w:rPr>
        <w:t>.</w:t>
      </w:r>
    </w:p>
    <w:p w14:paraId="4D4405C9" w14:textId="0DA4C085" w:rsidR="006036B2" w:rsidRDefault="00E85E1B" w:rsidP="006036B2">
      <w:pPr>
        <w:pStyle w:val="Titre1"/>
        <w:rPr>
          <w:rFonts w:eastAsia="Batang"/>
        </w:rPr>
      </w:pPr>
      <w:bookmarkStart w:id="3" w:name="_Toc194853042"/>
      <w:r w:rsidRPr="006056B1">
        <w:rPr>
          <w:rFonts w:eastAsia="Batang"/>
        </w:rPr>
        <w:lastRenderedPageBreak/>
        <w:t>ARTISTE</w:t>
      </w:r>
      <w:bookmarkEnd w:id="3"/>
    </w:p>
    <w:p w14:paraId="1B0D3A8C" w14:textId="77777777" w:rsidR="006036B2" w:rsidRDefault="006036B2" w:rsidP="00E85E1B">
      <w:pPr>
        <w:rPr>
          <w:rFonts w:eastAsia="Batang"/>
        </w:rPr>
      </w:pPr>
      <w:r>
        <w:rPr>
          <w:rFonts w:eastAsia="Batang"/>
        </w:rPr>
        <w:t>— </w:t>
      </w:r>
      <w:r w:rsidR="00E85E1B" w:rsidRPr="006056B1">
        <w:rPr>
          <w:rFonts w:eastAsia="Batang"/>
        </w:rPr>
        <w:t>Bah</w:t>
      </w:r>
      <w:r>
        <w:rPr>
          <w:rFonts w:eastAsia="Batang"/>
        </w:rPr>
        <w:t xml:space="preserve"> ! </w:t>
      </w:r>
      <w:r w:rsidR="00E85E1B" w:rsidRPr="006056B1">
        <w:rPr>
          <w:rFonts w:eastAsia="Batang"/>
        </w:rPr>
        <w:t>monsieur</w:t>
      </w:r>
      <w:r>
        <w:rPr>
          <w:rFonts w:eastAsia="Batang"/>
        </w:rPr>
        <w:t xml:space="preserve">, </w:t>
      </w:r>
      <w:r w:rsidR="00E85E1B" w:rsidRPr="006056B1">
        <w:rPr>
          <w:rFonts w:eastAsia="Batang"/>
        </w:rPr>
        <w:t>me dit le vieux saltimbanque</w:t>
      </w:r>
      <w:r>
        <w:rPr>
          <w:rFonts w:eastAsia="Batang"/>
        </w:rPr>
        <w:t xml:space="preserve">, </w:t>
      </w:r>
      <w:r w:rsidR="00E85E1B" w:rsidRPr="006056B1">
        <w:rPr>
          <w:rFonts w:eastAsia="Batang"/>
        </w:rPr>
        <w:t>c</w:t>
      </w:r>
      <w:r>
        <w:rPr>
          <w:rFonts w:eastAsia="Batang"/>
        </w:rPr>
        <w:t>’</w:t>
      </w:r>
      <w:r w:rsidR="00E85E1B" w:rsidRPr="006056B1">
        <w:rPr>
          <w:rFonts w:eastAsia="Batang"/>
        </w:rPr>
        <w:t>est une affaire d</w:t>
      </w:r>
      <w:r>
        <w:rPr>
          <w:rFonts w:eastAsia="Batang"/>
        </w:rPr>
        <w:t>’</w:t>
      </w:r>
      <w:r w:rsidR="00E85E1B" w:rsidRPr="006056B1">
        <w:rPr>
          <w:rFonts w:eastAsia="Batang"/>
        </w:rPr>
        <w:t>exercice et d</w:t>
      </w:r>
      <w:r>
        <w:rPr>
          <w:rFonts w:eastAsia="Batang"/>
        </w:rPr>
        <w:t>’</w:t>
      </w:r>
      <w:r w:rsidR="00E85E1B" w:rsidRPr="006056B1">
        <w:rPr>
          <w:rFonts w:eastAsia="Batang"/>
        </w:rPr>
        <w:t>habitude</w:t>
      </w:r>
      <w:r>
        <w:rPr>
          <w:rFonts w:eastAsia="Batang"/>
        </w:rPr>
        <w:t xml:space="preserve">, </w:t>
      </w:r>
      <w:r w:rsidR="00E85E1B" w:rsidRPr="006056B1">
        <w:rPr>
          <w:rFonts w:eastAsia="Batang"/>
        </w:rPr>
        <w:t>voilà tout</w:t>
      </w:r>
      <w:r>
        <w:rPr>
          <w:rFonts w:eastAsia="Batang"/>
        </w:rPr>
        <w:t xml:space="preserve"> ! </w:t>
      </w:r>
      <w:r w:rsidR="00E85E1B" w:rsidRPr="006056B1">
        <w:rPr>
          <w:rFonts w:eastAsia="Batang"/>
        </w:rPr>
        <w:t>Sans doute</w:t>
      </w:r>
      <w:r>
        <w:rPr>
          <w:rFonts w:eastAsia="Batang"/>
        </w:rPr>
        <w:t xml:space="preserve">, </w:t>
      </w:r>
      <w:r w:rsidR="00E85E1B" w:rsidRPr="006056B1">
        <w:rPr>
          <w:rFonts w:eastAsia="Batang"/>
        </w:rPr>
        <w:t>il faut être un peu doué et n</w:t>
      </w:r>
      <w:r>
        <w:rPr>
          <w:rFonts w:eastAsia="Batang"/>
        </w:rPr>
        <w:t>’</w:t>
      </w:r>
      <w:r w:rsidR="00E85E1B" w:rsidRPr="006056B1">
        <w:rPr>
          <w:rFonts w:eastAsia="Batang"/>
        </w:rPr>
        <w:t>avoir pas trop de bouillie dans les doigts</w:t>
      </w:r>
      <w:r>
        <w:rPr>
          <w:rFonts w:eastAsia="Batang"/>
        </w:rPr>
        <w:t xml:space="preserve"> ; </w:t>
      </w:r>
      <w:r w:rsidR="00E85E1B" w:rsidRPr="006056B1">
        <w:rPr>
          <w:rFonts w:eastAsia="Batang"/>
        </w:rPr>
        <w:t>mais ce qu</w:t>
      </w:r>
      <w:r>
        <w:rPr>
          <w:rFonts w:eastAsia="Batang"/>
        </w:rPr>
        <w:t>’</w:t>
      </w:r>
      <w:r w:rsidR="00E85E1B" w:rsidRPr="006056B1">
        <w:rPr>
          <w:rFonts w:eastAsia="Batang"/>
        </w:rPr>
        <w:t>il faut surtout</w:t>
      </w:r>
      <w:r>
        <w:rPr>
          <w:rFonts w:eastAsia="Batang"/>
        </w:rPr>
        <w:t xml:space="preserve">, </w:t>
      </w:r>
      <w:r w:rsidR="00E85E1B" w:rsidRPr="006056B1">
        <w:rPr>
          <w:rFonts w:eastAsia="Batang"/>
        </w:rPr>
        <w:t>c</w:t>
      </w:r>
      <w:r>
        <w:rPr>
          <w:rFonts w:eastAsia="Batang"/>
        </w:rPr>
        <w:t>’</w:t>
      </w:r>
      <w:r w:rsidR="00E85E1B" w:rsidRPr="006056B1">
        <w:rPr>
          <w:rFonts w:eastAsia="Batang"/>
        </w:rPr>
        <w:t>est de la patience et du travail quot</w:t>
      </w:r>
      <w:r w:rsidR="00E85E1B" w:rsidRPr="006056B1">
        <w:rPr>
          <w:rFonts w:eastAsia="Batang"/>
        </w:rPr>
        <w:t>i</w:t>
      </w:r>
      <w:r w:rsidR="00E85E1B" w:rsidRPr="006056B1">
        <w:rPr>
          <w:rFonts w:eastAsia="Batang"/>
        </w:rPr>
        <w:t>dien pendant de longues</w:t>
      </w:r>
      <w:r>
        <w:rPr>
          <w:rFonts w:eastAsia="Batang"/>
        </w:rPr>
        <w:t xml:space="preserve">, </w:t>
      </w:r>
      <w:r w:rsidR="00E85E1B" w:rsidRPr="006056B1">
        <w:rPr>
          <w:rFonts w:eastAsia="Batang"/>
        </w:rPr>
        <w:t>longues années</w:t>
      </w:r>
      <w:r>
        <w:rPr>
          <w:rFonts w:eastAsia="Batang"/>
        </w:rPr>
        <w:t>.</w:t>
      </w:r>
    </w:p>
    <w:p w14:paraId="3FF0B74C" w14:textId="77777777" w:rsidR="006036B2" w:rsidRDefault="00E85E1B" w:rsidP="00E85E1B">
      <w:pPr>
        <w:rPr>
          <w:rFonts w:eastAsia="Batang"/>
        </w:rPr>
      </w:pPr>
      <w:r w:rsidRPr="006056B1">
        <w:rPr>
          <w:rFonts w:eastAsia="Batang"/>
        </w:rPr>
        <w:t>Cette modestie me surprenait d</w:t>
      </w:r>
      <w:r w:rsidR="006036B2">
        <w:rPr>
          <w:rFonts w:eastAsia="Batang"/>
        </w:rPr>
        <w:t>’</w:t>
      </w:r>
      <w:r w:rsidRPr="006056B1">
        <w:rPr>
          <w:rFonts w:eastAsia="Batang"/>
        </w:rPr>
        <w:t>autant plus que</w:t>
      </w:r>
      <w:r w:rsidR="006036B2">
        <w:rPr>
          <w:rFonts w:eastAsia="Batang"/>
        </w:rPr>
        <w:t xml:space="preserve">, </w:t>
      </w:r>
      <w:r w:rsidRPr="006056B1">
        <w:rPr>
          <w:rFonts w:eastAsia="Batang"/>
        </w:rPr>
        <w:t>parmi ces sortes de virtuoses généralement très infatués de leur adresse</w:t>
      </w:r>
      <w:r w:rsidR="006036B2">
        <w:rPr>
          <w:rFonts w:eastAsia="Batang"/>
        </w:rPr>
        <w:t xml:space="preserve">, </w:t>
      </w:r>
      <w:r w:rsidRPr="006056B1">
        <w:rPr>
          <w:rFonts w:eastAsia="Batang"/>
        </w:rPr>
        <w:t>celui-ci était de beaucoup le plus extraordinaire que j</w:t>
      </w:r>
      <w:r w:rsidR="006036B2">
        <w:rPr>
          <w:rFonts w:eastAsia="Batang"/>
        </w:rPr>
        <w:t>’</w:t>
      </w:r>
      <w:r w:rsidRPr="006056B1">
        <w:rPr>
          <w:rFonts w:eastAsia="Batang"/>
        </w:rPr>
        <w:t>eusse j</w:t>
      </w:r>
      <w:r w:rsidRPr="006056B1">
        <w:rPr>
          <w:rFonts w:eastAsia="Batang"/>
        </w:rPr>
        <w:t>a</w:t>
      </w:r>
      <w:r w:rsidRPr="006056B1">
        <w:rPr>
          <w:rFonts w:eastAsia="Batang"/>
        </w:rPr>
        <w:t>mais rencontré</w:t>
      </w:r>
      <w:r w:rsidR="006036B2">
        <w:rPr>
          <w:rFonts w:eastAsia="Batang"/>
        </w:rPr>
        <w:t>.</w:t>
      </w:r>
    </w:p>
    <w:p w14:paraId="0250EBB8" w14:textId="77777777" w:rsidR="006036B2" w:rsidRDefault="00E85E1B" w:rsidP="00E85E1B">
      <w:r w:rsidRPr="006056B1">
        <w:rPr>
          <w:rFonts w:eastAsia="Batang"/>
        </w:rPr>
        <w:t>Certes</w:t>
      </w:r>
      <w:r w:rsidR="006036B2">
        <w:rPr>
          <w:rFonts w:eastAsia="Batang"/>
        </w:rPr>
        <w:t xml:space="preserve">, </w:t>
      </w:r>
      <w:r w:rsidRPr="006056B1">
        <w:rPr>
          <w:rFonts w:eastAsia="Batang"/>
        </w:rPr>
        <w:t>j</w:t>
      </w:r>
      <w:r w:rsidR="006036B2">
        <w:rPr>
          <w:rFonts w:eastAsia="Batang"/>
        </w:rPr>
        <w:t>’</w:t>
      </w:r>
      <w:r w:rsidRPr="006056B1">
        <w:rPr>
          <w:rFonts w:eastAsia="Batang"/>
        </w:rPr>
        <w:t>avais vu souvent</w:t>
      </w:r>
      <w:r w:rsidR="006036B2">
        <w:rPr>
          <w:rFonts w:eastAsia="Batang"/>
        </w:rPr>
        <w:t xml:space="preserve">, </w:t>
      </w:r>
      <w:r w:rsidRPr="006056B1">
        <w:rPr>
          <w:rFonts w:eastAsia="Batang"/>
        </w:rPr>
        <w:t>et tout le monde a vu dans n</w:t>
      </w:r>
      <w:r w:rsidR="006036B2">
        <w:rPr>
          <w:rFonts w:eastAsia="Batang"/>
        </w:rPr>
        <w:t>’</w:t>
      </w:r>
      <w:r w:rsidRPr="006056B1">
        <w:rPr>
          <w:rFonts w:eastAsia="Batang"/>
        </w:rPr>
        <w:t>importe quel cirque</w:t>
      </w:r>
      <w:r w:rsidR="006036B2">
        <w:rPr>
          <w:rFonts w:eastAsia="Batang"/>
        </w:rPr>
        <w:t xml:space="preserve">, </w:t>
      </w:r>
      <w:r w:rsidRPr="006056B1">
        <w:t>même dans d</w:t>
      </w:r>
      <w:r w:rsidR="006036B2">
        <w:t>’</w:t>
      </w:r>
      <w:r w:rsidRPr="006056B1">
        <w:t>infimes baraques foraines</w:t>
      </w:r>
      <w:r w:rsidR="006036B2">
        <w:t xml:space="preserve">, </w:t>
      </w:r>
      <w:r w:rsidRPr="006056B1">
        <w:t>exécuter le tour qui consiste à faire placer un homme ou une femme les bras en croix contre une cible en planches</w:t>
      </w:r>
      <w:r w:rsidR="006036B2">
        <w:t xml:space="preserve">, </w:t>
      </w:r>
      <w:r w:rsidRPr="006056B1">
        <w:t>et à lui planter de loin des couteaux entre les doigts et autour de la tête</w:t>
      </w:r>
      <w:r w:rsidR="006036B2">
        <w:t xml:space="preserve">. </w:t>
      </w:r>
      <w:r w:rsidRPr="006056B1">
        <w:t>Ce tour n</w:t>
      </w:r>
      <w:r w:rsidR="006036B2">
        <w:t>’</w:t>
      </w:r>
      <w:r w:rsidRPr="006056B1">
        <w:t>a</w:t>
      </w:r>
      <w:r w:rsidR="006036B2">
        <w:t xml:space="preserve">, </w:t>
      </w:r>
      <w:r w:rsidRPr="006056B1">
        <w:t>en somme</w:t>
      </w:r>
      <w:r w:rsidR="006036B2">
        <w:t xml:space="preserve">, </w:t>
      </w:r>
      <w:r w:rsidRPr="006056B1">
        <w:t>rien de bien étonnant</w:t>
      </w:r>
      <w:r w:rsidR="006036B2">
        <w:t xml:space="preserve">, </w:t>
      </w:r>
      <w:r w:rsidRPr="006056B1">
        <w:t>quand on en co</w:t>
      </w:r>
      <w:r w:rsidRPr="006056B1">
        <w:t>n</w:t>
      </w:r>
      <w:r w:rsidRPr="006056B1">
        <w:t>naît les trucs</w:t>
      </w:r>
      <w:r w:rsidR="006036B2">
        <w:t xml:space="preserve">, </w:t>
      </w:r>
      <w:r w:rsidRPr="006056B1">
        <w:t>quand on sait que les couteaux ne sont pas le moins du monde coupants et se piquent à une distance assez grande de la chair</w:t>
      </w:r>
      <w:r w:rsidR="006036B2">
        <w:t xml:space="preserve">. </w:t>
      </w:r>
      <w:r w:rsidRPr="006056B1">
        <w:t>C</w:t>
      </w:r>
      <w:r w:rsidR="006036B2">
        <w:t>’</w:t>
      </w:r>
      <w:r w:rsidRPr="006056B1">
        <w:t>est la rapidité des coups</w:t>
      </w:r>
      <w:r w:rsidR="006036B2">
        <w:t xml:space="preserve">, </w:t>
      </w:r>
      <w:r w:rsidRPr="006056B1">
        <w:t>le flamboiement des lames</w:t>
      </w:r>
      <w:r w:rsidR="006036B2">
        <w:t xml:space="preserve">, </w:t>
      </w:r>
      <w:r w:rsidRPr="006056B1">
        <w:t>la savante inclinaison des manches vers le but vivant</w:t>
      </w:r>
      <w:r w:rsidR="006036B2">
        <w:t xml:space="preserve">, </w:t>
      </w:r>
      <w:r w:rsidRPr="006056B1">
        <w:t>qui donnent son air de danger à cette exhibition devenue banale et n</w:t>
      </w:r>
      <w:r w:rsidR="006036B2">
        <w:t>’</w:t>
      </w:r>
      <w:r w:rsidRPr="006056B1">
        <w:t>exigeant qu</w:t>
      </w:r>
      <w:r w:rsidR="006036B2">
        <w:t>’</w:t>
      </w:r>
      <w:r w:rsidRPr="006056B1">
        <w:t>une habileté médiocre</w:t>
      </w:r>
      <w:r w:rsidR="006036B2">
        <w:t>.</w:t>
      </w:r>
    </w:p>
    <w:p w14:paraId="54EA0633" w14:textId="77777777" w:rsidR="006036B2" w:rsidRDefault="00E85E1B" w:rsidP="00E85E1B">
      <w:r w:rsidRPr="006056B1">
        <w:t>Mais ici</w:t>
      </w:r>
      <w:r w:rsidR="006036B2">
        <w:t xml:space="preserve">, </w:t>
      </w:r>
      <w:r w:rsidRPr="006056B1">
        <w:t>point de trucs</w:t>
      </w:r>
      <w:r w:rsidR="006036B2">
        <w:t xml:space="preserve">, </w:t>
      </w:r>
      <w:r w:rsidRPr="006056B1">
        <w:t>aucune illusion</w:t>
      </w:r>
      <w:r w:rsidR="006036B2">
        <w:t xml:space="preserve">, </w:t>
      </w:r>
      <w:r w:rsidRPr="006056B1">
        <w:t>aucune poudre aux yeux</w:t>
      </w:r>
      <w:r w:rsidR="006036B2">
        <w:t xml:space="preserve"> ! </w:t>
      </w:r>
      <w:r w:rsidRPr="006056B1">
        <w:t>La chose se faisait bon jeu bon argent</w:t>
      </w:r>
      <w:r w:rsidR="006036B2">
        <w:t xml:space="preserve">, </w:t>
      </w:r>
      <w:r w:rsidRPr="006056B1">
        <w:t>en toute sincérité</w:t>
      </w:r>
      <w:r w:rsidR="006036B2">
        <w:t xml:space="preserve">. </w:t>
      </w:r>
      <w:r w:rsidRPr="006056B1">
        <w:t>Les couteaux étaient affilés comme des rasoirs</w:t>
      </w:r>
      <w:r w:rsidR="006036B2">
        <w:t xml:space="preserve">, </w:t>
      </w:r>
      <w:r w:rsidRPr="006056B1">
        <w:t>et le vieux sa</w:t>
      </w:r>
      <w:r w:rsidRPr="006056B1">
        <w:t>l</w:t>
      </w:r>
      <w:r w:rsidRPr="006056B1">
        <w:t>timbanque les plantait droits à fleur de peau</w:t>
      </w:r>
      <w:r w:rsidR="006036B2">
        <w:t xml:space="preserve">, </w:t>
      </w:r>
      <w:r w:rsidRPr="006056B1">
        <w:t>précisément dans l</w:t>
      </w:r>
      <w:r w:rsidR="006036B2">
        <w:t>’</w:t>
      </w:r>
      <w:r w:rsidRPr="006056B1">
        <w:t>angle entre les doigts</w:t>
      </w:r>
      <w:r w:rsidR="006036B2">
        <w:t xml:space="preserve">, </w:t>
      </w:r>
      <w:r w:rsidRPr="006056B1">
        <w:t>auréolant la tête d</w:t>
      </w:r>
      <w:r w:rsidR="006036B2">
        <w:t>’</w:t>
      </w:r>
      <w:r w:rsidRPr="006056B1">
        <w:t xml:space="preserve">un </w:t>
      </w:r>
      <w:r w:rsidRPr="006056B1">
        <w:lastRenderedPageBreak/>
        <w:t>cercle serré presque trop juste</w:t>
      </w:r>
      <w:r w:rsidR="006036B2">
        <w:t xml:space="preserve">, </w:t>
      </w:r>
      <w:r w:rsidRPr="006056B1">
        <w:t>et cernant le cou d</w:t>
      </w:r>
      <w:r w:rsidR="006036B2">
        <w:t>’</w:t>
      </w:r>
      <w:r w:rsidRPr="006056B1">
        <w:t>un carcan dont il n</w:t>
      </w:r>
      <w:r w:rsidR="006036B2">
        <w:t>’</w:t>
      </w:r>
      <w:r w:rsidRPr="006056B1">
        <w:t>aurait pu sortir sans se trancher les carotides</w:t>
      </w:r>
      <w:r w:rsidR="006036B2">
        <w:t>.</w:t>
      </w:r>
    </w:p>
    <w:p w14:paraId="6839A625" w14:textId="77777777" w:rsidR="006036B2" w:rsidRDefault="00E85E1B" w:rsidP="00E85E1B">
      <w:r w:rsidRPr="006056B1">
        <w:t>Pour comble de difficulté</w:t>
      </w:r>
      <w:r w:rsidR="006036B2">
        <w:t xml:space="preserve">, </w:t>
      </w:r>
      <w:r w:rsidRPr="006056B1">
        <w:t>le vieux saltimbanque opérait sans y voir</w:t>
      </w:r>
      <w:r w:rsidR="006036B2">
        <w:t xml:space="preserve">, </w:t>
      </w:r>
      <w:r w:rsidRPr="006056B1">
        <w:t>la face entière couverte d</w:t>
      </w:r>
      <w:r w:rsidR="006036B2">
        <w:t>’</w:t>
      </w:r>
      <w:r w:rsidRPr="006056B1">
        <w:t>un masque clos en toile c</w:t>
      </w:r>
      <w:r w:rsidRPr="006056B1">
        <w:t>i</w:t>
      </w:r>
      <w:r w:rsidRPr="006056B1">
        <w:t>rée très épaisse</w:t>
      </w:r>
      <w:r w:rsidR="006036B2">
        <w:t>.</w:t>
      </w:r>
    </w:p>
    <w:p w14:paraId="6FE265C9" w14:textId="77777777" w:rsidR="006036B2" w:rsidRDefault="00E85E1B" w:rsidP="00E85E1B">
      <w:r w:rsidRPr="006056B1">
        <w:t>Naturellement</w:t>
      </w:r>
      <w:r w:rsidR="006036B2">
        <w:t xml:space="preserve">, </w:t>
      </w:r>
      <w:r w:rsidRPr="006056B1">
        <w:t>comme tous les grands artistes</w:t>
      </w:r>
      <w:r w:rsidR="006036B2">
        <w:t xml:space="preserve">, </w:t>
      </w:r>
      <w:r w:rsidRPr="006056B1">
        <w:t>il était i</w:t>
      </w:r>
      <w:r w:rsidRPr="006056B1">
        <w:t>n</w:t>
      </w:r>
      <w:r w:rsidRPr="006056B1">
        <w:t>compris de la foule</w:t>
      </w:r>
      <w:r w:rsidR="006036B2">
        <w:t xml:space="preserve">, </w:t>
      </w:r>
      <w:r w:rsidRPr="006056B1">
        <w:t>qui le confondait avec les vulgaires tr</w:t>
      </w:r>
      <w:r w:rsidRPr="006056B1">
        <w:t>u</w:t>
      </w:r>
      <w:r w:rsidRPr="006056B1">
        <w:t>queurs</w:t>
      </w:r>
      <w:r w:rsidR="006036B2">
        <w:t xml:space="preserve">. </w:t>
      </w:r>
      <w:r w:rsidRPr="006056B1">
        <w:t>Son masque ne semblait qu</w:t>
      </w:r>
      <w:r w:rsidR="006036B2">
        <w:t>’</w:t>
      </w:r>
      <w:r w:rsidRPr="006056B1">
        <w:t>un truc de plus</w:t>
      </w:r>
      <w:r w:rsidR="006036B2">
        <w:t xml:space="preserve">, </w:t>
      </w:r>
      <w:r w:rsidRPr="006056B1">
        <w:t>et même assez grossier</w:t>
      </w:r>
      <w:r w:rsidR="006036B2">
        <w:t>.</w:t>
      </w:r>
    </w:p>
    <w:p w14:paraId="348FDBCA" w14:textId="77777777" w:rsidR="006036B2" w:rsidRDefault="006036B2" w:rsidP="00E85E1B">
      <w:r>
        <w:t>— </w:t>
      </w:r>
      <w:r w:rsidR="00E85E1B" w:rsidRPr="006056B1">
        <w:t>Il nous croit vraiment trop bêtes</w:t>
      </w:r>
      <w:r>
        <w:t xml:space="preserve">, </w:t>
      </w:r>
      <w:r w:rsidR="00E85E1B" w:rsidRPr="006056B1">
        <w:t>pensait-on</w:t>
      </w:r>
      <w:r>
        <w:t xml:space="preserve">. </w:t>
      </w:r>
      <w:r w:rsidR="00E85E1B" w:rsidRPr="006056B1">
        <w:t>Comme s</w:t>
      </w:r>
      <w:r>
        <w:t>’</w:t>
      </w:r>
      <w:r w:rsidR="00E85E1B" w:rsidRPr="006056B1">
        <w:t>il était possible de viser sans avoir les yeux ouverts</w:t>
      </w:r>
      <w:r>
        <w:t> !</w:t>
      </w:r>
    </w:p>
    <w:p w14:paraId="3C079464" w14:textId="77777777" w:rsidR="006036B2" w:rsidRDefault="00E85E1B" w:rsidP="00E85E1B">
      <w:r w:rsidRPr="006056B1">
        <w:t>Et l</w:t>
      </w:r>
      <w:r w:rsidR="006036B2">
        <w:t>’</w:t>
      </w:r>
      <w:r w:rsidRPr="006056B1">
        <w:t>on supposait à la toile cirée des trous imperceptibles</w:t>
      </w:r>
      <w:r w:rsidR="006036B2">
        <w:t xml:space="preserve">, </w:t>
      </w:r>
      <w:r w:rsidRPr="006056B1">
        <w:t>un treillis très bien dissimulé dans le tissu</w:t>
      </w:r>
      <w:r w:rsidR="006036B2">
        <w:t xml:space="preserve">. </w:t>
      </w:r>
      <w:r w:rsidRPr="006056B1">
        <w:t>Vainement</w:t>
      </w:r>
      <w:r w:rsidR="006036B2">
        <w:t xml:space="preserve">, </w:t>
      </w:r>
      <w:r w:rsidRPr="006056B1">
        <w:t>avant l</w:t>
      </w:r>
      <w:r w:rsidR="006036B2">
        <w:t>’</w:t>
      </w:r>
      <w:r w:rsidRPr="006056B1">
        <w:t>exercice</w:t>
      </w:r>
      <w:r w:rsidR="006036B2">
        <w:t xml:space="preserve">, </w:t>
      </w:r>
      <w:r w:rsidRPr="006056B1">
        <w:t>le saltimbanque donnait le masque à examiner au public</w:t>
      </w:r>
      <w:r w:rsidR="006036B2">
        <w:t xml:space="preserve">. </w:t>
      </w:r>
      <w:r w:rsidRPr="006056B1">
        <w:t>Le public avait beau ne pouvoir discerner aucune trich</w:t>
      </w:r>
      <w:r w:rsidRPr="006056B1">
        <w:t>e</w:t>
      </w:r>
      <w:r w:rsidRPr="006056B1">
        <w:t>rie</w:t>
      </w:r>
      <w:r w:rsidR="006036B2">
        <w:t xml:space="preserve"> ; </w:t>
      </w:r>
      <w:r w:rsidRPr="006056B1">
        <w:t>il n</w:t>
      </w:r>
      <w:r w:rsidR="006036B2">
        <w:t>’</w:t>
      </w:r>
      <w:r w:rsidRPr="006056B1">
        <w:t>en était que plus convaincu d</w:t>
      </w:r>
      <w:r w:rsidR="006036B2">
        <w:t>’</w:t>
      </w:r>
      <w:r w:rsidRPr="006056B1">
        <w:t>être triché</w:t>
      </w:r>
      <w:r w:rsidR="006036B2">
        <w:t xml:space="preserve">. </w:t>
      </w:r>
      <w:r w:rsidRPr="006056B1">
        <w:t>Ne savait-il pas qu</w:t>
      </w:r>
      <w:r w:rsidR="006036B2">
        <w:t>’</w:t>
      </w:r>
      <w:r w:rsidRPr="006056B1">
        <w:t xml:space="preserve">on </w:t>
      </w:r>
      <w:r w:rsidRPr="006056B1">
        <w:rPr>
          <w:i/>
          <w:iCs/>
        </w:rPr>
        <w:t>doit</w:t>
      </w:r>
      <w:r w:rsidRPr="006056B1">
        <w:t xml:space="preserve"> le tricher</w:t>
      </w:r>
      <w:r w:rsidR="006036B2">
        <w:t> ?</w:t>
      </w:r>
    </w:p>
    <w:p w14:paraId="3D8CC563" w14:textId="77777777" w:rsidR="006036B2" w:rsidRDefault="00E85E1B" w:rsidP="00E85E1B">
      <w:r w:rsidRPr="006056B1">
        <w:t>Moi</w:t>
      </w:r>
      <w:r w:rsidR="006036B2">
        <w:t xml:space="preserve">, </w:t>
      </w:r>
      <w:r w:rsidRPr="006056B1">
        <w:t>dans le vieux saltimbanque</w:t>
      </w:r>
      <w:r w:rsidR="006036B2">
        <w:t xml:space="preserve">, </w:t>
      </w:r>
      <w:r w:rsidRPr="006056B1">
        <w:t>j</w:t>
      </w:r>
      <w:r w:rsidR="006036B2">
        <w:t>’</w:t>
      </w:r>
      <w:r w:rsidRPr="006056B1">
        <w:t>avais reconnu un grand artiste</w:t>
      </w:r>
      <w:r w:rsidR="006036B2">
        <w:t xml:space="preserve">, </w:t>
      </w:r>
      <w:r w:rsidRPr="006056B1">
        <w:t>et j</w:t>
      </w:r>
      <w:r w:rsidR="006036B2">
        <w:t>’</w:t>
      </w:r>
      <w:r w:rsidRPr="006056B1">
        <w:t>étais justement sûr que toute tricherie lui était</w:t>
      </w:r>
      <w:r w:rsidR="006036B2">
        <w:t xml:space="preserve">, </w:t>
      </w:r>
      <w:r w:rsidRPr="006056B1">
        <w:t>au contraire</w:t>
      </w:r>
      <w:r w:rsidR="006036B2">
        <w:t xml:space="preserve">, </w:t>
      </w:r>
      <w:r w:rsidRPr="006056B1">
        <w:t>impossible</w:t>
      </w:r>
      <w:r w:rsidR="006036B2">
        <w:t xml:space="preserve">. </w:t>
      </w:r>
      <w:r w:rsidRPr="006056B1">
        <w:t>Je le lui avais dit</w:t>
      </w:r>
      <w:r w:rsidR="006036B2">
        <w:t xml:space="preserve">, </w:t>
      </w:r>
      <w:r w:rsidRPr="006056B1">
        <w:t>en lui témoignant mon admiration</w:t>
      </w:r>
      <w:r w:rsidR="006036B2">
        <w:t xml:space="preserve">. </w:t>
      </w:r>
      <w:r w:rsidRPr="006056B1">
        <w:t>Il avait été touché</w:t>
      </w:r>
      <w:r w:rsidR="006036B2">
        <w:t xml:space="preserve">, </w:t>
      </w:r>
      <w:r w:rsidRPr="006056B1">
        <w:t>et de l</w:t>
      </w:r>
      <w:r w:rsidR="006036B2">
        <w:t>’</w:t>
      </w:r>
      <w:r w:rsidRPr="006056B1">
        <w:t>admiration</w:t>
      </w:r>
      <w:r w:rsidR="006036B2">
        <w:t xml:space="preserve">, </w:t>
      </w:r>
      <w:r w:rsidRPr="006056B1">
        <w:t>et surtout de la justice rendue</w:t>
      </w:r>
      <w:r w:rsidR="006036B2">
        <w:t xml:space="preserve">. </w:t>
      </w:r>
      <w:r w:rsidRPr="006056B1">
        <w:t>Ainsi</w:t>
      </w:r>
      <w:r w:rsidR="006036B2">
        <w:t xml:space="preserve">, </w:t>
      </w:r>
      <w:r w:rsidRPr="006056B1">
        <w:t>nous étions devenus amis</w:t>
      </w:r>
      <w:r w:rsidR="006036B2">
        <w:t xml:space="preserve">, </w:t>
      </w:r>
      <w:r w:rsidRPr="006056B1">
        <w:t>et il m</w:t>
      </w:r>
      <w:r w:rsidR="006036B2">
        <w:t>’</w:t>
      </w:r>
      <w:r w:rsidRPr="006056B1">
        <w:t>expliquait</w:t>
      </w:r>
      <w:r w:rsidR="006036B2">
        <w:t xml:space="preserve">, </w:t>
      </w:r>
      <w:r w:rsidRPr="006056B1">
        <w:t>très modestement</w:t>
      </w:r>
      <w:r w:rsidR="006036B2">
        <w:t xml:space="preserve">, </w:t>
      </w:r>
      <w:r w:rsidRPr="006056B1">
        <w:t>le vrai truc incompris de la foule</w:t>
      </w:r>
      <w:r w:rsidR="006036B2">
        <w:t xml:space="preserve">, </w:t>
      </w:r>
      <w:r w:rsidRPr="006056B1">
        <w:t>le truc éternel résumé en ces simples mots</w:t>
      </w:r>
      <w:r w:rsidR="006036B2">
        <w:t> :</w:t>
      </w:r>
    </w:p>
    <w:p w14:paraId="4AE15F61" w14:textId="77777777" w:rsidR="006036B2" w:rsidRDefault="006036B2" w:rsidP="00E85E1B">
      <w:r>
        <w:t>— </w:t>
      </w:r>
      <w:r w:rsidR="00E85E1B" w:rsidRPr="006056B1">
        <w:t>Être doué et travailler pendant de longues</w:t>
      </w:r>
      <w:r>
        <w:t xml:space="preserve">, </w:t>
      </w:r>
      <w:r w:rsidR="00E85E1B" w:rsidRPr="006056B1">
        <w:t>longues a</w:t>
      </w:r>
      <w:r w:rsidR="00E85E1B" w:rsidRPr="006056B1">
        <w:t>n</w:t>
      </w:r>
      <w:r w:rsidR="00E85E1B" w:rsidRPr="006056B1">
        <w:t>nées</w:t>
      </w:r>
      <w:r>
        <w:t xml:space="preserve">, </w:t>
      </w:r>
      <w:r w:rsidR="00E85E1B" w:rsidRPr="006056B1">
        <w:t>tous les jours</w:t>
      </w:r>
      <w:r>
        <w:t>.</w:t>
      </w:r>
    </w:p>
    <w:p w14:paraId="15C2684F" w14:textId="77777777" w:rsidR="006036B2" w:rsidRDefault="00E85E1B" w:rsidP="00E85E1B">
      <w:r w:rsidRPr="006056B1">
        <w:t>Il avait été frappé notamment de la certitude où j</w:t>
      </w:r>
      <w:r w:rsidR="006036B2">
        <w:t>’</w:t>
      </w:r>
      <w:r w:rsidRPr="006056B1">
        <w:t>étais</w:t>
      </w:r>
      <w:r w:rsidR="006036B2">
        <w:t xml:space="preserve">, </w:t>
      </w:r>
      <w:r w:rsidRPr="006056B1">
        <w:t>qu</w:t>
      </w:r>
      <w:r w:rsidR="006036B2">
        <w:t>’</w:t>
      </w:r>
      <w:r w:rsidRPr="006056B1">
        <w:t>une tricherie quelconque avait dû lui devenir impossible</w:t>
      </w:r>
      <w:r w:rsidR="006036B2">
        <w:t>.</w:t>
      </w:r>
    </w:p>
    <w:p w14:paraId="4CFC2D79" w14:textId="77777777" w:rsidR="006036B2" w:rsidRDefault="006036B2" w:rsidP="00E85E1B">
      <w:r>
        <w:lastRenderedPageBreak/>
        <w:t>— </w:t>
      </w:r>
      <w:r w:rsidR="00E85E1B" w:rsidRPr="006056B1">
        <w:t>Oh</w:t>
      </w:r>
      <w:r>
        <w:t xml:space="preserve"> ! </w:t>
      </w:r>
      <w:r w:rsidR="00E85E1B" w:rsidRPr="006056B1">
        <w:t>oui</w:t>
      </w:r>
      <w:r>
        <w:t xml:space="preserve">, </w:t>
      </w:r>
      <w:r w:rsidR="00E85E1B" w:rsidRPr="006056B1">
        <w:t>oui</w:t>
      </w:r>
      <w:r>
        <w:t xml:space="preserve">, </w:t>
      </w:r>
      <w:r w:rsidR="00E85E1B" w:rsidRPr="006056B1">
        <w:t>me dit-il</w:t>
      </w:r>
      <w:r>
        <w:t xml:space="preserve">, </w:t>
      </w:r>
      <w:r w:rsidR="00E85E1B" w:rsidRPr="006056B1">
        <w:t>vous avez raison</w:t>
      </w:r>
      <w:r>
        <w:t xml:space="preserve">. </w:t>
      </w:r>
      <w:r w:rsidR="00E85E1B" w:rsidRPr="006056B1">
        <w:t>Impossible a</w:t>
      </w:r>
      <w:r w:rsidR="00E85E1B" w:rsidRPr="006056B1">
        <w:t>b</w:t>
      </w:r>
      <w:r w:rsidR="00E85E1B" w:rsidRPr="006056B1">
        <w:t>solument</w:t>
      </w:r>
      <w:r>
        <w:t xml:space="preserve"> ! </w:t>
      </w:r>
      <w:r w:rsidR="00E85E1B" w:rsidRPr="006056B1">
        <w:t>Impossible à un point que vous ne sauriez imaginer</w:t>
      </w:r>
      <w:r>
        <w:t xml:space="preserve">. </w:t>
      </w:r>
      <w:r w:rsidR="00E85E1B" w:rsidRPr="006056B1">
        <w:t>Si je vous racontais</w:t>
      </w:r>
      <w:r>
        <w:t xml:space="preserve"> !… </w:t>
      </w:r>
      <w:r w:rsidR="00E85E1B" w:rsidRPr="006056B1">
        <w:t>Mais</w:t>
      </w:r>
      <w:r>
        <w:t xml:space="preserve">, </w:t>
      </w:r>
      <w:r w:rsidR="00E85E1B" w:rsidRPr="006056B1">
        <w:t>à quoi bon</w:t>
      </w:r>
      <w:r>
        <w:t> ?</w:t>
      </w:r>
    </w:p>
    <w:p w14:paraId="442B6226" w14:textId="77777777" w:rsidR="006036B2" w:rsidRDefault="00E85E1B" w:rsidP="00E85E1B">
      <w:r w:rsidRPr="006056B1">
        <w:t>Son visage s</w:t>
      </w:r>
      <w:r w:rsidR="006036B2">
        <w:t>’</w:t>
      </w:r>
      <w:r w:rsidRPr="006056B1">
        <w:t>était assombri</w:t>
      </w:r>
      <w:r w:rsidR="006036B2">
        <w:t xml:space="preserve">. </w:t>
      </w:r>
      <w:r w:rsidRPr="006056B1">
        <w:t>De vagues larmes lui roulaient dans les yeux</w:t>
      </w:r>
      <w:r w:rsidR="006036B2">
        <w:t xml:space="preserve">. </w:t>
      </w:r>
      <w:r w:rsidRPr="006056B1">
        <w:t>Je n</w:t>
      </w:r>
      <w:r w:rsidR="006036B2">
        <w:t>’</w:t>
      </w:r>
      <w:r w:rsidRPr="006056B1">
        <w:t>osais insister et le forcer aux confidences</w:t>
      </w:r>
      <w:r w:rsidR="006036B2">
        <w:t xml:space="preserve">. </w:t>
      </w:r>
      <w:r w:rsidRPr="006056B1">
        <w:t>Mais sans doute mes regards étaient moins discrets que ma p</w:t>
      </w:r>
      <w:r w:rsidRPr="006056B1">
        <w:t>a</w:t>
      </w:r>
      <w:r w:rsidRPr="006056B1">
        <w:t>role</w:t>
      </w:r>
      <w:r w:rsidR="006036B2">
        <w:t xml:space="preserve">, </w:t>
      </w:r>
      <w:r w:rsidRPr="006056B1">
        <w:t>et le sollicitaient à parler</w:t>
      </w:r>
      <w:r w:rsidR="006036B2">
        <w:t xml:space="preserve">. </w:t>
      </w:r>
      <w:r w:rsidRPr="006056B1">
        <w:t>C</w:t>
      </w:r>
      <w:r w:rsidR="006036B2">
        <w:t>’</w:t>
      </w:r>
      <w:r w:rsidRPr="006056B1">
        <w:t>est à leur prière muette qu</w:t>
      </w:r>
      <w:r w:rsidR="006036B2">
        <w:t>’</w:t>
      </w:r>
      <w:r w:rsidRPr="006056B1">
        <w:t>il se rendit</w:t>
      </w:r>
      <w:r w:rsidR="006036B2">
        <w:t>.</w:t>
      </w:r>
    </w:p>
    <w:p w14:paraId="5B5E7A0D" w14:textId="77777777" w:rsidR="006036B2" w:rsidRDefault="006036B2" w:rsidP="00E85E1B">
      <w:r>
        <w:t>— </w:t>
      </w:r>
      <w:r w:rsidR="00E85E1B" w:rsidRPr="006056B1">
        <w:t>Après tout</w:t>
      </w:r>
      <w:r>
        <w:t xml:space="preserve">, </w:t>
      </w:r>
      <w:r w:rsidR="00E85E1B" w:rsidRPr="006056B1">
        <w:t>dit-il</w:t>
      </w:r>
      <w:r>
        <w:t xml:space="preserve">, </w:t>
      </w:r>
      <w:r w:rsidR="00E85E1B" w:rsidRPr="006056B1">
        <w:t>pourquoi ne vous raconterais-je pas la chose</w:t>
      </w:r>
      <w:r>
        <w:t xml:space="preserve"> ? </w:t>
      </w:r>
      <w:r w:rsidR="00E85E1B" w:rsidRPr="006056B1">
        <w:t>Vous comprendrez</w:t>
      </w:r>
      <w:r>
        <w:t xml:space="preserve">, </w:t>
      </w:r>
      <w:r w:rsidR="00E85E1B" w:rsidRPr="006056B1">
        <w:t>vous</w:t>
      </w:r>
      <w:r>
        <w:t>.</w:t>
      </w:r>
    </w:p>
    <w:p w14:paraId="29209CE9" w14:textId="77777777" w:rsidR="006036B2" w:rsidRDefault="00E85E1B" w:rsidP="00E85E1B">
      <w:r w:rsidRPr="006056B1">
        <w:t>Et il ajouta</w:t>
      </w:r>
      <w:r w:rsidR="006036B2">
        <w:t xml:space="preserve">, </w:t>
      </w:r>
      <w:r w:rsidRPr="006056B1">
        <w:t>l</w:t>
      </w:r>
      <w:r w:rsidR="006036B2">
        <w:t>’</w:t>
      </w:r>
      <w:r w:rsidRPr="006056B1">
        <w:t>expression soudain féroce</w:t>
      </w:r>
      <w:r w:rsidR="006036B2">
        <w:t> :</w:t>
      </w:r>
    </w:p>
    <w:p w14:paraId="53B15E38" w14:textId="77777777" w:rsidR="006036B2" w:rsidRDefault="006036B2" w:rsidP="00E85E1B">
      <w:r>
        <w:t>— </w:t>
      </w:r>
      <w:r w:rsidR="00E85E1B" w:rsidRPr="006056B1">
        <w:t>Elle a bien compris</w:t>
      </w:r>
      <w:r>
        <w:t xml:space="preserve">, </w:t>
      </w:r>
      <w:r w:rsidR="00E85E1B" w:rsidRPr="006056B1">
        <w:t>elle</w:t>
      </w:r>
      <w:r>
        <w:t> !</w:t>
      </w:r>
    </w:p>
    <w:p w14:paraId="64EA2242" w14:textId="77777777" w:rsidR="006036B2" w:rsidRDefault="006036B2" w:rsidP="00E85E1B">
      <w:r>
        <w:t>— </w:t>
      </w:r>
      <w:r w:rsidR="00E85E1B" w:rsidRPr="006056B1">
        <w:t>Qui donc</w:t>
      </w:r>
      <w:r>
        <w:t xml:space="preserve"> ? </w:t>
      </w:r>
      <w:r w:rsidR="00E85E1B" w:rsidRPr="006056B1">
        <w:t>demandai-je</w:t>
      </w:r>
      <w:r>
        <w:t>.</w:t>
      </w:r>
    </w:p>
    <w:p w14:paraId="4CEBFF3A" w14:textId="77777777" w:rsidR="006036B2" w:rsidRDefault="006036B2" w:rsidP="00E85E1B">
      <w:r>
        <w:t>— </w:t>
      </w:r>
      <w:r w:rsidR="00E85E1B" w:rsidRPr="006056B1">
        <w:t>Ma garce de femme</w:t>
      </w:r>
      <w:r>
        <w:t xml:space="preserve">, </w:t>
      </w:r>
      <w:r w:rsidR="00E85E1B" w:rsidRPr="006056B1">
        <w:t>répondit-il</w:t>
      </w:r>
      <w:r>
        <w:t xml:space="preserve">. </w:t>
      </w:r>
      <w:r w:rsidR="00E85E1B" w:rsidRPr="006056B1">
        <w:t>Ah</w:t>
      </w:r>
      <w:r>
        <w:t xml:space="preserve"> ! </w:t>
      </w:r>
      <w:r w:rsidR="00E85E1B" w:rsidRPr="006056B1">
        <w:t>monsieur</w:t>
      </w:r>
      <w:r>
        <w:t xml:space="preserve">, </w:t>
      </w:r>
      <w:r w:rsidR="00E85E1B" w:rsidRPr="006056B1">
        <w:t>l</w:t>
      </w:r>
      <w:r>
        <w:t>’</w:t>
      </w:r>
      <w:r w:rsidR="00E85E1B" w:rsidRPr="006056B1">
        <w:t>abominable créature</w:t>
      </w:r>
      <w:r>
        <w:t xml:space="preserve">, </w:t>
      </w:r>
      <w:r w:rsidR="00E85E1B" w:rsidRPr="006056B1">
        <w:t>si vous saviez</w:t>
      </w:r>
      <w:r>
        <w:t xml:space="preserve"> ! </w:t>
      </w:r>
      <w:r w:rsidR="00E85E1B" w:rsidRPr="006056B1">
        <w:t>Oui</w:t>
      </w:r>
      <w:r>
        <w:t xml:space="preserve">, </w:t>
      </w:r>
      <w:r w:rsidR="00E85E1B" w:rsidRPr="006056B1">
        <w:t>qu</w:t>
      </w:r>
      <w:r>
        <w:t>’</w:t>
      </w:r>
      <w:r w:rsidR="00E85E1B" w:rsidRPr="006056B1">
        <w:t>elle a compris</w:t>
      </w:r>
      <w:r>
        <w:t xml:space="preserve">. </w:t>
      </w:r>
      <w:r w:rsidR="00E85E1B" w:rsidRPr="006056B1">
        <w:t>Trop</w:t>
      </w:r>
      <w:r>
        <w:t xml:space="preserve">, </w:t>
      </w:r>
      <w:r w:rsidR="00E85E1B" w:rsidRPr="006056B1">
        <w:t>trop</w:t>
      </w:r>
      <w:r>
        <w:t xml:space="preserve"> ! </w:t>
      </w:r>
      <w:r w:rsidR="00E85E1B" w:rsidRPr="006056B1">
        <w:t>Et c</w:t>
      </w:r>
      <w:r>
        <w:t>’</w:t>
      </w:r>
      <w:r w:rsidR="00E85E1B" w:rsidRPr="006056B1">
        <w:t>est bien pourquoi je lui en veux tant</w:t>
      </w:r>
      <w:r>
        <w:t xml:space="preserve">. </w:t>
      </w:r>
      <w:r w:rsidR="00E85E1B" w:rsidRPr="006056B1">
        <w:t>Plus e</w:t>
      </w:r>
      <w:r w:rsidR="00E85E1B" w:rsidRPr="006056B1">
        <w:t>n</w:t>
      </w:r>
      <w:r w:rsidR="00E85E1B" w:rsidRPr="006056B1">
        <w:t>core que pour m</w:t>
      </w:r>
      <w:r>
        <w:t>’</w:t>
      </w:r>
      <w:r w:rsidR="00E85E1B" w:rsidRPr="006056B1">
        <w:t>avoir trompé</w:t>
      </w:r>
      <w:r>
        <w:t xml:space="preserve">. </w:t>
      </w:r>
      <w:r w:rsidR="00E85E1B" w:rsidRPr="006056B1">
        <w:t>Car ça</w:t>
      </w:r>
      <w:r>
        <w:t xml:space="preserve">, </w:t>
      </w:r>
      <w:r w:rsidR="00E85E1B" w:rsidRPr="006056B1">
        <w:t>n</w:t>
      </w:r>
      <w:r>
        <w:t>’</w:t>
      </w:r>
      <w:r w:rsidR="00E85E1B" w:rsidRPr="006056B1">
        <w:t>est-ce pas</w:t>
      </w:r>
      <w:r>
        <w:t xml:space="preserve"> ? </w:t>
      </w:r>
      <w:r w:rsidR="00E85E1B" w:rsidRPr="006056B1">
        <w:t>c</w:t>
      </w:r>
      <w:r>
        <w:t>’</w:t>
      </w:r>
      <w:r w:rsidR="00E85E1B" w:rsidRPr="006056B1">
        <w:t>est une faute naturelle</w:t>
      </w:r>
      <w:r>
        <w:t xml:space="preserve">, </w:t>
      </w:r>
      <w:r w:rsidR="00E85E1B" w:rsidRPr="006056B1">
        <w:t>ça peut se pardonner</w:t>
      </w:r>
      <w:r>
        <w:t xml:space="preserve">. </w:t>
      </w:r>
      <w:r w:rsidR="00E85E1B" w:rsidRPr="006056B1">
        <w:t>Mais le reste</w:t>
      </w:r>
      <w:r>
        <w:t xml:space="preserve">, </w:t>
      </w:r>
      <w:r w:rsidR="00E85E1B" w:rsidRPr="006056B1">
        <w:t>voilà le crime</w:t>
      </w:r>
      <w:r>
        <w:t xml:space="preserve">, </w:t>
      </w:r>
      <w:r w:rsidR="00E85E1B" w:rsidRPr="006056B1">
        <w:t>l</w:t>
      </w:r>
      <w:r>
        <w:t>’</w:t>
      </w:r>
      <w:r w:rsidR="00E85E1B" w:rsidRPr="006056B1">
        <w:t>horrible crime</w:t>
      </w:r>
      <w:r>
        <w:t>.</w:t>
      </w:r>
    </w:p>
    <w:p w14:paraId="08127E0B" w14:textId="77777777" w:rsidR="006036B2" w:rsidRDefault="00E85E1B" w:rsidP="00E85E1B">
      <w:r w:rsidRPr="006056B1">
        <w:t>Sa femme était celle qui</w:t>
      </w:r>
      <w:r w:rsidR="006036B2">
        <w:t xml:space="preserve">, </w:t>
      </w:r>
      <w:r w:rsidRPr="006056B1">
        <w:t>chaque soir</w:t>
      </w:r>
      <w:r w:rsidR="006036B2">
        <w:t xml:space="preserve">, </w:t>
      </w:r>
      <w:r w:rsidRPr="006056B1">
        <w:t>se posait sur la cible en planches</w:t>
      </w:r>
      <w:r w:rsidR="006036B2">
        <w:t xml:space="preserve">, </w:t>
      </w:r>
      <w:r w:rsidRPr="006056B1">
        <w:t>les bras en croix</w:t>
      </w:r>
      <w:r w:rsidR="006036B2">
        <w:t xml:space="preserve">, </w:t>
      </w:r>
      <w:r w:rsidRPr="006056B1">
        <w:t>les mains écarquillées</w:t>
      </w:r>
      <w:r w:rsidR="006036B2">
        <w:t xml:space="preserve">, </w:t>
      </w:r>
      <w:r w:rsidRPr="006056B1">
        <w:t>et que le vieux saltimbanque gantait et nimbait de ses couteaux affilés comme des rasoirs et plantés à fleur de chair</w:t>
      </w:r>
      <w:r w:rsidR="006036B2">
        <w:t>.</w:t>
      </w:r>
    </w:p>
    <w:p w14:paraId="0E168DA7" w14:textId="77777777" w:rsidR="006036B2" w:rsidRDefault="00E85E1B" w:rsidP="00E85E1B">
      <w:r w:rsidRPr="006056B1">
        <w:t>Elle pouvait avoir une quarantaine d</w:t>
      </w:r>
      <w:r w:rsidR="006036B2">
        <w:t>’</w:t>
      </w:r>
      <w:r w:rsidRPr="006056B1">
        <w:t>années</w:t>
      </w:r>
      <w:r w:rsidR="006036B2">
        <w:t xml:space="preserve">, </w:t>
      </w:r>
      <w:r w:rsidRPr="006056B1">
        <w:t>avait dû être assez jolie</w:t>
      </w:r>
      <w:r w:rsidR="006036B2">
        <w:t xml:space="preserve">, </w:t>
      </w:r>
      <w:r w:rsidRPr="006056B1">
        <w:t>mais d</w:t>
      </w:r>
      <w:r w:rsidR="006036B2">
        <w:t>’</w:t>
      </w:r>
      <w:r w:rsidRPr="006056B1">
        <w:t>une joliesse perverse</w:t>
      </w:r>
      <w:r w:rsidR="006036B2">
        <w:t xml:space="preserve">, </w:t>
      </w:r>
      <w:r w:rsidRPr="006056B1">
        <w:t>avec un nez insolent</w:t>
      </w:r>
      <w:r w:rsidR="006036B2">
        <w:t xml:space="preserve">, </w:t>
      </w:r>
      <w:r w:rsidRPr="006056B1">
        <w:t>des yeux cruels</w:t>
      </w:r>
      <w:r w:rsidR="006036B2">
        <w:t xml:space="preserve">, </w:t>
      </w:r>
      <w:r w:rsidRPr="006056B1">
        <w:t>une bouche à la fois sensuelle et mauvaise</w:t>
      </w:r>
      <w:r w:rsidR="006036B2">
        <w:t xml:space="preserve">, </w:t>
      </w:r>
      <w:r w:rsidRPr="006056B1">
        <w:t>à la lèvre inférieure trop charnue pour la lèvre supérieure mince et sèche</w:t>
      </w:r>
      <w:r w:rsidR="006036B2">
        <w:t>.</w:t>
      </w:r>
    </w:p>
    <w:p w14:paraId="7AD19CDE" w14:textId="77777777" w:rsidR="006036B2" w:rsidRDefault="00E85E1B" w:rsidP="00E85E1B">
      <w:r w:rsidRPr="006056B1">
        <w:lastRenderedPageBreak/>
        <w:t>J</w:t>
      </w:r>
      <w:r w:rsidR="006036B2">
        <w:t>’</w:t>
      </w:r>
      <w:r w:rsidRPr="006056B1">
        <w:t>avais remarqué plusieurs fois qu</w:t>
      </w:r>
      <w:r w:rsidR="006036B2">
        <w:t>’</w:t>
      </w:r>
      <w:r w:rsidRPr="006056B1">
        <w:t>à chaque couteau planté elle poussait un petit éclat de rire</w:t>
      </w:r>
      <w:r w:rsidR="006036B2">
        <w:t xml:space="preserve">, </w:t>
      </w:r>
      <w:r w:rsidRPr="006056B1">
        <w:t>à peine entendable</w:t>
      </w:r>
      <w:r w:rsidR="006036B2">
        <w:t xml:space="preserve">, </w:t>
      </w:r>
      <w:r w:rsidRPr="006056B1">
        <w:t>mais très significatif quand on le percevait</w:t>
      </w:r>
      <w:r w:rsidR="006036B2">
        <w:t xml:space="preserve">, </w:t>
      </w:r>
      <w:r w:rsidRPr="006056B1">
        <w:t>un éclat de rire aigre et souv</w:t>
      </w:r>
      <w:r w:rsidRPr="006056B1">
        <w:t>e</w:t>
      </w:r>
      <w:r w:rsidRPr="006056B1">
        <w:t>rainement moqueur</w:t>
      </w:r>
      <w:r w:rsidR="006036B2">
        <w:t xml:space="preserve">. </w:t>
      </w:r>
      <w:r w:rsidRPr="006056B1">
        <w:t>Mais j</w:t>
      </w:r>
      <w:r w:rsidR="006036B2">
        <w:t>’</w:t>
      </w:r>
      <w:r w:rsidRPr="006056B1">
        <w:t>avais toujours attribué cette sorte de réponse à un artifice voulu de mise en scène</w:t>
      </w:r>
      <w:r w:rsidR="006036B2">
        <w:t xml:space="preserve">. </w:t>
      </w:r>
      <w:r w:rsidRPr="006056B1">
        <w:t>C</w:t>
      </w:r>
      <w:r w:rsidR="006036B2">
        <w:t>’</w:t>
      </w:r>
      <w:r w:rsidRPr="006056B1">
        <w:t>était destiné</w:t>
      </w:r>
      <w:r w:rsidR="006036B2">
        <w:t xml:space="preserve">, </w:t>
      </w:r>
      <w:r w:rsidRPr="006056B1">
        <w:t>pensais-je</w:t>
      </w:r>
      <w:r w:rsidR="006036B2">
        <w:t xml:space="preserve">, </w:t>
      </w:r>
      <w:r w:rsidRPr="006056B1">
        <w:t>à mieux accentuer le danger couru et le mépris qu</w:t>
      </w:r>
      <w:r w:rsidR="006036B2">
        <w:t>’</w:t>
      </w:r>
      <w:r w:rsidRPr="006056B1">
        <w:t>elle en avait grâce à la sûreté de main du viseur</w:t>
      </w:r>
      <w:r w:rsidR="006036B2">
        <w:t xml:space="preserve">. </w:t>
      </w:r>
      <w:r w:rsidRPr="006056B1">
        <w:t>Aussi je fus stupéfait quand le saltimbanque me dit</w:t>
      </w:r>
      <w:r w:rsidR="006036B2">
        <w:t> :</w:t>
      </w:r>
    </w:p>
    <w:p w14:paraId="6BAB6EC0" w14:textId="77777777" w:rsidR="006036B2" w:rsidRDefault="006036B2" w:rsidP="00E85E1B">
      <w:r>
        <w:t>— </w:t>
      </w:r>
      <w:r w:rsidR="00E85E1B" w:rsidRPr="006056B1">
        <w:t>Son rire</w:t>
      </w:r>
      <w:r>
        <w:t xml:space="preserve">, </w:t>
      </w:r>
      <w:r w:rsidR="00E85E1B" w:rsidRPr="006056B1">
        <w:t>vous l</w:t>
      </w:r>
      <w:r>
        <w:t>’</w:t>
      </w:r>
      <w:r w:rsidR="00E85E1B" w:rsidRPr="006056B1">
        <w:t>avez observé</w:t>
      </w:r>
      <w:r>
        <w:t xml:space="preserve">, </w:t>
      </w:r>
      <w:r w:rsidR="00E85E1B" w:rsidRPr="006056B1">
        <w:t>hein</w:t>
      </w:r>
      <w:r>
        <w:t xml:space="preserve"> ? </w:t>
      </w:r>
      <w:r w:rsidR="00E85E1B" w:rsidRPr="006056B1">
        <w:t>Son méchant rire qui se fout de moi</w:t>
      </w:r>
      <w:r>
        <w:t xml:space="preserve">, </w:t>
      </w:r>
      <w:r w:rsidR="00E85E1B" w:rsidRPr="006056B1">
        <w:t>son rire lâche qui me défie</w:t>
      </w:r>
      <w:r>
        <w:t xml:space="preserve">. </w:t>
      </w:r>
      <w:r w:rsidR="00E85E1B" w:rsidRPr="006056B1">
        <w:t>Oui</w:t>
      </w:r>
      <w:r>
        <w:t xml:space="preserve">, </w:t>
      </w:r>
      <w:r w:rsidR="00E85E1B" w:rsidRPr="006056B1">
        <w:t>lâche</w:t>
      </w:r>
      <w:r>
        <w:t xml:space="preserve">, </w:t>
      </w:r>
      <w:r w:rsidR="00E85E1B" w:rsidRPr="006056B1">
        <w:t>puisqu</w:t>
      </w:r>
      <w:r>
        <w:t>’</w:t>
      </w:r>
      <w:r w:rsidR="00E85E1B" w:rsidRPr="006056B1">
        <w:t>elle sait bien qu</w:t>
      </w:r>
      <w:r>
        <w:t>’</w:t>
      </w:r>
      <w:r w:rsidR="00E85E1B" w:rsidRPr="006056B1">
        <w:t>il ne peut rien lui arriver</w:t>
      </w:r>
      <w:r>
        <w:t xml:space="preserve">, </w:t>
      </w:r>
      <w:r w:rsidR="00E85E1B" w:rsidRPr="006056B1">
        <w:t>rien</w:t>
      </w:r>
      <w:r>
        <w:t xml:space="preserve">, </w:t>
      </w:r>
      <w:r w:rsidR="00E85E1B" w:rsidRPr="006056B1">
        <w:t>malgré tout ce qu</w:t>
      </w:r>
      <w:r>
        <w:t>’</w:t>
      </w:r>
      <w:r w:rsidR="00E85E1B" w:rsidRPr="006056B1">
        <w:t>elle mérite</w:t>
      </w:r>
      <w:r>
        <w:t xml:space="preserve">, </w:t>
      </w:r>
      <w:r w:rsidR="00E85E1B" w:rsidRPr="006056B1">
        <w:t>malgré tout ce que je devrais lui faire</w:t>
      </w:r>
      <w:r>
        <w:t xml:space="preserve">, </w:t>
      </w:r>
      <w:r w:rsidR="00E85E1B" w:rsidRPr="006056B1">
        <w:t xml:space="preserve">malgré ce que je </w:t>
      </w:r>
      <w:r w:rsidR="00E85E1B" w:rsidRPr="006056B1">
        <w:rPr>
          <w:i/>
          <w:iCs/>
        </w:rPr>
        <w:t>veux</w:t>
      </w:r>
      <w:r w:rsidR="00E85E1B" w:rsidRPr="006056B1">
        <w:t xml:space="preserve"> lui faire</w:t>
      </w:r>
      <w:r>
        <w:t>.</w:t>
      </w:r>
    </w:p>
    <w:p w14:paraId="568B46E9" w14:textId="77777777" w:rsidR="006036B2" w:rsidRDefault="006036B2" w:rsidP="00E85E1B">
      <w:r>
        <w:t>— </w:t>
      </w:r>
      <w:r w:rsidR="00E85E1B" w:rsidRPr="006056B1">
        <w:t>Vous voulez quoi donc</w:t>
      </w:r>
      <w:r>
        <w:t> ?</w:t>
      </w:r>
    </w:p>
    <w:p w14:paraId="122F3582" w14:textId="77777777" w:rsidR="006036B2" w:rsidRDefault="006036B2" w:rsidP="00E85E1B">
      <w:r>
        <w:t>— </w:t>
      </w:r>
      <w:r w:rsidR="00E85E1B" w:rsidRPr="006056B1">
        <w:t>Dame</w:t>
      </w:r>
      <w:r>
        <w:t xml:space="preserve"> ! </w:t>
      </w:r>
      <w:r w:rsidR="00E85E1B" w:rsidRPr="006056B1">
        <w:t>Ne le devinez-vous pas</w:t>
      </w:r>
      <w:r>
        <w:t xml:space="preserve"> ? </w:t>
      </w:r>
      <w:r w:rsidR="00E85E1B" w:rsidRPr="006056B1">
        <w:t>Je veux ceci</w:t>
      </w:r>
      <w:r>
        <w:t xml:space="preserve"> : </w:t>
      </w:r>
      <w:r w:rsidR="00E85E1B" w:rsidRPr="006056B1">
        <w:t>la tuer</w:t>
      </w:r>
      <w:r>
        <w:t>.</w:t>
      </w:r>
    </w:p>
    <w:p w14:paraId="68A78084" w14:textId="77777777" w:rsidR="006036B2" w:rsidRDefault="006036B2" w:rsidP="00E85E1B">
      <w:r>
        <w:t>— </w:t>
      </w:r>
      <w:r w:rsidR="00E85E1B" w:rsidRPr="006056B1">
        <w:t>La tuer parce qu</w:t>
      </w:r>
      <w:r>
        <w:t>’</w:t>
      </w:r>
      <w:r w:rsidR="00E85E1B" w:rsidRPr="006056B1">
        <w:t>elle vous a</w:t>
      </w:r>
      <w:r>
        <w:t>… ?</w:t>
      </w:r>
    </w:p>
    <w:p w14:paraId="28DA1644" w14:textId="77777777" w:rsidR="006036B2" w:rsidRDefault="006036B2" w:rsidP="00E85E1B">
      <w:r>
        <w:t>— </w:t>
      </w:r>
      <w:r w:rsidR="00E85E1B" w:rsidRPr="006056B1">
        <w:t>Parce qu</w:t>
      </w:r>
      <w:r>
        <w:t>’</w:t>
      </w:r>
      <w:r w:rsidR="00E85E1B" w:rsidRPr="006056B1">
        <w:t>elle m</w:t>
      </w:r>
      <w:r>
        <w:t>’</w:t>
      </w:r>
      <w:r w:rsidR="00E85E1B" w:rsidRPr="006056B1">
        <w:t>a trompé</w:t>
      </w:r>
      <w:r>
        <w:t xml:space="preserve"> ? </w:t>
      </w:r>
      <w:r w:rsidR="00E85E1B" w:rsidRPr="006056B1">
        <w:t>Non</w:t>
      </w:r>
      <w:r>
        <w:t xml:space="preserve">, </w:t>
      </w:r>
      <w:r w:rsidR="00E85E1B" w:rsidRPr="006056B1">
        <w:t>non</w:t>
      </w:r>
      <w:r>
        <w:t xml:space="preserve">. </w:t>
      </w:r>
      <w:r w:rsidR="00E85E1B" w:rsidRPr="006056B1">
        <w:t>Pas pour cela</w:t>
      </w:r>
      <w:r>
        <w:t xml:space="preserve">, </w:t>
      </w:r>
      <w:r w:rsidR="00E85E1B" w:rsidRPr="006056B1">
        <w:t>je vous répète</w:t>
      </w:r>
      <w:r>
        <w:t xml:space="preserve">. </w:t>
      </w:r>
      <w:r w:rsidR="00E85E1B" w:rsidRPr="006056B1">
        <w:t>Cela</w:t>
      </w:r>
      <w:r>
        <w:t xml:space="preserve">, </w:t>
      </w:r>
      <w:r w:rsidR="00E85E1B" w:rsidRPr="006056B1">
        <w:t>je le lui ai pardonné depuis longtemps</w:t>
      </w:r>
      <w:r>
        <w:t xml:space="preserve">. </w:t>
      </w:r>
      <w:r w:rsidR="00E85E1B" w:rsidRPr="006056B1">
        <w:t>J</w:t>
      </w:r>
      <w:r>
        <w:t>’</w:t>
      </w:r>
      <w:r w:rsidR="00E85E1B" w:rsidRPr="006056B1">
        <w:t>y suis tellement habitué</w:t>
      </w:r>
      <w:r>
        <w:t xml:space="preserve"> ! </w:t>
      </w:r>
      <w:r w:rsidR="00E85E1B" w:rsidRPr="006056B1">
        <w:t>Mais le pis</w:t>
      </w:r>
      <w:r>
        <w:t xml:space="preserve">, </w:t>
      </w:r>
      <w:r w:rsidR="00E85E1B" w:rsidRPr="006056B1">
        <w:t>c</w:t>
      </w:r>
      <w:r>
        <w:t>’</w:t>
      </w:r>
      <w:r w:rsidR="00E85E1B" w:rsidRPr="006056B1">
        <w:t>est que la première fois que je lui ai pardonné</w:t>
      </w:r>
      <w:r>
        <w:t xml:space="preserve">, </w:t>
      </w:r>
      <w:r w:rsidR="00E85E1B" w:rsidRPr="006056B1">
        <w:t>quand je lui ai dit que tout de même</w:t>
      </w:r>
      <w:r>
        <w:t xml:space="preserve">, </w:t>
      </w:r>
      <w:r w:rsidR="00E85E1B" w:rsidRPr="006056B1">
        <w:t>si je voulais</w:t>
      </w:r>
      <w:r>
        <w:t xml:space="preserve">, </w:t>
      </w:r>
      <w:r w:rsidR="00E85E1B" w:rsidRPr="006056B1">
        <w:t>je pourrais me venger en lui coupant le cou un jour</w:t>
      </w:r>
      <w:r>
        <w:t xml:space="preserve">, </w:t>
      </w:r>
      <w:r w:rsidR="00E85E1B" w:rsidRPr="006056B1">
        <w:t>sans avoir l</w:t>
      </w:r>
      <w:r>
        <w:t>’</w:t>
      </w:r>
      <w:r w:rsidR="00E85E1B" w:rsidRPr="006056B1">
        <w:t>air de le faire exprès</w:t>
      </w:r>
      <w:r>
        <w:t xml:space="preserve">, </w:t>
      </w:r>
      <w:r w:rsidR="00E85E1B" w:rsidRPr="006056B1">
        <w:t>comme par un accident</w:t>
      </w:r>
      <w:r>
        <w:t xml:space="preserve">, </w:t>
      </w:r>
      <w:r w:rsidR="00E85E1B" w:rsidRPr="006056B1">
        <w:t>une maladresse</w:t>
      </w:r>
      <w:r>
        <w:t>…</w:t>
      </w:r>
    </w:p>
    <w:p w14:paraId="59E3774B" w14:textId="77777777" w:rsidR="006036B2" w:rsidRDefault="006036B2" w:rsidP="00E85E1B">
      <w:r>
        <w:t>— </w:t>
      </w:r>
      <w:r w:rsidR="00E85E1B" w:rsidRPr="006056B1">
        <w:t>Ah</w:t>
      </w:r>
      <w:r>
        <w:t xml:space="preserve"> ! </w:t>
      </w:r>
      <w:r w:rsidR="00E85E1B" w:rsidRPr="006056B1">
        <w:t>vous lui avez dit cela</w:t>
      </w:r>
      <w:r>
        <w:t> ?</w:t>
      </w:r>
    </w:p>
    <w:p w14:paraId="52885DD6" w14:textId="77777777" w:rsidR="006036B2" w:rsidRDefault="006036B2" w:rsidP="00E85E1B">
      <w:r>
        <w:t>— </w:t>
      </w:r>
      <w:r w:rsidR="00E85E1B" w:rsidRPr="006056B1">
        <w:t>Certes</w:t>
      </w:r>
      <w:r>
        <w:t xml:space="preserve">. </w:t>
      </w:r>
      <w:r w:rsidR="00E85E1B" w:rsidRPr="006056B1">
        <w:t>Et je le pensais</w:t>
      </w:r>
      <w:r>
        <w:t xml:space="preserve">. </w:t>
      </w:r>
      <w:r w:rsidR="00E85E1B" w:rsidRPr="006056B1">
        <w:t>Oui</w:t>
      </w:r>
      <w:r>
        <w:t xml:space="preserve">, </w:t>
      </w:r>
      <w:r w:rsidR="00E85E1B" w:rsidRPr="006056B1">
        <w:t>je pensais le pouvoir</w:t>
      </w:r>
      <w:r>
        <w:t xml:space="preserve">. </w:t>
      </w:r>
      <w:r w:rsidR="00E85E1B" w:rsidRPr="006056B1">
        <w:t>J</w:t>
      </w:r>
      <w:r>
        <w:t>’</w:t>
      </w:r>
      <w:r w:rsidR="00E85E1B" w:rsidRPr="006056B1">
        <w:t>en avais bien le droit</w:t>
      </w:r>
      <w:r>
        <w:t xml:space="preserve">, </w:t>
      </w:r>
      <w:r w:rsidR="00E85E1B" w:rsidRPr="006056B1">
        <w:t>voyons</w:t>
      </w:r>
      <w:r>
        <w:t xml:space="preserve"> ! </w:t>
      </w:r>
      <w:r w:rsidR="00E85E1B" w:rsidRPr="006056B1">
        <w:t>Et c</w:t>
      </w:r>
      <w:r>
        <w:t>’</w:t>
      </w:r>
      <w:r w:rsidR="00E85E1B" w:rsidRPr="006056B1">
        <w:t>était si simple</w:t>
      </w:r>
      <w:r>
        <w:t xml:space="preserve">, </w:t>
      </w:r>
      <w:r w:rsidR="00E85E1B" w:rsidRPr="006056B1">
        <w:t>si commode</w:t>
      </w:r>
      <w:r>
        <w:t xml:space="preserve">, </w:t>
      </w:r>
      <w:r w:rsidR="00E85E1B" w:rsidRPr="006056B1">
        <w:t>si tentant</w:t>
      </w:r>
      <w:r>
        <w:t xml:space="preserve"> ! </w:t>
      </w:r>
      <w:r w:rsidR="00E85E1B" w:rsidRPr="006056B1">
        <w:t>Songez donc</w:t>
      </w:r>
      <w:r>
        <w:t xml:space="preserve"> ! </w:t>
      </w:r>
      <w:r w:rsidR="00E85E1B" w:rsidRPr="006056B1">
        <w:t>Un geste à faux</w:t>
      </w:r>
      <w:r>
        <w:t xml:space="preserve">, </w:t>
      </w:r>
      <w:r w:rsidR="00E85E1B" w:rsidRPr="006056B1">
        <w:t>d</w:t>
      </w:r>
      <w:r>
        <w:t>’</w:t>
      </w:r>
      <w:r w:rsidR="00E85E1B" w:rsidRPr="006056B1">
        <w:t>un centimètre seul</w:t>
      </w:r>
      <w:r w:rsidR="00E85E1B" w:rsidRPr="006056B1">
        <w:t>e</w:t>
      </w:r>
      <w:r w:rsidR="00E85E1B" w:rsidRPr="006056B1">
        <w:t>ment</w:t>
      </w:r>
      <w:r>
        <w:t xml:space="preserve">, </w:t>
      </w:r>
      <w:r w:rsidR="00E85E1B" w:rsidRPr="006056B1">
        <w:t>et elle aurait la peau entamée</w:t>
      </w:r>
      <w:r>
        <w:t xml:space="preserve">, </w:t>
      </w:r>
      <w:r w:rsidR="00E85E1B" w:rsidRPr="006056B1">
        <w:t>là</w:t>
      </w:r>
      <w:r>
        <w:t xml:space="preserve">, </w:t>
      </w:r>
      <w:r w:rsidR="00E85E1B" w:rsidRPr="006056B1">
        <w:t>au cou</w:t>
      </w:r>
      <w:r>
        <w:t xml:space="preserve">, </w:t>
      </w:r>
      <w:r w:rsidR="00E85E1B" w:rsidRPr="006056B1">
        <w:t>où passe la jug</w:t>
      </w:r>
      <w:r w:rsidR="00E85E1B" w:rsidRPr="006056B1">
        <w:t>u</w:t>
      </w:r>
      <w:r w:rsidR="00E85E1B" w:rsidRPr="006056B1">
        <w:t>laire</w:t>
      </w:r>
      <w:r>
        <w:t xml:space="preserve"> ; </w:t>
      </w:r>
      <w:r w:rsidR="00E85E1B" w:rsidRPr="006056B1">
        <w:t>et la jugulaire serait ouverte tout net</w:t>
      </w:r>
      <w:r>
        <w:t xml:space="preserve">. </w:t>
      </w:r>
      <w:r w:rsidR="00E85E1B" w:rsidRPr="006056B1">
        <w:t xml:space="preserve">Mes </w:t>
      </w:r>
      <w:r w:rsidR="00E85E1B" w:rsidRPr="006056B1">
        <w:lastRenderedPageBreak/>
        <w:t>couteaux co</w:t>
      </w:r>
      <w:r w:rsidR="00E85E1B" w:rsidRPr="006056B1">
        <w:t>u</w:t>
      </w:r>
      <w:r w:rsidR="00E85E1B" w:rsidRPr="006056B1">
        <w:t>pent si bien</w:t>
      </w:r>
      <w:r>
        <w:t xml:space="preserve"> ! </w:t>
      </w:r>
      <w:r w:rsidR="00E85E1B" w:rsidRPr="006056B1">
        <w:t>Et</w:t>
      </w:r>
      <w:r>
        <w:t xml:space="preserve">, </w:t>
      </w:r>
      <w:r w:rsidR="00E85E1B" w:rsidRPr="006056B1">
        <w:t>la jugulaire tranchée</w:t>
      </w:r>
      <w:r>
        <w:t xml:space="preserve">, </w:t>
      </w:r>
      <w:proofErr w:type="spellStart"/>
      <w:r w:rsidR="00E85E1B" w:rsidRPr="006056B1">
        <w:t>bjim</w:t>
      </w:r>
      <w:proofErr w:type="spellEnd"/>
      <w:r>
        <w:t xml:space="preserve"> ! </w:t>
      </w:r>
      <w:proofErr w:type="spellStart"/>
      <w:r w:rsidR="00E85E1B" w:rsidRPr="006056B1">
        <w:t>bjim</w:t>
      </w:r>
      <w:proofErr w:type="spellEnd"/>
      <w:r>
        <w:t xml:space="preserve"> ! </w:t>
      </w:r>
      <w:r w:rsidR="00E85E1B" w:rsidRPr="006056B1">
        <w:t>Le sang g</w:t>
      </w:r>
      <w:r w:rsidR="00E85E1B" w:rsidRPr="006056B1">
        <w:t>i</w:t>
      </w:r>
      <w:r w:rsidR="00E85E1B" w:rsidRPr="006056B1">
        <w:t>clerait tout de suite</w:t>
      </w:r>
      <w:r>
        <w:t xml:space="preserve">. </w:t>
      </w:r>
      <w:r w:rsidR="00E85E1B" w:rsidRPr="006056B1">
        <w:t>Un</w:t>
      </w:r>
      <w:r>
        <w:t xml:space="preserve">, </w:t>
      </w:r>
      <w:r w:rsidR="00E85E1B" w:rsidRPr="006056B1">
        <w:t>deux</w:t>
      </w:r>
      <w:r>
        <w:t xml:space="preserve">, </w:t>
      </w:r>
      <w:r w:rsidR="00E85E1B" w:rsidRPr="006056B1">
        <w:t>trois jets rouges</w:t>
      </w:r>
      <w:r>
        <w:t xml:space="preserve">. </w:t>
      </w:r>
      <w:r w:rsidR="00E85E1B" w:rsidRPr="006056B1">
        <w:t>Et ça serait fini</w:t>
      </w:r>
      <w:r>
        <w:t xml:space="preserve">. </w:t>
      </w:r>
      <w:r w:rsidR="00E85E1B" w:rsidRPr="006056B1">
        <w:t>Elle serait crevée</w:t>
      </w:r>
      <w:r>
        <w:t xml:space="preserve"> ! </w:t>
      </w:r>
      <w:r w:rsidR="00E85E1B" w:rsidRPr="006056B1">
        <w:t>Je serais vengé</w:t>
      </w:r>
      <w:r>
        <w:t> !</w:t>
      </w:r>
    </w:p>
    <w:p w14:paraId="010DD572" w14:textId="77777777" w:rsidR="006036B2" w:rsidRDefault="006036B2" w:rsidP="00E85E1B">
      <w:r>
        <w:t>— </w:t>
      </w:r>
      <w:r w:rsidR="00E85E1B" w:rsidRPr="006056B1">
        <w:t>C</w:t>
      </w:r>
      <w:r>
        <w:t>’</w:t>
      </w:r>
      <w:r w:rsidR="00E85E1B" w:rsidRPr="006056B1">
        <w:t>est vrai</w:t>
      </w:r>
      <w:r>
        <w:t xml:space="preserve">, </w:t>
      </w:r>
      <w:r w:rsidR="00E85E1B" w:rsidRPr="006056B1">
        <w:t>pourtant</w:t>
      </w:r>
      <w:r>
        <w:t xml:space="preserve"> ! </w:t>
      </w:r>
      <w:r w:rsidR="00E85E1B" w:rsidRPr="006056B1">
        <w:t>Effroyablement vrai</w:t>
      </w:r>
      <w:r>
        <w:t> !</w:t>
      </w:r>
    </w:p>
    <w:p w14:paraId="53D3F843" w14:textId="77777777" w:rsidR="006036B2" w:rsidRDefault="006036B2" w:rsidP="00E85E1B">
      <w:r>
        <w:t>— </w:t>
      </w:r>
      <w:r w:rsidR="00E85E1B" w:rsidRPr="006056B1">
        <w:t>Et sans risque pour moi</w:t>
      </w:r>
      <w:r>
        <w:t xml:space="preserve">, </w:t>
      </w:r>
      <w:r w:rsidR="00E85E1B" w:rsidRPr="006056B1">
        <w:t>n</w:t>
      </w:r>
      <w:r>
        <w:t>’</w:t>
      </w:r>
      <w:r w:rsidR="00E85E1B" w:rsidRPr="006056B1">
        <w:t>est-ce pas</w:t>
      </w:r>
      <w:r>
        <w:t xml:space="preserve"> ? </w:t>
      </w:r>
      <w:r w:rsidR="00E85E1B" w:rsidRPr="006056B1">
        <w:t>Un malheur</w:t>
      </w:r>
      <w:r>
        <w:t xml:space="preserve">, </w:t>
      </w:r>
      <w:r w:rsidR="00E85E1B" w:rsidRPr="006056B1">
        <w:t>voilà tout</w:t>
      </w:r>
      <w:r>
        <w:t xml:space="preserve">, </w:t>
      </w:r>
      <w:r w:rsidR="00E85E1B" w:rsidRPr="006056B1">
        <w:t>un guignon</w:t>
      </w:r>
      <w:r>
        <w:t xml:space="preserve">, </w:t>
      </w:r>
      <w:r w:rsidR="00E85E1B" w:rsidRPr="006056B1">
        <w:t>une erreur</w:t>
      </w:r>
      <w:r>
        <w:t xml:space="preserve">, </w:t>
      </w:r>
      <w:r w:rsidR="00E85E1B" w:rsidRPr="006056B1">
        <w:t>comme il en arrive tous les jours dans nos métiers</w:t>
      </w:r>
      <w:r>
        <w:t xml:space="preserve">. </w:t>
      </w:r>
      <w:r w:rsidR="00E85E1B" w:rsidRPr="006056B1">
        <w:t>De quoi m</w:t>
      </w:r>
      <w:r>
        <w:t>’</w:t>
      </w:r>
      <w:r w:rsidR="00E85E1B" w:rsidRPr="006056B1">
        <w:t>accuserait-on</w:t>
      </w:r>
      <w:r>
        <w:t xml:space="preserve"> ? </w:t>
      </w:r>
      <w:r w:rsidR="00E85E1B" w:rsidRPr="006056B1">
        <w:t>Qui penserait se</w:t>
      </w:r>
      <w:r w:rsidR="00E85E1B" w:rsidRPr="006056B1">
        <w:t>u</w:t>
      </w:r>
      <w:r w:rsidR="00E85E1B" w:rsidRPr="006056B1">
        <w:t>lement à m</w:t>
      </w:r>
      <w:r>
        <w:t>’</w:t>
      </w:r>
      <w:r w:rsidR="00E85E1B" w:rsidRPr="006056B1">
        <w:t>accuser</w:t>
      </w:r>
      <w:r>
        <w:t xml:space="preserve"> ? </w:t>
      </w:r>
      <w:r w:rsidR="00E85E1B" w:rsidRPr="006056B1">
        <w:t>Homicide par imprudence</w:t>
      </w:r>
      <w:r>
        <w:t xml:space="preserve">, </w:t>
      </w:r>
      <w:r w:rsidR="00E85E1B" w:rsidRPr="006056B1">
        <w:t>pas dava</w:t>
      </w:r>
      <w:r w:rsidR="00E85E1B" w:rsidRPr="006056B1">
        <w:t>n</w:t>
      </w:r>
      <w:r w:rsidR="00E85E1B" w:rsidRPr="006056B1">
        <w:t>tage</w:t>
      </w:r>
      <w:r>
        <w:t xml:space="preserve"> ! </w:t>
      </w:r>
      <w:r w:rsidR="00E85E1B" w:rsidRPr="006056B1">
        <w:t>On me plaindrait même</w:t>
      </w:r>
      <w:r>
        <w:t xml:space="preserve">, </w:t>
      </w:r>
      <w:r w:rsidR="00E85E1B" w:rsidRPr="006056B1">
        <w:t>plutôt que de m</w:t>
      </w:r>
      <w:r>
        <w:t>’</w:t>
      </w:r>
      <w:r w:rsidR="00E85E1B" w:rsidRPr="006056B1">
        <w:t>accuser</w:t>
      </w:r>
      <w:r>
        <w:t xml:space="preserve">. </w:t>
      </w:r>
      <w:r w:rsidR="00E85E1B" w:rsidRPr="006056B1">
        <w:t>Ma femme</w:t>
      </w:r>
      <w:r>
        <w:t xml:space="preserve"> ! </w:t>
      </w:r>
      <w:r w:rsidR="00E85E1B" w:rsidRPr="006056B1">
        <w:t>Ma pauvre femme</w:t>
      </w:r>
      <w:r>
        <w:t xml:space="preserve">, </w:t>
      </w:r>
      <w:r w:rsidR="00E85E1B" w:rsidRPr="006056B1">
        <w:t>que je dirais en sanglotant</w:t>
      </w:r>
      <w:r>
        <w:t xml:space="preserve"> ! </w:t>
      </w:r>
      <w:r w:rsidR="00E85E1B" w:rsidRPr="006056B1">
        <w:t>Ma femme qui m</w:t>
      </w:r>
      <w:r>
        <w:t>’</w:t>
      </w:r>
      <w:r w:rsidR="00E85E1B" w:rsidRPr="006056B1">
        <w:t>est si nécessaire</w:t>
      </w:r>
      <w:r>
        <w:t xml:space="preserve">, </w:t>
      </w:r>
      <w:r w:rsidR="00E85E1B" w:rsidRPr="006056B1">
        <w:t>qui est la moitié de mon gagne-pain</w:t>
      </w:r>
      <w:r>
        <w:t xml:space="preserve">, </w:t>
      </w:r>
      <w:r w:rsidR="00E85E1B" w:rsidRPr="006056B1">
        <w:t>qui fait partie de mon tour</w:t>
      </w:r>
      <w:r>
        <w:t xml:space="preserve"> ! </w:t>
      </w:r>
      <w:r w:rsidR="00E85E1B" w:rsidRPr="006056B1">
        <w:t>Avouez</w:t>
      </w:r>
      <w:r>
        <w:t xml:space="preserve">, </w:t>
      </w:r>
      <w:r w:rsidR="00E85E1B" w:rsidRPr="006056B1">
        <w:t>qu</w:t>
      </w:r>
      <w:r>
        <w:t>’</w:t>
      </w:r>
      <w:r w:rsidR="00E85E1B" w:rsidRPr="006056B1">
        <w:t>on me plaindrait</w:t>
      </w:r>
      <w:r>
        <w:t> !</w:t>
      </w:r>
    </w:p>
    <w:p w14:paraId="30E0458E" w14:textId="77777777" w:rsidR="006036B2" w:rsidRDefault="006036B2" w:rsidP="00E85E1B">
      <w:r>
        <w:t>— </w:t>
      </w:r>
      <w:r w:rsidR="00E85E1B" w:rsidRPr="006056B1">
        <w:t>Sans aucun doute</w:t>
      </w:r>
      <w:r>
        <w:t>.</w:t>
      </w:r>
    </w:p>
    <w:p w14:paraId="71EF799E" w14:textId="77777777" w:rsidR="006036B2" w:rsidRDefault="006036B2" w:rsidP="00E85E1B">
      <w:r>
        <w:t>— </w:t>
      </w:r>
      <w:r w:rsidR="00E85E1B" w:rsidRPr="006056B1">
        <w:t>Et que cette vengeance-là serait une belle vengeance</w:t>
      </w:r>
      <w:r>
        <w:t xml:space="preserve">, </w:t>
      </w:r>
      <w:r w:rsidR="00E85E1B" w:rsidRPr="006056B1">
        <w:t>la plus belle de toutes les vengeances</w:t>
      </w:r>
      <w:r>
        <w:t xml:space="preserve">, </w:t>
      </w:r>
      <w:r w:rsidR="00E85E1B" w:rsidRPr="006056B1">
        <w:t>avec l</w:t>
      </w:r>
      <w:r>
        <w:t>’</w:t>
      </w:r>
      <w:r w:rsidR="00E85E1B" w:rsidRPr="006056B1">
        <w:t>impunité assurée</w:t>
      </w:r>
      <w:r>
        <w:t> ?</w:t>
      </w:r>
    </w:p>
    <w:p w14:paraId="6EA5A08A" w14:textId="77777777" w:rsidR="006036B2" w:rsidRDefault="006036B2" w:rsidP="00E85E1B">
      <w:r>
        <w:t>— </w:t>
      </w:r>
      <w:r w:rsidR="00E85E1B" w:rsidRPr="006056B1">
        <w:t>Évidemment</w:t>
      </w:r>
      <w:r>
        <w:t>.</w:t>
      </w:r>
    </w:p>
    <w:p w14:paraId="7A328EFE" w14:textId="77777777" w:rsidR="006036B2" w:rsidRDefault="006036B2" w:rsidP="00E85E1B">
      <w:r>
        <w:t>— </w:t>
      </w:r>
      <w:r w:rsidR="00E85E1B" w:rsidRPr="006056B1">
        <w:t>Eh bien</w:t>
      </w:r>
      <w:r>
        <w:t xml:space="preserve"> ! </w:t>
      </w:r>
      <w:r w:rsidR="00E85E1B" w:rsidRPr="006056B1">
        <w:t>quand je lui ai dit ça</w:t>
      </w:r>
      <w:r>
        <w:t xml:space="preserve">, </w:t>
      </w:r>
      <w:r w:rsidR="00E85E1B" w:rsidRPr="006056B1">
        <w:t>comme je vous le dis</w:t>
      </w:r>
      <w:r>
        <w:t xml:space="preserve">, </w:t>
      </w:r>
      <w:r w:rsidR="00E85E1B" w:rsidRPr="006056B1">
        <w:t>et mieux encore</w:t>
      </w:r>
      <w:r>
        <w:t xml:space="preserve">, </w:t>
      </w:r>
      <w:r w:rsidR="00E85E1B" w:rsidRPr="006056B1">
        <w:t>en la menaçant</w:t>
      </w:r>
      <w:r>
        <w:t xml:space="preserve">, </w:t>
      </w:r>
      <w:r w:rsidR="00E85E1B" w:rsidRPr="006056B1">
        <w:t>fou de rage</w:t>
      </w:r>
      <w:r>
        <w:t xml:space="preserve">, </w:t>
      </w:r>
      <w:r w:rsidR="00E85E1B" w:rsidRPr="006056B1">
        <w:t>prêt à faire la chose ainsi que je la rêvais</w:t>
      </w:r>
      <w:r>
        <w:t xml:space="preserve">, </w:t>
      </w:r>
      <w:r w:rsidR="00E85E1B" w:rsidRPr="006056B1">
        <w:t>savez-vous ce qu</w:t>
      </w:r>
      <w:r>
        <w:t>’</w:t>
      </w:r>
      <w:r w:rsidR="00E85E1B" w:rsidRPr="006056B1">
        <w:t>elle m</w:t>
      </w:r>
      <w:r>
        <w:t>’</w:t>
      </w:r>
      <w:r w:rsidR="00E85E1B" w:rsidRPr="006056B1">
        <w:t>a répondu</w:t>
      </w:r>
      <w:r>
        <w:t> ?</w:t>
      </w:r>
    </w:p>
    <w:p w14:paraId="47570ADC" w14:textId="77777777" w:rsidR="006036B2" w:rsidRDefault="006036B2" w:rsidP="00E85E1B">
      <w:r>
        <w:t>— </w:t>
      </w:r>
      <w:r w:rsidR="00E85E1B" w:rsidRPr="006056B1">
        <w:t>Que vous étiez un brave homme</w:t>
      </w:r>
      <w:r>
        <w:t xml:space="preserve">, </w:t>
      </w:r>
      <w:r w:rsidR="00E85E1B" w:rsidRPr="006056B1">
        <w:t>et que vous n</w:t>
      </w:r>
      <w:r>
        <w:t>’</w:t>
      </w:r>
      <w:r w:rsidR="00E85E1B" w:rsidRPr="006056B1">
        <w:t>auriez ce</w:t>
      </w:r>
      <w:r w:rsidR="00E85E1B" w:rsidRPr="006056B1">
        <w:t>r</w:t>
      </w:r>
      <w:r w:rsidR="00E85E1B" w:rsidRPr="006056B1">
        <w:t>tainement pas l</w:t>
      </w:r>
      <w:r>
        <w:t>’</w:t>
      </w:r>
      <w:r w:rsidR="00E85E1B" w:rsidRPr="006056B1">
        <w:t>atroce courage de</w:t>
      </w:r>
      <w:r>
        <w:t>…</w:t>
      </w:r>
    </w:p>
    <w:p w14:paraId="014C16F9" w14:textId="77777777" w:rsidR="006036B2" w:rsidRDefault="006036B2" w:rsidP="00E85E1B">
      <w:r>
        <w:t>— </w:t>
      </w:r>
      <w:r w:rsidR="00E85E1B" w:rsidRPr="006056B1">
        <w:t>Ta</w:t>
      </w:r>
      <w:r>
        <w:t xml:space="preserve">, </w:t>
      </w:r>
      <w:r w:rsidR="00E85E1B" w:rsidRPr="006056B1">
        <w:t>ta</w:t>
      </w:r>
      <w:r>
        <w:t xml:space="preserve">, </w:t>
      </w:r>
      <w:r w:rsidR="00E85E1B" w:rsidRPr="006056B1">
        <w:t>ta</w:t>
      </w:r>
      <w:r>
        <w:t xml:space="preserve"> ! </w:t>
      </w:r>
      <w:r w:rsidR="00E85E1B" w:rsidRPr="006056B1">
        <w:t>Je ne suis pas si brave homme que vous le croyez</w:t>
      </w:r>
      <w:r>
        <w:t xml:space="preserve">. </w:t>
      </w:r>
      <w:r w:rsidR="00E85E1B" w:rsidRPr="006056B1">
        <w:t>Le sang ne me fait pas peur</w:t>
      </w:r>
      <w:r>
        <w:t xml:space="preserve">. </w:t>
      </w:r>
      <w:r w:rsidR="00E85E1B" w:rsidRPr="006056B1">
        <w:t>Je l</w:t>
      </w:r>
      <w:r>
        <w:t>’</w:t>
      </w:r>
      <w:r w:rsidR="00E85E1B" w:rsidRPr="006056B1">
        <w:t>ai montré jadis</w:t>
      </w:r>
      <w:r>
        <w:t xml:space="preserve">. </w:t>
      </w:r>
      <w:r w:rsidR="00E85E1B" w:rsidRPr="006056B1">
        <w:t>Inutile de vous prouver quand et comment</w:t>
      </w:r>
      <w:r>
        <w:t xml:space="preserve">. </w:t>
      </w:r>
      <w:r w:rsidR="00E85E1B" w:rsidRPr="006056B1">
        <w:t>Mais à elle</w:t>
      </w:r>
      <w:r>
        <w:t xml:space="preserve">, </w:t>
      </w:r>
      <w:r w:rsidR="00E85E1B" w:rsidRPr="006056B1">
        <w:t>je n</w:t>
      </w:r>
      <w:r>
        <w:t>’</w:t>
      </w:r>
      <w:r w:rsidR="00E85E1B" w:rsidRPr="006056B1">
        <w:t>avais pas besoin de le prouver</w:t>
      </w:r>
      <w:r>
        <w:t xml:space="preserve">. </w:t>
      </w:r>
      <w:r w:rsidR="00E85E1B" w:rsidRPr="006056B1">
        <w:t>Elle n</w:t>
      </w:r>
      <w:r>
        <w:t>’</w:t>
      </w:r>
      <w:r w:rsidR="00E85E1B" w:rsidRPr="006056B1">
        <w:t>ignore pas que je suis capable de bien des choses</w:t>
      </w:r>
      <w:r>
        <w:t xml:space="preserve">, </w:t>
      </w:r>
      <w:r w:rsidR="00E85E1B" w:rsidRPr="006056B1">
        <w:t>même d</w:t>
      </w:r>
      <w:r>
        <w:t>’</w:t>
      </w:r>
      <w:r w:rsidR="00E85E1B" w:rsidRPr="006056B1">
        <w:t>un crime</w:t>
      </w:r>
      <w:r>
        <w:t xml:space="preserve">, </w:t>
      </w:r>
      <w:r w:rsidR="00E85E1B" w:rsidRPr="006056B1">
        <w:t>surtout d</w:t>
      </w:r>
      <w:r>
        <w:t>’</w:t>
      </w:r>
      <w:r w:rsidR="00E85E1B" w:rsidRPr="006056B1">
        <w:t>un crime</w:t>
      </w:r>
      <w:r>
        <w:t>.</w:t>
      </w:r>
    </w:p>
    <w:p w14:paraId="05F0E6AC" w14:textId="77777777" w:rsidR="006036B2" w:rsidRDefault="006036B2" w:rsidP="00E85E1B">
      <w:r>
        <w:lastRenderedPageBreak/>
        <w:t>— </w:t>
      </w:r>
      <w:r w:rsidR="00E85E1B" w:rsidRPr="006056B1">
        <w:t>Et elle n</w:t>
      </w:r>
      <w:r>
        <w:t>’</w:t>
      </w:r>
      <w:r w:rsidR="00E85E1B" w:rsidRPr="006056B1">
        <w:t>a pas été épouvantée</w:t>
      </w:r>
      <w:r>
        <w:t> ?</w:t>
      </w:r>
    </w:p>
    <w:p w14:paraId="4A22F069" w14:textId="77777777" w:rsidR="006036B2" w:rsidRDefault="006036B2" w:rsidP="00E85E1B">
      <w:r>
        <w:t>— </w:t>
      </w:r>
      <w:r w:rsidR="00E85E1B" w:rsidRPr="006056B1">
        <w:t>Non</w:t>
      </w:r>
      <w:r>
        <w:t xml:space="preserve">. </w:t>
      </w:r>
      <w:r w:rsidR="00E85E1B" w:rsidRPr="006056B1">
        <w:t>Elle m</w:t>
      </w:r>
      <w:r>
        <w:t>’</w:t>
      </w:r>
      <w:r w:rsidR="00E85E1B" w:rsidRPr="006056B1">
        <w:t>a répondu simplement que je ne pourrais pas faire ça que je disais</w:t>
      </w:r>
      <w:r>
        <w:t xml:space="preserve">. </w:t>
      </w:r>
      <w:r w:rsidR="00E85E1B" w:rsidRPr="006056B1">
        <w:t>Vous entendez bien</w:t>
      </w:r>
      <w:r>
        <w:t xml:space="preserve"> ! </w:t>
      </w:r>
      <w:r w:rsidR="00E85E1B" w:rsidRPr="006056B1">
        <w:t>Que je ne pou</w:t>
      </w:r>
      <w:r w:rsidR="00E85E1B" w:rsidRPr="006056B1">
        <w:t>r</w:t>
      </w:r>
      <w:r w:rsidR="00E85E1B" w:rsidRPr="006056B1">
        <w:t>rais pas</w:t>
      </w:r>
      <w:r>
        <w:t> !</w:t>
      </w:r>
    </w:p>
    <w:p w14:paraId="469B6053" w14:textId="77777777" w:rsidR="006036B2" w:rsidRDefault="006036B2" w:rsidP="00E85E1B">
      <w:r>
        <w:t>— </w:t>
      </w:r>
      <w:r w:rsidR="00E85E1B" w:rsidRPr="006056B1">
        <w:t>Pourquoi</w:t>
      </w:r>
      <w:r>
        <w:t> ?</w:t>
      </w:r>
    </w:p>
    <w:p w14:paraId="7D0AC4EE" w14:textId="77777777" w:rsidR="006036B2" w:rsidRDefault="006036B2" w:rsidP="00E85E1B">
      <w:r>
        <w:t>— </w:t>
      </w:r>
      <w:r w:rsidR="00E85E1B" w:rsidRPr="006056B1">
        <w:t>Ah</w:t>
      </w:r>
      <w:r>
        <w:t xml:space="preserve"> ! </w:t>
      </w:r>
      <w:r w:rsidR="00E85E1B" w:rsidRPr="006056B1">
        <w:t>monsieur</w:t>
      </w:r>
      <w:r>
        <w:t xml:space="preserve">, </w:t>
      </w:r>
      <w:r w:rsidR="00E85E1B" w:rsidRPr="006056B1">
        <w:t>vous ne comprenez donc point</w:t>
      </w:r>
      <w:r>
        <w:t xml:space="preserve"> ? </w:t>
      </w:r>
      <w:r w:rsidR="00E85E1B" w:rsidRPr="006056B1">
        <w:t>Co</w:t>
      </w:r>
      <w:r w:rsidR="00E85E1B" w:rsidRPr="006056B1">
        <w:t>m</w:t>
      </w:r>
      <w:r w:rsidR="00E85E1B" w:rsidRPr="006056B1">
        <w:t>ment ne comprenez-vous point</w:t>
      </w:r>
      <w:r>
        <w:t xml:space="preserve"> ? </w:t>
      </w:r>
      <w:r w:rsidR="00E85E1B" w:rsidRPr="006056B1">
        <w:t>Mais ne vous ai-je pas expl</w:t>
      </w:r>
      <w:r w:rsidR="00E85E1B" w:rsidRPr="006056B1">
        <w:t>i</w:t>
      </w:r>
      <w:r w:rsidR="00E85E1B" w:rsidRPr="006056B1">
        <w:t>qué par quels longs et patients et quotidiens exercices je suis a</w:t>
      </w:r>
      <w:r w:rsidR="00E85E1B" w:rsidRPr="006056B1">
        <w:t>r</w:t>
      </w:r>
      <w:r w:rsidR="00E85E1B" w:rsidRPr="006056B1">
        <w:t>rivé à planter mes couteaux sans y voir</w:t>
      </w:r>
      <w:r>
        <w:t> ?</w:t>
      </w:r>
    </w:p>
    <w:p w14:paraId="0FB3E2E4" w14:textId="77777777" w:rsidR="006036B2" w:rsidRDefault="006036B2" w:rsidP="00E85E1B">
      <w:r>
        <w:t>— </w:t>
      </w:r>
      <w:r w:rsidR="00E85E1B" w:rsidRPr="006056B1">
        <w:t>Oui</w:t>
      </w:r>
      <w:r>
        <w:t xml:space="preserve">. </w:t>
      </w:r>
      <w:r w:rsidR="00E85E1B" w:rsidRPr="006056B1">
        <w:t>Eh bien</w:t>
      </w:r>
      <w:r>
        <w:t> ?</w:t>
      </w:r>
    </w:p>
    <w:p w14:paraId="32FB198C" w14:textId="77777777" w:rsidR="006036B2" w:rsidRDefault="006036B2" w:rsidP="00E85E1B">
      <w:r>
        <w:t>— </w:t>
      </w:r>
      <w:r w:rsidR="00E85E1B" w:rsidRPr="006056B1">
        <w:t>Eh bien</w:t>
      </w:r>
      <w:r>
        <w:t xml:space="preserve"> ! </w:t>
      </w:r>
      <w:r w:rsidR="00E85E1B" w:rsidRPr="006056B1">
        <w:t>ne comprenez-vous pas ce qu</w:t>
      </w:r>
      <w:r>
        <w:t>’</w:t>
      </w:r>
      <w:r w:rsidR="00E85E1B" w:rsidRPr="006056B1">
        <w:t>elle a</w:t>
      </w:r>
      <w:r>
        <w:t xml:space="preserve">, </w:t>
      </w:r>
      <w:r w:rsidR="00E85E1B" w:rsidRPr="006056B1">
        <w:t>elle</w:t>
      </w:r>
      <w:r>
        <w:t xml:space="preserve">, </w:t>
      </w:r>
      <w:r w:rsidR="00E85E1B" w:rsidRPr="006056B1">
        <w:t>si te</w:t>
      </w:r>
      <w:r w:rsidR="00E85E1B" w:rsidRPr="006056B1">
        <w:t>r</w:t>
      </w:r>
      <w:r w:rsidR="00E85E1B" w:rsidRPr="006056B1">
        <w:t>riblement compris</w:t>
      </w:r>
      <w:r>
        <w:t xml:space="preserve">, </w:t>
      </w:r>
      <w:r w:rsidR="00E85E1B" w:rsidRPr="006056B1">
        <w:t>que ma main à présent ne m</w:t>
      </w:r>
      <w:r>
        <w:t>’</w:t>
      </w:r>
      <w:r w:rsidR="00E85E1B" w:rsidRPr="006056B1">
        <w:t>obéirait plus si je voulais lui faire exécuter son mouvement à faux</w:t>
      </w:r>
      <w:r>
        <w:t> ?</w:t>
      </w:r>
    </w:p>
    <w:p w14:paraId="0BAABF06" w14:textId="77777777" w:rsidR="006036B2" w:rsidRDefault="006036B2" w:rsidP="00E85E1B">
      <w:r>
        <w:t>— </w:t>
      </w:r>
      <w:r w:rsidR="00E85E1B" w:rsidRPr="006056B1">
        <w:t>Est-ce donc possible</w:t>
      </w:r>
      <w:r>
        <w:t> ?</w:t>
      </w:r>
    </w:p>
    <w:p w14:paraId="2EEAB32B" w14:textId="77777777" w:rsidR="006036B2" w:rsidRDefault="006036B2" w:rsidP="00E85E1B">
      <w:r>
        <w:t>— </w:t>
      </w:r>
      <w:r w:rsidR="00E85E1B" w:rsidRPr="006056B1">
        <w:t>Hélas</w:t>
      </w:r>
      <w:r>
        <w:t xml:space="preserve"> ! </w:t>
      </w:r>
      <w:r w:rsidR="00E85E1B" w:rsidRPr="006056B1">
        <w:t>rien de plus vrai</w:t>
      </w:r>
      <w:r>
        <w:t xml:space="preserve">. </w:t>
      </w:r>
      <w:r w:rsidR="00E85E1B" w:rsidRPr="006056B1">
        <w:t>Car j</w:t>
      </w:r>
      <w:r>
        <w:t>’</w:t>
      </w:r>
      <w:r w:rsidR="00E85E1B" w:rsidRPr="006056B1">
        <w:t>ai voulu</w:t>
      </w:r>
      <w:r>
        <w:t xml:space="preserve">, </w:t>
      </w:r>
      <w:r w:rsidR="00E85E1B" w:rsidRPr="006056B1">
        <w:t>en effet</w:t>
      </w:r>
      <w:r>
        <w:t xml:space="preserve">, </w:t>
      </w:r>
      <w:r w:rsidR="00E85E1B" w:rsidRPr="006056B1">
        <w:t>j</w:t>
      </w:r>
      <w:r>
        <w:t>’</w:t>
      </w:r>
      <w:r w:rsidR="00E85E1B" w:rsidRPr="006056B1">
        <w:t>ai vo</w:t>
      </w:r>
      <w:r w:rsidR="00E85E1B" w:rsidRPr="006056B1">
        <w:t>u</w:t>
      </w:r>
      <w:r w:rsidR="00E85E1B" w:rsidRPr="006056B1">
        <w:t>lu cette vengeance rêvée et que je croyais si commode</w:t>
      </w:r>
      <w:r>
        <w:t xml:space="preserve">. </w:t>
      </w:r>
      <w:r w:rsidR="00E85E1B" w:rsidRPr="006056B1">
        <w:t>Exaspéré par l</w:t>
      </w:r>
      <w:r>
        <w:t>’</w:t>
      </w:r>
      <w:r w:rsidR="00E85E1B" w:rsidRPr="006056B1">
        <w:t>outrecuidance de la coupable</w:t>
      </w:r>
      <w:r>
        <w:t xml:space="preserve">, </w:t>
      </w:r>
      <w:r w:rsidR="00E85E1B" w:rsidRPr="006056B1">
        <w:t>par sa sécurité</w:t>
      </w:r>
      <w:r>
        <w:t xml:space="preserve">, </w:t>
      </w:r>
      <w:r w:rsidR="00E85E1B" w:rsidRPr="006056B1">
        <w:t>j</w:t>
      </w:r>
      <w:r>
        <w:t>’</w:t>
      </w:r>
      <w:r w:rsidR="00E85E1B" w:rsidRPr="006056B1">
        <w:t>ai résolu plusieurs fois de la tuer</w:t>
      </w:r>
      <w:r>
        <w:t xml:space="preserve">. </w:t>
      </w:r>
      <w:r w:rsidR="00E85E1B" w:rsidRPr="006056B1">
        <w:t>J</w:t>
      </w:r>
      <w:r>
        <w:t>’</w:t>
      </w:r>
      <w:r w:rsidR="00E85E1B" w:rsidRPr="006056B1">
        <w:t>ai alors tendu toute mon énergie</w:t>
      </w:r>
      <w:r>
        <w:t xml:space="preserve">, </w:t>
      </w:r>
      <w:r w:rsidR="00E85E1B" w:rsidRPr="006056B1">
        <w:t>toute mon adresse</w:t>
      </w:r>
      <w:r>
        <w:t xml:space="preserve">, </w:t>
      </w:r>
      <w:r w:rsidR="00E85E1B" w:rsidRPr="006056B1">
        <w:t>à faire dévier mes couteaux</w:t>
      </w:r>
      <w:r>
        <w:t xml:space="preserve">, </w:t>
      </w:r>
      <w:r w:rsidR="00E85E1B" w:rsidRPr="006056B1">
        <w:t>quand je les lance à lui border le cou</w:t>
      </w:r>
      <w:r>
        <w:t xml:space="preserve">. </w:t>
      </w:r>
      <w:r w:rsidR="00E85E1B" w:rsidRPr="006056B1">
        <w:t>Je voulais de toutes mes forces les obliquer d</w:t>
      </w:r>
      <w:r>
        <w:t>’</w:t>
      </w:r>
      <w:r w:rsidR="00E85E1B" w:rsidRPr="006056B1">
        <w:t>un centimètre</w:t>
      </w:r>
      <w:r>
        <w:t xml:space="preserve">, </w:t>
      </w:r>
      <w:r w:rsidR="00E85E1B" w:rsidRPr="006056B1">
        <w:t>juste pour le lui couper</w:t>
      </w:r>
      <w:r>
        <w:t xml:space="preserve">, </w:t>
      </w:r>
      <w:r w:rsidR="00E85E1B" w:rsidRPr="006056B1">
        <w:t>le cou</w:t>
      </w:r>
      <w:r>
        <w:t xml:space="preserve">. </w:t>
      </w:r>
      <w:r w:rsidR="00E85E1B" w:rsidRPr="006056B1">
        <w:t>Je voulais</w:t>
      </w:r>
      <w:r>
        <w:t xml:space="preserve">, </w:t>
      </w:r>
      <w:r w:rsidR="00E85E1B" w:rsidRPr="006056B1">
        <w:t>et jamais je n</w:t>
      </w:r>
      <w:r>
        <w:t>’</w:t>
      </w:r>
      <w:r w:rsidR="00E85E1B" w:rsidRPr="006056B1">
        <w:t>y suis arrivé</w:t>
      </w:r>
      <w:r>
        <w:t xml:space="preserve">, </w:t>
      </w:r>
      <w:r w:rsidR="00E85E1B" w:rsidRPr="006056B1">
        <w:t>jamais</w:t>
      </w:r>
      <w:r>
        <w:t xml:space="preserve">, </w:t>
      </w:r>
      <w:r w:rsidR="00E85E1B" w:rsidRPr="006056B1">
        <w:t>jamais</w:t>
      </w:r>
      <w:r>
        <w:t xml:space="preserve">. </w:t>
      </w:r>
      <w:r w:rsidR="00E85E1B" w:rsidRPr="006056B1">
        <w:t>Et toujours le sale rire de la gueuse continue à se foutre de moi</w:t>
      </w:r>
      <w:r>
        <w:t xml:space="preserve">, </w:t>
      </w:r>
      <w:r w:rsidR="00E85E1B" w:rsidRPr="006056B1">
        <w:t>toujours</w:t>
      </w:r>
      <w:r>
        <w:t xml:space="preserve">, </w:t>
      </w:r>
      <w:r w:rsidR="00E85E1B" w:rsidRPr="006056B1">
        <w:t>to</w:t>
      </w:r>
      <w:r w:rsidR="00E85E1B" w:rsidRPr="006056B1">
        <w:t>u</w:t>
      </w:r>
      <w:r w:rsidR="00E85E1B" w:rsidRPr="006056B1">
        <w:t>jours</w:t>
      </w:r>
      <w:r>
        <w:t> !</w:t>
      </w:r>
    </w:p>
    <w:p w14:paraId="74746FC8" w14:textId="77777777" w:rsidR="006036B2" w:rsidRDefault="00E85E1B" w:rsidP="00E85E1B">
      <w:r w:rsidRPr="006056B1">
        <w:t>Et c</w:t>
      </w:r>
      <w:r w:rsidR="006036B2">
        <w:t>’</w:t>
      </w:r>
      <w:r w:rsidRPr="006056B1">
        <w:t>est dans un déluge de larmes</w:t>
      </w:r>
      <w:r w:rsidR="006036B2">
        <w:t xml:space="preserve">, </w:t>
      </w:r>
      <w:r w:rsidRPr="006056B1">
        <w:t>avec des râles de rage inassouvie et muselée</w:t>
      </w:r>
      <w:r w:rsidR="006036B2">
        <w:t xml:space="preserve">, </w:t>
      </w:r>
      <w:r w:rsidRPr="006056B1">
        <w:t>qu</w:t>
      </w:r>
      <w:r w:rsidR="006036B2">
        <w:t>’</w:t>
      </w:r>
      <w:r w:rsidRPr="006056B1">
        <w:t>il acheva en grinçant des dents</w:t>
      </w:r>
      <w:r w:rsidR="006036B2">
        <w:t> :</w:t>
      </w:r>
    </w:p>
    <w:p w14:paraId="10908D54" w14:textId="77777777" w:rsidR="006036B2" w:rsidRDefault="006036B2" w:rsidP="00E85E1B">
      <w:r>
        <w:t>— </w:t>
      </w:r>
      <w:r w:rsidR="00E85E1B" w:rsidRPr="006056B1">
        <w:t>Car elle me connaît</w:t>
      </w:r>
      <w:r>
        <w:t xml:space="preserve">, </w:t>
      </w:r>
      <w:r w:rsidR="00E85E1B" w:rsidRPr="006056B1">
        <w:t>la rosse</w:t>
      </w:r>
      <w:r>
        <w:t xml:space="preserve"> ; </w:t>
      </w:r>
      <w:r w:rsidR="00E85E1B" w:rsidRPr="006056B1">
        <w:t>elle est dans le secret de mon travail</w:t>
      </w:r>
      <w:r>
        <w:t xml:space="preserve">, </w:t>
      </w:r>
      <w:r w:rsidR="00E85E1B" w:rsidRPr="006056B1">
        <w:t>de ma patience</w:t>
      </w:r>
      <w:r>
        <w:t xml:space="preserve">, </w:t>
      </w:r>
      <w:r w:rsidR="00E85E1B" w:rsidRPr="006056B1">
        <w:t>de mon truc</w:t>
      </w:r>
      <w:r>
        <w:t xml:space="preserve">, </w:t>
      </w:r>
      <w:r w:rsidR="00E85E1B" w:rsidRPr="006056B1">
        <w:t>de ma routine</w:t>
      </w:r>
      <w:r>
        <w:t xml:space="preserve">, </w:t>
      </w:r>
      <w:r w:rsidR="00E85E1B" w:rsidRPr="006056B1">
        <w:lastRenderedPageBreak/>
        <w:t>quoi</w:t>
      </w:r>
      <w:r>
        <w:t xml:space="preserve"> ! </w:t>
      </w:r>
      <w:r w:rsidR="00E85E1B" w:rsidRPr="006056B1">
        <w:t>Elle vit au tréfonds de moi-même</w:t>
      </w:r>
      <w:r>
        <w:t xml:space="preserve"> ; </w:t>
      </w:r>
      <w:r w:rsidR="00E85E1B" w:rsidRPr="006056B1">
        <w:t>elle y voit clair</w:t>
      </w:r>
      <w:r>
        <w:t xml:space="preserve">, </w:t>
      </w:r>
      <w:r w:rsidR="00E85E1B" w:rsidRPr="006056B1">
        <w:t>plus clair que vous</w:t>
      </w:r>
      <w:r>
        <w:t xml:space="preserve">, </w:t>
      </w:r>
      <w:r w:rsidR="00E85E1B" w:rsidRPr="006056B1">
        <w:t>plus clair que moi</w:t>
      </w:r>
      <w:r>
        <w:t xml:space="preserve"> ; </w:t>
      </w:r>
      <w:r w:rsidR="00E85E1B" w:rsidRPr="006056B1">
        <w:t>elle connaît la machine sans défaut que je suis devenu</w:t>
      </w:r>
      <w:r>
        <w:t xml:space="preserve">, </w:t>
      </w:r>
      <w:r w:rsidR="00E85E1B" w:rsidRPr="006056B1">
        <w:t>la machine dont elle se fout</w:t>
      </w:r>
      <w:r>
        <w:t xml:space="preserve">, </w:t>
      </w:r>
      <w:r w:rsidR="00E85E1B" w:rsidRPr="006056B1">
        <w:t>la machine trop bien remontée</w:t>
      </w:r>
      <w:r>
        <w:t xml:space="preserve">, </w:t>
      </w:r>
      <w:r w:rsidR="00E85E1B" w:rsidRPr="006056B1">
        <w:t>la machine indérangeable</w:t>
      </w:r>
      <w:r>
        <w:t xml:space="preserve">, </w:t>
      </w:r>
      <w:r w:rsidR="00E85E1B" w:rsidRPr="006056B1">
        <w:t>et elle sait bien que je ne peux pas rater mon tour</w:t>
      </w:r>
      <w:r>
        <w:t>.</w:t>
      </w:r>
    </w:p>
    <w:p w14:paraId="5FDD085D" w14:textId="31F1492A" w:rsidR="00E85E1B" w:rsidRPr="006056B1" w:rsidRDefault="00E85E1B" w:rsidP="006036B2">
      <w:pPr>
        <w:pStyle w:val="Titre1"/>
        <w:rPr>
          <w:rFonts w:eastAsia="Batang"/>
        </w:rPr>
      </w:pPr>
      <w:bookmarkStart w:id="4" w:name="_Toc194853043"/>
      <w:r w:rsidRPr="006056B1">
        <w:rPr>
          <w:rFonts w:eastAsia="Batang"/>
        </w:rPr>
        <w:lastRenderedPageBreak/>
        <w:t>UN MONSTRE</w:t>
      </w:r>
      <w:bookmarkEnd w:id="4"/>
    </w:p>
    <w:p w14:paraId="0004B961" w14:textId="77777777" w:rsidR="006036B2" w:rsidRDefault="00E85E1B" w:rsidP="00E85E1B">
      <w:r w:rsidRPr="006056B1">
        <w:t>La baraque</w:t>
      </w:r>
      <w:r w:rsidR="006036B2">
        <w:t xml:space="preserve">, </w:t>
      </w:r>
      <w:r w:rsidRPr="006056B1">
        <w:t>lamentable et comme honteuse de sa pauvreté</w:t>
      </w:r>
      <w:r w:rsidR="006036B2">
        <w:t xml:space="preserve">, </w:t>
      </w:r>
      <w:r w:rsidRPr="006056B1">
        <w:t>était située tout au bout du champ de foire</w:t>
      </w:r>
      <w:r w:rsidR="006036B2">
        <w:t xml:space="preserve">, </w:t>
      </w:r>
      <w:r w:rsidRPr="006056B1">
        <w:t>à l</w:t>
      </w:r>
      <w:r w:rsidR="006036B2">
        <w:t>’</w:t>
      </w:r>
      <w:r w:rsidRPr="006056B1">
        <w:t>endroit infr</w:t>
      </w:r>
      <w:r w:rsidRPr="006056B1">
        <w:t>é</w:t>
      </w:r>
      <w:r w:rsidRPr="006056B1">
        <w:t>quenté où l</w:t>
      </w:r>
      <w:r w:rsidR="006036B2">
        <w:t>’</w:t>
      </w:r>
      <w:r w:rsidRPr="006056B1">
        <w:t>emplacement coûte moins cher</w:t>
      </w:r>
      <w:r w:rsidR="006036B2">
        <w:t xml:space="preserve">. </w:t>
      </w:r>
      <w:r w:rsidRPr="006056B1">
        <w:t>Elle n</w:t>
      </w:r>
      <w:r w:rsidR="006036B2">
        <w:t>’</w:t>
      </w:r>
      <w:r w:rsidRPr="006056B1">
        <w:t>avait pour éclairage que deux maigres lampes à pétrole</w:t>
      </w:r>
      <w:r w:rsidR="006036B2">
        <w:t xml:space="preserve">, </w:t>
      </w:r>
      <w:r w:rsidRPr="006056B1">
        <w:t>de flamme f</w:t>
      </w:r>
      <w:r w:rsidRPr="006056B1">
        <w:t>u</w:t>
      </w:r>
      <w:r w:rsidRPr="006056B1">
        <w:t>meuse</w:t>
      </w:r>
      <w:r w:rsidR="006036B2">
        <w:t xml:space="preserve">, </w:t>
      </w:r>
      <w:r w:rsidRPr="006056B1">
        <w:t>tremblotante et puante</w:t>
      </w:r>
      <w:r w:rsidR="006036B2">
        <w:t xml:space="preserve">. </w:t>
      </w:r>
      <w:r w:rsidRPr="006056B1">
        <w:t>Dans leur lumière rousse</w:t>
      </w:r>
      <w:r w:rsidR="006036B2">
        <w:t xml:space="preserve">, </w:t>
      </w:r>
      <w:r w:rsidRPr="006056B1">
        <w:t>ainsi que dans un brouillard</w:t>
      </w:r>
      <w:r w:rsidR="006036B2">
        <w:t xml:space="preserve">, </w:t>
      </w:r>
      <w:r w:rsidRPr="006056B1">
        <w:t>dansaient sur la toile d</w:t>
      </w:r>
      <w:r w:rsidR="006036B2">
        <w:t>’</w:t>
      </w:r>
      <w:r w:rsidRPr="006056B1">
        <w:t>enseigne des f</w:t>
      </w:r>
      <w:r w:rsidRPr="006056B1">
        <w:t>i</w:t>
      </w:r>
      <w:r w:rsidRPr="006056B1">
        <w:t xml:space="preserve">gures aux couleurs </w:t>
      </w:r>
      <w:proofErr w:type="spellStart"/>
      <w:r w:rsidRPr="006056B1">
        <w:t>débuées</w:t>
      </w:r>
      <w:proofErr w:type="spellEnd"/>
      <w:r w:rsidR="006036B2">
        <w:t xml:space="preserve">, </w:t>
      </w:r>
      <w:r w:rsidRPr="006056B1">
        <w:t>en grisaille fantômale</w:t>
      </w:r>
      <w:r w:rsidR="006036B2">
        <w:t xml:space="preserve">. </w:t>
      </w:r>
      <w:r w:rsidRPr="006056B1">
        <w:t>On y disti</w:t>
      </w:r>
      <w:r w:rsidRPr="006056B1">
        <w:t>n</w:t>
      </w:r>
      <w:r w:rsidRPr="006056B1">
        <w:t>guait</w:t>
      </w:r>
      <w:r w:rsidR="006036B2">
        <w:t xml:space="preserve">, </w:t>
      </w:r>
      <w:r w:rsidRPr="006056B1">
        <w:t>ou plutôt on y devinait</w:t>
      </w:r>
      <w:r w:rsidR="006036B2">
        <w:t xml:space="preserve">, </w:t>
      </w:r>
      <w:r w:rsidRPr="006056B1">
        <w:t>une espèce de Quasimodo amputé des avant-bras</w:t>
      </w:r>
      <w:r w:rsidR="006036B2">
        <w:t xml:space="preserve">, </w:t>
      </w:r>
      <w:r w:rsidRPr="006056B1">
        <w:t>assis entre de courtes jambes de grenouille r</w:t>
      </w:r>
      <w:r w:rsidRPr="006056B1">
        <w:t>e</w:t>
      </w:r>
      <w:r w:rsidRPr="006056B1">
        <w:t>pliées contre le torse</w:t>
      </w:r>
      <w:r w:rsidR="006036B2">
        <w:t xml:space="preserve">, </w:t>
      </w:r>
      <w:r w:rsidRPr="006056B1">
        <w:t>et</w:t>
      </w:r>
      <w:r w:rsidR="006036B2">
        <w:t xml:space="preserve">, </w:t>
      </w:r>
      <w:r w:rsidRPr="006056B1">
        <w:t>autour de lui</w:t>
      </w:r>
      <w:r w:rsidR="006036B2">
        <w:t xml:space="preserve">, </w:t>
      </w:r>
      <w:r w:rsidRPr="006056B1">
        <w:t>en éventail</w:t>
      </w:r>
      <w:r w:rsidR="006036B2">
        <w:t xml:space="preserve">, </w:t>
      </w:r>
      <w:r w:rsidRPr="006056B1">
        <w:t>avec des faces d</w:t>
      </w:r>
      <w:r w:rsidR="006036B2">
        <w:t>’</w:t>
      </w:r>
      <w:r w:rsidRPr="006056B1">
        <w:t>admiration</w:t>
      </w:r>
      <w:r w:rsidR="006036B2">
        <w:t xml:space="preserve">, </w:t>
      </w:r>
      <w:r w:rsidRPr="006056B1">
        <w:t>un ouvrier</w:t>
      </w:r>
      <w:r w:rsidR="006036B2">
        <w:t xml:space="preserve">, </w:t>
      </w:r>
      <w:r w:rsidRPr="006056B1">
        <w:t>un paysan</w:t>
      </w:r>
      <w:r w:rsidR="006036B2">
        <w:t xml:space="preserve">, </w:t>
      </w:r>
      <w:r w:rsidRPr="006056B1">
        <w:t>une nourrice son poupon au bras</w:t>
      </w:r>
      <w:r w:rsidR="006036B2">
        <w:t xml:space="preserve">, </w:t>
      </w:r>
      <w:r w:rsidRPr="006056B1">
        <w:t>une dame du monde décolletée jusqu</w:t>
      </w:r>
      <w:r w:rsidR="006036B2">
        <w:t>’</w:t>
      </w:r>
      <w:r w:rsidRPr="006056B1">
        <w:t>au no</w:t>
      </w:r>
      <w:r w:rsidRPr="006056B1">
        <w:t>m</w:t>
      </w:r>
      <w:r w:rsidRPr="006056B1">
        <w:t>bril</w:t>
      </w:r>
      <w:r w:rsidR="006036B2">
        <w:t xml:space="preserve">, </w:t>
      </w:r>
      <w:r w:rsidRPr="006056B1">
        <w:t>un monsieur raide dans son frac et un maréchal de France sabré du grand cordon</w:t>
      </w:r>
      <w:r w:rsidR="006036B2">
        <w:t xml:space="preserve">. </w:t>
      </w:r>
      <w:r w:rsidRPr="006056B1">
        <w:t>Presque aussi vagues et déteints que les personnages du tableau</w:t>
      </w:r>
      <w:r w:rsidR="006036B2">
        <w:t xml:space="preserve">, </w:t>
      </w:r>
      <w:r w:rsidRPr="006056B1">
        <w:t>en costumes flétris et en maillots repr</w:t>
      </w:r>
      <w:r w:rsidRPr="006056B1">
        <w:t>i</w:t>
      </w:r>
      <w:r w:rsidRPr="006056B1">
        <w:t>sés sous des souquenilles sans ton appréciable</w:t>
      </w:r>
      <w:r w:rsidR="006036B2">
        <w:t xml:space="preserve">, </w:t>
      </w:r>
      <w:r w:rsidRPr="006056B1">
        <w:t>quatre spectres aux apparences de femmes faisaient un semblant de parade d</w:t>
      </w:r>
      <w:r w:rsidRPr="006056B1">
        <w:t>e</w:t>
      </w:r>
      <w:r w:rsidRPr="006056B1">
        <w:t xml:space="preserve">vant le pauvre </w:t>
      </w:r>
      <w:r w:rsidRPr="006056B1">
        <w:rPr>
          <w:i/>
          <w:iCs/>
        </w:rPr>
        <w:t>entre-sort</w:t>
      </w:r>
      <w:r w:rsidR="006036B2">
        <w:t xml:space="preserve">, </w:t>
      </w:r>
      <w:r w:rsidRPr="006056B1">
        <w:t>les pieds dans la boue</w:t>
      </w:r>
      <w:r w:rsidR="006036B2">
        <w:t xml:space="preserve">, </w:t>
      </w:r>
      <w:r w:rsidRPr="006056B1">
        <w:t>les regards m</w:t>
      </w:r>
      <w:r w:rsidRPr="006056B1">
        <w:t>é</w:t>
      </w:r>
      <w:r w:rsidRPr="006056B1">
        <w:t>lancoliques fouillant l</w:t>
      </w:r>
      <w:r w:rsidR="006036B2">
        <w:t>’</w:t>
      </w:r>
      <w:r w:rsidRPr="006056B1">
        <w:t>ombre où ne s</w:t>
      </w:r>
      <w:r w:rsidR="006036B2">
        <w:t>’</w:t>
      </w:r>
      <w:r w:rsidRPr="006056B1">
        <w:t>arrêtait aucun passant all</w:t>
      </w:r>
      <w:r w:rsidRPr="006056B1">
        <w:t>é</w:t>
      </w:r>
      <w:r w:rsidRPr="006056B1">
        <w:t>ché</w:t>
      </w:r>
      <w:r w:rsidR="006036B2">
        <w:t xml:space="preserve">. </w:t>
      </w:r>
      <w:r w:rsidRPr="006056B1">
        <w:t>Et qui</w:t>
      </w:r>
      <w:r w:rsidR="006036B2">
        <w:t xml:space="preserve">, </w:t>
      </w:r>
      <w:r w:rsidRPr="006056B1">
        <w:t>en effet</w:t>
      </w:r>
      <w:r w:rsidR="006036B2">
        <w:t xml:space="preserve">, </w:t>
      </w:r>
      <w:r w:rsidRPr="006056B1">
        <w:t>sinon un curieux de misère et un amoureux des misérables</w:t>
      </w:r>
      <w:r w:rsidR="006036B2">
        <w:t xml:space="preserve">, </w:t>
      </w:r>
      <w:r w:rsidRPr="006056B1">
        <w:t>qui diable pouvait bien être attiré par les pr</w:t>
      </w:r>
      <w:r w:rsidRPr="006056B1">
        <w:t>o</w:t>
      </w:r>
      <w:r w:rsidRPr="006056B1">
        <w:t>messes d</w:t>
      </w:r>
      <w:r w:rsidR="006036B2">
        <w:t>’</w:t>
      </w:r>
      <w:r w:rsidRPr="006056B1">
        <w:t>une si calamiteuse enseigne</w:t>
      </w:r>
      <w:r w:rsidR="006036B2">
        <w:t xml:space="preserve">, </w:t>
      </w:r>
      <w:r w:rsidRPr="006056B1">
        <w:t>par ces tristes lampes p</w:t>
      </w:r>
      <w:r w:rsidRPr="006056B1">
        <w:t>a</w:t>
      </w:r>
      <w:r w:rsidRPr="006056B1">
        <w:t>reilles à des lumignons de caveau funéraire</w:t>
      </w:r>
      <w:r w:rsidR="006036B2">
        <w:t xml:space="preserve">, </w:t>
      </w:r>
      <w:r w:rsidRPr="006056B1">
        <w:t>et surtout</w:t>
      </w:r>
      <w:r w:rsidR="006036B2">
        <w:t xml:space="preserve">, </w:t>
      </w:r>
      <w:r w:rsidRPr="006056B1">
        <w:t>surtout</w:t>
      </w:r>
      <w:r w:rsidR="006036B2">
        <w:t xml:space="preserve">, </w:t>
      </w:r>
      <w:r w:rsidRPr="006056B1">
        <w:t>par ces quatre malheureuses grelottant sous des paletots d</w:t>
      </w:r>
      <w:r w:rsidR="006036B2">
        <w:t>’</w:t>
      </w:r>
      <w:r w:rsidRPr="006056B1">
        <w:t>homme</w:t>
      </w:r>
      <w:r w:rsidR="006036B2">
        <w:t xml:space="preserve">, </w:t>
      </w:r>
      <w:r w:rsidRPr="006056B1">
        <w:t>et laides d</w:t>
      </w:r>
      <w:r w:rsidR="006036B2">
        <w:t>’</w:t>
      </w:r>
      <w:r w:rsidRPr="006056B1">
        <w:t>une laideur à ne pas même faire rire</w:t>
      </w:r>
      <w:r w:rsidR="006036B2">
        <w:t xml:space="preserve">, </w:t>
      </w:r>
      <w:r w:rsidRPr="006056B1">
        <w:t>mais à faire plutôt pleurer</w:t>
      </w:r>
      <w:r w:rsidR="006036B2">
        <w:t xml:space="preserve"> ? </w:t>
      </w:r>
      <w:r w:rsidRPr="006056B1">
        <w:t>Car</w:t>
      </w:r>
      <w:r w:rsidR="006036B2">
        <w:t xml:space="preserve">, </w:t>
      </w:r>
      <w:r w:rsidRPr="006056B1">
        <w:t>en vérité</w:t>
      </w:r>
      <w:r w:rsidR="006036B2">
        <w:t xml:space="preserve">, </w:t>
      </w:r>
      <w:r w:rsidRPr="006056B1">
        <w:t>les larmes venaient aux yeux à contempler leur essai de parade</w:t>
      </w:r>
      <w:r w:rsidR="006036B2">
        <w:t xml:space="preserve">, </w:t>
      </w:r>
      <w:r w:rsidRPr="006056B1">
        <w:t>la plus âgée tambour</w:t>
      </w:r>
      <w:r w:rsidRPr="006056B1">
        <w:t>i</w:t>
      </w:r>
      <w:r w:rsidRPr="006056B1">
        <w:t>nant sur une caisse aux sanglots sourds</w:t>
      </w:r>
      <w:r w:rsidR="006036B2">
        <w:t xml:space="preserve">, </w:t>
      </w:r>
      <w:r w:rsidRPr="006056B1">
        <w:t>une autre secouant une cloche en</w:t>
      </w:r>
      <w:r w:rsidRPr="006056B1">
        <w:t>r</w:t>
      </w:r>
      <w:r w:rsidRPr="006056B1">
        <w:t>humée</w:t>
      </w:r>
      <w:r w:rsidR="006036B2">
        <w:t xml:space="preserve">, </w:t>
      </w:r>
      <w:r w:rsidRPr="006056B1">
        <w:t xml:space="preserve">la troisième arrachant des hoquets de </w:t>
      </w:r>
      <w:r w:rsidRPr="006056B1">
        <w:lastRenderedPageBreak/>
        <w:t>couacs à l</w:t>
      </w:r>
      <w:r w:rsidR="006036B2">
        <w:t>’</w:t>
      </w:r>
      <w:r w:rsidRPr="006056B1">
        <w:t>agonie d</w:t>
      </w:r>
      <w:r w:rsidR="006036B2">
        <w:t>’</w:t>
      </w:r>
      <w:r w:rsidRPr="006056B1">
        <w:t>un accordéon poussif</w:t>
      </w:r>
      <w:r w:rsidR="006036B2">
        <w:t xml:space="preserve">, </w:t>
      </w:r>
      <w:r w:rsidRPr="006056B1">
        <w:t>tandis que la plus jeune e</w:t>
      </w:r>
      <w:r w:rsidRPr="006056B1">
        <w:t>s</w:t>
      </w:r>
      <w:r w:rsidRPr="006056B1">
        <w:t>quissait des pas avec une lenteur de larve qui s</w:t>
      </w:r>
      <w:r w:rsidR="006036B2">
        <w:t>’</w:t>
      </w:r>
      <w:r w:rsidRPr="006056B1">
        <w:t>étire</w:t>
      </w:r>
      <w:r w:rsidR="006036B2">
        <w:t>.</w:t>
      </w:r>
    </w:p>
    <w:p w14:paraId="06E323C9" w14:textId="77777777" w:rsidR="006036B2" w:rsidRDefault="00E85E1B" w:rsidP="00E85E1B">
      <w:r w:rsidRPr="006056B1">
        <w:t>Et tous les soirs</w:t>
      </w:r>
      <w:r w:rsidR="006036B2">
        <w:t xml:space="preserve">, </w:t>
      </w:r>
      <w:r w:rsidRPr="006056B1">
        <w:t>depuis huit jours</w:t>
      </w:r>
      <w:r w:rsidR="006036B2">
        <w:t xml:space="preserve">, </w:t>
      </w:r>
      <w:r w:rsidRPr="006056B1">
        <w:t>c</w:t>
      </w:r>
      <w:r w:rsidR="006036B2">
        <w:t>’</w:t>
      </w:r>
      <w:r w:rsidRPr="006056B1">
        <w:t>était la même chose</w:t>
      </w:r>
      <w:r w:rsidR="006036B2">
        <w:t xml:space="preserve">. </w:t>
      </w:r>
      <w:r w:rsidRPr="006056B1">
        <w:t>Tous les soirs je me retrouvais là</w:t>
      </w:r>
      <w:r w:rsidR="006036B2">
        <w:t xml:space="preserve">, </w:t>
      </w:r>
      <w:r w:rsidRPr="006056B1">
        <w:t>seul ou à peu près</w:t>
      </w:r>
      <w:r w:rsidR="006036B2">
        <w:t xml:space="preserve">, </w:t>
      </w:r>
      <w:r w:rsidRPr="006056B1">
        <w:t>devant la baraque lamentable</w:t>
      </w:r>
      <w:r w:rsidR="006036B2">
        <w:t xml:space="preserve">, </w:t>
      </w:r>
      <w:r w:rsidRPr="006056B1">
        <w:t>dans laquelle je pénétrais aussi tumultue</w:t>
      </w:r>
      <w:r w:rsidRPr="006056B1">
        <w:t>u</w:t>
      </w:r>
      <w:r w:rsidRPr="006056B1">
        <w:t>sement que possible</w:t>
      </w:r>
      <w:r w:rsidR="006036B2">
        <w:t xml:space="preserve">, </w:t>
      </w:r>
      <w:r w:rsidRPr="006056B1">
        <w:t>pour tâcher d</w:t>
      </w:r>
      <w:r w:rsidR="006036B2">
        <w:t>’</w:t>
      </w:r>
      <w:r w:rsidRPr="006056B1">
        <w:t>entraîner par mon exemple les deux pelés et un tondu que ma halte tenace faisait arrêter parfois</w:t>
      </w:r>
      <w:r w:rsidR="006036B2">
        <w:t xml:space="preserve">. </w:t>
      </w:r>
      <w:r w:rsidRPr="006056B1">
        <w:t>Oui</w:t>
      </w:r>
      <w:r w:rsidR="006036B2">
        <w:t xml:space="preserve">, </w:t>
      </w:r>
      <w:r w:rsidRPr="006056B1">
        <w:t>deux pelés et un tondu</w:t>
      </w:r>
      <w:r w:rsidR="006036B2">
        <w:t xml:space="preserve">, </w:t>
      </w:r>
      <w:r w:rsidRPr="006056B1">
        <w:t>pas davantage</w:t>
      </w:r>
      <w:r w:rsidR="006036B2">
        <w:t xml:space="preserve"> ! </w:t>
      </w:r>
      <w:r w:rsidRPr="006056B1">
        <w:t>Car jamais nous n</w:t>
      </w:r>
      <w:r w:rsidR="006036B2">
        <w:t>’</w:t>
      </w:r>
      <w:r w:rsidRPr="006056B1">
        <w:t>avions été cinq spectateurs ensemble</w:t>
      </w:r>
      <w:r w:rsidR="006036B2">
        <w:t xml:space="preserve">, </w:t>
      </w:r>
      <w:r w:rsidRPr="006056B1">
        <w:t>malgré les cris e</w:t>
      </w:r>
      <w:r w:rsidRPr="006056B1">
        <w:t>n</w:t>
      </w:r>
      <w:r w:rsidRPr="006056B1">
        <w:t>roués de la femme qui glapissait</w:t>
      </w:r>
      <w:r w:rsidR="006036B2">
        <w:t> :</w:t>
      </w:r>
    </w:p>
    <w:p w14:paraId="0C550FCF" w14:textId="77777777" w:rsidR="006036B2" w:rsidRDefault="006036B2" w:rsidP="00E85E1B">
      <w:r>
        <w:t>— </w:t>
      </w:r>
      <w:r w:rsidR="00E85E1B" w:rsidRPr="006056B1">
        <w:t>Entrez</w:t>
      </w:r>
      <w:r>
        <w:t xml:space="preserve">, </w:t>
      </w:r>
      <w:r w:rsidR="00E85E1B" w:rsidRPr="006056B1">
        <w:t>mesdames et messieurs</w:t>
      </w:r>
      <w:r>
        <w:t xml:space="preserve">, </w:t>
      </w:r>
      <w:r w:rsidR="00E85E1B" w:rsidRPr="006056B1">
        <w:t>entrez</w:t>
      </w:r>
      <w:r>
        <w:t xml:space="preserve"> ! </w:t>
      </w:r>
      <w:r w:rsidR="00E85E1B" w:rsidRPr="006056B1">
        <w:t>Suivez la foule</w:t>
      </w:r>
      <w:r>
        <w:t> !</w:t>
      </w:r>
    </w:p>
    <w:p w14:paraId="263C7A9A" w14:textId="77777777" w:rsidR="006036B2" w:rsidRDefault="00E85E1B" w:rsidP="00E85E1B">
      <w:r w:rsidRPr="006056B1">
        <w:t>Et cependant il valait la peine d</w:t>
      </w:r>
      <w:r w:rsidR="006036B2">
        <w:t>’</w:t>
      </w:r>
      <w:r w:rsidRPr="006056B1">
        <w:t>être vu</w:t>
      </w:r>
      <w:r w:rsidR="006036B2">
        <w:t xml:space="preserve">, </w:t>
      </w:r>
      <w:r w:rsidRPr="006056B1">
        <w:t>le Quasimodo qu</w:t>
      </w:r>
      <w:r w:rsidR="006036B2">
        <w:t>’</w:t>
      </w:r>
      <w:r w:rsidRPr="006056B1">
        <w:t>annonçait l</w:t>
      </w:r>
      <w:r w:rsidR="006036B2">
        <w:t>’</w:t>
      </w:r>
      <w:r w:rsidRPr="006056B1">
        <w:t>enseigne calamiteuse</w:t>
      </w:r>
      <w:r w:rsidR="006036B2">
        <w:t xml:space="preserve">. </w:t>
      </w:r>
      <w:r w:rsidRPr="006056B1">
        <w:t>C</w:t>
      </w:r>
      <w:r w:rsidR="006036B2">
        <w:t>’</w:t>
      </w:r>
      <w:r w:rsidRPr="006056B1">
        <w:t>était un brave monstre</w:t>
      </w:r>
      <w:r w:rsidR="006036B2">
        <w:t xml:space="preserve">, </w:t>
      </w:r>
      <w:r w:rsidRPr="006056B1">
        <w:t>et qui faisait de son mieux pour être agréable au public</w:t>
      </w:r>
      <w:r w:rsidR="006036B2">
        <w:t xml:space="preserve">, </w:t>
      </w:r>
      <w:r w:rsidRPr="006056B1">
        <w:t>et qui nous en donnait</w:t>
      </w:r>
      <w:r w:rsidR="006036B2">
        <w:t xml:space="preserve">, </w:t>
      </w:r>
      <w:r w:rsidRPr="006056B1">
        <w:t>à nous quatre</w:t>
      </w:r>
      <w:r w:rsidR="006036B2">
        <w:t xml:space="preserve">, </w:t>
      </w:r>
      <w:r w:rsidRPr="006056B1">
        <w:t>plus que pour notre argent</w:t>
      </w:r>
      <w:r w:rsidR="006036B2">
        <w:t xml:space="preserve">, </w:t>
      </w:r>
      <w:r w:rsidRPr="006056B1">
        <w:t>bien sûr</w:t>
      </w:r>
      <w:r w:rsidR="006036B2">
        <w:t xml:space="preserve">, </w:t>
      </w:r>
      <w:r w:rsidRPr="006056B1">
        <w:t>et tout autant</w:t>
      </w:r>
      <w:r w:rsidR="006036B2">
        <w:t xml:space="preserve">, </w:t>
      </w:r>
      <w:r w:rsidRPr="006056B1">
        <w:t>ma foi</w:t>
      </w:r>
      <w:r w:rsidR="006036B2">
        <w:t xml:space="preserve">, </w:t>
      </w:r>
      <w:r w:rsidRPr="006056B1">
        <w:t>que si chacun de nous avait été le propre maréchal de France peint sur la calamiteuse enseigne</w:t>
      </w:r>
      <w:r w:rsidR="006036B2">
        <w:t>.</w:t>
      </w:r>
    </w:p>
    <w:p w14:paraId="7DDCD4B9" w14:textId="77777777" w:rsidR="006036B2" w:rsidRDefault="00E85E1B" w:rsidP="00E85E1B">
      <w:r w:rsidRPr="006056B1">
        <w:t>Avec ses deux moignons sans avant-bras</w:t>
      </w:r>
      <w:r w:rsidR="006036B2">
        <w:t xml:space="preserve">, </w:t>
      </w:r>
      <w:r w:rsidRPr="006056B1">
        <w:t>dont le coude était remplacé par un unique doigt sans phalanges</w:t>
      </w:r>
      <w:r w:rsidR="006036B2">
        <w:t xml:space="preserve">, </w:t>
      </w:r>
      <w:r w:rsidRPr="006056B1">
        <w:t>il se versait à boire et buvait</w:t>
      </w:r>
      <w:r w:rsidR="006036B2">
        <w:t xml:space="preserve">, </w:t>
      </w:r>
      <w:r w:rsidRPr="006056B1">
        <w:t>se découpait du pain et mangeait</w:t>
      </w:r>
      <w:r w:rsidR="006036B2">
        <w:t xml:space="preserve">, </w:t>
      </w:r>
      <w:r w:rsidRPr="006056B1">
        <w:t>enfilait une aiguille et cousait</w:t>
      </w:r>
      <w:r w:rsidR="006036B2">
        <w:t xml:space="preserve">, </w:t>
      </w:r>
      <w:r w:rsidRPr="006056B1">
        <w:t>chargeait une carabine et dégotait une pomme placée sur la tête d</w:t>
      </w:r>
      <w:r w:rsidR="006036B2">
        <w:t>’</w:t>
      </w:r>
      <w:r w:rsidRPr="006056B1">
        <w:t>un de ses enfants</w:t>
      </w:r>
      <w:r w:rsidR="006036B2">
        <w:t xml:space="preserve">, </w:t>
      </w:r>
      <w:r w:rsidRPr="006056B1">
        <w:rPr>
          <w:i/>
          <w:iCs/>
        </w:rPr>
        <w:t>à l</w:t>
      </w:r>
      <w:r w:rsidR="006036B2">
        <w:rPr>
          <w:i/>
          <w:iCs/>
        </w:rPr>
        <w:t>’</w:t>
      </w:r>
      <w:r w:rsidRPr="006056B1">
        <w:rPr>
          <w:i/>
          <w:iCs/>
        </w:rPr>
        <w:t>instar de Gui</w:t>
      </w:r>
      <w:r w:rsidRPr="006056B1">
        <w:rPr>
          <w:i/>
          <w:iCs/>
        </w:rPr>
        <w:t>l</w:t>
      </w:r>
      <w:r w:rsidRPr="006056B1">
        <w:rPr>
          <w:i/>
          <w:iCs/>
        </w:rPr>
        <w:t>laume Tell</w:t>
      </w:r>
      <w:r w:rsidR="006036B2">
        <w:rPr>
          <w:i/>
          <w:iCs/>
        </w:rPr>
        <w:t xml:space="preserve">. </w:t>
      </w:r>
      <w:r w:rsidRPr="006056B1">
        <w:t>Avec ses jambes de grenouille</w:t>
      </w:r>
      <w:r w:rsidR="006036B2">
        <w:t xml:space="preserve">, </w:t>
      </w:r>
      <w:r w:rsidRPr="006056B1">
        <w:t>repliées contre son torse et qui n</w:t>
      </w:r>
      <w:r w:rsidR="006036B2">
        <w:t>’</w:t>
      </w:r>
      <w:r w:rsidRPr="006056B1">
        <w:t>avaient de ressort que du genou à la cheville</w:t>
      </w:r>
      <w:r w:rsidR="006036B2">
        <w:t xml:space="preserve">, </w:t>
      </w:r>
      <w:r w:rsidRPr="006056B1">
        <w:t>il bondissait jusqu</w:t>
      </w:r>
      <w:r w:rsidR="006036B2">
        <w:t>’</w:t>
      </w:r>
      <w:r w:rsidRPr="006056B1">
        <w:t>au niveau d</w:t>
      </w:r>
      <w:r w:rsidR="006036B2">
        <w:t>’</w:t>
      </w:r>
      <w:r w:rsidRPr="006056B1">
        <w:t xml:space="preserve">une table où il se </w:t>
      </w:r>
      <w:r w:rsidRPr="006056B1">
        <w:rPr>
          <w:i/>
          <w:iCs/>
        </w:rPr>
        <w:t>rétablissait</w:t>
      </w:r>
      <w:r w:rsidRPr="006056B1">
        <w:t xml:space="preserve"> d</w:t>
      </w:r>
      <w:r w:rsidR="006036B2">
        <w:t>’</w:t>
      </w:r>
      <w:r w:rsidRPr="006056B1">
        <w:t>un coup de moignons</w:t>
      </w:r>
      <w:r w:rsidR="006036B2">
        <w:t xml:space="preserve">. </w:t>
      </w:r>
      <w:r w:rsidRPr="006056B1">
        <w:t>Pour finir</w:t>
      </w:r>
      <w:r w:rsidR="006036B2">
        <w:t xml:space="preserve">, </w:t>
      </w:r>
      <w:r w:rsidRPr="006056B1">
        <w:t xml:space="preserve">la larve et lui dansaient un ballet pantomime de </w:t>
      </w:r>
      <w:r w:rsidRPr="006056B1">
        <w:rPr>
          <w:i/>
          <w:iCs/>
        </w:rPr>
        <w:t>la Belle et la Bête</w:t>
      </w:r>
      <w:r w:rsidR="006036B2">
        <w:t xml:space="preserve">, </w:t>
      </w:r>
      <w:r w:rsidRPr="006056B1">
        <w:t>pendant lequel il se mettait tout en nage</w:t>
      </w:r>
      <w:r w:rsidR="006036B2">
        <w:t xml:space="preserve">, </w:t>
      </w:r>
      <w:r w:rsidRPr="006056B1">
        <w:t>tantôt à sauteler sur ses molles guibolles comme un insecte estropié</w:t>
      </w:r>
      <w:r w:rsidR="006036B2">
        <w:t xml:space="preserve">, </w:t>
      </w:r>
      <w:r w:rsidRPr="006056B1">
        <w:t>tantôt à faire l</w:t>
      </w:r>
      <w:r w:rsidR="006036B2">
        <w:t>’</w:t>
      </w:r>
      <w:r w:rsidRPr="006056B1">
        <w:t xml:space="preserve">arbre fourchu en </w:t>
      </w:r>
      <w:r w:rsidRPr="006056B1">
        <w:lastRenderedPageBreak/>
        <w:t>équilibre sur sa tête et ses deux doigts</w:t>
      </w:r>
      <w:r w:rsidR="006036B2">
        <w:t xml:space="preserve">, </w:t>
      </w:r>
      <w:r w:rsidRPr="006056B1">
        <w:t>tantôt à se redresser par un saut de carpe qui lui plaquait le cul au plancher d</w:t>
      </w:r>
      <w:r w:rsidR="006036B2">
        <w:t>’</w:t>
      </w:r>
      <w:r w:rsidRPr="006056B1">
        <w:t>une secousse br</w:t>
      </w:r>
      <w:r w:rsidRPr="006056B1">
        <w:t>u</w:t>
      </w:r>
      <w:r w:rsidRPr="006056B1">
        <w:t>tale et écrasante</w:t>
      </w:r>
      <w:r w:rsidR="006036B2">
        <w:t xml:space="preserve">, </w:t>
      </w:r>
      <w:r w:rsidRPr="006056B1">
        <w:t>à croire qu</w:t>
      </w:r>
      <w:r w:rsidR="006036B2">
        <w:t>’</w:t>
      </w:r>
      <w:r w:rsidRPr="006056B1">
        <w:t>il allait s</w:t>
      </w:r>
      <w:r w:rsidR="006036B2">
        <w:t>’</w:t>
      </w:r>
      <w:r w:rsidRPr="006056B1">
        <w:t>y aplatir tout entier</w:t>
      </w:r>
      <w:r w:rsidR="006036B2">
        <w:t xml:space="preserve">, </w:t>
      </w:r>
      <w:r w:rsidRPr="006056B1">
        <w:t>les reins rompus</w:t>
      </w:r>
      <w:r w:rsidR="006036B2">
        <w:t xml:space="preserve">, </w:t>
      </w:r>
      <w:r w:rsidRPr="006056B1">
        <w:t>la tête rentrée dans la poitrine</w:t>
      </w:r>
      <w:r w:rsidR="006036B2">
        <w:t xml:space="preserve">, </w:t>
      </w:r>
      <w:r w:rsidRPr="006056B1">
        <w:t>la viande et les tripes s</w:t>
      </w:r>
      <w:r w:rsidR="006036B2">
        <w:t>’</w:t>
      </w:r>
      <w:r w:rsidRPr="006056B1">
        <w:t>effondrant</w:t>
      </w:r>
      <w:r w:rsidR="006036B2">
        <w:t>.</w:t>
      </w:r>
    </w:p>
    <w:p w14:paraId="0A69C0B9" w14:textId="77777777" w:rsidR="006036B2" w:rsidRDefault="00E85E1B" w:rsidP="00E85E1B">
      <w:r w:rsidRPr="006056B1">
        <w:t>Et cela</w:t>
      </w:r>
      <w:r w:rsidR="006036B2">
        <w:t xml:space="preserve">, </w:t>
      </w:r>
      <w:r w:rsidRPr="006056B1">
        <w:t>le pauvre monstre</w:t>
      </w:r>
      <w:r w:rsidR="006036B2">
        <w:t xml:space="preserve">, </w:t>
      </w:r>
      <w:r w:rsidRPr="006056B1">
        <w:t>avec son pauvre corps de viei</w:t>
      </w:r>
      <w:r w:rsidRPr="006056B1">
        <w:t>l</w:t>
      </w:r>
      <w:r w:rsidRPr="006056B1">
        <w:t>lard</w:t>
      </w:r>
      <w:r w:rsidR="006036B2">
        <w:t xml:space="preserve">, </w:t>
      </w:r>
      <w:r w:rsidRPr="006056B1">
        <w:t>avec une barbe et des cheveux d</w:t>
      </w:r>
      <w:r w:rsidR="006036B2">
        <w:t>’</w:t>
      </w:r>
      <w:r w:rsidRPr="006056B1">
        <w:t>apôtre</w:t>
      </w:r>
      <w:r w:rsidR="006036B2">
        <w:t xml:space="preserve">, </w:t>
      </w:r>
      <w:r w:rsidRPr="006056B1">
        <w:t>blancs et vén</w:t>
      </w:r>
      <w:r w:rsidRPr="006056B1">
        <w:t>é</w:t>
      </w:r>
      <w:r w:rsidRPr="006056B1">
        <w:t>rables</w:t>
      </w:r>
      <w:r w:rsidR="006036B2">
        <w:t>.</w:t>
      </w:r>
    </w:p>
    <w:p w14:paraId="7A919121" w14:textId="77777777" w:rsidR="006036B2" w:rsidRDefault="00E85E1B" w:rsidP="00E85E1B">
      <w:r w:rsidRPr="006056B1">
        <w:t>Inutile de dire</w:t>
      </w:r>
      <w:r w:rsidR="006036B2">
        <w:t xml:space="preserve">, </w:t>
      </w:r>
      <w:r w:rsidRPr="006056B1">
        <w:t>n</w:t>
      </w:r>
      <w:r w:rsidR="006036B2">
        <w:t>’</w:t>
      </w:r>
      <w:r w:rsidRPr="006056B1">
        <w:t>est-ce pas</w:t>
      </w:r>
      <w:r w:rsidR="006036B2">
        <w:t xml:space="preserve"> ? </w:t>
      </w:r>
      <w:r w:rsidRPr="006056B1">
        <w:t>qu</w:t>
      </w:r>
      <w:r w:rsidR="006036B2">
        <w:t>’</w:t>
      </w:r>
      <w:r w:rsidRPr="006056B1">
        <w:t>au lieu des quatre sous demandés</w:t>
      </w:r>
      <w:r w:rsidR="006036B2">
        <w:t xml:space="preserve"> (</w:t>
      </w:r>
      <w:r w:rsidRPr="006056B1">
        <w:t>quatre aux premières</w:t>
      </w:r>
      <w:r w:rsidR="006036B2">
        <w:t xml:space="preserve">, </w:t>
      </w:r>
      <w:r w:rsidRPr="006056B1">
        <w:t>deux aux secondes</w:t>
      </w:r>
      <w:r w:rsidR="006036B2">
        <w:t xml:space="preserve">), </w:t>
      </w:r>
      <w:r w:rsidRPr="006056B1">
        <w:t>je do</w:t>
      </w:r>
      <w:r w:rsidRPr="006056B1">
        <w:t>n</w:t>
      </w:r>
      <w:r w:rsidRPr="006056B1">
        <w:t>nais chaque soir au brave monstre une pièce blanche</w:t>
      </w:r>
      <w:r w:rsidR="006036B2">
        <w:t xml:space="preserve">. </w:t>
      </w:r>
      <w:r w:rsidRPr="006056B1">
        <w:t>Une pièce blanche aussi à la si dolente larve qui marmonnait ensuite</w:t>
      </w:r>
      <w:r w:rsidR="006036B2">
        <w:t xml:space="preserve">, </w:t>
      </w:r>
      <w:r w:rsidRPr="006056B1">
        <w:t>si lugubrement</w:t>
      </w:r>
      <w:r w:rsidR="006036B2">
        <w:t xml:space="preserve">, </w:t>
      </w:r>
      <w:r w:rsidRPr="006056B1">
        <w:t>en vous allongeant sous le nez une tasse en fer battu</w:t>
      </w:r>
      <w:r w:rsidR="006036B2">
        <w:t> :</w:t>
      </w:r>
    </w:p>
    <w:p w14:paraId="7BAC65B0" w14:textId="77777777" w:rsidR="006036B2" w:rsidRDefault="006036B2" w:rsidP="00E85E1B">
      <w:r>
        <w:t>— </w:t>
      </w:r>
      <w:r w:rsidR="00E85E1B" w:rsidRPr="006056B1">
        <w:t>N</w:t>
      </w:r>
      <w:r>
        <w:t>’</w:t>
      </w:r>
      <w:r w:rsidR="00E85E1B" w:rsidRPr="006056B1">
        <w:t>oubliez pas mes petits bénéfices</w:t>
      </w:r>
      <w:r>
        <w:t> !</w:t>
      </w:r>
    </w:p>
    <w:p w14:paraId="0C2D882C" w14:textId="77777777" w:rsidR="006036B2" w:rsidRDefault="00E85E1B" w:rsidP="00E85E1B">
      <w:r w:rsidRPr="006056B1">
        <w:t>Tant et si bien qu</w:t>
      </w:r>
      <w:r w:rsidR="006036B2">
        <w:t>’</w:t>
      </w:r>
      <w:r w:rsidRPr="006056B1">
        <w:t>un beau jour il éprouva le besoin de me montrer sa gratitude</w:t>
      </w:r>
      <w:r w:rsidR="006036B2">
        <w:t xml:space="preserve">, </w:t>
      </w:r>
      <w:r w:rsidRPr="006056B1">
        <w:t>l</w:t>
      </w:r>
      <w:r w:rsidR="006036B2">
        <w:t>’</w:t>
      </w:r>
      <w:r w:rsidRPr="006056B1">
        <w:t>honnête monstre</w:t>
      </w:r>
      <w:r w:rsidR="006036B2">
        <w:t xml:space="preserve">, </w:t>
      </w:r>
      <w:r w:rsidRPr="006056B1">
        <w:t>et ne se contenta plus du banal merci habituel</w:t>
      </w:r>
      <w:r w:rsidR="006036B2">
        <w:t xml:space="preserve">, </w:t>
      </w:r>
      <w:r w:rsidRPr="006056B1">
        <w:t>mais ajouta d</w:t>
      </w:r>
      <w:r w:rsidR="006036B2">
        <w:t>’</w:t>
      </w:r>
      <w:r w:rsidRPr="006056B1">
        <w:t>un air ému</w:t>
      </w:r>
      <w:r w:rsidR="006036B2">
        <w:t> :</w:t>
      </w:r>
    </w:p>
    <w:p w14:paraId="72D22E64" w14:textId="77777777" w:rsidR="006036B2" w:rsidRDefault="006036B2" w:rsidP="00E85E1B">
      <w:r>
        <w:t>— </w:t>
      </w:r>
      <w:r w:rsidR="00E85E1B" w:rsidRPr="006056B1">
        <w:t>À la bonne heure</w:t>
      </w:r>
      <w:r>
        <w:t xml:space="preserve">, </w:t>
      </w:r>
      <w:r w:rsidR="00E85E1B" w:rsidRPr="006056B1">
        <w:t>vous</w:t>
      </w:r>
      <w:r>
        <w:t xml:space="preserve">, </w:t>
      </w:r>
      <w:r w:rsidR="00E85E1B" w:rsidRPr="006056B1">
        <w:t>monsieur</w:t>
      </w:r>
      <w:r>
        <w:t xml:space="preserve">, </w:t>
      </w:r>
      <w:r w:rsidR="00E85E1B" w:rsidRPr="006056B1">
        <w:t>vous êtes un connai</w:t>
      </w:r>
      <w:r w:rsidR="00E85E1B" w:rsidRPr="006056B1">
        <w:t>s</w:t>
      </w:r>
      <w:r w:rsidR="00E85E1B" w:rsidRPr="006056B1">
        <w:t>seur</w:t>
      </w:r>
      <w:r>
        <w:t>.</w:t>
      </w:r>
    </w:p>
    <w:p w14:paraId="3EDB5229" w14:textId="77777777" w:rsidR="006036B2" w:rsidRDefault="00E85E1B" w:rsidP="00E85E1B">
      <w:r w:rsidRPr="006056B1">
        <w:t>Je répondis au compliment</w:t>
      </w:r>
      <w:r w:rsidR="006036B2">
        <w:t xml:space="preserve">, </w:t>
      </w:r>
      <w:r w:rsidRPr="006056B1">
        <w:t>cela va de soi</w:t>
      </w:r>
      <w:r w:rsidR="006036B2">
        <w:t xml:space="preserve">, </w:t>
      </w:r>
      <w:r w:rsidRPr="006056B1">
        <w:t>par un autre</w:t>
      </w:r>
      <w:r w:rsidR="006036B2">
        <w:t xml:space="preserve">. </w:t>
      </w:r>
      <w:r w:rsidRPr="006056B1">
        <w:t>Une conversation s</w:t>
      </w:r>
      <w:r w:rsidR="006036B2">
        <w:t>’</w:t>
      </w:r>
      <w:r w:rsidRPr="006056B1">
        <w:t>engagea</w:t>
      </w:r>
      <w:r w:rsidR="006036B2">
        <w:t xml:space="preserve">. </w:t>
      </w:r>
      <w:r w:rsidRPr="006056B1">
        <w:t>La sympathie germait</w:t>
      </w:r>
      <w:r w:rsidR="006036B2">
        <w:t xml:space="preserve">. </w:t>
      </w:r>
      <w:r w:rsidRPr="006056B1">
        <w:t>Je ne po</w:t>
      </w:r>
      <w:r w:rsidRPr="006056B1">
        <w:t>u</w:t>
      </w:r>
      <w:r w:rsidRPr="006056B1">
        <w:t>vais moins faire que de l</w:t>
      </w:r>
      <w:r w:rsidR="006036B2">
        <w:t>’</w:t>
      </w:r>
      <w:r w:rsidRPr="006056B1">
        <w:t>arroser avec un bon litre</w:t>
      </w:r>
      <w:r w:rsidR="006036B2">
        <w:t xml:space="preserve">. </w:t>
      </w:r>
      <w:r w:rsidRPr="006056B1">
        <w:t>Un litre en appelle un second</w:t>
      </w:r>
      <w:r w:rsidR="006036B2">
        <w:t xml:space="preserve">. </w:t>
      </w:r>
      <w:r w:rsidRPr="006056B1">
        <w:t>Au troisième</w:t>
      </w:r>
      <w:r w:rsidR="006036B2">
        <w:t xml:space="preserve">, </w:t>
      </w:r>
      <w:r w:rsidRPr="006056B1">
        <w:t>le monstre me confiait ses peines</w:t>
      </w:r>
      <w:r w:rsidR="006036B2">
        <w:t>.</w:t>
      </w:r>
    </w:p>
    <w:p w14:paraId="339DE735" w14:textId="77777777" w:rsidR="006036B2" w:rsidRDefault="006036B2" w:rsidP="00E85E1B">
      <w:r>
        <w:t>— </w:t>
      </w:r>
      <w:r w:rsidR="00E85E1B" w:rsidRPr="006056B1">
        <w:t>Non</w:t>
      </w:r>
      <w:r>
        <w:t xml:space="preserve">, </w:t>
      </w:r>
      <w:r w:rsidR="00E85E1B" w:rsidRPr="006056B1">
        <w:t>allez</w:t>
      </w:r>
      <w:r>
        <w:t xml:space="preserve">, </w:t>
      </w:r>
      <w:r w:rsidR="00E85E1B" w:rsidRPr="006056B1">
        <w:t>je n</w:t>
      </w:r>
      <w:r>
        <w:t>’</w:t>
      </w:r>
      <w:r w:rsidR="00E85E1B" w:rsidRPr="006056B1">
        <w:t>ai pas de chance</w:t>
      </w:r>
      <w:r>
        <w:t xml:space="preserve">. </w:t>
      </w:r>
      <w:r w:rsidR="00E85E1B" w:rsidRPr="006056B1">
        <w:t>Des guignes</w:t>
      </w:r>
      <w:r>
        <w:t xml:space="preserve">, </w:t>
      </w:r>
      <w:r w:rsidR="00E85E1B" w:rsidRPr="006056B1">
        <w:t>des guignes et des guignes</w:t>
      </w:r>
      <w:r>
        <w:t xml:space="preserve">, </w:t>
      </w:r>
      <w:r w:rsidR="00E85E1B" w:rsidRPr="006056B1">
        <w:t>v</w:t>
      </w:r>
      <w:r>
        <w:t>’</w:t>
      </w:r>
      <w:r w:rsidR="00E85E1B" w:rsidRPr="006056B1">
        <w:t>là ma vie</w:t>
      </w:r>
      <w:r>
        <w:t xml:space="preserve"> ! </w:t>
      </w:r>
      <w:r w:rsidR="00E85E1B" w:rsidRPr="006056B1">
        <w:t>Et pourtant</w:t>
      </w:r>
      <w:r>
        <w:t xml:space="preserve">, </w:t>
      </w:r>
      <w:r w:rsidR="00E85E1B" w:rsidRPr="006056B1">
        <w:t>bon Dieu de nom de Dieu</w:t>
      </w:r>
      <w:r>
        <w:t xml:space="preserve">, </w:t>
      </w:r>
      <w:r w:rsidR="00E85E1B" w:rsidRPr="006056B1">
        <w:t>j</w:t>
      </w:r>
      <w:r>
        <w:t>’</w:t>
      </w:r>
      <w:r w:rsidR="00E85E1B" w:rsidRPr="006056B1">
        <w:t>avais joliment tout ce qu</w:t>
      </w:r>
      <w:r>
        <w:t>’</w:t>
      </w:r>
      <w:r w:rsidR="00E85E1B" w:rsidRPr="006056B1">
        <w:t>il faut pour réussir</w:t>
      </w:r>
      <w:r>
        <w:t>.</w:t>
      </w:r>
    </w:p>
    <w:p w14:paraId="78F56307" w14:textId="77777777" w:rsidR="006036B2" w:rsidRDefault="00E85E1B" w:rsidP="00E85E1B">
      <w:r w:rsidRPr="006056B1">
        <w:t>Ce disant</w:t>
      </w:r>
      <w:r w:rsidR="006036B2">
        <w:t xml:space="preserve">, </w:t>
      </w:r>
      <w:r w:rsidRPr="006056B1">
        <w:t>il montrait ses moignons et ses jambes</w:t>
      </w:r>
      <w:r w:rsidR="006036B2">
        <w:t>.</w:t>
      </w:r>
    </w:p>
    <w:p w14:paraId="057A0061" w14:textId="77777777" w:rsidR="006036B2" w:rsidRDefault="006036B2" w:rsidP="00E85E1B">
      <w:r>
        <w:lastRenderedPageBreak/>
        <w:t>— </w:t>
      </w:r>
      <w:r w:rsidR="00E85E1B" w:rsidRPr="006056B1">
        <w:t>Ah</w:t>
      </w:r>
      <w:r>
        <w:t xml:space="preserve"> ! </w:t>
      </w:r>
      <w:r w:rsidR="00E85E1B" w:rsidRPr="006056B1">
        <w:t>fichtre</w:t>
      </w:r>
      <w:r>
        <w:t xml:space="preserve">, </w:t>
      </w:r>
      <w:r w:rsidR="00E85E1B" w:rsidRPr="006056B1">
        <w:t>oui</w:t>
      </w:r>
      <w:r>
        <w:t xml:space="preserve">, </w:t>
      </w:r>
      <w:r w:rsidR="00E85E1B" w:rsidRPr="006056B1">
        <w:t>tout ce qu</w:t>
      </w:r>
      <w:r>
        <w:t>’</w:t>
      </w:r>
      <w:r w:rsidR="00E85E1B" w:rsidRPr="006056B1">
        <w:t>il faut</w:t>
      </w:r>
      <w:r>
        <w:t xml:space="preserve"> ! </w:t>
      </w:r>
      <w:r w:rsidR="00E85E1B" w:rsidRPr="006056B1">
        <w:t>Des flûtes à la manque</w:t>
      </w:r>
      <w:r>
        <w:t xml:space="preserve">, </w:t>
      </w:r>
      <w:r w:rsidR="00E85E1B" w:rsidRPr="006056B1">
        <w:t>comme on n</w:t>
      </w:r>
      <w:r>
        <w:t>’</w:t>
      </w:r>
      <w:r w:rsidR="00E85E1B" w:rsidRPr="006056B1">
        <w:t>en voit guère</w:t>
      </w:r>
      <w:r>
        <w:t xml:space="preserve">, </w:t>
      </w:r>
      <w:r w:rsidR="00E85E1B" w:rsidRPr="006056B1">
        <w:t>et des ailerons comme on n</w:t>
      </w:r>
      <w:r>
        <w:t>’</w:t>
      </w:r>
      <w:r w:rsidR="00E85E1B" w:rsidRPr="006056B1">
        <w:t>en voit pas</w:t>
      </w:r>
      <w:r>
        <w:t xml:space="preserve">. </w:t>
      </w:r>
      <w:r w:rsidR="00E85E1B" w:rsidRPr="006056B1">
        <w:t>Seulement</w:t>
      </w:r>
      <w:r>
        <w:t xml:space="preserve">, </w:t>
      </w:r>
      <w:r w:rsidR="00E85E1B" w:rsidRPr="006056B1">
        <w:t>voilà</w:t>
      </w:r>
      <w:r>
        <w:t xml:space="preserve">, </w:t>
      </w:r>
      <w:r w:rsidR="00E85E1B" w:rsidRPr="006056B1">
        <w:t>j</w:t>
      </w:r>
      <w:r>
        <w:t>’</w:t>
      </w:r>
      <w:r w:rsidR="00E85E1B" w:rsidRPr="006056B1">
        <w:t>ai été gourmand</w:t>
      </w:r>
      <w:r>
        <w:t xml:space="preserve">. </w:t>
      </w:r>
      <w:r w:rsidR="00E85E1B" w:rsidRPr="006056B1">
        <w:t>Ambitieux</w:t>
      </w:r>
      <w:r>
        <w:t xml:space="preserve">, </w:t>
      </w:r>
      <w:r w:rsidR="00E85E1B" w:rsidRPr="006056B1">
        <w:t>quoi</w:t>
      </w:r>
      <w:r>
        <w:t xml:space="preserve"> ! </w:t>
      </w:r>
      <w:r w:rsidR="00E85E1B" w:rsidRPr="006056B1">
        <w:t>J</w:t>
      </w:r>
      <w:r>
        <w:t>’</w:t>
      </w:r>
      <w:r w:rsidR="00E85E1B" w:rsidRPr="006056B1">
        <w:t>m</w:t>
      </w:r>
      <w:r>
        <w:t>’</w:t>
      </w:r>
      <w:r w:rsidR="00E85E1B" w:rsidRPr="006056B1">
        <w:t>ai imaginé qu</w:t>
      </w:r>
      <w:r>
        <w:t>’</w:t>
      </w:r>
      <w:r w:rsidR="00E85E1B" w:rsidRPr="006056B1">
        <w:t>avec une femme dans mon genre nous a</w:t>
      </w:r>
      <w:r w:rsidR="00E85E1B" w:rsidRPr="006056B1">
        <w:t>u</w:t>
      </w:r>
      <w:r w:rsidR="00E85E1B" w:rsidRPr="006056B1">
        <w:t>rions des gosses je n</w:t>
      </w:r>
      <w:r>
        <w:t>’</w:t>
      </w:r>
      <w:r w:rsidR="00E85E1B" w:rsidRPr="006056B1">
        <w:t>te dis qu</w:t>
      </w:r>
      <w:r>
        <w:t>’</w:t>
      </w:r>
      <w:r w:rsidR="00E85E1B" w:rsidRPr="006056B1">
        <w:t>ça</w:t>
      </w:r>
      <w:r>
        <w:t xml:space="preserve">, </w:t>
      </w:r>
      <w:r w:rsidR="00E85E1B" w:rsidRPr="006056B1">
        <w:t>des phénomènes de choix</w:t>
      </w:r>
      <w:r>
        <w:t xml:space="preserve">, </w:t>
      </w:r>
      <w:r w:rsidR="00E85E1B" w:rsidRPr="006056B1">
        <w:t xml:space="preserve">à gagner des </w:t>
      </w:r>
      <w:proofErr w:type="gramStart"/>
      <w:r w:rsidR="00E85E1B" w:rsidRPr="006056B1">
        <w:t>cents</w:t>
      </w:r>
      <w:proofErr w:type="gramEnd"/>
      <w:r w:rsidR="00E85E1B" w:rsidRPr="006056B1">
        <w:t xml:space="preserve"> et des mille</w:t>
      </w:r>
      <w:r>
        <w:t xml:space="preserve">. </w:t>
      </w:r>
      <w:r w:rsidR="00E85E1B" w:rsidRPr="006056B1">
        <w:t xml:space="preserve">Alors je </w:t>
      </w:r>
      <w:proofErr w:type="gramStart"/>
      <w:r w:rsidR="00E85E1B" w:rsidRPr="006056B1">
        <w:t>m</w:t>
      </w:r>
      <w:r>
        <w:t>’</w:t>
      </w:r>
      <w:r w:rsidR="00E85E1B" w:rsidRPr="006056B1">
        <w:t>ai</w:t>
      </w:r>
      <w:proofErr w:type="gramEnd"/>
      <w:r w:rsidR="00E85E1B" w:rsidRPr="006056B1">
        <w:t xml:space="preserve"> mis en ménage avec </w:t>
      </w:r>
      <w:proofErr w:type="spellStart"/>
      <w:r w:rsidR="00E85E1B" w:rsidRPr="006056B1">
        <w:t>Naïde</w:t>
      </w:r>
      <w:proofErr w:type="spellEnd"/>
      <w:r>
        <w:t xml:space="preserve">. </w:t>
      </w:r>
      <w:r w:rsidR="00E85E1B" w:rsidRPr="006056B1">
        <w:t>Vous l</w:t>
      </w:r>
      <w:r>
        <w:t>’</w:t>
      </w:r>
      <w:r w:rsidR="00E85E1B" w:rsidRPr="006056B1">
        <w:t xml:space="preserve">avez </w:t>
      </w:r>
      <w:proofErr w:type="spellStart"/>
      <w:r w:rsidR="00E85E1B" w:rsidRPr="006056B1">
        <w:t>p</w:t>
      </w:r>
      <w:r>
        <w:t>’</w:t>
      </w:r>
      <w:r w:rsidR="00E85E1B" w:rsidRPr="006056B1">
        <w:t>t</w:t>
      </w:r>
      <w:r>
        <w:t>’</w:t>
      </w:r>
      <w:r w:rsidR="00E85E1B" w:rsidRPr="006056B1">
        <w:t>être</w:t>
      </w:r>
      <w:proofErr w:type="spellEnd"/>
      <w:r w:rsidR="00E85E1B" w:rsidRPr="006056B1">
        <w:t xml:space="preserve"> connue </w:t>
      </w:r>
      <w:proofErr w:type="spellStart"/>
      <w:r w:rsidR="00E85E1B" w:rsidRPr="006056B1">
        <w:t>aut</w:t>
      </w:r>
      <w:r>
        <w:t>’</w:t>
      </w:r>
      <w:r w:rsidR="00E85E1B" w:rsidRPr="006056B1">
        <w:t>fois</w:t>
      </w:r>
      <w:proofErr w:type="spellEnd"/>
      <w:r>
        <w:t xml:space="preserve">, </w:t>
      </w:r>
      <w:proofErr w:type="spellStart"/>
      <w:r w:rsidR="00E85E1B" w:rsidRPr="006056B1">
        <w:t>Naïde</w:t>
      </w:r>
      <w:proofErr w:type="spellEnd"/>
      <w:r>
        <w:t xml:space="preserve">, </w:t>
      </w:r>
      <w:r w:rsidR="00E85E1B" w:rsidRPr="006056B1">
        <w:t>la grosse Z</w:t>
      </w:r>
      <w:r w:rsidR="00E85E1B" w:rsidRPr="006056B1">
        <w:t>é</w:t>
      </w:r>
      <w:r w:rsidR="00E85E1B" w:rsidRPr="006056B1">
        <w:t>naïde</w:t>
      </w:r>
      <w:r>
        <w:t xml:space="preserve">, </w:t>
      </w:r>
      <w:r w:rsidR="00E85E1B" w:rsidRPr="006056B1">
        <w:t>qu</w:t>
      </w:r>
      <w:r>
        <w:t>’</w:t>
      </w:r>
      <w:r w:rsidR="00E85E1B" w:rsidRPr="006056B1">
        <w:t>on appelait la Vénus-tronc</w:t>
      </w:r>
      <w:r>
        <w:t xml:space="preserve"> ? </w:t>
      </w:r>
      <w:r w:rsidR="00E85E1B" w:rsidRPr="006056B1">
        <w:t>Une cul-de-jatte</w:t>
      </w:r>
      <w:r>
        <w:t xml:space="preserve">, </w:t>
      </w:r>
      <w:r w:rsidR="00E85E1B" w:rsidRPr="006056B1">
        <w:t>mais une cul-de-jatte perfectionnée</w:t>
      </w:r>
      <w:r>
        <w:t xml:space="preserve">, </w:t>
      </w:r>
      <w:r w:rsidR="00E85E1B" w:rsidRPr="006056B1">
        <w:t>sans abattis d</w:t>
      </w:r>
      <w:r>
        <w:t>’</w:t>
      </w:r>
      <w:r w:rsidR="00E85E1B" w:rsidRPr="006056B1">
        <w:t>en haut ni d</w:t>
      </w:r>
      <w:r>
        <w:t>’</w:t>
      </w:r>
      <w:r w:rsidR="00E85E1B" w:rsidRPr="006056B1">
        <w:t>en bas</w:t>
      </w:r>
      <w:r>
        <w:t>.</w:t>
      </w:r>
    </w:p>
    <w:p w14:paraId="5C2C9C42" w14:textId="77777777" w:rsidR="006036B2" w:rsidRDefault="006036B2" w:rsidP="00E85E1B">
      <w:r>
        <w:t>— </w:t>
      </w:r>
      <w:r w:rsidR="00E85E1B" w:rsidRPr="006056B1">
        <w:t>Non</w:t>
      </w:r>
      <w:r>
        <w:t xml:space="preserve">, </w:t>
      </w:r>
      <w:r w:rsidR="00E85E1B" w:rsidRPr="006056B1">
        <w:t>j</w:t>
      </w:r>
      <w:r>
        <w:t>’</w:t>
      </w:r>
      <w:r w:rsidR="00E85E1B" w:rsidRPr="006056B1">
        <w:t>ai connu seulement Césarine</w:t>
      </w:r>
      <w:r>
        <w:t xml:space="preserve">, </w:t>
      </w:r>
      <w:r w:rsidR="00E85E1B" w:rsidRPr="006056B1">
        <w:t>la Vénus au râble</w:t>
      </w:r>
      <w:r>
        <w:t>.</w:t>
      </w:r>
    </w:p>
    <w:p w14:paraId="04D786CA" w14:textId="77777777" w:rsidR="006036B2" w:rsidRDefault="006036B2" w:rsidP="00E85E1B">
      <w:r>
        <w:t>— </w:t>
      </w:r>
      <w:r w:rsidR="00E85E1B" w:rsidRPr="006056B1">
        <w:t>Oh</w:t>
      </w:r>
      <w:r>
        <w:t xml:space="preserve"> ! </w:t>
      </w:r>
      <w:r w:rsidR="00E85E1B" w:rsidRPr="006056B1">
        <w:t>oui</w:t>
      </w:r>
      <w:r>
        <w:t xml:space="preserve">, </w:t>
      </w:r>
      <w:r w:rsidR="00E85E1B" w:rsidRPr="006056B1">
        <w:t>une pochetée</w:t>
      </w:r>
      <w:r>
        <w:t xml:space="preserve"> ! </w:t>
      </w:r>
      <w:r w:rsidR="00E85E1B" w:rsidRPr="006056B1">
        <w:t>Elle avait des bras</w:t>
      </w:r>
      <w:r>
        <w:t xml:space="preserve">. </w:t>
      </w:r>
      <w:r w:rsidR="00E85E1B" w:rsidRPr="006056B1">
        <w:t xml:space="preserve">Mais </w:t>
      </w:r>
      <w:proofErr w:type="spellStart"/>
      <w:r w:rsidR="00E85E1B" w:rsidRPr="006056B1">
        <w:t>Naïde</w:t>
      </w:r>
      <w:proofErr w:type="spellEnd"/>
      <w:r>
        <w:t xml:space="preserve">, </w:t>
      </w:r>
      <w:r w:rsidR="00E85E1B" w:rsidRPr="006056B1">
        <w:t>du flan</w:t>
      </w:r>
      <w:r>
        <w:t xml:space="preserve">, </w:t>
      </w:r>
      <w:r w:rsidR="00E85E1B" w:rsidRPr="006056B1">
        <w:t>en fait de bras</w:t>
      </w:r>
      <w:r>
        <w:t xml:space="preserve"> ! </w:t>
      </w:r>
      <w:r w:rsidR="00E85E1B" w:rsidRPr="006056B1">
        <w:t>Deux petites nageoires aux épaules</w:t>
      </w:r>
      <w:r>
        <w:t xml:space="preserve">, </w:t>
      </w:r>
      <w:r w:rsidR="00E85E1B" w:rsidRPr="006056B1">
        <w:t>pas plus</w:t>
      </w:r>
      <w:r>
        <w:t xml:space="preserve"> ! </w:t>
      </w:r>
      <w:r w:rsidR="00E85E1B" w:rsidRPr="006056B1">
        <w:t>Et quant au train d</w:t>
      </w:r>
      <w:r>
        <w:t>’</w:t>
      </w:r>
      <w:r w:rsidR="00E85E1B" w:rsidRPr="006056B1">
        <w:t>derrière</w:t>
      </w:r>
      <w:r>
        <w:t xml:space="preserve">, </w:t>
      </w:r>
      <w:r w:rsidR="00E85E1B" w:rsidRPr="006056B1">
        <w:t>nisco</w:t>
      </w:r>
      <w:r>
        <w:t xml:space="preserve"> ! </w:t>
      </w:r>
      <w:r w:rsidR="00E85E1B" w:rsidRPr="006056B1">
        <w:t>Un derrière</w:t>
      </w:r>
      <w:r>
        <w:t xml:space="preserve">, </w:t>
      </w:r>
      <w:r w:rsidR="00E85E1B" w:rsidRPr="006056B1">
        <w:t>et pas de train</w:t>
      </w:r>
      <w:r>
        <w:t xml:space="preserve">. </w:t>
      </w:r>
      <w:r w:rsidR="00E85E1B" w:rsidRPr="006056B1">
        <w:t>Des fesses</w:t>
      </w:r>
      <w:r>
        <w:t xml:space="preserve">, </w:t>
      </w:r>
      <w:r w:rsidR="00E85E1B" w:rsidRPr="006056B1">
        <w:t>un point</w:t>
      </w:r>
      <w:r>
        <w:t xml:space="preserve">, </w:t>
      </w:r>
      <w:r w:rsidR="00E85E1B" w:rsidRPr="006056B1">
        <w:t>et c</w:t>
      </w:r>
      <w:r>
        <w:t>’</w:t>
      </w:r>
      <w:r w:rsidR="00E85E1B" w:rsidRPr="006056B1">
        <w:t>est tout</w:t>
      </w:r>
      <w:r>
        <w:t>.</w:t>
      </w:r>
    </w:p>
    <w:p w14:paraId="4288F785" w14:textId="77777777" w:rsidR="006036B2" w:rsidRDefault="00E85E1B" w:rsidP="00E85E1B">
      <w:r w:rsidRPr="006056B1">
        <w:t>Les yeux du monstre se voilèrent d</w:t>
      </w:r>
      <w:r w:rsidR="006036B2">
        <w:t>’</w:t>
      </w:r>
      <w:r w:rsidRPr="006056B1">
        <w:t>un souvenir attendri</w:t>
      </w:r>
      <w:r w:rsidR="006036B2">
        <w:t xml:space="preserve"> ; </w:t>
      </w:r>
      <w:r w:rsidRPr="006056B1">
        <w:t>puis il continua</w:t>
      </w:r>
      <w:r w:rsidR="006036B2">
        <w:t xml:space="preserve">, </w:t>
      </w:r>
      <w:r w:rsidRPr="006056B1">
        <w:t>son visage changeant soudain d</w:t>
      </w:r>
      <w:r w:rsidR="006036B2">
        <w:t>’</w:t>
      </w:r>
      <w:r w:rsidRPr="006056B1">
        <w:t>expression</w:t>
      </w:r>
      <w:r w:rsidR="006036B2">
        <w:t xml:space="preserve">, </w:t>
      </w:r>
      <w:r w:rsidRPr="006056B1">
        <w:t>et devenu aigre</w:t>
      </w:r>
      <w:r w:rsidR="006036B2">
        <w:t> :</w:t>
      </w:r>
    </w:p>
    <w:p w14:paraId="7A90102E" w14:textId="77777777" w:rsidR="006036B2" w:rsidRDefault="006036B2" w:rsidP="00E85E1B">
      <w:r>
        <w:t>— </w:t>
      </w:r>
      <w:r w:rsidR="00E85E1B" w:rsidRPr="006056B1">
        <w:t>La garce</w:t>
      </w:r>
      <w:r>
        <w:t xml:space="preserve">, </w:t>
      </w:r>
      <w:r w:rsidR="00E85E1B" w:rsidRPr="006056B1">
        <w:t>tout d</w:t>
      </w:r>
      <w:r>
        <w:t>’</w:t>
      </w:r>
      <w:r w:rsidR="00E85E1B" w:rsidRPr="006056B1">
        <w:t>même</w:t>
      </w:r>
      <w:r>
        <w:t xml:space="preserve"> ! </w:t>
      </w:r>
      <w:r w:rsidR="00E85E1B" w:rsidRPr="006056B1">
        <w:t>Bâtie comme ça</w:t>
      </w:r>
      <w:r>
        <w:t xml:space="preserve">, </w:t>
      </w:r>
      <w:r w:rsidR="00E85E1B" w:rsidRPr="006056B1">
        <w:t>qui qui m</w:t>
      </w:r>
      <w:r>
        <w:t>’</w:t>
      </w:r>
      <w:r w:rsidR="00E85E1B" w:rsidRPr="006056B1">
        <w:t>aurait dit qu</w:t>
      </w:r>
      <w:r>
        <w:t>’</w:t>
      </w:r>
      <w:r w:rsidR="00E85E1B" w:rsidRPr="006056B1">
        <w:t>elle me tromperait</w:t>
      </w:r>
      <w:r>
        <w:t> ?</w:t>
      </w:r>
    </w:p>
    <w:p w14:paraId="6B6ACF8C" w14:textId="77777777" w:rsidR="006036B2" w:rsidRDefault="00E85E1B" w:rsidP="00E85E1B">
      <w:r w:rsidRPr="006056B1">
        <w:t>Je pris la mine compatissante que demande une confidence de cocu</w:t>
      </w:r>
      <w:r w:rsidR="006036B2">
        <w:t xml:space="preserve">. </w:t>
      </w:r>
      <w:r w:rsidRPr="006056B1">
        <w:t>Il le comprit et s</w:t>
      </w:r>
      <w:r w:rsidR="006036B2">
        <w:t>’</w:t>
      </w:r>
      <w:r w:rsidRPr="006056B1">
        <w:t>écria vivement</w:t>
      </w:r>
      <w:r w:rsidR="006036B2">
        <w:t> :</w:t>
      </w:r>
    </w:p>
    <w:p w14:paraId="2153B06D" w14:textId="77777777" w:rsidR="006036B2" w:rsidRDefault="006036B2" w:rsidP="00E85E1B">
      <w:r>
        <w:t>— </w:t>
      </w:r>
      <w:r w:rsidR="00E85E1B" w:rsidRPr="006056B1">
        <w:t>Non</w:t>
      </w:r>
      <w:r>
        <w:t xml:space="preserve">, </w:t>
      </w:r>
      <w:r w:rsidR="00E85E1B" w:rsidRPr="006056B1">
        <w:t>non</w:t>
      </w:r>
      <w:r>
        <w:t xml:space="preserve">, </w:t>
      </w:r>
      <w:r w:rsidR="00E85E1B" w:rsidRPr="006056B1">
        <w:t>pas comme vous croyez</w:t>
      </w:r>
      <w:r>
        <w:t xml:space="preserve">, </w:t>
      </w:r>
      <w:r w:rsidR="00E85E1B" w:rsidRPr="006056B1">
        <w:t>qu</w:t>
      </w:r>
      <w:r>
        <w:t>’</w:t>
      </w:r>
      <w:r w:rsidR="00E85E1B" w:rsidRPr="006056B1">
        <w:t>elle me trompa</w:t>
      </w:r>
      <w:r>
        <w:t xml:space="preserve">. </w:t>
      </w:r>
      <w:r w:rsidR="00E85E1B" w:rsidRPr="006056B1">
        <w:t>C</w:t>
      </w:r>
      <w:r>
        <w:t>’</w:t>
      </w:r>
      <w:r w:rsidR="00E85E1B" w:rsidRPr="006056B1">
        <w:t>était une vertu</w:t>
      </w:r>
      <w:r>
        <w:t xml:space="preserve">, </w:t>
      </w:r>
      <w:r w:rsidR="00E85E1B" w:rsidRPr="006056B1">
        <w:t>savez</w:t>
      </w:r>
      <w:r>
        <w:t xml:space="preserve">, </w:t>
      </w:r>
      <w:proofErr w:type="spellStart"/>
      <w:r w:rsidR="00E85E1B" w:rsidRPr="006056B1">
        <w:t>Naïde</w:t>
      </w:r>
      <w:proofErr w:type="spellEnd"/>
      <w:r>
        <w:t xml:space="preserve">. </w:t>
      </w:r>
      <w:r w:rsidR="00E85E1B" w:rsidRPr="006056B1">
        <w:t>Elle m</w:t>
      </w:r>
      <w:r>
        <w:t>’</w:t>
      </w:r>
      <w:r w:rsidR="00E85E1B" w:rsidRPr="006056B1">
        <w:t>aimait autant que j</w:t>
      </w:r>
      <w:r>
        <w:t>’</w:t>
      </w:r>
      <w:r w:rsidR="00E85E1B" w:rsidRPr="006056B1">
        <w:t>l</w:t>
      </w:r>
      <w:r>
        <w:t>’</w:t>
      </w:r>
      <w:r w:rsidR="00E85E1B" w:rsidRPr="006056B1">
        <w:t>aimais</w:t>
      </w:r>
      <w:r>
        <w:t xml:space="preserve">. </w:t>
      </w:r>
      <w:r w:rsidR="00E85E1B" w:rsidRPr="006056B1">
        <w:t>Nous nous sommes jamais fait de queues</w:t>
      </w:r>
      <w:r>
        <w:t xml:space="preserve">, </w:t>
      </w:r>
      <w:r w:rsidR="00E85E1B" w:rsidRPr="006056B1">
        <w:t>ni moi</w:t>
      </w:r>
      <w:r>
        <w:t xml:space="preserve">, </w:t>
      </w:r>
      <w:r w:rsidR="00E85E1B" w:rsidRPr="006056B1">
        <w:t>ni elle</w:t>
      </w:r>
      <w:r>
        <w:t xml:space="preserve">, </w:t>
      </w:r>
      <w:r w:rsidR="00E85E1B" w:rsidRPr="006056B1">
        <w:t>j</w:t>
      </w:r>
      <w:r>
        <w:t>’</w:t>
      </w:r>
      <w:r w:rsidR="00E85E1B" w:rsidRPr="006056B1">
        <w:t>vous en réponds</w:t>
      </w:r>
      <w:r>
        <w:t xml:space="preserve">. </w:t>
      </w:r>
      <w:r w:rsidR="00E85E1B" w:rsidRPr="006056B1">
        <w:t>En quoi elle m</w:t>
      </w:r>
      <w:r>
        <w:t>’</w:t>
      </w:r>
      <w:r w:rsidR="00E85E1B" w:rsidRPr="006056B1">
        <w:t>a foutu dedans</w:t>
      </w:r>
      <w:r>
        <w:t xml:space="preserve">, </w:t>
      </w:r>
      <w:r w:rsidR="00E85E1B" w:rsidRPr="006056B1">
        <w:t>c</w:t>
      </w:r>
      <w:r>
        <w:t>’</w:t>
      </w:r>
      <w:r w:rsidR="00E85E1B" w:rsidRPr="006056B1">
        <w:t>est ra</w:t>
      </w:r>
      <w:r w:rsidR="00E85E1B" w:rsidRPr="006056B1">
        <w:t>p</w:t>
      </w:r>
      <w:r w:rsidR="00E85E1B" w:rsidRPr="006056B1">
        <w:t>port aux gosses</w:t>
      </w:r>
      <w:r>
        <w:t xml:space="preserve">, </w:t>
      </w:r>
      <w:r w:rsidR="00E85E1B" w:rsidRPr="006056B1">
        <w:t>vous comprenez</w:t>
      </w:r>
      <w:r>
        <w:t xml:space="preserve">. </w:t>
      </w:r>
      <w:r w:rsidR="00E85E1B" w:rsidRPr="006056B1">
        <w:t>Six</w:t>
      </w:r>
      <w:r>
        <w:t xml:space="preserve">, </w:t>
      </w:r>
      <w:r w:rsidR="00E85E1B" w:rsidRPr="006056B1">
        <w:t>que nous en avons eu</w:t>
      </w:r>
      <w:r>
        <w:t xml:space="preserve">, </w:t>
      </w:r>
      <w:r w:rsidR="00E85E1B" w:rsidRPr="006056B1">
        <w:t>en six ans</w:t>
      </w:r>
      <w:r>
        <w:t xml:space="preserve">, </w:t>
      </w:r>
      <w:r w:rsidR="00E85E1B" w:rsidRPr="006056B1">
        <w:t>et tous les six sans une avarie</w:t>
      </w:r>
      <w:r>
        <w:t xml:space="preserve">, </w:t>
      </w:r>
      <w:r w:rsidR="00E85E1B" w:rsidRPr="006056B1">
        <w:t>tous les six entiers</w:t>
      </w:r>
      <w:r>
        <w:t xml:space="preserve">, </w:t>
      </w:r>
      <w:r w:rsidR="00E85E1B" w:rsidRPr="006056B1">
        <w:t>comme tout le monde</w:t>
      </w:r>
      <w:r>
        <w:t xml:space="preserve">. </w:t>
      </w:r>
      <w:r w:rsidR="00E85E1B" w:rsidRPr="006056B1">
        <w:t>Est-ce une guigne</w:t>
      </w:r>
      <w:r>
        <w:t xml:space="preserve">, </w:t>
      </w:r>
      <w:r w:rsidR="00E85E1B" w:rsidRPr="006056B1">
        <w:t>ça</w:t>
      </w:r>
      <w:r>
        <w:t xml:space="preserve">, </w:t>
      </w:r>
      <w:r w:rsidR="00E85E1B" w:rsidRPr="006056B1">
        <w:t>hein</w:t>
      </w:r>
      <w:r>
        <w:t xml:space="preserve"> ? </w:t>
      </w:r>
      <w:r w:rsidR="00E85E1B" w:rsidRPr="006056B1">
        <w:t xml:space="preserve">Est-ce </w:t>
      </w:r>
      <w:r w:rsidR="00E85E1B" w:rsidRPr="006056B1">
        <w:lastRenderedPageBreak/>
        <w:t>une gu</w:t>
      </w:r>
      <w:r w:rsidR="00E85E1B" w:rsidRPr="006056B1">
        <w:t>i</w:t>
      </w:r>
      <w:r w:rsidR="00E85E1B" w:rsidRPr="006056B1">
        <w:t>gne</w:t>
      </w:r>
      <w:r>
        <w:t xml:space="preserve"> ? </w:t>
      </w:r>
      <w:r w:rsidR="00E85E1B" w:rsidRPr="006056B1">
        <w:t>Non</w:t>
      </w:r>
      <w:r>
        <w:t xml:space="preserve">, </w:t>
      </w:r>
      <w:r w:rsidR="00E85E1B" w:rsidRPr="006056B1">
        <w:t>mais</w:t>
      </w:r>
      <w:r>
        <w:t xml:space="preserve">, </w:t>
      </w:r>
      <w:r w:rsidR="00E85E1B" w:rsidRPr="006056B1">
        <w:t>nom de Dieu</w:t>
      </w:r>
      <w:r>
        <w:t xml:space="preserve">, </w:t>
      </w:r>
      <w:r w:rsidR="00E85E1B" w:rsidRPr="006056B1">
        <w:t>c</w:t>
      </w:r>
      <w:r>
        <w:t>’</w:t>
      </w:r>
      <w:r w:rsidR="00E85E1B" w:rsidRPr="006056B1">
        <w:t>en est-il une</w:t>
      </w:r>
      <w:r>
        <w:t xml:space="preserve">, </w:t>
      </w:r>
      <w:r w:rsidR="00E85E1B" w:rsidRPr="006056B1">
        <w:t>de guigne</w:t>
      </w:r>
      <w:r>
        <w:t> ?</w:t>
      </w:r>
    </w:p>
    <w:p w14:paraId="09070F06" w14:textId="77777777" w:rsidR="006036B2" w:rsidRDefault="00E85E1B" w:rsidP="00E85E1B">
      <w:r w:rsidRPr="006056B1">
        <w:t>Il crut lire dans mon regard une sorte de reproche blâmant l</w:t>
      </w:r>
      <w:r w:rsidR="006036B2">
        <w:t>’</w:t>
      </w:r>
      <w:r w:rsidRPr="006056B1">
        <w:t>entêtement de ses tentatives</w:t>
      </w:r>
      <w:r w:rsidR="006036B2">
        <w:t>.</w:t>
      </w:r>
    </w:p>
    <w:p w14:paraId="72C90AEC" w14:textId="77777777" w:rsidR="006036B2" w:rsidRDefault="006036B2" w:rsidP="00E85E1B">
      <w:r>
        <w:t>— </w:t>
      </w:r>
      <w:r w:rsidR="00E85E1B" w:rsidRPr="006056B1">
        <w:t>J</w:t>
      </w:r>
      <w:r>
        <w:t>’</w:t>
      </w:r>
      <w:r w:rsidR="00E85E1B" w:rsidRPr="006056B1">
        <w:t>vois bien</w:t>
      </w:r>
      <w:r>
        <w:t xml:space="preserve">, </w:t>
      </w:r>
      <w:r w:rsidR="00E85E1B" w:rsidRPr="006056B1">
        <w:t>fit-il</w:t>
      </w:r>
      <w:r>
        <w:t xml:space="preserve">. </w:t>
      </w:r>
      <w:r w:rsidR="00E85E1B" w:rsidRPr="006056B1">
        <w:t>Vous vous d</w:t>
      </w:r>
      <w:r>
        <w:t>’</w:t>
      </w:r>
      <w:r w:rsidR="00E85E1B" w:rsidRPr="006056B1">
        <w:t>mandez pourquoi que j</w:t>
      </w:r>
      <w:r>
        <w:t>’</w:t>
      </w:r>
      <w:r w:rsidR="00E85E1B" w:rsidRPr="006056B1">
        <w:t>m</w:t>
      </w:r>
      <w:r>
        <w:t>’</w:t>
      </w:r>
      <w:proofErr w:type="spellStart"/>
      <w:r w:rsidR="00E85E1B" w:rsidRPr="006056B1">
        <w:t>ostinais</w:t>
      </w:r>
      <w:proofErr w:type="spellEnd"/>
      <w:r>
        <w:t xml:space="preserve">. </w:t>
      </w:r>
      <w:r w:rsidR="00E85E1B" w:rsidRPr="006056B1">
        <w:t>J</w:t>
      </w:r>
      <w:r>
        <w:t>’</w:t>
      </w:r>
      <w:r w:rsidR="00E85E1B" w:rsidRPr="006056B1">
        <w:t>vas vous dire</w:t>
      </w:r>
      <w:r>
        <w:t xml:space="preserve">. </w:t>
      </w:r>
      <w:r w:rsidR="00E85E1B" w:rsidRPr="006056B1">
        <w:t>Entre le premier et le second</w:t>
      </w:r>
      <w:r>
        <w:t xml:space="preserve">, </w:t>
      </w:r>
      <w:r w:rsidR="00E85E1B" w:rsidRPr="006056B1">
        <w:t>y avait eu une fausse couche</w:t>
      </w:r>
      <w:r>
        <w:t xml:space="preserve">, </w:t>
      </w:r>
      <w:r w:rsidR="00E85E1B" w:rsidRPr="006056B1">
        <w:t>d</w:t>
      </w:r>
      <w:r>
        <w:t>’</w:t>
      </w:r>
      <w:r w:rsidR="00E85E1B" w:rsidRPr="006056B1">
        <w:t>un avorton</w:t>
      </w:r>
      <w:r>
        <w:t xml:space="preserve">, </w:t>
      </w:r>
      <w:r w:rsidR="00E85E1B" w:rsidRPr="006056B1">
        <w:t>vous concevez</w:t>
      </w:r>
      <w:r>
        <w:t xml:space="preserve">, </w:t>
      </w:r>
      <w:r w:rsidR="00E85E1B" w:rsidRPr="006056B1">
        <w:t>d</w:t>
      </w:r>
      <w:r>
        <w:t>’</w:t>
      </w:r>
      <w:r w:rsidR="00E85E1B" w:rsidRPr="006056B1">
        <w:t xml:space="preserve">un môme à la </w:t>
      </w:r>
      <w:proofErr w:type="spellStart"/>
      <w:r w:rsidR="00E85E1B" w:rsidRPr="006056B1">
        <w:t>choquotte</w:t>
      </w:r>
      <w:proofErr w:type="spellEnd"/>
      <w:r>
        <w:t xml:space="preserve">, </w:t>
      </w:r>
      <w:r w:rsidR="00E85E1B" w:rsidRPr="006056B1">
        <w:t>qu</w:t>
      </w:r>
      <w:r>
        <w:t>’</w:t>
      </w:r>
      <w:r w:rsidR="00E85E1B" w:rsidRPr="006056B1">
        <w:t>avait l</w:t>
      </w:r>
      <w:r>
        <w:t>’</w:t>
      </w:r>
      <w:r w:rsidR="00E85E1B" w:rsidRPr="006056B1">
        <w:t>fondement de sa mère</w:t>
      </w:r>
      <w:r>
        <w:t xml:space="preserve">. </w:t>
      </w:r>
      <w:r w:rsidR="00E85E1B" w:rsidRPr="006056B1">
        <w:t>C</w:t>
      </w:r>
      <w:r>
        <w:t>’</w:t>
      </w:r>
      <w:r w:rsidR="00E85E1B" w:rsidRPr="006056B1">
        <w:t>est pourquoi j</w:t>
      </w:r>
      <w:r>
        <w:t>’</w:t>
      </w:r>
      <w:r w:rsidR="00E85E1B" w:rsidRPr="006056B1">
        <w:t>m</w:t>
      </w:r>
      <w:r>
        <w:t>’</w:t>
      </w:r>
      <w:proofErr w:type="spellStart"/>
      <w:r w:rsidR="00E85E1B" w:rsidRPr="006056B1">
        <w:t>ostinais</w:t>
      </w:r>
      <w:proofErr w:type="spellEnd"/>
      <w:r>
        <w:t xml:space="preserve">. </w:t>
      </w:r>
      <w:r w:rsidR="00E85E1B" w:rsidRPr="006056B1">
        <w:t>Nous avions toujours l</w:t>
      </w:r>
      <w:r>
        <w:t>’</w:t>
      </w:r>
      <w:r w:rsidR="00E85E1B" w:rsidRPr="006056B1">
        <w:t>espoir d</w:t>
      </w:r>
      <w:r>
        <w:t>’</w:t>
      </w:r>
      <w:r w:rsidR="00E85E1B" w:rsidRPr="006056B1">
        <w:t>un no</w:t>
      </w:r>
      <w:r w:rsidR="00E85E1B" w:rsidRPr="006056B1">
        <w:t>u</w:t>
      </w:r>
      <w:r w:rsidR="00E85E1B" w:rsidRPr="006056B1">
        <w:t>veau lardon pareil à c</w:t>
      </w:r>
      <w:r>
        <w:t>’</w:t>
      </w:r>
      <w:r w:rsidR="00E85E1B" w:rsidRPr="006056B1">
        <w:t>lancier-là</w:t>
      </w:r>
      <w:r>
        <w:t xml:space="preserve">, </w:t>
      </w:r>
      <w:r w:rsidR="00E85E1B" w:rsidRPr="006056B1">
        <w:t>et qu</w:t>
      </w:r>
      <w:r>
        <w:t>’</w:t>
      </w:r>
      <w:r w:rsidR="00E85E1B" w:rsidRPr="006056B1">
        <w:t>aurait vécu</w:t>
      </w:r>
      <w:r>
        <w:t xml:space="preserve">. </w:t>
      </w:r>
      <w:r w:rsidR="00E85E1B" w:rsidRPr="006056B1">
        <w:t>Ah</w:t>
      </w:r>
      <w:r>
        <w:t xml:space="preserve"> ! </w:t>
      </w:r>
      <w:r w:rsidR="00E85E1B" w:rsidRPr="006056B1">
        <w:t>c</w:t>
      </w:r>
      <w:r>
        <w:t>’</w:t>
      </w:r>
      <w:r w:rsidR="00E85E1B" w:rsidRPr="006056B1">
        <w:t>qu</w:t>
      </w:r>
      <w:r>
        <w:t>’</w:t>
      </w:r>
      <w:r w:rsidR="00E85E1B" w:rsidRPr="006056B1">
        <w:t>il aurait été l</w:t>
      </w:r>
      <w:r>
        <w:t>’</w:t>
      </w:r>
      <w:proofErr w:type="spellStart"/>
      <w:r w:rsidR="00E85E1B" w:rsidRPr="006056B1">
        <w:t>Béjamin</w:t>
      </w:r>
      <w:proofErr w:type="spellEnd"/>
      <w:r>
        <w:t xml:space="preserve">, </w:t>
      </w:r>
      <w:r w:rsidR="00E85E1B" w:rsidRPr="006056B1">
        <w:t>ç</w:t>
      </w:r>
      <w:r>
        <w:t>’</w:t>
      </w:r>
      <w:proofErr w:type="spellStart"/>
      <w:r w:rsidR="00E85E1B" w:rsidRPr="006056B1">
        <w:t>ui</w:t>
      </w:r>
      <w:proofErr w:type="spellEnd"/>
      <w:r w:rsidR="00E85E1B" w:rsidRPr="006056B1">
        <w:t>-là</w:t>
      </w:r>
      <w:r>
        <w:t xml:space="preserve"> ! </w:t>
      </w:r>
      <w:r w:rsidR="00E85E1B" w:rsidRPr="006056B1">
        <w:t>Il nous aurait un peu consolés des autres</w:t>
      </w:r>
      <w:r>
        <w:t>.</w:t>
      </w:r>
    </w:p>
    <w:p w14:paraId="2B1EF3B2" w14:textId="77777777" w:rsidR="006036B2" w:rsidRDefault="00E85E1B" w:rsidP="00E85E1B">
      <w:r w:rsidRPr="006056B1">
        <w:t>J</w:t>
      </w:r>
      <w:r w:rsidR="006036B2">
        <w:t>’</w:t>
      </w:r>
      <w:r w:rsidRPr="006056B1">
        <w:t>insinuai que les autres me semblaient se conduire en e</w:t>
      </w:r>
      <w:r w:rsidRPr="006056B1">
        <w:t>n</w:t>
      </w:r>
      <w:r w:rsidRPr="006056B1">
        <w:t>fants très gentils pour leur père et qu</w:t>
      </w:r>
      <w:r w:rsidR="006036B2">
        <w:t>’</w:t>
      </w:r>
      <w:r w:rsidRPr="006056B1">
        <w:t>ainsi</w:t>
      </w:r>
      <w:r w:rsidR="006036B2">
        <w:t>…</w:t>
      </w:r>
    </w:p>
    <w:p w14:paraId="55DD5903" w14:textId="77777777" w:rsidR="006036B2" w:rsidRDefault="006036B2" w:rsidP="00E85E1B">
      <w:r>
        <w:t>— </w:t>
      </w:r>
      <w:r w:rsidR="00E85E1B" w:rsidRPr="006056B1">
        <w:t>Gentils</w:t>
      </w:r>
      <w:r>
        <w:t xml:space="preserve">, </w:t>
      </w:r>
      <w:r w:rsidR="00E85E1B" w:rsidRPr="006056B1">
        <w:t>gentils</w:t>
      </w:r>
      <w:r>
        <w:t xml:space="preserve"> ! </w:t>
      </w:r>
      <w:r w:rsidR="00E85E1B" w:rsidRPr="006056B1">
        <w:t>s</w:t>
      </w:r>
      <w:r>
        <w:t>’</w:t>
      </w:r>
      <w:r w:rsidR="00E85E1B" w:rsidRPr="006056B1">
        <w:t>écria-t-il</w:t>
      </w:r>
      <w:r>
        <w:t xml:space="preserve">, </w:t>
      </w:r>
      <w:r w:rsidR="00E85E1B" w:rsidRPr="006056B1">
        <w:t>vous croyez ça</w:t>
      </w:r>
      <w:r>
        <w:t xml:space="preserve">, </w:t>
      </w:r>
      <w:r w:rsidR="00E85E1B" w:rsidRPr="006056B1">
        <w:t>vous</w:t>
      </w:r>
      <w:r>
        <w:t xml:space="preserve"> ! </w:t>
      </w:r>
      <w:r w:rsidR="00E85E1B" w:rsidRPr="006056B1">
        <w:t>Oui</w:t>
      </w:r>
      <w:r>
        <w:t xml:space="preserve">, </w:t>
      </w:r>
      <w:r w:rsidR="00E85E1B" w:rsidRPr="006056B1">
        <w:t>sûr</w:t>
      </w:r>
      <w:r>
        <w:t xml:space="preserve">, </w:t>
      </w:r>
      <w:r w:rsidR="00E85E1B" w:rsidRPr="006056B1">
        <w:t>c</w:t>
      </w:r>
      <w:r>
        <w:t>’</w:t>
      </w:r>
      <w:r w:rsidR="00E85E1B" w:rsidRPr="006056B1">
        <w:t>est pas des mauvaises filles</w:t>
      </w:r>
      <w:r>
        <w:t xml:space="preserve">. </w:t>
      </w:r>
      <w:r w:rsidR="00E85E1B" w:rsidRPr="006056B1">
        <w:t>Vous les avez vues au turbin</w:t>
      </w:r>
      <w:r>
        <w:t xml:space="preserve"> ; </w:t>
      </w:r>
      <w:r w:rsidR="00E85E1B" w:rsidRPr="006056B1">
        <w:t>elles font ce qu</w:t>
      </w:r>
      <w:r>
        <w:t>’</w:t>
      </w:r>
      <w:r w:rsidR="00E85E1B" w:rsidRPr="006056B1">
        <w:t>elles peuvent</w:t>
      </w:r>
      <w:r>
        <w:t xml:space="preserve">. </w:t>
      </w:r>
      <w:r w:rsidR="00E85E1B" w:rsidRPr="006056B1">
        <w:t>Mais attendez un peu</w:t>
      </w:r>
      <w:r>
        <w:t xml:space="preserve">. </w:t>
      </w:r>
      <w:r w:rsidR="00E85E1B" w:rsidRPr="006056B1">
        <w:t>Vous jug</w:t>
      </w:r>
      <w:r w:rsidR="00E85E1B" w:rsidRPr="006056B1">
        <w:t>e</w:t>
      </w:r>
      <w:r w:rsidR="00E85E1B" w:rsidRPr="006056B1">
        <w:t>rez t</w:t>
      </w:r>
      <w:r>
        <w:t>’</w:t>
      </w:r>
      <w:r w:rsidR="00E85E1B" w:rsidRPr="006056B1">
        <w:t>t</w:t>
      </w:r>
      <w:r>
        <w:t>’</w:t>
      </w:r>
      <w:r w:rsidR="00E85E1B" w:rsidRPr="006056B1">
        <w:t>à l</w:t>
      </w:r>
      <w:r>
        <w:t>’</w:t>
      </w:r>
      <w:r w:rsidR="00E85E1B" w:rsidRPr="006056B1">
        <w:t>heure</w:t>
      </w:r>
      <w:r>
        <w:t xml:space="preserve">. </w:t>
      </w:r>
      <w:r w:rsidR="00E85E1B" w:rsidRPr="006056B1">
        <w:t>Que j</w:t>
      </w:r>
      <w:r>
        <w:t>’</w:t>
      </w:r>
      <w:r w:rsidR="00E85E1B" w:rsidRPr="006056B1">
        <w:t>finisse d</w:t>
      </w:r>
      <w:r>
        <w:t>’</w:t>
      </w:r>
      <w:r w:rsidR="00E85E1B" w:rsidRPr="006056B1">
        <w:t xml:space="preserve">abord mon boniment sur </w:t>
      </w:r>
      <w:proofErr w:type="spellStart"/>
      <w:r w:rsidR="00E85E1B" w:rsidRPr="006056B1">
        <w:t>Naïde</w:t>
      </w:r>
      <w:proofErr w:type="spellEnd"/>
      <w:r>
        <w:t xml:space="preserve"> ! </w:t>
      </w:r>
      <w:r w:rsidR="00E85E1B" w:rsidRPr="006056B1">
        <w:t>Malgré tout</w:t>
      </w:r>
      <w:r>
        <w:t xml:space="preserve">, </w:t>
      </w:r>
      <w:r w:rsidR="00E85E1B" w:rsidRPr="006056B1">
        <w:t>elle et moi nous pouvions boulotter</w:t>
      </w:r>
      <w:r>
        <w:t xml:space="preserve">. </w:t>
      </w:r>
      <w:r w:rsidR="00E85E1B" w:rsidRPr="006056B1">
        <w:t>C</w:t>
      </w:r>
      <w:r>
        <w:t>’</w:t>
      </w:r>
      <w:r w:rsidR="00E85E1B" w:rsidRPr="006056B1">
        <w:t>était un couple palas</w:t>
      </w:r>
      <w:r>
        <w:t xml:space="preserve">, </w:t>
      </w:r>
      <w:r w:rsidR="00E85E1B" w:rsidRPr="006056B1">
        <w:t xml:space="preserve">à la </w:t>
      </w:r>
      <w:proofErr w:type="spellStart"/>
      <w:r w:rsidR="00E85E1B" w:rsidRPr="006056B1">
        <w:t>r</w:t>
      </w:r>
      <w:r>
        <w:t>’</w:t>
      </w:r>
      <w:r w:rsidR="00E85E1B" w:rsidRPr="006056B1">
        <w:t>mouche</w:t>
      </w:r>
      <w:proofErr w:type="spellEnd"/>
      <w:r>
        <w:t xml:space="preserve"> ; </w:t>
      </w:r>
      <w:r w:rsidR="00E85E1B" w:rsidRPr="006056B1">
        <w:t>et quand on nous avait regardés</w:t>
      </w:r>
      <w:r>
        <w:t xml:space="preserve">, </w:t>
      </w:r>
      <w:r w:rsidR="00E85E1B" w:rsidRPr="006056B1">
        <w:t xml:space="preserve">on ne </w:t>
      </w:r>
      <w:proofErr w:type="spellStart"/>
      <w:r w:rsidR="00E85E1B" w:rsidRPr="006056B1">
        <w:t>r</w:t>
      </w:r>
      <w:r>
        <w:t>’</w:t>
      </w:r>
      <w:r w:rsidR="00E85E1B" w:rsidRPr="006056B1">
        <w:t>grettait</w:t>
      </w:r>
      <w:proofErr w:type="spellEnd"/>
      <w:r w:rsidR="00E85E1B" w:rsidRPr="006056B1">
        <w:t xml:space="preserve"> pas son pognon</w:t>
      </w:r>
      <w:r>
        <w:t xml:space="preserve">, </w:t>
      </w:r>
      <w:r w:rsidR="00E85E1B" w:rsidRPr="006056B1">
        <w:t>pas vrai</w:t>
      </w:r>
      <w:r>
        <w:t xml:space="preserve"> ! </w:t>
      </w:r>
      <w:r w:rsidR="00E85E1B" w:rsidRPr="006056B1">
        <w:t>Bon</w:t>
      </w:r>
      <w:r>
        <w:t xml:space="preserve">, </w:t>
      </w:r>
      <w:r w:rsidR="00E85E1B" w:rsidRPr="006056B1">
        <w:t>v</w:t>
      </w:r>
      <w:r>
        <w:t>’</w:t>
      </w:r>
      <w:r w:rsidR="00E85E1B" w:rsidRPr="006056B1">
        <w:t>là qu</w:t>
      </w:r>
      <w:r>
        <w:t>’</w:t>
      </w:r>
      <w:r w:rsidR="00E85E1B" w:rsidRPr="006056B1">
        <w:t>au se</w:t>
      </w:r>
      <w:r w:rsidR="00E85E1B" w:rsidRPr="006056B1">
        <w:t>p</w:t>
      </w:r>
      <w:r w:rsidR="00E85E1B" w:rsidRPr="006056B1">
        <w:t>tième accouchement</w:t>
      </w:r>
      <w:r>
        <w:t xml:space="preserve">, </w:t>
      </w:r>
      <w:proofErr w:type="spellStart"/>
      <w:r w:rsidR="00E85E1B" w:rsidRPr="006056B1">
        <w:t>ell</w:t>
      </w:r>
      <w:proofErr w:type="spellEnd"/>
      <w:r>
        <w:t>’</w:t>
      </w:r>
      <w:r w:rsidR="00E85E1B">
        <w:t xml:space="preserve"> </w:t>
      </w:r>
      <w:r w:rsidR="00E85E1B" w:rsidRPr="006056B1">
        <w:t>me lâche</w:t>
      </w:r>
      <w:r>
        <w:t xml:space="preserve">. </w:t>
      </w:r>
      <w:proofErr w:type="spellStart"/>
      <w:r w:rsidR="00E85E1B" w:rsidRPr="006056B1">
        <w:t>Ell</w:t>
      </w:r>
      <w:proofErr w:type="spellEnd"/>
      <w:r>
        <w:t>’</w:t>
      </w:r>
      <w:r w:rsidR="00E85E1B">
        <w:t xml:space="preserve"> </w:t>
      </w:r>
      <w:r w:rsidR="00E85E1B" w:rsidRPr="006056B1">
        <w:t>crapse</w:t>
      </w:r>
      <w:r>
        <w:t xml:space="preserve"> ! </w:t>
      </w:r>
      <w:proofErr w:type="spellStart"/>
      <w:r w:rsidR="00E85E1B" w:rsidRPr="006056B1">
        <w:t>Morto</w:t>
      </w:r>
      <w:proofErr w:type="spellEnd"/>
      <w:r>
        <w:t xml:space="preserve">, </w:t>
      </w:r>
      <w:proofErr w:type="spellStart"/>
      <w:r w:rsidR="00E85E1B" w:rsidRPr="006056B1">
        <w:t>Naïde</w:t>
      </w:r>
      <w:proofErr w:type="spellEnd"/>
      <w:r>
        <w:t xml:space="preserve"> ! </w:t>
      </w:r>
      <w:r w:rsidR="00E85E1B" w:rsidRPr="006056B1">
        <w:t>Bonsoir</w:t>
      </w:r>
      <w:r>
        <w:t xml:space="preserve">, </w:t>
      </w:r>
      <w:r w:rsidR="00E85E1B" w:rsidRPr="006056B1">
        <w:t>la Vénus-tronc</w:t>
      </w:r>
      <w:r>
        <w:t xml:space="preserve"> ! </w:t>
      </w:r>
      <w:r w:rsidR="00E85E1B" w:rsidRPr="006056B1">
        <w:t>Et je reste seul</w:t>
      </w:r>
      <w:r>
        <w:t xml:space="preserve">, </w:t>
      </w:r>
      <w:r w:rsidR="00E85E1B" w:rsidRPr="006056B1">
        <w:t>tout seul avec six nom de Dieu de propre-à-rien sur les bras</w:t>
      </w:r>
      <w:r>
        <w:t>.</w:t>
      </w:r>
    </w:p>
    <w:p w14:paraId="25AA4F2D" w14:textId="77777777" w:rsidR="006036B2" w:rsidRDefault="00E85E1B" w:rsidP="00E85E1B">
      <w:r w:rsidRPr="006056B1">
        <w:t>Il les levait au ciel</w:t>
      </w:r>
      <w:r w:rsidR="006036B2">
        <w:t xml:space="preserve">, </w:t>
      </w:r>
      <w:r w:rsidRPr="006056B1">
        <w:t>ses infirmes bras</w:t>
      </w:r>
      <w:r w:rsidR="006036B2">
        <w:t xml:space="preserve">, </w:t>
      </w:r>
      <w:r w:rsidRPr="006056B1">
        <w:t>ses courageux mo</w:t>
      </w:r>
      <w:r w:rsidRPr="006056B1">
        <w:t>i</w:t>
      </w:r>
      <w:r w:rsidRPr="006056B1">
        <w:t>gnons</w:t>
      </w:r>
      <w:r w:rsidR="006036B2">
        <w:t xml:space="preserve">, </w:t>
      </w:r>
      <w:r w:rsidRPr="006056B1">
        <w:t>et je vous jure que sa baroque image n</w:t>
      </w:r>
      <w:r w:rsidR="006036B2">
        <w:t>’</w:t>
      </w:r>
      <w:r w:rsidRPr="006056B1">
        <w:t>avait en ce m</w:t>
      </w:r>
      <w:r w:rsidRPr="006056B1">
        <w:t>o</w:t>
      </w:r>
      <w:r w:rsidRPr="006056B1">
        <w:t>ment rien de ridicule</w:t>
      </w:r>
      <w:r w:rsidR="006036B2">
        <w:t>.</w:t>
      </w:r>
    </w:p>
    <w:p w14:paraId="182C74DD" w14:textId="77777777" w:rsidR="006036B2" w:rsidRDefault="006036B2" w:rsidP="00E85E1B">
      <w:r>
        <w:t>— </w:t>
      </w:r>
      <w:r w:rsidR="00E85E1B" w:rsidRPr="006056B1">
        <w:t>Mais ce n</w:t>
      </w:r>
      <w:r>
        <w:t>’</w:t>
      </w:r>
      <w:r w:rsidR="00E85E1B" w:rsidRPr="006056B1">
        <w:t>est pas encore ma dernière guigne</w:t>
      </w:r>
      <w:r>
        <w:t xml:space="preserve">, </w:t>
      </w:r>
      <w:r w:rsidR="00E85E1B" w:rsidRPr="006056B1">
        <w:t>reprit-il</w:t>
      </w:r>
      <w:r>
        <w:t xml:space="preserve">. </w:t>
      </w:r>
      <w:r w:rsidR="00E85E1B" w:rsidRPr="006056B1">
        <w:t>Voici l</w:t>
      </w:r>
      <w:r>
        <w:t>’</w:t>
      </w:r>
      <w:r w:rsidR="00E85E1B" w:rsidRPr="006056B1">
        <w:t>bouquet</w:t>
      </w:r>
      <w:r>
        <w:t xml:space="preserve"> ! </w:t>
      </w:r>
      <w:r w:rsidR="00E85E1B" w:rsidRPr="006056B1">
        <w:t>J</w:t>
      </w:r>
      <w:r>
        <w:t>’</w:t>
      </w:r>
      <w:r w:rsidR="00E85E1B" w:rsidRPr="006056B1">
        <w:t xml:space="preserve">suis </w:t>
      </w:r>
      <w:proofErr w:type="spellStart"/>
      <w:r w:rsidR="00E85E1B" w:rsidRPr="006056B1">
        <w:t>ostiné</w:t>
      </w:r>
      <w:proofErr w:type="spellEnd"/>
      <w:r>
        <w:t xml:space="preserve">, </w:t>
      </w:r>
      <w:r w:rsidR="00E85E1B" w:rsidRPr="006056B1">
        <w:t>ça</w:t>
      </w:r>
      <w:r>
        <w:t xml:space="preserve">, </w:t>
      </w:r>
      <w:r w:rsidR="00E85E1B" w:rsidRPr="006056B1">
        <w:t>je n</w:t>
      </w:r>
      <w:r>
        <w:t>’</w:t>
      </w:r>
      <w:r w:rsidR="00E85E1B" w:rsidRPr="006056B1">
        <w:t>dis pas non</w:t>
      </w:r>
      <w:r>
        <w:t xml:space="preserve">. </w:t>
      </w:r>
      <w:r w:rsidR="00E85E1B" w:rsidRPr="006056B1">
        <w:t>On n</w:t>
      </w:r>
      <w:r>
        <w:t>’</w:t>
      </w:r>
      <w:r w:rsidR="00E85E1B" w:rsidRPr="006056B1">
        <w:t xml:space="preserve">peut pas se </w:t>
      </w:r>
      <w:proofErr w:type="spellStart"/>
      <w:r w:rsidR="00E85E1B" w:rsidRPr="006056B1">
        <w:t>r</w:t>
      </w:r>
      <w:r>
        <w:t>’</w:t>
      </w:r>
      <w:r w:rsidR="00E85E1B" w:rsidRPr="006056B1">
        <w:t>faire</w:t>
      </w:r>
      <w:proofErr w:type="spellEnd"/>
      <w:r>
        <w:t xml:space="preserve">, </w:t>
      </w:r>
      <w:r w:rsidR="00E85E1B" w:rsidRPr="006056B1">
        <w:t>pas</w:t>
      </w:r>
      <w:r>
        <w:t xml:space="preserve"> ? </w:t>
      </w:r>
      <w:r w:rsidR="00E85E1B" w:rsidRPr="006056B1">
        <w:t>Aussi</w:t>
      </w:r>
      <w:r>
        <w:t xml:space="preserve">, </w:t>
      </w:r>
      <w:r w:rsidR="00E85E1B" w:rsidRPr="006056B1">
        <w:t>quand ma fille aînée a eu ses dix-</w:t>
      </w:r>
      <w:r w:rsidR="00E85E1B" w:rsidRPr="006056B1">
        <w:lastRenderedPageBreak/>
        <w:t>huit ans</w:t>
      </w:r>
      <w:r>
        <w:t xml:space="preserve"> (</w:t>
      </w:r>
      <w:r w:rsidR="00E85E1B" w:rsidRPr="006056B1">
        <w:t>vous savez</w:t>
      </w:r>
      <w:r>
        <w:t xml:space="preserve">, </w:t>
      </w:r>
      <w:r w:rsidR="00E85E1B" w:rsidRPr="006056B1">
        <w:t>celle qui fait l</w:t>
      </w:r>
      <w:r>
        <w:t>’</w:t>
      </w:r>
      <w:r w:rsidR="00E85E1B" w:rsidRPr="006056B1">
        <w:t>tapin à la porte</w:t>
      </w:r>
      <w:r>
        <w:t xml:space="preserve">), </w:t>
      </w:r>
      <w:r w:rsidR="00E85E1B" w:rsidRPr="006056B1">
        <w:t>j</w:t>
      </w:r>
      <w:r>
        <w:t>’</w:t>
      </w:r>
      <w:r w:rsidR="00E85E1B" w:rsidRPr="006056B1">
        <w:t xml:space="preserve">ai </w:t>
      </w:r>
      <w:proofErr w:type="spellStart"/>
      <w:r w:rsidR="00E85E1B" w:rsidRPr="006056B1">
        <w:t>r</w:t>
      </w:r>
      <w:r>
        <w:t>’</w:t>
      </w:r>
      <w:r w:rsidR="00E85E1B" w:rsidRPr="006056B1">
        <w:t>pris</w:t>
      </w:r>
      <w:proofErr w:type="spellEnd"/>
      <w:r w:rsidR="00E85E1B" w:rsidRPr="006056B1">
        <w:t xml:space="preserve"> confiance</w:t>
      </w:r>
      <w:r>
        <w:t xml:space="preserve">. </w:t>
      </w:r>
      <w:r w:rsidR="00E85E1B" w:rsidRPr="006056B1">
        <w:t>Paraît</w:t>
      </w:r>
      <w:r>
        <w:t xml:space="preserve">, </w:t>
      </w:r>
      <w:r w:rsidR="00E85E1B" w:rsidRPr="006056B1">
        <w:t>à c</w:t>
      </w:r>
      <w:r>
        <w:t>’</w:t>
      </w:r>
      <w:r w:rsidR="00E85E1B" w:rsidRPr="006056B1">
        <w:t>qu</w:t>
      </w:r>
      <w:r>
        <w:t>’</w:t>
      </w:r>
      <w:r w:rsidR="00E85E1B" w:rsidRPr="006056B1">
        <w:t>on m</w:t>
      </w:r>
      <w:r>
        <w:t>’</w:t>
      </w:r>
      <w:r w:rsidR="00E85E1B" w:rsidRPr="006056B1">
        <w:t>a raconté</w:t>
      </w:r>
      <w:r>
        <w:t xml:space="preserve">, </w:t>
      </w:r>
      <w:r w:rsidR="00E85E1B" w:rsidRPr="006056B1">
        <w:t>qu</w:t>
      </w:r>
      <w:r>
        <w:t>’</w:t>
      </w:r>
      <w:r w:rsidR="00E85E1B" w:rsidRPr="006056B1">
        <w:t>les boscos</w:t>
      </w:r>
      <w:r>
        <w:t xml:space="preserve">, </w:t>
      </w:r>
      <w:r w:rsidR="00E85E1B" w:rsidRPr="006056B1">
        <w:t>ça saute une génér</w:t>
      </w:r>
      <w:r w:rsidR="00E85E1B" w:rsidRPr="006056B1">
        <w:t>a</w:t>
      </w:r>
      <w:r w:rsidR="00E85E1B" w:rsidRPr="006056B1">
        <w:t>tion</w:t>
      </w:r>
      <w:r>
        <w:t xml:space="preserve">. </w:t>
      </w:r>
      <w:r w:rsidR="00E85E1B" w:rsidRPr="006056B1">
        <w:t>Alors j</w:t>
      </w:r>
      <w:r>
        <w:t>’</w:t>
      </w:r>
      <w:r w:rsidR="00E85E1B" w:rsidRPr="006056B1">
        <w:t>ai pensé qu</w:t>
      </w:r>
      <w:r>
        <w:t>’</w:t>
      </w:r>
      <w:r w:rsidR="00E85E1B" w:rsidRPr="006056B1">
        <w:t>ma fille pourrait avoir des gosses pareils à ma femme et à Bibi</w:t>
      </w:r>
      <w:r>
        <w:t xml:space="preserve">, </w:t>
      </w:r>
      <w:r w:rsidR="00E85E1B" w:rsidRPr="006056B1">
        <w:t>et pour être plus sûr qu</w:t>
      </w:r>
      <w:r>
        <w:t>’</w:t>
      </w:r>
      <w:r w:rsidR="00E85E1B" w:rsidRPr="006056B1">
        <w:t>ça prendrait</w:t>
      </w:r>
      <w:r>
        <w:t xml:space="preserve">, </w:t>
      </w:r>
      <w:r w:rsidR="00E85E1B" w:rsidRPr="006056B1">
        <w:t xml:space="preserve">ou au moins </w:t>
      </w:r>
      <w:proofErr w:type="spellStart"/>
      <w:r w:rsidR="00E85E1B" w:rsidRPr="006056B1">
        <w:t>quéqu</w:t>
      </w:r>
      <w:r>
        <w:t>’</w:t>
      </w:r>
      <w:r w:rsidR="00E85E1B" w:rsidRPr="006056B1">
        <w:t>chose</w:t>
      </w:r>
      <w:proofErr w:type="spellEnd"/>
      <w:r w:rsidR="00E85E1B" w:rsidRPr="006056B1">
        <w:t xml:space="preserve"> d</w:t>
      </w:r>
      <w:r>
        <w:t>’</w:t>
      </w:r>
      <w:r w:rsidR="00E85E1B" w:rsidRPr="006056B1">
        <w:t>approchant</w:t>
      </w:r>
      <w:r>
        <w:t xml:space="preserve">, </w:t>
      </w:r>
      <w:r w:rsidR="00E85E1B" w:rsidRPr="006056B1">
        <w:t>je l</w:t>
      </w:r>
      <w:r>
        <w:t>’</w:t>
      </w:r>
      <w:r w:rsidR="00E85E1B" w:rsidRPr="006056B1">
        <w:t xml:space="preserve">ai mariée à un </w:t>
      </w:r>
      <w:proofErr w:type="spellStart"/>
      <w:r w:rsidR="00E85E1B" w:rsidRPr="006056B1">
        <w:t>gonce</w:t>
      </w:r>
      <w:proofErr w:type="spellEnd"/>
      <w:r w:rsidR="00E85E1B" w:rsidRPr="006056B1">
        <w:t xml:space="preserve"> qu</w:t>
      </w:r>
      <w:r>
        <w:t>’</w:t>
      </w:r>
      <w:r w:rsidR="00E85E1B" w:rsidRPr="006056B1">
        <w:t>avait qu</w:t>
      </w:r>
      <w:r>
        <w:t>’</w:t>
      </w:r>
      <w:r w:rsidR="00E85E1B" w:rsidRPr="006056B1">
        <w:t>une quille</w:t>
      </w:r>
      <w:r>
        <w:t xml:space="preserve">, </w:t>
      </w:r>
      <w:r w:rsidR="00E85E1B" w:rsidRPr="006056B1">
        <w:t>et d</w:t>
      </w:r>
      <w:r>
        <w:t>’</w:t>
      </w:r>
      <w:r w:rsidR="00E85E1B" w:rsidRPr="006056B1">
        <w:t>naissance</w:t>
      </w:r>
      <w:r>
        <w:t xml:space="preserve">. </w:t>
      </w:r>
      <w:proofErr w:type="spellStart"/>
      <w:r w:rsidR="00E85E1B" w:rsidRPr="006056B1">
        <w:t>Ell</w:t>
      </w:r>
      <w:r>
        <w:t>’</w:t>
      </w:r>
      <w:r w:rsidR="00E85E1B" w:rsidRPr="006056B1">
        <w:t>n</w:t>
      </w:r>
      <w:r>
        <w:t>’</w:t>
      </w:r>
      <w:r w:rsidR="00E85E1B" w:rsidRPr="006056B1">
        <w:t>l</w:t>
      </w:r>
      <w:r>
        <w:t>’</w:t>
      </w:r>
      <w:r w:rsidR="00E85E1B" w:rsidRPr="006056B1">
        <w:t>aimait</w:t>
      </w:r>
      <w:proofErr w:type="spellEnd"/>
      <w:r w:rsidR="00E85E1B" w:rsidRPr="006056B1">
        <w:t xml:space="preserve"> pas</w:t>
      </w:r>
      <w:r>
        <w:t xml:space="preserve"> ; </w:t>
      </w:r>
      <w:r w:rsidR="00E85E1B" w:rsidRPr="006056B1">
        <w:t>mais elle a consenti quand même</w:t>
      </w:r>
      <w:r>
        <w:t xml:space="preserve">. </w:t>
      </w:r>
      <w:r w:rsidR="00E85E1B" w:rsidRPr="006056B1">
        <w:t>Elle est pas bête</w:t>
      </w:r>
      <w:r>
        <w:t xml:space="preserve">. </w:t>
      </w:r>
      <w:proofErr w:type="spellStart"/>
      <w:r w:rsidR="00E85E1B" w:rsidRPr="006056B1">
        <w:t>Ell</w:t>
      </w:r>
      <w:r>
        <w:t>’</w:t>
      </w:r>
      <w:r w:rsidR="00E85E1B" w:rsidRPr="006056B1">
        <w:t>comprenait</w:t>
      </w:r>
      <w:proofErr w:type="spellEnd"/>
      <w:r w:rsidR="00E85E1B" w:rsidRPr="006056B1">
        <w:t xml:space="preserve"> qu</w:t>
      </w:r>
      <w:r>
        <w:t>’</w:t>
      </w:r>
      <w:r w:rsidR="00E85E1B" w:rsidRPr="006056B1">
        <w:t xml:space="preserve">il fallait ça pour nous </w:t>
      </w:r>
      <w:proofErr w:type="spellStart"/>
      <w:r w:rsidR="00E85E1B" w:rsidRPr="006056B1">
        <w:t>r</w:t>
      </w:r>
      <w:r>
        <w:t>’</w:t>
      </w:r>
      <w:r w:rsidR="00E85E1B" w:rsidRPr="006056B1">
        <w:t>quinquer</w:t>
      </w:r>
      <w:proofErr w:type="spellEnd"/>
      <w:r>
        <w:t>.</w:t>
      </w:r>
    </w:p>
    <w:p w14:paraId="239EC623" w14:textId="77777777" w:rsidR="006036B2" w:rsidRDefault="006036B2" w:rsidP="00E85E1B">
      <w:r>
        <w:t>— </w:t>
      </w:r>
      <w:r w:rsidR="00E85E1B" w:rsidRPr="006056B1">
        <w:t>Eh bien</w:t>
      </w:r>
      <w:r>
        <w:t xml:space="preserve"> ! </w:t>
      </w:r>
      <w:r w:rsidR="00E85E1B" w:rsidRPr="006056B1">
        <w:t>dis-je</w:t>
      </w:r>
      <w:r>
        <w:t xml:space="preserve">, </w:t>
      </w:r>
      <w:r w:rsidR="00E85E1B" w:rsidRPr="006056B1">
        <w:t>si vous ne la trouvez pas gentille</w:t>
      </w:r>
      <w:r>
        <w:t xml:space="preserve">, </w:t>
      </w:r>
      <w:r w:rsidR="00E85E1B" w:rsidRPr="006056B1">
        <w:t>celle-là</w:t>
      </w:r>
      <w:r>
        <w:t xml:space="preserve">, </w:t>
      </w:r>
      <w:r w:rsidR="00E85E1B" w:rsidRPr="006056B1">
        <w:t>vous êtes difficile</w:t>
      </w:r>
      <w:r>
        <w:t xml:space="preserve">, </w:t>
      </w:r>
      <w:r w:rsidR="00E85E1B" w:rsidRPr="006056B1">
        <w:t>vraiment</w:t>
      </w:r>
      <w:r>
        <w:t xml:space="preserve">. </w:t>
      </w:r>
      <w:r w:rsidR="00E85E1B" w:rsidRPr="006056B1">
        <w:t>Il me semble que voilà une fille comme on n</w:t>
      </w:r>
      <w:r>
        <w:t>’</w:t>
      </w:r>
      <w:r w:rsidR="00E85E1B" w:rsidRPr="006056B1">
        <w:t>en voit guère</w:t>
      </w:r>
      <w:r>
        <w:t>.</w:t>
      </w:r>
    </w:p>
    <w:p w14:paraId="09CBCAE2" w14:textId="77777777" w:rsidR="006036B2" w:rsidRDefault="006036B2" w:rsidP="00E85E1B">
      <w:r>
        <w:t>— </w:t>
      </w:r>
      <w:r w:rsidR="00E85E1B" w:rsidRPr="006056B1">
        <w:t>Elle</w:t>
      </w:r>
      <w:r>
        <w:t xml:space="preserve">, </w:t>
      </w:r>
      <w:r w:rsidR="00E85E1B" w:rsidRPr="006056B1">
        <w:t>s</w:t>
      </w:r>
      <w:r>
        <w:t>’</w:t>
      </w:r>
      <w:r w:rsidR="00E85E1B" w:rsidRPr="006056B1">
        <w:t>écria-t-il</w:t>
      </w:r>
      <w:r>
        <w:t xml:space="preserve">, </w:t>
      </w:r>
      <w:r w:rsidR="00E85E1B" w:rsidRPr="006056B1">
        <w:t>furieux</w:t>
      </w:r>
      <w:r>
        <w:t xml:space="preserve">, </w:t>
      </w:r>
      <w:r w:rsidR="00E85E1B" w:rsidRPr="006056B1">
        <w:t>elle</w:t>
      </w:r>
      <w:r>
        <w:t xml:space="preserve"> ! </w:t>
      </w:r>
      <w:r w:rsidR="00E85E1B" w:rsidRPr="006056B1">
        <w:t>Ah</w:t>
      </w:r>
      <w:r>
        <w:t xml:space="preserve"> ! </w:t>
      </w:r>
      <w:r w:rsidR="00E85E1B" w:rsidRPr="006056B1">
        <w:t>l</w:t>
      </w:r>
      <w:r>
        <w:t>’</w:t>
      </w:r>
      <w:r w:rsidR="00E85E1B" w:rsidRPr="006056B1">
        <w:t>chameau</w:t>
      </w:r>
      <w:r>
        <w:t xml:space="preserve"> ! </w:t>
      </w:r>
      <w:r w:rsidR="00E85E1B" w:rsidRPr="006056B1">
        <w:t>Mais a</w:t>
      </w:r>
      <w:r w:rsidR="00E85E1B" w:rsidRPr="006056B1">
        <w:t>t</w:t>
      </w:r>
      <w:r w:rsidR="00E85E1B" w:rsidRPr="006056B1">
        <w:t>tendez donc</w:t>
      </w:r>
      <w:r>
        <w:t xml:space="preserve">, </w:t>
      </w:r>
      <w:r w:rsidR="00E85E1B" w:rsidRPr="006056B1">
        <w:t>que j</w:t>
      </w:r>
      <w:r>
        <w:t>’</w:t>
      </w:r>
      <w:r w:rsidR="00E85E1B" w:rsidRPr="006056B1">
        <w:t>vous dis</w:t>
      </w:r>
      <w:r>
        <w:t xml:space="preserve">, </w:t>
      </w:r>
      <w:r w:rsidR="00E85E1B" w:rsidRPr="006056B1">
        <w:t>attendez</w:t>
      </w:r>
      <w:r>
        <w:t xml:space="preserve"> ! </w:t>
      </w:r>
      <w:r w:rsidR="00E85E1B" w:rsidRPr="006056B1">
        <w:t>Ou plutôt</w:t>
      </w:r>
      <w:r>
        <w:t xml:space="preserve">, </w:t>
      </w:r>
      <w:r w:rsidR="00E85E1B" w:rsidRPr="006056B1">
        <w:t>non</w:t>
      </w:r>
      <w:r>
        <w:t xml:space="preserve">, </w:t>
      </w:r>
      <w:r w:rsidR="00E85E1B" w:rsidRPr="006056B1">
        <w:t>venez j</w:t>
      </w:r>
      <w:r w:rsidR="00E85E1B" w:rsidRPr="006056B1">
        <w:t>u</w:t>
      </w:r>
      <w:r w:rsidR="00E85E1B" w:rsidRPr="006056B1">
        <w:t>ger vous-même</w:t>
      </w:r>
      <w:r>
        <w:t xml:space="preserve">, </w:t>
      </w:r>
      <w:r w:rsidR="00E85E1B" w:rsidRPr="006056B1">
        <w:t>par vos yeux</w:t>
      </w:r>
      <w:r>
        <w:t xml:space="preserve">, </w:t>
      </w:r>
      <w:r w:rsidR="00E85E1B" w:rsidRPr="006056B1">
        <w:t>venez regarder comme elle est gentille</w:t>
      </w:r>
      <w:r>
        <w:t xml:space="preserve">, </w:t>
      </w:r>
      <w:r w:rsidR="00E85E1B" w:rsidRPr="006056B1">
        <w:t>cette rosse-là</w:t>
      </w:r>
      <w:r>
        <w:t xml:space="preserve"> ! </w:t>
      </w:r>
      <w:r w:rsidR="00E85E1B" w:rsidRPr="006056B1">
        <w:t>Venez voir les salops d</w:t>
      </w:r>
      <w:r>
        <w:t>’</w:t>
      </w:r>
      <w:r w:rsidR="00E85E1B" w:rsidRPr="006056B1">
        <w:t>enfants qu</w:t>
      </w:r>
      <w:r>
        <w:t>’</w:t>
      </w:r>
      <w:r w:rsidR="00E85E1B" w:rsidRPr="006056B1">
        <w:t>elle s</w:t>
      </w:r>
      <w:r>
        <w:t>’</w:t>
      </w:r>
      <w:r w:rsidR="00E85E1B" w:rsidRPr="006056B1">
        <w:t>amuse à faire</w:t>
      </w:r>
      <w:r>
        <w:t xml:space="preserve">, </w:t>
      </w:r>
      <w:r w:rsidR="00E85E1B" w:rsidRPr="006056B1">
        <w:t>et par deux à la fois</w:t>
      </w:r>
      <w:r>
        <w:t xml:space="preserve">, </w:t>
      </w:r>
      <w:r w:rsidR="00E85E1B" w:rsidRPr="006056B1">
        <w:t>vous entendez</w:t>
      </w:r>
      <w:r>
        <w:t xml:space="preserve">, </w:t>
      </w:r>
      <w:r w:rsidR="00E85E1B" w:rsidRPr="006056B1">
        <w:t>par deux</w:t>
      </w:r>
      <w:r>
        <w:t xml:space="preserve">. </w:t>
      </w:r>
      <w:r w:rsidR="00E85E1B" w:rsidRPr="006056B1">
        <w:t>Oui</w:t>
      </w:r>
      <w:r>
        <w:t xml:space="preserve">, </w:t>
      </w:r>
      <w:r w:rsidR="00E85E1B" w:rsidRPr="006056B1">
        <w:t>des jumeaux à chaque coup</w:t>
      </w:r>
      <w:r>
        <w:t xml:space="preserve">, </w:t>
      </w:r>
      <w:r w:rsidR="00E85E1B" w:rsidRPr="006056B1">
        <w:t>monsieur</w:t>
      </w:r>
      <w:r>
        <w:t xml:space="preserve"> ! </w:t>
      </w:r>
      <w:r w:rsidR="00E85E1B" w:rsidRPr="006056B1">
        <w:t>Deux il y a un an</w:t>
      </w:r>
      <w:r>
        <w:t xml:space="preserve">, </w:t>
      </w:r>
      <w:r w:rsidR="00E85E1B" w:rsidRPr="006056B1">
        <w:t>et deux il y a quinze jours</w:t>
      </w:r>
      <w:r>
        <w:t xml:space="preserve">. </w:t>
      </w:r>
      <w:r w:rsidR="00E85E1B" w:rsidRPr="006056B1">
        <w:t>Venez voir ça</w:t>
      </w:r>
      <w:r>
        <w:t xml:space="preserve">, </w:t>
      </w:r>
      <w:r w:rsidR="00E85E1B" w:rsidRPr="006056B1">
        <w:t>ça vaut la peine</w:t>
      </w:r>
      <w:r>
        <w:t> !</w:t>
      </w:r>
    </w:p>
    <w:p w14:paraId="3FB186B2" w14:textId="77777777" w:rsidR="006036B2" w:rsidRDefault="00E85E1B" w:rsidP="00E85E1B">
      <w:r w:rsidRPr="006056B1">
        <w:t>Il était ivre</w:t>
      </w:r>
      <w:r w:rsidR="006036B2">
        <w:t xml:space="preserve">, </w:t>
      </w:r>
      <w:r w:rsidRPr="006056B1">
        <w:t>et de colère</w:t>
      </w:r>
      <w:r w:rsidR="006036B2">
        <w:t xml:space="preserve">, </w:t>
      </w:r>
      <w:r w:rsidRPr="006056B1">
        <w:t>et du vin bu</w:t>
      </w:r>
      <w:r w:rsidR="006036B2">
        <w:t xml:space="preserve">, </w:t>
      </w:r>
      <w:r w:rsidRPr="006056B1">
        <w:t>et d</w:t>
      </w:r>
      <w:r w:rsidR="006036B2">
        <w:t>’</w:t>
      </w:r>
      <w:r w:rsidRPr="006056B1">
        <w:t xml:space="preserve">avoir rebu toutes ses </w:t>
      </w:r>
      <w:proofErr w:type="spellStart"/>
      <w:r w:rsidRPr="006056B1">
        <w:t>malechances</w:t>
      </w:r>
      <w:proofErr w:type="spellEnd"/>
      <w:r w:rsidRPr="006056B1">
        <w:t xml:space="preserve"> en me les racontant</w:t>
      </w:r>
      <w:r w:rsidR="006036B2">
        <w:t>.</w:t>
      </w:r>
    </w:p>
    <w:p w14:paraId="63DAFD15" w14:textId="77777777" w:rsidR="006036B2" w:rsidRDefault="00E85E1B" w:rsidP="00E85E1B">
      <w:r w:rsidRPr="006056B1">
        <w:t>Il m</w:t>
      </w:r>
      <w:r w:rsidR="006036B2">
        <w:t>’</w:t>
      </w:r>
      <w:r w:rsidRPr="006056B1">
        <w:t>avait</w:t>
      </w:r>
      <w:r w:rsidR="006036B2">
        <w:t xml:space="preserve">, </w:t>
      </w:r>
      <w:r w:rsidRPr="006056B1">
        <w:t>de son unique doigt</w:t>
      </w:r>
      <w:r w:rsidR="006036B2">
        <w:t xml:space="preserve">, </w:t>
      </w:r>
      <w:r w:rsidRPr="006056B1">
        <w:t>saisi la main</w:t>
      </w:r>
      <w:r w:rsidR="006036B2">
        <w:t xml:space="preserve"> ; </w:t>
      </w:r>
      <w:r w:rsidRPr="006056B1">
        <w:t>et</w:t>
      </w:r>
      <w:r w:rsidR="006036B2">
        <w:t xml:space="preserve">, </w:t>
      </w:r>
      <w:r w:rsidRPr="006056B1">
        <w:t>suspendu au bout de mon bras</w:t>
      </w:r>
      <w:r w:rsidR="006036B2">
        <w:t xml:space="preserve">, </w:t>
      </w:r>
      <w:r w:rsidRPr="006056B1">
        <w:t>s</w:t>
      </w:r>
      <w:r w:rsidR="006036B2">
        <w:t>’</w:t>
      </w:r>
      <w:r w:rsidRPr="006056B1">
        <w:t>appuyant par terre de son moignon libre</w:t>
      </w:r>
      <w:r w:rsidR="006036B2">
        <w:t xml:space="preserve">, </w:t>
      </w:r>
      <w:r w:rsidRPr="006056B1">
        <w:t>il m</w:t>
      </w:r>
      <w:r w:rsidR="006036B2">
        <w:t>’</w:t>
      </w:r>
      <w:r w:rsidRPr="006056B1">
        <w:t>entraînait hors du mastroquet par sauts convulsifs</w:t>
      </w:r>
      <w:r w:rsidR="006036B2">
        <w:t>.</w:t>
      </w:r>
    </w:p>
    <w:p w14:paraId="2B339F35" w14:textId="77777777" w:rsidR="006036B2" w:rsidRDefault="00E85E1B" w:rsidP="00E85E1B">
      <w:r w:rsidRPr="006056B1">
        <w:t>En quelques bonds nous avions traversé la chaussée et grimpé les cinq marches de sa bagnole</w:t>
      </w:r>
      <w:r w:rsidR="006036B2">
        <w:t>.</w:t>
      </w:r>
    </w:p>
    <w:p w14:paraId="31297AB4" w14:textId="77777777" w:rsidR="006036B2" w:rsidRDefault="00E85E1B" w:rsidP="00E85E1B">
      <w:r w:rsidRPr="006056B1">
        <w:t>Dessous</w:t>
      </w:r>
      <w:r w:rsidR="006036B2">
        <w:t xml:space="preserve">, </w:t>
      </w:r>
      <w:r w:rsidRPr="006056B1">
        <w:t>abritées du vent tant bien que mal par une bâche en loques</w:t>
      </w:r>
      <w:r w:rsidR="006036B2">
        <w:t xml:space="preserve">, </w:t>
      </w:r>
      <w:r w:rsidRPr="006056B1">
        <w:t xml:space="preserve">ronflaient pêle-mêle dans la paille ses six </w:t>
      </w:r>
      <w:r w:rsidRPr="006056B1">
        <w:lastRenderedPageBreak/>
        <w:t>filles</w:t>
      </w:r>
      <w:r w:rsidR="006036B2">
        <w:t xml:space="preserve">. </w:t>
      </w:r>
      <w:r w:rsidRPr="006056B1">
        <w:t>À l</w:t>
      </w:r>
      <w:r w:rsidR="006036B2">
        <w:t>’</w:t>
      </w:r>
      <w:r w:rsidRPr="006056B1">
        <w:t>intérieur de la roulante</w:t>
      </w:r>
      <w:r w:rsidR="006036B2">
        <w:t xml:space="preserve">, </w:t>
      </w:r>
      <w:r w:rsidRPr="006056B1">
        <w:t>il y avait un lit où je vis</w:t>
      </w:r>
      <w:r w:rsidR="006036B2">
        <w:t xml:space="preserve">, </w:t>
      </w:r>
      <w:r w:rsidRPr="006056B1">
        <w:t>à la lueur d</w:t>
      </w:r>
      <w:r w:rsidR="006036B2">
        <w:t>’</w:t>
      </w:r>
      <w:r w:rsidRPr="006056B1">
        <w:t>une chandelle allumée</w:t>
      </w:r>
      <w:r w:rsidR="006036B2">
        <w:t xml:space="preserve">, </w:t>
      </w:r>
      <w:r w:rsidRPr="006056B1">
        <w:t>quatre enfants endormis</w:t>
      </w:r>
      <w:r w:rsidR="006036B2">
        <w:t xml:space="preserve">, </w:t>
      </w:r>
      <w:r w:rsidRPr="006056B1">
        <w:t>deux au pied</w:t>
      </w:r>
      <w:r w:rsidR="006036B2">
        <w:t xml:space="preserve">, </w:t>
      </w:r>
      <w:r w:rsidRPr="006056B1">
        <w:t>deux à la tête</w:t>
      </w:r>
      <w:r w:rsidR="006036B2">
        <w:t>.</w:t>
      </w:r>
    </w:p>
    <w:p w14:paraId="1C494ABC" w14:textId="77777777" w:rsidR="006036B2" w:rsidRDefault="00E85E1B" w:rsidP="00E85E1B">
      <w:r w:rsidRPr="006056B1">
        <w:t>Il souleva doucement la couverture et me dit</w:t>
      </w:r>
      <w:r w:rsidR="006036B2">
        <w:t xml:space="preserve">, </w:t>
      </w:r>
      <w:r w:rsidRPr="006056B1">
        <w:t>à voix très basse</w:t>
      </w:r>
      <w:r w:rsidR="006036B2">
        <w:t xml:space="preserve">, </w:t>
      </w:r>
      <w:r w:rsidRPr="006056B1">
        <w:t>de manière à ne point les réveiller</w:t>
      </w:r>
      <w:r w:rsidR="006036B2">
        <w:t> :</w:t>
      </w:r>
    </w:p>
    <w:p w14:paraId="13784184" w14:textId="77777777" w:rsidR="006036B2" w:rsidRDefault="006036B2" w:rsidP="00E85E1B">
      <w:r>
        <w:t>— </w:t>
      </w:r>
      <w:r w:rsidR="00E85E1B" w:rsidRPr="006056B1">
        <w:t>Hein</w:t>
      </w:r>
      <w:r>
        <w:t xml:space="preserve"> ! </w:t>
      </w:r>
      <w:r w:rsidR="00E85E1B" w:rsidRPr="006056B1">
        <w:t>ces cochons-là</w:t>
      </w:r>
      <w:r>
        <w:t xml:space="preserve">, </w:t>
      </w:r>
      <w:r w:rsidR="00E85E1B" w:rsidRPr="006056B1">
        <w:t>croyez-vous qu</w:t>
      </w:r>
      <w:r>
        <w:t>’</w:t>
      </w:r>
      <w:r w:rsidR="00E85E1B" w:rsidRPr="006056B1">
        <w:t>c</w:t>
      </w:r>
      <w:r>
        <w:t>’</w:t>
      </w:r>
      <w:r w:rsidR="00E85E1B" w:rsidRPr="006056B1">
        <w:t>est rigolo</w:t>
      </w:r>
      <w:r>
        <w:t xml:space="preserve"> ! </w:t>
      </w:r>
      <w:r w:rsidR="00E85E1B" w:rsidRPr="006056B1">
        <w:t>Pas un stropiat</w:t>
      </w:r>
      <w:r>
        <w:t xml:space="preserve">, </w:t>
      </w:r>
      <w:r w:rsidR="00E85E1B" w:rsidRPr="006056B1">
        <w:t>nom de Dieu</w:t>
      </w:r>
      <w:r>
        <w:t xml:space="preserve">, </w:t>
      </w:r>
      <w:r w:rsidR="00E85E1B" w:rsidRPr="006056B1">
        <w:t>pas un</w:t>
      </w:r>
      <w:r>
        <w:t xml:space="preserve"> ! </w:t>
      </w:r>
      <w:r w:rsidR="00E85E1B" w:rsidRPr="006056B1">
        <w:t>Tous au complet</w:t>
      </w:r>
      <w:r>
        <w:t xml:space="preserve"> ! </w:t>
      </w:r>
      <w:r w:rsidR="00E85E1B" w:rsidRPr="006056B1">
        <w:t>Et ils me prennent mon pieu</w:t>
      </w:r>
      <w:r>
        <w:t xml:space="preserve">, </w:t>
      </w:r>
      <w:r w:rsidR="00E85E1B" w:rsidRPr="006056B1">
        <w:t>encore</w:t>
      </w:r>
      <w:r>
        <w:t xml:space="preserve"> ! </w:t>
      </w:r>
      <w:r w:rsidR="00E85E1B" w:rsidRPr="006056B1">
        <w:t>Oui</w:t>
      </w:r>
      <w:r>
        <w:t xml:space="preserve">, </w:t>
      </w:r>
      <w:r w:rsidR="00E85E1B" w:rsidRPr="006056B1">
        <w:t>j</w:t>
      </w:r>
      <w:r>
        <w:t>’</w:t>
      </w:r>
      <w:r w:rsidR="00E85E1B" w:rsidRPr="006056B1">
        <w:t>couch</w:t>
      </w:r>
      <w:r>
        <w:t>’</w:t>
      </w:r>
      <w:r w:rsidR="00E85E1B" w:rsidRPr="006056B1">
        <w:t xml:space="preserve"> sur le parquet</w:t>
      </w:r>
      <w:r>
        <w:t xml:space="preserve">, </w:t>
      </w:r>
      <w:r w:rsidR="00E85E1B" w:rsidRPr="006056B1">
        <w:t>là</w:t>
      </w:r>
      <w:r>
        <w:t xml:space="preserve">, </w:t>
      </w:r>
      <w:r w:rsidR="00E85E1B" w:rsidRPr="006056B1">
        <w:t>dans ce coin</w:t>
      </w:r>
      <w:r>
        <w:t xml:space="preserve">, </w:t>
      </w:r>
      <w:r w:rsidR="00E85E1B" w:rsidRPr="006056B1">
        <w:t>pour leurs-y laisser la place</w:t>
      </w:r>
      <w:r>
        <w:t xml:space="preserve">, </w:t>
      </w:r>
      <w:r w:rsidR="00E85E1B" w:rsidRPr="006056B1">
        <w:t xml:space="preserve">à ces </w:t>
      </w:r>
      <w:proofErr w:type="spellStart"/>
      <w:r w:rsidR="00E85E1B" w:rsidRPr="006056B1">
        <w:t>muff</w:t>
      </w:r>
      <w:r>
        <w:t>’</w:t>
      </w:r>
      <w:r w:rsidR="00E85E1B" w:rsidRPr="006056B1">
        <w:t>s</w:t>
      </w:r>
      <w:proofErr w:type="spellEnd"/>
      <w:r w:rsidR="00E85E1B" w:rsidRPr="006056B1">
        <w:t>-là</w:t>
      </w:r>
      <w:r>
        <w:t>.</w:t>
      </w:r>
    </w:p>
    <w:p w14:paraId="596E7BCE" w14:textId="77777777" w:rsidR="006036B2" w:rsidRDefault="00E85E1B" w:rsidP="00E85E1B">
      <w:r w:rsidRPr="006056B1">
        <w:t>En ce moment</w:t>
      </w:r>
      <w:r w:rsidR="006036B2">
        <w:t xml:space="preserve">, </w:t>
      </w:r>
      <w:r w:rsidRPr="006056B1">
        <w:t>les deux plus petits s</w:t>
      </w:r>
      <w:r w:rsidR="006036B2">
        <w:t>’</w:t>
      </w:r>
      <w:r w:rsidRPr="006056B1">
        <w:t>agitèrent et se mirent à miauler</w:t>
      </w:r>
      <w:r w:rsidR="006036B2">
        <w:t xml:space="preserve">, </w:t>
      </w:r>
      <w:r w:rsidRPr="006056B1">
        <w:t>tendant les bras</w:t>
      </w:r>
      <w:r w:rsidR="006036B2">
        <w:t xml:space="preserve">, </w:t>
      </w:r>
      <w:r w:rsidRPr="006056B1">
        <w:t>comme vers leur nourrice</w:t>
      </w:r>
      <w:r w:rsidR="006036B2">
        <w:t>.</w:t>
      </w:r>
    </w:p>
    <w:p w14:paraId="03E3752A" w14:textId="77777777" w:rsidR="006036B2" w:rsidRDefault="006036B2" w:rsidP="00E85E1B">
      <w:r>
        <w:t>— </w:t>
      </w:r>
      <w:r w:rsidR="00E85E1B" w:rsidRPr="006056B1">
        <w:t>Voilà</w:t>
      </w:r>
      <w:r>
        <w:t xml:space="preserve">, </w:t>
      </w:r>
      <w:r w:rsidR="00E85E1B" w:rsidRPr="006056B1">
        <w:t>voilà</w:t>
      </w:r>
      <w:r>
        <w:t xml:space="preserve"> ! </w:t>
      </w:r>
      <w:r w:rsidR="00E85E1B" w:rsidRPr="006056B1">
        <w:t>fit le monstre</w:t>
      </w:r>
      <w:r>
        <w:t xml:space="preserve"> ; </w:t>
      </w:r>
      <w:r w:rsidR="00E85E1B" w:rsidRPr="006056B1">
        <w:t>on vous sert</w:t>
      </w:r>
      <w:r>
        <w:t xml:space="preserve">, </w:t>
      </w:r>
      <w:r w:rsidR="00E85E1B" w:rsidRPr="006056B1">
        <w:t>feignants</w:t>
      </w:r>
      <w:r>
        <w:t xml:space="preserve">. </w:t>
      </w:r>
      <w:r w:rsidR="00E85E1B" w:rsidRPr="006056B1">
        <w:t>Oui</w:t>
      </w:r>
      <w:r>
        <w:t xml:space="preserve">, </w:t>
      </w:r>
      <w:r w:rsidR="00E85E1B" w:rsidRPr="006056B1">
        <w:t>monsieur</w:t>
      </w:r>
      <w:r>
        <w:t xml:space="preserve">, </w:t>
      </w:r>
      <w:r w:rsidR="00E85E1B" w:rsidRPr="006056B1">
        <w:t>faut que j</w:t>
      </w:r>
      <w:r>
        <w:t>’</w:t>
      </w:r>
      <w:r w:rsidR="00E85E1B" w:rsidRPr="006056B1">
        <w:t>sois leur larbin aussi</w:t>
      </w:r>
      <w:r>
        <w:t xml:space="preserve">. </w:t>
      </w:r>
      <w:r w:rsidR="00E85E1B" w:rsidRPr="006056B1">
        <w:t>La mère n</w:t>
      </w:r>
      <w:r>
        <w:t>’</w:t>
      </w:r>
      <w:r w:rsidR="00E85E1B" w:rsidRPr="006056B1">
        <w:t>a pas de lait</w:t>
      </w:r>
      <w:r>
        <w:t xml:space="preserve">, </w:t>
      </w:r>
      <w:r w:rsidR="00E85E1B" w:rsidRPr="006056B1">
        <w:t>la sacrée vache</w:t>
      </w:r>
      <w:r>
        <w:t xml:space="preserve"> ! </w:t>
      </w:r>
      <w:r w:rsidR="00E85E1B" w:rsidRPr="006056B1">
        <w:t>Alors</w:t>
      </w:r>
      <w:r>
        <w:t xml:space="preserve">, </w:t>
      </w:r>
      <w:r w:rsidR="00E85E1B" w:rsidRPr="006056B1">
        <w:t>c</w:t>
      </w:r>
      <w:r>
        <w:t>’</w:t>
      </w:r>
      <w:r w:rsidR="00E85E1B" w:rsidRPr="006056B1">
        <w:t>est moi qui</w:t>
      </w:r>
      <w:r>
        <w:t>…</w:t>
      </w:r>
    </w:p>
    <w:p w14:paraId="06C137BC" w14:textId="77777777" w:rsidR="006036B2" w:rsidRDefault="00E85E1B" w:rsidP="00E85E1B">
      <w:r w:rsidRPr="006056B1">
        <w:t>Il leur fourrait dans la bouche</w:t>
      </w:r>
      <w:r w:rsidR="006036B2">
        <w:t xml:space="preserve">, </w:t>
      </w:r>
      <w:r w:rsidRPr="006056B1">
        <w:t>avec des précautions inf</w:t>
      </w:r>
      <w:r w:rsidRPr="006056B1">
        <w:t>i</w:t>
      </w:r>
      <w:r w:rsidRPr="006056B1">
        <w:t>nies</w:t>
      </w:r>
      <w:r w:rsidR="006036B2">
        <w:t xml:space="preserve">, </w:t>
      </w:r>
      <w:r w:rsidRPr="006056B1">
        <w:t>à chacun un biberon fait d</w:t>
      </w:r>
      <w:r w:rsidR="006036B2">
        <w:t>’</w:t>
      </w:r>
      <w:r w:rsidRPr="006056B1">
        <w:t xml:space="preserve">un litre à </w:t>
      </w:r>
      <w:proofErr w:type="spellStart"/>
      <w:r w:rsidRPr="006056B1">
        <w:t>en-bout</w:t>
      </w:r>
      <w:proofErr w:type="spellEnd"/>
      <w:r w:rsidRPr="006056B1">
        <w:t xml:space="preserve"> de caou</w:t>
      </w:r>
      <w:r w:rsidRPr="006056B1">
        <w:t>t</w:t>
      </w:r>
      <w:r w:rsidRPr="006056B1">
        <w:t>chouc</w:t>
      </w:r>
      <w:r w:rsidR="006036B2">
        <w:t xml:space="preserve">, </w:t>
      </w:r>
      <w:r w:rsidRPr="006056B1">
        <w:t>biberon probablement confectionné par lui</w:t>
      </w:r>
      <w:r w:rsidR="006036B2">
        <w:t xml:space="preserve">, </w:t>
      </w:r>
      <w:r w:rsidRPr="006056B1">
        <w:t>lui l</w:t>
      </w:r>
      <w:r w:rsidR="006036B2">
        <w:t>’</w:t>
      </w:r>
      <w:r w:rsidRPr="006056B1">
        <w:t>infirme aux deux moignons</w:t>
      </w:r>
      <w:r w:rsidR="006036B2">
        <w:t> !</w:t>
      </w:r>
    </w:p>
    <w:p w14:paraId="05D17697" w14:textId="77777777" w:rsidR="006036B2" w:rsidRDefault="006036B2" w:rsidP="00E85E1B">
      <w:r>
        <w:t>— </w:t>
      </w:r>
      <w:r w:rsidR="00E85E1B" w:rsidRPr="006056B1">
        <w:t>Et du vrai bon lait</w:t>
      </w:r>
      <w:r>
        <w:t xml:space="preserve">, </w:t>
      </w:r>
      <w:r w:rsidR="00E85E1B" w:rsidRPr="006056B1">
        <w:t>dit-il</w:t>
      </w:r>
      <w:r>
        <w:t xml:space="preserve">. </w:t>
      </w:r>
      <w:r w:rsidR="00E85E1B" w:rsidRPr="006056B1">
        <w:t>Du lait rupin</w:t>
      </w:r>
      <w:r>
        <w:t xml:space="preserve"> ! </w:t>
      </w:r>
      <w:r w:rsidR="00E85E1B" w:rsidRPr="006056B1">
        <w:t>Du lait</w:t>
      </w:r>
      <w:r>
        <w:t xml:space="preserve">, </w:t>
      </w:r>
      <w:r w:rsidR="00E85E1B" w:rsidRPr="006056B1">
        <w:t>qui me coûte quat</w:t>
      </w:r>
      <w:r>
        <w:t>’</w:t>
      </w:r>
      <w:r w:rsidR="00E85E1B">
        <w:t xml:space="preserve"> </w:t>
      </w:r>
      <w:r w:rsidR="00E85E1B" w:rsidRPr="006056B1">
        <w:t>ronds la chopine</w:t>
      </w:r>
      <w:r>
        <w:t xml:space="preserve">. </w:t>
      </w:r>
      <w:r w:rsidR="00E85E1B" w:rsidRPr="006056B1">
        <w:t>Du lait d</w:t>
      </w:r>
      <w:r>
        <w:t>’</w:t>
      </w:r>
      <w:r w:rsidR="00E85E1B" w:rsidRPr="006056B1">
        <w:t>gens riches</w:t>
      </w:r>
      <w:r>
        <w:t xml:space="preserve"> ! </w:t>
      </w:r>
      <w:r w:rsidR="00E85E1B" w:rsidRPr="006056B1">
        <w:t>Et faut voir c</w:t>
      </w:r>
      <w:r>
        <w:t>’</w:t>
      </w:r>
      <w:r w:rsidR="00E85E1B" w:rsidRPr="006056B1">
        <w:t>qu</w:t>
      </w:r>
      <w:r>
        <w:t>’</w:t>
      </w:r>
      <w:r w:rsidR="00E85E1B" w:rsidRPr="006056B1">
        <w:t>ils s</w:t>
      </w:r>
      <w:r>
        <w:t>’</w:t>
      </w:r>
      <w:r w:rsidR="00E85E1B" w:rsidRPr="006056B1">
        <w:t>en appuient sur l</w:t>
      </w:r>
      <w:r>
        <w:t>’</w:t>
      </w:r>
      <w:r w:rsidR="00E85E1B" w:rsidRPr="006056B1">
        <w:t>estomac</w:t>
      </w:r>
      <w:r>
        <w:t xml:space="preserve">, </w:t>
      </w:r>
      <w:r w:rsidR="00E85E1B" w:rsidRPr="006056B1">
        <w:t>les gougnafiasses</w:t>
      </w:r>
      <w:r>
        <w:t> !</w:t>
      </w:r>
    </w:p>
    <w:p w14:paraId="73C44684" w14:textId="77777777" w:rsidR="006036B2" w:rsidRDefault="00E85E1B" w:rsidP="00E85E1B">
      <w:r w:rsidRPr="006056B1">
        <w:t>Doucement</w:t>
      </w:r>
      <w:r w:rsidR="006036B2">
        <w:t xml:space="preserve">, </w:t>
      </w:r>
      <w:r w:rsidRPr="006056B1">
        <w:t>câlinement</w:t>
      </w:r>
      <w:r w:rsidR="006036B2">
        <w:t xml:space="preserve">, </w:t>
      </w:r>
      <w:r w:rsidRPr="006056B1">
        <w:t>maternellement</w:t>
      </w:r>
      <w:r w:rsidR="006036B2">
        <w:t xml:space="preserve">, </w:t>
      </w:r>
      <w:r w:rsidRPr="006056B1">
        <w:t>il soulevait les litres de ses deux charitables moignons</w:t>
      </w:r>
      <w:r w:rsidR="006036B2">
        <w:t xml:space="preserve">, </w:t>
      </w:r>
      <w:r w:rsidRPr="006056B1">
        <w:t>et sa face s</w:t>
      </w:r>
      <w:r w:rsidR="006036B2">
        <w:t>’</w:t>
      </w:r>
      <w:r w:rsidRPr="006056B1">
        <w:t>illuminait en face extasiée de grand-papa gâteau</w:t>
      </w:r>
      <w:r w:rsidR="006036B2">
        <w:t xml:space="preserve">, </w:t>
      </w:r>
      <w:r w:rsidRPr="006056B1">
        <w:t>et se retournant vers moi</w:t>
      </w:r>
      <w:r w:rsidR="006036B2">
        <w:t xml:space="preserve">, </w:t>
      </w:r>
      <w:r w:rsidRPr="006056B1">
        <w:t>les yeux humides et caressants</w:t>
      </w:r>
      <w:r w:rsidR="006036B2">
        <w:t xml:space="preserve">, </w:t>
      </w:r>
      <w:r w:rsidRPr="006056B1">
        <w:t>il ajouta dans un tendre so</w:t>
      </w:r>
      <w:r w:rsidRPr="006056B1">
        <w:t>u</w:t>
      </w:r>
      <w:r w:rsidRPr="006056B1">
        <w:t>rire</w:t>
      </w:r>
      <w:r w:rsidR="006036B2">
        <w:t> :</w:t>
      </w:r>
    </w:p>
    <w:p w14:paraId="5818C96F" w14:textId="77777777" w:rsidR="006036B2" w:rsidRDefault="006036B2" w:rsidP="00E85E1B">
      <w:r>
        <w:t>— </w:t>
      </w:r>
      <w:r w:rsidR="00E85E1B" w:rsidRPr="006056B1">
        <w:t>Dame</w:t>
      </w:r>
      <w:r>
        <w:t xml:space="preserve"> ! </w:t>
      </w:r>
      <w:proofErr w:type="spellStart"/>
      <w:r w:rsidR="00E85E1B" w:rsidRPr="006056B1">
        <w:t>Qué</w:t>
      </w:r>
      <w:proofErr w:type="spellEnd"/>
      <w:r w:rsidR="00E85E1B" w:rsidRPr="006056B1">
        <w:t xml:space="preserve"> qu</w:t>
      </w:r>
      <w:r>
        <w:t>’</w:t>
      </w:r>
      <w:r w:rsidR="00E85E1B" w:rsidRPr="006056B1">
        <w:t>vous voulez</w:t>
      </w:r>
      <w:r>
        <w:t xml:space="preserve"> ! </w:t>
      </w:r>
      <w:r w:rsidR="00E85E1B" w:rsidRPr="006056B1">
        <w:t>On n</w:t>
      </w:r>
      <w:r>
        <w:t>’</w:t>
      </w:r>
      <w:r w:rsidR="00E85E1B" w:rsidRPr="006056B1">
        <w:t>peut pourtant pas les laisser crever</w:t>
      </w:r>
      <w:r>
        <w:t xml:space="preserve">, </w:t>
      </w:r>
      <w:r w:rsidR="00E85E1B" w:rsidRPr="006056B1">
        <w:t xml:space="preserve">les </w:t>
      </w:r>
      <w:proofErr w:type="spellStart"/>
      <w:r w:rsidR="00E85E1B" w:rsidRPr="006056B1">
        <w:t>pauv</w:t>
      </w:r>
      <w:proofErr w:type="spellEnd"/>
      <w:r>
        <w:t>’</w:t>
      </w:r>
      <w:r w:rsidR="00E85E1B" w:rsidRPr="006056B1">
        <w:t xml:space="preserve"> bougres</w:t>
      </w:r>
      <w:r>
        <w:t xml:space="preserve">, </w:t>
      </w:r>
      <w:r w:rsidR="00E85E1B" w:rsidRPr="006056B1">
        <w:t>sous prétexte qu</w:t>
      </w:r>
      <w:r>
        <w:t>’</w:t>
      </w:r>
      <w:r w:rsidR="00E85E1B" w:rsidRPr="006056B1">
        <w:t>ils ont tous leurs membres et qu</w:t>
      </w:r>
      <w:r>
        <w:t>’</w:t>
      </w:r>
      <w:r w:rsidR="00E85E1B" w:rsidRPr="006056B1">
        <w:t xml:space="preserve">ils sont foutus </w:t>
      </w:r>
      <w:proofErr w:type="spellStart"/>
      <w:r w:rsidR="00E85E1B" w:rsidRPr="006056B1">
        <w:t>comm</w:t>
      </w:r>
      <w:proofErr w:type="spellEnd"/>
      <w:r>
        <w:t>’</w:t>
      </w:r>
      <w:r w:rsidR="00E85E1B" w:rsidRPr="006056B1">
        <w:t xml:space="preserve"> des anges</w:t>
      </w:r>
      <w:r>
        <w:t>.</w:t>
      </w:r>
    </w:p>
    <w:p w14:paraId="73BDADD4" w14:textId="4BD2266C" w:rsidR="00E85E1B" w:rsidRPr="006056B1" w:rsidRDefault="00E85E1B" w:rsidP="006036B2">
      <w:pPr>
        <w:pStyle w:val="Titre1"/>
      </w:pPr>
      <w:bookmarkStart w:id="5" w:name="_Toc194853044"/>
      <w:r w:rsidRPr="006056B1">
        <w:lastRenderedPageBreak/>
        <w:t>LA VENGEANCE DE POLYTE</w:t>
      </w:r>
      <w:bookmarkEnd w:id="5"/>
    </w:p>
    <w:p w14:paraId="551DDCFD" w14:textId="77777777" w:rsidR="006036B2" w:rsidRDefault="00E85E1B" w:rsidP="00E85E1B">
      <w:bookmarkStart w:id="6" w:name="bookmark4"/>
      <w:bookmarkEnd w:id="6"/>
      <w:r w:rsidRPr="006056B1">
        <w:t>Que Polyte</w:t>
      </w:r>
      <w:r w:rsidR="006036B2">
        <w:t xml:space="preserve">, </w:t>
      </w:r>
      <w:r w:rsidRPr="006056B1">
        <w:t xml:space="preserve">le paillasse-nain de la baraque </w:t>
      </w:r>
      <w:proofErr w:type="spellStart"/>
      <w:r w:rsidRPr="006056B1">
        <w:t>Mascreux</w:t>
      </w:r>
      <w:proofErr w:type="spellEnd"/>
      <w:r w:rsidR="006036B2">
        <w:t xml:space="preserve">, </w:t>
      </w:r>
      <w:r w:rsidRPr="006056B1">
        <w:t>l</w:t>
      </w:r>
      <w:r w:rsidR="006036B2">
        <w:t>’</w:t>
      </w:r>
      <w:r w:rsidRPr="006056B1">
        <w:t>avorton surnommé</w:t>
      </w:r>
      <w:r w:rsidR="006036B2">
        <w:t xml:space="preserve">, </w:t>
      </w:r>
      <w:r w:rsidRPr="006056B1">
        <w:t>à cause de sa taille exiguë</w:t>
      </w:r>
      <w:r w:rsidR="006036B2">
        <w:t xml:space="preserve">, </w:t>
      </w:r>
      <w:r w:rsidRPr="006056B1">
        <w:rPr>
          <w:bCs/>
          <w:i/>
          <w:iCs/>
        </w:rPr>
        <w:t>Trois pouces de jambe et le cul tout de suite</w:t>
      </w:r>
      <w:r w:rsidR="006036B2">
        <w:t xml:space="preserve">, </w:t>
      </w:r>
      <w:r w:rsidRPr="006056B1">
        <w:t>que ce gnome à la tignasse rouge</w:t>
      </w:r>
      <w:r w:rsidR="006036B2">
        <w:t xml:space="preserve">, </w:t>
      </w:r>
      <w:r w:rsidRPr="006056B1">
        <w:t>à l</w:t>
      </w:r>
      <w:r w:rsidR="006036B2">
        <w:t>’</w:t>
      </w:r>
      <w:r w:rsidRPr="006056B1">
        <w:t>œil vairon</w:t>
      </w:r>
      <w:r w:rsidR="006036B2">
        <w:t xml:space="preserve">, </w:t>
      </w:r>
      <w:r w:rsidRPr="006056B1">
        <w:t>aux allures de reptile écrasé</w:t>
      </w:r>
      <w:r w:rsidR="006036B2">
        <w:t xml:space="preserve">, </w:t>
      </w:r>
      <w:r w:rsidRPr="006056B1">
        <w:t>ne soit pas un très mauvais bougre</w:t>
      </w:r>
      <w:r w:rsidR="006036B2">
        <w:t xml:space="preserve">, </w:t>
      </w:r>
      <w:r w:rsidRPr="006056B1">
        <w:t>ce n</w:t>
      </w:r>
      <w:r w:rsidR="006036B2">
        <w:t>’</w:t>
      </w:r>
      <w:r w:rsidRPr="006056B1">
        <w:t>est pas du tout mon intention de vous le faire croire</w:t>
      </w:r>
      <w:r w:rsidR="006036B2">
        <w:t xml:space="preserve">. </w:t>
      </w:r>
      <w:r w:rsidRPr="006056B1">
        <w:t>Mais que sa mauvaise-bougrerie soit patiente</w:t>
      </w:r>
      <w:r w:rsidR="006036B2">
        <w:t xml:space="preserve">, </w:t>
      </w:r>
      <w:r w:rsidRPr="006056B1">
        <w:t>r</w:t>
      </w:r>
      <w:r w:rsidRPr="006056B1">
        <w:t>u</w:t>
      </w:r>
      <w:r w:rsidRPr="006056B1">
        <w:t>sée</w:t>
      </w:r>
      <w:r w:rsidR="006036B2">
        <w:t xml:space="preserve">, </w:t>
      </w:r>
      <w:r w:rsidRPr="006056B1">
        <w:t>inventive</w:t>
      </w:r>
      <w:r w:rsidR="006036B2">
        <w:t xml:space="preserve">, </w:t>
      </w:r>
      <w:r w:rsidRPr="006056B1">
        <w:t>spirituelle même</w:t>
      </w:r>
      <w:r w:rsidR="006036B2">
        <w:t xml:space="preserve">, </w:t>
      </w:r>
      <w:r w:rsidRPr="006056B1">
        <w:t>et jusque dans les cruautés où elle peut aboutir</w:t>
      </w:r>
      <w:r w:rsidR="006036B2">
        <w:t xml:space="preserve">, </w:t>
      </w:r>
      <w:r w:rsidRPr="006056B1">
        <w:t>c</w:t>
      </w:r>
      <w:r w:rsidR="006036B2">
        <w:t>’</w:t>
      </w:r>
      <w:r w:rsidRPr="006056B1">
        <w:t>est ce que je prétends vous prouver</w:t>
      </w:r>
      <w:r w:rsidR="006036B2">
        <w:t xml:space="preserve">, </w:t>
      </w:r>
      <w:r w:rsidRPr="006056B1">
        <w:t>en vous racontant comment il se vengea</w:t>
      </w:r>
      <w:r w:rsidR="006036B2">
        <w:t xml:space="preserve">, </w:t>
      </w:r>
      <w:r w:rsidRPr="006056B1">
        <w:t>l</w:t>
      </w:r>
      <w:r w:rsidR="006036B2">
        <w:t>’</w:t>
      </w:r>
      <w:r w:rsidRPr="006056B1">
        <w:t>autre jour</w:t>
      </w:r>
      <w:r w:rsidR="006036B2">
        <w:t xml:space="preserve">, </w:t>
      </w:r>
      <w:r w:rsidRPr="006056B1">
        <w:t>de deux de ses e</w:t>
      </w:r>
      <w:r w:rsidRPr="006056B1">
        <w:t>n</w:t>
      </w:r>
      <w:r w:rsidRPr="006056B1">
        <w:t>nemis</w:t>
      </w:r>
      <w:r w:rsidR="006036B2">
        <w:t xml:space="preserve"> : </w:t>
      </w:r>
      <w:r w:rsidRPr="006056B1">
        <w:t>le charbonnier Leroy-</w:t>
      </w:r>
      <w:proofErr w:type="spellStart"/>
      <w:r w:rsidRPr="006056B1">
        <w:t>Mezodenc</w:t>
      </w:r>
      <w:proofErr w:type="spellEnd"/>
      <w:r w:rsidRPr="006056B1">
        <w:t xml:space="preserve"> et monsieur le vicomte Hugues de </w:t>
      </w:r>
      <w:proofErr w:type="spellStart"/>
      <w:r w:rsidRPr="006056B1">
        <w:t>Grimetz</w:t>
      </w:r>
      <w:proofErr w:type="spellEnd"/>
      <w:r w:rsidR="006036B2">
        <w:t>.</w:t>
      </w:r>
    </w:p>
    <w:p w14:paraId="0BB1B02C" w14:textId="77777777" w:rsidR="006036B2" w:rsidRDefault="00E85E1B" w:rsidP="00E85E1B">
      <w:r w:rsidRPr="006056B1">
        <w:t>Il faut vous dire d</w:t>
      </w:r>
      <w:r w:rsidR="006036B2">
        <w:t>’</w:t>
      </w:r>
      <w:r w:rsidRPr="006056B1">
        <w:t>abord pourquoi il en voulait à ces deux personnes</w:t>
      </w:r>
      <w:r w:rsidR="006036B2">
        <w:t xml:space="preserve">, </w:t>
      </w:r>
      <w:r w:rsidRPr="006056B1">
        <w:t>et il faut en particulier vous éclaircir ce mystère</w:t>
      </w:r>
      <w:r w:rsidR="006036B2">
        <w:t xml:space="preserve">, </w:t>
      </w:r>
      <w:r w:rsidRPr="006056B1">
        <w:t>à savoir par suite de quelles relations anormales l</w:t>
      </w:r>
      <w:r w:rsidR="006036B2">
        <w:t>’</w:t>
      </w:r>
      <w:r w:rsidRPr="006056B1">
        <w:t>inimitié avait pu naître dans le cœur d</w:t>
      </w:r>
      <w:r w:rsidR="006036B2">
        <w:t>’</w:t>
      </w:r>
      <w:r w:rsidRPr="006056B1">
        <w:t>un pitre de la foire contre un authe</w:t>
      </w:r>
      <w:r w:rsidRPr="006056B1">
        <w:t>n</w:t>
      </w:r>
      <w:r w:rsidRPr="006056B1">
        <w:t>tique vicomte du faubourg Saint-Germain</w:t>
      </w:r>
      <w:r w:rsidR="006036B2">
        <w:t>.</w:t>
      </w:r>
    </w:p>
    <w:p w14:paraId="7CC42361" w14:textId="77777777" w:rsidR="006036B2" w:rsidRDefault="00E85E1B" w:rsidP="00E85E1B">
      <w:r w:rsidRPr="006056B1">
        <w:t>Pour ce qui est de Leroy-</w:t>
      </w:r>
      <w:proofErr w:type="spellStart"/>
      <w:r w:rsidRPr="006056B1">
        <w:t>Mezodenc</w:t>
      </w:r>
      <w:proofErr w:type="spellEnd"/>
      <w:r w:rsidR="006036B2">
        <w:t xml:space="preserve">, </w:t>
      </w:r>
      <w:r w:rsidRPr="006056B1">
        <w:t>apprenez qu</w:t>
      </w:r>
      <w:r w:rsidR="006036B2">
        <w:t>’</w:t>
      </w:r>
      <w:r w:rsidRPr="006056B1">
        <w:t>il était</w:t>
      </w:r>
      <w:r w:rsidR="006036B2">
        <w:t xml:space="preserve">, </w:t>
      </w:r>
      <w:r w:rsidRPr="006056B1">
        <w:t>non seulement charbonnier</w:t>
      </w:r>
      <w:r w:rsidR="006036B2">
        <w:t xml:space="preserve">, </w:t>
      </w:r>
      <w:r w:rsidRPr="006056B1">
        <w:t>mais aussi débitant de vins</w:t>
      </w:r>
      <w:r w:rsidR="006036B2">
        <w:t xml:space="preserve">, </w:t>
      </w:r>
      <w:r w:rsidRPr="006056B1">
        <w:t>comme tout bon Auvergnat établi à un coin de rue</w:t>
      </w:r>
      <w:r w:rsidR="006036B2">
        <w:t xml:space="preserve">, </w:t>
      </w:r>
      <w:r w:rsidRPr="006056B1">
        <w:t>et qu</w:t>
      </w:r>
      <w:r w:rsidR="006036B2">
        <w:t>’</w:t>
      </w:r>
      <w:r w:rsidRPr="006056B1">
        <w:t>en outre il avait</w:t>
      </w:r>
      <w:r w:rsidR="006036B2">
        <w:t xml:space="preserve">, </w:t>
      </w:r>
      <w:r w:rsidRPr="006056B1">
        <w:t>lui gringalet</w:t>
      </w:r>
      <w:r w:rsidR="006036B2">
        <w:t xml:space="preserve">, </w:t>
      </w:r>
      <w:r w:rsidRPr="006056B1">
        <w:t>une énorme femme</w:t>
      </w:r>
      <w:r w:rsidR="006036B2">
        <w:t xml:space="preserve">, </w:t>
      </w:r>
      <w:r w:rsidRPr="006056B1">
        <w:t>énorme en hauteur</w:t>
      </w:r>
      <w:r w:rsidR="006036B2">
        <w:t xml:space="preserve">, </w:t>
      </w:r>
      <w:r w:rsidRPr="006056B1">
        <w:t>en largeur et en épaisseur</w:t>
      </w:r>
      <w:r w:rsidR="006036B2">
        <w:t xml:space="preserve">, </w:t>
      </w:r>
      <w:r w:rsidRPr="006056B1">
        <w:t>jeune</w:t>
      </w:r>
      <w:r w:rsidR="006036B2">
        <w:t xml:space="preserve">, </w:t>
      </w:r>
      <w:r w:rsidRPr="006056B1">
        <w:t>au reste</w:t>
      </w:r>
      <w:r w:rsidR="006036B2">
        <w:t xml:space="preserve">, </w:t>
      </w:r>
      <w:r w:rsidRPr="006056B1">
        <w:t>fraîche</w:t>
      </w:r>
      <w:r w:rsidR="006036B2">
        <w:t xml:space="preserve">, </w:t>
      </w:r>
      <w:r w:rsidRPr="006056B1">
        <w:t>belle et superbe en son énormité</w:t>
      </w:r>
      <w:r w:rsidR="006036B2">
        <w:t xml:space="preserve"> ; </w:t>
      </w:r>
      <w:r w:rsidRPr="006056B1">
        <w:t>et notez qu</w:t>
      </w:r>
      <w:r w:rsidR="006036B2">
        <w:t>’</w:t>
      </w:r>
      <w:r w:rsidRPr="006056B1">
        <w:t>il en était extrêmement jaloux</w:t>
      </w:r>
      <w:r w:rsidR="006036B2">
        <w:t xml:space="preserve">. </w:t>
      </w:r>
      <w:r w:rsidRPr="006056B1">
        <w:t>Je n</w:t>
      </w:r>
      <w:r w:rsidR="006036B2">
        <w:t>’</w:t>
      </w:r>
      <w:r w:rsidRPr="006056B1">
        <w:t>ajouterai que deux mots</w:t>
      </w:r>
      <w:r w:rsidR="006036B2">
        <w:t xml:space="preserve">, </w:t>
      </w:r>
      <w:r w:rsidRPr="006056B1">
        <w:t>et vous comprendrez immédiat</w:t>
      </w:r>
      <w:r w:rsidRPr="006056B1">
        <w:t>e</w:t>
      </w:r>
      <w:r w:rsidRPr="006056B1">
        <w:t>ment l</w:t>
      </w:r>
      <w:r w:rsidR="006036B2">
        <w:t>’</w:t>
      </w:r>
      <w:r w:rsidRPr="006056B1">
        <w:t>animosité de Polyte à son endroit</w:t>
      </w:r>
      <w:r w:rsidR="006036B2">
        <w:t xml:space="preserve"> : </w:t>
      </w:r>
      <w:r w:rsidRPr="006056B1">
        <w:t>Polyte avait un béguin pour la charbonnière et la charbonnière était fidèle à l</w:t>
      </w:r>
      <w:r w:rsidR="006036B2">
        <w:t>’</w:t>
      </w:r>
      <w:r w:rsidRPr="006056B1">
        <w:t>Auvergnat</w:t>
      </w:r>
      <w:r w:rsidR="006036B2">
        <w:t>.</w:t>
      </w:r>
    </w:p>
    <w:p w14:paraId="6AAA080A" w14:textId="77777777" w:rsidR="006036B2" w:rsidRDefault="006036B2" w:rsidP="00E85E1B">
      <w:r>
        <w:lastRenderedPageBreak/>
        <w:t>— </w:t>
      </w:r>
      <w:r w:rsidR="00E85E1B" w:rsidRPr="006056B1">
        <w:t>C</w:t>
      </w:r>
      <w:r>
        <w:t>’</w:t>
      </w:r>
      <w:r w:rsidR="00E85E1B" w:rsidRPr="006056B1">
        <w:t>est-il pas injuste</w:t>
      </w:r>
      <w:r>
        <w:t xml:space="preserve">, </w:t>
      </w:r>
      <w:r w:rsidR="00E85E1B" w:rsidRPr="006056B1">
        <w:t>grognait Polyte</w:t>
      </w:r>
      <w:r>
        <w:t xml:space="preserve">, </w:t>
      </w:r>
      <w:r w:rsidR="00E85E1B" w:rsidRPr="006056B1">
        <w:t>qu</w:t>
      </w:r>
      <w:r>
        <w:t>’</w:t>
      </w:r>
      <w:r w:rsidR="00E85E1B" w:rsidRPr="006056B1">
        <w:t>un goncier à la manque</w:t>
      </w:r>
      <w:r>
        <w:t xml:space="preserve">, </w:t>
      </w:r>
      <w:r w:rsidR="00E85E1B" w:rsidRPr="006056B1">
        <w:t>comme celui-là</w:t>
      </w:r>
      <w:r>
        <w:t xml:space="preserve">, </w:t>
      </w:r>
      <w:r w:rsidR="00E85E1B" w:rsidRPr="006056B1">
        <w:t>ait une poniffe pareille</w:t>
      </w:r>
      <w:r>
        <w:t xml:space="preserve">, </w:t>
      </w:r>
      <w:r w:rsidR="00E85E1B" w:rsidRPr="006056B1">
        <w:t>si gironde</w:t>
      </w:r>
      <w:r>
        <w:t xml:space="preserve">, </w:t>
      </w:r>
      <w:r w:rsidR="00E85E1B" w:rsidRPr="006056B1">
        <w:t>et dont il ne fout rien</w:t>
      </w:r>
      <w:r>
        <w:t> !</w:t>
      </w:r>
    </w:p>
    <w:p w14:paraId="5104A458" w14:textId="77777777" w:rsidR="006036B2" w:rsidRDefault="00E85E1B" w:rsidP="00E85E1B">
      <w:r w:rsidRPr="006056B1">
        <w:t>Car</w:t>
      </w:r>
      <w:r w:rsidR="006036B2">
        <w:t xml:space="preserve">, </w:t>
      </w:r>
      <w:r w:rsidRPr="006056B1">
        <w:t>si l</w:t>
      </w:r>
      <w:r w:rsidR="006036B2">
        <w:t>’</w:t>
      </w:r>
      <w:r w:rsidRPr="006056B1">
        <w:t>on faisait observer à l</w:t>
      </w:r>
      <w:r w:rsidR="006036B2">
        <w:t>’</w:t>
      </w:r>
      <w:r w:rsidRPr="006056B1">
        <w:t>avorton que lui-même était un goncier non moins à la manque</w:t>
      </w:r>
      <w:r w:rsidR="006036B2">
        <w:t xml:space="preserve">, </w:t>
      </w:r>
      <w:r w:rsidRPr="006056B1">
        <w:t>il vous clouait le bec par cette réponse fort judicieuse</w:t>
      </w:r>
      <w:r w:rsidR="006036B2">
        <w:t> :</w:t>
      </w:r>
    </w:p>
    <w:p w14:paraId="3570CE3A" w14:textId="77777777" w:rsidR="006036B2" w:rsidRDefault="006036B2" w:rsidP="00E85E1B">
      <w:r>
        <w:t>— </w:t>
      </w:r>
      <w:r w:rsidR="00E85E1B" w:rsidRPr="006056B1">
        <w:t>À la manque rapport au corps</w:t>
      </w:r>
      <w:r>
        <w:t xml:space="preserve">, </w:t>
      </w:r>
      <w:r w:rsidR="00E85E1B" w:rsidRPr="006056B1">
        <w:t>j</w:t>
      </w:r>
      <w:r>
        <w:t>’</w:t>
      </w:r>
      <w:r w:rsidR="00E85E1B" w:rsidRPr="006056B1">
        <w:t>dis pas</w:t>
      </w:r>
      <w:r>
        <w:t xml:space="preserve"> ; </w:t>
      </w:r>
      <w:r w:rsidR="00E85E1B" w:rsidRPr="006056B1">
        <w:t>et de ce côté-là</w:t>
      </w:r>
      <w:r>
        <w:t xml:space="preserve">, </w:t>
      </w:r>
      <w:r w:rsidR="00E85E1B" w:rsidRPr="006056B1">
        <w:t>lui et moi</w:t>
      </w:r>
      <w:r>
        <w:t xml:space="preserve">, </w:t>
      </w:r>
      <w:r w:rsidR="00E85E1B" w:rsidRPr="006056B1">
        <w:t>nous sommes kif-kif</w:t>
      </w:r>
      <w:r>
        <w:t xml:space="preserve">. </w:t>
      </w:r>
      <w:r w:rsidR="00E85E1B" w:rsidRPr="006056B1">
        <w:t>Mais moi</w:t>
      </w:r>
      <w:r>
        <w:t xml:space="preserve">, </w:t>
      </w:r>
      <w:r w:rsidR="00E85E1B" w:rsidRPr="006056B1">
        <w:t>j</w:t>
      </w:r>
      <w:r>
        <w:t>’</w:t>
      </w:r>
      <w:r w:rsidR="00E85E1B" w:rsidRPr="006056B1">
        <w:t>suis à la manque de d</w:t>
      </w:r>
      <w:r>
        <w:t>’</w:t>
      </w:r>
      <w:r w:rsidR="00E85E1B" w:rsidRPr="006056B1">
        <w:t>là seulement</w:t>
      </w:r>
      <w:r>
        <w:t xml:space="preserve">. </w:t>
      </w:r>
      <w:r w:rsidR="00E85E1B" w:rsidRPr="006056B1">
        <w:t>Et lui</w:t>
      </w:r>
      <w:r>
        <w:t xml:space="preserve">, </w:t>
      </w:r>
      <w:r w:rsidR="00E85E1B" w:rsidRPr="006056B1">
        <w:t>il l</w:t>
      </w:r>
      <w:r>
        <w:t>’</w:t>
      </w:r>
      <w:r w:rsidR="00E85E1B" w:rsidRPr="006056B1">
        <w:t>est de partout</w:t>
      </w:r>
      <w:r>
        <w:t xml:space="preserve">. </w:t>
      </w:r>
      <w:r w:rsidR="00E85E1B" w:rsidRPr="006056B1">
        <w:t>Bête comme un figne</w:t>
      </w:r>
      <w:r>
        <w:t xml:space="preserve">, </w:t>
      </w:r>
      <w:r w:rsidR="00E85E1B" w:rsidRPr="006056B1">
        <w:t>c</w:t>
      </w:r>
      <w:r>
        <w:t>’</w:t>
      </w:r>
      <w:r w:rsidR="00E85E1B" w:rsidRPr="006056B1">
        <w:t>lancier-là</w:t>
      </w:r>
      <w:r>
        <w:t xml:space="preserve">, </w:t>
      </w:r>
      <w:r w:rsidR="00E85E1B" w:rsidRPr="006056B1">
        <w:t>et figne d</w:t>
      </w:r>
      <w:r>
        <w:t>’</w:t>
      </w:r>
      <w:proofErr w:type="spellStart"/>
      <w:r w:rsidR="00E85E1B" w:rsidRPr="006056B1">
        <w:t>arrès</w:t>
      </w:r>
      <w:proofErr w:type="spellEnd"/>
      <w:r>
        <w:t xml:space="preserve"> ! </w:t>
      </w:r>
      <w:r w:rsidR="00E85E1B" w:rsidRPr="006056B1">
        <w:t>Tandis que Bibi</w:t>
      </w:r>
      <w:r>
        <w:t xml:space="preserve">, </w:t>
      </w:r>
      <w:r w:rsidR="00E85E1B" w:rsidRPr="006056B1">
        <w:t>pour le truc</w:t>
      </w:r>
      <w:r>
        <w:t xml:space="preserve">, </w:t>
      </w:r>
      <w:r w:rsidR="00E85E1B" w:rsidRPr="006056B1">
        <w:t xml:space="preserve">le </w:t>
      </w:r>
      <w:proofErr w:type="spellStart"/>
      <w:r w:rsidR="00E85E1B" w:rsidRPr="006056B1">
        <w:t>dric</w:t>
      </w:r>
      <w:proofErr w:type="spellEnd"/>
      <w:r>
        <w:t xml:space="preserve">, </w:t>
      </w:r>
      <w:r w:rsidR="00E85E1B" w:rsidRPr="006056B1">
        <w:t>le fil</w:t>
      </w:r>
      <w:r>
        <w:t xml:space="preserve">, </w:t>
      </w:r>
      <w:r w:rsidR="00E85E1B" w:rsidRPr="006056B1">
        <w:t xml:space="preserve">le </w:t>
      </w:r>
      <w:proofErr w:type="spellStart"/>
      <w:r w:rsidR="00E85E1B" w:rsidRPr="006056B1">
        <w:t>r</w:t>
      </w:r>
      <w:r>
        <w:t>’</w:t>
      </w:r>
      <w:r w:rsidR="00E85E1B" w:rsidRPr="006056B1">
        <w:t>fil</w:t>
      </w:r>
      <w:proofErr w:type="spellEnd"/>
      <w:r>
        <w:t xml:space="preserve">, </w:t>
      </w:r>
      <w:r w:rsidR="00E85E1B" w:rsidRPr="006056B1">
        <w:t>le flair</w:t>
      </w:r>
      <w:r>
        <w:t xml:space="preserve">, </w:t>
      </w:r>
      <w:r w:rsidR="00E85E1B" w:rsidRPr="006056B1">
        <w:t>le blaire</w:t>
      </w:r>
      <w:r>
        <w:t xml:space="preserve">, </w:t>
      </w:r>
      <w:r w:rsidR="00E85E1B" w:rsidRPr="006056B1">
        <w:t>et tout ce qu</w:t>
      </w:r>
      <w:r>
        <w:t>’</w:t>
      </w:r>
      <w:r w:rsidR="00E85E1B" w:rsidRPr="006056B1">
        <w:t>il faut avoir dans la fiole pour ne pas être un gniolle qu</w:t>
      </w:r>
      <w:r>
        <w:t>’</w:t>
      </w:r>
      <w:r w:rsidR="00E85E1B" w:rsidRPr="006056B1">
        <w:t>on patafiole</w:t>
      </w:r>
      <w:r>
        <w:t xml:space="preserve">, </w:t>
      </w:r>
      <w:r w:rsidR="00E85E1B" w:rsidRPr="006056B1">
        <w:t>à lui la pose</w:t>
      </w:r>
      <w:r>
        <w:t xml:space="preserve">, </w:t>
      </w:r>
      <w:r w:rsidR="00E85E1B" w:rsidRPr="006056B1">
        <w:t>à Polyte l</w:t>
      </w:r>
      <w:r>
        <w:t>’</w:t>
      </w:r>
      <w:r w:rsidR="00E85E1B" w:rsidRPr="006056B1">
        <w:t>mariolle</w:t>
      </w:r>
      <w:r>
        <w:t xml:space="preserve"> ! </w:t>
      </w:r>
      <w:r w:rsidR="00E85E1B" w:rsidRPr="006056B1">
        <w:t xml:space="preserve">Et de sa </w:t>
      </w:r>
      <w:proofErr w:type="spellStart"/>
      <w:r w:rsidR="00E85E1B" w:rsidRPr="006056B1">
        <w:t>laisée</w:t>
      </w:r>
      <w:proofErr w:type="spellEnd"/>
      <w:r>
        <w:t xml:space="preserve">, </w:t>
      </w:r>
      <w:r w:rsidR="00E85E1B" w:rsidRPr="006056B1">
        <w:t>dont il ne fout rien</w:t>
      </w:r>
      <w:r>
        <w:t xml:space="preserve">, </w:t>
      </w:r>
      <w:r w:rsidR="00E85E1B" w:rsidRPr="006056B1">
        <w:t>moi j</w:t>
      </w:r>
      <w:r>
        <w:t>’</w:t>
      </w:r>
      <w:r w:rsidR="00E85E1B" w:rsidRPr="006056B1">
        <w:t>en aurais fait une femme colosse</w:t>
      </w:r>
      <w:r>
        <w:t xml:space="preserve">, </w:t>
      </w:r>
      <w:r w:rsidR="00E85E1B" w:rsidRPr="006056B1">
        <w:t>dont j</w:t>
      </w:r>
      <w:r>
        <w:t>’</w:t>
      </w:r>
      <w:r w:rsidR="00E85E1B" w:rsidRPr="006056B1">
        <w:t>y aurais jacté un boniment que les fliques en auraient déflaqué dans leur culbute</w:t>
      </w:r>
      <w:r>
        <w:t> !</w:t>
      </w:r>
    </w:p>
    <w:p w14:paraId="13A54224" w14:textId="77777777" w:rsidR="006036B2" w:rsidRDefault="00E85E1B" w:rsidP="00E85E1B">
      <w:r w:rsidRPr="006056B1">
        <w:t>Et il ajoutait</w:t>
      </w:r>
      <w:r w:rsidR="006036B2">
        <w:t xml:space="preserve">, </w:t>
      </w:r>
      <w:r w:rsidRPr="006056B1">
        <w:t>en taillant une basane et en se flattant</w:t>
      </w:r>
      <w:r w:rsidR="006036B2">
        <w:t xml:space="preserve">, </w:t>
      </w:r>
      <w:r w:rsidRPr="006056B1">
        <w:t>dans une pirouette talon-rouge</w:t>
      </w:r>
      <w:r w:rsidR="006036B2">
        <w:t xml:space="preserve">, </w:t>
      </w:r>
      <w:r w:rsidRPr="006056B1">
        <w:t>de posséder certain mirobolant b</w:t>
      </w:r>
      <w:r w:rsidRPr="006056B1">
        <w:t>â</w:t>
      </w:r>
      <w:r w:rsidRPr="006056B1">
        <w:t>ton de chef d</w:t>
      </w:r>
      <w:r w:rsidR="006036B2">
        <w:t>’</w:t>
      </w:r>
      <w:r w:rsidRPr="006056B1">
        <w:t>orchestre</w:t>
      </w:r>
      <w:r w:rsidR="006036B2">
        <w:t> :</w:t>
      </w:r>
    </w:p>
    <w:p w14:paraId="4BBA0F07" w14:textId="77777777" w:rsidR="006036B2" w:rsidRDefault="006036B2" w:rsidP="00E85E1B">
      <w:r>
        <w:t>— </w:t>
      </w:r>
      <w:r w:rsidR="00E85E1B" w:rsidRPr="006056B1">
        <w:t>Sans compter qu</w:t>
      </w:r>
      <w:r>
        <w:t>’</w:t>
      </w:r>
      <w:r w:rsidR="00E85E1B" w:rsidRPr="006056B1">
        <w:t>avec ça j</w:t>
      </w:r>
      <w:r>
        <w:t>’</w:t>
      </w:r>
      <w:r w:rsidR="00E85E1B" w:rsidRPr="006056B1">
        <w:t>y aurais appris la danse du ventre</w:t>
      </w:r>
      <w:r>
        <w:t>.</w:t>
      </w:r>
    </w:p>
    <w:p w14:paraId="011905ED" w14:textId="77777777" w:rsidR="006036B2" w:rsidRDefault="00E85E1B" w:rsidP="00E85E1B">
      <w:r w:rsidRPr="006056B1">
        <w:t>À toutes ces belles propositions de gloire</w:t>
      </w:r>
      <w:r w:rsidR="006036B2">
        <w:t xml:space="preserve">, </w:t>
      </w:r>
      <w:r w:rsidRPr="006056B1">
        <w:t>de profit et de plaisir</w:t>
      </w:r>
      <w:r w:rsidR="006036B2">
        <w:t xml:space="preserve">, </w:t>
      </w:r>
      <w:r w:rsidRPr="006056B1">
        <w:t>la charbonnière avait riposté</w:t>
      </w:r>
      <w:r w:rsidR="006036B2">
        <w:t xml:space="preserve">, </w:t>
      </w:r>
      <w:r w:rsidRPr="006056B1">
        <w:t>d</w:t>
      </w:r>
      <w:r w:rsidR="006036B2">
        <w:t>’</w:t>
      </w:r>
      <w:r w:rsidRPr="006056B1">
        <w:t>abord par un large éclat de rire</w:t>
      </w:r>
      <w:r w:rsidR="006036B2">
        <w:t xml:space="preserve">, </w:t>
      </w:r>
      <w:r w:rsidRPr="006056B1">
        <w:t>puis</w:t>
      </w:r>
      <w:r w:rsidR="006036B2">
        <w:t xml:space="preserve"> (</w:t>
      </w:r>
      <w:r w:rsidRPr="006056B1">
        <w:t>un jour qu</w:t>
      </w:r>
      <w:r w:rsidR="006036B2">
        <w:t>’</w:t>
      </w:r>
      <w:r w:rsidRPr="006056B1">
        <w:t>il insistait trop tendrement</w:t>
      </w:r>
      <w:r w:rsidR="006036B2">
        <w:t xml:space="preserve">) </w:t>
      </w:r>
      <w:r w:rsidRPr="006056B1">
        <w:t>par une claque plus large encore</w:t>
      </w:r>
      <w:r w:rsidR="006036B2">
        <w:t xml:space="preserve">, </w:t>
      </w:r>
      <w:r w:rsidRPr="006056B1">
        <w:t>une claque à bout de bras</w:t>
      </w:r>
      <w:r w:rsidR="006036B2">
        <w:t xml:space="preserve">, </w:t>
      </w:r>
      <w:r w:rsidRPr="006056B1">
        <w:t>une claque de géante</w:t>
      </w:r>
      <w:r w:rsidR="006036B2">
        <w:t xml:space="preserve">, </w:t>
      </w:r>
      <w:r w:rsidRPr="006056B1">
        <w:t>non pas en masse d</w:t>
      </w:r>
      <w:r w:rsidR="006036B2">
        <w:t>’</w:t>
      </w:r>
      <w:r w:rsidRPr="006056B1">
        <w:t>assommoir</w:t>
      </w:r>
      <w:r w:rsidR="006036B2">
        <w:t xml:space="preserve">, </w:t>
      </w:r>
      <w:r w:rsidRPr="006056B1">
        <w:t>d</w:t>
      </w:r>
      <w:r w:rsidR="006036B2">
        <w:t>’</w:t>
      </w:r>
      <w:r w:rsidRPr="006056B1">
        <w:t>ailleurs</w:t>
      </w:r>
      <w:r w:rsidR="006036B2">
        <w:t xml:space="preserve">, </w:t>
      </w:r>
      <w:r w:rsidRPr="006056B1">
        <w:t>ni non plus lancée horizontalement</w:t>
      </w:r>
      <w:r w:rsidR="006036B2">
        <w:t xml:space="preserve">, </w:t>
      </w:r>
      <w:r w:rsidRPr="006056B1">
        <w:t>mais une claque humiliante</w:t>
      </w:r>
      <w:r w:rsidR="006036B2">
        <w:t xml:space="preserve">, </w:t>
      </w:r>
      <w:r w:rsidRPr="006056B1">
        <w:t>mo</w:t>
      </w:r>
      <w:r w:rsidRPr="006056B1">
        <w:t>n</w:t>
      </w:r>
      <w:r w:rsidRPr="006056B1">
        <w:t>tant de bas en haut</w:t>
      </w:r>
      <w:r w:rsidR="006036B2">
        <w:t xml:space="preserve">, </w:t>
      </w:r>
      <w:r w:rsidRPr="006056B1">
        <w:t>à la façon d</w:t>
      </w:r>
      <w:r w:rsidR="006036B2">
        <w:t>’</w:t>
      </w:r>
      <w:r w:rsidRPr="006056B1">
        <w:t>un coup de pied</w:t>
      </w:r>
      <w:r w:rsidR="006036B2">
        <w:t xml:space="preserve">, </w:t>
      </w:r>
      <w:r w:rsidRPr="006056B1">
        <w:t xml:space="preserve">et en même temps semblable à un </w:t>
      </w:r>
      <w:proofErr w:type="spellStart"/>
      <w:r w:rsidRPr="006056B1">
        <w:t>empaumage</w:t>
      </w:r>
      <w:proofErr w:type="spellEnd"/>
      <w:r w:rsidRPr="006056B1">
        <w:t xml:space="preserve"> de ballon</w:t>
      </w:r>
      <w:r w:rsidR="006036B2">
        <w:t xml:space="preserve">, </w:t>
      </w:r>
      <w:r w:rsidRPr="006056B1">
        <w:t>si bien qu</w:t>
      </w:r>
      <w:r w:rsidR="006036B2">
        <w:t>’</w:t>
      </w:r>
      <w:r w:rsidRPr="006056B1">
        <w:t>il avait senti son pauvre petit ballon empaumé</w:t>
      </w:r>
      <w:r w:rsidR="006036B2">
        <w:t xml:space="preserve">, </w:t>
      </w:r>
      <w:r w:rsidRPr="006056B1">
        <w:t xml:space="preserve">en </w:t>
      </w:r>
      <w:r w:rsidRPr="006056B1">
        <w:lastRenderedPageBreak/>
        <w:t>effet</w:t>
      </w:r>
      <w:r w:rsidR="006036B2">
        <w:t xml:space="preserve">, </w:t>
      </w:r>
      <w:r w:rsidRPr="006056B1">
        <w:t>enlevé</w:t>
      </w:r>
      <w:r w:rsidR="006036B2">
        <w:t xml:space="preserve">, </w:t>
      </w:r>
      <w:r w:rsidRPr="006056B1">
        <w:t>pour tout dire</w:t>
      </w:r>
      <w:r w:rsidR="006036B2">
        <w:t xml:space="preserve">, </w:t>
      </w:r>
      <w:r w:rsidRPr="006056B1">
        <w:t>et son lamentable individu arraché du sol et projeté à travers l</w:t>
      </w:r>
      <w:r w:rsidR="006036B2">
        <w:t>’</w:t>
      </w:r>
      <w:r w:rsidRPr="006056B1">
        <w:t>espace</w:t>
      </w:r>
      <w:r w:rsidR="006036B2">
        <w:t xml:space="preserve">, </w:t>
      </w:r>
      <w:r w:rsidRPr="006056B1">
        <w:t>battant l</w:t>
      </w:r>
      <w:r w:rsidR="006036B2">
        <w:t>’</w:t>
      </w:r>
      <w:r w:rsidRPr="006056B1">
        <w:t>air de ses quatre membres</w:t>
      </w:r>
      <w:r w:rsidR="006036B2">
        <w:t xml:space="preserve">, </w:t>
      </w:r>
      <w:r w:rsidRPr="006056B1">
        <w:t>ainsi qu</w:t>
      </w:r>
      <w:r w:rsidR="006036B2">
        <w:t>’</w:t>
      </w:r>
      <w:r w:rsidRPr="006056B1">
        <w:t>un moulin à vent déraciné par le soufflet d</w:t>
      </w:r>
      <w:r w:rsidR="006036B2">
        <w:t>’</w:t>
      </w:r>
      <w:r w:rsidRPr="006056B1">
        <w:t>un orage et qui s</w:t>
      </w:r>
      <w:r w:rsidR="006036B2">
        <w:t>’</w:t>
      </w:r>
      <w:r w:rsidRPr="006056B1">
        <w:t>envolerait cul par-dessus tête avec les gestes éperdus de ses ailes tourbillonnantes</w:t>
      </w:r>
      <w:r w:rsidR="006036B2">
        <w:t>.</w:t>
      </w:r>
    </w:p>
    <w:p w14:paraId="3412A1FB" w14:textId="77777777" w:rsidR="006036B2" w:rsidRDefault="00E85E1B" w:rsidP="00E85E1B">
      <w:r w:rsidRPr="006056B1">
        <w:t>Le pire</w:t>
      </w:r>
      <w:r w:rsidR="006036B2">
        <w:t xml:space="preserve">, </w:t>
      </w:r>
      <w:r w:rsidRPr="006056B1">
        <w:t>c</w:t>
      </w:r>
      <w:r w:rsidR="006036B2">
        <w:t>’</w:t>
      </w:r>
      <w:r w:rsidRPr="006056B1">
        <w:t>est que le charbonnier avait été</w:t>
      </w:r>
      <w:r w:rsidR="006036B2">
        <w:t xml:space="preserve">, </w:t>
      </w:r>
      <w:r w:rsidRPr="006056B1">
        <w:t>par sa femme elle-même</w:t>
      </w:r>
      <w:r w:rsidR="006036B2">
        <w:t xml:space="preserve">, </w:t>
      </w:r>
      <w:r w:rsidRPr="006056B1">
        <w:t>instruit de la correction</w:t>
      </w:r>
      <w:r w:rsidR="006036B2">
        <w:t xml:space="preserve">, </w:t>
      </w:r>
      <w:r w:rsidRPr="006056B1">
        <w:t>et en avait fait des gorges chaudes tant et plus</w:t>
      </w:r>
      <w:r w:rsidR="006036B2">
        <w:t xml:space="preserve">, </w:t>
      </w:r>
      <w:r w:rsidRPr="006056B1">
        <w:t>et</w:t>
      </w:r>
      <w:r w:rsidR="006036B2">
        <w:t xml:space="preserve">, </w:t>
      </w:r>
      <w:r w:rsidRPr="006056B1">
        <w:t>après s</w:t>
      </w:r>
      <w:r w:rsidR="006036B2">
        <w:t>’</w:t>
      </w:r>
      <w:r w:rsidRPr="006056B1">
        <w:t>être esclaffé tout son soûl</w:t>
      </w:r>
      <w:r w:rsidR="006036B2">
        <w:t xml:space="preserve">, </w:t>
      </w:r>
      <w:r w:rsidRPr="006056B1">
        <w:t>ne s</w:t>
      </w:r>
      <w:r w:rsidR="006036B2">
        <w:t>’</w:t>
      </w:r>
      <w:r w:rsidRPr="006056B1">
        <w:t>était pas gêné pour dire</w:t>
      </w:r>
      <w:r w:rsidR="006036B2">
        <w:t xml:space="preserve">, </w:t>
      </w:r>
      <w:r w:rsidRPr="006056B1">
        <w:t>redevenu le jaloux féroce qu</w:t>
      </w:r>
      <w:r w:rsidR="006036B2">
        <w:t>’</w:t>
      </w:r>
      <w:r w:rsidRPr="006056B1">
        <w:t>il était au fond</w:t>
      </w:r>
      <w:r w:rsidR="006036B2">
        <w:t> :</w:t>
      </w:r>
    </w:p>
    <w:p w14:paraId="3CC3D944" w14:textId="77777777" w:rsidR="006036B2" w:rsidRDefault="006036B2" w:rsidP="00E85E1B">
      <w:r>
        <w:t>— </w:t>
      </w:r>
      <w:r w:rsidR="00E85E1B" w:rsidRPr="006056B1">
        <w:t xml:space="preserve">Je ris comme </w:t>
      </w:r>
      <w:proofErr w:type="spellStart"/>
      <w:r w:rsidR="00E85E1B" w:rsidRPr="006056B1">
        <w:t>cha</w:t>
      </w:r>
      <w:proofErr w:type="spellEnd"/>
      <w:r>
        <w:t xml:space="preserve"> ; </w:t>
      </w:r>
      <w:r w:rsidR="00E85E1B" w:rsidRPr="006056B1">
        <w:t>mais j</w:t>
      </w:r>
      <w:r>
        <w:t>’</w:t>
      </w:r>
      <w:r w:rsidR="00E85E1B" w:rsidRPr="006056B1">
        <w:t>y a pas de quoi rire</w:t>
      </w:r>
      <w:r>
        <w:t xml:space="preserve">, </w:t>
      </w:r>
      <w:proofErr w:type="spellStart"/>
      <w:r w:rsidR="00E85E1B" w:rsidRPr="006056B1">
        <w:t>vougri</w:t>
      </w:r>
      <w:proofErr w:type="spellEnd"/>
      <w:r>
        <w:t xml:space="preserve"> ! </w:t>
      </w:r>
      <w:proofErr w:type="spellStart"/>
      <w:r w:rsidR="00E85E1B" w:rsidRPr="006056B1">
        <w:t>Ch</w:t>
      </w:r>
      <w:r>
        <w:t>’</w:t>
      </w:r>
      <w:r w:rsidR="00E85E1B" w:rsidRPr="006056B1">
        <w:t>il</w:t>
      </w:r>
      <w:proofErr w:type="spellEnd"/>
      <w:r w:rsidR="00E85E1B" w:rsidRPr="006056B1">
        <w:t xml:space="preserve"> y j</w:t>
      </w:r>
      <w:r>
        <w:t>’</w:t>
      </w:r>
      <w:r w:rsidR="00E85E1B" w:rsidRPr="006056B1">
        <w:t>y revient jamais</w:t>
      </w:r>
      <w:r>
        <w:t xml:space="preserve">, </w:t>
      </w:r>
      <w:proofErr w:type="spellStart"/>
      <w:r w:rsidR="00E85E1B" w:rsidRPr="006056B1">
        <w:t>ch</w:t>
      </w:r>
      <w:r>
        <w:t>’</w:t>
      </w:r>
      <w:r w:rsidR="00E85E1B" w:rsidRPr="006056B1">
        <w:t>est</w:t>
      </w:r>
      <w:proofErr w:type="spellEnd"/>
      <w:r w:rsidR="00E85E1B" w:rsidRPr="006056B1">
        <w:t xml:space="preserve"> pas </w:t>
      </w:r>
      <w:proofErr w:type="spellStart"/>
      <w:r w:rsidR="00E85E1B" w:rsidRPr="006056B1">
        <w:t>june</w:t>
      </w:r>
      <w:proofErr w:type="spellEnd"/>
      <w:r w:rsidR="00E85E1B" w:rsidRPr="006056B1">
        <w:t xml:space="preserve"> </w:t>
      </w:r>
      <w:proofErr w:type="spellStart"/>
      <w:r w:rsidR="00E85E1B" w:rsidRPr="006056B1">
        <w:t>chimple</w:t>
      </w:r>
      <w:proofErr w:type="spellEnd"/>
      <w:r w:rsidR="00E85E1B" w:rsidRPr="006056B1">
        <w:t xml:space="preserve"> claque qu</w:t>
      </w:r>
      <w:r>
        <w:t>’</w:t>
      </w:r>
      <w:r w:rsidR="00E85E1B" w:rsidRPr="006056B1">
        <w:t>il y j</w:t>
      </w:r>
      <w:r>
        <w:t>’</w:t>
      </w:r>
      <w:r w:rsidR="00E85E1B" w:rsidRPr="006056B1">
        <w:t>y aura</w:t>
      </w:r>
      <w:r>
        <w:t xml:space="preserve"> ; </w:t>
      </w:r>
      <w:proofErr w:type="spellStart"/>
      <w:r w:rsidR="00E85E1B" w:rsidRPr="006056B1">
        <w:t>ch</w:t>
      </w:r>
      <w:r>
        <w:t>’</w:t>
      </w:r>
      <w:r w:rsidR="00E85E1B" w:rsidRPr="006056B1">
        <w:t>est</w:t>
      </w:r>
      <w:proofErr w:type="spellEnd"/>
      <w:r w:rsidR="00E85E1B" w:rsidRPr="006056B1">
        <w:t xml:space="preserve"> </w:t>
      </w:r>
      <w:proofErr w:type="spellStart"/>
      <w:r w:rsidR="00E85E1B" w:rsidRPr="006056B1">
        <w:t>Guchetave</w:t>
      </w:r>
      <w:proofErr w:type="spellEnd"/>
      <w:r w:rsidR="00E85E1B" w:rsidRPr="006056B1">
        <w:t xml:space="preserve"> </w:t>
      </w:r>
      <w:proofErr w:type="spellStart"/>
      <w:r w:rsidR="00E85E1B" w:rsidRPr="006056B1">
        <w:t>chur</w:t>
      </w:r>
      <w:proofErr w:type="spellEnd"/>
      <w:r w:rsidR="00E85E1B" w:rsidRPr="006056B1">
        <w:t xml:space="preserve"> la goule</w:t>
      </w:r>
      <w:r>
        <w:t xml:space="preserve">, </w:t>
      </w:r>
      <w:proofErr w:type="spellStart"/>
      <w:r w:rsidR="00E85E1B" w:rsidRPr="006056B1">
        <w:t>chette</w:t>
      </w:r>
      <w:proofErr w:type="spellEnd"/>
      <w:r w:rsidR="00E85E1B" w:rsidRPr="006056B1">
        <w:t xml:space="preserve"> </w:t>
      </w:r>
      <w:proofErr w:type="spellStart"/>
      <w:r w:rsidR="00E85E1B" w:rsidRPr="006056B1">
        <w:t>fois-chi</w:t>
      </w:r>
      <w:proofErr w:type="spellEnd"/>
      <w:r>
        <w:t>.</w:t>
      </w:r>
    </w:p>
    <w:p w14:paraId="110AF3C7" w14:textId="77777777" w:rsidR="006036B2" w:rsidRDefault="00E85E1B" w:rsidP="00E85E1B">
      <w:proofErr w:type="spellStart"/>
      <w:r w:rsidRPr="006056B1">
        <w:rPr>
          <w:i/>
          <w:iCs/>
        </w:rPr>
        <w:t>Guchetave</w:t>
      </w:r>
      <w:proofErr w:type="spellEnd"/>
      <w:r w:rsidR="006036B2">
        <w:rPr>
          <w:i/>
          <w:iCs/>
        </w:rPr>
        <w:t xml:space="preserve">, </w:t>
      </w:r>
      <w:r w:rsidRPr="006056B1">
        <w:t>c</w:t>
      </w:r>
      <w:r w:rsidR="006036B2">
        <w:t>’</w:t>
      </w:r>
      <w:r w:rsidRPr="006056B1">
        <w:t>était le rondin de frêne aux deux bouts duquel le charbonnier portait ses seaux d</w:t>
      </w:r>
      <w:r w:rsidR="006036B2">
        <w:t>’</w:t>
      </w:r>
      <w:r w:rsidRPr="006056B1">
        <w:t>eau pendus à ses épaules</w:t>
      </w:r>
      <w:r w:rsidR="006036B2">
        <w:t xml:space="preserve">. </w:t>
      </w:r>
      <w:r w:rsidRPr="006056B1">
        <w:t>Une telle arme</w:t>
      </w:r>
      <w:r w:rsidR="006036B2">
        <w:t xml:space="preserve">, </w:t>
      </w:r>
      <w:r w:rsidRPr="006056B1">
        <w:t>fût-ce aux mains d</w:t>
      </w:r>
      <w:r w:rsidR="006036B2">
        <w:t>’</w:t>
      </w:r>
      <w:r w:rsidRPr="006056B1">
        <w:t>un gringalet</w:t>
      </w:r>
      <w:r w:rsidR="006036B2">
        <w:t xml:space="preserve">, </w:t>
      </w:r>
      <w:r w:rsidRPr="006056B1">
        <w:t>c</w:t>
      </w:r>
      <w:r w:rsidR="006036B2">
        <w:t>’</w:t>
      </w:r>
      <w:r w:rsidRPr="006056B1">
        <w:t>est plus qu</w:t>
      </w:r>
      <w:r w:rsidR="006036B2">
        <w:t>’</w:t>
      </w:r>
      <w:r w:rsidRPr="006056B1">
        <w:t>il n</w:t>
      </w:r>
      <w:r w:rsidR="006036B2">
        <w:t>’</w:t>
      </w:r>
      <w:r w:rsidRPr="006056B1">
        <w:t>en faut pour la casser</w:t>
      </w:r>
      <w:r w:rsidR="006036B2">
        <w:t xml:space="preserve">, </w:t>
      </w:r>
      <w:r w:rsidRPr="006056B1">
        <w:t>la goule</w:t>
      </w:r>
      <w:r w:rsidR="006036B2">
        <w:t xml:space="preserve">. </w:t>
      </w:r>
      <w:r w:rsidRPr="006056B1">
        <w:t>Or</w:t>
      </w:r>
      <w:r w:rsidR="006036B2">
        <w:t xml:space="preserve">, </w:t>
      </w:r>
      <w:r w:rsidRPr="006056B1">
        <w:t>Polyte tenait à la sienne</w:t>
      </w:r>
      <w:r w:rsidR="006036B2">
        <w:t>.</w:t>
      </w:r>
    </w:p>
    <w:p w14:paraId="0C2F80B1" w14:textId="77777777" w:rsidR="006036B2" w:rsidRDefault="006036B2" w:rsidP="00E85E1B">
      <w:r>
        <w:t>— </w:t>
      </w:r>
      <w:r w:rsidR="00E85E1B" w:rsidRPr="006056B1">
        <w:t>Quoique pas jolie</w:t>
      </w:r>
      <w:r>
        <w:t xml:space="preserve">, </w:t>
      </w:r>
      <w:r w:rsidR="00E85E1B" w:rsidRPr="006056B1">
        <w:t>jolie</w:t>
      </w:r>
      <w:r>
        <w:t xml:space="preserve">, </w:t>
      </w:r>
      <w:r w:rsidR="00E85E1B" w:rsidRPr="006056B1">
        <w:t>avouait-il</w:t>
      </w:r>
      <w:r>
        <w:t xml:space="preserve"> ; </w:t>
      </w:r>
      <w:r w:rsidR="00E85E1B" w:rsidRPr="006056B1">
        <w:t>mais j</w:t>
      </w:r>
      <w:r>
        <w:t>’</w:t>
      </w:r>
      <w:r w:rsidR="00E85E1B" w:rsidRPr="006056B1">
        <w:t>en ai pas d</w:t>
      </w:r>
      <w:r>
        <w:t>’</w:t>
      </w:r>
      <w:r w:rsidR="00E85E1B" w:rsidRPr="006056B1">
        <w:t>rechange</w:t>
      </w:r>
      <w:r>
        <w:t>.</w:t>
      </w:r>
    </w:p>
    <w:p w14:paraId="6E9D4E19" w14:textId="77777777" w:rsidR="006036B2" w:rsidRDefault="00E85E1B" w:rsidP="00E85E1B">
      <w:r w:rsidRPr="006056B1">
        <w:t xml:space="preserve">Et la menace de </w:t>
      </w:r>
      <w:proofErr w:type="spellStart"/>
      <w:r w:rsidRPr="006056B1">
        <w:rPr>
          <w:i/>
          <w:iCs/>
        </w:rPr>
        <w:t>Guchetave</w:t>
      </w:r>
      <w:proofErr w:type="spellEnd"/>
      <w:r w:rsidR="006036B2">
        <w:rPr>
          <w:i/>
          <w:iCs/>
        </w:rPr>
        <w:t xml:space="preserve">, </w:t>
      </w:r>
      <w:r w:rsidRPr="006056B1">
        <w:t xml:space="preserve">jointe au souvenir de la </w:t>
      </w:r>
      <w:proofErr w:type="spellStart"/>
      <w:r w:rsidRPr="006056B1">
        <w:rPr>
          <w:i/>
          <w:iCs/>
        </w:rPr>
        <w:t>chimple</w:t>
      </w:r>
      <w:proofErr w:type="spellEnd"/>
      <w:r w:rsidRPr="006056B1">
        <w:t xml:space="preserve"> claque</w:t>
      </w:r>
      <w:r w:rsidR="006036B2">
        <w:t xml:space="preserve">, </w:t>
      </w:r>
      <w:r w:rsidRPr="006056B1">
        <w:t>avait donc obligé le paillasse à rengainer son amour</w:t>
      </w:r>
      <w:r w:rsidR="006036B2">
        <w:t xml:space="preserve">. </w:t>
      </w:r>
      <w:r w:rsidRPr="006056B1">
        <w:t>Et d</w:t>
      </w:r>
      <w:r w:rsidR="006036B2">
        <w:t>’</w:t>
      </w:r>
      <w:r w:rsidRPr="006056B1">
        <w:t>autant</w:t>
      </w:r>
      <w:r w:rsidR="006036B2">
        <w:t xml:space="preserve">, </w:t>
      </w:r>
      <w:r w:rsidRPr="006056B1">
        <w:t>cela va de soi</w:t>
      </w:r>
      <w:r w:rsidR="006036B2">
        <w:t xml:space="preserve">, </w:t>
      </w:r>
      <w:r w:rsidRPr="006056B1">
        <w:t>s</w:t>
      </w:r>
      <w:r w:rsidR="006036B2">
        <w:t>’</w:t>
      </w:r>
      <w:r w:rsidRPr="006056B1">
        <w:t>en était accrue sa haine</w:t>
      </w:r>
      <w:r w:rsidR="006036B2">
        <w:t>.</w:t>
      </w:r>
    </w:p>
    <w:p w14:paraId="1A6BA599" w14:textId="77777777" w:rsidR="006036B2" w:rsidRDefault="00E85E1B" w:rsidP="00E85E1B">
      <w:r w:rsidRPr="006056B1">
        <w:t>Quant à ses raisons d</w:t>
      </w:r>
      <w:r w:rsidR="006036B2">
        <w:t>’</w:t>
      </w:r>
      <w:r w:rsidRPr="006056B1">
        <w:t xml:space="preserve">en vouloir au vicomte Hugues de </w:t>
      </w:r>
      <w:proofErr w:type="spellStart"/>
      <w:r w:rsidRPr="006056B1">
        <w:t>Grimetz</w:t>
      </w:r>
      <w:proofErr w:type="spellEnd"/>
      <w:r w:rsidR="006036B2">
        <w:t xml:space="preserve">, </w:t>
      </w:r>
      <w:r w:rsidRPr="006056B1">
        <w:t>elles demandent une plus subtile analyse psychol</w:t>
      </w:r>
      <w:r w:rsidRPr="006056B1">
        <w:t>o</w:t>
      </w:r>
      <w:r w:rsidRPr="006056B1">
        <w:t>gique</w:t>
      </w:r>
      <w:r w:rsidR="006036B2">
        <w:t>.</w:t>
      </w:r>
    </w:p>
    <w:p w14:paraId="13D47445" w14:textId="77777777" w:rsidR="006036B2" w:rsidRDefault="00E85E1B" w:rsidP="00E85E1B">
      <w:r w:rsidRPr="006056B1">
        <w:t>Et puis</w:t>
      </w:r>
      <w:r w:rsidR="006036B2">
        <w:t xml:space="preserve">, </w:t>
      </w:r>
      <w:r w:rsidRPr="006056B1">
        <w:t>au fait</w:t>
      </w:r>
      <w:r w:rsidR="006036B2">
        <w:t xml:space="preserve">, </w:t>
      </w:r>
      <w:r w:rsidRPr="006056B1">
        <w:t>non</w:t>
      </w:r>
      <w:r w:rsidR="006036B2">
        <w:t xml:space="preserve"> ! </w:t>
      </w:r>
      <w:r w:rsidRPr="006056B1">
        <w:t>Quoi de plus naturel</w:t>
      </w:r>
      <w:r w:rsidR="006036B2">
        <w:t xml:space="preserve">, </w:t>
      </w:r>
      <w:r w:rsidRPr="006056B1">
        <w:t>de plus humain</w:t>
      </w:r>
      <w:r w:rsidR="006036B2">
        <w:t xml:space="preserve">, </w:t>
      </w:r>
      <w:r w:rsidRPr="006056B1">
        <w:t>de plus banalement poncif</w:t>
      </w:r>
      <w:r w:rsidR="006036B2">
        <w:t xml:space="preserve">, </w:t>
      </w:r>
      <w:r w:rsidRPr="006056B1">
        <w:t>de plus pont-aux-ânes en psychol</w:t>
      </w:r>
      <w:r w:rsidRPr="006056B1">
        <w:t>o</w:t>
      </w:r>
      <w:r w:rsidRPr="006056B1">
        <w:t>gie</w:t>
      </w:r>
      <w:r w:rsidR="006036B2">
        <w:t xml:space="preserve">, </w:t>
      </w:r>
      <w:r w:rsidRPr="006056B1">
        <w:t>que de voir un individu pauvre</w:t>
      </w:r>
      <w:r w:rsidR="006036B2">
        <w:t xml:space="preserve">, </w:t>
      </w:r>
      <w:r w:rsidRPr="006056B1">
        <w:t xml:space="preserve">débile et laid en </w:t>
      </w:r>
      <w:r w:rsidRPr="006056B1">
        <w:lastRenderedPageBreak/>
        <w:t>détester un qui est riche</w:t>
      </w:r>
      <w:r w:rsidR="006036B2">
        <w:t xml:space="preserve">, </w:t>
      </w:r>
      <w:r w:rsidRPr="006056B1">
        <w:t>fort et beau</w:t>
      </w:r>
      <w:r w:rsidR="006036B2">
        <w:t xml:space="preserve">, </w:t>
      </w:r>
      <w:r w:rsidRPr="006056B1">
        <w:t>surtout quand ce dernier n</w:t>
      </w:r>
      <w:r w:rsidR="006036B2">
        <w:t>’</w:t>
      </w:r>
      <w:r w:rsidRPr="006056B1">
        <w:t>a fait à l</w:t>
      </w:r>
      <w:r w:rsidR="006036B2">
        <w:t>’</w:t>
      </w:r>
      <w:r w:rsidRPr="006056B1">
        <w:t>autre que du bien</w:t>
      </w:r>
      <w:r w:rsidR="006036B2">
        <w:t xml:space="preserve"> ? </w:t>
      </w:r>
      <w:r w:rsidRPr="006056B1">
        <w:t>Et c</w:t>
      </w:r>
      <w:r w:rsidR="006036B2">
        <w:t>’</w:t>
      </w:r>
      <w:r w:rsidRPr="006056B1">
        <w:t>était précisément le cas entre Polyte et le vicomte</w:t>
      </w:r>
      <w:r w:rsidR="006036B2">
        <w:t>.</w:t>
      </w:r>
    </w:p>
    <w:p w14:paraId="572168A3" w14:textId="77777777" w:rsidR="006036B2" w:rsidRDefault="00E85E1B" w:rsidP="00E85E1B">
      <w:r w:rsidRPr="006056B1">
        <w:t>Mais</w:t>
      </w:r>
      <w:r w:rsidR="006036B2">
        <w:t xml:space="preserve">, </w:t>
      </w:r>
      <w:r w:rsidRPr="006056B1">
        <w:t>me direz-vous</w:t>
      </w:r>
      <w:r w:rsidR="006036B2">
        <w:t xml:space="preserve"> (</w:t>
      </w:r>
      <w:r w:rsidRPr="006056B1">
        <w:t>et si vous ne me le dites pas</w:t>
      </w:r>
      <w:r w:rsidR="006036B2">
        <w:t xml:space="preserve">, </w:t>
      </w:r>
      <w:r w:rsidRPr="006056B1">
        <w:t>souffrez que je le dise à votre place</w:t>
      </w:r>
      <w:r w:rsidR="006036B2">
        <w:t xml:space="preserve">, </w:t>
      </w:r>
      <w:r w:rsidRPr="006056B1">
        <w:t>puisque j</w:t>
      </w:r>
      <w:r w:rsidR="006036B2">
        <w:t>’</w:t>
      </w:r>
      <w:r w:rsidRPr="006056B1">
        <w:t>en ai besoin pour le bon équilibre de ma narration</w:t>
      </w:r>
      <w:r w:rsidR="006036B2">
        <w:t xml:space="preserve">), </w:t>
      </w:r>
      <w:r w:rsidRPr="006056B1">
        <w:t>comment ce vicomte authentique avait-il donc l</w:t>
      </w:r>
      <w:r w:rsidR="006036B2">
        <w:t>’</w:t>
      </w:r>
      <w:r w:rsidRPr="006056B1">
        <w:t>occasion de faire du bien à ce non moins authe</w:t>
      </w:r>
      <w:r w:rsidRPr="006056B1">
        <w:t>n</w:t>
      </w:r>
      <w:r w:rsidRPr="006056B1">
        <w:t>tique paillasse</w:t>
      </w:r>
      <w:r w:rsidR="006036B2">
        <w:t xml:space="preserve"> ? </w:t>
      </w:r>
      <w:r w:rsidRPr="006056B1">
        <w:t>Et quel diable d</w:t>
      </w:r>
      <w:r w:rsidR="006036B2">
        <w:t>’</w:t>
      </w:r>
      <w:r w:rsidRPr="006056B1">
        <w:t>imbroglio ai-je bien imaginé là</w:t>
      </w:r>
      <w:r w:rsidR="006036B2">
        <w:t xml:space="preserve">, </w:t>
      </w:r>
      <w:r w:rsidRPr="006056B1">
        <w:t>exigeant de si longues et si invraisemblables préparations</w:t>
      </w:r>
      <w:r w:rsidR="006036B2">
        <w:t xml:space="preserve">, </w:t>
      </w:r>
      <w:r w:rsidRPr="006056B1">
        <w:t>pour arriver au récit d</w:t>
      </w:r>
      <w:r w:rsidR="006036B2">
        <w:t>’</w:t>
      </w:r>
      <w:r w:rsidRPr="006056B1">
        <w:t>une mauvaise farce qui peut-être ne vous am</w:t>
      </w:r>
      <w:r w:rsidRPr="006056B1">
        <w:t>u</w:t>
      </w:r>
      <w:r w:rsidRPr="006056B1">
        <w:t>sera pas autant que je me le figure</w:t>
      </w:r>
      <w:r w:rsidR="006036B2">
        <w:t> ?</w:t>
      </w:r>
    </w:p>
    <w:p w14:paraId="2F900AEF" w14:textId="77777777" w:rsidR="006036B2" w:rsidRDefault="00E85E1B" w:rsidP="00E85E1B">
      <w:r w:rsidRPr="006056B1">
        <w:t>Permettez-moi de vous arrêter net en vous disant que je suis blessé de votre impertinente supposition</w:t>
      </w:r>
      <w:r w:rsidR="006036B2">
        <w:t xml:space="preserve">. </w:t>
      </w:r>
      <w:r w:rsidRPr="006056B1">
        <w:t>Si j</w:t>
      </w:r>
      <w:r w:rsidR="006036B2">
        <w:t>’</w:t>
      </w:r>
      <w:r w:rsidRPr="006056B1">
        <w:t>avais inventé l</w:t>
      </w:r>
      <w:r w:rsidR="006036B2">
        <w:t>’</w:t>
      </w:r>
      <w:r w:rsidRPr="006056B1">
        <w:t>histoire dans laquelle j</w:t>
      </w:r>
      <w:r w:rsidR="006036B2">
        <w:t>’</w:t>
      </w:r>
      <w:r w:rsidRPr="006056B1">
        <w:t>ai tout l</w:t>
      </w:r>
      <w:r w:rsidR="006036B2">
        <w:t>’</w:t>
      </w:r>
      <w:r w:rsidRPr="006056B1">
        <w:t>air</w:t>
      </w:r>
      <w:r w:rsidR="006036B2">
        <w:t xml:space="preserve">, </w:t>
      </w:r>
      <w:r w:rsidRPr="006056B1">
        <w:t>en ce moment</w:t>
      </w:r>
      <w:r w:rsidR="006036B2">
        <w:t xml:space="preserve">, </w:t>
      </w:r>
      <w:r w:rsidRPr="006056B1">
        <w:t>de patauger</w:t>
      </w:r>
      <w:r w:rsidR="006036B2">
        <w:t xml:space="preserve">, </w:t>
      </w:r>
      <w:r w:rsidRPr="006056B1">
        <w:t>croyez-vous que je n</w:t>
      </w:r>
      <w:r w:rsidR="006036B2">
        <w:t>’</w:t>
      </w:r>
      <w:r w:rsidRPr="006056B1">
        <w:t>en aurais pas combiné les éléments</w:t>
      </w:r>
      <w:r w:rsidR="006036B2">
        <w:t xml:space="preserve">, </w:t>
      </w:r>
      <w:r w:rsidRPr="006056B1">
        <w:t xml:space="preserve">les </w:t>
      </w:r>
      <w:r w:rsidRPr="006056B1">
        <w:rPr>
          <w:i/>
          <w:iCs/>
        </w:rPr>
        <w:t>si</w:t>
      </w:r>
      <w:r w:rsidR="006036B2">
        <w:rPr>
          <w:i/>
          <w:iCs/>
        </w:rPr>
        <w:t xml:space="preserve">, </w:t>
      </w:r>
      <w:r w:rsidRPr="006056B1">
        <w:t xml:space="preserve">les </w:t>
      </w:r>
      <w:r w:rsidRPr="006056B1">
        <w:rPr>
          <w:i/>
          <w:iCs/>
        </w:rPr>
        <w:t>mais</w:t>
      </w:r>
      <w:r w:rsidR="006036B2">
        <w:rPr>
          <w:i/>
          <w:iCs/>
        </w:rPr>
        <w:t xml:space="preserve">, </w:t>
      </w:r>
      <w:r w:rsidRPr="006056B1">
        <w:t xml:space="preserve">les </w:t>
      </w:r>
      <w:r w:rsidRPr="006056B1">
        <w:rPr>
          <w:i/>
          <w:iCs/>
        </w:rPr>
        <w:t>car</w:t>
      </w:r>
      <w:r w:rsidRPr="006056B1">
        <w:t xml:space="preserve"> et les </w:t>
      </w:r>
      <w:r w:rsidRPr="006056B1">
        <w:rPr>
          <w:i/>
          <w:iCs/>
        </w:rPr>
        <w:t>pourquoi</w:t>
      </w:r>
      <w:r w:rsidRPr="006056B1">
        <w:t xml:space="preserve"> d</w:t>
      </w:r>
      <w:r w:rsidR="006036B2">
        <w:t>’</w:t>
      </w:r>
      <w:r w:rsidRPr="006056B1">
        <w:t>une façon plus ingénieuse</w:t>
      </w:r>
      <w:r w:rsidR="006036B2">
        <w:t xml:space="preserve"> ? </w:t>
      </w:r>
      <w:r w:rsidRPr="006056B1">
        <w:t>Vous ai-je donné le droit de mettre tellement en doute ma de</w:t>
      </w:r>
      <w:r w:rsidRPr="006056B1">
        <w:t>x</w:t>
      </w:r>
      <w:r w:rsidRPr="006056B1">
        <w:t>térité de conteur</w:t>
      </w:r>
      <w:r w:rsidR="006036B2">
        <w:t xml:space="preserve"> ? </w:t>
      </w:r>
      <w:r w:rsidRPr="006056B1">
        <w:t>J</w:t>
      </w:r>
      <w:r w:rsidR="006036B2">
        <w:t>’</w:t>
      </w:r>
      <w:r w:rsidRPr="006056B1">
        <w:t>ai l</w:t>
      </w:r>
      <w:r w:rsidR="006036B2">
        <w:t>’</w:t>
      </w:r>
      <w:r w:rsidRPr="006056B1">
        <w:t>amour-propre de penser que non</w:t>
      </w:r>
      <w:r w:rsidR="006036B2">
        <w:t xml:space="preserve">. </w:t>
      </w:r>
      <w:r w:rsidRPr="006056B1">
        <w:t>Co</w:t>
      </w:r>
      <w:r w:rsidRPr="006056B1">
        <w:t>n</w:t>
      </w:r>
      <w:r w:rsidRPr="006056B1">
        <w:t>clusion</w:t>
      </w:r>
      <w:r w:rsidR="006036B2">
        <w:t xml:space="preserve"> : </w:t>
      </w:r>
      <w:r w:rsidRPr="006056B1">
        <w:t>cette histoire n</w:t>
      </w:r>
      <w:r w:rsidR="006036B2">
        <w:t>’</w:t>
      </w:r>
      <w:r w:rsidRPr="006056B1">
        <w:t>est en aucune sorte le fruit de mon imaginative</w:t>
      </w:r>
      <w:r w:rsidR="006036B2">
        <w:t xml:space="preserve">, </w:t>
      </w:r>
      <w:r w:rsidRPr="006056B1">
        <w:t>et si les préparations vous en paraissent à ce point invraisemblables</w:t>
      </w:r>
      <w:r w:rsidR="006036B2">
        <w:t xml:space="preserve">, </w:t>
      </w:r>
      <w:r w:rsidRPr="006056B1">
        <w:t>c</w:t>
      </w:r>
      <w:r w:rsidR="006036B2">
        <w:t>’</w:t>
      </w:r>
      <w:r w:rsidRPr="006056B1">
        <w:t>est</w:t>
      </w:r>
      <w:r w:rsidR="006036B2">
        <w:t xml:space="preserve">… </w:t>
      </w:r>
      <w:r w:rsidRPr="006056B1">
        <w:t>Mais vous n</w:t>
      </w:r>
      <w:r w:rsidR="006036B2">
        <w:t>’</w:t>
      </w:r>
      <w:r w:rsidRPr="006056B1">
        <w:t>allez pas</w:t>
      </w:r>
      <w:r w:rsidR="006036B2">
        <w:t xml:space="preserve">, </w:t>
      </w:r>
      <w:r w:rsidRPr="006056B1">
        <w:t>j</w:t>
      </w:r>
      <w:r w:rsidR="006036B2">
        <w:t>’</w:t>
      </w:r>
      <w:r w:rsidRPr="006056B1">
        <w:t>espère</w:t>
      </w:r>
      <w:r w:rsidR="006036B2">
        <w:t xml:space="preserve">, </w:t>
      </w:r>
      <w:r w:rsidRPr="006056B1">
        <w:t>me r</w:t>
      </w:r>
      <w:r w:rsidRPr="006056B1">
        <w:t>é</w:t>
      </w:r>
      <w:r w:rsidRPr="006056B1">
        <w:t>duire à cette extrémité de vous citer un vers de Boileau</w:t>
      </w:r>
      <w:r w:rsidR="006036B2">
        <w:t> ?</w:t>
      </w:r>
    </w:p>
    <w:p w14:paraId="5939968F" w14:textId="77777777" w:rsidR="006036B2" w:rsidRDefault="00E85E1B" w:rsidP="00E85E1B">
      <w:r w:rsidRPr="006056B1">
        <w:t>Au surplus</w:t>
      </w:r>
      <w:r w:rsidR="006036B2">
        <w:t xml:space="preserve">, </w:t>
      </w:r>
      <w:r w:rsidRPr="006056B1">
        <w:t>les susdites préparations</w:t>
      </w:r>
      <w:r w:rsidR="006036B2">
        <w:t xml:space="preserve">, </w:t>
      </w:r>
      <w:r w:rsidRPr="006056B1">
        <w:t>nécessaires à cette véridique histoire</w:t>
      </w:r>
      <w:r w:rsidR="006036B2">
        <w:t xml:space="preserve">, </w:t>
      </w:r>
      <w:r w:rsidRPr="006056B1">
        <w:t>ne sont pas aussi invraisemblables que vous vous obstinez à le prétendre</w:t>
      </w:r>
      <w:r w:rsidR="006036B2">
        <w:t>.</w:t>
      </w:r>
    </w:p>
    <w:p w14:paraId="0C50E333" w14:textId="77777777" w:rsidR="006036B2" w:rsidRDefault="00E85E1B" w:rsidP="00E85E1B">
      <w:r w:rsidRPr="006056B1">
        <w:t>Voyons</w:t>
      </w:r>
      <w:r w:rsidR="006036B2">
        <w:t xml:space="preserve"> ! </w:t>
      </w:r>
      <w:r w:rsidRPr="006056B1">
        <w:t>ne faites pas la bête</w:t>
      </w:r>
      <w:r w:rsidR="006036B2">
        <w:t xml:space="preserve"> ! </w:t>
      </w:r>
      <w:r w:rsidRPr="006056B1">
        <w:t>Vous savez fort bien qu</w:t>
      </w:r>
      <w:r w:rsidR="006036B2">
        <w:t>’</w:t>
      </w:r>
      <w:r w:rsidRPr="006056B1">
        <w:t>il existe aujourd</w:t>
      </w:r>
      <w:r w:rsidR="006036B2">
        <w:t>’</w:t>
      </w:r>
      <w:r w:rsidRPr="006056B1">
        <w:t xml:space="preserve">hui </w:t>
      </w:r>
      <w:proofErr w:type="gramStart"/>
      <w:r w:rsidRPr="006056B1">
        <w:t>de par le</w:t>
      </w:r>
      <w:proofErr w:type="gramEnd"/>
      <w:r w:rsidRPr="006056B1">
        <w:t xml:space="preserve"> monde</w:t>
      </w:r>
      <w:r w:rsidR="006036B2">
        <w:t xml:space="preserve">, </w:t>
      </w:r>
      <w:r w:rsidRPr="006056B1">
        <w:t>j</w:t>
      </w:r>
      <w:r w:rsidR="006036B2">
        <w:t>’</w:t>
      </w:r>
      <w:r w:rsidRPr="006056B1">
        <w:t>entends le monde mo</w:t>
      </w:r>
      <w:r w:rsidRPr="006056B1">
        <w:t>n</w:t>
      </w:r>
      <w:r w:rsidRPr="006056B1">
        <w:t>dain</w:t>
      </w:r>
      <w:r w:rsidR="006036B2">
        <w:t xml:space="preserve">, </w:t>
      </w:r>
      <w:r w:rsidRPr="006056B1">
        <w:t>des jeunes gens très épris d</w:t>
      </w:r>
      <w:r w:rsidR="006036B2">
        <w:t>’</w:t>
      </w:r>
      <w:r w:rsidRPr="006056B1">
        <w:t>exercices physiques</w:t>
      </w:r>
      <w:r w:rsidR="006036B2">
        <w:t xml:space="preserve">, </w:t>
      </w:r>
      <w:r w:rsidRPr="006056B1">
        <w:t>j</w:t>
      </w:r>
      <w:r w:rsidR="006036B2">
        <w:t>’</w:t>
      </w:r>
      <w:r w:rsidRPr="006056B1">
        <w:t>entends d</w:t>
      </w:r>
      <w:r w:rsidR="006036B2">
        <w:t>’</w:t>
      </w:r>
      <w:r w:rsidRPr="006056B1">
        <w:t>exercices comme dans les cirques</w:t>
      </w:r>
      <w:r w:rsidR="006036B2">
        <w:t xml:space="preserve">. </w:t>
      </w:r>
      <w:r w:rsidRPr="006056B1">
        <w:t>Vous n</w:t>
      </w:r>
      <w:r w:rsidR="006036B2">
        <w:t>’</w:t>
      </w:r>
      <w:r w:rsidRPr="006056B1">
        <w:t>êtes sans avoir lu dans les feuilles le compte rendu de leurs prouesses</w:t>
      </w:r>
      <w:r w:rsidR="006036B2">
        <w:t xml:space="preserve">. </w:t>
      </w:r>
      <w:r w:rsidRPr="006056B1">
        <w:lastRenderedPageBreak/>
        <w:t xml:space="preserve">Ces </w:t>
      </w:r>
      <w:r w:rsidRPr="006056B1">
        <w:rPr>
          <w:i/>
          <w:iCs/>
        </w:rPr>
        <w:t>sportsmen</w:t>
      </w:r>
      <w:r w:rsidRPr="006056B1">
        <w:t xml:space="preserve"> qui le sont jusqu</w:t>
      </w:r>
      <w:r w:rsidR="006036B2">
        <w:t>’</w:t>
      </w:r>
      <w:r w:rsidRPr="006056B1">
        <w:t xml:space="preserve">à la </w:t>
      </w:r>
      <w:proofErr w:type="spellStart"/>
      <w:r w:rsidRPr="006056B1">
        <w:rPr>
          <w:i/>
          <w:iCs/>
        </w:rPr>
        <w:t>sportsmanie</w:t>
      </w:r>
      <w:proofErr w:type="spellEnd"/>
      <w:r w:rsidR="006036B2">
        <w:rPr>
          <w:i/>
          <w:iCs/>
        </w:rPr>
        <w:t xml:space="preserve">, </w:t>
      </w:r>
      <w:r w:rsidRPr="006056B1">
        <w:t>vous connaissez parfaitement leurs noms</w:t>
      </w:r>
      <w:r w:rsidR="006036B2">
        <w:t xml:space="preserve">, </w:t>
      </w:r>
      <w:r w:rsidRPr="006056B1">
        <w:t>ne serait-ce que pour avoir déclaré</w:t>
      </w:r>
      <w:r w:rsidR="006036B2">
        <w:t xml:space="preserve">, </w:t>
      </w:r>
      <w:r w:rsidRPr="006056B1">
        <w:t xml:space="preserve">avec un </w:t>
      </w:r>
      <w:proofErr w:type="spellStart"/>
      <w:r w:rsidRPr="006056B1">
        <w:rPr>
          <w:i/>
          <w:iCs/>
        </w:rPr>
        <w:t>pft</w:t>
      </w:r>
      <w:proofErr w:type="spellEnd"/>
      <w:r w:rsidRPr="006056B1">
        <w:t xml:space="preserve"> méprisant</w:t>
      </w:r>
      <w:r w:rsidR="006036B2">
        <w:t> :</w:t>
      </w:r>
    </w:p>
    <w:p w14:paraId="38BF3256" w14:textId="77777777" w:rsidR="006036B2" w:rsidRDefault="006036B2" w:rsidP="00E85E1B">
      <w:r>
        <w:t>— </w:t>
      </w:r>
      <w:r w:rsidR="00E85E1B" w:rsidRPr="006056B1">
        <w:t>Leurs noms</w:t>
      </w:r>
      <w:r>
        <w:t xml:space="preserve"> ! </w:t>
      </w:r>
      <w:r w:rsidR="00E85E1B" w:rsidRPr="006056B1">
        <w:t>Leurs fameux noms</w:t>
      </w:r>
      <w:r>
        <w:t xml:space="preserve"> ! </w:t>
      </w:r>
      <w:r w:rsidR="00E85E1B" w:rsidRPr="006056B1">
        <w:t>Est-ce qu</w:t>
      </w:r>
      <w:r>
        <w:t>’</w:t>
      </w:r>
      <w:r w:rsidR="00E85E1B" w:rsidRPr="006056B1">
        <w:t>ils en sont dignes</w:t>
      </w:r>
      <w:r>
        <w:t xml:space="preserve">, </w:t>
      </w:r>
      <w:r w:rsidR="00E85E1B" w:rsidRPr="006056B1">
        <w:t>ces chevaliers de la barre fixe</w:t>
      </w:r>
      <w:r>
        <w:t xml:space="preserve">, </w:t>
      </w:r>
      <w:r w:rsidR="00E85E1B" w:rsidRPr="006056B1">
        <w:t>ces preux du trapèze</w:t>
      </w:r>
      <w:r>
        <w:t xml:space="preserve">, </w:t>
      </w:r>
      <w:r w:rsidR="00E85E1B" w:rsidRPr="006056B1">
        <w:t>ces paladins du poids de vingt kilos</w:t>
      </w:r>
      <w:r>
        <w:t> ?</w:t>
      </w:r>
    </w:p>
    <w:p w14:paraId="4674E559" w14:textId="77777777" w:rsidR="006036B2" w:rsidRDefault="00E85E1B" w:rsidP="00E85E1B">
      <w:r w:rsidRPr="006056B1">
        <w:t>En quoi je ne suis fichtre pas de votre avis</w:t>
      </w:r>
      <w:r w:rsidR="006036B2">
        <w:t xml:space="preserve">, </w:t>
      </w:r>
      <w:r w:rsidRPr="006056B1">
        <w:t>estimant au contraire que ces jeunes gentilshommes remontent ainsi d</w:t>
      </w:r>
      <w:r w:rsidR="006036B2">
        <w:t>’</w:t>
      </w:r>
      <w:r w:rsidRPr="006056B1">
        <w:t>un coup aux plus pures traditions de leurs aïeux</w:t>
      </w:r>
      <w:r w:rsidR="006036B2">
        <w:t xml:space="preserve">, </w:t>
      </w:r>
      <w:r w:rsidRPr="006056B1">
        <w:t>lesquels gagn</w:t>
      </w:r>
      <w:r w:rsidRPr="006056B1">
        <w:t>è</w:t>
      </w:r>
      <w:r w:rsidRPr="006056B1">
        <w:t>rent leurs éperons</w:t>
      </w:r>
      <w:r w:rsidR="006036B2">
        <w:t xml:space="preserve">, </w:t>
      </w:r>
      <w:r w:rsidRPr="006056B1">
        <w:t>blasons</w:t>
      </w:r>
      <w:r w:rsidR="006036B2">
        <w:t xml:space="preserve">, </w:t>
      </w:r>
      <w:r w:rsidRPr="006056B1">
        <w:t>titres et couronnes</w:t>
      </w:r>
      <w:r w:rsidR="006036B2">
        <w:t xml:space="preserve">, </w:t>
      </w:r>
      <w:r w:rsidRPr="006056B1">
        <w:t>non pas avec leur cerveau</w:t>
      </w:r>
      <w:r w:rsidR="006036B2">
        <w:t xml:space="preserve">, </w:t>
      </w:r>
      <w:r w:rsidRPr="006056B1">
        <w:t>mais bien avec leurs biceps</w:t>
      </w:r>
      <w:r w:rsidR="006036B2">
        <w:t xml:space="preserve">. </w:t>
      </w:r>
      <w:r w:rsidRPr="006056B1">
        <w:t>D</w:t>
      </w:r>
      <w:r w:rsidR="006036B2">
        <w:t>’</w:t>
      </w:r>
      <w:r w:rsidRPr="006056B1">
        <w:t>ailleurs</w:t>
      </w:r>
      <w:r w:rsidR="006036B2">
        <w:t xml:space="preserve">, </w:t>
      </w:r>
      <w:r w:rsidRPr="006056B1">
        <w:t>si vous avez du mal à dire de la gymnastique</w:t>
      </w:r>
      <w:r w:rsidR="006036B2">
        <w:t xml:space="preserve">, </w:t>
      </w:r>
      <w:r w:rsidRPr="006056B1">
        <w:t>allez</w:t>
      </w:r>
      <w:r w:rsidR="006036B2">
        <w:t xml:space="preserve">, </w:t>
      </w:r>
      <w:r w:rsidRPr="006056B1">
        <w:t>je vous prie</w:t>
      </w:r>
      <w:r w:rsidR="006036B2">
        <w:t xml:space="preserve">, </w:t>
      </w:r>
      <w:r w:rsidRPr="006056B1">
        <w:t>chercher un autre auditeur que moi</w:t>
      </w:r>
      <w:r w:rsidR="006036B2">
        <w:t xml:space="preserve"> ; </w:t>
      </w:r>
      <w:r w:rsidRPr="006056B1">
        <w:t>car vous avez affaire ici à un homme beaucoup moins fier de savoir ciseler un sonnet que de savoir exécuter élégamment un rétablissement sur les reins</w:t>
      </w:r>
      <w:r w:rsidR="006036B2">
        <w:t>.</w:t>
      </w:r>
    </w:p>
    <w:p w14:paraId="5122400F" w14:textId="77777777" w:rsidR="006036B2" w:rsidRDefault="00E85E1B" w:rsidP="00E85E1B">
      <w:r w:rsidRPr="006056B1">
        <w:t>Mais nous nous égarons à discuter</w:t>
      </w:r>
      <w:r w:rsidR="006036B2">
        <w:t xml:space="preserve">. </w:t>
      </w:r>
      <w:r w:rsidRPr="006056B1">
        <w:t xml:space="preserve">Revenons au vicomte Hugues de </w:t>
      </w:r>
      <w:proofErr w:type="spellStart"/>
      <w:r w:rsidRPr="006056B1">
        <w:t>Grimetz</w:t>
      </w:r>
      <w:proofErr w:type="spellEnd"/>
      <w:r w:rsidR="006036B2">
        <w:t xml:space="preserve">. </w:t>
      </w:r>
      <w:r w:rsidRPr="006056B1">
        <w:t>Que vous aimiez ou que vous n</w:t>
      </w:r>
      <w:r w:rsidR="006036B2">
        <w:t>’</w:t>
      </w:r>
      <w:r w:rsidRPr="006056B1">
        <w:t>aimiez pas les exercices physiques</w:t>
      </w:r>
      <w:r w:rsidR="006036B2">
        <w:t xml:space="preserve">, </w:t>
      </w:r>
      <w:r w:rsidRPr="006056B1">
        <w:t>toujours est-il que</w:t>
      </w:r>
      <w:r w:rsidR="006036B2">
        <w:t xml:space="preserve">, </w:t>
      </w:r>
      <w:r w:rsidRPr="006056B1">
        <w:t>lui</w:t>
      </w:r>
      <w:r w:rsidR="006036B2">
        <w:t xml:space="preserve">, </w:t>
      </w:r>
      <w:r w:rsidRPr="006056B1">
        <w:t>il en raffolait</w:t>
      </w:r>
      <w:r w:rsidR="006036B2">
        <w:t>.</w:t>
      </w:r>
    </w:p>
    <w:p w14:paraId="6D5C7BCC" w14:textId="77777777" w:rsidR="006036B2" w:rsidRDefault="00E85E1B" w:rsidP="00E85E1B">
      <w:r w:rsidRPr="006056B1">
        <w:t>Et c</w:t>
      </w:r>
      <w:r w:rsidR="006036B2">
        <w:t>’</w:t>
      </w:r>
      <w:r w:rsidRPr="006056B1">
        <w:t>était un gaillard</w:t>
      </w:r>
      <w:r w:rsidR="006036B2">
        <w:t xml:space="preserve">, </w:t>
      </w:r>
      <w:r w:rsidRPr="006056B1">
        <w:t>je vous en réponds</w:t>
      </w:r>
      <w:r w:rsidR="006036B2">
        <w:t xml:space="preserve">. </w:t>
      </w:r>
      <w:r w:rsidRPr="006056B1">
        <w:t>Digne de porter</w:t>
      </w:r>
      <w:r w:rsidR="006036B2">
        <w:t xml:space="preserve">, </w:t>
      </w:r>
      <w:r w:rsidRPr="006056B1">
        <w:t>non seulement son nom et sa noblesse</w:t>
      </w:r>
      <w:r w:rsidR="006036B2">
        <w:t xml:space="preserve">, </w:t>
      </w:r>
      <w:r w:rsidRPr="006056B1">
        <w:t>mais aussi la pesante armure de ses ancêtres</w:t>
      </w:r>
      <w:r w:rsidR="006036B2">
        <w:t xml:space="preserve">. </w:t>
      </w:r>
      <w:r w:rsidRPr="006056B1">
        <w:t>Et même</w:t>
      </w:r>
      <w:r w:rsidR="006036B2">
        <w:t xml:space="preserve">, </w:t>
      </w:r>
      <w:r w:rsidRPr="006056B1">
        <w:t>si fortes que fussent ces vai</w:t>
      </w:r>
      <w:r w:rsidRPr="006056B1">
        <w:t>l</w:t>
      </w:r>
      <w:r w:rsidRPr="006056B1">
        <w:t>lantes brutes</w:t>
      </w:r>
      <w:r w:rsidR="006036B2">
        <w:t xml:space="preserve">, </w:t>
      </w:r>
      <w:r w:rsidRPr="006056B1">
        <w:t>encore n</w:t>
      </w:r>
      <w:r w:rsidR="006036B2">
        <w:t>’</w:t>
      </w:r>
      <w:r w:rsidRPr="006056B1">
        <w:t>est-il pas sûr qu</w:t>
      </w:r>
      <w:r w:rsidR="006036B2">
        <w:t>’</w:t>
      </w:r>
      <w:r w:rsidRPr="006056B1">
        <w:t>il n</w:t>
      </w:r>
      <w:r w:rsidR="006036B2">
        <w:t>’</w:t>
      </w:r>
      <w:r w:rsidRPr="006056B1">
        <w:t>eût pu à plus d</w:t>
      </w:r>
      <w:r w:rsidR="006036B2">
        <w:t>’</w:t>
      </w:r>
      <w:r w:rsidRPr="006056B1">
        <w:t>un d</w:t>
      </w:r>
      <w:r w:rsidR="006036B2">
        <w:t>’</w:t>
      </w:r>
      <w:r w:rsidRPr="006056B1">
        <w:t>entre eux faire le poil</w:t>
      </w:r>
      <w:r w:rsidR="006036B2">
        <w:t xml:space="preserve">. </w:t>
      </w:r>
      <w:r w:rsidRPr="006056B1">
        <w:t>Car il le faisait à tel et tel lutteur et he</w:t>
      </w:r>
      <w:r w:rsidRPr="006056B1">
        <w:t>r</w:t>
      </w:r>
      <w:r w:rsidRPr="006056B1">
        <w:t>cule de la f</w:t>
      </w:r>
      <w:r w:rsidRPr="00E3687A">
        <w:t>oire</w:t>
      </w:r>
      <w:r w:rsidR="006036B2">
        <w:t xml:space="preserve">, </w:t>
      </w:r>
      <w:r w:rsidRPr="006056B1">
        <w:t>et des plus rupins</w:t>
      </w:r>
      <w:r w:rsidR="006036B2">
        <w:t>.</w:t>
      </w:r>
    </w:p>
    <w:p w14:paraId="5ABC8F1E" w14:textId="77777777" w:rsidR="006036B2" w:rsidRDefault="006036B2" w:rsidP="00E85E1B">
      <w:r>
        <w:t>— </w:t>
      </w:r>
      <w:r w:rsidR="00E85E1B" w:rsidRPr="006056B1">
        <w:t>Pouah</w:t>
      </w:r>
      <w:r>
        <w:t xml:space="preserve"> ! </w:t>
      </w:r>
      <w:r w:rsidR="00E85E1B" w:rsidRPr="006056B1">
        <w:t>direz-vous de nouveau</w:t>
      </w:r>
      <w:r>
        <w:t xml:space="preserve">, </w:t>
      </w:r>
      <w:r w:rsidR="00E85E1B" w:rsidRPr="006056B1">
        <w:t>quelle fréquentation pour un vicomte</w:t>
      </w:r>
      <w:r>
        <w:t> !</w:t>
      </w:r>
    </w:p>
    <w:p w14:paraId="285C00E0" w14:textId="77777777" w:rsidR="006036B2" w:rsidRDefault="00E85E1B" w:rsidP="00E85E1B">
      <w:r w:rsidRPr="006056B1">
        <w:t>Sans doute</w:t>
      </w:r>
      <w:r w:rsidR="006036B2">
        <w:t xml:space="preserve">, </w:t>
      </w:r>
      <w:r w:rsidRPr="006056B1">
        <w:t>bonnes gens</w:t>
      </w:r>
      <w:r w:rsidR="006036B2">
        <w:t xml:space="preserve">, </w:t>
      </w:r>
      <w:r w:rsidRPr="006056B1">
        <w:t>sans doute</w:t>
      </w:r>
      <w:r w:rsidR="006036B2">
        <w:t xml:space="preserve"> ! </w:t>
      </w:r>
      <w:r w:rsidRPr="006056B1">
        <w:t>Et nonobstant</w:t>
      </w:r>
      <w:r w:rsidR="006036B2">
        <w:t xml:space="preserve">, </w:t>
      </w:r>
      <w:r w:rsidRPr="006056B1">
        <w:t>avouez que</w:t>
      </w:r>
      <w:r w:rsidR="006036B2">
        <w:t xml:space="preserve">, </w:t>
      </w:r>
      <w:r w:rsidRPr="006056B1">
        <w:t>pour prendre conscience de sa force</w:t>
      </w:r>
      <w:r w:rsidR="006036B2">
        <w:t xml:space="preserve">, </w:t>
      </w:r>
      <w:r w:rsidRPr="006056B1">
        <w:t xml:space="preserve">il fallait bien </w:t>
      </w:r>
      <w:r w:rsidRPr="006056B1">
        <w:lastRenderedPageBreak/>
        <w:t>qu</w:t>
      </w:r>
      <w:r w:rsidR="006036B2">
        <w:t>’</w:t>
      </w:r>
      <w:r w:rsidRPr="006056B1">
        <w:t>il fréquentât ces forts</w:t>
      </w:r>
      <w:r w:rsidR="006036B2">
        <w:t xml:space="preserve">. </w:t>
      </w:r>
      <w:r w:rsidRPr="006056B1">
        <w:t>Du temps de ses ancêtres</w:t>
      </w:r>
      <w:r w:rsidR="006036B2">
        <w:t xml:space="preserve">, </w:t>
      </w:r>
      <w:r w:rsidRPr="006056B1">
        <w:t>il eût fait assaut</w:t>
      </w:r>
      <w:r w:rsidR="006036B2">
        <w:t xml:space="preserve">, </w:t>
      </w:r>
      <w:r w:rsidRPr="006056B1">
        <w:t>et par suite commerce d</w:t>
      </w:r>
      <w:r w:rsidR="006036B2">
        <w:t>’</w:t>
      </w:r>
      <w:r w:rsidRPr="006056B1">
        <w:t>amitié</w:t>
      </w:r>
      <w:r w:rsidR="006036B2">
        <w:t xml:space="preserve">, </w:t>
      </w:r>
      <w:r w:rsidRPr="006056B1">
        <w:t>avec ses pairs</w:t>
      </w:r>
      <w:r w:rsidR="006036B2">
        <w:t xml:space="preserve">. </w:t>
      </w:r>
      <w:r w:rsidRPr="006056B1">
        <w:t>Mais</w:t>
      </w:r>
      <w:r w:rsidR="006036B2">
        <w:t xml:space="preserve">, </w:t>
      </w:r>
      <w:r w:rsidRPr="006056B1">
        <w:t>a</w:t>
      </w:r>
      <w:r w:rsidRPr="006056B1">
        <w:t>u</w:t>
      </w:r>
      <w:r w:rsidRPr="006056B1">
        <w:t>jourd</w:t>
      </w:r>
      <w:r w:rsidR="006036B2">
        <w:t>’</w:t>
      </w:r>
      <w:r w:rsidRPr="006056B1">
        <w:t>hui</w:t>
      </w:r>
      <w:r w:rsidR="006036B2">
        <w:t xml:space="preserve">, </w:t>
      </w:r>
      <w:r w:rsidRPr="006056B1">
        <w:t>ses vrais pairs n</w:t>
      </w:r>
      <w:r w:rsidR="006036B2">
        <w:t>’</w:t>
      </w:r>
      <w:r w:rsidRPr="006056B1">
        <w:t>étaient point parmi les grêles me</w:t>
      </w:r>
      <w:r w:rsidRPr="006056B1">
        <w:t>s</w:t>
      </w:r>
      <w:r w:rsidRPr="006056B1">
        <w:t>sieurs distingués</w:t>
      </w:r>
      <w:r w:rsidR="006036B2">
        <w:t xml:space="preserve">, </w:t>
      </w:r>
      <w:r w:rsidRPr="006056B1">
        <w:t>aux bras sans muscles</w:t>
      </w:r>
      <w:r w:rsidR="006036B2">
        <w:t xml:space="preserve">, </w:t>
      </w:r>
      <w:r w:rsidRPr="006056B1">
        <w:t>aux jambes en paire de pincettes</w:t>
      </w:r>
      <w:r w:rsidR="006036B2">
        <w:t xml:space="preserve">, </w:t>
      </w:r>
      <w:r w:rsidRPr="006056B1">
        <w:t>à la poitrine de poulet</w:t>
      </w:r>
      <w:r w:rsidR="006036B2">
        <w:t xml:space="preserve">, </w:t>
      </w:r>
      <w:r w:rsidRPr="006056B1">
        <w:t>aux épaules étroites</w:t>
      </w:r>
      <w:r w:rsidR="006036B2">
        <w:t xml:space="preserve">, </w:t>
      </w:r>
      <w:r w:rsidRPr="006056B1">
        <w:t>aux pauvres épaules dont il eût pu prendre la mesure en les co</w:t>
      </w:r>
      <w:r w:rsidRPr="006056B1">
        <w:t>u</w:t>
      </w:r>
      <w:r w:rsidRPr="006056B1">
        <w:t>vrant d</w:t>
      </w:r>
      <w:r w:rsidR="006036B2">
        <w:t>’</w:t>
      </w:r>
      <w:r w:rsidRPr="006056B1">
        <w:t>un bout à l</w:t>
      </w:r>
      <w:r w:rsidR="006036B2">
        <w:t>’</w:t>
      </w:r>
      <w:r w:rsidRPr="006056B1">
        <w:t>autre sous une seule de ses larges pattes</w:t>
      </w:r>
      <w:r w:rsidR="006036B2">
        <w:t xml:space="preserve"> (</w:t>
      </w:r>
      <w:r w:rsidRPr="006056B1">
        <w:t>vingt-huit centimètres et demi d</w:t>
      </w:r>
      <w:r w:rsidR="006036B2">
        <w:t>’</w:t>
      </w:r>
      <w:r w:rsidRPr="006056B1">
        <w:t>envergure</w:t>
      </w:r>
      <w:r w:rsidR="006036B2">
        <w:t xml:space="preserve">). </w:t>
      </w:r>
      <w:r w:rsidRPr="006056B1">
        <w:t>Ses vrais pairs et compagnons maintenant</w:t>
      </w:r>
      <w:r w:rsidR="006036B2">
        <w:t xml:space="preserve">, </w:t>
      </w:r>
      <w:r w:rsidRPr="006056B1">
        <w:t>ceux parmi lesquels il se trouvait à l</w:t>
      </w:r>
      <w:r w:rsidR="006036B2">
        <w:t>’</w:t>
      </w:r>
      <w:r w:rsidRPr="006056B1">
        <w:t>aise et chez lui</w:t>
      </w:r>
      <w:r w:rsidR="006036B2">
        <w:t xml:space="preserve">, </w:t>
      </w:r>
      <w:r w:rsidRPr="006056B1">
        <w:t xml:space="preserve">ceux avec lesquels enfin il pouvait </w:t>
      </w:r>
      <w:r w:rsidRPr="006056B1">
        <w:rPr>
          <w:i/>
          <w:iCs/>
        </w:rPr>
        <w:t>causer</w:t>
      </w:r>
      <w:r w:rsidR="006036B2">
        <w:t xml:space="preserve">, </w:t>
      </w:r>
      <w:r w:rsidRPr="006056B1">
        <w:t>c</w:t>
      </w:r>
      <w:r w:rsidR="006036B2">
        <w:t>’</w:t>
      </w:r>
      <w:r w:rsidRPr="006056B1">
        <w:t>étaient bien les gymnastes</w:t>
      </w:r>
      <w:r w:rsidR="006036B2">
        <w:t xml:space="preserve">, </w:t>
      </w:r>
      <w:r w:rsidRPr="006056B1">
        <w:t>les lutteurs et les hercules</w:t>
      </w:r>
      <w:r w:rsidR="006036B2">
        <w:t>.</w:t>
      </w:r>
    </w:p>
    <w:p w14:paraId="7AC25224" w14:textId="77777777" w:rsidR="006036B2" w:rsidRDefault="00E85E1B" w:rsidP="00E85E1B">
      <w:r w:rsidRPr="006056B1">
        <w:t>Ainsi que s</w:t>
      </w:r>
      <w:r w:rsidR="006036B2">
        <w:t>’</w:t>
      </w:r>
      <w:r w:rsidRPr="006056B1">
        <w:t>exprimait méchamment Polyte à son égard</w:t>
      </w:r>
      <w:r w:rsidR="006036B2">
        <w:t> :</w:t>
      </w:r>
    </w:p>
    <w:p w14:paraId="323FB625" w14:textId="77777777" w:rsidR="006036B2" w:rsidRDefault="006036B2" w:rsidP="00E85E1B">
      <w:r>
        <w:t>— </w:t>
      </w:r>
      <w:r w:rsidR="00E85E1B" w:rsidRPr="006056B1">
        <w:t>Tous ces paquets-là</w:t>
      </w:r>
      <w:r>
        <w:t xml:space="preserve">, </w:t>
      </w:r>
      <w:r w:rsidR="00E85E1B" w:rsidRPr="006056B1">
        <w:t>on voit bien qu</w:t>
      </w:r>
      <w:r>
        <w:t>’</w:t>
      </w:r>
      <w:r w:rsidR="00E85E1B" w:rsidRPr="006056B1">
        <w:t>ils ont gardé les poids ensemble</w:t>
      </w:r>
      <w:r>
        <w:t>.</w:t>
      </w:r>
    </w:p>
    <w:p w14:paraId="7439468A" w14:textId="77777777" w:rsidR="006036B2" w:rsidRDefault="00E85E1B" w:rsidP="00E85E1B">
      <w:r w:rsidRPr="006056B1">
        <w:t>Car Polyte</w:t>
      </w:r>
      <w:r w:rsidR="006036B2">
        <w:t xml:space="preserve">, </w:t>
      </w:r>
      <w:r w:rsidRPr="006056B1">
        <w:t>lui</w:t>
      </w:r>
      <w:r w:rsidR="006036B2">
        <w:t xml:space="preserve">, </w:t>
      </w:r>
      <w:r w:rsidRPr="006056B1">
        <w:t>naturellement</w:t>
      </w:r>
      <w:r w:rsidR="006036B2">
        <w:t xml:space="preserve">, </w:t>
      </w:r>
      <w:r w:rsidRPr="006056B1">
        <w:t>n</w:t>
      </w:r>
      <w:r w:rsidR="006036B2">
        <w:t>’</w:t>
      </w:r>
      <w:r w:rsidRPr="006056B1">
        <w:t>aimait pas les hommes forts</w:t>
      </w:r>
      <w:r w:rsidR="006036B2">
        <w:t xml:space="preserve">, </w:t>
      </w:r>
      <w:r w:rsidRPr="006056B1">
        <w:t>et en particulier détestait le vicomte</w:t>
      </w:r>
      <w:r w:rsidR="006036B2">
        <w:t xml:space="preserve">. </w:t>
      </w:r>
      <w:r w:rsidRPr="006056B1">
        <w:t>Les autres</w:t>
      </w:r>
      <w:r w:rsidR="006036B2">
        <w:t xml:space="preserve">, </w:t>
      </w:r>
      <w:r w:rsidRPr="006056B1">
        <w:t>passe e</w:t>
      </w:r>
      <w:r w:rsidRPr="006056B1">
        <w:t>n</w:t>
      </w:r>
      <w:r w:rsidRPr="006056B1">
        <w:t>core</w:t>
      </w:r>
      <w:r w:rsidR="006036B2">
        <w:t xml:space="preserve"> ! </w:t>
      </w:r>
      <w:r w:rsidRPr="006056B1">
        <w:t>C</w:t>
      </w:r>
      <w:r w:rsidR="006036B2">
        <w:t>’</w:t>
      </w:r>
      <w:r w:rsidRPr="006056B1">
        <w:t>étaient des frangins de misère et de turbin</w:t>
      </w:r>
      <w:r w:rsidR="006036B2">
        <w:t xml:space="preserve">, </w:t>
      </w:r>
      <w:r w:rsidRPr="006056B1">
        <w:t>des poteaux</w:t>
      </w:r>
      <w:r w:rsidR="006036B2">
        <w:t xml:space="preserve">, </w:t>
      </w:r>
      <w:r w:rsidRPr="006056B1">
        <w:t>du populo comme lui</w:t>
      </w:r>
      <w:r w:rsidR="006036B2">
        <w:t xml:space="preserve">. </w:t>
      </w:r>
      <w:r w:rsidRPr="006056B1">
        <w:t>Il les tenait à l</w:t>
      </w:r>
      <w:r w:rsidR="006036B2">
        <w:t>’</w:t>
      </w:r>
      <w:r w:rsidRPr="006056B1">
        <w:t>œil</w:t>
      </w:r>
      <w:r w:rsidR="006036B2">
        <w:t xml:space="preserve">, </w:t>
      </w:r>
      <w:r w:rsidRPr="006056B1">
        <w:t>un peu</w:t>
      </w:r>
      <w:r w:rsidR="006036B2">
        <w:t xml:space="preserve">, </w:t>
      </w:r>
      <w:r w:rsidRPr="006056B1">
        <w:t>d</w:t>
      </w:r>
      <w:r w:rsidR="006036B2">
        <w:t>’</w:t>
      </w:r>
      <w:r w:rsidRPr="006056B1">
        <w:t>être si en viande</w:t>
      </w:r>
      <w:r w:rsidR="006036B2">
        <w:t xml:space="preserve">, </w:t>
      </w:r>
      <w:r w:rsidRPr="006056B1">
        <w:t>tandis que lui-même n</w:t>
      </w:r>
      <w:r w:rsidR="006036B2">
        <w:t>’</w:t>
      </w:r>
      <w:r w:rsidRPr="006056B1">
        <w:t>avait que des fesses de goujon</w:t>
      </w:r>
      <w:r w:rsidR="006036B2">
        <w:t xml:space="preserve">. </w:t>
      </w:r>
      <w:r w:rsidRPr="006056B1">
        <w:t>Toutefois il leur pardonnait à l</w:t>
      </w:r>
      <w:r w:rsidR="006036B2">
        <w:t>’</w:t>
      </w:r>
      <w:r w:rsidRPr="006056B1">
        <w:t>occasion leurs supériorités membrues</w:t>
      </w:r>
      <w:r w:rsidR="006036B2">
        <w:t xml:space="preserve">, </w:t>
      </w:r>
      <w:r w:rsidRPr="006056B1">
        <w:t>à les savoir ses inférieurs en tout le reste</w:t>
      </w:r>
      <w:r w:rsidR="006036B2">
        <w:t xml:space="preserve">, </w:t>
      </w:r>
      <w:r w:rsidRPr="006056B1">
        <w:t>et à le leur faire avouer bonifacement</w:t>
      </w:r>
      <w:r w:rsidR="006036B2">
        <w:t xml:space="preserve">. </w:t>
      </w:r>
      <w:r w:rsidRPr="006056B1">
        <w:t>Mais ce nom de Dieu de vicomte</w:t>
      </w:r>
      <w:r w:rsidR="006036B2">
        <w:t xml:space="preserve">, </w:t>
      </w:r>
      <w:r w:rsidRPr="006056B1">
        <w:t>hercule de la haute</w:t>
      </w:r>
      <w:r w:rsidR="006036B2">
        <w:t xml:space="preserve">, </w:t>
      </w:r>
      <w:r w:rsidRPr="006056B1">
        <w:t>pas bête malgré son corps tout en bidoche</w:t>
      </w:r>
      <w:r w:rsidR="006036B2">
        <w:t xml:space="preserve">, </w:t>
      </w:r>
      <w:r w:rsidRPr="006056B1">
        <w:t>et de mine et de mise élégantes</w:t>
      </w:r>
      <w:r w:rsidR="006036B2">
        <w:t xml:space="preserve">, </w:t>
      </w:r>
      <w:r w:rsidRPr="006056B1">
        <w:t>et vous humiliant de ses gén</w:t>
      </w:r>
      <w:r w:rsidRPr="006056B1">
        <w:t>é</w:t>
      </w:r>
      <w:r w:rsidRPr="006056B1">
        <w:t>rosités</w:t>
      </w:r>
      <w:r w:rsidR="006036B2">
        <w:t xml:space="preserve">, </w:t>
      </w:r>
      <w:r w:rsidRPr="006056B1">
        <w:t>jamais en retard pour casquer d</w:t>
      </w:r>
      <w:r w:rsidR="006036B2">
        <w:t>’</w:t>
      </w:r>
      <w:r w:rsidRPr="006056B1">
        <w:t>un saladier</w:t>
      </w:r>
      <w:r w:rsidR="006036B2">
        <w:t xml:space="preserve">, </w:t>
      </w:r>
      <w:r w:rsidRPr="006056B1">
        <w:t>d</w:t>
      </w:r>
      <w:r w:rsidR="006036B2">
        <w:t>’</w:t>
      </w:r>
      <w:r w:rsidRPr="006056B1">
        <w:t>un gue</w:t>
      </w:r>
      <w:r w:rsidRPr="006056B1">
        <w:t>u</w:t>
      </w:r>
      <w:r w:rsidRPr="006056B1">
        <w:t>leton</w:t>
      </w:r>
      <w:r w:rsidR="006036B2">
        <w:t xml:space="preserve">, </w:t>
      </w:r>
      <w:r w:rsidRPr="006056B1">
        <w:t>pour vous foncer du pèze sans compter</w:t>
      </w:r>
      <w:r w:rsidR="006036B2">
        <w:t xml:space="preserve">, </w:t>
      </w:r>
      <w:r w:rsidRPr="006056B1">
        <w:t>quand on en avait besoin</w:t>
      </w:r>
      <w:r w:rsidR="006036B2">
        <w:t xml:space="preserve">, </w:t>
      </w:r>
      <w:r w:rsidRPr="006056B1">
        <w:t>ce pante-là qu</w:t>
      </w:r>
      <w:r w:rsidR="006036B2">
        <w:t>’</w:t>
      </w:r>
      <w:r w:rsidRPr="006056B1">
        <w:t>avait tout pour lui et qui faisait loucher les marmites les plus à la redresse</w:t>
      </w:r>
      <w:r w:rsidR="006036B2">
        <w:t xml:space="preserve">, </w:t>
      </w:r>
      <w:r w:rsidRPr="006056B1">
        <w:t>ah</w:t>
      </w:r>
      <w:r w:rsidR="006036B2">
        <w:t xml:space="preserve"> ! </w:t>
      </w:r>
      <w:r w:rsidRPr="006056B1">
        <w:t>non</w:t>
      </w:r>
      <w:r w:rsidR="006036B2">
        <w:t xml:space="preserve">, </w:t>
      </w:r>
      <w:r w:rsidRPr="006056B1">
        <w:t>par exemple</w:t>
      </w:r>
      <w:r w:rsidR="006036B2">
        <w:t xml:space="preserve">, </w:t>
      </w:r>
      <w:r w:rsidRPr="006056B1">
        <w:t>un a</w:t>
      </w:r>
      <w:r w:rsidRPr="006056B1">
        <w:t>c</w:t>
      </w:r>
      <w:r w:rsidRPr="006056B1">
        <w:t>capareur comme ça</w:t>
      </w:r>
      <w:r w:rsidR="006036B2">
        <w:t xml:space="preserve">, </w:t>
      </w:r>
      <w:r w:rsidRPr="006056B1">
        <w:t>on ne pouvait pas tout de même</w:t>
      </w:r>
      <w:r w:rsidR="006036B2">
        <w:t xml:space="preserve">, </w:t>
      </w:r>
      <w:r w:rsidRPr="006056B1">
        <w:t>pas vrai</w:t>
      </w:r>
      <w:r w:rsidR="006036B2">
        <w:t xml:space="preserve">, </w:t>
      </w:r>
      <w:r w:rsidRPr="006056B1">
        <w:t>l</w:t>
      </w:r>
      <w:r w:rsidR="006036B2">
        <w:t>’</w:t>
      </w:r>
      <w:r w:rsidRPr="006056B1">
        <w:t>avoir à la bonne</w:t>
      </w:r>
      <w:r w:rsidR="006036B2">
        <w:t> !</w:t>
      </w:r>
    </w:p>
    <w:p w14:paraId="3890CF45" w14:textId="77777777" w:rsidR="006036B2" w:rsidRDefault="00E85E1B" w:rsidP="00E85E1B">
      <w:r w:rsidRPr="006056B1">
        <w:lastRenderedPageBreak/>
        <w:t>Il faut bien le dire aussi</w:t>
      </w:r>
      <w:r w:rsidR="006036B2">
        <w:t xml:space="preserve">, </w:t>
      </w:r>
      <w:r w:rsidRPr="006056B1">
        <w:t>tout généreux qu</w:t>
      </w:r>
      <w:r w:rsidR="006036B2">
        <w:t>’</w:t>
      </w:r>
      <w:r w:rsidRPr="006056B1">
        <w:t>il fût</w:t>
      </w:r>
      <w:r w:rsidR="006036B2">
        <w:t xml:space="preserve">, </w:t>
      </w:r>
      <w:r w:rsidRPr="006056B1">
        <w:t>le vicomte ne l</w:t>
      </w:r>
      <w:r w:rsidR="006036B2">
        <w:t>’</w:t>
      </w:r>
      <w:r w:rsidRPr="006056B1">
        <w:t>était pas sans nuances</w:t>
      </w:r>
      <w:r w:rsidR="006036B2">
        <w:t xml:space="preserve">. </w:t>
      </w:r>
      <w:r w:rsidRPr="006056B1">
        <w:t>Avec ses égaux</w:t>
      </w:r>
      <w:r w:rsidR="006036B2">
        <w:t xml:space="preserve">, </w:t>
      </w:r>
      <w:r w:rsidRPr="006056B1">
        <w:t>les hommes forts</w:t>
      </w:r>
      <w:r w:rsidR="006036B2">
        <w:t xml:space="preserve">, </w:t>
      </w:r>
      <w:r w:rsidRPr="006056B1">
        <w:t>il donnait ainsi qu</w:t>
      </w:r>
      <w:r w:rsidR="006036B2">
        <w:t>’</w:t>
      </w:r>
      <w:r w:rsidRPr="006056B1">
        <w:t>on offre une pipe de tabac à des amis</w:t>
      </w:r>
      <w:r w:rsidR="006036B2">
        <w:t xml:space="preserve">. </w:t>
      </w:r>
      <w:r w:rsidRPr="006056B1">
        <w:t>Il se</w:t>
      </w:r>
      <w:r w:rsidRPr="006056B1">
        <w:t>m</w:t>
      </w:r>
      <w:r w:rsidRPr="006056B1">
        <w:t>blait avec eux faire bourse commune</w:t>
      </w:r>
      <w:r w:rsidR="006036B2">
        <w:t xml:space="preserve">, </w:t>
      </w:r>
      <w:r w:rsidRPr="006056B1">
        <w:t>très simplement</w:t>
      </w:r>
      <w:r w:rsidR="006036B2">
        <w:t xml:space="preserve">. </w:t>
      </w:r>
      <w:r w:rsidRPr="006056B1">
        <w:t>Avec P</w:t>
      </w:r>
      <w:r w:rsidRPr="006056B1">
        <w:t>o</w:t>
      </w:r>
      <w:r w:rsidRPr="006056B1">
        <w:t>lyte</w:t>
      </w:r>
      <w:r w:rsidR="006036B2">
        <w:t xml:space="preserve">, </w:t>
      </w:r>
      <w:r w:rsidRPr="006056B1">
        <w:t>au contraire</w:t>
      </w:r>
      <w:r w:rsidR="006036B2">
        <w:t xml:space="preserve">, </w:t>
      </w:r>
      <w:r w:rsidRPr="006056B1">
        <w:t>cela prenait un air de pourboire à un dome</w:t>
      </w:r>
      <w:r w:rsidRPr="006056B1">
        <w:t>s</w:t>
      </w:r>
      <w:r w:rsidRPr="006056B1">
        <w:t>tique</w:t>
      </w:r>
      <w:r w:rsidR="006036B2">
        <w:t xml:space="preserve">, </w:t>
      </w:r>
      <w:r w:rsidRPr="006056B1">
        <w:t>parfois d</w:t>
      </w:r>
      <w:r w:rsidR="006036B2">
        <w:t>’</w:t>
      </w:r>
      <w:r w:rsidRPr="006056B1">
        <w:t>aumône à un mendigot</w:t>
      </w:r>
      <w:r w:rsidR="006036B2">
        <w:t xml:space="preserve">. </w:t>
      </w:r>
      <w:r w:rsidRPr="006056B1">
        <w:t>Et Polyte le mariolle</w:t>
      </w:r>
      <w:r w:rsidR="006036B2">
        <w:t xml:space="preserve">, </w:t>
      </w:r>
      <w:r w:rsidRPr="006056B1">
        <w:t>que les autres belles et bonnes brutes traitaient en mec et en dab</w:t>
      </w:r>
      <w:r w:rsidR="006036B2">
        <w:t xml:space="preserve">, </w:t>
      </w:r>
      <w:r w:rsidRPr="006056B1">
        <w:t>malgré sa faiblesse</w:t>
      </w:r>
      <w:r w:rsidR="006036B2">
        <w:t xml:space="preserve">, </w:t>
      </w:r>
      <w:r w:rsidRPr="006056B1">
        <w:t>mais à cause de son astuce</w:t>
      </w:r>
      <w:r w:rsidR="006036B2">
        <w:t xml:space="preserve">, </w:t>
      </w:r>
      <w:r w:rsidRPr="006056B1">
        <w:t>se trouvait doublement blessé de n</w:t>
      </w:r>
      <w:r w:rsidR="006036B2">
        <w:t>’</w:t>
      </w:r>
      <w:r w:rsidRPr="006056B1">
        <w:t>avoir</w:t>
      </w:r>
      <w:r w:rsidR="006036B2">
        <w:t xml:space="preserve">, </w:t>
      </w:r>
      <w:r w:rsidRPr="006056B1">
        <w:t>aux yeux de celle-là</w:t>
      </w:r>
      <w:r w:rsidR="006036B2">
        <w:t xml:space="preserve">, </w:t>
      </w:r>
      <w:r w:rsidRPr="006056B1">
        <w:t>de brute</w:t>
      </w:r>
      <w:r w:rsidR="006036B2">
        <w:t xml:space="preserve">, </w:t>
      </w:r>
      <w:r w:rsidRPr="006056B1">
        <w:t>pas plus d</w:t>
      </w:r>
      <w:r w:rsidR="006036B2">
        <w:t>’</w:t>
      </w:r>
      <w:r w:rsidRPr="006056B1">
        <w:t>importance</w:t>
      </w:r>
      <w:r w:rsidR="006036B2">
        <w:t xml:space="preserve">, </w:t>
      </w:r>
      <w:r w:rsidRPr="006056B1">
        <w:t>comme il disait</w:t>
      </w:r>
      <w:r w:rsidR="006036B2">
        <w:t xml:space="preserve">, </w:t>
      </w:r>
      <w:r w:rsidRPr="006056B1">
        <w:t>qu</w:t>
      </w:r>
      <w:r w:rsidR="006036B2">
        <w:t>’</w:t>
      </w:r>
      <w:r w:rsidRPr="006056B1">
        <w:t>un pet de lapin</w:t>
      </w:r>
      <w:r w:rsidR="006036B2">
        <w:t>.</w:t>
      </w:r>
    </w:p>
    <w:p w14:paraId="26C032C6" w14:textId="77777777" w:rsidR="006036B2" w:rsidRDefault="006036B2" w:rsidP="00E85E1B">
      <w:r>
        <w:t>— </w:t>
      </w:r>
      <w:r w:rsidR="00E85E1B" w:rsidRPr="006056B1">
        <w:t>Mais il me le payera</w:t>
      </w:r>
      <w:r>
        <w:t xml:space="preserve">, </w:t>
      </w:r>
      <w:r w:rsidR="00E85E1B" w:rsidRPr="006056B1">
        <w:t>grommelait-il souvent</w:t>
      </w:r>
      <w:r>
        <w:t xml:space="preserve">. </w:t>
      </w:r>
      <w:r w:rsidR="00E85E1B" w:rsidRPr="006056B1">
        <w:t>Lui et l</w:t>
      </w:r>
      <w:r>
        <w:t>’</w:t>
      </w:r>
      <w:r w:rsidR="00E85E1B" w:rsidRPr="006056B1">
        <w:t>autre</w:t>
      </w:r>
      <w:r>
        <w:t xml:space="preserve">, </w:t>
      </w:r>
      <w:r w:rsidR="00E85E1B" w:rsidRPr="006056B1">
        <w:t>l</w:t>
      </w:r>
      <w:r>
        <w:t>’</w:t>
      </w:r>
      <w:proofErr w:type="spellStart"/>
      <w:r w:rsidR="00E85E1B" w:rsidRPr="006056B1">
        <w:t>larbonchem</w:t>
      </w:r>
      <w:proofErr w:type="spellEnd"/>
      <w:r>
        <w:t xml:space="preserve">, </w:t>
      </w:r>
      <w:r w:rsidR="00E85E1B" w:rsidRPr="006056B1">
        <w:t>n</w:t>
      </w:r>
      <w:r>
        <w:t>’</w:t>
      </w:r>
      <w:r w:rsidR="00E85E1B" w:rsidRPr="006056B1">
        <w:t>en v</w:t>
      </w:r>
      <w:r>
        <w:t>’</w:t>
      </w:r>
      <w:r w:rsidR="00E85E1B" w:rsidRPr="006056B1">
        <w:t>là deux à qui j</w:t>
      </w:r>
      <w:r>
        <w:t>’</w:t>
      </w:r>
      <w:r w:rsidR="00E85E1B" w:rsidRPr="006056B1">
        <w:t>garde un cabot d</w:t>
      </w:r>
      <w:r>
        <w:t>’</w:t>
      </w:r>
      <w:r w:rsidR="00E85E1B" w:rsidRPr="006056B1">
        <w:t>ma chienne</w:t>
      </w:r>
      <w:r>
        <w:t xml:space="preserve">. </w:t>
      </w:r>
      <w:r w:rsidR="00E85E1B" w:rsidRPr="006056B1">
        <w:t>Laissez pisser l</w:t>
      </w:r>
      <w:r>
        <w:t>’</w:t>
      </w:r>
      <w:r w:rsidR="00E85E1B" w:rsidRPr="006056B1">
        <w:t>mérinos</w:t>
      </w:r>
      <w:r>
        <w:t xml:space="preserve"> ! </w:t>
      </w:r>
      <w:r w:rsidR="00E85E1B" w:rsidRPr="006056B1">
        <w:t>J</w:t>
      </w:r>
      <w:r>
        <w:t>’</w:t>
      </w:r>
      <w:r w:rsidR="00E85E1B" w:rsidRPr="006056B1">
        <w:t>poireauterai le temps qu</w:t>
      </w:r>
      <w:r>
        <w:t>’</w:t>
      </w:r>
      <w:r w:rsidR="00E85E1B" w:rsidRPr="006056B1">
        <w:t>il faudra</w:t>
      </w:r>
      <w:r>
        <w:t xml:space="preserve">. </w:t>
      </w:r>
      <w:r w:rsidR="00E85E1B" w:rsidRPr="006056B1">
        <w:t>Et je finirai bien par dégoter un joint pour leur faire flasquer des os en traviole</w:t>
      </w:r>
      <w:r>
        <w:t>.</w:t>
      </w:r>
    </w:p>
    <w:p w14:paraId="68265601" w14:textId="77777777" w:rsidR="006036B2" w:rsidRDefault="00E85E1B" w:rsidP="00E85E1B">
      <w:r w:rsidRPr="006056B1">
        <w:t>Et</w:t>
      </w:r>
      <w:r w:rsidR="006036B2">
        <w:t xml:space="preserve">, </w:t>
      </w:r>
      <w:r w:rsidRPr="006056B1">
        <w:t>en effet</w:t>
      </w:r>
      <w:r w:rsidR="006036B2">
        <w:t xml:space="preserve">, </w:t>
      </w:r>
      <w:r w:rsidRPr="006056B1">
        <w:t>après de longues méditations</w:t>
      </w:r>
      <w:r w:rsidR="006036B2">
        <w:t xml:space="preserve">, </w:t>
      </w:r>
      <w:r w:rsidRPr="006056B1">
        <w:t>de patients a</w:t>
      </w:r>
      <w:r w:rsidRPr="006056B1">
        <w:t>f</w:t>
      </w:r>
      <w:r w:rsidRPr="006056B1">
        <w:t>fûts</w:t>
      </w:r>
      <w:r w:rsidR="006036B2">
        <w:t xml:space="preserve">, </w:t>
      </w:r>
      <w:r w:rsidRPr="006056B1">
        <w:t>après avoir attendu la coïncidence de toutes les occasions nécessaires à sa double vengeance</w:t>
      </w:r>
      <w:r w:rsidR="006036B2">
        <w:t xml:space="preserve">, </w:t>
      </w:r>
      <w:r w:rsidRPr="006056B1">
        <w:t>il put enfin l</w:t>
      </w:r>
      <w:r w:rsidR="006036B2">
        <w:t>’</w:t>
      </w:r>
      <w:r w:rsidRPr="006056B1">
        <w:t>exécuter</w:t>
      </w:r>
      <w:r w:rsidR="006036B2">
        <w:t xml:space="preserve">, </w:t>
      </w:r>
      <w:r w:rsidRPr="006056B1">
        <w:t>et la voici</w:t>
      </w:r>
      <w:r w:rsidR="006036B2">
        <w:t>…</w:t>
      </w:r>
    </w:p>
    <w:p w14:paraId="1EC91000" w14:textId="77777777" w:rsidR="006036B2" w:rsidRDefault="006036B2" w:rsidP="00E85E1B">
      <w:r>
        <w:t>— </w:t>
      </w:r>
      <w:r w:rsidR="00E85E1B" w:rsidRPr="006056B1">
        <w:t>Alors</w:t>
      </w:r>
      <w:r>
        <w:t xml:space="preserve">, </w:t>
      </w:r>
      <w:r w:rsidR="00E85E1B" w:rsidRPr="006056B1">
        <w:t>dit un jour Polyte au vicomte</w:t>
      </w:r>
      <w:r>
        <w:t xml:space="preserve">, </w:t>
      </w:r>
      <w:r w:rsidR="00E85E1B" w:rsidRPr="006056B1">
        <w:t>alors</w:t>
      </w:r>
      <w:r>
        <w:t xml:space="preserve">, </w:t>
      </w:r>
      <w:proofErr w:type="spellStart"/>
      <w:r w:rsidR="00E85E1B" w:rsidRPr="006056B1">
        <w:t>comm</w:t>
      </w:r>
      <w:proofErr w:type="spellEnd"/>
      <w:r>
        <w:t>’</w:t>
      </w:r>
      <w:r w:rsidR="00E85E1B">
        <w:t xml:space="preserve"> </w:t>
      </w:r>
      <w:r w:rsidR="00E85E1B" w:rsidRPr="006056B1">
        <w:t>ça</w:t>
      </w:r>
      <w:r>
        <w:t xml:space="preserve">, </w:t>
      </w:r>
      <w:r w:rsidR="00E85E1B" w:rsidRPr="006056B1">
        <w:t xml:space="preserve">les </w:t>
      </w:r>
      <w:proofErr w:type="spellStart"/>
      <w:r w:rsidR="00E85E1B" w:rsidRPr="006056B1">
        <w:t>camerluches</w:t>
      </w:r>
      <w:proofErr w:type="spellEnd"/>
      <w:r w:rsidR="00E85E1B" w:rsidRPr="006056B1">
        <w:t xml:space="preserve"> et vous</w:t>
      </w:r>
      <w:r>
        <w:t xml:space="preserve">, </w:t>
      </w:r>
      <w:r w:rsidR="00E85E1B" w:rsidRPr="006056B1">
        <w:t>vous vous figurez qu</w:t>
      </w:r>
      <w:r>
        <w:t>’</w:t>
      </w:r>
      <w:r w:rsidR="00E85E1B" w:rsidRPr="006056B1">
        <w:t>ça fait des hommes forts</w:t>
      </w:r>
      <w:r>
        <w:t> ?</w:t>
      </w:r>
    </w:p>
    <w:p w14:paraId="5DE791E5" w14:textId="77777777" w:rsidR="006036B2" w:rsidRDefault="006036B2" w:rsidP="00E85E1B">
      <w:r>
        <w:t>— </w:t>
      </w:r>
      <w:r w:rsidR="00E85E1B" w:rsidRPr="006056B1">
        <w:t>Dame</w:t>
      </w:r>
      <w:r>
        <w:t xml:space="preserve"> ! </w:t>
      </w:r>
      <w:r w:rsidR="00E85E1B" w:rsidRPr="006056B1">
        <w:t>il me semble</w:t>
      </w:r>
      <w:r>
        <w:t xml:space="preserve">, </w:t>
      </w:r>
      <w:r w:rsidR="00E85E1B" w:rsidRPr="006056B1">
        <w:t>répondit le vicomte en se rengo</w:t>
      </w:r>
      <w:r w:rsidR="00E85E1B" w:rsidRPr="006056B1">
        <w:t>r</w:t>
      </w:r>
      <w:r w:rsidR="00E85E1B" w:rsidRPr="006056B1">
        <w:t>geant</w:t>
      </w:r>
      <w:r>
        <w:t>.</w:t>
      </w:r>
    </w:p>
    <w:p w14:paraId="5FB1EB90" w14:textId="77777777" w:rsidR="006036B2" w:rsidRDefault="006036B2" w:rsidP="00E85E1B">
      <w:r>
        <w:t>— </w:t>
      </w:r>
      <w:r w:rsidR="00E85E1B" w:rsidRPr="006056B1">
        <w:t>Eh ben</w:t>
      </w:r>
      <w:r>
        <w:t xml:space="preserve"> ! </w:t>
      </w:r>
      <w:r w:rsidR="00E85E1B" w:rsidRPr="006056B1">
        <w:t>reprit Polyte</w:t>
      </w:r>
      <w:r>
        <w:t xml:space="preserve">, </w:t>
      </w:r>
      <w:r w:rsidR="00E85E1B" w:rsidRPr="006056B1">
        <w:t>il vous semble à côté</w:t>
      </w:r>
      <w:r>
        <w:t xml:space="preserve">. </w:t>
      </w:r>
      <w:r w:rsidR="00E85E1B" w:rsidRPr="006056B1">
        <w:t xml:space="preserve">Vous et les </w:t>
      </w:r>
      <w:proofErr w:type="spellStart"/>
      <w:r w:rsidR="00E85E1B" w:rsidRPr="006056B1">
        <w:t>camerluches</w:t>
      </w:r>
      <w:proofErr w:type="spellEnd"/>
      <w:r>
        <w:t xml:space="preserve">, </w:t>
      </w:r>
      <w:r w:rsidR="00E85E1B" w:rsidRPr="006056B1">
        <w:t>vous vous fourrez rien l</w:t>
      </w:r>
      <w:r>
        <w:t>’</w:t>
      </w:r>
      <w:r w:rsidR="00E85E1B" w:rsidRPr="006056B1">
        <w:t>doigt dans l</w:t>
      </w:r>
      <w:r>
        <w:t>’</w:t>
      </w:r>
      <w:r w:rsidR="00E85E1B" w:rsidRPr="006056B1">
        <w:t>œil</w:t>
      </w:r>
      <w:r>
        <w:t xml:space="preserve">. </w:t>
      </w:r>
      <w:r w:rsidR="00E85E1B" w:rsidRPr="006056B1">
        <w:t>La vérité</w:t>
      </w:r>
      <w:r>
        <w:t xml:space="preserve">, </w:t>
      </w:r>
      <w:r w:rsidR="00E85E1B" w:rsidRPr="006056B1">
        <w:t>c</w:t>
      </w:r>
      <w:r>
        <w:t>’</w:t>
      </w:r>
      <w:r w:rsidR="00E85E1B" w:rsidRPr="006056B1">
        <w:t xml:space="preserve">est que les </w:t>
      </w:r>
      <w:proofErr w:type="spellStart"/>
      <w:r w:rsidR="00E85E1B" w:rsidRPr="006056B1">
        <w:t>camerluches</w:t>
      </w:r>
      <w:proofErr w:type="spellEnd"/>
      <w:r w:rsidR="00E85E1B" w:rsidRPr="006056B1">
        <w:t xml:space="preserve"> et vous</w:t>
      </w:r>
      <w:r>
        <w:t xml:space="preserve">, </w:t>
      </w:r>
      <w:r w:rsidR="00E85E1B" w:rsidRPr="006056B1">
        <w:t xml:space="preserve">vous et les </w:t>
      </w:r>
      <w:proofErr w:type="spellStart"/>
      <w:r w:rsidR="00E85E1B" w:rsidRPr="006056B1">
        <w:t>camerluches</w:t>
      </w:r>
      <w:proofErr w:type="spellEnd"/>
      <w:r>
        <w:t xml:space="preserve">, </w:t>
      </w:r>
      <w:r w:rsidR="00E85E1B" w:rsidRPr="006056B1">
        <w:t>vous n</w:t>
      </w:r>
      <w:r>
        <w:t>’</w:t>
      </w:r>
      <w:r w:rsidR="00E85E1B" w:rsidRPr="006056B1">
        <w:t>êtes que des chiffes</w:t>
      </w:r>
      <w:r>
        <w:t>.</w:t>
      </w:r>
    </w:p>
    <w:p w14:paraId="66AE709A" w14:textId="77777777" w:rsidR="006036B2" w:rsidRDefault="006036B2" w:rsidP="00E85E1B">
      <w:r>
        <w:t>— </w:t>
      </w:r>
      <w:r w:rsidR="00E85E1B" w:rsidRPr="006056B1">
        <w:t>Des chiffes</w:t>
      </w:r>
      <w:r>
        <w:t xml:space="preserve"> ! </w:t>
      </w:r>
      <w:r w:rsidR="00E85E1B" w:rsidRPr="006056B1">
        <w:t>Allons donc</w:t>
      </w:r>
      <w:r>
        <w:t xml:space="preserve">, </w:t>
      </w:r>
      <w:r w:rsidR="00E85E1B" w:rsidRPr="006056B1">
        <w:t>aztèque</w:t>
      </w:r>
      <w:r>
        <w:t xml:space="preserve"> ! </w:t>
      </w:r>
      <w:r w:rsidR="00E85E1B" w:rsidRPr="006056B1">
        <w:t>Nous</w:t>
      </w:r>
      <w:r>
        <w:t xml:space="preserve">, </w:t>
      </w:r>
      <w:r w:rsidR="00E85E1B" w:rsidRPr="006056B1">
        <w:t>des chiffes</w:t>
      </w:r>
      <w:r>
        <w:t> !</w:t>
      </w:r>
    </w:p>
    <w:p w14:paraId="48E2E1F4" w14:textId="77777777" w:rsidR="006036B2" w:rsidRDefault="006036B2" w:rsidP="00E85E1B">
      <w:r>
        <w:lastRenderedPageBreak/>
        <w:t>— </w:t>
      </w:r>
      <w:r w:rsidR="00E85E1B" w:rsidRPr="006056B1">
        <w:t>Sûr</w:t>
      </w:r>
      <w:r>
        <w:t xml:space="preserve">, </w:t>
      </w:r>
      <w:r w:rsidR="00E85E1B" w:rsidRPr="006056B1">
        <w:t xml:space="preserve">pas </w:t>
      </w:r>
      <w:proofErr w:type="spellStart"/>
      <w:r w:rsidR="00E85E1B" w:rsidRPr="006056B1">
        <w:t>aut</w:t>
      </w:r>
      <w:r>
        <w:t>’</w:t>
      </w:r>
      <w:r w:rsidR="00E85E1B" w:rsidRPr="006056B1">
        <w:t>chose</w:t>
      </w:r>
      <w:proofErr w:type="spellEnd"/>
      <w:r>
        <w:t xml:space="preserve">. </w:t>
      </w:r>
      <w:r w:rsidR="00E85E1B" w:rsidRPr="006056B1">
        <w:t>Et la preuve</w:t>
      </w:r>
      <w:r>
        <w:t xml:space="preserve">, </w:t>
      </w:r>
      <w:r w:rsidR="00E85E1B" w:rsidRPr="006056B1">
        <w:t>c</w:t>
      </w:r>
      <w:r>
        <w:t>’</w:t>
      </w:r>
      <w:r w:rsidR="00E85E1B" w:rsidRPr="006056B1">
        <w:t>est que moi</w:t>
      </w:r>
      <w:r>
        <w:t xml:space="preserve">, </w:t>
      </w:r>
      <w:r w:rsidR="00E85E1B" w:rsidRPr="006056B1">
        <w:t>Bibi</w:t>
      </w:r>
      <w:r>
        <w:t xml:space="preserve">, </w:t>
      </w:r>
      <w:r w:rsidR="00E85E1B" w:rsidRPr="006056B1">
        <w:t>tout aztèque que j</w:t>
      </w:r>
      <w:r>
        <w:t>’</w:t>
      </w:r>
      <w:r w:rsidR="00E85E1B" w:rsidRPr="006056B1">
        <w:t>suis</w:t>
      </w:r>
      <w:r>
        <w:t xml:space="preserve">, </w:t>
      </w:r>
      <w:r w:rsidR="00E85E1B" w:rsidRPr="006056B1">
        <w:t>j</w:t>
      </w:r>
      <w:r>
        <w:t>’</w:t>
      </w:r>
      <w:r w:rsidR="00E85E1B" w:rsidRPr="006056B1">
        <w:t xml:space="preserve">connais </w:t>
      </w:r>
      <w:proofErr w:type="spellStart"/>
      <w:r w:rsidR="00E85E1B" w:rsidRPr="006056B1">
        <w:t>quéqu</w:t>
      </w:r>
      <w:r>
        <w:t>’</w:t>
      </w:r>
      <w:r w:rsidR="00E85E1B" w:rsidRPr="006056B1">
        <w:t>un</w:t>
      </w:r>
      <w:proofErr w:type="spellEnd"/>
      <w:r w:rsidR="00E85E1B" w:rsidRPr="006056B1">
        <w:t xml:space="preserve"> qui vous tombera quand vous voudrez</w:t>
      </w:r>
      <w:r>
        <w:t xml:space="preserve">, </w:t>
      </w:r>
      <w:r w:rsidR="00E85E1B" w:rsidRPr="006056B1">
        <w:t>et même sans qu</w:t>
      </w:r>
      <w:r>
        <w:t>’</w:t>
      </w:r>
      <w:r w:rsidR="00E85E1B" w:rsidRPr="006056B1">
        <w:t>vous l</w:t>
      </w:r>
      <w:r>
        <w:t>’</w:t>
      </w:r>
      <w:r w:rsidR="00E85E1B" w:rsidRPr="006056B1">
        <w:t>vouliez</w:t>
      </w:r>
      <w:r>
        <w:t xml:space="preserve">. </w:t>
      </w:r>
      <w:r w:rsidR="00E85E1B" w:rsidRPr="006056B1">
        <w:t>Et c</w:t>
      </w:r>
      <w:r>
        <w:t>’</w:t>
      </w:r>
      <w:proofErr w:type="spellStart"/>
      <w:r w:rsidR="00E85E1B" w:rsidRPr="006056B1">
        <w:t>quéqu</w:t>
      </w:r>
      <w:r>
        <w:t>’</w:t>
      </w:r>
      <w:r w:rsidR="00E85E1B" w:rsidRPr="006056B1">
        <w:t>un</w:t>
      </w:r>
      <w:proofErr w:type="spellEnd"/>
      <w:r w:rsidR="00E85E1B" w:rsidRPr="006056B1">
        <w:t>-là</w:t>
      </w:r>
      <w:r>
        <w:t xml:space="preserve">, </w:t>
      </w:r>
      <w:r w:rsidR="00E85E1B" w:rsidRPr="006056B1">
        <w:t>c</w:t>
      </w:r>
      <w:r>
        <w:t>’</w:t>
      </w:r>
      <w:r w:rsidR="00E85E1B" w:rsidRPr="006056B1">
        <w:t>est une gonzesse</w:t>
      </w:r>
      <w:r>
        <w:t>.</w:t>
      </w:r>
    </w:p>
    <w:p w14:paraId="69455FEB" w14:textId="77777777" w:rsidR="006036B2" w:rsidRDefault="00E85E1B" w:rsidP="00E85E1B">
      <w:r w:rsidRPr="006056B1">
        <w:t>À l</w:t>
      </w:r>
      <w:r w:rsidR="006036B2">
        <w:t>’</w:t>
      </w:r>
      <w:r w:rsidRPr="006056B1">
        <w:t>idée saugrenue d</w:t>
      </w:r>
      <w:r w:rsidR="006036B2">
        <w:t>’</w:t>
      </w:r>
      <w:r w:rsidRPr="006056B1">
        <w:t>être tombé par une femme</w:t>
      </w:r>
      <w:r w:rsidR="006036B2">
        <w:t xml:space="preserve">, </w:t>
      </w:r>
      <w:r w:rsidRPr="006056B1">
        <w:t>le vicomte s</w:t>
      </w:r>
      <w:r w:rsidR="006036B2">
        <w:t>’</w:t>
      </w:r>
      <w:r w:rsidRPr="006056B1">
        <w:t>esclaffa</w:t>
      </w:r>
      <w:r w:rsidR="006036B2">
        <w:t>.</w:t>
      </w:r>
    </w:p>
    <w:p w14:paraId="5E1048C3" w14:textId="77777777" w:rsidR="006036B2" w:rsidRDefault="006036B2" w:rsidP="00E85E1B">
      <w:r>
        <w:t>— </w:t>
      </w:r>
      <w:r w:rsidR="00E85E1B" w:rsidRPr="006056B1">
        <w:t>Y a pas d</w:t>
      </w:r>
      <w:r>
        <w:t>’</w:t>
      </w:r>
      <w:r w:rsidR="00E85E1B" w:rsidRPr="006056B1">
        <w:t>quoi rigoler</w:t>
      </w:r>
      <w:r>
        <w:t xml:space="preserve">, </w:t>
      </w:r>
      <w:r w:rsidR="00E85E1B" w:rsidRPr="006056B1">
        <w:t>continua Polyte</w:t>
      </w:r>
      <w:r>
        <w:t xml:space="preserve">. </w:t>
      </w:r>
      <w:r w:rsidR="00E85E1B" w:rsidRPr="006056B1">
        <w:t>Al</w:t>
      </w:r>
      <w:r>
        <w:t>’</w:t>
      </w:r>
      <w:r w:rsidR="00E85E1B" w:rsidRPr="006056B1">
        <w:t xml:space="preserve"> vous tombera</w:t>
      </w:r>
      <w:r>
        <w:t xml:space="preserve">, </w:t>
      </w:r>
      <w:r w:rsidR="00E85E1B" w:rsidRPr="006056B1">
        <w:t>que j</w:t>
      </w:r>
      <w:r>
        <w:t>’</w:t>
      </w:r>
      <w:r w:rsidR="00E85E1B" w:rsidRPr="006056B1">
        <w:t>vous dis</w:t>
      </w:r>
      <w:r>
        <w:t xml:space="preserve">, </w:t>
      </w:r>
      <w:r w:rsidR="00E85E1B" w:rsidRPr="006056B1">
        <w:t>et en cinq sec</w:t>
      </w:r>
      <w:r>
        <w:t xml:space="preserve">. </w:t>
      </w:r>
      <w:r w:rsidR="00E85E1B" w:rsidRPr="006056B1">
        <w:t>Si vous osez</w:t>
      </w:r>
      <w:r>
        <w:t xml:space="preserve">, </w:t>
      </w:r>
      <w:r w:rsidR="00E85E1B" w:rsidRPr="006056B1">
        <w:t>par exemple</w:t>
      </w:r>
      <w:r>
        <w:t> !</w:t>
      </w:r>
    </w:p>
    <w:p w14:paraId="515C47C0" w14:textId="77777777" w:rsidR="006036B2" w:rsidRDefault="00E85E1B" w:rsidP="00E85E1B">
      <w:r w:rsidRPr="006056B1">
        <w:t>Et il ajouta en haussant les épaules et en crachant</w:t>
      </w:r>
      <w:r w:rsidR="006036B2">
        <w:t> :</w:t>
      </w:r>
    </w:p>
    <w:p w14:paraId="2424F8B9" w14:textId="77777777" w:rsidR="006036B2" w:rsidRDefault="006036B2" w:rsidP="00E85E1B">
      <w:r>
        <w:t>— </w:t>
      </w:r>
      <w:r w:rsidR="00E85E1B" w:rsidRPr="006056B1">
        <w:t>Seulement</w:t>
      </w:r>
      <w:r>
        <w:t xml:space="preserve">, </w:t>
      </w:r>
      <w:r w:rsidR="00E85E1B" w:rsidRPr="006056B1">
        <w:t>v</w:t>
      </w:r>
      <w:r>
        <w:t>’</w:t>
      </w:r>
      <w:r w:rsidR="00E85E1B" w:rsidRPr="006056B1">
        <w:t>là</w:t>
      </w:r>
      <w:r>
        <w:t xml:space="preserve">, </w:t>
      </w:r>
      <w:r w:rsidR="00E85E1B" w:rsidRPr="006056B1">
        <w:t>vous n</w:t>
      </w:r>
      <w:r>
        <w:t>’</w:t>
      </w:r>
      <w:r w:rsidR="00E85E1B" w:rsidRPr="006056B1">
        <w:t>oserez pas</w:t>
      </w:r>
      <w:r>
        <w:t>.</w:t>
      </w:r>
    </w:p>
    <w:p w14:paraId="321EA425" w14:textId="77777777" w:rsidR="006036B2" w:rsidRDefault="00E85E1B" w:rsidP="00E85E1B">
      <w:r w:rsidRPr="006056B1">
        <w:t>Le vicomte avait pâli</w:t>
      </w:r>
      <w:r w:rsidR="006036B2">
        <w:t xml:space="preserve">. </w:t>
      </w:r>
      <w:r w:rsidRPr="006056B1">
        <w:t>Ah</w:t>
      </w:r>
      <w:r w:rsidR="006036B2">
        <w:t xml:space="preserve"> ! </w:t>
      </w:r>
      <w:r w:rsidRPr="006056B1">
        <w:t>Polyte savait joliment bien où il fallait le piquer pour le faire cabrer</w:t>
      </w:r>
      <w:r w:rsidR="006036B2">
        <w:t xml:space="preserve">, </w:t>
      </w:r>
      <w:r w:rsidRPr="006056B1">
        <w:t>le gentilhomme</w:t>
      </w:r>
      <w:r w:rsidR="006036B2">
        <w:t> !</w:t>
      </w:r>
    </w:p>
    <w:p w14:paraId="004EB7B0" w14:textId="77777777" w:rsidR="006036B2" w:rsidRDefault="006036B2" w:rsidP="00E85E1B">
      <w:r>
        <w:t>— </w:t>
      </w:r>
      <w:r w:rsidR="00E85E1B" w:rsidRPr="006056B1">
        <w:t>Où travaille-t-elle</w:t>
      </w:r>
      <w:r>
        <w:t xml:space="preserve"> ? </w:t>
      </w:r>
      <w:r w:rsidR="00E85E1B" w:rsidRPr="006056B1">
        <w:t>Dans quelle baraque</w:t>
      </w:r>
      <w:r>
        <w:t xml:space="preserve"> ? </w:t>
      </w:r>
      <w:r w:rsidR="00E85E1B" w:rsidRPr="006056B1">
        <w:t>dit le vicomte d</w:t>
      </w:r>
      <w:r>
        <w:t>’</w:t>
      </w:r>
      <w:r w:rsidR="00E85E1B" w:rsidRPr="006056B1">
        <w:t>une voix sourde</w:t>
      </w:r>
      <w:r>
        <w:t xml:space="preserve">. </w:t>
      </w:r>
      <w:r w:rsidR="00E85E1B" w:rsidRPr="006056B1">
        <w:t>Tu vas voir si je n</w:t>
      </w:r>
      <w:r>
        <w:t>’</w:t>
      </w:r>
      <w:r w:rsidR="00E85E1B" w:rsidRPr="006056B1">
        <w:t>oserai pas</w:t>
      </w:r>
      <w:r>
        <w:t xml:space="preserve"> ! </w:t>
      </w:r>
      <w:r w:rsidR="00E85E1B" w:rsidRPr="006056B1">
        <w:t>Allons-y tout de suite</w:t>
      </w:r>
      <w:r>
        <w:t>.</w:t>
      </w:r>
    </w:p>
    <w:p w14:paraId="2734BF43" w14:textId="77777777" w:rsidR="006036B2" w:rsidRDefault="006036B2" w:rsidP="00E85E1B">
      <w:r>
        <w:t>— </w:t>
      </w:r>
      <w:r w:rsidR="00E85E1B" w:rsidRPr="006056B1">
        <w:t>Oh</w:t>
      </w:r>
      <w:r>
        <w:t xml:space="preserve"> ! </w:t>
      </w:r>
      <w:r w:rsidR="00E85E1B" w:rsidRPr="006056B1">
        <w:t>pas plus vite que les violons</w:t>
      </w:r>
      <w:r>
        <w:t xml:space="preserve">, </w:t>
      </w:r>
      <w:r w:rsidR="00E85E1B" w:rsidRPr="006056B1">
        <w:t>flûta Polyte en aspirant une longue goulée d</w:t>
      </w:r>
      <w:r>
        <w:t>’</w:t>
      </w:r>
      <w:r w:rsidR="00E85E1B" w:rsidRPr="006056B1">
        <w:t>air par le rond de ses lèvres mises en cul de poule</w:t>
      </w:r>
      <w:r>
        <w:t>.</w:t>
      </w:r>
    </w:p>
    <w:p w14:paraId="11EEA9CB" w14:textId="77777777" w:rsidR="006036B2" w:rsidRDefault="00E85E1B" w:rsidP="00E85E1B">
      <w:r w:rsidRPr="006056B1">
        <w:t>Puis</w:t>
      </w:r>
      <w:r w:rsidR="006036B2">
        <w:t xml:space="preserve">, </w:t>
      </w:r>
      <w:r w:rsidRPr="006056B1">
        <w:t>d</w:t>
      </w:r>
      <w:r w:rsidR="006036B2">
        <w:t>’</w:t>
      </w:r>
      <w:r w:rsidRPr="006056B1">
        <w:t>un air goguenard</w:t>
      </w:r>
      <w:r w:rsidR="006036B2">
        <w:t xml:space="preserve">, </w:t>
      </w:r>
      <w:r w:rsidRPr="006056B1">
        <w:t>avec une familiarité gouailleuse qui le vengeait déjà et qu</w:t>
      </w:r>
      <w:r w:rsidR="006036B2">
        <w:t>’</w:t>
      </w:r>
      <w:r w:rsidRPr="006056B1">
        <w:t>il savourait à petites gorgées</w:t>
      </w:r>
      <w:r w:rsidR="006036B2">
        <w:t> :</w:t>
      </w:r>
    </w:p>
    <w:p w14:paraId="3E563252" w14:textId="77777777" w:rsidR="006036B2" w:rsidRDefault="006036B2" w:rsidP="00E85E1B">
      <w:r>
        <w:t>— </w:t>
      </w:r>
      <w:r w:rsidR="00E85E1B" w:rsidRPr="006056B1">
        <w:t>D</w:t>
      </w:r>
      <w:r>
        <w:t>’</w:t>
      </w:r>
      <w:r w:rsidR="00E85E1B" w:rsidRPr="006056B1">
        <w:t>abord et d</w:t>
      </w:r>
      <w:r>
        <w:t>’</w:t>
      </w:r>
      <w:r w:rsidR="00E85E1B" w:rsidRPr="006056B1">
        <w:t>une</w:t>
      </w:r>
      <w:r>
        <w:t xml:space="preserve">, </w:t>
      </w:r>
      <w:r w:rsidR="00E85E1B" w:rsidRPr="006056B1">
        <w:t>s</w:t>
      </w:r>
      <w:r>
        <w:t>’</w:t>
      </w:r>
      <w:r w:rsidR="00E85E1B" w:rsidRPr="006056B1">
        <w:t>agit pas seulement d</w:t>
      </w:r>
      <w:r>
        <w:t>’</w:t>
      </w:r>
      <w:r w:rsidR="00E85E1B" w:rsidRPr="006056B1">
        <w:t>être râblé</w:t>
      </w:r>
      <w:r>
        <w:t xml:space="preserve">, </w:t>
      </w:r>
      <w:r w:rsidR="00E85E1B" w:rsidRPr="006056B1">
        <w:t>dans c</w:t>
      </w:r>
      <w:r>
        <w:t>’</w:t>
      </w:r>
      <w:r w:rsidR="00E85E1B" w:rsidRPr="006056B1">
        <w:t>t</w:t>
      </w:r>
      <w:r>
        <w:t>’</w:t>
      </w:r>
      <w:r w:rsidR="00E85E1B" w:rsidRPr="006056B1">
        <w:t>affaire-là</w:t>
      </w:r>
      <w:r>
        <w:t xml:space="preserve"> ; </w:t>
      </w:r>
      <w:r w:rsidR="00E85E1B" w:rsidRPr="006056B1">
        <w:t>faut être mariolle aussi</w:t>
      </w:r>
      <w:r>
        <w:t xml:space="preserve"> ; </w:t>
      </w:r>
      <w:r w:rsidR="00E85E1B" w:rsidRPr="006056B1">
        <w:t>faut avoir de l</w:t>
      </w:r>
      <w:r>
        <w:t>’</w:t>
      </w:r>
      <w:r w:rsidR="00E85E1B" w:rsidRPr="006056B1">
        <w:t>atout et de l</w:t>
      </w:r>
      <w:r>
        <w:t>’</w:t>
      </w:r>
      <w:r w:rsidR="00E85E1B" w:rsidRPr="006056B1">
        <w:t>arnaque</w:t>
      </w:r>
      <w:r>
        <w:t xml:space="preserve">, </w:t>
      </w:r>
      <w:r w:rsidR="00E85E1B" w:rsidRPr="006056B1">
        <w:t>et du fil</w:t>
      </w:r>
      <w:r>
        <w:t xml:space="preserve">, </w:t>
      </w:r>
      <w:r w:rsidR="00E85E1B" w:rsidRPr="006056B1">
        <w:t>et un tas de choses</w:t>
      </w:r>
      <w:r>
        <w:t xml:space="preserve">, </w:t>
      </w:r>
      <w:r w:rsidR="00E85E1B" w:rsidRPr="006056B1">
        <w:t>quoi</w:t>
      </w:r>
      <w:r>
        <w:t xml:space="preserve">, </w:t>
      </w:r>
      <w:r w:rsidR="00E85E1B" w:rsidRPr="006056B1">
        <w:t>qu</w:t>
      </w:r>
      <w:r>
        <w:t>’</w:t>
      </w:r>
      <w:r w:rsidR="00E85E1B" w:rsidRPr="006056B1">
        <w:t>vous n</w:t>
      </w:r>
      <w:r>
        <w:t>’</w:t>
      </w:r>
      <w:r w:rsidR="00E85E1B" w:rsidRPr="006056B1">
        <w:t>avez pas</w:t>
      </w:r>
      <w:r>
        <w:t xml:space="preserve">. </w:t>
      </w:r>
      <w:r w:rsidR="00E85E1B" w:rsidRPr="006056B1">
        <w:t>Ainsi pour commencer</w:t>
      </w:r>
      <w:r>
        <w:t xml:space="preserve">, </w:t>
      </w:r>
      <w:r w:rsidR="00E85E1B" w:rsidRPr="006056B1">
        <w:t xml:space="preserve">savez-vous parler fouchtra et </w:t>
      </w:r>
      <w:proofErr w:type="spellStart"/>
      <w:r w:rsidR="00E85E1B" w:rsidRPr="006056B1">
        <w:t>vougri</w:t>
      </w:r>
      <w:proofErr w:type="spellEnd"/>
      <w:r>
        <w:t> ?</w:t>
      </w:r>
    </w:p>
    <w:p w14:paraId="0EC2A5AD" w14:textId="77777777" w:rsidR="006036B2" w:rsidRDefault="006036B2" w:rsidP="00E85E1B">
      <w:r>
        <w:t>— </w:t>
      </w:r>
      <w:r w:rsidR="00E85E1B" w:rsidRPr="006056B1">
        <w:t>Pourquoi</w:t>
      </w:r>
      <w:r>
        <w:t> ?</w:t>
      </w:r>
    </w:p>
    <w:p w14:paraId="19944E2E" w14:textId="77777777" w:rsidR="006036B2" w:rsidRDefault="006036B2" w:rsidP="00E85E1B">
      <w:r>
        <w:lastRenderedPageBreak/>
        <w:t>— </w:t>
      </w:r>
      <w:r w:rsidR="00E85E1B" w:rsidRPr="006056B1">
        <w:t>Parce que le truc l</w:t>
      </w:r>
      <w:r>
        <w:t>’</w:t>
      </w:r>
      <w:r w:rsidR="00E85E1B" w:rsidRPr="006056B1">
        <w:t>exige</w:t>
      </w:r>
      <w:r>
        <w:t xml:space="preserve"> ; </w:t>
      </w:r>
      <w:r w:rsidR="00E85E1B" w:rsidRPr="006056B1">
        <w:t>parce que la particulière ne donne la prise qu</w:t>
      </w:r>
      <w:r>
        <w:t>’</w:t>
      </w:r>
      <w:r w:rsidR="00E85E1B" w:rsidRPr="006056B1">
        <w:t>à ses pays</w:t>
      </w:r>
      <w:r>
        <w:t xml:space="preserve"> ; </w:t>
      </w:r>
      <w:r w:rsidR="00E85E1B" w:rsidRPr="006056B1">
        <w:t>et encore</w:t>
      </w:r>
      <w:r>
        <w:t xml:space="preserve"> ! </w:t>
      </w:r>
      <w:r w:rsidR="00E85E1B" w:rsidRPr="006056B1">
        <w:t>Quand ça la botte</w:t>
      </w:r>
      <w:r>
        <w:t xml:space="preserve">, </w:t>
      </w:r>
      <w:r w:rsidR="00E85E1B" w:rsidRPr="006056B1">
        <w:t>ou quand on l</w:t>
      </w:r>
      <w:r>
        <w:t>’</w:t>
      </w:r>
      <w:r w:rsidR="00E85E1B" w:rsidRPr="006056B1">
        <w:t>engante de force</w:t>
      </w:r>
      <w:r>
        <w:t xml:space="preserve">, </w:t>
      </w:r>
      <w:r w:rsidR="00E85E1B" w:rsidRPr="006056B1">
        <w:t>après s</w:t>
      </w:r>
      <w:r>
        <w:t>’</w:t>
      </w:r>
      <w:r w:rsidR="00E85E1B" w:rsidRPr="006056B1">
        <w:t>être insinué chez elle à deux pouces du nez par marlouserie</w:t>
      </w:r>
      <w:r>
        <w:t xml:space="preserve">. </w:t>
      </w:r>
      <w:r w:rsidR="00E85E1B" w:rsidRPr="006056B1">
        <w:t>Sans quoi</w:t>
      </w:r>
      <w:r>
        <w:t xml:space="preserve">, </w:t>
      </w:r>
      <w:r w:rsidR="00E85E1B" w:rsidRPr="006056B1">
        <w:t>du flan</w:t>
      </w:r>
      <w:r>
        <w:t xml:space="preserve"> ! </w:t>
      </w:r>
      <w:r w:rsidR="00E85E1B" w:rsidRPr="006056B1">
        <w:t>La peau</w:t>
      </w:r>
      <w:r>
        <w:t> !</w:t>
      </w:r>
    </w:p>
    <w:p w14:paraId="21617B3D" w14:textId="77777777" w:rsidR="006036B2" w:rsidRDefault="00E85E1B" w:rsidP="00E85E1B">
      <w:r w:rsidRPr="006056B1">
        <w:t>Bien que le vicomte</w:t>
      </w:r>
      <w:r w:rsidR="006036B2">
        <w:t xml:space="preserve">, </w:t>
      </w:r>
      <w:r w:rsidRPr="006056B1">
        <w:t>grâce à ses belles fréquentations de lutte</w:t>
      </w:r>
      <w:r w:rsidR="006036B2">
        <w:t xml:space="preserve">, </w:t>
      </w:r>
      <w:r w:rsidRPr="006056B1">
        <w:t>entervât le jars comme un frère</w:t>
      </w:r>
      <w:r w:rsidR="006036B2">
        <w:t xml:space="preserve">, </w:t>
      </w:r>
      <w:r w:rsidRPr="006056B1">
        <w:t>cette fois il n</w:t>
      </w:r>
      <w:r w:rsidR="006036B2">
        <w:t>’</w:t>
      </w:r>
      <w:r w:rsidRPr="006056B1">
        <w:t>y compr</w:t>
      </w:r>
      <w:r w:rsidRPr="006056B1">
        <w:t>e</w:t>
      </w:r>
      <w:r w:rsidRPr="006056B1">
        <w:t>nait goutte</w:t>
      </w:r>
      <w:r w:rsidR="006036B2">
        <w:t xml:space="preserve">. </w:t>
      </w:r>
      <w:r w:rsidRPr="006056B1">
        <w:t>Polyte</w:t>
      </w:r>
      <w:r w:rsidR="006036B2">
        <w:t xml:space="preserve">, </w:t>
      </w:r>
      <w:r w:rsidRPr="006056B1">
        <w:t>d</w:t>
      </w:r>
      <w:r w:rsidR="006036B2">
        <w:t>’</w:t>
      </w:r>
      <w:r w:rsidRPr="006056B1">
        <w:t>ailleurs</w:t>
      </w:r>
      <w:r w:rsidR="006036B2">
        <w:t xml:space="preserve">, </w:t>
      </w:r>
      <w:r w:rsidRPr="006056B1">
        <w:t>s</w:t>
      </w:r>
      <w:r w:rsidR="006036B2">
        <w:t>’</w:t>
      </w:r>
      <w:r w:rsidRPr="006056B1">
        <w:t>exprimait à dessein en demi-mots</w:t>
      </w:r>
      <w:r w:rsidR="006036B2">
        <w:t xml:space="preserve">, </w:t>
      </w:r>
      <w:r w:rsidRPr="006056B1">
        <w:t>exprès pour irriter l</w:t>
      </w:r>
      <w:r w:rsidR="006036B2">
        <w:t>’</w:t>
      </w:r>
      <w:r w:rsidRPr="006056B1">
        <w:t>autre</w:t>
      </w:r>
      <w:r w:rsidR="006036B2">
        <w:t xml:space="preserve">, </w:t>
      </w:r>
      <w:r w:rsidRPr="006056B1">
        <w:t>le monter</w:t>
      </w:r>
      <w:r w:rsidR="006036B2">
        <w:t xml:space="preserve">, </w:t>
      </w:r>
      <w:r w:rsidRPr="006056B1">
        <w:t>lui mettre le sang aux esgourdes</w:t>
      </w:r>
      <w:r w:rsidR="006036B2">
        <w:t xml:space="preserve">, </w:t>
      </w:r>
      <w:r w:rsidRPr="006056B1">
        <w:t>afin de pouvoir bien lui faire ensuite avaler d</w:t>
      </w:r>
      <w:r w:rsidR="006036B2">
        <w:t>’</w:t>
      </w:r>
      <w:r w:rsidRPr="006056B1">
        <w:t>un coup</w:t>
      </w:r>
      <w:r w:rsidR="006036B2">
        <w:t xml:space="preserve">, </w:t>
      </w:r>
      <w:r w:rsidRPr="006056B1">
        <w:t>gloutonnement</w:t>
      </w:r>
      <w:r w:rsidR="006036B2">
        <w:t xml:space="preserve">, </w:t>
      </w:r>
      <w:r w:rsidRPr="006056B1">
        <w:t>l</w:t>
      </w:r>
      <w:r w:rsidR="006036B2">
        <w:t>’</w:t>
      </w:r>
      <w:r w:rsidRPr="006056B1">
        <w:t>histoire qu</w:t>
      </w:r>
      <w:r w:rsidR="006036B2">
        <w:t>’</w:t>
      </w:r>
      <w:r w:rsidRPr="006056B1">
        <w:t>il lui mijotait</w:t>
      </w:r>
      <w:r w:rsidR="006036B2">
        <w:t>.</w:t>
      </w:r>
    </w:p>
    <w:p w14:paraId="2356C161" w14:textId="77777777" w:rsidR="006036B2" w:rsidRDefault="00E85E1B" w:rsidP="00E85E1B">
      <w:r w:rsidRPr="006056B1">
        <w:t>Et quand il le vit à point</w:t>
      </w:r>
      <w:r w:rsidR="006036B2">
        <w:t xml:space="preserve">, </w:t>
      </w:r>
      <w:r w:rsidRPr="006056B1">
        <w:t>prêt à gober tout par impatience</w:t>
      </w:r>
      <w:r w:rsidR="006036B2">
        <w:t xml:space="preserve">, </w:t>
      </w:r>
      <w:r w:rsidRPr="006056B1">
        <w:t>alors il lui lâcha sa rocambole</w:t>
      </w:r>
      <w:r w:rsidR="006036B2">
        <w:t xml:space="preserve"> : </w:t>
      </w:r>
      <w:r w:rsidRPr="006056B1">
        <w:t>comme quoi il y avait une ce</w:t>
      </w:r>
      <w:r w:rsidRPr="006056B1">
        <w:t>r</w:t>
      </w:r>
      <w:r w:rsidRPr="006056B1">
        <w:t>taine charbonnière qui et que</w:t>
      </w:r>
      <w:r w:rsidR="006036B2">
        <w:t xml:space="preserve">, </w:t>
      </w:r>
      <w:r w:rsidRPr="006056B1">
        <w:t>mais avec laquelle on n</w:t>
      </w:r>
      <w:r w:rsidR="006036B2">
        <w:t>’</w:t>
      </w:r>
      <w:r w:rsidRPr="006056B1">
        <w:t>arrivait à lutter que par ruse</w:t>
      </w:r>
      <w:r w:rsidR="006036B2">
        <w:t xml:space="preserve"> ; </w:t>
      </w:r>
      <w:r w:rsidRPr="006056B1">
        <w:t>et qu</w:t>
      </w:r>
      <w:r w:rsidR="006036B2">
        <w:t>’</w:t>
      </w:r>
      <w:r w:rsidRPr="006056B1">
        <w:t>il fallait</w:t>
      </w:r>
      <w:r w:rsidR="006036B2">
        <w:t xml:space="preserve">, </w:t>
      </w:r>
      <w:r w:rsidRPr="006056B1">
        <w:t>pour s</w:t>
      </w:r>
      <w:r w:rsidR="006036B2">
        <w:t>’</w:t>
      </w:r>
      <w:r w:rsidRPr="006056B1">
        <w:t>introduire dans l</w:t>
      </w:r>
      <w:r w:rsidR="006036B2">
        <w:t>’</w:t>
      </w:r>
      <w:r w:rsidRPr="006056B1">
        <w:t>arrière-boutique</w:t>
      </w:r>
      <w:r w:rsidR="006036B2">
        <w:t xml:space="preserve">, </w:t>
      </w:r>
      <w:r w:rsidRPr="006056B1">
        <w:t xml:space="preserve">que le vicomte se camouflât en </w:t>
      </w:r>
      <w:proofErr w:type="spellStart"/>
      <w:r w:rsidRPr="006056B1">
        <w:t>gas</w:t>
      </w:r>
      <w:proofErr w:type="spellEnd"/>
      <w:r w:rsidRPr="006056B1">
        <w:t xml:space="preserve"> de Saint-Flour et parlât charabias</w:t>
      </w:r>
      <w:r w:rsidR="006036B2">
        <w:t xml:space="preserve">, </w:t>
      </w:r>
      <w:r w:rsidRPr="006056B1">
        <w:t>et usât alors quasi de violence</w:t>
      </w:r>
      <w:r w:rsidR="006036B2">
        <w:t xml:space="preserve"> ; </w:t>
      </w:r>
      <w:r w:rsidRPr="006056B1">
        <w:t>et que le mari de la charbonnière</w:t>
      </w:r>
      <w:r w:rsidR="006036B2">
        <w:t xml:space="preserve">, </w:t>
      </w:r>
      <w:r w:rsidRPr="006056B1">
        <w:t>au reste</w:t>
      </w:r>
      <w:r w:rsidR="006036B2">
        <w:t xml:space="preserve">, </w:t>
      </w:r>
      <w:r w:rsidRPr="006056B1">
        <w:t>n</w:t>
      </w:r>
      <w:r w:rsidR="006036B2">
        <w:t>’</w:t>
      </w:r>
      <w:r w:rsidRPr="006056B1">
        <w:t xml:space="preserve">aimait pas ces </w:t>
      </w:r>
      <w:proofErr w:type="spellStart"/>
      <w:r w:rsidRPr="006056B1">
        <w:t>jeux-là</w:t>
      </w:r>
      <w:proofErr w:type="spellEnd"/>
      <w:r w:rsidR="006036B2">
        <w:t xml:space="preserve"> ; </w:t>
      </w:r>
      <w:r w:rsidRPr="006056B1">
        <w:t>et donc qu</w:t>
      </w:r>
      <w:r w:rsidR="006036B2">
        <w:t>’</w:t>
      </w:r>
      <w:r w:rsidRPr="006056B1">
        <w:t>il y avait à guetter une occasion où il serait absent</w:t>
      </w:r>
      <w:r w:rsidR="006036B2">
        <w:t xml:space="preserve"> ; </w:t>
      </w:r>
      <w:r w:rsidRPr="006056B1">
        <w:t>que lui</w:t>
      </w:r>
      <w:r w:rsidR="006036B2">
        <w:t xml:space="preserve">, </w:t>
      </w:r>
      <w:r w:rsidRPr="006056B1">
        <w:t>Polyte</w:t>
      </w:r>
      <w:r w:rsidR="006036B2">
        <w:t xml:space="preserve">, </w:t>
      </w:r>
      <w:r w:rsidRPr="006056B1">
        <w:t>Bibi le mariolle</w:t>
      </w:r>
      <w:r w:rsidR="006036B2">
        <w:t xml:space="preserve">, </w:t>
      </w:r>
      <w:r w:rsidRPr="006056B1">
        <w:t>rendrait volontiers au vicomte le service de</w:t>
      </w:r>
      <w:r w:rsidR="006036B2">
        <w:t xml:space="preserve">… ; </w:t>
      </w:r>
      <w:r w:rsidRPr="006056B1">
        <w:t>si le vicomte</w:t>
      </w:r>
      <w:r w:rsidR="006036B2">
        <w:t xml:space="preserve">, </w:t>
      </w:r>
      <w:r w:rsidRPr="006056B1">
        <w:t>toutefois</w:t>
      </w:r>
      <w:r w:rsidR="006036B2">
        <w:t xml:space="preserve">, </w:t>
      </w:r>
      <w:r w:rsidRPr="006056B1">
        <w:t>osait</w:t>
      </w:r>
      <w:r w:rsidR="006036B2">
        <w:t xml:space="preserve">, </w:t>
      </w:r>
      <w:r w:rsidRPr="006056B1">
        <w:t>et tenait à risquer tous ces arias-là</w:t>
      </w:r>
      <w:r w:rsidR="006036B2">
        <w:t xml:space="preserve">, </w:t>
      </w:r>
      <w:r w:rsidRPr="006056B1">
        <w:t>pour arriver à quoi</w:t>
      </w:r>
      <w:r w:rsidR="006036B2">
        <w:t xml:space="preserve">, </w:t>
      </w:r>
      <w:r w:rsidRPr="006056B1">
        <w:t>en fin de compte</w:t>
      </w:r>
      <w:r w:rsidR="006036B2">
        <w:t xml:space="preserve"> ? </w:t>
      </w:r>
      <w:r w:rsidRPr="006056B1">
        <w:t>Oui</w:t>
      </w:r>
      <w:r w:rsidR="006036B2">
        <w:t xml:space="preserve">, </w:t>
      </w:r>
      <w:r w:rsidRPr="006056B1">
        <w:t>à quoi</w:t>
      </w:r>
      <w:r w:rsidR="006036B2">
        <w:t xml:space="preserve">, </w:t>
      </w:r>
      <w:r w:rsidRPr="006056B1">
        <w:t>j</w:t>
      </w:r>
      <w:r w:rsidR="006036B2">
        <w:t>’</w:t>
      </w:r>
      <w:r w:rsidRPr="006056B1">
        <w:t>vous l</w:t>
      </w:r>
      <w:r w:rsidR="006036B2">
        <w:t>’</w:t>
      </w:r>
      <w:r w:rsidRPr="006056B1">
        <w:t>demande</w:t>
      </w:r>
      <w:r w:rsidR="006036B2">
        <w:t xml:space="preserve"> ? </w:t>
      </w:r>
      <w:r w:rsidRPr="006056B1">
        <w:t>À se faire proprement coller sur les deux épaules</w:t>
      </w:r>
      <w:r w:rsidR="006036B2">
        <w:t xml:space="preserve">, </w:t>
      </w:r>
      <w:r w:rsidRPr="006056B1">
        <w:t>les abattis en l</w:t>
      </w:r>
      <w:r w:rsidR="006036B2">
        <w:t>’</w:t>
      </w:r>
      <w:r w:rsidRPr="006056B1">
        <w:t>air</w:t>
      </w:r>
      <w:r w:rsidR="006036B2">
        <w:t xml:space="preserve">, </w:t>
      </w:r>
      <w:r w:rsidRPr="006056B1">
        <w:t xml:space="preserve">par une simple </w:t>
      </w:r>
      <w:proofErr w:type="spellStart"/>
      <w:r w:rsidRPr="006056B1">
        <w:t>laisée</w:t>
      </w:r>
      <w:proofErr w:type="spellEnd"/>
      <w:r w:rsidR="006036B2">
        <w:t xml:space="preserve">, </w:t>
      </w:r>
      <w:r w:rsidRPr="006056B1">
        <w:t>oh</w:t>
      </w:r>
      <w:r w:rsidR="006036B2">
        <w:t xml:space="preserve"> ! </w:t>
      </w:r>
      <w:r w:rsidRPr="006056B1">
        <w:t>mon Dieu</w:t>
      </w:r>
      <w:r w:rsidR="006036B2">
        <w:t xml:space="preserve"> ! </w:t>
      </w:r>
      <w:r w:rsidRPr="006056B1">
        <w:t>oui</w:t>
      </w:r>
      <w:r w:rsidR="006036B2">
        <w:t>.</w:t>
      </w:r>
    </w:p>
    <w:p w14:paraId="4C0516D4" w14:textId="77777777" w:rsidR="006036B2" w:rsidRDefault="006036B2" w:rsidP="00E85E1B">
      <w:r>
        <w:t>— </w:t>
      </w:r>
      <w:r w:rsidR="00E85E1B" w:rsidRPr="006056B1">
        <w:t>Tout ce que tu voudras</w:t>
      </w:r>
      <w:r>
        <w:t xml:space="preserve">, </w:t>
      </w:r>
      <w:r w:rsidR="00E85E1B" w:rsidRPr="006056B1">
        <w:t>tout ce qu</w:t>
      </w:r>
      <w:r>
        <w:t>’</w:t>
      </w:r>
      <w:r w:rsidR="00E85E1B" w:rsidRPr="006056B1">
        <w:t>il faudra</w:t>
      </w:r>
      <w:r>
        <w:t xml:space="preserve">, </w:t>
      </w:r>
      <w:r w:rsidR="00E85E1B" w:rsidRPr="006056B1">
        <w:t>tout</w:t>
      </w:r>
      <w:r>
        <w:t xml:space="preserve">, </w:t>
      </w:r>
      <w:r w:rsidR="00E85E1B" w:rsidRPr="006056B1">
        <w:t>e</w:t>
      </w:r>
      <w:r w:rsidR="00E85E1B" w:rsidRPr="006056B1">
        <w:t>n</w:t>
      </w:r>
      <w:r w:rsidR="00E85E1B" w:rsidRPr="006056B1">
        <w:t>tends-tu</w:t>
      </w:r>
      <w:r>
        <w:t xml:space="preserve"> ? </w:t>
      </w:r>
      <w:r w:rsidR="00E85E1B" w:rsidRPr="006056B1">
        <w:t>tout</w:t>
      </w:r>
      <w:r>
        <w:t xml:space="preserve">, </w:t>
      </w:r>
      <w:r w:rsidR="00E85E1B" w:rsidRPr="006056B1">
        <w:t>s</w:t>
      </w:r>
      <w:r>
        <w:t>’</w:t>
      </w:r>
      <w:r w:rsidR="00E85E1B" w:rsidRPr="006056B1">
        <w:t>écria le vicomte</w:t>
      </w:r>
      <w:r>
        <w:t xml:space="preserve">. </w:t>
      </w:r>
      <w:r w:rsidR="00E85E1B" w:rsidRPr="006056B1">
        <w:t>Je m</w:t>
      </w:r>
      <w:r>
        <w:t>’</w:t>
      </w:r>
      <w:r w:rsidR="00E85E1B" w:rsidRPr="006056B1">
        <w:t>habillerai en Auverpin</w:t>
      </w:r>
      <w:r>
        <w:t xml:space="preserve"> ; </w:t>
      </w:r>
      <w:r w:rsidR="00E85E1B" w:rsidRPr="006056B1">
        <w:t xml:space="preserve">je parlerai fouchtra et </w:t>
      </w:r>
      <w:proofErr w:type="spellStart"/>
      <w:r w:rsidR="00E85E1B" w:rsidRPr="006056B1">
        <w:t>vougri</w:t>
      </w:r>
      <w:proofErr w:type="spellEnd"/>
      <w:r>
        <w:t xml:space="preserve"> ; </w:t>
      </w:r>
      <w:r w:rsidR="00E85E1B" w:rsidRPr="006056B1">
        <w:t>je ferai n</w:t>
      </w:r>
      <w:r>
        <w:t>’</w:t>
      </w:r>
      <w:r w:rsidR="00E85E1B" w:rsidRPr="006056B1">
        <w:t>importe quoi</w:t>
      </w:r>
      <w:r>
        <w:t xml:space="preserve"> ! </w:t>
      </w:r>
      <w:r w:rsidR="00E85E1B" w:rsidRPr="006056B1">
        <w:t>Mais je tiens à me payer cette partie-là</w:t>
      </w:r>
      <w:r>
        <w:t xml:space="preserve">. </w:t>
      </w:r>
      <w:r w:rsidR="00E85E1B" w:rsidRPr="006056B1">
        <w:t>Une femme</w:t>
      </w:r>
      <w:r>
        <w:t xml:space="preserve"> ! </w:t>
      </w:r>
      <w:r w:rsidR="00E85E1B" w:rsidRPr="006056B1">
        <w:t>Une femme</w:t>
      </w:r>
      <w:r>
        <w:t xml:space="preserve">, </w:t>
      </w:r>
      <w:r w:rsidR="00E85E1B" w:rsidRPr="006056B1">
        <w:t>me tomber</w:t>
      </w:r>
      <w:r>
        <w:t xml:space="preserve">, </w:t>
      </w:r>
      <w:r w:rsidR="00E85E1B" w:rsidRPr="006056B1">
        <w:t>moi</w:t>
      </w:r>
      <w:r>
        <w:t xml:space="preserve"> ! </w:t>
      </w:r>
      <w:r w:rsidR="00E85E1B" w:rsidRPr="006056B1">
        <w:t>Ah</w:t>
      </w:r>
      <w:r>
        <w:t xml:space="preserve"> ! </w:t>
      </w:r>
      <w:r w:rsidR="00E85E1B" w:rsidRPr="006056B1">
        <w:t>par exemple</w:t>
      </w:r>
      <w:r>
        <w:t> !</w:t>
      </w:r>
    </w:p>
    <w:p w14:paraId="77BC9094" w14:textId="77777777" w:rsidR="006036B2" w:rsidRDefault="00E85E1B" w:rsidP="00E85E1B">
      <w:pPr>
        <w:rPr>
          <w:i/>
          <w:iCs/>
        </w:rPr>
      </w:pPr>
      <w:r w:rsidRPr="006056B1">
        <w:lastRenderedPageBreak/>
        <w:t>Il était excité</w:t>
      </w:r>
      <w:r w:rsidR="006036B2">
        <w:t xml:space="preserve">, </w:t>
      </w:r>
      <w:r w:rsidRPr="006056B1">
        <w:t>emballé</w:t>
      </w:r>
      <w:r w:rsidR="006036B2">
        <w:t xml:space="preserve">, </w:t>
      </w:r>
      <w:r w:rsidRPr="006056B1">
        <w:t>incapable de remarquer seulement de quel œil malicieux le couvait Polyte</w:t>
      </w:r>
      <w:r w:rsidR="006036B2">
        <w:t xml:space="preserve">, </w:t>
      </w:r>
      <w:r w:rsidRPr="006056B1">
        <w:t xml:space="preserve">qui était en train de se dire </w:t>
      </w:r>
      <w:r w:rsidRPr="006056B1">
        <w:rPr>
          <w:i/>
          <w:iCs/>
        </w:rPr>
        <w:t>in petto</w:t>
      </w:r>
      <w:r w:rsidR="006036B2">
        <w:rPr>
          <w:i/>
          <w:iCs/>
        </w:rPr>
        <w:t> :</w:t>
      </w:r>
    </w:p>
    <w:p w14:paraId="565283E1" w14:textId="77777777" w:rsidR="006036B2" w:rsidRDefault="006036B2" w:rsidP="00E85E1B">
      <w:r>
        <w:rPr>
          <w:i/>
          <w:iCs/>
        </w:rPr>
        <w:t>— </w:t>
      </w:r>
      <w:r w:rsidR="00E85E1B" w:rsidRPr="006056B1">
        <w:t>Est-ce andouille</w:t>
      </w:r>
      <w:r>
        <w:t xml:space="preserve">, </w:t>
      </w:r>
      <w:r w:rsidR="00E85E1B" w:rsidRPr="006056B1">
        <w:t>tout de même</w:t>
      </w:r>
      <w:r>
        <w:t xml:space="preserve">, </w:t>
      </w:r>
      <w:r w:rsidR="00E85E1B" w:rsidRPr="006056B1">
        <w:t>ces hommes forts</w:t>
      </w:r>
      <w:r>
        <w:t xml:space="preserve"> ! </w:t>
      </w:r>
      <w:r w:rsidR="00E85E1B" w:rsidRPr="006056B1">
        <w:t>N</w:t>
      </w:r>
      <w:r>
        <w:t>’</w:t>
      </w:r>
      <w:r w:rsidR="00E85E1B" w:rsidRPr="006056B1">
        <w:t>y a pas de mérite à les faire couper dans un pont</w:t>
      </w:r>
      <w:r>
        <w:t xml:space="preserve">. </w:t>
      </w:r>
      <w:r w:rsidR="00E85E1B" w:rsidRPr="006056B1">
        <w:t>Quel pocheté</w:t>
      </w:r>
      <w:r>
        <w:t> !</w:t>
      </w:r>
    </w:p>
    <w:p w14:paraId="52CBAAAB" w14:textId="77777777" w:rsidR="006036B2" w:rsidRDefault="00E85E1B" w:rsidP="00E85E1B">
      <w:r w:rsidRPr="006056B1">
        <w:t>Ce qui était beaucoup moins facile à obtenir</w:t>
      </w:r>
      <w:r w:rsidR="006036B2">
        <w:t xml:space="preserve">, </w:t>
      </w:r>
      <w:r w:rsidRPr="006056B1">
        <w:t>et cependant nécessaire au plan de Polyte</w:t>
      </w:r>
      <w:r w:rsidR="006036B2">
        <w:t xml:space="preserve">, </w:t>
      </w:r>
      <w:r w:rsidRPr="006056B1">
        <w:t>c</w:t>
      </w:r>
      <w:r w:rsidR="006036B2">
        <w:t>’</w:t>
      </w:r>
      <w:r w:rsidRPr="006056B1">
        <w:t>était une absence de Leroy-</w:t>
      </w:r>
      <w:proofErr w:type="spellStart"/>
      <w:r w:rsidRPr="006056B1">
        <w:t>Mezodenc</w:t>
      </w:r>
      <w:proofErr w:type="spellEnd"/>
      <w:r w:rsidR="006036B2">
        <w:t xml:space="preserve">. </w:t>
      </w:r>
      <w:r w:rsidRPr="006056B1">
        <w:t>Surtout une absence telle que la rêvait l</w:t>
      </w:r>
      <w:r w:rsidR="006036B2">
        <w:t>’</w:t>
      </w:r>
      <w:r w:rsidRPr="006056B1">
        <w:t>avorton</w:t>
      </w:r>
      <w:r w:rsidR="006036B2">
        <w:t xml:space="preserve">, </w:t>
      </w:r>
      <w:r w:rsidRPr="006056B1">
        <w:t>à savoir que le charbonnier fût dehors en redingote</w:t>
      </w:r>
      <w:r w:rsidR="006036B2">
        <w:t xml:space="preserve"> ; </w:t>
      </w:r>
      <w:r w:rsidRPr="006056B1">
        <w:t>car cela</w:t>
      </w:r>
      <w:r w:rsidR="006036B2">
        <w:t xml:space="preserve">, </w:t>
      </w:r>
      <w:r w:rsidRPr="006056B1">
        <w:t>p</w:t>
      </w:r>
      <w:r w:rsidRPr="006056B1">
        <w:t>a</w:t>
      </w:r>
      <w:r w:rsidRPr="006056B1">
        <w:t>raît-il</w:t>
      </w:r>
      <w:r w:rsidR="006036B2">
        <w:t xml:space="preserve">, </w:t>
      </w:r>
      <w:r w:rsidRPr="006056B1">
        <w:t>importait particulièrement à Polyte</w:t>
      </w:r>
      <w:r w:rsidR="006036B2">
        <w:t xml:space="preserve">, </w:t>
      </w:r>
      <w:r w:rsidRPr="006056B1">
        <w:t>qui en riait d</w:t>
      </w:r>
      <w:r w:rsidR="006036B2">
        <w:t>’</w:t>
      </w:r>
      <w:r w:rsidRPr="006056B1">
        <w:t>avance tout seul et se disait</w:t>
      </w:r>
      <w:r w:rsidR="006036B2">
        <w:t> :</w:t>
      </w:r>
    </w:p>
    <w:p w14:paraId="666BD16B" w14:textId="77777777" w:rsidR="006036B2" w:rsidRDefault="006036B2" w:rsidP="00E85E1B">
      <w:r>
        <w:t>— </w:t>
      </w:r>
      <w:r w:rsidR="00E85E1B" w:rsidRPr="006056B1">
        <w:t>Ça</w:t>
      </w:r>
      <w:r>
        <w:t xml:space="preserve">, </w:t>
      </w:r>
      <w:r w:rsidR="00E85E1B" w:rsidRPr="006056B1">
        <w:t>qu</w:t>
      </w:r>
      <w:r>
        <w:t>’</w:t>
      </w:r>
      <w:r w:rsidR="00E85E1B" w:rsidRPr="006056B1">
        <w:t>est une idée à Bibi</w:t>
      </w:r>
      <w:r>
        <w:t xml:space="preserve">. </w:t>
      </w:r>
      <w:r w:rsidR="00E85E1B" w:rsidRPr="006056B1">
        <w:t>On verra</w:t>
      </w:r>
      <w:r>
        <w:t> !</w:t>
      </w:r>
    </w:p>
    <w:p w14:paraId="367BAD5C" w14:textId="77777777" w:rsidR="006036B2" w:rsidRDefault="00E85E1B" w:rsidP="00E85E1B">
      <w:r w:rsidRPr="006056B1">
        <w:t>Et une autre chose encore lui était indispensable</w:t>
      </w:r>
      <w:r w:rsidR="006036B2">
        <w:t xml:space="preserve"> : </w:t>
      </w:r>
      <w:r w:rsidRPr="006056B1">
        <w:t>c</w:t>
      </w:r>
      <w:r w:rsidR="006036B2">
        <w:t>’</w:t>
      </w:r>
      <w:r w:rsidRPr="006056B1">
        <w:t>est que le sergot</w:t>
      </w:r>
      <w:r w:rsidR="006036B2">
        <w:t xml:space="preserve">, </w:t>
      </w:r>
      <w:r w:rsidRPr="006056B1">
        <w:t>de garde dans l</w:t>
      </w:r>
      <w:r w:rsidR="006036B2">
        <w:t>’</w:t>
      </w:r>
      <w:r w:rsidRPr="006056B1">
        <w:t>îlot de rues où se trouvait la boutique</w:t>
      </w:r>
      <w:r w:rsidR="006036B2">
        <w:t xml:space="preserve">, </w:t>
      </w:r>
      <w:r w:rsidRPr="006056B1">
        <w:t>ne fût pas celui dont il était trop connu</w:t>
      </w:r>
      <w:r w:rsidR="006036B2">
        <w:t xml:space="preserve">, </w:t>
      </w:r>
      <w:r w:rsidRPr="006056B1">
        <w:t>et connu en mal</w:t>
      </w:r>
      <w:r w:rsidR="006036B2">
        <w:t>.</w:t>
      </w:r>
    </w:p>
    <w:p w14:paraId="10934A79" w14:textId="77777777" w:rsidR="006036B2" w:rsidRDefault="00E85E1B" w:rsidP="00E85E1B">
      <w:r w:rsidRPr="006056B1">
        <w:t xml:space="preserve">Mais </w:t>
      </w:r>
      <w:r w:rsidRPr="006056B1">
        <w:rPr>
          <w:i/>
          <w:iCs/>
        </w:rPr>
        <w:t>Trois pouces de jambe et le cul tout de suite</w:t>
      </w:r>
      <w:r w:rsidRPr="006056B1">
        <w:t xml:space="preserve"> était si patient</w:t>
      </w:r>
      <w:r w:rsidR="006036B2">
        <w:t xml:space="preserve">, </w:t>
      </w:r>
      <w:r w:rsidRPr="006056B1">
        <w:t>que sa patience fut récompensée</w:t>
      </w:r>
      <w:r w:rsidR="006036B2">
        <w:t xml:space="preserve">. </w:t>
      </w:r>
      <w:r w:rsidRPr="006056B1">
        <w:t>Chaque matin il v</w:t>
      </w:r>
      <w:r w:rsidRPr="006056B1">
        <w:t>e</w:t>
      </w:r>
      <w:r w:rsidRPr="006056B1">
        <w:t>nait faire un tour jusqu</w:t>
      </w:r>
      <w:r w:rsidR="006036B2">
        <w:t>’</w:t>
      </w:r>
      <w:r w:rsidRPr="006056B1">
        <w:t>au coin de la rue</w:t>
      </w:r>
      <w:r w:rsidR="006036B2">
        <w:t xml:space="preserve">, </w:t>
      </w:r>
      <w:r w:rsidRPr="006056B1">
        <w:t>pour voir si l</w:t>
      </w:r>
      <w:r w:rsidR="006036B2">
        <w:t>’</w:t>
      </w:r>
      <w:r w:rsidRPr="006056B1">
        <w:t>agent était sempiternellement le même</w:t>
      </w:r>
      <w:r w:rsidR="006036B2">
        <w:t xml:space="preserve">. </w:t>
      </w:r>
      <w:r w:rsidRPr="006056B1">
        <w:t>Et un beau jour</w:t>
      </w:r>
      <w:r w:rsidR="006036B2">
        <w:t xml:space="preserve">, </w:t>
      </w:r>
      <w:r w:rsidRPr="006056B1">
        <w:t>enfin</w:t>
      </w:r>
      <w:r w:rsidR="006036B2">
        <w:t xml:space="preserve">, </w:t>
      </w:r>
      <w:r w:rsidRPr="006056B1">
        <w:t>il put s</w:t>
      </w:r>
      <w:r w:rsidR="006036B2">
        <w:t>’</w:t>
      </w:r>
      <w:r w:rsidRPr="006056B1">
        <w:t>écrier</w:t>
      </w:r>
      <w:r w:rsidR="006036B2">
        <w:t> :</w:t>
      </w:r>
    </w:p>
    <w:p w14:paraId="00610D0F" w14:textId="77777777" w:rsidR="006036B2" w:rsidRDefault="00E85E1B" w:rsidP="00E85E1B">
      <w:r w:rsidRPr="006056B1">
        <w:t>Chouette</w:t>
      </w:r>
      <w:r w:rsidR="006036B2">
        <w:t xml:space="preserve"> ! </w:t>
      </w:r>
      <w:r w:rsidRPr="006056B1">
        <w:t>Ça y est</w:t>
      </w:r>
      <w:r w:rsidR="006036B2">
        <w:t xml:space="preserve">. </w:t>
      </w:r>
      <w:r w:rsidRPr="006056B1">
        <w:t>Le flique de service est un bleu</w:t>
      </w:r>
      <w:r w:rsidR="006036B2">
        <w:t xml:space="preserve">. </w:t>
      </w:r>
      <w:r w:rsidRPr="006056B1">
        <w:t>Il ne conobre ni Bibi ni l</w:t>
      </w:r>
      <w:r w:rsidR="006036B2">
        <w:t>’</w:t>
      </w:r>
      <w:proofErr w:type="spellStart"/>
      <w:r w:rsidRPr="006056B1">
        <w:t>larbonchem</w:t>
      </w:r>
      <w:proofErr w:type="spellEnd"/>
      <w:r w:rsidR="006036B2">
        <w:t xml:space="preserve">. </w:t>
      </w:r>
      <w:r w:rsidRPr="006056B1">
        <w:t xml:space="preserve">Nous allons en mouiller </w:t>
      </w:r>
      <w:proofErr w:type="spellStart"/>
      <w:r w:rsidRPr="006056B1">
        <w:t>aujor-d</w:t>
      </w:r>
      <w:r w:rsidR="006036B2">
        <w:t>’</w:t>
      </w:r>
      <w:r w:rsidRPr="006056B1">
        <w:t>hui</w:t>
      </w:r>
      <w:proofErr w:type="spellEnd"/>
      <w:r w:rsidR="006036B2">
        <w:t>.</w:t>
      </w:r>
    </w:p>
    <w:p w14:paraId="4F841BAE" w14:textId="77777777" w:rsidR="006036B2" w:rsidRDefault="00E85E1B" w:rsidP="00E85E1B">
      <w:r w:rsidRPr="006056B1">
        <w:t xml:space="preserve">Et </w:t>
      </w:r>
      <w:proofErr w:type="spellStart"/>
      <w:r w:rsidRPr="006056B1">
        <w:t>dare</w:t>
      </w:r>
      <w:proofErr w:type="spellEnd"/>
      <w:r w:rsidRPr="006056B1">
        <w:t xml:space="preserve"> </w:t>
      </w:r>
      <w:proofErr w:type="spellStart"/>
      <w:r w:rsidRPr="006056B1">
        <w:t>dare</w:t>
      </w:r>
      <w:proofErr w:type="spellEnd"/>
      <w:r w:rsidRPr="006056B1">
        <w:t xml:space="preserve"> il courut chez le vicomte annoncer la bonne nouvelle</w:t>
      </w:r>
      <w:r w:rsidR="006036B2">
        <w:t xml:space="preserve">. </w:t>
      </w:r>
      <w:r w:rsidRPr="006056B1">
        <w:t>Depuis longtemps il le tenait en haleine</w:t>
      </w:r>
      <w:r w:rsidR="006036B2">
        <w:t xml:space="preserve">, </w:t>
      </w:r>
      <w:r w:rsidRPr="006056B1">
        <w:t>lui disant souvent</w:t>
      </w:r>
      <w:r w:rsidR="006036B2">
        <w:t> :</w:t>
      </w:r>
    </w:p>
    <w:p w14:paraId="5E0B6DBC" w14:textId="77777777" w:rsidR="006036B2" w:rsidRDefault="006036B2" w:rsidP="00E85E1B">
      <w:r>
        <w:lastRenderedPageBreak/>
        <w:t>— </w:t>
      </w:r>
      <w:r w:rsidR="00E85E1B" w:rsidRPr="006056B1">
        <w:t>Vous occupez de rien tant que je viendrai pas vous faire signe</w:t>
      </w:r>
      <w:r>
        <w:t xml:space="preserve">. </w:t>
      </w:r>
      <w:r w:rsidR="00E85E1B" w:rsidRPr="006056B1">
        <w:t>Tenez-vous prêt</w:t>
      </w:r>
      <w:r>
        <w:t xml:space="preserve">, </w:t>
      </w:r>
      <w:r w:rsidR="00E85E1B" w:rsidRPr="006056B1">
        <w:t>v</w:t>
      </w:r>
      <w:r>
        <w:t>’</w:t>
      </w:r>
      <w:r w:rsidR="00E85E1B" w:rsidRPr="006056B1">
        <w:t>là tout</w:t>
      </w:r>
      <w:r>
        <w:t xml:space="preserve">. </w:t>
      </w:r>
      <w:r w:rsidR="00E85E1B" w:rsidRPr="006056B1">
        <w:t>Prêt à vous frusquiner en fouchtra</w:t>
      </w:r>
      <w:r>
        <w:t xml:space="preserve"> ! </w:t>
      </w:r>
      <w:r w:rsidR="00E85E1B" w:rsidRPr="006056B1">
        <w:t xml:space="preserve">Et travaillez ferme le </w:t>
      </w:r>
      <w:proofErr w:type="spellStart"/>
      <w:r w:rsidR="00E85E1B" w:rsidRPr="006056B1">
        <w:t>vougri</w:t>
      </w:r>
      <w:proofErr w:type="spellEnd"/>
      <w:r>
        <w:t xml:space="preserve">. </w:t>
      </w:r>
      <w:r w:rsidR="00E85E1B" w:rsidRPr="006056B1">
        <w:t>Et le jour où j</w:t>
      </w:r>
      <w:r>
        <w:t>’</w:t>
      </w:r>
      <w:r w:rsidR="00E85E1B" w:rsidRPr="006056B1">
        <w:t>arriverai pour vous conduire au bonheur</w:t>
      </w:r>
      <w:r>
        <w:t xml:space="preserve">, </w:t>
      </w:r>
      <w:r w:rsidR="00E85E1B" w:rsidRPr="006056B1">
        <w:t>n</w:t>
      </w:r>
      <w:r>
        <w:t>’</w:t>
      </w:r>
      <w:r w:rsidR="00E85E1B" w:rsidRPr="006056B1">
        <w:t>ayez plus qu</w:t>
      </w:r>
      <w:r>
        <w:t>’</w:t>
      </w:r>
      <w:r w:rsidR="00E85E1B" w:rsidRPr="006056B1">
        <w:t xml:space="preserve">à sauter dans </w:t>
      </w:r>
      <w:proofErr w:type="spellStart"/>
      <w:r w:rsidR="00E85E1B" w:rsidRPr="006056B1">
        <w:t>vot</w:t>
      </w:r>
      <w:proofErr w:type="spellEnd"/>
      <w:r>
        <w:t>’</w:t>
      </w:r>
      <w:r w:rsidR="00E85E1B">
        <w:t xml:space="preserve"> </w:t>
      </w:r>
      <w:r w:rsidR="00E85E1B" w:rsidRPr="006056B1">
        <w:t>culbutant d</w:t>
      </w:r>
      <w:r>
        <w:t>’</w:t>
      </w:r>
      <w:r w:rsidR="00E85E1B" w:rsidRPr="006056B1">
        <w:t>velours</w:t>
      </w:r>
      <w:r>
        <w:t xml:space="preserve">, </w:t>
      </w:r>
      <w:r w:rsidR="00E85E1B" w:rsidRPr="006056B1">
        <w:t xml:space="preserve">à vous barbouiller le </w:t>
      </w:r>
      <w:proofErr w:type="spellStart"/>
      <w:r w:rsidR="00E85E1B" w:rsidRPr="006056B1">
        <w:t>gniasse</w:t>
      </w:r>
      <w:proofErr w:type="spellEnd"/>
      <w:r>
        <w:t xml:space="preserve">, </w:t>
      </w:r>
      <w:r w:rsidR="00E85E1B" w:rsidRPr="006056B1">
        <w:t>le torse et les pattes de devant et à me suivre</w:t>
      </w:r>
      <w:r>
        <w:t>.</w:t>
      </w:r>
    </w:p>
    <w:p w14:paraId="2A740632" w14:textId="77777777" w:rsidR="006036B2" w:rsidRDefault="00E85E1B" w:rsidP="00E85E1B">
      <w:r w:rsidRPr="006056B1">
        <w:t>Aussi</w:t>
      </w:r>
      <w:r w:rsidR="006036B2">
        <w:t xml:space="preserve">, </w:t>
      </w:r>
      <w:r w:rsidRPr="006056B1">
        <w:t>à peine reçu chez le vicomte</w:t>
      </w:r>
      <w:r w:rsidR="006036B2">
        <w:t xml:space="preserve">, </w:t>
      </w:r>
      <w:r w:rsidRPr="006056B1">
        <w:t>il dit simplement</w:t>
      </w:r>
      <w:r w:rsidR="006036B2">
        <w:t> :</w:t>
      </w:r>
    </w:p>
    <w:p w14:paraId="6E35A3F7" w14:textId="77777777" w:rsidR="006036B2" w:rsidRDefault="006036B2" w:rsidP="00E85E1B">
      <w:r>
        <w:t>— </w:t>
      </w:r>
      <w:r w:rsidR="00E85E1B" w:rsidRPr="006056B1">
        <w:t>Y êtes-vous</w:t>
      </w:r>
      <w:r>
        <w:t> ?</w:t>
      </w:r>
    </w:p>
    <w:p w14:paraId="230EA4F1" w14:textId="77777777" w:rsidR="006036B2" w:rsidRDefault="00E85E1B" w:rsidP="00E85E1B">
      <w:r w:rsidRPr="006056B1">
        <w:t>Et le vicomte</w:t>
      </w:r>
      <w:r w:rsidR="006036B2">
        <w:t xml:space="preserve">, </w:t>
      </w:r>
      <w:r w:rsidRPr="006056B1">
        <w:t>rayonnant de joie</w:t>
      </w:r>
      <w:r w:rsidR="006036B2">
        <w:t xml:space="preserve">, </w:t>
      </w:r>
      <w:r w:rsidRPr="006056B1">
        <w:t>se laissa camoufler et gr</w:t>
      </w:r>
      <w:r w:rsidRPr="006056B1">
        <w:t>i</w:t>
      </w:r>
      <w:r w:rsidRPr="006056B1">
        <w:t>mer par lui</w:t>
      </w:r>
      <w:r w:rsidR="006036B2">
        <w:t xml:space="preserve">, </w:t>
      </w:r>
      <w:r w:rsidRPr="006056B1">
        <w:t>après s</w:t>
      </w:r>
      <w:r w:rsidR="006036B2">
        <w:t>’</w:t>
      </w:r>
      <w:r w:rsidRPr="006056B1">
        <w:t>être contenté de répondre</w:t>
      </w:r>
      <w:r w:rsidR="006036B2">
        <w:t> :</w:t>
      </w:r>
    </w:p>
    <w:p w14:paraId="6E5F5852" w14:textId="77777777" w:rsidR="006036B2" w:rsidRDefault="006036B2" w:rsidP="00E85E1B">
      <w:r>
        <w:t>— </w:t>
      </w:r>
      <w:r w:rsidR="00E85E1B" w:rsidRPr="006056B1">
        <w:t>J</w:t>
      </w:r>
      <w:r>
        <w:t>’</w:t>
      </w:r>
      <w:r w:rsidR="00E85E1B" w:rsidRPr="006056B1">
        <w:t xml:space="preserve">y </w:t>
      </w:r>
      <w:proofErr w:type="spellStart"/>
      <w:r w:rsidR="00E85E1B" w:rsidRPr="006056B1">
        <w:t>chuis</w:t>
      </w:r>
      <w:proofErr w:type="spellEnd"/>
      <w:r>
        <w:t xml:space="preserve">, </w:t>
      </w:r>
      <w:proofErr w:type="spellStart"/>
      <w:r w:rsidR="00E85E1B" w:rsidRPr="006056B1">
        <w:t>vougri</w:t>
      </w:r>
      <w:proofErr w:type="spellEnd"/>
      <w:r>
        <w:t>.</w:t>
      </w:r>
    </w:p>
    <w:p w14:paraId="68E720C6" w14:textId="77777777" w:rsidR="006036B2" w:rsidRDefault="006036B2" w:rsidP="00E85E1B">
      <w:r>
        <w:t>— </w:t>
      </w:r>
      <w:r w:rsidR="00E85E1B" w:rsidRPr="006056B1">
        <w:t>Un instant</w:t>
      </w:r>
      <w:r>
        <w:t xml:space="preserve">, </w:t>
      </w:r>
      <w:r w:rsidR="00E85E1B" w:rsidRPr="006056B1">
        <w:t>pourtant</w:t>
      </w:r>
      <w:r>
        <w:t xml:space="preserve">, </w:t>
      </w:r>
      <w:r w:rsidR="00E85E1B" w:rsidRPr="006056B1">
        <w:t>objecta Polyte</w:t>
      </w:r>
      <w:r>
        <w:t xml:space="preserve">. </w:t>
      </w:r>
      <w:proofErr w:type="spellStart"/>
      <w:r w:rsidR="00E85E1B" w:rsidRPr="006056B1">
        <w:t>Premiéro</w:t>
      </w:r>
      <w:proofErr w:type="spellEnd"/>
      <w:r>
        <w:t xml:space="preserve">, </w:t>
      </w:r>
      <w:r w:rsidR="00E85E1B" w:rsidRPr="006056B1">
        <w:t>faites-moi porter ça au charbonnier par un larbin</w:t>
      </w:r>
      <w:r>
        <w:t xml:space="preserve">, </w:t>
      </w:r>
      <w:r w:rsidR="00E85E1B" w:rsidRPr="006056B1">
        <w:t>et un rupin qu</w:t>
      </w:r>
      <w:r>
        <w:t>’</w:t>
      </w:r>
      <w:r w:rsidR="00E85E1B" w:rsidRPr="006056B1">
        <w:t>ait l</w:t>
      </w:r>
      <w:r>
        <w:t>’</w:t>
      </w:r>
      <w:r w:rsidR="00E85E1B" w:rsidRPr="006056B1">
        <w:t xml:space="preserve">air de </w:t>
      </w:r>
      <w:proofErr w:type="spellStart"/>
      <w:r w:rsidR="00E85E1B" w:rsidRPr="006056B1">
        <w:t>quéqu</w:t>
      </w:r>
      <w:r>
        <w:t>’</w:t>
      </w:r>
      <w:r w:rsidR="00E85E1B" w:rsidRPr="006056B1">
        <w:t>chose</w:t>
      </w:r>
      <w:proofErr w:type="spellEnd"/>
      <w:r>
        <w:t>.</w:t>
      </w:r>
    </w:p>
    <w:p w14:paraId="2DBFB6B5" w14:textId="77777777" w:rsidR="006036B2" w:rsidRDefault="00E85E1B" w:rsidP="00E85E1B">
      <w:r w:rsidRPr="006056B1">
        <w:t>Et il remit au valet de chambre du vicomte une lettre</w:t>
      </w:r>
      <w:r w:rsidR="006036B2">
        <w:t xml:space="preserve">, </w:t>
      </w:r>
      <w:r w:rsidRPr="006056B1">
        <w:t>avec en-tête et timbre de la justice de paix</w:t>
      </w:r>
      <w:r w:rsidR="006036B2">
        <w:t xml:space="preserve">, </w:t>
      </w:r>
      <w:r w:rsidRPr="006056B1">
        <w:t>convoquant le sieur L</w:t>
      </w:r>
      <w:r w:rsidRPr="006056B1">
        <w:t>e</w:t>
      </w:r>
      <w:r w:rsidRPr="006056B1">
        <w:t>roy-</w:t>
      </w:r>
      <w:proofErr w:type="spellStart"/>
      <w:r w:rsidRPr="006056B1">
        <w:t>Mezodenc</w:t>
      </w:r>
      <w:proofErr w:type="spellEnd"/>
      <w:r w:rsidRPr="006056B1">
        <w:t xml:space="preserve"> pour affaire urgente</w:t>
      </w:r>
      <w:r w:rsidR="006036B2">
        <w:t xml:space="preserve">, </w:t>
      </w:r>
      <w:r w:rsidRPr="006056B1">
        <w:t>séance tenante</w:t>
      </w:r>
      <w:r w:rsidR="006036B2">
        <w:t xml:space="preserve">, </w:t>
      </w:r>
      <w:r w:rsidRPr="006056B1">
        <w:t xml:space="preserve">à raison de témoignage à donner en </w:t>
      </w:r>
      <w:r w:rsidRPr="006056B1">
        <w:rPr>
          <w:i/>
          <w:iCs/>
        </w:rPr>
        <w:t>affidavit</w:t>
      </w:r>
      <w:r w:rsidR="006036B2">
        <w:rPr>
          <w:i/>
          <w:iCs/>
        </w:rPr>
        <w:t xml:space="preserve">, </w:t>
      </w:r>
      <w:r w:rsidRPr="006056B1">
        <w:t>vacation payée</w:t>
      </w:r>
      <w:r w:rsidR="006036B2">
        <w:t>.</w:t>
      </w:r>
    </w:p>
    <w:p w14:paraId="259FDE1C" w14:textId="77777777" w:rsidR="006036B2" w:rsidRDefault="00E85E1B" w:rsidP="00E85E1B">
      <w:r w:rsidRPr="006056B1">
        <w:t>Comment s</w:t>
      </w:r>
      <w:r w:rsidR="006036B2">
        <w:t>’</w:t>
      </w:r>
      <w:r w:rsidRPr="006056B1">
        <w:t>était-il procuré ce papier officiel</w:t>
      </w:r>
      <w:r w:rsidR="006036B2">
        <w:t xml:space="preserve"> ? </w:t>
      </w:r>
      <w:r w:rsidRPr="006056B1">
        <w:t>Par quel saute-ruisseau de chez quel sous-agent d</w:t>
      </w:r>
      <w:r w:rsidR="006036B2">
        <w:t>’</w:t>
      </w:r>
      <w:r w:rsidRPr="006056B1">
        <w:t>affaires véreuses l</w:t>
      </w:r>
      <w:r w:rsidR="006036B2">
        <w:t>’</w:t>
      </w:r>
      <w:r w:rsidRPr="006056B1">
        <w:t>avait-il fait remplir de formules si compliquées</w:t>
      </w:r>
      <w:r w:rsidR="006036B2">
        <w:t xml:space="preserve"> ? </w:t>
      </w:r>
      <w:r w:rsidRPr="006056B1">
        <w:t>C</w:t>
      </w:r>
      <w:r w:rsidR="006036B2">
        <w:t>’</w:t>
      </w:r>
      <w:r w:rsidRPr="006056B1">
        <w:t>est un s</w:t>
      </w:r>
      <w:r w:rsidRPr="006056B1">
        <w:t>e</w:t>
      </w:r>
      <w:r w:rsidRPr="006056B1">
        <w:t>cret qu</w:t>
      </w:r>
      <w:r w:rsidR="006036B2">
        <w:t>’</w:t>
      </w:r>
      <w:r w:rsidRPr="006056B1">
        <w:t>il n</w:t>
      </w:r>
      <w:r w:rsidR="006036B2">
        <w:t>’</w:t>
      </w:r>
      <w:r w:rsidRPr="006056B1">
        <w:t>a jamais confié à personne</w:t>
      </w:r>
      <w:r w:rsidR="006036B2">
        <w:t>.</w:t>
      </w:r>
    </w:p>
    <w:p w14:paraId="286CB18D" w14:textId="77777777" w:rsidR="006036B2" w:rsidRDefault="006036B2" w:rsidP="00E85E1B">
      <w:r>
        <w:t>— </w:t>
      </w:r>
      <w:r w:rsidR="00E85E1B" w:rsidRPr="006056B1">
        <w:t>Ce qu</w:t>
      </w:r>
      <w:r>
        <w:t>’</w:t>
      </w:r>
      <w:r w:rsidR="00E85E1B" w:rsidRPr="006056B1">
        <w:t>il y a de sûr et certain</w:t>
      </w:r>
      <w:r>
        <w:t xml:space="preserve">, </w:t>
      </w:r>
      <w:r w:rsidR="00E85E1B" w:rsidRPr="006056B1">
        <w:t>raconta-t-il plus tard</w:t>
      </w:r>
      <w:r>
        <w:t xml:space="preserve">, </w:t>
      </w:r>
      <w:r w:rsidR="00E85E1B" w:rsidRPr="006056B1">
        <w:t>c</w:t>
      </w:r>
      <w:r>
        <w:t>’</w:t>
      </w:r>
      <w:r w:rsidR="00E85E1B" w:rsidRPr="006056B1">
        <w:t>est qu</w:t>
      </w:r>
      <w:r>
        <w:t>’</w:t>
      </w:r>
      <w:r w:rsidR="00E85E1B" w:rsidRPr="006056B1">
        <w:t xml:space="preserve">avec ça je tenais mon </w:t>
      </w:r>
      <w:proofErr w:type="spellStart"/>
      <w:r w:rsidR="00E85E1B" w:rsidRPr="006056B1">
        <w:t>larbonchem</w:t>
      </w:r>
      <w:proofErr w:type="spellEnd"/>
      <w:r w:rsidR="00E85E1B" w:rsidRPr="006056B1">
        <w:t xml:space="preserve"> à la traîne</w:t>
      </w:r>
      <w:r>
        <w:t xml:space="preserve">, </w:t>
      </w:r>
      <w:r w:rsidR="00E85E1B" w:rsidRPr="006056B1">
        <w:t>obligé de déc</w:t>
      </w:r>
      <w:r w:rsidR="00E85E1B" w:rsidRPr="006056B1">
        <w:t>a</w:t>
      </w:r>
      <w:r w:rsidR="00E85E1B" w:rsidRPr="006056B1">
        <w:t>niller de sa turne</w:t>
      </w:r>
      <w:r>
        <w:t xml:space="preserve">, </w:t>
      </w:r>
      <w:r w:rsidR="00E85E1B" w:rsidRPr="006056B1">
        <w:t xml:space="preserve">et en </w:t>
      </w:r>
      <w:proofErr w:type="spellStart"/>
      <w:r w:rsidR="00E85E1B" w:rsidRPr="006056B1">
        <w:t>rédingue</w:t>
      </w:r>
      <w:proofErr w:type="spellEnd"/>
      <w:r>
        <w:t xml:space="preserve">. </w:t>
      </w:r>
      <w:r w:rsidR="00E85E1B" w:rsidRPr="006056B1">
        <w:t>Dame</w:t>
      </w:r>
      <w:r>
        <w:t xml:space="preserve"> ! </w:t>
      </w:r>
      <w:r w:rsidR="00E85E1B" w:rsidRPr="006056B1">
        <w:t>Pour aller voir le c</w:t>
      </w:r>
      <w:r w:rsidR="00E85E1B" w:rsidRPr="006056B1">
        <w:t>u</w:t>
      </w:r>
      <w:r w:rsidR="00E85E1B" w:rsidRPr="006056B1">
        <w:t>rieux</w:t>
      </w:r>
      <w:r>
        <w:t xml:space="preserve">, </w:t>
      </w:r>
      <w:r w:rsidR="00E85E1B" w:rsidRPr="006056B1">
        <w:t>et vacation payée</w:t>
      </w:r>
      <w:r>
        <w:t xml:space="preserve">, </w:t>
      </w:r>
      <w:r w:rsidR="00E85E1B" w:rsidRPr="006056B1">
        <w:t>on sort</w:t>
      </w:r>
      <w:r>
        <w:t xml:space="preserve">, </w:t>
      </w:r>
      <w:r w:rsidR="00E85E1B" w:rsidRPr="006056B1">
        <w:t>on peut pas faire autrement</w:t>
      </w:r>
      <w:r>
        <w:t xml:space="preserve"> ; </w:t>
      </w:r>
      <w:r w:rsidR="00E85E1B" w:rsidRPr="006056B1">
        <w:t xml:space="preserve">surtout un sinve </w:t>
      </w:r>
      <w:proofErr w:type="spellStart"/>
      <w:r w:rsidR="00E85E1B" w:rsidRPr="006056B1">
        <w:t>comm</w:t>
      </w:r>
      <w:r>
        <w:t>’</w:t>
      </w:r>
      <w:r w:rsidR="00E85E1B" w:rsidRPr="006056B1">
        <w:t>celui</w:t>
      </w:r>
      <w:proofErr w:type="spellEnd"/>
      <w:r w:rsidR="00E85E1B" w:rsidRPr="006056B1">
        <w:t>-là</w:t>
      </w:r>
      <w:r>
        <w:t xml:space="preserve"> ! </w:t>
      </w:r>
      <w:r w:rsidR="00E85E1B" w:rsidRPr="006056B1">
        <w:t>Et on met ce qu</w:t>
      </w:r>
      <w:r>
        <w:t>’</w:t>
      </w:r>
      <w:r w:rsidR="00E85E1B" w:rsidRPr="006056B1">
        <w:t>on a de plus urf</w:t>
      </w:r>
      <w:r>
        <w:t xml:space="preserve">. </w:t>
      </w:r>
      <w:r w:rsidR="00E85E1B" w:rsidRPr="006056B1">
        <w:t>Or</w:t>
      </w:r>
      <w:r>
        <w:t xml:space="preserve">, </w:t>
      </w:r>
      <w:r w:rsidR="00E85E1B" w:rsidRPr="006056B1">
        <w:t>lui</w:t>
      </w:r>
      <w:r>
        <w:t xml:space="preserve">, </w:t>
      </w:r>
      <w:r w:rsidR="00E85E1B" w:rsidRPr="006056B1">
        <w:t>y a pas d</w:t>
      </w:r>
      <w:r>
        <w:t>’</w:t>
      </w:r>
      <w:r w:rsidR="00E85E1B" w:rsidRPr="006056B1">
        <w:t>erreur</w:t>
      </w:r>
      <w:r>
        <w:t xml:space="preserve">, </w:t>
      </w:r>
      <w:r w:rsidR="00E85E1B" w:rsidRPr="006056B1">
        <w:t>il n</w:t>
      </w:r>
      <w:r>
        <w:t>’</w:t>
      </w:r>
      <w:r w:rsidR="00E85E1B" w:rsidRPr="006056B1">
        <w:t>a qu</w:t>
      </w:r>
      <w:r>
        <w:t>’</w:t>
      </w:r>
      <w:r w:rsidR="00E85E1B" w:rsidRPr="006056B1">
        <w:t xml:space="preserve">deux </w:t>
      </w:r>
      <w:r w:rsidR="00E85E1B" w:rsidRPr="006056B1">
        <w:lastRenderedPageBreak/>
        <w:t>costumes</w:t>
      </w:r>
      <w:r>
        <w:t xml:space="preserve"> : </w:t>
      </w:r>
      <w:r w:rsidR="00E85E1B" w:rsidRPr="006056B1">
        <w:t>en bras d</w:t>
      </w:r>
      <w:r>
        <w:t>’</w:t>
      </w:r>
      <w:r w:rsidR="00E85E1B" w:rsidRPr="006056B1">
        <w:t xml:space="preserve">limace ou en </w:t>
      </w:r>
      <w:proofErr w:type="spellStart"/>
      <w:r w:rsidR="00E85E1B" w:rsidRPr="006056B1">
        <w:t>rédingue</w:t>
      </w:r>
      <w:proofErr w:type="spellEnd"/>
      <w:r>
        <w:t xml:space="preserve">. </w:t>
      </w:r>
      <w:r w:rsidR="00E85E1B" w:rsidRPr="006056B1">
        <w:t>Donc</w:t>
      </w:r>
      <w:r>
        <w:t xml:space="preserve">, </w:t>
      </w:r>
      <w:r w:rsidR="00E85E1B" w:rsidRPr="006056B1">
        <w:t>il ne pouvait s</w:t>
      </w:r>
      <w:r>
        <w:t>’</w:t>
      </w:r>
      <w:r w:rsidR="00E85E1B" w:rsidRPr="006056B1">
        <w:t>esbigner qu</w:t>
      </w:r>
      <w:r>
        <w:t>’</w:t>
      </w:r>
      <w:r w:rsidR="00E85E1B" w:rsidRPr="006056B1">
        <w:t xml:space="preserve">en </w:t>
      </w:r>
      <w:proofErr w:type="spellStart"/>
      <w:r w:rsidR="00E85E1B" w:rsidRPr="006056B1">
        <w:t>rédingue</w:t>
      </w:r>
      <w:proofErr w:type="spellEnd"/>
      <w:r>
        <w:t>.</w:t>
      </w:r>
    </w:p>
    <w:p w14:paraId="0C03D29F" w14:textId="77777777" w:rsidR="006036B2" w:rsidRDefault="00E85E1B" w:rsidP="00E85E1B">
      <w:r w:rsidRPr="006056B1">
        <w:t>Et Polyte y tenait</w:t>
      </w:r>
      <w:r w:rsidR="006036B2">
        <w:t xml:space="preserve">, </w:t>
      </w:r>
      <w:r w:rsidRPr="006056B1">
        <w:t>à ce que Leroy-</w:t>
      </w:r>
      <w:proofErr w:type="spellStart"/>
      <w:r w:rsidRPr="006056B1">
        <w:t>Mezodenc</w:t>
      </w:r>
      <w:proofErr w:type="spellEnd"/>
      <w:r w:rsidRPr="006056B1">
        <w:t xml:space="preserve"> fût en </w:t>
      </w:r>
      <w:proofErr w:type="spellStart"/>
      <w:r w:rsidRPr="006056B1">
        <w:t>r</w:t>
      </w:r>
      <w:r w:rsidRPr="006056B1">
        <w:t>é</w:t>
      </w:r>
      <w:r w:rsidRPr="006056B1">
        <w:t>dingue</w:t>
      </w:r>
      <w:proofErr w:type="spellEnd"/>
      <w:r w:rsidR="006036B2">
        <w:t xml:space="preserve"> ! </w:t>
      </w:r>
      <w:r w:rsidRPr="006056B1">
        <w:t>Car</w:t>
      </w:r>
      <w:r w:rsidR="006036B2">
        <w:t xml:space="preserve">, </w:t>
      </w:r>
      <w:r w:rsidRPr="006056B1">
        <w:t>ainsi qu</w:t>
      </w:r>
      <w:r w:rsidR="006036B2">
        <w:t>’</w:t>
      </w:r>
      <w:r w:rsidRPr="006056B1">
        <w:t>on va le voir</w:t>
      </w:r>
      <w:r w:rsidR="006036B2">
        <w:t xml:space="preserve">, </w:t>
      </w:r>
      <w:r w:rsidRPr="006056B1">
        <w:t>le mauvais bougre avait tout combiné</w:t>
      </w:r>
      <w:r w:rsidR="006036B2">
        <w:t xml:space="preserve">, </w:t>
      </w:r>
      <w:r w:rsidRPr="006056B1">
        <w:t>tout deviné</w:t>
      </w:r>
      <w:r w:rsidR="006036B2">
        <w:t xml:space="preserve">, </w:t>
      </w:r>
      <w:r w:rsidRPr="006056B1">
        <w:t>jusqu</w:t>
      </w:r>
      <w:r w:rsidR="006036B2">
        <w:t>’</w:t>
      </w:r>
      <w:r w:rsidRPr="006056B1">
        <w:t>à l</w:t>
      </w:r>
      <w:r w:rsidR="006036B2">
        <w:t>’</w:t>
      </w:r>
      <w:r w:rsidRPr="006056B1">
        <w:t>imbroglio qui devait</w:t>
      </w:r>
      <w:r w:rsidR="006036B2">
        <w:t xml:space="preserve">… </w:t>
      </w:r>
      <w:r w:rsidRPr="006056B1">
        <w:t>Mais ne lui coupons pas ses effets</w:t>
      </w:r>
      <w:r w:rsidR="006036B2">
        <w:t xml:space="preserve">, </w:t>
      </w:r>
      <w:r w:rsidRPr="006056B1">
        <w:t>et suivons le fil de l</w:t>
      </w:r>
      <w:r w:rsidR="006036B2">
        <w:t>’</w:t>
      </w:r>
      <w:r w:rsidRPr="006056B1">
        <w:t>histoire</w:t>
      </w:r>
      <w:r w:rsidR="006036B2">
        <w:t> !</w:t>
      </w:r>
    </w:p>
    <w:p w14:paraId="50C575F9" w14:textId="77777777" w:rsidR="006036B2" w:rsidRDefault="00E85E1B" w:rsidP="00E85E1B">
      <w:r w:rsidRPr="006056B1">
        <w:t>Attablés derrière le rideau d</w:t>
      </w:r>
      <w:r w:rsidR="006036B2">
        <w:t>’</w:t>
      </w:r>
      <w:r w:rsidRPr="006056B1">
        <w:t>un mastroquet voisin</w:t>
      </w:r>
      <w:r w:rsidR="006036B2">
        <w:t xml:space="preserve">, </w:t>
      </w:r>
      <w:r w:rsidRPr="006056B1">
        <w:t>le v</w:t>
      </w:r>
      <w:r w:rsidRPr="006056B1">
        <w:t>i</w:t>
      </w:r>
      <w:r w:rsidRPr="006056B1">
        <w:t>comte et Polyte virent le larbin entrer chez Leroy-</w:t>
      </w:r>
      <w:proofErr w:type="spellStart"/>
      <w:r w:rsidRPr="006056B1">
        <w:t>Mezodenc</w:t>
      </w:r>
      <w:proofErr w:type="spellEnd"/>
      <w:r w:rsidR="006036B2">
        <w:t xml:space="preserve">, </w:t>
      </w:r>
      <w:r w:rsidRPr="006056B1">
        <w:t>et celui-ci sortir bientôt de chez lui</w:t>
      </w:r>
      <w:r w:rsidR="006036B2">
        <w:t xml:space="preserve">, </w:t>
      </w:r>
      <w:r w:rsidRPr="006056B1">
        <w:t>débarbouillé à la hâte</w:t>
      </w:r>
      <w:r w:rsidR="006036B2">
        <w:t xml:space="preserve">, </w:t>
      </w:r>
      <w:r w:rsidRPr="006056B1">
        <w:t xml:space="preserve">tout rouge avec quelques écailles noires encore </w:t>
      </w:r>
      <w:proofErr w:type="spellStart"/>
      <w:r w:rsidRPr="006056B1">
        <w:t>croutelevant</w:t>
      </w:r>
      <w:proofErr w:type="spellEnd"/>
      <w:r w:rsidRPr="006056B1">
        <w:t xml:space="preserve"> sur la peau</w:t>
      </w:r>
      <w:r w:rsidR="006036B2">
        <w:t xml:space="preserve">, </w:t>
      </w:r>
      <w:r w:rsidRPr="006056B1">
        <w:t>l</w:t>
      </w:r>
      <w:r w:rsidR="006036B2">
        <w:t>’</w:t>
      </w:r>
      <w:r w:rsidRPr="006056B1">
        <w:t>air effaré</w:t>
      </w:r>
      <w:r w:rsidR="006036B2">
        <w:t xml:space="preserve">, </w:t>
      </w:r>
      <w:r w:rsidRPr="006056B1">
        <w:t>les yeux hors de la tête</w:t>
      </w:r>
      <w:r w:rsidR="006036B2">
        <w:t xml:space="preserve">, </w:t>
      </w:r>
      <w:r w:rsidRPr="006056B1">
        <w:t>serrant les fesses</w:t>
      </w:r>
      <w:r w:rsidR="006036B2">
        <w:t xml:space="preserve">, </w:t>
      </w:r>
      <w:r w:rsidRPr="006056B1">
        <w:t>et en redingote</w:t>
      </w:r>
      <w:r w:rsidR="006036B2">
        <w:t>.</w:t>
      </w:r>
    </w:p>
    <w:p w14:paraId="6B509BC8" w14:textId="77777777" w:rsidR="006036B2" w:rsidRDefault="006036B2" w:rsidP="00E85E1B">
      <w:r>
        <w:t>— </w:t>
      </w:r>
      <w:r w:rsidR="00E85E1B" w:rsidRPr="006056B1">
        <w:t>V</w:t>
      </w:r>
      <w:r>
        <w:t>’</w:t>
      </w:r>
      <w:r w:rsidR="00E85E1B" w:rsidRPr="006056B1">
        <w:t xml:space="preserve">là </w:t>
      </w:r>
      <w:r w:rsidR="00E85E1B">
        <w:t>l</w:t>
      </w:r>
      <w:r>
        <w:t>’</w:t>
      </w:r>
      <w:r w:rsidR="00E85E1B" w:rsidRPr="006056B1">
        <w:t>mo</w:t>
      </w:r>
      <w:r w:rsidR="00E85E1B">
        <w:t>m</w:t>
      </w:r>
      <w:r w:rsidR="00E85E1B" w:rsidRPr="006056B1">
        <w:t>ent</w:t>
      </w:r>
      <w:r>
        <w:t xml:space="preserve">, </w:t>
      </w:r>
      <w:r w:rsidR="00E85E1B" w:rsidRPr="006056B1">
        <w:t>dit Polyte au vicomte</w:t>
      </w:r>
      <w:r>
        <w:t xml:space="preserve">. </w:t>
      </w:r>
      <w:r w:rsidR="00E85E1B" w:rsidRPr="006056B1">
        <w:t>Il vient de tourner par la rue des Dames</w:t>
      </w:r>
      <w:r>
        <w:t xml:space="preserve">. </w:t>
      </w:r>
      <w:r w:rsidR="00E85E1B" w:rsidRPr="006056B1">
        <w:t>Le temps qu</w:t>
      </w:r>
      <w:r>
        <w:t>’</w:t>
      </w:r>
      <w:r w:rsidR="00E85E1B" w:rsidRPr="006056B1">
        <w:t>il aille là-bas</w:t>
      </w:r>
      <w:r>
        <w:t xml:space="preserve">, </w:t>
      </w:r>
      <w:r w:rsidR="00E85E1B" w:rsidRPr="006056B1">
        <w:t>qu</w:t>
      </w:r>
      <w:r>
        <w:t>’</w:t>
      </w:r>
      <w:r w:rsidR="00E85E1B" w:rsidRPr="006056B1">
        <w:t>il s</w:t>
      </w:r>
      <w:r>
        <w:t>’</w:t>
      </w:r>
      <w:r w:rsidR="00E85E1B" w:rsidRPr="006056B1">
        <w:t>explique</w:t>
      </w:r>
      <w:r>
        <w:t xml:space="preserve">, </w:t>
      </w:r>
      <w:r w:rsidR="00E85E1B" w:rsidRPr="006056B1">
        <w:t>qu</w:t>
      </w:r>
      <w:r>
        <w:t>’</w:t>
      </w:r>
      <w:r w:rsidR="00E85E1B" w:rsidRPr="006056B1">
        <w:t>il ne comprenne pas</w:t>
      </w:r>
      <w:r>
        <w:t xml:space="preserve">, </w:t>
      </w:r>
      <w:r w:rsidR="00E85E1B" w:rsidRPr="006056B1">
        <w:t>qu</w:t>
      </w:r>
      <w:r>
        <w:t>’</w:t>
      </w:r>
      <w:r w:rsidR="00E85E1B" w:rsidRPr="006056B1">
        <w:t>on ne le comprenne pas davantage</w:t>
      </w:r>
      <w:r>
        <w:t xml:space="preserve">, </w:t>
      </w:r>
      <w:r w:rsidR="00E85E1B" w:rsidRPr="006056B1">
        <w:t>qu</w:t>
      </w:r>
      <w:r>
        <w:t>’</w:t>
      </w:r>
      <w:r w:rsidR="00E85E1B" w:rsidRPr="006056B1">
        <w:t>on l</w:t>
      </w:r>
      <w:r>
        <w:t>’</w:t>
      </w:r>
      <w:r w:rsidR="00E85E1B" w:rsidRPr="006056B1">
        <w:t>engueule et que finalement on le foute à la porte</w:t>
      </w:r>
      <w:r>
        <w:t xml:space="preserve">, </w:t>
      </w:r>
      <w:r w:rsidR="00E85E1B" w:rsidRPr="006056B1">
        <w:t>vous en avez pour un quart d</w:t>
      </w:r>
      <w:r>
        <w:t>’</w:t>
      </w:r>
      <w:r w:rsidR="00E85E1B" w:rsidRPr="006056B1">
        <w:t>heure à peu près</w:t>
      </w:r>
      <w:r>
        <w:t xml:space="preserve">. </w:t>
      </w:r>
      <w:r w:rsidR="00E85E1B" w:rsidRPr="006056B1">
        <w:t>Ouste</w:t>
      </w:r>
      <w:r>
        <w:t xml:space="preserve"> ! </w:t>
      </w:r>
      <w:r w:rsidR="00E85E1B" w:rsidRPr="006056B1">
        <w:t>Dépêchez-vous</w:t>
      </w:r>
      <w:r>
        <w:t xml:space="preserve">. </w:t>
      </w:r>
      <w:r w:rsidR="00E85E1B" w:rsidRPr="006056B1">
        <w:t>Moi</w:t>
      </w:r>
      <w:r>
        <w:t xml:space="preserve">, </w:t>
      </w:r>
      <w:r w:rsidR="00E85E1B" w:rsidRPr="006056B1">
        <w:t>je regarde sans me montrer</w:t>
      </w:r>
      <w:r>
        <w:t xml:space="preserve">, </w:t>
      </w:r>
      <w:r w:rsidR="00E85E1B" w:rsidRPr="006056B1">
        <w:t>parce que la gonzesse me connaît</w:t>
      </w:r>
      <w:r>
        <w:t xml:space="preserve">. </w:t>
      </w:r>
      <w:r w:rsidR="00E85E1B" w:rsidRPr="006056B1">
        <w:t xml:space="preserve">Et si </w:t>
      </w:r>
      <w:proofErr w:type="spellStart"/>
      <w:r w:rsidR="00E85E1B" w:rsidRPr="006056B1">
        <w:t>a</w:t>
      </w:r>
      <w:r>
        <w:t>’</w:t>
      </w:r>
      <w:r w:rsidR="00E85E1B" w:rsidRPr="006056B1">
        <w:t>m</w:t>
      </w:r>
      <w:r>
        <w:t>’</w:t>
      </w:r>
      <w:r w:rsidR="00E85E1B" w:rsidRPr="006056B1">
        <w:t>voyait</w:t>
      </w:r>
      <w:proofErr w:type="spellEnd"/>
      <w:r w:rsidR="00E85E1B" w:rsidRPr="006056B1">
        <w:t xml:space="preserve"> avec vous</w:t>
      </w:r>
      <w:r>
        <w:t xml:space="preserve">, </w:t>
      </w:r>
      <w:proofErr w:type="spellStart"/>
      <w:r w:rsidR="00E85E1B" w:rsidRPr="006056B1">
        <w:t>a</w:t>
      </w:r>
      <w:r>
        <w:t>’</w:t>
      </w:r>
      <w:r w:rsidR="00E85E1B" w:rsidRPr="006056B1">
        <w:t>s</w:t>
      </w:r>
      <w:r>
        <w:t>’</w:t>
      </w:r>
      <w:r w:rsidR="00E85E1B" w:rsidRPr="006056B1">
        <w:t>dout</w:t>
      </w:r>
      <w:r>
        <w:t>’</w:t>
      </w:r>
      <w:r w:rsidR="00E85E1B" w:rsidRPr="006056B1">
        <w:t>rait</w:t>
      </w:r>
      <w:proofErr w:type="spellEnd"/>
      <w:r w:rsidR="00E85E1B" w:rsidRPr="006056B1">
        <w:t xml:space="preserve"> d</w:t>
      </w:r>
      <w:r>
        <w:t>’</w:t>
      </w:r>
      <w:proofErr w:type="spellStart"/>
      <w:r w:rsidR="00E85E1B" w:rsidRPr="006056B1">
        <w:t>quéqu</w:t>
      </w:r>
      <w:r>
        <w:t>’</w:t>
      </w:r>
      <w:r w:rsidR="00E85E1B" w:rsidRPr="006056B1">
        <w:t>chose</w:t>
      </w:r>
      <w:proofErr w:type="spellEnd"/>
      <w:r>
        <w:t>.</w:t>
      </w:r>
    </w:p>
    <w:p w14:paraId="3FD4C866" w14:textId="77777777" w:rsidR="006036B2" w:rsidRDefault="00E85E1B" w:rsidP="00E85E1B">
      <w:r w:rsidRPr="006056B1">
        <w:t>Le chapeau rond</w:t>
      </w:r>
      <w:r w:rsidR="006036B2">
        <w:t xml:space="preserve">, </w:t>
      </w:r>
      <w:r w:rsidRPr="006056B1">
        <w:t>à petits rubans flottants</w:t>
      </w:r>
      <w:r w:rsidR="006036B2">
        <w:t xml:space="preserve">, </w:t>
      </w:r>
      <w:r w:rsidRPr="006056B1">
        <w:t>campé sur la nuque</w:t>
      </w:r>
      <w:r w:rsidR="006036B2">
        <w:t xml:space="preserve">, </w:t>
      </w:r>
      <w:r w:rsidRPr="006056B1">
        <w:t>les pieds dans de gros souliers à clous</w:t>
      </w:r>
      <w:r w:rsidR="006036B2">
        <w:t xml:space="preserve">, </w:t>
      </w:r>
      <w:r w:rsidRPr="006056B1">
        <w:t>le torse empaqu</w:t>
      </w:r>
      <w:r w:rsidRPr="006056B1">
        <w:t>e</w:t>
      </w:r>
      <w:r w:rsidRPr="006056B1">
        <w:t>té dans une veste trop courte</w:t>
      </w:r>
      <w:r w:rsidR="006036B2">
        <w:t xml:space="preserve">, </w:t>
      </w:r>
      <w:r w:rsidRPr="006056B1">
        <w:t>les jambes pantalonnées de v</w:t>
      </w:r>
      <w:r w:rsidRPr="006056B1">
        <w:t>e</w:t>
      </w:r>
      <w:r w:rsidRPr="006056B1">
        <w:t>lours vert à côtes</w:t>
      </w:r>
      <w:r w:rsidR="006036B2">
        <w:t xml:space="preserve">, </w:t>
      </w:r>
      <w:r w:rsidRPr="006056B1">
        <w:t>les ailerons largement écartés du corps en anses de cruche</w:t>
      </w:r>
      <w:r w:rsidR="006036B2">
        <w:t xml:space="preserve">, </w:t>
      </w:r>
      <w:r w:rsidRPr="006056B1">
        <w:t>le vicomte fit son entrée chez madame Leroy-</w:t>
      </w:r>
      <w:proofErr w:type="spellStart"/>
      <w:r w:rsidRPr="006056B1">
        <w:t>Mezodenc</w:t>
      </w:r>
      <w:proofErr w:type="spellEnd"/>
      <w:r w:rsidR="006036B2">
        <w:t>.</w:t>
      </w:r>
    </w:p>
    <w:p w14:paraId="0FF89BAF" w14:textId="77777777" w:rsidR="006036B2" w:rsidRDefault="00E85E1B" w:rsidP="00E85E1B">
      <w:r w:rsidRPr="006056B1">
        <w:t>Il y avait</w:t>
      </w:r>
      <w:r w:rsidR="006036B2">
        <w:t xml:space="preserve">, </w:t>
      </w:r>
      <w:r w:rsidRPr="006056B1">
        <w:t>malheureusement</w:t>
      </w:r>
      <w:r w:rsidR="006036B2">
        <w:t xml:space="preserve">, </w:t>
      </w:r>
      <w:r w:rsidRPr="006056B1">
        <w:t>de la pratique</w:t>
      </w:r>
      <w:r w:rsidR="006036B2">
        <w:t xml:space="preserve"> : </w:t>
      </w:r>
      <w:r w:rsidRPr="006056B1">
        <w:t>deux co</w:t>
      </w:r>
      <w:r w:rsidRPr="006056B1">
        <w:t>m</w:t>
      </w:r>
      <w:r w:rsidRPr="006056B1">
        <w:t>mères qui bavardaient en se faisant mesurer du charbon de bois</w:t>
      </w:r>
      <w:r w:rsidR="006036B2">
        <w:t xml:space="preserve">. </w:t>
      </w:r>
      <w:r w:rsidRPr="006056B1">
        <w:t>Cela coupa la parole au vicomte</w:t>
      </w:r>
      <w:r w:rsidR="006036B2">
        <w:t xml:space="preserve">. </w:t>
      </w:r>
      <w:r w:rsidRPr="006056B1">
        <w:t>Et aussi</w:t>
      </w:r>
      <w:r w:rsidR="006036B2">
        <w:t xml:space="preserve">, </w:t>
      </w:r>
      <w:r w:rsidRPr="006056B1">
        <w:t>et plus encore</w:t>
      </w:r>
      <w:r w:rsidR="006036B2">
        <w:t xml:space="preserve">, </w:t>
      </w:r>
      <w:r w:rsidRPr="006056B1">
        <w:lastRenderedPageBreak/>
        <w:t>il faut le dire à la louange de la charbonnière</w:t>
      </w:r>
      <w:r w:rsidR="006036B2">
        <w:t xml:space="preserve">, </w:t>
      </w:r>
      <w:r w:rsidRPr="006056B1">
        <w:t>ce qui le rendit s</w:t>
      </w:r>
      <w:r w:rsidRPr="006056B1">
        <w:t>i</w:t>
      </w:r>
      <w:r w:rsidRPr="006056B1">
        <w:t>lencieux</w:t>
      </w:r>
      <w:r w:rsidR="006036B2">
        <w:t xml:space="preserve">, </w:t>
      </w:r>
      <w:r w:rsidRPr="006056B1">
        <w:t>ce fut l</w:t>
      </w:r>
      <w:r w:rsidR="006036B2">
        <w:t>’</w:t>
      </w:r>
      <w:r w:rsidRPr="006056B1">
        <w:t>admiration</w:t>
      </w:r>
      <w:r w:rsidR="006036B2">
        <w:t>.</w:t>
      </w:r>
    </w:p>
    <w:p w14:paraId="7B155877" w14:textId="77777777" w:rsidR="006036B2" w:rsidRDefault="00E85E1B" w:rsidP="00E85E1B">
      <w:r w:rsidRPr="006056B1">
        <w:t>Quelle femme</w:t>
      </w:r>
      <w:r w:rsidR="006036B2">
        <w:t xml:space="preserve">, </w:t>
      </w:r>
      <w:r w:rsidRPr="006056B1">
        <w:t>sacrebleu</w:t>
      </w:r>
      <w:r w:rsidR="006036B2">
        <w:t xml:space="preserve"> ! </w:t>
      </w:r>
      <w:r w:rsidRPr="006056B1">
        <w:t>Les manches retroussées jusqu</w:t>
      </w:r>
      <w:r w:rsidR="006036B2">
        <w:t>’</w:t>
      </w:r>
      <w:r w:rsidRPr="006056B1">
        <w:t>au-dessus de la saignée</w:t>
      </w:r>
      <w:r w:rsidR="006036B2">
        <w:t xml:space="preserve">, </w:t>
      </w:r>
      <w:r w:rsidRPr="006056B1">
        <w:t>elle exhibait des avant-bras tels</w:t>
      </w:r>
      <w:r w:rsidR="006036B2">
        <w:t xml:space="preserve">, </w:t>
      </w:r>
      <w:r w:rsidRPr="006056B1">
        <w:t>que le vicomte tâta machinalement les siens en devenant blême sous son maquillage au bouchon brûlé</w:t>
      </w:r>
      <w:r w:rsidR="006036B2">
        <w:t xml:space="preserve">. </w:t>
      </w:r>
      <w:r w:rsidRPr="006056B1">
        <w:t>Et les pectoraux</w:t>
      </w:r>
      <w:r w:rsidR="006036B2">
        <w:t xml:space="preserve">, </w:t>
      </w:r>
      <w:r w:rsidRPr="006056B1">
        <w:t>diable</w:t>
      </w:r>
      <w:r w:rsidR="006036B2">
        <w:t xml:space="preserve"> ! </w:t>
      </w:r>
      <w:r w:rsidRPr="006056B1">
        <w:t>Pas des seins</w:t>
      </w:r>
      <w:r w:rsidR="006036B2">
        <w:t xml:space="preserve">, </w:t>
      </w:r>
      <w:r w:rsidRPr="006056B1">
        <w:t>de vulgaires seins capables de filtrer entre les doigts</w:t>
      </w:r>
      <w:r w:rsidR="006036B2">
        <w:t xml:space="preserve"> ! </w:t>
      </w:r>
      <w:r w:rsidRPr="006056B1">
        <w:t>Mais des demi-bombes</w:t>
      </w:r>
      <w:r w:rsidR="006036B2">
        <w:t xml:space="preserve">, </w:t>
      </w:r>
      <w:r w:rsidRPr="006056B1">
        <w:t>de quoi faire à elles deux un s</w:t>
      </w:r>
      <w:r w:rsidRPr="006056B1">
        <w:t>u</w:t>
      </w:r>
      <w:r w:rsidRPr="006056B1">
        <w:t>perbe haltère d</w:t>
      </w:r>
      <w:r w:rsidR="006036B2">
        <w:t>’</w:t>
      </w:r>
      <w:r w:rsidRPr="006056B1">
        <w:t>au moins quatre-vingts</w:t>
      </w:r>
      <w:r w:rsidR="006036B2">
        <w:t xml:space="preserve">. </w:t>
      </w:r>
      <w:r w:rsidRPr="006056B1">
        <w:t>Quant à l</w:t>
      </w:r>
      <w:r w:rsidR="006036B2">
        <w:t>’</w:t>
      </w:r>
      <w:r w:rsidRPr="006056B1">
        <w:t>arrière-train</w:t>
      </w:r>
      <w:r w:rsidR="006036B2">
        <w:t xml:space="preserve">, </w:t>
      </w:r>
      <w:r w:rsidRPr="006056B1">
        <w:t>qu</w:t>
      </w:r>
      <w:r w:rsidR="006036B2">
        <w:t>’</w:t>
      </w:r>
      <w:r w:rsidRPr="006056B1">
        <w:t>elle venait justement d</w:t>
      </w:r>
      <w:r w:rsidR="006036B2">
        <w:t>’</w:t>
      </w:r>
      <w:r w:rsidRPr="006056B1">
        <w:t>offrir aux yeux en se tournant et se baissant pour emplir un boisseau</w:t>
      </w:r>
      <w:r w:rsidR="006036B2">
        <w:t xml:space="preserve">, </w:t>
      </w:r>
      <w:r w:rsidRPr="006056B1">
        <w:t>le vicomte fut obligé de s</w:t>
      </w:r>
      <w:r w:rsidR="006036B2">
        <w:t>’</w:t>
      </w:r>
      <w:r w:rsidRPr="006056B1">
        <w:t>appuyer au mur pour le contempler</w:t>
      </w:r>
      <w:r w:rsidR="006036B2">
        <w:t xml:space="preserve">. </w:t>
      </w:r>
      <w:r w:rsidRPr="006056B1">
        <w:t>Il défaillait d</w:t>
      </w:r>
      <w:r w:rsidR="006036B2">
        <w:t>’</w:t>
      </w:r>
      <w:r w:rsidRPr="006056B1">
        <w:t>enthousiasme et d</w:t>
      </w:r>
      <w:r w:rsidR="006036B2">
        <w:t>’</w:t>
      </w:r>
      <w:r w:rsidRPr="006056B1">
        <w:t>épouvante</w:t>
      </w:r>
      <w:r w:rsidR="006036B2">
        <w:t xml:space="preserve">, </w:t>
      </w:r>
      <w:r w:rsidRPr="006056B1">
        <w:t>à la pensée que tout à l</w:t>
      </w:r>
      <w:r w:rsidR="006036B2">
        <w:t>’</w:t>
      </w:r>
      <w:r w:rsidRPr="006056B1">
        <w:t>heure il allait essayer de soulever de terre ce globe dont il serait le no</w:t>
      </w:r>
      <w:r w:rsidRPr="006056B1">
        <w:t>u</w:t>
      </w:r>
      <w:r w:rsidRPr="006056B1">
        <w:t>vel Atlas</w:t>
      </w:r>
      <w:r w:rsidR="006036B2">
        <w:t>.</w:t>
      </w:r>
    </w:p>
    <w:p w14:paraId="17528585" w14:textId="77777777" w:rsidR="006036B2" w:rsidRDefault="00E85E1B" w:rsidP="00E85E1B">
      <w:r w:rsidRPr="006056B1">
        <w:t>Cependant les commères bavardaient toujours</w:t>
      </w:r>
      <w:r w:rsidR="006036B2">
        <w:t xml:space="preserve">. </w:t>
      </w:r>
      <w:r w:rsidRPr="006056B1">
        <w:t>Cinq m</w:t>
      </w:r>
      <w:r w:rsidRPr="006056B1">
        <w:t>i</w:t>
      </w:r>
      <w:r w:rsidRPr="006056B1">
        <w:t>nutes</w:t>
      </w:r>
      <w:r w:rsidR="006036B2">
        <w:t xml:space="preserve">, </w:t>
      </w:r>
      <w:r w:rsidRPr="006056B1">
        <w:t>peut-être davantage</w:t>
      </w:r>
      <w:r w:rsidR="006036B2">
        <w:t xml:space="preserve">, </w:t>
      </w:r>
      <w:r w:rsidRPr="006056B1">
        <w:t>s</w:t>
      </w:r>
      <w:r w:rsidR="006036B2">
        <w:t>’</w:t>
      </w:r>
      <w:r w:rsidRPr="006056B1">
        <w:t>étaient écoulées</w:t>
      </w:r>
      <w:r w:rsidR="006036B2">
        <w:t xml:space="preserve">. </w:t>
      </w:r>
      <w:r w:rsidRPr="006056B1">
        <w:t>Le temps passe si vite dans l</w:t>
      </w:r>
      <w:r w:rsidR="006036B2">
        <w:t>’</w:t>
      </w:r>
      <w:r w:rsidRPr="006056B1">
        <w:t>extase</w:t>
      </w:r>
      <w:r w:rsidR="006036B2">
        <w:t> !</w:t>
      </w:r>
    </w:p>
    <w:p w14:paraId="44FE2662" w14:textId="77777777" w:rsidR="006036B2" w:rsidRDefault="006036B2" w:rsidP="00E85E1B">
      <w:r>
        <w:t>— </w:t>
      </w:r>
      <w:r w:rsidR="00E85E1B" w:rsidRPr="006056B1">
        <w:t>Et vous</w:t>
      </w:r>
      <w:r>
        <w:t xml:space="preserve">, </w:t>
      </w:r>
      <w:r w:rsidR="00E85E1B" w:rsidRPr="006056B1">
        <w:t>dit soudain la charbonnière</w:t>
      </w:r>
      <w:r>
        <w:t xml:space="preserve">, </w:t>
      </w:r>
      <w:r w:rsidR="00E85E1B" w:rsidRPr="006056B1">
        <w:t xml:space="preserve">vous le </w:t>
      </w:r>
      <w:proofErr w:type="spellStart"/>
      <w:r w:rsidR="00E85E1B" w:rsidRPr="006056B1">
        <w:t>ch</w:t>
      </w:r>
      <w:r>
        <w:t>’</w:t>
      </w:r>
      <w:r w:rsidR="00E85E1B" w:rsidRPr="006056B1">
        <w:t>tit</w:t>
      </w:r>
      <w:proofErr w:type="spellEnd"/>
      <w:r>
        <w:t xml:space="preserve">, </w:t>
      </w:r>
      <w:r w:rsidR="00E85E1B" w:rsidRPr="006056B1">
        <w:t>qu</w:t>
      </w:r>
      <w:r>
        <w:t>’</w:t>
      </w:r>
      <w:proofErr w:type="spellStart"/>
      <w:r w:rsidR="00E85E1B" w:rsidRPr="006056B1">
        <w:t>éche</w:t>
      </w:r>
      <w:proofErr w:type="spellEnd"/>
      <w:r w:rsidR="00E85E1B" w:rsidRPr="006056B1">
        <w:t xml:space="preserve"> qu</w:t>
      </w:r>
      <w:r>
        <w:t>’</w:t>
      </w:r>
      <w:r w:rsidR="00E85E1B" w:rsidRPr="006056B1">
        <w:t xml:space="preserve">y vous </w:t>
      </w:r>
      <w:proofErr w:type="spellStart"/>
      <w:r w:rsidR="00E85E1B" w:rsidRPr="006056B1">
        <w:t>ji</w:t>
      </w:r>
      <w:proofErr w:type="spellEnd"/>
      <w:r w:rsidR="00E85E1B" w:rsidRPr="006056B1">
        <w:t xml:space="preserve"> faut</w:t>
      </w:r>
      <w:r>
        <w:t> ?</w:t>
      </w:r>
    </w:p>
    <w:p w14:paraId="32CC1330" w14:textId="77777777" w:rsidR="006036B2" w:rsidRDefault="00E85E1B" w:rsidP="00E85E1B">
      <w:r w:rsidRPr="006056B1">
        <w:t xml:space="preserve">Le </w:t>
      </w:r>
      <w:proofErr w:type="spellStart"/>
      <w:r w:rsidRPr="006056B1">
        <w:t>ch</w:t>
      </w:r>
      <w:r w:rsidR="006036B2">
        <w:t>’</w:t>
      </w:r>
      <w:r w:rsidRPr="006056B1">
        <w:t>tit</w:t>
      </w:r>
      <w:proofErr w:type="spellEnd"/>
      <w:r w:rsidR="006036B2">
        <w:t xml:space="preserve"> ! </w:t>
      </w:r>
      <w:r w:rsidRPr="006056B1">
        <w:t>Elle l</w:t>
      </w:r>
      <w:r w:rsidR="006036B2">
        <w:t>’</w:t>
      </w:r>
      <w:r w:rsidRPr="006056B1">
        <w:t xml:space="preserve">avait appelé le </w:t>
      </w:r>
      <w:proofErr w:type="spellStart"/>
      <w:r w:rsidRPr="006056B1">
        <w:t>ch</w:t>
      </w:r>
      <w:r w:rsidR="006036B2">
        <w:t>’</w:t>
      </w:r>
      <w:r w:rsidRPr="006056B1">
        <w:t>tit</w:t>
      </w:r>
      <w:proofErr w:type="spellEnd"/>
      <w:r w:rsidR="006036B2">
        <w:t xml:space="preserve">, </w:t>
      </w:r>
      <w:r w:rsidRPr="006056B1">
        <w:t>lui</w:t>
      </w:r>
      <w:r w:rsidR="006036B2">
        <w:t xml:space="preserve">, </w:t>
      </w:r>
      <w:r w:rsidRPr="006056B1">
        <w:t>un gaillard d</w:t>
      </w:r>
      <w:r w:rsidR="006036B2">
        <w:t>’</w:t>
      </w:r>
      <w:r w:rsidRPr="006056B1">
        <w:t>un mètre quatre-vingt-onze</w:t>
      </w:r>
      <w:r w:rsidR="006036B2">
        <w:t xml:space="preserve"> ! </w:t>
      </w:r>
      <w:r w:rsidRPr="006056B1">
        <w:t>Il en demeura encore plus bouche bée</w:t>
      </w:r>
      <w:r w:rsidR="006036B2">
        <w:t xml:space="preserve">. </w:t>
      </w:r>
      <w:r w:rsidRPr="006056B1">
        <w:t>Il souriait vaguement</w:t>
      </w:r>
      <w:r w:rsidR="006036B2">
        <w:t xml:space="preserve">. </w:t>
      </w:r>
      <w:r w:rsidRPr="006056B1">
        <w:t>Il bavait</w:t>
      </w:r>
      <w:r w:rsidR="006036B2">
        <w:t xml:space="preserve">, </w:t>
      </w:r>
      <w:r w:rsidRPr="006056B1">
        <w:t>presque</w:t>
      </w:r>
      <w:r w:rsidR="006036B2">
        <w:t xml:space="preserve">. </w:t>
      </w:r>
      <w:r w:rsidRPr="006056B1">
        <w:t>Pourtant</w:t>
      </w:r>
      <w:r w:rsidR="006036B2">
        <w:t xml:space="preserve">, </w:t>
      </w:r>
      <w:r w:rsidRPr="006056B1">
        <w:t>il se re</w:t>
      </w:r>
      <w:r w:rsidRPr="006056B1">
        <w:t>s</w:t>
      </w:r>
      <w:r w:rsidRPr="006056B1">
        <w:t>saisit un peu</w:t>
      </w:r>
      <w:r w:rsidR="006036B2">
        <w:t xml:space="preserve">, </w:t>
      </w:r>
      <w:r w:rsidRPr="006056B1">
        <w:t>pour balbutier</w:t>
      </w:r>
      <w:r w:rsidR="006036B2">
        <w:t> :</w:t>
      </w:r>
    </w:p>
    <w:p w14:paraId="23ADE631" w14:textId="77777777" w:rsidR="006036B2" w:rsidRDefault="006036B2" w:rsidP="00E85E1B">
      <w:r>
        <w:t>— </w:t>
      </w:r>
      <w:r w:rsidR="00E85E1B" w:rsidRPr="006056B1">
        <w:t>Che qu</w:t>
      </w:r>
      <w:r>
        <w:t>’</w:t>
      </w:r>
      <w:r w:rsidR="00E85E1B" w:rsidRPr="006056B1">
        <w:t xml:space="preserve">y </w:t>
      </w:r>
      <w:proofErr w:type="spellStart"/>
      <w:r w:rsidR="00E85E1B" w:rsidRPr="006056B1">
        <w:t>ji</w:t>
      </w:r>
      <w:proofErr w:type="spellEnd"/>
      <w:r w:rsidR="00E85E1B" w:rsidRPr="006056B1">
        <w:t xml:space="preserve"> m</w:t>
      </w:r>
      <w:r>
        <w:t>’</w:t>
      </w:r>
      <w:r w:rsidR="00E85E1B" w:rsidRPr="006056B1">
        <w:t>y faut</w:t>
      </w:r>
      <w:r>
        <w:t xml:space="preserve"> ? </w:t>
      </w:r>
      <w:r w:rsidR="00E85E1B" w:rsidRPr="006056B1">
        <w:t xml:space="preserve">Je </w:t>
      </w:r>
      <w:proofErr w:type="spellStart"/>
      <w:r w:rsidR="00E85E1B" w:rsidRPr="006056B1">
        <w:t>chuis</w:t>
      </w:r>
      <w:proofErr w:type="spellEnd"/>
      <w:r w:rsidR="00E85E1B" w:rsidRPr="006056B1">
        <w:t xml:space="preserve"> j</w:t>
      </w:r>
      <w:r>
        <w:t>’</w:t>
      </w:r>
      <w:r w:rsidR="00E85E1B" w:rsidRPr="006056B1">
        <w:t>un pays</w:t>
      </w:r>
      <w:r>
        <w:t xml:space="preserve">. </w:t>
      </w:r>
      <w:r w:rsidR="00E85E1B" w:rsidRPr="006056B1">
        <w:t xml:space="preserve">Voilà </w:t>
      </w:r>
      <w:proofErr w:type="spellStart"/>
      <w:r w:rsidR="00E85E1B" w:rsidRPr="006056B1">
        <w:t>che</w:t>
      </w:r>
      <w:proofErr w:type="spellEnd"/>
      <w:r w:rsidR="00E85E1B" w:rsidRPr="006056B1">
        <w:t xml:space="preserve"> qu</w:t>
      </w:r>
      <w:r>
        <w:t>’</w:t>
      </w:r>
      <w:r w:rsidR="00E85E1B" w:rsidRPr="006056B1">
        <w:t xml:space="preserve">y </w:t>
      </w:r>
      <w:proofErr w:type="spellStart"/>
      <w:r w:rsidR="00E85E1B" w:rsidRPr="006056B1">
        <w:t>ji</w:t>
      </w:r>
      <w:proofErr w:type="spellEnd"/>
      <w:r w:rsidR="00E85E1B" w:rsidRPr="006056B1">
        <w:t xml:space="preserve"> m</w:t>
      </w:r>
      <w:r>
        <w:t>’</w:t>
      </w:r>
      <w:r w:rsidR="00E85E1B" w:rsidRPr="006056B1">
        <w:t>y faut</w:t>
      </w:r>
      <w:r>
        <w:t>.</w:t>
      </w:r>
    </w:p>
    <w:p w14:paraId="6EA62471" w14:textId="77777777" w:rsidR="006036B2" w:rsidRDefault="00E85E1B" w:rsidP="00E85E1B">
      <w:r w:rsidRPr="006056B1">
        <w:t>Puis</w:t>
      </w:r>
      <w:r w:rsidR="006036B2">
        <w:t xml:space="preserve">, </w:t>
      </w:r>
      <w:r w:rsidRPr="006056B1">
        <w:t>s</w:t>
      </w:r>
      <w:r w:rsidR="006036B2">
        <w:t>’</w:t>
      </w:r>
      <w:r w:rsidRPr="006056B1">
        <w:t>enhardissant</w:t>
      </w:r>
      <w:r w:rsidR="006036B2">
        <w:t xml:space="preserve">, </w:t>
      </w:r>
      <w:r w:rsidRPr="006056B1">
        <w:t>il ajouta</w:t>
      </w:r>
      <w:r w:rsidR="006036B2">
        <w:t xml:space="preserve">, </w:t>
      </w:r>
      <w:r w:rsidRPr="006056B1">
        <w:t>avec un sourire de plus en plus bête</w:t>
      </w:r>
      <w:r w:rsidR="006036B2">
        <w:t> :</w:t>
      </w:r>
    </w:p>
    <w:p w14:paraId="480CCDAD" w14:textId="77777777" w:rsidR="006036B2" w:rsidRDefault="006036B2" w:rsidP="00E85E1B">
      <w:r>
        <w:t>— </w:t>
      </w:r>
      <w:r w:rsidR="00E85E1B" w:rsidRPr="006056B1">
        <w:t>Vous le chavez pas</w:t>
      </w:r>
      <w:r>
        <w:t xml:space="preserve">, </w:t>
      </w:r>
      <w:proofErr w:type="spellStart"/>
      <w:r w:rsidR="00E85E1B" w:rsidRPr="006056B1">
        <w:t>che</w:t>
      </w:r>
      <w:proofErr w:type="spellEnd"/>
      <w:r w:rsidR="00E85E1B" w:rsidRPr="006056B1">
        <w:t xml:space="preserve"> qu</w:t>
      </w:r>
      <w:r>
        <w:t>’</w:t>
      </w:r>
      <w:r w:rsidR="00E85E1B" w:rsidRPr="006056B1">
        <w:t xml:space="preserve">y </w:t>
      </w:r>
      <w:proofErr w:type="spellStart"/>
      <w:r w:rsidR="00E85E1B" w:rsidRPr="006056B1">
        <w:t>ji</w:t>
      </w:r>
      <w:proofErr w:type="spellEnd"/>
      <w:r w:rsidR="00E85E1B" w:rsidRPr="006056B1">
        <w:t xml:space="preserve"> m</w:t>
      </w:r>
      <w:r>
        <w:t>’</w:t>
      </w:r>
      <w:r w:rsidR="00E85E1B" w:rsidRPr="006056B1">
        <w:t>y faut</w:t>
      </w:r>
      <w:r>
        <w:t> ?</w:t>
      </w:r>
    </w:p>
    <w:p w14:paraId="310A1FFE" w14:textId="77777777" w:rsidR="006036B2" w:rsidRDefault="006036B2" w:rsidP="00E85E1B">
      <w:r>
        <w:lastRenderedPageBreak/>
        <w:t>— </w:t>
      </w:r>
      <w:r w:rsidR="00E85E1B" w:rsidRPr="006056B1">
        <w:t>Il est soûl</w:t>
      </w:r>
      <w:r>
        <w:t xml:space="preserve">, </w:t>
      </w:r>
      <w:r w:rsidR="00E85E1B" w:rsidRPr="006056B1">
        <w:t>dit une des commères</w:t>
      </w:r>
      <w:r>
        <w:t>.</w:t>
      </w:r>
    </w:p>
    <w:p w14:paraId="22EB6832" w14:textId="77777777" w:rsidR="006036B2" w:rsidRDefault="006036B2" w:rsidP="00E85E1B">
      <w:r>
        <w:t>— </w:t>
      </w:r>
      <w:r w:rsidR="00E85E1B" w:rsidRPr="006056B1">
        <w:t>Pour sûr</w:t>
      </w:r>
      <w:r>
        <w:t xml:space="preserve">, </w:t>
      </w:r>
      <w:r w:rsidR="00E85E1B" w:rsidRPr="006056B1">
        <w:t>dit l</w:t>
      </w:r>
      <w:r>
        <w:t>’</w:t>
      </w:r>
      <w:r w:rsidR="00E85E1B" w:rsidRPr="006056B1">
        <w:t>autre en se reculant</w:t>
      </w:r>
      <w:r>
        <w:t>.</w:t>
      </w:r>
    </w:p>
    <w:p w14:paraId="43742B2D" w14:textId="77777777" w:rsidR="006036B2" w:rsidRDefault="006036B2" w:rsidP="00E85E1B">
      <w:r>
        <w:t>— </w:t>
      </w:r>
      <w:r w:rsidR="00E85E1B" w:rsidRPr="006056B1">
        <w:t>Non</w:t>
      </w:r>
      <w:r>
        <w:t xml:space="preserve">, </w:t>
      </w:r>
      <w:r w:rsidR="00E85E1B" w:rsidRPr="006056B1">
        <w:t>déclara la charbonnière d</w:t>
      </w:r>
      <w:r>
        <w:t>’</w:t>
      </w:r>
      <w:r w:rsidR="00E85E1B" w:rsidRPr="006056B1">
        <w:t>une voix indulgente</w:t>
      </w:r>
      <w:r>
        <w:t xml:space="preserve">, </w:t>
      </w:r>
      <w:proofErr w:type="spellStart"/>
      <w:r w:rsidR="00E85E1B" w:rsidRPr="006056B1">
        <w:t>ch</w:t>
      </w:r>
      <w:r>
        <w:t>’</w:t>
      </w:r>
      <w:r w:rsidR="00E85E1B" w:rsidRPr="006056B1">
        <w:t>est</w:t>
      </w:r>
      <w:proofErr w:type="spellEnd"/>
      <w:r w:rsidR="00E85E1B" w:rsidRPr="006056B1">
        <w:t xml:space="preserve"> j</w:t>
      </w:r>
      <w:r>
        <w:t>’</w:t>
      </w:r>
      <w:r w:rsidR="00E85E1B" w:rsidRPr="006056B1">
        <w:t>un pays</w:t>
      </w:r>
      <w:r>
        <w:t xml:space="preserve">, </w:t>
      </w:r>
      <w:r w:rsidR="00E85E1B" w:rsidRPr="006056B1">
        <w:t>voilà tout</w:t>
      </w:r>
      <w:r>
        <w:t xml:space="preserve">. </w:t>
      </w:r>
      <w:proofErr w:type="spellStart"/>
      <w:r w:rsidR="00E85E1B" w:rsidRPr="006056B1">
        <w:t>Cha</w:t>
      </w:r>
      <w:proofErr w:type="spellEnd"/>
      <w:r w:rsidR="00E85E1B" w:rsidRPr="006056B1">
        <w:t xml:space="preserve"> vient de là-bas et </w:t>
      </w:r>
      <w:proofErr w:type="spellStart"/>
      <w:r w:rsidR="00E85E1B" w:rsidRPr="006056B1">
        <w:t>ch</w:t>
      </w:r>
      <w:r>
        <w:t>’</w:t>
      </w:r>
      <w:r w:rsidR="00E85E1B" w:rsidRPr="006056B1">
        <w:t>est</w:t>
      </w:r>
      <w:proofErr w:type="spellEnd"/>
      <w:r w:rsidR="00E85E1B" w:rsidRPr="006056B1">
        <w:t xml:space="preserve"> encore un peu </w:t>
      </w:r>
      <w:proofErr w:type="spellStart"/>
      <w:r w:rsidR="00E85E1B" w:rsidRPr="006056B1">
        <w:t>chimple</w:t>
      </w:r>
      <w:proofErr w:type="spellEnd"/>
      <w:r>
        <w:t>.</w:t>
      </w:r>
    </w:p>
    <w:p w14:paraId="2810459D" w14:textId="77777777" w:rsidR="006036B2" w:rsidRDefault="00E85E1B" w:rsidP="00E85E1B">
      <w:r w:rsidRPr="006056B1">
        <w:t>Le vicomte accentua</w:t>
      </w:r>
      <w:r w:rsidR="006036B2">
        <w:t xml:space="preserve">, </w:t>
      </w:r>
      <w:r w:rsidRPr="006056B1">
        <w:t>dans un gros rire</w:t>
      </w:r>
      <w:r w:rsidR="006036B2">
        <w:t> :</w:t>
      </w:r>
    </w:p>
    <w:p w14:paraId="4BDEA3C7" w14:textId="77777777" w:rsidR="006036B2" w:rsidRDefault="006036B2" w:rsidP="00E85E1B">
      <w:r>
        <w:t>— </w:t>
      </w:r>
      <w:proofErr w:type="spellStart"/>
      <w:r w:rsidR="00E85E1B" w:rsidRPr="006056B1">
        <w:t>Voui</w:t>
      </w:r>
      <w:proofErr w:type="spellEnd"/>
      <w:r>
        <w:t xml:space="preserve">, </w:t>
      </w:r>
      <w:proofErr w:type="spellStart"/>
      <w:r w:rsidR="00E85E1B" w:rsidRPr="006056B1">
        <w:t>voui</w:t>
      </w:r>
      <w:proofErr w:type="spellEnd"/>
      <w:r>
        <w:t xml:space="preserve">, </w:t>
      </w:r>
      <w:proofErr w:type="spellStart"/>
      <w:r w:rsidR="00E85E1B" w:rsidRPr="006056B1">
        <w:t>vougri</w:t>
      </w:r>
      <w:proofErr w:type="spellEnd"/>
      <w:r>
        <w:t xml:space="preserve">, </w:t>
      </w:r>
      <w:r w:rsidR="00E85E1B" w:rsidRPr="006056B1">
        <w:t>fouchtra</w:t>
      </w:r>
      <w:r>
        <w:t> !</w:t>
      </w:r>
    </w:p>
    <w:p w14:paraId="5C0023DE" w14:textId="77777777" w:rsidR="006036B2" w:rsidRDefault="00E85E1B" w:rsidP="00E85E1B">
      <w:r w:rsidRPr="006056B1">
        <w:t>Et soudain</w:t>
      </w:r>
      <w:r w:rsidR="006036B2">
        <w:t xml:space="preserve">, </w:t>
      </w:r>
      <w:r w:rsidRPr="006056B1">
        <w:t>sans crier gare</w:t>
      </w:r>
      <w:r w:rsidR="006036B2">
        <w:t xml:space="preserve">, </w:t>
      </w:r>
      <w:r w:rsidRPr="006056B1">
        <w:t>il se rua vers la charbonnière et l</w:t>
      </w:r>
      <w:r w:rsidR="006036B2">
        <w:t>’</w:t>
      </w:r>
      <w:r w:rsidRPr="006056B1">
        <w:t>empoigna fortement</w:t>
      </w:r>
      <w:r w:rsidR="006036B2">
        <w:t xml:space="preserve">, </w:t>
      </w:r>
      <w:r w:rsidRPr="006056B1">
        <w:t>d</w:t>
      </w:r>
      <w:r w:rsidR="006036B2">
        <w:t>’</w:t>
      </w:r>
      <w:r w:rsidRPr="006056B1">
        <w:t>une main par le bras</w:t>
      </w:r>
      <w:r w:rsidR="006036B2">
        <w:t xml:space="preserve">, </w:t>
      </w:r>
      <w:r w:rsidRPr="006056B1">
        <w:t>et de l</w:t>
      </w:r>
      <w:r w:rsidR="006036B2">
        <w:t>’</w:t>
      </w:r>
      <w:r w:rsidRPr="006056B1">
        <w:t>autre par une grande claque sur la nuque</w:t>
      </w:r>
      <w:r w:rsidR="006036B2">
        <w:t xml:space="preserve">, </w:t>
      </w:r>
      <w:r w:rsidRPr="006056B1">
        <w:t>comme il est d</w:t>
      </w:r>
      <w:r w:rsidR="006036B2">
        <w:t>’</w:t>
      </w:r>
      <w:r w:rsidRPr="006056B1">
        <w:t>usage entre lu</w:t>
      </w:r>
      <w:r w:rsidRPr="006056B1">
        <w:t>t</w:t>
      </w:r>
      <w:r w:rsidRPr="006056B1">
        <w:t>teurs pour se tâter avant l</w:t>
      </w:r>
      <w:r w:rsidR="006036B2">
        <w:t>’</w:t>
      </w:r>
      <w:r w:rsidRPr="006056B1">
        <w:t>attaque</w:t>
      </w:r>
      <w:r w:rsidR="006036B2">
        <w:t>.</w:t>
      </w:r>
    </w:p>
    <w:p w14:paraId="484C56CE" w14:textId="77777777" w:rsidR="006036B2" w:rsidRDefault="006036B2" w:rsidP="00E85E1B">
      <w:r>
        <w:t>— </w:t>
      </w:r>
      <w:r w:rsidR="00E85E1B" w:rsidRPr="006056B1">
        <w:t>Eh ben</w:t>
      </w:r>
      <w:r>
        <w:t xml:space="preserve"> ! </w:t>
      </w:r>
      <w:r w:rsidR="00E85E1B" w:rsidRPr="006056B1">
        <w:t>fit la charbonnière en se dégageant</w:t>
      </w:r>
      <w:r>
        <w:t xml:space="preserve">, </w:t>
      </w:r>
      <w:r w:rsidR="00E85E1B" w:rsidRPr="006056B1">
        <w:t>qu</w:t>
      </w:r>
      <w:r>
        <w:t>’</w:t>
      </w:r>
      <w:proofErr w:type="spellStart"/>
      <w:r w:rsidR="00E85E1B" w:rsidRPr="006056B1">
        <w:t>éche</w:t>
      </w:r>
      <w:proofErr w:type="spellEnd"/>
      <w:r w:rsidR="00E85E1B" w:rsidRPr="006056B1">
        <w:t xml:space="preserve"> diable qu</w:t>
      </w:r>
      <w:r>
        <w:t>’</w:t>
      </w:r>
      <w:r w:rsidR="00E85E1B" w:rsidRPr="006056B1">
        <w:t>il a</w:t>
      </w:r>
      <w:r>
        <w:t> ?</w:t>
      </w:r>
    </w:p>
    <w:p w14:paraId="3EC6738A" w14:textId="77777777" w:rsidR="006036B2" w:rsidRDefault="006036B2" w:rsidP="00E85E1B">
      <w:r>
        <w:t>— </w:t>
      </w:r>
      <w:r w:rsidR="00E85E1B" w:rsidRPr="006056B1">
        <w:t>Il veut probablement vous embrasser</w:t>
      </w:r>
      <w:r>
        <w:t xml:space="preserve">, </w:t>
      </w:r>
      <w:r w:rsidR="00E85E1B" w:rsidRPr="006056B1">
        <w:t>dit une des co</w:t>
      </w:r>
      <w:r w:rsidR="00E85E1B" w:rsidRPr="006056B1">
        <w:t>m</w:t>
      </w:r>
      <w:r w:rsidR="00E85E1B" w:rsidRPr="006056B1">
        <w:t>mères</w:t>
      </w:r>
      <w:r>
        <w:t>.</w:t>
      </w:r>
    </w:p>
    <w:p w14:paraId="0AC270E4" w14:textId="77777777" w:rsidR="006036B2" w:rsidRDefault="006036B2" w:rsidP="00E85E1B">
      <w:r>
        <w:t>— </w:t>
      </w:r>
      <w:r w:rsidR="00E85E1B" w:rsidRPr="006056B1">
        <w:t>M</w:t>
      </w:r>
      <w:r>
        <w:t>’</w:t>
      </w:r>
      <w:proofErr w:type="spellStart"/>
      <w:r w:rsidR="00E85E1B" w:rsidRPr="006056B1">
        <w:t>embracher</w:t>
      </w:r>
      <w:proofErr w:type="spellEnd"/>
      <w:r>
        <w:t xml:space="preserve"> ? </w:t>
      </w:r>
      <w:r w:rsidR="00E85E1B" w:rsidRPr="006056B1">
        <w:t>s</w:t>
      </w:r>
      <w:r>
        <w:t>’</w:t>
      </w:r>
      <w:r w:rsidR="00E85E1B" w:rsidRPr="006056B1">
        <w:t>écria la charbonnière</w:t>
      </w:r>
      <w:r>
        <w:t xml:space="preserve">. </w:t>
      </w:r>
      <w:r w:rsidR="00E85E1B" w:rsidRPr="006056B1">
        <w:t>Eh</w:t>
      </w:r>
      <w:r>
        <w:t xml:space="preserve"> ! </w:t>
      </w:r>
      <w:proofErr w:type="spellStart"/>
      <w:r w:rsidR="00E85E1B" w:rsidRPr="006056B1">
        <w:t>vougri</w:t>
      </w:r>
      <w:proofErr w:type="spellEnd"/>
      <w:r>
        <w:t xml:space="preserve"> ! </w:t>
      </w:r>
      <w:proofErr w:type="spellStart"/>
      <w:r w:rsidR="00E85E1B" w:rsidRPr="006056B1">
        <w:t>ch</w:t>
      </w:r>
      <w:r>
        <w:t>’</w:t>
      </w:r>
      <w:r w:rsidR="00E85E1B" w:rsidRPr="006056B1">
        <w:t>est</w:t>
      </w:r>
      <w:proofErr w:type="spellEnd"/>
      <w:r w:rsidR="00E85E1B" w:rsidRPr="006056B1">
        <w:t xml:space="preserve"> pas mon </w:t>
      </w:r>
      <w:proofErr w:type="spellStart"/>
      <w:r w:rsidR="00E85E1B" w:rsidRPr="006056B1">
        <w:t>coujin</w:t>
      </w:r>
      <w:proofErr w:type="spellEnd"/>
      <w:r>
        <w:t xml:space="preserve">. </w:t>
      </w:r>
      <w:r w:rsidR="00E85E1B" w:rsidRPr="006056B1">
        <w:t>Voyons</w:t>
      </w:r>
      <w:r>
        <w:t xml:space="preserve">, </w:t>
      </w:r>
      <w:r w:rsidR="00E85E1B" w:rsidRPr="006056B1">
        <w:t>l</w:t>
      </w:r>
      <w:r>
        <w:t>’</w:t>
      </w:r>
      <w:r w:rsidR="00E85E1B" w:rsidRPr="006056B1">
        <w:t>homme</w:t>
      </w:r>
      <w:r>
        <w:t xml:space="preserve">, </w:t>
      </w:r>
      <w:r w:rsidR="00E85E1B" w:rsidRPr="006056B1">
        <w:t>qu</w:t>
      </w:r>
      <w:r>
        <w:t>’</w:t>
      </w:r>
      <w:proofErr w:type="spellStart"/>
      <w:r w:rsidR="00E85E1B" w:rsidRPr="006056B1">
        <w:t>éche</w:t>
      </w:r>
      <w:proofErr w:type="spellEnd"/>
      <w:r w:rsidR="00E85E1B" w:rsidRPr="006056B1">
        <w:t xml:space="preserve"> que vous </w:t>
      </w:r>
      <w:proofErr w:type="spellStart"/>
      <w:r w:rsidR="00E85E1B" w:rsidRPr="006056B1">
        <w:t>ji</w:t>
      </w:r>
      <w:proofErr w:type="spellEnd"/>
      <w:r w:rsidR="00E85E1B" w:rsidRPr="006056B1">
        <w:t xml:space="preserve"> voulez</w:t>
      </w:r>
      <w:r>
        <w:t> ?</w:t>
      </w:r>
    </w:p>
    <w:p w14:paraId="7F44D9D1" w14:textId="77777777" w:rsidR="006036B2" w:rsidRDefault="00E85E1B" w:rsidP="00E85E1B">
      <w:r w:rsidRPr="006056B1">
        <w:t>Sans rien répondre</w:t>
      </w:r>
      <w:r w:rsidR="006036B2">
        <w:t xml:space="preserve">, </w:t>
      </w:r>
      <w:r w:rsidRPr="006056B1">
        <w:t>mais en clignant de l</w:t>
      </w:r>
      <w:r w:rsidR="006036B2">
        <w:t>’</w:t>
      </w:r>
      <w:r w:rsidRPr="006056B1">
        <w:t>œil</w:t>
      </w:r>
      <w:r w:rsidR="006036B2">
        <w:t xml:space="preserve">, </w:t>
      </w:r>
      <w:r w:rsidRPr="006056B1">
        <w:t>le vicomte</w:t>
      </w:r>
      <w:r w:rsidR="006036B2">
        <w:t xml:space="preserve">, </w:t>
      </w:r>
      <w:r w:rsidRPr="006056B1">
        <w:t>à présent</w:t>
      </w:r>
      <w:r w:rsidR="006036B2">
        <w:t xml:space="preserve">, </w:t>
      </w:r>
      <w:r w:rsidRPr="006056B1">
        <w:t>ôtait sa veste</w:t>
      </w:r>
      <w:r w:rsidR="006036B2">
        <w:t xml:space="preserve">, </w:t>
      </w:r>
      <w:r w:rsidRPr="006056B1">
        <w:t>puis sa chemise</w:t>
      </w:r>
      <w:r w:rsidR="006036B2">
        <w:t xml:space="preserve">, </w:t>
      </w:r>
      <w:r w:rsidRPr="006056B1">
        <w:t>et se présentait nu jusqu</w:t>
      </w:r>
      <w:r w:rsidR="006036B2">
        <w:t>’</w:t>
      </w:r>
      <w:r w:rsidRPr="006056B1">
        <w:t>à la ceinture</w:t>
      </w:r>
      <w:r w:rsidR="006036B2">
        <w:t xml:space="preserve">, </w:t>
      </w:r>
      <w:r w:rsidRPr="006056B1">
        <w:t>et gonflait ses pectoraux et faisait rouler ses b</w:t>
      </w:r>
      <w:r w:rsidRPr="006056B1">
        <w:t>i</w:t>
      </w:r>
      <w:r w:rsidRPr="006056B1">
        <w:t>ceps</w:t>
      </w:r>
      <w:r w:rsidR="006036B2">
        <w:t xml:space="preserve">. </w:t>
      </w:r>
      <w:r w:rsidRPr="006056B1">
        <w:t>Après quoi</w:t>
      </w:r>
      <w:r w:rsidR="006036B2">
        <w:t xml:space="preserve">, </w:t>
      </w:r>
      <w:r w:rsidRPr="006056B1">
        <w:t>solidement établi sur ses reins</w:t>
      </w:r>
      <w:r w:rsidR="006036B2">
        <w:t xml:space="preserve">, </w:t>
      </w:r>
      <w:r w:rsidRPr="006056B1">
        <w:t>il dit</w:t>
      </w:r>
      <w:r w:rsidR="006036B2">
        <w:t> :</w:t>
      </w:r>
    </w:p>
    <w:p w14:paraId="33AF905C" w14:textId="77777777" w:rsidR="006036B2" w:rsidRDefault="006036B2" w:rsidP="00E85E1B">
      <w:r>
        <w:t>— </w:t>
      </w:r>
      <w:proofErr w:type="spellStart"/>
      <w:r w:rsidR="00E85E1B" w:rsidRPr="006056B1">
        <w:t>À vous</w:t>
      </w:r>
      <w:proofErr w:type="spellEnd"/>
      <w:r w:rsidR="00E85E1B" w:rsidRPr="006056B1">
        <w:t xml:space="preserve"> la </w:t>
      </w:r>
      <w:proofErr w:type="spellStart"/>
      <w:r w:rsidR="00E85E1B" w:rsidRPr="006056B1">
        <w:t>prije</w:t>
      </w:r>
      <w:proofErr w:type="spellEnd"/>
      <w:r>
        <w:t> !</w:t>
      </w:r>
    </w:p>
    <w:p w14:paraId="0AB0BC6B" w14:textId="77777777" w:rsidR="006036B2" w:rsidRDefault="00E85E1B" w:rsidP="00E85E1B">
      <w:r w:rsidRPr="006056B1">
        <w:t>Et il étendit les bras</w:t>
      </w:r>
      <w:r w:rsidR="006036B2">
        <w:t xml:space="preserve">, </w:t>
      </w:r>
      <w:r w:rsidRPr="006056B1">
        <w:t>offrant ses flancs à la lutte</w:t>
      </w:r>
      <w:r w:rsidR="006036B2">
        <w:t>.</w:t>
      </w:r>
    </w:p>
    <w:p w14:paraId="5EF32E1E" w14:textId="77777777" w:rsidR="006036B2" w:rsidRDefault="00E85E1B" w:rsidP="00E85E1B">
      <w:r w:rsidRPr="006056B1">
        <w:t>Les trois femmes éclatèrent de rire</w:t>
      </w:r>
      <w:r w:rsidR="006036B2">
        <w:t>.</w:t>
      </w:r>
    </w:p>
    <w:p w14:paraId="70450276" w14:textId="77777777" w:rsidR="006036B2" w:rsidRDefault="00E85E1B" w:rsidP="00E85E1B">
      <w:r w:rsidRPr="006056B1">
        <w:lastRenderedPageBreak/>
        <w:t>Ah</w:t>
      </w:r>
      <w:r w:rsidR="006036B2">
        <w:t xml:space="preserve"> ! </w:t>
      </w:r>
      <w:r w:rsidRPr="006056B1">
        <w:t>non</w:t>
      </w:r>
      <w:r w:rsidR="006036B2">
        <w:t xml:space="preserve">, </w:t>
      </w:r>
      <w:r w:rsidRPr="006056B1">
        <w:t>c</w:t>
      </w:r>
      <w:r w:rsidR="006036B2">
        <w:t>’</w:t>
      </w:r>
      <w:r w:rsidRPr="006056B1">
        <w:t>en était trop</w:t>
      </w:r>
      <w:r w:rsidR="006036B2">
        <w:t xml:space="preserve">, </w:t>
      </w:r>
      <w:r w:rsidRPr="006056B1">
        <w:t>à la fin</w:t>
      </w:r>
      <w:r w:rsidR="006036B2">
        <w:t xml:space="preserve"> ! </w:t>
      </w:r>
      <w:r w:rsidRPr="006056B1">
        <w:t>Qu</w:t>
      </w:r>
      <w:r w:rsidR="006036B2">
        <w:t>’</w:t>
      </w:r>
      <w:r w:rsidRPr="006056B1">
        <w:t xml:space="preserve">elle le traitât de </w:t>
      </w:r>
      <w:proofErr w:type="spellStart"/>
      <w:r w:rsidRPr="006056B1">
        <w:t>ch</w:t>
      </w:r>
      <w:r w:rsidR="006036B2">
        <w:t>’</w:t>
      </w:r>
      <w:r w:rsidRPr="006056B1">
        <w:t>tit</w:t>
      </w:r>
      <w:proofErr w:type="spellEnd"/>
      <w:r w:rsidR="006036B2">
        <w:t xml:space="preserve">, </w:t>
      </w:r>
      <w:r w:rsidRPr="006056B1">
        <w:t>qu</w:t>
      </w:r>
      <w:r w:rsidR="006036B2">
        <w:t>’</w:t>
      </w:r>
      <w:r w:rsidRPr="006056B1">
        <w:t>elle eût l</w:t>
      </w:r>
      <w:r w:rsidR="006036B2">
        <w:t>’</w:t>
      </w:r>
      <w:r w:rsidRPr="006056B1">
        <w:t>air de ne pas comprendre ce qu</w:t>
      </w:r>
      <w:r w:rsidR="006036B2">
        <w:t>’</w:t>
      </w:r>
      <w:r w:rsidRPr="006056B1">
        <w:t>il voulait</w:t>
      </w:r>
      <w:r w:rsidR="006036B2">
        <w:t xml:space="preserve">, </w:t>
      </w:r>
      <w:r w:rsidRPr="006056B1">
        <w:t>qu</w:t>
      </w:r>
      <w:r w:rsidR="006036B2">
        <w:t>’</w:t>
      </w:r>
      <w:r w:rsidRPr="006056B1">
        <w:t>elle fît ainsi la bête</w:t>
      </w:r>
      <w:r w:rsidR="006036B2">
        <w:t xml:space="preserve">, </w:t>
      </w:r>
      <w:r w:rsidRPr="006056B1">
        <w:t>bien</w:t>
      </w:r>
      <w:r w:rsidR="006036B2">
        <w:t xml:space="preserve"> ! </w:t>
      </w:r>
      <w:r w:rsidRPr="006056B1">
        <w:t>Il savait que c</w:t>
      </w:r>
      <w:r w:rsidR="006036B2">
        <w:t>’</w:t>
      </w:r>
      <w:r w:rsidRPr="006056B1">
        <w:t>était une habitude chez elle</w:t>
      </w:r>
      <w:r w:rsidR="006036B2">
        <w:t xml:space="preserve">. </w:t>
      </w:r>
      <w:r w:rsidRPr="006056B1">
        <w:t>Polyte l</w:t>
      </w:r>
      <w:r w:rsidR="006036B2">
        <w:t>’</w:t>
      </w:r>
      <w:r w:rsidRPr="006056B1">
        <w:t>en avait prévenu</w:t>
      </w:r>
      <w:r w:rsidR="006036B2">
        <w:t xml:space="preserve">. </w:t>
      </w:r>
      <w:r w:rsidRPr="006056B1">
        <w:t>Mais qu</w:t>
      </w:r>
      <w:r w:rsidR="006036B2">
        <w:t>’</w:t>
      </w:r>
      <w:r w:rsidRPr="006056B1">
        <w:t>elle se moquât de lui</w:t>
      </w:r>
      <w:r w:rsidR="006036B2">
        <w:t xml:space="preserve">, </w:t>
      </w:r>
      <w:r w:rsidRPr="006056B1">
        <w:t>d</w:t>
      </w:r>
      <w:r w:rsidR="006036B2">
        <w:t>’</w:t>
      </w:r>
      <w:r w:rsidRPr="006056B1">
        <w:t>un loyal adversaire</w:t>
      </w:r>
      <w:r w:rsidR="006036B2">
        <w:t xml:space="preserve">, </w:t>
      </w:r>
      <w:r w:rsidRPr="006056B1">
        <w:t>et qu</w:t>
      </w:r>
      <w:r w:rsidR="006036B2">
        <w:t>’</w:t>
      </w:r>
      <w:r w:rsidRPr="006056B1">
        <w:t>elle le tournât en ridicule devant ces commères</w:t>
      </w:r>
      <w:r w:rsidR="006036B2">
        <w:t xml:space="preserve">, </w:t>
      </w:r>
      <w:r w:rsidRPr="006056B1">
        <w:t>non</w:t>
      </w:r>
      <w:r w:rsidR="006036B2">
        <w:t xml:space="preserve">, </w:t>
      </w:r>
      <w:r w:rsidRPr="006056B1">
        <w:t>non</w:t>
      </w:r>
      <w:r w:rsidR="006036B2">
        <w:t xml:space="preserve">, </w:t>
      </w:r>
      <w:r w:rsidRPr="006056B1">
        <w:t>il ne le supporterait certes pas</w:t>
      </w:r>
      <w:r w:rsidR="006036B2">
        <w:t> !</w:t>
      </w:r>
    </w:p>
    <w:p w14:paraId="177084F7" w14:textId="77777777" w:rsidR="006036B2" w:rsidRDefault="00E85E1B" w:rsidP="00E85E1B">
      <w:r w:rsidRPr="006056B1">
        <w:t>Et</w:t>
      </w:r>
      <w:r w:rsidR="006036B2">
        <w:t xml:space="preserve">, </w:t>
      </w:r>
      <w:r w:rsidRPr="006056B1">
        <w:t>toute feinte supprimée cette fois</w:t>
      </w:r>
      <w:r w:rsidR="006036B2">
        <w:t xml:space="preserve">, </w:t>
      </w:r>
      <w:r w:rsidRPr="006056B1">
        <w:t>toute politesse de prise-offerte</w:t>
      </w:r>
      <w:r w:rsidR="006036B2">
        <w:t xml:space="preserve">, </w:t>
      </w:r>
      <w:r w:rsidRPr="006056B1">
        <w:t xml:space="preserve">de </w:t>
      </w:r>
      <w:proofErr w:type="spellStart"/>
      <w:r w:rsidRPr="006056B1">
        <w:t>tâtage</w:t>
      </w:r>
      <w:proofErr w:type="spellEnd"/>
      <w:r w:rsidRPr="006056B1">
        <w:t xml:space="preserve"> préalable</w:t>
      </w:r>
      <w:r w:rsidR="006036B2">
        <w:t xml:space="preserve">, </w:t>
      </w:r>
      <w:r w:rsidRPr="006056B1">
        <w:t>toute galanterie mise au ra</w:t>
      </w:r>
      <w:r w:rsidRPr="006056B1">
        <w:t>n</w:t>
      </w:r>
      <w:r w:rsidRPr="006056B1">
        <w:t>cart</w:t>
      </w:r>
      <w:r w:rsidR="006036B2">
        <w:t xml:space="preserve">, </w:t>
      </w:r>
      <w:r w:rsidRPr="006056B1">
        <w:t>brusquement il sauta sur la charbonnière et l</w:t>
      </w:r>
      <w:r w:rsidR="006036B2">
        <w:t>’</w:t>
      </w:r>
      <w:r w:rsidRPr="006056B1">
        <w:t>enlaça</w:t>
      </w:r>
      <w:r w:rsidR="006036B2">
        <w:t xml:space="preserve">, </w:t>
      </w:r>
      <w:r w:rsidRPr="006056B1">
        <w:t>la ceint</w:t>
      </w:r>
      <w:r w:rsidRPr="006056B1">
        <w:t>u</w:t>
      </w:r>
      <w:r w:rsidRPr="006056B1">
        <w:t>rant à bras-le-corps</w:t>
      </w:r>
      <w:r w:rsidR="006036B2">
        <w:t>.</w:t>
      </w:r>
    </w:p>
    <w:p w14:paraId="5302B773" w14:textId="77777777" w:rsidR="006036B2" w:rsidRDefault="00E85E1B" w:rsidP="00E85E1B">
      <w:r w:rsidRPr="006056B1">
        <w:t>Han</w:t>
      </w:r>
      <w:r w:rsidR="006036B2">
        <w:t xml:space="preserve"> ! </w:t>
      </w:r>
      <w:r w:rsidRPr="006056B1">
        <w:t>Aïe donc</w:t>
      </w:r>
      <w:r w:rsidR="006036B2">
        <w:t xml:space="preserve"> ! </w:t>
      </w:r>
      <w:r w:rsidRPr="006056B1">
        <w:t>Quelle masse à arracher du sol</w:t>
      </w:r>
      <w:r w:rsidR="006036B2">
        <w:t xml:space="preserve"> ! </w:t>
      </w:r>
      <w:r w:rsidRPr="006056B1">
        <w:t>Du cœur</w:t>
      </w:r>
      <w:r w:rsidR="006036B2">
        <w:t xml:space="preserve"> ! </w:t>
      </w:r>
      <w:r w:rsidRPr="006056B1">
        <w:t>Ça grouille</w:t>
      </w:r>
      <w:r w:rsidR="006036B2">
        <w:t xml:space="preserve">. </w:t>
      </w:r>
      <w:r w:rsidRPr="006056B1">
        <w:t>Ça s</w:t>
      </w:r>
      <w:r w:rsidR="006036B2">
        <w:t>’</w:t>
      </w:r>
      <w:r w:rsidRPr="006056B1">
        <w:t>ébranle</w:t>
      </w:r>
      <w:r w:rsidR="006036B2">
        <w:t xml:space="preserve">. </w:t>
      </w:r>
      <w:r w:rsidRPr="006056B1">
        <w:t>Ça roule</w:t>
      </w:r>
      <w:r w:rsidR="006036B2">
        <w:t xml:space="preserve">. </w:t>
      </w:r>
      <w:r w:rsidRPr="006056B1">
        <w:t>Elle jure</w:t>
      </w:r>
      <w:r w:rsidR="006036B2">
        <w:t xml:space="preserve">. </w:t>
      </w:r>
      <w:r w:rsidRPr="006056B1">
        <w:t>Il halète</w:t>
      </w:r>
      <w:r w:rsidR="006036B2">
        <w:t xml:space="preserve">. </w:t>
      </w:r>
      <w:r w:rsidRPr="006056B1">
        <w:t>Les co</w:t>
      </w:r>
      <w:r w:rsidRPr="006056B1">
        <w:t>m</w:t>
      </w:r>
      <w:r w:rsidRPr="006056B1">
        <w:t>mères piaillent</w:t>
      </w:r>
      <w:r w:rsidR="006036B2">
        <w:t xml:space="preserve">. </w:t>
      </w:r>
      <w:r w:rsidRPr="006056B1">
        <w:t>Le couple bousculant et bousculé les heurte</w:t>
      </w:r>
      <w:r w:rsidR="006036B2">
        <w:t xml:space="preserve">. </w:t>
      </w:r>
      <w:r w:rsidRPr="006056B1">
        <w:t>On s</w:t>
      </w:r>
      <w:r w:rsidR="006036B2">
        <w:t>’</w:t>
      </w:r>
      <w:r w:rsidRPr="006056B1">
        <w:t>empêtre les pieds dans des fagots</w:t>
      </w:r>
      <w:r w:rsidR="006036B2">
        <w:t xml:space="preserve">, </w:t>
      </w:r>
      <w:r w:rsidRPr="006056B1">
        <w:t>des sacs</w:t>
      </w:r>
      <w:r w:rsidR="006036B2">
        <w:t xml:space="preserve">. </w:t>
      </w:r>
      <w:r w:rsidRPr="006056B1">
        <w:t>On tombe sur du charbon qui s</w:t>
      </w:r>
      <w:r w:rsidR="006036B2">
        <w:t>’</w:t>
      </w:r>
      <w:r w:rsidRPr="006056B1">
        <w:t>effondre et s</w:t>
      </w:r>
      <w:r w:rsidR="006036B2">
        <w:t>’</w:t>
      </w:r>
      <w:r w:rsidRPr="006056B1">
        <w:t>écrase</w:t>
      </w:r>
      <w:r w:rsidR="006036B2">
        <w:t xml:space="preserve">. </w:t>
      </w:r>
      <w:r w:rsidRPr="006056B1">
        <w:t>Il fait noir</w:t>
      </w:r>
      <w:r w:rsidR="006036B2">
        <w:t xml:space="preserve">. </w:t>
      </w:r>
      <w:r w:rsidRPr="006056B1">
        <w:t>Une poussière de ténèbres</w:t>
      </w:r>
      <w:r w:rsidR="006036B2">
        <w:t xml:space="preserve"> ! </w:t>
      </w:r>
      <w:r w:rsidRPr="006056B1">
        <w:t>Qui est dessus</w:t>
      </w:r>
      <w:r w:rsidR="006036B2">
        <w:t xml:space="preserve"> ? </w:t>
      </w:r>
      <w:r w:rsidRPr="006056B1">
        <w:t>Qui est dessous</w:t>
      </w:r>
      <w:r w:rsidR="006036B2">
        <w:t xml:space="preserve"> ? </w:t>
      </w:r>
      <w:proofErr w:type="spellStart"/>
      <w:r w:rsidRPr="006056B1">
        <w:t>Mic-mac</w:t>
      </w:r>
      <w:proofErr w:type="spellEnd"/>
      <w:r w:rsidR="006036B2">
        <w:t xml:space="preserve"> ! </w:t>
      </w:r>
      <w:r w:rsidRPr="006056B1">
        <w:t>Cris et gnons</w:t>
      </w:r>
      <w:r w:rsidR="006036B2">
        <w:t> !</w:t>
      </w:r>
    </w:p>
    <w:p w14:paraId="25135C10" w14:textId="77777777" w:rsidR="006036B2" w:rsidRDefault="00E85E1B" w:rsidP="00E85E1B">
      <w:r w:rsidRPr="006056B1">
        <w:t>Oh</w:t>
      </w:r>
      <w:r w:rsidR="006036B2">
        <w:t xml:space="preserve"> ! </w:t>
      </w:r>
      <w:r w:rsidRPr="006056B1">
        <w:t>gnon</w:t>
      </w:r>
      <w:r w:rsidR="006036B2">
        <w:t xml:space="preserve">, </w:t>
      </w:r>
      <w:r w:rsidRPr="006056B1">
        <w:t>en particulier</w:t>
      </w:r>
      <w:r w:rsidR="006036B2">
        <w:t xml:space="preserve">, </w:t>
      </w:r>
      <w:r w:rsidRPr="006056B1">
        <w:t>sur la caboche même du vicomte</w:t>
      </w:r>
      <w:r w:rsidR="006036B2">
        <w:t xml:space="preserve">. </w:t>
      </w:r>
      <w:r w:rsidRPr="006056B1">
        <w:t>Et quel gnon</w:t>
      </w:r>
      <w:r w:rsidR="006036B2">
        <w:t xml:space="preserve"> ! </w:t>
      </w:r>
      <w:r w:rsidRPr="006056B1">
        <w:t>Un coup de quoi</w:t>
      </w:r>
      <w:r w:rsidR="006036B2">
        <w:t> ?</w:t>
      </w:r>
    </w:p>
    <w:p w14:paraId="398B8C7E" w14:textId="77777777" w:rsidR="006036B2" w:rsidRDefault="00E85E1B" w:rsidP="00E85E1B">
      <w:r w:rsidRPr="006056B1">
        <w:t>Las</w:t>
      </w:r>
      <w:r w:rsidR="006036B2">
        <w:t xml:space="preserve"> ! </w:t>
      </w:r>
      <w:r w:rsidRPr="006056B1">
        <w:t>hélas</w:t>
      </w:r>
      <w:r w:rsidR="006036B2">
        <w:t xml:space="preserve"> ! </w:t>
      </w:r>
      <w:r w:rsidRPr="006056B1">
        <w:t xml:space="preserve">Un coup de </w:t>
      </w:r>
      <w:proofErr w:type="spellStart"/>
      <w:r w:rsidRPr="006056B1">
        <w:rPr>
          <w:bCs/>
          <w:i/>
          <w:iCs/>
        </w:rPr>
        <w:t>Guchetave</w:t>
      </w:r>
      <w:proofErr w:type="spellEnd"/>
      <w:r w:rsidRPr="006056B1">
        <w:t xml:space="preserve"> en personne</w:t>
      </w:r>
      <w:r w:rsidR="006036B2">
        <w:t>.</w:t>
      </w:r>
    </w:p>
    <w:p w14:paraId="55292A65" w14:textId="77777777" w:rsidR="006036B2" w:rsidRDefault="00E85E1B" w:rsidP="00E85E1B">
      <w:r w:rsidRPr="006056B1">
        <w:t>Essoufflé</w:t>
      </w:r>
      <w:r w:rsidR="006036B2">
        <w:t xml:space="preserve">, </w:t>
      </w:r>
      <w:r w:rsidRPr="006056B1">
        <w:t>furieux d</w:t>
      </w:r>
      <w:r w:rsidR="006036B2">
        <w:t>’</w:t>
      </w:r>
      <w:r w:rsidRPr="006056B1">
        <w:t>avoir été la victime d</w:t>
      </w:r>
      <w:r w:rsidR="006036B2">
        <w:t>’</w:t>
      </w:r>
      <w:r w:rsidRPr="006056B1">
        <w:t>une mauvaise farce</w:t>
      </w:r>
      <w:r w:rsidR="006036B2">
        <w:t xml:space="preserve">, </w:t>
      </w:r>
      <w:r w:rsidRPr="006056B1">
        <w:t>Leroy-</w:t>
      </w:r>
      <w:proofErr w:type="spellStart"/>
      <w:r w:rsidRPr="006056B1">
        <w:t>Mezodenc</w:t>
      </w:r>
      <w:proofErr w:type="spellEnd"/>
      <w:r w:rsidRPr="006056B1">
        <w:t xml:space="preserve"> était arrivé en courant</w:t>
      </w:r>
      <w:r w:rsidR="006036B2">
        <w:t xml:space="preserve">, </w:t>
      </w:r>
      <w:r w:rsidRPr="006056B1">
        <w:t>avait vu sa femme colletée</w:t>
      </w:r>
      <w:r w:rsidR="006036B2">
        <w:t xml:space="preserve">, </w:t>
      </w:r>
      <w:r w:rsidRPr="006056B1">
        <w:t>embrassée</w:t>
      </w:r>
      <w:r w:rsidR="006036B2">
        <w:t xml:space="preserve">, </w:t>
      </w:r>
      <w:r w:rsidRPr="006056B1">
        <w:t>bahutée</w:t>
      </w:r>
      <w:r w:rsidR="006036B2">
        <w:t xml:space="preserve">, </w:t>
      </w:r>
      <w:r w:rsidRPr="006056B1">
        <w:t>chahutée</w:t>
      </w:r>
      <w:r w:rsidR="006036B2">
        <w:t xml:space="preserve">, </w:t>
      </w:r>
      <w:r w:rsidRPr="006056B1">
        <w:t>par ce grand e</w:t>
      </w:r>
      <w:r w:rsidRPr="006056B1">
        <w:t>s</w:t>
      </w:r>
      <w:r w:rsidRPr="006056B1">
        <w:t>cogriffe à demi nu</w:t>
      </w:r>
      <w:r w:rsidR="006036B2">
        <w:t xml:space="preserve"> ! </w:t>
      </w:r>
      <w:r w:rsidRPr="006056B1">
        <w:t>Et vite</w:t>
      </w:r>
      <w:r w:rsidR="006036B2">
        <w:t xml:space="preserve">, </w:t>
      </w:r>
      <w:r w:rsidRPr="006056B1">
        <w:t>il avait ôté sa redingote</w:t>
      </w:r>
      <w:r w:rsidR="006036B2">
        <w:t xml:space="preserve">, </w:t>
      </w:r>
      <w:r w:rsidRPr="006056B1">
        <w:t xml:space="preserve">avait pris </w:t>
      </w:r>
      <w:proofErr w:type="spellStart"/>
      <w:r w:rsidRPr="006056B1">
        <w:rPr>
          <w:i/>
          <w:iCs/>
        </w:rPr>
        <w:t>Guchetave</w:t>
      </w:r>
      <w:proofErr w:type="spellEnd"/>
      <w:r w:rsidRPr="006056B1">
        <w:t xml:space="preserve"> et avait cogné</w:t>
      </w:r>
      <w:r w:rsidR="006036B2">
        <w:t>.</w:t>
      </w:r>
    </w:p>
    <w:p w14:paraId="347D6844" w14:textId="77777777" w:rsidR="006036B2" w:rsidRDefault="00E85E1B" w:rsidP="00E85E1B">
      <w:r w:rsidRPr="006056B1">
        <w:t>Le sang coulait</w:t>
      </w:r>
      <w:r w:rsidR="006036B2">
        <w:t xml:space="preserve">, </w:t>
      </w:r>
      <w:r w:rsidRPr="006056B1">
        <w:t>ma foi</w:t>
      </w:r>
      <w:r w:rsidR="006036B2">
        <w:t xml:space="preserve"> ! </w:t>
      </w:r>
      <w:r w:rsidRPr="006056B1">
        <w:t>Le vicomte</w:t>
      </w:r>
      <w:r w:rsidR="006036B2">
        <w:t xml:space="preserve">, </w:t>
      </w:r>
      <w:r w:rsidRPr="006056B1">
        <w:t>l</w:t>
      </w:r>
      <w:r w:rsidR="006036B2">
        <w:t>’</w:t>
      </w:r>
      <w:r w:rsidRPr="006056B1">
        <w:t>oreille déchirée</w:t>
      </w:r>
      <w:r w:rsidR="006036B2">
        <w:t xml:space="preserve">, </w:t>
      </w:r>
      <w:r w:rsidRPr="006056B1">
        <w:t>gueulait</w:t>
      </w:r>
      <w:r w:rsidR="006036B2">
        <w:t xml:space="preserve">. </w:t>
      </w:r>
      <w:r w:rsidRPr="006056B1">
        <w:t>La charbonnière ne gueulait pas moins</w:t>
      </w:r>
      <w:r w:rsidR="006036B2">
        <w:t xml:space="preserve">. </w:t>
      </w:r>
      <w:r w:rsidRPr="006056B1">
        <w:t>Et Leroy-</w:t>
      </w:r>
      <w:proofErr w:type="spellStart"/>
      <w:r w:rsidRPr="006056B1">
        <w:t>Mezodenc</w:t>
      </w:r>
      <w:proofErr w:type="spellEnd"/>
      <w:r w:rsidRPr="006056B1">
        <w:t xml:space="preserve"> gueulait plus encore</w:t>
      </w:r>
      <w:r w:rsidR="006036B2">
        <w:t xml:space="preserve"> ; </w:t>
      </w:r>
      <w:r w:rsidRPr="006056B1">
        <w:t>et plus encore peut-être gue</w:t>
      </w:r>
      <w:r w:rsidRPr="006056B1">
        <w:t>u</w:t>
      </w:r>
      <w:r w:rsidRPr="006056B1">
        <w:t>laient les deux commères</w:t>
      </w:r>
      <w:r w:rsidR="006036B2">
        <w:t>.</w:t>
      </w:r>
    </w:p>
    <w:p w14:paraId="425D6E9E" w14:textId="77777777" w:rsidR="006036B2" w:rsidRDefault="00E85E1B" w:rsidP="00E85E1B">
      <w:r w:rsidRPr="006056B1">
        <w:lastRenderedPageBreak/>
        <w:t>Et voici survenir le sergot</w:t>
      </w:r>
      <w:r w:rsidR="006036B2">
        <w:t xml:space="preserve">, </w:t>
      </w:r>
      <w:r w:rsidRPr="006056B1">
        <w:t>à qui Polyte avait dit</w:t>
      </w:r>
      <w:r w:rsidR="006036B2">
        <w:t> :</w:t>
      </w:r>
    </w:p>
    <w:p w14:paraId="093BB2C0" w14:textId="77777777" w:rsidR="006036B2" w:rsidRDefault="006036B2" w:rsidP="00E85E1B">
      <w:r>
        <w:t>— </w:t>
      </w:r>
      <w:r w:rsidR="00E85E1B" w:rsidRPr="006056B1">
        <w:t>Vite</w:t>
      </w:r>
      <w:r>
        <w:t xml:space="preserve">, </w:t>
      </w:r>
      <w:r w:rsidR="00E85E1B" w:rsidRPr="006056B1">
        <w:t>vite</w:t>
      </w:r>
      <w:r>
        <w:t xml:space="preserve">, </w:t>
      </w:r>
      <w:r w:rsidR="00E85E1B" w:rsidRPr="006056B1">
        <w:t>allez les séparer</w:t>
      </w:r>
      <w:r>
        <w:t xml:space="preserve">. </w:t>
      </w:r>
      <w:r w:rsidR="00E85E1B" w:rsidRPr="006056B1">
        <w:t>On assassine là-dedans</w:t>
      </w:r>
      <w:r>
        <w:t xml:space="preserve">. </w:t>
      </w:r>
      <w:r w:rsidR="00E85E1B" w:rsidRPr="006056B1">
        <w:t>C</w:t>
      </w:r>
      <w:r>
        <w:t>’</w:t>
      </w:r>
      <w:r w:rsidR="00E85E1B" w:rsidRPr="006056B1">
        <w:t>est un vicomte</w:t>
      </w:r>
      <w:r>
        <w:t xml:space="preserve">. </w:t>
      </w:r>
      <w:r w:rsidR="00E85E1B" w:rsidRPr="006056B1">
        <w:t>Un monsieur de la haute</w:t>
      </w:r>
      <w:r>
        <w:t xml:space="preserve">. </w:t>
      </w:r>
      <w:r w:rsidR="00E85E1B" w:rsidRPr="006056B1">
        <w:t>Chez l</w:t>
      </w:r>
      <w:r>
        <w:t>’</w:t>
      </w:r>
      <w:r w:rsidR="00E85E1B" w:rsidRPr="006056B1">
        <w:t>charbonnier</w:t>
      </w:r>
      <w:r>
        <w:t> !</w:t>
      </w:r>
    </w:p>
    <w:p w14:paraId="44731691" w14:textId="77777777" w:rsidR="006036B2" w:rsidRDefault="006036B2" w:rsidP="00E85E1B">
      <w:r>
        <w:t>— </w:t>
      </w:r>
      <w:r w:rsidR="00E85E1B" w:rsidRPr="006056B1">
        <w:t>Allons</w:t>
      </w:r>
      <w:r>
        <w:t xml:space="preserve">, </w:t>
      </w:r>
      <w:r w:rsidR="00E85E1B" w:rsidRPr="006056B1">
        <w:t>circulez</w:t>
      </w:r>
      <w:r>
        <w:t xml:space="preserve"> ! </w:t>
      </w:r>
      <w:r w:rsidR="00E85E1B" w:rsidRPr="006056B1">
        <w:t>s</w:t>
      </w:r>
      <w:r>
        <w:t>’</w:t>
      </w:r>
      <w:r w:rsidR="00E85E1B" w:rsidRPr="006056B1">
        <w:t>écria le gardien de la paix</w:t>
      </w:r>
      <w:r>
        <w:t xml:space="preserve">. </w:t>
      </w:r>
      <w:r w:rsidR="00E85E1B" w:rsidRPr="006056B1">
        <w:t>Et ne criez pas tous comme ça</w:t>
      </w:r>
      <w:r>
        <w:t xml:space="preserve">, </w:t>
      </w:r>
      <w:r w:rsidR="00E85E1B" w:rsidRPr="006056B1">
        <w:t>nom de Dieu</w:t>
      </w:r>
      <w:r>
        <w:t xml:space="preserve"> ! </w:t>
      </w:r>
      <w:r w:rsidR="00E85E1B" w:rsidRPr="006056B1">
        <w:t>Qu</w:t>
      </w:r>
      <w:r>
        <w:t>’</w:t>
      </w:r>
      <w:r w:rsidR="00E85E1B" w:rsidRPr="006056B1">
        <w:t>on s</w:t>
      </w:r>
      <w:r>
        <w:t>’</w:t>
      </w:r>
      <w:r w:rsidR="00E85E1B" w:rsidRPr="006056B1">
        <w:t>entende</w:t>
      </w:r>
      <w:r>
        <w:t> !</w:t>
      </w:r>
    </w:p>
    <w:p w14:paraId="36EF72E3" w14:textId="77777777" w:rsidR="006036B2" w:rsidRDefault="006036B2" w:rsidP="00E85E1B">
      <w:r>
        <w:t>— </w:t>
      </w:r>
      <w:r w:rsidR="00E85E1B" w:rsidRPr="006056B1">
        <w:t>Sergent</w:t>
      </w:r>
      <w:r>
        <w:t xml:space="preserve">…, </w:t>
      </w:r>
      <w:r w:rsidR="00E85E1B" w:rsidRPr="006056B1">
        <w:t>dit le vicomte</w:t>
      </w:r>
      <w:r>
        <w:t>.</w:t>
      </w:r>
    </w:p>
    <w:p w14:paraId="654F4040" w14:textId="77777777" w:rsidR="006036B2" w:rsidRDefault="006036B2" w:rsidP="00E85E1B">
      <w:r>
        <w:t>— </w:t>
      </w:r>
      <w:r w:rsidR="00E85E1B" w:rsidRPr="006056B1">
        <w:t>Vous</w:t>
      </w:r>
      <w:r>
        <w:t xml:space="preserve">, </w:t>
      </w:r>
      <w:r w:rsidR="00E85E1B" w:rsidRPr="006056B1">
        <w:t>l</w:t>
      </w:r>
      <w:r>
        <w:t>’</w:t>
      </w:r>
      <w:r w:rsidR="00E85E1B" w:rsidRPr="006056B1">
        <w:t>charbonnier</w:t>
      </w:r>
      <w:r>
        <w:t xml:space="preserve">, </w:t>
      </w:r>
      <w:r w:rsidR="00E85E1B" w:rsidRPr="006056B1">
        <w:t>taisez-vous</w:t>
      </w:r>
      <w:r>
        <w:t xml:space="preserve">, </w:t>
      </w:r>
      <w:r w:rsidR="00E85E1B" w:rsidRPr="006056B1">
        <w:t>interrompit l</w:t>
      </w:r>
      <w:r>
        <w:t>’</w:t>
      </w:r>
      <w:r w:rsidR="00E85E1B" w:rsidRPr="006056B1">
        <w:t>agent</w:t>
      </w:r>
      <w:r>
        <w:t>.</w:t>
      </w:r>
    </w:p>
    <w:p w14:paraId="1722B240" w14:textId="77777777" w:rsidR="006036B2" w:rsidRDefault="006036B2" w:rsidP="00E85E1B">
      <w:r>
        <w:t>— </w:t>
      </w:r>
      <w:r w:rsidR="00E85E1B" w:rsidRPr="006056B1">
        <w:t xml:space="preserve">Voilà </w:t>
      </w:r>
      <w:proofErr w:type="spellStart"/>
      <w:r w:rsidR="00E85E1B" w:rsidRPr="006056B1">
        <w:t>che</w:t>
      </w:r>
      <w:proofErr w:type="spellEnd"/>
      <w:r w:rsidR="00E85E1B" w:rsidRPr="006056B1">
        <w:t xml:space="preserve"> que </w:t>
      </w:r>
      <w:proofErr w:type="spellStart"/>
      <w:r w:rsidR="00E85E1B" w:rsidRPr="006056B1">
        <w:t>ch</w:t>
      </w:r>
      <w:r>
        <w:t>’</w:t>
      </w:r>
      <w:r w:rsidR="00E85E1B" w:rsidRPr="006056B1">
        <w:t>est</w:t>
      </w:r>
      <w:proofErr w:type="spellEnd"/>
      <w:r>
        <w:t xml:space="preserve">, </w:t>
      </w:r>
      <w:r w:rsidR="00E85E1B" w:rsidRPr="006056B1">
        <w:t>fit Leroy-</w:t>
      </w:r>
      <w:proofErr w:type="spellStart"/>
      <w:r w:rsidR="00E85E1B" w:rsidRPr="006056B1">
        <w:t>Mezodenc</w:t>
      </w:r>
      <w:proofErr w:type="spellEnd"/>
      <w:r w:rsidR="00E85E1B" w:rsidRPr="006056B1">
        <w:t xml:space="preserve"> en remettant sa redingote</w:t>
      </w:r>
      <w:r>
        <w:t>.</w:t>
      </w:r>
    </w:p>
    <w:p w14:paraId="5952394E" w14:textId="77777777" w:rsidR="006036B2" w:rsidRDefault="006036B2" w:rsidP="00E85E1B">
      <w:r>
        <w:t>— </w:t>
      </w:r>
      <w:r w:rsidR="00E85E1B" w:rsidRPr="006056B1">
        <w:t>Je vous écoute</w:t>
      </w:r>
      <w:r>
        <w:t xml:space="preserve">, </w:t>
      </w:r>
      <w:r w:rsidR="00E85E1B" w:rsidRPr="006056B1">
        <w:t>répliqua respectueusement l</w:t>
      </w:r>
      <w:r>
        <w:t>’</w:t>
      </w:r>
      <w:r w:rsidR="00E85E1B" w:rsidRPr="006056B1">
        <w:t>agent</w:t>
      </w:r>
      <w:r>
        <w:t xml:space="preserve">, </w:t>
      </w:r>
      <w:r w:rsidR="00E85E1B" w:rsidRPr="006056B1">
        <w:t>je vous écoute</w:t>
      </w:r>
      <w:r>
        <w:t xml:space="preserve">, </w:t>
      </w:r>
      <w:r w:rsidR="00E85E1B" w:rsidRPr="006056B1">
        <w:t>monsieur le vicomte</w:t>
      </w:r>
      <w:r>
        <w:t>.</w:t>
      </w:r>
    </w:p>
    <w:p w14:paraId="78A0FF07" w14:textId="77777777" w:rsidR="006036B2" w:rsidRDefault="006036B2" w:rsidP="00E85E1B">
      <w:r>
        <w:t>— </w:t>
      </w:r>
      <w:r w:rsidR="00E85E1B" w:rsidRPr="006056B1">
        <w:t>Mais</w:t>
      </w:r>
      <w:r>
        <w:t xml:space="preserve">, </w:t>
      </w:r>
      <w:proofErr w:type="spellStart"/>
      <w:r w:rsidR="00E85E1B" w:rsidRPr="006056B1">
        <w:t>vougri</w:t>
      </w:r>
      <w:proofErr w:type="spellEnd"/>
      <w:r>
        <w:t xml:space="preserve">, </w:t>
      </w:r>
      <w:r w:rsidR="00E85E1B" w:rsidRPr="006056B1">
        <w:t>hurlait le charbonnier</w:t>
      </w:r>
      <w:r>
        <w:t xml:space="preserve">, </w:t>
      </w:r>
      <w:r w:rsidR="00E85E1B" w:rsidRPr="006056B1">
        <w:t xml:space="preserve">pourquoi </w:t>
      </w:r>
      <w:proofErr w:type="spellStart"/>
      <w:r w:rsidR="00E85E1B" w:rsidRPr="006056B1">
        <w:t>che</w:t>
      </w:r>
      <w:proofErr w:type="spellEnd"/>
      <w:r w:rsidR="00E85E1B" w:rsidRPr="006056B1">
        <w:t xml:space="preserve"> que vous </w:t>
      </w:r>
      <w:proofErr w:type="spellStart"/>
      <w:r w:rsidR="00E85E1B" w:rsidRPr="006056B1">
        <w:t>ji</w:t>
      </w:r>
      <w:proofErr w:type="spellEnd"/>
      <w:r w:rsidR="00E85E1B" w:rsidRPr="006056B1">
        <w:t xml:space="preserve"> m</w:t>
      </w:r>
      <w:r>
        <w:t>’</w:t>
      </w:r>
      <w:r w:rsidR="00E85E1B" w:rsidRPr="006056B1">
        <w:t xml:space="preserve">appelez </w:t>
      </w:r>
      <w:proofErr w:type="spellStart"/>
      <w:r w:rsidR="00E85E1B" w:rsidRPr="006056B1">
        <w:t>meuchieu</w:t>
      </w:r>
      <w:proofErr w:type="spellEnd"/>
      <w:r w:rsidR="00E85E1B" w:rsidRPr="006056B1">
        <w:t xml:space="preserve"> le vicomte</w:t>
      </w:r>
      <w:r>
        <w:t xml:space="preserve">, </w:t>
      </w:r>
      <w:proofErr w:type="spellStart"/>
      <w:r w:rsidR="00E85E1B" w:rsidRPr="006056B1">
        <w:t>puicheque</w:t>
      </w:r>
      <w:proofErr w:type="spellEnd"/>
      <w:r w:rsidR="00E85E1B" w:rsidRPr="006056B1">
        <w:t xml:space="preserve"> je </w:t>
      </w:r>
      <w:proofErr w:type="spellStart"/>
      <w:r w:rsidR="00E85E1B" w:rsidRPr="006056B1">
        <w:t>chuis</w:t>
      </w:r>
      <w:proofErr w:type="spellEnd"/>
      <w:r w:rsidR="00E85E1B" w:rsidRPr="006056B1">
        <w:t xml:space="preserve"> </w:t>
      </w:r>
      <w:proofErr w:type="spellStart"/>
      <w:r w:rsidR="00E85E1B" w:rsidRPr="006056B1">
        <w:t>me</w:t>
      </w:r>
      <w:r w:rsidR="00E85E1B" w:rsidRPr="006056B1">
        <w:t>u</w:t>
      </w:r>
      <w:r w:rsidR="00E85E1B" w:rsidRPr="006056B1">
        <w:t>chieu</w:t>
      </w:r>
      <w:proofErr w:type="spellEnd"/>
      <w:r w:rsidR="00E85E1B" w:rsidRPr="006056B1">
        <w:t xml:space="preserve"> Leroy</w:t>
      </w:r>
      <w:r>
        <w:t>.</w:t>
      </w:r>
    </w:p>
    <w:p w14:paraId="57979111" w14:textId="77777777" w:rsidR="006036B2" w:rsidRDefault="006036B2" w:rsidP="00E85E1B">
      <w:r>
        <w:t>— </w:t>
      </w:r>
      <w:proofErr w:type="spellStart"/>
      <w:r w:rsidR="00E85E1B" w:rsidRPr="006056B1">
        <w:t>Voui</w:t>
      </w:r>
      <w:proofErr w:type="spellEnd"/>
      <w:r>
        <w:t xml:space="preserve">, </w:t>
      </w:r>
      <w:proofErr w:type="spellStart"/>
      <w:r w:rsidR="00E85E1B" w:rsidRPr="006056B1">
        <w:t>voui</w:t>
      </w:r>
      <w:proofErr w:type="spellEnd"/>
      <w:r>
        <w:t xml:space="preserve">, </w:t>
      </w:r>
      <w:r w:rsidR="00E85E1B" w:rsidRPr="006056B1">
        <w:t>appuyait la femme</w:t>
      </w:r>
      <w:r>
        <w:t xml:space="preserve">, </w:t>
      </w:r>
      <w:r w:rsidR="00E85E1B" w:rsidRPr="006056B1">
        <w:t>Leroy-</w:t>
      </w:r>
      <w:proofErr w:type="spellStart"/>
      <w:r w:rsidR="00E85E1B" w:rsidRPr="006056B1">
        <w:t>Mezodenc</w:t>
      </w:r>
      <w:proofErr w:type="spellEnd"/>
      <w:r>
        <w:t>.</w:t>
      </w:r>
    </w:p>
    <w:p w14:paraId="1355F7F3" w14:textId="77777777" w:rsidR="006036B2" w:rsidRDefault="006036B2" w:rsidP="00E85E1B">
      <w:r>
        <w:t>— </w:t>
      </w:r>
      <w:r w:rsidR="00E85E1B" w:rsidRPr="006056B1">
        <w:t>Leroy-</w:t>
      </w:r>
      <w:proofErr w:type="spellStart"/>
      <w:r w:rsidR="00E85E1B" w:rsidRPr="006056B1">
        <w:t>Mezodenc</w:t>
      </w:r>
      <w:proofErr w:type="spellEnd"/>
      <w:r>
        <w:t xml:space="preserve">, </w:t>
      </w:r>
      <w:r w:rsidR="00E85E1B" w:rsidRPr="006056B1">
        <w:t>glapissaient les commères</w:t>
      </w:r>
      <w:r>
        <w:t>.</w:t>
      </w:r>
    </w:p>
    <w:p w14:paraId="3426816D" w14:textId="77777777" w:rsidR="006036B2" w:rsidRDefault="006036B2" w:rsidP="00E85E1B">
      <w:r>
        <w:t>— </w:t>
      </w:r>
      <w:r w:rsidR="00E85E1B" w:rsidRPr="006056B1">
        <w:t>Alors</w:t>
      </w:r>
      <w:r>
        <w:t xml:space="preserve">, </w:t>
      </w:r>
      <w:r w:rsidR="00E85E1B" w:rsidRPr="006056B1">
        <w:t>objecta l</w:t>
      </w:r>
      <w:r>
        <w:t>’</w:t>
      </w:r>
      <w:r w:rsidR="00E85E1B" w:rsidRPr="006056B1">
        <w:t>agent</w:t>
      </w:r>
      <w:r>
        <w:t xml:space="preserve">, </w:t>
      </w:r>
      <w:r w:rsidR="00E85E1B" w:rsidRPr="006056B1">
        <w:t>qui est-ce qui est le vicomte</w:t>
      </w:r>
      <w:r>
        <w:t> ?</w:t>
      </w:r>
    </w:p>
    <w:p w14:paraId="66300D1E" w14:textId="77777777" w:rsidR="006036B2" w:rsidRDefault="006036B2" w:rsidP="00E85E1B">
      <w:r>
        <w:t>— </w:t>
      </w:r>
      <w:r w:rsidR="00E85E1B" w:rsidRPr="006056B1">
        <w:t>Moi</w:t>
      </w:r>
      <w:r>
        <w:t xml:space="preserve">, </w:t>
      </w:r>
      <w:r w:rsidR="00E85E1B" w:rsidRPr="006056B1">
        <w:t xml:space="preserve">gémissait Hugues de </w:t>
      </w:r>
      <w:proofErr w:type="spellStart"/>
      <w:r w:rsidR="00E85E1B" w:rsidRPr="006056B1">
        <w:t>Grimetz</w:t>
      </w:r>
      <w:proofErr w:type="spellEnd"/>
      <w:r>
        <w:t>.</w:t>
      </w:r>
    </w:p>
    <w:p w14:paraId="70FDD619" w14:textId="77777777" w:rsidR="006036B2" w:rsidRDefault="00E85E1B" w:rsidP="00E85E1B">
      <w:r w:rsidRPr="006056B1">
        <w:t>Et</w:t>
      </w:r>
      <w:r w:rsidR="006036B2">
        <w:t xml:space="preserve">, </w:t>
      </w:r>
      <w:r w:rsidRPr="006056B1">
        <w:t>comme l</w:t>
      </w:r>
      <w:r w:rsidR="006036B2">
        <w:t>’</w:t>
      </w:r>
      <w:r w:rsidRPr="006056B1">
        <w:t>agent</w:t>
      </w:r>
      <w:r w:rsidR="006036B2">
        <w:t xml:space="preserve">, </w:t>
      </w:r>
      <w:r w:rsidRPr="006056B1">
        <w:t>époustouflé</w:t>
      </w:r>
      <w:r w:rsidR="006036B2">
        <w:t xml:space="preserve">, </w:t>
      </w:r>
      <w:r w:rsidRPr="006056B1">
        <w:t>ne comprenait pas</w:t>
      </w:r>
      <w:r w:rsidR="006036B2">
        <w:t xml:space="preserve">, </w:t>
      </w:r>
      <w:r w:rsidRPr="006056B1">
        <w:t>Hugues s</w:t>
      </w:r>
      <w:r w:rsidR="006036B2">
        <w:t>’</w:t>
      </w:r>
      <w:r w:rsidRPr="006056B1">
        <w:t>épuisait à lui répéter</w:t>
      </w:r>
      <w:r w:rsidR="006036B2">
        <w:t xml:space="preserve">, </w:t>
      </w:r>
      <w:r w:rsidRPr="006056B1">
        <w:t>parlant auvergnat toujours</w:t>
      </w:r>
      <w:r w:rsidR="006036B2">
        <w:t xml:space="preserve">, </w:t>
      </w:r>
      <w:r w:rsidRPr="006056B1">
        <w:t>sans y pre</w:t>
      </w:r>
      <w:r w:rsidRPr="006056B1">
        <w:t>n</w:t>
      </w:r>
      <w:r w:rsidRPr="006056B1">
        <w:t>dre garde</w:t>
      </w:r>
      <w:r w:rsidR="006036B2">
        <w:t> :</w:t>
      </w:r>
    </w:p>
    <w:p w14:paraId="339BB93C" w14:textId="77777777" w:rsidR="006036B2" w:rsidRDefault="006036B2" w:rsidP="00E85E1B">
      <w:r>
        <w:t>— </w:t>
      </w:r>
      <w:proofErr w:type="spellStart"/>
      <w:r w:rsidR="00E85E1B" w:rsidRPr="006056B1">
        <w:t>Voui</w:t>
      </w:r>
      <w:proofErr w:type="spellEnd"/>
      <w:r>
        <w:t xml:space="preserve">, </w:t>
      </w:r>
      <w:proofErr w:type="spellStart"/>
      <w:r w:rsidR="00E85E1B" w:rsidRPr="006056B1">
        <w:t>ch</w:t>
      </w:r>
      <w:r>
        <w:t>’</w:t>
      </w:r>
      <w:r w:rsidR="00E85E1B" w:rsidRPr="006056B1">
        <w:t>est</w:t>
      </w:r>
      <w:proofErr w:type="spellEnd"/>
      <w:r w:rsidR="00E85E1B" w:rsidRPr="006056B1">
        <w:t xml:space="preserve"> moi que je </w:t>
      </w:r>
      <w:proofErr w:type="spellStart"/>
      <w:r w:rsidR="00E85E1B" w:rsidRPr="006056B1">
        <w:t>chuis</w:t>
      </w:r>
      <w:proofErr w:type="spellEnd"/>
      <w:r w:rsidR="00E85E1B" w:rsidRPr="006056B1">
        <w:t xml:space="preserve"> le </w:t>
      </w:r>
      <w:proofErr w:type="spellStart"/>
      <w:r w:rsidR="00E85E1B" w:rsidRPr="006056B1">
        <w:t>ji</w:t>
      </w:r>
      <w:proofErr w:type="spellEnd"/>
      <w:r w:rsidR="00E85E1B" w:rsidRPr="006056B1">
        <w:t xml:space="preserve"> vicomte</w:t>
      </w:r>
      <w:r>
        <w:t>.</w:t>
      </w:r>
    </w:p>
    <w:p w14:paraId="32874A05" w14:textId="77777777" w:rsidR="006036B2" w:rsidRDefault="00E85E1B" w:rsidP="00E85E1B">
      <w:r w:rsidRPr="006056B1">
        <w:t>Si bien qu</w:t>
      </w:r>
      <w:r w:rsidR="006036B2">
        <w:t>’</w:t>
      </w:r>
      <w:r w:rsidRPr="006056B1">
        <w:t>à la fin l</w:t>
      </w:r>
      <w:r w:rsidR="006036B2">
        <w:t>’</w:t>
      </w:r>
      <w:r w:rsidRPr="006056B1">
        <w:t>agent lui-même</w:t>
      </w:r>
      <w:r w:rsidR="006036B2">
        <w:t xml:space="preserve">, </w:t>
      </w:r>
      <w:r w:rsidRPr="006056B1">
        <w:t>machinalement</w:t>
      </w:r>
      <w:r w:rsidR="006036B2">
        <w:t xml:space="preserve">, </w:t>
      </w:r>
      <w:r w:rsidRPr="006056B1">
        <w:t>se mit au diapason général</w:t>
      </w:r>
      <w:r w:rsidR="006036B2">
        <w:t xml:space="preserve">, </w:t>
      </w:r>
      <w:r w:rsidRPr="006056B1">
        <w:t>et cria</w:t>
      </w:r>
      <w:r w:rsidR="006036B2">
        <w:t> :</w:t>
      </w:r>
    </w:p>
    <w:p w14:paraId="351E0AEF" w14:textId="77777777" w:rsidR="006036B2" w:rsidRDefault="006036B2" w:rsidP="00E85E1B">
      <w:r>
        <w:lastRenderedPageBreak/>
        <w:t>— </w:t>
      </w:r>
      <w:r w:rsidR="00E85E1B" w:rsidRPr="006056B1">
        <w:t>Eh bien</w:t>
      </w:r>
      <w:r>
        <w:t xml:space="preserve"> ! </w:t>
      </w:r>
      <w:proofErr w:type="spellStart"/>
      <w:r w:rsidR="00E85E1B" w:rsidRPr="006056B1">
        <w:t>chuivez</w:t>
      </w:r>
      <w:proofErr w:type="spellEnd"/>
      <w:r w:rsidR="00E85E1B" w:rsidRPr="006056B1">
        <w:t xml:space="preserve">-moi touche au </w:t>
      </w:r>
      <w:proofErr w:type="spellStart"/>
      <w:r w:rsidR="00E85E1B" w:rsidRPr="006056B1">
        <w:t>pochte</w:t>
      </w:r>
      <w:proofErr w:type="spellEnd"/>
      <w:r>
        <w:t xml:space="preserve">, </w:t>
      </w:r>
      <w:r w:rsidR="00E85E1B" w:rsidRPr="006056B1">
        <w:t>là</w:t>
      </w:r>
      <w:r>
        <w:t xml:space="preserve">. </w:t>
      </w:r>
      <w:proofErr w:type="spellStart"/>
      <w:r w:rsidR="00E85E1B" w:rsidRPr="006056B1">
        <w:t>Eche</w:t>
      </w:r>
      <w:proofErr w:type="spellEnd"/>
      <w:r w:rsidR="00E85E1B" w:rsidRPr="006056B1">
        <w:t xml:space="preserve"> clair</w:t>
      </w:r>
      <w:r>
        <w:t> ?</w:t>
      </w:r>
    </w:p>
    <w:p w14:paraId="08CF180F" w14:textId="77777777" w:rsidR="006036B2" w:rsidRDefault="00E85E1B" w:rsidP="00E85E1B">
      <w:r w:rsidRPr="006056B1">
        <w:t>Et il les y emmena</w:t>
      </w:r>
      <w:r w:rsidR="006036B2">
        <w:t xml:space="preserve">, </w:t>
      </w:r>
      <w:r w:rsidRPr="006056B1">
        <w:t>en effet</w:t>
      </w:r>
      <w:r w:rsidR="006036B2">
        <w:t xml:space="preserve">, </w:t>
      </w:r>
      <w:r w:rsidRPr="006056B1">
        <w:t>tandis que de l</w:t>
      </w:r>
      <w:r w:rsidR="006036B2">
        <w:t>’</w:t>
      </w:r>
      <w:r w:rsidRPr="006056B1">
        <w:t xml:space="preserve">autre côté de la rue </w:t>
      </w:r>
      <w:r w:rsidRPr="006056B1">
        <w:rPr>
          <w:i/>
          <w:iCs/>
        </w:rPr>
        <w:t>Trois pouces de jambe et le cul tout de suite</w:t>
      </w:r>
      <w:r w:rsidRPr="006056B1">
        <w:t xml:space="preserve"> se tordait de rire</w:t>
      </w:r>
      <w:r w:rsidR="006036B2">
        <w:t xml:space="preserve">, </w:t>
      </w:r>
      <w:r w:rsidRPr="006056B1">
        <w:t>et ne s</w:t>
      </w:r>
      <w:r w:rsidR="006036B2">
        <w:t>’</w:t>
      </w:r>
      <w:r w:rsidRPr="006056B1">
        <w:t>arrêtait de rire que pour grasseyer en se dandinant</w:t>
      </w:r>
      <w:r w:rsidR="006036B2">
        <w:t> :</w:t>
      </w:r>
    </w:p>
    <w:p w14:paraId="6109BEAE" w14:textId="77777777" w:rsidR="006036B2" w:rsidRDefault="006036B2" w:rsidP="00E85E1B">
      <w:r>
        <w:t>— </w:t>
      </w:r>
      <w:r w:rsidR="00E85E1B" w:rsidRPr="006056B1">
        <w:t>Et dire que ça s</w:t>
      </w:r>
      <w:r>
        <w:t>’</w:t>
      </w:r>
      <w:r w:rsidR="00E85E1B" w:rsidRPr="006056B1">
        <w:t>fait tout l</w:t>
      </w:r>
      <w:r>
        <w:t>’</w:t>
      </w:r>
      <w:r w:rsidR="00E85E1B" w:rsidRPr="006056B1">
        <w:t xml:space="preserve">temps </w:t>
      </w:r>
      <w:proofErr w:type="spellStart"/>
      <w:r w:rsidR="00E85E1B" w:rsidRPr="006056B1">
        <w:t>comm</w:t>
      </w:r>
      <w:r>
        <w:t>’</w:t>
      </w:r>
      <w:r w:rsidR="00E85E1B" w:rsidRPr="006056B1">
        <w:t>ça</w:t>
      </w:r>
      <w:proofErr w:type="spellEnd"/>
      <w:r>
        <w:t xml:space="preserve">, </w:t>
      </w:r>
      <w:r w:rsidR="00E85E1B" w:rsidRPr="006056B1">
        <w:t>la police</w:t>
      </w:r>
      <w:r>
        <w:t> !</w:t>
      </w:r>
    </w:p>
    <w:p w14:paraId="577120EC" w14:textId="0BDAB977" w:rsidR="00E85E1B" w:rsidRPr="006056B1" w:rsidRDefault="00E85E1B" w:rsidP="006036B2">
      <w:pPr>
        <w:pStyle w:val="Titre1"/>
      </w:pPr>
      <w:bookmarkStart w:id="7" w:name="bookmark5"/>
      <w:bookmarkStart w:id="8" w:name="_Toc194853045"/>
      <w:bookmarkEnd w:id="7"/>
      <w:proofErr w:type="spellStart"/>
      <w:r w:rsidRPr="006056B1">
        <w:lastRenderedPageBreak/>
        <w:t>MIMILE</w:t>
      </w:r>
      <w:bookmarkEnd w:id="8"/>
      <w:proofErr w:type="spellEnd"/>
    </w:p>
    <w:p w14:paraId="1B0060EF" w14:textId="77777777" w:rsidR="006036B2" w:rsidRDefault="00E85E1B" w:rsidP="00E85E1B">
      <w:r w:rsidRPr="006056B1">
        <w:t>Si ce n</w:t>
      </w:r>
      <w:r w:rsidR="006036B2">
        <w:t>’</w:t>
      </w:r>
      <w:r w:rsidRPr="006056B1">
        <w:t>était pas lui</w:t>
      </w:r>
      <w:r w:rsidR="006036B2">
        <w:t xml:space="preserve">, </w:t>
      </w:r>
      <w:r w:rsidRPr="006056B1">
        <w:t>à coup sûr c</w:t>
      </w:r>
      <w:r w:rsidR="006036B2">
        <w:t>’</w:t>
      </w:r>
      <w:r w:rsidRPr="006056B1">
        <w:t>était son frère</w:t>
      </w:r>
      <w:r w:rsidR="006036B2">
        <w:t xml:space="preserve">, </w:t>
      </w:r>
      <w:r w:rsidRPr="006056B1">
        <w:t>et son frère jumeau</w:t>
      </w:r>
      <w:r w:rsidR="006036B2">
        <w:t xml:space="preserve">. </w:t>
      </w:r>
      <w:r w:rsidRPr="006056B1">
        <w:t>Impossible d</w:t>
      </w:r>
      <w:r w:rsidR="006036B2">
        <w:t>’</w:t>
      </w:r>
      <w:r w:rsidRPr="006056B1">
        <w:t>en douter</w:t>
      </w:r>
      <w:r w:rsidR="006036B2">
        <w:t xml:space="preserve"> ! </w:t>
      </w:r>
      <w:r w:rsidRPr="006056B1">
        <w:t>La ressemblance était criante</w:t>
      </w:r>
      <w:r w:rsidR="006036B2">
        <w:t>.</w:t>
      </w:r>
    </w:p>
    <w:p w14:paraId="48E6365F" w14:textId="77777777" w:rsidR="006036B2" w:rsidRDefault="00E85E1B" w:rsidP="00E85E1B">
      <w:r w:rsidRPr="006056B1">
        <w:t>Certes</w:t>
      </w:r>
      <w:r w:rsidR="006036B2">
        <w:t xml:space="preserve">, </w:t>
      </w:r>
      <w:r w:rsidRPr="006056B1">
        <w:t>quelqu</w:t>
      </w:r>
      <w:r w:rsidR="006036B2">
        <w:t>’</w:t>
      </w:r>
      <w:r w:rsidRPr="006056B1">
        <w:t>un habitué</w:t>
      </w:r>
      <w:r w:rsidR="006036B2">
        <w:t xml:space="preserve">, </w:t>
      </w:r>
      <w:r w:rsidRPr="006056B1">
        <w:t>comme la plupart des gens</w:t>
      </w:r>
      <w:r w:rsidR="006036B2">
        <w:t xml:space="preserve">, </w:t>
      </w:r>
      <w:r w:rsidRPr="006056B1">
        <w:t>à faire l</w:t>
      </w:r>
      <w:r w:rsidR="006036B2">
        <w:t>’</w:t>
      </w:r>
      <w:r w:rsidRPr="006056B1">
        <w:t>aumône sans regarder le pauvre</w:t>
      </w:r>
      <w:r w:rsidR="006036B2">
        <w:t xml:space="preserve">, </w:t>
      </w:r>
      <w:r w:rsidRPr="006056B1">
        <w:t>avait chance de s</w:t>
      </w:r>
      <w:r w:rsidR="006036B2">
        <w:t>’</w:t>
      </w:r>
      <w:r w:rsidRPr="006056B1">
        <w:t>y m</w:t>
      </w:r>
      <w:r w:rsidRPr="006056B1">
        <w:t>é</w:t>
      </w:r>
      <w:r w:rsidRPr="006056B1">
        <w:t>prendre</w:t>
      </w:r>
      <w:r w:rsidR="006036B2">
        <w:t>.</w:t>
      </w:r>
    </w:p>
    <w:p w14:paraId="7366CE4C" w14:textId="77777777" w:rsidR="006036B2" w:rsidRDefault="00E85E1B" w:rsidP="00E85E1B">
      <w:r w:rsidRPr="006056B1">
        <w:t>Car l</w:t>
      </w:r>
      <w:r w:rsidR="006036B2">
        <w:t>’</w:t>
      </w:r>
      <w:r w:rsidRPr="006056B1">
        <w:t>autre était cul-de-jatte</w:t>
      </w:r>
      <w:r w:rsidR="006036B2">
        <w:t xml:space="preserve">, </w:t>
      </w:r>
      <w:r w:rsidRPr="006056B1">
        <w:t>hirsute</w:t>
      </w:r>
      <w:r w:rsidR="006036B2">
        <w:t xml:space="preserve">, </w:t>
      </w:r>
      <w:r w:rsidRPr="006056B1">
        <w:t>monté sur deux longs bras pareils à des pattes de faucheux estropié</w:t>
      </w:r>
      <w:r w:rsidR="006036B2">
        <w:t xml:space="preserve">, </w:t>
      </w:r>
      <w:r w:rsidRPr="006056B1">
        <w:t>tandis que celui-ci se dressait droit en jambes</w:t>
      </w:r>
      <w:r w:rsidR="006036B2">
        <w:t xml:space="preserve">, </w:t>
      </w:r>
      <w:r w:rsidRPr="006056B1">
        <w:t>la tête rase</w:t>
      </w:r>
      <w:r w:rsidR="006036B2">
        <w:t xml:space="preserve">, </w:t>
      </w:r>
      <w:r w:rsidRPr="006056B1">
        <w:t>et exhibait un mo</w:t>
      </w:r>
      <w:r w:rsidRPr="006056B1">
        <w:t>i</w:t>
      </w:r>
      <w:r w:rsidRPr="006056B1">
        <w:t>gnon</w:t>
      </w:r>
      <w:r w:rsidR="006036B2">
        <w:t>.</w:t>
      </w:r>
    </w:p>
    <w:p w14:paraId="46A165A3" w14:textId="77777777" w:rsidR="006036B2" w:rsidRDefault="00E85E1B" w:rsidP="00E85E1B">
      <w:r w:rsidRPr="006056B1">
        <w:t xml:space="preserve">Mais pour moi qui aime à </w:t>
      </w:r>
      <w:r w:rsidRPr="006056B1">
        <w:rPr>
          <w:bCs/>
          <w:i/>
          <w:iCs/>
        </w:rPr>
        <w:t>dévisager</w:t>
      </w:r>
      <w:r w:rsidRPr="006056B1">
        <w:t xml:space="preserve"> les mendigots et qui cherche leur âme dans leurs yeux</w:t>
      </w:r>
      <w:r w:rsidR="006036B2">
        <w:t xml:space="preserve">, </w:t>
      </w:r>
      <w:r w:rsidRPr="006056B1">
        <w:t>il n</w:t>
      </w:r>
      <w:r w:rsidR="006036B2">
        <w:t>’</w:t>
      </w:r>
      <w:r w:rsidRPr="006056B1">
        <w:t>y avait pas à hésiter une seconde</w:t>
      </w:r>
      <w:r w:rsidR="006036B2">
        <w:t>.</w:t>
      </w:r>
    </w:p>
    <w:p w14:paraId="755EFA6C" w14:textId="77777777" w:rsidR="006036B2" w:rsidRDefault="00E85E1B" w:rsidP="00E85E1B">
      <w:r w:rsidRPr="006056B1">
        <w:t>Malgré tant de différences</w:t>
      </w:r>
      <w:r w:rsidR="006036B2">
        <w:t xml:space="preserve">, </w:t>
      </w:r>
      <w:r w:rsidRPr="006056B1">
        <w:t>oui</w:t>
      </w:r>
      <w:r w:rsidR="006036B2">
        <w:t xml:space="preserve">, </w:t>
      </w:r>
      <w:r w:rsidRPr="006056B1">
        <w:t>c</w:t>
      </w:r>
      <w:r w:rsidR="006036B2">
        <w:t>’</w:t>
      </w:r>
      <w:r w:rsidRPr="006056B1">
        <w:t>était bien le même indiv</w:t>
      </w:r>
      <w:r w:rsidRPr="006056B1">
        <w:t>i</w:t>
      </w:r>
      <w:r w:rsidRPr="006056B1">
        <w:t>du</w:t>
      </w:r>
      <w:r w:rsidR="006036B2">
        <w:t xml:space="preserve">, </w:t>
      </w:r>
      <w:r w:rsidRPr="006056B1">
        <w:t>au front fuyant</w:t>
      </w:r>
      <w:r w:rsidR="006036B2">
        <w:t xml:space="preserve">, </w:t>
      </w:r>
      <w:r w:rsidRPr="006056B1">
        <w:t>au nez futé</w:t>
      </w:r>
      <w:r w:rsidR="006036B2">
        <w:t xml:space="preserve">, </w:t>
      </w:r>
      <w:r w:rsidRPr="006056B1">
        <w:t>à la bouche rigoleuse</w:t>
      </w:r>
      <w:r w:rsidR="006036B2">
        <w:t xml:space="preserve">, </w:t>
      </w:r>
      <w:r w:rsidRPr="006056B1">
        <w:t>aux da</w:t>
      </w:r>
      <w:r w:rsidRPr="006056B1">
        <w:t>n</w:t>
      </w:r>
      <w:r w:rsidRPr="006056B1">
        <w:t>santes prunelles un peu bigles qui avaient l</w:t>
      </w:r>
      <w:r w:rsidR="006036B2">
        <w:t>’</w:t>
      </w:r>
      <w:r w:rsidRPr="006056B1">
        <w:t>air de deux papillons toujours voletant l</w:t>
      </w:r>
      <w:r w:rsidR="006036B2">
        <w:t>’</w:t>
      </w:r>
      <w:r w:rsidRPr="006056B1">
        <w:t>un auprès de l</w:t>
      </w:r>
      <w:r w:rsidR="006036B2">
        <w:t>’</w:t>
      </w:r>
      <w:r w:rsidRPr="006056B1">
        <w:t>autre sans jamais pouvoir s</w:t>
      </w:r>
      <w:r w:rsidR="006036B2">
        <w:t>’</w:t>
      </w:r>
      <w:r w:rsidRPr="006056B1">
        <w:t>apparier de niveau</w:t>
      </w:r>
      <w:r w:rsidR="006036B2">
        <w:t>.</w:t>
      </w:r>
    </w:p>
    <w:p w14:paraId="13CDAEEC" w14:textId="77777777" w:rsidR="006036B2" w:rsidRDefault="00E85E1B" w:rsidP="00E85E1B">
      <w:r w:rsidRPr="006056B1">
        <w:t>Rien qu</w:t>
      </w:r>
      <w:r w:rsidR="006036B2">
        <w:t>’</w:t>
      </w:r>
      <w:r w:rsidRPr="006056B1">
        <w:t>à ce jeu des prunelles</w:t>
      </w:r>
      <w:r w:rsidR="006036B2">
        <w:t xml:space="preserve">, </w:t>
      </w:r>
      <w:r w:rsidRPr="006056B1">
        <w:t>je le reconnaissais</w:t>
      </w:r>
      <w:r w:rsidR="006036B2">
        <w:t xml:space="preserve">. </w:t>
      </w:r>
      <w:r w:rsidRPr="006056B1">
        <w:t>Non</w:t>
      </w:r>
      <w:r w:rsidR="006036B2">
        <w:t xml:space="preserve">, </w:t>
      </w:r>
      <w:r w:rsidRPr="006056B1">
        <w:t>ce n</w:t>
      </w:r>
      <w:r w:rsidR="006036B2">
        <w:t>’</w:t>
      </w:r>
      <w:r w:rsidRPr="006056B1">
        <w:t>était pas même un frère jumeau</w:t>
      </w:r>
      <w:r w:rsidR="006036B2">
        <w:t xml:space="preserve">. </w:t>
      </w:r>
      <w:r w:rsidRPr="006056B1">
        <w:t>C</w:t>
      </w:r>
      <w:r w:rsidR="006036B2">
        <w:t>’</w:t>
      </w:r>
      <w:r w:rsidRPr="006056B1">
        <w:t>était lui</w:t>
      </w:r>
      <w:r w:rsidR="006036B2">
        <w:t xml:space="preserve">, </w:t>
      </w:r>
      <w:r w:rsidRPr="006056B1">
        <w:t>évidemment lui</w:t>
      </w:r>
      <w:r w:rsidR="006036B2">
        <w:t>.</w:t>
      </w:r>
    </w:p>
    <w:p w14:paraId="54D6E1DE" w14:textId="77777777" w:rsidR="006036B2" w:rsidRDefault="00E85E1B" w:rsidP="00E85E1B">
      <w:r w:rsidRPr="006056B1">
        <w:t>Néanmoins</w:t>
      </w:r>
      <w:r w:rsidR="006036B2">
        <w:t xml:space="preserve">, </w:t>
      </w:r>
      <w:r w:rsidRPr="006056B1">
        <w:t>pour en avoir le cœur tout à fait net</w:t>
      </w:r>
      <w:r w:rsidR="006036B2">
        <w:t xml:space="preserve">, </w:t>
      </w:r>
      <w:r w:rsidRPr="006056B1">
        <w:t>je lui d</w:t>
      </w:r>
      <w:r w:rsidRPr="006056B1">
        <w:t>e</w:t>
      </w:r>
      <w:r w:rsidRPr="006056B1">
        <w:t>mandai négligemment en lui donnant mon sou</w:t>
      </w:r>
      <w:r w:rsidR="006036B2">
        <w:t> :</w:t>
      </w:r>
    </w:p>
    <w:p w14:paraId="74B1EA5D" w14:textId="77777777" w:rsidR="006036B2" w:rsidRDefault="006036B2" w:rsidP="00E85E1B">
      <w:r>
        <w:t>— </w:t>
      </w:r>
      <w:r w:rsidR="00E85E1B" w:rsidRPr="006056B1">
        <w:t>Est-ce que tu as un frère</w:t>
      </w:r>
      <w:r>
        <w:t> ?</w:t>
      </w:r>
    </w:p>
    <w:p w14:paraId="7EB818F8" w14:textId="77777777" w:rsidR="006036B2" w:rsidRDefault="006036B2" w:rsidP="00E85E1B">
      <w:r>
        <w:t>— </w:t>
      </w:r>
      <w:r w:rsidR="00E85E1B" w:rsidRPr="006056B1">
        <w:t>Non</w:t>
      </w:r>
      <w:r>
        <w:t xml:space="preserve">, </w:t>
      </w:r>
      <w:r w:rsidR="00E85E1B" w:rsidRPr="006056B1">
        <w:t>m</w:t>
      </w:r>
      <w:r>
        <w:t>’</w:t>
      </w:r>
      <w:proofErr w:type="spellStart"/>
      <w:r w:rsidR="00E85E1B" w:rsidRPr="006056B1">
        <w:t>sieu</w:t>
      </w:r>
      <w:proofErr w:type="spellEnd"/>
      <w:r>
        <w:t xml:space="preserve">, </w:t>
      </w:r>
      <w:r w:rsidR="00E85E1B" w:rsidRPr="006056B1">
        <w:t>répondit le gamin</w:t>
      </w:r>
      <w:r>
        <w:t>.</w:t>
      </w:r>
    </w:p>
    <w:p w14:paraId="3B7A95D7" w14:textId="77777777" w:rsidR="006036B2" w:rsidRDefault="00E85E1B" w:rsidP="00E85E1B">
      <w:r w:rsidRPr="006056B1">
        <w:lastRenderedPageBreak/>
        <w:t>Car il n</w:t>
      </w:r>
      <w:r w:rsidR="006036B2">
        <w:t>’</w:t>
      </w:r>
      <w:r w:rsidRPr="006056B1">
        <w:t>avait pas douze ans</w:t>
      </w:r>
      <w:r w:rsidR="006036B2">
        <w:t xml:space="preserve">, </w:t>
      </w:r>
      <w:r w:rsidRPr="006056B1">
        <w:t xml:space="preserve">ce </w:t>
      </w:r>
      <w:r w:rsidRPr="006056B1">
        <w:rPr>
          <w:i/>
          <w:iCs/>
        </w:rPr>
        <w:t xml:space="preserve">mariolle </w:t>
      </w:r>
      <w:r w:rsidRPr="006056B1">
        <w:t>admirable</w:t>
      </w:r>
      <w:r w:rsidR="006036B2">
        <w:t xml:space="preserve">, </w:t>
      </w:r>
      <w:r w:rsidRPr="006056B1">
        <w:t>en qui je retrouvais ainsi</w:t>
      </w:r>
      <w:r w:rsidR="006036B2">
        <w:t xml:space="preserve">, </w:t>
      </w:r>
      <w:r w:rsidRPr="006056B1">
        <w:t>sans aucune hésitation désormais</w:t>
      </w:r>
      <w:r w:rsidR="006036B2">
        <w:t xml:space="preserve">, </w:t>
      </w:r>
      <w:r w:rsidRPr="006056B1">
        <w:t>l</w:t>
      </w:r>
      <w:r w:rsidR="006036B2">
        <w:t>’</w:t>
      </w:r>
      <w:r w:rsidRPr="006056B1">
        <w:t>ancien petit cul-de-jatte si chevelu et aux bras si longs</w:t>
      </w:r>
      <w:r w:rsidR="006036B2">
        <w:t xml:space="preserve">, </w:t>
      </w:r>
      <w:r w:rsidRPr="006056B1">
        <w:t>devenu droit</w:t>
      </w:r>
      <w:r w:rsidR="006036B2">
        <w:t xml:space="preserve">, </w:t>
      </w:r>
      <w:r w:rsidRPr="006056B1">
        <w:t>pelé et manchot</w:t>
      </w:r>
      <w:r w:rsidR="006036B2">
        <w:t>.</w:t>
      </w:r>
    </w:p>
    <w:p w14:paraId="0AD1AE85" w14:textId="77777777" w:rsidR="006036B2" w:rsidRDefault="00E85E1B" w:rsidP="00E85E1B">
      <w:r w:rsidRPr="006056B1">
        <w:t>Par quel miracle</w:t>
      </w:r>
      <w:r w:rsidR="006036B2">
        <w:t xml:space="preserve"> ? </w:t>
      </w:r>
      <w:r w:rsidRPr="006056B1">
        <w:t>Inutile de l</w:t>
      </w:r>
      <w:r w:rsidR="006036B2">
        <w:t>’</w:t>
      </w:r>
      <w:r w:rsidRPr="006056B1">
        <w:t>interroger là-dessus</w:t>
      </w:r>
      <w:r w:rsidR="006036B2">
        <w:t xml:space="preserve">, </w:t>
      </w:r>
      <w:r w:rsidRPr="006056B1">
        <w:t>n</w:t>
      </w:r>
      <w:r w:rsidR="006036B2">
        <w:t>’</w:t>
      </w:r>
      <w:r w:rsidRPr="006056B1">
        <w:t>est-ce pas</w:t>
      </w:r>
      <w:r w:rsidR="006036B2">
        <w:t xml:space="preserve"> ? </w:t>
      </w:r>
      <w:r w:rsidRPr="006056B1">
        <w:t>Déjà</w:t>
      </w:r>
      <w:r w:rsidR="006036B2">
        <w:t xml:space="preserve">, </w:t>
      </w:r>
      <w:r w:rsidRPr="006056B1">
        <w:t>sur son front de renard</w:t>
      </w:r>
      <w:r w:rsidR="006036B2">
        <w:t xml:space="preserve">, </w:t>
      </w:r>
      <w:r w:rsidRPr="006056B1">
        <w:t>sur son pif flaireur</w:t>
      </w:r>
      <w:r w:rsidR="006036B2">
        <w:t xml:space="preserve">, </w:t>
      </w:r>
      <w:r w:rsidRPr="006056B1">
        <w:t>surtout dans ses yeux furtifs et infixables</w:t>
      </w:r>
      <w:r w:rsidR="006036B2">
        <w:t xml:space="preserve">, </w:t>
      </w:r>
      <w:r w:rsidRPr="006056B1">
        <w:t>je lisais toutes les dénégations et tous les mensonges dont il aurait dépisté ma curiosité</w:t>
      </w:r>
      <w:r w:rsidR="006036B2">
        <w:t xml:space="preserve">. </w:t>
      </w:r>
      <w:r w:rsidRPr="006056B1">
        <w:t>Mieux valait</w:t>
      </w:r>
      <w:r w:rsidR="006036B2">
        <w:t xml:space="preserve">, </w:t>
      </w:r>
      <w:r w:rsidRPr="006056B1">
        <w:t>pour savoir un autre jour quelque chose</w:t>
      </w:r>
      <w:r w:rsidR="006036B2">
        <w:t xml:space="preserve">, </w:t>
      </w:r>
      <w:r w:rsidRPr="006056B1">
        <w:t>ne pas éveiller sa méfiance aujourd</w:t>
      </w:r>
      <w:r w:rsidR="006036B2">
        <w:t>’</w:t>
      </w:r>
      <w:r w:rsidRPr="006056B1">
        <w:t>hui par trop d</w:t>
      </w:r>
      <w:r w:rsidR="006036B2">
        <w:t>’</w:t>
      </w:r>
      <w:r w:rsidRPr="006056B1">
        <w:t>insistante attention</w:t>
      </w:r>
      <w:r w:rsidR="006036B2">
        <w:t xml:space="preserve">, </w:t>
      </w:r>
      <w:r w:rsidRPr="006056B1">
        <w:t>et lui laisser croire que ma question première était la question d</w:t>
      </w:r>
      <w:r w:rsidR="006036B2">
        <w:t>’</w:t>
      </w:r>
      <w:r w:rsidRPr="006056B1">
        <w:t>un badaud intéressé par sa misère</w:t>
      </w:r>
      <w:r w:rsidR="006036B2">
        <w:t xml:space="preserve">, </w:t>
      </w:r>
      <w:r w:rsidRPr="006056B1">
        <w:t>sans plus</w:t>
      </w:r>
      <w:r w:rsidR="006036B2">
        <w:t>.</w:t>
      </w:r>
    </w:p>
    <w:p w14:paraId="6AE9A517" w14:textId="77777777" w:rsidR="006036B2" w:rsidRDefault="00E85E1B" w:rsidP="00E85E1B">
      <w:r w:rsidRPr="006056B1">
        <w:t>Je lui mis donc dans la main un second décime et repris mon chemin</w:t>
      </w:r>
      <w:r w:rsidR="006036B2">
        <w:t xml:space="preserve">, </w:t>
      </w:r>
      <w:r w:rsidRPr="006056B1">
        <w:t>ne me retournant même pas</w:t>
      </w:r>
      <w:r w:rsidR="006036B2">
        <w:t xml:space="preserve">, </w:t>
      </w:r>
      <w:r w:rsidRPr="006056B1">
        <w:t>mais me sentant su</w:t>
      </w:r>
      <w:r w:rsidRPr="006056B1">
        <w:t>i</w:t>
      </w:r>
      <w:r w:rsidRPr="006056B1">
        <w:t>vi par le double feu follet de ses prunelles papillotantes</w:t>
      </w:r>
      <w:r w:rsidR="006036B2">
        <w:t>.</w:t>
      </w:r>
    </w:p>
    <w:p w14:paraId="698256C4" w14:textId="77777777" w:rsidR="006036B2" w:rsidRDefault="00E85E1B" w:rsidP="00E85E1B">
      <w:r w:rsidRPr="006056B1">
        <w:t>Six mois plus tard je le rencontrai de nouveau et aussitôt le reconnus</w:t>
      </w:r>
      <w:r w:rsidR="006036B2">
        <w:t xml:space="preserve">, </w:t>
      </w:r>
      <w:r w:rsidRPr="006056B1">
        <w:t>revenu à son avatar d</w:t>
      </w:r>
      <w:r w:rsidR="006036B2">
        <w:t>’</w:t>
      </w:r>
      <w:r w:rsidRPr="006056B1">
        <w:t>antan</w:t>
      </w:r>
      <w:r w:rsidR="006036B2">
        <w:t xml:space="preserve">, </w:t>
      </w:r>
      <w:r w:rsidRPr="006056B1">
        <w:t>la tête bourrue comme un chardon</w:t>
      </w:r>
      <w:r w:rsidR="006036B2">
        <w:t xml:space="preserve">, </w:t>
      </w:r>
      <w:r w:rsidRPr="006056B1">
        <w:t>les fess</w:t>
      </w:r>
      <w:r w:rsidRPr="00E3687A">
        <w:t>es</w:t>
      </w:r>
      <w:r w:rsidRPr="006056B1">
        <w:t xml:space="preserve"> aux talons dans un cul de bois</w:t>
      </w:r>
      <w:r w:rsidR="006036B2">
        <w:t xml:space="preserve">, </w:t>
      </w:r>
      <w:r w:rsidRPr="006056B1">
        <w:t>les deux bras de pareille longueur</w:t>
      </w:r>
      <w:r w:rsidR="006036B2">
        <w:t xml:space="preserve">, </w:t>
      </w:r>
      <w:r w:rsidRPr="006056B1">
        <w:t>les poings au sol et chaussés de g</w:t>
      </w:r>
      <w:r w:rsidRPr="006056B1">
        <w:t>a</w:t>
      </w:r>
      <w:r w:rsidRPr="006056B1">
        <w:t>loches en planchettes</w:t>
      </w:r>
      <w:r w:rsidR="006036B2">
        <w:t>.</w:t>
      </w:r>
    </w:p>
    <w:p w14:paraId="7D579CFF" w14:textId="77777777" w:rsidR="006036B2" w:rsidRDefault="00E85E1B" w:rsidP="00E85E1B">
      <w:r w:rsidRPr="006056B1">
        <w:t>Puis</w:t>
      </w:r>
      <w:r w:rsidR="006036B2">
        <w:t xml:space="preserve">, </w:t>
      </w:r>
      <w:r w:rsidRPr="006056B1">
        <w:t>à quelque temps de là</w:t>
      </w:r>
      <w:r w:rsidR="006036B2">
        <w:t xml:space="preserve">, </w:t>
      </w:r>
      <w:r w:rsidRPr="006056B1">
        <w:t>je le revis encore</w:t>
      </w:r>
      <w:r w:rsidR="006036B2">
        <w:t xml:space="preserve">, </w:t>
      </w:r>
      <w:r w:rsidRPr="006056B1">
        <w:t>derechef en pied</w:t>
      </w:r>
      <w:r w:rsidR="006036B2">
        <w:t xml:space="preserve">, </w:t>
      </w:r>
      <w:r w:rsidRPr="006056B1">
        <w:t>tondu</w:t>
      </w:r>
      <w:r w:rsidR="006036B2">
        <w:t xml:space="preserve">, </w:t>
      </w:r>
      <w:r w:rsidRPr="006056B1">
        <w:t>mais non plus manchot</w:t>
      </w:r>
      <w:r w:rsidR="006036B2">
        <w:t xml:space="preserve">, </w:t>
      </w:r>
      <w:r w:rsidRPr="006056B1">
        <w:t>et cette fois contrefaisant l</w:t>
      </w:r>
      <w:r w:rsidR="006036B2">
        <w:t>’</w:t>
      </w:r>
      <w:r w:rsidRPr="006056B1">
        <w:t>aveugle</w:t>
      </w:r>
      <w:r w:rsidR="006036B2">
        <w:t>.</w:t>
      </w:r>
    </w:p>
    <w:p w14:paraId="0F5A2AF7" w14:textId="77777777" w:rsidR="006036B2" w:rsidRDefault="00E85E1B" w:rsidP="00E85E1B">
      <w:r w:rsidRPr="006056B1">
        <w:t>C</w:t>
      </w:r>
      <w:r w:rsidR="006036B2">
        <w:t>’</w:t>
      </w:r>
      <w:r w:rsidRPr="006056B1">
        <w:t>était merveilleux d</w:t>
      </w:r>
      <w:r w:rsidR="006036B2">
        <w:t>’</w:t>
      </w:r>
      <w:r w:rsidRPr="006056B1">
        <w:t>imitation</w:t>
      </w:r>
      <w:r w:rsidR="006036B2">
        <w:t xml:space="preserve">. </w:t>
      </w:r>
      <w:r w:rsidRPr="006056B1">
        <w:t>Les paupières s</w:t>
      </w:r>
      <w:r w:rsidR="006036B2">
        <w:t>’</w:t>
      </w:r>
      <w:r w:rsidRPr="006056B1">
        <w:t>abaissaient</w:t>
      </w:r>
      <w:r w:rsidR="006036B2">
        <w:t xml:space="preserve">, </w:t>
      </w:r>
      <w:r w:rsidRPr="006056B1">
        <w:t>immobiles et tendues</w:t>
      </w:r>
      <w:r w:rsidR="006036B2">
        <w:t xml:space="preserve">. </w:t>
      </w:r>
      <w:r w:rsidRPr="006056B1">
        <w:t>Entre les cils</w:t>
      </w:r>
      <w:r w:rsidR="006036B2">
        <w:t xml:space="preserve">, </w:t>
      </w:r>
      <w:r w:rsidRPr="006056B1">
        <w:t>on n</w:t>
      </w:r>
      <w:r w:rsidR="006036B2">
        <w:t>’</w:t>
      </w:r>
      <w:r w:rsidRPr="006056B1">
        <w:t>apercevait qu</w:t>
      </w:r>
      <w:r w:rsidR="006036B2">
        <w:t>’</w:t>
      </w:r>
      <w:r w:rsidRPr="006056B1">
        <w:t>un peu de blanc larmoyant</w:t>
      </w:r>
      <w:r w:rsidR="006036B2">
        <w:t xml:space="preserve">. </w:t>
      </w:r>
      <w:r w:rsidRPr="006056B1">
        <w:t>Mais la pose</w:t>
      </w:r>
      <w:r w:rsidR="006036B2">
        <w:t xml:space="preserve">, </w:t>
      </w:r>
      <w:r w:rsidRPr="006056B1">
        <w:t>sans doute</w:t>
      </w:r>
      <w:r w:rsidR="006036B2">
        <w:t xml:space="preserve">, </w:t>
      </w:r>
      <w:r w:rsidRPr="006056B1">
        <w:t>était fatigante à tenir ainsi</w:t>
      </w:r>
      <w:r w:rsidR="006036B2">
        <w:t xml:space="preserve">, </w:t>
      </w:r>
      <w:r w:rsidRPr="006056B1">
        <w:t>et de minute en minute les paupières s</w:t>
      </w:r>
      <w:r w:rsidR="006036B2">
        <w:t>’</w:t>
      </w:r>
      <w:r w:rsidRPr="006056B1">
        <w:t>écartaient imperceptiblement et la moitié des prunelles apparaissait</w:t>
      </w:r>
      <w:r w:rsidR="006036B2">
        <w:t>.</w:t>
      </w:r>
    </w:p>
    <w:p w14:paraId="5531B45C" w14:textId="77777777" w:rsidR="006036B2" w:rsidRDefault="00E85E1B" w:rsidP="00E85E1B">
      <w:r w:rsidRPr="006056B1">
        <w:lastRenderedPageBreak/>
        <w:t>Ah</w:t>
      </w:r>
      <w:r w:rsidR="006036B2">
        <w:t xml:space="preserve"> ! </w:t>
      </w:r>
      <w:r w:rsidRPr="006056B1">
        <w:t>ces prunelles</w:t>
      </w:r>
      <w:r w:rsidR="006036B2">
        <w:t xml:space="preserve">, </w:t>
      </w:r>
      <w:r w:rsidRPr="006056B1">
        <w:t>pouvais-je les prendre pour d</w:t>
      </w:r>
      <w:r w:rsidR="006036B2">
        <w:t>’</w:t>
      </w:r>
      <w:r w:rsidRPr="006056B1">
        <w:t>autres</w:t>
      </w:r>
      <w:r w:rsidR="006036B2">
        <w:t xml:space="preserve">, </w:t>
      </w:r>
      <w:r w:rsidRPr="006056B1">
        <w:t>et surtout pour des prunelles vides de regard</w:t>
      </w:r>
      <w:r w:rsidR="006036B2">
        <w:t xml:space="preserve">, </w:t>
      </w:r>
      <w:r w:rsidRPr="006056B1">
        <w:t>ces prunelles to</w:t>
      </w:r>
      <w:r w:rsidRPr="006056B1">
        <w:t>u</w:t>
      </w:r>
      <w:r w:rsidRPr="006056B1">
        <w:t>jours dansantes</w:t>
      </w:r>
      <w:r w:rsidR="006036B2">
        <w:t xml:space="preserve">, </w:t>
      </w:r>
      <w:r w:rsidRPr="006056B1">
        <w:t>ces vifs papillons papillonnants et papill</w:t>
      </w:r>
      <w:r w:rsidRPr="006056B1">
        <w:t>o</w:t>
      </w:r>
      <w:r w:rsidRPr="006056B1">
        <w:t>tants</w:t>
      </w:r>
      <w:r w:rsidR="006036B2">
        <w:t> ?</w:t>
      </w:r>
    </w:p>
    <w:p w14:paraId="4C72A965" w14:textId="77777777" w:rsidR="006036B2" w:rsidRDefault="00E85E1B" w:rsidP="00E85E1B">
      <w:r w:rsidRPr="006056B1">
        <w:t>Et</w:t>
      </w:r>
      <w:r w:rsidR="006036B2">
        <w:t xml:space="preserve">, </w:t>
      </w:r>
      <w:r w:rsidRPr="006056B1">
        <w:t>en lui jetant mon billon</w:t>
      </w:r>
      <w:r w:rsidR="006036B2">
        <w:t xml:space="preserve">, </w:t>
      </w:r>
      <w:r w:rsidRPr="006056B1">
        <w:t>j</w:t>
      </w:r>
      <w:r w:rsidR="006036B2">
        <w:t>’</w:t>
      </w:r>
      <w:r w:rsidRPr="006056B1">
        <w:t>avais une envie folle de crier en plein visage au petit bougre</w:t>
      </w:r>
      <w:r w:rsidR="006036B2">
        <w:t> :</w:t>
      </w:r>
    </w:p>
    <w:p w14:paraId="61BE5636" w14:textId="77777777" w:rsidR="006036B2" w:rsidRDefault="006036B2" w:rsidP="00E85E1B">
      <w:r>
        <w:t>— </w:t>
      </w:r>
      <w:r w:rsidR="00E85E1B" w:rsidRPr="006056B1">
        <w:t>C</w:t>
      </w:r>
      <w:r>
        <w:t>’</w:t>
      </w:r>
      <w:r w:rsidR="00E85E1B" w:rsidRPr="006056B1">
        <w:t>est toi</w:t>
      </w:r>
      <w:r>
        <w:t xml:space="preserve">, </w:t>
      </w:r>
      <w:r w:rsidR="00E85E1B" w:rsidRPr="006056B1">
        <w:t>n</w:t>
      </w:r>
      <w:r>
        <w:t>’</w:t>
      </w:r>
      <w:r w:rsidR="00E85E1B" w:rsidRPr="006056B1">
        <w:t>est-ce pas</w:t>
      </w:r>
      <w:r>
        <w:t xml:space="preserve">, </w:t>
      </w:r>
      <w:r w:rsidR="00E85E1B" w:rsidRPr="006056B1">
        <w:t>môme</w:t>
      </w:r>
      <w:r>
        <w:t xml:space="preserve"> ? </w:t>
      </w:r>
      <w:r w:rsidR="00E85E1B" w:rsidRPr="006056B1">
        <w:t>C</w:t>
      </w:r>
      <w:r>
        <w:t>’</w:t>
      </w:r>
      <w:r w:rsidR="00E85E1B" w:rsidRPr="006056B1">
        <w:t>est bien toi</w:t>
      </w:r>
      <w:r>
        <w:t>.</w:t>
      </w:r>
    </w:p>
    <w:p w14:paraId="7E550BCE" w14:textId="77777777" w:rsidR="006036B2" w:rsidRDefault="00E85E1B" w:rsidP="00E85E1B">
      <w:r w:rsidRPr="006056B1">
        <w:t xml:space="preserve">Mais à quoi bon lui donner cette </w:t>
      </w:r>
      <w:proofErr w:type="spellStart"/>
      <w:r w:rsidRPr="006056B1">
        <w:t>souleur</w:t>
      </w:r>
      <w:proofErr w:type="spellEnd"/>
      <w:r w:rsidRPr="006056B1">
        <w:t xml:space="preserve"> et lui payer si mal le plaisir d</w:t>
      </w:r>
      <w:r w:rsidR="006036B2">
        <w:t>’</w:t>
      </w:r>
      <w:r w:rsidRPr="006056B1">
        <w:t>admiration qu</w:t>
      </w:r>
      <w:r w:rsidR="006036B2">
        <w:t>’</w:t>
      </w:r>
      <w:r w:rsidRPr="006056B1">
        <w:t>il me procurait</w:t>
      </w:r>
      <w:r w:rsidR="006036B2">
        <w:t xml:space="preserve">, </w:t>
      </w:r>
      <w:r w:rsidRPr="006056B1">
        <w:t>la joie d</w:t>
      </w:r>
      <w:r w:rsidR="006036B2">
        <w:t>’</w:t>
      </w:r>
      <w:r w:rsidRPr="006056B1">
        <w:t>être seul à constater son précoce et déjà magistral génie de mendiant</w:t>
      </w:r>
      <w:r w:rsidR="006036B2">
        <w:t> ?</w:t>
      </w:r>
    </w:p>
    <w:p w14:paraId="2D8F6547" w14:textId="77777777" w:rsidR="006036B2" w:rsidRDefault="00E85E1B" w:rsidP="00E85E1B">
      <w:r w:rsidRPr="006056B1">
        <w:t>Car</w:t>
      </w:r>
      <w:r w:rsidR="006036B2">
        <w:t xml:space="preserve">, </w:t>
      </w:r>
      <w:r w:rsidRPr="006056B1">
        <w:t>maintenant</w:t>
      </w:r>
      <w:r w:rsidR="006036B2">
        <w:t xml:space="preserve">, </w:t>
      </w:r>
      <w:r w:rsidRPr="006056B1">
        <w:t>je n</w:t>
      </w:r>
      <w:r w:rsidR="006036B2">
        <w:t>’</w:t>
      </w:r>
      <w:r w:rsidRPr="006056B1">
        <w:t>avais plus besoin de le questionner pour savoir le secret de ses miraculeuses métamorphoses</w:t>
      </w:r>
      <w:r w:rsidR="006036B2">
        <w:t xml:space="preserve">. </w:t>
      </w:r>
      <w:r w:rsidRPr="006056B1">
        <w:t>Je r</w:t>
      </w:r>
      <w:r w:rsidRPr="006056B1">
        <w:t>e</w:t>
      </w:r>
      <w:r w:rsidRPr="006056B1">
        <w:t>constituais aisément en imagination tout son travail</w:t>
      </w:r>
      <w:r w:rsidR="006036B2">
        <w:t>.</w:t>
      </w:r>
    </w:p>
    <w:p w14:paraId="6863A812" w14:textId="77777777" w:rsidR="006036B2" w:rsidRDefault="00E85E1B" w:rsidP="00E85E1B">
      <w:r w:rsidRPr="006056B1">
        <w:t>Comme l</w:t>
      </w:r>
      <w:r w:rsidR="006036B2">
        <w:t>’</w:t>
      </w:r>
      <w:r w:rsidRPr="006056B1">
        <w:t>indiquait son regard si mobile</w:t>
      </w:r>
      <w:r w:rsidR="006036B2">
        <w:t xml:space="preserve">, </w:t>
      </w:r>
      <w:r w:rsidRPr="006056B1">
        <w:t>c</w:t>
      </w:r>
      <w:r w:rsidR="006036B2">
        <w:t>’</w:t>
      </w:r>
      <w:r w:rsidRPr="006056B1">
        <w:t>était là un esprit inquiet</w:t>
      </w:r>
      <w:r w:rsidR="006036B2">
        <w:t xml:space="preserve">, </w:t>
      </w:r>
      <w:r w:rsidRPr="006056B1">
        <w:t>chercheur</w:t>
      </w:r>
      <w:r w:rsidR="006036B2">
        <w:t xml:space="preserve">, </w:t>
      </w:r>
      <w:r w:rsidRPr="006056B1">
        <w:t>inventif</w:t>
      </w:r>
      <w:r w:rsidR="006036B2">
        <w:t xml:space="preserve">, </w:t>
      </w:r>
      <w:r w:rsidRPr="006056B1">
        <w:t>qui aimait à varier ses moyens d</w:t>
      </w:r>
      <w:r w:rsidR="006036B2">
        <w:t>’</w:t>
      </w:r>
      <w:r w:rsidRPr="006056B1">
        <w:t>apitoiement</w:t>
      </w:r>
      <w:r w:rsidR="006036B2">
        <w:t xml:space="preserve">, </w:t>
      </w:r>
      <w:r w:rsidRPr="006056B1">
        <w:t>qui se lassait de l</w:t>
      </w:r>
      <w:r w:rsidR="006036B2">
        <w:t>’</w:t>
      </w:r>
      <w:r w:rsidRPr="006056B1">
        <w:t>un</w:t>
      </w:r>
      <w:r w:rsidR="006036B2">
        <w:t xml:space="preserve">, </w:t>
      </w:r>
      <w:r w:rsidRPr="006056B1">
        <w:t>qui en essayait un autre</w:t>
      </w:r>
      <w:r w:rsidR="006036B2">
        <w:t xml:space="preserve">, </w:t>
      </w:r>
      <w:r w:rsidRPr="006056B1">
        <w:t>qui les comparait peut-être</w:t>
      </w:r>
      <w:r w:rsidR="006036B2">
        <w:t xml:space="preserve">, </w:t>
      </w:r>
      <w:r w:rsidRPr="006056B1">
        <w:t>qui en faisait une étude</w:t>
      </w:r>
      <w:r w:rsidR="006036B2">
        <w:t xml:space="preserve">, </w:t>
      </w:r>
      <w:r w:rsidRPr="006056B1">
        <w:t>une science</w:t>
      </w:r>
      <w:r w:rsidR="006036B2">
        <w:t xml:space="preserve">, </w:t>
      </w:r>
      <w:r w:rsidRPr="006056B1">
        <w:t>un art</w:t>
      </w:r>
      <w:r w:rsidR="006036B2">
        <w:t xml:space="preserve">. </w:t>
      </w:r>
      <w:r w:rsidRPr="006056B1">
        <w:t>Et tout cela</w:t>
      </w:r>
      <w:r w:rsidR="006036B2">
        <w:t xml:space="preserve">, </w:t>
      </w:r>
      <w:r w:rsidRPr="006056B1">
        <w:t>pauvret</w:t>
      </w:r>
      <w:r w:rsidR="006036B2">
        <w:t xml:space="preserve">, </w:t>
      </w:r>
      <w:r w:rsidRPr="006056B1">
        <w:t>à l</w:t>
      </w:r>
      <w:r w:rsidR="006036B2">
        <w:t>’</w:t>
      </w:r>
      <w:r w:rsidRPr="006056B1">
        <w:t>âge de douze ans</w:t>
      </w:r>
      <w:r w:rsidR="006036B2">
        <w:t> !</w:t>
      </w:r>
    </w:p>
    <w:p w14:paraId="245F2A68" w14:textId="77777777" w:rsidR="006036B2" w:rsidRDefault="00E85E1B" w:rsidP="00E85E1B">
      <w:r w:rsidRPr="006056B1">
        <w:t>Où avait-il appris les rudiments de cette science et de cet art</w:t>
      </w:r>
      <w:r w:rsidR="006036B2">
        <w:t xml:space="preserve"> ? </w:t>
      </w:r>
      <w:r w:rsidRPr="006056B1">
        <w:t>Avec ses congénères</w:t>
      </w:r>
      <w:r w:rsidR="006036B2">
        <w:t xml:space="preserve">, </w:t>
      </w:r>
      <w:r w:rsidRPr="006056B1">
        <w:t>sûrement</w:t>
      </w:r>
      <w:r w:rsidR="006036B2">
        <w:t xml:space="preserve">, </w:t>
      </w:r>
      <w:r w:rsidRPr="006056B1">
        <w:t>et de cela je ne m</w:t>
      </w:r>
      <w:r w:rsidR="006036B2">
        <w:t>’</w:t>
      </w:r>
      <w:r w:rsidRPr="006056B1">
        <w:t>étonnais pas outre mesure</w:t>
      </w:r>
      <w:r w:rsidR="006036B2">
        <w:t xml:space="preserve">, </w:t>
      </w:r>
      <w:r w:rsidRPr="006056B1">
        <w:t>sachant qu</w:t>
      </w:r>
      <w:r w:rsidR="006036B2">
        <w:t>’</w:t>
      </w:r>
      <w:r w:rsidRPr="006056B1">
        <w:t>il existe à Paris des écoles de mendicité</w:t>
      </w:r>
      <w:r w:rsidR="006036B2">
        <w:t>.</w:t>
      </w:r>
    </w:p>
    <w:p w14:paraId="50151BD1" w14:textId="77777777" w:rsidR="006036B2" w:rsidRDefault="00E85E1B" w:rsidP="00E85E1B">
      <w:r w:rsidRPr="006056B1">
        <w:t>Mais qu</w:t>
      </w:r>
      <w:r w:rsidR="006036B2">
        <w:t>’</w:t>
      </w:r>
      <w:r w:rsidRPr="006056B1">
        <w:t>il ne fût pas</w:t>
      </w:r>
      <w:r w:rsidR="006036B2">
        <w:t xml:space="preserve">, </w:t>
      </w:r>
      <w:r w:rsidRPr="006056B1">
        <w:t>comme les autres apprentis de son âge</w:t>
      </w:r>
      <w:r w:rsidR="006036B2">
        <w:t xml:space="preserve">, </w:t>
      </w:r>
      <w:r w:rsidRPr="006056B1">
        <w:t>au service d</w:t>
      </w:r>
      <w:r w:rsidR="006036B2">
        <w:t>’</w:t>
      </w:r>
      <w:r w:rsidRPr="006056B1">
        <w:t>un maître plus vieux et l</w:t>
      </w:r>
      <w:r w:rsidR="006036B2">
        <w:t>’</w:t>
      </w:r>
      <w:r w:rsidRPr="006056B1">
        <w:t>exploitant</w:t>
      </w:r>
      <w:r w:rsidR="006036B2">
        <w:t xml:space="preserve">, </w:t>
      </w:r>
      <w:r w:rsidRPr="006056B1">
        <w:t>qu</w:t>
      </w:r>
      <w:r w:rsidR="006036B2">
        <w:t>’</w:t>
      </w:r>
      <w:r w:rsidRPr="006056B1">
        <w:t>il fût son propre maître et sût travailler à son compte</w:t>
      </w:r>
      <w:r w:rsidR="006036B2">
        <w:t xml:space="preserve">, </w:t>
      </w:r>
      <w:r w:rsidRPr="006056B1">
        <w:t>et qu</w:t>
      </w:r>
      <w:r w:rsidR="006036B2">
        <w:t>’</w:t>
      </w:r>
      <w:r w:rsidRPr="006056B1">
        <w:t>il le sût de cette façon-là</w:t>
      </w:r>
      <w:r w:rsidR="006036B2">
        <w:t xml:space="preserve">, </w:t>
      </w:r>
      <w:r w:rsidRPr="006056B1">
        <w:t>si ingénieusement</w:t>
      </w:r>
      <w:r w:rsidR="006036B2">
        <w:t xml:space="preserve">, </w:t>
      </w:r>
      <w:r w:rsidRPr="006056B1">
        <w:t>si merveilleusement</w:t>
      </w:r>
      <w:r w:rsidR="006036B2">
        <w:t xml:space="preserve">, </w:t>
      </w:r>
      <w:r w:rsidRPr="006056B1">
        <w:lastRenderedPageBreak/>
        <w:t>avec tant d</w:t>
      </w:r>
      <w:r w:rsidR="006036B2">
        <w:t>’</w:t>
      </w:r>
      <w:r w:rsidRPr="006056B1">
        <w:t>audace et d</w:t>
      </w:r>
      <w:r w:rsidR="006036B2">
        <w:t>’</w:t>
      </w:r>
      <w:r w:rsidRPr="006056B1">
        <w:t>astuce</w:t>
      </w:r>
      <w:r w:rsidR="006036B2">
        <w:t xml:space="preserve">, </w:t>
      </w:r>
      <w:r w:rsidRPr="006056B1">
        <w:t xml:space="preserve">et une telle autorité dans le </w:t>
      </w:r>
      <w:r w:rsidRPr="006056B1">
        <w:rPr>
          <w:i/>
          <w:iCs/>
        </w:rPr>
        <w:t>camo</w:t>
      </w:r>
      <w:r w:rsidRPr="006056B1">
        <w:rPr>
          <w:i/>
          <w:iCs/>
        </w:rPr>
        <w:t>u</w:t>
      </w:r>
      <w:r w:rsidRPr="006056B1">
        <w:rPr>
          <w:i/>
          <w:iCs/>
        </w:rPr>
        <w:t>flage</w:t>
      </w:r>
      <w:r w:rsidR="006036B2">
        <w:t xml:space="preserve">, </w:t>
      </w:r>
      <w:r w:rsidRPr="006056B1">
        <w:t>voilà qui me semblait du génie</w:t>
      </w:r>
      <w:r w:rsidR="006036B2">
        <w:t xml:space="preserve">, </w:t>
      </w:r>
      <w:r w:rsidRPr="006056B1">
        <w:t>en vérité</w:t>
      </w:r>
      <w:r w:rsidR="006036B2">
        <w:t> !</w:t>
      </w:r>
    </w:p>
    <w:p w14:paraId="25356A90" w14:textId="77777777" w:rsidR="006036B2" w:rsidRDefault="00E85E1B" w:rsidP="00E85E1B">
      <w:r w:rsidRPr="006056B1">
        <w:t>Et je n</w:t>
      </w:r>
      <w:r w:rsidR="006036B2">
        <w:t>’</w:t>
      </w:r>
      <w:r w:rsidRPr="006056B1">
        <w:t>étais pas au bout de ma surprise et de mon admir</w:t>
      </w:r>
      <w:r w:rsidRPr="006056B1">
        <w:t>a</w:t>
      </w:r>
      <w:r w:rsidRPr="006056B1">
        <w:t>tion</w:t>
      </w:r>
      <w:r w:rsidR="006036B2">
        <w:t>.</w:t>
      </w:r>
    </w:p>
    <w:p w14:paraId="4DEA278C" w14:textId="77777777" w:rsidR="006036B2" w:rsidRDefault="00E85E1B" w:rsidP="00E85E1B">
      <w:r w:rsidRPr="006056B1">
        <w:t>Il y a quatre mois</w:t>
      </w:r>
      <w:r w:rsidR="006036B2">
        <w:t xml:space="preserve">, </w:t>
      </w:r>
      <w:r w:rsidRPr="006056B1">
        <w:t>j</w:t>
      </w:r>
      <w:r w:rsidR="006036B2">
        <w:t>’</w:t>
      </w:r>
      <w:r w:rsidRPr="006056B1">
        <w:t xml:space="preserve">ai rencontré le petit </w:t>
      </w:r>
      <w:proofErr w:type="spellStart"/>
      <w:r w:rsidRPr="006056B1">
        <w:t>mâtin</w:t>
      </w:r>
      <w:proofErr w:type="spellEnd"/>
      <w:r w:rsidRPr="006056B1">
        <w:t xml:space="preserve"> absolument guéri de toute infirmité</w:t>
      </w:r>
      <w:r w:rsidR="006036B2">
        <w:t xml:space="preserve">, </w:t>
      </w:r>
      <w:r w:rsidRPr="006056B1">
        <w:t>mais flanqué d</w:t>
      </w:r>
      <w:r w:rsidR="006036B2">
        <w:t>’</w:t>
      </w:r>
      <w:r w:rsidRPr="006056B1">
        <w:t>une gosseline</w:t>
      </w:r>
      <w:r w:rsidR="006036B2">
        <w:t xml:space="preserve">, </w:t>
      </w:r>
      <w:r w:rsidRPr="006056B1">
        <w:t>aveugle pour de bon</w:t>
      </w:r>
      <w:r w:rsidR="006036B2">
        <w:t xml:space="preserve">, </w:t>
      </w:r>
      <w:r w:rsidRPr="006056B1">
        <w:t>celle-ci</w:t>
      </w:r>
      <w:r w:rsidR="006036B2">
        <w:t xml:space="preserve">, </w:t>
      </w:r>
      <w:r w:rsidRPr="006056B1">
        <w:t>à la mine longue et lamentable</w:t>
      </w:r>
      <w:r w:rsidR="006036B2">
        <w:t xml:space="preserve">, </w:t>
      </w:r>
      <w:r w:rsidRPr="006056B1">
        <w:t>aux grands yeux ternes noyés d</w:t>
      </w:r>
      <w:r w:rsidR="006036B2">
        <w:t>’</w:t>
      </w:r>
      <w:r w:rsidRPr="006056B1">
        <w:t>ombre blanche</w:t>
      </w:r>
      <w:r w:rsidR="006036B2">
        <w:t xml:space="preserve">. </w:t>
      </w:r>
      <w:r w:rsidRPr="006056B1">
        <w:t>Il se tenait à côté d</w:t>
      </w:r>
      <w:r w:rsidR="006036B2">
        <w:t>’</w:t>
      </w:r>
      <w:r w:rsidRPr="006056B1">
        <w:t>elle</w:t>
      </w:r>
      <w:r w:rsidR="006036B2">
        <w:t xml:space="preserve">, </w:t>
      </w:r>
      <w:r w:rsidRPr="006056B1">
        <w:t>grimant de son mieux son museau fouinard en une expression de stupidité</w:t>
      </w:r>
      <w:r w:rsidR="006036B2">
        <w:t xml:space="preserve">, </w:t>
      </w:r>
      <w:r w:rsidRPr="006056B1">
        <w:t>et exagérant en effarement convulsif et hagard la danse éperdue de ses prunelles à feux follets</w:t>
      </w:r>
      <w:r w:rsidR="006036B2">
        <w:t xml:space="preserve">. </w:t>
      </w:r>
      <w:r w:rsidRPr="006056B1">
        <w:t>Et leurs deux po</w:t>
      </w:r>
      <w:r w:rsidRPr="006056B1">
        <w:t>i</w:t>
      </w:r>
      <w:r w:rsidRPr="006056B1">
        <w:t>trines étaient couvertes par une pancarte unique sur laquelle on lisait ces trois simples mots</w:t>
      </w:r>
      <w:r w:rsidR="006036B2">
        <w:t xml:space="preserve">, </w:t>
      </w:r>
      <w:r w:rsidRPr="006056B1">
        <w:t>disposés de la sorte</w:t>
      </w:r>
      <w:r w:rsidR="006036B2">
        <w:t> :</w:t>
      </w:r>
    </w:p>
    <w:p w14:paraId="4930C45D" w14:textId="0D45E836" w:rsidR="00E85E1B" w:rsidRDefault="00E85E1B" w:rsidP="006036B2">
      <w:pPr>
        <w:pStyle w:val="Centr"/>
      </w:pPr>
      <w:r w:rsidRPr="006056B1">
        <w:t>ORPHELINS</w:t>
      </w:r>
    </w:p>
    <w:tbl>
      <w:tblPr>
        <w:tblW w:w="4000" w:type="pct"/>
        <w:jc w:val="center"/>
        <w:tblLook w:val="04A0" w:firstRow="1" w:lastRow="0" w:firstColumn="1" w:lastColumn="0" w:noHBand="0" w:noVBand="1"/>
      </w:tblPr>
      <w:tblGrid>
        <w:gridCol w:w="3855"/>
        <w:gridCol w:w="3855"/>
      </w:tblGrid>
      <w:tr w:rsidR="00016DDD" w14:paraId="3FA2CE75" w14:textId="77777777" w:rsidTr="007167CD">
        <w:trPr>
          <w:jc w:val="center"/>
        </w:trPr>
        <w:tc>
          <w:tcPr>
            <w:tcW w:w="2500" w:type="pct"/>
            <w:shd w:val="clear" w:color="auto" w:fill="auto"/>
          </w:tcPr>
          <w:p w14:paraId="6EE9EF4F" w14:textId="77777777" w:rsidR="00016DDD" w:rsidRDefault="00016DDD" w:rsidP="007167CD">
            <w:pPr>
              <w:pStyle w:val="Centr"/>
              <w:jc w:val="left"/>
            </w:pPr>
            <w:r w:rsidRPr="006056B1">
              <w:t>AVEUGLE</w:t>
            </w:r>
          </w:p>
        </w:tc>
        <w:tc>
          <w:tcPr>
            <w:tcW w:w="2500" w:type="pct"/>
            <w:shd w:val="clear" w:color="auto" w:fill="auto"/>
          </w:tcPr>
          <w:p w14:paraId="1F8EAD80" w14:textId="77777777" w:rsidR="00016DDD" w:rsidRDefault="00016DDD" w:rsidP="007167CD">
            <w:pPr>
              <w:pStyle w:val="Centr"/>
              <w:jc w:val="right"/>
            </w:pPr>
            <w:r w:rsidRPr="006056B1">
              <w:t>IDIOT</w:t>
            </w:r>
          </w:p>
        </w:tc>
      </w:tr>
    </w:tbl>
    <w:p w14:paraId="22B52EDF" w14:textId="77777777" w:rsidR="006036B2" w:rsidRDefault="00E85E1B" w:rsidP="00E85E1B">
      <w:r w:rsidRPr="006056B1">
        <w:t>Les sous pleuvaient</w:t>
      </w:r>
      <w:r w:rsidR="006036B2">
        <w:t xml:space="preserve">, </w:t>
      </w:r>
      <w:r w:rsidRPr="006056B1">
        <w:t>comme bien on pense</w:t>
      </w:r>
      <w:r w:rsidR="006036B2">
        <w:t xml:space="preserve">. </w:t>
      </w:r>
      <w:r w:rsidRPr="006056B1">
        <w:t>Et il y avait de quoi</w:t>
      </w:r>
      <w:r w:rsidR="006036B2">
        <w:t xml:space="preserve">. </w:t>
      </w:r>
      <w:r w:rsidRPr="006056B1">
        <w:t>N</w:t>
      </w:r>
      <w:r w:rsidR="006036B2">
        <w:t>’</w:t>
      </w:r>
      <w:r w:rsidRPr="006056B1">
        <w:t>était-ce pas sublime</w:t>
      </w:r>
      <w:r w:rsidR="006036B2">
        <w:t> ?</w:t>
      </w:r>
    </w:p>
    <w:p w14:paraId="2AA23907" w14:textId="77777777" w:rsidR="006036B2" w:rsidRDefault="00E85E1B" w:rsidP="00E85E1B">
      <w:r w:rsidRPr="006056B1">
        <w:t>Ainsi</w:t>
      </w:r>
      <w:r w:rsidR="006036B2">
        <w:t xml:space="preserve">, </w:t>
      </w:r>
      <w:r w:rsidRPr="006056B1">
        <w:t>non content d</w:t>
      </w:r>
      <w:r w:rsidR="006036B2">
        <w:t>’</w:t>
      </w:r>
      <w:r w:rsidRPr="006056B1">
        <w:t>opérer lui-même</w:t>
      </w:r>
      <w:r w:rsidR="006036B2">
        <w:t xml:space="preserve">, </w:t>
      </w:r>
      <w:r w:rsidRPr="006056B1">
        <w:t>et d</w:t>
      </w:r>
      <w:r w:rsidR="006036B2">
        <w:t>’</w:t>
      </w:r>
      <w:r w:rsidRPr="006056B1">
        <w:t>être son propre maître</w:t>
      </w:r>
      <w:r w:rsidR="006036B2">
        <w:t xml:space="preserve">, </w:t>
      </w:r>
      <w:r w:rsidRPr="006056B1">
        <w:t>le mendigot était arrivé à avoir une aide</w:t>
      </w:r>
      <w:r w:rsidR="006036B2">
        <w:t xml:space="preserve">, </w:t>
      </w:r>
      <w:r w:rsidRPr="006056B1">
        <w:t>une servante</w:t>
      </w:r>
      <w:r w:rsidR="006036B2">
        <w:t xml:space="preserve">, </w:t>
      </w:r>
      <w:r w:rsidRPr="006056B1">
        <w:t>une élève</w:t>
      </w:r>
      <w:r w:rsidR="006036B2">
        <w:t xml:space="preserve"> ! </w:t>
      </w:r>
      <w:r w:rsidRPr="006056B1">
        <w:t>Loin d</w:t>
      </w:r>
      <w:r w:rsidR="006036B2">
        <w:t>’</w:t>
      </w:r>
      <w:r w:rsidRPr="006056B1">
        <w:t>être exploité</w:t>
      </w:r>
      <w:r w:rsidR="006036B2">
        <w:t xml:space="preserve">, </w:t>
      </w:r>
      <w:r w:rsidRPr="006056B1">
        <w:t>c</w:t>
      </w:r>
      <w:r w:rsidR="006036B2">
        <w:t>’</w:t>
      </w:r>
      <w:r w:rsidRPr="006056B1">
        <w:t>est lui</w:t>
      </w:r>
      <w:r w:rsidR="006036B2">
        <w:t xml:space="preserve">, </w:t>
      </w:r>
      <w:r w:rsidRPr="006056B1">
        <w:t>le gamin</w:t>
      </w:r>
      <w:r w:rsidR="006036B2">
        <w:t xml:space="preserve">, </w:t>
      </w:r>
      <w:r w:rsidRPr="006056B1">
        <w:t>qui explo</w:t>
      </w:r>
      <w:r w:rsidRPr="006056B1">
        <w:t>i</w:t>
      </w:r>
      <w:r w:rsidRPr="006056B1">
        <w:t>tait</w:t>
      </w:r>
      <w:r w:rsidR="006036B2">
        <w:t> !</w:t>
      </w:r>
    </w:p>
    <w:p w14:paraId="43CB4FC2" w14:textId="77777777" w:rsidR="006036B2" w:rsidRDefault="00E85E1B" w:rsidP="00E85E1B">
      <w:r w:rsidRPr="006056B1">
        <w:t>Hélas</w:t>
      </w:r>
      <w:r w:rsidR="006036B2">
        <w:t xml:space="preserve"> ! </w:t>
      </w:r>
      <w:r w:rsidRPr="006056B1">
        <w:t>c</w:t>
      </w:r>
      <w:r w:rsidR="006036B2">
        <w:t>’</w:t>
      </w:r>
      <w:r w:rsidRPr="006056B1">
        <w:t>était trop beau</w:t>
      </w:r>
      <w:r w:rsidR="006036B2">
        <w:t xml:space="preserve">, </w:t>
      </w:r>
      <w:r w:rsidRPr="006056B1">
        <w:t>cela ne pouvait durer</w:t>
      </w:r>
      <w:r w:rsidR="006036B2">
        <w:t xml:space="preserve">. </w:t>
      </w:r>
      <w:r w:rsidRPr="006056B1">
        <w:t>Le génie appelle fatalement la persécution</w:t>
      </w:r>
      <w:r w:rsidR="006036B2">
        <w:t>.</w:t>
      </w:r>
    </w:p>
    <w:p w14:paraId="74C61553" w14:textId="77777777" w:rsidR="006036B2" w:rsidRDefault="00E85E1B" w:rsidP="00E85E1B">
      <w:r w:rsidRPr="006056B1">
        <w:t>Quelques jours après</w:t>
      </w:r>
      <w:r w:rsidR="006036B2">
        <w:t xml:space="preserve">, </w:t>
      </w:r>
      <w:r w:rsidRPr="006056B1">
        <w:t>la fillette se trouvait toute seule</w:t>
      </w:r>
      <w:r w:rsidR="006036B2">
        <w:t xml:space="preserve">. </w:t>
      </w:r>
      <w:r w:rsidRPr="006056B1">
        <w:t>Je crus d</w:t>
      </w:r>
      <w:r w:rsidR="006036B2">
        <w:t>’</w:t>
      </w:r>
      <w:r w:rsidRPr="006056B1">
        <w:t>abord que l</w:t>
      </w:r>
      <w:r w:rsidR="006036B2">
        <w:t>’</w:t>
      </w:r>
      <w:r w:rsidRPr="006056B1">
        <w:t>autre était malade et demandai affectueus</w:t>
      </w:r>
      <w:r w:rsidRPr="006056B1">
        <w:t>e</w:t>
      </w:r>
      <w:r w:rsidRPr="006056B1">
        <w:t>ment de ses nouvelles</w:t>
      </w:r>
      <w:r w:rsidR="006036B2">
        <w:t xml:space="preserve">, </w:t>
      </w:r>
      <w:r w:rsidRPr="006056B1">
        <w:t xml:space="preserve">en donnant une poignée de gros </w:t>
      </w:r>
      <w:r w:rsidRPr="006056B1">
        <w:lastRenderedPageBreak/>
        <w:t>sous</w:t>
      </w:r>
      <w:r w:rsidR="006036B2">
        <w:t xml:space="preserve">. </w:t>
      </w:r>
      <w:r w:rsidRPr="006056B1">
        <w:t>L</w:t>
      </w:r>
      <w:r w:rsidR="006036B2">
        <w:t>’</w:t>
      </w:r>
      <w:r w:rsidRPr="006056B1">
        <w:t>enfant comprit</w:t>
      </w:r>
      <w:r w:rsidR="006036B2">
        <w:t xml:space="preserve">, </w:t>
      </w:r>
      <w:r w:rsidRPr="006056B1">
        <w:t>à l</w:t>
      </w:r>
      <w:r w:rsidR="006036B2">
        <w:t>’</w:t>
      </w:r>
      <w:r w:rsidRPr="006056B1">
        <w:t>aumône et au ton inquiet de ma voix</w:t>
      </w:r>
      <w:r w:rsidR="006036B2">
        <w:t xml:space="preserve">, </w:t>
      </w:r>
      <w:r w:rsidRPr="006056B1">
        <w:t>que je n</w:t>
      </w:r>
      <w:r w:rsidR="006036B2">
        <w:t>’</w:t>
      </w:r>
      <w:r w:rsidRPr="006056B1">
        <w:t>étais pas un ennemi</w:t>
      </w:r>
      <w:r w:rsidR="006036B2">
        <w:t xml:space="preserve">. </w:t>
      </w:r>
      <w:r w:rsidRPr="006056B1">
        <w:t>Elle s</w:t>
      </w:r>
      <w:r w:rsidR="006036B2">
        <w:t>’</w:t>
      </w:r>
      <w:r w:rsidRPr="006056B1">
        <w:t>écria</w:t>
      </w:r>
      <w:r w:rsidR="006036B2">
        <w:t> :</w:t>
      </w:r>
    </w:p>
    <w:p w14:paraId="4DC6D26E" w14:textId="77777777" w:rsidR="006036B2" w:rsidRDefault="006036B2" w:rsidP="00E85E1B">
      <w:r>
        <w:t>— </w:t>
      </w:r>
      <w:r w:rsidR="00E85E1B" w:rsidRPr="006056B1">
        <w:t>Ah</w:t>
      </w:r>
      <w:r>
        <w:t xml:space="preserve"> ! </w:t>
      </w:r>
      <w:r w:rsidR="00E85E1B" w:rsidRPr="006056B1">
        <w:t>m</w:t>
      </w:r>
      <w:r>
        <w:t>’</w:t>
      </w:r>
      <w:proofErr w:type="spellStart"/>
      <w:r w:rsidR="00E85E1B" w:rsidRPr="006056B1">
        <w:t>sieu</w:t>
      </w:r>
      <w:proofErr w:type="spellEnd"/>
      <w:r>
        <w:t xml:space="preserve">, </w:t>
      </w:r>
      <w:r w:rsidR="00E85E1B" w:rsidRPr="006056B1">
        <w:t>si vous saviez</w:t>
      </w:r>
      <w:r>
        <w:t xml:space="preserve"> ! </w:t>
      </w:r>
      <w:r w:rsidR="00E85E1B" w:rsidRPr="006056B1">
        <w:t>Un malheur</w:t>
      </w:r>
      <w:r>
        <w:t xml:space="preserve"> ! </w:t>
      </w:r>
      <w:r w:rsidR="00E85E1B" w:rsidRPr="006056B1">
        <w:t>Un vrai ma</w:t>
      </w:r>
      <w:r w:rsidR="00E85E1B" w:rsidRPr="006056B1">
        <w:t>l</w:t>
      </w:r>
      <w:r w:rsidR="00E85E1B" w:rsidRPr="006056B1">
        <w:t>heur pour moi</w:t>
      </w:r>
      <w:r>
        <w:t xml:space="preserve">. </w:t>
      </w:r>
      <w:r w:rsidR="00E85E1B" w:rsidRPr="006056B1">
        <w:t xml:space="preserve">I </w:t>
      </w:r>
      <w:proofErr w:type="gramStart"/>
      <w:r w:rsidR="00E85E1B" w:rsidRPr="006056B1">
        <w:t>s</w:t>
      </w:r>
      <w:r>
        <w:t>’</w:t>
      </w:r>
      <w:r w:rsidR="00E85E1B" w:rsidRPr="006056B1">
        <w:t>a</w:t>
      </w:r>
      <w:proofErr w:type="gramEnd"/>
      <w:r w:rsidR="00E85E1B" w:rsidRPr="006056B1">
        <w:t xml:space="preserve"> fait chopper</w:t>
      </w:r>
      <w:r>
        <w:t>.</w:t>
      </w:r>
    </w:p>
    <w:p w14:paraId="5AD227E6" w14:textId="77777777" w:rsidR="006036B2" w:rsidRDefault="006036B2" w:rsidP="00E85E1B">
      <w:r>
        <w:t>— </w:t>
      </w:r>
      <w:r w:rsidR="00E85E1B" w:rsidRPr="006056B1">
        <w:t>Comment</w:t>
      </w:r>
      <w:r>
        <w:t xml:space="preserve"> ! </w:t>
      </w:r>
      <w:r w:rsidR="00E85E1B" w:rsidRPr="006056B1">
        <w:t>En prison</w:t>
      </w:r>
      <w:r>
        <w:t> !</w:t>
      </w:r>
    </w:p>
    <w:p w14:paraId="1068BD01" w14:textId="77777777" w:rsidR="006036B2" w:rsidRDefault="00E85E1B" w:rsidP="00E85E1B">
      <w:r w:rsidRPr="006056B1">
        <w:t>Elle eut un beau soubresaut d</w:t>
      </w:r>
      <w:r w:rsidR="006036B2">
        <w:t>’</w:t>
      </w:r>
      <w:r w:rsidRPr="006056B1">
        <w:t>orgueil et répliqua</w:t>
      </w:r>
      <w:r w:rsidR="006036B2">
        <w:t> :</w:t>
      </w:r>
    </w:p>
    <w:p w14:paraId="10F2B6D9" w14:textId="77777777" w:rsidR="006036B2" w:rsidRDefault="006036B2" w:rsidP="00E85E1B">
      <w:r>
        <w:t>— </w:t>
      </w:r>
      <w:r w:rsidR="00E85E1B" w:rsidRPr="006056B1">
        <w:t>Oh</w:t>
      </w:r>
      <w:r>
        <w:t xml:space="preserve"> ! </w:t>
      </w:r>
      <w:r w:rsidR="00E85E1B" w:rsidRPr="006056B1">
        <w:t>en prison</w:t>
      </w:r>
      <w:r>
        <w:t xml:space="preserve">, </w:t>
      </w:r>
      <w:r w:rsidR="00E85E1B" w:rsidRPr="006056B1">
        <w:t>lui</w:t>
      </w:r>
      <w:r>
        <w:t xml:space="preserve">, </w:t>
      </w:r>
      <w:r w:rsidR="00E85E1B" w:rsidRPr="006056B1">
        <w:t>jamais</w:t>
      </w:r>
      <w:r>
        <w:t xml:space="preserve"> ! </w:t>
      </w:r>
      <w:r w:rsidR="00E85E1B" w:rsidRPr="006056B1">
        <w:t>L</w:t>
      </w:r>
      <w:r>
        <w:t>’</w:t>
      </w:r>
      <w:r w:rsidR="00E85E1B" w:rsidRPr="006056B1">
        <w:t>est bien trop à la coule</w:t>
      </w:r>
      <w:r>
        <w:t xml:space="preserve"> ! </w:t>
      </w:r>
      <w:r w:rsidR="00E85E1B" w:rsidRPr="006056B1">
        <w:t xml:space="preserve">I </w:t>
      </w:r>
      <w:proofErr w:type="gramStart"/>
      <w:r w:rsidR="00E85E1B" w:rsidRPr="006056B1">
        <w:t>s</w:t>
      </w:r>
      <w:r>
        <w:t>’</w:t>
      </w:r>
      <w:r w:rsidR="00E85E1B" w:rsidRPr="006056B1">
        <w:t>a</w:t>
      </w:r>
      <w:proofErr w:type="gramEnd"/>
      <w:r w:rsidR="00E85E1B" w:rsidRPr="006056B1">
        <w:t xml:space="preserve"> carapaté des fliques</w:t>
      </w:r>
      <w:r>
        <w:t xml:space="preserve">. </w:t>
      </w:r>
      <w:r w:rsidR="00E85E1B" w:rsidRPr="006056B1">
        <w:t>Seulement</w:t>
      </w:r>
      <w:r>
        <w:t xml:space="preserve">, </w:t>
      </w:r>
      <w:r w:rsidR="00E85E1B" w:rsidRPr="006056B1">
        <w:t>il n</w:t>
      </w:r>
      <w:r>
        <w:t>’</w:t>
      </w:r>
      <w:r w:rsidR="00E85E1B" w:rsidRPr="006056B1">
        <w:t>peut plus truquer avec moi</w:t>
      </w:r>
      <w:r>
        <w:t xml:space="preserve">. </w:t>
      </w:r>
      <w:r w:rsidR="00E85E1B" w:rsidRPr="006056B1">
        <w:t>Faut qu</w:t>
      </w:r>
      <w:r>
        <w:t>’</w:t>
      </w:r>
      <w:r w:rsidR="00E85E1B" w:rsidRPr="006056B1">
        <w:t>i s</w:t>
      </w:r>
      <w:r>
        <w:t>’</w:t>
      </w:r>
      <w:r w:rsidR="00E85E1B" w:rsidRPr="006056B1">
        <w:t>cache</w:t>
      </w:r>
      <w:r>
        <w:t>.</w:t>
      </w:r>
    </w:p>
    <w:p w14:paraId="7B2F1613" w14:textId="77777777" w:rsidR="006036B2" w:rsidRDefault="00E85E1B" w:rsidP="00E85E1B">
      <w:r w:rsidRPr="006056B1">
        <w:t>C</w:t>
      </w:r>
      <w:r w:rsidR="006036B2">
        <w:t>’</w:t>
      </w:r>
      <w:r w:rsidRPr="006056B1">
        <w:t>est de bon cœur</w:t>
      </w:r>
      <w:r w:rsidR="006036B2">
        <w:t xml:space="preserve">, </w:t>
      </w:r>
      <w:r w:rsidRPr="006056B1">
        <w:t>non par une vaine curiosité</w:t>
      </w:r>
      <w:r w:rsidR="006036B2">
        <w:t xml:space="preserve">, </w:t>
      </w:r>
      <w:r w:rsidRPr="006056B1">
        <w:t>mais par désir de lui venir en aide si cela m</w:t>
      </w:r>
      <w:r w:rsidR="006036B2">
        <w:t>’</w:t>
      </w:r>
      <w:r w:rsidRPr="006056B1">
        <w:t>était possible</w:t>
      </w:r>
      <w:r w:rsidR="006036B2">
        <w:t xml:space="preserve">, </w:t>
      </w:r>
      <w:r w:rsidRPr="006056B1">
        <w:t>que j</w:t>
      </w:r>
      <w:r w:rsidR="006036B2">
        <w:t>’</w:t>
      </w:r>
      <w:r w:rsidRPr="006056B1">
        <w:t>interrogeai vivement</w:t>
      </w:r>
      <w:r w:rsidR="006036B2">
        <w:t> :</w:t>
      </w:r>
    </w:p>
    <w:p w14:paraId="2C1A1CC5" w14:textId="77777777" w:rsidR="006036B2" w:rsidRDefault="006036B2" w:rsidP="00E85E1B">
      <w:r>
        <w:t>— </w:t>
      </w:r>
      <w:r w:rsidR="00E85E1B" w:rsidRPr="006056B1">
        <w:t>Où ça</w:t>
      </w:r>
      <w:r>
        <w:t> ?</w:t>
      </w:r>
    </w:p>
    <w:p w14:paraId="0A74383F" w14:textId="77777777" w:rsidR="006036B2" w:rsidRDefault="00E85E1B" w:rsidP="00E85E1B">
      <w:r w:rsidRPr="006056B1">
        <w:t>L</w:t>
      </w:r>
      <w:r w:rsidR="006036B2">
        <w:t>’</w:t>
      </w:r>
      <w:r w:rsidRPr="006056B1">
        <w:t>aveugle se méprit à la vivacité de ma question</w:t>
      </w:r>
      <w:r w:rsidR="006036B2">
        <w:t xml:space="preserve">. </w:t>
      </w:r>
      <w:r w:rsidRPr="006056B1">
        <w:t>Une m</w:t>
      </w:r>
      <w:r w:rsidRPr="006056B1">
        <w:t>é</w:t>
      </w:r>
      <w:r w:rsidRPr="006056B1">
        <w:t>fiance lui vint</w:t>
      </w:r>
      <w:r w:rsidR="006036B2">
        <w:t xml:space="preserve">. </w:t>
      </w:r>
      <w:r w:rsidRPr="006056B1">
        <w:t>Peut-être aussi eut-elle regret et peur d</w:t>
      </w:r>
      <w:r w:rsidR="006036B2">
        <w:t>’</w:t>
      </w:r>
      <w:r w:rsidRPr="006056B1">
        <w:t>avoir trop parlé déjà</w:t>
      </w:r>
      <w:r w:rsidR="006036B2">
        <w:t xml:space="preserve">. </w:t>
      </w:r>
      <w:r w:rsidRPr="006056B1">
        <w:t>Elle me répondit rudement et d</w:t>
      </w:r>
      <w:r w:rsidR="006036B2">
        <w:t>’</w:t>
      </w:r>
      <w:r w:rsidRPr="006056B1">
        <w:t>un air entêté</w:t>
      </w:r>
      <w:r w:rsidR="006036B2">
        <w:t> :</w:t>
      </w:r>
    </w:p>
    <w:p w14:paraId="0812A212" w14:textId="77777777" w:rsidR="006036B2" w:rsidRDefault="006036B2" w:rsidP="00E85E1B">
      <w:r>
        <w:t>— </w:t>
      </w:r>
      <w:r w:rsidR="00E85E1B" w:rsidRPr="006056B1">
        <w:t>J</w:t>
      </w:r>
      <w:r>
        <w:t>’</w:t>
      </w:r>
      <w:r w:rsidR="00E85E1B" w:rsidRPr="006056B1">
        <w:t>sais pas</w:t>
      </w:r>
      <w:r>
        <w:t xml:space="preserve">. </w:t>
      </w:r>
      <w:r w:rsidR="00E85E1B" w:rsidRPr="006056B1">
        <w:t>J</w:t>
      </w:r>
      <w:r>
        <w:t>’</w:t>
      </w:r>
      <w:r w:rsidR="00E85E1B" w:rsidRPr="006056B1">
        <w:t>sais plus rien</w:t>
      </w:r>
      <w:r>
        <w:t>.</w:t>
      </w:r>
    </w:p>
    <w:p w14:paraId="31114386" w14:textId="77777777" w:rsidR="006036B2" w:rsidRDefault="00E85E1B" w:rsidP="00E85E1B">
      <w:r w:rsidRPr="006056B1">
        <w:t>Si j</w:t>
      </w:r>
      <w:r w:rsidR="006036B2">
        <w:t>’</w:t>
      </w:r>
      <w:r w:rsidRPr="006056B1">
        <w:t>attendais la nuit</w:t>
      </w:r>
      <w:r w:rsidR="006036B2">
        <w:t xml:space="preserve">, </w:t>
      </w:r>
      <w:r w:rsidRPr="006056B1">
        <w:t>si je la filais</w:t>
      </w:r>
      <w:r w:rsidR="006036B2">
        <w:t xml:space="preserve"> ! </w:t>
      </w:r>
      <w:r w:rsidRPr="006056B1">
        <w:t>Je saurais</w:t>
      </w:r>
      <w:r w:rsidR="006036B2">
        <w:t xml:space="preserve">, </w:t>
      </w:r>
      <w:r w:rsidRPr="006056B1">
        <w:t>tout de même</w:t>
      </w:r>
      <w:r w:rsidR="006036B2">
        <w:t xml:space="preserve"> ! </w:t>
      </w:r>
      <w:r w:rsidRPr="006056B1">
        <w:t>Mais quoi</w:t>
      </w:r>
      <w:r w:rsidR="006036B2">
        <w:t xml:space="preserve"> ? </w:t>
      </w:r>
      <w:r w:rsidRPr="006056B1">
        <w:t>Il était dix heures du matin</w:t>
      </w:r>
      <w:r w:rsidR="006036B2">
        <w:t xml:space="preserve">. </w:t>
      </w:r>
      <w:r w:rsidRPr="006056B1">
        <w:t>Bah</w:t>
      </w:r>
      <w:r w:rsidR="006036B2">
        <w:t xml:space="preserve"> ! </w:t>
      </w:r>
      <w:r w:rsidRPr="006056B1">
        <w:t>je revie</w:t>
      </w:r>
      <w:r w:rsidRPr="006056B1">
        <w:t>n</w:t>
      </w:r>
      <w:r w:rsidRPr="006056B1">
        <w:t>drai ce soir la guetter</w:t>
      </w:r>
      <w:r w:rsidR="006036B2">
        <w:t xml:space="preserve">. </w:t>
      </w:r>
      <w:r w:rsidRPr="006056B1">
        <w:t>Ou un autre jour</w:t>
      </w:r>
      <w:r w:rsidR="006036B2">
        <w:t xml:space="preserve"> ! </w:t>
      </w:r>
      <w:r w:rsidRPr="006056B1">
        <w:t>Il sera toujours temps</w:t>
      </w:r>
      <w:r w:rsidR="006036B2">
        <w:t xml:space="preserve">. </w:t>
      </w:r>
      <w:r w:rsidRPr="006056B1">
        <w:t>Et puis</w:t>
      </w:r>
      <w:r w:rsidR="006036B2">
        <w:t xml:space="preserve">, </w:t>
      </w:r>
      <w:r w:rsidRPr="006056B1">
        <w:t>au fond</w:t>
      </w:r>
      <w:r w:rsidR="006036B2">
        <w:t xml:space="preserve">, </w:t>
      </w:r>
      <w:r w:rsidRPr="006056B1">
        <w:t>quel intérêt</w:t>
      </w:r>
      <w:r w:rsidR="006036B2">
        <w:t xml:space="preserve"> ?… </w:t>
      </w:r>
      <w:r w:rsidRPr="006056B1">
        <w:t>Et</w:t>
      </w:r>
      <w:r w:rsidR="006036B2">
        <w:t xml:space="preserve">, </w:t>
      </w:r>
      <w:r w:rsidRPr="006056B1">
        <w:t>toute réflexion faite</w:t>
      </w:r>
      <w:r w:rsidR="006036B2">
        <w:t xml:space="preserve">, </w:t>
      </w:r>
      <w:r w:rsidRPr="006056B1">
        <w:t>je me contentai de renouveler mon aumône</w:t>
      </w:r>
      <w:r w:rsidR="006036B2">
        <w:t xml:space="preserve">, </w:t>
      </w:r>
      <w:r w:rsidRPr="006056B1">
        <w:t>grassement</w:t>
      </w:r>
      <w:r w:rsidR="006036B2">
        <w:t xml:space="preserve">, </w:t>
      </w:r>
      <w:r w:rsidRPr="006056B1">
        <w:t>avant de m</w:t>
      </w:r>
      <w:r w:rsidR="006036B2">
        <w:t>’</w:t>
      </w:r>
      <w:r w:rsidRPr="006056B1">
        <w:t>en aller</w:t>
      </w:r>
      <w:r w:rsidR="006036B2">
        <w:t xml:space="preserve">, </w:t>
      </w:r>
      <w:r w:rsidRPr="006056B1">
        <w:t>espérant avoir ainsi apprivoisé la gosseline pour une occasion prochaine</w:t>
      </w:r>
      <w:r w:rsidR="006036B2">
        <w:t>.</w:t>
      </w:r>
    </w:p>
    <w:p w14:paraId="1AC6389F" w14:textId="77777777" w:rsidR="006036B2" w:rsidRDefault="00E85E1B" w:rsidP="00E85E1B">
      <w:r w:rsidRPr="006056B1">
        <w:t>Bien m</w:t>
      </w:r>
      <w:r w:rsidR="006036B2">
        <w:t>’</w:t>
      </w:r>
      <w:r w:rsidRPr="006056B1">
        <w:t>en a pris</w:t>
      </w:r>
      <w:r w:rsidR="006036B2">
        <w:t xml:space="preserve"> ; </w:t>
      </w:r>
      <w:r w:rsidRPr="006056B1">
        <w:t>car l</w:t>
      </w:r>
      <w:r w:rsidR="006036B2">
        <w:t>’</w:t>
      </w:r>
      <w:r w:rsidRPr="006056B1">
        <w:t>occasion est revenue</w:t>
      </w:r>
      <w:r w:rsidR="006036B2">
        <w:t xml:space="preserve">, </w:t>
      </w:r>
      <w:r w:rsidRPr="006056B1">
        <w:t>et la petite</w:t>
      </w:r>
      <w:r w:rsidR="006036B2">
        <w:t xml:space="preserve">, </w:t>
      </w:r>
      <w:r w:rsidRPr="006056B1">
        <w:t>apprivoisée</w:t>
      </w:r>
      <w:r w:rsidR="006036B2">
        <w:t xml:space="preserve">, </w:t>
      </w:r>
      <w:r w:rsidRPr="006056B1">
        <w:t>m</w:t>
      </w:r>
      <w:r w:rsidR="006036B2">
        <w:t>’</w:t>
      </w:r>
      <w:r w:rsidRPr="006056B1">
        <w:t>a fait ses confidences</w:t>
      </w:r>
      <w:r w:rsidR="006036B2">
        <w:t>.</w:t>
      </w:r>
    </w:p>
    <w:p w14:paraId="0A41E31C" w14:textId="77777777" w:rsidR="006036B2" w:rsidRDefault="00E85E1B" w:rsidP="00E85E1B">
      <w:r w:rsidRPr="006056B1">
        <w:lastRenderedPageBreak/>
        <w:t>C</w:t>
      </w:r>
      <w:r w:rsidR="006036B2">
        <w:t>’</w:t>
      </w:r>
      <w:r w:rsidRPr="006056B1">
        <w:t>était avant-hier</w:t>
      </w:r>
      <w:r w:rsidR="006036B2">
        <w:t xml:space="preserve">. </w:t>
      </w:r>
      <w:r w:rsidRPr="006056B1">
        <w:t>Je rentrais à Paris</w:t>
      </w:r>
      <w:r w:rsidR="006036B2">
        <w:t xml:space="preserve">, </w:t>
      </w:r>
      <w:r w:rsidRPr="006056B1">
        <w:t>ne pensant plus guère à tout cela</w:t>
      </w:r>
      <w:r w:rsidR="006036B2">
        <w:t xml:space="preserve">. </w:t>
      </w:r>
      <w:r w:rsidRPr="006056B1">
        <w:t>Près de la gare Saint-Lazare</w:t>
      </w:r>
      <w:r w:rsidR="006036B2">
        <w:t xml:space="preserve">, </w:t>
      </w:r>
      <w:r w:rsidRPr="006056B1">
        <w:t>j</w:t>
      </w:r>
      <w:r w:rsidR="006036B2">
        <w:t>’</w:t>
      </w:r>
      <w:r w:rsidRPr="006056B1">
        <w:t>aperçois la p</w:t>
      </w:r>
      <w:r w:rsidRPr="006056B1">
        <w:t>e</w:t>
      </w:r>
      <w:r w:rsidRPr="006056B1">
        <w:t>tite aveugle</w:t>
      </w:r>
      <w:r w:rsidR="006036B2">
        <w:t xml:space="preserve">, </w:t>
      </w:r>
      <w:r w:rsidRPr="006056B1">
        <w:t>donnant la main à un vieillard</w:t>
      </w:r>
      <w:r w:rsidR="006036B2">
        <w:t xml:space="preserve">, </w:t>
      </w:r>
      <w:r w:rsidRPr="006056B1">
        <w:t>aveugle aussi</w:t>
      </w:r>
      <w:r w:rsidR="006036B2">
        <w:t xml:space="preserve">. </w:t>
      </w:r>
      <w:r w:rsidRPr="006056B1">
        <w:t>Je saute en bas de voiture</w:t>
      </w:r>
      <w:r w:rsidR="006036B2">
        <w:t xml:space="preserve">, </w:t>
      </w:r>
      <w:r w:rsidRPr="006056B1">
        <w:t>je vais au couple</w:t>
      </w:r>
      <w:r w:rsidR="006036B2">
        <w:t xml:space="preserve">, </w:t>
      </w:r>
      <w:r w:rsidRPr="006056B1">
        <w:t>et je dis à l</w:t>
      </w:r>
      <w:r w:rsidR="006036B2">
        <w:t>’</w:t>
      </w:r>
      <w:r w:rsidRPr="006056B1">
        <w:t>enfant</w:t>
      </w:r>
      <w:r w:rsidR="006036B2">
        <w:t> :</w:t>
      </w:r>
    </w:p>
    <w:p w14:paraId="0142E1DC" w14:textId="77777777" w:rsidR="006036B2" w:rsidRDefault="006036B2" w:rsidP="00E85E1B">
      <w:r>
        <w:t>— </w:t>
      </w:r>
      <w:r w:rsidR="00E85E1B" w:rsidRPr="006056B1">
        <w:t>Te souviens-tu du monsieur</w:t>
      </w:r>
      <w:r>
        <w:t xml:space="preserve">, </w:t>
      </w:r>
      <w:r w:rsidR="00E85E1B" w:rsidRPr="006056B1">
        <w:t>qui</w:t>
      </w:r>
      <w:r>
        <w:t xml:space="preserve">, </w:t>
      </w:r>
      <w:r w:rsidR="00E85E1B" w:rsidRPr="006056B1">
        <w:t>au mois de juillet de</w:t>
      </w:r>
      <w:r w:rsidR="00E85E1B" w:rsidRPr="006056B1">
        <w:t>r</w:t>
      </w:r>
      <w:r w:rsidR="00E85E1B" w:rsidRPr="006056B1">
        <w:t>nier</w:t>
      </w:r>
      <w:r>
        <w:t>… ?</w:t>
      </w:r>
    </w:p>
    <w:p w14:paraId="7FEB54C2" w14:textId="77777777" w:rsidR="006036B2" w:rsidRDefault="00E85E1B" w:rsidP="00E85E1B">
      <w:r w:rsidRPr="006056B1">
        <w:t>À ma voix</w:t>
      </w:r>
      <w:r w:rsidR="006036B2">
        <w:t xml:space="preserve">, </w:t>
      </w:r>
      <w:r w:rsidRPr="006056B1">
        <w:t>brusquement</w:t>
      </w:r>
      <w:r w:rsidR="006036B2">
        <w:t xml:space="preserve">, </w:t>
      </w:r>
      <w:r w:rsidRPr="006056B1">
        <w:t>elle se rappelle</w:t>
      </w:r>
      <w:r w:rsidR="006036B2">
        <w:t xml:space="preserve">, </w:t>
      </w:r>
      <w:r w:rsidRPr="006056B1">
        <w:t>et tout à coup éclate en sanglots</w:t>
      </w:r>
      <w:r w:rsidR="006036B2">
        <w:t xml:space="preserve">. </w:t>
      </w:r>
      <w:r w:rsidRPr="006056B1">
        <w:t>Je demande</w:t>
      </w:r>
      <w:r w:rsidR="006036B2">
        <w:t> :</w:t>
      </w:r>
    </w:p>
    <w:p w14:paraId="0F1877A7" w14:textId="77777777" w:rsidR="006036B2" w:rsidRDefault="006036B2" w:rsidP="00E85E1B">
      <w:r>
        <w:t>— </w:t>
      </w:r>
      <w:r w:rsidR="00E85E1B" w:rsidRPr="006056B1">
        <w:t>Eh bien</w:t>
      </w:r>
      <w:r>
        <w:t xml:space="preserve"> ! </w:t>
      </w:r>
      <w:r w:rsidR="00E85E1B" w:rsidRPr="006056B1">
        <w:t>quoi</w:t>
      </w:r>
      <w:r>
        <w:t xml:space="preserve"> ? </w:t>
      </w:r>
      <w:r w:rsidR="00E85E1B" w:rsidRPr="006056B1">
        <w:t>qu</w:t>
      </w:r>
      <w:r>
        <w:t>’</w:t>
      </w:r>
      <w:r w:rsidR="00E85E1B" w:rsidRPr="006056B1">
        <w:t>est-ce qu</w:t>
      </w:r>
      <w:r>
        <w:t>’</w:t>
      </w:r>
      <w:r w:rsidR="00E85E1B" w:rsidRPr="006056B1">
        <w:t>il y a</w:t>
      </w:r>
      <w:r>
        <w:t xml:space="preserve"> ? </w:t>
      </w:r>
      <w:r w:rsidR="00E85E1B" w:rsidRPr="006056B1">
        <w:t>Est-ce qu</w:t>
      </w:r>
      <w:r>
        <w:t>’</w:t>
      </w:r>
      <w:r w:rsidR="00E85E1B" w:rsidRPr="006056B1">
        <w:t>il est arrivé malheur à</w:t>
      </w:r>
      <w:r>
        <w:t>… ?</w:t>
      </w:r>
    </w:p>
    <w:p w14:paraId="46817D73" w14:textId="77777777" w:rsidR="006036B2" w:rsidRDefault="006036B2" w:rsidP="00E85E1B">
      <w:r>
        <w:t>— </w:t>
      </w:r>
      <w:r w:rsidR="00E85E1B" w:rsidRPr="006056B1">
        <w:t>Non</w:t>
      </w:r>
      <w:r>
        <w:t xml:space="preserve">, </w:t>
      </w:r>
      <w:r w:rsidR="00E85E1B" w:rsidRPr="006056B1">
        <w:t>non</w:t>
      </w:r>
      <w:r>
        <w:t xml:space="preserve">, </w:t>
      </w:r>
      <w:r w:rsidR="00E85E1B" w:rsidRPr="006056B1">
        <w:t>répond-elle très vite</w:t>
      </w:r>
      <w:r>
        <w:t xml:space="preserve">. </w:t>
      </w:r>
      <w:r w:rsidR="00E85E1B" w:rsidRPr="006056B1">
        <w:t>À lui</w:t>
      </w:r>
      <w:r>
        <w:t xml:space="preserve">, </w:t>
      </w:r>
      <w:r w:rsidR="00E85E1B" w:rsidRPr="006056B1">
        <w:t>rien</w:t>
      </w:r>
      <w:r>
        <w:t xml:space="preserve"> ! </w:t>
      </w:r>
      <w:r w:rsidR="00E85E1B" w:rsidRPr="006056B1">
        <w:t>Oh</w:t>
      </w:r>
      <w:r>
        <w:t xml:space="preserve"> ! </w:t>
      </w:r>
      <w:r w:rsidR="00E85E1B" w:rsidRPr="006056B1">
        <w:t>rien</w:t>
      </w:r>
      <w:r>
        <w:t xml:space="preserve">, </w:t>
      </w:r>
      <w:r w:rsidR="00E85E1B" w:rsidRPr="006056B1">
        <w:t>heureusement</w:t>
      </w:r>
      <w:r>
        <w:t xml:space="preserve">. </w:t>
      </w:r>
      <w:r w:rsidR="00E85E1B" w:rsidRPr="006056B1">
        <w:t>Mais à moi</w:t>
      </w:r>
      <w:r>
        <w:t xml:space="preserve">, </w:t>
      </w:r>
      <w:r w:rsidR="00E85E1B" w:rsidRPr="006056B1">
        <w:t>à moi</w:t>
      </w:r>
      <w:r>
        <w:t xml:space="preserve">, </w:t>
      </w:r>
      <w:r w:rsidR="00E85E1B" w:rsidRPr="006056B1">
        <w:t>pour sûr</w:t>
      </w:r>
      <w:r>
        <w:t>.</w:t>
      </w:r>
    </w:p>
    <w:p w14:paraId="24AE3EDD" w14:textId="77777777" w:rsidR="006036B2" w:rsidRDefault="006036B2" w:rsidP="00E85E1B">
      <w:r>
        <w:t>— </w:t>
      </w:r>
      <w:r w:rsidR="00E85E1B" w:rsidRPr="006056B1">
        <w:t>Quoi donc</w:t>
      </w:r>
      <w:r>
        <w:t> ?</w:t>
      </w:r>
    </w:p>
    <w:p w14:paraId="7F37EE28" w14:textId="77777777" w:rsidR="006036B2" w:rsidRDefault="006036B2" w:rsidP="00E85E1B">
      <w:r>
        <w:t>— </w:t>
      </w:r>
      <w:r w:rsidR="00E85E1B" w:rsidRPr="006056B1">
        <w:t>I m</w:t>
      </w:r>
      <w:r>
        <w:t>’</w:t>
      </w:r>
      <w:r w:rsidR="00E85E1B" w:rsidRPr="006056B1">
        <w:t>a plaquée</w:t>
      </w:r>
      <w:r>
        <w:t>.</w:t>
      </w:r>
    </w:p>
    <w:p w14:paraId="02746146" w14:textId="77777777" w:rsidR="006036B2" w:rsidRDefault="00E85E1B" w:rsidP="00E85E1B">
      <w:r w:rsidRPr="006056B1">
        <w:t>Ici le vieillard interrompt et grommelle</w:t>
      </w:r>
      <w:r w:rsidR="006036B2">
        <w:t> :</w:t>
      </w:r>
    </w:p>
    <w:p w14:paraId="18FEAE62" w14:textId="77777777" w:rsidR="006036B2" w:rsidRDefault="006036B2" w:rsidP="00E85E1B">
      <w:r>
        <w:t>— </w:t>
      </w:r>
      <w:r w:rsidR="00E85E1B" w:rsidRPr="006056B1">
        <w:t>C</w:t>
      </w:r>
      <w:r>
        <w:t>’</w:t>
      </w:r>
      <w:r w:rsidR="00E85E1B" w:rsidRPr="006056B1">
        <w:t xml:space="preserve">est un </w:t>
      </w:r>
      <w:proofErr w:type="gramStart"/>
      <w:r w:rsidR="00E85E1B" w:rsidRPr="006056B1">
        <w:t>p</w:t>
      </w:r>
      <w:r>
        <w:t>’</w:t>
      </w:r>
      <w:r w:rsidR="00E85E1B" w:rsidRPr="006056B1">
        <w:t>tit</w:t>
      </w:r>
      <w:proofErr w:type="gramEnd"/>
      <w:r w:rsidR="00E85E1B" w:rsidRPr="006056B1">
        <w:t xml:space="preserve"> </w:t>
      </w:r>
      <w:proofErr w:type="spellStart"/>
      <w:r w:rsidR="00E85E1B" w:rsidRPr="006056B1">
        <w:t>muffe</w:t>
      </w:r>
      <w:proofErr w:type="spellEnd"/>
      <w:r>
        <w:t>.</w:t>
      </w:r>
    </w:p>
    <w:p w14:paraId="011AF829" w14:textId="77777777" w:rsidR="006036B2" w:rsidRDefault="00E85E1B" w:rsidP="00E85E1B">
      <w:r w:rsidRPr="006056B1">
        <w:t>Et la môme de grincer des dents et de glapir</w:t>
      </w:r>
      <w:r w:rsidR="006036B2">
        <w:t> :</w:t>
      </w:r>
    </w:p>
    <w:p w14:paraId="0C0EC0C6" w14:textId="77777777" w:rsidR="006036B2" w:rsidRDefault="006036B2" w:rsidP="00E85E1B">
      <w:r>
        <w:t>— </w:t>
      </w:r>
      <w:r w:rsidR="00E85E1B" w:rsidRPr="006056B1">
        <w:t>Dis pas ça</w:t>
      </w:r>
      <w:r>
        <w:t xml:space="preserve">, </w:t>
      </w:r>
      <w:r w:rsidR="00E85E1B" w:rsidRPr="006056B1">
        <w:t>daron à la manque</w:t>
      </w:r>
      <w:r>
        <w:t xml:space="preserve">, </w:t>
      </w:r>
      <w:r w:rsidR="00E85E1B" w:rsidRPr="006056B1">
        <w:t>dis pas ça</w:t>
      </w:r>
      <w:r>
        <w:t>.</w:t>
      </w:r>
    </w:p>
    <w:p w14:paraId="6172068E" w14:textId="77777777" w:rsidR="006036B2" w:rsidRDefault="00E85E1B" w:rsidP="00E85E1B">
      <w:r w:rsidRPr="006056B1">
        <w:t>J</w:t>
      </w:r>
      <w:r w:rsidR="006036B2">
        <w:t>’</w:t>
      </w:r>
      <w:r w:rsidRPr="006056B1">
        <w:t>interroge</w:t>
      </w:r>
      <w:r w:rsidR="006036B2">
        <w:t> :</w:t>
      </w:r>
    </w:p>
    <w:p w14:paraId="330492C5" w14:textId="77777777" w:rsidR="006036B2" w:rsidRDefault="006036B2" w:rsidP="00E85E1B">
      <w:r>
        <w:t>— </w:t>
      </w:r>
      <w:r w:rsidR="00E85E1B" w:rsidRPr="006056B1">
        <w:t>C</w:t>
      </w:r>
      <w:r>
        <w:t>’</w:t>
      </w:r>
      <w:r w:rsidR="00E85E1B" w:rsidRPr="006056B1">
        <w:t>est ton père</w:t>
      </w:r>
      <w:r>
        <w:t xml:space="preserve">, </w:t>
      </w:r>
      <w:r w:rsidR="00E85E1B" w:rsidRPr="006056B1">
        <w:t>ce vieillard</w:t>
      </w:r>
      <w:r>
        <w:t> !</w:t>
      </w:r>
    </w:p>
    <w:p w14:paraId="1E971C7E" w14:textId="77777777" w:rsidR="006036B2" w:rsidRDefault="00E85E1B" w:rsidP="00E85E1B">
      <w:r w:rsidRPr="006056B1">
        <w:t xml:space="preserve">Il geint lamentablement en </w:t>
      </w:r>
      <w:proofErr w:type="spellStart"/>
      <w:r w:rsidRPr="006056B1">
        <w:t>marmonnerie</w:t>
      </w:r>
      <w:proofErr w:type="spellEnd"/>
      <w:r w:rsidRPr="006056B1">
        <w:t xml:space="preserve"> </w:t>
      </w:r>
      <w:proofErr w:type="spellStart"/>
      <w:r w:rsidRPr="006056B1">
        <w:t>pleignarde</w:t>
      </w:r>
      <w:proofErr w:type="spellEnd"/>
      <w:r w:rsidR="006036B2">
        <w:t> :</w:t>
      </w:r>
    </w:p>
    <w:p w14:paraId="1FC4B17E" w14:textId="77777777" w:rsidR="006036B2" w:rsidRDefault="006036B2" w:rsidP="00E85E1B">
      <w:r>
        <w:t>— </w:t>
      </w:r>
      <w:r w:rsidR="00E85E1B" w:rsidRPr="006056B1">
        <w:t>Oui</w:t>
      </w:r>
      <w:r>
        <w:t xml:space="preserve">, </w:t>
      </w:r>
      <w:r w:rsidR="00E85E1B" w:rsidRPr="006056B1">
        <w:t>mon bon monsieur</w:t>
      </w:r>
      <w:r>
        <w:t xml:space="preserve">, </w:t>
      </w:r>
      <w:r w:rsidR="00E85E1B" w:rsidRPr="006056B1">
        <w:t>oui</w:t>
      </w:r>
      <w:r>
        <w:t xml:space="preserve">, </w:t>
      </w:r>
      <w:r w:rsidR="00E85E1B" w:rsidRPr="006056B1">
        <w:t xml:space="preserve">son </w:t>
      </w:r>
      <w:proofErr w:type="spellStart"/>
      <w:r w:rsidR="00E85E1B" w:rsidRPr="006056B1">
        <w:t>pauv</w:t>
      </w:r>
      <w:r>
        <w:t>’</w:t>
      </w:r>
      <w:r w:rsidR="00E85E1B" w:rsidRPr="006056B1">
        <w:t>père</w:t>
      </w:r>
      <w:proofErr w:type="spellEnd"/>
      <w:r>
        <w:t>.</w:t>
      </w:r>
    </w:p>
    <w:p w14:paraId="5CE081E3" w14:textId="77777777" w:rsidR="006036B2" w:rsidRDefault="006036B2" w:rsidP="00E85E1B">
      <w:r>
        <w:lastRenderedPageBreak/>
        <w:t>— </w:t>
      </w:r>
      <w:r w:rsidR="00E85E1B" w:rsidRPr="006056B1">
        <w:t>Pas vrai</w:t>
      </w:r>
      <w:r>
        <w:t xml:space="preserve">, </w:t>
      </w:r>
      <w:r w:rsidR="00E85E1B" w:rsidRPr="006056B1">
        <w:t>crie l</w:t>
      </w:r>
      <w:r>
        <w:t>’</w:t>
      </w:r>
      <w:r w:rsidR="00E85E1B" w:rsidRPr="006056B1">
        <w:t>enfant</w:t>
      </w:r>
      <w:r>
        <w:t xml:space="preserve">. </w:t>
      </w:r>
      <w:r w:rsidR="00E85E1B" w:rsidRPr="006056B1">
        <w:t>C</w:t>
      </w:r>
      <w:r>
        <w:t>’</w:t>
      </w:r>
      <w:r w:rsidR="00E85E1B" w:rsidRPr="006056B1">
        <w:t>est pas mon père</w:t>
      </w:r>
      <w:r>
        <w:t xml:space="preserve">. </w:t>
      </w:r>
      <w:r w:rsidR="00E85E1B" w:rsidRPr="006056B1">
        <w:t>J</w:t>
      </w:r>
      <w:r>
        <w:t>’</w:t>
      </w:r>
      <w:r w:rsidR="00E85E1B" w:rsidRPr="006056B1">
        <w:t>peux vous l</w:t>
      </w:r>
      <w:r>
        <w:t>’</w:t>
      </w:r>
      <w:r w:rsidR="00E85E1B" w:rsidRPr="006056B1">
        <w:t>dire à vous</w:t>
      </w:r>
      <w:r>
        <w:t xml:space="preserve">, </w:t>
      </w:r>
      <w:r w:rsidR="00E85E1B" w:rsidRPr="006056B1">
        <w:t>qu</w:t>
      </w:r>
      <w:r>
        <w:t>’</w:t>
      </w:r>
      <w:r w:rsidR="00E85E1B" w:rsidRPr="006056B1">
        <w:t>êtes un ami</w:t>
      </w:r>
      <w:r>
        <w:t xml:space="preserve">. </w:t>
      </w:r>
      <w:r w:rsidR="00E85E1B" w:rsidRPr="006056B1">
        <w:t>C</w:t>
      </w:r>
      <w:r>
        <w:t>’</w:t>
      </w:r>
      <w:r w:rsidR="00E85E1B" w:rsidRPr="006056B1">
        <w:t>est pas mon père</w:t>
      </w:r>
      <w:r>
        <w:t xml:space="preserve">. </w:t>
      </w:r>
      <w:r w:rsidR="00E85E1B" w:rsidRPr="006056B1">
        <w:t>C</w:t>
      </w:r>
      <w:r>
        <w:t>’</w:t>
      </w:r>
      <w:r w:rsidR="00E85E1B" w:rsidRPr="006056B1">
        <w:t>est un qui truque avec moi</w:t>
      </w:r>
      <w:r>
        <w:t xml:space="preserve">, </w:t>
      </w:r>
      <w:r w:rsidR="00E85E1B" w:rsidRPr="006056B1">
        <w:t xml:space="preserve">en place de </w:t>
      </w:r>
      <w:proofErr w:type="spellStart"/>
      <w:r w:rsidR="00E85E1B" w:rsidRPr="006056B1">
        <w:t>Mimile</w:t>
      </w:r>
      <w:proofErr w:type="spellEnd"/>
      <w:r w:rsidR="00E85E1B" w:rsidRPr="006056B1">
        <w:t xml:space="preserve"> qui m</w:t>
      </w:r>
      <w:r>
        <w:t>’</w:t>
      </w:r>
      <w:r w:rsidR="00E85E1B" w:rsidRPr="006056B1">
        <w:t>a plaquée</w:t>
      </w:r>
      <w:r>
        <w:t>.</w:t>
      </w:r>
    </w:p>
    <w:p w14:paraId="5B532879" w14:textId="77777777" w:rsidR="006036B2" w:rsidRDefault="006036B2" w:rsidP="00E85E1B">
      <w:r>
        <w:t>— </w:t>
      </w:r>
      <w:r w:rsidR="00E85E1B" w:rsidRPr="006056B1">
        <w:t xml:space="preserve">Et </w:t>
      </w:r>
      <w:proofErr w:type="spellStart"/>
      <w:r w:rsidR="00E85E1B" w:rsidRPr="006056B1">
        <w:t>Mimile</w:t>
      </w:r>
      <w:proofErr w:type="spellEnd"/>
      <w:r>
        <w:t xml:space="preserve">, </w:t>
      </w:r>
      <w:r w:rsidR="00E85E1B" w:rsidRPr="006056B1">
        <w:t>qu</w:t>
      </w:r>
      <w:r>
        <w:t>’</w:t>
      </w:r>
      <w:r w:rsidR="00E85E1B" w:rsidRPr="006056B1">
        <w:t>est-ce qu</w:t>
      </w:r>
      <w:r>
        <w:t>’</w:t>
      </w:r>
      <w:r w:rsidR="00E85E1B" w:rsidRPr="006056B1">
        <w:t>il fait maintenant</w:t>
      </w:r>
      <w:r>
        <w:t> ?</w:t>
      </w:r>
    </w:p>
    <w:p w14:paraId="7EEB8181" w14:textId="77777777" w:rsidR="006036B2" w:rsidRDefault="00E85E1B" w:rsidP="00E85E1B">
      <w:r w:rsidRPr="006056B1">
        <w:t>Elle me répond</w:t>
      </w:r>
      <w:r w:rsidR="006036B2">
        <w:t xml:space="preserve">, </w:t>
      </w:r>
      <w:r w:rsidRPr="006056B1">
        <w:t>la mendiante de onze ans</w:t>
      </w:r>
      <w:r w:rsidR="006036B2">
        <w:t xml:space="preserve">, </w:t>
      </w:r>
      <w:r w:rsidRPr="006056B1">
        <w:t>avec une do</w:t>
      </w:r>
      <w:r w:rsidRPr="006056B1">
        <w:t>u</w:t>
      </w:r>
      <w:r w:rsidRPr="006056B1">
        <w:t>loureuse expression de femme jalouse</w:t>
      </w:r>
      <w:r w:rsidR="006036B2">
        <w:t xml:space="preserve">, </w:t>
      </w:r>
      <w:r w:rsidRPr="006056B1">
        <w:t>trompée</w:t>
      </w:r>
      <w:r w:rsidR="006036B2">
        <w:t xml:space="preserve">, </w:t>
      </w:r>
      <w:r w:rsidRPr="006056B1">
        <w:t>martyrisée</w:t>
      </w:r>
      <w:r w:rsidR="006036B2">
        <w:t xml:space="preserve">, </w:t>
      </w:r>
      <w:r w:rsidRPr="006056B1">
        <w:t>et qui aime encore</w:t>
      </w:r>
      <w:r w:rsidR="006036B2">
        <w:t> :</w:t>
      </w:r>
    </w:p>
    <w:p w14:paraId="041EE41F" w14:textId="77777777" w:rsidR="006036B2" w:rsidRDefault="006036B2" w:rsidP="00E85E1B">
      <w:r>
        <w:t>— </w:t>
      </w:r>
      <w:proofErr w:type="spellStart"/>
      <w:r w:rsidR="00E85E1B" w:rsidRPr="006056B1">
        <w:t>Mimile</w:t>
      </w:r>
      <w:proofErr w:type="spellEnd"/>
      <w:r>
        <w:t xml:space="preserve">, </w:t>
      </w:r>
      <w:r w:rsidR="00E85E1B" w:rsidRPr="006056B1">
        <w:t>il est heureux</w:t>
      </w:r>
      <w:r>
        <w:t xml:space="preserve">, </w:t>
      </w:r>
      <w:r w:rsidR="00E85E1B" w:rsidRPr="006056B1">
        <w:t>comme il le mérite</w:t>
      </w:r>
      <w:r>
        <w:t xml:space="preserve">. </w:t>
      </w:r>
      <w:r w:rsidR="00E85E1B" w:rsidRPr="006056B1">
        <w:t>I n</w:t>
      </w:r>
      <w:r>
        <w:t>’</w:t>
      </w:r>
      <w:r w:rsidR="00E85E1B" w:rsidRPr="006056B1">
        <w:t>trime plus</w:t>
      </w:r>
      <w:r>
        <w:t xml:space="preserve">, </w:t>
      </w:r>
      <w:r w:rsidR="00E85E1B" w:rsidRPr="006056B1">
        <w:t xml:space="preserve">mon </w:t>
      </w:r>
      <w:proofErr w:type="gramStart"/>
      <w:r w:rsidR="00E85E1B" w:rsidRPr="006056B1">
        <w:t>p</w:t>
      </w:r>
      <w:r>
        <w:t>’</w:t>
      </w:r>
      <w:r w:rsidR="00E85E1B" w:rsidRPr="006056B1">
        <w:t>tit</w:t>
      </w:r>
      <w:proofErr w:type="gramEnd"/>
      <w:r w:rsidR="00E85E1B" w:rsidRPr="006056B1">
        <w:t xml:space="preserve"> </w:t>
      </w:r>
      <w:proofErr w:type="spellStart"/>
      <w:r w:rsidR="00E85E1B" w:rsidRPr="006056B1">
        <w:t>Mimile</w:t>
      </w:r>
      <w:proofErr w:type="spellEnd"/>
      <w:r>
        <w:t xml:space="preserve">. </w:t>
      </w:r>
      <w:r w:rsidR="00E85E1B" w:rsidRPr="006056B1">
        <w:t>Ça d</w:t>
      </w:r>
      <w:r>
        <w:t>’</w:t>
      </w:r>
      <w:proofErr w:type="spellStart"/>
      <w:r w:rsidR="00E85E1B" w:rsidRPr="006056B1">
        <w:t>vait</w:t>
      </w:r>
      <w:proofErr w:type="spellEnd"/>
      <w:r w:rsidR="00E85E1B" w:rsidRPr="006056B1">
        <w:t xml:space="preserve"> arriver</w:t>
      </w:r>
      <w:r>
        <w:t xml:space="preserve">. </w:t>
      </w:r>
      <w:r w:rsidR="00E85E1B" w:rsidRPr="006056B1">
        <w:t>Il est si marlou</w:t>
      </w:r>
      <w:r>
        <w:t xml:space="preserve"> ! </w:t>
      </w:r>
      <w:r w:rsidR="00E85E1B" w:rsidRPr="006056B1">
        <w:t>Il a une marmite</w:t>
      </w:r>
      <w:r>
        <w:t xml:space="preserve">, </w:t>
      </w:r>
      <w:proofErr w:type="spellStart"/>
      <w:r w:rsidR="00E85E1B" w:rsidRPr="006056B1">
        <w:t>Mimile</w:t>
      </w:r>
      <w:proofErr w:type="spellEnd"/>
      <w:r>
        <w:t>.</w:t>
      </w:r>
    </w:p>
    <w:p w14:paraId="27BC9B9F" w14:textId="77777777" w:rsidR="006036B2" w:rsidRDefault="00E85E1B" w:rsidP="00E85E1B">
      <w:r w:rsidRPr="006056B1">
        <w:t>Elle essuie</w:t>
      </w:r>
      <w:r w:rsidR="006036B2">
        <w:t xml:space="preserve">, </w:t>
      </w:r>
      <w:r w:rsidRPr="006056B1">
        <w:t>avec ses pâles mains tremblantes</w:t>
      </w:r>
      <w:r w:rsidR="006036B2">
        <w:t xml:space="preserve">, </w:t>
      </w:r>
      <w:r w:rsidRPr="006056B1">
        <w:t>de grosses larmes qui tombent de ses grands yeux ternes</w:t>
      </w:r>
      <w:r w:rsidR="006036B2">
        <w:t xml:space="preserve">, </w:t>
      </w:r>
      <w:r w:rsidRPr="006056B1">
        <w:t>et elle ajoute m</w:t>
      </w:r>
      <w:r w:rsidRPr="006056B1">
        <w:t>é</w:t>
      </w:r>
      <w:r w:rsidRPr="006056B1">
        <w:t>lancoliquement</w:t>
      </w:r>
      <w:r w:rsidR="006036B2">
        <w:t> :</w:t>
      </w:r>
    </w:p>
    <w:p w14:paraId="7DACA881" w14:textId="77777777" w:rsidR="006036B2" w:rsidRDefault="006036B2" w:rsidP="00E85E1B">
      <w:r>
        <w:t>— </w:t>
      </w:r>
      <w:r w:rsidR="00E85E1B" w:rsidRPr="006056B1">
        <w:t>Une marmite qu</w:t>
      </w:r>
      <w:r>
        <w:t>’</w:t>
      </w:r>
      <w:r w:rsidR="00E85E1B" w:rsidRPr="006056B1">
        <w:t>a des quinquets pour allumer les vieux</w:t>
      </w:r>
      <w:r>
        <w:t>.</w:t>
      </w:r>
    </w:p>
    <w:p w14:paraId="3F0706B8" w14:textId="77777777" w:rsidR="006036B2" w:rsidRDefault="00E85E1B" w:rsidP="00E85E1B">
      <w:r w:rsidRPr="006056B1">
        <w:t>De nouveau elle sanglote et en sanglotant elle murmure d</w:t>
      </w:r>
      <w:r w:rsidR="006036B2">
        <w:t>’</w:t>
      </w:r>
      <w:r w:rsidRPr="006056B1">
        <w:t>une voix amoureuse et tendre</w:t>
      </w:r>
      <w:r w:rsidR="006036B2">
        <w:t> :</w:t>
      </w:r>
    </w:p>
    <w:p w14:paraId="1E20A523" w14:textId="77777777" w:rsidR="006036B2" w:rsidRDefault="006036B2" w:rsidP="00E85E1B">
      <w:r>
        <w:t>— </w:t>
      </w:r>
      <w:r w:rsidR="00E85E1B" w:rsidRPr="006056B1">
        <w:t>Ah</w:t>
      </w:r>
      <w:r>
        <w:t xml:space="preserve"> ! </w:t>
      </w:r>
      <w:r w:rsidR="00E85E1B" w:rsidRPr="006056B1">
        <w:t>si j</w:t>
      </w:r>
      <w:r>
        <w:t>’</w:t>
      </w:r>
      <w:r w:rsidR="00E85E1B" w:rsidRPr="006056B1">
        <w:t>en avais</w:t>
      </w:r>
      <w:r>
        <w:t xml:space="preserve">, </w:t>
      </w:r>
      <w:r w:rsidR="00E85E1B" w:rsidRPr="006056B1">
        <w:t>moi</w:t>
      </w:r>
      <w:r>
        <w:t xml:space="preserve">, </w:t>
      </w:r>
      <w:r w:rsidR="00E85E1B" w:rsidRPr="006056B1">
        <w:t>des châsses</w:t>
      </w:r>
      <w:r>
        <w:t> !</w:t>
      </w:r>
    </w:p>
    <w:p w14:paraId="05DF9E6D" w14:textId="0B99961E" w:rsidR="00E85E1B" w:rsidRPr="006056B1" w:rsidRDefault="00E85E1B" w:rsidP="006036B2">
      <w:pPr>
        <w:pStyle w:val="Titre1"/>
      </w:pPr>
      <w:bookmarkStart w:id="9" w:name="_Toc194853046"/>
      <w:r w:rsidRPr="006056B1">
        <w:lastRenderedPageBreak/>
        <w:t>LAID</w:t>
      </w:r>
      <w:bookmarkEnd w:id="9"/>
    </w:p>
    <w:p w14:paraId="0C967E3D" w14:textId="4BCF82BC" w:rsidR="006036B2" w:rsidRDefault="00E85E1B" w:rsidP="00E85E1B">
      <w:bookmarkStart w:id="10" w:name="bookmark6"/>
      <w:bookmarkEnd w:id="10"/>
      <w:r w:rsidRPr="006056B1">
        <w:t>Certes</w:t>
      </w:r>
      <w:r w:rsidR="006036B2">
        <w:t xml:space="preserve">, </w:t>
      </w:r>
      <w:r w:rsidRPr="006056B1">
        <w:t>à notre benoîte époque d</w:t>
      </w:r>
      <w:r w:rsidR="006036B2">
        <w:t>’</w:t>
      </w:r>
      <w:proofErr w:type="spellStart"/>
      <w:r w:rsidRPr="006056B1">
        <w:t>égalitairerie</w:t>
      </w:r>
      <w:proofErr w:type="spellEnd"/>
      <w:r w:rsidR="006036B2">
        <w:t xml:space="preserve">, </w:t>
      </w:r>
      <w:r w:rsidRPr="006056B1">
        <w:t>de médiocr</w:t>
      </w:r>
      <w:r w:rsidRPr="006056B1">
        <w:t>a</w:t>
      </w:r>
      <w:r w:rsidRPr="006056B1">
        <w:t>tie</w:t>
      </w:r>
      <w:r w:rsidR="006036B2">
        <w:t xml:space="preserve">, </w:t>
      </w:r>
      <w:r w:rsidRPr="006056B1">
        <w:t xml:space="preserve">de </w:t>
      </w:r>
      <w:proofErr w:type="spellStart"/>
      <w:r w:rsidRPr="006056B1">
        <w:rPr>
          <w:i/>
          <w:iCs/>
        </w:rPr>
        <w:t>rentrez</w:t>
      </w:r>
      <w:proofErr w:type="spellEnd"/>
      <w:r w:rsidRPr="006056B1">
        <w:rPr>
          <w:i/>
          <w:iCs/>
        </w:rPr>
        <w:t xml:space="preserve"> dans le rang</w:t>
      </w:r>
      <w:r w:rsidR="006036B2">
        <w:t xml:space="preserve">, </w:t>
      </w:r>
      <w:r w:rsidRPr="006056B1">
        <w:t>d</w:t>
      </w:r>
      <w:r w:rsidR="006036B2">
        <w:t>’</w:t>
      </w:r>
      <w:r w:rsidRPr="006056B1">
        <w:t>abomination rectangulaire</w:t>
      </w:r>
      <w:r w:rsidR="006036B2">
        <w:t xml:space="preserve">, </w:t>
      </w:r>
      <w:r w:rsidRPr="006056B1">
        <w:t xml:space="preserve">comme dit Edgard </w:t>
      </w:r>
      <w:r w:rsidR="006036B2">
        <w:t xml:space="preserve">Poe ; </w:t>
      </w:r>
      <w:r w:rsidRPr="006056B1">
        <w:t>en ce délicieux temps où le rêve de ch</w:t>
      </w:r>
      <w:r w:rsidRPr="006056B1">
        <w:t>a</w:t>
      </w:r>
      <w:r w:rsidRPr="006056B1">
        <w:t>cun est de ressembler à tout le monde</w:t>
      </w:r>
      <w:r w:rsidR="006036B2">
        <w:t xml:space="preserve">, </w:t>
      </w:r>
      <w:r w:rsidRPr="006056B1">
        <w:t>tellement qu</w:t>
      </w:r>
      <w:r w:rsidR="006036B2">
        <w:t>’</w:t>
      </w:r>
      <w:r w:rsidRPr="006056B1">
        <w:t>il devient impossible d</w:t>
      </w:r>
      <w:r w:rsidR="006036B2">
        <w:t>’</w:t>
      </w:r>
      <w:r w:rsidRPr="006056B1">
        <w:t>établir une distinction entre un président de R</w:t>
      </w:r>
      <w:r w:rsidRPr="006056B1">
        <w:t>é</w:t>
      </w:r>
      <w:r w:rsidRPr="006056B1">
        <w:t>publique et un maître d</w:t>
      </w:r>
      <w:r w:rsidR="006036B2">
        <w:t>’</w:t>
      </w:r>
      <w:r w:rsidRPr="006056B1">
        <w:t>hôtel</w:t>
      </w:r>
      <w:r w:rsidR="006036B2">
        <w:t xml:space="preserve">, </w:t>
      </w:r>
      <w:r w:rsidRPr="006056B1">
        <w:t>tous deux aussi distingués l</w:t>
      </w:r>
      <w:r w:rsidR="006036B2">
        <w:t>’</w:t>
      </w:r>
      <w:r w:rsidRPr="006056B1">
        <w:t>un que l</w:t>
      </w:r>
      <w:r w:rsidR="006036B2">
        <w:t>’</w:t>
      </w:r>
      <w:r w:rsidRPr="006056B1">
        <w:t>autre</w:t>
      </w:r>
      <w:r w:rsidR="006036B2">
        <w:t xml:space="preserve"> ; </w:t>
      </w:r>
      <w:r w:rsidRPr="006056B1">
        <w:t>en ces jours avant-coureurs du jour promis et par</w:t>
      </w:r>
      <w:r w:rsidRPr="006056B1">
        <w:t>a</w:t>
      </w:r>
      <w:r w:rsidRPr="006056B1">
        <w:t>disiaque qui verra</w:t>
      </w:r>
      <w:r w:rsidR="006036B2">
        <w:t xml:space="preserve">, </w:t>
      </w:r>
      <w:r w:rsidRPr="006056B1">
        <w:t>si j</w:t>
      </w:r>
      <w:r w:rsidR="006036B2">
        <w:t>’</w:t>
      </w:r>
      <w:r w:rsidRPr="006056B1">
        <w:t>ose m</w:t>
      </w:r>
      <w:r w:rsidR="006036B2">
        <w:t>’</w:t>
      </w:r>
      <w:r w:rsidRPr="006056B1">
        <w:t>exprimer de la sorte</w:t>
      </w:r>
      <w:r w:rsidR="006036B2">
        <w:t xml:space="preserve">, </w:t>
      </w:r>
      <w:r w:rsidRPr="006056B1">
        <w:t>s</w:t>
      </w:r>
      <w:r w:rsidR="006036B2">
        <w:t>’</w:t>
      </w:r>
      <w:r w:rsidRPr="006056B1">
        <w:t>épanouir sur le monde nivelé les grises floraisons de l</w:t>
      </w:r>
      <w:r w:rsidR="006036B2">
        <w:t>’</w:t>
      </w:r>
      <w:r w:rsidRPr="006056B1">
        <w:t>uniformité dans le neutre</w:t>
      </w:r>
      <w:r w:rsidR="006036B2">
        <w:t xml:space="preserve"> ; </w:t>
      </w:r>
      <w:r w:rsidRPr="006056B1">
        <w:t>certes</w:t>
      </w:r>
      <w:r w:rsidR="006036B2">
        <w:t xml:space="preserve">, </w:t>
      </w:r>
      <w:r w:rsidRPr="006056B1">
        <w:t>à une époque pareille</w:t>
      </w:r>
      <w:r w:rsidR="006036B2">
        <w:t xml:space="preserve">, </w:t>
      </w:r>
      <w:r w:rsidRPr="006056B1">
        <w:t>on a le droit d</w:t>
      </w:r>
      <w:r w:rsidR="006036B2">
        <w:t>’</w:t>
      </w:r>
      <w:r w:rsidRPr="006056B1">
        <w:t>être laid</w:t>
      </w:r>
      <w:r w:rsidR="006036B2">
        <w:t xml:space="preserve">, </w:t>
      </w:r>
      <w:r w:rsidRPr="006056B1">
        <w:t>le droit et même le devoir</w:t>
      </w:r>
      <w:r w:rsidR="006036B2">
        <w:t>.</w:t>
      </w:r>
    </w:p>
    <w:p w14:paraId="2D9DB9DD" w14:textId="77777777" w:rsidR="006036B2" w:rsidRDefault="00E85E1B" w:rsidP="00E85E1B">
      <w:r w:rsidRPr="006056B1">
        <w:t>Mais</w:t>
      </w:r>
      <w:r w:rsidR="006036B2">
        <w:t xml:space="preserve">, </w:t>
      </w:r>
      <w:r w:rsidRPr="006056B1">
        <w:t>en vérité</w:t>
      </w:r>
      <w:r w:rsidR="006036B2">
        <w:t xml:space="preserve">, </w:t>
      </w:r>
      <w:r w:rsidRPr="006056B1">
        <w:t>il exerçait ce droit jusqu</w:t>
      </w:r>
      <w:r w:rsidR="006036B2">
        <w:t>’</w:t>
      </w:r>
      <w:r w:rsidRPr="006056B1">
        <w:t>à la plus cruelle r</w:t>
      </w:r>
      <w:r w:rsidRPr="006056B1">
        <w:t>i</w:t>
      </w:r>
      <w:r w:rsidRPr="006056B1">
        <w:t>gueur</w:t>
      </w:r>
      <w:r w:rsidR="006036B2">
        <w:t xml:space="preserve">, </w:t>
      </w:r>
      <w:r w:rsidRPr="006056B1">
        <w:t>et il remplissait ce devoir jusqu</w:t>
      </w:r>
      <w:r w:rsidR="006036B2">
        <w:t>’</w:t>
      </w:r>
      <w:r w:rsidRPr="006056B1">
        <w:t>au plus farouche h</w:t>
      </w:r>
      <w:r w:rsidRPr="006056B1">
        <w:t>é</w:t>
      </w:r>
      <w:r w:rsidRPr="006056B1">
        <w:t>roïsme</w:t>
      </w:r>
      <w:r w:rsidR="006036B2">
        <w:t xml:space="preserve">, </w:t>
      </w:r>
      <w:r w:rsidRPr="006056B1">
        <w:t>le pauvre diable que la mystérieuse ironie du sort avait fait naître sous le nom de Lebeau</w:t>
      </w:r>
      <w:r w:rsidR="006036B2">
        <w:t xml:space="preserve">, </w:t>
      </w:r>
      <w:r w:rsidRPr="006056B1">
        <w:t>et qu</w:t>
      </w:r>
      <w:r w:rsidR="006036B2">
        <w:t>’</w:t>
      </w:r>
      <w:r w:rsidRPr="006056B1">
        <w:t>un parrain très ing</w:t>
      </w:r>
      <w:r w:rsidRPr="006056B1">
        <w:t>é</w:t>
      </w:r>
      <w:r w:rsidRPr="006056B1">
        <w:t>nieux</w:t>
      </w:r>
      <w:r w:rsidR="006036B2">
        <w:t xml:space="preserve">, </w:t>
      </w:r>
      <w:r w:rsidRPr="006056B1">
        <w:t>inconscient complice des farces du destin</w:t>
      </w:r>
      <w:r w:rsidR="006036B2">
        <w:t xml:space="preserve">, </w:t>
      </w:r>
      <w:r w:rsidRPr="006056B1">
        <w:t>avait gratifié du pr</w:t>
      </w:r>
      <w:r w:rsidRPr="006056B1">
        <w:t>é</w:t>
      </w:r>
      <w:r w:rsidRPr="006056B1">
        <w:t>nom d</w:t>
      </w:r>
      <w:r w:rsidR="006036B2">
        <w:t>’</w:t>
      </w:r>
      <w:r w:rsidRPr="006056B1">
        <w:t>Antinoüs</w:t>
      </w:r>
      <w:r w:rsidR="006036B2">
        <w:t>.</w:t>
      </w:r>
    </w:p>
    <w:p w14:paraId="168A1B9A" w14:textId="77777777" w:rsidR="006036B2" w:rsidRDefault="00E85E1B" w:rsidP="00E85E1B">
      <w:r w:rsidRPr="006056B1">
        <w:t>Même parmi nos contemporains</w:t>
      </w:r>
      <w:r w:rsidR="006036B2">
        <w:t xml:space="preserve">, </w:t>
      </w:r>
      <w:r w:rsidRPr="006056B1">
        <w:t>en si bonne voie déjà vers l</w:t>
      </w:r>
      <w:r w:rsidR="006036B2">
        <w:t>’</w:t>
      </w:r>
      <w:r w:rsidRPr="006056B1">
        <w:t>idéal prochain de la laideur universelle</w:t>
      </w:r>
      <w:r w:rsidR="006036B2">
        <w:t xml:space="preserve">, </w:t>
      </w:r>
      <w:r w:rsidRPr="006056B1">
        <w:t>Antinoüs Lebeau se faisait remarquer par sa laideur</w:t>
      </w:r>
      <w:r w:rsidR="006036B2">
        <w:t xml:space="preserve">. </w:t>
      </w:r>
      <w:r w:rsidRPr="006056B1">
        <w:t>On eût dit</w:t>
      </w:r>
      <w:r w:rsidR="006036B2">
        <w:t xml:space="preserve">, </w:t>
      </w:r>
      <w:r w:rsidRPr="006056B1">
        <w:t>positivement</w:t>
      </w:r>
      <w:r w:rsidR="006036B2">
        <w:t xml:space="preserve">, </w:t>
      </w:r>
      <w:r w:rsidRPr="006056B1">
        <w:t>qu</w:t>
      </w:r>
      <w:r w:rsidR="006036B2">
        <w:t>’</w:t>
      </w:r>
      <w:r w:rsidRPr="006056B1">
        <w:t>il y mettait du zèle</w:t>
      </w:r>
      <w:r w:rsidR="006036B2">
        <w:t xml:space="preserve">, </w:t>
      </w:r>
      <w:r w:rsidRPr="006056B1">
        <w:t>trop de zèle</w:t>
      </w:r>
      <w:r w:rsidR="006036B2">
        <w:t>.</w:t>
      </w:r>
    </w:p>
    <w:p w14:paraId="164644EA" w14:textId="77777777" w:rsidR="006036B2" w:rsidRDefault="00E85E1B" w:rsidP="00E85E1B">
      <w:r w:rsidRPr="006056B1">
        <w:t>Non pas</w:t>
      </w:r>
      <w:r w:rsidR="006036B2">
        <w:t xml:space="preserve">, </w:t>
      </w:r>
      <w:r w:rsidRPr="006056B1">
        <w:t>toutefois</w:t>
      </w:r>
      <w:r w:rsidR="006036B2">
        <w:t xml:space="preserve">, </w:t>
      </w:r>
      <w:r w:rsidRPr="006056B1">
        <w:t>qu</w:t>
      </w:r>
      <w:r w:rsidR="006036B2">
        <w:t>’</w:t>
      </w:r>
      <w:r w:rsidRPr="006056B1">
        <w:t>il eût une de ces laideurs à la Mir</w:t>
      </w:r>
      <w:r w:rsidRPr="006056B1">
        <w:t>a</w:t>
      </w:r>
      <w:r w:rsidRPr="006056B1">
        <w:t>beau</w:t>
      </w:r>
      <w:r w:rsidR="006036B2">
        <w:t xml:space="preserve">, </w:t>
      </w:r>
      <w:r w:rsidRPr="006056B1">
        <w:t>qui font s</w:t>
      </w:r>
      <w:r w:rsidR="006036B2">
        <w:t>’</w:t>
      </w:r>
      <w:r w:rsidRPr="006056B1">
        <w:t>écrier</w:t>
      </w:r>
      <w:r w:rsidR="006036B2">
        <w:t> :</w:t>
      </w:r>
    </w:p>
    <w:p w14:paraId="2E388478" w14:textId="77777777" w:rsidR="006036B2" w:rsidRDefault="006036B2" w:rsidP="00E85E1B">
      <w:r>
        <w:t>— </w:t>
      </w:r>
      <w:r w:rsidR="00E85E1B" w:rsidRPr="006056B1">
        <w:t>Oh</w:t>
      </w:r>
      <w:r>
        <w:t xml:space="preserve"> ! </w:t>
      </w:r>
      <w:r w:rsidR="00E85E1B" w:rsidRPr="006056B1">
        <w:t>le beau monstre</w:t>
      </w:r>
      <w:r>
        <w:t> !</w:t>
      </w:r>
    </w:p>
    <w:p w14:paraId="040E0F30" w14:textId="77777777" w:rsidR="006036B2" w:rsidRDefault="00E85E1B" w:rsidP="00E85E1B">
      <w:r w:rsidRPr="006056B1">
        <w:t>Hélas</w:t>
      </w:r>
      <w:r w:rsidR="006036B2">
        <w:t xml:space="preserve"> ! </w:t>
      </w:r>
      <w:r w:rsidRPr="006056B1">
        <w:t>non</w:t>
      </w:r>
      <w:r w:rsidR="006036B2">
        <w:t xml:space="preserve">. </w:t>
      </w:r>
      <w:r w:rsidRPr="006056B1">
        <w:t>Il manquait de beauté absolument</w:t>
      </w:r>
      <w:r w:rsidR="006036B2">
        <w:t xml:space="preserve">, </w:t>
      </w:r>
      <w:r w:rsidRPr="006056B1">
        <w:t>au point de n</w:t>
      </w:r>
      <w:r w:rsidR="006036B2">
        <w:t>’</w:t>
      </w:r>
      <w:r w:rsidRPr="006056B1">
        <w:t>avoir pas même celle-là</w:t>
      </w:r>
      <w:r w:rsidR="006036B2">
        <w:t xml:space="preserve">, </w:t>
      </w:r>
      <w:r w:rsidRPr="006056B1">
        <w:t>pas même la beauté de la laideur</w:t>
      </w:r>
      <w:r w:rsidR="006036B2">
        <w:t xml:space="preserve">. </w:t>
      </w:r>
      <w:r w:rsidRPr="006056B1">
        <w:t>Il était laid</w:t>
      </w:r>
      <w:r w:rsidR="006036B2">
        <w:t xml:space="preserve">, </w:t>
      </w:r>
      <w:r w:rsidRPr="006056B1">
        <w:t>voilà tout</w:t>
      </w:r>
      <w:r w:rsidR="006036B2">
        <w:t xml:space="preserve">, </w:t>
      </w:r>
      <w:r w:rsidRPr="006056B1">
        <w:t>d</w:t>
      </w:r>
      <w:r w:rsidR="006036B2">
        <w:t>’</w:t>
      </w:r>
      <w:r w:rsidRPr="006056B1">
        <w:t xml:space="preserve">une laideur qui était de la </w:t>
      </w:r>
      <w:r w:rsidRPr="006056B1">
        <w:lastRenderedPageBreak/>
        <w:t>laideur</w:t>
      </w:r>
      <w:r w:rsidR="006036B2">
        <w:t xml:space="preserve">, </w:t>
      </w:r>
      <w:r w:rsidRPr="006056B1">
        <w:t>sans plus</w:t>
      </w:r>
      <w:r w:rsidR="006036B2">
        <w:t xml:space="preserve">, </w:t>
      </w:r>
      <w:r w:rsidRPr="006056B1">
        <w:t>sans moins</w:t>
      </w:r>
      <w:r w:rsidR="006036B2">
        <w:t xml:space="preserve"> ; </w:t>
      </w:r>
      <w:r w:rsidRPr="006056B1">
        <w:t>bref</w:t>
      </w:r>
      <w:r w:rsidR="006036B2">
        <w:t xml:space="preserve">, </w:t>
      </w:r>
      <w:r w:rsidRPr="006056B1">
        <w:t>d</w:t>
      </w:r>
      <w:r w:rsidR="006036B2">
        <w:t>’</w:t>
      </w:r>
      <w:r w:rsidRPr="006056B1">
        <w:t>une laideur laidement laide</w:t>
      </w:r>
      <w:r w:rsidR="006036B2">
        <w:t>.</w:t>
      </w:r>
    </w:p>
    <w:p w14:paraId="265B9DD0" w14:textId="77777777" w:rsidR="006036B2" w:rsidRDefault="00E85E1B" w:rsidP="00E85E1B">
      <w:r w:rsidRPr="006056B1">
        <w:t>Il n</w:t>
      </w:r>
      <w:r w:rsidR="006036B2">
        <w:t>’</w:t>
      </w:r>
      <w:r w:rsidRPr="006056B1">
        <w:t>était ni bossu</w:t>
      </w:r>
      <w:r w:rsidR="006036B2">
        <w:t xml:space="preserve">, </w:t>
      </w:r>
      <w:r w:rsidRPr="006056B1">
        <w:t>ni pansu</w:t>
      </w:r>
      <w:r w:rsidR="006036B2">
        <w:t xml:space="preserve">, </w:t>
      </w:r>
      <w:r w:rsidRPr="006056B1">
        <w:t>ni cagneux</w:t>
      </w:r>
      <w:r w:rsidR="006036B2">
        <w:t xml:space="preserve">, </w:t>
      </w:r>
      <w:r w:rsidRPr="006056B1">
        <w:t>ni jambé en paire de pincettes</w:t>
      </w:r>
      <w:r w:rsidR="006036B2">
        <w:t xml:space="preserve">, </w:t>
      </w:r>
      <w:r w:rsidRPr="006056B1">
        <w:t>ni trop court de bras</w:t>
      </w:r>
      <w:r w:rsidR="006036B2">
        <w:t xml:space="preserve">, </w:t>
      </w:r>
      <w:r w:rsidRPr="006056B1">
        <w:t>ni trop long non plus</w:t>
      </w:r>
      <w:r w:rsidR="006036B2">
        <w:t xml:space="preserve">, </w:t>
      </w:r>
      <w:r w:rsidRPr="006056B1">
        <w:t>ma foi</w:t>
      </w:r>
      <w:r w:rsidR="006036B2">
        <w:t xml:space="preserve"> ! </w:t>
      </w:r>
      <w:r w:rsidRPr="006056B1">
        <w:t>Et nonobstant il n</w:t>
      </w:r>
      <w:r w:rsidR="006036B2">
        <w:t>’</w:t>
      </w:r>
      <w:r w:rsidRPr="006056B1">
        <w:t>était pas d</w:t>
      </w:r>
      <w:r w:rsidR="006036B2">
        <w:t>’</w:t>
      </w:r>
      <w:r w:rsidRPr="006056B1">
        <w:t>ensemble</w:t>
      </w:r>
      <w:r w:rsidR="006036B2">
        <w:t xml:space="preserve">, </w:t>
      </w:r>
      <w:r w:rsidRPr="006056B1">
        <w:t>non seulement au regard des peintres</w:t>
      </w:r>
      <w:r w:rsidR="006036B2">
        <w:t xml:space="preserve">, </w:t>
      </w:r>
      <w:r w:rsidRPr="006056B1">
        <w:t>mais pour n</w:t>
      </w:r>
      <w:r w:rsidR="006036B2">
        <w:t>’</w:t>
      </w:r>
      <w:r w:rsidRPr="006056B1">
        <w:t>importe qui</w:t>
      </w:r>
      <w:r w:rsidR="006036B2">
        <w:t xml:space="preserve"> ; </w:t>
      </w:r>
      <w:r w:rsidRPr="006056B1">
        <w:t>car on ne pouvait le voir passer dans la rue</w:t>
      </w:r>
      <w:r w:rsidR="006036B2">
        <w:t xml:space="preserve">, </w:t>
      </w:r>
      <w:r w:rsidRPr="006056B1">
        <w:t>qu</w:t>
      </w:r>
      <w:r w:rsidR="006036B2">
        <w:t>’</w:t>
      </w:r>
      <w:r w:rsidRPr="006056B1">
        <w:t>on ne se retournât en pensant</w:t>
      </w:r>
      <w:r w:rsidR="006036B2">
        <w:t> :</w:t>
      </w:r>
    </w:p>
    <w:p w14:paraId="617C72F7" w14:textId="77777777" w:rsidR="006036B2" w:rsidRDefault="006036B2" w:rsidP="00E85E1B">
      <w:r>
        <w:t>— </w:t>
      </w:r>
      <w:r w:rsidR="00E85E1B" w:rsidRPr="006056B1">
        <w:t>Cré mâtin</w:t>
      </w:r>
      <w:r>
        <w:t xml:space="preserve"> ! </w:t>
      </w:r>
      <w:r w:rsidR="00E85E1B" w:rsidRPr="006056B1">
        <w:t xml:space="preserve">En voilà un </w:t>
      </w:r>
      <w:r w:rsidR="00E85E1B">
        <w:t>q</w:t>
      </w:r>
      <w:r w:rsidR="00E85E1B" w:rsidRPr="006056B1">
        <w:t>ui est mal fichu</w:t>
      </w:r>
      <w:r>
        <w:t> !</w:t>
      </w:r>
    </w:p>
    <w:p w14:paraId="6017EDBB" w14:textId="77777777" w:rsidR="006036B2" w:rsidRDefault="00E85E1B" w:rsidP="00E85E1B">
      <w:r w:rsidRPr="006056B1">
        <w:t>Peut-être le sentiment de laideur qu</w:t>
      </w:r>
      <w:r w:rsidR="006036B2">
        <w:t>’</w:t>
      </w:r>
      <w:r w:rsidRPr="006056B1">
        <w:t>on éprouvait à cons</w:t>
      </w:r>
      <w:r w:rsidRPr="006056B1">
        <w:t>i</w:t>
      </w:r>
      <w:r w:rsidRPr="006056B1">
        <w:t>dérer son visage</w:t>
      </w:r>
      <w:r w:rsidR="006036B2">
        <w:t xml:space="preserve">, </w:t>
      </w:r>
      <w:r w:rsidRPr="006056B1">
        <w:t>déteignait-il sur le jugement qu</w:t>
      </w:r>
      <w:r w:rsidR="006036B2">
        <w:t>’</w:t>
      </w:r>
      <w:r w:rsidRPr="006056B1">
        <w:t>on infligeait ainsi à toute sa personne</w:t>
      </w:r>
      <w:r w:rsidR="006036B2">
        <w:t xml:space="preserve"> ? </w:t>
      </w:r>
      <w:r w:rsidRPr="006056B1">
        <w:t>Non</w:t>
      </w:r>
      <w:r w:rsidR="006036B2">
        <w:t xml:space="preserve">, </w:t>
      </w:r>
      <w:r w:rsidRPr="006056B1">
        <w:t>cependant</w:t>
      </w:r>
      <w:r w:rsidR="006036B2">
        <w:t xml:space="preserve">. </w:t>
      </w:r>
      <w:r w:rsidRPr="006056B1">
        <w:t>Des gens</w:t>
      </w:r>
      <w:r w:rsidR="006036B2">
        <w:t xml:space="preserve">, </w:t>
      </w:r>
      <w:r w:rsidRPr="006056B1">
        <w:t>en effet</w:t>
      </w:r>
      <w:r w:rsidR="006036B2">
        <w:t xml:space="preserve">, </w:t>
      </w:r>
      <w:r w:rsidRPr="006056B1">
        <w:t>le trouvaient bâti de guingois</w:t>
      </w:r>
      <w:r w:rsidR="006036B2">
        <w:t xml:space="preserve">, </w:t>
      </w:r>
      <w:r w:rsidRPr="006056B1">
        <w:t>rien que sur l</w:t>
      </w:r>
      <w:r w:rsidR="006036B2">
        <w:t>’</w:t>
      </w:r>
      <w:r w:rsidRPr="006056B1">
        <w:t>allure</w:t>
      </w:r>
      <w:r w:rsidR="006036B2">
        <w:t xml:space="preserve">, </w:t>
      </w:r>
      <w:r w:rsidRPr="006056B1">
        <w:t>et vu de dos</w:t>
      </w:r>
      <w:r w:rsidR="006036B2">
        <w:t xml:space="preserve">. </w:t>
      </w:r>
      <w:r w:rsidRPr="006056B1">
        <w:t>Et d</w:t>
      </w:r>
      <w:r w:rsidR="006036B2">
        <w:t>’</w:t>
      </w:r>
      <w:r w:rsidRPr="006056B1">
        <w:t>autre part</w:t>
      </w:r>
      <w:r w:rsidR="006036B2">
        <w:t xml:space="preserve">, </w:t>
      </w:r>
      <w:r w:rsidRPr="006056B1">
        <w:t>son visage ne présentait aucune hideur spéciale</w:t>
      </w:r>
      <w:r w:rsidR="006036B2">
        <w:t>.</w:t>
      </w:r>
    </w:p>
    <w:p w14:paraId="7AA8CC8C" w14:textId="77777777" w:rsidR="006036B2" w:rsidRDefault="00E85E1B" w:rsidP="00E85E1B">
      <w:r w:rsidRPr="006056B1">
        <w:t>Il aurait pu être borgne</w:t>
      </w:r>
      <w:r w:rsidR="006036B2">
        <w:t xml:space="preserve">, </w:t>
      </w:r>
      <w:r w:rsidRPr="006056B1">
        <w:t>projeter un nez pyramidal</w:t>
      </w:r>
      <w:r w:rsidR="006036B2">
        <w:t xml:space="preserve">, </w:t>
      </w:r>
      <w:r w:rsidRPr="006056B1">
        <w:t>ou ne posséder qu</w:t>
      </w:r>
      <w:r w:rsidR="006036B2">
        <w:t>’</w:t>
      </w:r>
      <w:r w:rsidRPr="006056B1">
        <w:t>un de ces bouts de pif à l</w:t>
      </w:r>
      <w:r w:rsidR="006036B2">
        <w:t>’</w:t>
      </w:r>
      <w:r w:rsidRPr="006056B1">
        <w:t>aspect desquels les lou</w:t>
      </w:r>
      <w:r w:rsidRPr="006056B1">
        <w:t>s</w:t>
      </w:r>
      <w:r w:rsidRPr="006056B1">
        <w:t xml:space="preserve">tics du peuple vous appellent monsieur </w:t>
      </w:r>
      <w:r w:rsidRPr="006056B1">
        <w:rPr>
          <w:i/>
          <w:iCs/>
        </w:rPr>
        <w:t>Nez-en</w:t>
      </w:r>
      <w:r w:rsidRPr="006056B1">
        <w:t>-</w:t>
      </w:r>
      <w:r w:rsidRPr="006056B1">
        <w:rPr>
          <w:i/>
          <w:iCs/>
        </w:rPr>
        <w:t>moins</w:t>
      </w:r>
      <w:r w:rsidR="006036B2">
        <w:rPr>
          <w:i/>
          <w:iCs/>
        </w:rPr>
        <w:t xml:space="preserve">. </w:t>
      </w:r>
      <w:r w:rsidRPr="006056B1">
        <w:t>Il aurait pu exhiber une bouche sans lèvres</w:t>
      </w:r>
      <w:r w:rsidR="006036B2">
        <w:t xml:space="preserve">, </w:t>
      </w:r>
      <w:r w:rsidRPr="006056B1">
        <w:t>comme fendue par un coup de canif</w:t>
      </w:r>
      <w:r w:rsidR="006036B2">
        <w:t xml:space="preserve">, </w:t>
      </w:r>
      <w:r w:rsidRPr="006056B1">
        <w:t>ou des lippes en rebords de pot de chambre</w:t>
      </w:r>
      <w:r w:rsidR="006036B2">
        <w:t xml:space="preserve">, </w:t>
      </w:r>
      <w:r w:rsidRPr="006056B1">
        <w:t>ou encore un de ces orifices froncés qui ressemblent à des anus</w:t>
      </w:r>
      <w:r w:rsidR="006036B2">
        <w:t xml:space="preserve">. </w:t>
      </w:r>
      <w:r w:rsidRPr="006056B1">
        <w:t>Il aurait pu avoir la face maculée d</w:t>
      </w:r>
      <w:r w:rsidR="006036B2">
        <w:t>’</w:t>
      </w:r>
      <w:r w:rsidRPr="006056B1">
        <w:t>une tache de vin</w:t>
      </w:r>
      <w:r w:rsidR="006036B2">
        <w:t xml:space="preserve">, </w:t>
      </w:r>
      <w:r w:rsidRPr="006056B1">
        <w:t>ou enfarinée d</w:t>
      </w:r>
      <w:r w:rsidR="006036B2">
        <w:t>’</w:t>
      </w:r>
      <w:r w:rsidRPr="006056B1">
        <w:t>une dartre</w:t>
      </w:r>
      <w:r w:rsidR="006036B2">
        <w:t xml:space="preserve">, </w:t>
      </w:r>
      <w:r w:rsidRPr="006056B1">
        <w:t>ou rongée d</w:t>
      </w:r>
      <w:r w:rsidR="006036B2">
        <w:t>’</w:t>
      </w:r>
      <w:r w:rsidRPr="006056B1">
        <w:t>un cancer</w:t>
      </w:r>
      <w:r w:rsidR="006036B2">
        <w:t>.</w:t>
      </w:r>
    </w:p>
    <w:p w14:paraId="1FBFB5BD" w14:textId="77777777" w:rsidR="006036B2" w:rsidRDefault="00E85E1B" w:rsidP="00E85E1B">
      <w:r w:rsidRPr="006056B1">
        <w:t>Il aurait pu être coiffé d</w:t>
      </w:r>
      <w:r w:rsidR="006036B2">
        <w:t>’</w:t>
      </w:r>
      <w:r w:rsidRPr="006056B1">
        <w:t>une chevelure hirsute</w:t>
      </w:r>
      <w:r w:rsidR="006036B2">
        <w:t xml:space="preserve">, </w:t>
      </w:r>
      <w:r w:rsidRPr="006056B1">
        <w:t>ou en c</w:t>
      </w:r>
      <w:r w:rsidRPr="006056B1">
        <w:t>o</w:t>
      </w:r>
      <w:r w:rsidRPr="006056B1">
        <w:t>peaux de carotte</w:t>
      </w:r>
      <w:r w:rsidR="006036B2">
        <w:t xml:space="preserve">, </w:t>
      </w:r>
      <w:r w:rsidRPr="006056B1">
        <w:t>ou en filandres de vermicelle</w:t>
      </w:r>
      <w:r w:rsidR="006036B2">
        <w:t xml:space="preserve">, </w:t>
      </w:r>
      <w:r w:rsidRPr="006056B1">
        <w:t>ou n</w:t>
      </w:r>
      <w:r w:rsidR="006036B2">
        <w:t>’</w:t>
      </w:r>
      <w:r w:rsidRPr="006056B1">
        <w:t>avoir pas de cheveux du tout</w:t>
      </w:r>
      <w:r w:rsidR="006036B2">
        <w:t xml:space="preserve">, </w:t>
      </w:r>
      <w:r w:rsidRPr="006056B1">
        <w:t>du tout</w:t>
      </w:r>
      <w:r w:rsidR="006036B2">
        <w:t xml:space="preserve">, </w:t>
      </w:r>
      <w:r w:rsidRPr="006056B1">
        <w:t>ainsi que l</w:t>
      </w:r>
      <w:r w:rsidR="006036B2">
        <w:t>’</w:t>
      </w:r>
      <w:r w:rsidRPr="006056B1">
        <w:t>homme à la tête de veau</w:t>
      </w:r>
      <w:r w:rsidR="006036B2">
        <w:t xml:space="preserve">. </w:t>
      </w:r>
      <w:r w:rsidRPr="006056B1">
        <w:t>Il aurait pu</w:t>
      </w:r>
      <w:r w:rsidR="006036B2">
        <w:t xml:space="preserve">, </w:t>
      </w:r>
      <w:r w:rsidRPr="006056B1">
        <w:t>même</w:t>
      </w:r>
      <w:r w:rsidR="006036B2">
        <w:t xml:space="preserve">, </w:t>
      </w:r>
      <w:r w:rsidRPr="006056B1">
        <w:t>être cet homme et bicéphale</w:t>
      </w:r>
      <w:r w:rsidR="006036B2">
        <w:t xml:space="preserve">, </w:t>
      </w:r>
      <w:r w:rsidRPr="006056B1">
        <w:t>quelque chose comme qui dirait l</w:t>
      </w:r>
      <w:r w:rsidR="006036B2">
        <w:t>’</w:t>
      </w:r>
      <w:r w:rsidRPr="006056B1">
        <w:t>homme à la tête de veau à deux têtes</w:t>
      </w:r>
      <w:r w:rsidR="006036B2">
        <w:t>.</w:t>
      </w:r>
    </w:p>
    <w:p w14:paraId="133F61A7" w14:textId="77777777" w:rsidR="006036B2" w:rsidRDefault="00E85E1B" w:rsidP="00E85E1B">
      <w:r w:rsidRPr="006056B1">
        <w:lastRenderedPageBreak/>
        <w:t>Enfin</w:t>
      </w:r>
      <w:r w:rsidR="006036B2">
        <w:t xml:space="preserve">, </w:t>
      </w:r>
      <w:r w:rsidRPr="006056B1">
        <w:t>que sais-je</w:t>
      </w:r>
      <w:r w:rsidR="006036B2">
        <w:t xml:space="preserve">, </w:t>
      </w:r>
      <w:r w:rsidRPr="006056B1">
        <w:t>moi</w:t>
      </w:r>
      <w:r w:rsidR="006036B2">
        <w:t xml:space="preserve"> ? </w:t>
      </w:r>
      <w:r w:rsidRPr="006056B1">
        <w:t>Il y a tant de manières d</w:t>
      </w:r>
      <w:r w:rsidR="006036B2">
        <w:t>’</w:t>
      </w:r>
      <w:r w:rsidRPr="006056B1">
        <w:t>être h</w:t>
      </w:r>
      <w:r w:rsidRPr="006056B1">
        <w:t>i</w:t>
      </w:r>
      <w:r w:rsidRPr="006056B1">
        <w:t>deux</w:t>
      </w:r>
      <w:r w:rsidR="006036B2">
        <w:t xml:space="preserve">, </w:t>
      </w:r>
      <w:r w:rsidRPr="006056B1">
        <w:t>tant de non-beautés imaginables</w:t>
      </w:r>
      <w:r w:rsidR="006036B2">
        <w:t xml:space="preserve"> ; </w:t>
      </w:r>
      <w:r w:rsidRPr="006056B1">
        <w:t>tant de laideurs à avoir et qu</w:t>
      </w:r>
      <w:r w:rsidR="006036B2">
        <w:t>’</w:t>
      </w:r>
      <w:r w:rsidRPr="006056B1">
        <w:t>on a</w:t>
      </w:r>
      <w:r w:rsidR="006036B2">
        <w:t> !</w:t>
      </w:r>
    </w:p>
    <w:p w14:paraId="5B46CFA2" w14:textId="77777777" w:rsidR="006036B2" w:rsidRDefault="00E85E1B" w:rsidP="00E85E1B">
      <w:r w:rsidRPr="006056B1">
        <w:t>Lui</w:t>
      </w:r>
      <w:r w:rsidR="006036B2">
        <w:t xml:space="preserve">, </w:t>
      </w:r>
      <w:r w:rsidRPr="006056B1">
        <w:t>de tout cela</w:t>
      </w:r>
      <w:r w:rsidR="006036B2">
        <w:t xml:space="preserve">, </w:t>
      </w:r>
      <w:r w:rsidRPr="006056B1">
        <w:t>il n</w:t>
      </w:r>
      <w:r w:rsidR="006036B2">
        <w:t>’</w:t>
      </w:r>
      <w:r w:rsidRPr="006056B1">
        <w:t>avait rien</w:t>
      </w:r>
      <w:r w:rsidR="006036B2">
        <w:t xml:space="preserve">, </w:t>
      </w:r>
      <w:r w:rsidRPr="006056B1">
        <w:t>rien de rien</w:t>
      </w:r>
      <w:r w:rsidR="006036B2">
        <w:t>.</w:t>
      </w:r>
    </w:p>
    <w:p w14:paraId="5EE91240" w14:textId="77777777" w:rsidR="006036B2" w:rsidRDefault="00E85E1B" w:rsidP="00E85E1B">
      <w:r w:rsidRPr="006056B1">
        <w:t>Ses cheveux étaient d</w:t>
      </w:r>
      <w:r w:rsidR="006036B2">
        <w:t>’</w:t>
      </w:r>
      <w:r w:rsidRPr="006056B1">
        <w:t>honnêtes cheveux</w:t>
      </w:r>
      <w:r w:rsidR="006036B2">
        <w:t xml:space="preserve">, </w:t>
      </w:r>
      <w:r w:rsidRPr="006056B1">
        <w:t>sans couleur pr</w:t>
      </w:r>
      <w:r w:rsidRPr="006056B1">
        <w:t>é</w:t>
      </w:r>
      <w:r w:rsidRPr="006056B1">
        <w:t>cise</w:t>
      </w:r>
      <w:r w:rsidR="006036B2">
        <w:t xml:space="preserve">, </w:t>
      </w:r>
      <w:r w:rsidRPr="006056B1">
        <w:t>d</w:t>
      </w:r>
      <w:r w:rsidR="006036B2">
        <w:t>’</w:t>
      </w:r>
      <w:r w:rsidRPr="006056B1">
        <w:t>un blond châtain et d</w:t>
      </w:r>
      <w:r w:rsidR="006036B2">
        <w:t>’</w:t>
      </w:r>
      <w:r w:rsidRPr="006056B1">
        <w:t>un châtain roux</w:t>
      </w:r>
      <w:r w:rsidR="006036B2">
        <w:t xml:space="preserve">, </w:t>
      </w:r>
      <w:r w:rsidRPr="006056B1">
        <w:t>sur un fond de nuance pisseuse</w:t>
      </w:r>
      <w:r w:rsidR="006036B2">
        <w:t xml:space="preserve"> ; </w:t>
      </w:r>
      <w:r w:rsidRPr="006056B1">
        <w:t>et encore</w:t>
      </w:r>
      <w:r w:rsidR="006036B2">
        <w:t xml:space="preserve">, </w:t>
      </w:r>
      <w:r w:rsidRPr="006056B1">
        <w:t>d</w:t>
      </w:r>
      <w:r w:rsidR="006036B2">
        <w:t>’</w:t>
      </w:r>
      <w:r w:rsidRPr="006056B1">
        <w:t>un pisseux vague</w:t>
      </w:r>
      <w:r w:rsidR="006036B2">
        <w:t xml:space="preserve"> ! </w:t>
      </w:r>
      <w:r w:rsidRPr="006056B1">
        <w:t>Rares</w:t>
      </w:r>
      <w:r w:rsidR="006036B2">
        <w:t xml:space="preserve">, </w:t>
      </w:r>
      <w:r w:rsidRPr="006056B1">
        <w:t>il est vrai</w:t>
      </w:r>
      <w:r w:rsidR="006036B2">
        <w:t xml:space="preserve"> : </w:t>
      </w:r>
      <w:r w:rsidRPr="006056B1">
        <w:t>pas assez</w:t>
      </w:r>
      <w:r w:rsidR="006036B2">
        <w:t xml:space="preserve">, </w:t>
      </w:r>
      <w:r w:rsidRPr="006056B1">
        <w:t>toutefois</w:t>
      </w:r>
      <w:r w:rsidR="006036B2">
        <w:t xml:space="preserve">, </w:t>
      </w:r>
      <w:r w:rsidRPr="006056B1">
        <w:t>pour qu</w:t>
      </w:r>
      <w:r w:rsidR="006036B2">
        <w:t>’</w:t>
      </w:r>
      <w:r w:rsidRPr="006056B1">
        <w:t>il fût franchement chauve</w:t>
      </w:r>
      <w:r w:rsidR="006036B2">
        <w:t xml:space="preserve"> ; </w:t>
      </w:r>
      <w:r w:rsidRPr="006056B1">
        <w:t>suffisamment</w:t>
      </w:r>
      <w:r w:rsidR="006036B2">
        <w:t xml:space="preserve">, </w:t>
      </w:r>
      <w:r w:rsidRPr="006056B1">
        <w:t>d</w:t>
      </w:r>
      <w:r w:rsidR="006036B2">
        <w:t>’</w:t>
      </w:r>
      <w:r w:rsidRPr="006056B1">
        <w:t>ailleurs</w:t>
      </w:r>
      <w:r w:rsidR="006036B2">
        <w:t xml:space="preserve">, </w:t>
      </w:r>
      <w:r w:rsidRPr="006056B1">
        <w:t>pour laisser transparaître le ton de beurre de son crâne</w:t>
      </w:r>
      <w:r w:rsidR="006036B2">
        <w:t xml:space="preserve">. </w:t>
      </w:r>
      <w:r w:rsidRPr="006056B1">
        <w:t>De beurre</w:t>
      </w:r>
      <w:r w:rsidR="006036B2">
        <w:t xml:space="preserve"> ? </w:t>
      </w:r>
      <w:r w:rsidRPr="006056B1">
        <w:t>Savoir</w:t>
      </w:r>
      <w:r w:rsidR="006036B2">
        <w:t xml:space="preserve"> ! </w:t>
      </w:r>
      <w:r w:rsidRPr="006056B1">
        <w:t>Mettons plutôt</w:t>
      </w:r>
      <w:r w:rsidR="006036B2">
        <w:t xml:space="preserve"> : </w:t>
      </w:r>
      <w:r w:rsidRPr="006056B1">
        <w:t>de margarine</w:t>
      </w:r>
      <w:r w:rsidR="006036B2">
        <w:t xml:space="preserve">. </w:t>
      </w:r>
      <w:r w:rsidRPr="006056B1">
        <w:t>Et si pâle</w:t>
      </w:r>
      <w:r w:rsidR="006036B2">
        <w:t> !</w:t>
      </w:r>
    </w:p>
    <w:p w14:paraId="5040053F" w14:textId="77777777" w:rsidR="006036B2" w:rsidRDefault="00E85E1B" w:rsidP="00E85E1B">
      <w:r w:rsidRPr="006056B1">
        <w:t>La face semblait en margarine aussi</w:t>
      </w:r>
      <w:r w:rsidR="006036B2">
        <w:t xml:space="preserve"> ; </w:t>
      </w:r>
      <w:r w:rsidRPr="006056B1">
        <w:t>mais de la fausse</w:t>
      </w:r>
      <w:r w:rsidR="006036B2">
        <w:t xml:space="preserve">, </w:t>
      </w:r>
      <w:r w:rsidRPr="006056B1">
        <w:t>s</w:t>
      </w:r>
      <w:r w:rsidRPr="006056B1">
        <w:t>û</w:t>
      </w:r>
      <w:r w:rsidRPr="006056B1">
        <w:t>rement</w:t>
      </w:r>
      <w:r w:rsidR="006036B2">
        <w:t xml:space="preserve">. </w:t>
      </w:r>
      <w:r w:rsidRPr="006056B1">
        <w:t>Auprès d</w:t>
      </w:r>
      <w:r w:rsidR="006036B2">
        <w:t>’</w:t>
      </w:r>
      <w:r w:rsidRPr="006056B1">
        <w:t>elle</w:t>
      </w:r>
      <w:r w:rsidR="006036B2">
        <w:t xml:space="preserve">, </w:t>
      </w:r>
      <w:r w:rsidRPr="006056B1">
        <w:t>le crâne</w:t>
      </w:r>
      <w:r w:rsidR="006036B2">
        <w:t xml:space="preserve">, </w:t>
      </w:r>
      <w:r w:rsidRPr="006056B1">
        <w:t>en margarine non falsifiée</w:t>
      </w:r>
      <w:r w:rsidR="006036B2">
        <w:t xml:space="preserve">, </w:t>
      </w:r>
      <w:r w:rsidRPr="006056B1">
        <w:t>lui</w:t>
      </w:r>
      <w:r w:rsidR="006036B2">
        <w:t xml:space="preserve">, </w:t>
      </w:r>
      <w:r w:rsidRPr="006056B1">
        <w:t>redevenait</w:t>
      </w:r>
      <w:r w:rsidR="006036B2">
        <w:t xml:space="preserve">, </w:t>
      </w:r>
      <w:r w:rsidRPr="006056B1">
        <w:t>par comparaison</w:t>
      </w:r>
      <w:r w:rsidR="006036B2">
        <w:t xml:space="preserve">, </w:t>
      </w:r>
      <w:r w:rsidRPr="006056B1">
        <w:t>presque du beurre</w:t>
      </w:r>
      <w:r w:rsidR="006036B2">
        <w:t>.</w:t>
      </w:r>
    </w:p>
    <w:p w14:paraId="41F902D4" w14:textId="77777777" w:rsidR="006036B2" w:rsidRDefault="00E85E1B" w:rsidP="00E85E1B">
      <w:r w:rsidRPr="006056B1">
        <w:t>De la bouche</w:t>
      </w:r>
      <w:r w:rsidR="006036B2">
        <w:t xml:space="preserve">, </w:t>
      </w:r>
      <w:r w:rsidRPr="006056B1">
        <w:t>peu de chose à dire</w:t>
      </w:r>
      <w:r w:rsidR="006036B2">
        <w:t xml:space="preserve"> ! </w:t>
      </w:r>
      <w:r w:rsidRPr="006056B1">
        <w:t>Moins que peu</w:t>
      </w:r>
      <w:r w:rsidR="006036B2">
        <w:t xml:space="preserve">. </w:t>
      </w:r>
      <w:r w:rsidRPr="006056B1">
        <w:t>Somme toute</w:t>
      </w:r>
      <w:r w:rsidR="006036B2">
        <w:t xml:space="preserve">, </w:t>
      </w:r>
      <w:r w:rsidRPr="006056B1">
        <w:t>néant</w:t>
      </w:r>
      <w:r w:rsidR="006036B2">
        <w:t xml:space="preserve">. </w:t>
      </w:r>
      <w:r w:rsidRPr="006056B1">
        <w:t>C</w:t>
      </w:r>
      <w:r w:rsidR="006036B2">
        <w:t>’</w:t>
      </w:r>
      <w:r w:rsidRPr="006056B1">
        <w:t>était proprement</w:t>
      </w:r>
      <w:r w:rsidR="006036B2">
        <w:t xml:space="preserve">, </w:t>
      </w:r>
      <w:r w:rsidRPr="006056B1">
        <w:t>exactement</w:t>
      </w:r>
      <w:r w:rsidR="006036B2">
        <w:t xml:space="preserve">, </w:t>
      </w:r>
      <w:r w:rsidRPr="006056B1">
        <w:t>cette bouche ch</w:t>
      </w:r>
      <w:r w:rsidRPr="006056B1">
        <w:t>i</w:t>
      </w:r>
      <w:r w:rsidRPr="006056B1">
        <w:t xml:space="preserve">mérique que les permis de chasse qualifient de </w:t>
      </w:r>
      <w:r w:rsidRPr="006056B1">
        <w:rPr>
          <w:i/>
          <w:iCs/>
        </w:rPr>
        <w:t>moyenne</w:t>
      </w:r>
      <w:r w:rsidR="006036B2">
        <w:t xml:space="preserve">. </w:t>
      </w:r>
      <w:r w:rsidRPr="006056B1">
        <w:t>Avait-elle des lèvres</w:t>
      </w:r>
      <w:r w:rsidR="006036B2">
        <w:t xml:space="preserve"> ? </w:t>
      </w:r>
      <w:r w:rsidRPr="006056B1">
        <w:t>N</w:t>
      </w:r>
      <w:r w:rsidR="006036B2">
        <w:t>’</w:t>
      </w:r>
      <w:r w:rsidRPr="006056B1">
        <w:t>en avait-elle pas</w:t>
      </w:r>
      <w:r w:rsidR="006036B2">
        <w:t xml:space="preserve"> ? </w:t>
      </w:r>
      <w:r w:rsidRPr="006056B1">
        <w:t>Ces lèvres se cachaient-elles sous une moustache</w:t>
      </w:r>
      <w:r w:rsidR="006036B2">
        <w:t xml:space="preserve"> ? </w:t>
      </w:r>
      <w:r w:rsidRPr="006056B1">
        <w:t>Était-ce une moustache</w:t>
      </w:r>
      <w:r w:rsidR="006036B2">
        <w:t xml:space="preserve">, </w:t>
      </w:r>
      <w:r w:rsidRPr="006056B1">
        <w:t>ça</w:t>
      </w:r>
      <w:r w:rsidR="006036B2">
        <w:t xml:space="preserve">, </w:t>
      </w:r>
      <w:r w:rsidRPr="006056B1">
        <w:t>qu</w:t>
      </w:r>
      <w:r w:rsidR="006036B2">
        <w:t>’</w:t>
      </w:r>
      <w:r w:rsidRPr="006056B1">
        <w:t>on voyait là</w:t>
      </w:r>
      <w:r w:rsidR="006036B2">
        <w:t xml:space="preserve">, </w:t>
      </w:r>
      <w:r w:rsidRPr="006056B1">
        <w:t>qu</w:t>
      </w:r>
      <w:r w:rsidR="006036B2">
        <w:t>’</w:t>
      </w:r>
      <w:r w:rsidRPr="006056B1">
        <w:t>on voyait à peine et qui était pareil à de la fumée coulant des narines</w:t>
      </w:r>
      <w:r w:rsidR="006036B2">
        <w:t xml:space="preserve"> ? </w:t>
      </w:r>
      <w:r w:rsidRPr="006056B1">
        <w:t>Du diable si l</w:t>
      </w:r>
      <w:r w:rsidR="006036B2">
        <w:t>’</w:t>
      </w:r>
      <w:r w:rsidRPr="006056B1">
        <w:t>on pouvait répondre à ces questions avec certitude</w:t>
      </w:r>
      <w:r w:rsidR="006036B2">
        <w:t xml:space="preserve"> ! </w:t>
      </w:r>
      <w:r w:rsidRPr="006056B1">
        <w:t>Que ce visage eût une bouche</w:t>
      </w:r>
      <w:r w:rsidR="006036B2">
        <w:t xml:space="preserve">, </w:t>
      </w:r>
      <w:r w:rsidRPr="006056B1">
        <w:t>c</w:t>
      </w:r>
      <w:r w:rsidR="006036B2">
        <w:t>’</w:t>
      </w:r>
      <w:r w:rsidRPr="006056B1">
        <w:t>était bien probable</w:t>
      </w:r>
      <w:r w:rsidR="006036B2">
        <w:t xml:space="preserve"> ; </w:t>
      </w:r>
      <w:r w:rsidRPr="006056B1">
        <w:t>mais on ne l</w:t>
      </w:r>
      <w:r w:rsidR="006036B2">
        <w:t>’</w:t>
      </w:r>
      <w:r w:rsidRPr="006056B1">
        <w:t>affirmait que par raisonnement</w:t>
      </w:r>
      <w:r w:rsidR="006036B2">
        <w:t>.</w:t>
      </w:r>
    </w:p>
    <w:p w14:paraId="3B9CD22E" w14:textId="77777777" w:rsidR="006036B2" w:rsidRDefault="00E85E1B" w:rsidP="00E85E1B">
      <w:r w:rsidRPr="006056B1">
        <w:t>Et</w:t>
      </w:r>
      <w:r w:rsidR="006036B2">
        <w:t xml:space="preserve">, </w:t>
      </w:r>
      <w:r w:rsidRPr="006056B1">
        <w:t>à n</w:t>
      </w:r>
      <w:r w:rsidR="006036B2">
        <w:t>’</w:t>
      </w:r>
      <w:r w:rsidRPr="006056B1">
        <w:t>en pas douter</w:t>
      </w:r>
      <w:r w:rsidR="006036B2">
        <w:t xml:space="preserve">, </w:t>
      </w:r>
      <w:r w:rsidRPr="006056B1">
        <w:t>ce visage devait aussi être garni d</w:t>
      </w:r>
      <w:r w:rsidR="006036B2">
        <w:t>’</w:t>
      </w:r>
      <w:r w:rsidRPr="006056B1">
        <w:t>un nez et de deux yeux</w:t>
      </w:r>
      <w:r w:rsidR="006036B2">
        <w:t xml:space="preserve">, </w:t>
      </w:r>
      <w:r w:rsidRPr="006056B1">
        <w:t>et</w:t>
      </w:r>
      <w:r w:rsidR="006036B2">
        <w:t xml:space="preserve">, </w:t>
      </w:r>
      <w:r w:rsidRPr="006056B1">
        <w:t>vraisemblablement</w:t>
      </w:r>
      <w:r w:rsidR="006036B2">
        <w:t xml:space="preserve">, </w:t>
      </w:r>
      <w:r w:rsidRPr="006056B1">
        <w:t>d</w:t>
      </w:r>
      <w:r w:rsidR="006036B2">
        <w:t>’</w:t>
      </w:r>
      <w:r w:rsidRPr="006056B1">
        <w:t>une paire d</w:t>
      </w:r>
      <w:r w:rsidR="006036B2">
        <w:t>’</w:t>
      </w:r>
      <w:r w:rsidRPr="006056B1">
        <w:t>oreilles</w:t>
      </w:r>
      <w:r w:rsidR="006036B2">
        <w:t xml:space="preserve">. </w:t>
      </w:r>
      <w:r w:rsidRPr="006056B1">
        <w:t>Il est à croire</w:t>
      </w:r>
      <w:r w:rsidR="006036B2">
        <w:t xml:space="preserve">, </w:t>
      </w:r>
      <w:r w:rsidRPr="006056B1">
        <w:t>en outre</w:t>
      </w:r>
      <w:r w:rsidR="006036B2">
        <w:t xml:space="preserve">, </w:t>
      </w:r>
      <w:r w:rsidRPr="006056B1">
        <w:t>qu</w:t>
      </w:r>
      <w:r w:rsidR="006036B2">
        <w:t>’</w:t>
      </w:r>
      <w:r w:rsidRPr="006056B1">
        <w:t>il s</w:t>
      </w:r>
      <w:r w:rsidR="006036B2">
        <w:t>’</w:t>
      </w:r>
      <w:r w:rsidRPr="006056B1">
        <w:t>encadrait d</w:t>
      </w:r>
      <w:r w:rsidR="006036B2">
        <w:t>’</w:t>
      </w:r>
      <w:r w:rsidRPr="006056B1">
        <w:t>une chose ayant l</w:t>
      </w:r>
      <w:r w:rsidR="006036B2">
        <w:t>’</w:t>
      </w:r>
      <w:r w:rsidRPr="006056B1">
        <w:t>apparence d</w:t>
      </w:r>
      <w:r w:rsidR="006036B2">
        <w:t>’</w:t>
      </w:r>
      <w:r w:rsidRPr="006056B1">
        <w:t>une barbe</w:t>
      </w:r>
      <w:r w:rsidR="006036B2">
        <w:t xml:space="preserve"> ; </w:t>
      </w:r>
      <w:r w:rsidRPr="006056B1">
        <w:t>car</w:t>
      </w:r>
      <w:r w:rsidR="006036B2">
        <w:t xml:space="preserve">, </w:t>
      </w:r>
      <w:r w:rsidRPr="006056B1">
        <w:t>s</w:t>
      </w:r>
      <w:r w:rsidR="006036B2">
        <w:t>’</w:t>
      </w:r>
      <w:r w:rsidRPr="006056B1">
        <w:t>il eût été rasé</w:t>
      </w:r>
      <w:r w:rsidR="006036B2">
        <w:t xml:space="preserve">, </w:t>
      </w:r>
      <w:r w:rsidRPr="006056B1">
        <w:t>on y aurait noté ce détail caractéristique et l</w:t>
      </w:r>
      <w:r w:rsidR="006036B2">
        <w:t>’</w:t>
      </w:r>
      <w:r w:rsidRPr="006056B1">
        <w:t>on eût songé à lui appliquer l</w:t>
      </w:r>
      <w:r w:rsidR="006036B2">
        <w:t>’</w:t>
      </w:r>
      <w:r w:rsidRPr="006056B1">
        <w:t>épithète de glabre</w:t>
      </w:r>
      <w:r w:rsidR="006036B2">
        <w:t xml:space="preserve">. </w:t>
      </w:r>
      <w:r w:rsidRPr="006056B1">
        <w:t>N</w:t>
      </w:r>
      <w:r w:rsidR="006036B2">
        <w:t>’</w:t>
      </w:r>
      <w:r w:rsidRPr="006056B1">
        <w:t>ayant pas l</w:t>
      </w:r>
      <w:r w:rsidR="006036B2">
        <w:t>’</w:t>
      </w:r>
      <w:r w:rsidRPr="006056B1">
        <w:t>occasion d</w:t>
      </w:r>
      <w:r w:rsidR="006036B2">
        <w:t>’</w:t>
      </w:r>
      <w:r w:rsidRPr="006056B1">
        <w:t xml:space="preserve">y </w:t>
      </w:r>
      <w:r w:rsidRPr="006056B1">
        <w:lastRenderedPageBreak/>
        <w:t>songer</w:t>
      </w:r>
      <w:r w:rsidR="006036B2">
        <w:t xml:space="preserve">, </w:t>
      </w:r>
      <w:r w:rsidRPr="006056B1">
        <w:t>on en d</w:t>
      </w:r>
      <w:r w:rsidRPr="006056B1">
        <w:t>e</w:t>
      </w:r>
      <w:r w:rsidRPr="006056B1">
        <w:t>vait conclure qu</w:t>
      </w:r>
      <w:r w:rsidR="006036B2">
        <w:t>’</w:t>
      </w:r>
      <w:r w:rsidRPr="006056B1">
        <w:t>il était poilu</w:t>
      </w:r>
      <w:r w:rsidR="006036B2">
        <w:t xml:space="preserve">. </w:t>
      </w:r>
      <w:r w:rsidRPr="006056B1">
        <w:t>Mais ce poil</w:t>
      </w:r>
      <w:r w:rsidR="006036B2">
        <w:t xml:space="preserve">, </w:t>
      </w:r>
      <w:r w:rsidRPr="006056B1">
        <w:t>de même que les oreilles</w:t>
      </w:r>
      <w:r w:rsidR="006036B2">
        <w:t xml:space="preserve">, </w:t>
      </w:r>
      <w:r w:rsidRPr="006056B1">
        <w:t>les yeux et le nez</w:t>
      </w:r>
      <w:r w:rsidR="006036B2">
        <w:t xml:space="preserve">, </w:t>
      </w:r>
      <w:r w:rsidRPr="006056B1">
        <w:t>combien ils étaient quelconques</w:t>
      </w:r>
      <w:r w:rsidR="006036B2">
        <w:t xml:space="preserve">, </w:t>
      </w:r>
      <w:r w:rsidRPr="006056B1">
        <w:t>et comme ils se dérobaient à toute épithète</w:t>
      </w:r>
      <w:r w:rsidR="006036B2">
        <w:t xml:space="preserve"> ! </w:t>
      </w:r>
      <w:r w:rsidRPr="006056B1">
        <w:t>Sincèrement</w:t>
      </w:r>
      <w:r w:rsidR="006036B2">
        <w:t xml:space="preserve">, </w:t>
      </w:r>
      <w:r w:rsidRPr="006056B1">
        <w:t>une seule épithète venait à l</w:t>
      </w:r>
      <w:r w:rsidR="006036B2">
        <w:t>’</w:t>
      </w:r>
      <w:r w:rsidRPr="006056B1">
        <w:t>esprit pour les signaler un peu</w:t>
      </w:r>
      <w:r w:rsidR="006036B2">
        <w:t xml:space="preserve">, </w:t>
      </w:r>
      <w:r w:rsidRPr="006056B1">
        <w:t>oh</w:t>
      </w:r>
      <w:r w:rsidR="006036B2">
        <w:t xml:space="preserve"> ! </w:t>
      </w:r>
      <w:r w:rsidRPr="006056B1">
        <w:t>très peu</w:t>
      </w:r>
      <w:r w:rsidR="006036B2">
        <w:t xml:space="preserve">, </w:t>
      </w:r>
      <w:r w:rsidRPr="006056B1">
        <w:t>avec une approximation bien lointaine</w:t>
      </w:r>
      <w:r w:rsidR="006036B2">
        <w:t xml:space="preserve"> : </w:t>
      </w:r>
      <w:r w:rsidRPr="006056B1">
        <w:t>on pouvait dire qu</w:t>
      </w:r>
      <w:r w:rsidR="006036B2">
        <w:t>’</w:t>
      </w:r>
      <w:r w:rsidRPr="006056B1">
        <w:t>ils étaient</w:t>
      </w:r>
      <w:r w:rsidR="006036B2">
        <w:t xml:space="preserve">… </w:t>
      </w:r>
      <w:r w:rsidRPr="006056B1">
        <w:t>brumeux</w:t>
      </w:r>
      <w:r w:rsidR="006036B2">
        <w:t>.</w:t>
      </w:r>
    </w:p>
    <w:p w14:paraId="1F9EFE13" w14:textId="77777777" w:rsidR="006036B2" w:rsidRDefault="00E85E1B" w:rsidP="00E85E1B">
      <w:r w:rsidRPr="006056B1">
        <w:t>Hum</w:t>
      </w:r>
      <w:r w:rsidR="006036B2">
        <w:t xml:space="preserve"> ! </w:t>
      </w:r>
      <w:r w:rsidRPr="006056B1">
        <w:t>Brumeux</w:t>
      </w:r>
      <w:r w:rsidR="006036B2">
        <w:t xml:space="preserve"> ! </w:t>
      </w:r>
      <w:r w:rsidRPr="006056B1">
        <w:t>Est-ce le mot juste</w:t>
      </w:r>
      <w:r w:rsidR="006036B2">
        <w:t xml:space="preserve"> ? </w:t>
      </w:r>
      <w:r w:rsidRPr="006056B1">
        <w:t>Un regard brumeux</w:t>
      </w:r>
      <w:r w:rsidR="006036B2">
        <w:t xml:space="preserve">, </w:t>
      </w:r>
      <w:r w:rsidRPr="006056B1">
        <w:t>oui</w:t>
      </w:r>
      <w:r w:rsidR="006036B2">
        <w:t xml:space="preserve"> ; </w:t>
      </w:r>
      <w:r w:rsidRPr="006056B1">
        <w:t>des yeux brumeux</w:t>
      </w:r>
      <w:r w:rsidR="006036B2">
        <w:t xml:space="preserve">, </w:t>
      </w:r>
      <w:r w:rsidRPr="006056B1">
        <w:t>passe</w:t>
      </w:r>
      <w:r w:rsidR="006036B2">
        <w:t xml:space="preserve"> ; </w:t>
      </w:r>
      <w:r w:rsidRPr="006056B1">
        <w:t>même une barbe en brouillard</w:t>
      </w:r>
      <w:r w:rsidR="006036B2">
        <w:t xml:space="preserve">, </w:t>
      </w:r>
      <w:r w:rsidRPr="006056B1">
        <w:t>cela encore on se le figure</w:t>
      </w:r>
      <w:r w:rsidR="006036B2">
        <w:t xml:space="preserve">, </w:t>
      </w:r>
      <w:r w:rsidRPr="006056B1">
        <w:t>à la rigueur</w:t>
      </w:r>
      <w:r w:rsidR="006036B2">
        <w:t xml:space="preserve"> ; </w:t>
      </w:r>
      <w:r w:rsidRPr="006056B1">
        <w:t>mais des oreilles br</w:t>
      </w:r>
      <w:r w:rsidRPr="006056B1">
        <w:t>u</w:t>
      </w:r>
      <w:r w:rsidRPr="006056B1">
        <w:t>meuses</w:t>
      </w:r>
      <w:r w:rsidR="006036B2">
        <w:t xml:space="preserve">, </w:t>
      </w:r>
      <w:r w:rsidRPr="006056B1">
        <w:t>et surtout un nez brumeux</w:t>
      </w:r>
      <w:r w:rsidR="006036B2">
        <w:t xml:space="preserve">, </w:t>
      </w:r>
      <w:r w:rsidRPr="006056B1">
        <w:t>est-ce facilement imag</w:t>
      </w:r>
      <w:r w:rsidRPr="006056B1">
        <w:t>i</w:t>
      </w:r>
      <w:r w:rsidRPr="006056B1">
        <w:t>nable</w:t>
      </w:r>
      <w:r w:rsidR="006036B2">
        <w:t xml:space="preserve"> ? </w:t>
      </w:r>
      <w:r w:rsidRPr="006056B1">
        <w:t>Je ne sais trop</w:t>
      </w:r>
      <w:r w:rsidR="006036B2">
        <w:t xml:space="preserve"> ; </w:t>
      </w:r>
      <w:r w:rsidRPr="006056B1">
        <w:t>et pourtant il faut bien me contenter de cet à peu près</w:t>
      </w:r>
      <w:r w:rsidR="006036B2">
        <w:t xml:space="preserve">. </w:t>
      </w:r>
      <w:r w:rsidRPr="006056B1">
        <w:t>Plus je réfléchis à ce visage</w:t>
      </w:r>
      <w:r w:rsidR="006036B2">
        <w:t xml:space="preserve">, </w:t>
      </w:r>
      <w:r w:rsidRPr="006056B1">
        <w:t>moins je le trouve adje</w:t>
      </w:r>
      <w:r w:rsidRPr="006056B1">
        <w:t>c</w:t>
      </w:r>
      <w:r w:rsidRPr="006056B1">
        <w:t>tivable</w:t>
      </w:r>
      <w:r w:rsidR="006036B2">
        <w:t>.</w:t>
      </w:r>
    </w:p>
    <w:p w14:paraId="77155733" w14:textId="77777777" w:rsidR="006036B2" w:rsidRDefault="00E85E1B" w:rsidP="00E85E1B">
      <w:r w:rsidRPr="006056B1">
        <w:t>Le pire</w:t>
      </w:r>
      <w:r w:rsidR="006036B2">
        <w:t xml:space="preserve">, </w:t>
      </w:r>
      <w:r w:rsidRPr="006056B1">
        <w:t>c</w:t>
      </w:r>
      <w:r w:rsidR="006036B2">
        <w:t>’</w:t>
      </w:r>
      <w:r w:rsidRPr="006056B1">
        <w:t>est que je crains</w:t>
      </w:r>
      <w:r w:rsidR="006036B2">
        <w:t xml:space="preserve">, </w:t>
      </w:r>
      <w:r w:rsidRPr="006056B1">
        <w:t xml:space="preserve">par ce </w:t>
      </w:r>
      <w:r w:rsidRPr="006056B1">
        <w:rPr>
          <w:i/>
          <w:iCs/>
        </w:rPr>
        <w:t>brumeux</w:t>
      </w:r>
      <w:r w:rsidRPr="006056B1">
        <w:t xml:space="preserve"> accolé à ces oreilles et surtout à ce nez</w:t>
      </w:r>
      <w:r w:rsidR="006036B2">
        <w:t xml:space="preserve">, </w:t>
      </w:r>
      <w:r w:rsidRPr="006056B1">
        <w:t>de donner au portrait une touche b</w:t>
      </w:r>
      <w:r w:rsidRPr="006056B1">
        <w:t>i</w:t>
      </w:r>
      <w:r w:rsidRPr="006056B1">
        <w:t>zarre</w:t>
      </w:r>
      <w:r w:rsidR="006036B2">
        <w:t xml:space="preserve">, </w:t>
      </w:r>
      <w:r w:rsidRPr="006056B1">
        <w:t>et de suggérer ainsi l</w:t>
      </w:r>
      <w:r w:rsidR="006036B2">
        <w:t>’</w:t>
      </w:r>
      <w:r w:rsidRPr="006056B1">
        <w:t>idée d</w:t>
      </w:r>
      <w:r w:rsidR="006036B2">
        <w:t>’</w:t>
      </w:r>
      <w:r w:rsidRPr="006056B1">
        <w:t>une laideur ayant quelque chose d</w:t>
      </w:r>
      <w:r w:rsidR="006036B2">
        <w:t>’</w:t>
      </w:r>
      <w:r w:rsidRPr="006056B1">
        <w:t>étrange</w:t>
      </w:r>
      <w:r w:rsidR="006036B2">
        <w:t xml:space="preserve">, </w:t>
      </w:r>
      <w:r w:rsidRPr="006056B1">
        <w:t>ce qui enlèverait décidément au portrait toute ressemblance</w:t>
      </w:r>
      <w:r w:rsidR="006036B2">
        <w:t>.</w:t>
      </w:r>
    </w:p>
    <w:p w14:paraId="29B25511" w14:textId="77777777" w:rsidR="006036B2" w:rsidRDefault="00E85E1B" w:rsidP="00E85E1B">
      <w:r w:rsidRPr="006056B1">
        <w:t>Mettons donc</w:t>
      </w:r>
      <w:r w:rsidR="006036B2">
        <w:t xml:space="preserve">, </w:t>
      </w:r>
      <w:r w:rsidRPr="006056B1">
        <w:t>si vous le voulez bien</w:t>
      </w:r>
      <w:r w:rsidR="006036B2">
        <w:t xml:space="preserve">, </w:t>
      </w:r>
      <w:r w:rsidRPr="006056B1">
        <w:t>que je n</w:t>
      </w:r>
      <w:r w:rsidR="006036B2">
        <w:t>’</w:t>
      </w:r>
      <w:r w:rsidRPr="006056B1">
        <w:t>ai rien dit</w:t>
      </w:r>
      <w:r w:rsidR="006036B2">
        <w:t xml:space="preserve">, </w:t>
      </w:r>
      <w:r w:rsidRPr="006056B1">
        <w:t>et remplaçons toute cette vaine description par la commode fo</w:t>
      </w:r>
      <w:r w:rsidRPr="006056B1">
        <w:t>r</w:t>
      </w:r>
      <w:r w:rsidRPr="006056B1">
        <w:t>mule</w:t>
      </w:r>
      <w:r w:rsidR="006036B2">
        <w:t xml:space="preserve"> : </w:t>
      </w:r>
      <w:r w:rsidRPr="006056B1">
        <w:rPr>
          <w:i/>
          <w:iCs/>
        </w:rPr>
        <w:t>impossible à décrire</w:t>
      </w:r>
      <w:r w:rsidR="006036B2">
        <w:rPr>
          <w:i/>
          <w:iCs/>
        </w:rPr>
        <w:t xml:space="preserve">. </w:t>
      </w:r>
      <w:r w:rsidRPr="006056B1">
        <w:t>Mais retenons ces faits acquis</w:t>
      </w:r>
      <w:r w:rsidR="006036B2">
        <w:t xml:space="preserve">, </w:t>
      </w:r>
      <w:r w:rsidRPr="006056B1">
        <w:t>et aussi indiscutables qu</w:t>
      </w:r>
      <w:r w:rsidR="006036B2">
        <w:t>’</w:t>
      </w:r>
      <w:r w:rsidRPr="006056B1">
        <w:t>inexplicables</w:t>
      </w:r>
      <w:r w:rsidR="006036B2">
        <w:t xml:space="preserve">, </w:t>
      </w:r>
      <w:r w:rsidRPr="006056B1">
        <w:t>à savoir qu</w:t>
      </w:r>
      <w:r w:rsidR="006036B2">
        <w:t>’</w:t>
      </w:r>
      <w:r w:rsidRPr="006056B1">
        <w:t>Antinoüs L</w:t>
      </w:r>
      <w:r w:rsidRPr="006056B1">
        <w:t>e</w:t>
      </w:r>
      <w:r w:rsidRPr="006056B1">
        <w:t>beau était laid</w:t>
      </w:r>
      <w:r w:rsidR="006036B2">
        <w:t xml:space="preserve">, </w:t>
      </w:r>
      <w:r w:rsidRPr="006056B1">
        <w:t>que tout le monde autour de lui en acquérait la conviction à première vue</w:t>
      </w:r>
      <w:r w:rsidR="006036B2">
        <w:t xml:space="preserve">, </w:t>
      </w:r>
      <w:r w:rsidRPr="006056B1">
        <w:t>que personne n</w:t>
      </w:r>
      <w:r w:rsidR="006036B2">
        <w:t>’</w:t>
      </w:r>
      <w:r w:rsidRPr="006056B1">
        <w:t>avait souvenir d</w:t>
      </w:r>
      <w:r w:rsidR="006036B2">
        <w:t>’</w:t>
      </w:r>
      <w:r w:rsidRPr="006056B1">
        <w:t>avoir jamais rencontré plus laid</w:t>
      </w:r>
      <w:r w:rsidR="006036B2">
        <w:t xml:space="preserve"> ; </w:t>
      </w:r>
      <w:r w:rsidRPr="006056B1">
        <w:t>et ajoutons que</w:t>
      </w:r>
      <w:r w:rsidR="006036B2">
        <w:t xml:space="preserve">, </w:t>
      </w:r>
      <w:r w:rsidRPr="006056B1">
        <w:t>pour comble d</w:t>
      </w:r>
      <w:r w:rsidR="006036B2">
        <w:t>’</w:t>
      </w:r>
      <w:r w:rsidRPr="006056B1">
        <w:t>infortune</w:t>
      </w:r>
      <w:r w:rsidR="006036B2">
        <w:t xml:space="preserve">, </w:t>
      </w:r>
      <w:r w:rsidRPr="006056B1">
        <w:t>il était lui-même de cet avis sur lui-même</w:t>
      </w:r>
      <w:r w:rsidR="006036B2">
        <w:t>.</w:t>
      </w:r>
    </w:p>
    <w:p w14:paraId="044B12C8" w14:textId="77777777" w:rsidR="006036B2" w:rsidRDefault="00E85E1B" w:rsidP="00E85E1B">
      <w:r w:rsidRPr="006056B1">
        <w:t>À ce trait</w:t>
      </w:r>
      <w:r w:rsidR="006036B2">
        <w:t xml:space="preserve">, </w:t>
      </w:r>
      <w:r w:rsidRPr="006056B1">
        <w:t>on peut au moins juger qu</w:t>
      </w:r>
      <w:r w:rsidR="006036B2">
        <w:t>’</w:t>
      </w:r>
      <w:r w:rsidRPr="006056B1">
        <w:t>il n</w:t>
      </w:r>
      <w:r w:rsidR="006036B2">
        <w:t>’</w:t>
      </w:r>
      <w:r w:rsidRPr="006056B1">
        <w:t>était point sot</w:t>
      </w:r>
      <w:r w:rsidR="006036B2">
        <w:t>.</w:t>
      </w:r>
    </w:p>
    <w:p w14:paraId="0A74CF96" w14:textId="77777777" w:rsidR="006036B2" w:rsidRDefault="00E85E1B" w:rsidP="00E85E1B">
      <w:r w:rsidRPr="006056B1">
        <w:t>Il n</w:t>
      </w:r>
      <w:r w:rsidR="006036B2">
        <w:t>’</w:t>
      </w:r>
      <w:r w:rsidRPr="006056B1">
        <w:t>était pas méchant non plus</w:t>
      </w:r>
      <w:r w:rsidR="006036B2">
        <w:t xml:space="preserve">. </w:t>
      </w:r>
      <w:r w:rsidRPr="006056B1">
        <w:t>Mais</w:t>
      </w:r>
      <w:r w:rsidR="006036B2">
        <w:t xml:space="preserve">, </w:t>
      </w:r>
      <w:r w:rsidRPr="006056B1">
        <w:t>cela va de soi</w:t>
      </w:r>
      <w:r w:rsidR="006036B2">
        <w:t xml:space="preserve">, </w:t>
      </w:r>
      <w:r w:rsidRPr="006056B1">
        <w:t>il était triste</w:t>
      </w:r>
      <w:r w:rsidR="006036B2">
        <w:t xml:space="preserve">. </w:t>
      </w:r>
      <w:r w:rsidRPr="006056B1">
        <w:t>Or un triste ne pense qu</w:t>
      </w:r>
      <w:r w:rsidR="006036B2">
        <w:t>’</w:t>
      </w:r>
      <w:r w:rsidRPr="006056B1">
        <w:t>à sa tristesse et</w:t>
      </w:r>
      <w:r w:rsidR="006036B2">
        <w:t xml:space="preserve">, </w:t>
      </w:r>
      <w:r w:rsidRPr="006056B1">
        <w:t>de ce qu</w:t>
      </w:r>
      <w:r w:rsidR="006036B2">
        <w:t>’</w:t>
      </w:r>
      <w:r w:rsidRPr="006056B1">
        <w:t>il est bonnet de nuit</w:t>
      </w:r>
      <w:r w:rsidR="006036B2">
        <w:t xml:space="preserve">, </w:t>
      </w:r>
      <w:r w:rsidRPr="006056B1">
        <w:t>on infère qu</w:t>
      </w:r>
      <w:r w:rsidR="006036B2">
        <w:t>’</w:t>
      </w:r>
      <w:r w:rsidRPr="006056B1">
        <w:t>il est bonnet d</w:t>
      </w:r>
      <w:r w:rsidR="006036B2">
        <w:t>’</w:t>
      </w:r>
      <w:r w:rsidRPr="006056B1">
        <w:t>âne</w:t>
      </w:r>
      <w:r w:rsidR="006036B2">
        <w:t xml:space="preserve">. </w:t>
      </w:r>
      <w:r w:rsidRPr="006056B1">
        <w:t>D</w:t>
      </w:r>
      <w:r w:rsidR="006036B2">
        <w:t>’</w:t>
      </w:r>
      <w:r w:rsidRPr="006056B1">
        <w:t xml:space="preserve">autre </w:t>
      </w:r>
      <w:r w:rsidRPr="006056B1">
        <w:lastRenderedPageBreak/>
        <w:t>part</w:t>
      </w:r>
      <w:r w:rsidR="006036B2">
        <w:t xml:space="preserve">, </w:t>
      </w:r>
      <w:r w:rsidRPr="006056B1">
        <w:t>la bonté ne paraît bonne que si elle est gaie</w:t>
      </w:r>
      <w:r w:rsidR="006036B2">
        <w:t xml:space="preserve">. </w:t>
      </w:r>
      <w:r w:rsidRPr="006056B1">
        <w:t>Ainsi</w:t>
      </w:r>
      <w:r w:rsidR="006036B2">
        <w:t xml:space="preserve">, </w:t>
      </w:r>
      <w:r w:rsidRPr="006056B1">
        <w:t>Antinoüs L</w:t>
      </w:r>
      <w:r w:rsidRPr="006056B1">
        <w:t>e</w:t>
      </w:r>
      <w:r w:rsidRPr="006056B1">
        <w:t>beau passait pour bête et mauvaise bête</w:t>
      </w:r>
      <w:r w:rsidR="006036B2">
        <w:t xml:space="preserve">. </w:t>
      </w:r>
      <w:r w:rsidRPr="006056B1">
        <w:t>Et on ne le plaignait même pas</w:t>
      </w:r>
      <w:r w:rsidR="006036B2">
        <w:t xml:space="preserve">, </w:t>
      </w:r>
      <w:r w:rsidRPr="006056B1">
        <w:t>le pauvre bougre</w:t>
      </w:r>
      <w:r w:rsidR="006036B2">
        <w:t xml:space="preserve">, </w:t>
      </w:r>
      <w:r w:rsidRPr="006056B1">
        <w:t>d</w:t>
      </w:r>
      <w:r w:rsidR="006036B2">
        <w:t>’</w:t>
      </w:r>
      <w:r w:rsidRPr="006056B1">
        <w:t>être si laid</w:t>
      </w:r>
      <w:r w:rsidR="006036B2">
        <w:t> !</w:t>
      </w:r>
    </w:p>
    <w:p w14:paraId="11621097" w14:textId="77777777" w:rsidR="006036B2" w:rsidRDefault="00E85E1B" w:rsidP="00E85E1B">
      <w:r w:rsidRPr="006056B1">
        <w:t>Il n</w:t>
      </w:r>
      <w:r w:rsidR="006036B2">
        <w:t>’</w:t>
      </w:r>
      <w:r w:rsidRPr="006056B1">
        <w:t>avait qu</w:t>
      </w:r>
      <w:r w:rsidR="006036B2">
        <w:t>’</w:t>
      </w:r>
      <w:r w:rsidRPr="006056B1">
        <w:t>une joie au monde</w:t>
      </w:r>
      <w:r w:rsidR="006036B2">
        <w:t xml:space="preserve">, </w:t>
      </w:r>
      <w:r w:rsidRPr="006056B1">
        <w:t>une seule</w:t>
      </w:r>
      <w:r w:rsidR="006036B2">
        <w:t xml:space="preserve"> : </w:t>
      </w:r>
      <w:r w:rsidRPr="006056B1">
        <w:t>c</w:t>
      </w:r>
      <w:r w:rsidR="006036B2">
        <w:t>’</w:t>
      </w:r>
      <w:r w:rsidRPr="006056B1">
        <w:t>était d</w:t>
      </w:r>
      <w:r w:rsidR="006036B2">
        <w:t>’</w:t>
      </w:r>
      <w:r w:rsidRPr="006056B1">
        <w:t>aller vaguer</w:t>
      </w:r>
      <w:r w:rsidR="006036B2">
        <w:t xml:space="preserve">, </w:t>
      </w:r>
      <w:r w:rsidRPr="006056B1">
        <w:t>par les nuits les plus noires</w:t>
      </w:r>
      <w:r w:rsidR="006036B2">
        <w:t xml:space="preserve">, </w:t>
      </w:r>
      <w:r w:rsidRPr="006056B1">
        <w:t>dans les ruelles les plus obscures</w:t>
      </w:r>
      <w:r w:rsidR="006036B2">
        <w:t xml:space="preserve">, </w:t>
      </w:r>
      <w:r w:rsidRPr="006056B1">
        <w:t>pour entendre les raccrocheuses lui dire</w:t>
      </w:r>
      <w:r w:rsidR="006036B2">
        <w:t> :</w:t>
      </w:r>
    </w:p>
    <w:p w14:paraId="32D66FCD" w14:textId="77777777" w:rsidR="006036B2" w:rsidRDefault="006036B2" w:rsidP="00E85E1B">
      <w:r>
        <w:t>— </w:t>
      </w:r>
      <w:r w:rsidR="00E85E1B" w:rsidRPr="006056B1">
        <w:t>Monte donc chez moi</w:t>
      </w:r>
      <w:r>
        <w:t xml:space="preserve">, </w:t>
      </w:r>
      <w:r w:rsidR="00E85E1B" w:rsidRPr="006056B1">
        <w:t>joli brun</w:t>
      </w:r>
      <w:r>
        <w:t> !</w:t>
      </w:r>
    </w:p>
    <w:p w14:paraId="798AA687" w14:textId="77777777" w:rsidR="006036B2" w:rsidRDefault="00E85E1B" w:rsidP="00E85E1B">
      <w:r w:rsidRPr="006056B1">
        <w:t>Joie bien furtive</w:t>
      </w:r>
      <w:r w:rsidR="006036B2">
        <w:t xml:space="preserve">, </w:t>
      </w:r>
      <w:r w:rsidRPr="006056B1">
        <w:t>hélas</w:t>
      </w:r>
      <w:r w:rsidR="006036B2">
        <w:t xml:space="preserve"> ! </w:t>
      </w:r>
      <w:r w:rsidRPr="006056B1">
        <w:t>et qu</w:t>
      </w:r>
      <w:r w:rsidR="006036B2">
        <w:t>’</w:t>
      </w:r>
      <w:r w:rsidRPr="006056B1">
        <w:t>il savait mensongère</w:t>
      </w:r>
      <w:r w:rsidR="006036B2">
        <w:t xml:space="preserve">. </w:t>
      </w:r>
      <w:r w:rsidRPr="006056B1">
        <w:t>Car</w:t>
      </w:r>
      <w:r w:rsidR="006036B2">
        <w:t xml:space="preserve">, </w:t>
      </w:r>
      <w:r w:rsidRPr="006056B1">
        <w:t>lorsque parfois</w:t>
      </w:r>
      <w:r w:rsidR="006036B2">
        <w:t xml:space="preserve">, </w:t>
      </w:r>
      <w:r w:rsidRPr="006056B1">
        <w:t>la femme étant vieille ou soûle</w:t>
      </w:r>
      <w:r w:rsidR="006036B2">
        <w:t xml:space="preserve">, </w:t>
      </w:r>
      <w:r w:rsidRPr="006056B1">
        <w:t>il profitait de l</w:t>
      </w:r>
      <w:r w:rsidR="006036B2">
        <w:t>’</w:t>
      </w:r>
      <w:r w:rsidRPr="006056B1">
        <w:t>occasion</w:t>
      </w:r>
      <w:r w:rsidR="006036B2">
        <w:t xml:space="preserve">, </w:t>
      </w:r>
      <w:r w:rsidRPr="006056B1">
        <w:t>même les vieilles et les soûles</w:t>
      </w:r>
      <w:r w:rsidR="006036B2">
        <w:t xml:space="preserve">, </w:t>
      </w:r>
      <w:r w:rsidRPr="006056B1">
        <w:t>dès la chandelle all</w:t>
      </w:r>
      <w:r w:rsidRPr="006056B1">
        <w:t>u</w:t>
      </w:r>
      <w:r w:rsidRPr="006056B1">
        <w:t>mée dans le taudis</w:t>
      </w:r>
      <w:r w:rsidR="006036B2">
        <w:t xml:space="preserve">, </w:t>
      </w:r>
      <w:r w:rsidRPr="006056B1">
        <w:t xml:space="preserve">cessaient de lui murmurer le fallacieux </w:t>
      </w:r>
      <w:r w:rsidR="006036B2">
        <w:t>« </w:t>
      </w:r>
      <w:r w:rsidRPr="006056B1">
        <w:rPr>
          <w:i/>
          <w:iCs/>
        </w:rPr>
        <w:t>joli brun</w:t>
      </w:r>
      <w:r w:rsidR="006036B2">
        <w:t xml:space="preserve"> ». </w:t>
      </w:r>
      <w:r w:rsidRPr="006056B1">
        <w:t>À le voir</w:t>
      </w:r>
      <w:r w:rsidR="006036B2">
        <w:t xml:space="preserve">, </w:t>
      </w:r>
      <w:r w:rsidRPr="006056B1">
        <w:t>les vieilles vieillissaient encore et les soûles se dessoûlaient</w:t>
      </w:r>
      <w:r w:rsidR="006036B2">
        <w:t xml:space="preserve">. </w:t>
      </w:r>
      <w:r w:rsidRPr="006056B1">
        <w:t>Et plus d</w:t>
      </w:r>
      <w:r w:rsidR="006036B2">
        <w:t>’</w:t>
      </w:r>
      <w:r w:rsidRPr="006056B1">
        <w:t>une</w:t>
      </w:r>
      <w:r w:rsidR="006036B2">
        <w:t xml:space="preserve">, </w:t>
      </w:r>
      <w:r w:rsidRPr="006056B1">
        <w:t>quoique cuirassée contre tous les dégoûts et prête à tous les hasards de la retape</w:t>
      </w:r>
      <w:r w:rsidR="006036B2">
        <w:t xml:space="preserve">, </w:t>
      </w:r>
      <w:r w:rsidRPr="006056B1">
        <w:t>plus d</w:t>
      </w:r>
      <w:r w:rsidR="006036B2">
        <w:t>’</w:t>
      </w:r>
      <w:r w:rsidRPr="006056B1">
        <w:t>une</w:t>
      </w:r>
      <w:r w:rsidR="006036B2">
        <w:t xml:space="preserve">, </w:t>
      </w:r>
      <w:r w:rsidRPr="006056B1">
        <w:t>après le déduit machinal et malgré le payement généreux</w:t>
      </w:r>
      <w:r w:rsidR="006036B2">
        <w:t xml:space="preserve">, </w:t>
      </w:r>
      <w:r w:rsidRPr="006056B1">
        <w:t>l</w:t>
      </w:r>
      <w:r w:rsidR="006036B2">
        <w:t>’</w:t>
      </w:r>
      <w:r w:rsidRPr="006056B1">
        <w:t>avait régalé</w:t>
      </w:r>
      <w:r w:rsidR="006036B2">
        <w:t xml:space="preserve">, </w:t>
      </w:r>
      <w:r w:rsidRPr="006056B1">
        <w:t>naïvement</w:t>
      </w:r>
      <w:r w:rsidR="006036B2">
        <w:t xml:space="preserve">, </w:t>
      </w:r>
      <w:r w:rsidRPr="006056B1">
        <w:t>d</w:t>
      </w:r>
      <w:r w:rsidR="006036B2">
        <w:t>’</w:t>
      </w:r>
      <w:r w:rsidRPr="006056B1">
        <w:t>un</w:t>
      </w:r>
      <w:r w:rsidR="006036B2">
        <w:t> :</w:t>
      </w:r>
    </w:p>
    <w:p w14:paraId="0A913969" w14:textId="77777777" w:rsidR="006036B2" w:rsidRDefault="006036B2" w:rsidP="00E85E1B">
      <w:r>
        <w:t>— </w:t>
      </w:r>
      <w:r w:rsidR="00E85E1B" w:rsidRPr="006056B1">
        <w:t>Nom de Dieu</w:t>
      </w:r>
      <w:r>
        <w:t xml:space="preserve"> ! </w:t>
      </w:r>
      <w:proofErr w:type="gramStart"/>
      <w:r w:rsidR="00E85E1B" w:rsidRPr="006056B1">
        <w:t>T</w:t>
      </w:r>
      <w:r>
        <w:t>’</w:t>
      </w:r>
      <w:r w:rsidR="00E85E1B" w:rsidRPr="006056B1">
        <w:t>es</w:t>
      </w:r>
      <w:proofErr w:type="gramEnd"/>
      <w:r w:rsidR="00E85E1B" w:rsidRPr="006056B1">
        <w:t xml:space="preserve"> rien vilain tout de même</w:t>
      </w:r>
      <w:r>
        <w:t xml:space="preserve">, </w:t>
      </w:r>
      <w:r w:rsidR="00E85E1B" w:rsidRPr="006056B1">
        <w:t>mon petit homme</w:t>
      </w:r>
      <w:r>
        <w:t>.</w:t>
      </w:r>
    </w:p>
    <w:p w14:paraId="39160207" w14:textId="77777777" w:rsidR="006036B2" w:rsidRDefault="00E85E1B" w:rsidP="00E85E1B">
      <w:r w:rsidRPr="006056B1">
        <w:t>Puis</w:t>
      </w:r>
      <w:r w:rsidR="006036B2">
        <w:t xml:space="preserve">, </w:t>
      </w:r>
      <w:r w:rsidRPr="006056B1">
        <w:t>à cette lamentable joie elle-même</w:t>
      </w:r>
      <w:r w:rsidR="006036B2">
        <w:t xml:space="preserve">, </w:t>
      </w:r>
      <w:r w:rsidRPr="006056B1">
        <w:t>il avait renoncé</w:t>
      </w:r>
      <w:r w:rsidR="006036B2">
        <w:t xml:space="preserve">, </w:t>
      </w:r>
      <w:r w:rsidRPr="006056B1">
        <w:t>après avoir</w:t>
      </w:r>
      <w:r w:rsidR="006036B2">
        <w:t xml:space="preserve">, </w:t>
      </w:r>
      <w:r w:rsidRPr="006056B1">
        <w:t>un soir</w:t>
      </w:r>
      <w:r w:rsidR="006036B2">
        <w:t xml:space="preserve">, </w:t>
      </w:r>
      <w:r w:rsidRPr="006056B1">
        <w:t>ouï cette phrase plus lamentable encore</w:t>
      </w:r>
      <w:r w:rsidR="006036B2">
        <w:t xml:space="preserve">, </w:t>
      </w:r>
      <w:r w:rsidRPr="006056B1">
        <w:t>qu</w:t>
      </w:r>
      <w:r w:rsidR="006036B2">
        <w:t>’</w:t>
      </w:r>
      <w:r w:rsidRPr="006056B1">
        <w:t>une malheureuse ne put s</w:t>
      </w:r>
      <w:r w:rsidR="006036B2">
        <w:t>’</w:t>
      </w:r>
      <w:r w:rsidRPr="006056B1">
        <w:t>empêcher de gémir en le servant</w:t>
      </w:r>
      <w:r w:rsidR="006036B2">
        <w:t> :</w:t>
      </w:r>
    </w:p>
    <w:p w14:paraId="0C6FEDCC" w14:textId="77777777" w:rsidR="006036B2" w:rsidRDefault="006036B2" w:rsidP="00E85E1B">
      <w:r>
        <w:t>— </w:t>
      </w:r>
      <w:r w:rsidR="00E85E1B" w:rsidRPr="006056B1">
        <w:t>Vrai</w:t>
      </w:r>
      <w:r>
        <w:t xml:space="preserve">, </w:t>
      </w:r>
      <w:r w:rsidR="00E85E1B" w:rsidRPr="006056B1">
        <w:t>c</w:t>
      </w:r>
      <w:r>
        <w:t>’</w:t>
      </w:r>
      <w:r w:rsidR="00E85E1B" w:rsidRPr="006056B1">
        <w:t>qu</w:t>
      </w:r>
      <w:r>
        <w:t>’</w:t>
      </w:r>
      <w:r w:rsidR="00E85E1B" w:rsidRPr="006056B1">
        <w:t>il faut avoir faim</w:t>
      </w:r>
      <w:r>
        <w:t> !</w:t>
      </w:r>
    </w:p>
    <w:p w14:paraId="1E555948" w14:textId="77777777" w:rsidR="006036B2" w:rsidRDefault="00E85E1B" w:rsidP="00E85E1B">
      <w:r w:rsidRPr="006056B1">
        <w:t>Hélas</w:t>
      </w:r>
      <w:r w:rsidR="006036B2">
        <w:t xml:space="preserve"> ! </w:t>
      </w:r>
      <w:r w:rsidRPr="006056B1">
        <w:t>c</w:t>
      </w:r>
      <w:r w:rsidR="006036B2">
        <w:t>’</w:t>
      </w:r>
      <w:r w:rsidRPr="006056B1">
        <w:t>est qu</w:t>
      </w:r>
      <w:r w:rsidR="006036B2">
        <w:t>’</w:t>
      </w:r>
      <w:r w:rsidRPr="006056B1">
        <w:t>il avait faim aussi</w:t>
      </w:r>
      <w:r w:rsidR="006036B2">
        <w:t xml:space="preserve">, </w:t>
      </w:r>
      <w:r w:rsidRPr="006056B1">
        <w:t>lui</w:t>
      </w:r>
      <w:r w:rsidR="006036B2">
        <w:t xml:space="preserve">, </w:t>
      </w:r>
      <w:r w:rsidRPr="006056B1">
        <w:t>le malheureux</w:t>
      </w:r>
      <w:r w:rsidR="006036B2">
        <w:t xml:space="preserve">, </w:t>
      </w:r>
      <w:r w:rsidRPr="006056B1">
        <w:t>faim d</w:t>
      </w:r>
      <w:r w:rsidR="006036B2">
        <w:t>’</w:t>
      </w:r>
      <w:r w:rsidRPr="006056B1">
        <w:t>amour</w:t>
      </w:r>
      <w:r w:rsidR="006036B2">
        <w:t xml:space="preserve">, </w:t>
      </w:r>
      <w:r w:rsidRPr="006056B1">
        <w:t>faim de quoi que ce fût ressemblant si peu que ce fût à de l</w:t>
      </w:r>
      <w:r w:rsidR="006036B2">
        <w:t>’</w:t>
      </w:r>
      <w:r w:rsidRPr="006056B1">
        <w:t>amour</w:t>
      </w:r>
      <w:r w:rsidR="006036B2">
        <w:t xml:space="preserve">, </w:t>
      </w:r>
      <w:r w:rsidRPr="006056B1">
        <w:t>faim de ne pas vivre en paria</w:t>
      </w:r>
      <w:r w:rsidR="006036B2">
        <w:t xml:space="preserve">, </w:t>
      </w:r>
      <w:r w:rsidRPr="006056B1">
        <w:t>faim de ne plus être exilé</w:t>
      </w:r>
      <w:r w:rsidR="006036B2">
        <w:t xml:space="preserve">, </w:t>
      </w:r>
      <w:r w:rsidRPr="006056B1">
        <w:t>proscrit dans sa laideur</w:t>
      </w:r>
      <w:r w:rsidR="006036B2">
        <w:t xml:space="preserve">. </w:t>
      </w:r>
      <w:r w:rsidRPr="006056B1">
        <w:t>Et la laideur la plus laide du monde</w:t>
      </w:r>
      <w:r w:rsidR="006036B2">
        <w:t xml:space="preserve">, </w:t>
      </w:r>
      <w:r w:rsidRPr="006056B1">
        <w:t>la plus monstrueuse</w:t>
      </w:r>
      <w:r w:rsidR="006036B2">
        <w:t xml:space="preserve">, </w:t>
      </w:r>
      <w:r w:rsidRPr="006056B1">
        <w:t>la plus répugnante</w:t>
      </w:r>
      <w:r w:rsidR="006036B2">
        <w:t xml:space="preserve">, </w:t>
      </w:r>
      <w:r w:rsidRPr="006056B1">
        <w:t>lui eût semblé belle</w:t>
      </w:r>
      <w:r w:rsidR="006036B2">
        <w:t xml:space="preserve">, </w:t>
      </w:r>
      <w:r w:rsidRPr="006056B1">
        <w:t>chez l</w:t>
      </w:r>
      <w:r w:rsidR="006036B2">
        <w:t>’</w:t>
      </w:r>
      <w:r w:rsidRPr="006056B1">
        <w:t xml:space="preserve">être qui eût consenti à ne pas le trouver </w:t>
      </w:r>
      <w:r w:rsidRPr="006056B1">
        <w:lastRenderedPageBreak/>
        <w:t>laid</w:t>
      </w:r>
      <w:r w:rsidR="006036B2">
        <w:t xml:space="preserve">, </w:t>
      </w:r>
      <w:r w:rsidRPr="006056B1">
        <w:t>lui</w:t>
      </w:r>
      <w:r w:rsidR="006036B2">
        <w:t xml:space="preserve">, </w:t>
      </w:r>
      <w:r w:rsidRPr="006056B1">
        <w:t>à ne pas au moins lui dire qu</w:t>
      </w:r>
      <w:r w:rsidR="006036B2">
        <w:t>’</w:t>
      </w:r>
      <w:r w:rsidRPr="006056B1">
        <w:t>il l</w:t>
      </w:r>
      <w:r w:rsidR="006036B2">
        <w:t>’</w:t>
      </w:r>
      <w:r w:rsidRPr="006056B1">
        <w:t>était</w:t>
      </w:r>
      <w:r w:rsidR="006036B2">
        <w:t xml:space="preserve">, </w:t>
      </w:r>
      <w:r w:rsidRPr="006056B1">
        <w:t>à ne pas simplement lui laisser comprendre qu</w:t>
      </w:r>
      <w:r w:rsidR="006036B2">
        <w:t>’</w:t>
      </w:r>
      <w:r w:rsidRPr="006056B1">
        <w:t>on l</w:t>
      </w:r>
      <w:r w:rsidR="006036B2">
        <w:t>’</w:t>
      </w:r>
      <w:r w:rsidRPr="006056B1">
        <w:t>avait en horreur comme tel</w:t>
      </w:r>
      <w:r w:rsidR="006036B2">
        <w:t> !</w:t>
      </w:r>
    </w:p>
    <w:p w14:paraId="295B0961" w14:textId="77777777" w:rsidR="006036B2" w:rsidRDefault="00E85E1B" w:rsidP="00E85E1B">
      <w:r w:rsidRPr="006056B1">
        <w:t>Si bien qu</w:t>
      </w:r>
      <w:r w:rsidR="006036B2">
        <w:t>’</w:t>
      </w:r>
      <w:r w:rsidRPr="006056B1">
        <w:t>un jour</w:t>
      </w:r>
      <w:r w:rsidR="006036B2">
        <w:t xml:space="preserve">, </w:t>
      </w:r>
      <w:r w:rsidRPr="006056B1">
        <w:t>ayant rencontré une pauvresse</w:t>
      </w:r>
      <w:r w:rsidR="006036B2">
        <w:t xml:space="preserve">, </w:t>
      </w:r>
      <w:r w:rsidRPr="006056B1">
        <w:t>aux yeux chassieux</w:t>
      </w:r>
      <w:r w:rsidR="006036B2">
        <w:t xml:space="preserve">, </w:t>
      </w:r>
      <w:r w:rsidRPr="006056B1">
        <w:t xml:space="preserve">au front </w:t>
      </w:r>
      <w:proofErr w:type="spellStart"/>
      <w:r w:rsidRPr="006056B1">
        <w:t>peaussu</w:t>
      </w:r>
      <w:proofErr w:type="spellEnd"/>
      <w:r w:rsidR="006036B2">
        <w:t xml:space="preserve">, </w:t>
      </w:r>
      <w:r w:rsidRPr="006056B1">
        <w:t xml:space="preserve">à la chevelure mangée de plaques </w:t>
      </w:r>
      <w:proofErr w:type="spellStart"/>
      <w:r w:rsidRPr="006056B1">
        <w:t>dénudantes</w:t>
      </w:r>
      <w:proofErr w:type="spellEnd"/>
      <w:r w:rsidR="006036B2">
        <w:t xml:space="preserve">, </w:t>
      </w:r>
      <w:r w:rsidRPr="006056B1">
        <w:t>à la trogne alcoolique</w:t>
      </w:r>
      <w:r w:rsidR="006036B2">
        <w:t xml:space="preserve">, </w:t>
      </w:r>
      <w:r w:rsidRPr="006056B1">
        <w:t xml:space="preserve">à </w:t>
      </w:r>
      <w:r w:rsidRPr="006056B1">
        <w:rPr>
          <w:bCs/>
        </w:rPr>
        <w:t xml:space="preserve">la </w:t>
      </w:r>
      <w:r w:rsidRPr="006056B1">
        <w:t>bouche baveuse</w:t>
      </w:r>
      <w:r w:rsidR="006036B2">
        <w:t xml:space="preserve">, </w:t>
      </w:r>
      <w:r w:rsidRPr="006056B1">
        <w:t>au corps infirme sous des jupasses en loques et crottées</w:t>
      </w:r>
      <w:r w:rsidR="006036B2">
        <w:t xml:space="preserve">, </w:t>
      </w:r>
      <w:r w:rsidRPr="006056B1">
        <w:t>comme il lui avait donné une grosse aumône et qu</w:t>
      </w:r>
      <w:r w:rsidR="006036B2">
        <w:t>’</w:t>
      </w:r>
      <w:r w:rsidRPr="006056B1">
        <w:t>elle l</w:t>
      </w:r>
      <w:r w:rsidR="006036B2">
        <w:t>’</w:t>
      </w:r>
      <w:r w:rsidRPr="006056B1">
        <w:t>en avait reme</w:t>
      </w:r>
      <w:r w:rsidRPr="006056B1">
        <w:t>r</w:t>
      </w:r>
      <w:r w:rsidRPr="006056B1">
        <w:t>cié en lui baisant la main</w:t>
      </w:r>
      <w:r w:rsidR="006036B2">
        <w:t xml:space="preserve">, </w:t>
      </w:r>
      <w:r w:rsidRPr="006056B1">
        <w:t>il l</w:t>
      </w:r>
      <w:r w:rsidR="006036B2">
        <w:t>’</w:t>
      </w:r>
      <w:r w:rsidRPr="006056B1">
        <w:t>emmena chez lui</w:t>
      </w:r>
      <w:r w:rsidR="006036B2">
        <w:t xml:space="preserve">, </w:t>
      </w:r>
      <w:r w:rsidRPr="006056B1">
        <w:t>la fit décrasser</w:t>
      </w:r>
      <w:r w:rsidR="006036B2">
        <w:t xml:space="preserve">, </w:t>
      </w:r>
      <w:r w:rsidRPr="006056B1">
        <w:t>soigner</w:t>
      </w:r>
      <w:r w:rsidR="006036B2">
        <w:t xml:space="preserve">, </w:t>
      </w:r>
      <w:r w:rsidRPr="006056B1">
        <w:t>vêtir</w:t>
      </w:r>
      <w:r w:rsidR="006036B2">
        <w:t xml:space="preserve">, </w:t>
      </w:r>
      <w:r w:rsidRPr="006056B1">
        <w:t>la prit pour bonne</w:t>
      </w:r>
      <w:r w:rsidR="006036B2">
        <w:t xml:space="preserve">, </w:t>
      </w:r>
      <w:r w:rsidRPr="006056B1">
        <w:t>puis l</w:t>
      </w:r>
      <w:r w:rsidR="006036B2">
        <w:t>’</w:t>
      </w:r>
      <w:r w:rsidRPr="006056B1">
        <w:t>installa en guise de go</w:t>
      </w:r>
      <w:r w:rsidRPr="006056B1">
        <w:t>u</w:t>
      </w:r>
      <w:r w:rsidRPr="006056B1">
        <w:t>vernante</w:t>
      </w:r>
      <w:r w:rsidR="006036B2">
        <w:t xml:space="preserve">, </w:t>
      </w:r>
      <w:r w:rsidRPr="006056B1">
        <w:t>puis la haussa au rang de maîtresse</w:t>
      </w:r>
      <w:r w:rsidR="006036B2">
        <w:t xml:space="preserve">, </w:t>
      </w:r>
      <w:r w:rsidRPr="006056B1">
        <w:t>puis</w:t>
      </w:r>
      <w:r w:rsidR="006036B2">
        <w:t xml:space="preserve">, </w:t>
      </w:r>
      <w:r w:rsidRPr="006056B1">
        <w:t>naturell</w:t>
      </w:r>
      <w:r w:rsidRPr="006056B1">
        <w:t>e</w:t>
      </w:r>
      <w:r w:rsidRPr="006056B1">
        <w:t>ment</w:t>
      </w:r>
      <w:r w:rsidR="006036B2">
        <w:t xml:space="preserve">, </w:t>
      </w:r>
      <w:r w:rsidRPr="006056B1">
        <w:t>l</w:t>
      </w:r>
      <w:r w:rsidR="006036B2">
        <w:t>’</w:t>
      </w:r>
      <w:r w:rsidRPr="006056B1">
        <w:t>épousa</w:t>
      </w:r>
      <w:r w:rsidR="006036B2">
        <w:t>.</w:t>
      </w:r>
    </w:p>
    <w:p w14:paraId="67FF4E04" w14:textId="77777777" w:rsidR="006036B2" w:rsidRDefault="00E85E1B" w:rsidP="00E85E1B">
      <w:r w:rsidRPr="006056B1">
        <w:t>Elle était presque aussi laide que lui</w:t>
      </w:r>
      <w:r w:rsidR="006036B2">
        <w:t xml:space="preserve">. </w:t>
      </w:r>
      <w:r w:rsidRPr="006056B1">
        <w:t>Il avait donc trouvé le bonheur</w:t>
      </w:r>
      <w:r w:rsidR="006036B2">
        <w:t xml:space="preserve">, </w:t>
      </w:r>
      <w:r w:rsidRPr="006056B1">
        <w:t>enfin</w:t>
      </w:r>
      <w:r w:rsidR="006036B2">
        <w:t xml:space="preserve">, </w:t>
      </w:r>
      <w:r w:rsidRPr="006056B1">
        <w:t>enfin</w:t>
      </w:r>
      <w:r w:rsidR="006036B2">
        <w:t> !</w:t>
      </w:r>
    </w:p>
    <w:p w14:paraId="46F412F1" w14:textId="77777777" w:rsidR="006036B2" w:rsidRDefault="00E85E1B" w:rsidP="00E85E1B">
      <w:r w:rsidRPr="006056B1">
        <w:t>Presque aussi laide que lui</w:t>
      </w:r>
      <w:r w:rsidR="006036B2">
        <w:t xml:space="preserve"> ! </w:t>
      </w:r>
      <w:r w:rsidRPr="006056B1">
        <w:t>Oui</w:t>
      </w:r>
      <w:r w:rsidR="006036B2">
        <w:t xml:space="preserve">, </w:t>
      </w:r>
      <w:r w:rsidRPr="006056B1">
        <w:t>en vérité</w:t>
      </w:r>
      <w:r w:rsidR="006036B2">
        <w:t xml:space="preserve">, </w:t>
      </w:r>
      <w:r w:rsidRPr="006056B1">
        <w:t>presque</w:t>
      </w:r>
      <w:r w:rsidR="006036B2">
        <w:t xml:space="preserve"> ; </w:t>
      </w:r>
      <w:r w:rsidRPr="006056B1">
        <w:t>mais presque</w:t>
      </w:r>
      <w:r w:rsidR="006036B2">
        <w:t xml:space="preserve">, </w:t>
      </w:r>
      <w:r w:rsidRPr="006056B1">
        <w:t>seulement</w:t>
      </w:r>
      <w:r w:rsidR="006036B2">
        <w:t xml:space="preserve">. </w:t>
      </w:r>
      <w:r w:rsidRPr="006056B1">
        <w:t>Presque</w:t>
      </w:r>
      <w:r w:rsidR="006036B2">
        <w:t xml:space="preserve">, </w:t>
      </w:r>
      <w:r w:rsidRPr="006056B1">
        <w:t>et pas autant toutefois</w:t>
      </w:r>
      <w:r w:rsidR="006036B2">
        <w:t xml:space="preserve"> ; </w:t>
      </w:r>
      <w:r w:rsidRPr="006056B1">
        <w:t>car elle était hideuse</w:t>
      </w:r>
      <w:r w:rsidR="006036B2">
        <w:t xml:space="preserve">, </w:t>
      </w:r>
      <w:r w:rsidRPr="006056B1">
        <w:t>elle</w:t>
      </w:r>
      <w:r w:rsidR="006036B2">
        <w:t xml:space="preserve">, </w:t>
      </w:r>
      <w:r w:rsidRPr="006056B1">
        <w:t>et cette hideur avait sans doute son charme</w:t>
      </w:r>
      <w:r w:rsidR="006036B2">
        <w:t xml:space="preserve">, </w:t>
      </w:r>
      <w:r w:rsidRPr="006056B1">
        <w:t>sa beauté</w:t>
      </w:r>
      <w:r w:rsidR="006036B2">
        <w:t xml:space="preserve">, </w:t>
      </w:r>
      <w:r w:rsidRPr="006056B1">
        <w:t>ce je ne sais quoi par où l</w:t>
      </w:r>
      <w:r w:rsidR="006036B2">
        <w:t>’</w:t>
      </w:r>
      <w:r w:rsidRPr="006056B1">
        <w:t>on peut séduire</w:t>
      </w:r>
      <w:r w:rsidR="006036B2">
        <w:t>.</w:t>
      </w:r>
    </w:p>
    <w:p w14:paraId="1328A5C6" w14:textId="77777777" w:rsidR="006036B2" w:rsidRDefault="00E85E1B" w:rsidP="00E85E1B">
      <w:r w:rsidRPr="006056B1">
        <w:t>Et elle le lui avait bien fait voir en le séduisant lui-même</w:t>
      </w:r>
      <w:r w:rsidR="006036B2">
        <w:t xml:space="preserve"> ; </w:t>
      </w:r>
      <w:r w:rsidRPr="006056B1">
        <w:t>et elle le lui fit voir mieux encore en en séduisant un autre</w:t>
      </w:r>
      <w:r w:rsidR="006036B2">
        <w:t>.</w:t>
      </w:r>
    </w:p>
    <w:p w14:paraId="6CA00894" w14:textId="77777777" w:rsidR="006036B2" w:rsidRDefault="00E85E1B" w:rsidP="00E85E1B">
      <w:r w:rsidRPr="006056B1">
        <w:t>Ah</w:t>
      </w:r>
      <w:r w:rsidR="006036B2">
        <w:t xml:space="preserve"> ! </w:t>
      </w:r>
      <w:r w:rsidRPr="006056B1">
        <w:t>cet autre</w:t>
      </w:r>
      <w:r w:rsidR="006036B2">
        <w:t xml:space="preserve">, </w:t>
      </w:r>
      <w:r w:rsidRPr="006056B1">
        <w:t>plus laid que lui</w:t>
      </w:r>
      <w:r w:rsidR="006036B2">
        <w:t xml:space="preserve">, </w:t>
      </w:r>
      <w:r w:rsidRPr="006056B1">
        <w:t>par exemple</w:t>
      </w:r>
      <w:r w:rsidR="006036B2">
        <w:t xml:space="preserve">, </w:t>
      </w:r>
      <w:r w:rsidRPr="006056B1">
        <w:t>cet autre</w:t>
      </w:r>
      <w:r w:rsidR="006036B2">
        <w:t xml:space="preserve"> ! </w:t>
      </w:r>
      <w:r w:rsidRPr="006056B1">
        <w:t>Certes</w:t>
      </w:r>
      <w:r w:rsidR="006036B2">
        <w:t xml:space="preserve">, </w:t>
      </w:r>
      <w:r w:rsidRPr="006056B1">
        <w:t>plus laid</w:t>
      </w:r>
      <w:r w:rsidR="006036B2">
        <w:t xml:space="preserve">, </w:t>
      </w:r>
      <w:r w:rsidRPr="006056B1">
        <w:t>ce ramassis de toutes les laideurs physiques et morales</w:t>
      </w:r>
      <w:r w:rsidR="006036B2">
        <w:t xml:space="preserve">, </w:t>
      </w:r>
      <w:r w:rsidRPr="006056B1">
        <w:t xml:space="preserve">cet ancien copain de </w:t>
      </w:r>
      <w:proofErr w:type="spellStart"/>
      <w:r w:rsidRPr="006056B1">
        <w:t>mendigoterie</w:t>
      </w:r>
      <w:proofErr w:type="spellEnd"/>
      <w:r w:rsidRPr="006056B1">
        <w:t xml:space="preserve"> qu</w:t>
      </w:r>
      <w:r w:rsidR="006036B2">
        <w:t>’</w:t>
      </w:r>
      <w:r w:rsidRPr="006056B1">
        <w:t xml:space="preserve">elle était allée chercher parmi sa </w:t>
      </w:r>
      <w:proofErr w:type="spellStart"/>
      <w:r w:rsidRPr="006056B1">
        <w:t>truandaille</w:t>
      </w:r>
      <w:proofErr w:type="spellEnd"/>
      <w:r w:rsidRPr="006056B1">
        <w:t xml:space="preserve"> d</w:t>
      </w:r>
      <w:r w:rsidR="006036B2">
        <w:t>’</w:t>
      </w:r>
      <w:r w:rsidRPr="006056B1">
        <w:t>autrefois</w:t>
      </w:r>
      <w:r w:rsidR="006036B2">
        <w:t xml:space="preserve">, </w:t>
      </w:r>
      <w:r w:rsidRPr="006056B1">
        <w:t>gibier de prison</w:t>
      </w:r>
      <w:r w:rsidR="006036B2">
        <w:t xml:space="preserve">, </w:t>
      </w:r>
      <w:r w:rsidRPr="006056B1">
        <w:t>ve</w:t>
      </w:r>
      <w:r w:rsidRPr="006056B1">
        <w:t>n</w:t>
      </w:r>
      <w:r w:rsidRPr="006056B1">
        <w:t>deur de petites filles</w:t>
      </w:r>
      <w:r w:rsidR="006036B2">
        <w:t xml:space="preserve">, </w:t>
      </w:r>
      <w:r w:rsidRPr="006056B1">
        <w:t>malandrin au moignon ulcéreux</w:t>
      </w:r>
      <w:r w:rsidR="006036B2">
        <w:t xml:space="preserve">, </w:t>
      </w:r>
      <w:r w:rsidRPr="006056B1">
        <w:t>aux jambes de crapaud reployées sous le ventre</w:t>
      </w:r>
      <w:r w:rsidR="006036B2">
        <w:t xml:space="preserve">, </w:t>
      </w:r>
      <w:r w:rsidRPr="006056B1">
        <w:t>à la gueule de la</w:t>
      </w:r>
      <w:r w:rsidRPr="006056B1">
        <w:t>m</w:t>
      </w:r>
      <w:r w:rsidRPr="006056B1">
        <w:t>proie</w:t>
      </w:r>
      <w:r w:rsidR="006036B2">
        <w:t xml:space="preserve">, </w:t>
      </w:r>
      <w:r w:rsidRPr="006056B1">
        <w:t>à la face en tête de mort où le nez était remplacé par deux trous</w:t>
      </w:r>
      <w:r w:rsidR="006036B2">
        <w:t>.</w:t>
      </w:r>
    </w:p>
    <w:p w14:paraId="151C14F4" w14:textId="77777777" w:rsidR="006036B2" w:rsidRDefault="006036B2" w:rsidP="00E85E1B">
      <w:r>
        <w:t>— </w:t>
      </w:r>
      <w:r w:rsidR="00E85E1B" w:rsidRPr="006056B1">
        <w:t>Et c</w:t>
      </w:r>
      <w:r>
        <w:t>’</w:t>
      </w:r>
      <w:r w:rsidR="00E85E1B" w:rsidRPr="006056B1">
        <w:t>est avec ça</w:t>
      </w:r>
      <w:r>
        <w:t xml:space="preserve">, </w:t>
      </w:r>
      <w:r w:rsidR="00E85E1B" w:rsidRPr="006056B1">
        <w:t>hurlait le pauvre cocu</w:t>
      </w:r>
      <w:r>
        <w:t xml:space="preserve">, </w:t>
      </w:r>
      <w:r w:rsidR="00E85E1B" w:rsidRPr="006056B1">
        <w:t>c</w:t>
      </w:r>
      <w:r>
        <w:t>’</w:t>
      </w:r>
      <w:r w:rsidR="00E85E1B" w:rsidRPr="006056B1">
        <w:t>est avec un p</w:t>
      </w:r>
      <w:r w:rsidR="00E85E1B" w:rsidRPr="006056B1">
        <w:t>a</w:t>
      </w:r>
      <w:r w:rsidR="00E85E1B" w:rsidRPr="006056B1">
        <w:t>reil monstre que tu me trompes</w:t>
      </w:r>
      <w:r>
        <w:t xml:space="preserve">. </w:t>
      </w:r>
      <w:r w:rsidR="00E85E1B" w:rsidRPr="006056B1">
        <w:t>Et chez moi</w:t>
      </w:r>
      <w:r>
        <w:t xml:space="preserve"> ! </w:t>
      </w:r>
      <w:r w:rsidR="00E85E1B" w:rsidRPr="006056B1">
        <w:t xml:space="preserve">Et exprès de </w:t>
      </w:r>
      <w:r w:rsidR="00E85E1B" w:rsidRPr="006056B1">
        <w:lastRenderedPageBreak/>
        <w:t>f</w:t>
      </w:r>
      <w:r w:rsidR="00E85E1B" w:rsidRPr="006056B1">
        <w:t>a</w:t>
      </w:r>
      <w:r w:rsidR="00E85E1B" w:rsidRPr="006056B1">
        <w:t>çon à vous faire prendre par moi en flagrant délit</w:t>
      </w:r>
      <w:r>
        <w:t xml:space="preserve"> ! </w:t>
      </w:r>
      <w:r w:rsidR="00E85E1B" w:rsidRPr="006056B1">
        <w:t>Mais pou</w:t>
      </w:r>
      <w:r w:rsidR="00E85E1B" w:rsidRPr="006056B1">
        <w:t>r</w:t>
      </w:r>
      <w:r w:rsidR="00E85E1B" w:rsidRPr="006056B1">
        <w:t>quoi</w:t>
      </w:r>
      <w:r>
        <w:t xml:space="preserve">, </w:t>
      </w:r>
      <w:r w:rsidR="00E85E1B" w:rsidRPr="006056B1">
        <w:t>pourquoi</w:t>
      </w:r>
      <w:r>
        <w:t xml:space="preserve">, </w:t>
      </w:r>
      <w:r w:rsidR="00E85E1B" w:rsidRPr="006056B1">
        <w:t>gueuse</w:t>
      </w:r>
      <w:r>
        <w:t xml:space="preserve"> ? </w:t>
      </w:r>
      <w:r w:rsidR="00E85E1B" w:rsidRPr="006056B1">
        <w:t>Pourquoi</w:t>
      </w:r>
      <w:r>
        <w:t xml:space="preserve">, </w:t>
      </w:r>
      <w:r w:rsidR="00E85E1B" w:rsidRPr="006056B1">
        <w:t>puisqu</w:t>
      </w:r>
      <w:r>
        <w:t>’</w:t>
      </w:r>
      <w:r w:rsidR="00E85E1B" w:rsidRPr="006056B1">
        <w:t>il est encore plus laid que moi</w:t>
      </w:r>
      <w:r>
        <w:t> ?</w:t>
      </w:r>
    </w:p>
    <w:p w14:paraId="064ED388" w14:textId="77777777" w:rsidR="006036B2" w:rsidRDefault="006036B2" w:rsidP="00E85E1B">
      <w:r>
        <w:t>— </w:t>
      </w:r>
      <w:r w:rsidR="00E85E1B" w:rsidRPr="006056B1">
        <w:t>Oh</w:t>
      </w:r>
      <w:r>
        <w:t xml:space="preserve"> ! </w:t>
      </w:r>
      <w:r w:rsidR="00E85E1B" w:rsidRPr="006056B1">
        <w:t>pour ça</w:t>
      </w:r>
      <w:r>
        <w:t xml:space="preserve">, </w:t>
      </w:r>
      <w:r w:rsidR="00E85E1B" w:rsidRPr="006056B1">
        <w:t>non</w:t>
      </w:r>
      <w:r>
        <w:t xml:space="preserve">, </w:t>
      </w:r>
      <w:r w:rsidR="00E85E1B" w:rsidRPr="006056B1">
        <w:t>s</w:t>
      </w:r>
      <w:r>
        <w:t>’</w:t>
      </w:r>
      <w:r w:rsidR="00E85E1B" w:rsidRPr="006056B1">
        <w:t>écria-t-elle</w:t>
      </w:r>
      <w:r>
        <w:t xml:space="preserve">. </w:t>
      </w:r>
      <w:r w:rsidR="00E85E1B" w:rsidRPr="006056B1">
        <w:t>Dis tout ce que tu veux</w:t>
      </w:r>
      <w:r>
        <w:t xml:space="preserve">, </w:t>
      </w:r>
      <w:r w:rsidR="00E85E1B" w:rsidRPr="006056B1">
        <w:t>que je suis une salope</w:t>
      </w:r>
      <w:r>
        <w:t xml:space="preserve">, </w:t>
      </w:r>
      <w:r w:rsidR="00E85E1B" w:rsidRPr="006056B1">
        <w:t xml:space="preserve">et même une pas </w:t>
      </w:r>
      <w:proofErr w:type="spellStart"/>
      <w:r w:rsidR="00E85E1B" w:rsidRPr="006056B1">
        <w:t>grand</w:t>
      </w:r>
      <w:r>
        <w:t>’</w:t>
      </w:r>
      <w:r w:rsidR="00E85E1B" w:rsidRPr="006056B1">
        <w:t>chose</w:t>
      </w:r>
      <w:proofErr w:type="spellEnd"/>
      <w:r>
        <w:t xml:space="preserve"> ; </w:t>
      </w:r>
      <w:r w:rsidR="00E85E1B" w:rsidRPr="006056B1">
        <w:t>mais ne dis pas qu</w:t>
      </w:r>
      <w:r>
        <w:t>’</w:t>
      </w:r>
      <w:r w:rsidR="00E85E1B" w:rsidRPr="006056B1">
        <w:t>il est plus laid que toi</w:t>
      </w:r>
      <w:r>
        <w:t>.</w:t>
      </w:r>
    </w:p>
    <w:p w14:paraId="70B06BF6" w14:textId="77777777" w:rsidR="006036B2" w:rsidRDefault="00E85E1B" w:rsidP="00E85E1B">
      <w:r w:rsidRPr="006056B1">
        <w:t>Et le malheureux resta vaincu et accablé sous ce mot s</w:t>
      </w:r>
      <w:r w:rsidRPr="006056B1">
        <w:t>u</w:t>
      </w:r>
      <w:r w:rsidRPr="006056B1">
        <w:t>prême qu</w:t>
      </w:r>
      <w:r w:rsidR="006036B2">
        <w:t>’</w:t>
      </w:r>
      <w:r w:rsidRPr="006056B1">
        <w:t>elle prononça sans comprendre toute l</w:t>
      </w:r>
      <w:r w:rsidR="006036B2">
        <w:t>’</w:t>
      </w:r>
      <w:r w:rsidRPr="006056B1">
        <w:t>horreur qu</w:t>
      </w:r>
      <w:r w:rsidR="006036B2">
        <w:t>’</w:t>
      </w:r>
      <w:r w:rsidRPr="006056B1">
        <w:t>il en éprouvait</w:t>
      </w:r>
      <w:r w:rsidR="006036B2">
        <w:t> :</w:t>
      </w:r>
    </w:p>
    <w:p w14:paraId="71408267" w14:textId="77777777" w:rsidR="006036B2" w:rsidRDefault="006036B2" w:rsidP="00E85E1B">
      <w:r>
        <w:t>— </w:t>
      </w:r>
      <w:r w:rsidR="00E85E1B" w:rsidRPr="006056B1">
        <w:t>Parce que lui</w:t>
      </w:r>
      <w:r>
        <w:t xml:space="preserve">, </w:t>
      </w:r>
      <w:r w:rsidR="00E85E1B" w:rsidRPr="006056B1">
        <w:t>vois-tu bien</w:t>
      </w:r>
      <w:r>
        <w:t xml:space="preserve">, </w:t>
      </w:r>
      <w:r w:rsidR="00E85E1B" w:rsidRPr="006056B1">
        <w:t>il a sa laideur à lui</w:t>
      </w:r>
      <w:r>
        <w:t xml:space="preserve">, </w:t>
      </w:r>
      <w:r w:rsidR="00E85E1B" w:rsidRPr="006056B1">
        <w:t>tandis que toi</w:t>
      </w:r>
      <w:r>
        <w:t xml:space="preserve">, </w:t>
      </w:r>
      <w:proofErr w:type="gramStart"/>
      <w:r w:rsidR="00E85E1B" w:rsidRPr="006056B1">
        <w:t>t</w:t>
      </w:r>
      <w:r>
        <w:t>’</w:t>
      </w:r>
      <w:r w:rsidR="00E85E1B" w:rsidRPr="006056B1">
        <w:t>es</w:t>
      </w:r>
      <w:proofErr w:type="gramEnd"/>
      <w:r w:rsidR="00E85E1B" w:rsidRPr="006056B1">
        <w:t xml:space="preserve"> laid comme tout le monde</w:t>
      </w:r>
      <w:r>
        <w:t>.</w:t>
      </w:r>
    </w:p>
    <w:p w14:paraId="34385808" w14:textId="3B2ABA79" w:rsidR="00E85E1B" w:rsidRPr="006056B1" w:rsidRDefault="00E85E1B" w:rsidP="006036B2">
      <w:pPr>
        <w:pStyle w:val="Titre1"/>
        <w:rPr>
          <w:rFonts w:eastAsia="Gungsuh"/>
        </w:rPr>
      </w:pPr>
      <w:bookmarkStart w:id="11" w:name="bookmark7"/>
      <w:bookmarkStart w:id="12" w:name="_Toc194853047"/>
      <w:bookmarkEnd w:id="11"/>
      <w:r w:rsidRPr="006056B1">
        <w:rPr>
          <w:rFonts w:eastAsia="Gungsuh"/>
        </w:rPr>
        <w:lastRenderedPageBreak/>
        <w:t>LE CUL-DE-JATTE</w:t>
      </w:r>
      <w:bookmarkEnd w:id="12"/>
    </w:p>
    <w:p w14:paraId="6245184C" w14:textId="77777777" w:rsidR="006036B2" w:rsidRDefault="00E85E1B" w:rsidP="00E85E1B">
      <w:r w:rsidRPr="006056B1">
        <w:t>Bien sûr</w:t>
      </w:r>
      <w:r w:rsidR="006036B2">
        <w:t xml:space="preserve">, </w:t>
      </w:r>
      <w:r w:rsidRPr="006056B1">
        <w:t>ainsi que le pensaient très judicieusement ses confrères et ainsi qu</w:t>
      </w:r>
      <w:r w:rsidR="006036B2">
        <w:t>’</w:t>
      </w:r>
      <w:r w:rsidRPr="006056B1">
        <w:t>il le reconnaissait lui-même</w:t>
      </w:r>
      <w:r w:rsidR="006036B2">
        <w:t xml:space="preserve">, </w:t>
      </w:r>
      <w:r w:rsidRPr="006056B1">
        <w:t>non sans tri</w:t>
      </w:r>
      <w:r w:rsidRPr="006056B1">
        <w:t>s</w:t>
      </w:r>
      <w:r w:rsidRPr="006056B1">
        <w:t>tesse</w:t>
      </w:r>
      <w:r w:rsidR="006036B2">
        <w:t xml:space="preserve">, </w:t>
      </w:r>
      <w:r w:rsidRPr="006056B1">
        <w:t xml:space="preserve">le père </w:t>
      </w:r>
      <w:proofErr w:type="spellStart"/>
      <w:r w:rsidRPr="006056B1">
        <w:t>Bignard</w:t>
      </w:r>
      <w:proofErr w:type="spellEnd"/>
      <w:r w:rsidRPr="006056B1">
        <w:t xml:space="preserve"> aurait pu être mieux </w:t>
      </w:r>
      <w:r w:rsidRPr="006056B1">
        <w:rPr>
          <w:i/>
          <w:iCs/>
        </w:rPr>
        <w:t xml:space="preserve">fadé </w:t>
      </w:r>
      <w:r w:rsidRPr="006056B1">
        <w:t>en moyens d</w:t>
      </w:r>
      <w:r w:rsidR="006036B2">
        <w:t>’</w:t>
      </w:r>
      <w:r w:rsidRPr="006056B1">
        <w:t>apitoyer les passants</w:t>
      </w:r>
      <w:r w:rsidR="006036B2">
        <w:t>.</w:t>
      </w:r>
    </w:p>
    <w:p w14:paraId="218170F7" w14:textId="77777777" w:rsidR="006036B2" w:rsidRDefault="00E85E1B" w:rsidP="00E85E1B">
      <w:r w:rsidRPr="006056B1">
        <w:t>Il jouissait seulement</w:t>
      </w:r>
      <w:r w:rsidR="006036B2">
        <w:t xml:space="preserve">, </w:t>
      </w:r>
      <w:r w:rsidRPr="006056B1">
        <w:t>en effet</w:t>
      </w:r>
      <w:r w:rsidR="006036B2">
        <w:t xml:space="preserve">, </w:t>
      </w:r>
      <w:r w:rsidRPr="006056B1">
        <w:t>d</w:t>
      </w:r>
      <w:r w:rsidR="006036B2">
        <w:t>’</w:t>
      </w:r>
      <w:r w:rsidRPr="006056B1">
        <w:t>une infirmité banale et médiocre</w:t>
      </w:r>
      <w:r w:rsidR="006036B2">
        <w:t xml:space="preserve">. </w:t>
      </w:r>
      <w:r w:rsidRPr="006056B1">
        <w:t>Il n</w:t>
      </w:r>
      <w:r w:rsidR="006036B2">
        <w:t>’</w:t>
      </w:r>
      <w:r w:rsidRPr="006056B1">
        <w:t>avait qu</w:t>
      </w:r>
      <w:r w:rsidR="006036B2">
        <w:t>’</w:t>
      </w:r>
      <w:r w:rsidRPr="006056B1">
        <w:t>une jambe de moins</w:t>
      </w:r>
      <w:r w:rsidR="006036B2">
        <w:t>.</w:t>
      </w:r>
    </w:p>
    <w:p w14:paraId="4E794D14" w14:textId="77777777" w:rsidR="006036B2" w:rsidRDefault="00E85E1B" w:rsidP="00E85E1B">
      <w:r w:rsidRPr="006056B1">
        <w:t>Et cette jambe avait beau manquer tout entière par suite d</w:t>
      </w:r>
      <w:r w:rsidR="006036B2">
        <w:t>’</w:t>
      </w:r>
      <w:r w:rsidRPr="006056B1">
        <w:t>une désarticulation de la cuisse</w:t>
      </w:r>
      <w:r w:rsidR="006036B2">
        <w:t xml:space="preserve">, </w:t>
      </w:r>
      <w:r w:rsidRPr="006056B1">
        <w:t>cela ne constituait quand même qu</w:t>
      </w:r>
      <w:r w:rsidR="006036B2">
        <w:t>’</w:t>
      </w:r>
      <w:r w:rsidRPr="006056B1">
        <w:t>une jambe de moins</w:t>
      </w:r>
      <w:r w:rsidR="006036B2">
        <w:t xml:space="preserve">, </w:t>
      </w:r>
      <w:r w:rsidRPr="006056B1">
        <w:t>une</w:t>
      </w:r>
      <w:r w:rsidR="006036B2">
        <w:t xml:space="preserve">, </w:t>
      </w:r>
      <w:r w:rsidRPr="006056B1">
        <w:t xml:space="preserve">et en somme le père </w:t>
      </w:r>
      <w:proofErr w:type="spellStart"/>
      <w:r w:rsidRPr="006056B1">
        <w:t>B</w:t>
      </w:r>
      <w:r w:rsidRPr="006056B1">
        <w:t>i</w:t>
      </w:r>
      <w:r w:rsidRPr="006056B1">
        <w:t>gnard</w:t>
      </w:r>
      <w:proofErr w:type="spellEnd"/>
      <w:r w:rsidRPr="006056B1">
        <w:t xml:space="preserve"> n</w:t>
      </w:r>
      <w:r w:rsidR="006036B2">
        <w:t>’</w:t>
      </w:r>
      <w:r w:rsidRPr="006056B1">
        <w:t>était qu</w:t>
      </w:r>
      <w:r w:rsidR="006036B2">
        <w:t>’</w:t>
      </w:r>
      <w:r w:rsidRPr="006056B1">
        <w:t>un simple bancal</w:t>
      </w:r>
      <w:r w:rsidR="006036B2">
        <w:t xml:space="preserve">. </w:t>
      </w:r>
      <w:r w:rsidRPr="006056B1">
        <w:t>Il n</w:t>
      </w:r>
      <w:r w:rsidR="006036B2">
        <w:t>’</w:t>
      </w:r>
      <w:r w:rsidRPr="006056B1">
        <w:t>y avait pas de quoi faire le malin</w:t>
      </w:r>
      <w:r w:rsidR="006036B2">
        <w:t> !</w:t>
      </w:r>
    </w:p>
    <w:p w14:paraId="666A3B23" w14:textId="77777777" w:rsidR="006036B2" w:rsidRDefault="00E85E1B" w:rsidP="00E85E1B">
      <w:r w:rsidRPr="006056B1">
        <w:t>D</w:t>
      </w:r>
      <w:r w:rsidR="006036B2">
        <w:t>’</w:t>
      </w:r>
      <w:r w:rsidRPr="006056B1">
        <w:t>autre part</w:t>
      </w:r>
      <w:r w:rsidR="006036B2">
        <w:t xml:space="preserve">, </w:t>
      </w:r>
      <w:r w:rsidRPr="006056B1">
        <w:t>l</w:t>
      </w:r>
      <w:r w:rsidR="006036B2">
        <w:t>’</w:t>
      </w:r>
      <w:r w:rsidRPr="006056B1">
        <w:t>aspect du bonhomme ne respirait pas la m</w:t>
      </w:r>
      <w:r w:rsidRPr="006056B1">
        <w:t>i</w:t>
      </w:r>
      <w:r w:rsidRPr="006056B1">
        <w:t>sère</w:t>
      </w:r>
      <w:r w:rsidR="006036B2">
        <w:t xml:space="preserve">. </w:t>
      </w:r>
      <w:r w:rsidRPr="006056B1">
        <w:t>Bien loin de là</w:t>
      </w:r>
      <w:r w:rsidR="006036B2">
        <w:t xml:space="preserve"> ! </w:t>
      </w:r>
      <w:r w:rsidRPr="006056B1">
        <w:t>Il respirait la plus admirable santé</w:t>
      </w:r>
      <w:r w:rsidR="006036B2">
        <w:t xml:space="preserve"> ; </w:t>
      </w:r>
      <w:r w:rsidRPr="006056B1">
        <w:t>il était gros et gras</w:t>
      </w:r>
      <w:r w:rsidR="006036B2">
        <w:t xml:space="preserve">, </w:t>
      </w:r>
      <w:r w:rsidRPr="006056B1">
        <w:t>presque ventru</w:t>
      </w:r>
      <w:r w:rsidR="006036B2">
        <w:t xml:space="preserve">, </w:t>
      </w:r>
      <w:r w:rsidRPr="006056B1">
        <w:t>de face large</w:t>
      </w:r>
      <w:r w:rsidR="006036B2">
        <w:t xml:space="preserve">, </w:t>
      </w:r>
      <w:r w:rsidRPr="006056B1">
        <w:t>rose et fleurie</w:t>
      </w:r>
      <w:r w:rsidR="006036B2">
        <w:t>.</w:t>
      </w:r>
    </w:p>
    <w:p w14:paraId="7E0DCF4E" w14:textId="77777777" w:rsidR="006036B2" w:rsidRDefault="00E85E1B" w:rsidP="00E85E1B">
      <w:r w:rsidRPr="006056B1">
        <w:t>Il n</w:t>
      </w:r>
      <w:r w:rsidR="006036B2">
        <w:t>’</w:t>
      </w:r>
      <w:r w:rsidRPr="006056B1">
        <w:t>avait pour lui qu</w:t>
      </w:r>
      <w:r w:rsidR="006036B2">
        <w:t>’</w:t>
      </w:r>
      <w:r w:rsidRPr="006056B1">
        <w:t>un atout</w:t>
      </w:r>
      <w:r w:rsidR="006036B2">
        <w:t xml:space="preserve"> : </w:t>
      </w:r>
      <w:r w:rsidRPr="006056B1">
        <w:t>son air honnête</w:t>
      </w:r>
      <w:r w:rsidR="006036B2">
        <w:t>.</w:t>
      </w:r>
    </w:p>
    <w:p w14:paraId="3682924C" w14:textId="77777777" w:rsidR="006036B2" w:rsidRDefault="00E85E1B" w:rsidP="00E85E1B">
      <w:r w:rsidRPr="006056B1">
        <w:t>Or il faut croire qu</w:t>
      </w:r>
      <w:r w:rsidR="006036B2">
        <w:t>’</w:t>
      </w:r>
      <w:r w:rsidRPr="006056B1">
        <w:t>il jouait assez habilement de cet atout-là</w:t>
      </w:r>
      <w:r w:rsidR="006036B2">
        <w:t xml:space="preserve"> ; </w:t>
      </w:r>
      <w:r w:rsidRPr="006056B1">
        <w:t>car</w:t>
      </w:r>
      <w:r w:rsidR="006036B2">
        <w:t xml:space="preserve">, </w:t>
      </w:r>
      <w:r w:rsidRPr="006056B1">
        <w:t>malgré son infirmité si méprisable</w:t>
      </w:r>
      <w:r w:rsidR="006036B2">
        <w:t xml:space="preserve">, </w:t>
      </w:r>
      <w:r w:rsidRPr="006056B1">
        <w:t>malgré sa mine si peu touchante et plutôt pétant de prospérité</w:t>
      </w:r>
      <w:r w:rsidR="006036B2">
        <w:t xml:space="preserve">, </w:t>
      </w:r>
      <w:r w:rsidRPr="006056B1">
        <w:t>malgré tant de ra</w:t>
      </w:r>
      <w:r w:rsidRPr="006056B1">
        <w:t>i</w:t>
      </w:r>
      <w:r w:rsidRPr="006056B1">
        <w:t>sons qu</w:t>
      </w:r>
      <w:r w:rsidR="006036B2">
        <w:t>’</w:t>
      </w:r>
      <w:r w:rsidRPr="006056B1">
        <w:t>il avait enfin d</w:t>
      </w:r>
      <w:r w:rsidR="006036B2">
        <w:t>’</w:t>
      </w:r>
      <w:r w:rsidRPr="006056B1">
        <w:t>être un mendiant auquel on ne donne pas</w:t>
      </w:r>
      <w:r w:rsidR="006036B2">
        <w:t xml:space="preserve">, </w:t>
      </w:r>
      <w:r w:rsidRPr="006056B1">
        <w:t>malgré tout il faisait recette</w:t>
      </w:r>
      <w:r w:rsidR="006036B2">
        <w:t>.</w:t>
      </w:r>
    </w:p>
    <w:p w14:paraId="2BF85C12" w14:textId="77777777" w:rsidR="006036B2" w:rsidRDefault="00E85E1B" w:rsidP="00E85E1B">
      <w:r w:rsidRPr="006056B1">
        <w:t>Pas autant toutefois que sa ménagère</w:t>
      </w:r>
      <w:r w:rsidR="006036B2">
        <w:t xml:space="preserve">, </w:t>
      </w:r>
      <w:r w:rsidRPr="006056B1">
        <w:t>ou</w:t>
      </w:r>
      <w:r w:rsidR="006036B2">
        <w:t xml:space="preserve"> (</w:t>
      </w:r>
      <w:r w:rsidRPr="006056B1">
        <w:t>pour dire la vér</w:t>
      </w:r>
      <w:r w:rsidRPr="006056B1">
        <w:t>i</w:t>
      </w:r>
      <w:r w:rsidRPr="006056B1">
        <w:t>té</w:t>
      </w:r>
      <w:r w:rsidR="006036B2">
        <w:t xml:space="preserve">) </w:t>
      </w:r>
      <w:r w:rsidRPr="006056B1">
        <w:t>sa maîtresse</w:t>
      </w:r>
      <w:r w:rsidR="006036B2">
        <w:t xml:space="preserve"> ; </w:t>
      </w:r>
      <w:r w:rsidRPr="006056B1">
        <w:t xml:space="preserve">car il avait une </w:t>
      </w:r>
      <w:proofErr w:type="spellStart"/>
      <w:r w:rsidRPr="006056B1">
        <w:rPr>
          <w:i/>
          <w:iCs/>
        </w:rPr>
        <w:t>laisée</w:t>
      </w:r>
      <w:proofErr w:type="spellEnd"/>
      <w:r w:rsidR="006036B2">
        <w:t xml:space="preserve">, </w:t>
      </w:r>
      <w:r w:rsidRPr="006056B1">
        <w:t>ce gueux</w:t>
      </w:r>
      <w:r w:rsidR="006036B2">
        <w:t xml:space="preserve">, </w:t>
      </w:r>
      <w:r w:rsidRPr="006056B1">
        <w:t>et</w:t>
      </w:r>
      <w:r w:rsidR="006036B2">
        <w:t xml:space="preserve">, </w:t>
      </w:r>
      <w:r w:rsidRPr="006056B1">
        <w:t>je vous prie de le croire</w:t>
      </w:r>
      <w:r w:rsidR="006036B2">
        <w:t xml:space="preserve">, </w:t>
      </w:r>
      <w:r w:rsidRPr="006056B1">
        <w:t>une fameuse</w:t>
      </w:r>
      <w:r w:rsidR="006036B2">
        <w:t> !</w:t>
      </w:r>
    </w:p>
    <w:p w14:paraId="446FB32B" w14:textId="77777777" w:rsidR="006036B2" w:rsidRDefault="00E85E1B" w:rsidP="00E85E1B">
      <w:r w:rsidRPr="006056B1">
        <w:t>Ce n</w:t>
      </w:r>
      <w:r w:rsidR="006036B2">
        <w:t>’</w:t>
      </w:r>
      <w:r w:rsidRPr="006056B1">
        <w:t>est pas que Marie-les-yeux-blancs</w:t>
      </w:r>
      <w:r w:rsidR="006036B2">
        <w:t xml:space="preserve">, </w:t>
      </w:r>
      <w:r w:rsidRPr="006056B1">
        <w:t>comme on l</w:t>
      </w:r>
      <w:r w:rsidR="006036B2">
        <w:t>’</w:t>
      </w:r>
      <w:r w:rsidRPr="006056B1">
        <w:t>appelait</w:t>
      </w:r>
      <w:r w:rsidR="006036B2">
        <w:t xml:space="preserve">, </w:t>
      </w:r>
      <w:r w:rsidRPr="006056B1">
        <w:t>eût été plus favorisée par la nature en fait d</w:t>
      </w:r>
      <w:r w:rsidR="006036B2">
        <w:t>’</w:t>
      </w:r>
      <w:r w:rsidRPr="006056B1">
        <w:t>infirmité</w:t>
      </w:r>
      <w:r w:rsidR="006036B2">
        <w:t xml:space="preserve">. </w:t>
      </w:r>
      <w:r w:rsidRPr="006056B1">
        <w:t>Elle n</w:t>
      </w:r>
      <w:r w:rsidR="006036B2">
        <w:t>’</w:t>
      </w:r>
      <w:r w:rsidRPr="006056B1">
        <w:t>en avait aucune</w:t>
      </w:r>
      <w:r w:rsidR="006036B2">
        <w:t xml:space="preserve">, </w:t>
      </w:r>
      <w:r w:rsidRPr="006056B1">
        <w:t>elle</w:t>
      </w:r>
      <w:r w:rsidR="006036B2">
        <w:t xml:space="preserve"> ! </w:t>
      </w:r>
      <w:r w:rsidRPr="006056B1">
        <w:t xml:space="preserve">Mais elle savait si bien se </w:t>
      </w:r>
      <w:r w:rsidRPr="006056B1">
        <w:lastRenderedPageBreak/>
        <w:t>composer l</w:t>
      </w:r>
      <w:r w:rsidR="006036B2">
        <w:t>’</w:t>
      </w:r>
      <w:r w:rsidRPr="006056B1">
        <w:t>apparence de les avoir toutes sans exception</w:t>
      </w:r>
      <w:r w:rsidR="006036B2">
        <w:t xml:space="preserve"> ! </w:t>
      </w:r>
      <w:r w:rsidRPr="006056B1">
        <w:t>Elle semblait l</w:t>
      </w:r>
      <w:r w:rsidR="006036B2">
        <w:t>’</w:t>
      </w:r>
      <w:r w:rsidRPr="006056B1">
        <w:t>infirmité en personne</w:t>
      </w:r>
      <w:r w:rsidR="006036B2">
        <w:t>.</w:t>
      </w:r>
    </w:p>
    <w:p w14:paraId="0F483D18" w14:textId="77777777" w:rsidR="006036B2" w:rsidRDefault="00E85E1B" w:rsidP="00E85E1B">
      <w:r w:rsidRPr="006056B1">
        <w:t>Longue</w:t>
      </w:r>
      <w:r w:rsidR="006036B2">
        <w:t xml:space="preserve">, </w:t>
      </w:r>
      <w:r w:rsidRPr="006056B1">
        <w:t>mince</w:t>
      </w:r>
      <w:r w:rsidR="006036B2">
        <w:t xml:space="preserve">, </w:t>
      </w:r>
      <w:r w:rsidRPr="006056B1">
        <w:t>maigre</w:t>
      </w:r>
      <w:r w:rsidR="006036B2">
        <w:t xml:space="preserve">, </w:t>
      </w:r>
      <w:r w:rsidRPr="006056B1">
        <w:t>blême</w:t>
      </w:r>
      <w:r w:rsidR="006036B2">
        <w:t xml:space="preserve">, </w:t>
      </w:r>
      <w:r w:rsidRPr="006056B1">
        <w:t>elle vous avait une façon de se coller contre un mur</w:t>
      </w:r>
      <w:r w:rsidR="006036B2">
        <w:t xml:space="preserve">, </w:t>
      </w:r>
      <w:r w:rsidRPr="006056B1">
        <w:t>de s</w:t>
      </w:r>
      <w:r w:rsidR="006036B2">
        <w:t>’</w:t>
      </w:r>
      <w:r w:rsidRPr="006056B1">
        <w:t>y aplatir</w:t>
      </w:r>
      <w:r w:rsidR="006036B2">
        <w:t xml:space="preserve">, </w:t>
      </w:r>
      <w:r w:rsidRPr="006056B1">
        <w:t>qui en faisait comme un fantôme</w:t>
      </w:r>
      <w:r w:rsidR="006036B2">
        <w:t>.</w:t>
      </w:r>
    </w:p>
    <w:p w14:paraId="31FA9CFE" w14:textId="77777777" w:rsidR="006036B2" w:rsidRDefault="00E85E1B" w:rsidP="00E85E1B">
      <w:r w:rsidRPr="006056B1">
        <w:t>Plantée là</w:t>
      </w:r>
      <w:r w:rsidR="006036B2">
        <w:t xml:space="preserve">, </w:t>
      </w:r>
      <w:r w:rsidRPr="006056B1">
        <w:t>immobile</w:t>
      </w:r>
      <w:r w:rsidR="006036B2">
        <w:t xml:space="preserve">, </w:t>
      </w:r>
      <w:r w:rsidRPr="006056B1">
        <w:t>marmiteuse et de guingois</w:t>
      </w:r>
      <w:r w:rsidR="006036B2">
        <w:t xml:space="preserve">, </w:t>
      </w:r>
      <w:r w:rsidRPr="006056B1">
        <w:t>toute pâle dans sa robe noir</w:t>
      </w:r>
      <w:r w:rsidRPr="00E3687A">
        <w:t>e</w:t>
      </w:r>
      <w:r w:rsidR="006036B2">
        <w:t xml:space="preserve">, </w:t>
      </w:r>
      <w:r w:rsidRPr="006056B1">
        <w:t>un bras ankylosé le long du corps</w:t>
      </w:r>
      <w:r w:rsidR="006036B2">
        <w:t xml:space="preserve">, </w:t>
      </w:r>
      <w:r w:rsidRPr="006056B1">
        <w:t>l</w:t>
      </w:r>
      <w:r w:rsidR="006036B2">
        <w:t>’</w:t>
      </w:r>
      <w:r w:rsidRPr="006056B1">
        <w:t>autre tendant la main d</w:t>
      </w:r>
      <w:r w:rsidR="006036B2">
        <w:t>’</w:t>
      </w:r>
      <w:r w:rsidRPr="006056B1">
        <w:t>un geste cassé</w:t>
      </w:r>
      <w:r w:rsidR="006036B2">
        <w:t xml:space="preserve">, </w:t>
      </w:r>
      <w:r w:rsidRPr="006056B1">
        <w:t>le torse déjeté sur la hanche anguleuse</w:t>
      </w:r>
      <w:r w:rsidR="006036B2">
        <w:t xml:space="preserve">, </w:t>
      </w:r>
      <w:r w:rsidRPr="006056B1">
        <w:t>les genoux cagnant</w:t>
      </w:r>
      <w:r w:rsidR="006036B2">
        <w:t xml:space="preserve">, </w:t>
      </w:r>
      <w:r w:rsidRPr="006056B1">
        <w:t>un pied la pointe en l</w:t>
      </w:r>
      <w:r w:rsidR="006036B2">
        <w:t>’</w:t>
      </w:r>
      <w:r w:rsidRPr="006056B1">
        <w:t>air et en dehors</w:t>
      </w:r>
      <w:r w:rsidR="006036B2">
        <w:t xml:space="preserve">, </w:t>
      </w:r>
      <w:r w:rsidRPr="006056B1">
        <w:t>et ses grands yeux fixes ne laissant voir que le blanc</w:t>
      </w:r>
      <w:r w:rsidR="006036B2">
        <w:t xml:space="preserve">, </w:t>
      </w:r>
      <w:r w:rsidRPr="006056B1">
        <w:t>elle avait l</w:t>
      </w:r>
      <w:r w:rsidR="006036B2">
        <w:t>’</w:t>
      </w:r>
      <w:r w:rsidRPr="006056B1">
        <w:t>air d</w:t>
      </w:r>
      <w:r w:rsidR="006036B2">
        <w:t>’</w:t>
      </w:r>
      <w:r w:rsidRPr="006056B1">
        <w:t>être à la fois bossue</w:t>
      </w:r>
      <w:r w:rsidR="006036B2">
        <w:t xml:space="preserve">, </w:t>
      </w:r>
      <w:r w:rsidRPr="006056B1">
        <w:t>boiteuse</w:t>
      </w:r>
      <w:r w:rsidR="006036B2">
        <w:t xml:space="preserve">, </w:t>
      </w:r>
      <w:r w:rsidRPr="006056B1">
        <w:t>manchote</w:t>
      </w:r>
      <w:r w:rsidR="006036B2">
        <w:t xml:space="preserve">, </w:t>
      </w:r>
      <w:r w:rsidRPr="006056B1">
        <w:t>paral</w:t>
      </w:r>
      <w:r w:rsidRPr="006056B1">
        <w:t>y</w:t>
      </w:r>
      <w:r w:rsidRPr="006056B1">
        <w:t>tique et aveugle</w:t>
      </w:r>
      <w:r w:rsidR="006036B2">
        <w:t>.</w:t>
      </w:r>
    </w:p>
    <w:p w14:paraId="32BB2285" w14:textId="77777777" w:rsidR="006036B2" w:rsidRDefault="00E85E1B" w:rsidP="00E85E1B">
      <w:r w:rsidRPr="006056B1">
        <w:t>C</w:t>
      </w:r>
      <w:r w:rsidR="006036B2">
        <w:t>’</w:t>
      </w:r>
      <w:r w:rsidRPr="006056B1">
        <w:t>était un couple heureux</w:t>
      </w:r>
      <w:r w:rsidR="006036B2">
        <w:t xml:space="preserve">. </w:t>
      </w:r>
      <w:r w:rsidRPr="006056B1">
        <w:t>Ils ne se privaient de rien</w:t>
      </w:r>
      <w:r w:rsidR="006036B2">
        <w:t>.</w:t>
      </w:r>
    </w:p>
    <w:p w14:paraId="2A7A5AD5" w14:textId="77777777" w:rsidR="006036B2" w:rsidRDefault="00E85E1B" w:rsidP="00E85E1B">
      <w:r w:rsidRPr="006056B1">
        <w:t>En hiver</w:t>
      </w:r>
      <w:r w:rsidR="006036B2">
        <w:t xml:space="preserve">, </w:t>
      </w:r>
      <w:r w:rsidRPr="006056B1">
        <w:t>sous la guenille élimée aux savantes effilochures</w:t>
      </w:r>
      <w:r w:rsidR="006036B2">
        <w:t xml:space="preserve">, </w:t>
      </w:r>
      <w:r w:rsidRPr="006056B1">
        <w:t>ils avaient de bons tricots</w:t>
      </w:r>
      <w:r w:rsidR="006036B2">
        <w:t xml:space="preserve">. </w:t>
      </w:r>
      <w:r w:rsidRPr="006056B1">
        <w:t>Même</w:t>
      </w:r>
      <w:r w:rsidR="006036B2">
        <w:t xml:space="preserve">, </w:t>
      </w:r>
      <w:r w:rsidRPr="006056B1">
        <w:t>l</w:t>
      </w:r>
      <w:r w:rsidR="006036B2">
        <w:t>’</w:t>
      </w:r>
      <w:r w:rsidRPr="006056B1">
        <w:t xml:space="preserve">unique jambe de pantalon du père </w:t>
      </w:r>
      <w:proofErr w:type="spellStart"/>
      <w:r w:rsidRPr="006056B1">
        <w:t>Bignard</w:t>
      </w:r>
      <w:proofErr w:type="spellEnd"/>
      <w:r w:rsidRPr="006056B1">
        <w:t xml:space="preserve"> cachait deux grands bas de laine</w:t>
      </w:r>
      <w:r w:rsidR="006036B2">
        <w:t xml:space="preserve">, </w:t>
      </w:r>
      <w:r w:rsidRPr="006056B1">
        <w:t>ce qui lui permettait de dire plaisamment</w:t>
      </w:r>
      <w:r w:rsidR="006036B2">
        <w:t> :</w:t>
      </w:r>
    </w:p>
    <w:p w14:paraId="70875A23" w14:textId="77777777" w:rsidR="006036B2" w:rsidRDefault="006036B2" w:rsidP="00E85E1B">
      <w:r>
        <w:t>— </w:t>
      </w:r>
      <w:r w:rsidR="00E85E1B" w:rsidRPr="006056B1">
        <w:t>J</w:t>
      </w:r>
      <w:r>
        <w:t>’</w:t>
      </w:r>
      <w:r w:rsidR="00E85E1B" w:rsidRPr="006056B1">
        <w:t>en porte une paire aussi</w:t>
      </w:r>
      <w:r>
        <w:t xml:space="preserve">, </w:t>
      </w:r>
      <w:r w:rsidR="00E85E1B" w:rsidRPr="006056B1">
        <w:t>moi</w:t>
      </w:r>
      <w:r>
        <w:t xml:space="preserve">, </w:t>
      </w:r>
      <w:r w:rsidR="00E85E1B" w:rsidRPr="006056B1">
        <w:t>comme tout le monde</w:t>
      </w:r>
      <w:r>
        <w:t>.</w:t>
      </w:r>
    </w:p>
    <w:p w14:paraId="1496AF4B" w14:textId="77777777" w:rsidR="006036B2" w:rsidRDefault="00E85E1B" w:rsidP="00E85E1B">
      <w:r w:rsidRPr="006056B1">
        <w:t>En tout temps</w:t>
      </w:r>
      <w:r w:rsidR="006036B2">
        <w:t xml:space="preserve">, </w:t>
      </w:r>
      <w:r w:rsidRPr="006056B1">
        <w:t>ils commençaient leur besogne seulement à onze heures du matin</w:t>
      </w:r>
      <w:r w:rsidR="006036B2">
        <w:t xml:space="preserve">, </w:t>
      </w:r>
      <w:r w:rsidRPr="006056B1">
        <w:t xml:space="preserve">après un copieux déjeuner au </w:t>
      </w:r>
      <w:r w:rsidRPr="006056B1">
        <w:rPr>
          <w:i/>
          <w:iCs/>
        </w:rPr>
        <w:t>Lapin-sans</w:t>
      </w:r>
      <w:r w:rsidRPr="006056B1">
        <w:t>-</w:t>
      </w:r>
      <w:r w:rsidRPr="006056B1">
        <w:rPr>
          <w:i/>
          <w:iCs/>
        </w:rPr>
        <w:t>Queue</w:t>
      </w:r>
      <w:r w:rsidR="006036B2">
        <w:t xml:space="preserve">, </w:t>
      </w:r>
      <w:r w:rsidRPr="006056B1">
        <w:t>où ils revenaient le soir manger la soupe et l</w:t>
      </w:r>
      <w:r w:rsidR="006036B2">
        <w:t>’</w:t>
      </w:r>
      <w:r w:rsidRPr="006056B1">
        <w:t xml:space="preserve">arroser largement de quelques litrons et de </w:t>
      </w:r>
      <w:r w:rsidRPr="006056B1">
        <w:rPr>
          <w:i/>
          <w:iCs/>
        </w:rPr>
        <w:t>pétrole</w:t>
      </w:r>
      <w:r w:rsidRPr="006056B1">
        <w:t xml:space="preserve"> à deux sous le grand verre</w:t>
      </w:r>
      <w:r w:rsidR="006036B2">
        <w:t>.</w:t>
      </w:r>
    </w:p>
    <w:p w14:paraId="7B05C17D" w14:textId="77777777" w:rsidR="006036B2" w:rsidRDefault="00E85E1B" w:rsidP="00E85E1B">
      <w:r w:rsidRPr="006056B1">
        <w:t>Quand la journée avait été plus fructueuse encore qu</w:t>
      </w:r>
      <w:r w:rsidR="006036B2">
        <w:t>’</w:t>
      </w:r>
      <w:r w:rsidRPr="006056B1">
        <w:t>à l</w:t>
      </w:r>
      <w:r w:rsidR="006036B2">
        <w:t>’</w:t>
      </w:r>
      <w:r w:rsidRPr="006056B1">
        <w:t>ordinaire</w:t>
      </w:r>
      <w:r w:rsidR="006036B2">
        <w:t xml:space="preserve">, </w:t>
      </w:r>
      <w:r w:rsidRPr="006056B1">
        <w:t>la godaille habituelle se terminait en superbe soûl</w:t>
      </w:r>
      <w:r w:rsidRPr="006056B1">
        <w:t>e</w:t>
      </w:r>
      <w:r w:rsidRPr="006056B1">
        <w:t>rie à tire-larigot</w:t>
      </w:r>
      <w:r w:rsidR="006036B2">
        <w:t>.</w:t>
      </w:r>
    </w:p>
    <w:p w14:paraId="7F8626C4" w14:textId="77777777" w:rsidR="006036B2" w:rsidRDefault="00E85E1B" w:rsidP="00E85E1B">
      <w:r w:rsidRPr="006056B1">
        <w:t>Tant de bonheur n</w:t>
      </w:r>
      <w:r w:rsidR="006036B2">
        <w:t>’</w:t>
      </w:r>
      <w:r w:rsidRPr="006056B1">
        <w:t>allait pas sans exciter l</w:t>
      </w:r>
      <w:r w:rsidR="006036B2">
        <w:t>’</w:t>
      </w:r>
      <w:r w:rsidRPr="006056B1">
        <w:t>envie des cam</w:t>
      </w:r>
      <w:r w:rsidRPr="006056B1">
        <w:t>a</w:t>
      </w:r>
      <w:r w:rsidRPr="006056B1">
        <w:t>ros moins fortunés</w:t>
      </w:r>
      <w:r w:rsidR="006036B2">
        <w:t xml:space="preserve">. </w:t>
      </w:r>
      <w:r w:rsidRPr="006056B1">
        <w:t>Et</w:t>
      </w:r>
      <w:r w:rsidR="006036B2">
        <w:t xml:space="preserve">, </w:t>
      </w:r>
      <w:r w:rsidRPr="006056B1">
        <w:t xml:space="preserve">comme il y a un vague sentiment </w:t>
      </w:r>
      <w:r w:rsidRPr="006056B1">
        <w:lastRenderedPageBreak/>
        <w:t>de ju</w:t>
      </w:r>
      <w:r w:rsidRPr="006056B1">
        <w:t>s</w:t>
      </w:r>
      <w:r w:rsidRPr="006056B1">
        <w:t>tice au fond de tous les êtres humains</w:t>
      </w:r>
      <w:r w:rsidR="006036B2">
        <w:t xml:space="preserve">, </w:t>
      </w:r>
      <w:r w:rsidRPr="006056B1">
        <w:t>c</w:t>
      </w:r>
      <w:r w:rsidR="006036B2">
        <w:t>’</w:t>
      </w:r>
      <w:r w:rsidRPr="006056B1">
        <w:t xml:space="preserve">est contre le père </w:t>
      </w:r>
      <w:proofErr w:type="spellStart"/>
      <w:r w:rsidRPr="006056B1">
        <w:t>B</w:t>
      </w:r>
      <w:r w:rsidRPr="006056B1">
        <w:t>i</w:t>
      </w:r>
      <w:r w:rsidRPr="006056B1">
        <w:t>gnard</w:t>
      </w:r>
      <w:proofErr w:type="spellEnd"/>
      <w:r w:rsidRPr="006056B1">
        <w:t xml:space="preserve"> en particulier que se déchaînait cette envie</w:t>
      </w:r>
      <w:r w:rsidR="006036B2">
        <w:t>.</w:t>
      </w:r>
    </w:p>
    <w:p w14:paraId="44B84616" w14:textId="77777777" w:rsidR="006036B2" w:rsidRDefault="00E85E1B" w:rsidP="00E85E1B">
      <w:r w:rsidRPr="006056B1">
        <w:t>Dame</w:t>
      </w:r>
      <w:r w:rsidR="006036B2">
        <w:t xml:space="preserve"> ! </w:t>
      </w:r>
      <w:r w:rsidRPr="006056B1">
        <w:t>mettez-vous</w:t>
      </w:r>
      <w:r w:rsidR="006036B2">
        <w:t xml:space="preserve">, </w:t>
      </w:r>
      <w:r w:rsidRPr="006056B1">
        <w:t>pour un moment</w:t>
      </w:r>
      <w:r w:rsidR="006036B2">
        <w:t xml:space="preserve">, </w:t>
      </w:r>
      <w:r w:rsidRPr="006056B1">
        <w:t>à la place des autres</w:t>
      </w:r>
      <w:r w:rsidR="006036B2">
        <w:t> !</w:t>
      </w:r>
    </w:p>
    <w:p w14:paraId="115233A1" w14:textId="77777777" w:rsidR="006036B2" w:rsidRDefault="00E85E1B" w:rsidP="00E85E1B">
      <w:pPr>
        <w:rPr>
          <w:i/>
          <w:iCs/>
        </w:rPr>
      </w:pPr>
      <w:r w:rsidRPr="006056B1">
        <w:t>Est-ce qu</w:t>
      </w:r>
      <w:r w:rsidR="006036B2">
        <w:t>’</w:t>
      </w:r>
      <w:r w:rsidRPr="006056B1">
        <w:t>il méritait une pareille chance</w:t>
      </w:r>
      <w:r w:rsidR="006036B2">
        <w:t xml:space="preserve">, </w:t>
      </w:r>
      <w:r w:rsidRPr="006056B1">
        <w:t>lui</w:t>
      </w:r>
      <w:r w:rsidR="006036B2">
        <w:t xml:space="preserve">, </w:t>
      </w:r>
      <w:r w:rsidRPr="006056B1">
        <w:t>avec son i</w:t>
      </w:r>
      <w:r w:rsidRPr="006056B1">
        <w:t>m</w:t>
      </w:r>
      <w:r w:rsidRPr="006056B1">
        <w:t xml:space="preserve">bécile de </w:t>
      </w:r>
      <w:r w:rsidRPr="006056B1">
        <w:rPr>
          <w:i/>
          <w:iCs/>
        </w:rPr>
        <w:t>guibolle à la manque</w:t>
      </w:r>
      <w:r w:rsidR="006036B2">
        <w:rPr>
          <w:i/>
          <w:iCs/>
        </w:rPr>
        <w:t xml:space="preserve"> ? </w:t>
      </w:r>
      <w:r w:rsidRPr="006056B1">
        <w:t xml:space="preserve">Surtout quand il y avait des </w:t>
      </w:r>
      <w:r w:rsidRPr="006056B1">
        <w:rPr>
          <w:i/>
          <w:iCs/>
        </w:rPr>
        <w:t xml:space="preserve">gonciers </w:t>
      </w:r>
      <w:r w:rsidRPr="006056B1">
        <w:t xml:space="preserve">tout à fait </w:t>
      </w:r>
      <w:r w:rsidRPr="006056B1">
        <w:rPr>
          <w:i/>
          <w:iCs/>
        </w:rPr>
        <w:t>à la redresse</w:t>
      </w:r>
      <w:r w:rsidR="006036B2">
        <w:t xml:space="preserve">, </w:t>
      </w:r>
      <w:r w:rsidRPr="006056B1">
        <w:rPr>
          <w:i/>
          <w:iCs/>
        </w:rPr>
        <w:t>avantagés</w:t>
      </w:r>
      <w:r w:rsidRPr="006056B1">
        <w:t xml:space="preserve"> d</w:t>
      </w:r>
      <w:r w:rsidR="006036B2">
        <w:t>’</w:t>
      </w:r>
      <w:r w:rsidRPr="006056B1">
        <w:t>infirmités s</w:t>
      </w:r>
      <w:r w:rsidRPr="006056B1">
        <w:t>é</w:t>
      </w:r>
      <w:r w:rsidRPr="006056B1">
        <w:t>rieuses</w:t>
      </w:r>
      <w:r w:rsidR="006036B2">
        <w:t xml:space="preserve">, </w:t>
      </w:r>
      <w:r w:rsidRPr="006056B1">
        <w:t>de monstruosités même</w:t>
      </w:r>
      <w:r w:rsidR="006036B2">
        <w:t xml:space="preserve">, </w:t>
      </w:r>
      <w:r w:rsidRPr="006056B1">
        <w:t>et qui pourtant</w:t>
      </w:r>
      <w:r w:rsidR="006036B2">
        <w:t xml:space="preserve">, </w:t>
      </w:r>
      <w:r w:rsidRPr="006056B1">
        <w:t>en dépit de tout</w:t>
      </w:r>
      <w:r w:rsidR="006036B2">
        <w:t xml:space="preserve">, </w:t>
      </w:r>
      <w:r w:rsidRPr="006056B1">
        <w:rPr>
          <w:i/>
          <w:iCs/>
        </w:rPr>
        <w:t>ne faisaient pas le rond</w:t>
      </w:r>
      <w:r w:rsidR="006036B2">
        <w:rPr>
          <w:i/>
          <w:iCs/>
        </w:rPr>
        <w:t> !</w:t>
      </w:r>
    </w:p>
    <w:p w14:paraId="47153062" w14:textId="77777777" w:rsidR="006036B2" w:rsidRDefault="00E85E1B" w:rsidP="00E85E1B">
      <w:r w:rsidRPr="006056B1">
        <w:t>Encore s</w:t>
      </w:r>
      <w:r w:rsidR="006036B2">
        <w:t>’</w:t>
      </w:r>
      <w:r w:rsidRPr="006056B1">
        <w:t>il n</w:t>
      </w:r>
      <w:r w:rsidR="006036B2">
        <w:t>’</w:t>
      </w:r>
      <w:r w:rsidRPr="006056B1">
        <w:t xml:space="preserve">avait pas eu le </w:t>
      </w:r>
      <w:r w:rsidRPr="006056B1">
        <w:rPr>
          <w:i/>
          <w:iCs/>
        </w:rPr>
        <w:t>turbin</w:t>
      </w:r>
      <w:r w:rsidRPr="006056B1">
        <w:t xml:space="preserve"> de la Marie</w:t>
      </w:r>
      <w:r w:rsidR="006036B2">
        <w:t xml:space="preserve">, </w:t>
      </w:r>
      <w:r w:rsidRPr="006056B1">
        <w:t xml:space="preserve">pour lui doubler et tripler sa </w:t>
      </w:r>
      <w:r w:rsidRPr="006056B1">
        <w:rPr>
          <w:i/>
          <w:iCs/>
        </w:rPr>
        <w:t>galette</w:t>
      </w:r>
      <w:r w:rsidR="006036B2">
        <w:rPr>
          <w:i/>
          <w:iCs/>
        </w:rPr>
        <w:t xml:space="preserve"> ! </w:t>
      </w:r>
      <w:r w:rsidRPr="006056B1">
        <w:t>S</w:t>
      </w:r>
      <w:r w:rsidR="006036B2">
        <w:t>’</w:t>
      </w:r>
      <w:r w:rsidRPr="006056B1">
        <w:t xml:space="preserve">il avait gagné son </w:t>
      </w:r>
      <w:r w:rsidRPr="006056B1">
        <w:rPr>
          <w:i/>
          <w:iCs/>
        </w:rPr>
        <w:t>pognon</w:t>
      </w:r>
      <w:r w:rsidRPr="006056B1">
        <w:t xml:space="preserve"> à lui tout seul</w:t>
      </w:r>
      <w:r w:rsidR="006036B2">
        <w:t xml:space="preserve"> ! </w:t>
      </w:r>
      <w:r w:rsidRPr="006056B1">
        <w:t>On lui aurait</w:t>
      </w:r>
      <w:r w:rsidR="006036B2">
        <w:t xml:space="preserve">, </w:t>
      </w:r>
      <w:r w:rsidRPr="006056B1">
        <w:t>en ce cas</w:t>
      </w:r>
      <w:r w:rsidR="006036B2">
        <w:t xml:space="preserve">, </w:t>
      </w:r>
      <w:r w:rsidRPr="006056B1">
        <w:t>pardonné sa veine</w:t>
      </w:r>
      <w:r w:rsidR="006036B2">
        <w:t xml:space="preserve"> ! </w:t>
      </w:r>
      <w:r w:rsidRPr="006056B1">
        <w:t>Après tout</w:t>
      </w:r>
      <w:r w:rsidR="006036B2">
        <w:t xml:space="preserve">, </w:t>
      </w:r>
      <w:r w:rsidRPr="006056B1">
        <w:t>il avait pour lui sa gueule d</w:t>
      </w:r>
      <w:r w:rsidR="006036B2">
        <w:t>’</w:t>
      </w:r>
      <w:r w:rsidRPr="006056B1">
        <w:t>honnête homme</w:t>
      </w:r>
      <w:r w:rsidR="006036B2">
        <w:t xml:space="preserve">, </w:t>
      </w:r>
      <w:r w:rsidRPr="006056B1">
        <w:t xml:space="preserve">et la </w:t>
      </w:r>
      <w:proofErr w:type="spellStart"/>
      <w:r w:rsidRPr="006056B1">
        <w:rPr>
          <w:i/>
          <w:iCs/>
        </w:rPr>
        <w:t>ch</w:t>
      </w:r>
      <w:r w:rsidRPr="006056B1">
        <w:rPr>
          <w:i/>
          <w:iCs/>
        </w:rPr>
        <w:t>o</w:t>
      </w:r>
      <w:r w:rsidRPr="006056B1">
        <w:rPr>
          <w:i/>
          <w:iCs/>
        </w:rPr>
        <w:t>quotte</w:t>
      </w:r>
      <w:proofErr w:type="spellEnd"/>
      <w:r w:rsidRPr="006056B1">
        <w:t xml:space="preserve"> qu</w:t>
      </w:r>
      <w:r w:rsidR="006036B2">
        <w:t>’</w:t>
      </w:r>
      <w:r w:rsidRPr="006056B1">
        <w:t>il en tirait n</w:t>
      </w:r>
      <w:r w:rsidR="006036B2">
        <w:t>’</w:t>
      </w:r>
      <w:r w:rsidRPr="006056B1">
        <w:t>avait rien que d</w:t>
      </w:r>
      <w:r w:rsidR="006036B2">
        <w:t>’</w:t>
      </w:r>
      <w:r w:rsidRPr="006056B1">
        <w:t>équitable</w:t>
      </w:r>
      <w:r w:rsidR="006036B2">
        <w:t xml:space="preserve">. </w:t>
      </w:r>
      <w:r w:rsidRPr="006056B1">
        <w:t>Ça</w:t>
      </w:r>
      <w:r w:rsidR="006036B2">
        <w:t xml:space="preserve">, </w:t>
      </w:r>
      <w:r w:rsidRPr="006056B1">
        <w:t>c</w:t>
      </w:r>
      <w:r w:rsidR="006036B2">
        <w:t>’</w:t>
      </w:r>
      <w:r w:rsidRPr="006056B1">
        <w:t>était son truc personnel</w:t>
      </w:r>
      <w:r w:rsidR="006036B2">
        <w:t xml:space="preserve">, </w:t>
      </w:r>
      <w:r w:rsidRPr="006056B1">
        <w:t>son outil à lui</w:t>
      </w:r>
      <w:r w:rsidR="006036B2">
        <w:t xml:space="preserve"> ! </w:t>
      </w:r>
      <w:r w:rsidRPr="006056B1">
        <w:t>Soit</w:t>
      </w:r>
      <w:r w:rsidR="006036B2">
        <w:t xml:space="preserve">, </w:t>
      </w:r>
      <w:r w:rsidRPr="006056B1">
        <w:t>on l</w:t>
      </w:r>
      <w:r w:rsidR="006036B2">
        <w:t>’</w:t>
      </w:r>
      <w:r w:rsidRPr="006056B1">
        <w:t>admettait</w:t>
      </w:r>
      <w:r w:rsidR="006036B2">
        <w:t> !</w:t>
      </w:r>
    </w:p>
    <w:p w14:paraId="4DC3BE84" w14:textId="77777777" w:rsidR="006036B2" w:rsidRDefault="00E85E1B" w:rsidP="00E85E1B">
      <w:r w:rsidRPr="006056B1">
        <w:t>Mais qu</w:t>
      </w:r>
      <w:r w:rsidR="006036B2">
        <w:t>’</w:t>
      </w:r>
      <w:r w:rsidRPr="006056B1">
        <w:t xml:space="preserve">il eût aussi son </w:t>
      </w:r>
      <w:r w:rsidRPr="006056B1">
        <w:rPr>
          <w:i/>
          <w:iCs/>
        </w:rPr>
        <w:t>blot</w:t>
      </w:r>
      <w:r w:rsidRPr="006056B1">
        <w:t xml:space="preserve"> dans ce que </w:t>
      </w:r>
      <w:r w:rsidRPr="006056B1">
        <w:rPr>
          <w:i/>
          <w:iCs/>
        </w:rPr>
        <w:t>poissait aux pa</w:t>
      </w:r>
      <w:r w:rsidRPr="006056B1">
        <w:rPr>
          <w:i/>
          <w:iCs/>
        </w:rPr>
        <w:t>n</w:t>
      </w:r>
      <w:r w:rsidRPr="006056B1">
        <w:rPr>
          <w:i/>
          <w:iCs/>
        </w:rPr>
        <w:t>tinois</w:t>
      </w:r>
      <w:r w:rsidRPr="006056B1">
        <w:t xml:space="preserve"> son épatante </w:t>
      </w:r>
      <w:proofErr w:type="spellStart"/>
      <w:r w:rsidRPr="006056B1">
        <w:rPr>
          <w:i/>
          <w:iCs/>
        </w:rPr>
        <w:t>misloquière</w:t>
      </w:r>
      <w:proofErr w:type="spellEnd"/>
      <w:r w:rsidR="006036B2">
        <w:rPr>
          <w:i/>
          <w:iCs/>
        </w:rPr>
        <w:t xml:space="preserve"> ! </w:t>
      </w:r>
      <w:r w:rsidRPr="006056B1">
        <w:t>Ah</w:t>
      </w:r>
      <w:r w:rsidR="006036B2">
        <w:t xml:space="preserve"> ! </w:t>
      </w:r>
      <w:r w:rsidRPr="006056B1">
        <w:t>non</w:t>
      </w:r>
      <w:r w:rsidR="006036B2">
        <w:t xml:space="preserve">, </w:t>
      </w:r>
      <w:r w:rsidRPr="006056B1">
        <w:t>ça</w:t>
      </w:r>
      <w:r w:rsidR="006036B2">
        <w:t xml:space="preserve">, </w:t>
      </w:r>
      <w:r w:rsidRPr="006056B1">
        <w:t>on ne pouvait pas le digérer</w:t>
      </w:r>
      <w:r w:rsidR="006036B2">
        <w:t xml:space="preserve">. </w:t>
      </w:r>
      <w:r w:rsidRPr="006056B1">
        <w:t>C</w:t>
      </w:r>
      <w:r w:rsidR="006036B2">
        <w:t>’</w:t>
      </w:r>
      <w:r w:rsidRPr="006056B1">
        <w:t>était pas de jeu</w:t>
      </w:r>
      <w:r w:rsidR="006036B2">
        <w:t xml:space="preserve"> ! </w:t>
      </w:r>
      <w:r w:rsidRPr="006056B1">
        <w:t>Du privilège et de l</w:t>
      </w:r>
      <w:r w:rsidR="006036B2">
        <w:t>’</w:t>
      </w:r>
      <w:r w:rsidRPr="006056B1">
        <w:t>accaparement</w:t>
      </w:r>
      <w:r w:rsidR="006036B2">
        <w:t xml:space="preserve">, </w:t>
      </w:r>
      <w:r w:rsidRPr="006056B1">
        <w:t>quoi</w:t>
      </w:r>
      <w:r w:rsidR="006036B2">
        <w:t> !</w:t>
      </w:r>
    </w:p>
    <w:p w14:paraId="23911505" w14:textId="77777777" w:rsidR="006036B2" w:rsidRDefault="00E85E1B" w:rsidP="00E85E1B">
      <w:r w:rsidRPr="006056B1">
        <w:t xml:space="preserve">Le plus enragé contre les passe-droits du père </w:t>
      </w:r>
      <w:proofErr w:type="spellStart"/>
      <w:r w:rsidRPr="006056B1">
        <w:t>Bignard</w:t>
      </w:r>
      <w:proofErr w:type="spellEnd"/>
      <w:r w:rsidR="006036B2">
        <w:t xml:space="preserve">, </w:t>
      </w:r>
      <w:r w:rsidRPr="006056B1">
        <w:t>son plus mortel ennemi dans le quartier des Épinettes</w:t>
      </w:r>
      <w:r w:rsidR="006036B2">
        <w:t xml:space="preserve">, </w:t>
      </w:r>
      <w:r w:rsidRPr="006056B1">
        <w:t>c</w:t>
      </w:r>
      <w:r w:rsidR="006036B2">
        <w:t>’</w:t>
      </w:r>
      <w:r w:rsidRPr="006056B1">
        <w:t>était le môme Jules</w:t>
      </w:r>
      <w:r w:rsidR="006036B2">
        <w:t xml:space="preserve">, </w:t>
      </w:r>
      <w:r w:rsidRPr="006056B1">
        <w:t xml:space="preserve">dit </w:t>
      </w:r>
      <w:r w:rsidRPr="006056B1">
        <w:rPr>
          <w:i/>
          <w:iCs/>
        </w:rPr>
        <w:t>Flaire-pet</w:t>
      </w:r>
      <w:r w:rsidR="006036B2">
        <w:rPr>
          <w:i/>
          <w:iCs/>
        </w:rPr>
        <w:t xml:space="preserve">, </w:t>
      </w:r>
      <w:r w:rsidRPr="006056B1">
        <w:t>ainsi surnommé parce que son pif aux narines épatées</w:t>
      </w:r>
      <w:r w:rsidR="006036B2">
        <w:t xml:space="preserve">, </w:t>
      </w:r>
      <w:r w:rsidRPr="006056B1">
        <w:t xml:space="preserve">en </w:t>
      </w:r>
      <w:r w:rsidRPr="006056B1">
        <w:rPr>
          <w:i/>
          <w:iCs/>
        </w:rPr>
        <w:t>j</w:t>
      </w:r>
      <w:r w:rsidR="006036B2">
        <w:rPr>
          <w:i/>
          <w:iCs/>
        </w:rPr>
        <w:t>’</w:t>
      </w:r>
      <w:proofErr w:type="spellStart"/>
      <w:r w:rsidRPr="006056B1">
        <w:rPr>
          <w:i/>
          <w:iCs/>
        </w:rPr>
        <w:t>en-ramasse-avec-mon-nez-plus-qu</w:t>
      </w:r>
      <w:r w:rsidR="006036B2">
        <w:rPr>
          <w:i/>
          <w:iCs/>
        </w:rPr>
        <w:t>’</w:t>
      </w:r>
      <w:r w:rsidRPr="006056B1">
        <w:rPr>
          <w:i/>
          <w:iCs/>
        </w:rPr>
        <w:t>avec-une-pelle</w:t>
      </w:r>
      <w:proofErr w:type="spellEnd"/>
      <w:r w:rsidR="006036B2">
        <w:t xml:space="preserve">, </w:t>
      </w:r>
      <w:r w:rsidRPr="006056B1">
        <w:t>arrivait tout ras au niveau du prussien des autres</w:t>
      </w:r>
      <w:r w:rsidR="006036B2">
        <w:t xml:space="preserve"> ; </w:t>
      </w:r>
      <w:r w:rsidRPr="006056B1">
        <w:t>car le pauvre bougre était cul-de-jatte</w:t>
      </w:r>
      <w:r w:rsidR="006036B2">
        <w:t>.</w:t>
      </w:r>
    </w:p>
    <w:p w14:paraId="277F18FB" w14:textId="77777777" w:rsidR="006036B2" w:rsidRDefault="00E85E1B" w:rsidP="00E85E1B">
      <w:r w:rsidRPr="006056B1">
        <w:t>Une infirmité numéro un</w:t>
      </w:r>
      <w:r w:rsidR="006036B2">
        <w:t xml:space="preserve">, </w:t>
      </w:r>
      <w:r w:rsidRPr="006056B1">
        <w:t>celui-là</w:t>
      </w:r>
      <w:r w:rsidR="006036B2">
        <w:t xml:space="preserve">, </w:t>
      </w:r>
      <w:r w:rsidRPr="006056B1">
        <w:t>qu</w:t>
      </w:r>
      <w:r w:rsidR="006036B2">
        <w:t>’</w:t>
      </w:r>
      <w:r w:rsidRPr="006056B1">
        <w:t>il avait</w:t>
      </w:r>
      <w:r w:rsidR="006036B2">
        <w:t xml:space="preserve">, </w:t>
      </w:r>
      <w:r w:rsidRPr="006056B1">
        <w:t xml:space="preserve">et de quoi ramasser des </w:t>
      </w:r>
      <w:proofErr w:type="spellStart"/>
      <w:r w:rsidRPr="006056B1">
        <w:rPr>
          <w:i/>
          <w:iCs/>
        </w:rPr>
        <w:t>pélos</w:t>
      </w:r>
      <w:proofErr w:type="spellEnd"/>
      <w:r w:rsidRPr="006056B1">
        <w:t xml:space="preserve"> à pleine sébile</w:t>
      </w:r>
      <w:r w:rsidR="006036B2">
        <w:t xml:space="preserve">, </w:t>
      </w:r>
      <w:r w:rsidRPr="006056B1">
        <w:t>si le monde avait été juste</w:t>
      </w:r>
      <w:r w:rsidR="006036B2">
        <w:t> !</w:t>
      </w:r>
    </w:p>
    <w:p w14:paraId="38C593E8" w14:textId="77777777" w:rsidR="006036B2" w:rsidRDefault="00E85E1B" w:rsidP="00E85E1B">
      <w:r w:rsidRPr="006056B1">
        <w:t>Mais va te faire fiche</w:t>
      </w:r>
      <w:r w:rsidR="006036B2">
        <w:t xml:space="preserve"> ! </w:t>
      </w:r>
      <w:r w:rsidRPr="006056B1">
        <w:t>Avec son tronc d</w:t>
      </w:r>
      <w:r w:rsidR="006036B2">
        <w:t>’</w:t>
      </w:r>
      <w:r w:rsidRPr="006056B1">
        <w:t>écrasé</w:t>
      </w:r>
      <w:r w:rsidR="006036B2">
        <w:t xml:space="preserve">, </w:t>
      </w:r>
      <w:r w:rsidRPr="006056B1">
        <w:t>et avec ses lamentables tordions d</w:t>
      </w:r>
      <w:r w:rsidR="006036B2">
        <w:t>’</w:t>
      </w:r>
      <w:r w:rsidRPr="006056B1">
        <w:t>insecte à qui on a coupé les pattes</w:t>
      </w:r>
      <w:r w:rsidR="006036B2">
        <w:t xml:space="preserve">, </w:t>
      </w:r>
      <w:r w:rsidRPr="006056B1">
        <w:lastRenderedPageBreak/>
        <w:t>et malgré sa voix attendrissante de crapaud râlant</w:t>
      </w:r>
      <w:r w:rsidR="006036B2">
        <w:t xml:space="preserve">, </w:t>
      </w:r>
      <w:r w:rsidRPr="006056B1">
        <w:t>il trouvait à peine dans sa belle infirmité numéro un de quoi nourrir sa mo</w:t>
      </w:r>
      <w:r w:rsidRPr="006056B1">
        <w:t>i</w:t>
      </w:r>
      <w:r w:rsidRPr="006056B1">
        <w:t>tié de corps</w:t>
      </w:r>
      <w:r w:rsidR="006036B2">
        <w:t>.</w:t>
      </w:r>
    </w:p>
    <w:p w14:paraId="27A4E887" w14:textId="77777777" w:rsidR="006036B2" w:rsidRDefault="00E85E1B" w:rsidP="00E85E1B">
      <w:r w:rsidRPr="006056B1">
        <w:t>Et</w:t>
      </w:r>
      <w:r w:rsidR="006036B2">
        <w:t xml:space="preserve">, </w:t>
      </w:r>
      <w:r w:rsidRPr="006056B1">
        <w:t>quoi qu</w:t>
      </w:r>
      <w:r w:rsidR="006036B2">
        <w:t>’</w:t>
      </w:r>
      <w:r w:rsidRPr="006056B1">
        <w:t>il pût en penser</w:t>
      </w:r>
      <w:r w:rsidR="006036B2">
        <w:t xml:space="preserve">, </w:t>
      </w:r>
      <w:r w:rsidRPr="006056B1">
        <w:t>le monde n</w:t>
      </w:r>
      <w:r w:rsidR="006036B2">
        <w:t>’</w:t>
      </w:r>
      <w:r w:rsidRPr="006056B1">
        <w:t>était pas si injuste envers lui</w:t>
      </w:r>
      <w:r w:rsidR="006036B2">
        <w:t> !</w:t>
      </w:r>
    </w:p>
    <w:p w14:paraId="51839A1C" w14:textId="77777777" w:rsidR="006036B2" w:rsidRDefault="00E85E1B" w:rsidP="00E85E1B">
      <w:r w:rsidRPr="006056B1">
        <w:t>Il faut avouer</w:t>
      </w:r>
      <w:r w:rsidR="006036B2">
        <w:t xml:space="preserve">, </w:t>
      </w:r>
      <w:r w:rsidRPr="006056B1">
        <w:t>en effet</w:t>
      </w:r>
      <w:r w:rsidR="006036B2">
        <w:t xml:space="preserve">, </w:t>
      </w:r>
      <w:r w:rsidRPr="006056B1">
        <w:t>que le misérable était fait pour in</w:t>
      </w:r>
      <w:r w:rsidRPr="006056B1">
        <w:t>s</w:t>
      </w:r>
      <w:r w:rsidRPr="006056B1">
        <w:t>pirer encore plus d</w:t>
      </w:r>
      <w:r w:rsidR="006036B2">
        <w:t>’</w:t>
      </w:r>
      <w:r w:rsidRPr="006056B1">
        <w:t>horreur que de pitié</w:t>
      </w:r>
      <w:r w:rsidR="006036B2">
        <w:t xml:space="preserve">. </w:t>
      </w:r>
      <w:r w:rsidRPr="006056B1">
        <w:t>Il donnait tellement l</w:t>
      </w:r>
      <w:r w:rsidR="006036B2">
        <w:t>’</w:t>
      </w:r>
      <w:r w:rsidRPr="006056B1">
        <w:t>impression d</w:t>
      </w:r>
      <w:r w:rsidR="006036B2">
        <w:t>’</w:t>
      </w:r>
      <w:r w:rsidRPr="006056B1">
        <w:t>une bête venimeuse</w:t>
      </w:r>
      <w:r w:rsidR="006036B2">
        <w:t xml:space="preserve"> ! </w:t>
      </w:r>
      <w:r w:rsidRPr="006056B1">
        <w:t>Il avait des yeux si abom</w:t>
      </w:r>
      <w:r w:rsidRPr="006056B1">
        <w:t>i</w:t>
      </w:r>
      <w:r w:rsidRPr="006056B1">
        <w:t>nables</w:t>
      </w:r>
      <w:r w:rsidR="006036B2">
        <w:t> !</w:t>
      </w:r>
    </w:p>
    <w:p w14:paraId="05B39A49" w14:textId="77777777" w:rsidR="006036B2" w:rsidRDefault="00E85E1B" w:rsidP="00E85E1B">
      <w:r w:rsidRPr="006056B1">
        <w:t>Des yeux tout petits</w:t>
      </w:r>
      <w:r w:rsidR="006036B2">
        <w:t xml:space="preserve">, </w:t>
      </w:r>
      <w:r w:rsidRPr="006056B1">
        <w:t>un peu bigles</w:t>
      </w:r>
      <w:r w:rsidR="006036B2">
        <w:t xml:space="preserve">, </w:t>
      </w:r>
      <w:r w:rsidRPr="006056B1">
        <w:t>mais dont la double paillette convergente luisait de malice aiguë</w:t>
      </w:r>
      <w:r w:rsidR="006036B2">
        <w:t xml:space="preserve">, </w:t>
      </w:r>
      <w:r w:rsidRPr="006056B1">
        <w:t>de férocité</w:t>
      </w:r>
      <w:r w:rsidR="006036B2">
        <w:t xml:space="preserve">, </w:t>
      </w:r>
      <w:r w:rsidRPr="006056B1">
        <w:t>de co</w:t>
      </w:r>
      <w:r w:rsidRPr="006056B1">
        <w:t>n</w:t>
      </w:r>
      <w:r w:rsidRPr="006056B1">
        <w:t>voitise et de vice</w:t>
      </w:r>
      <w:r w:rsidR="006036B2">
        <w:t> !</w:t>
      </w:r>
    </w:p>
    <w:p w14:paraId="6CFEF153" w14:textId="77777777" w:rsidR="006036B2" w:rsidRDefault="00E85E1B" w:rsidP="00E85E1B">
      <w:r w:rsidRPr="006056B1">
        <w:t>De vice</w:t>
      </w:r>
      <w:r w:rsidR="006036B2">
        <w:t xml:space="preserve">, </w:t>
      </w:r>
      <w:r w:rsidRPr="006056B1">
        <w:t>surtout</w:t>
      </w:r>
      <w:r w:rsidR="006036B2">
        <w:t xml:space="preserve"> ! </w:t>
      </w:r>
      <w:r w:rsidRPr="006056B1">
        <w:t>Il semblait qu</w:t>
      </w:r>
      <w:r w:rsidR="006036B2">
        <w:t>’</w:t>
      </w:r>
      <w:r w:rsidRPr="006056B1">
        <w:t>à toujours considérer les gens de bas en haut</w:t>
      </w:r>
      <w:r w:rsidR="006036B2">
        <w:t xml:space="preserve">, </w:t>
      </w:r>
      <w:r w:rsidRPr="006056B1">
        <w:t>ces yeux étaient devenus fouilleurs de de</w:t>
      </w:r>
      <w:r w:rsidRPr="006056B1">
        <w:t>s</w:t>
      </w:r>
      <w:r w:rsidRPr="006056B1">
        <w:t>sous</w:t>
      </w:r>
      <w:r w:rsidR="006036B2">
        <w:t xml:space="preserve">, </w:t>
      </w:r>
      <w:r w:rsidRPr="006056B1">
        <w:t>guetteurs de charnelles apparitions entrevues dans l</w:t>
      </w:r>
      <w:r w:rsidR="006036B2">
        <w:t>’</w:t>
      </w:r>
      <w:r w:rsidRPr="006056B1">
        <w:t>ombre des jupes</w:t>
      </w:r>
      <w:r w:rsidR="006036B2">
        <w:t xml:space="preserve">. </w:t>
      </w:r>
      <w:r w:rsidRPr="006056B1">
        <w:t>On eût dit que leurs regards retroussaient ces jupes</w:t>
      </w:r>
      <w:r w:rsidR="006036B2">
        <w:t xml:space="preserve">, </w:t>
      </w:r>
      <w:r w:rsidRPr="006056B1">
        <w:t>et grimpaient sournoisement dans cette ombre</w:t>
      </w:r>
      <w:r w:rsidR="006036B2">
        <w:t xml:space="preserve">, </w:t>
      </w:r>
      <w:r w:rsidRPr="006056B1">
        <w:t>et s</w:t>
      </w:r>
      <w:r w:rsidR="006036B2">
        <w:t>’</w:t>
      </w:r>
      <w:r w:rsidRPr="006056B1">
        <w:t>y r</w:t>
      </w:r>
      <w:r w:rsidRPr="006056B1">
        <w:t>é</w:t>
      </w:r>
      <w:r w:rsidRPr="006056B1">
        <w:t xml:space="preserve">galaient de lascives et </w:t>
      </w:r>
      <w:proofErr w:type="spellStart"/>
      <w:r w:rsidRPr="006056B1">
        <w:t>vrillantes</w:t>
      </w:r>
      <w:proofErr w:type="spellEnd"/>
      <w:r w:rsidRPr="006056B1">
        <w:t xml:space="preserve"> caresses</w:t>
      </w:r>
      <w:r w:rsidR="006036B2">
        <w:t xml:space="preserve">, </w:t>
      </w:r>
      <w:r w:rsidRPr="006056B1">
        <w:t>et en revenaient mouillés de mystérieuse luxure</w:t>
      </w:r>
      <w:r w:rsidR="006036B2">
        <w:t>.</w:t>
      </w:r>
    </w:p>
    <w:p w14:paraId="530AF515" w14:textId="77777777" w:rsidR="006036B2" w:rsidRDefault="00E85E1B" w:rsidP="00E85E1B">
      <w:r w:rsidRPr="006056B1">
        <w:t>Aussi</w:t>
      </w:r>
      <w:r w:rsidR="006036B2">
        <w:t xml:space="preserve">, </w:t>
      </w:r>
      <w:r w:rsidRPr="006056B1">
        <w:t>à la rencontre du gnome</w:t>
      </w:r>
      <w:r w:rsidR="006036B2">
        <w:t xml:space="preserve">, </w:t>
      </w:r>
      <w:r w:rsidRPr="006056B1">
        <w:t>les femmes les plus char</w:t>
      </w:r>
      <w:r w:rsidRPr="006056B1">
        <w:t>i</w:t>
      </w:r>
      <w:r w:rsidRPr="006056B1">
        <w:t>tables ne songeaient-elles qu</w:t>
      </w:r>
      <w:r w:rsidR="006036B2">
        <w:t>’</w:t>
      </w:r>
      <w:r w:rsidRPr="006056B1">
        <w:t>à fuir cette sorte de viol hideux</w:t>
      </w:r>
      <w:r w:rsidR="006036B2">
        <w:t xml:space="preserve">, </w:t>
      </w:r>
      <w:r w:rsidRPr="006056B1">
        <w:t>tandis que les hommes indignés se retenaient pour ne pas pou</w:t>
      </w:r>
      <w:r w:rsidRPr="006056B1">
        <w:t>s</w:t>
      </w:r>
      <w:r w:rsidRPr="006056B1">
        <w:t>ser du pied ce dégoûtant rival</w:t>
      </w:r>
      <w:r w:rsidR="006036B2">
        <w:t xml:space="preserve">. </w:t>
      </w:r>
      <w:r w:rsidRPr="006056B1">
        <w:t>Cela</w:t>
      </w:r>
      <w:r w:rsidR="006036B2">
        <w:t xml:space="preserve">, </w:t>
      </w:r>
      <w:r w:rsidRPr="006056B1">
        <w:t>évidemment</w:t>
      </w:r>
      <w:r w:rsidR="006036B2">
        <w:t xml:space="preserve">, </w:t>
      </w:r>
      <w:r w:rsidRPr="006056B1">
        <w:t>sans tant r</w:t>
      </w:r>
      <w:r w:rsidRPr="006056B1">
        <w:t>é</w:t>
      </w:r>
      <w:r w:rsidRPr="006056B1">
        <w:t>fléchir</w:t>
      </w:r>
      <w:r w:rsidR="006036B2">
        <w:t xml:space="preserve">, </w:t>
      </w:r>
      <w:r w:rsidRPr="006056B1">
        <w:t>mais d</w:t>
      </w:r>
      <w:r w:rsidR="006036B2">
        <w:t>’</w:t>
      </w:r>
      <w:r w:rsidRPr="006056B1">
        <w:t>instinct</w:t>
      </w:r>
      <w:r w:rsidR="006036B2">
        <w:t xml:space="preserve">, </w:t>
      </w:r>
      <w:r w:rsidRPr="006056B1">
        <w:t>de prime mouvement</w:t>
      </w:r>
      <w:r w:rsidR="006036B2">
        <w:t xml:space="preserve">, </w:t>
      </w:r>
      <w:r w:rsidRPr="006056B1">
        <w:t>et d</w:t>
      </w:r>
      <w:r w:rsidR="006036B2">
        <w:t>’</w:t>
      </w:r>
      <w:r w:rsidRPr="006056B1">
        <w:t>un mouv</w:t>
      </w:r>
      <w:r w:rsidRPr="006056B1">
        <w:t>e</w:t>
      </w:r>
      <w:r w:rsidRPr="006056B1">
        <w:t>ment irrésistible</w:t>
      </w:r>
      <w:r w:rsidR="006036B2">
        <w:t>.</w:t>
      </w:r>
    </w:p>
    <w:p w14:paraId="682C4BC5" w14:textId="77777777" w:rsidR="006036B2" w:rsidRDefault="00E85E1B" w:rsidP="00E85E1B">
      <w:r w:rsidRPr="006056B1">
        <w:t>N</w:t>
      </w:r>
      <w:r w:rsidR="006036B2">
        <w:t>’</w:t>
      </w:r>
      <w:r w:rsidRPr="006056B1">
        <w:t>empêche que le misérable en était victime</w:t>
      </w:r>
      <w:r w:rsidR="006036B2">
        <w:t xml:space="preserve">, </w:t>
      </w:r>
      <w:r w:rsidRPr="006056B1">
        <w:t>et crevait de faim plus souvent qu</w:t>
      </w:r>
      <w:r w:rsidR="006036B2">
        <w:t>’</w:t>
      </w:r>
      <w:r w:rsidRPr="006056B1">
        <w:t>à son tour</w:t>
      </w:r>
      <w:r w:rsidR="006036B2">
        <w:t>.</w:t>
      </w:r>
    </w:p>
    <w:p w14:paraId="37B52276" w14:textId="77777777" w:rsidR="006036B2" w:rsidRDefault="00E85E1B" w:rsidP="00E85E1B">
      <w:pPr>
        <w:rPr>
          <w:i/>
          <w:iCs/>
        </w:rPr>
      </w:pPr>
      <w:r w:rsidRPr="006056B1">
        <w:lastRenderedPageBreak/>
        <w:t>À la longue</w:t>
      </w:r>
      <w:r w:rsidR="006036B2">
        <w:t xml:space="preserve">, </w:t>
      </w:r>
      <w:r w:rsidRPr="006056B1">
        <w:t xml:space="preserve">sa haine contre le père </w:t>
      </w:r>
      <w:proofErr w:type="spellStart"/>
      <w:r w:rsidRPr="006056B1">
        <w:t>Bignard</w:t>
      </w:r>
      <w:proofErr w:type="spellEnd"/>
      <w:r w:rsidRPr="006056B1">
        <w:t xml:space="preserve"> devint atroce</w:t>
      </w:r>
      <w:r w:rsidR="006036B2">
        <w:t xml:space="preserve">. </w:t>
      </w:r>
      <w:r w:rsidRPr="006056B1">
        <w:t>D</w:t>
      </w:r>
      <w:r w:rsidR="006036B2">
        <w:t>’</w:t>
      </w:r>
      <w:r w:rsidRPr="006056B1">
        <w:t>autant qu</w:t>
      </w:r>
      <w:r w:rsidR="006036B2">
        <w:t>’</w:t>
      </w:r>
      <w:r w:rsidRPr="006056B1">
        <w:t>elle se compliquait d</w:t>
      </w:r>
      <w:r w:rsidR="006036B2">
        <w:t>’</w:t>
      </w:r>
      <w:r w:rsidRPr="006056B1">
        <w:t xml:space="preserve">un furieux désir allumé par </w:t>
      </w:r>
      <w:r w:rsidRPr="006056B1">
        <w:rPr>
          <w:i/>
          <w:iCs/>
        </w:rPr>
        <w:t>Marie-les-yeux-blancs</w:t>
      </w:r>
      <w:r w:rsidR="006036B2">
        <w:rPr>
          <w:i/>
          <w:iCs/>
        </w:rPr>
        <w:t>.</w:t>
      </w:r>
    </w:p>
    <w:p w14:paraId="51EF34DE" w14:textId="77777777" w:rsidR="006036B2" w:rsidRDefault="00E85E1B" w:rsidP="00E85E1B">
      <w:r w:rsidRPr="006056B1">
        <w:t>Les autres femmes</w:t>
      </w:r>
      <w:r w:rsidR="006036B2">
        <w:t xml:space="preserve">, </w:t>
      </w:r>
      <w:r w:rsidRPr="006056B1">
        <w:t>il se contentait d</w:t>
      </w:r>
      <w:r w:rsidR="006036B2">
        <w:t>’</w:t>
      </w:r>
      <w:r w:rsidRPr="006056B1">
        <w:t>en jouir par le regard</w:t>
      </w:r>
      <w:r w:rsidR="006036B2">
        <w:t xml:space="preserve">, </w:t>
      </w:r>
      <w:r w:rsidRPr="006056B1">
        <w:t>en effet</w:t>
      </w:r>
      <w:r w:rsidR="006036B2">
        <w:t xml:space="preserve">. </w:t>
      </w:r>
      <w:r w:rsidRPr="006056B1">
        <w:t>Mais celle-ci</w:t>
      </w:r>
      <w:r w:rsidR="006036B2">
        <w:t xml:space="preserve">, </w:t>
      </w:r>
      <w:r w:rsidRPr="006056B1">
        <w:t>pourquoi donc ne la posséderait-il pas r</w:t>
      </w:r>
      <w:r w:rsidRPr="006056B1">
        <w:t>é</w:t>
      </w:r>
      <w:r w:rsidRPr="006056B1">
        <w:t>ellement</w:t>
      </w:r>
      <w:r w:rsidR="006036B2">
        <w:t xml:space="preserve"> ? </w:t>
      </w:r>
      <w:r w:rsidRPr="006056B1">
        <w:t>C</w:t>
      </w:r>
      <w:r w:rsidR="006036B2">
        <w:t>’</w:t>
      </w:r>
      <w:r w:rsidRPr="006056B1">
        <w:t xml:space="preserve">était une </w:t>
      </w:r>
      <w:proofErr w:type="spellStart"/>
      <w:r w:rsidRPr="006056B1">
        <w:rPr>
          <w:i/>
          <w:iCs/>
        </w:rPr>
        <w:t>camerluche</w:t>
      </w:r>
      <w:proofErr w:type="spellEnd"/>
      <w:r w:rsidR="006036B2">
        <w:t xml:space="preserve">, </w:t>
      </w:r>
      <w:r w:rsidRPr="006056B1">
        <w:t>une de la bande</w:t>
      </w:r>
      <w:r w:rsidR="006036B2">
        <w:t xml:space="preserve">, </w:t>
      </w:r>
      <w:r w:rsidRPr="006056B1">
        <w:t>une qu</w:t>
      </w:r>
      <w:r w:rsidR="006036B2">
        <w:t>’</w:t>
      </w:r>
      <w:r w:rsidRPr="006056B1">
        <w:t>il pouvait avoir</w:t>
      </w:r>
      <w:r w:rsidR="006036B2">
        <w:t xml:space="preserve">, </w:t>
      </w:r>
      <w:r w:rsidRPr="006056B1">
        <w:t>qu</w:t>
      </w:r>
      <w:r w:rsidR="006036B2">
        <w:t>’</w:t>
      </w:r>
      <w:r w:rsidRPr="006056B1">
        <w:t>il avait vraiment le droit d</w:t>
      </w:r>
      <w:r w:rsidR="006036B2">
        <w:t>’</w:t>
      </w:r>
      <w:r w:rsidRPr="006056B1">
        <w:t>avoir</w:t>
      </w:r>
      <w:r w:rsidR="006036B2">
        <w:t xml:space="preserve">, </w:t>
      </w:r>
      <w:r w:rsidRPr="006056B1">
        <w:t>puisque le bancal l</w:t>
      </w:r>
      <w:r w:rsidR="006036B2">
        <w:t>’</w:t>
      </w:r>
      <w:r w:rsidRPr="006056B1">
        <w:t>avait bien</w:t>
      </w:r>
      <w:r w:rsidR="006036B2">
        <w:t> !</w:t>
      </w:r>
    </w:p>
    <w:p w14:paraId="0C8E3256" w14:textId="77777777" w:rsidR="006036B2" w:rsidRDefault="00E85E1B" w:rsidP="00E85E1B">
      <w:r w:rsidRPr="006056B1">
        <w:t xml:space="preserve">Et elle était si </w:t>
      </w:r>
      <w:r w:rsidRPr="006056B1">
        <w:rPr>
          <w:i/>
          <w:iCs/>
        </w:rPr>
        <w:t>gironde</w:t>
      </w:r>
      <w:r w:rsidR="006036B2">
        <w:t xml:space="preserve">, </w:t>
      </w:r>
      <w:r w:rsidRPr="006056B1">
        <w:t xml:space="preserve">et si </w:t>
      </w:r>
      <w:r w:rsidRPr="006056B1">
        <w:rPr>
          <w:i/>
          <w:iCs/>
        </w:rPr>
        <w:t>à la coule</w:t>
      </w:r>
      <w:r w:rsidRPr="006056B1">
        <w:t xml:space="preserve"> en même temps</w:t>
      </w:r>
      <w:r w:rsidR="006036B2">
        <w:t xml:space="preserve"> ! </w:t>
      </w:r>
      <w:r w:rsidRPr="006056B1">
        <w:rPr>
          <w:i/>
          <w:iCs/>
        </w:rPr>
        <w:t>Bath au pieu</w:t>
      </w:r>
      <w:r w:rsidR="006036B2">
        <w:t xml:space="preserve">, </w:t>
      </w:r>
      <w:r w:rsidRPr="006056B1">
        <w:t>pour sûr</w:t>
      </w:r>
      <w:r w:rsidR="006036B2">
        <w:t xml:space="preserve"> ! </w:t>
      </w:r>
      <w:r w:rsidRPr="006056B1">
        <w:t xml:space="preserve">Le père </w:t>
      </w:r>
      <w:proofErr w:type="spellStart"/>
      <w:r w:rsidRPr="006056B1">
        <w:t>Bignard</w:t>
      </w:r>
      <w:proofErr w:type="spellEnd"/>
      <w:r w:rsidRPr="006056B1">
        <w:t xml:space="preserve"> ne se gênait pas pour en </w:t>
      </w:r>
      <w:r w:rsidRPr="006056B1">
        <w:rPr>
          <w:i/>
          <w:iCs/>
        </w:rPr>
        <w:t xml:space="preserve">jacter </w:t>
      </w:r>
      <w:r w:rsidRPr="006056B1">
        <w:t>monts et merveilles</w:t>
      </w:r>
      <w:r w:rsidR="006036B2">
        <w:t xml:space="preserve">, </w:t>
      </w:r>
      <w:r w:rsidRPr="006056B1">
        <w:t>le vieux salopiot</w:t>
      </w:r>
      <w:r w:rsidR="006036B2">
        <w:t xml:space="preserve">. </w:t>
      </w:r>
      <w:r w:rsidRPr="006056B1">
        <w:t xml:space="preserve">Et la reine des </w:t>
      </w:r>
      <w:r w:rsidRPr="006056B1">
        <w:rPr>
          <w:i/>
          <w:iCs/>
        </w:rPr>
        <w:t>daronnes</w:t>
      </w:r>
      <w:r w:rsidRPr="006056B1">
        <w:t xml:space="preserve"> aussi</w:t>
      </w:r>
      <w:r w:rsidR="006036B2">
        <w:t xml:space="preserve">, </w:t>
      </w:r>
      <w:r w:rsidRPr="006056B1">
        <w:t>et surtout</w:t>
      </w:r>
      <w:r w:rsidR="006036B2">
        <w:t xml:space="preserve">, </w:t>
      </w:r>
      <w:r w:rsidRPr="006056B1">
        <w:t>quant à la recette</w:t>
      </w:r>
      <w:r w:rsidR="006036B2">
        <w:t> !</w:t>
      </w:r>
    </w:p>
    <w:p w14:paraId="6632AE66" w14:textId="77777777" w:rsidR="006036B2" w:rsidRDefault="00E85E1B" w:rsidP="00E85E1B">
      <w:r w:rsidRPr="006056B1">
        <w:t>Il se mit à lui faire de l</w:t>
      </w:r>
      <w:r w:rsidR="006036B2">
        <w:t>’</w:t>
      </w:r>
      <w:r w:rsidRPr="006056B1">
        <w:t>œil</w:t>
      </w:r>
      <w:r w:rsidR="006036B2">
        <w:t xml:space="preserve">. </w:t>
      </w:r>
      <w:r w:rsidRPr="006056B1">
        <w:t>Et quel œil</w:t>
      </w:r>
      <w:r w:rsidR="006036B2">
        <w:t xml:space="preserve"> ! </w:t>
      </w:r>
      <w:r w:rsidRPr="006056B1">
        <w:t>Son plus déshabi</w:t>
      </w:r>
      <w:r w:rsidRPr="006056B1">
        <w:t>l</w:t>
      </w:r>
      <w:r w:rsidRPr="006056B1">
        <w:t>leur</w:t>
      </w:r>
      <w:r w:rsidR="006036B2">
        <w:t xml:space="preserve">, </w:t>
      </w:r>
      <w:r w:rsidRPr="006056B1">
        <w:t>son plus lubrique</w:t>
      </w:r>
      <w:r w:rsidR="006036B2">
        <w:t xml:space="preserve">, </w:t>
      </w:r>
      <w:r w:rsidRPr="006056B1">
        <w:t>son mieux promettant</w:t>
      </w:r>
      <w:r w:rsidR="006036B2">
        <w:t xml:space="preserve"> ! </w:t>
      </w:r>
      <w:r w:rsidRPr="006056B1">
        <w:t>Un œil dont les regards avaient comme des doigts agiles</w:t>
      </w:r>
      <w:r w:rsidR="006036B2">
        <w:t xml:space="preserve">, </w:t>
      </w:r>
      <w:r w:rsidRPr="006056B1">
        <w:t>des pattes d</w:t>
      </w:r>
      <w:r w:rsidR="006036B2">
        <w:t>’</w:t>
      </w:r>
      <w:r w:rsidRPr="006056B1">
        <w:t>araignée aux furtives chatouilles</w:t>
      </w:r>
      <w:r w:rsidR="006036B2">
        <w:t xml:space="preserve">, </w:t>
      </w:r>
      <w:r w:rsidRPr="006056B1">
        <w:t>de longues tentacules enveloppantes et voluptueuses et faisant ventouse aux bons endroits</w:t>
      </w:r>
      <w:r w:rsidR="006036B2">
        <w:t>.</w:t>
      </w:r>
    </w:p>
    <w:p w14:paraId="1F4351DF" w14:textId="77777777" w:rsidR="006036B2" w:rsidRDefault="00E85E1B" w:rsidP="00E85E1B">
      <w:r w:rsidRPr="006056B1">
        <w:t>La femme n</w:t>
      </w:r>
      <w:r w:rsidR="006036B2">
        <w:t>’</w:t>
      </w:r>
      <w:r w:rsidRPr="006056B1">
        <w:t>y résista pas</w:t>
      </w:r>
      <w:r w:rsidR="006036B2">
        <w:t xml:space="preserve">. </w:t>
      </w:r>
      <w:r w:rsidRPr="006056B1">
        <w:t>Elle ne lâcha pas son bancal</w:t>
      </w:r>
      <w:r w:rsidR="006036B2">
        <w:t xml:space="preserve">, </w:t>
      </w:r>
      <w:r w:rsidRPr="006056B1">
        <w:t>to</w:t>
      </w:r>
      <w:r w:rsidRPr="006056B1">
        <w:t>u</w:t>
      </w:r>
      <w:r w:rsidRPr="006056B1">
        <w:t>tefois</w:t>
      </w:r>
      <w:r w:rsidR="006036B2">
        <w:t>.</w:t>
      </w:r>
    </w:p>
    <w:p w14:paraId="009D305B" w14:textId="77777777" w:rsidR="006036B2" w:rsidRDefault="006036B2" w:rsidP="00E85E1B">
      <w:r>
        <w:t>— </w:t>
      </w:r>
      <w:r w:rsidR="00E85E1B" w:rsidRPr="006056B1">
        <w:t>Dame</w:t>
      </w:r>
      <w:r>
        <w:t xml:space="preserve"> ! </w:t>
      </w:r>
      <w:r w:rsidR="00E85E1B" w:rsidRPr="006056B1">
        <w:t>tu comprends</w:t>
      </w:r>
      <w:r>
        <w:t xml:space="preserve">, </w:t>
      </w:r>
      <w:r w:rsidR="00E85E1B" w:rsidRPr="006056B1">
        <w:t>l</w:t>
      </w:r>
      <w:r>
        <w:t>’</w:t>
      </w:r>
      <w:r w:rsidR="00E85E1B" w:rsidRPr="006056B1">
        <w:t>môme</w:t>
      </w:r>
      <w:r>
        <w:t xml:space="preserve">, </w:t>
      </w:r>
      <w:r w:rsidR="00E85E1B" w:rsidRPr="006056B1">
        <w:t>dit-elle</w:t>
      </w:r>
      <w:r>
        <w:t xml:space="preserve">, </w:t>
      </w:r>
      <w:r w:rsidR="00E85E1B" w:rsidRPr="006056B1">
        <w:t>j</w:t>
      </w:r>
      <w:r>
        <w:t>’</w:t>
      </w:r>
      <w:r w:rsidR="00E85E1B" w:rsidRPr="006056B1">
        <w:t>peux pas le pl</w:t>
      </w:r>
      <w:r w:rsidR="00E85E1B" w:rsidRPr="006056B1">
        <w:t>a</w:t>
      </w:r>
      <w:r w:rsidR="00E85E1B" w:rsidRPr="006056B1">
        <w:t>quer</w:t>
      </w:r>
      <w:r>
        <w:t xml:space="preserve">. </w:t>
      </w:r>
      <w:r w:rsidR="00E85E1B" w:rsidRPr="006056B1">
        <w:t>Ça serait trop bête</w:t>
      </w:r>
      <w:r>
        <w:t xml:space="preserve">. </w:t>
      </w:r>
      <w:r w:rsidR="00E85E1B" w:rsidRPr="006056B1">
        <w:t>Il fait plus que toi</w:t>
      </w:r>
      <w:r>
        <w:t>.</w:t>
      </w:r>
    </w:p>
    <w:p w14:paraId="31A52639" w14:textId="77777777" w:rsidR="006036B2" w:rsidRDefault="00E85E1B" w:rsidP="00E85E1B">
      <w:r w:rsidRPr="006056B1">
        <w:t>Mais elle se donna</w:t>
      </w:r>
      <w:r w:rsidR="006036B2">
        <w:t xml:space="preserve">. </w:t>
      </w:r>
      <w:r w:rsidRPr="006056B1">
        <w:t xml:space="preserve">Ce fut pour le cul-de-jatte un triomphe sur le père </w:t>
      </w:r>
      <w:proofErr w:type="spellStart"/>
      <w:r w:rsidRPr="006056B1">
        <w:t>Bignard</w:t>
      </w:r>
      <w:proofErr w:type="spellEnd"/>
      <w:r w:rsidR="006036B2">
        <w:t xml:space="preserve">, </w:t>
      </w:r>
      <w:r w:rsidRPr="006056B1">
        <w:t>une revanche</w:t>
      </w:r>
      <w:r w:rsidR="006036B2">
        <w:t xml:space="preserve">. </w:t>
      </w:r>
      <w:r w:rsidRPr="006056B1">
        <w:t>Il s</w:t>
      </w:r>
      <w:r w:rsidR="006036B2">
        <w:t>’</w:t>
      </w:r>
      <w:r w:rsidRPr="006056B1">
        <w:t>en vanta</w:t>
      </w:r>
      <w:r w:rsidR="006036B2">
        <w:t xml:space="preserve">, </w:t>
      </w:r>
      <w:r w:rsidRPr="006056B1">
        <w:t>alla répétant partout</w:t>
      </w:r>
      <w:r w:rsidR="006036B2">
        <w:t> :</w:t>
      </w:r>
    </w:p>
    <w:p w14:paraId="5FA1D02A" w14:textId="77777777" w:rsidR="006036B2" w:rsidRDefault="006036B2" w:rsidP="00E85E1B">
      <w:r>
        <w:t>— </w:t>
      </w:r>
      <w:r w:rsidR="00E85E1B" w:rsidRPr="006056B1">
        <w:t xml:space="preserve">Pas </w:t>
      </w:r>
      <w:proofErr w:type="spellStart"/>
      <w:r w:rsidR="00E85E1B" w:rsidRPr="006056B1">
        <w:t>esbloquant</w:t>
      </w:r>
      <w:proofErr w:type="spellEnd"/>
      <w:r w:rsidR="00E85E1B" w:rsidRPr="006056B1">
        <w:t xml:space="preserve"> qu</w:t>
      </w:r>
      <w:r>
        <w:t>’</w:t>
      </w:r>
      <w:r w:rsidR="00E85E1B" w:rsidRPr="006056B1">
        <w:t>il ait d</w:t>
      </w:r>
      <w:r>
        <w:t>’</w:t>
      </w:r>
      <w:r w:rsidR="00E85E1B" w:rsidRPr="006056B1">
        <w:t>la veine</w:t>
      </w:r>
      <w:r>
        <w:t xml:space="preserve"> ! </w:t>
      </w:r>
      <w:r w:rsidR="00E85E1B" w:rsidRPr="006056B1">
        <w:t>Je l</w:t>
      </w:r>
      <w:r>
        <w:t>’</w:t>
      </w:r>
      <w:r w:rsidR="00E85E1B" w:rsidRPr="006056B1">
        <w:t>fais cocu</w:t>
      </w:r>
      <w:r>
        <w:t>.</w:t>
      </w:r>
    </w:p>
    <w:p w14:paraId="07F24145" w14:textId="77777777" w:rsidR="006036B2" w:rsidRDefault="00E85E1B" w:rsidP="00E85E1B">
      <w:r w:rsidRPr="006056B1">
        <w:t>L</w:t>
      </w:r>
      <w:r w:rsidR="006036B2">
        <w:t>’</w:t>
      </w:r>
      <w:r w:rsidRPr="006056B1">
        <w:t>autre eut vent de la chose</w:t>
      </w:r>
      <w:r w:rsidR="006036B2">
        <w:t xml:space="preserve">, </w:t>
      </w:r>
      <w:r w:rsidRPr="006056B1">
        <w:t>apprit le propos</w:t>
      </w:r>
      <w:r w:rsidR="006036B2">
        <w:t xml:space="preserve">, </w:t>
      </w:r>
      <w:r w:rsidRPr="006056B1">
        <w:t>s</w:t>
      </w:r>
      <w:r w:rsidR="006036B2">
        <w:t>’</w:t>
      </w:r>
      <w:r w:rsidRPr="006056B1">
        <w:t>assura qu</w:t>
      </w:r>
      <w:r w:rsidR="006036B2">
        <w:t>’</w:t>
      </w:r>
      <w:r w:rsidRPr="006056B1">
        <w:t>il était véridique</w:t>
      </w:r>
      <w:r w:rsidR="006036B2">
        <w:t xml:space="preserve">, </w:t>
      </w:r>
      <w:r w:rsidRPr="006056B1">
        <w:t>puis réfléchit en homme de sang-froid qui n</w:t>
      </w:r>
      <w:r w:rsidR="006036B2">
        <w:t>’</w:t>
      </w:r>
      <w:r w:rsidRPr="006056B1">
        <w:t>agissait pas à la légère</w:t>
      </w:r>
      <w:r w:rsidR="006036B2">
        <w:t>.</w:t>
      </w:r>
    </w:p>
    <w:p w14:paraId="748A4D07" w14:textId="77777777" w:rsidR="006036B2" w:rsidRDefault="006036B2" w:rsidP="00E85E1B">
      <w:r>
        <w:lastRenderedPageBreak/>
        <w:t>— </w:t>
      </w:r>
      <w:r w:rsidR="00E85E1B" w:rsidRPr="006056B1">
        <w:t>C</w:t>
      </w:r>
      <w:r>
        <w:t>’</w:t>
      </w:r>
      <w:r w:rsidR="00E85E1B" w:rsidRPr="006056B1">
        <w:t>est avec ses yeux de singe qu</w:t>
      </w:r>
      <w:r>
        <w:t>’</w:t>
      </w:r>
      <w:r w:rsidR="00E85E1B" w:rsidRPr="006056B1">
        <w:t>il l</w:t>
      </w:r>
      <w:r>
        <w:t>’</w:t>
      </w:r>
      <w:r w:rsidR="00E85E1B" w:rsidRPr="006056B1">
        <w:t>a prise</w:t>
      </w:r>
      <w:r>
        <w:t xml:space="preserve">, </w:t>
      </w:r>
      <w:r w:rsidR="00E85E1B" w:rsidRPr="006056B1">
        <w:t>pensa-t-il</w:t>
      </w:r>
      <w:r>
        <w:t xml:space="preserve">, </w:t>
      </w:r>
      <w:r w:rsidR="00E85E1B" w:rsidRPr="006056B1">
        <w:t>oui</w:t>
      </w:r>
      <w:r>
        <w:t xml:space="preserve">, </w:t>
      </w:r>
      <w:r w:rsidR="00E85E1B" w:rsidRPr="006056B1">
        <w:t>avec ses sales yeux de singe cochon</w:t>
      </w:r>
      <w:r>
        <w:t xml:space="preserve">. </w:t>
      </w:r>
      <w:r w:rsidR="00E85E1B" w:rsidRPr="006056B1">
        <w:t>C</w:t>
      </w:r>
      <w:r>
        <w:t>’</w:t>
      </w:r>
      <w:r w:rsidR="00E85E1B" w:rsidRPr="006056B1">
        <w:t>est donc par là qu</w:t>
      </w:r>
      <w:r>
        <w:t>’</w:t>
      </w:r>
      <w:r w:rsidR="00E85E1B" w:rsidRPr="006056B1">
        <w:t>il faut les décoller</w:t>
      </w:r>
      <w:r>
        <w:t>.</w:t>
      </w:r>
    </w:p>
    <w:p w14:paraId="10EBDF9F" w14:textId="77777777" w:rsidR="006036B2" w:rsidRDefault="00E85E1B" w:rsidP="00E85E1B">
      <w:r w:rsidRPr="006056B1">
        <w:t xml:space="preserve">Le père </w:t>
      </w:r>
      <w:proofErr w:type="spellStart"/>
      <w:r w:rsidRPr="006056B1">
        <w:t>Bignard</w:t>
      </w:r>
      <w:proofErr w:type="spellEnd"/>
      <w:r w:rsidR="006036B2">
        <w:t xml:space="preserve">, </w:t>
      </w:r>
      <w:r w:rsidRPr="006056B1">
        <w:t>comme on voit</w:t>
      </w:r>
      <w:r w:rsidR="006036B2">
        <w:t xml:space="preserve">, </w:t>
      </w:r>
      <w:r w:rsidRPr="006056B1">
        <w:t>n</w:t>
      </w:r>
      <w:r w:rsidR="006036B2">
        <w:t>’</w:t>
      </w:r>
      <w:r w:rsidRPr="006056B1">
        <w:t>était pas un imbécile</w:t>
      </w:r>
      <w:r w:rsidR="006036B2">
        <w:t>.</w:t>
      </w:r>
    </w:p>
    <w:p w14:paraId="350B6BDD" w14:textId="77777777" w:rsidR="006036B2" w:rsidRDefault="00E85E1B" w:rsidP="00E85E1B">
      <w:r w:rsidRPr="006056B1">
        <w:t>Et un soir</w:t>
      </w:r>
      <w:r w:rsidR="006036B2">
        <w:t xml:space="preserve">, </w:t>
      </w:r>
      <w:r w:rsidRPr="006056B1">
        <w:t>s</w:t>
      </w:r>
      <w:r w:rsidR="006036B2">
        <w:t>’</w:t>
      </w:r>
      <w:r w:rsidRPr="006056B1">
        <w:t>étant embusqué</w:t>
      </w:r>
      <w:r w:rsidR="006036B2">
        <w:t xml:space="preserve">, </w:t>
      </w:r>
      <w:r w:rsidRPr="006056B1">
        <w:t>il sauta sur le môme</w:t>
      </w:r>
      <w:r w:rsidR="006036B2">
        <w:t xml:space="preserve">, </w:t>
      </w:r>
      <w:r w:rsidRPr="006056B1">
        <w:t>le re</w:t>
      </w:r>
      <w:r w:rsidRPr="006056B1">
        <w:t>n</w:t>
      </w:r>
      <w:r w:rsidRPr="006056B1">
        <w:t>versa par terre</w:t>
      </w:r>
      <w:r w:rsidR="006036B2">
        <w:t xml:space="preserve">, </w:t>
      </w:r>
      <w:r w:rsidRPr="006056B1">
        <w:t>lui tint d</w:t>
      </w:r>
      <w:r w:rsidR="006036B2">
        <w:t>’</w:t>
      </w:r>
      <w:r w:rsidRPr="006056B1">
        <w:t>une main les deux poignets immobiles</w:t>
      </w:r>
      <w:r w:rsidR="006036B2">
        <w:t xml:space="preserve">, </w:t>
      </w:r>
      <w:r w:rsidRPr="006056B1">
        <w:t>et de l</w:t>
      </w:r>
      <w:r w:rsidR="006036B2">
        <w:t>’</w:t>
      </w:r>
      <w:r w:rsidRPr="006056B1">
        <w:t xml:space="preserve">autre lui administra le célèbre et terrible </w:t>
      </w:r>
      <w:r w:rsidRPr="006056B1">
        <w:rPr>
          <w:i/>
          <w:iCs/>
        </w:rPr>
        <w:t>coup de la fou</w:t>
      </w:r>
      <w:r w:rsidRPr="006056B1">
        <w:rPr>
          <w:i/>
          <w:iCs/>
        </w:rPr>
        <w:t>r</w:t>
      </w:r>
      <w:r w:rsidRPr="006056B1">
        <w:rPr>
          <w:i/>
          <w:iCs/>
        </w:rPr>
        <w:t>chette</w:t>
      </w:r>
      <w:r w:rsidR="006036B2">
        <w:rPr>
          <w:i/>
          <w:iCs/>
        </w:rPr>
        <w:t xml:space="preserve">, </w:t>
      </w:r>
      <w:r w:rsidRPr="006056B1">
        <w:t>qui fait sauter les deux yeux</w:t>
      </w:r>
      <w:r w:rsidR="006036B2">
        <w:t>.</w:t>
      </w:r>
    </w:p>
    <w:p w14:paraId="33771BBC" w14:textId="77777777" w:rsidR="006036B2" w:rsidRDefault="00E85E1B" w:rsidP="00E85E1B">
      <w:r w:rsidRPr="006056B1">
        <w:t xml:space="preserve">Il retourna ensuite au </w:t>
      </w:r>
      <w:r w:rsidRPr="006056B1">
        <w:rPr>
          <w:i/>
          <w:iCs/>
        </w:rPr>
        <w:t>Lapin-sans-Queue</w:t>
      </w:r>
      <w:r w:rsidR="006036B2">
        <w:rPr>
          <w:i/>
          <w:iCs/>
        </w:rPr>
        <w:t xml:space="preserve">, </w:t>
      </w:r>
      <w:r w:rsidRPr="006056B1">
        <w:t>où Marie l</w:t>
      </w:r>
      <w:r w:rsidR="006036B2">
        <w:t>’</w:t>
      </w:r>
      <w:r w:rsidRPr="006056B1">
        <w:t>attendait pour dîner</w:t>
      </w:r>
      <w:r w:rsidR="006036B2">
        <w:t xml:space="preserve">. </w:t>
      </w:r>
      <w:r w:rsidRPr="006056B1">
        <w:t>Il était tranquille et superbe</w:t>
      </w:r>
      <w:r w:rsidR="006036B2">
        <w:t xml:space="preserve">, </w:t>
      </w:r>
      <w:r w:rsidRPr="006056B1">
        <w:t>et c</w:t>
      </w:r>
      <w:r w:rsidR="006036B2">
        <w:t>’</w:t>
      </w:r>
      <w:r w:rsidRPr="006056B1">
        <w:t>est d</w:t>
      </w:r>
      <w:r w:rsidR="006036B2">
        <w:t>’</w:t>
      </w:r>
      <w:r w:rsidRPr="006056B1">
        <w:t>une voix sereine qu</w:t>
      </w:r>
      <w:r w:rsidR="006036B2">
        <w:t>’</w:t>
      </w:r>
      <w:r w:rsidRPr="006056B1">
        <w:t>il raconta comment il s</w:t>
      </w:r>
      <w:r w:rsidR="006036B2">
        <w:t>’</w:t>
      </w:r>
      <w:r w:rsidRPr="006056B1">
        <w:t>était vengé</w:t>
      </w:r>
      <w:r w:rsidR="006036B2">
        <w:t>.</w:t>
      </w:r>
    </w:p>
    <w:p w14:paraId="08FD97AC" w14:textId="77777777" w:rsidR="006036B2" w:rsidRDefault="00E85E1B" w:rsidP="00E85E1B">
      <w:r w:rsidRPr="006056B1">
        <w:t xml:space="preserve">Les </w:t>
      </w:r>
      <w:r w:rsidRPr="006056B1">
        <w:rPr>
          <w:i/>
          <w:iCs/>
        </w:rPr>
        <w:t>aminches</w:t>
      </w:r>
      <w:r w:rsidRPr="006056B1">
        <w:t xml:space="preserve"> l</w:t>
      </w:r>
      <w:r w:rsidR="006036B2">
        <w:t>’</w:t>
      </w:r>
      <w:r w:rsidRPr="006056B1">
        <w:t>admiraient et le félicitaient</w:t>
      </w:r>
      <w:r w:rsidR="006036B2">
        <w:t xml:space="preserve">, </w:t>
      </w:r>
      <w:r w:rsidRPr="006056B1">
        <w:t>disant</w:t>
      </w:r>
      <w:r w:rsidR="006036B2">
        <w:t> :</w:t>
      </w:r>
    </w:p>
    <w:p w14:paraId="1D81C102" w14:textId="77777777" w:rsidR="006036B2" w:rsidRDefault="006036B2" w:rsidP="00E85E1B">
      <w:r>
        <w:t>— </w:t>
      </w:r>
      <w:r w:rsidR="00E85E1B" w:rsidRPr="006056B1">
        <w:t>C</w:t>
      </w:r>
      <w:r>
        <w:t>’</w:t>
      </w:r>
      <w:r w:rsidR="00E85E1B" w:rsidRPr="006056B1">
        <w:t>est crâne et malin</w:t>
      </w:r>
      <w:r>
        <w:t xml:space="preserve">. </w:t>
      </w:r>
      <w:r w:rsidR="00E85E1B" w:rsidRPr="006056B1">
        <w:t>Il a trouvé le vrai joint</w:t>
      </w:r>
      <w:r>
        <w:t xml:space="preserve">. </w:t>
      </w:r>
      <w:r w:rsidR="00E85E1B" w:rsidRPr="006056B1">
        <w:t>Il la connaît dans les coins</w:t>
      </w:r>
      <w:r>
        <w:t xml:space="preserve">. </w:t>
      </w:r>
      <w:r w:rsidR="00E85E1B" w:rsidRPr="006056B1">
        <w:t>On n</w:t>
      </w:r>
      <w:r>
        <w:t>’</w:t>
      </w:r>
      <w:r w:rsidR="00E85E1B" w:rsidRPr="006056B1">
        <w:t>peut pas lui en apprendre</w:t>
      </w:r>
      <w:r>
        <w:t xml:space="preserve">, </w:t>
      </w:r>
      <w:r w:rsidR="00E85E1B" w:rsidRPr="006056B1">
        <w:t>à ce vieux ma</w:t>
      </w:r>
      <w:r w:rsidR="00E85E1B" w:rsidRPr="006056B1">
        <w:t>r</w:t>
      </w:r>
      <w:r w:rsidR="00E85E1B" w:rsidRPr="006056B1">
        <w:t>lou d</w:t>
      </w:r>
      <w:r>
        <w:t>’</w:t>
      </w:r>
      <w:r w:rsidR="00E85E1B" w:rsidRPr="006056B1">
        <w:t>père la Bigne</w:t>
      </w:r>
      <w:r>
        <w:t xml:space="preserve">. </w:t>
      </w:r>
      <w:r w:rsidR="00E85E1B" w:rsidRPr="006056B1">
        <w:t>Il a toujours de la retourne</w:t>
      </w:r>
      <w:r>
        <w:t>.</w:t>
      </w:r>
    </w:p>
    <w:p w14:paraId="558F3E81" w14:textId="77777777" w:rsidR="006036B2" w:rsidRDefault="006036B2" w:rsidP="00E85E1B">
      <w:r>
        <w:t>— </w:t>
      </w:r>
      <w:r w:rsidR="00E85E1B" w:rsidRPr="006056B1">
        <w:t>Vous n</w:t>
      </w:r>
      <w:r>
        <w:t>’</w:t>
      </w:r>
      <w:r w:rsidR="00E85E1B" w:rsidRPr="006056B1">
        <w:t>êtes que des moules</w:t>
      </w:r>
      <w:r>
        <w:t xml:space="preserve">, </w:t>
      </w:r>
      <w:r w:rsidR="00E85E1B" w:rsidRPr="006056B1">
        <w:t>s</w:t>
      </w:r>
      <w:r>
        <w:t>’</w:t>
      </w:r>
      <w:r w:rsidR="00E85E1B" w:rsidRPr="006056B1">
        <w:t>écria soudain Marie</w:t>
      </w:r>
      <w:r>
        <w:t xml:space="preserve">. </w:t>
      </w:r>
      <w:r w:rsidR="00E85E1B" w:rsidRPr="006056B1">
        <w:t>Et lui est encore la plus moule des moules</w:t>
      </w:r>
      <w:r>
        <w:t xml:space="preserve">. </w:t>
      </w:r>
      <w:r w:rsidR="00E85E1B" w:rsidRPr="006056B1">
        <w:t>Tas d</w:t>
      </w:r>
      <w:r>
        <w:t>’</w:t>
      </w:r>
      <w:r w:rsidR="00E85E1B" w:rsidRPr="006056B1">
        <w:t>andouilles</w:t>
      </w:r>
      <w:r>
        <w:t xml:space="preserve"> ! </w:t>
      </w:r>
      <w:r w:rsidR="00E85E1B" w:rsidRPr="006056B1">
        <w:t>Alors</w:t>
      </w:r>
      <w:r>
        <w:t xml:space="preserve">, </w:t>
      </w:r>
      <w:r w:rsidR="00E85E1B" w:rsidRPr="006056B1">
        <w:t>vous croyez comme ça qu</w:t>
      </w:r>
      <w:r>
        <w:t>’</w:t>
      </w:r>
      <w:proofErr w:type="spellStart"/>
      <w:r w:rsidR="00E85E1B" w:rsidRPr="006056B1">
        <w:t>parc</w:t>
      </w:r>
      <w:r>
        <w:t>’</w:t>
      </w:r>
      <w:r w:rsidR="00E85E1B" w:rsidRPr="006056B1">
        <w:t>que</w:t>
      </w:r>
      <w:proofErr w:type="spellEnd"/>
      <w:r w:rsidR="00E85E1B" w:rsidRPr="006056B1">
        <w:t xml:space="preserve"> l</w:t>
      </w:r>
      <w:r>
        <w:t>’</w:t>
      </w:r>
      <w:r w:rsidR="00E85E1B" w:rsidRPr="006056B1">
        <w:t>môme n</w:t>
      </w:r>
      <w:r>
        <w:t>’</w:t>
      </w:r>
      <w:r w:rsidR="00E85E1B" w:rsidRPr="006056B1">
        <w:t xml:space="preserve">a </w:t>
      </w:r>
      <w:proofErr w:type="spellStart"/>
      <w:r w:rsidR="00E85E1B" w:rsidRPr="006056B1">
        <w:t>pus</w:t>
      </w:r>
      <w:proofErr w:type="spellEnd"/>
      <w:r w:rsidR="00E85E1B" w:rsidRPr="006056B1">
        <w:t xml:space="preserve"> d</w:t>
      </w:r>
      <w:r>
        <w:t>’</w:t>
      </w:r>
      <w:proofErr w:type="spellStart"/>
      <w:r w:rsidR="00E85E1B" w:rsidRPr="006056B1">
        <w:t>zyeux</w:t>
      </w:r>
      <w:proofErr w:type="spellEnd"/>
      <w:r>
        <w:t xml:space="preserve">… ! </w:t>
      </w:r>
      <w:r w:rsidR="00E85E1B" w:rsidRPr="006056B1">
        <w:t>Mais c</w:t>
      </w:r>
      <w:r>
        <w:t>’</w:t>
      </w:r>
      <w:r w:rsidR="00E85E1B" w:rsidRPr="006056B1">
        <w:t>est à cause de ses yeux</w:t>
      </w:r>
      <w:r>
        <w:t xml:space="preserve">, </w:t>
      </w:r>
      <w:r w:rsidR="00E85E1B" w:rsidRPr="006056B1">
        <w:t>justement</w:t>
      </w:r>
      <w:r>
        <w:t xml:space="preserve">, </w:t>
      </w:r>
      <w:r w:rsidR="00E85E1B" w:rsidRPr="006056B1">
        <w:t>qu</w:t>
      </w:r>
      <w:r>
        <w:t>’</w:t>
      </w:r>
      <w:r w:rsidR="00E85E1B" w:rsidRPr="006056B1">
        <w:t xml:space="preserve">les </w:t>
      </w:r>
      <w:proofErr w:type="spellStart"/>
      <w:r w:rsidR="00E85E1B" w:rsidRPr="006056B1">
        <w:t>pantes</w:t>
      </w:r>
      <w:proofErr w:type="spellEnd"/>
      <w:r w:rsidR="00E85E1B" w:rsidRPr="006056B1">
        <w:t xml:space="preserve"> ne lui donnaient pas</w:t>
      </w:r>
      <w:r>
        <w:t xml:space="preserve">. </w:t>
      </w:r>
      <w:r w:rsidR="00E85E1B" w:rsidRPr="006056B1">
        <w:t xml:space="preserve">Les </w:t>
      </w:r>
      <w:proofErr w:type="spellStart"/>
      <w:r w:rsidR="00E85E1B" w:rsidRPr="006056B1">
        <w:t>pouffiaces</w:t>
      </w:r>
      <w:proofErr w:type="spellEnd"/>
      <w:r w:rsidR="00E85E1B" w:rsidRPr="006056B1">
        <w:t xml:space="preserve"> de la haute et leurs lanciers en avaient l</w:t>
      </w:r>
      <w:r>
        <w:t>’</w:t>
      </w:r>
      <w:r w:rsidR="00E85E1B" w:rsidRPr="006056B1">
        <w:t>taf</w:t>
      </w:r>
      <w:r>
        <w:t xml:space="preserve">, </w:t>
      </w:r>
      <w:r w:rsidR="00E85E1B" w:rsidRPr="006056B1">
        <w:t xml:space="preserve">de ces </w:t>
      </w:r>
      <w:proofErr w:type="spellStart"/>
      <w:r w:rsidR="00E85E1B" w:rsidRPr="006056B1">
        <w:t>yeux-là</w:t>
      </w:r>
      <w:proofErr w:type="spellEnd"/>
      <w:r>
        <w:t xml:space="preserve">. </w:t>
      </w:r>
      <w:r w:rsidR="00E85E1B" w:rsidRPr="006056B1">
        <w:t xml:space="preserve">Mais </w:t>
      </w:r>
      <w:proofErr w:type="spellStart"/>
      <w:r w:rsidR="00E85E1B" w:rsidRPr="006056B1">
        <w:t>maint</w:t>
      </w:r>
      <w:r>
        <w:t>’</w:t>
      </w:r>
      <w:r w:rsidR="00E85E1B" w:rsidRPr="006056B1">
        <w:t>nant</w:t>
      </w:r>
      <w:proofErr w:type="spellEnd"/>
      <w:r w:rsidR="00E85E1B" w:rsidRPr="006056B1">
        <w:t xml:space="preserve"> qu</w:t>
      </w:r>
      <w:r>
        <w:t>’</w:t>
      </w:r>
      <w:r w:rsidR="00E85E1B" w:rsidRPr="006056B1">
        <w:t xml:space="preserve">il ne les a </w:t>
      </w:r>
      <w:proofErr w:type="spellStart"/>
      <w:r w:rsidR="00E85E1B" w:rsidRPr="006056B1">
        <w:t>pus</w:t>
      </w:r>
      <w:proofErr w:type="spellEnd"/>
      <w:r>
        <w:t xml:space="preserve">, </w:t>
      </w:r>
      <w:r w:rsidR="00E85E1B" w:rsidRPr="006056B1">
        <w:t>ses yeux</w:t>
      </w:r>
      <w:r>
        <w:t xml:space="preserve">, </w:t>
      </w:r>
      <w:r w:rsidR="00E85E1B" w:rsidRPr="006056B1">
        <w:t xml:space="preserve">à lui le pompon pour le </w:t>
      </w:r>
      <w:proofErr w:type="spellStart"/>
      <w:r w:rsidR="00E85E1B" w:rsidRPr="006056B1">
        <w:t>ramastiquage</w:t>
      </w:r>
      <w:proofErr w:type="spellEnd"/>
      <w:r w:rsidR="00E85E1B" w:rsidRPr="006056B1">
        <w:t xml:space="preserve"> des ronds</w:t>
      </w:r>
      <w:r>
        <w:t> !</w:t>
      </w:r>
    </w:p>
    <w:p w14:paraId="700F0AD9" w14:textId="77777777" w:rsidR="006036B2" w:rsidRDefault="00E85E1B" w:rsidP="00E85E1B">
      <w:r w:rsidRPr="006056B1">
        <w:t>Et elle se sauva</w:t>
      </w:r>
      <w:r w:rsidR="006036B2">
        <w:t xml:space="preserve">, </w:t>
      </w:r>
      <w:r w:rsidRPr="006056B1">
        <w:t>après avoir</w:t>
      </w:r>
      <w:r w:rsidR="006036B2">
        <w:t xml:space="preserve">, </w:t>
      </w:r>
      <w:r w:rsidRPr="006056B1">
        <w:t>du seuil</w:t>
      </w:r>
      <w:r w:rsidR="006036B2">
        <w:t xml:space="preserve">, </w:t>
      </w:r>
      <w:r w:rsidRPr="006056B1">
        <w:t xml:space="preserve">apostrophé ainsi le malheureux père </w:t>
      </w:r>
      <w:proofErr w:type="spellStart"/>
      <w:r w:rsidRPr="006056B1">
        <w:t>Bignard</w:t>
      </w:r>
      <w:proofErr w:type="spellEnd"/>
      <w:r w:rsidRPr="006056B1">
        <w:t xml:space="preserve"> qui en demeura interdit</w:t>
      </w:r>
      <w:r w:rsidR="006036B2">
        <w:t xml:space="preserve">, </w:t>
      </w:r>
      <w:r w:rsidRPr="006056B1">
        <w:t>stupéfait</w:t>
      </w:r>
      <w:r w:rsidR="006036B2">
        <w:t xml:space="preserve">, </w:t>
      </w:r>
      <w:r w:rsidRPr="006056B1">
        <w:t>muet et tout bleu</w:t>
      </w:r>
      <w:r w:rsidR="006036B2">
        <w:t> :</w:t>
      </w:r>
    </w:p>
    <w:p w14:paraId="4807DBB5" w14:textId="77777777" w:rsidR="006036B2" w:rsidRDefault="006036B2" w:rsidP="00E85E1B">
      <w:r>
        <w:t>— </w:t>
      </w:r>
      <w:r w:rsidR="00E85E1B" w:rsidRPr="006056B1">
        <w:t>Va donc</w:t>
      </w:r>
      <w:r>
        <w:t xml:space="preserve">, </w:t>
      </w:r>
      <w:r w:rsidR="00E85E1B" w:rsidRPr="006056B1">
        <w:t>eh</w:t>
      </w:r>
      <w:r>
        <w:t xml:space="preserve"> ! </w:t>
      </w:r>
      <w:proofErr w:type="spellStart"/>
      <w:r w:rsidR="00E85E1B" w:rsidRPr="006056B1">
        <w:t>fignon</w:t>
      </w:r>
      <w:proofErr w:type="spellEnd"/>
      <w:r>
        <w:t xml:space="preserve"> ! </w:t>
      </w:r>
      <w:r w:rsidR="00E85E1B" w:rsidRPr="006056B1">
        <w:t>Faut-il qu</w:t>
      </w:r>
      <w:r>
        <w:t>’</w:t>
      </w:r>
      <w:r w:rsidR="00E85E1B" w:rsidRPr="006056B1">
        <w:t>tu l</w:t>
      </w:r>
      <w:r>
        <w:t>’</w:t>
      </w:r>
      <w:r w:rsidR="00E85E1B" w:rsidRPr="006056B1">
        <w:t>sois</w:t>
      </w:r>
      <w:r>
        <w:t xml:space="preserve"> ! </w:t>
      </w:r>
      <w:r w:rsidR="00E85E1B" w:rsidRPr="006056B1">
        <w:t>Turbine tout seul à c</w:t>
      </w:r>
      <w:r>
        <w:t>’</w:t>
      </w:r>
      <w:r w:rsidR="00E85E1B" w:rsidRPr="006056B1">
        <w:t>t</w:t>
      </w:r>
      <w:r>
        <w:t>’</w:t>
      </w:r>
      <w:r w:rsidR="00E85E1B" w:rsidRPr="006056B1">
        <w:t>heure</w:t>
      </w:r>
      <w:r>
        <w:t xml:space="preserve">, </w:t>
      </w:r>
      <w:r w:rsidR="00E85E1B" w:rsidRPr="006056B1">
        <w:t>ma vieille</w:t>
      </w:r>
      <w:r>
        <w:t xml:space="preserve"> ! </w:t>
      </w:r>
      <w:r w:rsidR="00E85E1B" w:rsidRPr="006056B1">
        <w:t>Moi</w:t>
      </w:r>
      <w:r>
        <w:t xml:space="preserve">, </w:t>
      </w:r>
      <w:r w:rsidR="00E85E1B" w:rsidRPr="006056B1">
        <w:t xml:space="preserve">peau de </w:t>
      </w:r>
      <w:proofErr w:type="spellStart"/>
      <w:r w:rsidR="00E85E1B" w:rsidRPr="006056B1">
        <w:t>bastaud</w:t>
      </w:r>
      <w:proofErr w:type="spellEnd"/>
      <w:r>
        <w:t xml:space="preserve"> ! </w:t>
      </w:r>
      <w:r w:rsidR="00E85E1B" w:rsidRPr="006056B1">
        <w:t xml:space="preserve">À partir </w:t>
      </w:r>
      <w:r w:rsidR="00E85E1B" w:rsidRPr="006056B1">
        <w:lastRenderedPageBreak/>
        <w:t>d</w:t>
      </w:r>
      <w:r>
        <w:t>’</w:t>
      </w:r>
      <w:r w:rsidR="00E85E1B" w:rsidRPr="006056B1">
        <w:t>aujourd</w:t>
      </w:r>
      <w:r>
        <w:t>’</w:t>
      </w:r>
      <w:r w:rsidR="00E85E1B" w:rsidRPr="006056B1">
        <w:t>hui</w:t>
      </w:r>
      <w:r>
        <w:t xml:space="preserve">, </w:t>
      </w:r>
      <w:r w:rsidR="00E85E1B" w:rsidRPr="006056B1">
        <w:t>c</w:t>
      </w:r>
      <w:r>
        <w:t>’</w:t>
      </w:r>
      <w:r w:rsidR="00E85E1B" w:rsidRPr="006056B1">
        <w:t>est l</w:t>
      </w:r>
      <w:r>
        <w:t>’</w:t>
      </w:r>
      <w:r w:rsidR="00E85E1B" w:rsidRPr="006056B1">
        <w:t>môme qu</w:t>
      </w:r>
      <w:r>
        <w:t>’</w:t>
      </w:r>
      <w:r w:rsidR="00E85E1B" w:rsidRPr="006056B1">
        <w:t>est mon homme</w:t>
      </w:r>
      <w:r>
        <w:t xml:space="preserve">. </w:t>
      </w:r>
      <w:r w:rsidR="00E85E1B" w:rsidRPr="006056B1">
        <w:t>Cul-de-jatte et aveugle</w:t>
      </w:r>
      <w:r>
        <w:t xml:space="preserve">, </w:t>
      </w:r>
      <w:r w:rsidR="00E85E1B" w:rsidRPr="006056B1">
        <w:t>il fera plus que toi</w:t>
      </w:r>
      <w:r>
        <w:t xml:space="preserve">, </w:t>
      </w:r>
      <w:r w:rsidR="00E85E1B" w:rsidRPr="006056B1">
        <w:t xml:space="preserve">sale </w:t>
      </w:r>
      <w:proofErr w:type="spellStart"/>
      <w:r w:rsidR="00E85E1B" w:rsidRPr="006056B1">
        <w:t>brancroche</w:t>
      </w:r>
      <w:proofErr w:type="spellEnd"/>
      <w:r>
        <w:t> !</w:t>
      </w:r>
    </w:p>
    <w:p w14:paraId="2F07ED6F" w14:textId="0C2023BE" w:rsidR="00E85E1B" w:rsidRPr="006056B1" w:rsidRDefault="00E85E1B" w:rsidP="006036B2">
      <w:pPr>
        <w:pStyle w:val="Titre1"/>
        <w:rPr>
          <w:rFonts w:eastAsia="Batang"/>
        </w:rPr>
      </w:pPr>
      <w:bookmarkStart w:id="13" w:name="_Toc194853048"/>
      <w:r w:rsidRPr="006056B1">
        <w:rPr>
          <w:rFonts w:eastAsia="Batang"/>
        </w:rPr>
        <w:lastRenderedPageBreak/>
        <w:t>BONNES FILLES</w:t>
      </w:r>
      <w:bookmarkEnd w:id="13"/>
    </w:p>
    <w:p w14:paraId="51CE7FE2" w14:textId="77777777" w:rsidR="006036B2" w:rsidRDefault="00E85E1B" w:rsidP="00E85E1B">
      <w:r w:rsidRPr="006056B1">
        <w:t>Tous les vendredis</w:t>
      </w:r>
      <w:r w:rsidR="006036B2">
        <w:t xml:space="preserve">, </w:t>
      </w:r>
      <w:r w:rsidRPr="006056B1">
        <w:t>régulièrement</w:t>
      </w:r>
      <w:r w:rsidR="006036B2">
        <w:t xml:space="preserve">, </w:t>
      </w:r>
      <w:r w:rsidRPr="006056B1">
        <w:t>vers onze heures du m</w:t>
      </w:r>
      <w:r w:rsidRPr="006056B1">
        <w:t>a</w:t>
      </w:r>
      <w:r w:rsidRPr="006056B1">
        <w:t>tin</w:t>
      </w:r>
      <w:r w:rsidR="006036B2">
        <w:t xml:space="preserve">, </w:t>
      </w:r>
      <w:r w:rsidRPr="006056B1">
        <w:t>il arrivait dans la cour</w:t>
      </w:r>
      <w:r w:rsidR="006036B2">
        <w:t xml:space="preserve">, </w:t>
      </w:r>
      <w:r w:rsidRPr="006056B1">
        <w:t>posait à ses pieds son feutre mou</w:t>
      </w:r>
      <w:r w:rsidR="006036B2">
        <w:t xml:space="preserve">, </w:t>
      </w:r>
      <w:r w:rsidRPr="006056B1">
        <w:t>préludait sur sa guitare par quelques accords plaqués</w:t>
      </w:r>
      <w:r w:rsidR="006036B2">
        <w:t xml:space="preserve">, </w:t>
      </w:r>
      <w:r w:rsidRPr="006056B1">
        <w:t>puis e</w:t>
      </w:r>
      <w:r w:rsidRPr="006056B1">
        <w:t>n</w:t>
      </w:r>
      <w:r w:rsidRPr="006056B1">
        <w:t>tonnait sa romance d</w:t>
      </w:r>
      <w:r w:rsidR="006036B2">
        <w:t>’</w:t>
      </w:r>
      <w:r w:rsidRPr="006056B1">
        <w:t>une voix ronde et grasse</w:t>
      </w:r>
      <w:r w:rsidR="006036B2">
        <w:t>.</w:t>
      </w:r>
    </w:p>
    <w:p w14:paraId="5D237F99" w14:textId="77777777" w:rsidR="006036B2" w:rsidRDefault="00E85E1B" w:rsidP="00E85E1B">
      <w:r w:rsidRPr="006056B1">
        <w:t>Et bientôt</w:t>
      </w:r>
      <w:r w:rsidR="006036B2">
        <w:t xml:space="preserve">, </w:t>
      </w:r>
      <w:r w:rsidRPr="006056B1">
        <w:t>sur les quatre façades de caserne des hautes et mornes bâtisses entre lesquelles la cour faisait fond de puits</w:t>
      </w:r>
      <w:r w:rsidR="006036B2">
        <w:t xml:space="preserve">, </w:t>
      </w:r>
      <w:r w:rsidRPr="006056B1">
        <w:t>les fenêtres une à une s</w:t>
      </w:r>
      <w:r w:rsidR="006036B2">
        <w:t>’</w:t>
      </w:r>
      <w:r w:rsidRPr="006056B1">
        <w:t>ouvraient</w:t>
      </w:r>
      <w:r w:rsidR="006036B2">
        <w:t xml:space="preserve">, </w:t>
      </w:r>
      <w:r w:rsidRPr="006056B1">
        <w:t>et à chaque fenêtre apparaissait une fille</w:t>
      </w:r>
      <w:r w:rsidR="006036B2">
        <w:t xml:space="preserve">, </w:t>
      </w:r>
      <w:r w:rsidRPr="006056B1">
        <w:t>qui en peignoir élégant</w:t>
      </w:r>
      <w:r w:rsidR="006036B2">
        <w:t xml:space="preserve">, </w:t>
      </w:r>
      <w:r w:rsidRPr="006056B1">
        <w:t>qui en honnête camisole</w:t>
      </w:r>
      <w:r w:rsidR="006036B2">
        <w:t xml:space="preserve">, </w:t>
      </w:r>
      <w:r w:rsidRPr="006056B1">
        <w:t>d</w:t>
      </w:r>
      <w:r w:rsidR="006036B2">
        <w:t>’</w:t>
      </w:r>
      <w:r w:rsidRPr="006056B1">
        <w:t>aucunes la gorge et les bras nus</w:t>
      </w:r>
      <w:r w:rsidR="006036B2">
        <w:t xml:space="preserve">, </w:t>
      </w:r>
      <w:r w:rsidRPr="006056B1">
        <w:t>toutes accourues au saut du lit</w:t>
      </w:r>
      <w:r w:rsidR="006036B2">
        <w:t xml:space="preserve">, </w:t>
      </w:r>
      <w:r w:rsidRPr="006056B1">
        <w:t>les cheveux ramassés à la diable</w:t>
      </w:r>
      <w:r w:rsidR="006036B2">
        <w:t xml:space="preserve">, </w:t>
      </w:r>
      <w:r w:rsidRPr="006056B1">
        <w:t>les yeux s</w:t>
      </w:r>
      <w:r w:rsidR="006036B2">
        <w:t>’</w:t>
      </w:r>
      <w:r w:rsidRPr="006056B1">
        <w:t>écarquillant éblouis du jour brutal</w:t>
      </w:r>
      <w:r w:rsidR="006036B2">
        <w:t xml:space="preserve">, </w:t>
      </w:r>
      <w:r w:rsidRPr="006056B1">
        <w:t>le teint plombé et les paupières encore lourdes du labeur nocturne</w:t>
      </w:r>
      <w:r w:rsidR="006036B2">
        <w:t>.</w:t>
      </w:r>
    </w:p>
    <w:p w14:paraId="5DA3FEC4" w14:textId="77777777" w:rsidR="006036B2" w:rsidRDefault="00E85E1B" w:rsidP="00E85E1B">
      <w:pPr>
        <w:rPr>
          <w:i/>
          <w:iCs/>
        </w:rPr>
      </w:pPr>
      <w:r w:rsidRPr="006056B1">
        <w:t>Et sur ces pauvres faces</w:t>
      </w:r>
      <w:r w:rsidR="006036B2">
        <w:t xml:space="preserve">, </w:t>
      </w:r>
      <w:r w:rsidRPr="006056B1">
        <w:t>si dolentes au réveil</w:t>
      </w:r>
      <w:r w:rsidR="006036B2">
        <w:t xml:space="preserve">, </w:t>
      </w:r>
      <w:r w:rsidRPr="006056B1">
        <w:t>un rayon s</w:t>
      </w:r>
      <w:r w:rsidR="006036B2">
        <w:t>’</w:t>
      </w:r>
      <w:r w:rsidRPr="006056B1">
        <w:t>allumait et comme une aurore se mettait à fleurir</w:t>
      </w:r>
      <w:r w:rsidR="006036B2">
        <w:t xml:space="preserve">, </w:t>
      </w:r>
      <w:r w:rsidRPr="006056B1">
        <w:t>tandis que le chanteur continuait sa romance</w:t>
      </w:r>
      <w:r w:rsidR="006036B2">
        <w:t xml:space="preserve">, </w:t>
      </w:r>
      <w:r w:rsidRPr="006056B1">
        <w:t>pourtant bien banale</w:t>
      </w:r>
      <w:r w:rsidR="006036B2">
        <w:t xml:space="preserve">, </w:t>
      </w:r>
      <w:r w:rsidRPr="006056B1">
        <w:t>bar</w:t>
      </w:r>
      <w:r w:rsidRPr="006056B1">
        <w:t>y</w:t>
      </w:r>
      <w:r w:rsidRPr="006056B1">
        <w:t>tonnée de quel accent à la fois vulgaire et prétentieux</w:t>
      </w:r>
      <w:r w:rsidR="006036B2">
        <w:t xml:space="preserve">, </w:t>
      </w:r>
      <w:r w:rsidRPr="006056B1">
        <w:t>avec des ports de voix pleurards</w:t>
      </w:r>
      <w:r w:rsidR="006036B2">
        <w:t xml:space="preserve">, </w:t>
      </w:r>
      <w:r w:rsidRPr="006056B1">
        <w:t xml:space="preserve">des roulades </w:t>
      </w:r>
      <w:proofErr w:type="spellStart"/>
      <w:r w:rsidRPr="006056B1">
        <w:t>gargouillantes</w:t>
      </w:r>
      <w:proofErr w:type="spellEnd"/>
      <w:r w:rsidRPr="006056B1">
        <w:t xml:space="preserve"> et de s</w:t>
      </w:r>
      <w:r w:rsidRPr="006056B1">
        <w:t>a</w:t>
      </w:r>
      <w:r w:rsidRPr="006056B1">
        <w:t xml:space="preserve">vonneux roucoulements </w:t>
      </w:r>
      <w:r w:rsidRPr="006056B1">
        <w:rPr>
          <w:i/>
          <w:iCs/>
        </w:rPr>
        <w:t>dégueulando</w:t>
      </w:r>
      <w:r w:rsidR="006036B2">
        <w:rPr>
          <w:i/>
          <w:iCs/>
        </w:rPr>
        <w:t>.</w:t>
      </w:r>
    </w:p>
    <w:p w14:paraId="5B4E3632" w14:textId="77777777" w:rsidR="006036B2" w:rsidRDefault="00E85E1B" w:rsidP="00E85E1B">
      <w:r w:rsidRPr="006056B1">
        <w:t>C</w:t>
      </w:r>
      <w:r w:rsidR="006036B2">
        <w:t>’</w:t>
      </w:r>
      <w:r w:rsidRPr="006056B1">
        <w:t xml:space="preserve">était la </w:t>
      </w:r>
      <w:r w:rsidRPr="006056B1">
        <w:rPr>
          <w:i/>
          <w:iCs/>
        </w:rPr>
        <w:t>Valse des adieux</w:t>
      </w:r>
      <w:r w:rsidR="006036B2">
        <w:t xml:space="preserve">, </w:t>
      </w:r>
      <w:r w:rsidRPr="006056B1">
        <w:t xml:space="preserve">ou le </w:t>
      </w:r>
      <w:r w:rsidRPr="006056B1">
        <w:rPr>
          <w:i/>
          <w:iCs/>
        </w:rPr>
        <w:t>Temps des cerises</w:t>
      </w:r>
      <w:r w:rsidR="006036B2">
        <w:t xml:space="preserve">, </w:t>
      </w:r>
      <w:r w:rsidRPr="006056B1">
        <w:t>vous savez</w:t>
      </w:r>
      <w:r w:rsidR="006036B2">
        <w:t xml:space="preserve"> ! </w:t>
      </w:r>
      <w:r w:rsidRPr="006056B1">
        <w:t>Et c</w:t>
      </w:r>
      <w:r w:rsidR="006036B2">
        <w:t>’</w:t>
      </w:r>
      <w:r w:rsidRPr="006056B1">
        <w:t>était encore</w:t>
      </w:r>
      <w:r w:rsidR="006036B2">
        <w:t> :</w:t>
      </w:r>
    </w:p>
    <w:p w14:paraId="57A0027C" w14:textId="7771942B" w:rsidR="00E85E1B" w:rsidRPr="006056B1" w:rsidRDefault="00E85E1B" w:rsidP="00E85E1B">
      <w:pPr>
        <w:pStyle w:val="Taille-1RetraitGauche2XIndent0"/>
        <w:spacing w:before="0" w:after="0"/>
      </w:pPr>
      <w:r w:rsidRPr="006056B1">
        <w:t>Mais que les bran-an-anches</w:t>
      </w:r>
    </w:p>
    <w:p w14:paraId="32C6A7FF" w14:textId="77777777" w:rsidR="006036B2" w:rsidRDefault="00E85E1B" w:rsidP="00E85E1B">
      <w:pPr>
        <w:pStyle w:val="Taille-1RetraitGauche2XIndent0"/>
        <w:spacing w:before="0" w:after="0"/>
      </w:pPr>
      <w:proofErr w:type="spellStart"/>
      <w:r w:rsidRPr="006056B1">
        <w:rPr>
          <w:i/>
          <w:iCs/>
        </w:rPr>
        <w:t>Soillent</w:t>
      </w:r>
      <w:proofErr w:type="spellEnd"/>
      <w:r w:rsidRPr="006056B1">
        <w:t xml:space="preserve"> toutes </w:t>
      </w:r>
      <w:proofErr w:type="spellStart"/>
      <w:r w:rsidRPr="006056B1">
        <w:t>blan</w:t>
      </w:r>
      <w:proofErr w:type="spellEnd"/>
      <w:r w:rsidRPr="006056B1">
        <w:t>-an-anches</w:t>
      </w:r>
      <w:r w:rsidR="006036B2">
        <w:t>,</w:t>
      </w:r>
    </w:p>
    <w:p w14:paraId="2FDA59CE" w14:textId="77777777" w:rsidR="006036B2" w:rsidRDefault="00E85E1B" w:rsidP="00E85E1B">
      <w:pPr>
        <w:pStyle w:val="Taille-1RetraitGauche2XIndent0"/>
        <w:spacing w:before="0" w:after="0"/>
      </w:pPr>
      <w:r w:rsidRPr="006056B1">
        <w:t>Ou qu</w:t>
      </w:r>
      <w:r w:rsidR="006036B2">
        <w:t>’</w:t>
      </w:r>
      <w:r w:rsidRPr="006056B1">
        <w:t>au printemps verdisse le gazon</w:t>
      </w:r>
      <w:r w:rsidR="006036B2">
        <w:t>,</w:t>
      </w:r>
    </w:p>
    <w:p w14:paraId="2B275FD7" w14:textId="0A27B1BD" w:rsidR="00E85E1B" w:rsidRPr="006056B1" w:rsidRDefault="00E85E1B" w:rsidP="00E85E1B">
      <w:pPr>
        <w:pStyle w:val="Taille-1RetraitGauche2XIndent0"/>
        <w:spacing w:before="0" w:after="0"/>
      </w:pPr>
      <w:r w:rsidRPr="006056B1">
        <w:t>Rose</w:t>
      </w:r>
      <w:r w:rsidR="006036B2">
        <w:t xml:space="preserve">, </w:t>
      </w:r>
      <w:r w:rsidRPr="006056B1">
        <w:t>je t</w:t>
      </w:r>
      <w:r w:rsidR="006036B2">
        <w:t>’</w:t>
      </w:r>
      <w:r w:rsidRPr="006056B1">
        <w:t>ai-ai-aime</w:t>
      </w:r>
    </w:p>
    <w:p w14:paraId="24387AA0" w14:textId="77777777" w:rsidR="006036B2" w:rsidRDefault="00E85E1B" w:rsidP="00E85E1B">
      <w:pPr>
        <w:pStyle w:val="Taille-1RetraitGauche2XIndent0"/>
        <w:spacing w:before="0" w:after="0"/>
      </w:pPr>
      <w:r w:rsidRPr="006056B1">
        <w:t xml:space="preserve">Toujours de </w:t>
      </w:r>
      <w:proofErr w:type="spellStart"/>
      <w:r w:rsidRPr="006056B1">
        <w:t>mê</w:t>
      </w:r>
      <w:proofErr w:type="spellEnd"/>
      <w:r w:rsidRPr="006056B1">
        <w:t>-</w:t>
      </w:r>
      <w:proofErr w:type="spellStart"/>
      <w:r w:rsidRPr="006056B1">
        <w:t>ê-ême</w:t>
      </w:r>
      <w:proofErr w:type="spellEnd"/>
      <w:r w:rsidR="006036B2">
        <w:t>,</w:t>
      </w:r>
    </w:p>
    <w:p w14:paraId="14D0231E" w14:textId="77777777" w:rsidR="006036B2" w:rsidRDefault="00E85E1B" w:rsidP="00E85E1B">
      <w:pPr>
        <w:pStyle w:val="Taille-1RetraitGauche2XIndent0"/>
        <w:spacing w:before="0" w:after="0"/>
      </w:pPr>
      <w:r w:rsidRPr="006056B1">
        <w:t>Car pour l</w:t>
      </w:r>
      <w:r w:rsidR="006036B2">
        <w:t>’</w:t>
      </w:r>
      <w:r w:rsidRPr="006056B1">
        <w:t>amour il n</w:t>
      </w:r>
      <w:r w:rsidR="006036B2">
        <w:t>’</w:t>
      </w:r>
      <w:r w:rsidRPr="006056B1">
        <w:t xml:space="preserve">est </w:t>
      </w:r>
      <w:proofErr w:type="spellStart"/>
      <w:r w:rsidRPr="006056B1">
        <w:t>pa</w:t>
      </w:r>
      <w:proofErr w:type="spellEnd"/>
      <w:r w:rsidRPr="006056B1">
        <w:t>-a-as de saison</w:t>
      </w:r>
      <w:r w:rsidR="006036B2">
        <w:t>.</w:t>
      </w:r>
    </w:p>
    <w:p w14:paraId="3202B482" w14:textId="25C51555" w:rsidR="00E85E1B" w:rsidRPr="006056B1" w:rsidRDefault="00E85E1B" w:rsidP="00E85E1B">
      <w:r w:rsidRPr="006056B1">
        <w:t xml:space="preserve">Et aussi la </w:t>
      </w:r>
      <w:r w:rsidRPr="006056B1">
        <w:rPr>
          <w:i/>
        </w:rPr>
        <w:t>Neige au blanc cortège</w:t>
      </w:r>
      <w:r w:rsidR="006036B2">
        <w:t xml:space="preserve">, </w:t>
      </w:r>
      <w:r w:rsidRPr="006056B1">
        <w:t xml:space="preserve">et </w:t>
      </w:r>
      <w:r w:rsidRPr="006056B1">
        <w:rPr>
          <w:i/>
        </w:rPr>
        <w:t>Dans les sentiers pleins d</w:t>
      </w:r>
      <w:r w:rsidR="006036B2">
        <w:rPr>
          <w:i/>
        </w:rPr>
        <w:t>’</w:t>
      </w:r>
      <w:r w:rsidRPr="006056B1">
        <w:rPr>
          <w:i/>
        </w:rPr>
        <w:t>allégresse</w:t>
      </w:r>
      <w:r w:rsidR="006036B2">
        <w:t xml:space="preserve">, </w:t>
      </w:r>
      <w:r w:rsidRPr="006056B1">
        <w:t xml:space="preserve">et </w:t>
      </w:r>
      <w:r w:rsidRPr="006056B1">
        <w:rPr>
          <w:i/>
        </w:rPr>
        <w:t>On ne meurt pas d</w:t>
      </w:r>
      <w:r w:rsidR="006036B2">
        <w:rPr>
          <w:i/>
        </w:rPr>
        <w:t>’</w:t>
      </w:r>
      <w:r w:rsidRPr="006056B1">
        <w:rPr>
          <w:i/>
        </w:rPr>
        <w:t>amour</w:t>
      </w:r>
      <w:r w:rsidR="006036B2">
        <w:t xml:space="preserve">, </w:t>
      </w:r>
      <w:r w:rsidRPr="006056B1">
        <w:t>et</w:t>
      </w:r>
    </w:p>
    <w:p w14:paraId="1B17646A" w14:textId="77777777" w:rsidR="006036B2" w:rsidRDefault="00E85E1B" w:rsidP="00E85E1B">
      <w:pPr>
        <w:pStyle w:val="Taille-1RetraitGauche2XIndent0"/>
        <w:spacing w:before="0" w:after="0"/>
      </w:pPr>
      <w:r w:rsidRPr="006056B1">
        <w:lastRenderedPageBreak/>
        <w:t>Vers les rives de Fran-</w:t>
      </w:r>
      <w:proofErr w:type="spellStart"/>
      <w:r w:rsidRPr="006056B1">
        <w:t>ance</w:t>
      </w:r>
      <w:proofErr w:type="spellEnd"/>
      <w:r w:rsidR="006036B2">
        <w:t>,</w:t>
      </w:r>
    </w:p>
    <w:p w14:paraId="58F57971" w14:textId="77777777" w:rsidR="006036B2" w:rsidRDefault="00E85E1B" w:rsidP="00E85E1B">
      <w:pPr>
        <w:pStyle w:val="Taille-1RetraitGauche2XIndent0"/>
        <w:spacing w:before="0" w:after="0"/>
      </w:pPr>
      <w:r w:rsidRPr="006056B1">
        <w:t>Voguons en chantant</w:t>
      </w:r>
      <w:r w:rsidR="006036B2">
        <w:t>,</w:t>
      </w:r>
    </w:p>
    <w:p w14:paraId="3CBB8EBD" w14:textId="77777777" w:rsidR="006036B2" w:rsidRDefault="00E85E1B" w:rsidP="00E85E1B">
      <w:pPr>
        <w:pStyle w:val="Taille-1RetraitGauche2XIndent0"/>
        <w:spacing w:before="0" w:after="0"/>
      </w:pPr>
      <w:proofErr w:type="spellStart"/>
      <w:r w:rsidRPr="006056B1">
        <w:t>Voui</w:t>
      </w:r>
      <w:proofErr w:type="spellEnd"/>
      <w:r w:rsidR="006036B2">
        <w:t xml:space="preserve">, </w:t>
      </w:r>
      <w:proofErr w:type="spellStart"/>
      <w:r w:rsidRPr="006056B1">
        <w:t>voui</w:t>
      </w:r>
      <w:proofErr w:type="spellEnd"/>
      <w:r w:rsidR="006036B2">
        <w:t xml:space="preserve">, </w:t>
      </w:r>
      <w:r w:rsidRPr="006056B1">
        <w:t>voguons doucement</w:t>
      </w:r>
      <w:r w:rsidR="006036B2">
        <w:t> !…</w:t>
      </w:r>
    </w:p>
    <w:p w14:paraId="2F2E34BE" w14:textId="77777777" w:rsidR="006036B2" w:rsidRDefault="00E85E1B" w:rsidP="00E85E1B">
      <w:r w:rsidRPr="006056B1">
        <w:t>Ah</w:t>
      </w:r>
      <w:r w:rsidR="006036B2">
        <w:t xml:space="preserve"> ! </w:t>
      </w:r>
      <w:r w:rsidRPr="006056B1">
        <w:t>comme elles voguaient doucement</w:t>
      </w:r>
      <w:r w:rsidR="006036B2">
        <w:t xml:space="preserve">, </w:t>
      </w:r>
      <w:r w:rsidRPr="006056B1">
        <w:t>en effet</w:t>
      </w:r>
      <w:r w:rsidR="006036B2">
        <w:t xml:space="preserve">, </w:t>
      </w:r>
      <w:r w:rsidRPr="006056B1">
        <w:t>les pauvres filles</w:t>
      </w:r>
      <w:r w:rsidR="006036B2">
        <w:t xml:space="preserve">, </w:t>
      </w:r>
      <w:r w:rsidRPr="006056B1">
        <w:t>bercées par la traînante mélodie</w:t>
      </w:r>
      <w:r w:rsidR="006036B2">
        <w:t xml:space="preserve"> ! </w:t>
      </w:r>
      <w:r w:rsidRPr="006056B1">
        <w:t>Comme elles voguaient à pleines voiles</w:t>
      </w:r>
      <w:r w:rsidR="006036B2">
        <w:t xml:space="preserve">, </w:t>
      </w:r>
      <w:r w:rsidRPr="006056B1">
        <w:t>non pas vers les rives de France</w:t>
      </w:r>
      <w:r w:rsidR="006036B2">
        <w:t xml:space="preserve">, </w:t>
      </w:r>
      <w:r w:rsidRPr="006056B1">
        <w:t>mais vers les rives plus brillantes encore des îles d</w:t>
      </w:r>
      <w:r w:rsidR="006036B2">
        <w:t>’</w:t>
      </w:r>
      <w:r w:rsidRPr="006056B1">
        <w:t>oubli</w:t>
      </w:r>
      <w:r w:rsidR="006036B2">
        <w:t xml:space="preserve">, </w:t>
      </w:r>
      <w:r w:rsidRPr="006056B1">
        <w:t>sur une mer caressante aux flots de rêve</w:t>
      </w:r>
      <w:r w:rsidR="006036B2">
        <w:t xml:space="preserve"> ! </w:t>
      </w:r>
      <w:r w:rsidRPr="006056B1">
        <w:t>Comme elles s</w:t>
      </w:r>
      <w:r w:rsidR="006036B2">
        <w:t>’</w:t>
      </w:r>
      <w:r w:rsidRPr="006056B1">
        <w:t>y abandonnaient en toute béatitude</w:t>
      </w:r>
      <w:r w:rsidR="006036B2">
        <w:t xml:space="preserve">, </w:t>
      </w:r>
      <w:proofErr w:type="spellStart"/>
      <w:r w:rsidRPr="006056B1">
        <w:t>voui</w:t>
      </w:r>
      <w:proofErr w:type="spellEnd"/>
      <w:r w:rsidR="006036B2">
        <w:t xml:space="preserve">, </w:t>
      </w:r>
      <w:proofErr w:type="spellStart"/>
      <w:r w:rsidRPr="006056B1">
        <w:t>voui</w:t>
      </w:r>
      <w:proofErr w:type="spellEnd"/>
      <w:r w:rsidR="006036B2">
        <w:t> !</w:t>
      </w:r>
    </w:p>
    <w:p w14:paraId="0C05479F" w14:textId="77777777" w:rsidR="006036B2" w:rsidRDefault="00E85E1B" w:rsidP="00E85E1B">
      <w:r w:rsidRPr="006056B1">
        <w:t>Et les sous pleuvaient</w:t>
      </w:r>
      <w:r w:rsidR="006036B2">
        <w:t xml:space="preserve">, </w:t>
      </w:r>
      <w:r w:rsidRPr="006056B1">
        <w:t>et même des pièces blanches</w:t>
      </w:r>
      <w:r w:rsidR="006036B2">
        <w:t xml:space="preserve">, </w:t>
      </w:r>
      <w:r w:rsidRPr="006056B1">
        <w:t>autour du beau nautonier</w:t>
      </w:r>
      <w:r w:rsidR="006036B2">
        <w:t xml:space="preserve">, </w:t>
      </w:r>
      <w:r w:rsidRPr="006056B1">
        <w:t>ondin de cette mer suave</w:t>
      </w:r>
      <w:r w:rsidR="006036B2">
        <w:t xml:space="preserve"> ; </w:t>
      </w:r>
      <w:r w:rsidRPr="006056B1">
        <w:t>et plus d</w:t>
      </w:r>
      <w:r w:rsidR="006036B2">
        <w:t>’</w:t>
      </w:r>
      <w:r w:rsidRPr="006056B1">
        <w:t>une a</w:t>
      </w:r>
      <w:r w:rsidRPr="006056B1">
        <w:t>u</w:t>
      </w:r>
      <w:r w:rsidRPr="006056B1">
        <w:t>rait voulu suivre le sou qu</w:t>
      </w:r>
      <w:r w:rsidR="006036B2">
        <w:t>’</w:t>
      </w:r>
      <w:r w:rsidRPr="006056B1">
        <w:t>elle jetait</w:t>
      </w:r>
      <w:r w:rsidR="006036B2">
        <w:t xml:space="preserve">, </w:t>
      </w:r>
      <w:r w:rsidRPr="006056B1">
        <w:t>et aller rejoindre</w:t>
      </w:r>
      <w:r w:rsidR="006036B2">
        <w:t xml:space="preserve">, </w:t>
      </w:r>
      <w:r w:rsidRPr="006056B1">
        <w:t>elle aussi</w:t>
      </w:r>
      <w:r w:rsidR="006036B2">
        <w:t xml:space="preserve">, </w:t>
      </w:r>
      <w:r w:rsidRPr="006056B1">
        <w:t>le chanteur à la voix de Sirène qui semblait</w:t>
      </w:r>
      <w:r w:rsidR="006036B2">
        <w:t xml:space="preserve">, </w:t>
      </w:r>
      <w:r w:rsidRPr="006056B1">
        <w:t>du fond de son puits</w:t>
      </w:r>
      <w:r w:rsidR="006036B2">
        <w:t xml:space="preserve">, </w:t>
      </w:r>
      <w:r w:rsidRPr="006056B1">
        <w:t>crier à toutes ces amoureuses</w:t>
      </w:r>
      <w:r w:rsidR="006036B2">
        <w:t> :</w:t>
      </w:r>
    </w:p>
    <w:p w14:paraId="3510FC02" w14:textId="77777777" w:rsidR="006036B2" w:rsidRDefault="006036B2" w:rsidP="00E85E1B">
      <w:r>
        <w:t>— </w:t>
      </w:r>
      <w:r w:rsidR="00E85E1B" w:rsidRPr="006056B1">
        <w:t>Venez</w:t>
      </w:r>
      <w:r>
        <w:t xml:space="preserve">, </w:t>
      </w:r>
      <w:r w:rsidR="00E85E1B" w:rsidRPr="006056B1">
        <w:t>venez</w:t>
      </w:r>
      <w:r>
        <w:t xml:space="preserve"> ; </w:t>
      </w:r>
      <w:r w:rsidR="00E85E1B" w:rsidRPr="006056B1">
        <w:t>dans ma retraite</w:t>
      </w:r>
      <w:r>
        <w:t xml:space="preserve">, </w:t>
      </w:r>
      <w:r w:rsidR="00E85E1B" w:rsidRPr="006056B1">
        <w:t>vous trouverez des p</w:t>
      </w:r>
      <w:r w:rsidR="00E85E1B" w:rsidRPr="006056B1">
        <w:t>a</w:t>
      </w:r>
      <w:r w:rsidR="00E85E1B" w:rsidRPr="006056B1">
        <w:t>lais en cristal et en or</w:t>
      </w:r>
      <w:r>
        <w:t xml:space="preserve">, </w:t>
      </w:r>
      <w:r w:rsidR="00E85E1B" w:rsidRPr="006056B1">
        <w:t>et des couronnes éternellement vertes</w:t>
      </w:r>
      <w:r>
        <w:t xml:space="preserve">, </w:t>
      </w:r>
      <w:r w:rsidR="00E85E1B" w:rsidRPr="006056B1">
        <w:t>et le bonheur et l</w:t>
      </w:r>
      <w:r>
        <w:t>’</w:t>
      </w:r>
      <w:r w:rsidR="00E85E1B" w:rsidRPr="006056B1">
        <w:t>amour qui ne se fanent jamais</w:t>
      </w:r>
      <w:r>
        <w:t>.</w:t>
      </w:r>
    </w:p>
    <w:p w14:paraId="1C4546F6" w14:textId="77777777" w:rsidR="006036B2" w:rsidRDefault="00E85E1B" w:rsidP="00E85E1B">
      <w:r w:rsidRPr="006056B1">
        <w:t>Car voilà ce qu</w:t>
      </w:r>
      <w:r w:rsidR="006036B2">
        <w:t>’</w:t>
      </w:r>
      <w:r w:rsidRPr="006056B1">
        <w:t>elles entendaient</w:t>
      </w:r>
      <w:r w:rsidR="006036B2">
        <w:t xml:space="preserve">, </w:t>
      </w:r>
      <w:r w:rsidRPr="006056B1">
        <w:t>bien sûr</w:t>
      </w:r>
      <w:r w:rsidR="006036B2">
        <w:t xml:space="preserve">, </w:t>
      </w:r>
      <w:r w:rsidRPr="006056B1">
        <w:t>les infortunées</w:t>
      </w:r>
      <w:r w:rsidR="006036B2">
        <w:t xml:space="preserve">, </w:t>
      </w:r>
      <w:r w:rsidRPr="006056B1">
        <w:t>en écoutant le chanteur</w:t>
      </w:r>
      <w:r w:rsidR="006036B2">
        <w:t xml:space="preserve">, </w:t>
      </w:r>
      <w:r w:rsidRPr="006056B1">
        <w:t>à travers les vagues et doux souvenirs de leur enfance</w:t>
      </w:r>
      <w:r w:rsidR="006036B2">
        <w:t xml:space="preserve">, </w:t>
      </w:r>
      <w:r w:rsidRPr="006056B1">
        <w:t>les songes féeriques des vieilles légendes crues autrefois</w:t>
      </w:r>
      <w:r w:rsidR="006036B2">
        <w:t xml:space="preserve">. </w:t>
      </w:r>
      <w:r w:rsidRPr="006056B1">
        <w:t>C</w:t>
      </w:r>
      <w:r w:rsidR="006036B2">
        <w:t>’</w:t>
      </w:r>
      <w:r w:rsidRPr="006056B1">
        <w:t>est cela qu</w:t>
      </w:r>
      <w:r w:rsidR="006036B2">
        <w:t>’</w:t>
      </w:r>
      <w:r w:rsidRPr="006056B1">
        <w:t>elles comprenaient</w:t>
      </w:r>
      <w:r w:rsidR="006036B2">
        <w:t xml:space="preserve">, </w:t>
      </w:r>
      <w:r w:rsidRPr="006056B1">
        <w:t>dans les niaises p</w:t>
      </w:r>
      <w:r w:rsidRPr="006056B1">
        <w:t>a</w:t>
      </w:r>
      <w:r w:rsidRPr="006056B1">
        <w:t>roles de la romance</w:t>
      </w:r>
      <w:r w:rsidR="006036B2">
        <w:t xml:space="preserve">. </w:t>
      </w:r>
      <w:r w:rsidRPr="006056B1">
        <w:t>Certes</w:t>
      </w:r>
      <w:r w:rsidR="006036B2">
        <w:t xml:space="preserve">, </w:t>
      </w:r>
      <w:r w:rsidRPr="006056B1">
        <w:t>certes</w:t>
      </w:r>
      <w:r w:rsidR="006036B2">
        <w:t xml:space="preserve">, </w:t>
      </w:r>
      <w:r w:rsidRPr="006056B1">
        <w:t>cela et pas autre chose</w:t>
      </w:r>
      <w:r w:rsidR="006036B2">
        <w:t xml:space="preserve">. </w:t>
      </w:r>
      <w:r w:rsidRPr="006056B1">
        <w:t>Comment en douter</w:t>
      </w:r>
      <w:r w:rsidR="006036B2">
        <w:t xml:space="preserve">, </w:t>
      </w:r>
      <w:r w:rsidRPr="006056B1">
        <w:t>à voir le rose frais et si jeune qui s</w:t>
      </w:r>
      <w:r w:rsidR="006036B2">
        <w:t>’</w:t>
      </w:r>
      <w:r w:rsidRPr="006056B1">
        <w:t>épanouissait sur leurs joues en innocences printanières</w:t>
      </w:r>
      <w:r w:rsidR="006036B2">
        <w:t xml:space="preserve">, </w:t>
      </w:r>
      <w:r w:rsidRPr="006056B1">
        <w:t>et la tendre flamme qui palpitait comme une veilleuse mystique dans leurs yeux redevenus en ce moment des yeux de fillettes</w:t>
      </w:r>
      <w:r w:rsidR="006036B2">
        <w:t> ?</w:t>
      </w:r>
    </w:p>
    <w:p w14:paraId="69CE488F" w14:textId="77777777" w:rsidR="006036B2" w:rsidRDefault="00E85E1B" w:rsidP="00E85E1B">
      <w:r w:rsidRPr="006056B1">
        <w:t>Mais fillettes vite grandies</w:t>
      </w:r>
      <w:r w:rsidR="006036B2">
        <w:t xml:space="preserve">, </w:t>
      </w:r>
      <w:r w:rsidRPr="006056B1">
        <w:t>hélas</w:t>
      </w:r>
      <w:r w:rsidR="006036B2">
        <w:t xml:space="preserve"> ! </w:t>
      </w:r>
      <w:r w:rsidRPr="006056B1">
        <w:t>combien précoces</w:t>
      </w:r>
      <w:r w:rsidR="006036B2">
        <w:t xml:space="preserve">, </w:t>
      </w:r>
      <w:r w:rsidRPr="006056B1">
        <w:t>et en qui tout de suite revivaient les femmes qu</w:t>
      </w:r>
      <w:r w:rsidR="006036B2">
        <w:t>’</w:t>
      </w:r>
      <w:r w:rsidRPr="006056B1">
        <w:t>elles étaient</w:t>
      </w:r>
      <w:r w:rsidR="006036B2">
        <w:t xml:space="preserve">, </w:t>
      </w:r>
      <w:r w:rsidRPr="006056B1">
        <w:t>pauvres vendeuses d</w:t>
      </w:r>
      <w:r w:rsidR="006036B2">
        <w:t>’</w:t>
      </w:r>
      <w:r w:rsidRPr="006056B1">
        <w:t>amour toujours en quête d</w:t>
      </w:r>
      <w:r w:rsidR="006036B2">
        <w:t>’</w:t>
      </w:r>
      <w:r w:rsidRPr="006056B1">
        <w:t>amour à acheter</w:t>
      </w:r>
      <w:r w:rsidR="006036B2">
        <w:t xml:space="preserve">, </w:t>
      </w:r>
      <w:r w:rsidRPr="006056B1">
        <w:t>elles aussi</w:t>
      </w:r>
      <w:r w:rsidR="006036B2">
        <w:t> !</w:t>
      </w:r>
    </w:p>
    <w:p w14:paraId="275ADB1C" w14:textId="77777777" w:rsidR="006036B2" w:rsidRDefault="00E85E1B" w:rsidP="00E85E1B">
      <w:r w:rsidRPr="006056B1">
        <w:lastRenderedPageBreak/>
        <w:t>Et c</w:t>
      </w:r>
      <w:r w:rsidR="006036B2">
        <w:t>’</w:t>
      </w:r>
      <w:r w:rsidRPr="006056B1">
        <w:t>est pourquoi</w:t>
      </w:r>
      <w:r w:rsidR="006036B2">
        <w:t xml:space="preserve">, </w:t>
      </w:r>
      <w:r w:rsidRPr="006056B1">
        <w:t>dès la seconde romance</w:t>
      </w:r>
      <w:r w:rsidR="006036B2">
        <w:t xml:space="preserve">, </w:t>
      </w:r>
      <w:r w:rsidRPr="006056B1">
        <w:t>parfois plus tôt</w:t>
      </w:r>
      <w:r w:rsidR="006036B2">
        <w:t xml:space="preserve">, </w:t>
      </w:r>
      <w:r w:rsidRPr="006056B1">
        <w:t>de ces yeux enfantins partait un regard concupiscent</w:t>
      </w:r>
      <w:r w:rsidR="006036B2">
        <w:t xml:space="preserve">. </w:t>
      </w:r>
      <w:r w:rsidRPr="006056B1">
        <w:t>Le naut</w:t>
      </w:r>
      <w:r w:rsidRPr="006056B1">
        <w:t>o</w:t>
      </w:r>
      <w:r w:rsidRPr="006056B1">
        <w:t>nier de rêve</w:t>
      </w:r>
      <w:r w:rsidR="006036B2">
        <w:t xml:space="preserve">, </w:t>
      </w:r>
      <w:r w:rsidRPr="006056B1">
        <w:t>l</w:t>
      </w:r>
      <w:r w:rsidR="006036B2">
        <w:t>’</w:t>
      </w:r>
      <w:r w:rsidRPr="006056B1">
        <w:t>ondin des contes de fées</w:t>
      </w:r>
      <w:r w:rsidR="006036B2">
        <w:t xml:space="preserve">, </w:t>
      </w:r>
      <w:r w:rsidRPr="006056B1">
        <w:t>il s</w:t>
      </w:r>
      <w:r w:rsidR="006036B2">
        <w:t>’</w:t>
      </w:r>
      <w:r w:rsidRPr="006056B1">
        <w:t>évanouissait avec la fugitive fumée des souvenirs d</w:t>
      </w:r>
      <w:r w:rsidR="006036B2">
        <w:t>’</w:t>
      </w:r>
      <w:r w:rsidRPr="006056B1">
        <w:t>enfance</w:t>
      </w:r>
      <w:r w:rsidR="006036B2">
        <w:t xml:space="preserve">, </w:t>
      </w:r>
      <w:r w:rsidRPr="006056B1">
        <w:t>vaguement réapparus</w:t>
      </w:r>
      <w:r w:rsidR="006036B2">
        <w:t xml:space="preserve">, </w:t>
      </w:r>
      <w:r w:rsidRPr="006056B1">
        <w:t>et le chanteur reprenait sa vraie figure</w:t>
      </w:r>
      <w:r w:rsidR="006036B2">
        <w:t xml:space="preserve">, </w:t>
      </w:r>
      <w:r w:rsidRPr="006056B1">
        <w:t>d</w:t>
      </w:r>
      <w:r w:rsidR="006036B2">
        <w:t>’</w:t>
      </w:r>
      <w:r w:rsidRPr="006056B1">
        <w:rPr>
          <w:i/>
          <w:iCs/>
        </w:rPr>
        <w:t xml:space="preserve">artiste </w:t>
      </w:r>
      <w:r w:rsidRPr="006056B1">
        <w:t>et de cabotin qu</w:t>
      </w:r>
      <w:r w:rsidR="006036B2">
        <w:t>’</w:t>
      </w:r>
      <w:r w:rsidRPr="006056B1">
        <w:t>elles avaient envie de se payer</w:t>
      </w:r>
      <w:r w:rsidR="006036B2">
        <w:t>.</w:t>
      </w:r>
    </w:p>
    <w:p w14:paraId="5702F426" w14:textId="77777777" w:rsidR="006036B2" w:rsidRDefault="00E85E1B" w:rsidP="00E85E1B">
      <w:r w:rsidRPr="006056B1">
        <w:t>Et les sous et les pièces blanches pleuvaient de nouveau</w:t>
      </w:r>
      <w:r w:rsidR="006036B2">
        <w:t xml:space="preserve">, </w:t>
      </w:r>
      <w:r w:rsidRPr="006056B1">
        <w:t>avec des sourires engageants</w:t>
      </w:r>
      <w:r w:rsidR="006036B2">
        <w:t xml:space="preserve">, </w:t>
      </w:r>
      <w:r w:rsidRPr="006056B1">
        <w:t>de raccrocheuses œillades</w:t>
      </w:r>
      <w:r w:rsidR="006036B2">
        <w:t xml:space="preserve">, </w:t>
      </w:r>
      <w:r w:rsidRPr="006056B1">
        <w:t xml:space="preserve">et même des </w:t>
      </w:r>
      <w:r w:rsidRPr="006056B1">
        <w:rPr>
          <w:i/>
          <w:iCs/>
        </w:rPr>
        <w:t xml:space="preserve">pst </w:t>
      </w:r>
      <w:proofErr w:type="spellStart"/>
      <w:r w:rsidRPr="006056B1">
        <w:rPr>
          <w:i/>
          <w:iCs/>
        </w:rPr>
        <w:t>pst</w:t>
      </w:r>
      <w:proofErr w:type="spellEnd"/>
      <w:r w:rsidR="006036B2">
        <w:t xml:space="preserve">, </w:t>
      </w:r>
      <w:r w:rsidRPr="006056B1">
        <w:t>dont les gazouillis bientôt innombrables transformaient la cour aux quatre façades de caserne en une énorme volière pleine d</w:t>
      </w:r>
      <w:r w:rsidR="006036B2">
        <w:t>’</w:t>
      </w:r>
      <w:r w:rsidRPr="006056B1">
        <w:t>oiseaux pépiant</w:t>
      </w:r>
      <w:r w:rsidR="006036B2">
        <w:t>.</w:t>
      </w:r>
    </w:p>
    <w:p w14:paraId="3EC2AA0D" w14:textId="77777777" w:rsidR="006036B2" w:rsidRDefault="00E85E1B" w:rsidP="00E85E1B">
      <w:r w:rsidRPr="006056B1">
        <w:t>Plus prétentieux alors</w:t>
      </w:r>
      <w:r w:rsidR="006036B2">
        <w:t xml:space="preserve">, </w:t>
      </w:r>
      <w:r w:rsidRPr="006056B1">
        <w:t xml:space="preserve">plus </w:t>
      </w:r>
      <w:r w:rsidRPr="006056B1">
        <w:rPr>
          <w:i/>
          <w:iCs/>
        </w:rPr>
        <w:t>artiste</w:t>
      </w:r>
      <w:r w:rsidRPr="006056B1">
        <w:t xml:space="preserve"> et plus cabotin se faisait le chanteur</w:t>
      </w:r>
      <w:r w:rsidR="006036B2">
        <w:t xml:space="preserve">, </w:t>
      </w:r>
      <w:r w:rsidRPr="006056B1">
        <w:t>qui grasseyait jusqu</w:t>
      </w:r>
      <w:r w:rsidR="006036B2">
        <w:t>’</w:t>
      </w:r>
      <w:r w:rsidRPr="006056B1">
        <w:t>à l</w:t>
      </w:r>
      <w:r w:rsidR="006036B2">
        <w:t>’</w:t>
      </w:r>
      <w:r w:rsidRPr="006056B1">
        <w:t xml:space="preserve">écœurement ses </w:t>
      </w:r>
      <w:proofErr w:type="spellStart"/>
      <w:r w:rsidRPr="006056B1">
        <w:t>flûteries</w:t>
      </w:r>
      <w:proofErr w:type="spellEnd"/>
      <w:r w:rsidRPr="006056B1">
        <w:t xml:space="preserve"> mélancoliques</w:t>
      </w:r>
      <w:r w:rsidR="006036B2">
        <w:t xml:space="preserve">, </w:t>
      </w:r>
      <w:r w:rsidRPr="006056B1">
        <w:t>se gargarisait sans fin de ses roulades</w:t>
      </w:r>
      <w:r w:rsidR="006036B2">
        <w:t xml:space="preserve">, </w:t>
      </w:r>
      <w:r w:rsidRPr="006056B1">
        <w:t>rouco</w:t>
      </w:r>
      <w:r w:rsidRPr="006056B1">
        <w:t>u</w:t>
      </w:r>
      <w:r w:rsidRPr="006056B1">
        <w:t>lait et caracoulait et s</w:t>
      </w:r>
      <w:r w:rsidR="006036B2">
        <w:t>’</w:t>
      </w:r>
      <w:r w:rsidRPr="006056B1">
        <w:t>alanguissait en ports de voix où l</w:t>
      </w:r>
      <w:r w:rsidR="006036B2">
        <w:t>’</w:t>
      </w:r>
      <w:r w:rsidRPr="006056B1">
        <w:t xml:space="preserve">on eût dit que dans un </w:t>
      </w:r>
      <w:r w:rsidRPr="006056B1">
        <w:rPr>
          <w:i/>
          <w:iCs/>
        </w:rPr>
        <w:t>dégueulando</w:t>
      </w:r>
      <w:r w:rsidRPr="006056B1">
        <w:t xml:space="preserve"> suprême il allait rendre l</w:t>
      </w:r>
      <w:r w:rsidR="006036B2">
        <w:t>’</w:t>
      </w:r>
      <w:r w:rsidRPr="006056B1">
        <w:t>âme</w:t>
      </w:r>
      <w:r w:rsidR="006036B2">
        <w:t>.</w:t>
      </w:r>
    </w:p>
    <w:p w14:paraId="759CE20F" w14:textId="77777777" w:rsidR="006036B2" w:rsidRDefault="00E85E1B" w:rsidP="00E85E1B">
      <w:r w:rsidRPr="006056B1">
        <w:t>Et certaines</w:t>
      </w:r>
      <w:r w:rsidR="006036B2">
        <w:t xml:space="preserve">, </w:t>
      </w:r>
      <w:r w:rsidRPr="006056B1">
        <w:t>ne pouvant plus se retenir</w:t>
      </w:r>
      <w:r w:rsidR="006036B2">
        <w:t xml:space="preserve">, </w:t>
      </w:r>
      <w:r w:rsidRPr="006056B1">
        <w:t>laissaient échapper tout haut</w:t>
      </w:r>
      <w:r w:rsidR="006036B2">
        <w:t xml:space="preserve">, </w:t>
      </w:r>
      <w:r w:rsidRPr="006056B1">
        <w:t>pâmées et les yeux blancs</w:t>
      </w:r>
      <w:r w:rsidR="006036B2">
        <w:t> :</w:t>
      </w:r>
    </w:p>
    <w:p w14:paraId="7C47CB07" w14:textId="77777777" w:rsidR="006036B2" w:rsidRDefault="006036B2" w:rsidP="00E85E1B">
      <w:r>
        <w:t>— </w:t>
      </w:r>
      <w:r w:rsidR="00E85E1B" w:rsidRPr="006056B1">
        <w:t>Est-il beau</w:t>
      </w:r>
      <w:r>
        <w:t xml:space="preserve">, </w:t>
      </w:r>
      <w:r w:rsidR="00E85E1B" w:rsidRPr="006056B1">
        <w:t>c</w:t>
      </w:r>
      <w:r>
        <w:t>’</w:t>
      </w:r>
      <w:r w:rsidR="00E85E1B" w:rsidRPr="006056B1">
        <w:t>t</w:t>
      </w:r>
      <w:r>
        <w:t>’</w:t>
      </w:r>
      <w:r w:rsidR="00E85E1B" w:rsidRPr="006056B1">
        <w:t>animal-là</w:t>
      </w:r>
      <w:r>
        <w:t xml:space="preserve"> ! </w:t>
      </w:r>
      <w:r w:rsidR="00E85E1B" w:rsidRPr="006056B1">
        <w:t>Nom de Dieu</w:t>
      </w:r>
      <w:r>
        <w:t xml:space="preserve">, </w:t>
      </w:r>
      <w:r w:rsidR="00E85E1B" w:rsidRPr="006056B1">
        <w:t>qu</w:t>
      </w:r>
      <w:r>
        <w:t>’</w:t>
      </w:r>
      <w:r w:rsidR="00E85E1B" w:rsidRPr="006056B1">
        <w:t>il est beau</w:t>
      </w:r>
      <w:r>
        <w:t> !</w:t>
      </w:r>
    </w:p>
    <w:p w14:paraId="11123BA6" w14:textId="77777777" w:rsidR="006036B2" w:rsidRDefault="00E85E1B" w:rsidP="00E85E1B">
      <w:r w:rsidRPr="006056B1">
        <w:t>De fait</w:t>
      </w:r>
      <w:r w:rsidR="006036B2">
        <w:t xml:space="preserve">, </w:t>
      </w:r>
      <w:r w:rsidRPr="006056B1">
        <w:t>il était beau</w:t>
      </w:r>
      <w:r w:rsidR="006036B2">
        <w:t xml:space="preserve">, </w:t>
      </w:r>
      <w:r w:rsidRPr="006056B1">
        <w:t>on ne pouvait le nier</w:t>
      </w:r>
      <w:r w:rsidR="006036B2">
        <w:t xml:space="preserve">, </w:t>
      </w:r>
      <w:r w:rsidRPr="006056B1">
        <w:t>et même trop beau</w:t>
      </w:r>
      <w:r w:rsidR="006036B2">
        <w:t xml:space="preserve">. </w:t>
      </w:r>
      <w:r w:rsidRPr="006056B1">
        <w:t>D</w:t>
      </w:r>
      <w:r w:rsidR="006036B2">
        <w:t>’</w:t>
      </w:r>
      <w:r w:rsidRPr="006056B1">
        <w:t xml:space="preserve">une beauté régulière et </w:t>
      </w:r>
      <w:proofErr w:type="spellStart"/>
      <w:r w:rsidRPr="006056B1">
        <w:t>poncive</w:t>
      </w:r>
      <w:proofErr w:type="spellEnd"/>
      <w:r w:rsidRPr="006056B1">
        <w:t xml:space="preserve"> à en être fade</w:t>
      </w:r>
      <w:r w:rsidR="006036B2">
        <w:t xml:space="preserve">. </w:t>
      </w:r>
      <w:r w:rsidRPr="006056B1">
        <w:t xml:space="preserve">De grands yeux </w:t>
      </w:r>
      <w:r w:rsidRPr="006056B1">
        <w:rPr>
          <w:i/>
          <w:iCs/>
        </w:rPr>
        <w:t>fendus en amande</w:t>
      </w:r>
      <w:r w:rsidR="006036B2">
        <w:t xml:space="preserve">, </w:t>
      </w:r>
      <w:r w:rsidRPr="006056B1">
        <w:t xml:space="preserve">et au regard </w:t>
      </w:r>
      <w:r w:rsidRPr="006056B1">
        <w:rPr>
          <w:i/>
          <w:iCs/>
        </w:rPr>
        <w:t>de velours</w:t>
      </w:r>
      <w:r w:rsidR="006036B2">
        <w:rPr>
          <w:i/>
          <w:iCs/>
        </w:rPr>
        <w:t xml:space="preserve">. </w:t>
      </w:r>
      <w:r w:rsidRPr="006056B1">
        <w:t xml:space="preserve">Un nez </w:t>
      </w:r>
      <w:r w:rsidRPr="006056B1">
        <w:rPr>
          <w:i/>
          <w:iCs/>
        </w:rPr>
        <w:t>à la grecque</w:t>
      </w:r>
      <w:r w:rsidR="006036B2">
        <w:rPr>
          <w:i/>
          <w:iCs/>
        </w:rPr>
        <w:t xml:space="preserve">. </w:t>
      </w:r>
      <w:r w:rsidRPr="006056B1">
        <w:t xml:space="preserve">Une bouche </w:t>
      </w:r>
      <w:r w:rsidRPr="006056B1">
        <w:rPr>
          <w:i/>
          <w:iCs/>
        </w:rPr>
        <w:t>de chérubin</w:t>
      </w:r>
      <w:r w:rsidRPr="006056B1">
        <w:t xml:space="preserve"> sous une </w:t>
      </w:r>
      <w:r w:rsidRPr="006056B1">
        <w:rPr>
          <w:i/>
          <w:iCs/>
        </w:rPr>
        <w:t>moustache de mousquetaire</w:t>
      </w:r>
      <w:r w:rsidR="006036B2">
        <w:rPr>
          <w:i/>
          <w:iCs/>
        </w:rPr>
        <w:t xml:space="preserve">. </w:t>
      </w:r>
      <w:r w:rsidRPr="006056B1">
        <w:t>Des cheveux longs</w:t>
      </w:r>
      <w:r w:rsidR="006036B2">
        <w:t xml:space="preserve">, </w:t>
      </w:r>
      <w:r w:rsidRPr="006056B1">
        <w:t xml:space="preserve">bouclés et </w:t>
      </w:r>
      <w:r w:rsidRPr="006056B1">
        <w:rPr>
          <w:i/>
          <w:iCs/>
        </w:rPr>
        <w:t>d</w:t>
      </w:r>
      <w:r w:rsidR="006036B2">
        <w:rPr>
          <w:i/>
          <w:iCs/>
        </w:rPr>
        <w:t>’</w:t>
      </w:r>
      <w:r w:rsidRPr="006056B1">
        <w:rPr>
          <w:i/>
          <w:iCs/>
        </w:rPr>
        <w:t>ébène</w:t>
      </w:r>
      <w:r w:rsidR="006036B2">
        <w:rPr>
          <w:i/>
          <w:iCs/>
        </w:rPr>
        <w:t xml:space="preserve">, </w:t>
      </w:r>
      <w:r w:rsidRPr="006056B1">
        <w:t>etc</w:t>
      </w:r>
      <w:r w:rsidR="006036B2">
        <w:t xml:space="preserve">.…, </w:t>
      </w:r>
      <w:r w:rsidRPr="006056B1">
        <w:t>etc</w:t>
      </w:r>
      <w:r w:rsidR="006036B2">
        <w:t xml:space="preserve">.… </w:t>
      </w:r>
      <w:r w:rsidRPr="006056B1">
        <w:t>Bref</w:t>
      </w:r>
      <w:r w:rsidR="006036B2">
        <w:t xml:space="preserve">, </w:t>
      </w:r>
      <w:r w:rsidRPr="006056B1">
        <w:t>une tête à mettre dans une devanture de coiffeur</w:t>
      </w:r>
      <w:r w:rsidR="006036B2">
        <w:t xml:space="preserve">, </w:t>
      </w:r>
      <w:r w:rsidRPr="006056B1">
        <w:t>ou</w:t>
      </w:r>
      <w:r w:rsidR="006036B2">
        <w:t xml:space="preserve">, </w:t>
      </w:r>
      <w:r w:rsidRPr="006056B1">
        <w:t>mieux encore</w:t>
      </w:r>
      <w:r w:rsidR="006036B2">
        <w:t xml:space="preserve">, </w:t>
      </w:r>
      <w:r w:rsidRPr="006056B1">
        <w:t>en lithographie</w:t>
      </w:r>
      <w:r w:rsidR="006036B2">
        <w:t xml:space="preserve">, </w:t>
      </w:r>
      <w:r w:rsidRPr="006056B1">
        <w:t>à la première page des romances qu</w:t>
      </w:r>
      <w:r w:rsidR="006036B2">
        <w:t>’</w:t>
      </w:r>
      <w:r w:rsidRPr="006056B1">
        <w:t>il gémissait</w:t>
      </w:r>
      <w:r w:rsidR="006036B2">
        <w:t>.</w:t>
      </w:r>
    </w:p>
    <w:p w14:paraId="6F121259" w14:textId="77777777" w:rsidR="006036B2" w:rsidRDefault="00E85E1B" w:rsidP="00E85E1B">
      <w:r w:rsidRPr="006056B1">
        <w:t>Mais ce qui le rendait plus beau que tout</w:t>
      </w:r>
      <w:r w:rsidR="006036B2">
        <w:t xml:space="preserve">, </w:t>
      </w:r>
      <w:r w:rsidRPr="006056B1">
        <w:t>c</w:t>
      </w:r>
      <w:r w:rsidR="006036B2">
        <w:t>’</w:t>
      </w:r>
      <w:r w:rsidRPr="006056B1">
        <w:t>est que sa fatu</w:t>
      </w:r>
      <w:r w:rsidRPr="006056B1">
        <w:t>i</w:t>
      </w:r>
      <w:r w:rsidRPr="006056B1">
        <w:t>té avait un air de souveraine indifférence</w:t>
      </w:r>
      <w:r w:rsidR="006036B2">
        <w:t>.</w:t>
      </w:r>
    </w:p>
    <w:p w14:paraId="574415B1" w14:textId="77777777" w:rsidR="006036B2" w:rsidRDefault="00E85E1B" w:rsidP="00E85E1B">
      <w:r w:rsidRPr="006056B1">
        <w:lastRenderedPageBreak/>
        <w:t>L</w:t>
      </w:r>
      <w:r w:rsidR="006036B2">
        <w:t>’</w:t>
      </w:r>
      <w:r w:rsidRPr="006056B1">
        <w:t>air</w:t>
      </w:r>
      <w:r w:rsidR="006036B2">
        <w:t xml:space="preserve">, </w:t>
      </w:r>
      <w:r w:rsidRPr="006056B1">
        <w:t>et aussi la chanson</w:t>
      </w:r>
      <w:r w:rsidR="006036B2">
        <w:t xml:space="preserve">, </w:t>
      </w:r>
      <w:r w:rsidRPr="006056B1">
        <w:t>ma foi</w:t>
      </w:r>
      <w:r w:rsidR="006036B2">
        <w:t> !</w:t>
      </w:r>
    </w:p>
    <w:p w14:paraId="42DABC28" w14:textId="77777777" w:rsidR="006036B2" w:rsidRDefault="00E85E1B" w:rsidP="00E85E1B">
      <w:r w:rsidRPr="006056B1">
        <w:t>Car il ne se contentait pas de répondre aux sourires</w:t>
      </w:r>
      <w:r w:rsidR="006036B2">
        <w:t xml:space="preserve">, </w:t>
      </w:r>
      <w:r w:rsidRPr="006056B1">
        <w:t xml:space="preserve">aux œillades et aux </w:t>
      </w:r>
      <w:r w:rsidRPr="006056B1">
        <w:rPr>
          <w:i/>
          <w:iCs/>
        </w:rPr>
        <w:t xml:space="preserve">pst </w:t>
      </w:r>
      <w:proofErr w:type="spellStart"/>
      <w:r w:rsidRPr="006056B1">
        <w:rPr>
          <w:i/>
          <w:iCs/>
        </w:rPr>
        <w:t>pst</w:t>
      </w:r>
      <w:proofErr w:type="spellEnd"/>
      <w:r w:rsidR="006036B2">
        <w:rPr>
          <w:i/>
          <w:iCs/>
        </w:rPr>
        <w:t xml:space="preserve">, </w:t>
      </w:r>
      <w:r w:rsidRPr="006056B1">
        <w:t>en n</w:t>
      </w:r>
      <w:r w:rsidR="006036B2">
        <w:t>’</w:t>
      </w:r>
      <w:r w:rsidRPr="006056B1">
        <w:t>y répondant pas</w:t>
      </w:r>
      <w:r w:rsidR="006036B2">
        <w:t xml:space="preserve">. </w:t>
      </w:r>
      <w:r w:rsidRPr="006056B1">
        <w:t>Il y ripostait</w:t>
      </w:r>
      <w:r w:rsidR="006036B2">
        <w:t xml:space="preserve">, </w:t>
      </w:r>
      <w:r w:rsidRPr="006056B1">
        <w:t>quand il avait fini de goualer</w:t>
      </w:r>
      <w:r w:rsidR="006036B2">
        <w:t xml:space="preserve">, </w:t>
      </w:r>
      <w:r w:rsidRPr="006056B1">
        <w:t>en gouaillant</w:t>
      </w:r>
      <w:r w:rsidR="006036B2">
        <w:t xml:space="preserve">, </w:t>
      </w:r>
      <w:r w:rsidRPr="006056B1">
        <w:t>par un haussement d</w:t>
      </w:r>
      <w:r w:rsidR="006036B2">
        <w:t>’</w:t>
      </w:r>
      <w:r w:rsidRPr="006056B1">
        <w:t>épaule</w:t>
      </w:r>
      <w:r w:rsidR="006036B2">
        <w:t xml:space="preserve">, </w:t>
      </w:r>
      <w:r w:rsidRPr="006056B1">
        <w:t>un clignement de paupière qui rigolait</w:t>
      </w:r>
      <w:r w:rsidR="006036B2">
        <w:t xml:space="preserve">, </w:t>
      </w:r>
      <w:r w:rsidRPr="006056B1">
        <w:t>un méprisant retroussis de lèvre qui disait très clairement</w:t>
      </w:r>
      <w:r w:rsidR="006036B2">
        <w:t> :</w:t>
      </w:r>
    </w:p>
    <w:p w14:paraId="7B62041F" w14:textId="77777777" w:rsidR="006036B2" w:rsidRDefault="006036B2" w:rsidP="00E85E1B">
      <w:r>
        <w:t>— </w:t>
      </w:r>
      <w:r w:rsidR="00E85E1B" w:rsidRPr="006056B1">
        <w:t>Ce n</w:t>
      </w:r>
      <w:r>
        <w:t>’</w:t>
      </w:r>
      <w:r w:rsidR="00E85E1B" w:rsidRPr="006056B1">
        <w:t>est pas pour vous que le four chauffe</w:t>
      </w:r>
      <w:r>
        <w:t xml:space="preserve">, </w:t>
      </w:r>
      <w:r w:rsidR="00E85E1B" w:rsidRPr="006056B1">
        <w:t>mes petites chattes</w:t>
      </w:r>
      <w:r>
        <w:t> !</w:t>
      </w:r>
    </w:p>
    <w:p w14:paraId="45A17690" w14:textId="77777777" w:rsidR="006036B2" w:rsidRDefault="00E85E1B" w:rsidP="00E85E1B">
      <w:r w:rsidRPr="006056B1">
        <w:t>Souvent</w:t>
      </w:r>
      <w:r w:rsidR="006036B2">
        <w:t xml:space="preserve">, </w:t>
      </w:r>
      <w:r w:rsidRPr="006056B1">
        <w:t>même</w:t>
      </w:r>
      <w:r w:rsidR="006036B2">
        <w:t xml:space="preserve">, </w:t>
      </w:r>
      <w:r w:rsidRPr="006056B1">
        <w:t>on eût cru qu</w:t>
      </w:r>
      <w:r w:rsidR="006036B2">
        <w:t>’</w:t>
      </w:r>
      <w:r w:rsidRPr="006056B1">
        <w:t>il faisait exprès d</w:t>
      </w:r>
      <w:r w:rsidR="006036B2">
        <w:t>’</w:t>
      </w:r>
      <w:r w:rsidRPr="006056B1">
        <w:t>afficher ce mépris</w:t>
      </w:r>
      <w:r w:rsidR="006036B2">
        <w:t xml:space="preserve">, </w:t>
      </w:r>
      <w:r w:rsidRPr="006056B1">
        <w:t>et qu</w:t>
      </w:r>
      <w:r w:rsidR="006036B2">
        <w:t>’</w:t>
      </w:r>
      <w:r w:rsidRPr="006056B1">
        <w:t>il prenait à tâche</w:t>
      </w:r>
      <w:r w:rsidR="006036B2">
        <w:t xml:space="preserve">, </w:t>
      </w:r>
      <w:r w:rsidRPr="006056B1">
        <w:t>après avoir allumé toutes ces amoureuses</w:t>
      </w:r>
      <w:r w:rsidR="006036B2">
        <w:t xml:space="preserve">, </w:t>
      </w:r>
      <w:r w:rsidRPr="006056B1">
        <w:t>de les éteindre</w:t>
      </w:r>
      <w:r w:rsidR="006036B2">
        <w:t xml:space="preserve">, </w:t>
      </w:r>
      <w:r w:rsidRPr="006056B1">
        <w:t>et de se dépoétiser à leurs yeux</w:t>
      </w:r>
      <w:r w:rsidR="006036B2">
        <w:t xml:space="preserve">. </w:t>
      </w:r>
      <w:r w:rsidRPr="006056B1">
        <w:t>Avec des raclements de gosier qui rauquaient crapuleusement</w:t>
      </w:r>
      <w:r w:rsidR="006036B2">
        <w:t xml:space="preserve">, </w:t>
      </w:r>
      <w:r w:rsidRPr="006056B1">
        <w:t>il ramenait du fond de sa poitrine quelque mucosité gluante et la lançait en l</w:t>
      </w:r>
      <w:r w:rsidR="006036B2">
        <w:t>’</w:t>
      </w:r>
      <w:r w:rsidRPr="006056B1">
        <w:t>air d</w:t>
      </w:r>
      <w:r w:rsidR="006036B2">
        <w:t>’</w:t>
      </w:r>
      <w:r w:rsidRPr="006056B1">
        <w:t>un long jet sifflant</w:t>
      </w:r>
      <w:r w:rsidR="006036B2">
        <w:t xml:space="preserve">, </w:t>
      </w:r>
      <w:r w:rsidRPr="006056B1">
        <w:t>comme s</w:t>
      </w:r>
      <w:r w:rsidR="006036B2">
        <w:t>’</w:t>
      </w:r>
      <w:r w:rsidRPr="006056B1">
        <w:t>il eût voulu à toutes leur cracher à la face</w:t>
      </w:r>
      <w:r w:rsidR="006036B2">
        <w:t>.</w:t>
      </w:r>
    </w:p>
    <w:p w14:paraId="7EF42D01" w14:textId="77777777" w:rsidR="006036B2" w:rsidRDefault="00E85E1B" w:rsidP="00E85E1B">
      <w:pPr>
        <w:rPr>
          <w:i/>
          <w:iCs/>
        </w:rPr>
      </w:pPr>
      <w:r w:rsidRPr="006056B1">
        <w:t>Mais cela ne le dépoétisait point</w:t>
      </w:r>
      <w:r w:rsidR="006036B2">
        <w:t xml:space="preserve">, </w:t>
      </w:r>
      <w:r w:rsidRPr="006056B1">
        <w:t>même cela</w:t>
      </w:r>
      <w:r w:rsidR="006036B2">
        <w:t xml:space="preserve"> ; </w:t>
      </w:r>
      <w:r w:rsidRPr="006056B1">
        <w:t>et beaucoup</w:t>
      </w:r>
      <w:r w:rsidR="006036B2">
        <w:t xml:space="preserve">, </w:t>
      </w:r>
      <w:r w:rsidRPr="006056B1">
        <w:t>la plupart</w:t>
      </w:r>
      <w:r w:rsidR="006036B2">
        <w:t xml:space="preserve">, </w:t>
      </w:r>
      <w:r w:rsidRPr="006056B1">
        <w:t>pour tout dire</w:t>
      </w:r>
      <w:r w:rsidR="006036B2">
        <w:t xml:space="preserve">, </w:t>
      </w:r>
      <w:r w:rsidRPr="006056B1">
        <w:t>absolument folles de lui</w:t>
      </w:r>
      <w:r w:rsidR="006036B2">
        <w:t xml:space="preserve">, </w:t>
      </w:r>
      <w:r w:rsidRPr="006056B1">
        <w:t>allaient jusqu</w:t>
      </w:r>
      <w:r w:rsidR="006036B2">
        <w:t>’</w:t>
      </w:r>
      <w:r w:rsidRPr="006056B1">
        <w:t>à trouver qu</w:t>
      </w:r>
      <w:r w:rsidR="006036B2">
        <w:t>’</w:t>
      </w:r>
      <w:r w:rsidRPr="006056B1">
        <w:t xml:space="preserve">il </w:t>
      </w:r>
      <w:r w:rsidRPr="006056B1">
        <w:rPr>
          <w:i/>
          <w:iCs/>
        </w:rPr>
        <w:t>molardait d</w:t>
      </w:r>
      <w:r w:rsidR="006036B2">
        <w:rPr>
          <w:i/>
          <w:iCs/>
        </w:rPr>
        <w:t>’</w:t>
      </w:r>
      <w:r w:rsidRPr="006056B1">
        <w:rPr>
          <w:i/>
          <w:iCs/>
        </w:rPr>
        <w:t>une façon chic</w:t>
      </w:r>
      <w:r w:rsidR="006036B2">
        <w:rPr>
          <w:i/>
          <w:iCs/>
        </w:rPr>
        <w:t>.</w:t>
      </w:r>
    </w:p>
    <w:p w14:paraId="6A94575E" w14:textId="77777777" w:rsidR="006036B2" w:rsidRDefault="00E85E1B" w:rsidP="00E85E1B">
      <w:r w:rsidRPr="006056B1">
        <w:t>Celle qui</w:t>
      </w:r>
      <w:r w:rsidR="006036B2">
        <w:t xml:space="preserve">, </w:t>
      </w:r>
      <w:r w:rsidRPr="006056B1">
        <w:t>la première</w:t>
      </w:r>
      <w:r w:rsidR="006036B2">
        <w:t xml:space="preserve">, </w:t>
      </w:r>
      <w:r w:rsidRPr="006056B1">
        <w:t>dans son enthousiasme</w:t>
      </w:r>
      <w:r w:rsidR="006036B2">
        <w:t xml:space="preserve">, </w:t>
      </w:r>
      <w:r w:rsidRPr="006056B1">
        <w:t>avait poussé ce cri de suprême passion</w:t>
      </w:r>
      <w:r w:rsidR="006036B2">
        <w:t xml:space="preserve">, </w:t>
      </w:r>
      <w:r w:rsidRPr="006056B1">
        <w:t>et qui</w:t>
      </w:r>
      <w:r w:rsidR="006036B2">
        <w:t xml:space="preserve">, </w:t>
      </w:r>
      <w:r w:rsidRPr="006056B1">
        <w:t>après les pièces blanches</w:t>
      </w:r>
      <w:r w:rsidR="006036B2">
        <w:t xml:space="preserve">, </w:t>
      </w:r>
      <w:r w:rsidRPr="006056B1">
        <w:t>en était venue à lui jeter un jour un louis</w:t>
      </w:r>
      <w:r w:rsidR="006036B2">
        <w:t xml:space="preserve">, </w:t>
      </w:r>
      <w:r w:rsidRPr="006056B1">
        <w:t>voulut enfin en avoir le cœur net</w:t>
      </w:r>
      <w:r w:rsidR="006036B2">
        <w:t xml:space="preserve">. </w:t>
      </w:r>
      <w:r w:rsidRPr="006056B1">
        <w:t>Au lieu d</w:t>
      </w:r>
      <w:r w:rsidR="006036B2">
        <w:t>’</w:t>
      </w:r>
      <w:r w:rsidRPr="006056B1">
        <w:t xml:space="preserve">un </w:t>
      </w:r>
      <w:r w:rsidRPr="006056B1">
        <w:rPr>
          <w:i/>
          <w:iCs/>
        </w:rPr>
        <w:t xml:space="preserve">pst </w:t>
      </w:r>
      <w:proofErr w:type="spellStart"/>
      <w:r w:rsidRPr="006056B1">
        <w:rPr>
          <w:i/>
          <w:iCs/>
        </w:rPr>
        <w:t>pst</w:t>
      </w:r>
      <w:proofErr w:type="spellEnd"/>
      <w:r w:rsidR="006036B2">
        <w:t xml:space="preserve">, </w:t>
      </w:r>
      <w:r w:rsidRPr="006056B1">
        <w:t>elle l</w:t>
      </w:r>
      <w:r w:rsidR="006036B2">
        <w:t>’</w:t>
      </w:r>
      <w:r w:rsidRPr="006056B1">
        <w:t>interpella bravement</w:t>
      </w:r>
      <w:r w:rsidR="006036B2">
        <w:t xml:space="preserve">, </w:t>
      </w:r>
      <w:r w:rsidRPr="006056B1">
        <w:t>un beau matin</w:t>
      </w:r>
      <w:r w:rsidR="006036B2">
        <w:t xml:space="preserve">, </w:t>
      </w:r>
      <w:r w:rsidRPr="006056B1">
        <w:t>devant toutes les autres qui gardaient un religieux silence</w:t>
      </w:r>
      <w:r w:rsidR="006036B2">
        <w:t>.</w:t>
      </w:r>
    </w:p>
    <w:p w14:paraId="104290E9" w14:textId="77777777" w:rsidR="006036B2" w:rsidRDefault="006036B2" w:rsidP="00E85E1B">
      <w:r>
        <w:t>— </w:t>
      </w:r>
      <w:r w:rsidR="00E85E1B" w:rsidRPr="006056B1">
        <w:t>Monte donc</w:t>
      </w:r>
      <w:r>
        <w:t xml:space="preserve">, </w:t>
      </w:r>
      <w:r w:rsidR="00E85E1B" w:rsidRPr="006056B1">
        <w:t>lui cria-t-elle</w:t>
      </w:r>
      <w:r>
        <w:t>.</w:t>
      </w:r>
    </w:p>
    <w:p w14:paraId="680B4E69" w14:textId="77777777" w:rsidR="006036B2" w:rsidRDefault="00E85E1B" w:rsidP="00E85E1B">
      <w:r w:rsidRPr="006056B1">
        <w:t>Et</w:t>
      </w:r>
      <w:r w:rsidR="006036B2">
        <w:t xml:space="preserve">, </w:t>
      </w:r>
      <w:r w:rsidRPr="006056B1">
        <w:t>par habitude</w:t>
      </w:r>
      <w:r w:rsidR="006036B2">
        <w:t xml:space="preserve">, </w:t>
      </w:r>
      <w:r w:rsidRPr="006056B1">
        <w:t>elle ajouta</w:t>
      </w:r>
      <w:r w:rsidR="006036B2">
        <w:t> :</w:t>
      </w:r>
    </w:p>
    <w:p w14:paraId="71D20A0E" w14:textId="77777777" w:rsidR="006036B2" w:rsidRDefault="006036B2" w:rsidP="00E85E1B">
      <w:r>
        <w:t>— </w:t>
      </w:r>
      <w:r w:rsidR="00E85E1B" w:rsidRPr="006056B1">
        <w:t>Je serai bien mignonne</w:t>
      </w:r>
      <w:r>
        <w:t xml:space="preserve">, </w:t>
      </w:r>
      <w:r w:rsidR="00E85E1B" w:rsidRPr="006056B1">
        <w:t>joli brun</w:t>
      </w:r>
      <w:r>
        <w:t>.</w:t>
      </w:r>
    </w:p>
    <w:p w14:paraId="1267D9B4" w14:textId="77777777" w:rsidR="006036B2" w:rsidRDefault="00E85E1B" w:rsidP="00E85E1B">
      <w:r w:rsidRPr="006056B1">
        <w:lastRenderedPageBreak/>
        <w:t>On fut d</w:t>
      </w:r>
      <w:r w:rsidR="006036B2">
        <w:t>’</w:t>
      </w:r>
      <w:r w:rsidRPr="006056B1">
        <w:t>abord stupéfait d</w:t>
      </w:r>
      <w:r w:rsidR="006036B2">
        <w:t>’</w:t>
      </w:r>
      <w:r w:rsidRPr="006056B1">
        <w:t>une telle audace</w:t>
      </w:r>
      <w:r w:rsidR="006036B2">
        <w:t xml:space="preserve">. </w:t>
      </w:r>
      <w:r w:rsidRPr="006056B1">
        <w:t>Puis une pourpre de jalousie enlumina toutes les joues</w:t>
      </w:r>
      <w:r w:rsidR="006036B2">
        <w:t xml:space="preserve">, </w:t>
      </w:r>
      <w:r w:rsidRPr="006056B1">
        <w:t>un incendie de désir furieux flamba dans tous les yeux</w:t>
      </w:r>
      <w:r w:rsidR="006036B2">
        <w:t xml:space="preserve">, </w:t>
      </w:r>
      <w:r w:rsidRPr="006056B1">
        <w:t>et c</w:t>
      </w:r>
      <w:r w:rsidR="006036B2">
        <w:t>’</w:t>
      </w:r>
      <w:r w:rsidRPr="006056B1">
        <w:t>est de toutes les f</w:t>
      </w:r>
      <w:r w:rsidRPr="006056B1">
        <w:t>e</w:t>
      </w:r>
      <w:r w:rsidRPr="006056B1">
        <w:t>nêtres à la fois que jaillit un ouragan formidable de</w:t>
      </w:r>
      <w:r w:rsidR="006036B2">
        <w:t> :</w:t>
      </w:r>
    </w:p>
    <w:p w14:paraId="613A1AB1" w14:textId="77777777" w:rsidR="006036B2" w:rsidRDefault="006036B2" w:rsidP="00E85E1B">
      <w:r>
        <w:t>— </w:t>
      </w:r>
      <w:r w:rsidR="00E85E1B" w:rsidRPr="006056B1">
        <w:t>Oui</w:t>
      </w:r>
      <w:r>
        <w:t xml:space="preserve">, </w:t>
      </w:r>
      <w:r w:rsidR="00E85E1B" w:rsidRPr="006056B1">
        <w:t>monte</w:t>
      </w:r>
      <w:r>
        <w:t xml:space="preserve">, </w:t>
      </w:r>
      <w:r w:rsidR="00E85E1B" w:rsidRPr="006056B1">
        <w:t>monte</w:t>
      </w:r>
      <w:r>
        <w:t>.</w:t>
      </w:r>
    </w:p>
    <w:p w14:paraId="73145960" w14:textId="77777777" w:rsidR="006036B2" w:rsidRDefault="006036B2" w:rsidP="00E85E1B">
      <w:r>
        <w:t>— </w:t>
      </w:r>
      <w:r w:rsidR="00E85E1B" w:rsidRPr="006056B1">
        <w:t>Pas chez elle</w:t>
      </w:r>
      <w:r>
        <w:t xml:space="preserve"> ! </w:t>
      </w:r>
      <w:r w:rsidR="00E85E1B" w:rsidRPr="006056B1">
        <w:t>Chez moi</w:t>
      </w:r>
      <w:r>
        <w:t>.</w:t>
      </w:r>
    </w:p>
    <w:p w14:paraId="4B9D5203" w14:textId="77777777" w:rsidR="006036B2" w:rsidRDefault="006036B2" w:rsidP="00E85E1B">
      <w:r>
        <w:t>— </w:t>
      </w:r>
      <w:r w:rsidR="00E85E1B" w:rsidRPr="006056B1">
        <w:t>Non</w:t>
      </w:r>
      <w:r>
        <w:t xml:space="preserve">, </w:t>
      </w:r>
      <w:r w:rsidR="00E85E1B" w:rsidRPr="006056B1">
        <w:t>chez moi</w:t>
      </w:r>
      <w:r>
        <w:t>.</w:t>
      </w:r>
    </w:p>
    <w:p w14:paraId="190389A8" w14:textId="77777777" w:rsidR="006036B2" w:rsidRDefault="006036B2" w:rsidP="00E85E1B">
      <w:r>
        <w:t>— </w:t>
      </w:r>
      <w:r w:rsidR="00E85E1B" w:rsidRPr="006056B1">
        <w:t>J</w:t>
      </w:r>
      <w:r>
        <w:t>’</w:t>
      </w:r>
      <w:r w:rsidR="00E85E1B" w:rsidRPr="006056B1">
        <w:t>suis la plus gosse</w:t>
      </w:r>
      <w:r>
        <w:t>.</w:t>
      </w:r>
    </w:p>
    <w:p w14:paraId="0D61C5A9" w14:textId="77777777" w:rsidR="006036B2" w:rsidRDefault="006036B2" w:rsidP="00E85E1B">
      <w:r>
        <w:t>— </w:t>
      </w:r>
      <w:r w:rsidR="00E85E1B" w:rsidRPr="006056B1">
        <w:t>J</w:t>
      </w:r>
      <w:r>
        <w:t>’</w:t>
      </w:r>
      <w:r w:rsidR="00E85E1B" w:rsidRPr="006056B1">
        <w:t>suis la plus cochonne</w:t>
      </w:r>
      <w:r>
        <w:t>.</w:t>
      </w:r>
    </w:p>
    <w:p w14:paraId="4A953AF9" w14:textId="77777777" w:rsidR="006036B2" w:rsidRDefault="006036B2" w:rsidP="00E85E1B">
      <w:r>
        <w:t>— </w:t>
      </w:r>
      <w:r w:rsidR="00E85E1B" w:rsidRPr="006056B1">
        <w:t>J</w:t>
      </w:r>
      <w:r>
        <w:t>’</w:t>
      </w:r>
      <w:r w:rsidR="00E85E1B" w:rsidRPr="006056B1">
        <w:t>me fends d</w:t>
      </w:r>
      <w:r>
        <w:t>’</w:t>
      </w:r>
      <w:r w:rsidR="00E85E1B" w:rsidRPr="006056B1">
        <w:t>deux louis</w:t>
      </w:r>
      <w:r>
        <w:t>.</w:t>
      </w:r>
    </w:p>
    <w:p w14:paraId="7058F7F8" w14:textId="77777777" w:rsidR="006036B2" w:rsidRDefault="006036B2" w:rsidP="00E85E1B">
      <w:r>
        <w:t>— </w:t>
      </w:r>
      <w:r w:rsidR="00E85E1B" w:rsidRPr="006056B1">
        <w:t>Moi aussi</w:t>
      </w:r>
      <w:r>
        <w:t>.</w:t>
      </w:r>
    </w:p>
    <w:p w14:paraId="177857C3" w14:textId="77777777" w:rsidR="006036B2" w:rsidRDefault="006036B2" w:rsidP="00E85E1B">
      <w:r>
        <w:t>— </w:t>
      </w:r>
      <w:r w:rsidR="00E85E1B" w:rsidRPr="006056B1">
        <w:t>Moi</w:t>
      </w:r>
      <w:r>
        <w:t xml:space="preserve">, </w:t>
      </w:r>
      <w:r w:rsidR="00E85E1B" w:rsidRPr="006056B1">
        <w:t>ce que tu voudras</w:t>
      </w:r>
      <w:r>
        <w:t>.</w:t>
      </w:r>
    </w:p>
    <w:p w14:paraId="6240D284" w14:textId="77777777" w:rsidR="006036B2" w:rsidRDefault="00E85E1B" w:rsidP="00E85E1B">
      <w:r w:rsidRPr="006056B1">
        <w:t>Et</w:t>
      </w:r>
      <w:r w:rsidR="006036B2">
        <w:t xml:space="preserve">, </w:t>
      </w:r>
      <w:r w:rsidRPr="006056B1">
        <w:t>en attendant</w:t>
      </w:r>
      <w:r w:rsidR="006036B2">
        <w:t xml:space="preserve">, </w:t>
      </w:r>
      <w:r w:rsidRPr="006056B1">
        <w:t>il grêlait des sous</w:t>
      </w:r>
      <w:r w:rsidR="006036B2">
        <w:t xml:space="preserve">, </w:t>
      </w:r>
      <w:r w:rsidRPr="006056B1">
        <w:t>des francs</w:t>
      </w:r>
      <w:r w:rsidR="006036B2">
        <w:t xml:space="preserve">, </w:t>
      </w:r>
      <w:r w:rsidRPr="006056B1">
        <w:t>des roues de cinq balles</w:t>
      </w:r>
      <w:r w:rsidR="006036B2">
        <w:t xml:space="preserve">, </w:t>
      </w:r>
      <w:r w:rsidRPr="006056B1">
        <w:t>des jaunets</w:t>
      </w:r>
      <w:r w:rsidR="006036B2">
        <w:t xml:space="preserve">, </w:t>
      </w:r>
      <w:r w:rsidRPr="006056B1">
        <w:t>et aussi des cigares</w:t>
      </w:r>
      <w:r w:rsidR="006036B2">
        <w:t xml:space="preserve">, </w:t>
      </w:r>
      <w:r w:rsidRPr="006056B1">
        <w:t>des oranges</w:t>
      </w:r>
      <w:r w:rsidR="006036B2">
        <w:t xml:space="preserve">, </w:t>
      </w:r>
      <w:r w:rsidRPr="006056B1">
        <w:t>et il tourbillonnait en l</w:t>
      </w:r>
      <w:r w:rsidR="006036B2">
        <w:t>’</w:t>
      </w:r>
      <w:r w:rsidRPr="006056B1">
        <w:t>air des mouchoirs de dentelle et des cravates de soie claire et des foulards et des écharpes</w:t>
      </w:r>
      <w:r w:rsidR="006036B2">
        <w:t xml:space="preserve">, </w:t>
      </w:r>
      <w:r w:rsidRPr="006056B1">
        <w:t>qui venaient battre de l</w:t>
      </w:r>
      <w:r w:rsidR="006036B2">
        <w:t>’</w:t>
      </w:r>
      <w:r w:rsidRPr="006056B1">
        <w:t>aile autour du chanteur comme un vol caressant de grands papillons multicolores</w:t>
      </w:r>
      <w:r w:rsidR="006036B2">
        <w:t>.</w:t>
      </w:r>
    </w:p>
    <w:p w14:paraId="7FF0ED57" w14:textId="77777777" w:rsidR="006036B2" w:rsidRDefault="00E85E1B" w:rsidP="00E85E1B">
      <w:r w:rsidRPr="006056B1">
        <w:t>Tranquillement</w:t>
      </w:r>
      <w:r w:rsidR="006036B2">
        <w:t xml:space="preserve">, </w:t>
      </w:r>
      <w:r w:rsidRPr="006056B1">
        <w:t>presque nonchalamment</w:t>
      </w:r>
      <w:r w:rsidR="006036B2">
        <w:t xml:space="preserve">, </w:t>
      </w:r>
      <w:r w:rsidRPr="006056B1">
        <w:t>il ramassa le b</w:t>
      </w:r>
      <w:r w:rsidRPr="006056B1">
        <w:t>u</w:t>
      </w:r>
      <w:r w:rsidRPr="006056B1">
        <w:t>tin</w:t>
      </w:r>
      <w:r w:rsidR="006036B2">
        <w:t xml:space="preserve">, </w:t>
      </w:r>
      <w:r w:rsidRPr="006056B1">
        <w:t>fourra la monnaie dans sa poche</w:t>
      </w:r>
      <w:r w:rsidR="006036B2">
        <w:t xml:space="preserve">, </w:t>
      </w:r>
      <w:r w:rsidRPr="006056B1">
        <w:t>fit des falbalas un bal</w:t>
      </w:r>
      <w:r w:rsidRPr="006056B1">
        <w:t>u</w:t>
      </w:r>
      <w:r w:rsidRPr="006056B1">
        <w:t>chon qu</w:t>
      </w:r>
      <w:r w:rsidR="006036B2">
        <w:t>’</w:t>
      </w:r>
      <w:r w:rsidRPr="006056B1">
        <w:t>il noua ainsi qu</w:t>
      </w:r>
      <w:r w:rsidR="006036B2">
        <w:t>’</w:t>
      </w:r>
      <w:r w:rsidRPr="006056B1">
        <w:t>un paquet de linge sale</w:t>
      </w:r>
      <w:r w:rsidR="006036B2">
        <w:t xml:space="preserve"> ; </w:t>
      </w:r>
      <w:r w:rsidRPr="006056B1">
        <w:t>puis</w:t>
      </w:r>
      <w:r w:rsidR="006036B2">
        <w:t xml:space="preserve">, </w:t>
      </w:r>
      <w:r w:rsidRPr="006056B1">
        <w:t>se r</w:t>
      </w:r>
      <w:r w:rsidRPr="006056B1">
        <w:t>e</w:t>
      </w:r>
      <w:r w:rsidRPr="006056B1">
        <w:t>dressant et remettant son feutre sur sa tête</w:t>
      </w:r>
      <w:r w:rsidR="006036B2">
        <w:t xml:space="preserve">, </w:t>
      </w:r>
      <w:r w:rsidRPr="006056B1">
        <w:t>avec un geste de grand d</w:t>
      </w:r>
      <w:r w:rsidR="006036B2">
        <w:t>’</w:t>
      </w:r>
      <w:r w:rsidRPr="006056B1">
        <w:t>Espagne au théâtre des Batignolles</w:t>
      </w:r>
      <w:r w:rsidR="006036B2">
        <w:t xml:space="preserve">, </w:t>
      </w:r>
      <w:r w:rsidRPr="006056B1">
        <w:t>il dit</w:t>
      </w:r>
      <w:r w:rsidR="006036B2">
        <w:t> :</w:t>
      </w:r>
    </w:p>
    <w:p w14:paraId="7679382F" w14:textId="77777777" w:rsidR="006036B2" w:rsidRDefault="006036B2" w:rsidP="00E85E1B">
      <w:r>
        <w:t>— </w:t>
      </w:r>
      <w:r w:rsidR="00E85E1B" w:rsidRPr="006056B1">
        <w:t>Merci bien</w:t>
      </w:r>
      <w:r>
        <w:t xml:space="preserve">, </w:t>
      </w:r>
      <w:r w:rsidR="00E85E1B" w:rsidRPr="006056B1">
        <w:t>mesdames</w:t>
      </w:r>
      <w:r>
        <w:t xml:space="preserve"> ; </w:t>
      </w:r>
      <w:r w:rsidR="00E85E1B" w:rsidRPr="006056B1">
        <w:t>mais</w:t>
      </w:r>
      <w:r>
        <w:t xml:space="preserve">, </w:t>
      </w:r>
      <w:r w:rsidR="00E85E1B" w:rsidRPr="006056B1">
        <w:t>vrai</w:t>
      </w:r>
      <w:r>
        <w:t xml:space="preserve">, </w:t>
      </w:r>
      <w:r w:rsidR="00E85E1B" w:rsidRPr="006056B1">
        <w:t>j</w:t>
      </w:r>
      <w:r>
        <w:t>’</w:t>
      </w:r>
      <w:r w:rsidR="00E85E1B" w:rsidRPr="006056B1">
        <w:t>peux pas</w:t>
      </w:r>
      <w:r>
        <w:t>.</w:t>
      </w:r>
    </w:p>
    <w:p w14:paraId="37978054" w14:textId="77777777" w:rsidR="006036B2" w:rsidRDefault="00E85E1B" w:rsidP="00E85E1B">
      <w:r w:rsidRPr="006056B1">
        <w:t>On pensa qu</w:t>
      </w:r>
      <w:r w:rsidR="006036B2">
        <w:t>’</w:t>
      </w:r>
      <w:r w:rsidRPr="006056B1">
        <w:t>en effet</w:t>
      </w:r>
      <w:r w:rsidR="006036B2">
        <w:t xml:space="preserve">, </w:t>
      </w:r>
      <w:r w:rsidRPr="006056B1">
        <w:t>il ne lui était guère commode de s</w:t>
      </w:r>
      <w:r w:rsidRPr="006056B1">
        <w:t>a</w:t>
      </w:r>
      <w:r w:rsidRPr="006056B1">
        <w:t>tisfaire à tant de demandes</w:t>
      </w:r>
      <w:r w:rsidR="006036B2">
        <w:t xml:space="preserve">, </w:t>
      </w:r>
      <w:r w:rsidRPr="006056B1">
        <w:t>et une voix proposa</w:t>
      </w:r>
      <w:r w:rsidR="006036B2">
        <w:t> :</w:t>
      </w:r>
    </w:p>
    <w:p w14:paraId="3A433B08" w14:textId="77777777" w:rsidR="006036B2" w:rsidRDefault="006036B2" w:rsidP="00E85E1B">
      <w:r>
        <w:lastRenderedPageBreak/>
        <w:t>— </w:t>
      </w:r>
      <w:r w:rsidR="00E85E1B" w:rsidRPr="006056B1">
        <w:t>Laissez-le choisir</w:t>
      </w:r>
      <w:r>
        <w:t>.</w:t>
      </w:r>
    </w:p>
    <w:p w14:paraId="6AFF8495" w14:textId="77777777" w:rsidR="006036B2" w:rsidRDefault="006036B2" w:rsidP="00E85E1B">
      <w:r>
        <w:t>— </w:t>
      </w:r>
      <w:r w:rsidR="00E85E1B" w:rsidRPr="006056B1">
        <w:t>Oui</w:t>
      </w:r>
      <w:r>
        <w:t xml:space="preserve">, </w:t>
      </w:r>
      <w:r w:rsidR="00E85E1B" w:rsidRPr="006056B1">
        <w:t>oui</w:t>
      </w:r>
      <w:r>
        <w:t xml:space="preserve">, </w:t>
      </w:r>
      <w:r w:rsidR="00E85E1B" w:rsidRPr="006056B1">
        <w:t>c</w:t>
      </w:r>
      <w:r>
        <w:t>’</w:t>
      </w:r>
      <w:r w:rsidR="00E85E1B" w:rsidRPr="006056B1">
        <w:t>est ça</w:t>
      </w:r>
      <w:r>
        <w:t xml:space="preserve">, </w:t>
      </w:r>
      <w:r w:rsidR="00E85E1B" w:rsidRPr="006056B1">
        <w:t>cria-t-on unanimement</w:t>
      </w:r>
      <w:r>
        <w:t>.</w:t>
      </w:r>
    </w:p>
    <w:p w14:paraId="5706E762" w14:textId="77777777" w:rsidR="006036B2" w:rsidRDefault="00E85E1B" w:rsidP="00E85E1B">
      <w:r w:rsidRPr="006056B1">
        <w:t>Mais il répéta</w:t>
      </w:r>
      <w:r w:rsidR="006036B2">
        <w:t> :</w:t>
      </w:r>
    </w:p>
    <w:p w14:paraId="519E76E2" w14:textId="77777777" w:rsidR="006036B2" w:rsidRDefault="006036B2" w:rsidP="00E85E1B">
      <w:r>
        <w:t>— </w:t>
      </w:r>
      <w:r w:rsidR="00E85E1B" w:rsidRPr="006056B1">
        <w:t>J</w:t>
      </w:r>
      <w:r>
        <w:t>’</w:t>
      </w:r>
      <w:r w:rsidR="00E85E1B" w:rsidRPr="006056B1">
        <w:t>vous dis que j</w:t>
      </w:r>
      <w:r>
        <w:t>’</w:t>
      </w:r>
      <w:r w:rsidR="00E85E1B" w:rsidRPr="006056B1">
        <w:t>peux pas</w:t>
      </w:r>
      <w:r>
        <w:t>.</w:t>
      </w:r>
    </w:p>
    <w:p w14:paraId="09B34F82" w14:textId="77777777" w:rsidR="006036B2" w:rsidRDefault="00E85E1B" w:rsidP="00E85E1B">
      <w:r w:rsidRPr="006056B1">
        <w:t>On pensa qu</w:t>
      </w:r>
      <w:r w:rsidR="006036B2">
        <w:t>’</w:t>
      </w:r>
      <w:r w:rsidRPr="006056B1">
        <w:t>il s</w:t>
      </w:r>
      <w:r w:rsidR="006036B2">
        <w:t>’</w:t>
      </w:r>
      <w:r w:rsidRPr="006056B1">
        <w:t>excusait par galanterie</w:t>
      </w:r>
      <w:r w:rsidR="006036B2">
        <w:t xml:space="preserve">, </w:t>
      </w:r>
      <w:r w:rsidRPr="006056B1">
        <w:t>et plusieurs s</w:t>
      </w:r>
      <w:r w:rsidR="006036B2">
        <w:t>’</w:t>
      </w:r>
      <w:r w:rsidRPr="006056B1">
        <w:t>exclamèrent</w:t>
      </w:r>
      <w:r w:rsidR="006036B2">
        <w:t xml:space="preserve">, </w:t>
      </w:r>
      <w:r w:rsidRPr="006056B1">
        <w:t>presque avec des larmes d</w:t>
      </w:r>
      <w:r w:rsidR="006036B2">
        <w:t>’</w:t>
      </w:r>
      <w:r w:rsidRPr="006056B1">
        <w:t>attendrissement</w:t>
      </w:r>
      <w:r w:rsidR="006036B2">
        <w:t> :</w:t>
      </w:r>
    </w:p>
    <w:p w14:paraId="2BB1B49C" w14:textId="77777777" w:rsidR="006036B2" w:rsidRDefault="006036B2" w:rsidP="00E85E1B">
      <w:r>
        <w:t>— </w:t>
      </w:r>
      <w:r w:rsidR="00E85E1B" w:rsidRPr="006056B1">
        <w:t>Il a rien du cœur avec les femmes</w:t>
      </w:r>
      <w:r>
        <w:t> !</w:t>
      </w:r>
    </w:p>
    <w:p w14:paraId="20E8E073" w14:textId="77777777" w:rsidR="006036B2" w:rsidRDefault="00E85E1B" w:rsidP="00E85E1B">
      <w:r w:rsidRPr="006056B1">
        <w:t>La même voix de tout à l</w:t>
      </w:r>
      <w:r w:rsidR="006036B2">
        <w:t>’</w:t>
      </w:r>
      <w:r w:rsidRPr="006056B1">
        <w:t>heure</w:t>
      </w:r>
      <w:r w:rsidR="006036B2">
        <w:t xml:space="preserve"> (</w:t>
      </w:r>
      <w:r w:rsidRPr="006056B1">
        <w:t>la voix d</w:t>
      </w:r>
      <w:r w:rsidR="006036B2">
        <w:t>’</w:t>
      </w:r>
      <w:r w:rsidRPr="006056B1">
        <w:t>une débroui</w:t>
      </w:r>
      <w:r w:rsidRPr="006056B1">
        <w:t>l</w:t>
      </w:r>
      <w:r w:rsidRPr="006056B1">
        <w:t>larde</w:t>
      </w:r>
      <w:r w:rsidR="006036B2">
        <w:t xml:space="preserve">) </w:t>
      </w:r>
      <w:r w:rsidRPr="006056B1">
        <w:t>reprit</w:t>
      </w:r>
      <w:r w:rsidR="006036B2">
        <w:t> :</w:t>
      </w:r>
    </w:p>
    <w:p w14:paraId="4DBEBEB8" w14:textId="77777777" w:rsidR="006036B2" w:rsidRDefault="006036B2" w:rsidP="00E85E1B">
      <w:r>
        <w:t>— </w:t>
      </w:r>
      <w:r w:rsidR="00E85E1B" w:rsidRPr="006056B1">
        <w:t>Faut le tirer au sort</w:t>
      </w:r>
      <w:r>
        <w:t>.</w:t>
      </w:r>
    </w:p>
    <w:p w14:paraId="1A79B7A2" w14:textId="77777777" w:rsidR="006036B2" w:rsidRDefault="00E85E1B" w:rsidP="00E85E1B">
      <w:r w:rsidRPr="006056B1">
        <w:t>Le même chœur unanime répondit</w:t>
      </w:r>
      <w:r w:rsidR="006036B2">
        <w:t> :</w:t>
      </w:r>
    </w:p>
    <w:p w14:paraId="258BEF74" w14:textId="77777777" w:rsidR="006036B2" w:rsidRDefault="006036B2" w:rsidP="00E85E1B">
      <w:r>
        <w:t>— </w:t>
      </w:r>
      <w:r w:rsidR="00E85E1B" w:rsidRPr="006056B1">
        <w:t>Ça y est</w:t>
      </w:r>
      <w:r>
        <w:t>.</w:t>
      </w:r>
    </w:p>
    <w:p w14:paraId="0B057E98" w14:textId="77777777" w:rsidR="006036B2" w:rsidRDefault="00E85E1B" w:rsidP="00E85E1B">
      <w:r w:rsidRPr="006056B1">
        <w:t>Et le silence religieux se rétablit à nouveau</w:t>
      </w:r>
      <w:r w:rsidR="006036B2">
        <w:t xml:space="preserve">, </w:t>
      </w:r>
      <w:r w:rsidRPr="006056B1">
        <w:t>plus religieux encore</w:t>
      </w:r>
      <w:r w:rsidR="006036B2">
        <w:t xml:space="preserve">, </w:t>
      </w:r>
      <w:r w:rsidRPr="006056B1">
        <w:t>accru d</w:t>
      </w:r>
      <w:r w:rsidR="006036B2">
        <w:t>’</w:t>
      </w:r>
      <w:r w:rsidRPr="006056B1">
        <w:t>angoisses</w:t>
      </w:r>
      <w:r w:rsidR="006036B2">
        <w:t xml:space="preserve">, </w:t>
      </w:r>
      <w:r w:rsidRPr="006056B1">
        <w:t>un silence à entendre battre tous les cœurs</w:t>
      </w:r>
      <w:r w:rsidR="006036B2">
        <w:t>.</w:t>
      </w:r>
    </w:p>
    <w:p w14:paraId="74964626" w14:textId="77777777" w:rsidR="006036B2" w:rsidRDefault="00E85E1B" w:rsidP="00E85E1B">
      <w:r w:rsidRPr="006056B1">
        <w:t>Le chanteur en profita pour déclarer lentement</w:t>
      </w:r>
      <w:r w:rsidR="006036B2">
        <w:t> :</w:t>
      </w:r>
    </w:p>
    <w:p w14:paraId="6C5F04F0" w14:textId="77777777" w:rsidR="006036B2" w:rsidRDefault="006036B2" w:rsidP="00E85E1B">
      <w:r>
        <w:t>— </w:t>
      </w:r>
      <w:r w:rsidR="00E85E1B" w:rsidRPr="006056B1">
        <w:t>Ça non plus</w:t>
      </w:r>
      <w:r>
        <w:t xml:space="preserve">, </w:t>
      </w:r>
      <w:r w:rsidR="00E85E1B" w:rsidRPr="006056B1">
        <w:t>j</w:t>
      </w:r>
      <w:r>
        <w:t>’</w:t>
      </w:r>
      <w:r w:rsidR="00E85E1B" w:rsidRPr="006056B1">
        <w:t>peux pas</w:t>
      </w:r>
      <w:r>
        <w:t xml:space="preserve">. </w:t>
      </w:r>
      <w:r w:rsidR="00E85E1B" w:rsidRPr="006056B1">
        <w:t>Ni toutes à la fois</w:t>
      </w:r>
      <w:r>
        <w:t xml:space="preserve">, </w:t>
      </w:r>
      <w:r w:rsidR="00E85E1B" w:rsidRPr="006056B1">
        <w:t>ni l</w:t>
      </w:r>
      <w:r>
        <w:t>’</w:t>
      </w:r>
      <w:r w:rsidR="00E85E1B" w:rsidRPr="006056B1">
        <w:t>une après l</w:t>
      </w:r>
      <w:r>
        <w:t>’</w:t>
      </w:r>
      <w:r w:rsidR="00E85E1B" w:rsidRPr="006056B1">
        <w:t>autre</w:t>
      </w:r>
      <w:r>
        <w:t xml:space="preserve">, </w:t>
      </w:r>
      <w:r w:rsidR="00E85E1B" w:rsidRPr="006056B1">
        <w:t>ni l</w:t>
      </w:r>
      <w:r>
        <w:t>’</w:t>
      </w:r>
      <w:r w:rsidR="00E85E1B" w:rsidRPr="006056B1">
        <w:t>une ni l</w:t>
      </w:r>
      <w:r>
        <w:t>’</w:t>
      </w:r>
      <w:r w:rsidR="00E85E1B" w:rsidRPr="006056B1">
        <w:t>autre</w:t>
      </w:r>
      <w:r>
        <w:t xml:space="preserve"> ! </w:t>
      </w:r>
      <w:r w:rsidR="00E85E1B" w:rsidRPr="006056B1">
        <w:t>J</w:t>
      </w:r>
      <w:r>
        <w:t>’</w:t>
      </w:r>
      <w:r w:rsidR="00E85E1B" w:rsidRPr="006056B1">
        <w:t>vous dis que j</w:t>
      </w:r>
      <w:r>
        <w:t>’</w:t>
      </w:r>
      <w:r w:rsidR="00E85E1B" w:rsidRPr="006056B1">
        <w:t>peux pas</w:t>
      </w:r>
      <w:r>
        <w:t>.</w:t>
      </w:r>
    </w:p>
    <w:p w14:paraId="767A2B63" w14:textId="77777777" w:rsidR="006036B2" w:rsidRDefault="006036B2" w:rsidP="00E85E1B">
      <w:r>
        <w:t>— </w:t>
      </w:r>
      <w:r w:rsidR="00E85E1B" w:rsidRPr="006056B1">
        <w:t>Pourquoi</w:t>
      </w:r>
      <w:r>
        <w:t xml:space="preserve"> ? </w:t>
      </w:r>
      <w:r w:rsidR="00E85E1B" w:rsidRPr="006056B1">
        <w:t>Pourquoi</w:t>
      </w:r>
      <w:r>
        <w:t> ?</w:t>
      </w:r>
    </w:p>
    <w:p w14:paraId="63F4D50D" w14:textId="77777777" w:rsidR="006036B2" w:rsidRDefault="00E85E1B" w:rsidP="00E85E1B">
      <w:r w:rsidRPr="006056B1">
        <w:t>Et les voix</w:t>
      </w:r>
      <w:r w:rsidR="006036B2">
        <w:t xml:space="preserve">, </w:t>
      </w:r>
      <w:r w:rsidRPr="006056B1">
        <w:t>à présent</w:t>
      </w:r>
      <w:r w:rsidR="006036B2">
        <w:t xml:space="preserve">, </w:t>
      </w:r>
      <w:r w:rsidRPr="006056B1">
        <w:t>glapissaient</w:t>
      </w:r>
      <w:r w:rsidR="006036B2">
        <w:t xml:space="preserve">, </w:t>
      </w:r>
      <w:r w:rsidRPr="006056B1">
        <w:t xml:space="preserve">colères </w:t>
      </w:r>
      <w:proofErr w:type="spellStart"/>
      <w:r w:rsidRPr="006056B1">
        <w:t>tout</w:t>
      </w:r>
      <w:proofErr w:type="spellEnd"/>
      <w:r w:rsidRPr="006056B1">
        <w:t xml:space="preserve"> ensemble et désolées</w:t>
      </w:r>
      <w:r w:rsidR="006036B2">
        <w:t xml:space="preserve">. </w:t>
      </w:r>
      <w:r w:rsidRPr="006056B1">
        <w:t>Des joues avaient passé de l</w:t>
      </w:r>
      <w:r w:rsidR="006036B2">
        <w:t>’</w:t>
      </w:r>
      <w:r w:rsidRPr="006056B1">
        <w:t>écarlate au livide</w:t>
      </w:r>
      <w:r w:rsidR="006036B2">
        <w:t xml:space="preserve">. </w:t>
      </w:r>
      <w:r w:rsidRPr="006056B1">
        <w:t>Des yeux fulguraient</w:t>
      </w:r>
      <w:r w:rsidR="006036B2">
        <w:t xml:space="preserve">. </w:t>
      </w:r>
      <w:r w:rsidRPr="006056B1">
        <w:t xml:space="preserve">Quelques </w:t>
      </w:r>
      <w:proofErr w:type="spellStart"/>
      <w:r w:rsidRPr="006056B1">
        <w:t>poings</w:t>
      </w:r>
      <w:proofErr w:type="spellEnd"/>
      <w:r w:rsidRPr="006056B1">
        <w:t xml:space="preserve"> étaient brandis</w:t>
      </w:r>
      <w:r w:rsidR="006036B2">
        <w:t xml:space="preserve">, </w:t>
      </w:r>
      <w:r w:rsidRPr="006056B1">
        <w:t>menaçants</w:t>
      </w:r>
      <w:r w:rsidR="006036B2">
        <w:t>.</w:t>
      </w:r>
    </w:p>
    <w:p w14:paraId="4C8B395A" w14:textId="77777777" w:rsidR="006036B2" w:rsidRDefault="006036B2" w:rsidP="00E85E1B">
      <w:r>
        <w:lastRenderedPageBreak/>
        <w:t>— </w:t>
      </w:r>
      <w:r w:rsidR="00E85E1B" w:rsidRPr="006056B1">
        <w:t>Silence</w:t>
      </w:r>
      <w:r>
        <w:t xml:space="preserve"> ! </w:t>
      </w:r>
      <w:r w:rsidR="00E85E1B" w:rsidRPr="006056B1">
        <w:t>hurla celle qui avait parlé la première</w:t>
      </w:r>
      <w:r>
        <w:t xml:space="preserve">. </w:t>
      </w:r>
      <w:r w:rsidR="00E85E1B" w:rsidRPr="006056B1">
        <w:t>Taisez-vous donc</w:t>
      </w:r>
      <w:r>
        <w:t xml:space="preserve">, </w:t>
      </w:r>
      <w:r w:rsidR="00E85E1B" w:rsidRPr="006056B1">
        <w:t>tas de salopes</w:t>
      </w:r>
      <w:r>
        <w:t xml:space="preserve"> ! </w:t>
      </w:r>
      <w:r w:rsidR="00E85E1B" w:rsidRPr="006056B1">
        <w:t>Qu</w:t>
      </w:r>
      <w:r>
        <w:t>’</w:t>
      </w:r>
      <w:r w:rsidR="00E85E1B" w:rsidRPr="006056B1">
        <w:t>il s</w:t>
      </w:r>
      <w:r>
        <w:t>’</w:t>
      </w:r>
      <w:r w:rsidR="00E85E1B" w:rsidRPr="006056B1">
        <w:t>explique</w:t>
      </w:r>
      <w:r>
        <w:t xml:space="preserve"> ! </w:t>
      </w:r>
      <w:r w:rsidR="00E85E1B" w:rsidRPr="006056B1">
        <w:t>Qu</w:t>
      </w:r>
      <w:r>
        <w:t>’</w:t>
      </w:r>
      <w:r w:rsidR="00E85E1B" w:rsidRPr="006056B1">
        <w:t>il dise pou</w:t>
      </w:r>
      <w:r w:rsidR="00E85E1B" w:rsidRPr="006056B1">
        <w:t>r</w:t>
      </w:r>
      <w:r w:rsidR="00E85E1B" w:rsidRPr="006056B1">
        <w:t>quoi</w:t>
      </w:r>
      <w:r>
        <w:t> !</w:t>
      </w:r>
    </w:p>
    <w:p w14:paraId="444BCA6B" w14:textId="77777777" w:rsidR="006036B2" w:rsidRDefault="006036B2" w:rsidP="00E85E1B">
      <w:r>
        <w:t>— </w:t>
      </w:r>
      <w:r w:rsidR="00E85E1B" w:rsidRPr="006056B1">
        <w:t>Oui</w:t>
      </w:r>
      <w:r>
        <w:t xml:space="preserve">, </w:t>
      </w:r>
      <w:r w:rsidR="00E85E1B" w:rsidRPr="006056B1">
        <w:t>oui</w:t>
      </w:r>
      <w:r>
        <w:t xml:space="preserve">, </w:t>
      </w:r>
      <w:r w:rsidR="00E85E1B" w:rsidRPr="006056B1">
        <w:t>taisons-nous</w:t>
      </w:r>
      <w:r>
        <w:t xml:space="preserve"> ! </w:t>
      </w:r>
      <w:r w:rsidR="00E85E1B" w:rsidRPr="006056B1">
        <w:t>Qu</w:t>
      </w:r>
      <w:r>
        <w:t>’</w:t>
      </w:r>
      <w:r w:rsidR="00E85E1B" w:rsidRPr="006056B1">
        <w:t>il s</w:t>
      </w:r>
      <w:r>
        <w:t>’</w:t>
      </w:r>
      <w:r w:rsidR="00E85E1B" w:rsidRPr="006056B1">
        <w:t>explique</w:t>
      </w:r>
      <w:r>
        <w:t xml:space="preserve">, </w:t>
      </w:r>
      <w:r w:rsidR="00E85E1B" w:rsidRPr="006056B1">
        <w:t>nom de Dieu</w:t>
      </w:r>
      <w:r>
        <w:t> !</w:t>
      </w:r>
    </w:p>
    <w:p w14:paraId="075FF118" w14:textId="77777777" w:rsidR="006036B2" w:rsidRDefault="00E85E1B" w:rsidP="00E85E1B">
      <w:r w:rsidRPr="006056B1">
        <w:t>Alors</w:t>
      </w:r>
      <w:r w:rsidR="006036B2">
        <w:t xml:space="preserve">, </w:t>
      </w:r>
      <w:r w:rsidRPr="006056B1">
        <w:t>dans le silence devenu farouche</w:t>
      </w:r>
      <w:r w:rsidR="006036B2">
        <w:t xml:space="preserve">, </w:t>
      </w:r>
      <w:r w:rsidRPr="006056B1">
        <w:t>le chanteur articula</w:t>
      </w:r>
      <w:r w:rsidR="006036B2">
        <w:t xml:space="preserve">, </w:t>
      </w:r>
      <w:r w:rsidRPr="006056B1">
        <w:t>en ouvrant ses bras tout grands par un geste d</w:t>
      </w:r>
      <w:r w:rsidR="006036B2">
        <w:t>’</w:t>
      </w:r>
      <w:r w:rsidRPr="006056B1">
        <w:t>impuissance d</w:t>
      </w:r>
      <w:r w:rsidRPr="006056B1">
        <w:t>é</w:t>
      </w:r>
      <w:r w:rsidRPr="006056B1">
        <w:t>sespérée</w:t>
      </w:r>
      <w:r w:rsidR="006036B2">
        <w:t> :</w:t>
      </w:r>
    </w:p>
    <w:p w14:paraId="4BCAEAD7" w14:textId="77777777" w:rsidR="006036B2" w:rsidRDefault="006036B2" w:rsidP="00E85E1B">
      <w:r>
        <w:t>— </w:t>
      </w:r>
      <w:proofErr w:type="spellStart"/>
      <w:r w:rsidR="00E85E1B" w:rsidRPr="006056B1">
        <w:t>Qué</w:t>
      </w:r>
      <w:proofErr w:type="spellEnd"/>
      <w:r w:rsidR="00E85E1B" w:rsidRPr="006056B1">
        <w:t xml:space="preserve"> qu</w:t>
      </w:r>
      <w:r>
        <w:t>’</w:t>
      </w:r>
      <w:r w:rsidR="00E85E1B" w:rsidRPr="006056B1">
        <w:t>vous voulez</w:t>
      </w:r>
      <w:r>
        <w:t xml:space="preserve"> ? </w:t>
      </w:r>
      <w:r w:rsidR="00E85E1B" w:rsidRPr="006056B1">
        <w:t>C</w:t>
      </w:r>
      <w:r>
        <w:t>’</w:t>
      </w:r>
      <w:r w:rsidR="00E85E1B" w:rsidRPr="006056B1">
        <w:t>est embêtant</w:t>
      </w:r>
      <w:r>
        <w:t xml:space="preserve"> ; </w:t>
      </w:r>
      <w:r w:rsidR="00E85E1B" w:rsidRPr="006056B1">
        <w:t>mais j</w:t>
      </w:r>
      <w:r>
        <w:t>’</w:t>
      </w:r>
      <w:r w:rsidR="00E85E1B" w:rsidRPr="006056B1">
        <w:t>aime pas ça</w:t>
      </w:r>
      <w:r>
        <w:t xml:space="preserve">. </w:t>
      </w:r>
      <w:r w:rsidR="00E85E1B" w:rsidRPr="006056B1">
        <w:t>J</w:t>
      </w:r>
      <w:r>
        <w:t>’</w:t>
      </w:r>
      <w:r w:rsidR="00E85E1B" w:rsidRPr="006056B1">
        <w:t xml:space="preserve">suis </w:t>
      </w:r>
      <w:proofErr w:type="spellStart"/>
      <w:r w:rsidR="00E85E1B" w:rsidRPr="006056B1">
        <w:t>comm</w:t>
      </w:r>
      <w:r>
        <w:t>’</w:t>
      </w:r>
      <w:r w:rsidR="00E85E1B" w:rsidRPr="006056B1">
        <w:t>vous</w:t>
      </w:r>
      <w:proofErr w:type="spellEnd"/>
      <w:r>
        <w:t xml:space="preserve">. </w:t>
      </w:r>
      <w:r w:rsidR="00E85E1B" w:rsidRPr="006056B1">
        <w:t>J</w:t>
      </w:r>
      <w:r>
        <w:t>’</w:t>
      </w:r>
      <w:r w:rsidR="00E85E1B" w:rsidRPr="006056B1">
        <w:t xml:space="preserve">aime que mon </w:t>
      </w:r>
      <w:proofErr w:type="gramStart"/>
      <w:r w:rsidR="00E85E1B" w:rsidRPr="006056B1">
        <w:t>p</w:t>
      </w:r>
      <w:r>
        <w:t>’</w:t>
      </w:r>
      <w:r w:rsidR="00E85E1B" w:rsidRPr="006056B1">
        <w:t>tit</w:t>
      </w:r>
      <w:proofErr w:type="gramEnd"/>
      <w:r w:rsidR="00E85E1B" w:rsidRPr="006056B1">
        <w:t xml:space="preserve"> homme</w:t>
      </w:r>
      <w:r>
        <w:t>.</w:t>
      </w:r>
    </w:p>
    <w:p w14:paraId="14718256" w14:textId="77777777" w:rsidR="006036B2" w:rsidRDefault="00E85E1B" w:rsidP="00E85E1B">
      <w:r w:rsidRPr="006056B1">
        <w:t>Et c</w:t>
      </w:r>
      <w:r w:rsidR="006036B2">
        <w:t>’</w:t>
      </w:r>
      <w:r w:rsidRPr="006056B1">
        <w:t>était dit d</w:t>
      </w:r>
      <w:r w:rsidR="006036B2">
        <w:t>’</w:t>
      </w:r>
      <w:r w:rsidRPr="006056B1">
        <w:t>un accent si convaincu</w:t>
      </w:r>
      <w:r w:rsidR="006036B2">
        <w:t xml:space="preserve">, </w:t>
      </w:r>
      <w:r w:rsidRPr="006056B1">
        <w:t>et l</w:t>
      </w:r>
      <w:r w:rsidR="006036B2">
        <w:t>’</w:t>
      </w:r>
      <w:r w:rsidRPr="006056B1">
        <w:t>on sentait si bien qu</w:t>
      </w:r>
      <w:r w:rsidR="006036B2">
        <w:t>’</w:t>
      </w:r>
      <w:r w:rsidRPr="006056B1">
        <w:t>il aimait à sa façon</w:t>
      </w:r>
      <w:r w:rsidR="006036B2">
        <w:t xml:space="preserve">, </w:t>
      </w:r>
      <w:r w:rsidRPr="006056B1">
        <w:t>et passionnément</w:t>
      </w:r>
      <w:r w:rsidR="006036B2">
        <w:t xml:space="preserve">, </w:t>
      </w:r>
      <w:r w:rsidRPr="006056B1">
        <w:t>et follement</w:t>
      </w:r>
      <w:r w:rsidR="006036B2">
        <w:t xml:space="preserve">, </w:t>
      </w:r>
      <w:r w:rsidRPr="006056B1">
        <w:t>que toutes ces passionnées</w:t>
      </w:r>
      <w:r w:rsidR="006036B2">
        <w:t xml:space="preserve">, </w:t>
      </w:r>
      <w:r w:rsidRPr="006056B1">
        <w:t>toutes ces folles</w:t>
      </w:r>
      <w:r w:rsidR="006036B2">
        <w:t xml:space="preserve">, </w:t>
      </w:r>
      <w:r w:rsidRPr="006056B1">
        <w:t>n</w:t>
      </w:r>
      <w:r w:rsidR="006036B2">
        <w:t>’</w:t>
      </w:r>
      <w:r w:rsidRPr="006056B1">
        <w:t>eurent pas le cœur de lui en vouloir</w:t>
      </w:r>
      <w:r w:rsidR="006036B2">
        <w:t xml:space="preserve">, </w:t>
      </w:r>
      <w:r w:rsidRPr="006056B1">
        <w:t>et que plusieurs murmurèrent en sanglotant</w:t>
      </w:r>
      <w:r w:rsidR="006036B2">
        <w:t> :</w:t>
      </w:r>
    </w:p>
    <w:p w14:paraId="18DC487E" w14:textId="77777777" w:rsidR="006036B2" w:rsidRDefault="006036B2" w:rsidP="00E85E1B">
      <w:r>
        <w:t>— </w:t>
      </w:r>
      <w:r w:rsidR="00E85E1B" w:rsidRPr="006056B1">
        <w:t>Pauvre amour</w:t>
      </w:r>
      <w:r>
        <w:t xml:space="preserve">, </w:t>
      </w:r>
      <w:r w:rsidR="00E85E1B" w:rsidRPr="006056B1">
        <w:t>va</w:t>
      </w:r>
      <w:r>
        <w:t> !</w:t>
      </w:r>
    </w:p>
    <w:p w14:paraId="6290B1E0" w14:textId="61A1D7AF" w:rsidR="00E85E1B" w:rsidRPr="006056B1" w:rsidRDefault="00E85E1B" w:rsidP="006036B2">
      <w:pPr>
        <w:pStyle w:val="Titre1"/>
        <w:rPr>
          <w:rFonts w:eastAsia="Batang"/>
        </w:rPr>
      </w:pPr>
      <w:bookmarkStart w:id="14" w:name="_Toc194853049"/>
      <w:r w:rsidRPr="006056B1">
        <w:rPr>
          <w:rFonts w:eastAsia="Batang"/>
        </w:rPr>
        <w:lastRenderedPageBreak/>
        <w:t>L</w:t>
      </w:r>
      <w:r w:rsidR="006036B2">
        <w:rPr>
          <w:rFonts w:eastAsia="Batang"/>
        </w:rPr>
        <w:t>’</w:t>
      </w:r>
      <w:r w:rsidRPr="006056B1">
        <w:rPr>
          <w:rFonts w:eastAsia="Batang"/>
        </w:rPr>
        <w:t>OPINION DE JULOT</w:t>
      </w:r>
      <w:bookmarkEnd w:id="14"/>
    </w:p>
    <w:p w14:paraId="6450E67F" w14:textId="77777777" w:rsidR="006036B2" w:rsidRDefault="00E85E1B" w:rsidP="00E85E1B">
      <w:r w:rsidRPr="006056B1">
        <w:t>Très infatuée de sa petite personne artistique</w:t>
      </w:r>
      <w:r w:rsidR="006036B2">
        <w:t xml:space="preserve">, </w:t>
      </w:r>
      <w:r w:rsidRPr="006056B1">
        <w:t>sans doute extrêmement infatuée</w:t>
      </w:r>
      <w:r w:rsidR="006036B2">
        <w:t xml:space="preserve">, </w:t>
      </w:r>
      <w:r w:rsidRPr="006056B1">
        <w:t xml:space="preserve">la duchesse Huguette de </w:t>
      </w:r>
      <w:proofErr w:type="spellStart"/>
      <w:r w:rsidRPr="006056B1">
        <w:t>Lionzac</w:t>
      </w:r>
      <w:proofErr w:type="spellEnd"/>
      <w:r w:rsidR="006036B2">
        <w:t xml:space="preserve"> ! </w:t>
      </w:r>
      <w:r w:rsidRPr="006056B1">
        <w:t>Mais</w:t>
      </w:r>
      <w:r w:rsidR="006036B2">
        <w:t xml:space="preserve">, </w:t>
      </w:r>
      <w:r w:rsidRPr="006056B1">
        <w:t>en vérité</w:t>
      </w:r>
      <w:r w:rsidR="006036B2">
        <w:t xml:space="preserve">, </w:t>
      </w:r>
      <w:r w:rsidRPr="006056B1">
        <w:t>n</w:t>
      </w:r>
      <w:r w:rsidR="006036B2">
        <w:t>’</w:t>
      </w:r>
      <w:r w:rsidRPr="006056B1">
        <w:t>y a-t-elle pas tous les droits</w:t>
      </w:r>
      <w:r w:rsidR="006036B2">
        <w:t xml:space="preserve">, </w:t>
      </w:r>
      <w:r w:rsidRPr="006056B1">
        <w:t>et qui donc</w:t>
      </w:r>
      <w:r w:rsidR="006036B2">
        <w:t xml:space="preserve">, </w:t>
      </w:r>
      <w:r w:rsidRPr="006056B1">
        <w:t>à sa place</w:t>
      </w:r>
      <w:r w:rsidR="006036B2">
        <w:t xml:space="preserve">, </w:t>
      </w:r>
      <w:r w:rsidRPr="006056B1">
        <w:t>ne se monterait un brin le bourrichon</w:t>
      </w:r>
      <w:r w:rsidR="006036B2">
        <w:t xml:space="preserve"> ? </w:t>
      </w:r>
      <w:r w:rsidRPr="006056B1">
        <w:t>Il n</w:t>
      </w:r>
      <w:r w:rsidR="006036B2">
        <w:t>’</w:t>
      </w:r>
      <w:r w:rsidRPr="006056B1">
        <w:t>est pas un genre de succès qu</w:t>
      </w:r>
      <w:r w:rsidR="006036B2">
        <w:t>’</w:t>
      </w:r>
      <w:r w:rsidRPr="006056B1">
        <w:t>elle n</w:t>
      </w:r>
      <w:r w:rsidR="006036B2">
        <w:t>’</w:t>
      </w:r>
      <w:r w:rsidRPr="006056B1">
        <w:t>ait désiré et obtenu</w:t>
      </w:r>
      <w:r w:rsidR="006036B2">
        <w:t>.</w:t>
      </w:r>
    </w:p>
    <w:p w14:paraId="4B5F7A62" w14:textId="77777777" w:rsidR="006036B2" w:rsidRDefault="00E85E1B" w:rsidP="00E85E1B">
      <w:r w:rsidRPr="006056B1">
        <w:t>Elle a été médaillée au Salon comme statuaire et l</w:t>
      </w:r>
      <w:r w:rsidR="006036B2">
        <w:t>’</w:t>
      </w:r>
      <w:r w:rsidRPr="006056B1">
        <w:t>on a vu d</w:t>
      </w:r>
      <w:r w:rsidR="006036B2">
        <w:t>’</w:t>
      </w:r>
      <w:r w:rsidRPr="006056B1">
        <w:t>elle</w:t>
      </w:r>
      <w:r w:rsidR="006036B2">
        <w:t xml:space="preserve">, </w:t>
      </w:r>
      <w:r w:rsidRPr="006056B1">
        <w:t>à l</w:t>
      </w:r>
      <w:r w:rsidR="006036B2">
        <w:t>’</w:t>
      </w:r>
      <w:r w:rsidRPr="006056B1">
        <w:rPr>
          <w:i/>
          <w:iCs/>
        </w:rPr>
        <w:t>Exposition des Outranciers</w:t>
      </w:r>
      <w:r w:rsidR="006036B2">
        <w:rPr>
          <w:i/>
          <w:iCs/>
        </w:rPr>
        <w:t xml:space="preserve">, </w:t>
      </w:r>
      <w:r w:rsidRPr="006056B1">
        <w:t>une aquarelle au mouch</w:t>
      </w:r>
      <w:r w:rsidRPr="006056B1">
        <w:t>e</w:t>
      </w:r>
      <w:r w:rsidRPr="006056B1">
        <w:t>tis qui a paru excentrique même parmi ces excentriques</w:t>
      </w:r>
      <w:r w:rsidR="006036B2">
        <w:t>.</w:t>
      </w:r>
    </w:p>
    <w:p w14:paraId="3E4BEF64" w14:textId="77777777" w:rsidR="006036B2" w:rsidRDefault="00E85E1B" w:rsidP="00E85E1B">
      <w:r w:rsidRPr="006056B1">
        <w:t>Elle a publié un recueil de poèmes qui a été couronné par l</w:t>
      </w:r>
      <w:r w:rsidR="006036B2">
        <w:t>’</w:t>
      </w:r>
      <w:r w:rsidRPr="006056B1">
        <w:t xml:space="preserve">Académie et une plaquette de </w:t>
      </w:r>
      <w:r w:rsidRPr="006056B1">
        <w:rPr>
          <w:i/>
          <w:iCs/>
        </w:rPr>
        <w:t>Proses rythmiques</w:t>
      </w:r>
      <w:r w:rsidR="006036B2">
        <w:t xml:space="preserve">, </w:t>
      </w:r>
      <w:r w:rsidRPr="006056B1">
        <w:t xml:space="preserve">dont la </w:t>
      </w:r>
      <w:r w:rsidRPr="006056B1">
        <w:rPr>
          <w:i/>
          <w:iCs/>
        </w:rPr>
        <w:t>R</w:t>
      </w:r>
      <w:r w:rsidRPr="006056B1">
        <w:rPr>
          <w:i/>
          <w:iCs/>
        </w:rPr>
        <w:t>e</w:t>
      </w:r>
      <w:r w:rsidRPr="006056B1">
        <w:rPr>
          <w:i/>
          <w:iCs/>
        </w:rPr>
        <w:t>vue de demain</w:t>
      </w:r>
      <w:r w:rsidRPr="006056B1">
        <w:t xml:space="preserve"> a écrit textuellement que c</w:t>
      </w:r>
      <w:r w:rsidR="006036B2">
        <w:t>’</w:t>
      </w:r>
      <w:r w:rsidRPr="006056B1">
        <w:t xml:space="preserve">était </w:t>
      </w:r>
      <w:r w:rsidR="006036B2">
        <w:t>« </w:t>
      </w:r>
      <w:r w:rsidRPr="006056B1">
        <w:t xml:space="preserve">du Mallarmé en plus subtile et évanescente fragrance de fugace en-aller </w:t>
      </w:r>
      <w:proofErr w:type="spellStart"/>
      <w:r w:rsidRPr="006056B1">
        <w:t>emmi</w:t>
      </w:r>
      <w:proofErr w:type="spellEnd"/>
      <w:r w:rsidRPr="006056B1">
        <w:t xml:space="preserve"> les ailleurs</w:t>
      </w:r>
      <w:r w:rsidR="006036B2">
        <w:t> ».</w:t>
      </w:r>
    </w:p>
    <w:p w14:paraId="60C91F7F" w14:textId="77777777" w:rsidR="006036B2" w:rsidRDefault="00E85E1B" w:rsidP="00E85E1B">
      <w:r w:rsidRPr="006056B1">
        <w:t>Quand elle joue une saynète</w:t>
      </w:r>
      <w:r w:rsidR="006036B2">
        <w:t xml:space="preserve">, </w:t>
      </w:r>
      <w:r w:rsidRPr="006056B1">
        <w:t>les uns s</w:t>
      </w:r>
      <w:r w:rsidR="006036B2">
        <w:t>’</w:t>
      </w:r>
      <w:r w:rsidRPr="006056B1">
        <w:t>écrient</w:t>
      </w:r>
      <w:r w:rsidR="006036B2">
        <w:t> :</w:t>
      </w:r>
    </w:p>
    <w:p w14:paraId="4FE7863B" w14:textId="77777777" w:rsidR="006036B2" w:rsidRDefault="006036B2" w:rsidP="00E85E1B">
      <w:r>
        <w:t>— </w:t>
      </w:r>
      <w:r w:rsidR="00E85E1B" w:rsidRPr="006056B1">
        <w:t>C</w:t>
      </w:r>
      <w:r>
        <w:t>’</w:t>
      </w:r>
      <w:r w:rsidR="00E85E1B" w:rsidRPr="006056B1">
        <w:t>est mieux qu</w:t>
      </w:r>
      <w:r>
        <w:t>’</w:t>
      </w:r>
      <w:r w:rsidR="00E85E1B" w:rsidRPr="006056B1">
        <w:t>à la Comédie-Française</w:t>
      </w:r>
      <w:r>
        <w:t> !</w:t>
      </w:r>
    </w:p>
    <w:p w14:paraId="4FD7E7E2" w14:textId="77777777" w:rsidR="006036B2" w:rsidRDefault="00E85E1B" w:rsidP="00E85E1B">
      <w:r w:rsidRPr="006056B1">
        <w:t>D</w:t>
      </w:r>
      <w:r w:rsidR="006036B2">
        <w:t>’</w:t>
      </w:r>
      <w:r w:rsidRPr="006056B1">
        <w:t>autres</w:t>
      </w:r>
      <w:r w:rsidR="006036B2">
        <w:t xml:space="preserve">, </w:t>
      </w:r>
      <w:r w:rsidRPr="006056B1">
        <w:t>plus raffinés</w:t>
      </w:r>
      <w:r w:rsidR="006036B2">
        <w:t xml:space="preserve">, </w:t>
      </w:r>
      <w:r w:rsidRPr="006056B1">
        <w:t>vont jusqu</w:t>
      </w:r>
      <w:r w:rsidR="006036B2">
        <w:t>’</w:t>
      </w:r>
      <w:r w:rsidRPr="006056B1">
        <w:t>à cet éloge suprême</w:t>
      </w:r>
      <w:r w:rsidR="006036B2">
        <w:t> :</w:t>
      </w:r>
    </w:p>
    <w:p w14:paraId="5C45959F" w14:textId="77777777" w:rsidR="006036B2" w:rsidRDefault="006036B2" w:rsidP="00E85E1B">
      <w:r>
        <w:t>— </w:t>
      </w:r>
      <w:r w:rsidR="00E85E1B" w:rsidRPr="006056B1">
        <w:t>Mieux qu</w:t>
      </w:r>
      <w:r>
        <w:t>’</w:t>
      </w:r>
      <w:r w:rsidR="00E85E1B" w:rsidRPr="006056B1">
        <w:t>au Théâtre-Libre</w:t>
      </w:r>
      <w:r>
        <w:t> !</w:t>
      </w:r>
    </w:p>
    <w:p w14:paraId="684E7E84" w14:textId="77777777" w:rsidR="006036B2" w:rsidRDefault="00E85E1B" w:rsidP="00E85E1B">
      <w:r w:rsidRPr="006056B1">
        <w:t>Un moment</w:t>
      </w:r>
      <w:r w:rsidR="006036B2">
        <w:t xml:space="preserve">, </w:t>
      </w:r>
      <w:r w:rsidRPr="006056B1">
        <w:t>le bruit a couru</w:t>
      </w:r>
      <w:r w:rsidR="006036B2">
        <w:t xml:space="preserve">, </w:t>
      </w:r>
      <w:r w:rsidRPr="006056B1">
        <w:t>propagé par les journaux</w:t>
      </w:r>
      <w:r w:rsidR="006036B2">
        <w:t xml:space="preserve">, </w:t>
      </w:r>
      <w:r w:rsidRPr="006056B1">
        <w:t>qu</w:t>
      </w:r>
      <w:r w:rsidR="006036B2">
        <w:t>’</w:t>
      </w:r>
      <w:r w:rsidRPr="006056B1">
        <w:t>elle allait débuter à l</w:t>
      </w:r>
      <w:r w:rsidR="006036B2">
        <w:t>’</w:t>
      </w:r>
      <w:r w:rsidRPr="006056B1">
        <w:t>Opéra-Comique</w:t>
      </w:r>
      <w:r w:rsidR="006036B2">
        <w:t xml:space="preserve">, </w:t>
      </w:r>
      <w:r w:rsidRPr="006056B1">
        <w:t>dans un rôle composé tout exprès pour sa voix extraordinaire</w:t>
      </w:r>
      <w:r w:rsidR="006036B2">
        <w:t xml:space="preserve">. </w:t>
      </w:r>
      <w:r w:rsidRPr="006056B1">
        <w:t>Massenet</w:t>
      </w:r>
      <w:r w:rsidR="006036B2">
        <w:t xml:space="preserve">, </w:t>
      </w:r>
      <w:r w:rsidRPr="006056B1">
        <w:t>paraît-il</w:t>
      </w:r>
      <w:r w:rsidR="006036B2">
        <w:t xml:space="preserve">, </w:t>
      </w:r>
      <w:r w:rsidRPr="006056B1">
        <w:t>ne voulait pas entendre parler d</w:t>
      </w:r>
      <w:r w:rsidR="006036B2">
        <w:t>’</w:t>
      </w:r>
      <w:r w:rsidRPr="006056B1">
        <w:t>une autre interprète</w:t>
      </w:r>
      <w:r w:rsidR="006036B2">
        <w:t> !</w:t>
      </w:r>
    </w:p>
    <w:p w14:paraId="2D49F21A" w14:textId="77777777" w:rsidR="006036B2" w:rsidRDefault="00E85E1B" w:rsidP="00E85E1B">
      <w:pPr>
        <w:rPr>
          <w:i/>
          <w:iCs/>
        </w:rPr>
      </w:pPr>
      <w:r w:rsidRPr="006056B1">
        <w:t>L</w:t>
      </w:r>
      <w:r w:rsidR="006036B2">
        <w:t>’</w:t>
      </w:r>
      <w:r w:rsidRPr="006056B1">
        <w:t>écuyère miss Édith</w:t>
      </w:r>
      <w:r w:rsidR="006036B2">
        <w:t xml:space="preserve">, </w:t>
      </w:r>
      <w:r w:rsidRPr="006056B1">
        <w:t>qui donna l</w:t>
      </w:r>
      <w:r w:rsidR="006036B2">
        <w:t>’</w:t>
      </w:r>
      <w:r w:rsidRPr="006056B1">
        <w:t>an dernier au Cirque cette unique et inoubliable séance de haute-école</w:t>
      </w:r>
      <w:r w:rsidR="006036B2">
        <w:t xml:space="preserve">, </w:t>
      </w:r>
      <w:r w:rsidRPr="006056B1">
        <w:t>c</w:t>
      </w:r>
      <w:r w:rsidR="006036B2">
        <w:t>’</w:t>
      </w:r>
      <w:r w:rsidRPr="006056B1">
        <w:t>était elle</w:t>
      </w:r>
      <w:r w:rsidR="006036B2">
        <w:t xml:space="preserve">, </w:t>
      </w:r>
      <w:r w:rsidRPr="006056B1">
        <w:t>sous un nom de guerre</w:t>
      </w:r>
      <w:r w:rsidR="006036B2">
        <w:t xml:space="preserve">. </w:t>
      </w:r>
      <w:r w:rsidRPr="006056B1">
        <w:t>Et vous vous rappelez quels bravos</w:t>
      </w:r>
      <w:r w:rsidR="006036B2">
        <w:t xml:space="preserve">, </w:t>
      </w:r>
      <w:r w:rsidRPr="006056B1">
        <w:t>quelle jonchée de fleurs sur la piste</w:t>
      </w:r>
      <w:r w:rsidR="006036B2">
        <w:t xml:space="preserve"> ! </w:t>
      </w:r>
      <w:r w:rsidRPr="006056B1">
        <w:t>Et</w:t>
      </w:r>
      <w:r w:rsidR="006036B2">
        <w:t xml:space="preserve">, </w:t>
      </w:r>
      <w:r w:rsidRPr="006056B1">
        <w:t>ne l</w:t>
      </w:r>
      <w:r w:rsidR="006036B2">
        <w:t>’</w:t>
      </w:r>
      <w:r w:rsidRPr="006056B1">
        <w:t>oubliez pas</w:t>
      </w:r>
      <w:r w:rsidR="006036B2">
        <w:t xml:space="preserve">, </w:t>
      </w:r>
      <w:r w:rsidRPr="006056B1">
        <w:rPr>
          <w:i/>
          <w:iCs/>
        </w:rPr>
        <w:t>devant du public payant</w:t>
      </w:r>
      <w:r w:rsidR="006036B2">
        <w:rPr>
          <w:i/>
          <w:iCs/>
        </w:rPr>
        <w:t> !</w:t>
      </w:r>
    </w:p>
    <w:p w14:paraId="20826FBB" w14:textId="77777777" w:rsidR="006036B2" w:rsidRDefault="00E85E1B" w:rsidP="00E85E1B">
      <w:r w:rsidRPr="006056B1">
        <w:lastRenderedPageBreak/>
        <w:t>Enfin</w:t>
      </w:r>
      <w:r w:rsidR="006036B2">
        <w:t xml:space="preserve">, </w:t>
      </w:r>
      <w:r w:rsidRPr="006056B1">
        <w:t>il est de notoriété qu</w:t>
      </w:r>
      <w:r w:rsidR="006036B2">
        <w:t>’</w:t>
      </w:r>
      <w:r w:rsidRPr="006056B1">
        <w:t>elle a enlevé plusieurs amants à des courtisanes en renom</w:t>
      </w:r>
      <w:r w:rsidR="006036B2">
        <w:t xml:space="preserve">, </w:t>
      </w:r>
      <w:r w:rsidRPr="006056B1">
        <w:t>et ce n</w:t>
      </w:r>
      <w:r w:rsidR="006036B2">
        <w:t>’</w:t>
      </w:r>
      <w:r w:rsidRPr="006056B1">
        <w:t>est pas là un de ses moindres triomphes</w:t>
      </w:r>
      <w:r w:rsidR="006036B2">
        <w:t xml:space="preserve"> ; </w:t>
      </w:r>
      <w:r w:rsidRPr="006056B1">
        <w:t>car elle a justement choisi pour rivales de ces femmes terribles et jusqu</w:t>
      </w:r>
      <w:r w:rsidR="006036B2">
        <w:t>’</w:t>
      </w:r>
      <w:r w:rsidRPr="006056B1">
        <w:t>alors invaincues</w:t>
      </w:r>
      <w:r w:rsidR="006036B2">
        <w:t xml:space="preserve">, </w:t>
      </w:r>
      <w:r w:rsidRPr="006056B1">
        <w:t>dont on dit avec myst</w:t>
      </w:r>
      <w:r w:rsidRPr="006056B1">
        <w:t>è</w:t>
      </w:r>
      <w:r w:rsidRPr="006056B1">
        <w:t>re</w:t>
      </w:r>
      <w:r w:rsidR="006036B2">
        <w:t> :</w:t>
      </w:r>
    </w:p>
    <w:p w14:paraId="282CE4A5" w14:textId="77777777" w:rsidR="006036B2" w:rsidRDefault="006036B2" w:rsidP="00E85E1B">
      <w:r>
        <w:t>— </w:t>
      </w:r>
      <w:r w:rsidR="00E85E1B" w:rsidRPr="006056B1">
        <w:t>Oh</w:t>
      </w:r>
      <w:r>
        <w:t xml:space="preserve"> ! </w:t>
      </w:r>
      <w:r w:rsidR="00E85E1B" w:rsidRPr="006056B1">
        <w:t>celle-là</w:t>
      </w:r>
      <w:r>
        <w:t xml:space="preserve">, </w:t>
      </w:r>
      <w:r w:rsidR="00E85E1B" w:rsidRPr="006056B1">
        <w:t>lorsqu</w:t>
      </w:r>
      <w:r>
        <w:t>’</w:t>
      </w:r>
      <w:r w:rsidR="00E85E1B" w:rsidRPr="006056B1">
        <w:t>elle tient un homme</w:t>
      </w:r>
      <w:r>
        <w:t xml:space="preserve">, </w:t>
      </w:r>
      <w:r w:rsidR="00E85E1B" w:rsidRPr="006056B1">
        <w:t>elle ne le lâche plus</w:t>
      </w:r>
      <w:r>
        <w:t xml:space="preserve">. </w:t>
      </w:r>
      <w:r w:rsidR="00E85E1B" w:rsidRPr="006056B1">
        <w:t>Elle a des secrets qui attachent</w:t>
      </w:r>
      <w:r>
        <w:t>.</w:t>
      </w:r>
    </w:p>
    <w:p w14:paraId="557009C3" w14:textId="77777777" w:rsidR="006036B2" w:rsidRDefault="00E85E1B" w:rsidP="00E85E1B">
      <w:r w:rsidRPr="006056B1">
        <w:t>Rien de surprenant</w:t>
      </w:r>
      <w:r w:rsidR="006036B2">
        <w:t xml:space="preserve">, </w:t>
      </w:r>
      <w:r w:rsidRPr="006056B1">
        <w:t>donc</w:t>
      </w:r>
      <w:r w:rsidR="006036B2">
        <w:t xml:space="preserve">, </w:t>
      </w:r>
      <w:r w:rsidRPr="006056B1">
        <w:t>à ce que la duchesse Huguette soit si orgueilleuse de tant de victoires</w:t>
      </w:r>
      <w:r w:rsidR="006036B2">
        <w:t xml:space="preserve">, </w:t>
      </w:r>
      <w:r w:rsidRPr="006056B1">
        <w:t>et dans des sports si di</w:t>
      </w:r>
      <w:r w:rsidRPr="006056B1">
        <w:t>f</w:t>
      </w:r>
      <w:r w:rsidRPr="006056B1">
        <w:t>férents</w:t>
      </w:r>
      <w:r w:rsidR="006036B2">
        <w:t>.</w:t>
      </w:r>
    </w:p>
    <w:p w14:paraId="3A7E0278" w14:textId="77777777" w:rsidR="006036B2" w:rsidRDefault="00E85E1B" w:rsidP="00E85E1B">
      <w:r w:rsidRPr="006056B1">
        <w:t>Or</w:t>
      </w:r>
      <w:r w:rsidR="006036B2">
        <w:t xml:space="preserve">, </w:t>
      </w:r>
      <w:r w:rsidRPr="006056B1">
        <w:t>voici qu</w:t>
      </w:r>
      <w:r w:rsidR="006036B2">
        <w:t>’</w:t>
      </w:r>
      <w:r w:rsidRPr="006056B1">
        <w:t>aujourd</w:t>
      </w:r>
      <w:r w:rsidR="006036B2">
        <w:t>’</w:t>
      </w:r>
      <w:r w:rsidRPr="006056B1">
        <w:t>hui</w:t>
      </w:r>
      <w:r w:rsidR="006036B2">
        <w:t xml:space="preserve">, </w:t>
      </w:r>
      <w:r w:rsidRPr="006056B1">
        <w:t>pour la première fois</w:t>
      </w:r>
      <w:r w:rsidR="006036B2">
        <w:t xml:space="preserve">, </w:t>
      </w:r>
      <w:r w:rsidRPr="006056B1">
        <w:t>un doute est entré dans l</w:t>
      </w:r>
      <w:r w:rsidR="006036B2">
        <w:t>’</w:t>
      </w:r>
      <w:r w:rsidRPr="006056B1">
        <w:t>âme de la duchesse</w:t>
      </w:r>
      <w:r w:rsidR="006036B2">
        <w:t xml:space="preserve">. </w:t>
      </w:r>
      <w:r w:rsidRPr="006056B1">
        <w:t>Elle vient de lire</w:t>
      </w:r>
      <w:r w:rsidR="006036B2">
        <w:t xml:space="preserve">, </w:t>
      </w:r>
      <w:r w:rsidRPr="006056B1">
        <w:t xml:space="preserve">en feuilletant les </w:t>
      </w:r>
      <w:r w:rsidRPr="006056B1">
        <w:rPr>
          <w:i/>
          <w:iCs/>
        </w:rPr>
        <w:t>Notules psychologiques</w:t>
      </w:r>
      <w:r w:rsidRPr="006056B1">
        <w:t xml:space="preserve"> de son romancier préféré</w:t>
      </w:r>
      <w:r w:rsidR="006036B2">
        <w:t xml:space="preserve">, </w:t>
      </w:r>
      <w:r w:rsidRPr="006056B1">
        <w:t>ces deux phrases troublantes</w:t>
      </w:r>
      <w:r w:rsidR="006036B2">
        <w:t> :</w:t>
      </w:r>
    </w:p>
    <w:p w14:paraId="7C219DF1" w14:textId="77777777" w:rsidR="006036B2" w:rsidRDefault="00E85E1B" w:rsidP="00E85E1B">
      <w:pPr>
        <w:rPr>
          <w:i/>
          <w:sz w:val="28"/>
          <w:szCs w:val="28"/>
        </w:rPr>
      </w:pPr>
      <w:r w:rsidRPr="006056B1">
        <w:rPr>
          <w:i/>
          <w:sz w:val="28"/>
          <w:szCs w:val="28"/>
        </w:rPr>
        <w:t>Pour être virtuose dans un art</w:t>
      </w:r>
      <w:r w:rsidR="006036B2">
        <w:rPr>
          <w:i/>
          <w:sz w:val="28"/>
          <w:szCs w:val="28"/>
        </w:rPr>
        <w:t xml:space="preserve">, </w:t>
      </w:r>
      <w:r w:rsidRPr="006056B1">
        <w:rPr>
          <w:i/>
          <w:sz w:val="28"/>
          <w:szCs w:val="28"/>
        </w:rPr>
        <w:t>il faut en avoir fait son gagne-pain</w:t>
      </w:r>
      <w:r w:rsidR="006036B2">
        <w:rPr>
          <w:i/>
          <w:sz w:val="28"/>
          <w:szCs w:val="28"/>
        </w:rPr>
        <w:t xml:space="preserve">, </w:t>
      </w:r>
      <w:r w:rsidRPr="006056B1">
        <w:rPr>
          <w:i/>
          <w:sz w:val="28"/>
          <w:szCs w:val="28"/>
        </w:rPr>
        <w:t>comme d</w:t>
      </w:r>
      <w:r w:rsidR="006036B2">
        <w:rPr>
          <w:i/>
          <w:sz w:val="28"/>
          <w:szCs w:val="28"/>
        </w:rPr>
        <w:t>’</w:t>
      </w:r>
      <w:r w:rsidRPr="006056B1">
        <w:rPr>
          <w:i/>
          <w:sz w:val="28"/>
          <w:szCs w:val="28"/>
        </w:rPr>
        <w:t>une femme pour être sûr qu</w:t>
      </w:r>
      <w:r w:rsidR="006036B2">
        <w:rPr>
          <w:i/>
          <w:sz w:val="28"/>
          <w:szCs w:val="28"/>
        </w:rPr>
        <w:t>’</w:t>
      </w:r>
      <w:r w:rsidRPr="006056B1">
        <w:rPr>
          <w:i/>
          <w:sz w:val="28"/>
          <w:szCs w:val="28"/>
        </w:rPr>
        <w:t>elle vous aime</w:t>
      </w:r>
      <w:r w:rsidR="006036B2">
        <w:rPr>
          <w:i/>
          <w:sz w:val="28"/>
          <w:szCs w:val="28"/>
        </w:rPr>
        <w:t>.</w:t>
      </w:r>
    </w:p>
    <w:p w14:paraId="2D8EAF0A" w14:textId="77777777" w:rsidR="006036B2" w:rsidRDefault="00E85E1B" w:rsidP="00E85E1B">
      <w:pPr>
        <w:rPr>
          <w:i/>
          <w:sz w:val="28"/>
          <w:szCs w:val="28"/>
        </w:rPr>
      </w:pPr>
      <w:r w:rsidRPr="006056B1">
        <w:rPr>
          <w:i/>
          <w:sz w:val="28"/>
          <w:szCs w:val="28"/>
        </w:rPr>
        <w:t>Ce qui plaît dans une mondaine qui se débauche</w:t>
      </w:r>
      <w:r w:rsidR="006036B2">
        <w:rPr>
          <w:i/>
          <w:sz w:val="28"/>
          <w:szCs w:val="28"/>
        </w:rPr>
        <w:t xml:space="preserve">, </w:t>
      </w:r>
      <w:r w:rsidRPr="006056B1">
        <w:rPr>
          <w:i/>
          <w:sz w:val="28"/>
          <w:szCs w:val="28"/>
        </w:rPr>
        <w:t>c</w:t>
      </w:r>
      <w:r w:rsidR="006036B2">
        <w:rPr>
          <w:i/>
          <w:sz w:val="28"/>
          <w:szCs w:val="28"/>
        </w:rPr>
        <w:t>’</w:t>
      </w:r>
      <w:r w:rsidRPr="006056B1">
        <w:rPr>
          <w:i/>
          <w:sz w:val="28"/>
          <w:szCs w:val="28"/>
        </w:rPr>
        <w:t>est le contraste entre ce qu</w:t>
      </w:r>
      <w:r w:rsidR="006036B2">
        <w:rPr>
          <w:i/>
          <w:sz w:val="28"/>
          <w:szCs w:val="28"/>
        </w:rPr>
        <w:t>’</w:t>
      </w:r>
      <w:r w:rsidRPr="006056B1">
        <w:rPr>
          <w:i/>
          <w:sz w:val="28"/>
          <w:szCs w:val="28"/>
        </w:rPr>
        <w:t>elle est et ce qu</w:t>
      </w:r>
      <w:r w:rsidR="006036B2">
        <w:rPr>
          <w:i/>
          <w:sz w:val="28"/>
          <w:szCs w:val="28"/>
        </w:rPr>
        <w:t>’</w:t>
      </w:r>
      <w:r w:rsidRPr="006056B1">
        <w:rPr>
          <w:i/>
          <w:sz w:val="28"/>
          <w:szCs w:val="28"/>
        </w:rPr>
        <w:t>elle voudrait être</w:t>
      </w:r>
      <w:r w:rsidR="006036B2">
        <w:rPr>
          <w:i/>
          <w:sz w:val="28"/>
          <w:szCs w:val="28"/>
        </w:rPr>
        <w:t>.</w:t>
      </w:r>
    </w:p>
    <w:p w14:paraId="3A41F81C" w14:textId="77777777" w:rsidR="006036B2" w:rsidRDefault="00E85E1B" w:rsidP="00E85E1B">
      <w:r w:rsidRPr="006056B1">
        <w:t>Et la duchesse Huguette se demande si elle aurait pu rée</w:t>
      </w:r>
      <w:r w:rsidRPr="006056B1">
        <w:t>l</w:t>
      </w:r>
      <w:r w:rsidRPr="006056B1">
        <w:t>lement vivre des arts où elle excelle</w:t>
      </w:r>
      <w:r w:rsidR="006036B2">
        <w:t xml:space="preserve">, </w:t>
      </w:r>
      <w:r w:rsidRPr="006056B1">
        <w:t>et si les succès qu</w:t>
      </w:r>
      <w:r w:rsidR="006036B2">
        <w:t>’</w:t>
      </w:r>
      <w:r w:rsidRPr="006056B1">
        <w:t>elle y a remportés ne tiennent pas surtout à son charme de mondaine voulant être ce qu</w:t>
      </w:r>
      <w:r w:rsidR="006036B2">
        <w:t>’</w:t>
      </w:r>
      <w:r w:rsidRPr="006056B1">
        <w:t>elle n</w:t>
      </w:r>
      <w:r w:rsidR="006036B2">
        <w:t>’</w:t>
      </w:r>
      <w:r w:rsidRPr="006056B1">
        <w:t>est point</w:t>
      </w:r>
      <w:r w:rsidR="006036B2">
        <w:t xml:space="preserve">. </w:t>
      </w:r>
      <w:r w:rsidRPr="006056B1">
        <w:t xml:space="preserve">Ce dernier </w:t>
      </w:r>
      <w:r w:rsidRPr="006056B1">
        <w:rPr>
          <w:i/>
        </w:rPr>
        <w:t>si</w:t>
      </w:r>
      <w:r w:rsidR="006036B2">
        <w:t xml:space="preserve">, </w:t>
      </w:r>
      <w:r w:rsidRPr="006056B1">
        <w:t>en particulier</w:t>
      </w:r>
      <w:r w:rsidR="006036B2">
        <w:t xml:space="preserve">, </w:t>
      </w:r>
      <w:r w:rsidRPr="006056B1">
        <w:t>la rend anxieuse</w:t>
      </w:r>
      <w:r w:rsidR="006036B2">
        <w:t xml:space="preserve">. </w:t>
      </w:r>
      <w:r w:rsidRPr="006056B1">
        <w:t>Car ce charme spécial</w:t>
      </w:r>
      <w:r w:rsidR="006036B2">
        <w:t xml:space="preserve">, </w:t>
      </w:r>
      <w:r w:rsidRPr="006056B1">
        <w:t>n</w:t>
      </w:r>
      <w:r w:rsidR="006036B2">
        <w:t>’</w:t>
      </w:r>
      <w:r w:rsidRPr="006056B1">
        <w:t>est-ce pas là précis</w:t>
      </w:r>
      <w:r w:rsidRPr="006056B1">
        <w:t>é</w:t>
      </w:r>
      <w:r w:rsidRPr="006056B1">
        <w:t>ment ce qui lui a donné barre sur les courtisanes à secrets</w:t>
      </w:r>
      <w:r w:rsidR="006036B2">
        <w:t xml:space="preserve"> ? </w:t>
      </w:r>
      <w:r w:rsidRPr="006056B1">
        <w:t>Pr</w:t>
      </w:r>
      <w:r w:rsidRPr="006056B1">
        <w:t>i</w:t>
      </w:r>
      <w:r w:rsidRPr="006056B1">
        <w:t>vée de cette arme</w:t>
      </w:r>
      <w:r w:rsidR="006036B2">
        <w:t xml:space="preserve">, </w:t>
      </w:r>
      <w:r w:rsidRPr="006056B1">
        <w:t>eût-elle été victorieuse</w:t>
      </w:r>
      <w:r w:rsidR="006036B2">
        <w:t xml:space="preserve"> ? </w:t>
      </w:r>
      <w:r w:rsidRPr="006056B1">
        <w:t>Comment le savoir</w:t>
      </w:r>
      <w:r w:rsidR="006036B2">
        <w:t> ?</w:t>
      </w:r>
    </w:p>
    <w:p w14:paraId="6FAE527F" w14:textId="77777777" w:rsidR="006036B2" w:rsidRDefault="006036B2" w:rsidP="00E85E1B">
      <w:r>
        <w:t>— </w:t>
      </w:r>
      <w:r w:rsidR="00E85E1B" w:rsidRPr="006056B1">
        <w:t>Et pourtant</w:t>
      </w:r>
      <w:r>
        <w:t xml:space="preserve">, </w:t>
      </w:r>
      <w:r w:rsidR="00E85E1B" w:rsidRPr="006056B1">
        <w:t>pense-t-elle</w:t>
      </w:r>
      <w:r>
        <w:t xml:space="preserve">, </w:t>
      </w:r>
      <w:r w:rsidR="00E85E1B" w:rsidRPr="006056B1">
        <w:t>il est nécessaire que je le sache</w:t>
      </w:r>
      <w:r>
        <w:t xml:space="preserve">. </w:t>
      </w:r>
      <w:r w:rsidR="00E85E1B" w:rsidRPr="006056B1">
        <w:t>De ce point dépend tout le reste</w:t>
      </w:r>
      <w:r>
        <w:t xml:space="preserve">. </w:t>
      </w:r>
      <w:r w:rsidR="00E85E1B" w:rsidRPr="006056B1">
        <w:t>Que j</w:t>
      </w:r>
      <w:r>
        <w:t>’</w:t>
      </w:r>
      <w:r w:rsidR="00E85E1B" w:rsidRPr="006056B1">
        <w:t>aie pu gagner cette pa</w:t>
      </w:r>
      <w:r w:rsidR="00E85E1B" w:rsidRPr="006056B1">
        <w:t>r</w:t>
      </w:r>
      <w:r w:rsidR="00E85E1B" w:rsidRPr="006056B1">
        <w:t>tie-là sans cette carte biseautée</w:t>
      </w:r>
      <w:r>
        <w:t xml:space="preserve">, </w:t>
      </w:r>
      <w:r w:rsidR="00E85E1B" w:rsidRPr="006056B1">
        <w:t xml:space="preserve">et me voilà certaine </w:t>
      </w:r>
      <w:r w:rsidR="00E85E1B" w:rsidRPr="006056B1">
        <w:lastRenderedPageBreak/>
        <w:t>de tous mes autres triomphes</w:t>
      </w:r>
      <w:r>
        <w:t xml:space="preserve">. </w:t>
      </w:r>
      <w:r w:rsidR="00E85E1B" w:rsidRPr="006056B1">
        <w:t>J</w:t>
      </w:r>
      <w:r>
        <w:t>’</w:t>
      </w:r>
      <w:r w:rsidR="00E85E1B" w:rsidRPr="006056B1">
        <w:t>en aurai donc le cœur net</w:t>
      </w:r>
      <w:r>
        <w:t xml:space="preserve">, </w:t>
      </w:r>
      <w:r w:rsidR="00E85E1B" w:rsidRPr="006056B1">
        <w:t>coûte que coûte</w:t>
      </w:r>
      <w:r>
        <w:t>.</w:t>
      </w:r>
    </w:p>
    <w:p w14:paraId="43AEEF75" w14:textId="77777777" w:rsidR="006036B2" w:rsidRDefault="00E85E1B" w:rsidP="00E85E1B">
      <w:r w:rsidRPr="006056B1">
        <w:t>Elle consulta là-dessus son vieux parrain</w:t>
      </w:r>
      <w:r w:rsidR="006036B2">
        <w:t xml:space="preserve">, </w:t>
      </w:r>
      <w:r w:rsidRPr="006056B1">
        <w:t xml:space="preserve">le vicomte Hugues de </w:t>
      </w:r>
      <w:proofErr w:type="spellStart"/>
      <w:r w:rsidRPr="006056B1">
        <w:t>Pierras</w:t>
      </w:r>
      <w:proofErr w:type="spellEnd"/>
      <w:r w:rsidR="006036B2">
        <w:t xml:space="preserve">, </w:t>
      </w:r>
      <w:r w:rsidRPr="006056B1">
        <w:t>qui</w:t>
      </w:r>
      <w:r w:rsidR="006036B2">
        <w:t xml:space="preserve">, </w:t>
      </w:r>
      <w:r w:rsidRPr="006056B1">
        <w:t>après quelques galanteries complime</w:t>
      </w:r>
      <w:r w:rsidRPr="006056B1">
        <w:t>n</w:t>
      </w:r>
      <w:r w:rsidRPr="006056B1">
        <w:t>teuses</w:t>
      </w:r>
      <w:r w:rsidR="006036B2">
        <w:t xml:space="preserve">, </w:t>
      </w:r>
      <w:r w:rsidRPr="006056B1">
        <w:t>supplié d</w:t>
      </w:r>
      <w:r w:rsidR="006036B2">
        <w:t>’</w:t>
      </w:r>
      <w:r w:rsidRPr="006056B1">
        <w:t>être sincère jusqu</w:t>
      </w:r>
      <w:r w:rsidR="006036B2">
        <w:t>’</w:t>
      </w:r>
      <w:r w:rsidRPr="006056B1">
        <w:t>à la brutalité</w:t>
      </w:r>
      <w:r w:rsidR="006036B2">
        <w:t xml:space="preserve">, </w:t>
      </w:r>
      <w:r w:rsidRPr="006056B1">
        <w:t>finit par lui dire</w:t>
      </w:r>
      <w:r w:rsidR="006036B2">
        <w:t> :</w:t>
      </w:r>
    </w:p>
    <w:p w14:paraId="1500512F" w14:textId="77777777" w:rsidR="006036B2" w:rsidRDefault="006036B2" w:rsidP="00E85E1B">
      <w:r>
        <w:t>— </w:t>
      </w:r>
      <w:r w:rsidR="00E85E1B" w:rsidRPr="006056B1">
        <w:t>Mon Dieu</w:t>
      </w:r>
      <w:r>
        <w:t xml:space="preserve"> ! </w:t>
      </w:r>
      <w:r w:rsidR="00E85E1B" w:rsidRPr="006056B1">
        <w:t>ma chère enfant</w:t>
      </w:r>
      <w:r>
        <w:t xml:space="preserve">, </w:t>
      </w:r>
      <w:r w:rsidR="00E85E1B" w:rsidRPr="006056B1">
        <w:t>je suis bien forcé d</w:t>
      </w:r>
      <w:r>
        <w:t>’</w:t>
      </w:r>
      <w:r w:rsidR="00E85E1B" w:rsidRPr="006056B1">
        <w:t>en co</w:t>
      </w:r>
      <w:r w:rsidR="00E85E1B" w:rsidRPr="006056B1">
        <w:t>n</w:t>
      </w:r>
      <w:r w:rsidR="00E85E1B" w:rsidRPr="006056B1">
        <w:t>venir</w:t>
      </w:r>
      <w:r>
        <w:t xml:space="preserve">, </w:t>
      </w:r>
      <w:r w:rsidR="00E85E1B" w:rsidRPr="006056B1">
        <w:t>votre psychologue n</w:t>
      </w:r>
      <w:r>
        <w:t>’</w:t>
      </w:r>
      <w:r w:rsidR="00E85E1B" w:rsidRPr="006056B1">
        <w:t>a pas tout à fait tort</w:t>
      </w:r>
      <w:r>
        <w:t xml:space="preserve">, </w:t>
      </w:r>
      <w:r w:rsidR="00E85E1B" w:rsidRPr="006056B1">
        <w:t>et vos appr</w:t>
      </w:r>
      <w:r w:rsidR="00E85E1B" w:rsidRPr="006056B1">
        <w:t>é</w:t>
      </w:r>
      <w:r w:rsidR="00E85E1B" w:rsidRPr="006056B1">
        <w:t>hensions non plus</w:t>
      </w:r>
      <w:r>
        <w:t xml:space="preserve">. </w:t>
      </w:r>
      <w:r w:rsidR="00E85E1B" w:rsidRPr="006056B1">
        <w:t>Il m</w:t>
      </w:r>
      <w:r>
        <w:t>’</w:t>
      </w:r>
      <w:r w:rsidR="00E85E1B" w:rsidRPr="006056B1">
        <w:t>est arrivé</w:t>
      </w:r>
      <w:r>
        <w:t xml:space="preserve">, </w:t>
      </w:r>
      <w:r w:rsidR="00E85E1B" w:rsidRPr="006056B1">
        <w:t>à moi aussi</w:t>
      </w:r>
      <w:r>
        <w:t xml:space="preserve">, </w:t>
      </w:r>
      <w:r w:rsidR="00E85E1B" w:rsidRPr="006056B1">
        <w:t>de quitter des maîtresses fort savantes pour des mondaines qui ne l</w:t>
      </w:r>
      <w:r>
        <w:t>’</w:t>
      </w:r>
      <w:r w:rsidR="00E85E1B" w:rsidRPr="006056B1">
        <w:t>étaient guère et qui m</w:t>
      </w:r>
      <w:r>
        <w:t>’</w:t>
      </w:r>
      <w:r w:rsidR="00E85E1B" w:rsidRPr="006056B1">
        <w:t>en plaisaient d</w:t>
      </w:r>
      <w:r>
        <w:t>’</w:t>
      </w:r>
      <w:r w:rsidR="00E85E1B" w:rsidRPr="006056B1">
        <w:t>autant plus</w:t>
      </w:r>
      <w:r>
        <w:t xml:space="preserve">. </w:t>
      </w:r>
      <w:r w:rsidR="00E85E1B" w:rsidRPr="006056B1">
        <w:t>Cela n</w:t>
      </w:r>
      <w:r>
        <w:t>’</w:t>
      </w:r>
      <w:r w:rsidR="00E85E1B" w:rsidRPr="006056B1">
        <w:t>empêchait pas que les maîtresses sacrifiées ne fussent</w:t>
      </w:r>
      <w:r>
        <w:t xml:space="preserve">, </w:t>
      </w:r>
      <w:r w:rsidR="00E85E1B" w:rsidRPr="006056B1">
        <w:t>en effet</w:t>
      </w:r>
      <w:r>
        <w:t xml:space="preserve">, </w:t>
      </w:r>
      <w:r w:rsidR="00E85E1B" w:rsidRPr="006056B1">
        <w:t>d</w:t>
      </w:r>
      <w:r>
        <w:t>’</w:t>
      </w:r>
      <w:r w:rsidR="00E85E1B" w:rsidRPr="006056B1">
        <w:t>incomparables virtuoses</w:t>
      </w:r>
      <w:r>
        <w:t xml:space="preserve">, </w:t>
      </w:r>
      <w:r w:rsidR="00E85E1B" w:rsidRPr="006056B1">
        <w:t>malgré leur défaite</w:t>
      </w:r>
      <w:r>
        <w:t xml:space="preserve">. </w:t>
      </w:r>
      <w:r w:rsidR="00E85E1B" w:rsidRPr="006056B1">
        <w:t>Mais qu</w:t>
      </w:r>
      <w:r>
        <w:t>’</w:t>
      </w:r>
      <w:r w:rsidR="00E85E1B" w:rsidRPr="006056B1">
        <w:t>importe</w:t>
      </w:r>
      <w:r>
        <w:t xml:space="preserve"> ? </w:t>
      </w:r>
      <w:r w:rsidR="00E85E1B" w:rsidRPr="006056B1">
        <w:t>Vaincre doit vous suffire</w:t>
      </w:r>
      <w:r>
        <w:t xml:space="preserve">, </w:t>
      </w:r>
      <w:r w:rsidR="00E85E1B" w:rsidRPr="006056B1">
        <w:t>sans chicaner sur les moyens</w:t>
      </w:r>
      <w:r>
        <w:t xml:space="preserve">. </w:t>
      </w:r>
      <w:r w:rsidR="00E85E1B" w:rsidRPr="006056B1">
        <w:t>Vous n</w:t>
      </w:r>
      <w:r>
        <w:t>’</w:t>
      </w:r>
      <w:r w:rsidR="00E85E1B" w:rsidRPr="006056B1">
        <w:t>avez pas</w:t>
      </w:r>
      <w:r>
        <w:t xml:space="preserve">, </w:t>
      </w:r>
      <w:r w:rsidR="00E85E1B" w:rsidRPr="006056B1">
        <w:t>je pense</w:t>
      </w:r>
      <w:r>
        <w:t xml:space="preserve">, </w:t>
      </w:r>
      <w:r w:rsidR="00E85E1B" w:rsidRPr="006056B1">
        <w:t>la prétention d</w:t>
      </w:r>
      <w:r>
        <w:t>’</w:t>
      </w:r>
      <w:r w:rsidR="00E85E1B" w:rsidRPr="006056B1">
        <w:t>être une vi</w:t>
      </w:r>
      <w:r w:rsidR="00E85E1B" w:rsidRPr="006056B1">
        <w:t>r</w:t>
      </w:r>
      <w:r w:rsidR="00E85E1B" w:rsidRPr="006056B1">
        <w:t>tuose en</w:t>
      </w:r>
      <w:r>
        <w:t>…</w:t>
      </w:r>
    </w:p>
    <w:p w14:paraId="0A5A51B2" w14:textId="77777777" w:rsidR="006036B2" w:rsidRDefault="006036B2" w:rsidP="00E85E1B">
      <w:r>
        <w:t>— </w:t>
      </w:r>
      <w:r w:rsidR="00E85E1B" w:rsidRPr="006056B1">
        <w:t>En tout</w:t>
      </w:r>
      <w:r>
        <w:t xml:space="preserve">, </w:t>
      </w:r>
      <w:r w:rsidR="00E85E1B" w:rsidRPr="006056B1">
        <w:t>si</w:t>
      </w:r>
      <w:r>
        <w:t xml:space="preserve">, </w:t>
      </w:r>
      <w:r w:rsidR="00E85E1B" w:rsidRPr="006056B1">
        <w:t>pardonnez-moi</w:t>
      </w:r>
      <w:r>
        <w:t xml:space="preserve">, </w:t>
      </w:r>
      <w:r w:rsidR="00E85E1B" w:rsidRPr="006056B1">
        <w:t>parrain</w:t>
      </w:r>
      <w:r>
        <w:t xml:space="preserve">. </w:t>
      </w:r>
      <w:r w:rsidR="00E85E1B" w:rsidRPr="006056B1">
        <w:t>En tout</w:t>
      </w:r>
      <w:r>
        <w:t xml:space="preserve"> ! </w:t>
      </w:r>
      <w:r w:rsidR="00E85E1B" w:rsidRPr="006056B1">
        <w:t>J</w:t>
      </w:r>
      <w:r>
        <w:t>’</w:t>
      </w:r>
      <w:r w:rsidR="00E85E1B" w:rsidRPr="006056B1">
        <w:t>ai cette prétention</w:t>
      </w:r>
      <w:r>
        <w:t xml:space="preserve">. </w:t>
      </w:r>
      <w:r w:rsidR="00E85E1B" w:rsidRPr="006056B1">
        <w:t>Et ce que je vous demande</w:t>
      </w:r>
      <w:r>
        <w:t xml:space="preserve">, </w:t>
      </w:r>
      <w:r w:rsidR="00E85E1B" w:rsidRPr="006056B1">
        <w:t>c</w:t>
      </w:r>
      <w:r>
        <w:t>’</w:t>
      </w:r>
      <w:r w:rsidR="00E85E1B" w:rsidRPr="006056B1">
        <w:t>est le moyen d</w:t>
      </w:r>
      <w:r>
        <w:t>’</w:t>
      </w:r>
      <w:r w:rsidR="00E85E1B" w:rsidRPr="006056B1">
        <w:t>avoir la preuve absolue que cette prétention est justifiée</w:t>
      </w:r>
      <w:r>
        <w:t>.</w:t>
      </w:r>
    </w:p>
    <w:p w14:paraId="0FB83FD9" w14:textId="77777777" w:rsidR="006036B2" w:rsidRDefault="006036B2" w:rsidP="00E85E1B">
      <w:r>
        <w:t>— </w:t>
      </w:r>
      <w:r w:rsidR="00E85E1B" w:rsidRPr="006056B1">
        <w:t>Hum</w:t>
      </w:r>
      <w:r>
        <w:t xml:space="preserve"> ! </w:t>
      </w:r>
      <w:r w:rsidR="00E85E1B" w:rsidRPr="006056B1">
        <w:t>hum</w:t>
      </w:r>
      <w:r>
        <w:t xml:space="preserve"> ! </w:t>
      </w:r>
      <w:r w:rsidR="00E85E1B" w:rsidRPr="006056B1">
        <w:t>fit le vicomte avec embarras</w:t>
      </w:r>
      <w:r>
        <w:t xml:space="preserve">. </w:t>
      </w:r>
      <w:r w:rsidR="00E85E1B" w:rsidRPr="006056B1">
        <w:t>Je ne vois guère de moyen</w:t>
      </w:r>
      <w:r>
        <w:t xml:space="preserve">, </w:t>
      </w:r>
      <w:r w:rsidR="00E85E1B" w:rsidRPr="006056B1">
        <w:t>ma chère enfant</w:t>
      </w:r>
      <w:r>
        <w:t xml:space="preserve">. </w:t>
      </w:r>
      <w:r w:rsidR="00E85E1B" w:rsidRPr="006056B1">
        <w:t>À moins de constituer un j</w:t>
      </w:r>
      <w:r w:rsidR="00E85E1B" w:rsidRPr="006056B1">
        <w:t>u</w:t>
      </w:r>
      <w:r w:rsidR="00E85E1B" w:rsidRPr="006056B1">
        <w:t>ry</w:t>
      </w:r>
      <w:r>
        <w:t> !…</w:t>
      </w:r>
    </w:p>
    <w:p w14:paraId="0EB7E63F" w14:textId="77777777" w:rsidR="006036B2" w:rsidRDefault="006036B2" w:rsidP="00E85E1B">
      <w:r>
        <w:t>— </w:t>
      </w:r>
      <w:r w:rsidR="00E85E1B" w:rsidRPr="006056B1">
        <w:t>Ne plaisantez pas</w:t>
      </w:r>
      <w:r>
        <w:t xml:space="preserve">, </w:t>
      </w:r>
      <w:r w:rsidR="00E85E1B" w:rsidRPr="006056B1">
        <w:t>s</w:t>
      </w:r>
      <w:r>
        <w:t>’</w:t>
      </w:r>
      <w:r w:rsidR="00E85E1B" w:rsidRPr="006056B1">
        <w:t>écria Huguette</w:t>
      </w:r>
      <w:r>
        <w:t xml:space="preserve">. </w:t>
      </w:r>
      <w:r w:rsidR="00E85E1B" w:rsidRPr="006056B1">
        <w:t>Je suis très sérieuse</w:t>
      </w:r>
      <w:r>
        <w:t>.</w:t>
      </w:r>
    </w:p>
    <w:p w14:paraId="2AA674D4" w14:textId="77777777" w:rsidR="006036B2" w:rsidRDefault="006036B2" w:rsidP="00E85E1B">
      <w:r>
        <w:t>— </w:t>
      </w:r>
      <w:r w:rsidR="00E85E1B" w:rsidRPr="006056B1">
        <w:t>Mais je suis très sérieux aussi</w:t>
      </w:r>
      <w:r>
        <w:t xml:space="preserve">, </w:t>
      </w:r>
      <w:r w:rsidR="00E85E1B" w:rsidRPr="006056B1">
        <w:t>voyons</w:t>
      </w:r>
      <w:r>
        <w:t xml:space="preserve">. </w:t>
      </w:r>
      <w:r w:rsidR="00E85E1B" w:rsidRPr="006056B1">
        <w:t>Il me semble qu</w:t>
      </w:r>
      <w:r>
        <w:t>’</w:t>
      </w:r>
      <w:r w:rsidR="00E85E1B" w:rsidRPr="006056B1">
        <w:t>un jury</w:t>
      </w:r>
      <w:r>
        <w:t>…</w:t>
      </w:r>
    </w:p>
    <w:p w14:paraId="018332E8" w14:textId="77777777" w:rsidR="006036B2" w:rsidRDefault="006036B2" w:rsidP="00E85E1B">
      <w:r>
        <w:t>— </w:t>
      </w:r>
      <w:r w:rsidR="00E85E1B" w:rsidRPr="006056B1">
        <w:t>Composé de qui</w:t>
      </w:r>
      <w:r>
        <w:t xml:space="preserve"> ? </w:t>
      </w:r>
      <w:r w:rsidR="00E85E1B" w:rsidRPr="006056B1">
        <w:t>D</w:t>
      </w:r>
      <w:r>
        <w:t>’</w:t>
      </w:r>
      <w:r w:rsidR="00E85E1B" w:rsidRPr="006056B1">
        <w:t>hommes du monde</w:t>
      </w:r>
      <w:r>
        <w:t xml:space="preserve">, </w:t>
      </w:r>
      <w:r w:rsidR="00E85E1B" w:rsidRPr="006056B1">
        <w:t>n</w:t>
      </w:r>
      <w:r>
        <w:t>’</w:t>
      </w:r>
      <w:r w:rsidR="00E85E1B" w:rsidRPr="006056B1">
        <w:t>est-ce pas</w:t>
      </w:r>
      <w:r>
        <w:t xml:space="preserve"> ? </w:t>
      </w:r>
      <w:r w:rsidR="00E85E1B" w:rsidRPr="006056B1">
        <w:t>De gens pour qui je serai toujours la femme offrant ce contraste entre ce que je suis et ce que je veux être</w:t>
      </w:r>
      <w:r>
        <w:t xml:space="preserve"> ! </w:t>
      </w:r>
      <w:r w:rsidR="00E85E1B" w:rsidRPr="006056B1">
        <w:t>C</w:t>
      </w:r>
      <w:r>
        <w:t>’</w:t>
      </w:r>
      <w:r w:rsidR="00E85E1B" w:rsidRPr="006056B1">
        <w:t xml:space="preserve">est </w:t>
      </w:r>
      <w:r w:rsidR="00E85E1B" w:rsidRPr="006056B1">
        <w:lastRenderedPageBreak/>
        <w:t>absurde</w:t>
      </w:r>
      <w:r>
        <w:t xml:space="preserve">. </w:t>
      </w:r>
      <w:r w:rsidR="00E85E1B" w:rsidRPr="006056B1">
        <w:t>Nous tournons dans un cercle vicieux</w:t>
      </w:r>
      <w:r>
        <w:t xml:space="preserve">. </w:t>
      </w:r>
      <w:r w:rsidR="00E85E1B" w:rsidRPr="006056B1">
        <w:t>Je vous croyais de meilleur conseil</w:t>
      </w:r>
      <w:r>
        <w:t xml:space="preserve">, </w:t>
      </w:r>
      <w:r w:rsidR="00E85E1B" w:rsidRPr="006056B1">
        <w:t>mon parrain</w:t>
      </w:r>
      <w:r>
        <w:t>.</w:t>
      </w:r>
    </w:p>
    <w:p w14:paraId="5E831DBB" w14:textId="77777777" w:rsidR="006036B2" w:rsidRDefault="00E85E1B" w:rsidP="00E85E1B">
      <w:r w:rsidRPr="006056B1">
        <w:t>Piqué au jeu</w:t>
      </w:r>
      <w:r w:rsidR="006036B2">
        <w:t xml:space="preserve">, </w:t>
      </w:r>
      <w:r w:rsidRPr="006056B1">
        <w:t>le vieux vicomte fronça le sourcil</w:t>
      </w:r>
      <w:r w:rsidR="006036B2">
        <w:t xml:space="preserve">, </w:t>
      </w:r>
      <w:r w:rsidRPr="006056B1">
        <w:t>se mordit la moustache</w:t>
      </w:r>
      <w:r w:rsidR="006036B2">
        <w:t xml:space="preserve">, </w:t>
      </w:r>
      <w:r w:rsidRPr="006056B1">
        <w:t>chercha de son mieux</w:t>
      </w:r>
      <w:r w:rsidR="006036B2">
        <w:t xml:space="preserve">, </w:t>
      </w:r>
      <w:r w:rsidRPr="006056B1">
        <w:t>murmura entre ses dents</w:t>
      </w:r>
      <w:r w:rsidR="006036B2">
        <w:t> :</w:t>
      </w:r>
    </w:p>
    <w:p w14:paraId="2EA1F3B1" w14:textId="77777777" w:rsidR="006036B2" w:rsidRDefault="006036B2" w:rsidP="00E85E1B">
      <w:r>
        <w:t>— </w:t>
      </w:r>
      <w:r w:rsidR="00E85E1B" w:rsidRPr="006056B1">
        <w:t>Diable</w:t>
      </w:r>
      <w:r>
        <w:t xml:space="preserve"> ! </w:t>
      </w:r>
      <w:r w:rsidR="00E85E1B" w:rsidRPr="006056B1">
        <w:t>diable</w:t>
      </w:r>
      <w:r>
        <w:t xml:space="preserve"> ! </w:t>
      </w:r>
      <w:r w:rsidR="00E85E1B" w:rsidRPr="006056B1">
        <w:t>Je ne peux pourtant pas vous proposer</w:t>
      </w:r>
      <w:r>
        <w:t>…</w:t>
      </w:r>
    </w:p>
    <w:p w14:paraId="47634D76" w14:textId="77777777" w:rsidR="006036B2" w:rsidRDefault="006036B2" w:rsidP="00E85E1B">
      <w:r>
        <w:t>— </w:t>
      </w:r>
      <w:r w:rsidR="00E85E1B" w:rsidRPr="006056B1">
        <w:t>Proposez tout ce que vous voudrez</w:t>
      </w:r>
      <w:r>
        <w:t xml:space="preserve">, </w:t>
      </w:r>
      <w:r w:rsidR="00E85E1B" w:rsidRPr="006056B1">
        <w:t>interrompit la d</w:t>
      </w:r>
      <w:r w:rsidR="00E85E1B" w:rsidRPr="006056B1">
        <w:t>u</w:t>
      </w:r>
      <w:r w:rsidR="00E85E1B" w:rsidRPr="006056B1">
        <w:t>chesse</w:t>
      </w:r>
      <w:r>
        <w:t xml:space="preserve">. </w:t>
      </w:r>
      <w:r w:rsidR="00E85E1B" w:rsidRPr="006056B1">
        <w:t>Vous avez quelque chose dans l</w:t>
      </w:r>
      <w:r>
        <w:t>’</w:t>
      </w:r>
      <w:r w:rsidR="00E85E1B" w:rsidRPr="006056B1">
        <w:t>idée</w:t>
      </w:r>
      <w:r>
        <w:t xml:space="preserve">, </w:t>
      </w:r>
      <w:r w:rsidR="00E85E1B" w:rsidRPr="006056B1">
        <w:t>je le vois bien</w:t>
      </w:r>
      <w:r>
        <w:t xml:space="preserve">. </w:t>
      </w:r>
      <w:r w:rsidR="00E85E1B" w:rsidRPr="006056B1">
        <w:t>Pourquoi hésitez-vous</w:t>
      </w:r>
      <w:r>
        <w:t xml:space="preserve"> ? </w:t>
      </w:r>
      <w:r w:rsidR="00E85E1B" w:rsidRPr="006056B1">
        <w:t>Vite</w:t>
      </w:r>
      <w:r>
        <w:t xml:space="preserve">, </w:t>
      </w:r>
      <w:r w:rsidR="00E85E1B" w:rsidRPr="006056B1">
        <w:t>vite</w:t>
      </w:r>
      <w:r>
        <w:t xml:space="preserve">, </w:t>
      </w:r>
      <w:r w:rsidR="00E85E1B" w:rsidRPr="006056B1">
        <w:t>votre moyen</w:t>
      </w:r>
      <w:r>
        <w:t xml:space="preserve"> ! </w:t>
      </w:r>
      <w:r w:rsidR="00E85E1B" w:rsidRPr="006056B1">
        <w:t>Je l</w:t>
      </w:r>
      <w:r>
        <w:t>’</w:t>
      </w:r>
      <w:r w:rsidR="00E85E1B" w:rsidRPr="006056B1">
        <w:t>exige</w:t>
      </w:r>
      <w:r>
        <w:t xml:space="preserve">. </w:t>
      </w:r>
      <w:r w:rsidR="00E85E1B" w:rsidRPr="006056B1">
        <w:t>Soyez mignon</w:t>
      </w:r>
      <w:r>
        <w:t xml:space="preserve">, </w:t>
      </w:r>
      <w:r w:rsidR="00E85E1B" w:rsidRPr="006056B1">
        <w:t>parrain</w:t>
      </w:r>
      <w:r>
        <w:t>.</w:t>
      </w:r>
    </w:p>
    <w:p w14:paraId="4EF4BAC5" w14:textId="77777777" w:rsidR="006036B2" w:rsidRDefault="00E85E1B" w:rsidP="00E85E1B">
      <w:r w:rsidRPr="006056B1">
        <w:t>Comme elle le câlinait</w:t>
      </w:r>
      <w:r w:rsidR="006036B2">
        <w:t xml:space="preserve">, </w:t>
      </w:r>
      <w:r w:rsidRPr="006056B1">
        <w:t>il laissa échapper</w:t>
      </w:r>
      <w:r w:rsidR="006036B2">
        <w:t> :</w:t>
      </w:r>
    </w:p>
    <w:p w14:paraId="331ECAF5" w14:textId="77777777" w:rsidR="006036B2" w:rsidRDefault="006036B2" w:rsidP="00E85E1B">
      <w:r>
        <w:t>— </w:t>
      </w:r>
      <w:r w:rsidR="00E85E1B" w:rsidRPr="006056B1">
        <w:t>Eh bien</w:t>
      </w:r>
      <w:r>
        <w:t xml:space="preserve"> ! </w:t>
      </w:r>
      <w:r w:rsidR="00E85E1B" w:rsidRPr="006056B1">
        <w:t>oui</w:t>
      </w:r>
      <w:r>
        <w:t xml:space="preserve">, </w:t>
      </w:r>
      <w:r w:rsidR="00E85E1B" w:rsidRPr="006056B1">
        <w:t>oui</w:t>
      </w:r>
      <w:r>
        <w:t xml:space="preserve">, </w:t>
      </w:r>
      <w:r w:rsidR="00E85E1B" w:rsidRPr="006056B1">
        <w:t>puisqu</w:t>
      </w:r>
      <w:r>
        <w:t>’</w:t>
      </w:r>
      <w:r w:rsidR="00E85E1B" w:rsidRPr="006056B1">
        <w:t>il le faut</w:t>
      </w:r>
      <w:r>
        <w:t xml:space="preserve">, </w:t>
      </w:r>
      <w:r w:rsidR="00E85E1B" w:rsidRPr="006056B1">
        <w:t>je vais vous le dire</w:t>
      </w:r>
      <w:r>
        <w:t xml:space="preserve">. </w:t>
      </w:r>
      <w:r w:rsidR="00E85E1B" w:rsidRPr="006056B1">
        <w:t>Il y a</w:t>
      </w:r>
      <w:r>
        <w:t xml:space="preserve">, </w:t>
      </w:r>
      <w:r w:rsidR="00E85E1B" w:rsidRPr="006056B1">
        <w:t>en effet</w:t>
      </w:r>
      <w:r>
        <w:t xml:space="preserve">, </w:t>
      </w:r>
      <w:r w:rsidR="00E85E1B" w:rsidRPr="006056B1">
        <w:t>un homme qui pourrait vous donner cette cert</w:t>
      </w:r>
      <w:r w:rsidR="00E85E1B" w:rsidRPr="006056B1">
        <w:t>i</w:t>
      </w:r>
      <w:r w:rsidR="00E85E1B" w:rsidRPr="006056B1">
        <w:t>tude</w:t>
      </w:r>
      <w:r>
        <w:t xml:space="preserve">, </w:t>
      </w:r>
      <w:r w:rsidR="00E85E1B" w:rsidRPr="006056B1">
        <w:t>un juge compétent</w:t>
      </w:r>
      <w:r>
        <w:t xml:space="preserve">, </w:t>
      </w:r>
      <w:r w:rsidR="00E85E1B" w:rsidRPr="006056B1">
        <w:t>impartial</w:t>
      </w:r>
      <w:r>
        <w:t xml:space="preserve">. </w:t>
      </w:r>
      <w:r w:rsidR="00E85E1B" w:rsidRPr="006056B1">
        <w:t>Seulement</w:t>
      </w:r>
      <w:r>
        <w:t xml:space="preserve">, </w:t>
      </w:r>
      <w:r w:rsidR="00E85E1B" w:rsidRPr="006056B1">
        <w:t>voilà</w:t>
      </w:r>
      <w:r>
        <w:t xml:space="preserve">, </w:t>
      </w:r>
      <w:r w:rsidR="00E85E1B" w:rsidRPr="006056B1">
        <w:t>cet homme</w:t>
      </w:r>
      <w:r>
        <w:t xml:space="preserve">, </w:t>
      </w:r>
      <w:r w:rsidR="00E85E1B" w:rsidRPr="006056B1">
        <w:t>c</w:t>
      </w:r>
      <w:r>
        <w:t>’</w:t>
      </w:r>
      <w:r w:rsidR="00E85E1B" w:rsidRPr="006056B1">
        <w:t>est Julot</w:t>
      </w:r>
      <w:r>
        <w:t>.</w:t>
      </w:r>
    </w:p>
    <w:p w14:paraId="6A05AF59" w14:textId="77777777" w:rsidR="006036B2" w:rsidRDefault="006036B2" w:rsidP="00E85E1B">
      <w:r>
        <w:t>— </w:t>
      </w:r>
      <w:r w:rsidR="00E85E1B" w:rsidRPr="006056B1">
        <w:t>Comment dites-vous</w:t>
      </w:r>
      <w:r>
        <w:t> ?</w:t>
      </w:r>
    </w:p>
    <w:p w14:paraId="5BDB5890" w14:textId="77777777" w:rsidR="006036B2" w:rsidRDefault="006036B2" w:rsidP="00E85E1B">
      <w:r>
        <w:t>— </w:t>
      </w:r>
      <w:r w:rsidR="00E85E1B" w:rsidRPr="006056B1">
        <w:t>Julot</w:t>
      </w:r>
      <w:r>
        <w:t xml:space="preserve">, </w:t>
      </w:r>
      <w:r w:rsidR="00E85E1B" w:rsidRPr="006056B1">
        <w:t>plus connu sous le nom de Fine-Gueule</w:t>
      </w:r>
      <w:r>
        <w:t>.</w:t>
      </w:r>
    </w:p>
    <w:p w14:paraId="4E0C8A51" w14:textId="77777777" w:rsidR="006036B2" w:rsidRDefault="006036B2" w:rsidP="00E85E1B">
      <w:r>
        <w:t>— </w:t>
      </w:r>
      <w:r w:rsidR="00E85E1B" w:rsidRPr="006056B1">
        <w:t>Et qu</w:t>
      </w:r>
      <w:r>
        <w:t>’</w:t>
      </w:r>
      <w:r w:rsidR="00E85E1B" w:rsidRPr="006056B1">
        <w:t>est-ce qu</w:t>
      </w:r>
      <w:r>
        <w:t>’</w:t>
      </w:r>
      <w:r w:rsidR="00E85E1B" w:rsidRPr="006056B1">
        <w:t>il fait</w:t>
      </w:r>
      <w:r>
        <w:t xml:space="preserve">, </w:t>
      </w:r>
      <w:r w:rsidR="00E85E1B" w:rsidRPr="006056B1">
        <w:t>ce Julot</w:t>
      </w:r>
      <w:r>
        <w:t> ?</w:t>
      </w:r>
    </w:p>
    <w:p w14:paraId="2975F9BD" w14:textId="77777777" w:rsidR="006036B2" w:rsidRDefault="006036B2" w:rsidP="00E85E1B">
      <w:r>
        <w:t>— </w:t>
      </w:r>
      <w:r w:rsidR="00E85E1B" w:rsidRPr="006056B1">
        <w:t>Ah</w:t>
      </w:r>
      <w:r>
        <w:t xml:space="preserve"> ! </w:t>
      </w:r>
      <w:r w:rsidR="00E85E1B" w:rsidRPr="006056B1">
        <w:t>duchesse</w:t>
      </w:r>
      <w:r>
        <w:t xml:space="preserve">, </w:t>
      </w:r>
      <w:r w:rsidR="00E85E1B" w:rsidRPr="006056B1">
        <w:t>duchesse</w:t>
      </w:r>
      <w:r>
        <w:t xml:space="preserve">, </w:t>
      </w:r>
      <w:r w:rsidR="00E85E1B" w:rsidRPr="006056B1">
        <w:t>vous m</w:t>
      </w:r>
      <w:r>
        <w:t>’</w:t>
      </w:r>
      <w:r w:rsidR="00E85E1B" w:rsidRPr="006056B1">
        <w:t>obligez à vous parler de gens et de choses qui</w:t>
      </w:r>
      <w:r>
        <w:t xml:space="preserve">, </w:t>
      </w:r>
      <w:r w:rsidR="00E85E1B" w:rsidRPr="006056B1">
        <w:t>vraiment</w:t>
      </w:r>
      <w:r>
        <w:t>…</w:t>
      </w:r>
    </w:p>
    <w:p w14:paraId="7F2A2A2C" w14:textId="77777777" w:rsidR="006036B2" w:rsidRDefault="006036B2" w:rsidP="00E85E1B">
      <w:r>
        <w:t>— </w:t>
      </w:r>
      <w:r w:rsidR="00E85E1B" w:rsidRPr="006056B1">
        <w:t>Oui</w:t>
      </w:r>
      <w:r>
        <w:t xml:space="preserve">, </w:t>
      </w:r>
      <w:r w:rsidR="00E85E1B" w:rsidRPr="006056B1">
        <w:t>je vous oblige</w:t>
      </w:r>
      <w:r>
        <w:t xml:space="preserve">, </w:t>
      </w:r>
      <w:r w:rsidR="00E85E1B" w:rsidRPr="006056B1">
        <w:t>c</w:t>
      </w:r>
      <w:r>
        <w:t>’</w:t>
      </w:r>
      <w:r w:rsidR="00E85E1B" w:rsidRPr="006056B1">
        <w:t>est entendu</w:t>
      </w:r>
      <w:r>
        <w:t xml:space="preserve">. </w:t>
      </w:r>
      <w:r w:rsidR="00E85E1B" w:rsidRPr="006056B1">
        <w:t>Mais parlez</w:t>
      </w:r>
      <w:r>
        <w:t xml:space="preserve"> ! </w:t>
      </w:r>
      <w:r w:rsidR="00E85E1B" w:rsidRPr="006056B1">
        <w:t>Crûment</w:t>
      </w:r>
      <w:r>
        <w:t xml:space="preserve">, </w:t>
      </w:r>
      <w:r w:rsidR="00E85E1B" w:rsidRPr="006056B1">
        <w:t>si c</w:t>
      </w:r>
      <w:r>
        <w:t>’</w:t>
      </w:r>
      <w:r w:rsidR="00E85E1B" w:rsidRPr="006056B1">
        <w:t>est nécessaire</w:t>
      </w:r>
      <w:r>
        <w:t xml:space="preserve">. </w:t>
      </w:r>
      <w:r w:rsidR="00E85E1B" w:rsidRPr="006056B1">
        <w:t>Je ne déteste pas ça</w:t>
      </w:r>
      <w:r>
        <w:t xml:space="preserve">, </w:t>
      </w:r>
      <w:r w:rsidR="00E85E1B" w:rsidRPr="006056B1">
        <w:t>vous savez bien</w:t>
      </w:r>
      <w:r>
        <w:t xml:space="preserve">. </w:t>
      </w:r>
      <w:r w:rsidR="00E85E1B" w:rsidRPr="006056B1">
        <w:t>Parlez donc</w:t>
      </w:r>
      <w:r>
        <w:t xml:space="preserve"> ! </w:t>
      </w:r>
      <w:r w:rsidR="00E85E1B" w:rsidRPr="006056B1">
        <w:t>Ne me laissez pas languir ainsi</w:t>
      </w:r>
      <w:r>
        <w:t xml:space="preserve">. </w:t>
      </w:r>
      <w:r w:rsidR="00E85E1B" w:rsidRPr="006056B1">
        <w:t>Je suis sur le gril</w:t>
      </w:r>
      <w:r>
        <w:t xml:space="preserve">. </w:t>
      </w:r>
      <w:r w:rsidR="00E85E1B" w:rsidRPr="006056B1">
        <w:t>Qu</w:t>
      </w:r>
      <w:r>
        <w:t>’</w:t>
      </w:r>
      <w:r w:rsidR="00E85E1B" w:rsidRPr="006056B1">
        <w:t>est-ce qu</w:t>
      </w:r>
      <w:r>
        <w:t>’</w:t>
      </w:r>
      <w:r w:rsidR="00E85E1B" w:rsidRPr="006056B1">
        <w:t>il fait</w:t>
      </w:r>
      <w:r>
        <w:t xml:space="preserve">, </w:t>
      </w:r>
      <w:r w:rsidR="00E85E1B" w:rsidRPr="006056B1">
        <w:t>Julot</w:t>
      </w:r>
      <w:r>
        <w:t> ?</w:t>
      </w:r>
    </w:p>
    <w:p w14:paraId="2B015C9D" w14:textId="77777777" w:rsidR="006036B2" w:rsidRDefault="006036B2" w:rsidP="00E85E1B">
      <w:r>
        <w:t>— </w:t>
      </w:r>
      <w:r w:rsidR="00E85E1B" w:rsidRPr="006056B1">
        <w:t>Allons</w:t>
      </w:r>
      <w:r>
        <w:t xml:space="preserve">, </w:t>
      </w:r>
      <w:r w:rsidR="00E85E1B" w:rsidRPr="006056B1">
        <w:t>petite volontaire</w:t>
      </w:r>
      <w:r>
        <w:t xml:space="preserve">, </w:t>
      </w:r>
      <w:r w:rsidR="00E85E1B" w:rsidRPr="006056B1">
        <w:t>vous y tenez</w:t>
      </w:r>
      <w:r>
        <w:t xml:space="preserve"> ; </w:t>
      </w:r>
      <w:r w:rsidR="00E85E1B" w:rsidRPr="006056B1">
        <w:t>je m</w:t>
      </w:r>
      <w:r>
        <w:t>’</w:t>
      </w:r>
      <w:r w:rsidR="00E85E1B" w:rsidRPr="006056B1">
        <w:t>exécute</w:t>
      </w:r>
      <w:r>
        <w:t xml:space="preserve">. </w:t>
      </w:r>
      <w:r w:rsidR="00E85E1B" w:rsidRPr="006056B1">
        <w:t>J</w:t>
      </w:r>
      <w:r w:rsidR="00E85E1B" w:rsidRPr="006056B1">
        <w:t>u</w:t>
      </w:r>
      <w:r w:rsidR="00E85E1B" w:rsidRPr="006056B1">
        <w:t>lot</w:t>
      </w:r>
      <w:r>
        <w:t xml:space="preserve">, </w:t>
      </w:r>
      <w:r w:rsidR="00E85E1B" w:rsidRPr="006056B1">
        <w:t>dit Fine-Gueule</w:t>
      </w:r>
      <w:r>
        <w:t xml:space="preserve">, </w:t>
      </w:r>
      <w:r w:rsidR="00E85E1B" w:rsidRPr="006056B1">
        <w:t>est essayeur de femmes</w:t>
      </w:r>
      <w:r>
        <w:t>.</w:t>
      </w:r>
    </w:p>
    <w:p w14:paraId="4540EEF4" w14:textId="77777777" w:rsidR="006036B2" w:rsidRDefault="006036B2" w:rsidP="00E85E1B">
      <w:r>
        <w:lastRenderedPageBreak/>
        <w:t>— </w:t>
      </w:r>
      <w:r w:rsidR="00E85E1B" w:rsidRPr="006056B1">
        <w:t>Plaît-il</w:t>
      </w:r>
      <w:r>
        <w:t> ?</w:t>
      </w:r>
    </w:p>
    <w:p w14:paraId="34AA92E8" w14:textId="77777777" w:rsidR="006036B2" w:rsidRDefault="006036B2" w:rsidP="00E85E1B">
      <w:r>
        <w:t>— </w:t>
      </w:r>
      <w:r w:rsidR="00E85E1B" w:rsidRPr="006056B1">
        <w:t>Je vais vous expliquer</w:t>
      </w:r>
      <w:r>
        <w:t xml:space="preserve">. </w:t>
      </w:r>
      <w:r w:rsidR="00E85E1B" w:rsidRPr="006056B1">
        <w:t>Nous sommes à Paris quelques vieux amateurs qui n</w:t>
      </w:r>
      <w:r>
        <w:t>’</w:t>
      </w:r>
      <w:r w:rsidR="00E85E1B" w:rsidRPr="006056B1">
        <w:t>avons plus l</w:t>
      </w:r>
      <w:r>
        <w:t>’</w:t>
      </w:r>
      <w:r w:rsidR="00E85E1B" w:rsidRPr="006056B1">
        <w:t>âge et la patience de chercher les truffes</w:t>
      </w:r>
      <w:r>
        <w:t xml:space="preserve">, </w:t>
      </w:r>
      <w:r w:rsidR="00E85E1B" w:rsidRPr="006056B1">
        <w:t>et qui les voulons de tel ou tel fumet</w:t>
      </w:r>
      <w:r>
        <w:t xml:space="preserve">, </w:t>
      </w:r>
      <w:r w:rsidR="00E85E1B" w:rsidRPr="006056B1">
        <w:t>très exactement à notre goût</w:t>
      </w:r>
      <w:r>
        <w:t xml:space="preserve">, </w:t>
      </w:r>
      <w:r w:rsidR="00E85E1B" w:rsidRPr="006056B1">
        <w:t>à la nuance de notre goût</w:t>
      </w:r>
      <w:r>
        <w:t xml:space="preserve">. </w:t>
      </w:r>
      <w:r w:rsidR="00E85E1B" w:rsidRPr="006056B1">
        <w:t>Or Julot connaît ces goûts</w:t>
      </w:r>
      <w:r>
        <w:t xml:space="preserve">, </w:t>
      </w:r>
      <w:r w:rsidR="00E85E1B" w:rsidRPr="006056B1">
        <w:t>ces nuances</w:t>
      </w:r>
      <w:r>
        <w:t xml:space="preserve">, </w:t>
      </w:r>
      <w:r w:rsidR="00E85E1B" w:rsidRPr="006056B1">
        <w:t>et c</w:t>
      </w:r>
      <w:r>
        <w:t>’</w:t>
      </w:r>
      <w:r w:rsidR="00E85E1B" w:rsidRPr="006056B1">
        <w:t>est lui qui se charge</w:t>
      </w:r>
      <w:r>
        <w:t>…</w:t>
      </w:r>
    </w:p>
    <w:p w14:paraId="417A4B17" w14:textId="77777777" w:rsidR="006036B2" w:rsidRDefault="006036B2" w:rsidP="00E85E1B">
      <w:r>
        <w:t>— </w:t>
      </w:r>
      <w:r w:rsidR="00E85E1B" w:rsidRPr="006056B1">
        <w:t>Parfait</w:t>
      </w:r>
      <w:r>
        <w:t xml:space="preserve">, </w:t>
      </w:r>
      <w:r w:rsidR="00E85E1B" w:rsidRPr="006056B1">
        <w:t>parfait</w:t>
      </w:r>
      <w:r>
        <w:t xml:space="preserve"> ! </w:t>
      </w:r>
      <w:r w:rsidR="00E85E1B" w:rsidRPr="006056B1">
        <w:t>Je comprends</w:t>
      </w:r>
      <w:r>
        <w:t>.</w:t>
      </w:r>
    </w:p>
    <w:p w14:paraId="032A4926" w14:textId="77777777" w:rsidR="006036B2" w:rsidRDefault="006036B2" w:rsidP="00E85E1B">
      <w:r>
        <w:t>— </w:t>
      </w:r>
      <w:r w:rsidR="00E85E1B" w:rsidRPr="006056B1">
        <w:t>Ah</w:t>
      </w:r>
      <w:r>
        <w:t xml:space="preserve"> ! </w:t>
      </w:r>
      <w:r w:rsidR="00E85E1B" w:rsidRPr="006056B1">
        <w:t>vous n</w:t>
      </w:r>
      <w:r>
        <w:t>’</w:t>
      </w:r>
      <w:r w:rsidR="00E85E1B" w:rsidRPr="006056B1">
        <w:t>êtes pas scandalisée</w:t>
      </w:r>
      <w:r>
        <w:t> ?</w:t>
      </w:r>
    </w:p>
    <w:p w14:paraId="585DCC80" w14:textId="77777777" w:rsidR="006036B2" w:rsidRDefault="006036B2" w:rsidP="00E85E1B">
      <w:r>
        <w:t>— </w:t>
      </w:r>
      <w:r w:rsidR="00E85E1B" w:rsidRPr="006056B1">
        <w:t>Pour qui donc me prenez-vous</w:t>
      </w:r>
      <w:r>
        <w:t xml:space="preserve">, </w:t>
      </w:r>
      <w:r w:rsidR="00E85E1B" w:rsidRPr="006056B1">
        <w:t>parrain</w:t>
      </w:r>
      <w:r>
        <w:t xml:space="preserve"> ? </w:t>
      </w:r>
      <w:r w:rsidR="00E85E1B" w:rsidRPr="006056B1">
        <w:t>Moi</w:t>
      </w:r>
      <w:r>
        <w:t xml:space="preserve"> ! </w:t>
      </w:r>
      <w:r w:rsidR="00E85E1B" w:rsidRPr="006056B1">
        <w:t>Mais je trouve votre procédé très ingénieux</w:t>
      </w:r>
      <w:r>
        <w:t xml:space="preserve">. </w:t>
      </w:r>
      <w:r w:rsidR="00E85E1B" w:rsidRPr="006056B1">
        <w:t>Et votre idée à mon égard</w:t>
      </w:r>
      <w:r>
        <w:t xml:space="preserve">, </w:t>
      </w:r>
      <w:r w:rsidR="00E85E1B" w:rsidRPr="006056B1">
        <w:t>simplement admirable</w:t>
      </w:r>
      <w:r>
        <w:t xml:space="preserve">. </w:t>
      </w:r>
      <w:r w:rsidR="00E85E1B" w:rsidRPr="006056B1">
        <w:t>Envoyez-le-moi ce soir</w:t>
      </w:r>
      <w:r>
        <w:t xml:space="preserve">, </w:t>
      </w:r>
      <w:r w:rsidR="00E85E1B" w:rsidRPr="006056B1">
        <w:t>tout de suite</w:t>
      </w:r>
      <w:r>
        <w:t xml:space="preserve">, </w:t>
      </w:r>
      <w:r w:rsidR="00E85E1B" w:rsidRPr="006056B1">
        <w:t>votre Julot</w:t>
      </w:r>
      <w:r>
        <w:t>.</w:t>
      </w:r>
    </w:p>
    <w:p w14:paraId="0D4A2677" w14:textId="77777777" w:rsidR="006036B2" w:rsidRDefault="006036B2" w:rsidP="00E85E1B">
      <w:r>
        <w:t>— </w:t>
      </w:r>
      <w:r w:rsidR="00E85E1B" w:rsidRPr="006056B1">
        <w:t>Mais vous ne savez pas à quoi</w:t>
      </w:r>
      <w:r>
        <w:t>…</w:t>
      </w:r>
    </w:p>
    <w:p w14:paraId="066CFBA5" w14:textId="77777777" w:rsidR="006036B2" w:rsidRDefault="006036B2" w:rsidP="00E85E1B">
      <w:r>
        <w:t>— </w:t>
      </w:r>
      <w:r w:rsidR="00E85E1B" w:rsidRPr="006056B1">
        <w:t>Si</w:t>
      </w:r>
      <w:r>
        <w:t xml:space="preserve">, </w:t>
      </w:r>
      <w:r w:rsidR="00E85E1B" w:rsidRPr="006056B1">
        <w:t>si</w:t>
      </w:r>
      <w:r>
        <w:t xml:space="preserve">, </w:t>
      </w:r>
      <w:r w:rsidR="00E85E1B" w:rsidRPr="006056B1">
        <w:t>parrain</w:t>
      </w:r>
      <w:r>
        <w:t xml:space="preserve">, </w:t>
      </w:r>
      <w:r w:rsidR="00E85E1B" w:rsidRPr="006056B1">
        <w:t>je sais à quoi je m</w:t>
      </w:r>
      <w:r>
        <w:t>’</w:t>
      </w:r>
      <w:r w:rsidR="00E85E1B" w:rsidRPr="006056B1">
        <w:t>expose</w:t>
      </w:r>
      <w:r>
        <w:t xml:space="preserve">. </w:t>
      </w:r>
      <w:r w:rsidR="00E85E1B" w:rsidRPr="006056B1">
        <w:t>Je sais très bien à quoi</w:t>
      </w:r>
      <w:r>
        <w:t xml:space="preserve">. </w:t>
      </w:r>
      <w:r w:rsidR="00E85E1B" w:rsidRPr="006056B1">
        <w:t>Et cela seul déjà doit vous prouver que ma prétention n</w:t>
      </w:r>
      <w:r>
        <w:t>’</w:t>
      </w:r>
      <w:r w:rsidR="00E85E1B" w:rsidRPr="006056B1">
        <w:t>est pas si prétentieuse que vous voulez le dire</w:t>
      </w:r>
      <w:r>
        <w:t xml:space="preserve">. </w:t>
      </w:r>
      <w:r w:rsidR="00E85E1B" w:rsidRPr="006056B1">
        <w:t>Oui</w:t>
      </w:r>
      <w:r>
        <w:t xml:space="preserve">, </w:t>
      </w:r>
      <w:r w:rsidR="00E85E1B" w:rsidRPr="006056B1">
        <w:t>oui</w:t>
      </w:r>
      <w:r>
        <w:t xml:space="preserve">, </w:t>
      </w:r>
      <w:r w:rsidR="00E85E1B" w:rsidRPr="006056B1">
        <w:t>je sais à quoi</w:t>
      </w:r>
      <w:r>
        <w:t xml:space="preserve">. </w:t>
      </w:r>
      <w:r w:rsidR="00E85E1B" w:rsidRPr="006056B1">
        <w:t>Et je n</w:t>
      </w:r>
      <w:r>
        <w:t>’</w:t>
      </w:r>
      <w:r w:rsidR="00E85E1B" w:rsidRPr="006056B1">
        <w:t>ai pas peur</w:t>
      </w:r>
      <w:r>
        <w:t xml:space="preserve">, </w:t>
      </w:r>
      <w:r w:rsidR="00E85E1B" w:rsidRPr="006056B1">
        <w:t>vous voyez</w:t>
      </w:r>
      <w:r>
        <w:t xml:space="preserve">. </w:t>
      </w:r>
      <w:r w:rsidR="00E85E1B" w:rsidRPr="006056B1">
        <w:t>Au contraire</w:t>
      </w:r>
      <w:r>
        <w:t> !</w:t>
      </w:r>
    </w:p>
    <w:p w14:paraId="49342407" w14:textId="77777777" w:rsidR="006036B2" w:rsidRDefault="00E85E1B" w:rsidP="00E85E1B">
      <w:r w:rsidRPr="006056B1">
        <w:t>La duchesse était ravie</w:t>
      </w:r>
      <w:r w:rsidR="006036B2">
        <w:t xml:space="preserve">, </w:t>
      </w:r>
      <w:r w:rsidRPr="006056B1">
        <w:t>battait des mains</w:t>
      </w:r>
      <w:r w:rsidR="006036B2">
        <w:t xml:space="preserve">, </w:t>
      </w:r>
      <w:r w:rsidRPr="006056B1">
        <w:t>semblait grise</w:t>
      </w:r>
      <w:r w:rsidR="006036B2">
        <w:t>.</w:t>
      </w:r>
    </w:p>
    <w:p w14:paraId="56937375" w14:textId="77777777" w:rsidR="006036B2" w:rsidRDefault="006036B2" w:rsidP="00E85E1B">
      <w:r>
        <w:t>— </w:t>
      </w:r>
      <w:r w:rsidR="00E85E1B" w:rsidRPr="006056B1">
        <w:t>Oh</w:t>
      </w:r>
      <w:r>
        <w:t xml:space="preserve"> ! </w:t>
      </w:r>
      <w:r w:rsidR="00E85E1B" w:rsidRPr="006056B1">
        <w:t>ce n</w:t>
      </w:r>
      <w:r>
        <w:t>’</w:t>
      </w:r>
      <w:r w:rsidR="00E85E1B" w:rsidRPr="006056B1">
        <w:t>est pas de curiosité</w:t>
      </w:r>
      <w:r>
        <w:t xml:space="preserve">, </w:t>
      </w:r>
      <w:r w:rsidR="00E85E1B" w:rsidRPr="006056B1">
        <w:t>fit-elle</w:t>
      </w:r>
      <w:r>
        <w:t xml:space="preserve">. </w:t>
      </w:r>
      <w:r w:rsidR="00E85E1B" w:rsidRPr="006056B1">
        <w:t>N</w:t>
      </w:r>
      <w:r>
        <w:t>’</w:t>
      </w:r>
      <w:r w:rsidR="00E85E1B" w:rsidRPr="006056B1">
        <w:t>en croyez rien</w:t>
      </w:r>
      <w:r>
        <w:t xml:space="preserve"> ! </w:t>
      </w:r>
      <w:r w:rsidR="00E85E1B" w:rsidRPr="006056B1">
        <w:t>C</w:t>
      </w:r>
      <w:r>
        <w:t>’</w:t>
      </w:r>
      <w:r w:rsidR="00E85E1B" w:rsidRPr="006056B1">
        <w:t>est d</w:t>
      </w:r>
      <w:r>
        <w:t>’</w:t>
      </w:r>
      <w:r w:rsidR="00E85E1B" w:rsidRPr="006056B1">
        <w:t>orgueil</w:t>
      </w:r>
      <w:r>
        <w:t xml:space="preserve">, </w:t>
      </w:r>
      <w:r w:rsidR="00E85E1B" w:rsidRPr="006056B1">
        <w:t>uniquement d</w:t>
      </w:r>
      <w:r>
        <w:t>’</w:t>
      </w:r>
      <w:r w:rsidR="00E85E1B" w:rsidRPr="006056B1">
        <w:t>orgueil</w:t>
      </w:r>
      <w:r>
        <w:t xml:space="preserve">, </w:t>
      </w:r>
      <w:r w:rsidR="00E85E1B" w:rsidRPr="006056B1">
        <w:t>à la pensée d</w:t>
      </w:r>
      <w:r>
        <w:t>’</w:t>
      </w:r>
      <w:r w:rsidR="00E85E1B" w:rsidRPr="006056B1">
        <w:t>une telle épreuve</w:t>
      </w:r>
      <w:r>
        <w:t xml:space="preserve">, </w:t>
      </w:r>
      <w:r w:rsidR="00E85E1B" w:rsidRPr="006056B1">
        <w:t>dont je sortirai victorieuse</w:t>
      </w:r>
      <w:r>
        <w:t xml:space="preserve">, </w:t>
      </w:r>
      <w:r w:rsidR="00E85E1B" w:rsidRPr="006056B1">
        <w:t>j</w:t>
      </w:r>
      <w:r>
        <w:t>’</w:t>
      </w:r>
      <w:r w:rsidR="00E85E1B" w:rsidRPr="006056B1">
        <w:t>en réponds</w:t>
      </w:r>
      <w:r>
        <w:t xml:space="preserve">. </w:t>
      </w:r>
      <w:r w:rsidR="00E85E1B" w:rsidRPr="006056B1">
        <w:t>Et je la veux sincère</w:t>
      </w:r>
      <w:r>
        <w:t xml:space="preserve">, </w:t>
      </w:r>
      <w:r w:rsidR="00E85E1B" w:rsidRPr="006056B1">
        <w:t>vous entendez</w:t>
      </w:r>
      <w:r>
        <w:t xml:space="preserve">, </w:t>
      </w:r>
      <w:r w:rsidR="00E85E1B" w:rsidRPr="006056B1">
        <w:t>parrain</w:t>
      </w:r>
      <w:r>
        <w:t xml:space="preserve">, </w:t>
      </w:r>
      <w:r w:rsidR="00E85E1B" w:rsidRPr="006056B1">
        <w:t>absolument sincère</w:t>
      </w:r>
      <w:r>
        <w:t>.</w:t>
      </w:r>
    </w:p>
    <w:p w14:paraId="1D97C166" w14:textId="77777777" w:rsidR="006036B2" w:rsidRDefault="006036B2" w:rsidP="00E85E1B">
      <w:r>
        <w:t>— </w:t>
      </w:r>
      <w:r w:rsidR="00E85E1B" w:rsidRPr="006056B1">
        <w:t>Soyez sans crainte</w:t>
      </w:r>
      <w:r>
        <w:t xml:space="preserve">, </w:t>
      </w:r>
      <w:r w:rsidR="00E85E1B" w:rsidRPr="006056B1">
        <w:t>mon enfant</w:t>
      </w:r>
      <w:r>
        <w:t xml:space="preserve">, </w:t>
      </w:r>
      <w:r w:rsidR="00E85E1B" w:rsidRPr="006056B1">
        <w:t>répliqua-t-il</w:t>
      </w:r>
      <w:r>
        <w:t xml:space="preserve">. </w:t>
      </w:r>
      <w:r w:rsidR="00E85E1B" w:rsidRPr="006056B1">
        <w:t>Tout se passera honnêtement</w:t>
      </w:r>
      <w:r>
        <w:t xml:space="preserve">. </w:t>
      </w:r>
      <w:r w:rsidR="00E85E1B" w:rsidRPr="006056B1">
        <w:t>Julot est un prodige de conscience</w:t>
      </w:r>
      <w:r>
        <w:t xml:space="preserve">. </w:t>
      </w:r>
      <w:r w:rsidR="00E85E1B" w:rsidRPr="006056B1">
        <w:t>Il m</w:t>
      </w:r>
      <w:r>
        <w:t>’</w:t>
      </w:r>
      <w:r w:rsidR="00E85E1B" w:rsidRPr="006056B1">
        <w:t>envoie le résultat de ses essayages par lettre</w:t>
      </w:r>
      <w:r>
        <w:t xml:space="preserve">, </w:t>
      </w:r>
      <w:r w:rsidR="00E85E1B" w:rsidRPr="006056B1">
        <w:t>circonstanciée quand il y a lieu</w:t>
      </w:r>
      <w:r>
        <w:t xml:space="preserve">. </w:t>
      </w:r>
      <w:r w:rsidR="00E85E1B" w:rsidRPr="006056B1">
        <w:t>Or</w:t>
      </w:r>
      <w:r>
        <w:t xml:space="preserve">, </w:t>
      </w:r>
      <w:r w:rsidR="00E85E1B" w:rsidRPr="006056B1">
        <w:t>sa lettre</w:t>
      </w:r>
      <w:r>
        <w:t xml:space="preserve">, </w:t>
      </w:r>
      <w:r w:rsidR="00E85E1B" w:rsidRPr="006056B1">
        <w:t>cette fois-ci</w:t>
      </w:r>
      <w:r>
        <w:t xml:space="preserve">, </w:t>
      </w:r>
      <w:r w:rsidR="00E85E1B" w:rsidRPr="006056B1">
        <w:t>je la décachetterai devant vous</w:t>
      </w:r>
      <w:r>
        <w:t>.</w:t>
      </w:r>
    </w:p>
    <w:p w14:paraId="60A7C475" w14:textId="77777777" w:rsidR="006036B2" w:rsidRDefault="006036B2" w:rsidP="00E85E1B">
      <w:r>
        <w:lastRenderedPageBreak/>
        <w:t>— </w:t>
      </w:r>
      <w:r w:rsidR="00E85E1B" w:rsidRPr="006056B1">
        <w:t>À la bonne heure</w:t>
      </w:r>
      <w:r>
        <w:t xml:space="preserve"> ! </w:t>
      </w:r>
      <w:r w:rsidR="00E85E1B" w:rsidRPr="006056B1">
        <w:t>Vous êtes un parrain délicieux</w:t>
      </w:r>
      <w:r>
        <w:t>.</w:t>
      </w:r>
    </w:p>
    <w:p w14:paraId="72FFC0EE" w14:textId="77777777" w:rsidR="006036B2" w:rsidRDefault="00E85E1B" w:rsidP="00E85E1B">
      <w:r w:rsidRPr="006056B1">
        <w:t>Le soir même</w:t>
      </w:r>
      <w:r w:rsidR="006036B2">
        <w:t xml:space="preserve">, </w:t>
      </w:r>
      <w:r w:rsidRPr="006056B1">
        <w:t>la duchesse se rendait</w:t>
      </w:r>
      <w:r w:rsidR="006036B2">
        <w:t xml:space="preserve">, </w:t>
      </w:r>
      <w:r w:rsidRPr="006056B1">
        <w:t>en petite toilette très simple</w:t>
      </w:r>
      <w:r w:rsidR="006036B2">
        <w:t xml:space="preserve">, </w:t>
      </w:r>
      <w:r w:rsidRPr="006056B1">
        <w:t>dans une chambre meublée où l</w:t>
      </w:r>
      <w:r w:rsidR="006036B2">
        <w:t>’</w:t>
      </w:r>
      <w:r w:rsidRPr="006056B1">
        <w:t>attendait Julot</w:t>
      </w:r>
      <w:r w:rsidR="006036B2">
        <w:t xml:space="preserve">. </w:t>
      </w:r>
      <w:r w:rsidRPr="006056B1">
        <w:t>Il avait été convenu</w:t>
      </w:r>
      <w:r w:rsidR="006036B2">
        <w:t xml:space="preserve">, </w:t>
      </w:r>
      <w:r w:rsidRPr="006056B1">
        <w:t>en effet</w:t>
      </w:r>
      <w:r w:rsidR="006036B2">
        <w:t xml:space="preserve">, </w:t>
      </w:r>
      <w:r w:rsidRPr="006056B1">
        <w:t>entre elle et son parrain</w:t>
      </w:r>
      <w:r w:rsidR="006036B2">
        <w:t xml:space="preserve">, </w:t>
      </w:r>
      <w:r w:rsidRPr="006056B1">
        <w:t>pour assurer toute sincérité à la chose</w:t>
      </w:r>
      <w:r w:rsidR="006036B2">
        <w:t xml:space="preserve">, </w:t>
      </w:r>
      <w:r w:rsidRPr="006056B1">
        <w:t>que Julot ignorerait à qui il avait a</w:t>
      </w:r>
      <w:r w:rsidRPr="006056B1">
        <w:t>f</w:t>
      </w:r>
      <w:r w:rsidRPr="006056B1">
        <w:t>faire</w:t>
      </w:r>
      <w:r w:rsidR="006036B2">
        <w:t>.</w:t>
      </w:r>
    </w:p>
    <w:p w14:paraId="10F9C95F" w14:textId="77777777" w:rsidR="006036B2" w:rsidRDefault="00E85E1B" w:rsidP="00E85E1B">
      <w:r w:rsidRPr="006056B1">
        <w:t>Toute brave qu</w:t>
      </w:r>
      <w:r w:rsidR="006036B2">
        <w:t>’</w:t>
      </w:r>
      <w:r w:rsidRPr="006056B1">
        <w:t>elle fût</w:t>
      </w:r>
      <w:r w:rsidR="006036B2">
        <w:t xml:space="preserve">, </w:t>
      </w:r>
      <w:r w:rsidRPr="006056B1">
        <w:t>Huguette sentit un peu son cœur battre quand</w:t>
      </w:r>
      <w:r w:rsidR="006036B2">
        <w:t xml:space="preserve">, </w:t>
      </w:r>
      <w:r w:rsidRPr="006056B1">
        <w:t>après avoir frappé à la porte de la chambre</w:t>
      </w:r>
      <w:r w:rsidR="006036B2">
        <w:t xml:space="preserve">, </w:t>
      </w:r>
      <w:r w:rsidRPr="006056B1">
        <w:t>elle entendit une voix grasse et impérieuse lui répondre</w:t>
      </w:r>
      <w:r w:rsidR="006036B2">
        <w:t> :</w:t>
      </w:r>
    </w:p>
    <w:p w14:paraId="266F914D" w14:textId="77777777" w:rsidR="006036B2" w:rsidRDefault="006036B2" w:rsidP="00E85E1B">
      <w:r>
        <w:t>— </w:t>
      </w:r>
      <w:r w:rsidR="00E85E1B" w:rsidRPr="006056B1">
        <w:t>Entrez</w:t>
      </w:r>
      <w:r>
        <w:t> !</w:t>
      </w:r>
    </w:p>
    <w:p w14:paraId="4AADC0C3" w14:textId="77777777" w:rsidR="006036B2" w:rsidRDefault="00E85E1B" w:rsidP="00E85E1B">
      <w:r w:rsidRPr="006056B1">
        <w:t>À cette voix</w:t>
      </w:r>
      <w:r w:rsidR="006036B2">
        <w:t xml:space="preserve">, </w:t>
      </w:r>
      <w:r w:rsidRPr="006056B1">
        <w:t>et selon les imaginations qu</w:t>
      </w:r>
      <w:r w:rsidR="006036B2">
        <w:t>’</w:t>
      </w:r>
      <w:r w:rsidRPr="006056B1">
        <w:t>elle se faisait d</w:t>
      </w:r>
      <w:r w:rsidRPr="006056B1">
        <w:t>e</w:t>
      </w:r>
      <w:r w:rsidRPr="006056B1">
        <w:t>puis la veille</w:t>
      </w:r>
      <w:r w:rsidR="006036B2">
        <w:t xml:space="preserve">, </w:t>
      </w:r>
      <w:r w:rsidRPr="006056B1">
        <w:t>elle s</w:t>
      </w:r>
      <w:r w:rsidR="006036B2">
        <w:t>’</w:t>
      </w:r>
      <w:r w:rsidRPr="006056B1">
        <w:t>attendait à trouver quelque sinistre voyou de barrière</w:t>
      </w:r>
      <w:r w:rsidR="006036B2">
        <w:t xml:space="preserve">. </w:t>
      </w:r>
      <w:r w:rsidRPr="006056B1">
        <w:t>Cela lui donnait une espèce d</w:t>
      </w:r>
      <w:r w:rsidR="006036B2">
        <w:t>’</w:t>
      </w:r>
      <w:r w:rsidRPr="006056B1">
        <w:t>épouvante qui n</w:t>
      </w:r>
      <w:r w:rsidR="006036B2">
        <w:t>’</w:t>
      </w:r>
      <w:r w:rsidRPr="006056B1">
        <w:t>était pas sans charme</w:t>
      </w:r>
      <w:r w:rsidR="006036B2">
        <w:t xml:space="preserve">. </w:t>
      </w:r>
      <w:r w:rsidRPr="006056B1">
        <w:t xml:space="preserve">Aussi </w:t>
      </w:r>
      <w:proofErr w:type="spellStart"/>
      <w:r w:rsidRPr="006056B1">
        <w:t>fut-elle</w:t>
      </w:r>
      <w:proofErr w:type="spellEnd"/>
      <w:r w:rsidRPr="006056B1">
        <w:t xml:space="preserve"> très étonnée</w:t>
      </w:r>
      <w:r w:rsidR="006036B2">
        <w:t xml:space="preserve">, </w:t>
      </w:r>
      <w:r w:rsidRPr="006056B1">
        <w:t>la porte ouverte</w:t>
      </w:r>
      <w:r w:rsidR="006036B2">
        <w:t xml:space="preserve">, </w:t>
      </w:r>
      <w:r w:rsidRPr="006056B1">
        <w:t>de voir un jeune homme fort correctement vêtu</w:t>
      </w:r>
      <w:r w:rsidR="006036B2">
        <w:t xml:space="preserve">, </w:t>
      </w:r>
      <w:r w:rsidRPr="006056B1">
        <w:t>dénué d</w:t>
      </w:r>
      <w:r w:rsidR="006036B2">
        <w:t>’</w:t>
      </w:r>
      <w:r w:rsidRPr="006056B1">
        <w:t>accroche-cœurs</w:t>
      </w:r>
      <w:r w:rsidR="006036B2">
        <w:t xml:space="preserve">, </w:t>
      </w:r>
      <w:r w:rsidRPr="006056B1">
        <w:t>le cheveu court</w:t>
      </w:r>
      <w:r w:rsidR="006036B2">
        <w:t xml:space="preserve">, </w:t>
      </w:r>
      <w:r w:rsidRPr="006056B1">
        <w:t>la moustache et les favoris taillés à la russe</w:t>
      </w:r>
      <w:r w:rsidR="006036B2">
        <w:t xml:space="preserve">, </w:t>
      </w:r>
      <w:r w:rsidRPr="006056B1">
        <w:t>une mine froide de boursier</w:t>
      </w:r>
      <w:r w:rsidR="006036B2">
        <w:t>.</w:t>
      </w:r>
    </w:p>
    <w:p w14:paraId="627AC10B" w14:textId="77777777" w:rsidR="006036B2" w:rsidRDefault="006036B2" w:rsidP="00E85E1B">
      <w:r>
        <w:t>— </w:t>
      </w:r>
      <w:r w:rsidR="00E85E1B" w:rsidRPr="006056B1">
        <w:t>Pardon</w:t>
      </w:r>
      <w:r>
        <w:t xml:space="preserve">, </w:t>
      </w:r>
      <w:r w:rsidR="00E85E1B" w:rsidRPr="006056B1">
        <w:t>fit-elle</w:t>
      </w:r>
      <w:r>
        <w:t xml:space="preserve">, </w:t>
      </w:r>
      <w:r w:rsidR="00E85E1B" w:rsidRPr="006056B1">
        <w:t>c</w:t>
      </w:r>
      <w:r>
        <w:t>’</w:t>
      </w:r>
      <w:r w:rsidR="00E85E1B" w:rsidRPr="006056B1">
        <w:t>est bien à monsieur Julot que j</w:t>
      </w:r>
      <w:r>
        <w:t>’</w:t>
      </w:r>
      <w:r w:rsidR="00E85E1B" w:rsidRPr="006056B1">
        <w:t>ai l</w:t>
      </w:r>
      <w:r>
        <w:t>’</w:t>
      </w:r>
      <w:r w:rsidR="00E85E1B" w:rsidRPr="006056B1">
        <w:t>honneur</w:t>
      </w:r>
      <w:r>
        <w:t>…</w:t>
      </w:r>
    </w:p>
    <w:p w14:paraId="0B00CEB3" w14:textId="77777777" w:rsidR="006036B2" w:rsidRDefault="006036B2" w:rsidP="00E85E1B">
      <w:r>
        <w:t>— </w:t>
      </w:r>
      <w:r w:rsidR="00E85E1B" w:rsidRPr="006056B1">
        <w:t>À lui-même</w:t>
      </w:r>
      <w:r>
        <w:t xml:space="preserve">, </w:t>
      </w:r>
      <w:r w:rsidR="00E85E1B" w:rsidRPr="006056B1">
        <w:t>répondit-il en jetant sa cigarette</w:t>
      </w:r>
      <w:r>
        <w:t>.</w:t>
      </w:r>
    </w:p>
    <w:p w14:paraId="4300BF14" w14:textId="77777777" w:rsidR="006036B2" w:rsidRDefault="00E85E1B" w:rsidP="00E85E1B">
      <w:r w:rsidRPr="006056B1">
        <w:t>Puis d</w:t>
      </w:r>
      <w:r w:rsidR="006036B2">
        <w:t>’</w:t>
      </w:r>
      <w:r w:rsidRPr="006056B1">
        <w:t>un ton inquisiteur</w:t>
      </w:r>
      <w:r w:rsidR="006036B2">
        <w:t xml:space="preserve">, </w:t>
      </w:r>
      <w:r w:rsidRPr="006056B1">
        <w:t>familier en même temps</w:t>
      </w:r>
      <w:r w:rsidR="006036B2">
        <w:t> :</w:t>
      </w:r>
    </w:p>
    <w:p w14:paraId="75FA6E73" w14:textId="77777777" w:rsidR="006036B2" w:rsidRDefault="006036B2" w:rsidP="00E85E1B">
      <w:r>
        <w:t>— </w:t>
      </w:r>
      <w:r w:rsidR="00E85E1B" w:rsidRPr="006056B1">
        <w:t>Tiens</w:t>
      </w:r>
      <w:r>
        <w:t xml:space="preserve"> ! </w:t>
      </w:r>
      <w:r w:rsidR="00E85E1B" w:rsidRPr="006056B1">
        <w:t>c</w:t>
      </w:r>
      <w:r>
        <w:t>’</w:t>
      </w:r>
      <w:r w:rsidR="00E85E1B" w:rsidRPr="006056B1">
        <w:t>est curieux</w:t>
      </w:r>
      <w:r>
        <w:t xml:space="preserve">, </w:t>
      </w:r>
      <w:r w:rsidR="00E85E1B" w:rsidRPr="006056B1">
        <w:t>je ne te connais pas</w:t>
      </w:r>
      <w:r>
        <w:t xml:space="preserve">. </w:t>
      </w:r>
      <w:r w:rsidR="00E85E1B" w:rsidRPr="006056B1">
        <w:t>Tu ne viens pas de province pourtant</w:t>
      </w:r>
      <w:r>
        <w:t xml:space="preserve">. </w:t>
      </w:r>
      <w:r w:rsidR="00E85E1B" w:rsidRPr="006056B1">
        <w:t>Tu es de Paris</w:t>
      </w:r>
      <w:r>
        <w:t xml:space="preserve">. </w:t>
      </w:r>
      <w:r w:rsidR="00E85E1B" w:rsidRPr="006056B1">
        <w:t>Où as-tu déjà travaillé</w:t>
      </w:r>
      <w:r>
        <w:t> ?</w:t>
      </w:r>
    </w:p>
    <w:p w14:paraId="061CFAA9" w14:textId="77777777" w:rsidR="006036B2" w:rsidRDefault="00E85E1B" w:rsidP="00E85E1B">
      <w:r w:rsidRPr="006056B1">
        <w:t>Crânement</w:t>
      </w:r>
      <w:r w:rsidR="006036B2">
        <w:t xml:space="preserve">, </w:t>
      </w:r>
      <w:r w:rsidRPr="006056B1">
        <w:t>elle répliqua</w:t>
      </w:r>
      <w:r w:rsidR="006036B2">
        <w:t> :</w:t>
      </w:r>
    </w:p>
    <w:p w14:paraId="531DE13A" w14:textId="77777777" w:rsidR="006036B2" w:rsidRDefault="006036B2" w:rsidP="00E85E1B">
      <w:r>
        <w:t>— </w:t>
      </w:r>
      <w:r w:rsidR="00E85E1B" w:rsidRPr="006056B1">
        <w:t>Qu</w:t>
      </w:r>
      <w:r>
        <w:t>’</w:t>
      </w:r>
      <w:r w:rsidR="00E85E1B" w:rsidRPr="006056B1">
        <w:t>est-ce que ça te fait</w:t>
      </w:r>
      <w:r>
        <w:t xml:space="preserve"> ? </w:t>
      </w:r>
      <w:r w:rsidR="00E85E1B" w:rsidRPr="006056B1">
        <w:t>Il ne s</w:t>
      </w:r>
      <w:r>
        <w:t>’</w:t>
      </w:r>
      <w:r w:rsidR="00E85E1B" w:rsidRPr="006056B1">
        <w:t>agit pas de dire où j</w:t>
      </w:r>
      <w:r>
        <w:t>’</w:t>
      </w:r>
      <w:r w:rsidR="00E85E1B" w:rsidRPr="006056B1">
        <w:t>ai a</w:t>
      </w:r>
      <w:r w:rsidR="00E85E1B" w:rsidRPr="006056B1">
        <w:t>p</w:t>
      </w:r>
      <w:r w:rsidR="00E85E1B" w:rsidRPr="006056B1">
        <w:t>pris</w:t>
      </w:r>
      <w:r>
        <w:t xml:space="preserve">. </w:t>
      </w:r>
      <w:r w:rsidR="00E85E1B" w:rsidRPr="006056B1">
        <w:t>Il s</w:t>
      </w:r>
      <w:r>
        <w:t>’</w:t>
      </w:r>
      <w:r w:rsidR="00E85E1B" w:rsidRPr="006056B1">
        <w:t>agit de prouver ce que je sais</w:t>
      </w:r>
      <w:r>
        <w:t>.</w:t>
      </w:r>
    </w:p>
    <w:p w14:paraId="576A4C49" w14:textId="77777777" w:rsidR="006036B2" w:rsidRDefault="00E85E1B" w:rsidP="00E85E1B">
      <w:r w:rsidRPr="006056B1">
        <w:lastRenderedPageBreak/>
        <w:t>Il cligna de l</w:t>
      </w:r>
      <w:r w:rsidR="006036B2">
        <w:t>’</w:t>
      </w:r>
      <w:r w:rsidRPr="006056B1">
        <w:t>œil</w:t>
      </w:r>
      <w:r w:rsidR="006036B2">
        <w:t xml:space="preserve">, </w:t>
      </w:r>
      <w:r w:rsidRPr="006056B1">
        <w:t>retint un petit sourire</w:t>
      </w:r>
      <w:r w:rsidR="006036B2">
        <w:t xml:space="preserve">, </w:t>
      </w:r>
      <w:r w:rsidRPr="006056B1">
        <w:t>et dit</w:t>
      </w:r>
      <w:r w:rsidR="006036B2">
        <w:t> :</w:t>
      </w:r>
    </w:p>
    <w:p w14:paraId="4E632587" w14:textId="77777777" w:rsidR="006036B2" w:rsidRDefault="006036B2" w:rsidP="00E85E1B">
      <w:r>
        <w:t>— </w:t>
      </w:r>
      <w:r w:rsidR="00E85E1B" w:rsidRPr="006056B1">
        <w:t>Fichtre</w:t>
      </w:r>
      <w:r>
        <w:t> !</w:t>
      </w:r>
    </w:p>
    <w:p w14:paraId="3AE64329" w14:textId="77777777" w:rsidR="006036B2" w:rsidRDefault="00E85E1B" w:rsidP="00E85E1B">
      <w:r w:rsidRPr="006056B1">
        <w:t>Après quoi</w:t>
      </w:r>
      <w:r w:rsidR="006036B2">
        <w:t xml:space="preserve">, </w:t>
      </w:r>
      <w:r w:rsidRPr="006056B1">
        <w:t>sans autre préambule</w:t>
      </w:r>
      <w:r w:rsidR="006036B2">
        <w:t xml:space="preserve">, </w:t>
      </w:r>
      <w:r w:rsidRPr="006056B1">
        <w:t>commençant à se dév</w:t>
      </w:r>
      <w:r w:rsidRPr="006056B1">
        <w:t>ê</w:t>
      </w:r>
      <w:r w:rsidRPr="006056B1">
        <w:t>tir</w:t>
      </w:r>
      <w:r w:rsidR="006036B2">
        <w:t xml:space="preserve">, </w:t>
      </w:r>
      <w:r w:rsidRPr="006056B1">
        <w:t>il ajouta</w:t>
      </w:r>
      <w:r w:rsidR="006036B2">
        <w:t> :</w:t>
      </w:r>
    </w:p>
    <w:p w14:paraId="7A812772" w14:textId="77777777" w:rsidR="006036B2" w:rsidRDefault="006036B2" w:rsidP="00E85E1B">
      <w:r>
        <w:t>— </w:t>
      </w:r>
      <w:r w:rsidR="00E85E1B" w:rsidRPr="006056B1">
        <w:t>Eh bien</w:t>
      </w:r>
      <w:r>
        <w:t xml:space="preserve"> ! </w:t>
      </w:r>
      <w:r w:rsidR="00E85E1B" w:rsidRPr="006056B1">
        <w:t>ma petite</w:t>
      </w:r>
      <w:r>
        <w:t xml:space="preserve">, </w:t>
      </w:r>
      <w:r w:rsidR="00E85E1B" w:rsidRPr="006056B1">
        <w:t>allons-y</w:t>
      </w:r>
      <w:r>
        <w:t> !</w:t>
      </w:r>
    </w:p>
    <w:p w14:paraId="0C26B8CF" w14:textId="77777777" w:rsidR="006036B2" w:rsidRDefault="00E85E1B" w:rsidP="00E85E1B">
      <w:r w:rsidRPr="006056B1">
        <w:t>Et ils y allèrent</w:t>
      </w:r>
      <w:r w:rsidR="006036B2">
        <w:t>.</w:t>
      </w:r>
    </w:p>
    <w:p w14:paraId="61B09655" w14:textId="77777777" w:rsidR="006036B2" w:rsidRDefault="00E85E1B" w:rsidP="00E85E1B">
      <w:r w:rsidRPr="006056B1">
        <w:t>Quand</w:t>
      </w:r>
      <w:r w:rsidR="006036B2">
        <w:t xml:space="preserve">, </w:t>
      </w:r>
      <w:r w:rsidRPr="006056B1">
        <w:t>le lendemain</w:t>
      </w:r>
      <w:r w:rsidR="006036B2">
        <w:t xml:space="preserve">, </w:t>
      </w:r>
      <w:r w:rsidRPr="006056B1">
        <w:t>le vicomte pénétra dans le boudoir de la duchesse</w:t>
      </w:r>
      <w:r w:rsidR="006036B2">
        <w:t xml:space="preserve">, </w:t>
      </w:r>
      <w:r w:rsidRPr="006056B1">
        <w:t>elle lui sauta au cou comme une folle et s</w:t>
      </w:r>
      <w:r w:rsidR="006036B2">
        <w:t>’</w:t>
      </w:r>
      <w:r w:rsidRPr="006056B1">
        <w:t>écria</w:t>
      </w:r>
      <w:r w:rsidR="006036B2">
        <w:t> :</w:t>
      </w:r>
    </w:p>
    <w:p w14:paraId="4148CCE6" w14:textId="77777777" w:rsidR="006036B2" w:rsidRDefault="006036B2" w:rsidP="00E85E1B">
      <w:r>
        <w:t>— </w:t>
      </w:r>
      <w:r w:rsidR="00E85E1B" w:rsidRPr="006056B1">
        <w:t>Parrain</w:t>
      </w:r>
      <w:r>
        <w:t xml:space="preserve">, </w:t>
      </w:r>
      <w:r w:rsidR="00E85E1B" w:rsidRPr="006056B1">
        <w:t>parrain</w:t>
      </w:r>
      <w:r>
        <w:t xml:space="preserve">, </w:t>
      </w:r>
      <w:r w:rsidR="00E85E1B" w:rsidRPr="006056B1">
        <w:t>vous voyez la plus heureuse des femmes</w:t>
      </w:r>
      <w:r>
        <w:t xml:space="preserve"> ! </w:t>
      </w:r>
      <w:r w:rsidR="00E85E1B" w:rsidRPr="006056B1">
        <w:t>Enfin</w:t>
      </w:r>
      <w:r>
        <w:t xml:space="preserve">, </w:t>
      </w:r>
      <w:r w:rsidR="00E85E1B" w:rsidRPr="006056B1">
        <w:t>je suis sûre de ce que je vaux</w:t>
      </w:r>
      <w:r>
        <w:t xml:space="preserve">. </w:t>
      </w:r>
      <w:r w:rsidR="00E85E1B" w:rsidRPr="006056B1">
        <w:t>Quel triomphe</w:t>
      </w:r>
      <w:r>
        <w:t xml:space="preserve">, </w:t>
      </w:r>
      <w:r w:rsidR="00E85E1B" w:rsidRPr="006056B1">
        <w:t>si vous saviez</w:t>
      </w:r>
      <w:r>
        <w:t xml:space="preserve"> ! </w:t>
      </w:r>
      <w:r w:rsidR="00E85E1B" w:rsidRPr="006056B1">
        <w:t>Et cependant</w:t>
      </w:r>
      <w:r>
        <w:t xml:space="preserve">, </w:t>
      </w:r>
      <w:r w:rsidR="00E85E1B" w:rsidRPr="006056B1">
        <w:t>quel juge</w:t>
      </w:r>
      <w:r>
        <w:t xml:space="preserve"> ! </w:t>
      </w:r>
      <w:r w:rsidR="00E85E1B" w:rsidRPr="006056B1">
        <w:t>Oh</w:t>
      </w:r>
      <w:r>
        <w:t xml:space="preserve"> ! </w:t>
      </w:r>
      <w:r w:rsidR="00E85E1B" w:rsidRPr="006056B1">
        <w:t>d</w:t>
      </w:r>
      <w:r>
        <w:t>’</w:t>
      </w:r>
      <w:r w:rsidR="00E85E1B" w:rsidRPr="006056B1">
        <w:t>une sévérité</w:t>
      </w:r>
      <w:r>
        <w:t xml:space="preserve"> ! </w:t>
      </w:r>
      <w:r w:rsidR="00E85E1B" w:rsidRPr="006056B1">
        <w:t>T</w:t>
      </w:r>
      <w:r w:rsidR="00E85E1B" w:rsidRPr="006056B1">
        <w:t>e</w:t>
      </w:r>
      <w:r w:rsidR="00E85E1B" w:rsidRPr="006056B1">
        <w:t>nez</w:t>
      </w:r>
      <w:r>
        <w:t xml:space="preserve">, </w:t>
      </w:r>
      <w:r w:rsidR="00E85E1B" w:rsidRPr="006056B1">
        <w:t>ne me regardez pas ainsi dans le blanc des yeux</w:t>
      </w:r>
      <w:r>
        <w:t xml:space="preserve">, </w:t>
      </w:r>
      <w:r w:rsidR="00E85E1B" w:rsidRPr="006056B1">
        <w:t>vous me faites rougir</w:t>
      </w:r>
      <w:r>
        <w:t xml:space="preserve">. </w:t>
      </w:r>
      <w:r w:rsidR="00E85E1B" w:rsidRPr="006056B1">
        <w:t>Mais aussi</w:t>
      </w:r>
      <w:r>
        <w:t xml:space="preserve">, </w:t>
      </w:r>
      <w:r w:rsidR="00E85E1B" w:rsidRPr="006056B1">
        <w:t>le témoignage qu</w:t>
      </w:r>
      <w:r>
        <w:t>’</w:t>
      </w:r>
      <w:r w:rsidR="00E85E1B" w:rsidRPr="006056B1">
        <w:t>il m</w:t>
      </w:r>
      <w:r>
        <w:t>’</w:t>
      </w:r>
      <w:r w:rsidR="00E85E1B" w:rsidRPr="006056B1">
        <w:t>a rendu</w:t>
      </w:r>
      <w:r>
        <w:t xml:space="preserve">, </w:t>
      </w:r>
      <w:r w:rsidR="00E85E1B" w:rsidRPr="006056B1">
        <w:t>ah</w:t>
      </w:r>
      <w:r>
        <w:t xml:space="preserve"> ! </w:t>
      </w:r>
      <w:r w:rsidR="00E85E1B" w:rsidRPr="006056B1">
        <w:t>parrain</w:t>
      </w:r>
      <w:r>
        <w:t xml:space="preserve"> ! </w:t>
      </w:r>
      <w:r w:rsidR="00E85E1B" w:rsidRPr="006056B1">
        <w:t>Un témoignage tel que</w:t>
      </w:r>
      <w:r>
        <w:t xml:space="preserve">, </w:t>
      </w:r>
      <w:r w:rsidR="00E85E1B" w:rsidRPr="006056B1">
        <w:t>séance tenante</w:t>
      </w:r>
      <w:r>
        <w:t xml:space="preserve">, </w:t>
      </w:r>
      <w:r w:rsidR="00E85E1B" w:rsidRPr="006056B1">
        <w:t>pour l</w:t>
      </w:r>
      <w:r>
        <w:t>’</w:t>
      </w:r>
      <w:r w:rsidR="00E85E1B" w:rsidRPr="006056B1">
        <w:t>en r</w:t>
      </w:r>
      <w:r w:rsidR="00E85E1B" w:rsidRPr="006056B1">
        <w:t>é</w:t>
      </w:r>
      <w:r w:rsidR="00E85E1B" w:rsidRPr="006056B1">
        <w:t>compenser</w:t>
      </w:r>
      <w:r>
        <w:t xml:space="preserve">, </w:t>
      </w:r>
      <w:r w:rsidR="00E85E1B" w:rsidRPr="006056B1">
        <w:t>votre Julot</w:t>
      </w:r>
      <w:r>
        <w:t xml:space="preserve">, </w:t>
      </w:r>
      <w:r w:rsidR="00E85E1B" w:rsidRPr="006056B1">
        <w:t>je lui ai mis dans la main cinquante louis</w:t>
      </w:r>
      <w:r>
        <w:t>.</w:t>
      </w:r>
    </w:p>
    <w:p w14:paraId="3305D0AC" w14:textId="77777777" w:rsidR="006036B2" w:rsidRDefault="006036B2" w:rsidP="00E85E1B">
      <w:r>
        <w:t>— </w:t>
      </w:r>
      <w:r w:rsidR="00E85E1B" w:rsidRPr="006056B1">
        <w:t>Hum</w:t>
      </w:r>
      <w:r>
        <w:t xml:space="preserve"> ! </w:t>
      </w:r>
      <w:r w:rsidR="00E85E1B" w:rsidRPr="006056B1">
        <w:t>hum</w:t>
      </w:r>
      <w:r>
        <w:t xml:space="preserve"> ! </w:t>
      </w:r>
      <w:r w:rsidR="00E85E1B" w:rsidRPr="006056B1">
        <w:t>grommela le vicomte</w:t>
      </w:r>
      <w:r>
        <w:t xml:space="preserve">. </w:t>
      </w:r>
      <w:r w:rsidR="00E85E1B" w:rsidRPr="006056B1">
        <w:t>Êtes-vous bien sûre de ne pas les lui avoir promis d</w:t>
      </w:r>
      <w:r>
        <w:t>’</w:t>
      </w:r>
      <w:r w:rsidR="00E85E1B" w:rsidRPr="006056B1">
        <w:t>avance</w:t>
      </w:r>
      <w:r>
        <w:t> ?</w:t>
      </w:r>
    </w:p>
    <w:p w14:paraId="3A10BF38" w14:textId="77777777" w:rsidR="006036B2" w:rsidRDefault="006036B2" w:rsidP="00E85E1B">
      <w:r>
        <w:t>— </w:t>
      </w:r>
      <w:r w:rsidR="00E85E1B" w:rsidRPr="006056B1">
        <w:t>Quoi</w:t>
      </w:r>
      <w:r>
        <w:t xml:space="preserve"> ! </w:t>
      </w:r>
      <w:r w:rsidR="00E85E1B" w:rsidRPr="006056B1">
        <w:t>vous me croyez capable</w:t>
      </w:r>
      <w:r>
        <w:t> ?…</w:t>
      </w:r>
    </w:p>
    <w:p w14:paraId="0C651985" w14:textId="77777777" w:rsidR="006036B2" w:rsidRDefault="006036B2" w:rsidP="00E85E1B">
      <w:r>
        <w:t>— </w:t>
      </w:r>
      <w:r w:rsidR="00E85E1B" w:rsidRPr="006056B1">
        <w:t>D</w:t>
      </w:r>
      <w:r>
        <w:t>’</w:t>
      </w:r>
      <w:r w:rsidR="00E85E1B" w:rsidRPr="006056B1">
        <w:t>une tricherie consciente</w:t>
      </w:r>
      <w:r>
        <w:t xml:space="preserve">, </w:t>
      </w:r>
      <w:r w:rsidR="00E85E1B" w:rsidRPr="006056B1">
        <w:t>non</w:t>
      </w:r>
      <w:r>
        <w:t xml:space="preserve">, </w:t>
      </w:r>
      <w:r w:rsidR="00E85E1B" w:rsidRPr="006056B1">
        <w:t>non</w:t>
      </w:r>
      <w:r>
        <w:t xml:space="preserve">, </w:t>
      </w:r>
      <w:r w:rsidR="00E85E1B" w:rsidRPr="006056B1">
        <w:t>ma chère enfant</w:t>
      </w:r>
      <w:r>
        <w:t xml:space="preserve">. </w:t>
      </w:r>
      <w:r w:rsidR="00E85E1B" w:rsidRPr="006056B1">
        <w:t>Vous avez été loyale</w:t>
      </w:r>
      <w:r>
        <w:t xml:space="preserve">, </w:t>
      </w:r>
      <w:r w:rsidR="00E85E1B" w:rsidRPr="006056B1">
        <w:t>je n</w:t>
      </w:r>
      <w:r>
        <w:t>’</w:t>
      </w:r>
      <w:r w:rsidR="00E85E1B" w:rsidRPr="006056B1">
        <w:t>en doute pas</w:t>
      </w:r>
      <w:r>
        <w:t xml:space="preserve">. </w:t>
      </w:r>
      <w:r w:rsidR="00E85E1B" w:rsidRPr="006056B1">
        <w:t>Mais vos yeux</w:t>
      </w:r>
      <w:r>
        <w:t xml:space="preserve">, </w:t>
      </w:r>
      <w:r w:rsidR="00E85E1B" w:rsidRPr="006056B1">
        <w:t>vos m</w:t>
      </w:r>
      <w:r w:rsidR="00E85E1B" w:rsidRPr="006056B1">
        <w:t>a</w:t>
      </w:r>
      <w:r w:rsidR="00E85E1B" w:rsidRPr="006056B1">
        <w:t>nières</w:t>
      </w:r>
      <w:r>
        <w:t xml:space="preserve">, </w:t>
      </w:r>
      <w:r w:rsidR="00E85E1B" w:rsidRPr="006056B1">
        <w:t>votre parler</w:t>
      </w:r>
      <w:r>
        <w:t xml:space="preserve">, </w:t>
      </w:r>
      <w:r w:rsidR="00E85E1B" w:rsidRPr="006056B1">
        <w:t>ne vous ont-ils pas trahie à votre insu</w:t>
      </w:r>
      <w:r>
        <w:t xml:space="preserve"> ? </w:t>
      </w:r>
      <w:r w:rsidR="00E85E1B" w:rsidRPr="006056B1">
        <w:t>En un mot</w:t>
      </w:r>
      <w:r>
        <w:t xml:space="preserve">, </w:t>
      </w:r>
      <w:r w:rsidR="00E85E1B" w:rsidRPr="006056B1">
        <w:t>n</w:t>
      </w:r>
      <w:r>
        <w:t>’</w:t>
      </w:r>
      <w:r w:rsidR="00E85E1B" w:rsidRPr="006056B1">
        <w:t>avez-vous pas laissé deviner que vous étiez une femme du monde</w:t>
      </w:r>
      <w:r>
        <w:t xml:space="preserve">, </w:t>
      </w:r>
      <w:r w:rsidR="00E85E1B" w:rsidRPr="006056B1">
        <w:t>ce qui aurait peut-être induit Julot à vous flatter dans l</w:t>
      </w:r>
      <w:r>
        <w:t>’</w:t>
      </w:r>
      <w:r w:rsidR="00E85E1B" w:rsidRPr="006056B1">
        <w:t>espérance d</w:t>
      </w:r>
      <w:r>
        <w:t>’</w:t>
      </w:r>
      <w:r w:rsidR="00E85E1B" w:rsidRPr="006056B1">
        <w:t>un pourboire</w:t>
      </w:r>
      <w:r>
        <w:t> ?</w:t>
      </w:r>
    </w:p>
    <w:p w14:paraId="51B632F4" w14:textId="77777777" w:rsidR="006036B2" w:rsidRDefault="006036B2" w:rsidP="00E85E1B">
      <w:r>
        <w:t>— </w:t>
      </w:r>
      <w:r w:rsidR="00E85E1B" w:rsidRPr="006056B1">
        <w:t>Mais vous m</w:t>
      </w:r>
      <w:r>
        <w:t>’</w:t>
      </w:r>
      <w:r w:rsidR="00E85E1B" w:rsidRPr="006056B1">
        <w:t>avez affirmé qu</w:t>
      </w:r>
      <w:r>
        <w:t>’</w:t>
      </w:r>
      <w:r w:rsidR="00E85E1B" w:rsidRPr="006056B1">
        <w:t>il était si consciencieux</w:t>
      </w:r>
      <w:r>
        <w:t> !</w:t>
      </w:r>
    </w:p>
    <w:p w14:paraId="4DDF60A9" w14:textId="77777777" w:rsidR="006036B2" w:rsidRDefault="006036B2" w:rsidP="00E85E1B">
      <w:r>
        <w:lastRenderedPageBreak/>
        <w:t>— </w:t>
      </w:r>
      <w:r w:rsidR="00E85E1B" w:rsidRPr="006056B1">
        <w:t>Avec moi</w:t>
      </w:r>
      <w:r>
        <w:t xml:space="preserve">, </w:t>
      </w:r>
      <w:r w:rsidR="00E85E1B" w:rsidRPr="006056B1">
        <w:t>oui</w:t>
      </w:r>
      <w:r>
        <w:t>.</w:t>
      </w:r>
    </w:p>
    <w:p w14:paraId="52D8B1F7" w14:textId="77777777" w:rsidR="006036B2" w:rsidRDefault="006036B2" w:rsidP="00E85E1B">
      <w:r>
        <w:t>— </w:t>
      </w:r>
      <w:r w:rsidR="00E85E1B" w:rsidRPr="006056B1">
        <w:t>Décachetez donc sa lettre</w:t>
      </w:r>
      <w:r>
        <w:t xml:space="preserve">, </w:t>
      </w:r>
      <w:r w:rsidR="00E85E1B" w:rsidRPr="006056B1">
        <w:t>si vous l</w:t>
      </w:r>
      <w:r>
        <w:t>’</w:t>
      </w:r>
      <w:r w:rsidR="00E85E1B" w:rsidRPr="006056B1">
        <w:t>avez reçue</w:t>
      </w:r>
      <w:r>
        <w:t>.</w:t>
      </w:r>
    </w:p>
    <w:p w14:paraId="7A92E10D" w14:textId="77777777" w:rsidR="006036B2" w:rsidRDefault="006036B2" w:rsidP="00E85E1B">
      <w:r>
        <w:t>— </w:t>
      </w:r>
      <w:r w:rsidR="00E85E1B" w:rsidRPr="006056B1">
        <w:t>C</w:t>
      </w:r>
      <w:r>
        <w:t>’</w:t>
      </w:r>
      <w:r w:rsidR="00E85E1B" w:rsidRPr="006056B1">
        <w:t>est ce que nous allons faire</w:t>
      </w:r>
      <w:r>
        <w:t xml:space="preserve">. </w:t>
      </w:r>
      <w:r w:rsidR="00E85E1B" w:rsidRPr="006056B1">
        <w:t>La voici</w:t>
      </w:r>
      <w:r>
        <w:t xml:space="preserve"> ! </w:t>
      </w:r>
      <w:r w:rsidR="00E85E1B" w:rsidRPr="006056B1">
        <w:t>Mais auparavant</w:t>
      </w:r>
      <w:r>
        <w:t xml:space="preserve">, </w:t>
      </w:r>
      <w:r w:rsidR="00E85E1B" w:rsidRPr="006056B1">
        <w:t>Huguette</w:t>
      </w:r>
      <w:r>
        <w:t xml:space="preserve">, </w:t>
      </w:r>
      <w:r w:rsidR="00E85E1B" w:rsidRPr="006056B1">
        <w:t>dites-moi quel témoignage il vous a rendu</w:t>
      </w:r>
      <w:r>
        <w:t xml:space="preserve">, </w:t>
      </w:r>
      <w:r w:rsidR="00E85E1B" w:rsidRPr="006056B1">
        <w:t>qui vous fait cette mine radieuse</w:t>
      </w:r>
      <w:r>
        <w:t>.</w:t>
      </w:r>
    </w:p>
    <w:p w14:paraId="3205BF59" w14:textId="77777777" w:rsidR="006036B2" w:rsidRDefault="006036B2" w:rsidP="00E85E1B">
      <w:r>
        <w:t>— </w:t>
      </w:r>
      <w:r w:rsidR="00E85E1B" w:rsidRPr="006056B1">
        <w:t>Inutile</w:t>
      </w:r>
      <w:r>
        <w:t xml:space="preserve"> ! </w:t>
      </w:r>
      <w:r w:rsidR="00E85E1B" w:rsidRPr="006056B1">
        <w:t>À quoi bon vous révéler ce que sa lettre va vous apprendre</w:t>
      </w:r>
      <w:r>
        <w:t xml:space="preserve"> ? </w:t>
      </w:r>
      <w:r w:rsidR="00E85E1B" w:rsidRPr="006056B1">
        <w:t>Pas dans les mêmes termes</w:t>
      </w:r>
      <w:r>
        <w:t xml:space="preserve">, </w:t>
      </w:r>
      <w:r w:rsidR="00E85E1B" w:rsidRPr="006056B1">
        <w:t>probablement</w:t>
      </w:r>
      <w:r>
        <w:t xml:space="preserve">, </w:t>
      </w:r>
      <w:r w:rsidR="00E85E1B" w:rsidRPr="006056B1">
        <w:t>mais enfin</w:t>
      </w:r>
      <w:r>
        <w:t> !</w:t>
      </w:r>
    </w:p>
    <w:p w14:paraId="5B7399B5" w14:textId="77777777" w:rsidR="006036B2" w:rsidRDefault="006036B2" w:rsidP="00E85E1B">
      <w:r>
        <w:t>— </w:t>
      </w:r>
      <w:proofErr w:type="gramStart"/>
      <w:r w:rsidR="00E85E1B" w:rsidRPr="006056B1">
        <w:t>C</w:t>
      </w:r>
      <w:r>
        <w:t>’</w:t>
      </w:r>
      <w:r w:rsidR="00E85E1B" w:rsidRPr="006056B1">
        <w:t>est</w:t>
      </w:r>
      <w:proofErr w:type="gramEnd"/>
      <w:r w:rsidR="00E85E1B" w:rsidRPr="006056B1">
        <w:t xml:space="preserve"> justement les termes dont il s</w:t>
      </w:r>
      <w:r>
        <w:t>’</w:t>
      </w:r>
      <w:r w:rsidR="00E85E1B" w:rsidRPr="006056B1">
        <w:t>est servi avec vous</w:t>
      </w:r>
      <w:r>
        <w:t xml:space="preserve">, </w:t>
      </w:r>
      <w:r w:rsidR="00E85E1B" w:rsidRPr="006056B1">
        <w:t>Huguette</w:t>
      </w:r>
      <w:r>
        <w:t xml:space="preserve">, </w:t>
      </w:r>
      <w:r w:rsidR="00E85E1B" w:rsidRPr="006056B1">
        <w:t>que je voudrais bien entendre</w:t>
      </w:r>
      <w:r>
        <w:t xml:space="preserve">. </w:t>
      </w:r>
      <w:r w:rsidR="00E85E1B" w:rsidRPr="006056B1">
        <w:t>Ses lettres sont to</w:t>
      </w:r>
      <w:r w:rsidR="00E85E1B" w:rsidRPr="006056B1">
        <w:t>u</w:t>
      </w:r>
      <w:r w:rsidR="00E85E1B" w:rsidRPr="006056B1">
        <w:t>jours brèves</w:t>
      </w:r>
      <w:r>
        <w:t xml:space="preserve">, </w:t>
      </w:r>
      <w:r w:rsidR="00E85E1B" w:rsidRPr="006056B1">
        <w:t>sèches</w:t>
      </w:r>
      <w:r>
        <w:t xml:space="preserve">, </w:t>
      </w:r>
      <w:r w:rsidR="00E85E1B" w:rsidRPr="006056B1">
        <w:t>vraies lettres d</w:t>
      </w:r>
      <w:r>
        <w:t>’</w:t>
      </w:r>
      <w:r w:rsidR="00E85E1B" w:rsidRPr="006056B1">
        <w:t>affaires</w:t>
      </w:r>
      <w:r>
        <w:t xml:space="preserve">. </w:t>
      </w:r>
      <w:r w:rsidR="00E85E1B" w:rsidRPr="006056B1">
        <w:t>Tandis que</w:t>
      </w:r>
      <w:r>
        <w:t xml:space="preserve">, </w:t>
      </w:r>
      <w:r w:rsidR="00E85E1B" w:rsidRPr="006056B1">
        <w:t>si vraiment vous l</w:t>
      </w:r>
      <w:r>
        <w:t>’</w:t>
      </w:r>
      <w:r w:rsidR="00E85E1B" w:rsidRPr="006056B1">
        <w:t>avez satisfait</w:t>
      </w:r>
      <w:r>
        <w:t xml:space="preserve">, </w:t>
      </w:r>
      <w:r w:rsidR="00E85E1B" w:rsidRPr="006056B1">
        <w:t>si vous avez triomphé comme vous le dites</w:t>
      </w:r>
      <w:r>
        <w:t xml:space="preserve">, </w:t>
      </w:r>
      <w:r w:rsidR="00E85E1B" w:rsidRPr="006056B1">
        <w:t>il a dû vous exprimer cela d</w:t>
      </w:r>
      <w:r>
        <w:t>’</w:t>
      </w:r>
      <w:r w:rsidR="00E85E1B" w:rsidRPr="006056B1">
        <w:t>une façon</w:t>
      </w:r>
      <w:r>
        <w:t>…</w:t>
      </w:r>
    </w:p>
    <w:p w14:paraId="37428D44" w14:textId="77777777" w:rsidR="006036B2" w:rsidRDefault="006036B2" w:rsidP="00E85E1B">
      <w:r>
        <w:t>— </w:t>
      </w:r>
      <w:r w:rsidR="00E85E1B" w:rsidRPr="006056B1">
        <w:t>Oh</w:t>
      </w:r>
      <w:r>
        <w:t xml:space="preserve"> ! </w:t>
      </w:r>
      <w:r w:rsidR="00E85E1B" w:rsidRPr="006056B1">
        <w:t>sublime</w:t>
      </w:r>
      <w:r>
        <w:t xml:space="preserve">, </w:t>
      </w:r>
      <w:r w:rsidR="00E85E1B" w:rsidRPr="006056B1">
        <w:t>en vérité</w:t>
      </w:r>
      <w:r>
        <w:t xml:space="preserve">, </w:t>
      </w:r>
      <w:r w:rsidR="00E85E1B" w:rsidRPr="006056B1">
        <w:t>sublime</w:t>
      </w:r>
      <w:r>
        <w:t> !</w:t>
      </w:r>
    </w:p>
    <w:p w14:paraId="16B1F908" w14:textId="77777777" w:rsidR="006036B2" w:rsidRDefault="00E85E1B" w:rsidP="00E85E1B">
      <w:r w:rsidRPr="006056B1">
        <w:t>La duchesse avait des yeux extasiés</w:t>
      </w:r>
      <w:r w:rsidR="006036B2">
        <w:t>.</w:t>
      </w:r>
    </w:p>
    <w:p w14:paraId="00082BCF" w14:textId="77777777" w:rsidR="006036B2" w:rsidRDefault="006036B2" w:rsidP="00E85E1B">
      <w:r>
        <w:t>— </w:t>
      </w:r>
      <w:r w:rsidR="00E85E1B" w:rsidRPr="006056B1">
        <w:t>Voyons</w:t>
      </w:r>
      <w:r>
        <w:t xml:space="preserve">, </w:t>
      </w:r>
      <w:r w:rsidR="00E85E1B" w:rsidRPr="006056B1">
        <w:t>fit le vicomte</w:t>
      </w:r>
      <w:r>
        <w:t xml:space="preserve">, </w:t>
      </w:r>
      <w:r w:rsidR="00E85E1B" w:rsidRPr="006056B1">
        <w:t>vous ne voulez pas</w:t>
      </w:r>
      <w:r>
        <w:t xml:space="preserve">, </w:t>
      </w:r>
      <w:r w:rsidR="00E85E1B" w:rsidRPr="006056B1">
        <w:t>pour ma pe</w:t>
      </w:r>
      <w:r w:rsidR="00E85E1B" w:rsidRPr="006056B1">
        <w:t>i</w:t>
      </w:r>
      <w:r w:rsidR="00E85E1B" w:rsidRPr="006056B1">
        <w:t>ne</w:t>
      </w:r>
      <w:r>
        <w:t xml:space="preserve">, </w:t>
      </w:r>
      <w:r w:rsidR="00E85E1B" w:rsidRPr="006056B1">
        <w:t>me donner un peu part à votre joie</w:t>
      </w:r>
      <w:r>
        <w:t xml:space="preserve">, </w:t>
      </w:r>
      <w:r w:rsidR="00E85E1B" w:rsidRPr="006056B1">
        <w:t>en me répétant</w:t>
      </w:r>
      <w:r>
        <w:t>… ?</w:t>
      </w:r>
    </w:p>
    <w:p w14:paraId="18C0EDB3" w14:textId="77777777" w:rsidR="006036B2" w:rsidRDefault="006036B2" w:rsidP="00E85E1B">
      <w:r>
        <w:t>— </w:t>
      </w:r>
      <w:r w:rsidR="00E85E1B" w:rsidRPr="006056B1">
        <w:t>Eh bien</w:t>
      </w:r>
      <w:r>
        <w:t xml:space="preserve"> ! </w:t>
      </w:r>
      <w:r w:rsidR="00E85E1B" w:rsidRPr="006056B1">
        <w:t>si</w:t>
      </w:r>
      <w:r>
        <w:t xml:space="preserve">, </w:t>
      </w:r>
      <w:r w:rsidR="00E85E1B" w:rsidRPr="006056B1">
        <w:t>si</w:t>
      </w:r>
      <w:r>
        <w:t xml:space="preserve">, </w:t>
      </w:r>
      <w:r w:rsidR="00E85E1B" w:rsidRPr="006056B1">
        <w:t>parrain</w:t>
      </w:r>
      <w:r>
        <w:t xml:space="preserve">, </w:t>
      </w:r>
      <w:r w:rsidR="00E85E1B" w:rsidRPr="006056B1">
        <w:t>je le veux</w:t>
      </w:r>
      <w:r>
        <w:t xml:space="preserve">. </w:t>
      </w:r>
      <w:r w:rsidR="00E85E1B" w:rsidRPr="006056B1">
        <w:t>Vous avez été trop ge</w:t>
      </w:r>
      <w:r w:rsidR="00E85E1B" w:rsidRPr="006056B1">
        <w:t>n</w:t>
      </w:r>
      <w:r w:rsidR="00E85E1B" w:rsidRPr="006056B1">
        <w:t>til pour moi</w:t>
      </w:r>
      <w:r>
        <w:t xml:space="preserve"> ! </w:t>
      </w:r>
      <w:r w:rsidR="00E85E1B" w:rsidRPr="006056B1">
        <w:t>Je serais une ingrate</w:t>
      </w:r>
      <w:r>
        <w:t xml:space="preserve">, </w:t>
      </w:r>
      <w:r w:rsidR="00E85E1B" w:rsidRPr="006056B1">
        <w:t>en effet</w:t>
      </w:r>
      <w:r>
        <w:t xml:space="preserve">, </w:t>
      </w:r>
      <w:r w:rsidR="00E85E1B" w:rsidRPr="006056B1">
        <w:t>de ne pas</w:t>
      </w:r>
      <w:r>
        <w:t xml:space="preserve">… </w:t>
      </w:r>
      <w:r w:rsidR="00E85E1B" w:rsidRPr="006056B1">
        <w:t>Mais ce n</w:t>
      </w:r>
      <w:r>
        <w:t>’</w:t>
      </w:r>
      <w:r w:rsidR="00E85E1B" w:rsidRPr="006056B1">
        <w:t>est guère commode à répéter</w:t>
      </w:r>
      <w:r>
        <w:t xml:space="preserve">, </w:t>
      </w:r>
      <w:r w:rsidR="00E85E1B" w:rsidRPr="006056B1">
        <w:t>allez</w:t>
      </w:r>
      <w:r>
        <w:t xml:space="preserve"> ! </w:t>
      </w:r>
      <w:r w:rsidR="00E85E1B" w:rsidRPr="006056B1">
        <w:t>Enfin</w:t>
      </w:r>
      <w:r>
        <w:t xml:space="preserve">, </w:t>
      </w:r>
      <w:r w:rsidR="00E85E1B" w:rsidRPr="006056B1">
        <w:t>puisque c</w:t>
      </w:r>
      <w:r>
        <w:t>’</w:t>
      </w:r>
      <w:r w:rsidR="00E85E1B" w:rsidRPr="006056B1">
        <w:t>est vous qui m</w:t>
      </w:r>
      <w:r>
        <w:t>’</w:t>
      </w:r>
      <w:r w:rsidR="00E85E1B" w:rsidRPr="006056B1">
        <w:t>y forcez</w:t>
      </w:r>
      <w:r>
        <w:t xml:space="preserve">, </w:t>
      </w:r>
      <w:r w:rsidR="00E85E1B" w:rsidRPr="006056B1">
        <w:t>voici</w:t>
      </w:r>
      <w:r>
        <w:t xml:space="preserve">. </w:t>
      </w:r>
      <w:r w:rsidR="00E85E1B" w:rsidRPr="006056B1">
        <w:t>Il m</w:t>
      </w:r>
      <w:r>
        <w:t>’</w:t>
      </w:r>
      <w:r w:rsidR="00E85E1B" w:rsidRPr="006056B1">
        <w:t>a dit que</w:t>
      </w:r>
      <w:r>
        <w:t xml:space="preserve">… </w:t>
      </w:r>
      <w:r w:rsidR="00E85E1B" w:rsidRPr="006056B1">
        <w:t>il m</w:t>
      </w:r>
      <w:r>
        <w:t>’</w:t>
      </w:r>
      <w:r w:rsidR="00E85E1B" w:rsidRPr="006056B1">
        <w:t>a dit</w:t>
      </w:r>
      <w:r>
        <w:t xml:space="preserve">… </w:t>
      </w:r>
      <w:r w:rsidR="00E85E1B" w:rsidRPr="006056B1">
        <w:t>Ah</w:t>
      </w:r>
      <w:r>
        <w:t xml:space="preserve"> ! </w:t>
      </w:r>
      <w:r w:rsidR="00E85E1B" w:rsidRPr="006056B1">
        <w:t>tant pis</w:t>
      </w:r>
      <w:r>
        <w:t xml:space="preserve">, </w:t>
      </w:r>
      <w:r w:rsidR="00E85E1B" w:rsidRPr="006056B1">
        <w:t>ma foi</w:t>
      </w:r>
      <w:r>
        <w:t xml:space="preserve"> ! </w:t>
      </w:r>
      <w:r w:rsidR="00E85E1B" w:rsidRPr="006056B1">
        <w:t>Il m</w:t>
      </w:r>
      <w:r>
        <w:t>’</w:t>
      </w:r>
      <w:r w:rsidR="00E85E1B" w:rsidRPr="006056B1">
        <w:t>a dit qu</w:t>
      </w:r>
      <w:r>
        <w:t>’</w:t>
      </w:r>
      <w:r w:rsidR="00E85E1B" w:rsidRPr="006056B1">
        <w:t>il n</w:t>
      </w:r>
      <w:r>
        <w:t>’</w:t>
      </w:r>
      <w:r w:rsidR="00E85E1B" w:rsidRPr="006056B1">
        <w:t>avait jamais trouvé une putain plus p</w:t>
      </w:r>
      <w:r w:rsidR="00E85E1B" w:rsidRPr="006056B1">
        <w:t>u</w:t>
      </w:r>
      <w:r w:rsidR="00E85E1B" w:rsidRPr="006056B1">
        <w:t>tain que moi</w:t>
      </w:r>
      <w:r>
        <w:t>.</w:t>
      </w:r>
    </w:p>
    <w:p w14:paraId="086862D0" w14:textId="77777777" w:rsidR="006036B2" w:rsidRDefault="006036B2" w:rsidP="00E85E1B">
      <w:r>
        <w:t>— </w:t>
      </w:r>
      <w:r w:rsidR="00E85E1B" w:rsidRPr="006056B1">
        <w:t>Mâtin</w:t>
      </w:r>
      <w:r>
        <w:t xml:space="preserve"> ! </w:t>
      </w:r>
      <w:r w:rsidR="00E85E1B" w:rsidRPr="006056B1">
        <w:t>s</w:t>
      </w:r>
      <w:r>
        <w:t>’</w:t>
      </w:r>
      <w:r w:rsidR="00E85E1B" w:rsidRPr="006056B1">
        <w:t>écria le vicomte</w:t>
      </w:r>
      <w:r>
        <w:t xml:space="preserve">, </w:t>
      </w:r>
      <w:r w:rsidR="00E85E1B" w:rsidRPr="006056B1">
        <w:t>Julot vous a parlé ainsi</w:t>
      </w:r>
      <w:r>
        <w:t xml:space="preserve"> ! </w:t>
      </w:r>
      <w:r w:rsidR="00E85E1B" w:rsidRPr="006056B1">
        <w:t>Tous mes compliments</w:t>
      </w:r>
      <w:r>
        <w:t xml:space="preserve">, </w:t>
      </w:r>
      <w:r w:rsidR="00E85E1B" w:rsidRPr="006056B1">
        <w:t>alors</w:t>
      </w:r>
      <w:r>
        <w:t xml:space="preserve">. </w:t>
      </w:r>
      <w:r w:rsidR="00E85E1B" w:rsidRPr="006056B1">
        <w:t>C</w:t>
      </w:r>
      <w:r>
        <w:t>’</w:t>
      </w:r>
      <w:r w:rsidR="00E85E1B" w:rsidRPr="006056B1">
        <w:t>est une consécration</w:t>
      </w:r>
      <w:r>
        <w:t>.</w:t>
      </w:r>
    </w:p>
    <w:p w14:paraId="47B76BAA" w14:textId="77777777" w:rsidR="006036B2" w:rsidRDefault="006036B2" w:rsidP="00E85E1B">
      <w:r>
        <w:t>— </w:t>
      </w:r>
      <w:r w:rsidR="00E85E1B" w:rsidRPr="006056B1">
        <w:t>Et voici mon brevet</w:t>
      </w:r>
      <w:r>
        <w:t xml:space="preserve">, </w:t>
      </w:r>
      <w:r w:rsidR="00E85E1B" w:rsidRPr="006056B1">
        <w:t>fit-elle en décachetant la lettre</w:t>
      </w:r>
      <w:r>
        <w:t>.</w:t>
      </w:r>
    </w:p>
    <w:p w14:paraId="3594F291" w14:textId="77777777" w:rsidR="006036B2" w:rsidRDefault="00E85E1B" w:rsidP="00E85E1B">
      <w:r w:rsidRPr="006056B1">
        <w:lastRenderedPageBreak/>
        <w:t>Mais soudain</w:t>
      </w:r>
      <w:r w:rsidR="006036B2">
        <w:t xml:space="preserve">, </w:t>
      </w:r>
      <w:r w:rsidRPr="006056B1">
        <w:t>comme elle lisait</w:t>
      </w:r>
      <w:r w:rsidR="006036B2">
        <w:t xml:space="preserve">, </w:t>
      </w:r>
      <w:r w:rsidRPr="006056B1">
        <w:t>elle pâlit</w:t>
      </w:r>
      <w:r w:rsidR="006036B2">
        <w:t xml:space="preserve">, </w:t>
      </w:r>
      <w:r w:rsidRPr="006056B1">
        <w:t>chancela</w:t>
      </w:r>
      <w:r w:rsidR="006036B2">
        <w:t xml:space="preserve">, </w:t>
      </w:r>
      <w:r w:rsidRPr="006056B1">
        <w:t>puis elle éclata en sanglots</w:t>
      </w:r>
      <w:r w:rsidR="006036B2">
        <w:t xml:space="preserve">, </w:t>
      </w:r>
      <w:r w:rsidRPr="006056B1">
        <w:t>prise d</w:t>
      </w:r>
      <w:r w:rsidR="006036B2">
        <w:t>’</w:t>
      </w:r>
      <w:r w:rsidRPr="006056B1">
        <w:t>une effroyable crise de nerfs</w:t>
      </w:r>
      <w:r w:rsidR="006036B2">
        <w:t xml:space="preserve">. </w:t>
      </w:r>
      <w:r w:rsidRPr="006056B1">
        <w:t>Tout en la soignant</w:t>
      </w:r>
      <w:r w:rsidR="006036B2">
        <w:t xml:space="preserve">, </w:t>
      </w:r>
      <w:r w:rsidRPr="006056B1">
        <w:t>le vicomte lut à son tour</w:t>
      </w:r>
      <w:r w:rsidR="006036B2">
        <w:t xml:space="preserve">, </w:t>
      </w:r>
      <w:r w:rsidRPr="006056B1">
        <w:t>à la dérobée</w:t>
      </w:r>
      <w:r w:rsidR="006036B2">
        <w:t xml:space="preserve">, </w:t>
      </w:r>
      <w:r w:rsidRPr="006056B1">
        <w:t>ces lignes</w:t>
      </w:r>
      <w:r w:rsidR="006036B2">
        <w:t> :</w:t>
      </w:r>
    </w:p>
    <w:p w14:paraId="3891A991" w14:textId="62AA2D33" w:rsidR="00E85E1B" w:rsidRPr="006056B1" w:rsidRDefault="006036B2" w:rsidP="00E85E1B">
      <w:r>
        <w:t>« </w:t>
      </w:r>
      <w:r w:rsidR="00E85E1B" w:rsidRPr="006056B1">
        <w:t>Particulière assez bien douée</w:t>
      </w:r>
      <w:r>
        <w:t xml:space="preserve">. </w:t>
      </w:r>
      <w:r w:rsidR="00E85E1B" w:rsidRPr="006056B1">
        <w:t>Improvise</w:t>
      </w:r>
      <w:r>
        <w:t xml:space="preserve">. </w:t>
      </w:r>
      <w:r w:rsidR="00E85E1B" w:rsidRPr="006056B1">
        <w:t>Manque de race</w:t>
      </w:r>
      <w:r>
        <w:t xml:space="preserve">. </w:t>
      </w:r>
      <w:r w:rsidR="00E85E1B" w:rsidRPr="006056B1">
        <w:t>Talent d</w:t>
      </w:r>
      <w:r>
        <w:t>’</w:t>
      </w:r>
      <w:r w:rsidR="00E85E1B" w:rsidRPr="006056B1">
        <w:t>amateur</w:t>
      </w:r>
      <w:r>
        <w:t xml:space="preserve">. – </w:t>
      </w:r>
      <w:r w:rsidR="00E85E1B" w:rsidRPr="006056B1">
        <w:rPr>
          <w:i/>
          <w:iCs/>
        </w:rPr>
        <w:t>Julot</w:t>
      </w:r>
      <w:r>
        <w:t>. »</w:t>
      </w:r>
    </w:p>
    <w:p w14:paraId="11126EBD" w14:textId="77777777" w:rsidR="006036B2" w:rsidRDefault="00E85E1B" w:rsidP="006036B2">
      <w:pPr>
        <w:pStyle w:val="Titre1"/>
        <w:rPr>
          <w:rFonts w:eastAsia="Batang"/>
        </w:rPr>
      </w:pPr>
      <w:bookmarkStart w:id="15" w:name="_Toc194853050"/>
      <w:r w:rsidRPr="006056B1">
        <w:rPr>
          <w:rFonts w:eastAsia="Batang"/>
        </w:rPr>
        <w:lastRenderedPageBreak/>
        <w:t>GENTLEMAN</w:t>
      </w:r>
      <w:bookmarkEnd w:id="15"/>
    </w:p>
    <w:p w14:paraId="2DAC31FE" w14:textId="77777777" w:rsidR="006036B2" w:rsidRDefault="006036B2" w:rsidP="00E85E1B">
      <w:r>
        <w:rPr>
          <w:rFonts w:eastAsia="Batang"/>
        </w:rPr>
        <w:t>— </w:t>
      </w:r>
      <w:r w:rsidR="00E85E1B" w:rsidRPr="006056B1">
        <w:t>Non</w:t>
      </w:r>
      <w:r>
        <w:t xml:space="preserve">, </w:t>
      </w:r>
      <w:r w:rsidR="00E85E1B" w:rsidRPr="006056B1">
        <w:t>très honorable monsieur</w:t>
      </w:r>
      <w:r>
        <w:t xml:space="preserve">, </w:t>
      </w:r>
      <w:r w:rsidR="00E85E1B" w:rsidRPr="006056B1">
        <w:t>non</w:t>
      </w:r>
      <w:r>
        <w:t xml:space="preserve">, </w:t>
      </w:r>
      <w:r w:rsidR="00E85E1B" w:rsidRPr="006056B1">
        <w:t>ne hochez pas la tête ainsi</w:t>
      </w:r>
      <w:r>
        <w:t xml:space="preserve">, </w:t>
      </w:r>
      <w:r w:rsidR="00E85E1B" w:rsidRPr="006056B1">
        <w:t>ne haussez pas les épaules d</w:t>
      </w:r>
      <w:r>
        <w:t>’</w:t>
      </w:r>
      <w:r w:rsidR="00E85E1B" w:rsidRPr="006056B1">
        <w:t>un air méprisant</w:t>
      </w:r>
      <w:r>
        <w:t xml:space="preserve">, </w:t>
      </w:r>
      <w:r w:rsidR="00E85E1B" w:rsidRPr="006056B1">
        <w:t>n</w:t>
      </w:r>
      <w:r>
        <w:t>’</w:t>
      </w:r>
      <w:r w:rsidR="00E85E1B" w:rsidRPr="006056B1">
        <w:t>ayez pas dans le regard cette indulgente pitié qu</w:t>
      </w:r>
      <w:r>
        <w:t>’</w:t>
      </w:r>
      <w:r w:rsidR="00E85E1B" w:rsidRPr="006056B1">
        <w:t>on a pour un malhe</w:t>
      </w:r>
      <w:r w:rsidR="00E85E1B" w:rsidRPr="006056B1">
        <w:t>u</w:t>
      </w:r>
      <w:r w:rsidR="00E85E1B" w:rsidRPr="006056B1">
        <w:t>reux perdu de boisson</w:t>
      </w:r>
      <w:r>
        <w:t xml:space="preserve">. </w:t>
      </w:r>
      <w:r w:rsidR="00E85E1B" w:rsidRPr="006056B1">
        <w:t>Considérez que je parle</w:t>
      </w:r>
      <w:r>
        <w:t xml:space="preserve">, </w:t>
      </w:r>
      <w:r w:rsidR="00E85E1B" w:rsidRPr="006056B1">
        <w:t>beaucoup</w:t>
      </w:r>
      <w:r>
        <w:t xml:space="preserve">, </w:t>
      </w:r>
      <w:r w:rsidR="00E85E1B" w:rsidRPr="006056B1">
        <w:t>c</w:t>
      </w:r>
      <w:r>
        <w:t>’</w:t>
      </w:r>
      <w:r w:rsidR="00E85E1B" w:rsidRPr="006056B1">
        <w:t>est vrai</w:t>
      </w:r>
      <w:r>
        <w:t xml:space="preserve">, </w:t>
      </w:r>
      <w:r w:rsidR="00E85E1B" w:rsidRPr="006056B1">
        <w:t>mais avec une remarquable facilité et non sans éloquence</w:t>
      </w:r>
      <w:r>
        <w:t xml:space="preserve">, </w:t>
      </w:r>
      <w:r w:rsidR="00E85E1B" w:rsidRPr="006056B1">
        <w:t>j</w:t>
      </w:r>
      <w:r>
        <w:t>’</w:t>
      </w:r>
      <w:r w:rsidR="00E85E1B" w:rsidRPr="006056B1">
        <w:t>ose le dire</w:t>
      </w:r>
      <w:r>
        <w:t xml:space="preserve"> ; </w:t>
      </w:r>
      <w:r w:rsidR="00E85E1B" w:rsidRPr="006056B1">
        <w:t>et avouez</w:t>
      </w:r>
      <w:r>
        <w:t xml:space="preserve">, </w:t>
      </w:r>
      <w:r w:rsidR="00E85E1B" w:rsidRPr="006056B1">
        <w:t>je vous prie</w:t>
      </w:r>
      <w:r>
        <w:t xml:space="preserve">, </w:t>
      </w:r>
      <w:r w:rsidR="00E85E1B" w:rsidRPr="006056B1">
        <w:t>qu</w:t>
      </w:r>
      <w:r>
        <w:t>’</w:t>
      </w:r>
      <w:r w:rsidR="00E85E1B" w:rsidRPr="006056B1">
        <w:t>un homme intoxiqué n</w:t>
      </w:r>
      <w:r>
        <w:t>’</w:t>
      </w:r>
      <w:r w:rsidR="00E85E1B" w:rsidRPr="006056B1">
        <w:t>aurait pas la limpidité</w:t>
      </w:r>
      <w:r>
        <w:t xml:space="preserve">, </w:t>
      </w:r>
      <w:r w:rsidR="00E85E1B" w:rsidRPr="006056B1">
        <w:t>la tenue</w:t>
      </w:r>
      <w:r>
        <w:t xml:space="preserve">, </w:t>
      </w:r>
      <w:r w:rsidR="00E85E1B" w:rsidRPr="006056B1">
        <w:t>la logique</w:t>
      </w:r>
      <w:r>
        <w:t xml:space="preserve">, </w:t>
      </w:r>
      <w:r w:rsidR="00E85E1B" w:rsidRPr="006056B1">
        <w:t>surtout l</w:t>
      </w:r>
      <w:r>
        <w:t>’</w:t>
      </w:r>
      <w:r w:rsidR="00E85E1B" w:rsidRPr="006056B1">
        <w:t>élégance</w:t>
      </w:r>
      <w:r>
        <w:t xml:space="preserve">, </w:t>
      </w:r>
      <w:r w:rsidR="00E85E1B" w:rsidRPr="006056B1">
        <w:t>qui brillent dans mon discours et</w:t>
      </w:r>
      <w:r>
        <w:t xml:space="preserve">, </w:t>
      </w:r>
      <w:r w:rsidR="00E85E1B" w:rsidRPr="006056B1">
        <w:t>j</w:t>
      </w:r>
      <w:r>
        <w:t>’</w:t>
      </w:r>
      <w:r w:rsidR="00E85E1B" w:rsidRPr="006056B1">
        <w:t>ose encore dire cela</w:t>
      </w:r>
      <w:r>
        <w:t xml:space="preserve">, </w:t>
      </w:r>
      <w:r w:rsidR="00E85E1B" w:rsidRPr="006056B1">
        <w:t>dans mon humble individu lui-même</w:t>
      </w:r>
      <w:r>
        <w:t xml:space="preserve">. </w:t>
      </w:r>
      <w:r w:rsidR="00E85E1B" w:rsidRPr="006056B1">
        <w:t>En vérité</w:t>
      </w:r>
      <w:r>
        <w:t xml:space="preserve">, </w:t>
      </w:r>
      <w:r w:rsidR="00E85E1B" w:rsidRPr="006056B1">
        <w:t>monsieur</w:t>
      </w:r>
      <w:r>
        <w:t xml:space="preserve">, </w:t>
      </w:r>
      <w:r w:rsidR="00E85E1B" w:rsidRPr="006056B1">
        <w:t>ai-je donc</w:t>
      </w:r>
      <w:r>
        <w:t xml:space="preserve">, </w:t>
      </w:r>
      <w:r w:rsidR="00E85E1B" w:rsidRPr="006056B1">
        <w:t>l</w:t>
      </w:r>
      <w:r>
        <w:t>’</w:t>
      </w:r>
      <w:r w:rsidR="00E85E1B" w:rsidRPr="006056B1">
        <w:t>apparence d</w:t>
      </w:r>
      <w:r>
        <w:t>’</w:t>
      </w:r>
      <w:r w:rsidR="00E85E1B" w:rsidRPr="006056B1">
        <w:t>un vil ivrogne</w:t>
      </w:r>
      <w:r>
        <w:t xml:space="preserve"> ? </w:t>
      </w:r>
      <w:r w:rsidR="00E85E1B" w:rsidRPr="006056B1">
        <w:t>Et ne ressemblé-je pas bien plutôt à ce que je suis réellement</w:t>
      </w:r>
      <w:r>
        <w:t xml:space="preserve">, </w:t>
      </w:r>
      <w:r w:rsidR="00E85E1B" w:rsidRPr="006056B1">
        <w:t>un parfait gentleman qui di</w:t>
      </w:r>
      <w:r w:rsidR="00E85E1B" w:rsidRPr="006056B1">
        <w:t>s</w:t>
      </w:r>
      <w:r w:rsidR="00E85E1B" w:rsidRPr="006056B1">
        <w:t>cute en toute loyauté et en toute correction avec un autre ge</w:t>
      </w:r>
      <w:r w:rsidR="00E85E1B" w:rsidRPr="006056B1">
        <w:t>n</w:t>
      </w:r>
      <w:r w:rsidR="00E85E1B" w:rsidRPr="006056B1">
        <w:t>tleman non moins parfait</w:t>
      </w:r>
      <w:r>
        <w:t> ?</w:t>
      </w:r>
    </w:p>
    <w:p w14:paraId="12505763" w14:textId="77777777" w:rsidR="006036B2" w:rsidRDefault="00E85E1B" w:rsidP="00E85E1B">
      <w:r w:rsidRPr="006056B1">
        <w:t>Certes</w:t>
      </w:r>
      <w:r w:rsidR="006036B2">
        <w:t xml:space="preserve">, </w:t>
      </w:r>
      <w:r w:rsidRPr="006056B1">
        <w:t>oui</w:t>
      </w:r>
      <w:r w:rsidR="006036B2">
        <w:t xml:space="preserve">, </w:t>
      </w:r>
      <w:r w:rsidRPr="006056B1">
        <w:t>le speech de mon interlocuteur</w:t>
      </w:r>
      <w:r w:rsidR="006036B2">
        <w:t xml:space="preserve">, </w:t>
      </w:r>
      <w:r w:rsidRPr="006056B1">
        <w:t>dont je traduis de mon mieux l</w:t>
      </w:r>
      <w:r w:rsidR="006036B2">
        <w:t>’</w:t>
      </w:r>
      <w:r w:rsidRPr="006056B1">
        <w:t>anglais très léché</w:t>
      </w:r>
      <w:r w:rsidR="006036B2">
        <w:t xml:space="preserve">, </w:t>
      </w:r>
      <w:r w:rsidRPr="006056B1">
        <w:t>était d</w:t>
      </w:r>
      <w:r w:rsidR="006036B2">
        <w:t>’</w:t>
      </w:r>
      <w:r w:rsidRPr="006056B1">
        <w:t>un gentleman</w:t>
      </w:r>
      <w:r w:rsidR="006036B2">
        <w:t xml:space="preserve">. </w:t>
      </w:r>
      <w:r w:rsidRPr="006056B1">
        <w:t>Et même d</w:t>
      </w:r>
      <w:r w:rsidR="006036B2">
        <w:t>’</w:t>
      </w:r>
      <w:r w:rsidRPr="006056B1">
        <w:t>un clergyman</w:t>
      </w:r>
      <w:r w:rsidR="006036B2">
        <w:t xml:space="preserve">, </w:t>
      </w:r>
      <w:r w:rsidRPr="006056B1">
        <w:t>tant il fluait</w:t>
      </w:r>
      <w:r w:rsidR="006036B2">
        <w:t xml:space="preserve">, </w:t>
      </w:r>
      <w:r w:rsidRPr="006056B1">
        <w:t>abondant</w:t>
      </w:r>
      <w:r w:rsidR="006036B2">
        <w:t xml:space="preserve">, </w:t>
      </w:r>
      <w:r w:rsidRPr="006056B1">
        <w:t>onctueux</w:t>
      </w:r>
      <w:r w:rsidR="006036B2">
        <w:t xml:space="preserve">, </w:t>
      </w:r>
      <w:r w:rsidRPr="006056B1">
        <w:t>or</w:t>
      </w:r>
      <w:r w:rsidRPr="006056B1">
        <w:t>a</w:t>
      </w:r>
      <w:r w:rsidRPr="006056B1">
        <w:t>toire</w:t>
      </w:r>
      <w:r w:rsidR="006036B2">
        <w:t xml:space="preserve">, </w:t>
      </w:r>
      <w:r w:rsidRPr="006056B1">
        <w:t>monotone</w:t>
      </w:r>
      <w:r w:rsidR="006036B2">
        <w:t xml:space="preserve"> ! </w:t>
      </w:r>
      <w:r w:rsidRPr="006056B1">
        <w:t>Quant à la tenue et surtout à l</w:t>
      </w:r>
      <w:r w:rsidR="006036B2">
        <w:t>’</w:t>
      </w:r>
      <w:r w:rsidRPr="006056B1">
        <w:t>élégance qu</w:t>
      </w:r>
      <w:r w:rsidR="006036B2">
        <w:t>’</w:t>
      </w:r>
      <w:r w:rsidRPr="006056B1">
        <w:t>il décl</w:t>
      </w:r>
      <w:r w:rsidRPr="006056B1">
        <w:t>a</w:t>
      </w:r>
      <w:r w:rsidRPr="006056B1">
        <w:t xml:space="preserve">rait briller dans son </w:t>
      </w:r>
      <w:r w:rsidRPr="006056B1">
        <w:rPr>
          <w:i/>
          <w:iCs/>
        </w:rPr>
        <w:t>humble individu lui-même</w:t>
      </w:r>
      <w:r w:rsidR="006036B2">
        <w:t xml:space="preserve">, </w:t>
      </w:r>
      <w:r w:rsidRPr="006056B1">
        <w:t>c</w:t>
      </w:r>
      <w:r w:rsidR="006036B2">
        <w:t>’</w:t>
      </w:r>
      <w:r w:rsidRPr="006056B1">
        <w:t>était une autre affaire</w:t>
      </w:r>
      <w:r w:rsidR="006036B2">
        <w:t xml:space="preserve">. </w:t>
      </w:r>
      <w:r w:rsidRPr="006056B1">
        <w:t>Si cette tenue et cette élégance décelaient</w:t>
      </w:r>
      <w:r w:rsidR="006036B2">
        <w:t xml:space="preserve">, </w:t>
      </w:r>
      <w:r w:rsidRPr="006056B1">
        <w:t>à son avis</w:t>
      </w:r>
      <w:r w:rsidR="006036B2">
        <w:t xml:space="preserve">, </w:t>
      </w:r>
      <w:r w:rsidRPr="006056B1">
        <w:t>un parfait gentleman</w:t>
      </w:r>
      <w:r w:rsidR="006036B2">
        <w:t xml:space="preserve">, </w:t>
      </w:r>
      <w:r w:rsidRPr="006056B1">
        <w:t>j</w:t>
      </w:r>
      <w:r w:rsidR="006036B2">
        <w:t>’</w:t>
      </w:r>
      <w:r w:rsidRPr="006056B1">
        <w:t xml:space="preserve">en devais alors conclure que la </w:t>
      </w:r>
      <w:r w:rsidRPr="006056B1">
        <w:rPr>
          <w:i/>
          <w:iCs/>
        </w:rPr>
        <w:t>fa</w:t>
      </w:r>
      <w:r w:rsidRPr="006056B1">
        <w:rPr>
          <w:i/>
          <w:iCs/>
        </w:rPr>
        <w:t>s</w:t>
      </w:r>
      <w:r w:rsidRPr="006056B1">
        <w:rPr>
          <w:i/>
          <w:iCs/>
        </w:rPr>
        <w:t>hion</w:t>
      </w:r>
      <w:r w:rsidRPr="006056B1">
        <w:t xml:space="preserve"> lo</w:t>
      </w:r>
      <w:r w:rsidRPr="006056B1">
        <w:t>n</w:t>
      </w:r>
      <w:r w:rsidRPr="006056B1">
        <w:t>donienne consistait</w:t>
      </w:r>
      <w:r w:rsidR="006036B2">
        <w:t xml:space="preserve">, </w:t>
      </w:r>
      <w:r w:rsidRPr="006056B1">
        <w:t>pour le moment</w:t>
      </w:r>
      <w:r w:rsidR="006036B2">
        <w:t xml:space="preserve">, </w:t>
      </w:r>
      <w:r w:rsidRPr="006056B1">
        <w:t>à porter un haut-de-forme en accordéon</w:t>
      </w:r>
      <w:r w:rsidR="006036B2">
        <w:t xml:space="preserve">, </w:t>
      </w:r>
      <w:r w:rsidRPr="006056B1">
        <w:t>à n</w:t>
      </w:r>
      <w:r w:rsidR="006036B2">
        <w:t>’</w:t>
      </w:r>
      <w:r w:rsidRPr="006056B1">
        <w:t>avoir point de chemise sous une r</w:t>
      </w:r>
      <w:r w:rsidRPr="006056B1">
        <w:t>e</w:t>
      </w:r>
      <w:r w:rsidRPr="006056B1">
        <w:t>dingote boutonnée avec des ficelles</w:t>
      </w:r>
      <w:r w:rsidR="006036B2">
        <w:t xml:space="preserve">, </w:t>
      </w:r>
      <w:r w:rsidRPr="006056B1">
        <w:t>à trouer exprès son pant</w:t>
      </w:r>
      <w:r w:rsidRPr="006056B1">
        <w:t>a</w:t>
      </w:r>
      <w:r w:rsidRPr="006056B1">
        <w:t>lon aux genoux pour exhiber des rotules crasseuses</w:t>
      </w:r>
      <w:r w:rsidR="006036B2">
        <w:t xml:space="preserve">, </w:t>
      </w:r>
      <w:r w:rsidRPr="006056B1">
        <w:t>et à se rip</w:t>
      </w:r>
      <w:r w:rsidRPr="006056B1">
        <w:t>a</w:t>
      </w:r>
      <w:r w:rsidRPr="006056B1">
        <w:t>tonner de bo</w:t>
      </w:r>
      <w:r w:rsidRPr="00E3687A">
        <w:t>ttes</w:t>
      </w:r>
      <w:r w:rsidRPr="006056B1">
        <w:t xml:space="preserve"> crevées laissant librement prendre l</w:t>
      </w:r>
      <w:r w:rsidR="006036B2">
        <w:t>’</w:t>
      </w:r>
      <w:r w:rsidRPr="006056B1">
        <w:t>air à des orteils sans chaussettes</w:t>
      </w:r>
      <w:r w:rsidR="006036B2">
        <w:t>.</w:t>
      </w:r>
    </w:p>
    <w:p w14:paraId="289AE87F" w14:textId="77777777" w:rsidR="006036B2" w:rsidRDefault="00E85E1B" w:rsidP="00E85E1B">
      <w:r w:rsidRPr="006056B1">
        <w:t>Toutefois</w:t>
      </w:r>
      <w:r w:rsidR="006036B2">
        <w:t xml:space="preserve">, </w:t>
      </w:r>
      <w:r w:rsidRPr="006056B1">
        <w:t>l</w:t>
      </w:r>
      <w:r w:rsidR="006036B2">
        <w:t>’</w:t>
      </w:r>
      <w:r w:rsidRPr="006056B1">
        <w:t>habit ne faisant pas le moine</w:t>
      </w:r>
      <w:r w:rsidR="006036B2">
        <w:t xml:space="preserve">, </w:t>
      </w:r>
      <w:r w:rsidRPr="006056B1">
        <w:t>mon gentleman pouvait être un gentleman dans la débine</w:t>
      </w:r>
      <w:r w:rsidR="006036B2">
        <w:t xml:space="preserve">, </w:t>
      </w:r>
      <w:r w:rsidRPr="006056B1">
        <w:t>et je me plaisais à croire que</w:t>
      </w:r>
      <w:r w:rsidR="006036B2">
        <w:t xml:space="preserve">, </w:t>
      </w:r>
      <w:r w:rsidRPr="006056B1">
        <w:t xml:space="preserve">par son </w:t>
      </w:r>
      <w:r w:rsidRPr="006056B1">
        <w:rPr>
          <w:i/>
          <w:iCs/>
        </w:rPr>
        <w:t>humble individu lui-même</w:t>
      </w:r>
      <w:r w:rsidR="006036B2">
        <w:t xml:space="preserve">, </w:t>
      </w:r>
      <w:r w:rsidRPr="006056B1">
        <w:t xml:space="preserve">il voulait </w:t>
      </w:r>
      <w:r w:rsidRPr="006056B1">
        <w:lastRenderedPageBreak/>
        <w:t>e</w:t>
      </w:r>
      <w:r w:rsidRPr="006056B1">
        <w:t>n</w:t>
      </w:r>
      <w:r w:rsidRPr="006056B1">
        <w:t>tendre simplement son individu moral</w:t>
      </w:r>
      <w:r w:rsidR="006036B2">
        <w:t xml:space="preserve">. </w:t>
      </w:r>
      <w:r w:rsidRPr="006056B1">
        <w:t>À cet égard</w:t>
      </w:r>
      <w:r w:rsidR="006036B2">
        <w:t xml:space="preserve">, </w:t>
      </w:r>
      <w:r w:rsidRPr="006056B1">
        <w:t>en effet</w:t>
      </w:r>
      <w:r w:rsidR="006036B2">
        <w:t xml:space="preserve">, </w:t>
      </w:r>
      <w:r w:rsidRPr="006056B1">
        <w:t>il ne semblait pas se flatter outre mesure</w:t>
      </w:r>
      <w:r w:rsidR="006036B2">
        <w:t xml:space="preserve">, </w:t>
      </w:r>
      <w:r w:rsidRPr="006056B1">
        <w:t>et ses manières dén</w:t>
      </w:r>
      <w:r w:rsidRPr="006056B1">
        <w:t>o</w:t>
      </w:r>
      <w:r w:rsidRPr="006056B1">
        <w:t>taient bien réellement une politesse et une distinction ind</w:t>
      </w:r>
      <w:r w:rsidRPr="006056B1">
        <w:t>é</w:t>
      </w:r>
      <w:r w:rsidRPr="006056B1">
        <w:t>niables</w:t>
      </w:r>
      <w:r w:rsidR="006036B2">
        <w:t>.</w:t>
      </w:r>
    </w:p>
    <w:p w14:paraId="03C55F28" w14:textId="77777777" w:rsidR="006036B2" w:rsidRDefault="00E85E1B" w:rsidP="00E85E1B">
      <w:r w:rsidRPr="006056B1">
        <w:t>Cela</w:t>
      </w:r>
      <w:r w:rsidR="006036B2">
        <w:t xml:space="preserve">, </w:t>
      </w:r>
      <w:r w:rsidRPr="006056B1">
        <w:t>d</w:t>
      </w:r>
      <w:r w:rsidR="006036B2">
        <w:t>’</w:t>
      </w:r>
      <w:r w:rsidRPr="006056B1">
        <w:t>ailleurs</w:t>
      </w:r>
      <w:r w:rsidR="006036B2">
        <w:t xml:space="preserve">, </w:t>
      </w:r>
      <w:r w:rsidRPr="006056B1">
        <w:t>ne l</w:t>
      </w:r>
      <w:r w:rsidR="006036B2">
        <w:t>’</w:t>
      </w:r>
      <w:r w:rsidRPr="006056B1">
        <w:t>empêchait pas</w:t>
      </w:r>
      <w:r w:rsidR="006036B2">
        <w:t xml:space="preserve">, </w:t>
      </w:r>
      <w:r w:rsidRPr="006056B1">
        <w:t>quoiqu</w:t>
      </w:r>
      <w:r w:rsidR="006036B2">
        <w:t>’</w:t>
      </w:r>
      <w:r w:rsidRPr="006056B1">
        <w:t>il affirmât le contraire</w:t>
      </w:r>
      <w:r w:rsidR="006036B2">
        <w:t xml:space="preserve">, </w:t>
      </w:r>
      <w:r w:rsidRPr="006056B1">
        <w:t>et quoiqu</w:t>
      </w:r>
      <w:r w:rsidR="006036B2">
        <w:t>’</w:t>
      </w:r>
      <w:r w:rsidRPr="006056B1">
        <w:t>il parlât très posément</w:t>
      </w:r>
      <w:r w:rsidR="006036B2">
        <w:t xml:space="preserve">, </w:t>
      </w:r>
      <w:r w:rsidRPr="006056B1">
        <w:t>d</w:t>
      </w:r>
      <w:r w:rsidR="006036B2">
        <w:t>’</w:t>
      </w:r>
      <w:r w:rsidRPr="006056B1">
        <w:t>être absolument soûl</w:t>
      </w:r>
      <w:r w:rsidR="006036B2">
        <w:t>.</w:t>
      </w:r>
    </w:p>
    <w:p w14:paraId="46BD0F9F" w14:textId="77777777" w:rsidR="006036B2" w:rsidRDefault="00E85E1B" w:rsidP="00E85E1B">
      <w:r w:rsidRPr="006056B1">
        <w:t>Parbleu</w:t>
      </w:r>
      <w:r w:rsidR="006036B2">
        <w:t xml:space="preserve"> ! </w:t>
      </w:r>
      <w:r w:rsidRPr="006056B1">
        <w:t>je n</w:t>
      </w:r>
      <w:r w:rsidR="006036B2">
        <w:t>’</w:t>
      </w:r>
      <w:r w:rsidRPr="006056B1">
        <w:t>ignore pas jusqu</w:t>
      </w:r>
      <w:r w:rsidR="006036B2">
        <w:t>’</w:t>
      </w:r>
      <w:r w:rsidRPr="006056B1">
        <w:t>à quel degré mirifique un Anglais peut pousser l</w:t>
      </w:r>
      <w:r w:rsidR="006036B2">
        <w:t>’</w:t>
      </w:r>
      <w:r w:rsidRPr="006056B1">
        <w:t>ingurgitation du brandy</w:t>
      </w:r>
      <w:r w:rsidR="006036B2">
        <w:t xml:space="preserve"> ; </w:t>
      </w:r>
      <w:r w:rsidRPr="006056B1">
        <w:t>mais je sais</w:t>
      </w:r>
      <w:r w:rsidR="006036B2">
        <w:t xml:space="preserve">, </w:t>
      </w:r>
      <w:r w:rsidRPr="006056B1">
        <w:t>d</w:t>
      </w:r>
      <w:r w:rsidR="006036B2">
        <w:t>’</w:t>
      </w:r>
      <w:r w:rsidRPr="006056B1">
        <w:t>autre part</w:t>
      </w:r>
      <w:r w:rsidR="006036B2">
        <w:t xml:space="preserve">, </w:t>
      </w:r>
      <w:r w:rsidRPr="006056B1">
        <w:t>que cette ingurgitation</w:t>
      </w:r>
      <w:r w:rsidR="006036B2">
        <w:t xml:space="preserve">, </w:t>
      </w:r>
      <w:r w:rsidRPr="006056B1">
        <w:t>pour ne pas arriver à l</w:t>
      </w:r>
      <w:r w:rsidR="006036B2">
        <w:t>’</w:t>
      </w:r>
      <w:r w:rsidRPr="006056B1">
        <w:t>intoxication</w:t>
      </w:r>
      <w:r w:rsidR="006036B2">
        <w:t xml:space="preserve">, </w:t>
      </w:r>
      <w:r w:rsidRPr="006056B1">
        <w:t>a besoin de cette condition</w:t>
      </w:r>
      <w:r w:rsidR="006036B2">
        <w:t xml:space="preserve"> : </w:t>
      </w:r>
      <w:r w:rsidRPr="006056B1">
        <w:t>un silence de poi</w:t>
      </w:r>
      <w:r w:rsidRPr="006056B1">
        <w:t>s</w:t>
      </w:r>
      <w:r w:rsidRPr="006056B1">
        <w:t>son</w:t>
      </w:r>
      <w:r w:rsidR="006036B2">
        <w:t xml:space="preserve">. </w:t>
      </w:r>
      <w:r w:rsidRPr="006056B1">
        <w:t>L</w:t>
      </w:r>
      <w:r w:rsidR="006036B2">
        <w:t>’</w:t>
      </w:r>
      <w:r w:rsidRPr="006056B1">
        <w:t>Anglais n</w:t>
      </w:r>
      <w:r w:rsidR="006036B2">
        <w:t>’</w:t>
      </w:r>
      <w:r w:rsidRPr="006056B1">
        <w:t>est un grand buveur que parce qu</w:t>
      </w:r>
      <w:r w:rsidR="006036B2">
        <w:t>’</w:t>
      </w:r>
      <w:r w:rsidRPr="006056B1">
        <w:t>il est un b</w:t>
      </w:r>
      <w:r w:rsidRPr="006056B1">
        <w:t>u</w:t>
      </w:r>
      <w:r w:rsidRPr="006056B1">
        <w:t>veur muet</w:t>
      </w:r>
      <w:r w:rsidR="006036B2">
        <w:t xml:space="preserve">. </w:t>
      </w:r>
      <w:r w:rsidRPr="006056B1">
        <w:t>Or celui-ci</w:t>
      </w:r>
      <w:r w:rsidR="006036B2">
        <w:t xml:space="preserve">, </w:t>
      </w:r>
      <w:r w:rsidRPr="006056B1">
        <w:t>depuis une heure au moins</w:t>
      </w:r>
      <w:r w:rsidR="006036B2">
        <w:t xml:space="preserve">, </w:t>
      </w:r>
      <w:r w:rsidRPr="006056B1">
        <w:t xml:space="preserve">ne </w:t>
      </w:r>
      <w:proofErr w:type="spellStart"/>
      <w:r w:rsidRPr="006056B1">
        <w:t>débuvait</w:t>
      </w:r>
      <w:proofErr w:type="spellEnd"/>
      <w:r w:rsidRPr="006056B1">
        <w:t xml:space="preserve"> pas et ne déparlait pas</w:t>
      </w:r>
      <w:r w:rsidR="006036B2">
        <w:t>.</w:t>
      </w:r>
    </w:p>
    <w:p w14:paraId="37FC0D61" w14:textId="77777777" w:rsidR="006036B2" w:rsidRDefault="00E85E1B" w:rsidP="00E85E1B">
      <w:r w:rsidRPr="006056B1">
        <w:t>Je dois confesser qu</w:t>
      </w:r>
      <w:r w:rsidR="006036B2">
        <w:t>’</w:t>
      </w:r>
      <w:r w:rsidRPr="006056B1">
        <w:t>il ne s</w:t>
      </w:r>
      <w:r w:rsidR="006036B2">
        <w:t>’</w:t>
      </w:r>
      <w:r w:rsidRPr="006056B1">
        <w:t>empourprait pas non plus</w:t>
      </w:r>
      <w:r w:rsidR="006036B2">
        <w:t xml:space="preserve">, </w:t>
      </w:r>
      <w:r w:rsidRPr="006056B1">
        <w:t>ce qui semblerait donner gain de cause à sa prétention de n</w:t>
      </w:r>
      <w:r w:rsidR="006036B2">
        <w:t>’</w:t>
      </w:r>
      <w:r w:rsidRPr="006056B1">
        <w:t>être pas soûl</w:t>
      </w:r>
      <w:r w:rsidR="006036B2">
        <w:t xml:space="preserve">. </w:t>
      </w:r>
      <w:r w:rsidRPr="006056B1">
        <w:t>Mais il y a encore une chose que je sais</w:t>
      </w:r>
      <w:r w:rsidR="006036B2">
        <w:t xml:space="preserve">, </w:t>
      </w:r>
      <w:r w:rsidRPr="006056B1">
        <w:t>et dont il me donnait en ce moment un témoignage irréfutable</w:t>
      </w:r>
      <w:r w:rsidR="006036B2">
        <w:t xml:space="preserve"> : </w:t>
      </w:r>
      <w:r w:rsidRPr="006056B1">
        <w:t>c</w:t>
      </w:r>
      <w:r w:rsidR="006036B2">
        <w:t>’</w:t>
      </w:r>
      <w:r w:rsidRPr="006056B1">
        <w:t>est que les plus terribles ivrognes</w:t>
      </w:r>
      <w:r w:rsidR="006036B2">
        <w:t xml:space="preserve">, </w:t>
      </w:r>
      <w:r w:rsidRPr="006056B1">
        <w:t>les ivrognes d</w:t>
      </w:r>
      <w:r w:rsidR="006036B2">
        <w:t>’</w:t>
      </w:r>
      <w:r w:rsidRPr="006056B1">
        <w:t>alcool</w:t>
      </w:r>
      <w:r w:rsidR="006036B2">
        <w:t xml:space="preserve">, </w:t>
      </w:r>
      <w:r w:rsidRPr="006056B1">
        <w:t>et en particulier les Anglais inféodés au brandy</w:t>
      </w:r>
      <w:r w:rsidR="006036B2">
        <w:t xml:space="preserve">, </w:t>
      </w:r>
      <w:r w:rsidRPr="006056B1">
        <w:t>ne se soûlent pas à rouge</w:t>
      </w:r>
      <w:r w:rsidR="006036B2">
        <w:t xml:space="preserve">, </w:t>
      </w:r>
      <w:r w:rsidRPr="006056B1">
        <w:t>comme les ivrognes de vin</w:t>
      </w:r>
      <w:r w:rsidR="006036B2">
        <w:t xml:space="preserve">, </w:t>
      </w:r>
      <w:r w:rsidRPr="006056B1">
        <w:t>et s</w:t>
      </w:r>
      <w:r w:rsidR="006036B2">
        <w:t>’</w:t>
      </w:r>
      <w:r w:rsidRPr="006056B1">
        <w:t>intoxiquent à blanc</w:t>
      </w:r>
      <w:r w:rsidR="006036B2">
        <w:t xml:space="preserve">. </w:t>
      </w:r>
      <w:r w:rsidRPr="006056B1">
        <w:t>Leur nez seul ro</w:t>
      </w:r>
      <w:r w:rsidRPr="006056B1">
        <w:t>u</w:t>
      </w:r>
      <w:r w:rsidRPr="006056B1">
        <w:t>git</w:t>
      </w:r>
      <w:r w:rsidR="006036B2">
        <w:t xml:space="preserve">, </w:t>
      </w:r>
      <w:r w:rsidRPr="006056B1">
        <w:t>ou plutôt bleuit</w:t>
      </w:r>
      <w:r w:rsidR="006036B2">
        <w:t xml:space="preserve">, </w:t>
      </w:r>
      <w:r w:rsidRPr="006056B1">
        <w:t>tant ce rouge est intense</w:t>
      </w:r>
      <w:r w:rsidR="006036B2">
        <w:t xml:space="preserve">, </w:t>
      </w:r>
      <w:r w:rsidRPr="006056B1">
        <w:t>foncé</w:t>
      </w:r>
      <w:r w:rsidR="006036B2">
        <w:t xml:space="preserve">, </w:t>
      </w:r>
      <w:r w:rsidRPr="006056B1">
        <w:t>épais</w:t>
      </w:r>
      <w:r w:rsidR="006036B2">
        <w:t xml:space="preserve">. </w:t>
      </w:r>
      <w:r w:rsidRPr="006056B1">
        <w:t>Or mon Anglais maintenant était pâle</w:t>
      </w:r>
      <w:r w:rsidR="006036B2">
        <w:t xml:space="preserve">, </w:t>
      </w:r>
      <w:r w:rsidRPr="006056B1">
        <w:t>atrocement pâle</w:t>
      </w:r>
      <w:r w:rsidR="006036B2">
        <w:t xml:space="preserve">, </w:t>
      </w:r>
      <w:r w:rsidRPr="006056B1">
        <w:t>d</w:t>
      </w:r>
      <w:r w:rsidR="006036B2">
        <w:t>’</w:t>
      </w:r>
      <w:r w:rsidRPr="006056B1">
        <w:t>une p</w:t>
      </w:r>
      <w:r w:rsidRPr="006056B1">
        <w:t>â</w:t>
      </w:r>
      <w:r w:rsidRPr="006056B1">
        <w:t>leur de mort</w:t>
      </w:r>
      <w:r w:rsidR="006036B2">
        <w:t xml:space="preserve">, </w:t>
      </w:r>
      <w:r w:rsidRPr="006056B1">
        <w:t>et le bout de son nez était violet jusqu</w:t>
      </w:r>
      <w:r w:rsidR="006036B2">
        <w:t>’</w:t>
      </w:r>
      <w:r w:rsidRPr="006056B1">
        <w:t>au noir</w:t>
      </w:r>
      <w:r w:rsidR="006036B2">
        <w:t xml:space="preserve">. </w:t>
      </w:r>
      <w:r w:rsidRPr="006056B1">
        <w:t>Sa face avait l</w:t>
      </w:r>
      <w:r w:rsidR="006036B2">
        <w:t>’</w:t>
      </w:r>
      <w:r w:rsidRPr="006056B1">
        <w:t>air d</w:t>
      </w:r>
      <w:r w:rsidR="006036B2">
        <w:t>’</w:t>
      </w:r>
      <w:r w:rsidRPr="006056B1">
        <w:t>une grande lune blafarde au centre de laquelle il y aurait eu une toute petite lune d</w:t>
      </w:r>
      <w:r w:rsidR="006036B2">
        <w:t>’</w:t>
      </w:r>
      <w:r w:rsidRPr="006056B1">
        <w:t>encre</w:t>
      </w:r>
      <w:r w:rsidR="006036B2">
        <w:t>.</w:t>
      </w:r>
    </w:p>
    <w:p w14:paraId="3EF26271" w14:textId="77777777" w:rsidR="006036B2" w:rsidRDefault="00E85E1B" w:rsidP="00E85E1B">
      <w:r w:rsidRPr="006056B1">
        <w:t>Et puis</w:t>
      </w:r>
      <w:r w:rsidR="006036B2">
        <w:t xml:space="preserve">, </w:t>
      </w:r>
      <w:r w:rsidRPr="006056B1">
        <w:t>enfin</w:t>
      </w:r>
      <w:r w:rsidR="006036B2">
        <w:t xml:space="preserve">, </w:t>
      </w:r>
      <w:r w:rsidRPr="006056B1">
        <w:t>la preuve qu</w:t>
      </w:r>
      <w:r w:rsidR="006036B2">
        <w:t>’</w:t>
      </w:r>
      <w:r w:rsidRPr="006056B1">
        <w:t>il était soûl</w:t>
      </w:r>
      <w:r w:rsidR="006036B2">
        <w:t xml:space="preserve">, </w:t>
      </w:r>
      <w:r w:rsidRPr="006056B1">
        <w:t>absolument soûl</w:t>
      </w:r>
      <w:r w:rsidR="006036B2">
        <w:t xml:space="preserve">, </w:t>
      </w:r>
      <w:r w:rsidRPr="006056B1">
        <w:t>soûl perdu</w:t>
      </w:r>
      <w:r w:rsidR="006036B2">
        <w:t xml:space="preserve">, </w:t>
      </w:r>
      <w:r w:rsidRPr="006056B1">
        <w:t>c</w:t>
      </w:r>
      <w:r w:rsidR="006036B2">
        <w:t>’</w:t>
      </w:r>
      <w:r w:rsidRPr="006056B1">
        <w:t>est qu</w:t>
      </w:r>
      <w:r w:rsidR="006036B2">
        <w:t>’</w:t>
      </w:r>
      <w:r w:rsidRPr="006056B1">
        <w:t xml:space="preserve">il avait renoncé depuis longtemps à boire devant le </w:t>
      </w:r>
      <w:r w:rsidRPr="006056B1">
        <w:rPr>
          <w:i/>
          <w:iCs/>
        </w:rPr>
        <w:t>bar</w:t>
      </w:r>
      <w:r w:rsidR="006036B2">
        <w:t xml:space="preserve">, </w:t>
      </w:r>
      <w:r w:rsidRPr="006056B1">
        <w:t xml:space="preserve">en toute </w:t>
      </w:r>
      <w:proofErr w:type="spellStart"/>
      <w:r w:rsidRPr="006056B1">
        <w:rPr>
          <w:i/>
          <w:iCs/>
        </w:rPr>
        <w:t>respectability</w:t>
      </w:r>
      <w:proofErr w:type="spellEnd"/>
      <w:r w:rsidR="006036B2">
        <w:t xml:space="preserve">, </w:t>
      </w:r>
      <w:r w:rsidRPr="006056B1">
        <w:t>et qu</w:t>
      </w:r>
      <w:r w:rsidR="006036B2">
        <w:t>’</w:t>
      </w:r>
      <w:r w:rsidRPr="006056B1">
        <w:t>il s</w:t>
      </w:r>
      <w:r w:rsidR="006036B2">
        <w:t>’</w:t>
      </w:r>
      <w:r w:rsidRPr="006056B1">
        <w:t xml:space="preserve">était affalé le </w:t>
      </w:r>
      <w:r w:rsidRPr="006056B1">
        <w:lastRenderedPageBreak/>
        <w:t>long du mur</w:t>
      </w:r>
      <w:r w:rsidR="006036B2">
        <w:t xml:space="preserve">, </w:t>
      </w:r>
      <w:r w:rsidRPr="006056B1">
        <w:t>sur le banc où gisaient déjà deux hommes et trois femmes assommés par l</w:t>
      </w:r>
      <w:r w:rsidR="006036B2">
        <w:t>’</w:t>
      </w:r>
      <w:r w:rsidRPr="006056B1">
        <w:t>ivresse-morte</w:t>
      </w:r>
      <w:r w:rsidR="006036B2">
        <w:t>.</w:t>
      </w:r>
    </w:p>
    <w:p w14:paraId="5E288D30" w14:textId="77777777" w:rsidR="006036B2" w:rsidRDefault="00E85E1B" w:rsidP="00E85E1B">
      <w:r w:rsidRPr="006056B1">
        <w:t>Mais ivre-mort</w:t>
      </w:r>
      <w:r w:rsidR="006036B2">
        <w:t xml:space="preserve">, </w:t>
      </w:r>
      <w:r w:rsidRPr="006056B1">
        <w:t>cependant</w:t>
      </w:r>
      <w:r w:rsidR="006036B2">
        <w:t xml:space="preserve">, </w:t>
      </w:r>
      <w:r w:rsidRPr="006056B1">
        <w:t>il ne l</w:t>
      </w:r>
      <w:r w:rsidR="006036B2">
        <w:t>’</w:t>
      </w:r>
      <w:r w:rsidRPr="006056B1">
        <w:t>était pas</w:t>
      </w:r>
      <w:r w:rsidR="006036B2">
        <w:t xml:space="preserve">, </w:t>
      </w:r>
      <w:r w:rsidRPr="006056B1">
        <w:t>puisqu</w:t>
      </w:r>
      <w:r w:rsidR="006036B2">
        <w:t>’</w:t>
      </w:r>
      <w:r w:rsidRPr="006056B1">
        <w:t>il cont</w:t>
      </w:r>
      <w:r w:rsidRPr="006056B1">
        <w:t>i</w:t>
      </w:r>
      <w:r w:rsidRPr="006056B1">
        <w:t>nuait à donner signe de vie</w:t>
      </w:r>
      <w:r w:rsidR="006036B2">
        <w:t xml:space="preserve">, </w:t>
      </w:r>
      <w:r w:rsidRPr="006056B1">
        <w:t>et d</w:t>
      </w:r>
      <w:r w:rsidR="006036B2">
        <w:t>’</w:t>
      </w:r>
      <w:r w:rsidRPr="006056B1">
        <w:t>une vie très active</w:t>
      </w:r>
      <w:r w:rsidR="006036B2">
        <w:t xml:space="preserve">, </w:t>
      </w:r>
      <w:r w:rsidRPr="006056B1">
        <w:t>en tétant son verre de temps à autre</w:t>
      </w:r>
      <w:r w:rsidR="006036B2">
        <w:t xml:space="preserve">, </w:t>
      </w:r>
      <w:r w:rsidRPr="006056B1">
        <w:t>aux rares moments où il s</w:t>
      </w:r>
      <w:r w:rsidR="006036B2">
        <w:t>’</w:t>
      </w:r>
      <w:r w:rsidRPr="006056B1">
        <w:t>interrompait de parler</w:t>
      </w:r>
      <w:r w:rsidR="006036B2">
        <w:t xml:space="preserve">, </w:t>
      </w:r>
      <w:r w:rsidRPr="006056B1">
        <w:t>et surtout</w:t>
      </w:r>
      <w:r w:rsidR="006036B2">
        <w:t xml:space="preserve">, </w:t>
      </w:r>
      <w:r w:rsidRPr="006056B1">
        <w:t>surtout</w:t>
      </w:r>
      <w:r w:rsidR="006036B2">
        <w:t xml:space="preserve">, </w:t>
      </w:r>
      <w:r w:rsidRPr="006056B1">
        <w:t>en parlant</w:t>
      </w:r>
      <w:r w:rsidR="006036B2">
        <w:t xml:space="preserve">, </w:t>
      </w:r>
      <w:r w:rsidRPr="006056B1">
        <w:t>parlant sans cesse</w:t>
      </w:r>
      <w:r w:rsidR="006036B2">
        <w:t xml:space="preserve">, </w:t>
      </w:r>
      <w:r w:rsidRPr="006056B1">
        <w:t>toujours avec la même facilité</w:t>
      </w:r>
      <w:r w:rsidR="006036B2">
        <w:t xml:space="preserve">, </w:t>
      </w:r>
      <w:r w:rsidRPr="006056B1">
        <w:t>la même limpidité</w:t>
      </w:r>
      <w:r w:rsidR="006036B2">
        <w:t xml:space="preserve">, </w:t>
      </w:r>
      <w:r w:rsidRPr="006056B1">
        <w:t>la même tenue logique</w:t>
      </w:r>
      <w:r w:rsidR="006036B2">
        <w:t xml:space="preserve">, </w:t>
      </w:r>
      <w:r w:rsidRPr="006056B1">
        <w:t>la même inaltérable élégance d</w:t>
      </w:r>
      <w:r w:rsidR="006036B2">
        <w:t>’</w:t>
      </w:r>
      <w:r w:rsidRPr="006056B1">
        <w:t>élocution qu</w:t>
      </w:r>
      <w:r w:rsidR="006036B2">
        <w:t>’</w:t>
      </w:r>
      <w:r w:rsidRPr="006056B1">
        <w:t>il se flattait à juste titre de mettre dans son discours</w:t>
      </w:r>
      <w:r w:rsidR="006036B2">
        <w:t>.</w:t>
      </w:r>
    </w:p>
    <w:p w14:paraId="7D6C9864" w14:textId="77777777" w:rsidR="006036B2" w:rsidRDefault="006036B2" w:rsidP="00E85E1B">
      <w:r>
        <w:t>— </w:t>
      </w:r>
      <w:r w:rsidR="00E85E1B" w:rsidRPr="006056B1">
        <w:t>Ne croyez pas non plus</w:t>
      </w:r>
      <w:r>
        <w:t xml:space="preserve">, </w:t>
      </w:r>
      <w:r w:rsidR="00E85E1B" w:rsidRPr="006056B1">
        <w:t>disait-il en cet instant</w:t>
      </w:r>
      <w:r>
        <w:t xml:space="preserve">, </w:t>
      </w:r>
      <w:r w:rsidR="00E85E1B" w:rsidRPr="006056B1">
        <w:t>ne croyez pas</w:t>
      </w:r>
      <w:r>
        <w:t xml:space="preserve">, </w:t>
      </w:r>
      <w:r w:rsidR="00E85E1B" w:rsidRPr="006056B1">
        <w:t>très honorable monsieur</w:t>
      </w:r>
      <w:r>
        <w:t xml:space="preserve">, </w:t>
      </w:r>
      <w:r w:rsidR="00E85E1B" w:rsidRPr="006056B1">
        <w:t>que je soutiens cette thèse par amour-propre national</w:t>
      </w:r>
      <w:r>
        <w:t xml:space="preserve">. </w:t>
      </w:r>
      <w:r w:rsidR="00E85E1B" w:rsidRPr="006056B1">
        <w:t>La politesse d</w:t>
      </w:r>
      <w:r>
        <w:t>’</w:t>
      </w:r>
      <w:r w:rsidR="00E85E1B" w:rsidRPr="006056B1">
        <w:t>abord</w:t>
      </w:r>
      <w:r>
        <w:t xml:space="preserve">, </w:t>
      </w:r>
      <w:r w:rsidR="00E85E1B" w:rsidRPr="006056B1">
        <w:t>me le défendrait</w:t>
      </w:r>
      <w:r>
        <w:t xml:space="preserve">, </w:t>
      </w:r>
      <w:r w:rsidR="00E85E1B" w:rsidRPr="006056B1">
        <w:t>puisque vous êtes Français</w:t>
      </w:r>
      <w:r>
        <w:t xml:space="preserve">, </w:t>
      </w:r>
      <w:r w:rsidR="00E85E1B" w:rsidRPr="006056B1">
        <w:t>à Londres</w:t>
      </w:r>
      <w:r>
        <w:t xml:space="preserve">, </w:t>
      </w:r>
      <w:r w:rsidR="00E85E1B" w:rsidRPr="006056B1">
        <w:t>par conséquent chez moi et mon hôte</w:t>
      </w:r>
      <w:r>
        <w:t xml:space="preserve">, </w:t>
      </w:r>
      <w:r w:rsidR="00E85E1B" w:rsidRPr="006056B1">
        <w:t>mon suave hôte</w:t>
      </w:r>
      <w:r>
        <w:t xml:space="preserve">. </w:t>
      </w:r>
      <w:r w:rsidR="00E85E1B" w:rsidRPr="006056B1">
        <w:t>En outre</w:t>
      </w:r>
      <w:r>
        <w:t xml:space="preserve">, </w:t>
      </w:r>
      <w:r w:rsidR="00E85E1B" w:rsidRPr="006056B1">
        <w:t>contrairement à la pl</w:t>
      </w:r>
      <w:r w:rsidR="00E85E1B" w:rsidRPr="006056B1">
        <w:t>u</w:t>
      </w:r>
      <w:r w:rsidR="00E85E1B" w:rsidRPr="006056B1">
        <w:t>part de mes compatriotes</w:t>
      </w:r>
      <w:r>
        <w:t xml:space="preserve">, </w:t>
      </w:r>
      <w:r w:rsidR="00E85E1B" w:rsidRPr="006056B1">
        <w:t>et je pense même être le seul dans ce cas</w:t>
      </w:r>
      <w:r>
        <w:t xml:space="preserve">, </w:t>
      </w:r>
      <w:r w:rsidR="00E85E1B" w:rsidRPr="006056B1">
        <w:t>je n</w:t>
      </w:r>
      <w:r>
        <w:t>’</w:t>
      </w:r>
      <w:r w:rsidR="00E85E1B" w:rsidRPr="006056B1">
        <w:t>ai pas l</w:t>
      </w:r>
      <w:r>
        <w:t>’</w:t>
      </w:r>
      <w:r w:rsidR="00E85E1B" w:rsidRPr="006056B1">
        <w:t>insulaire orgueil d</w:t>
      </w:r>
      <w:r>
        <w:t>’</w:t>
      </w:r>
      <w:r w:rsidR="00E85E1B" w:rsidRPr="006056B1">
        <w:t>affirmer a priori que le peuple anglais est supérieur aux autres peuples en tous les genres</w:t>
      </w:r>
      <w:r>
        <w:t xml:space="preserve">. </w:t>
      </w:r>
      <w:r w:rsidR="00E85E1B" w:rsidRPr="006056B1">
        <w:t>Je proclame</w:t>
      </w:r>
      <w:r>
        <w:t xml:space="preserve">, </w:t>
      </w:r>
      <w:r w:rsidR="00E85E1B" w:rsidRPr="006056B1">
        <w:t>par exemple</w:t>
      </w:r>
      <w:r>
        <w:t xml:space="preserve">, </w:t>
      </w:r>
      <w:r w:rsidR="00E85E1B" w:rsidRPr="006056B1">
        <w:t>et loyalement</w:t>
      </w:r>
      <w:r>
        <w:t xml:space="preserve">, </w:t>
      </w:r>
      <w:r w:rsidR="00E85E1B" w:rsidRPr="006056B1">
        <w:t>que la vieille Anglete</w:t>
      </w:r>
      <w:r w:rsidR="00E85E1B" w:rsidRPr="006056B1">
        <w:t>r</w:t>
      </w:r>
      <w:r w:rsidR="00E85E1B" w:rsidRPr="006056B1">
        <w:t>re doit baisser pavillon en diverses choses</w:t>
      </w:r>
      <w:r>
        <w:t xml:space="preserve">, </w:t>
      </w:r>
      <w:r w:rsidR="00E85E1B" w:rsidRPr="006056B1">
        <w:t>telles que la musique</w:t>
      </w:r>
      <w:r>
        <w:t xml:space="preserve">, </w:t>
      </w:r>
      <w:r w:rsidR="00E85E1B" w:rsidRPr="006056B1">
        <w:t>la cuisine</w:t>
      </w:r>
      <w:r>
        <w:t xml:space="preserve">, </w:t>
      </w:r>
      <w:r w:rsidR="00E85E1B" w:rsidRPr="006056B1">
        <w:t>l</w:t>
      </w:r>
      <w:r>
        <w:t>’</w:t>
      </w:r>
      <w:r w:rsidR="00E85E1B" w:rsidRPr="006056B1">
        <w:t>art capillaire</w:t>
      </w:r>
      <w:r>
        <w:t xml:space="preserve">, </w:t>
      </w:r>
      <w:r w:rsidR="00E85E1B" w:rsidRPr="006056B1">
        <w:t>la danse même</w:t>
      </w:r>
      <w:r>
        <w:t xml:space="preserve">, </w:t>
      </w:r>
      <w:r w:rsidR="00E85E1B" w:rsidRPr="006056B1">
        <w:t>exception faite pour la gigue</w:t>
      </w:r>
      <w:r>
        <w:t xml:space="preserve">. </w:t>
      </w:r>
      <w:r w:rsidR="00E85E1B" w:rsidRPr="006056B1">
        <w:t>Je suis prêt à faire plus de concessions e</w:t>
      </w:r>
      <w:r w:rsidR="00E85E1B" w:rsidRPr="006056B1">
        <w:t>n</w:t>
      </w:r>
      <w:r w:rsidR="00E85E1B" w:rsidRPr="006056B1">
        <w:t>core</w:t>
      </w:r>
      <w:r>
        <w:t xml:space="preserve">, </w:t>
      </w:r>
      <w:r w:rsidR="00E85E1B" w:rsidRPr="006056B1">
        <w:t>toutes les concessions qu</w:t>
      </w:r>
      <w:r>
        <w:t>’</w:t>
      </w:r>
      <w:r w:rsidR="00E85E1B" w:rsidRPr="006056B1">
        <w:t>il vous plaira</w:t>
      </w:r>
      <w:r>
        <w:t xml:space="preserve">, </w:t>
      </w:r>
      <w:r w:rsidR="00E85E1B" w:rsidRPr="006056B1">
        <w:t>pour vous prouver jusqu</w:t>
      </w:r>
      <w:r>
        <w:t>’</w:t>
      </w:r>
      <w:r w:rsidR="00E85E1B" w:rsidRPr="006056B1">
        <w:t>où va l</w:t>
      </w:r>
      <w:r>
        <w:t>’</w:t>
      </w:r>
      <w:r w:rsidR="00E85E1B" w:rsidRPr="006056B1">
        <w:t>urbanité de ma discussion</w:t>
      </w:r>
      <w:r>
        <w:t xml:space="preserve">. </w:t>
      </w:r>
      <w:r w:rsidR="00E85E1B" w:rsidRPr="006056B1">
        <w:t>Mais sur le point en l</w:t>
      </w:r>
      <w:r w:rsidR="00E85E1B" w:rsidRPr="006056B1">
        <w:t>i</w:t>
      </w:r>
      <w:r w:rsidR="00E85E1B" w:rsidRPr="006056B1">
        <w:t>tige</w:t>
      </w:r>
      <w:r>
        <w:t xml:space="preserve">, </w:t>
      </w:r>
      <w:r w:rsidR="00E85E1B" w:rsidRPr="006056B1">
        <w:t>très honorable monsieur</w:t>
      </w:r>
      <w:r>
        <w:t xml:space="preserve">, </w:t>
      </w:r>
      <w:r w:rsidR="00E85E1B" w:rsidRPr="006056B1">
        <w:t>sur ce point unique</w:t>
      </w:r>
      <w:r>
        <w:t xml:space="preserve">, </w:t>
      </w:r>
      <w:r w:rsidR="00E85E1B" w:rsidRPr="006056B1">
        <w:t>mon amour de la vérité m</w:t>
      </w:r>
      <w:r>
        <w:t>’</w:t>
      </w:r>
      <w:r w:rsidR="00E85E1B" w:rsidRPr="006056B1">
        <w:t>oblige à ne pas reculer d</w:t>
      </w:r>
      <w:r>
        <w:t>’</w:t>
      </w:r>
      <w:r w:rsidR="00E85E1B" w:rsidRPr="006056B1">
        <w:t>un pouce</w:t>
      </w:r>
      <w:r>
        <w:t xml:space="preserve">, </w:t>
      </w:r>
      <w:r w:rsidR="00E85E1B" w:rsidRPr="006056B1">
        <w:t>d</w:t>
      </w:r>
      <w:r>
        <w:t>’</w:t>
      </w:r>
      <w:r w:rsidR="00E85E1B" w:rsidRPr="006056B1">
        <w:t>une ligne</w:t>
      </w:r>
      <w:r>
        <w:t xml:space="preserve">, </w:t>
      </w:r>
      <w:r w:rsidR="00E85E1B" w:rsidRPr="006056B1">
        <w:t>et à maintenir haut et ferme</w:t>
      </w:r>
      <w:r>
        <w:t xml:space="preserve">, </w:t>
      </w:r>
      <w:r w:rsidR="00E85E1B" w:rsidRPr="006056B1">
        <w:t>contre vents et marée</w:t>
      </w:r>
      <w:r>
        <w:t xml:space="preserve">, </w:t>
      </w:r>
      <w:r w:rsidR="00E85E1B" w:rsidRPr="006056B1">
        <w:t>contre toute politesse et contre toute gratitude envers vous</w:t>
      </w:r>
      <w:r>
        <w:t xml:space="preserve">, </w:t>
      </w:r>
      <w:r w:rsidR="00E85E1B" w:rsidRPr="006056B1">
        <w:t>oui</w:t>
      </w:r>
      <w:r>
        <w:t xml:space="preserve">, </w:t>
      </w:r>
      <w:r w:rsidR="00E85E1B" w:rsidRPr="006056B1">
        <w:t>même contre toute gratitude envers vous qui depuis si longtemps m</w:t>
      </w:r>
      <w:r>
        <w:t>’</w:t>
      </w:r>
      <w:r w:rsidR="00E85E1B" w:rsidRPr="006056B1">
        <w:t>abreuvez généreusement de délicieux brandy</w:t>
      </w:r>
      <w:r>
        <w:t xml:space="preserve">, </w:t>
      </w:r>
      <w:r w:rsidR="00E85E1B" w:rsidRPr="006056B1">
        <w:t>à maintenir</w:t>
      </w:r>
      <w:r>
        <w:t xml:space="preserve">, </w:t>
      </w:r>
      <w:r w:rsidR="00E85E1B" w:rsidRPr="006056B1">
        <w:t>dis-je</w:t>
      </w:r>
      <w:r>
        <w:t xml:space="preserve">, </w:t>
      </w:r>
      <w:r w:rsidR="00E85E1B" w:rsidRPr="006056B1">
        <w:t>haut et ferme</w:t>
      </w:r>
      <w:r>
        <w:t xml:space="preserve">, </w:t>
      </w:r>
      <w:r w:rsidR="00E85E1B" w:rsidRPr="006056B1">
        <w:t>l</w:t>
      </w:r>
      <w:r>
        <w:t>’</w:t>
      </w:r>
      <w:r w:rsidR="00E85E1B" w:rsidRPr="006056B1">
        <w:t>étendard de cette supériorité qui est la grande et immarcessible gloire de ma chère patrie</w:t>
      </w:r>
      <w:r>
        <w:t xml:space="preserve">. </w:t>
      </w:r>
      <w:r w:rsidR="00E85E1B" w:rsidRPr="006056B1">
        <w:t xml:space="preserve">En face de notre Seigneur Dieu </w:t>
      </w:r>
      <w:r w:rsidR="00E85E1B" w:rsidRPr="006056B1">
        <w:lastRenderedPageBreak/>
        <w:t>en personne</w:t>
      </w:r>
      <w:r>
        <w:t xml:space="preserve">, </w:t>
      </w:r>
      <w:r w:rsidR="00E85E1B" w:rsidRPr="006056B1">
        <w:t>très honorable monsieur</w:t>
      </w:r>
      <w:r>
        <w:t xml:space="preserve">, </w:t>
      </w:r>
      <w:r w:rsidR="00E85E1B" w:rsidRPr="006056B1">
        <w:t>oui</w:t>
      </w:r>
      <w:r>
        <w:t xml:space="preserve">, </w:t>
      </w:r>
      <w:r w:rsidR="00E85E1B" w:rsidRPr="006056B1">
        <w:t>en face de ce tout-parfait gentleman encore plus gentleman que moi et que vous</w:t>
      </w:r>
      <w:r>
        <w:t xml:space="preserve">, </w:t>
      </w:r>
      <w:r w:rsidR="00E85E1B" w:rsidRPr="006056B1">
        <w:t>si c</w:t>
      </w:r>
      <w:r>
        <w:t>’</w:t>
      </w:r>
      <w:r w:rsidR="00E85E1B" w:rsidRPr="006056B1">
        <w:t>est possible</w:t>
      </w:r>
      <w:r>
        <w:t xml:space="preserve">, </w:t>
      </w:r>
      <w:r w:rsidR="00E85E1B" w:rsidRPr="006056B1">
        <w:t xml:space="preserve">je soutiendrais encore que le roi des </w:t>
      </w:r>
      <w:proofErr w:type="spellStart"/>
      <w:r w:rsidR="00E85E1B" w:rsidRPr="006056B1">
        <w:rPr>
          <w:i/>
          <w:iCs/>
        </w:rPr>
        <w:t>pick-pockets</w:t>
      </w:r>
      <w:proofErr w:type="spellEnd"/>
      <w:r>
        <w:rPr>
          <w:i/>
          <w:iCs/>
        </w:rPr>
        <w:t xml:space="preserve">, </w:t>
      </w:r>
      <w:r w:rsidR="00E85E1B" w:rsidRPr="006056B1">
        <w:t>c</w:t>
      </w:r>
      <w:r>
        <w:t>’</w:t>
      </w:r>
      <w:r w:rsidR="00E85E1B" w:rsidRPr="006056B1">
        <w:t>est le</w:t>
      </w:r>
      <w:r w:rsidR="00E85E1B" w:rsidRPr="006056B1">
        <w:rPr>
          <w:i/>
          <w:iCs/>
        </w:rPr>
        <w:t xml:space="preserve"> </w:t>
      </w:r>
      <w:proofErr w:type="spellStart"/>
      <w:r w:rsidR="00E85E1B" w:rsidRPr="006056B1">
        <w:rPr>
          <w:i/>
          <w:iCs/>
        </w:rPr>
        <w:t>pick-pocket</w:t>
      </w:r>
      <w:proofErr w:type="spellEnd"/>
      <w:r w:rsidR="00E85E1B" w:rsidRPr="006056B1">
        <w:t xml:space="preserve"> anglais</w:t>
      </w:r>
      <w:r>
        <w:t>.</w:t>
      </w:r>
    </w:p>
    <w:p w14:paraId="291563D4" w14:textId="77777777" w:rsidR="006036B2" w:rsidRDefault="00E85E1B" w:rsidP="00E85E1B">
      <w:r w:rsidRPr="006056B1">
        <w:t>Il est à noter que je ne disais pas non</w:t>
      </w:r>
      <w:r w:rsidR="006036B2">
        <w:t xml:space="preserve">, </w:t>
      </w:r>
      <w:r w:rsidRPr="006056B1">
        <w:t>que j</w:t>
      </w:r>
      <w:r w:rsidR="006036B2">
        <w:t>’</w:t>
      </w:r>
      <w:r w:rsidRPr="006056B1">
        <w:t>avais simpl</w:t>
      </w:r>
      <w:r w:rsidRPr="006056B1">
        <w:t>e</w:t>
      </w:r>
      <w:r w:rsidRPr="006056B1">
        <w:t>ment</w:t>
      </w:r>
      <w:r w:rsidR="006036B2">
        <w:t xml:space="preserve">, </w:t>
      </w:r>
      <w:r w:rsidRPr="006056B1">
        <w:t>tout à l</w:t>
      </w:r>
      <w:r w:rsidR="006036B2">
        <w:t>’</w:t>
      </w:r>
      <w:r w:rsidRPr="006056B1">
        <w:t>heure</w:t>
      </w:r>
      <w:r w:rsidR="006036B2">
        <w:t xml:space="preserve">, </w:t>
      </w:r>
      <w:r w:rsidRPr="006056B1">
        <w:t xml:space="preserve">émis là-dessus un pauvre </w:t>
      </w:r>
      <w:r w:rsidR="006036B2">
        <w:t>« </w:t>
      </w:r>
      <w:r w:rsidRPr="006056B1">
        <w:t>Oh</w:t>
      </w:r>
      <w:r w:rsidR="006036B2">
        <w:t> ! »</w:t>
      </w:r>
      <w:r w:rsidRPr="006056B1">
        <w:t xml:space="preserve"> dubit</w:t>
      </w:r>
      <w:r w:rsidRPr="006056B1">
        <w:t>a</w:t>
      </w:r>
      <w:r w:rsidRPr="006056B1">
        <w:t>tif</w:t>
      </w:r>
      <w:r w:rsidR="006036B2">
        <w:t xml:space="preserve">, </w:t>
      </w:r>
      <w:r w:rsidRPr="006056B1">
        <w:t>et que</w:t>
      </w:r>
      <w:r w:rsidR="006036B2">
        <w:t xml:space="preserve">, </w:t>
      </w:r>
      <w:r w:rsidRPr="006056B1">
        <w:t>depuis</w:t>
      </w:r>
      <w:r w:rsidR="006036B2">
        <w:t xml:space="preserve">, </w:t>
      </w:r>
      <w:r w:rsidRPr="006056B1">
        <w:t>je faisais tous mes efforts pour paraître co</w:t>
      </w:r>
      <w:r w:rsidRPr="006056B1">
        <w:t>n</w:t>
      </w:r>
      <w:r w:rsidRPr="006056B1">
        <w:t>vaincu et ne pas contrarier cet exquis pochard</w:t>
      </w:r>
      <w:r w:rsidR="006036B2">
        <w:t xml:space="preserve">. </w:t>
      </w:r>
      <w:r w:rsidRPr="006056B1">
        <w:t>Mais il faut croire qu</w:t>
      </w:r>
      <w:r w:rsidR="006036B2">
        <w:t>’</w:t>
      </w:r>
      <w:r w:rsidRPr="006056B1">
        <w:t>il ne me jugeait pas suffisamment conquis à son op</w:t>
      </w:r>
      <w:r w:rsidRPr="006056B1">
        <w:t>i</w:t>
      </w:r>
      <w:r w:rsidRPr="006056B1">
        <w:t>nion</w:t>
      </w:r>
      <w:r w:rsidR="006036B2">
        <w:t xml:space="preserve">, </w:t>
      </w:r>
      <w:r w:rsidRPr="006056B1">
        <w:t>car il reprit</w:t>
      </w:r>
      <w:r w:rsidR="006036B2">
        <w:t> :</w:t>
      </w:r>
    </w:p>
    <w:p w14:paraId="00FB3848" w14:textId="77777777" w:rsidR="006036B2" w:rsidRDefault="006036B2" w:rsidP="00E85E1B">
      <w:r>
        <w:t>— </w:t>
      </w:r>
      <w:r w:rsidR="00E85E1B" w:rsidRPr="006056B1">
        <w:t>Ne me dites pas</w:t>
      </w:r>
      <w:r>
        <w:t xml:space="preserve">, </w:t>
      </w:r>
      <w:r w:rsidR="00E85E1B" w:rsidRPr="006056B1">
        <w:t>très honorable monsieur</w:t>
      </w:r>
      <w:r>
        <w:t xml:space="preserve">, </w:t>
      </w:r>
      <w:r w:rsidR="00E85E1B" w:rsidRPr="006056B1">
        <w:t>que vous vous rendez à mes arguments</w:t>
      </w:r>
      <w:r>
        <w:t xml:space="preserve">. </w:t>
      </w:r>
      <w:r w:rsidR="00E85E1B" w:rsidRPr="006056B1">
        <w:t>Je vois que vous me le diriez par pol</w:t>
      </w:r>
      <w:r w:rsidR="00E85E1B" w:rsidRPr="006056B1">
        <w:t>i</w:t>
      </w:r>
      <w:r w:rsidR="00E85E1B" w:rsidRPr="006056B1">
        <w:t>tesse</w:t>
      </w:r>
      <w:r>
        <w:t xml:space="preserve">, </w:t>
      </w:r>
      <w:r w:rsidR="00E85E1B" w:rsidRPr="006056B1">
        <w:t>pas davantage</w:t>
      </w:r>
      <w:r>
        <w:t xml:space="preserve">, </w:t>
      </w:r>
      <w:r w:rsidR="00E85E1B" w:rsidRPr="006056B1">
        <w:t>pour faire assaut de galanterie avec moi</w:t>
      </w:r>
      <w:r>
        <w:t xml:space="preserve">, </w:t>
      </w:r>
      <w:r w:rsidR="00E85E1B" w:rsidRPr="006056B1">
        <w:t>ou bien par pitié à l</w:t>
      </w:r>
      <w:r>
        <w:t>’</w:t>
      </w:r>
      <w:r w:rsidR="00E85E1B" w:rsidRPr="006056B1">
        <w:t>égard d</w:t>
      </w:r>
      <w:r>
        <w:t>’</w:t>
      </w:r>
      <w:r w:rsidR="00E85E1B" w:rsidRPr="006056B1">
        <w:t>un pauvre homme que son âge seul</w:t>
      </w:r>
      <w:r>
        <w:t xml:space="preserve">, </w:t>
      </w:r>
      <w:r w:rsidR="00E85E1B" w:rsidRPr="006056B1">
        <w:t>croyez-le</w:t>
      </w:r>
      <w:r>
        <w:t xml:space="preserve">, </w:t>
      </w:r>
      <w:r w:rsidR="00E85E1B" w:rsidRPr="006056B1">
        <w:t>son âge et le poids de sa pensée</w:t>
      </w:r>
      <w:r>
        <w:t xml:space="preserve">, </w:t>
      </w:r>
      <w:r w:rsidR="00E85E1B" w:rsidRPr="006056B1">
        <w:t>ont forcé à s</w:t>
      </w:r>
      <w:r>
        <w:t>’</w:t>
      </w:r>
      <w:r w:rsidR="00E85E1B" w:rsidRPr="006056B1">
        <w:t>asseoir sur cet infâme banc</w:t>
      </w:r>
      <w:r>
        <w:t xml:space="preserve">, </w:t>
      </w:r>
      <w:r w:rsidR="00E85E1B" w:rsidRPr="006056B1">
        <w:t>pêle-mêle avec de vils ivrognes</w:t>
      </w:r>
      <w:r>
        <w:t xml:space="preserve">. </w:t>
      </w:r>
      <w:r w:rsidR="00E85E1B" w:rsidRPr="006056B1">
        <w:t>Ne vous avouez pas vaincu</w:t>
      </w:r>
      <w:r>
        <w:t xml:space="preserve">, </w:t>
      </w:r>
      <w:r w:rsidR="00E85E1B" w:rsidRPr="006056B1">
        <w:t>je vous prie</w:t>
      </w:r>
      <w:r>
        <w:t xml:space="preserve">, </w:t>
      </w:r>
      <w:r w:rsidR="00E85E1B" w:rsidRPr="006056B1">
        <w:t>tant que vous ne l</w:t>
      </w:r>
      <w:r>
        <w:t>’</w:t>
      </w:r>
      <w:r w:rsidR="00E85E1B" w:rsidRPr="006056B1">
        <w:t>êtes pas en réalité</w:t>
      </w:r>
      <w:r>
        <w:t xml:space="preserve">, </w:t>
      </w:r>
      <w:r w:rsidR="00E85E1B" w:rsidRPr="006056B1">
        <w:t>au fin fond de votre conscience</w:t>
      </w:r>
      <w:r>
        <w:t xml:space="preserve">, </w:t>
      </w:r>
      <w:r w:rsidR="00E85E1B" w:rsidRPr="006056B1">
        <w:t>de votre digne et impa</w:t>
      </w:r>
      <w:r w:rsidR="00E85E1B" w:rsidRPr="006056B1">
        <w:t>r</w:t>
      </w:r>
      <w:r w:rsidR="00E85E1B" w:rsidRPr="006056B1">
        <w:t>tiale conscience</w:t>
      </w:r>
      <w:r>
        <w:t xml:space="preserve">. </w:t>
      </w:r>
      <w:r w:rsidR="00E85E1B" w:rsidRPr="006056B1">
        <w:t>Laissez-moi vous fournir encore quelques preuves</w:t>
      </w:r>
      <w:r>
        <w:t xml:space="preserve">, </w:t>
      </w:r>
      <w:r w:rsidR="00E85E1B" w:rsidRPr="006056B1">
        <w:t>ou du moins une seule preuve</w:t>
      </w:r>
      <w:r>
        <w:t xml:space="preserve">, </w:t>
      </w:r>
      <w:r w:rsidR="00E85E1B" w:rsidRPr="006056B1">
        <w:t>après laquelle vous d</w:t>
      </w:r>
      <w:r w:rsidR="00E85E1B" w:rsidRPr="006056B1">
        <w:t>e</w:t>
      </w:r>
      <w:r w:rsidR="00E85E1B" w:rsidRPr="006056B1">
        <w:t>vrez confesser votre défaite</w:t>
      </w:r>
      <w:r>
        <w:t xml:space="preserve">, </w:t>
      </w:r>
      <w:r w:rsidR="00E85E1B" w:rsidRPr="006056B1">
        <w:t>non pas par amabilité</w:t>
      </w:r>
      <w:r>
        <w:t xml:space="preserve">, </w:t>
      </w:r>
      <w:r w:rsidR="00E85E1B" w:rsidRPr="006056B1">
        <w:t>cette fois</w:t>
      </w:r>
      <w:r>
        <w:t xml:space="preserve">, </w:t>
      </w:r>
      <w:r w:rsidR="00E85E1B" w:rsidRPr="006056B1">
        <w:t>mais en toute sincérité et toute loyauté</w:t>
      </w:r>
      <w:r>
        <w:t xml:space="preserve">. </w:t>
      </w:r>
      <w:r w:rsidR="00E85E1B" w:rsidRPr="006056B1">
        <w:t>Avez-vous un bout de papier et un crayon</w:t>
      </w:r>
      <w:r>
        <w:t> ?</w:t>
      </w:r>
    </w:p>
    <w:p w14:paraId="72BEB172" w14:textId="77777777" w:rsidR="006036B2" w:rsidRDefault="00E85E1B" w:rsidP="00E85E1B">
      <w:r w:rsidRPr="006056B1">
        <w:t>Je fouillai dans ma poche et lui tendis ce qu</w:t>
      </w:r>
      <w:r w:rsidR="006036B2">
        <w:t>’</w:t>
      </w:r>
      <w:r w:rsidRPr="006056B1">
        <w:t>il demandait</w:t>
      </w:r>
      <w:r w:rsidR="006036B2">
        <w:t xml:space="preserve">. </w:t>
      </w:r>
      <w:r w:rsidRPr="006056B1">
        <w:t>Il se mit à griffonner quelques lignes</w:t>
      </w:r>
      <w:r w:rsidR="006036B2">
        <w:t xml:space="preserve">, </w:t>
      </w:r>
      <w:r w:rsidRPr="006056B1">
        <w:t>s</w:t>
      </w:r>
      <w:r w:rsidR="006036B2">
        <w:t>’</w:t>
      </w:r>
      <w:r w:rsidRPr="006056B1">
        <w:t>interrompant pour me dire</w:t>
      </w:r>
      <w:r w:rsidR="006036B2">
        <w:t> :</w:t>
      </w:r>
    </w:p>
    <w:p w14:paraId="5C81CE8A" w14:textId="77777777" w:rsidR="006036B2" w:rsidRDefault="006036B2" w:rsidP="00E85E1B">
      <w:r>
        <w:t>— </w:t>
      </w:r>
      <w:r w:rsidR="00E85E1B" w:rsidRPr="006056B1">
        <w:t>Remarquez bien</w:t>
      </w:r>
      <w:r>
        <w:t xml:space="preserve">, </w:t>
      </w:r>
      <w:r w:rsidR="00E85E1B" w:rsidRPr="006056B1">
        <w:t>très honorable monsieur</w:t>
      </w:r>
      <w:r>
        <w:t xml:space="preserve">, </w:t>
      </w:r>
      <w:r w:rsidR="00E85E1B" w:rsidRPr="006056B1">
        <w:t>que je suis âgé</w:t>
      </w:r>
      <w:r>
        <w:t xml:space="preserve">, </w:t>
      </w:r>
      <w:r w:rsidR="00E85E1B" w:rsidRPr="006056B1">
        <w:t>véritablement accablé par l</w:t>
      </w:r>
      <w:r>
        <w:t>’</w:t>
      </w:r>
      <w:r w:rsidR="00E85E1B" w:rsidRPr="006056B1">
        <w:t>âge</w:t>
      </w:r>
      <w:r>
        <w:t xml:space="preserve">, </w:t>
      </w:r>
      <w:r w:rsidR="00E85E1B" w:rsidRPr="006056B1">
        <w:t>puisque c</w:t>
      </w:r>
      <w:r>
        <w:t>’</w:t>
      </w:r>
      <w:r w:rsidR="00E85E1B" w:rsidRPr="006056B1">
        <w:t>est lui qui m</w:t>
      </w:r>
      <w:r>
        <w:t>’</w:t>
      </w:r>
      <w:r w:rsidR="00E85E1B" w:rsidRPr="006056B1">
        <w:t>inflige la honte de siéger sur ce banc réservé aux ivrognes ivres-morts</w:t>
      </w:r>
      <w:r>
        <w:t xml:space="preserve">. </w:t>
      </w:r>
      <w:r w:rsidR="00E85E1B" w:rsidRPr="006056B1">
        <w:t>Vous</w:t>
      </w:r>
      <w:r>
        <w:t xml:space="preserve">, </w:t>
      </w:r>
      <w:r w:rsidR="00E85E1B" w:rsidRPr="006056B1">
        <w:t>au contraire</w:t>
      </w:r>
      <w:r>
        <w:t xml:space="preserve">, </w:t>
      </w:r>
      <w:r w:rsidR="00E85E1B" w:rsidRPr="006056B1">
        <w:t>vous êtes jeune</w:t>
      </w:r>
      <w:r>
        <w:t xml:space="preserve">, </w:t>
      </w:r>
      <w:r w:rsidR="00E85E1B" w:rsidRPr="006056B1">
        <w:t>dans tout l</w:t>
      </w:r>
      <w:r>
        <w:t>’</w:t>
      </w:r>
      <w:r w:rsidR="00E85E1B" w:rsidRPr="006056B1">
        <w:t>éclat de votre force et jouissant de tous vos moyens</w:t>
      </w:r>
      <w:r>
        <w:t>.</w:t>
      </w:r>
    </w:p>
    <w:p w14:paraId="1B7EB335" w14:textId="77777777" w:rsidR="006036B2" w:rsidRDefault="00E85E1B" w:rsidP="00E85E1B">
      <w:r w:rsidRPr="006056B1">
        <w:lastRenderedPageBreak/>
        <w:t xml:space="preserve">Il accentua particulièrement ce mot de </w:t>
      </w:r>
      <w:r w:rsidRPr="006056B1">
        <w:rPr>
          <w:i/>
          <w:iCs/>
        </w:rPr>
        <w:t>moyens</w:t>
      </w:r>
      <w:r w:rsidR="006036B2">
        <w:rPr>
          <w:i/>
          <w:iCs/>
        </w:rPr>
        <w:t xml:space="preserve">, </w:t>
      </w:r>
      <w:r w:rsidRPr="006056B1">
        <w:t>en clignant de l</w:t>
      </w:r>
      <w:r w:rsidR="006036B2">
        <w:t>’</w:t>
      </w:r>
      <w:r w:rsidRPr="006056B1">
        <w:t>œil d</w:t>
      </w:r>
      <w:r w:rsidR="006036B2">
        <w:t>’</w:t>
      </w:r>
      <w:r w:rsidRPr="006056B1">
        <w:t>une façon familière et malicieuse</w:t>
      </w:r>
      <w:r w:rsidR="006036B2">
        <w:t xml:space="preserve">, </w:t>
      </w:r>
      <w:r w:rsidRPr="006056B1">
        <w:t>d</w:t>
      </w:r>
      <w:r w:rsidR="006036B2">
        <w:t>’</w:t>
      </w:r>
      <w:r w:rsidRPr="006056B1">
        <w:t>une façon qui j</w:t>
      </w:r>
      <w:r w:rsidRPr="006056B1">
        <w:t>u</w:t>
      </w:r>
      <w:r w:rsidRPr="006056B1">
        <w:t>rait avec sa correction de tout à l</w:t>
      </w:r>
      <w:r w:rsidR="006036B2">
        <w:t>’</w:t>
      </w:r>
      <w:r w:rsidRPr="006056B1">
        <w:t>heure</w:t>
      </w:r>
      <w:r w:rsidR="006036B2">
        <w:t xml:space="preserve">. </w:t>
      </w:r>
      <w:r w:rsidRPr="006056B1">
        <w:t>Ce clin d</w:t>
      </w:r>
      <w:r w:rsidR="006036B2">
        <w:t>’</w:t>
      </w:r>
      <w:r w:rsidRPr="006056B1">
        <w:t>œil subit</w:t>
      </w:r>
      <w:r w:rsidR="006036B2">
        <w:t xml:space="preserve">, </w:t>
      </w:r>
      <w:r w:rsidRPr="006056B1">
        <w:t>après tant de politesse</w:t>
      </w:r>
      <w:r w:rsidR="006036B2">
        <w:t xml:space="preserve">, </w:t>
      </w:r>
      <w:r w:rsidRPr="006056B1">
        <w:t>ce clin d</w:t>
      </w:r>
      <w:r w:rsidR="006036B2">
        <w:t>’</w:t>
      </w:r>
      <w:r w:rsidRPr="006056B1">
        <w:t>œil gouailleur et</w:t>
      </w:r>
      <w:r w:rsidR="006036B2">
        <w:t xml:space="preserve"> (</w:t>
      </w:r>
      <w:r w:rsidRPr="006056B1">
        <w:t>ma foi</w:t>
      </w:r>
      <w:r w:rsidR="006036B2">
        <w:t xml:space="preserve"> ! </w:t>
      </w:r>
      <w:r w:rsidRPr="006056B1">
        <w:t>c</w:t>
      </w:r>
      <w:r w:rsidR="006036B2">
        <w:t>’</w:t>
      </w:r>
      <w:r w:rsidRPr="006056B1">
        <w:t>est le mot</w:t>
      </w:r>
      <w:r w:rsidR="006036B2">
        <w:t xml:space="preserve"> !) </w:t>
      </w:r>
      <w:r w:rsidRPr="006056B1">
        <w:t>voyou</w:t>
      </w:r>
      <w:r w:rsidR="006036B2">
        <w:t xml:space="preserve">, </w:t>
      </w:r>
      <w:r w:rsidRPr="006056B1">
        <w:t>faisait l</w:t>
      </w:r>
      <w:r w:rsidR="006036B2">
        <w:t>’</w:t>
      </w:r>
      <w:r w:rsidRPr="006056B1">
        <w:t>effet d</w:t>
      </w:r>
      <w:r w:rsidR="006036B2">
        <w:t>’</w:t>
      </w:r>
      <w:r w:rsidRPr="006056B1">
        <w:t>un terme d</w:t>
      </w:r>
      <w:r w:rsidR="006036B2">
        <w:t>’</w:t>
      </w:r>
      <w:r w:rsidRPr="006056B1">
        <w:t>argot dans un sermon</w:t>
      </w:r>
      <w:r w:rsidR="006036B2">
        <w:t>.</w:t>
      </w:r>
    </w:p>
    <w:p w14:paraId="304E6ED9" w14:textId="77777777" w:rsidR="006036B2" w:rsidRDefault="006036B2" w:rsidP="00E85E1B">
      <w:r>
        <w:t>— </w:t>
      </w:r>
      <w:r w:rsidR="00E85E1B" w:rsidRPr="006056B1">
        <w:t>Remarquez aussi</w:t>
      </w:r>
      <w:r>
        <w:t xml:space="preserve">, </w:t>
      </w:r>
      <w:r w:rsidR="00E85E1B" w:rsidRPr="006056B1">
        <w:t>continua-t-il</w:t>
      </w:r>
      <w:r>
        <w:t xml:space="preserve">, </w:t>
      </w:r>
      <w:r w:rsidR="00E85E1B" w:rsidRPr="006056B1">
        <w:t>remarquez bien</w:t>
      </w:r>
      <w:r>
        <w:t xml:space="preserve">, </w:t>
      </w:r>
      <w:r w:rsidR="00E85E1B" w:rsidRPr="006056B1">
        <w:t>très h</w:t>
      </w:r>
      <w:r w:rsidR="00E85E1B" w:rsidRPr="006056B1">
        <w:t>o</w:t>
      </w:r>
      <w:r w:rsidR="00E85E1B" w:rsidRPr="006056B1">
        <w:t>norable monsieur</w:t>
      </w:r>
      <w:r>
        <w:t xml:space="preserve">, </w:t>
      </w:r>
      <w:r w:rsidR="00E85E1B" w:rsidRPr="006056B1">
        <w:t>que mes misérables mains tremblent affre</w:t>
      </w:r>
      <w:r w:rsidR="00E85E1B" w:rsidRPr="006056B1">
        <w:t>u</w:t>
      </w:r>
      <w:r w:rsidR="00E85E1B" w:rsidRPr="006056B1">
        <w:t>sement</w:t>
      </w:r>
      <w:r>
        <w:t xml:space="preserve">, </w:t>
      </w:r>
      <w:r w:rsidR="00E85E1B" w:rsidRPr="006056B1">
        <w:t>au point que je puis à peine tracer ces lignes</w:t>
      </w:r>
      <w:r>
        <w:t xml:space="preserve">. </w:t>
      </w:r>
      <w:r w:rsidR="00E85E1B" w:rsidRPr="006056B1">
        <w:t>Rema</w:t>
      </w:r>
      <w:r w:rsidR="00E85E1B" w:rsidRPr="006056B1">
        <w:t>r</w:t>
      </w:r>
      <w:r w:rsidR="00E85E1B" w:rsidRPr="006056B1">
        <w:t>quez loyalement combien elles tremblent</w:t>
      </w:r>
      <w:r>
        <w:t xml:space="preserve">, </w:t>
      </w:r>
      <w:r w:rsidR="00E85E1B" w:rsidRPr="006056B1">
        <w:t>mes tristes vieilles mains</w:t>
      </w:r>
      <w:r>
        <w:t xml:space="preserve">, </w:t>
      </w:r>
      <w:r w:rsidR="00E85E1B" w:rsidRPr="006056B1">
        <w:t>sans doute à cause de la singulière émotion dont je suis agité</w:t>
      </w:r>
      <w:r>
        <w:t xml:space="preserve">. </w:t>
      </w:r>
      <w:r w:rsidR="00E85E1B" w:rsidRPr="006056B1">
        <w:t>Une profonde émotion</w:t>
      </w:r>
      <w:r>
        <w:t xml:space="preserve">, </w:t>
      </w:r>
      <w:r w:rsidR="00E85E1B" w:rsidRPr="006056B1">
        <w:t>en vérité</w:t>
      </w:r>
      <w:r>
        <w:t xml:space="preserve">, </w:t>
      </w:r>
      <w:r w:rsidR="00E85E1B" w:rsidRPr="006056B1">
        <w:t>profonde et po</w:t>
      </w:r>
      <w:r w:rsidR="00E85E1B" w:rsidRPr="006056B1">
        <w:t>i</w:t>
      </w:r>
      <w:r w:rsidR="00E85E1B" w:rsidRPr="006056B1">
        <w:t>gnante</w:t>
      </w:r>
      <w:r>
        <w:t xml:space="preserve">, </w:t>
      </w:r>
      <w:r w:rsidR="00E85E1B" w:rsidRPr="006056B1">
        <w:t>très honorable monsieur</w:t>
      </w:r>
      <w:r>
        <w:t xml:space="preserve">, </w:t>
      </w:r>
      <w:r w:rsidR="00E85E1B" w:rsidRPr="006056B1">
        <w:t>oui</w:t>
      </w:r>
      <w:r>
        <w:t xml:space="preserve">, </w:t>
      </w:r>
      <w:r w:rsidR="00E85E1B" w:rsidRPr="006056B1">
        <w:t>absolument poignante</w:t>
      </w:r>
      <w:r>
        <w:t xml:space="preserve">. </w:t>
      </w:r>
      <w:r w:rsidR="00E85E1B" w:rsidRPr="006056B1">
        <w:t>L</w:t>
      </w:r>
      <w:r>
        <w:t>’</w:t>
      </w:r>
      <w:r w:rsidR="00E85E1B" w:rsidRPr="006056B1">
        <w:t>émotion d</w:t>
      </w:r>
      <w:r>
        <w:t>’</w:t>
      </w:r>
      <w:r w:rsidR="00E85E1B" w:rsidRPr="006056B1">
        <w:t>un duel</w:t>
      </w:r>
      <w:r>
        <w:t xml:space="preserve">, </w:t>
      </w:r>
      <w:r w:rsidR="00E85E1B" w:rsidRPr="006056B1">
        <w:t>pour tout dire</w:t>
      </w:r>
      <w:r>
        <w:t xml:space="preserve">. </w:t>
      </w:r>
      <w:r w:rsidR="00E85E1B" w:rsidRPr="006056B1">
        <w:t>Et quel duel</w:t>
      </w:r>
      <w:r>
        <w:t xml:space="preserve"> ! </w:t>
      </w:r>
      <w:r w:rsidR="00E85E1B" w:rsidRPr="006056B1">
        <w:t>Entre quel lamentable champion et quel puissant athlète</w:t>
      </w:r>
      <w:r>
        <w:t xml:space="preserve"> ! </w:t>
      </w:r>
      <w:r w:rsidR="00E85E1B" w:rsidRPr="006056B1">
        <w:t>Car</w:t>
      </w:r>
      <w:r>
        <w:t xml:space="preserve">, </w:t>
      </w:r>
      <w:r w:rsidR="00E85E1B" w:rsidRPr="006056B1">
        <w:t>je ne me le dissimule pas</w:t>
      </w:r>
      <w:r>
        <w:t xml:space="preserve">, </w:t>
      </w:r>
      <w:r w:rsidR="00E85E1B" w:rsidRPr="006056B1">
        <w:t>et c</w:t>
      </w:r>
      <w:r>
        <w:t>’</w:t>
      </w:r>
      <w:r w:rsidR="00E85E1B" w:rsidRPr="006056B1">
        <w:t>est en vain que vous me le dissimulez</w:t>
      </w:r>
      <w:r>
        <w:t xml:space="preserve">, </w:t>
      </w:r>
      <w:r w:rsidR="00E85E1B" w:rsidRPr="006056B1">
        <w:t>vous êtes un pr</w:t>
      </w:r>
      <w:r w:rsidR="00E85E1B" w:rsidRPr="006056B1">
        <w:t>o</w:t>
      </w:r>
      <w:r w:rsidR="00E85E1B" w:rsidRPr="006056B1">
        <w:t>fessionnel</w:t>
      </w:r>
      <w:r>
        <w:t xml:space="preserve">, </w:t>
      </w:r>
      <w:r w:rsidR="00E85E1B" w:rsidRPr="006056B1">
        <w:t>n</w:t>
      </w:r>
      <w:r>
        <w:t>’</w:t>
      </w:r>
      <w:r w:rsidR="00E85E1B" w:rsidRPr="006056B1">
        <w:t>est-ce pas</w:t>
      </w:r>
      <w:r>
        <w:t> ?</w:t>
      </w:r>
    </w:p>
    <w:p w14:paraId="1ABF7A6C" w14:textId="77777777" w:rsidR="006036B2" w:rsidRDefault="006036B2" w:rsidP="00E85E1B">
      <w:r>
        <w:t>— </w:t>
      </w:r>
      <w:r w:rsidR="00E85E1B" w:rsidRPr="006056B1">
        <w:t>Un professionnel</w:t>
      </w:r>
      <w:r>
        <w:t xml:space="preserve"> ? </w:t>
      </w:r>
      <w:r w:rsidR="00E85E1B" w:rsidRPr="006056B1">
        <w:t>demandai-je</w:t>
      </w:r>
      <w:r>
        <w:t xml:space="preserve">, </w:t>
      </w:r>
      <w:r w:rsidR="00E85E1B" w:rsidRPr="006056B1">
        <w:t>fort étonné</w:t>
      </w:r>
      <w:r>
        <w:t xml:space="preserve">. </w:t>
      </w:r>
      <w:r w:rsidR="00E85E1B" w:rsidRPr="006056B1">
        <w:t>Un profe</w:t>
      </w:r>
      <w:r w:rsidR="00E85E1B" w:rsidRPr="006056B1">
        <w:t>s</w:t>
      </w:r>
      <w:r w:rsidR="00E85E1B" w:rsidRPr="006056B1">
        <w:t>sionnel quoi</w:t>
      </w:r>
      <w:r>
        <w:t> ?</w:t>
      </w:r>
    </w:p>
    <w:p w14:paraId="2252F384" w14:textId="77777777" w:rsidR="006036B2" w:rsidRDefault="006036B2" w:rsidP="00E85E1B">
      <w:r>
        <w:t>— </w:t>
      </w:r>
      <w:r w:rsidR="00E85E1B" w:rsidRPr="006056B1">
        <w:t>Chut</w:t>
      </w:r>
      <w:r>
        <w:t xml:space="preserve"> ! </w:t>
      </w:r>
      <w:r w:rsidR="00E85E1B" w:rsidRPr="006056B1">
        <w:t>fit-il</w:t>
      </w:r>
      <w:r>
        <w:t xml:space="preserve">, </w:t>
      </w:r>
      <w:r w:rsidR="00E85E1B" w:rsidRPr="006056B1">
        <w:t>le doigt sur les lèvres</w:t>
      </w:r>
      <w:r>
        <w:t xml:space="preserve">. </w:t>
      </w:r>
      <w:r w:rsidR="00E85E1B" w:rsidRPr="006056B1">
        <w:t>Mettons que je n</w:t>
      </w:r>
      <w:r>
        <w:t>’</w:t>
      </w:r>
      <w:r w:rsidR="00E85E1B" w:rsidRPr="006056B1">
        <w:t>ai rien dit</w:t>
      </w:r>
      <w:r>
        <w:t xml:space="preserve">. </w:t>
      </w:r>
      <w:r w:rsidR="00E85E1B" w:rsidRPr="006056B1">
        <w:t>Vous voulez entrer en champ clos avec la visière bai</w:t>
      </w:r>
      <w:r w:rsidR="00E85E1B" w:rsidRPr="006056B1">
        <w:t>s</w:t>
      </w:r>
      <w:r w:rsidR="00E85E1B" w:rsidRPr="006056B1">
        <w:t>sée</w:t>
      </w:r>
      <w:r>
        <w:t xml:space="preserve"> ? </w:t>
      </w:r>
      <w:r w:rsidR="00E85E1B" w:rsidRPr="006056B1">
        <w:t>Libre à vous</w:t>
      </w:r>
      <w:r>
        <w:t xml:space="preserve">, </w:t>
      </w:r>
      <w:r w:rsidR="00E85E1B" w:rsidRPr="006056B1">
        <w:t>noble chevalier</w:t>
      </w:r>
      <w:r>
        <w:t xml:space="preserve">, </w:t>
      </w:r>
      <w:r w:rsidR="00E85E1B" w:rsidRPr="006056B1">
        <w:t>dont la fière devise et les e</w:t>
      </w:r>
      <w:r w:rsidR="00E85E1B" w:rsidRPr="006056B1">
        <w:t>x</w:t>
      </w:r>
      <w:r w:rsidR="00E85E1B" w:rsidRPr="006056B1">
        <w:t>ploits se lisent néanmoins dans votre regard</w:t>
      </w:r>
      <w:r>
        <w:t xml:space="preserve">, </w:t>
      </w:r>
      <w:r w:rsidR="00E85E1B" w:rsidRPr="006056B1">
        <w:t>à travers les trous du masque</w:t>
      </w:r>
      <w:r>
        <w:t xml:space="preserve">. </w:t>
      </w:r>
      <w:r w:rsidR="00E85E1B" w:rsidRPr="006056B1">
        <w:t>Libre à vous</w:t>
      </w:r>
      <w:r>
        <w:t xml:space="preserve">, </w:t>
      </w:r>
      <w:r w:rsidR="00E85E1B" w:rsidRPr="006056B1">
        <w:t>encore une fois</w:t>
      </w:r>
      <w:r>
        <w:t xml:space="preserve"> ! </w:t>
      </w:r>
      <w:r w:rsidR="00E85E1B" w:rsidRPr="006056B1">
        <w:t>Le tournoi n</w:t>
      </w:r>
      <w:r>
        <w:t>’</w:t>
      </w:r>
      <w:r w:rsidR="00E85E1B" w:rsidRPr="006056B1">
        <w:t>en sera que plus difficile pour l</w:t>
      </w:r>
      <w:r>
        <w:t>’</w:t>
      </w:r>
      <w:r w:rsidR="00E85E1B" w:rsidRPr="006056B1">
        <w:t>humble tenant que je suis</w:t>
      </w:r>
      <w:r>
        <w:t xml:space="preserve">, </w:t>
      </w:r>
      <w:r w:rsidR="00E85E1B" w:rsidRPr="006056B1">
        <w:t>remarquez aussi cela</w:t>
      </w:r>
      <w:r>
        <w:t xml:space="preserve">, </w:t>
      </w:r>
      <w:r w:rsidR="00E85E1B" w:rsidRPr="006056B1">
        <w:t>très honorable monsieur</w:t>
      </w:r>
      <w:r>
        <w:t xml:space="preserve">, </w:t>
      </w:r>
      <w:r w:rsidR="00E85E1B" w:rsidRPr="006056B1">
        <w:t>et la victoire n</w:t>
      </w:r>
      <w:r>
        <w:t>’</w:t>
      </w:r>
      <w:r w:rsidR="00E85E1B" w:rsidRPr="006056B1">
        <w:t>en sera que plus triomphale pour la cause que je représente</w:t>
      </w:r>
      <w:r>
        <w:t>.</w:t>
      </w:r>
    </w:p>
    <w:p w14:paraId="465A8022" w14:textId="77777777" w:rsidR="006036B2" w:rsidRDefault="00E85E1B" w:rsidP="00E85E1B">
      <w:r w:rsidRPr="006056B1">
        <w:t>Brusquement</w:t>
      </w:r>
      <w:r w:rsidR="006036B2">
        <w:t xml:space="preserve">, </w:t>
      </w:r>
      <w:r w:rsidRPr="006056B1">
        <w:t>assommé à son tour par l</w:t>
      </w:r>
      <w:r w:rsidR="006036B2">
        <w:t>’</w:t>
      </w:r>
      <w:r w:rsidRPr="006056B1">
        <w:t>alcool contre l</w:t>
      </w:r>
      <w:r w:rsidRPr="006056B1">
        <w:t>e</w:t>
      </w:r>
      <w:r w:rsidRPr="006056B1">
        <w:t>quel il avait résisté si longtemps</w:t>
      </w:r>
      <w:r w:rsidR="006036B2">
        <w:t xml:space="preserve">, </w:t>
      </w:r>
      <w:r w:rsidRPr="006056B1">
        <w:t>le bonhomme laissa choir son menton sur sa poitrine</w:t>
      </w:r>
      <w:r w:rsidR="006036B2">
        <w:t xml:space="preserve">, </w:t>
      </w:r>
      <w:r w:rsidRPr="006056B1">
        <w:t>s</w:t>
      </w:r>
      <w:r w:rsidR="006036B2">
        <w:t>’</w:t>
      </w:r>
      <w:r w:rsidRPr="006056B1">
        <w:t>affaissa de plus en plus</w:t>
      </w:r>
      <w:r w:rsidR="006036B2">
        <w:t xml:space="preserve">, </w:t>
      </w:r>
      <w:r w:rsidRPr="006056B1">
        <w:t xml:space="preserve">à croire </w:t>
      </w:r>
      <w:r w:rsidRPr="006056B1">
        <w:lastRenderedPageBreak/>
        <w:t>qu</w:t>
      </w:r>
      <w:r w:rsidR="006036B2">
        <w:t>’</w:t>
      </w:r>
      <w:r w:rsidRPr="006056B1">
        <w:t>il allait entrer dans le banc et se fondre avec le mur</w:t>
      </w:r>
      <w:r w:rsidR="006036B2">
        <w:t xml:space="preserve">. </w:t>
      </w:r>
      <w:r w:rsidRPr="006056B1">
        <w:t>Je me préc</w:t>
      </w:r>
      <w:r w:rsidRPr="006056B1">
        <w:t>i</w:t>
      </w:r>
      <w:r w:rsidRPr="006056B1">
        <w:t>pitai vers lui pour le soutenir</w:t>
      </w:r>
      <w:r w:rsidR="006036B2">
        <w:t xml:space="preserve">. </w:t>
      </w:r>
      <w:r w:rsidRPr="006056B1">
        <w:t>Il dormait profondément</w:t>
      </w:r>
      <w:r w:rsidR="006036B2">
        <w:t>.</w:t>
      </w:r>
    </w:p>
    <w:p w14:paraId="26AF2383" w14:textId="77777777" w:rsidR="006036B2" w:rsidRDefault="00E85E1B" w:rsidP="00E85E1B">
      <w:r w:rsidRPr="006056B1">
        <w:t>Je tirai mon porte-monnaie</w:t>
      </w:r>
      <w:r w:rsidR="006036B2">
        <w:t xml:space="preserve">, </w:t>
      </w:r>
      <w:r w:rsidRPr="006056B1">
        <w:t>payai nos consommations et partis</w:t>
      </w:r>
      <w:r w:rsidR="006036B2">
        <w:t xml:space="preserve">. </w:t>
      </w:r>
      <w:r w:rsidRPr="006056B1">
        <w:t>Que pouvais-je faire</w:t>
      </w:r>
      <w:r w:rsidR="006036B2">
        <w:t xml:space="preserve">, </w:t>
      </w:r>
      <w:r w:rsidRPr="006056B1">
        <w:t>sinon ce que je fis de très bon cœur</w:t>
      </w:r>
      <w:r w:rsidR="006036B2">
        <w:t xml:space="preserve">, </w:t>
      </w:r>
      <w:r w:rsidRPr="006056B1">
        <w:t>le caler dans son coin et lui glisser un shilling dans la poche de sa redingote</w:t>
      </w:r>
      <w:r w:rsidR="006036B2">
        <w:t xml:space="preserve">, </w:t>
      </w:r>
      <w:r w:rsidRPr="006056B1">
        <w:t>pour qu</w:t>
      </w:r>
      <w:r w:rsidR="006036B2">
        <w:t>’</w:t>
      </w:r>
      <w:r w:rsidRPr="006056B1">
        <w:t>à son réveil du paradis il ne se retrouvât pas dans un trop noir enfer</w:t>
      </w:r>
      <w:r w:rsidR="006036B2">
        <w:t> ?</w:t>
      </w:r>
    </w:p>
    <w:p w14:paraId="0D8BE56B" w14:textId="77777777" w:rsidR="006036B2" w:rsidRDefault="00E85E1B" w:rsidP="00E85E1B">
      <w:r w:rsidRPr="006056B1">
        <w:t>Le lendemain</w:t>
      </w:r>
      <w:r w:rsidR="006036B2">
        <w:t xml:space="preserve">, </w:t>
      </w:r>
      <w:r w:rsidRPr="006056B1">
        <w:t>à mon déjeuner</w:t>
      </w:r>
      <w:r w:rsidR="006036B2">
        <w:t xml:space="preserve">, </w:t>
      </w:r>
      <w:r w:rsidRPr="006056B1">
        <w:t>comme j</w:t>
      </w:r>
      <w:r w:rsidR="006036B2">
        <w:t>’</w:t>
      </w:r>
      <w:r w:rsidRPr="006056B1">
        <w:t>ouvrais mon porte-monnaie afin de solder mon addition</w:t>
      </w:r>
      <w:r w:rsidR="006036B2">
        <w:t xml:space="preserve">, </w:t>
      </w:r>
      <w:r w:rsidRPr="006056B1">
        <w:t>je fus surpris de voir</w:t>
      </w:r>
      <w:r w:rsidR="006036B2">
        <w:t xml:space="preserve">, </w:t>
      </w:r>
      <w:r w:rsidRPr="006056B1">
        <w:t>dans la pochette du milieu</w:t>
      </w:r>
      <w:r w:rsidR="006036B2">
        <w:t xml:space="preserve">, </w:t>
      </w:r>
      <w:r w:rsidRPr="006056B1">
        <w:t>close par un petit fermoir</w:t>
      </w:r>
      <w:r w:rsidR="006036B2">
        <w:t xml:space="preserve">, </w:t>
      </w:r>
      <w:r w:rsidRPr="006056B1">
        <w:t>un papier plié que je n</w:t>
      </w:r>
      <w:r w:rsidR="006036B2">
        <w:t>’</w:t>
      </w:r>
      <w:r w:rsidRPr="006056B1">
        <w:t xml:space="preserve">y </w:t>
      </w:r>
      <w:proofErr w:type="spellStart"/>
      <w:r w:rsidRPr="006056B1">
        <w:t>avais</w:t>
      </w:r>
      <w:proofErr w:type="spellEnd"/>
      <w:r w:rsidRPr="006056B1">
        <w:t xml:space="preserve"> point mis</w:t>
      </w:r>
      <w:r w:rsidR="006036B2">
        <w:t>.</w:t>
      </w:r>
    </w:p>
    <w:p w14:paraId="7E713FF7" w14:textId="77777777" w:rsidR="006036B2" w:rsidRDefault="00E85E1B" w:rsidP="00E85E1B">
      <w:r w:rsidRPr="006056B1">
        <w:t>Et ma surprise devint de la stupéfaction et de l</w:t>
      </w:r>
      <w:r w:rsidR="006036B2">
        <w:t>’</w:t>
      </w:r>
      <w:r w:rsidRPr="006056B1">
        <w:t>admiration</w:t>
      </w:r>
      <w:r w:rsidR="006036B2">
        <w:t xml:space="preserve">, </w:t>
      </w:r>
      <w:r w:rsidRPr="006056B1">
        <w:t>quand</w:t>
      </w:r>
      <w:r w:rsidR="006036B2">
        <w:t xml:space="preserve">, </w:t>
      </w:r>
      <w:r w:rsidRPr="006056B1">
        <w:t>ayant déplié ce billet</w:t>
      </w:r>
      <w:r w:rsidR="006036B2">
        <w:t xml:space="preserve">, </w:t>
      </w:r>
      <w:r w:rsidRPr="006056B1">
        <w:t>j</w:t>
      </w:r>
      <w:r w:rsidR="006036B2">
        <w:t>’</w:t>
      </w:r>
      <w:r w:rsidRPr="006056B1">
        <w:t>y lus</w:t>
      </w:r>
      <w:r w:rsidR="006036B2">
        <w:t xml:space="preserve">, </w:t>
      </w:r>
      <w:r w:rsidRPr="006056B1">
        <w:t>d</w:t>
      </w:r>
      <w:r w:rsidR="006036B2">
        <w:t>’</w:t>
      </w:r>
      <w:r w:rsidRPr="006056B1">
        <w:t>une écriture tremblée</w:t>
      </w:r>
      <w:r w:rsidR="006036B2">
        <w:t xml:space="preserve">, </w:t>
      </w:r>
      <w:r w:rsidRPr="006056B1">
        <w:t>les lignes suivantes</w:t>
      </w:r>
      <w:r w:rsidR="006036B2">
        <w:t> :</w:t>
      </w:r>
    </w:p>
    <w:p w14:paraId="307F3A12" w14:textId="4AECEDF2" w:rsidR="00E85E1B" w:rsidRPr="006056B1" w:rsidRDefault="006036B2" w:rsidP="00E85E1B">
      <w:r>
        <w:t>« </w:t>
      </w:r>
      <w:r w:rsidR="00E85E1B" w:rsidRPr="006056B1">
        <w:t>Avouez</w:t>
      </w:r>
      <w:r>
        <w:t xml:space="preserve">, </w:t>
      </w:r>
      <w:r w:rsidR="00E85E1B" w:rsidRPr="006056B1">
        <w:t>très honorable monsieur et cher confrère</w:t>
      </w:r>
      <w:r>
        <w:t xml:space="preserve"> (</w:t>
      </w:r>
      <w:r w:rsidR="00E85E1B" w:rsidRPr="006056B1">
        <w:t>car j</w:t>
      </w:r>
      <w:r>
        <w:t>’</w:t>
      </w:r>
      <w:r w:rsidR="00E85E1B" w:rsidRPr="006056B1">
        <w:t>ai deviné que vous étiez ici en expédition</w:t>
      </w:r>
      <w:r>
        <w:t xml:space="preserve">), </w:t>
      </w:r>
      <w:r w:rsidR="00E85E1B" w:rsidRPr="006056B1">
        <w:t xml:space="preserve">avouez que le roi des </w:t>
      </w:r>
      <w:proofErr w:type="spellStart"/>
      <w:r w:rsidR="00E85E1B" w:rsidRPr="006056B1">
        <w:rPr>
          <w:i/>
          <w:iCs/>
        </w:rPr>
        <w:t>pick-pockets</w:t>
      </w:r>
      <w:proofErr w:type="spellEnd"/>
      <w:r>
        <w:t xml:space="preserve">, </w:t>
      </w:r>
      <w:r w:rsidR="00E85E1B" w:rsidRPr="006056B1">
        <w:t>c</w:t>
      </w:r>
      <w:r>
        <w:t>’</w:t>
      </w:r>
      <w:r w:rsidR="00E85E1B" w:rsidRPr="006056B1">
        <w:t xml:space="preserve">est bien le </w:t>
      </w:r>
      <w:proofErr w:type="spellStart"/>
      <w:r w:rsidR="00E85E1B" w:rsidRPr="006056B1">
        <w:rPr>
          <w:i/>
          <w:iCs/>
        </w:rPr>
        <w:t>pick-pocket</w:t>
      </w:r>
      <w:proofErr w:type="spellEnd"/>
      <w:r w:rsidR="00E85E1B" w:rsidRPr="006056B1">
        <w:rPr>
          <w:i/>
          <w:iCs/>
        </w:rPr>
        <w:t xml:space="preserve"> </w:t>
      </w:r>
      <w:r w:rsidR="00E85E1B" w:rsidRPr="006056B1">
        <w:t>anglais</w:t>
      </w:r>
      <w:r>
        <w:t xml:space="preserve"> ! </w:t>
      </w:r>
      <w:r w:rsidR="00E85E1B" w:rsidRPr="006056B1">
        <w:t>Daignez l</w:t>
      </w:r>
      <w:r>
        <w:t>’</w:t>
      </w:r>
      <w:r w:rsidR="00E85E1B" w:rsidRPr="006056B1">
        <w:t>avouer</w:t>
      </w:r>
      <w:r>
        <w:t xml:space="preserve">, </w:t>
      </w:r>
      <w:r w:rsidR="00E85E1B" w:rsidRPr="006056B1">
        <w:t>très honorable monsieur</w:t>
      </w:r>
      <w:r>
        <w:t>. »</w:t>
      </w:r>
    </w:p>
    <w:p w14:paraId="1BE39324" w14:textId="77777777" w:rsidR="00E85E1B" w:rsidRPr="006056B1" w:rsidRDefault="00E85E1B" w:rsidP="006036B2">
      <w:pPr>
        <w:pStyle w:val="Titre1"/>
        <w:rPr>
          <w:rFonts w:eastAsia="Batang"/>
        </w:rPr>
      </w:pPr>
      <w:bookmarkStart w:id="16" w:name="_Toc194853051"/>
      <w:r w:rsidRPr="006056B1">
        <w:rPr>
          <w:rFonts w:eastAsia="Batang"/>
        </w:rPr>
        <w:lastRenderedPageBreak/>
        <w:t>LE MODÈLE</w:t>
      </w:r>
      <w:bookmarkEnd w:id="16"/>
    </w:p>
    <w:p w14:paraId="4CF8E809" w14:textId="77777777" w:rsidR="006036B2" w:rsidRDefault="00E85E1B" w:rsidP="00E85E1B">
      <w:bookmarkStart w:id="17" w:name="bookmark11"/>
      <w:bookmarkEnd w:id="17"/>
      <w:r w:rsidRPr="006056B1">
        <w:t>C</w:t>
      </w:r>
      <w:r w:rsidR="006036B2">
        <w:t>’</w:t>
      </w:r>
      <w:r w:rsidRPr="006056B1">
        <w:t>est d</w:t>
      </w:r>
      <w:r w:rsidR="006036B2">
        <w:t>’</w:t>
      </w:r>
      <w:r w:rsidRPr="006056B1">
        <w:t>un air absolument indifférent à ce qu</w:t>
      </w:r>
      <w:r w:rsidR="006036B2">
        <w:t>’</w:t>
      </w:r>
      <w:r w:rsidRPr="006056B1">
        <w:t>il entendait</w:t>
      </w:r>
      <w:r w:rsidR="006036B2">
        <w:t xml:space="preserve">, </w:t>
      </w:r>
      <w:r w:rsidRPr="006056B1">
        <w:t>sans s</w:t>
      </w:r>
      <w:r w:rsidR="006036B2">
        <w:t>’</w:t>
      </w:r>
      <w:r w:rsidRPr="006056B1">
        <w:t>arrêter de peindre</w:t>
      </w:r>
      <w:r w:rsidR="006036B2">
        <w:t xml:space="preserve">, </w:t>
      </w:r>
      <w:r w:rsidRPr="006056B1">
        <w:t>la palette au pouce</w:t>
      </w:r>
      <w:r w:rsidR="006036B2">
        <w:t xml:space="preserve">, </w:t>
      </w:r>
      <w:r w:rsidRPr="006056B1">
        <w:t>la pipe au bec</w:t>
      </w:r>
      <w:r w:rsidR="006036B2">
        <w:t xml:space="preserve">, </w:t>
      </w:r>
      <w:r w:rsidRPr="006056B1">
        <w:t>a</w:t>
      </w:r>
      <w:r w:rsidRPr="006056B1">
        <w:t>b</w:t>
      </w:r>
      <w:r w:rsidRPr="006056B1">
        <w:t>sorbé dans son travail</w:t>
      </w:r>
      <w:r w:rsidR="006036B2">
        <w:t xml:space="preserve">, </w:t>
      </w:r>
      <w:r w:rsidRPr="006056B1">
        <w:t>que le peintre Brédisse avait écouté la longue requête du vieillard</w:t>
      </w:r>
      <w:r w:rsidR="006036B2">
        <w:t xml:space="preserve">. </w:t>
      </w:r>
      <w:r w:rsidRPr="006056B1">
        <w:t>À peine un regard de côté</w:t>
      </w:r>
      <w:r w:rsidR="006036B2">
        <w:t xml:space="preserve">, </w:t>
      </w:r>
      <w:r w:rsidRPr="006056B1">
        <w:t>furtif mais décisif</w:t>
      </w:r>
      <w:r w:rsidR="006036B2">
        <w:t xml:space="preserve">, </w:t>
      </w:r>
      <w:r w:rsidRPr="006056B1">
        <w:t xml:space="preserve">pour </w:t>
      </w:r>
      <w:r w:rsidRPr="006056B1">
        <w:rPr>
          <w:i/>
          <w:iCs/>
        </w:rPr>
        <w:t>piger</w:t>
      </w:r>
      <w:r w:rsidRPr="006056B1">
        <w:t xml:space="preserve"> d</w:t>
      </w:r>
      <w:r w:rsidR="006036B2">
        <w:t>’</w:t>
      </w:r>
      <w:r w:rsidRPr="006056B1">
        <w:t xml:space="preserve">un coup la </w:t>
      </w:r>
      <w:r w:rsidRPr="006056B1">
        <w:rPr>
          <w:i/>
          <w:iCs/>
        </w:rPr>
        <w:t>bille</w:t>
      </w:r>
      <w:r w:rsidRPr="006056B1">
        <w:t xml:space="preserve"> du bonhomme</w:t>
      </w:r>
      <w:r w:rsidR="006036B2">
        <w:t xml:space="preserve">, </w:t>
      </w:r>
      <w:r w:rsidRPr="006056B1">
        <w:t>et il s</w:t>
      </w:r>
      <w:r w:rsidR="006036B2">
        <w:t>’</w:t>
      </w:r>
      <w:r w:rsidRPr="006056B1">
        <w:t>était réappliqué</w:t>
      </w:r>
      <w:r w:rsidR="006036B2">
        <w:t xml:space="preserve">, </w:t>
      </w:r>
      <w:r w:rsidRPr="006056B1">
        <w:t>l</w:t>
      </w:r>
      <w:r w:rsidR="006036B2">
        <w:t>’</w:t>
      </w:r>
      <w:r w:rsidRPr="006056B1">
        <w:t>œil riant de sa jolie besogne</w:t>
      </w:r>
      <w:r w:rsidR="006036B2">
        <w:t xml:space="preserve">, </w:t>
      </w:r>
      <w:r w:rsidRPr="006056B1">
        <w:t>à poser vite sur sa toile</w:t>
      </w:r>
      <w:r w:rsidR="006036B2">
        <w:t xml:space="preserve">, </w:t>
      </w:r>
      <w:r w:rsidRPr="006056B1">
        <w:t>toc</w:t>
      </w:r>
      <w:r w:rsidR="006036B2">
        <w:t xml:space="preserve">, </w:t>
      </w:r>
      <w:r w:rsidRPr="006056B1">
        <w:t>toc</w:t>
      </w:r>
      <w:r w:rsidR="006036B2">
        <w:t xml:space="preserve">, </w:t>
      </w:r>
      <w:r w:rsidRPr="006056B1">
        <w:t>toc</w:t>
      </w:r>
      <w:r w:rsidR="006036B2">
        <w:t xml:space="preserve">, </w:t>
      </w:r>
      <w:r w:rsidRPr="006056B1">
        <w:t>les touches légères et claires qui en fa</w:t>
      </w:r>
      <w:r w:rsidRPr="006056B1">
        <w:t>i</w:t>
      </w:r>
      <w:r w:rsidRPr="006056B1">
        <w:t>saient comme une chatoyante mosaïque de papillons</w:t>
      </w:r>
      <w:r w:rsidR="006036B2">
        <w:t>.</w:t>
      </w:r>
    </w:p>
    <w:p w14:paraId="55F78D8A" w14:textId="77777777" w:rsidR="006036B2" w:rsidRDefault="00E85E1B" w:rsidP="00E85E1B">
      <w:r w:rsidRPr="006056B1">
        <w:t>Il était même si peu attentif au discours du malheureux</w:t>
      </w:r>
      <w:r w:rsidR="006036B2">
        <w:t xml:space="preserve">, </w:t>
      </w:r>
      <w:r w:rsidRPr="006056B1">
        <w:t>qu</w:t>
      </w:r>
      <w:r w:rsidR="006036B2">
        <w:t>’</w:t>
      </w:r>
      <w:r w:rsidRPr="006056B1">
        <w:t>à deux reprises il lui avait coupé la parole pour dire à son camarade d</w:t>
      </w:r>
      <w:r w:rsidR="006036B2">
        <w:t>’</w:t>
      </w:r>
      <w:r w:rsidRPr="006056B1">
        <w:t>atelier</w:t>
      </w:r>
      <w:r w:rsidR="006036B2">
        <w:t> :</w:t>
      </w:r>
    </w:p>
    <w:p w14:paraId="693C5B75" w14:textId="77777777" w:rsidR="006036B2" w:rsidRDefault="006036B2" w:rsidP="00E85E1B">
      <w:r>
        <w:t>— </w:t>
      </w:r>
      <w:r w:rsidR="00E85E1B" w:rsidRPr="006056B1">
        <w:t>Regarde donc</w:t>
      </w:r>
      <w:r>
        <w:t xml:space="preserve">, </w:t>
      </w:r>
      <w:proofErr w:type="spellStart"/>
      <w:r w:rsidR="00E85E1B" w:rsidRPr="006056B1">
        <w:t>Pivrat</w:t>
      </w:r>
      <w:proofErr w:type="spellEnd"/>
      <w:r>
        <w:t xml:space="preserve">, </w:t>
      </w:r>
      <w:r w:rsidR="00E85E1B" w:rsidRPr="006056B1">
        <w:t>je crois que ça chante</w:t>
      </w:r>
      <w:r>
        <w:t xml:space="preserve">, </w:t>
      </w:r>
      <w:r w:rsidR="00E85E1B" w:rsidRPr="006056B1">
        <w:t>hein</w:t>
      </w:r>
      <w:r>
        <w:t> ?</w:t>
      </w:r>
    </w:p>
    <w:p w14:paraId="11413518" w14:textId="77777777" w:rsidR="006036B2" w:rsidRDefault="00E85E1B" w:rsidP="00E85E1B">
      <w:r w:rsidRPr="006056B1">
        <w:t xml:space="preserve">À quoi </w:t>
      </w:r>
      <w:proofErr w:type="spellStart"/>
      <w:r w:rsidRPr="006056B1">
        <w:t>Pivrat</w:t>
      </w:r>
      <w:proofErr w:type="spellEnd"/>
      <w:r w:rsidRPr="006056B1">
        <w:t xml:space="preserve"> avait répondu admirativement</w:t>
      </w:r>
      <w:r w:rsidR="006036B2">
        <w:t xml:space="preserve">, </w:t>
      </w:r>
      <w:r w:rsidRPr="006056B1">
        <w:t xml:space="preserve">la première fois par un énergique </w:t>
      </w:r>
      <w:r w:rsidR="006036B2">
        <w:t>« </w:t>
      </w:r>
      <w:r w:rsidRPr="006056B1">
        <w:rPr>
          <w:i/>
          <w:iCs/>
        </w:rPr>
        <w:t>mince</w:t>
      </w:r>
      <w:r w:rsidR="006036B2">
        <w:rPr>
          <w:i/>
          <w:iCs/>
        </w:rPr>
        <w:t xml:space="preserve">, </w:t>
      </w:r>
      <w:r w:rsidRPr="006056B1">
        <w:rPr>
          <w:i/>
          <w:iCs/>
        </w:rPr>
        <w:t>alors</w:t>
      </w:r>
      <w:r w:rsidR="006036B2">
        <w:t> »</w:t>
      </w:r>
      <w:r w:rsidRPr="006056B1">
        <w:t xml:space="preserve"> et la seconde fois en fa</w:t>
      </w:r>
      <w:r w:rsidRPr="006056B1">
        <w:t>i</w:t>
      </w:r>
      <w:r w:rsidRPr="006056B1">
        <w:t>sant claquer sa langue contre son palais et en ajoutant</w:t>
      </w:r>
      <w:r w:rsidR="006036B2">
        <w:t xml:space="preserve">, </w:t>
      </w:r>
      <w:r w:rsidRPr="006056B1">
        <w:t>après avoir ravalé sa salive avec une aspiration de pompe sifflante</w:t>
      </w:r>
      <w:r w:rsidR="006036B2">
        <w:t> :</w:t>
      </w:r>
    </w:p>
    <w:p w14:paraId="17AC9C8D" w14:textId="77777777" w:rsidR="006036B2" w:rsidRDefault="006036B2" w:rsidP="00E85E1B">
      <w:r>
        <w:t>— </w:t>
      </w:r>
      <w:r w:rsidR="00E85E1B" w:rsidRPr="006056B1">
        <w:t>Si ça chante</w:t>
      </w:r>
      <w:r>
        <w:t xml:space="preserve"> ? </w:t>
      </w:r>
      <w:r w:rsidR="00E85E1B" w:rsidRPr="006056B1">
        <w:t>Tu peux dire que ça gueule</w:t>
      </w:r>
      <w:r>
        <w:t xml:space="preserve">, </w:t>
      </w:r>
      <w:r w:rsidR="00E85E1B" w:rsidRPr="006056B1">
        <w:t>mon vieux</w:t>
      </w:r>
      <w:r>
        <w:t xml:space="preserve">. </w:t>
      </w:r>
      <w:r w:rsidR="00E85E1B" w:rsidRPr="006056B1">
        <w:t>Épatant de dissonance</w:t>
      </w:r>
      <w:r>
        <w:t xml:space="preserve"> ! </w:t>
      </w:r>
      <w:r w:rsidR="00E85E1B" w:rsidRPr="006056B1">
        <w:t>D</w:t>
      </w:r>
      <w:r>
        <w:t>’</w:t>
      </w:r>
      <w:r w:rsidR="00E85E1B" w:rsidRPr="006056B1">
        <w:t>une harmonie qui grince</w:t>
      </w:r>
      <w:r>
        <w:t xml:space="preserve"> ! </w:t>
      </w:r>
      <w:r w:rsidR="00E85E1B" w:rsidRPr="006056B1">
        <w:t>Oh</w:t>
      </w:r>
      <w:r>
        <w:t xml:space="preserve"> ! </w:t>
      </w:r>
      <w:r w:rsidR="00E85E1B" w:rsidRPr="006056B1">
        <w:t>ce qu</w:t>
      </w:r>
      <w:r>
        <w:t>’</w:t>
      </w:r>
      <w:r w:rsidR="00E85E1B" w:rsidRPr="006056B1">
        <w:t>elle grince bien</w:t>
      </w:r>
      <w:r>
        <w:t xml:space="preserve">, </w:t>
      </w:r>
      <w:r w:rsidR="00E85E1B" w:rsidRPr="006056B1">
        <w:t>nom de nom</w:t>
      </w:r>
      <w:r>
        <w:t xml:space="preserve"> ! </w:t>
      </w:r>
      <w:proofErr w:type="spellStart"/>
      <w:r w:rsidR="00E85E1B" w:rsidRPr="006056B1">
        <w:t>Bouguéreau</w:t>
      </w:r>
      <w:proofErr w:type="spellEnd"/>
      <w:r w:rsidR="00E85E1B" w:rsidRPr="006056B1">
        <w:t xml:space="preserve"> en pisserait des couteaux à palette</w:t>
      </w:r>
      <w:r>
        <w:t>.</w:t>
      </w:r>
    </w:p>
    <w:p w14:paraId="6A1CD0D6" w14:textId="77777777" w:rsidR="006036B2" w:rsidRDefault="00E85E1B" w:rsidP="00E85E1B">
      <w:r w:rsidRPr="006056B1">
        <w:t>Et tous deux étaient restés un moment en extase</w:t>
      </w:r>
      <w:r w:rsidR="006036B2">
        <w:t xml:space="preserve">, </w:t>
      </w:r>
      <w:r w:rsidRPr="006056B1">
        <w:t>la face i</w:t>
      </w:r>
      <w:r w:rsidRPr="006056B1">
        <w:t>l</w:t>
      </w:r>
      <w:r w:rsidRPr="006056B1">
        <w:t>luminée</w:t>
      </w:r>
      <w:r w:rsidR="006036B2">
        <w:t xml:space="preserve">, </w:t>
      </w:r>
      <w:r w:rsidRPr="006056B1">
        <w:t>devant le tableau de Brédisse</w:t>
      </w:r>
      <w:r w:rsidR="006036B2">
        <w:t xml:space="preserve">, </w:t>
      </w:r>
      <w:r w:rsidRPr="006056B1">
        <w:t>dont les papillons mult</w:t>
      </w:r>
      <w:r w:rsidRPr="006056B1">
        <w:t>i</w:t>
      </w:r>
      <w:r w:rsidRPr="006056B1">
        <w:t>colores leur semblaient palpiter et agoniser dans un tourbillo</w:t>
      </w:r>
      <w:r w:rsidRPr="006056B1">
        <w:t>n</w:t>
      </w:r>
      <w:r w:rsidRPr="006056B1">
        <w:t>nant chahut d</w:t>
      </w:r>
      <w:r w:rsidR="006036B2">
        <w:t>’</w:t>
      </w:r>
      <w:r w:rsidRPr="006056B1">
        <w:t>arc-en-ciel</w:t>
      </w:r>
      <w:r w:rsidR="006036B2">
        <w:t xml:space="preserve">. </w:t>
      </w:r>
      <w:r w:rsidRPr="006056B1">
        <w:t>Puis Brédisse avait recommencé à faire envoler</w:t>
      </w:r>
      <w:r w:rsidR="006036B2">
        <w:t xml:space="preserve">, </w:t>
      </w:r>
      <w:r w:rsidRPr="006056B1">
        <w:t>du bout de sa brosse</w:t>
      </w:r>
      <w:r w:rsidR="006036B2">
        <w:t xml:space="preserve">, </w:t>
      </w:r>
      <w:r w:rsidRPr="006056B1">
        <w:t>de nouveaux papillons</w:t>
      </w:r>
      <w:r w:rsidR="006036B2">
        <w:t xml:space="preserve">, </w:t>
      </w:r>
      <w:r w:rsidRPr="006056B1">
        <w:t>qu</w:t>
      </w:r>
      <w:r w:rsidR="006036B2">
        <w:t>’</w:t>
      </w:r>
      <w:r w:rsidRPr="006056B1">
        <w:t>il posait sur la toile</w:t>
      </w:r>
      <w:r w:rsidR="006036B2">
        <w:t xml:space="preserve">, </w:t>
      </w:r>
      <w:r w:rsidRPr="006056B1">
        <w:t>par touches légères et claires</w:t>
      </w:r>
      <w:r w:rsidR="006036B2">
        <w:t xml:space="preserve">, </w:t>
      </w:r>
      <w:r w:rsidRPr="006056B1">
        <w:t>fiévreusement</w:t>
      </w:r>
      <w:r w:rsidR="006036B2">
        <w:t xml:space="preserve">, </w:t>
      </w:r>
      <w:r w:rsidRPr="006056B1">
        <w:t>nerveusement</w:t>
      </w:r>
      <w:r w:rsidR="006036B2">
        <w:t xml:space="preserve">, </w:t>
      </w:r>
      <w:r w:rsidRPr="006056B1">
        <w:t>vite</w:t>
      </w:r>
      <w:r w:rsidR="006036B2">
        <w:t xml:space="preserve">, </w:t>
      </w:r>
      <w:r w:rsidRPr="006056B1">
        <w:t>toc</w:t>
      </w:r>
      <w:r w:rsidR="006036B2">
        <w:t xml:space="preserve">, </w:t>
      </w:r>
      <w:r w:rsidRPr="006056B1">
        <w:t>toc</w:t>
      </w:r>
      <w:r w:rsidR="006036B2">
        <w:t xml:space="preserve">, </w:t>
      </w:r>
      <w:r w:rsidRPr="006056B1">
        <w:t>toc</w:t>
      </w:r>
      <w:r w:rsidR="006036B2">
        <w:t>.</w:t>
      </w:r>
    </w:p>
    <w:p w14:paraId="70C43867" w14:textId="77777777" w:rsidR="006036B2" w:rsidRDefault="00E85E1B" w:rsidP="00E85E1B">
      <w:r w:rsidRPr="006056B1">
        <w:lastRenderedPageBreak/>
        <w:t>Et cependant le vieillard avait continué d</w:t>
      </w:r>
      <w:r w:rsidR="006036B2">
        <w:t>’</w:t>
      </w:r>
      <w:r w:rsidRPr="006056B1">
        <w:t>une voix lente</w:t>
      </w:r>
      <w:r w:rsidR="006036B2">
        <w:t xml:space="preserve">, </w:t>
      </w:r>
      <w:r w:rsidRPr="006056B1">
        <w:t>dolente</w:t>
      </w:r>
      <w:r w:rsidR="006036B2">
        <w:t xml:space="preserve">, </w:t>
      </w:r>
      <w:r w:rsidRPr="006056B1">
        <w:t xml:space="preserve">somnolente et </w:t>
      </w:r>
      <w:proofErr w:type="spellStart"/>
      <w:r w:rsidRPr="006056B1">
        <w:t>grommelante</w:t>
      </w:r>
      <w:proofErr w:type="spellEnd"/>
      <w:r w:rsidR="006036B2">
        <w:t xml:space="preserve">, </w:t>
      </w:r>
      <w:r w:rsidRPr="006056B1">
        <w:t>sa lamentable requête inécoutée</w:t>
      </w:r>
      <w:r w:rsidR="006036B2">
        <w:t xml:space="preserve">, </w:t>
      </w:r>
      <w:r w:rsidRPr="006056B1">
        <w:t>pauvre oraison marmonnée sans souffle dans sa grande barbe</w:t>
      </w:r>
      <w:r w:rsidR="006036B2">
        <w:t xml:space="preserve">, </w:t>
      </w:r>
      <w:r w:rsidRPr="006056B1">
        <w:t>et comme assourdie</w:t>
      </w:r>
      <w:r w:rsidR="006036B2">
        <w:t xml:space="preserve">, </w:t>
      </w:r>
      <w:r w:rsidRPr="006056B1">
        <w:t>perdue</w:t>
      </w:r>
      <w:r w:rsidR="006036B2">
        <w:t xml:space="preserve">, </w:t>
      </w:r>
      <w:r w:rsidRPr="006056B1">
        <w:t>parmi ces brou</w:t>
      </w:r>
      <w:r w:rsidRPr="006056B1">
        <w:t>s</w:t>
      </w:r>
      <w:r w:rsidRPr="006056B1">
        <w:t>sailles de filasse où la moitié des mots s</w:t>
      </w:r>
      <w:r w:rsidR="006036B2">
        <w:t>’</w:t>
      </w:r>
      <w:r w:rsidRPr="006056B1">
        <w:t>étouffaient</w:t>
      </w:r>
      <w:r w:rsidR="006036B2">
        <w:t>.</w:t>
      </w:r>
    </w:p>
    <w:p w14:paraId="5B583C25" w14:textId="77777777" w:rsidR="006036B2" w:rsidRDefault="00E85E1B" w:rsidP="00E85E1B">
      <w:r w:rsidRPr="006056B1">
        <w:t>Il disait</w:t>
      </w:r>
      <w:r w:rsidR="006036B2">
        <w:t xml:space="preserve">, </w:t>
      </w:r>
      <w:r w:rsidRPr="006056B1">
        <w:t>avec d</w:t>
      </w:r>
      <w:r w:rsidR="006036B2">
        <w:t>’</w:t>
      </w:r>
      <w:r w:rsidRPr="006056B1">
        <w:t>interminables ressassements</w:t>
      </w:r>
      <w:r w:rsidR="006036B2">
        <w:t xml:space="preserve">, </w:t>
      </w:r>
      <w:r w:rsidRPr="006056B1">
        <w:t>avec les gestes en retard d</w:t>
      </w:r>
      <w:r w:rsidR="006036B2">
        <w:t>’</w:t>
      </w:r>
      <w:r w:rsidRPr="006056B1">
        <w:t>un homme assoupi qui se parle à lui-même</w:t>
      </w:r>
      <w:r w:rsidR="006036B2">
        <w:t xml:space="preserve">, </w:t>
      </w:r>
      <w:r w:rsidRPr="006056B1">
        <w:t>et aussi avec l</w:t>
      </w:r>
      <w:r w:rsidR="006036B2">
        <w:t>’</w:t>
      </w:r>
      <w:r w:rsidRPr="006056B1">
        <w:t>intonation triste d</w:t>
      </w:r>
      <w:r w:rsidR="006036B2">
        <w:t>’</w:t>
      </w:r>
      <w:r w:rsidRPr="006056B1">
        <w:t>un qui se sent parler dans le vide</w:t>
      </w:r>
      <w:r w:rsidR="006036B2">
        <w:t xml:space="preserve">, </w:t>
      </w:r>
      <w:r w:rsidRPr="006056B1">
        <w:t>il disait avoir été modèle autrefois</w:t>
      </w:r>
      <w:r w:rsidR="006036B2">
        <w:t xml:space="preserve">, </w:t>
      </w:r>
      <w:r w:rsidRPr="006056B1">
        <w:t>il y a longtemps</w:t>
      </w:r>
      <w:r w:rsidR="006036B2">
        <w:t xml:space="preserve">, </w:t>
      </w:r>
      <w:r w:rsidRPr="006056B1">
        <w:t>quand c</w:t>
      </w:r>
      <w:r w:rsidR="006036B2">
        <w:t>’</w:t>
      </w:r>
      <w:r w:rsidRPr="006056B1">
        <w:t>était le bon temps</w:t>
      </w:r>
      <w:r w:rsidR="006036B2">
        <w:t xml:space="preserve"> ; </w:t>
      </w:r>
      <w:r w:rsidRPr="006056B1">
        <w:t>modèle d</w:t>
      </w:r>
      <w:r w:rsidR="006036B2">
        <w:t>’</w:t>
      </w:r>
      <w:r w:rsidRPr="006056B1">
        <w:t>histoire et de sainteté</w:t>
      </w:r>
      <w:r w:rsidR="006036B2">
        <w:t xml:space="preserve"> ; </w:t>
      </w:r>
      <w:r w:rsidRPr="006056B1">
        <w:t>modèle apprécié des plus célèbres maîtres</w:t>
      </w:r>
      <w:r w:rsidR="006036B2">
        <w:t xml:space="preserve"> ; </w:t>
      </w:r>
      <w:r w:rsidRPr="006056B1">
        <w:t>à preuve qu</w:t>
      </w:r>
      <w:r w:rsidR="006036B2">
        <w:t>’</w:t>
      </w:r>
      <w:r w:rsidRPr="006056B1">
        <w:t>il avait posé c</w:t>
      </w:r>
      <w:r w:rsidRPr="006056B1">
        <w:t>e</w:t>
      </w:r>
      <w:r w:rsidRPr="006056B1">
        <w:t>ci et cela qui était au Luxembourg</w:t>
      </w:r>
      <w:r w:rsidR="006036B2">
        <w:t xml:space="preserve">, </w:t>
      </w:r>
      <w:r w:rsidRPr="006056B1">
        <w:t>paraît-il</w:t>
      </w:r>
      <w:r w:rsidR="006036B2">
        <w:t xml:space="preserve"> ; </w:t>
      </w:r>
      <w:r w:rsidRPr="006056B1">
        <w:t>modèle pour l</w:t>
      </w:r>
      <w:r w:rsidR="006036B2">
        <w:t>’</w:t>
      </w:r>
      <w:r w:rsidRPr="006056B1">
        <w:t>ensemble avant son accident</w:t>
      </w:r>
      <w:r w:rsidR="006036B2">
        <w:t xml:space="preserve"> ; </w:t>
      </w:r>
      <w:r w:rsidRPr="006056B1">
        <w:t>oui</w:t>
      </w:r>
      <w:r w:rsidR="006036B2">
        <w:t xml:space="preserve">, </w:t>
      </w:r>
      <w:r w:rsidRPr="006056B1">
        <w:t>un omnibus qui l</w:t>
      </w:r>
      <w:r w:rsidR="006036B2">
        <w:t>’</w:t>
      </w:r>
      <w:r w:rsidRPr="006056B1">
        <w:t>avait re</w:t>
      </w:r>
      <w:r w:rsidRPr="006056B1">
        <w:t>n</w:t>
      </w:r>
      <w:r w:rsidRPr="006056B1">
        <w:t>versé un soir qu</w:t>
      </w:r>
      <w:r w:rsidR="006036B2">
        <w:t>’</w:t>
      </w:r>
      <w:r w:rsidRPr="006056B1">
        <w:t>il était soûl</w:t>
      </w:r>
      <w:r w:rsidR="006036B2">
        <w:t xml:space="preserve"> (</w:t>
      </w:r>
      <w:r w:rsidRPr="006056B1">
        <w:t>dame</w:t>
      </w:r>
      <w:r w:rsidR="006036B2">
        <w:t xml:space="preserve">, </w:t>
      </w:r>
      <w:r w:rsidRPr="006056B1">
        <w:t>ce n</w:t>
      </w:r>
      <w:r w:rsidR="006036B2">
        <w:t>’</w:t>
      </w:r>
      <w:r w:rsidRPr="006056B1">
        <w:t>est pas un crime de boire un verre</w:t>
      </w:r>
      <w:r w:rsidR="006036B2">
        <w:t xml:space="preserve">, </w:t>
      </w:r>
      <w:r w:rsidRPr="006056B1">
        <w:t>n</w:t>
      </w:r>
      <w:r w:rsidR="006036B2">
        <w:t>’</w:t>
      </w:r>
      <w:r w:rsidRPr="006056B1">
        <w:t>est-ce pas</w:t>
      </w:r>
      <w:r w:rsidR="006036B2">
        <w:t xml:space="preserve"> ?) ; </w:t>
      </w:r>
      <w:r w:rsidRPr="006056B1">
        <w:t>que</w:t>
      </w:r>
      <w:r w:rsidR="006036B2">
        <w:t xml:space="preserve">, </w:t>
      </w:r>
      <w:r w:rsidRPr="006056B1">
        <w:t>tout de même</w:t>
      </w:r>
      <w:r w:rsidR="006036B2">
        <w:t xml:space="preserve">, </w:t>
      </w:r>
      <w:r w:rsidRPr="006056B1">
        <w:t>à cause qu</w:t>
      </w:r>
      <w:r w:rsidR="006036B2">
        <w:t>’</w:t>
      </w:r>
      <w:r w:rsidRPr="006056B1">
        <w:t>il était soûl</w:t>
      </w:r>
      <w:r w:rsidR="006036B2">
        <w:t xml:space="preserve">, </w:t>
      </w:r>
      <w:r w:rsidRPr="006056B1">
        <w:t>il n</w:t>
      </w:r>
      <w:r w:rsidR="006036B2">
        <w:t>’</w:t>
      </w:r>
      <w:r w:rsidRPr="006056B1">
        <w:t>avait pas eu d</w:t>
      </w:r>
      <w:r w:rsidR="006036B2">
        <w:t>’</w:t>
      </w:r>
      <w:r w:rsidRPr="006056B1">
        <w:t>indemnité</w:t>
      </w:r>
      <w:r w:rsidR="006036B2">
        <w:t xml:space="preserve"> ; </w:t>
      </w:r>
      <w:r w:rsidRPr="006056B1">
        <w:t>alors</w:t>
      </w:r>
      <w:r w:rsidR="006036B2">
        <w:t xml:space="preserve">, </w:t>
      </w:r>
      <w:r w:rsidRPr="006056B1">
        <w:t>comme il était resté bosco et la quille droite cassée en deux endroits</w:t>
      </w:r>
      <w:r w:rsidR="006036B2">
        <w:t xml:space="preserve">, </w:t>
      </w:r>
      <w:r w:rsidRPr="006056B1">
        <w:t>bonsoir l</w:t>
      </w:r>
      <w:r w:rsidR="006036B2">
        <w:t>’</w:t>
      </w:r>
      <w:r w:rsidRPr="006056B1">
        <w:t>ensemble</w:t>
      </w:r>
      <w:r w:rsidR="006036B2">
        <w:t xml:space="preserve"> ; </w:t>
      </w:r>
      <w:r w:rsidRPr="006056B1">
        <w:t>mais</w:t>
      </w:r>
      <w:r w:rsidR="006036B2">
        <w:t xml:space="preserve">, </w:t>
      </w:r>
      <w:r w:rsidRPr="006056B1">
        <w:t>pour les têtes d</w:t>
      </w:r>
      <w:r w:rsidR="006036B2">
        <w:t>’</w:t>
      </w:r>
      <w:r w:rsidRPr="006056B1">
        <w:t>expression</w:t>
      </w:r>
      <w:r w:rsidR="006036B2">
        <w:t xml:space="preserve">, </w:t>
      </w:r>
      <w:r w:rsidRPr="006056B1">
        <w:t>qu</w:t>
      </w:r>
      <w:r w:rsidR="006036B2">
        <w:t>’</w:t>
      </w:r>
      <w:r w:rsidRPr="006056B1">
        <w:t>il n</w:t>
      </w:r>
      <w:r w:rsidR="006036B2">
        <w:t>’</w:t>
      </w:r>
      <w:r w:rsidRPr="006056B1">
        <w:t>en cra</w:t>
      </w:r>
      <w:r w:rsidRPr="006056B1">
        <w:t>i</w:t>
      </w:r>
      <w:r w:rsidRPr="006056B1">
        <w:t>gnait pas un</w:t>
      </w:r>
      <w:r w:rsidR="006036B2">
        <w:t xml:space="preserve"> ; </w:t>
      </w:r>
      <w:r w:rsidRPr="006056B1">
        <w:t>ainsi</w:t>
      </w:r>
      <w:r w:rsidR="006036B2">
        <w:t xml:space="preserve">, </w:t>
      </w:r>
      <w:r w:rsidRPr="006056B1">
        <w:t>pour les Saint Jérôme</w:t>
      </w:r>
      <w:r w:rsidR="006036B2">
        <w:t xml:space="preserve">, </w:t>
      </w:r>
      <w:r w:rsidRPr="006056B1">
        <w:t>à lui le pompon</w:t>
      </w:r>
      <w:r w:rsidR="006036B2">
        <w:t> !</w:t>
      </w:r>
    </w:p>
    <w:p w14:paraId="51289159" w14:textId="77777777" w:rsidR="006036B2" w:rsidRDefault="00E85E1B" w:rsidP="00E85E1B">
      <w:r w:rsidRPr="006056B1">
        <w:t>Il entremêlait cela d</w:t>
      </w:r>
      <w:r w:rsidR="006036B2">
        <w:t>’</w:t>
      </w:r>
      <w:r w:rsidRPr="006056B1">
        <w:t>une autre histoire</w:t>
      </w:r>
      <w:r w:rsidR="006036B2">
        <w:t xml:space="preserve">, </w:t>
      </w:r>
      <w:r w:rsidRPr="006056B1">
        <w:t>plus obscure</w:t>
      </w:r>
      <w:r w:rsidR="006036B2">
        <w:t xml:space="preserve"> : </w:t>
      </w:r>
      <w:r w:rsidRPr="006056B1">
        <w:t>comme quoi il avait eu une fille</w:t>
      </w:r>
      <w:r w:rsidR="006036B2">
        <w:t xml:space="preserve">, </w:t>
      </w:r>
      <w:r w:rsidRPr="006056B1">
        <w:t>qui avait mal tourné</w:t>
      </w:r>
      <w:r w:rsidR="006036B2">
        <w:t xml:space="preserve">, </w:t>
      </w:r>
      <w:r w:rsidRPr="006056B1">
        <w:t>et qui néanmoins s</w:t>
      </w:r>
      <w:r w:rsidR="006036B2">
        <w:t>’</w:t>
      </w:r>
      <w:r w:rsidRPr="006056B1">
        <w:t>était bien conduite avec lui</w:t>
      </w:r>
      <w:r w:rsidR="006036B2">
        <w:t xml:space="preserve">, </w:t>
      </w:r>
      <w:r w:rsidRPr="006056B1">
        <w:t>jusqu</w:t>
      </w:r>
      <w:r w:rsidR="006036B2">
        <w:t>’</w:t>
      </w:r>
      <w:r w:rsidRPr="006056B1">
        <w:t>à lui acheter un fonds de marchand de vins</w:t>
      </w:r>
      <w:r w:rsidR="006036B2">
        <w:t xml:space="preserve"> ; </w:t>
      </w:r>
      <w:r w:rsidRPr="006056B1">
        <w:t>mais qu</w:t>
      </w:r>
      <w:r w:rsidR="006036B2">
        <w:t>’</w:t>
      </w:r>
      <w:r w:rsidRPr="006056B1">
        <w:t>il y avait fait de mauvaises affaires</w:t>
      </w:r>
      <w:r w:rsidR="006036B2">
        <w:t xml:space="preserve"> ; </w:t>
      </w:r>
      <w:r w:rsidRPr="006056B1">
        <w:t>et</w:t>
      </w:r>
      <w:r w:rsidR="006036B2">
        <w:t xml:space="preserve">, </w:t>
      </w:r>
      <w:r w:rsidRPr="006056B1">
        <w:t>le pire</w:t>
      </w:r>
      <w:r w:rsidR="006036B2">
        <w:t xml:space="preserve">, </w:t>
      </w:r>
      <w:r w:rsidRPr="006056B1">
        <w:t>c</w:t>
      </w:r>
      <w:r w:rsidR="006036B2">
        <w:t>’</w:t>
      </w:r>
      <w:r w:rsidRPr="006056B1">
        <w:t>est qu</w:t>
      </w:r>
      <w:r w:rsidR="006036B2">
        <w:t>’</w:t>
      </w:r>
      <w:r w:rsidRPr="006056B1">
        <w:t>il avait renoncé à poser pour s</w:t>
      </w:r>
      <w:r w:rsidR="006036B2">
        <w:t>’</w:t>
      </w:r>
      <w:r w:rsidRPr="006056B1">
        <w:t>établir</w:t>
      </w:r>
      <w:r w:rsidR="006036B2">
        <w:t xml:space="preserve"> ; </w:t>
      </w:r>
      <w:r w:rsidRPr="006056B1">
        <w:t>d</w:t>
      </w:r>
      <w:r w:rsidR="006036B2">
        <w:t>’</w:t>
      </w:r>
      <w:r w:rsidRPr="006056B1">
        <w:t>où</w:t>
      </w:r>
      <w:r w:rsidR="006036B2">
        <w:t xml:space="preserve">, </w:t>
      </w:r>
      <w:r w:rsidRPr="006056B1">
        <w:t>perte de sa clientèle quand il s</w:t>
      </w:r>
      <w:r w:rsidR="006036B2">
        <w:t>’</w:t>
      </w:r>
      <w:r w:rsidRPr="006056B1">
        <w:t>était remis à être modèle</w:t>
      </w:r>
      <w:r w:rsidR="006036B2">
        <w:t xml:space="preserve">. </w:t>
      </w:r>
      <w:r w:rsidRPr="006056B1">
        <w:t>Cela</w:t>
      </w:r>
      <w:r w:rsidR="006036B2">
        <w:t xml:space="preserve">, </w:t>
      </w:r>
      <w:r w:rsidRPr="006056B1">
        <w:t>d</w:t>
      </w:r>
      <w:r w:rsidR="006036B2">
        <w:t>’</w:t>
      </w:r>
      <w:r w:rsidRPr="006056B1">
        <w:t>ailleurs</w:t>
      </w:r>
      <w:r w:rsidR="006036B2">
        <w:t xml:space="preserve">, </w:t>
      </w:r>
      <w:r w:rsidRPr="006056B1">
        <w:t>après son accident</w:t>
      </w:r>
      <w:r w:rsidR="006036B2">
        <w:t xml:space="preserve"> ! </w:t>
      </w:r>
      <w:r w:rsidRPr="006056B1">
        <w:t>Ce qui n</w:t>
      </w:r>
      <w:r w:rsidR="006036B2">
        <w:t>’</w:t>
      </w:r>
      <w:r w:rsidRPr="006056B1">
        <w:t>empêchait pas que</w:t>
      </w:r>
      <w:r w:rsidR="006036B2">
        <w:t xml:space="preserve">, </w:t>
      </w:r>
      <w:r w:rsidRPr="006056B1">
        <w:t>pour les Saint Jérôme</w:t>
      </w:r>
      <w:r w:rsidR="006036B2">
        <w:t xml:space="preserve">, </w:t>
      </w:r>
      <w:r w:rsidRPr="006056B1">
        <w:t>par exemple</w:t>
      </w:r>
      <w:r w:rsidR="006036B2">
        <w:t xml:space="preserve">, </w:t>
      </w:r>
      <w:r w:rsidRPr="006056B1">
        <w:t>il leur faisait le poil à tous</w:t>
      </w:r>
      <w:r w:rsidR="006036B2">
        <w:t xml:space="preserve">, </w:t>
      </w:r>
      <w:r w:rsidRPr="006056B1">
        <w:t>ah</w:t>
      </w:r>
      <w:r w:rsidR="006036B2">
        <w:t xml:space="preserve"> ! </w:t>
      </w:r>
      <w:r w:rsidRPr="006056B1">
        <w:t>mais oui</w:t>
      </w:r>
      <w:r w:rsidR="006036B2">
        <w:t> !</w:t>
      </w:r>
    </w:p>
    <w:p w14:paraId="3110D8FF" w14:textId="77777777" w:rsidR="006036B2" w:rsidRDefault="00E85E1B" w:rsidP="00E85E1B">
      <w:r w:rsidRPr="006056B1">
        <w:t>Il disait aussi avoir la tradition</w:t>
      </w:r>
      <w:r w:rsidR="006036B2">
        <w:t xml:space="preserve">, </w:t>
      </w:r>
      <w:r w:rsidRPr="006056B1">
        <w:t>la vraie</w:t>
      </w:r>
      <w:r w:rsidR="006036B2">
        <w:t xml:space="preserve">, </w:t>
      </w:r>
      <w:r w:rsidRPr="006056B1">
        <w:t>celle de l</w:t>
      </w:r>
      <w:r w:rsidR="006036B2">
        <w:t>’</w:t>
      </w:r>
      <w:r w:rsidRPr="006056B1">
        <w:t>École des Beaux-Arts quand c</w:t>
      </w:r>
      <w:r w:rsidR="006036B2">
        <w:t>’</w:t>
      </w:r>
      <w:r w:rsidRPr="006056B1">
        <w:t>était le bon temps</w:t>
      </w:r>
      <w:r w:rsidR="006036B2">
        <w:t xml:space="preserve">, </w:t>
      </w:r>
      <w:r w:rsidRPr="006056B1">
        <w:t xml:space="preserve">comme on pouvait </w:t>
      </w:r>
      <w:r w:rsidRPr="006056B1">
        <w:lastRenderedPageBreak/>
        <w:t>s</w:t>
      </w:r>
      <w:r w:rsidR="006036B2">
        <w:t>’</w:t>
      </w:r>
      <w:r w:rsidRPr="006056B1">
        <w:t>en assurer dans les tableaux des maîtres qui étaient maintenant au Luxembourg</w:t>
      </w:r>
      <w:r w:rsidR="006036B2">
        <w:t xml:space="preserve">, </w:t>
      </w:r>
      <w:r w:rsidRPr="006056B1">
        <w:t>paraît-il</w:t>
      </w:r>
      <w:r w:rsidR="006036B2">
        <w:t xml:space="preserve"> ; </w:t>
      </w:r>
      <w:r w:rsidRPr="006056B1">
        <w:t>et qu</w:t>
      </w:r>
      <w:r w:rsidR="006036B2">
        <w:t>’</w:t>
      </w:r>
      <w:r w:rsidRPr="006056B1">
        <w:t>il avait non seulement la ligne</w:t>
      </w:r>
      <w:r w:rsidR="006036B2">
        <w:t xml:space="preserve">, </w:t>
      </w:r>
      <w:r w:rsidRPr="006056B1">
        <w:t>mais encore la couleur</w:t>
      </w:r>
      <w:r w:rsidR="006036B2">
        <w:t xml:space="preserve">, </w:t>
      </w:r>
      <w:r w:rsidRPr="006056B1">
        <w:t>pour ce qui est de l</w:t>
      </w:r>
      <w:r w:rsidR="006036B2">
        <w:t>’</w:t>
      </w:r>
      <w:r w:rsidRPr="006056B1">
        <w:t>histoire et de la sai</w:t>
      </w:r>
      <w:r w:rsidRPr="006056B1">
        <w:t>n</w:t>
      </w:r>
      <w:r w:rsidRPr="006056B1">
        <w:t>teté</w:t>
      </w:r>
      <w:r w:rsidR="006036B2">
        <w:t xml:space="preserve"> ; </w:t>
      </w:r>
      <w:r w:rsidRPr="006056B1">
        <w:t xml:space="preserve">et que de cela il pouvait se vanter sans </w:t>
      </w:r>
      <w:r w:rsidRPr="006056B1">
        <w:rPr>
          <w:i/>
          <w:iCs/>
        </w:rPr>
        <w:t>avoir l</w:t>
      </w:r>
      <w:r w:rsidR="006036B2">
        <w:rPr>
          <w:i/>
          <w:iCs/>
        </w:rPr>
        <w:t>’</w:t>
      </w:r>
      <w:r w:rsidRPr="006056B1">
        <w:rPr>
          <w:i/>
          <w:iCs/>
        </w:rPr>
        <w:t>air de tâcher moyen de vouloir en faire accroire aux gens</w:t>
      </w:r>
      <w:r w:rsidR="006036B2">
        <w:rPr>
          <w:i/>
          <w:iCs/>
        </w:rPr>
        <w:t xml:space="preserve"> ; </w:t>
      </w:r>
      <w:r w:rsidRPr="006056B1">
        <w:t>car il avait pour lui justement le témoignage des maîtres</w:t>
      </w:r>
      <w:r w:rsidR="006036B2">
        <w:t xml:space="preserve">, </w:t>
      </w:r>
      <w:r w:rsidRPr="006056B1">
        <w:rPr>
          <w:i/>
          <w:iCs/>
        </w:rPr>
        <w:t>dont auxquels</w:t>
      </w:r>
      <w:r w:rsidRPr="006056B1">
        <w:t xml:space="preserve"> il avait entendu répéter plus d</w:t>
      </w:r>
      <w:r w:rsidR="006036B2">
        <w:t>’</w:t>
      </w:r>
      <w:r w:rsidRPr="006056B1">
        <w:t>une fois</w:t>
      </w:r>
      <w:r w:rsidR="006036B2">
        <w:t xml:space="preserve">, </w:t>
      </w:r>
      <w:r w:rsidRPr="006056B1">
        <w:t>pendant qu</w:t>
      </w:r>
      <w:r w:rsidR="006036B2">
        <w:t>’</w:t>
      </w:r>
      <w:r w:rsidRPr="006056B1">
        <w:t>il posait</w:t>
      </w:r>
      <w:r w:rsidR="006036B2">
        <w:t> :</w:t>
      </w:r>
    </w:p>
    <w:p w14:paraId="2A709387" w14:textId="77777777" w:rsidR="006036B2" w:rsidRDefault="006036B2" w:rsidP="00E85E1B">
      <w:r>
        <w:t>— </w:t>
      </w:r>
      <w:r w:rsidR="00E85E1B" w:rsidRPr="006056B1">
        <w:t>Quel ton</w:t>
      </w:r>
      <w:r>
        <w:t xml:space="preserve">, </w:t>
      </w:r>
      <w:r w:rsidR="00E85E1B" w:rsidRPr="006056B1">
        <w:t>hein</w:t>
      </w:r>
      <w:r>
        <w:t xml:space="preserve"> ? </w:t>
      </w:r>
      <w:r w:rsidR="00E85E1B" w:rsidRPr="006056B1">
        <w:t>La vraie nature</w:t>
      </w:r>
      <w:r>
        <w:t xml:space="preserve"> ! </w:t>
      </w:r>
      <w:r w:rsidR="00E85E1B" w:rsidRPr="006056B1">
        <w:t>Du pur jus de bitume</w:t>
      </w:r>
      <w:r>
        <w:t> !</w:t>
      </w:r>
    </w:p>
    <w:p w14:paraId="76191831" w14:textId="77777777" w:rsidR="006036B2" w:rsidRDefault="00E85E1B" w:rsidP="00E85E1B">
      <w:r w:rsidRPr="006056B1">
        <w:t>Et ces maîtres-là n</w:t>
      </w:r>
      <w:r w:rsidR="006036B2">
        <w:t>’</w:t>
      </w:r>
      <w:r w:rsidRPr="006056B1">
        <w:t>étaient pas de la gnognotte</w:t>
      </w:r>
      <w:r w:rsidR="006036B2">
        <w:t xml:space="preserve">, </w:t>
      </w:r>
      <w:r w:rsidRPr="006056B1">
        <w:t>bien sûr</w:t>
      </w:r>
      <w:r w:rsidR="006036B2">
        <w:t xml:space="preserve"> ! </w:t>
      </w:r>
      <w:r w:rsidRPr="006056B1">
        <w:t>Des membres de l</w:t>
      </w:r>
      <w:r w:rsidR="006036B2">
        <w:t>’</w:t>
      </w:r>
      <w:r w:rsidRPr="006056B1">
        <w:t>Institut</w:t>
      </w:r>
      <w:r w:rsidR="006036B2">
        <w:t xml:space="preserve">, </w:t>
      </w:r>
      <w:r w:rsidRPr="006056B1">
        <w:t>qu</w:t>
      </w:r>
      <w:r w:rsidR="006036B2">
        <w:t>’</w:t>
      </w:r>
      <w:r w:rsidRPr="006056B1">
        <w:t>on appelle</w:t>
      </w:r>
      <w:r w:rsidR="006036B2">
        <w:t xml:space="preserve"> ! </w:t>
      </w:r>
      <w:r w:rsidRPr="006056B1">
        <w:t>Des artistes décorés et dont les tableaux sont dans les musées et les églises</w:t>
      </w:r>
      <w:r w:rsidR="006036B2">
        <w:t xml:space="preserve">, </w:t>
      </w:r>
      <w:r w:rsidRPr="006056B1">
        <w:t>et même au Luxembourg</w:t>
      </w:r>
      <w:r w:rsidR="006036B2">
        <w:t xml:space="preserve">, </w:t>
      </w:r>
      <w:r w:rsidRPr="006056B1">
        <w:t>paraît-il</w:t>
      </w:r>
      <w:r w:rsidR="006036B2">
        <w:t xml:space="preserve">. </w:t>
      </w:r>
      <w:r w:rsidRPr="006056B1">
        <w:t>Ainsi</w:t>
      </w:r>
      <w:r w:rsidR="006036B2">
        <w:t> !</w:t>
      </w:r>
    </w:p>
    <w:p w14:paraId="1D1B1D10" w14:textId="77777777" w:rsidR="006036B2" w:rsidRDefault="00E85E1B" w:rsidP="00E85E1B">
      <w:r w:rsidRPr="006056B1">
        <w:t>Il disait encore</w:t>
      </w:r>
      <w:r w:rsidR="006036B2">
        <w:t xml:space="preserve">, </w:t>
      </w:r>
      <w:r w:rsidRPr="006056B1">
        <w:t>pêle-mêle avec ses glorieux souvenirs de jadis</w:t>
      </w:r>
      <w:r w:rsidR="006036B2">
        <w:t xml:space="preserve">, </w:t>
      </w:r>
      <w:r w:rsidRPr="006056B1">
        <w:t>et du même accent monotone et traînard</w:t>
      </w:r>
      <w:r w:rsidR="006036B2">
        <w:t xml:space="preserve">, </w:t>
      </w:r>
      <w:r w:rsidRPr="006056B1">
        <w:t>sans une plainte plus aiguë pouvant accrocher l</w:t>
      </w:r>
      <w:r w:rsidR="006036B2">
        <w:t>’</w:t>
      </w:r>
      <w:r w:rsidRPr="006056B1">
        <w:t>attention par la pitié</w:t>
      </w:r>
      <w:r w:rsidR="006036B2">
        <w:t xml:space="preserve">, </w:t>
      </w:r>
      <w:r w:rsidRPr="006056B1">
        <w:t>il disait être âgé de quatre-vingt-deux ans</w:t>
      </w:r>
      <w:r w:rsidR="006036B2">
        <w:t xml:space="preserve">, </w:t>
      </w:r>
      <w:r w:rsidRPr="006056B1">
        <w:t>et avoir chez lui</w:t>
      </w:r>
      <w:r w:rsidR="006036B2">
        <w:t xml:space="preserve">, </w:t>
      </w:r>
      <w:r w:rsidRPr="006056B1">
        <w:t>dans un m</w:t>
      </w:r>
      <w:r w:rsidRPr="006056B1">
        <w:t>i</w:t>
      </w:r>
      <w:r w:rsidRPr="006056B1">
        <w:t xml:space="preserve">sérable </w:t>
      </w:r>
      <w:proofErr w:type="spellStart"/>
      <w:r w:rsidRPr="006056B1">
        <w:t>garno</w:t>
      </w:r>
      <w:proofErr w:type="spellEnd"/>
      <w:r w:rsidRPr="006056B1">
        <w:t xml:space="preserve"> du quartier des Épinettes</w:t>
      </w:r>
      <w:r w:rsidR="006036B2">
        <w:t xml:space="preserve">, </w:t>
      </w:r>
      <w:r w:rsidRPr="006056B1">
        <w:t>deux petits enfants que la fille de sa fille lui avait laissés en mourant</w:t>
      </w:r>
      <w:r w:rsidR="006036B2">
        <w:t xml:space="preserve">, </w:t>
      </w:r>
      <w:r w:rsidRPr="006056B1">
        <w:t xml:space="preserve">et qui </w:t>
      </w:r>
      <w:proofErr w:type="spellStart"/>
      <w:r w:rsidRPr="006056B1">
        <w:t>chifferto</w:t>
      </w:r>
      <w:r w:rsidRPr="006056B1">
        <w:t>n</w:t>
      </w:r>
      <w:r w:rsidRPr="006056B1">
        <w:t>naient</w:t>
      </w:r>
      <w:proofErr w:type="spellEnd"/>
      <w:r w:rsidRPr="006056B1">
        <w:t xml:space="preserve"> avec une famille de biffins voilà huit jours</w:t>
      </w:r>
      <w:r w:rsidR="006036B2">
        <w:t xml:space="preserve">, </w:t>
      </w:r>
      <w:r w:rsidRPr="006056B1">
        <w:t>et dont l</w:t>
      </w:r>
      <w:r w:rsidR="006036B2">
        <w:t>’</w:t>
      </w:r>
      <w:r w:rsidRPr="006056B1">
        <w:t>un à présent était à court d</w:t>
      </w:r>
      <w:r w:rsidR="006036B2">
        <w:t>’</w:t>
      </w:r>
      <w:r w:rsidRPr="006056B1">
        <w:t>ouvrage et l</w:t>
      </w:r>
      <w:r w:rsidR="006036B2">
        <w:t>’</w:t>
      </w:r>
      <w:r w:rsidRPr="006056B1">
        <w:t>autre malade</w:t>
      </w:r>
      <w:r w:rsidR="006036B2">
        <w:t xml:space="preserve"> ; </w:t>
      </w:r>
      <w:r w:rsidRPr="006056B1">
        <w:t>et il ajoutait que c</w:t>
      </w:r>
      <w:r w:rsidR="006036B2">
        <w:t>’</w:t>
      </w:r>
      <w:r w:rsidRPr="006056B1">
        <w:t>était pour eux surtout qu</w:t>
      </w:r>
      <w:r w:rsidR="006036B2">
        <w:t>’</w:t>
      </w:r>
      <w:r w:rsidRPr="006056B1">
        <w:t>il voulait en retrouver</w:t>
      </w:r>
      <w:r w:rsidR="006036B2">
        <w:t xml:space="preserve">, </w:t>
      </w:r>
      <w:r w:rsidRPr="006056B1">
        <w:t>lui</w:t>
      </w:r>
      <w:r w:rsidR="006036B2">
        <w:t xml:space="preserve">, </w:t>
      </w:r>
      <w:r w:rsidRPr="006056B1">
        <w:t>de l</w:t>
      </w:r>
      <w:r w:rsidR="006036B2">
        <w:t>’</w:t>
      </w:r>
      <w:r w:rsidRPr="006056B1">
        <w:t>ouvrage</w:t>
      </w:r>
      <w:r w:rsidR="006036B2">
        <w:t xml:space="preserve"> ; </w:t>
      </w:r>
      <w:r w:rsidRPr="006056B1">
        <w:t>et qu</w:t>
      </w:r>
      <w:r w:rsidR="006036B2">
        <w:t>’</w:t>
      </w:r>
      <w:r w:rsidRPr="006056B1">
        <w:t>alors il avait pensé à reprendre son métier d</w:t>
      </w:r>
      <w:r w:rsidR="006036B2">
        <w:t>’</w:t>
      </w:r>
      <w:r w:rsidRPr="006056B1">
        <w:t>autrefois</w:t>
      </w:r>
      <w:r w:rsidR="006036B2">
        <w:t xml:space="preserve"> ; </w:t>
      </w:r>
      <w:r w:rsidRPr="006056B1">
        <w:t>et qu</w:t>
      </w:r>
      <w:r w:rsidR="006036B2">
        <w:t>’</w:t>
      </w:r>
      <w:r w:rsidRPr="006056B1">
        <w:t>il ne l</w:t>
      </w:r>
      <w:r w:rsidR="006036B2">
        <w:t>’</w:t>
      </w:r>
      <w:r w:rsidRPr="006056B1">
        <w:t>avait pas oublié</w:t>
      </w:r>
      <w:r w:rsidR="006036B2">
        <w:t xml:space="preserve">, </w:t>
      </w:r>
      <w:r w:rsidRPr="006056B1">
        <w:t>depuis quinze ans e</w:t>
      </w:r>
      <w:r w:rsidRPr="006056B1">
        <w:t>m</w:t>
      </w:r>
      <w:r w:rsidRPr="006056B1">
        <w:t>ployés à faire le mendigot</w:t>
      </w:r>
      <w:r w:rsidR="006036B2">
        <w:t xml:space="preserve"> ; </w:t>
      </w:r>
      <w:r w:rsidRPr="006056B1">
        <w:t>parce que</w:t>
      </w:r>
      <w:r w:rsidR="006036B2">
        <w:t xml:space="preserve">, </w:t>
      </w:r>
      <w:r w:rsidRPr="006056B1">
        <w:t>quand on a eu la trad</w:t>
      </w:r>
      <w:r w:rsidRPr="006056B1">
        <w:t>i</w:t>
      </w:r>
      <w:r w:rsidRPr="006056B1">
        <w:t>tion</w:t>
      </w:r>
      <w:r w:rsidR="006036B2">
        <w:t xml:space="preserve">, </w:t>
      </w:r>
      <w:r w:rsidRPr="006056B1">
        <w:t>la vraie</w:t>
      </w:r>
      <w:r w:rsidR="006036B2">
        <w:t xml:space="preserve">, </w:t>
      </w:r>
      <w:r w:rsidRPr="006056B1">
        <w:t>celle du bon temps</w:t>
      </w:r>
      <w:r w:rsidR="006036B2">
        <w:t xml:space="preserve">, </w:t>
      </w:r>
      <w:r w:rsidRPr="006056B1">
        <w:t>ça ne se perd pas plus que le goût du pain</w:t>
      </w:r>
      <w:r w:rsidR="006036B2">
        <w:t xml:space="preserve"> ; </w:t>
      </w:r>
      <w:r w:rsidRPr="006056B1">
        <w:t>et qu</w:t>
      </w:r>
      <w:r w:rsidR="006036B2">
        <w:t>’</w:t>
      </w:r>
      <w:r w:rsidRPr="006056B1">
        <w:t>au contraire</w:t>
      </w:r>
      <w:r w:rsidR="006036B2">
        <w:t xml:space="preserve">, </w:t>
      </w:r>
      <w:r w:rsidRPr="006056B1">
        <w:t>tant plus il était vieux à c</w:t>
      </w:r>
      <w:r w:rsidR="006036B2">
        <w:t>’</w:t>
      </w:r>
      <w:r w:rsidRPr="006056B1">
        <w:t>t</w:t>
      </w:r>
      <w:r w:rsidR="006036B2">
        <w:t>’</w:t>
      </w:r>
      <w:r w:rsidRPr="006056B1">
        <w:t>heure</w:t>
      </w:r>
      <w:r w:rsidR="006036B2">
        <w:t xml:space="preserve">, </w:t>
      </w:r>
      <w:r w:rsidRPr="006056B1">
        <w:t>tant mieux il avait de quoi pour ce qui est de l</w:t>
      </w:r>
      <w:r w:rsidR="006036B2">
        <w:t>’</w:t>
      </w:r>
      <w:r w:rsidRPr="006056B1">
        <w:t>histoire et de la sainteté</w:t>
      </w:r>
      <w:r w:rsidR="006036B2">
        <w:t xml:space="preserve">, </w:t>
      </w:r>
      <w:r w:rsidRPr="006056B1">
        <w:t>pour un Saint Jérôme</w:t>
      </w:r>
      <w:r w:rsidR="006036B2">
        <w:t xml:space="preserve">, </w:t>
      </w:r>
      <w:r w:rsidRPr="006056B1">
        <w:lastRenderedPageBreak/>
        <w:t>par hasard</w:t>
      </w:r>
      <w:r w:rsidR="006036B2">
        <w:t xml:space="preserve">, </w:t>
      </w:r>
      <w:r w:rsidRPr="006056B1">
        <w:t>un Saint J</w:t>
      </w:r>
      <w:r w:rsidRPr="006056B1">
        <w:t>é</w:t>
      </w:r>
      <w:r w:rsidRPr="006056B1">
        <w:t>rôme dans le ton</w:t>
      </w:r>
      <w:r w:rsidR="006036B2">
        <w:t xml:space="preserve">, </w:t>
      </w:r>
      <w:r w:rsidRPr="006056B1">
        <w:t>ainsi que parlaient les maîtres</w:t>
      </w:r>
      <w:r w:rsidR="006036B2">
        <w:t xml:space="preserve">, </w:t>
      </w:r>
      <w:r w:rsidRPr="006056B1">
        <w:t>un Saint J</w:t>
      </w:r>
      <w:r w:rsidRPr="006056B1">
        <w:t>é</w:t>
      </w:r>
      <w:r w:rsidRPr="006056B1">
        <w:t>rôme nature</w:t>
      </w:r>
      <w:r w:rsidR="006036B2">
        <w:t xml:space="preserve">, </w:t>
      </w:r>
      <w:r w:rsidRPr="006056B1">
        <w:t>pur jus de bitume</w:t>
      </w:r>
      <w:r w:rsidR="006036B2">
        <w:t>.</w:t>
      </w:r>
    </w:p>
    <w:p w14:paraId="3246FCAA" w14:textId="77777777" w:rsidR="006036B2" w:rsidRDefault="00E85E1B" w:rsidP="00E85E1B">
      <w:r w:rsidRPr="006056B1">
        <w:t>Et il disait</w:t>
      </w:r>
      <w:r w:rsidR="006036B2">
        <w:t xml:space="preserve">, </w:t>
      </w:r>
      <w:r w:rsidRPr="006056B1">
        <w:t>toujours en embrouillant sa misère</w:t>
      </w:r>
      <w:r w:rsidR="006036B2">
        <w:t xml:space="preserve">, </w:t>
      </w:r>
      <w:r w:rsidRPr="006056B1">
        <w:t>et sa fille</w:t>
      </w:r>
      <w:r w:rsidR="006036B2">
        <w:t xml:space="preserve">, </w:t>
      </w:r>
      <w:r w:rsidRPr="006056B1">
        <w:t>et son établissement de marchand de vins</w:t>
      </w:r>
      <w:r w:rsidR="006036B2">
        <w:t xml:space="preserve">, </w:t>
      </w:r>
      <w:r w:rsidRPr="006056B1">
        <w:t>et son accident</w:t>
      </w:r>
      <w:r w:rsidR="006036B2">
        <w:t xml:space="preserve">, </w:t>
      </w:r>
      <w:r w:rsidRPr="006056B1">
        <w:t>et ses succès passés</w:t>
      </w:r>
      <w:r w:rsidR="006036B2">
        <w:t xml:space="preserve"> (</w:t>
      </w:r>
      <w:r w:rsidRPr="006056B1">
        <w:t>à preuve le Luxembourg</w:t>
      </w:r>
      <w:r w:rsidR="006036B2">
        <w:t xml:space="preserve">), </w:t>
      </w:r>
      <w:r w:rsidRPr="006056B1">
        <w:t>et toujours du même accent monotone et traînard</w:t>
      </w:r>
      <w:r w:rsidR="006036B2">
        <w:t xml:space="preserve">, </w:t>
      </w:r>
      <w:r w:rsidRPr="006056B1">
        <w:t>sans une plainte plus aiguë po</w:t>
      </w:r>
      <w:r w:rsidRPr="006056B1">
        <w:t>u</w:t>
      </w:r>
      <w:r w:rsidRPr="006056B1">
        <w:t>vant accrocher l</w:t>
      </w:r>
      <w:r w:rsidR="006036B2">
        <w:t>’</w:t>
      </w:r>
      <w:r w:rsidRPr="006056B1">
        <w:t>attention par la pitié</w:t>
      </w:r>
      <w:r w:rsidR="006036B2">
        <w:t xml:space="preserve">, </w:t>
      </w:r>
      <w:r w:rsidRPr="006056B1">
        <w:t xml:space="preserve">toujours de la même </w:t>
      </w:r>
      <w:proofErr w:type="spellStart"/>
      <w:r w:rsidRPr="006056B1">
        <w:t>voix</w:t>
      </w:r>
      <w:proofErr w:type="spellEnd"/>
      <w:r w:rsidRPr="006056B1">
        <w:t xml:space="preserve"> lente</w:t>
      </w:r>
      <w:r w:rsidR="006036B2">
        <w:t xml:space="preserve">, </w:t>
      </w:r>
      <w:r w:rsidRPr="006056B1">
        <w:t>dolente</w:t>
      </w:r>
      <w:r w:rsidR="006036B2">
        <w:t xml:space="preserve">, </w:t>
      </w:r>
      <w:r w:rsidRPr="006056B1">
        <w:t xml:space="preserve">somnolente et </w:t>
      </w:r>
      <w:proofErr w:type="spellStart"/>
      <w:r w:rsidRPr="006056B1">
        <w:t>grommelante</w:t>
      </w:r>
      <w:proofErr w:type="spellEnd"/>
      <w:r w:rsidR="006036B2">
        <w:t xml:space="preserve">, </w:t>
      </w:r>
      <w:r w:rsidRPr="006056B1">
        <w:t>toujours en ma</w:t>
      </w:r>
      <w:r w:rsidRPr="006056B1">
        <w:t>r</w:t>
      </w:r>
      <w:r w:rsidRPr="006056B1">
        <w:t>monnant dans sa grande barbe où la moitié des mots s</w:t>
      </w:r>
      <w:r w:rsidR="006036B2">
        <w:t>’</w:t>
      </w:r>
      <w:r w:rsidRPr="006056B1">
        <w:t>étouffaient parmi ces broussailles de filasse</w:t>
      </w:r>
      <w:r w:rsidR="006036B2">
        <w:t xml:space="preserve">, </w:t>
      </w:r>
      <w:r w:rsidRPr="006056B1">
        <w:t>il disait être en quête depuis le matin</w:t>
      </w:r>
      <w:r w:rsidR="006036B2">
        <w:t xml:space="preserve">, </w:t>
      </w:r>
      <w:r w:rsidRPr="006056B1">
        <w:t>et n</w:t>
      </w:r>
      <w:r w:rsidR="006036B2">
        <w:t>’</w:t>
      </w:r>
      <w:r w:rsidRPr="006056B1">
        <w:t>avoir rien mangé de la journée</w:t>
      </w:r>
      <w:r w:rsidR="006036B2">
        <w:t xml:space="preserve">, </w:t>
      </w:r>
      <w:r w:rsidRPr="006056B1">
        <w:t>et n</w:t>
      </w:r>
      <w:r w:rsidR="006036B2">
        <w:t>’</w:t>
      </w:r>
      <w:r w:rsidRPr="006056B1">
        <w:t>avoir rien mangé la veille non plus</w:t>
      </w:r>
      <w:r w:rsidR="006036B2">
        <w:t xml:space="preserve">, </w:t>
      </w:r>
      <w:r w:rsidRPr="006056B1">
        <w:t>et être entré dans trente</w:t>
      </w:r>
      <w:r w:rsidR="006036B2">
        <w:t xml:space="preserve">, </w:t>
      </w:r>
      <w:r w:rsidRPr="006056B1">
        <w:t>quarante</w:t>
      </w:r>
      <w:r w:rsidR="006036B2">
        <w:t xml:space="preserve">, </w:t>
      </w:r>
      <w:r w:rsidRPr="006056B1">
        <w:t>cinquante ateliers</w:t>
      </w:r>
      <w:r w:rsidR="006036B2">
        <w:t xml:space="preserve">, </w:t>
      </w:r>
      <w:r w:rsidRPr="006056B1">
        <w:t>une ribambelle d</w:t>
      </w:r>
      <w:r w:rsidR="006036B2">
        <w:t>’</w:t>
      </w:r>
      <w:r w:rsidRPr="006056B1">
        <w:t>ateliers</w:t>
      </w:r>
      <w:r w:rsidR="006036B2">
        <w:t xml:space="preserve">, </w:t>
      </w:r>
      <w:r w:rsidRPr="006056B1">
        <w:t>pendant ces deux jours</w:t>
      </w:r>
      <w:r w:rsidR="006036B2">
        <w:t xml:space="preserve">, </w:t>
      </w:r>
      <w:r w:rsidRPr="006056B1">
        <w:t>et que nulle part on n</w:t>
      </w:r>
      <w:r w:rsidR="006036B2">
        <w:t>’</w:t>
      </w:r>
      <w:r w:rsidRPr="006056B1">
        <w:t>avait voulu de lui</w:t>
      </w:r>
      <w:r w:rsidR="006036B2">
        <w:t xml:space="preserve">, </w:t>
      </w:r>
      <w:r w:rsidRPr="006056B1">
        <w:t>ni à Montmartre</w:t>
      </w:r>
      <w:r w:rsidR="006036B2">
        <w:t xml:space="preserve">, </w:t>
      </w:r>
      <w:r w:rsidRPr="006056B1">
        <w:t>ni à Montparnasse</w:t>
      </w:r>
      <w:r w:rsidR="006036B2">
        <w:t xml:space="preserve">, </w:t>
      </w:r>
      <w:r w:rsidRPr="006056B1">
        <w:t>et que</w:t>
      </w:r>
      <w:r w:rsidR="006036B2">
        <w:t xml:space="preserve">, </w:t>
      </w:r>
      <w:r w:rsidRPr="006056B1">
        <w:t>si on le renvoyait mai</w:t>
      </w:r>
      <w:r w:rsidRPr="006056B1">
        <w:t>n</w:t>
      </w:r>
      <w:r w:rsidRPr="006056B1">
        <w:t>tenant d</w:t>
      </w:r>
      <w:r w:rsidR="006036B2">
        <w:t>’</w:t>
      </w:r>
      <w:r w:rsidRPr="006056B1">
        <w:t>ici sans le faire travailler</w:t>
      </w:r>
      <w:r w:rsidR="006036B2">
        <w:t xml:space="preserve">, </w:t>
      </w:r>
      <w:r w:rsidRPr="006056B1">
        <w:t>il était à bout de force et n</w:t>
      </w:r>
      <w:r w:rsidR="006036B2">
        <w:t>’</w:t>
      </w:r>
      <w:r w:rsidRPr="006056B1">
        <w:t>aurait qu</w:t>
      </w:r>
      <w:r w:rsidR="006036B2">
        <w:t>’</w:t>
      </w:r>
      <w:r w:rsidRPr="006056B1">
        <w:t>à crever devant la porte</w:t>
      </w:r>
      <w:r w:rsidR="006036B2">
        <w:t xml:space="preserve">, </w:t>
      </w:r>
      <w:r w:rsidRPr="006056B1">
        <w:t>tandis que ses petits crèv</w:t>
      </w:r>
      <w:r w:rsidRPr="006056B1">
        <w:t>e</w:t>
      </w:r>
      <w:r w:rsidRPr="006056B1">
        <w:t>raient aussi là-bas</w:t>
      </w:r>
      <w:r w:rsidR="006036B2">
        <w:t xml:space="preserve">, </w:t>
      </w:r>
      <w:r w:rsidRPr="006056B1">
        <w:t>eux</w:t>
      </w:r>
      <w:r w:rsidR="006036B2">
        <w:t xml:space="preserve">, </w:t>
      </w:r>
      <w:r w:rsidRPr="006056B1">
        <w:t>les pauvres chérubins</w:t>
      </w:r>
      <w:r w:rsidR="006036B2">
        <w:t>.</w:t>
      </w:r>
    </w:p>
    <w:p w14:paraId="0B5E0276" w14:textId="77777777" w:rsidR="006036B2" w:rsidRDefault="00E85E1B" w:rsidP="00E85E1B">
      <w:r w:rsidRPr="006056B1">
        <w:t>Mais il aurait pu en dire longtemps</w:t>
      </w:r>
      <w:r w:rsidR="006036B2">
        <w:t xml:space="preserve">, </w:t>
      </w:r>
      <w:r w:rsidRPr="006056B1">
        <w:t>et longtemps encore</w:t>
      </w:r>
      <w:r w:rsidR="006036B2">
        <w:t xml:space="preserve"> ! </w:t>
      </w:r>
      <w:r w:rsidRPr="006056B1">
        <w:t>Les deux peintres n</w:t>
      </w:r>
      <w:r w:rsidR="006036B2">
        <w:t>’</w:t>
      </w:r>
      <w:r w:rsidRPr="006056B1">
        <w:t>entendaient rien et ne prenaient même plus garde à sa présence</w:t>
      </w:r>
      <w:r w:rsidR="006036B2">
        <w:t xml:space="preserve">. </w:t>
      </w:r>
      <w:r w:rsidRPr="006056B1">
        <w:t>Brédisse</w:t>
      </w:r>
      <w:r w:rsidR="006036B2">
        <w:t xml:space="preserve">, </w:t>
      </w:r>
      <w:r w:rsidRPr="006056B1">
        <w:t>plus fiévreusement que jamais</w:t>
      </w:r>
      <w:r w:rsidR="006036B2">
        <w:t xml:space="preserve">, </w:t>
      </w:r>
      <w:r w:rsidRPr="006056B1">
        <w:t>faisait neiger sur sa toile</w:t>
      </w:r>
      <w:r w:rsidR="006036B2">
        <w:t xml:space="preserve">, </w:t>
      </w:r>
      <w:r w:rsidRPr="006056B1">
        <w:t>en neige teintée de toutes les nuances du prisme</w:t>
      </w:r>
      <w:r w:rsidR="006036B2">
        <w:t xml:space="preserve">, </w:t>
      </w:r>
      <w:r w:rsidRPr="006056B1">
        <w:t>d</w:t>
      </w:r>
      <w:r w:rsidR="006036B2">
        <w:t>’</w:t>
      </w:r>
      <w:r w:rsidRPr="006056B1">
        <w:t>innombrables papillons multicolores</w:t>
      </w:r>
      <w:r w:rsidR="006036B2">
        <w:t xml:space="preserve">, </w:t>
      </w:r>
      <w:r w:rsidRPr="006056B1">
        <w:t>par touches légères et claires</w:t>
      </w:r>
      <w:r w:rsidR="006036B2">
        <w:t xml:space="preserve">, </w:t>
      </w:r>
      <w:r w:rsidRPr="006056B1">
        <w:t>posées vite</w:t>
      </w:r>
      <w:r w:rsidR="006036B2">
        <w:t xml:space="preserve">, </w:t>
      </w:r>
      <w:r w:rsidRPr="006056B1">
        <w:t>vite</w:t>
      </w:r>
      <w:r w:rsidR="006036B2">
        <w:t xml:space="preserve">, </w:t>
      </w:r>
      <w:r w:rsidRPr="006056B1">
        <w:t>toc</w:t>
      </w:r>
      <w:r w:rsidR="006036B2">
        <w:t xml:space="preserve">, </w:t>
      </w:r>
      <w:r w:rsidRPr="006056B1">
        <w:t>toc</w:t>
      </w:r>
      <w:r w:rsidR="006036B2">
        <w:t xml:space="preserve">, </w:t>
      </w:r>
      <w:r w:rsidRPr="006056B1">
        <w:t>toc</w:t>
      </w:r>
      <w:r w:rsidR="006036B2">
        <w:t xml:space="preserve">. </w:t>
      </w:r>
      <w:r w:rsidRPr="006056B1">
        <w:t xml:space="preserve">Quant à </w:t>
      </w:r>
      <w:proofErr w:type="spellStart"/>
      <w:r w:rsidRPr="006056B1">
        <w:t>Pivrat</w:t>
      </w:r>
      <w:proofErr w:type="spellEnd"/>
      <w:r w:rsidR="006036B2">
        <w:t xml:space="preserve">, </w:t>
      </w:r>
      <w:r w:rsidRPr="006056B1">
        <w:t>il ne revenait point de son extase</w:t>
      </w:r>
      <w:r w:rsidR="006036B2">
        <w:t xml:space="preserve">, </w:t>
      </w:r>
      <w:r w:rsidRPr="006056B1">
        <w:t>s</w:t>
      </w:r>
      <w:r w:rsidR="006036B2">
        <w:t>’</w:t>
      </w:r>
      <w:r w:rsidRPr="006056B1">
        <w:t>y abîmait comme un fakir</w:t>
      </w:r>
      <w:r w:rsidR="006036B2">
        <w:t xml:space="preserve">, </w:t>
      </w:r>
      <w:r w:rsidRPr="006056B1">
        <w:t>contemplait en bavant le gai tableau</w:t>
      </w:r>
      <w:r w:rsidR="006036B2">
        <w:t xml:space="preserve">, </w:t>
      </w:r>
      <w:r w:rsidRPr="006056B1">
        <w:t>pareil à un tourbillonnant chahut d</w:t>
      </w:r>
      <w:r w:rsidR="006036B2">
        <w:t>’</w:t>
      </w:r>
      <w:r w:rsidRPr="006056B1">
        <w:t>arc-en-ciel</w:t>
      </w:r>
      <w:r w:rsidR="006036B2">
        <w:t xml:space="preserve">, </w:t>
      </w:r>
      <w:r w:rsidRPr="006056B1">
        <w:t>et ne reprenait conscience</w:t>
      </w:r>
      <w:r w:rsidR="006036B2">
        <w:t xml:space="preserve">, </w:t>
      </w:r>
      <w:r w:rsidRPr="006056B1">
        <w:t>de temps en temps</w:t>
      </w:r>
      <w:r w:rsidR="006036B2">
        <w:t xml:space="preserve">, </w:t>
      </w:r>
      <w:r w:rsidRPr="006056B1">
        <w:t>que pour ravaler sa salive avec une aspiration de pompe sifflante</w:t>
      </w:r>
      <w:r w:rsidR="006036B2">
        <w:t xml:space="preserve">, </w:t>
      </w:r>
      <w:r w:rsidRPr="006056B1">
        <w:t xml:space="preserve">et pour sourire silencieusement et délicieusement à la pensée de </w:t>
      </w:r>
      <w:proofErr w:type="spellStart"/>
      <w:r w:rsidRPr="006056B1">
        <w:t>Bouguéreau</w:t>
      </w:r>
      <w:proofErr w:type="spellEnd"/>
      <w:r w:rsidRPr="006056B1">
        <w:t xml:space="preserve"> pissant des couteaux à palette</w:t>
      </w:r>
      <w:r w:rsidR="006036B2">
        <w:t>.</w:t>
      </w:r>
    </w:p>
    <w:p w14:paraId="48751F19" w14:textId="77777777" w:rsidR="006036B2" w:rsidRDefault="00E85E1B" w:rsidP="00E85E1B">
      <w:r w:rsidRPr="006056B1">
        <w:lastRenderedPageBreak/>
        <w:t>Brusquement</w:t>
      </w:r>
      <w:r w:rsidR="006036B2">
        <w:t xml:space="preserve">, </w:t>
      </w:r>
      <w:r w:rsidRPr="006056B1">
        <w:t>le vieillard se tut</w:t>
      </w:r>
      <w:r w:rsidR="006036B2">
        <w:t xml:space="preserve">. </w:t>
      </w:r>
      <w:r w:rsidRPr="006056B1">
        <w:t>Ce silence</w:t>
      </w:r>
      <w:r w:rsidR="006036B2">
        <w:t xml:space="preserve">, </w:t>
      </w:r>
      <w:r w:rsidRPr="006056B1">
        <w:t>après ce long ronronnement</w:t>
      </w:r>
      <w:r w:rsidR="006036B2">
        <w:t xml:space="preserve">, </w:t>
      </w:r>
      <w:r w:rsidRPr="006056B1">
        <w:t>réveilla les deux peintres</w:t>
      </w:r>
      <w:r w:rsidR="006036B2">
        <w:t xml:space="preserve">, </w:t>
      </w:r>
      <w:r w:rsidRPr="006056B1">
        <w:t>l</w:t>
      </w:r>
      <w:r w:rsidR="006036B2">
        <w:t>’</w:t>
      </w:r>
      <w:r w:rsidRPr="006056B1">
        <w:t>un de son rêve en a</w:t>
      </w:r>
      <w:r w:rsidRPr="006056B1">
        <w:t>c</w:t>
      </w:r>
      <w:r w:rsidRPr="006056B1">
        <w:t>tion</w:t>
      </w:r>
      <w:r w:rsidR="006036B2">
        <w:t xml:space="preserve">, </w:t>
      </w:r>
      <w:r w:rsidRPr="006056B1">
        <w:t>l</w:t>
      </w:r>
      <w:r w:rsidR="006036B2">
        <w:t>’</w:t>
      </w:r>
      <w:r w:rsidRPr="006056B1">
        <w:t>autre de son hypnotisme</w:t>
      </w:r>
      <w:r w:rsidR="006036B2">
        <w:t xml:space="preserve">. </w:t>
      </w:r>
      <w:r w:rsidRPr="006056B1">
        <w:t>En même temps</w:t>
      </w:r>
      <w:r w:rsidR="006036B2">
        <w:t xml:space="preserve">, </w:t>
      </w:r>
      <w:r w:rsidRPr="006056B1">
        <w:t>les vagues p</w:t>
      </w:r>
      <w:r w:rsidRPr="006056B1">
        <w:t>a</w:t>
      </w:r>
      <w:r w:rsidRPr="006056B1">
        <w:t>roles entendues sans qu</w:t>
      </w:r>
      <w:r w:rsidR="006036B2">
        <w:t>’</w:t>
      </w:r>
      <w:r w:rsidRPr="006056B1">
        <w:t>ils les eussent écoutées</w:t>
      </w:r>
      <w:r w:rsidR="006036B2">
        <w:t xml:space="preserve">, </w:t>
      </w:r>
      <w:r w:rsidRPr="006056B1">
        <w:t>ces paroles que leurs cerveaux avaient perçues et emmagasinées à leur insu</w:t>
      </w:r>
      <w:r w:rsidR="006036B2">
        <w:t xml:space="preserve">, </w:t>
      </w:r>
      <w:r w:rsidRPr="006056B1">
        <w:t>tout à coup ils en comprirent un peu le sens</w:t>
      </w:r>
      <w:r w:rsidR="006036B2">
        <w:t xml:space="preserve">, </w:t>
      </w:r>
      <w:r w:rsidRPr="006056B1">
        <w:t>par quelques la</w:t>
      </w:r>
      <w:r w:rsidRPr="006056B1">
        <w:t>m</w:t>
      </w:r>
      <w:r w:rsidRPr="006056B1">
        <w:t>beaux réapparus à leurs mémoires</w:t>
      </w:r>
      <w:r w:rsidR="006036B2">
        <w:t xml:space="preserve">. </w:t>
      </w:r>
      <w:r w:rsidRPr="006056B1">
        <w:t>Mais</w:t>
      </w:r>
      <w:r w:rsidR="006036B2">
        <w:t xml:space="preserve">, </w:t>
      </w:r>
      <w:r w:rsidRPr="006056B1">
        <w:t>fatalement</w:t>
      </w:r>
      <w:r w:rsidR="006036B2">
        <w:t xml:space="preserve">, </w:t>
      </w:r>
      <w:r w:rsidRPr="006056B1">
        <w:t>ce qui s</w:t>
      </w:r>
      <w:r w:rsidR="006036B2">
        <w:t>’</w:t>
      </w:r>
      <w:r w:rsidRPr="006056B1">
        <w:t>était le mieux imprimé en eux</w:t>
      </w:r>
      <w:r w:rsidR="006036B2">
        <w:t xml:space="preserve">, </w:t>
      </w:r>
      <w:r w:rsidRPr="006056B1">
        <w:t>c</w:t>
      </w:r>
      <w:r w:rsidR="006036B2">
        <w:t>’</w:t>
      </w:r>
      <w:r w:rsidRPr="006056B1">
        <w:t>est ce que le vieillard avait r</w:t>
      </w:r>
      <w:r w:rsidRPr="006056B1">
        <w:t>é</w:t>
      </w:r>
      <w:r w:rsidRPr="006056B1">
        <w:t>pété avec le plus d</w:t>
      </w:r>
      <w:r w:rsidR="006036B2">
        <w:t>’</w:t>
      </w:r>
      <w:r w:rsidRPr="006056B1">
        <w:t>insistance</w:t>
      </w:r>
      <w:r w:rsidR="006036B2">
        <w:t xml:space="preserve"> : </w:t>
      </w:r>
      <w:r w:rsidRPr="006056B1">
        <w:t>la tradition du bon temps</w:t>
      </w:r>
      <w:r w:rsidR="006036B2">
        <w:t xml:space="preserve">, </w:t>
      </w:r>
      <w:r w:rsidRPr="006056B1">
        <w:t>les maîtres d</w:t>
      </w:r>
      <w:r w:rsidR="006036B2">
        <w:t>’</w:t>
      </w:r>
      <w:r w:rsidRPr="006056B1">
        <w:t>autrefois</w:t>
      </w:r>
      <w:r w:rsidR="006036B2">
        <w:t xml:space="preserve">, </w:t>
      </w:r>
      <w:r w:rsidRPr="006056B1">
        <w:t>le Luxembourg</w:t>
      </w:r>
      <w:r w:rsidR="006036B2">
        <w:t xml:space="preserve">, </w:t>
      </w:r>
      <w:r w:rsidRPr="006056B1">
        <w:t>le fameux Saint Jérôme</w:t>
      </w:r>
      <w:r w:rsidR="006036B2">
        <w:t xml:space="preserve">, </w:t>
      </w:r>
      <w:r w:rsidRPr="006056B1">
        <w:t>n</w:t>
      </w:r>
      <w:r w:rsidRPr="006056B1">
        <w:t>a</w:t>
      </w:r>
      <w:r w:rsidRPr="006056B1">
        <w:t>ture</w:t>
      </w:r>
      <w:r w:rsidR="006036B2">
        <w:t xml:space="preserve">, </w:t>
      </w:r>
      <w:r w:rsidRPr="006056B1">
        <w:t>pur jus de bitume</w:t>
      </w:r>
      <w:r w:rsidR="006036B2">
        <w:t>.</w:t>
      </w:r>
    </w:p>
    <w:p w14:paraId="66713DF2" w14:textId="77777777" w:rsidR="006036B2" w:rsidRDefault="00E85E1B" w:rsidP="00E85E1B">
      <w:r w:rsidRPr="006056B1">
        <w:t>Et Brédisse éclata de rire au nez du pauvre homme</w:t>
      </w:r>
      <w:r w:rsidR="006036B2">
        <w:t xml:space="preserve"> ; </w:t>
      </w:r>
      <w:r w:rsidRPr="006056B1">
        <w:t>puis</w:t>
      </w:r>
      <w:r w:rsidR="006036B2">
        <w:t xml:space="preserve">, </w:t>
      </w:r>
      <w:r w:rsidRPr="006056B1">
        <w:t>lui montrant sa palette joyeuse</w:t>
      </w:r>
      <w:r w:rsidR="006036B2">
        <w:t xml:space="preserve">, </w:t>
      </w:r>
      <w:r w:rsidRPr="006056B1">
        <w:t>il s</w:t>
      </w:r>
      <w:r w:rsidR="006036B2">
        <w:t>’</w:t>
      </w:r>
      <w:r w:rsidRPr="006056B1">
        <w:t>écria</w:t>
      </w:r>
      <w:r w:rsidR="006036B2">
        <w:t> :</w:t>
      </w:r>
    </w:p>
    <w:p w14:paraId="52668A1A" w14:textId="77777777" w:rsidR="006036B2" w:rsidRDefault="006036B2" w:rsidP="00E85E1B">
      <w:r>
        <w:t>— </w:t>
      </w:r>
      <w:r w:rsidR="00E85E1B" w:rsidRPr="006056B1">
        <w:t>Mais regarde-moi donc ça</w:t>
      </w:r>
      <w:r>
        <w:t xml:space="preserve">, </w:t>
      </w:r>
      <w:r w:rsidR="00E85E1B" w:rsidRPr="006056B1">
        <w:t>vieux pompier</w:t>
      </w:r>
      <w:r>
        <w:t xml:space="preserve"> ! </w:t>
      </w:r>
      <w:r w:rsidR="00E85E1B" w:rsidRPr="006056B1">
        <w:t>Est-ce que je peins avec du cirage</w:t>
      </w:r>
      <w:r>
        <w:t xml:space="preserve">, </w:t>
      </w:r>
      <w:r w:rsidR="00E85E1B" w:rsidRPr="006056B1">
        <w:t>moi</w:t>
      </w:r>
      <w:r>
        <w:t> ?</w:t>
      </w:r>
    </w:p>
    <w:p w14:paraId="4C527801" w14:textId="77777777" w:rsidR="006036B2" w:rsidRDefault="00E85E1B" w:rsidP="00E85E1B">
      <w:r w:rsidRPr="006056B1">
        <w:t xml:space="preserve">Et </w:t>
      </w:r>
      <w:proofErr w:type="spellStart"/>
      <w:r w:rsidRPr="006056B1">
        <w:t>Pivrat</w:t>
      </w:r>
      <w:proofErr w:type="spellEnd"/>
      <w:r w:rsidR="006036B2">
        <w:t xml:space="preserve">, </w:t>
      </w:r>
      <w:r w:rsidRPr="006056B1">
        <w:t>furieux d</w:t>
      </w:r>
      <w:r w:rsidR="006036B2">
        <w:t>’</w:t>
      </w:r>
      <w:r w:rsidRPr="006056B1">
        <w:t>avoir été arraché à son extase</w:t>
      </w:r>
      <w:r w:rsidR="006036B2">
        <w:t xml:space="preserve">, </w:t>
      </w:r>
      <w:r w:rsidRPr="006056B1">
        <w:t>se mit à hurler</w:t>
      </w:r>
      <w:r w:rsidR="006036B2">
        <w:t> :</w:t>
      </w:r>
    </w:p>
    <w:p w14:paraId="36AC9777" w14:textId="77777777" w:rsidR="006036B2" w:rsidRDefault="006036B2" w:rsidP="00E85E1B">
      <w:r>
        <w:t>— </w:t>
      </w:r>
      <w:r w:rsidR="00E85E1B" w:rsidRPr="006056B1">
        <w:t>Va donc</w:t>
      </w:r>
      <w:r>
        <w:t xml:space="preserve">, </w:t>
      </w:r>
      <w:r w:rsidR="00E85E1B" w:rsidRPr="006056B1">
        <w:t>gueule à Institut</w:t>
      </w:r>
      <w:r>
        <w:t xml:space="preserve">, </w:t>
      </w:r>
      <w:r w:rsidR="00E85E1B" w:rsidRPr="006056B1">
        <w:t>Saint Jérôme à la chique</w:t>
      </w:r>
      <w:r>
        <w:t xml:space="preserve">, </w:t>
      </w:r>
      <w:r w:rsidR="00E85E1B" w:rsidRPr="006056B1">
        <w:t>tête d</w:t>
      </w:r>
      <w:r>
        <w:t>’</w:t>
      </w:r>
      <w:r w:rsidR="00E85E1B" w:rsidRPr="006056B1">
        <w:t>expression</w:t>
      </w:r>
      <w:r>
        <w:t xml:space="preserve">, </w:t>
      </w:r>
      <w:r w:rsidR="00E85E1B" w:rsidRPr="006056B1">
        <w:t>des modèles comme toi</w:t>
      </w:r>
      <w:r>
        <w:t xml:space="preserve">, </w:t>
      </w:r>
      <w:r w:rsidR="00E85E1B" w:rsidRPr="006056B1">
        <w:t>n</w:t>
      </w:r>
      <w:r>
        <w:t>’</w:t>
      </w:r>
      <w:r w:rsidR="00E85E1B" w:rsidRPr="006056B1">
        <w:t>en faut plus</w:t>
      </w:r>
      <w:r>
        <w:t> !</w:t>
      </w:r>
    </w:p>
    <w:p w14:paraId="0421523E" w14:textId="77777777" w:rsidR="006036B2" w:rsidRDefault="00E85E1B" w:rsidP="00E85E1B">
      <w:r w:rsidRPr="006056B1">
        <w:t>Et il ajouta férocement</w:t>
      </w:r>
      <w:r w:rsidR="006036B2">
        <w:t xml:space="preserve">, </w:t>
      </w:r>
      <w:r w:rsidRPr="006056B1">
        <w:t>comme s</w:t>
      </w:r>
      <w:r w:rsidR="006036B2">
        <w:t>’</w:t>
      </w:r>
      <w:r w:rsidRPr="006056B1">
        <w:t xml:space="preserve">il crachait son mépris et sa haine à </w:t>
      </w:r>
      <w:proofErr w:type="spellStart"/>
      <w:r w:rsidRPr="006056B1">
        <w:t>Bouguéreau</w:t>
      </w:r>
      <w:proofErr w:type="spellEnd"/>
      <w:r w:rsidRPr="006056B1">
        <w:t xml:space="preserve"> en personne</w:t>
      </w:r>
      <w:r w:rsidR="006036B2">
        <w:t> :</w:t>
      </w:r>
    </w:p>
    <w:p w14:paraId="3B51DB18" w14:textId="77777777" w:rsidR="006036B2" w:rsidRDefault="006036B2" w:rsidP="00E85E1B">
      <w:r>
        <w:t>— </w:t>
      </w:r>
      <w:proofErr w:type="gramStart"/>
      <w:r w:rsidR="00E85E1B" w:rsidRPr="006056B1">
        <w:t>T</w:t>
      </w:r>
      <w:r>
        <w:t>’</w:t>
      </w:r>
      <w:r w:rsidR="00E85E1B" w:rsidRPr="006056B1">
        <w:t>es</w:t>
      </w:r>
      <w:proofErr w:type="gramEnd"/>
      <w:r w:rsidR="00E85E1B" w:rsidRPr="006056B1">
        <w:t xml:space="preserve"> </w:t>
      </w:r>
      <w:proofErr w:type="gramStart"/>
      <w:r w:rsidR="00E85E1B" w:rsidRPr="006056B1">
        <w:t>plus bon</w:t>
      </w:r>
      <w:proofErr w:type="gramEnd"/>
      <w:r w:rsidR="00E85E1B" w:rsidRPr="006056B1">
        <w:t xml:space="preserve"> qu</w:t>
      </w:r>
      <w:r>
        <w:t>’</w:t>
      </w:r>
      <w:r w:rsidR="00E85E1B" w:rsidRPr="006056B1">
        <w:t>à poser les morts</w:t>
      </w:r>
      <w:r>
        <w:t>.</w:t>
      </w:r>
    </w:p>
    <w:p w14:paraId="48F5B15F" w14:textId="77777777" w:rsidR="006036B2" w:rsidRDefault="00E85E1B" w:rsidP="00E85E1B">
      <w:r w:rsidRPr="006056B1">
        <w:t>Le vieillard leva les bras au ciel</w:t>
      </w:r>
      <w:r w:rsidR="006036B2">
        <w:t xml:space="preserve">, </w:t>
      </w:r>
      <w:r w:rsidRPr="006056B1">
        <w:t>dans un grand geste de d</w:t>
      </w:r>
      <w:r w:rsidRPr="006056B1">
        <w:t>é</w:t>
      </w:r>
      <w:r w:rsidRPr="006056B1">
        <w:t>sespoir</w:t>
      </w:r>
      <w:r w:rsidR="006036B2">
        <w:t xml:space="preserve">. </w:t>
      </w:r>
      <w:r w:rsidRPr="006056B1">
        <w:t>Quelques mots inarticulés essayèrent de se frayer pa</w:t>
      </w:r>
      <w:r w:rsidRPr="006056B1">
        <w:t>s</w:t>
      </w:r>
      <w:r w:rsidRPr="006056B1">
        <w:t>sage à travers les broussailles de sa barbe</w:t>
      </w:r>
      <w:r w:rsidR="006036B2">
        <w:t xml:space="preserve">, </w:t>
      </w:r>
      <w:r w:rsidRPr="006056B1">
        <w:t>dont les flocons de f</w:t>
      </w:r>
      <w:r w:rsidRPr="006056B1">
        <w:t>i</w:t>
      </w:r>
      <w:r w:rsidRPr="006056B1">
        <w:t>lasse tremblotèrent comme de l</w:t>
      </w:r>
      <w:r w:rsidR="006036B2">
        <w:t>’</w:t>
      </w:r>
      <w:r w:rsidRPr="006056B1">
        <w:t>écume sous une haleine</w:t>
      </w:r>
      <w:r w:rsidR="006036B2">
        <w:t xml:space="preserve">. </w:t>
      </w:r>
      <w:r w:rsidRPr="006056B1">
        <w:t>De ses yeux mornes</w:t>
      </w:r>
      <w:r w:rsidR="006036B2">
        <w:t xml:space="preserve">, </w:t>
      </w:r>
      <w:r w:rsidRPr="006056B1">
        <w:t>sur ses joues dont le bitume pâlit et tourna au jaune de vieil ivoire</w:t>
      </w:r>
      <w:r w:rsidR="006036B2">
        <w:t xml:space="preserve">, </w:t>
      </w:r>
      <w:r w:rsidRPr="006056B1">
        <w:t>deux grosses larmes roulèrent</w:t>
      </w:r>
      <w:r w:rsidR="006036B2">
        <w:t xml:space="preserve">. </w:t>
      </w:r>
      <w:r w:rsidRPr="006056B1">
        <w:t>Puis</w:t>
      </w:r>
      <w:r w:rsidR="006036B2">
        <w:t xml:space="preserve">, </w:t>
      </w:r>
      <w:r w:rsidRPr="006056B1">
        <w:t>dans ces mornes yeux</w:t>
      </w:r>
      <w:r w:rsidR="006036B2">
        <w:t xml:space="preserve">, </w:t>
      </w:r>
      <w:r w:rsidRPr="006056B1">
        <w:t>une lueur passa</w:t>
      </w:r>
      <w:r w:rsidR="006036B2">
        <w:t xml:space="preserve">, </w:t>
      </w:r>
      <w:r w:rsidRPr="006056B1">
        <w:t xml:space="preserve">un regard qui </w:t>
      </w:r>
      <w:r w:rsidRPr="006056B1">
        <w:lastRenderedPageBreak/>
        <w:t>voulait parler et exprimer ce que la parole ne pouvait plus dire</w:t>
      </w:r>
      <w:r w:rsidR="006036B2">
        <w:t xml:space="preserve">. </w:t>
      </w:r>
      <w:r w:rsidRPr="006056B1">
        <w:t>Et ce regard disait</w:t>
      </w:r>
      <w:r w:rsidR="006036B2">
        <w:t> :</w:t>
      </w:r>
    </w:p>
    <w:p w14:paraId="32BC3D09" w14:textId="77777777" w:rsidR="006036B2" w:rsidRDefault="006036B2" w:rsidP="00E85E1B">
      <w:r>
        <w:t>— </w:t>
      </w:r>
      <w:r w:rsidR="00E85E1B" w:rsidRPr="006056B1">
        <w:t>Oui</w:t>
      </w:r>
      <w:r>
        <w:t xml:space="preserve">, </w:t>
      </w:r>
      <w:r w:rsidR="00E85E1B" w:rsidRPr="006056B1">
        <w:t>oui</w:t>
      </w:r>
      <w:r>
        <w:t xml:space="preserve">, </w:t>
      </w:r>
      <w:r w:rsidR="00E85E1B" w:rsidRPr="006056B1">
        <w:t>pour gagner encore un morceau de pain à mes petits</w:t>
      </w:r>
      <w:r>
        <w:t xml:space="preserve">, </w:t>
      </w:r>
      <w:r w:rsidR="00E85E1B" w:rsidRPr="006056B1">
        <w:t>oui</w:t>
      </w:r>
      <w:r>
        <w:t xml:space="preserve">, </w:t>
      </w:r>
      <w:r w:rsidR="00E85E1B" w:rsidRPr="006056B1">
        <w:t>poser les morts</w:t>
      </w:r>
      <w:r>
        <w:t xml:space="preserve">, </w:t>
      </w:r>
      <w:r w:rsidR="00E85E1B" w:rsidRPr="006056B1">
        <w:t>je veux bien</w:t>
      </w:r>
      <w:r>
        <w:t>.</w:t>
      </w:r>
    </w:p>
    <w:p w14:paraId="5A982740" w14:textId="77777777" w:rsidR="006036B2" w:rsidRDefault="00E85E1B" w:rsidP="00E85E1B">
      <w:r w:rsidRPr="006056B1">
        <w:t>Et le vieux se laissa choir tout doucement</w:t>
      </w:r>
      <w:r w:rsidR="006036B2">
        <w:t xml:space="preserve">, </w:t>
      </w:r>
      <w:r w:rsidRPr="006056B1">
        <w:t>avec une si grande douceur</w:t>
      </w:r>
      <w:r w:rsidR="006036B2">
        <w:t xml:space="preserve">, </w:t>
      </w:r>
      <w:r w:rsidRPr="006056B1">
        <w:t>presque souriante</w:t>
      </w:r>
      <w:r w:rsidR="006036B2">
        <w:t xml:space="preserve">, </w:t>
      </w:r>
      <w:r w:rsidRPr="006056B1">
        <w:t>que les deux peintres ne comprirent pas à quel tragique dénouement ils assistaient</w:t>
      </w:r>
      <w:r w:rsidR="006036B2">
        <w:t xml:space="preserve">. </w:t>
      </w:r>
      <w:r w:rsidRPr="006056B1">
        <w:t>Ils s</w:t>
      </w:r>
      <w:r w:rsidR="006036B2">
        <w:t>’</w:t>
      </w:r>
      <w:r w:rsidRPr="006056B1">
        <w:t>imaginèrent que le bonhomme se moquait d</w:t>
      </w:r>
      <w:r w:rsidR="006036B2">
        <w:t>’</w:t>
      </w:r>
      <w:r w:rsidRPr="006056B1">
        <w:t>eux</w:t>
      </w:r>
      <w:r w:rsidR="006036B2">
        <w:t>.</w:t>
      </w:r>
    </w:p>
    <w:p w14:paraId="58BD1351" w14:textId="77777777" w:rsidR="006036B2" w:rsidRDefault="006036B2" w:rsidP="00E85E1B">
      <w:r>
        <w:t>— </w:t>
      </w:r>
      <w:r w:rsidR="00E85E1B" w:rsidRPr="006056B1">
        <w:t>Tiens</w:t>
      </w:r>
      <w:r>
        <w:t xml:space="preserve">, </w:t>
      </w:r>
      <w:r w:rsidR="00E85E1B" w:rsidRPr="006056B1">
        <w:t>fit Brédisse</w:t>
      </w:r>
      <w:r>
        <w:t xml:space="preserve">, </w:t>
      </w:r>
      <w:r w:rsidR="00E85E1B" w:rsidRPr="006056B1">
        <w:t>elle est drôle</w:t>
      </w:r>
      <w:r>
        <w:t xml:space="preserve">, </w:t>
      </w:r>
      <w:r w:rsidR="00E85E1B" w:rsidRPr="006056B1">
        <w:t>celle-là</w:t>
      </w:r>
      <w:r>
        <w:t xml:space="preserve"> ! </w:t>
      </w:r>
      <w:r w:rsidR="00E85E1B" w:rsidRPr="006056B1">
        <w:t>Il t</w:t>
      </w:r>
      <w:r>
        <w:t>’</w:t>
      </w:r>
      <w:r w:rsidR="00E85E1B" w:rsidRPr="006056B1">
        <w:t>en colle une bonne</w:t>
      </w:r>
      <w:r>
        <w:t xml:space="preserve">, </w:t>
      </w:r>
      <w:r w:rsidR="00E85E1B" w:rsidRPr="006056B1">
        <w:t>le vieux pénard</w:t>
      </w:r>
      <w:r>
        <w:t xml:space="preserve">. </w:t>
      </w:r>
      <w:r w:rsidR="00E85E1B" w:rsidRPr="006056B1">
        <w:t>V</w:t>
      </w:r>
      <w:r>
        <w:t>’</w:t>
      </w:r>
      <w:r w:rsidR="00E85E1B" w:rsidRPr="006056B1">
        <w:t>là qu</w:t>
      </w:r>
      <w:r>
        <w:t>’</w:t>
      </w:r>
      <w:r w:rsidR="00E85E1B" w:rsidRPr="006056B1">
        <w:t>il prend la pose</w:t>
      </w:r>
      <w:r>
        <w:t>.</w:t>
      </w:r>
    </w:p>
    <w:p w14:paraId="1A02CD11" w14:textId="77777777" w:rsidR="006036B2" w:rsidRDefault="006036B2" w:rsidP="00E85E1B">
      <w:r>
        <w:t>— </w:t>
      </w:r>
      <w:r w:rsidR="00E85E1B" w:rsidRPr="006056B1">
        <w:t>C</w:t>
      </w:r>
      <w:r>
        <w:t>’</w:t>
      </w:r>
      <w:r w:rsidR="00E85E1B" w:rsidRPr="006056B1">
        <w:t>est</w:t>
      </w:r>
      <w:r>
        <w:t xml:space="preserve">, </w:t>
      </w:r>
      <w:r w:rsidR="00E85E1B" w:rsidRPr="006056B1">
        <w:t>ma foi</w:t>
      </w:r>
      <w:r>
        <w:t xml:space="preserve">, </w:t>
      </w:r>
      <w:r w:rsidR="00E85E1B" w:rsidRPr="006056B1">
        <w:t>vrai</w:t>
      </w:r>
      <w:r>
        <w:t xml:space="preserve">, </w:t>
      </w:r>
      <w:r w:rsidR="00E85E1B" w:rsidRPr="006056B1">
        <w:t xml:space="preserve">répondit </w:t>
      </w:r>
      <w:proofErr w:type="spellStart"/>
      <w:r w:rsidR="00E85E1B" w:rsidRPr="006056B1">
        <w:t>Pivrat</w:t>
      </w:r>
      <w:proofErr w:type="spellEnd"/>
      <w:r>
        <w:t xml:space="preserve"> : </w:t>
      </w:r>
      <w:r w:rsidR="00E85E1B" w:rsidRPr="006056B1">
        <w:t>et la pose classique</w:t>
      </w:r>
      <w:r>
        <w:t xml:space="preserve">, </w:t>
      </w:r>
      <w:r w:rsidR="00E85E1B" w:rsidRPr="006056B1">
        <w:t>qui plus est</w:t>
      </w:r>
      <w:r>
        <w:t xml:space="preserve"> ! </w:t>
      </w:r>
      <w:r w:rsidR="00E85E1B" w:rsidRPr="006056B1">
        <w:t>Ah</w:t>
      </w:r>
      <w:r>
        <w:t xml:space="preserve"> ! </w:t>
      </w:r>
      <w:r w:rsidR="00E85E1B" w:rsidRPr="006056B1">
        <w:t>mais non</w:t>
      </w:r>
      <w:r>
        <w:t xml:space="preserve"> ; </w:t>
      </w:r>
      <w:r w:rsidR="00E85E1B" w:rsidRPr="006056B1">
        <w:t>pas de ça</w:t>
      </w:r>
      <w:r>
        <w:t xml:space="preserve">, </w:t>
      </w:r>
      <w:r w:rsidR="00E85E1B" w:rsidRPr="006056B1">
        <w:t>Lisette</w:t>
      </w:r>
      <w:r>
        <w:t xml:space="preserve"> ! </w:t>
      </w:r>
      <w:r w:rsidR="00E85E1B" w:rsidRPr="006056B1">
        <w:t>C</w:t>
      </w:r>
      <w:r>
        <w:t>’</w:t>
      </w:r>
      <w:r w:rsidR="00E85E1B" w:rsidRPr="006056B1">
        <w:t>est vieux jeu</w:t>
      </w:r>
      <w:r>
        <w:t>.</w:t>
      </w:r>
    </w:p>
    <w:p w14:paraId="250B5F88" w14:textId="77777777" w:rsidR="006036B2" w:rsidRDefault="00E85E1B" w:rsidP="00E85E1B">
      <w:r w:rsidRPr="006056B1">
        <w:t>Et</w:t>
      </w:r>
      <w:r w:rsidR="006036B2">
        <w:t xml:space="preserve">, </w:t>
      </w:r>
      <w:r w:rsidRPr="006056B1">
        <w:t>se prêtant à la farce que lui faisait</w:t>
      </w:r>
      <w:r w:rsidR="006036B2">
        <w:t xml:space="preserve">, </w:t>
      </w:r>
      <w:r w:rsidRPr="006056B1">
        <w:t>croyait-il</w:t>
      </w:r>
      <w:r w:rsidR="006036B2">
        <w:t xml:space="preserve">, </w:t>
      </w:r>
      <w:r w:rsidRPr="006056B1">
        <w:t>le modèle</w:t>
      </w:r>
      <w:r w:rsidR="006036B2">
        <w:t xml:space="preserve">, </w:t>
      </w:r>
      <w:r w:rsidRPr="006056B1">
        <w:t>il vint gaiement pousser du pied</w:t>
      </w:r>
      <w:r w:rsidR="006036B2">
        <w:t xml:space="preserve">, </w:t>
      </w:r>
      <w:r w:rsidRPr="006056B1">
        <w:t>pour la ramener en avant</w:t>
      </w:r>
      <w:r w:rsidR="006036B2">
        <w:t xml:space="preserve">, </w:t>
      </w:r>
      <w:r w:rsidRPr="006056B1">
        <w:t>la tête qui s</w:t>
      </w:r>
      <w:r w:rsidR="006036B2">
        <w:t>’</w:t>
      </w:r>
      <w:r w:rsidRPr="006056B1">
        <w:t>était renversée en arrière</w:t>
      </w:r>
      <w:r w:rsidR="006036B2">
        <w:t xml:space="preserve">, </w:t>
      </w:r>
      <w:r w:rsidRPr="006056B1">
        <w:t>et dont la bouche grande ouverte faisait gouffre dans les broussailles de la barbe</w:t>
      </w:r>
      <w:r w:rsidR="006036B2">
        <w:t>.</w:t>
      </w:r>
    </w:p>
    <w:p w14:paraId="3B5E0939" w14:textId="77777777" w:rsidR="006036B2" w:rsidRDefault="00E85E1B" w:rsidP="00E85E1B">
      <w:r w:rsidRPr="006056B1">
        <w:t>Il s</w:t>
      </w:r>
      <w:r w:rsidR="006036B2">
        <w:t>’</w:t>
      </w:r>
      <w:r w:rsidRPr="006056B1">
        <w:t>aperçut seulement alors que</w:t>
      </w:r>
      <w:r w:rsidR="006036B2">
        <w:t xml:space="preserve">, </w:t>
      </w:r>
      <w:r w:rsidRPr="006056B1">
        <w:t xml:space="preserve">si le pauvre homme était un mort </w:t>
      </w:r>
      <w:r w:rsidRPr="006056B1">
        <w:rPr>
          <w:i/>
          <w:iCs/>
        </w:rPr>
        <w:t>vieux jeu</w:t>
      </w:r>
      <w:r w:rsidR="006036B2">
        <w:rPr>
          <w:i/>
          <w:iCs/>
        </w:rPr>
        <w:t xml:space="preserve">, </w:t>
      </w:r>
      <w:r w:rsidRPr="006056B1">
        <w:t>il était mort tout de même</w:t>
      </w:r>
      <w:r w:rsidR="006036B2">
        <w:t>.</w:t>
      </w:r>
    </w:p>
    <w:p w14:paraId="1DC07E86" w14:textId="405C98C8" w:rsidR="00E85E1B" w:rsidRPr="006056B1" w:rsidRDefault="00E85E1B" w:rsidP="006036B2">
      <w:pPr>
        <w:pStyle w:val="Titre1"/>
        <w:rPr>
          <w:rFonts w:eastAsia="Batang"/>
        </w:rPr>
      </w:pPr>
      <w:bookmarkStart w:id="18" w:name="_Toc194853052"/>
      <w:proofErr w:type="spellStart"/>
      <w:r w:rsidRPr="006056B1">
        <w:rPr>
          <w:rFonts w:eastAsia="Batang"/>
        </w:rPr>
        <w:lastRenderedPageBreak/>
        <w:t>CH</w:t>
      </w:r>
      <w:r w:rsidR="006036B2">
        <w:rPr>
          <w:rFonts w:eastAsia="Batang"/>
        </w:rPr>
        <w:t>’</w:t>
      </w:r>
      <w:r w:rsidRPr="006056B1">
        <w:rPr>
          <w:rFonts w:eastAsia="Batang"/>
        </w:rPr>
        <w:t>TIOTE</w:t>
      </w:r>
      <w:bookmarkEnd w:id="18"/>
      <w:proofErr w:type="spellEnd"/>
    </w:p>
    <w:p w14:paraId="5C237C18" w14:textId="77777777" w:rsidR="006036B2" w:rsidRDefault="00E85E1B" w:rsidP="00E85E1B">
      <w:r w:rsidRPr="006056B1">
        <w:t>Cela ne m</w:t>
      </w:r>
      <w:r w:rsidR="006036B2">
        <w:t>’</w:t>
      </w:r>
      <w:r w:rsidRPr="006056B1">
        <w:t>amusait guère</w:t>
      </w:r>
      <w:r w:rsidR="006036B2">
        <w:t xml:space="preserve">, </w:t>
      </w:r>
      <w:r w:rsidRPr="006056B1">
        <w:t>de visiter cet asile de vieillards infirmes</w:t>
      </w:r>
      <w:r w:rsidR="006036B2">
        <w:t xml:space="preserve">, </w:t>
      </w:r>
      <w:r w:rsidRPr="006056B1">
        <w:t>obligé que j</w:t>
      </w:r>
      <w:r w:rsidR="006036B2">
        <w:t>’</w:t>
      </w:r>
      <w:r w:rsidRPr="006056B1">
        <w:t>étais d</w:t>
      </w:r>
      <w:r w:rsidR="006036B2">
        <w:t>’</w:t>
      </w:r>
      <w:r w:rsidRPr="006056B1">
        <w:t>en passer comme l</w:t>
      </w:r>
      <w:r w:rsidR="006036B2">
        <w:t>’</w:t>
      </w:r>
      <w:r w:rsidRPr="006056B1">
        <w:t>inspection off</w:t>
      </w:r>
      <w:r w:rsidRPr="006056B1">
        <w:t>i</w:t>
      </w:r>
      <w:r w:rsidRPr="006056B1">
        <w:t>cielle</w:t>
      </w:r>
      <w:r w:rsidR="006036B2">
        <w:t xml:space="preserve">, </w:t>
      </w:r>
      <w:r w:rsidRPr="006056B1">
        <w:t>à la remorque d</w:t>
      </w:r>
      <w:r w:rsidR="006036B2">
        <w:t>’</w:t>
      </w:r>
      <w:r w:rsidRPr="006056B1">
        <w:t>un administrateur verbeux et statisticien</w:t>
      </w:r>
      <w:r w:rsidR="006036B2">
        <w:t xml:space="preserve">. </w:t>
      </w:r>
      <w:r w:rsidRPr="006056B1">
        <w:t>Mais quoi</w:t>
      </w:r>
      <w:r w:rsidR="006036B2">
        <w:t xml:space="preserve"> ? </w:t>
      </w:r>
      <w:r w:rsidRPr="006056B1">
        <w:t>Le petit-fils de la fondatrice nous accompagnait</w:t>
      </w:r>
      <w:r w:rsidR="006036B2">
        <w:t xml:space="preserve">, </w:t>
      </w:r>
      <w:r w:rsidRPr="006056B1">
        <w:t>o</w:t>
      </w:r>
      <w:r w:rsidRPr="006056B1">
        <w:t>s</w:t>
      </w:r>
      <w:r w:rsidRPr="006056B1">
        <w:t>tensiblement flatté de cette minutieuse exhibition</w:t>
      </w:r>
      <w:r w:rsidR="006036B2">
        <w:t xml:space="preserve">. </w:t>
      </w:r>
      <w:r w:rsidRPr="006056B1">
        <w:t>Un homme si charmant</w:t>
      </w:r>
      <w:r w:rsidR="006036B2">
        <w:t xml:space="preserve">, </w:t>
      </w:r>
      <w:r w:rsidRPr="006056B1">
        <w:t>propriétaire d</w:t>
      </w:r>
      <w:r w:rsidR="006036B2">
        <w:t>’</w:t>
      </w:r>
      <w:r w:rsidRPr="006056B1">
        <w:t>une si belle forêt où il m</w:t>
      </w:r>
      <w:r w:rsidR="006036B2">
        <w:t>’</w:t>
      </w:r>
      <w:r w:rsidRPr="006056B1">
        <w:t>avait permis de chasser</w:t>
      </w:r>
      <w:r w:rsidR="006036B2">
        <w:t xml:space="preserve"> ! </w:t>
      </w:r>
      <w:r w:rsidRPr="006056B1">
        <w:t>Comment ne pas avoir l</w:t>
      </w:r>
      <w:r w:rsidR="006036B2">
        <w:t>’</w:t>
      </w:r>
      <w:r w:rsidRPr="006056B1">
        <w:t>air de m</w:t>
      </w:r>
      <w:r w:rsidR="006036B2">
        <w:t>’</w:t>
      </w:r>
      <w:r w:rsidRPr="006056B1">
        <w:t>intéresser à l</w:t>
      </w:r>
      <w:r w:rsidR="006036B2">
        <w:t>’</w:t>
      </w:r>
      <w:r w:rsidRPr="006056B1">
        <w:t>œuvre philanthropique de son aïeule</w:t>
      </w:r>
      <w:r w:rsidR="006036B2">
        <w:t xml:space="preserve"> ? </w:t>
      </w:r>
      <w:r w:rsidRPr="006056B1">
        <w:t>C</w:t>
      </w:r>
      <w:r w:rsidR="006036B2">
        <w:t>’</w:t>
      </w:r>
      <w:r w:rsidRPr="006056B1">
        <w:t>est donc le sourire aux lèvres que je subissais les interminables conférences de l</w:t>
      </w:r>
      <w:r w:rsidR="006036B2">
        <w:t>’</w:t>
      </w:r>
      <w:r w:rsidRPr="006056B1">
        <w:t>administrateur</w:t>
      </w:r>
      <w:r w:rsidR="006036B2">
        <w:t xml:space="preserve">, </w:t>
      </w:r>
      <w:r w:rsidRPr="006056B1">
        <w:t>en les ponctuant par-ci par-là</w:t>
      </w:r>
      <w:r w:rsidR="006036B2">
        <w:t xml:space="preserve">, </w:t>
      </w:r>
      <w:r w:rsidRPr="006056B1">
        <w:t>le plus à propos que je pouvais</w:t>
      </w:r>
      <w:r w:rsidR="006036B2">
        <w:t xml:space="preserve">, </w:t>
      </w:r>
      <w:r w:rsidRPr="006056B1">
        <w:t>d</w:t>
      </w:r>
      <w:r w:rsidR="006036B2">
        <w:t>’</w:t>
      </w:r>
      <w:r w:rsidRPr="006056B1">
        <w:t>un</w:t>
      </w:r>
      <w:r w:rsidR="006036B2">
        <w:t> :</w:t>
      </w:r>
    </w:p>
    <w:p w14:paraId="744F8D7E" w14:textId="77777777" w:rsidR="006036B2" w:rsidRDefault="006036B2" w:rsidP="00E85E1B">
      <w:r>
        <w:t>— </w:t>
      </w:r>
      <w:r w:rsidR="00E85E1B" w:rsidRPr="006056B1">
        <w:t>Ah</w:t>
      </w:r>
      <w:r>
        <w:t xml:space="preserve"> ! </w:t>
      </w:r>
      <w:r w:rsidR="00E85E1B" w:rsidRPr="006056B1">
        <w:t>vraiment</w:t>
      </w:r>
      <w:r>
        <w:t xml:space="preserve"> !… </w:t>
      </w:r>
      <w:r w:rsidR="00E85E1B" w:rsidRPr="006056B1">
        <w:t>Très</w:t>
      </w:r>
      <w:r>
        <w:t xml:space="preserve">, </w:t>
      </w:r>
      <w:r w:rsidR="00E85E1B" w:rsidRPr="006056B1">
        <w:t>très curieux</w:t>
      </w:r>
      <w:r>
        <w:t xml:space="preserve">, </w:t>
      </w:r>
      <w:r w:rsidR="00E85E1B" w:rsidRPr="006056B1">
        <w:t>en effet</w:t>
      </w:r>
      <w:r>
        <w:t xml:space="preserve"> !… </w:t>
      </w:r>
      <w:r w:rsidR="00E85E1B" w:rsidRPr="006056B1">
        <w:t>Je n</w:t>
      </w:r>
      <w:r>
        <w:t>’</w:t>
      </w:r>
      <w:r w:rsidR="00E85E1B" w:rsidRPr="006056B1">
        <w:t>aurais jamais cru</w:t>
      </w:r>
      <w:r>
        <w:t> !…</w:t>
      </w:r>
    </w:p>
    <w:p w14:paraId="6E186477" w14:textId="77777777" w:rsidR="006036B2" w:rsidRDefault="00E85E1B" w:rsidP="00E85E1B">
      <w:r w:rsidRPr="006056B1">
        <w:t>J</w:t>
      </w:r>
      <w:r w:rsidR="006036B2">
        <w:t>’</w:t>
      </w:r>
      <w:r w:rsidRPr="006056B1">
        <w:t>ignorais absolument</w:t>
      </w:r>
      <w:r w:rsidR="006036B2">
        <w:t xml:space="preserve">, </w:t>
      </w:r>
      <w:r w:rsidRPr="006056B1">
        <w:t>d</w:t>
      </w:r>
      <w:r w:rsidR="006036B2">
        <w:t>’</w:t>
      </w:r>
      <w:r w:rsidRPr="006056B1">
        <w:t>ailleurs</w:t>
      </w:r>
      <w:r w:rsidR="006036B2">
        <w:t xml:space="preserve">, </w:t>
      </w:r>
      <w:r w:rsidRPr="006056B1">
        <w:t>à quoi je répondais de la sorte</w:t>
      </w:r>
      <w:r w:rsidR="006036B2">
        <w:t xml:space="preserve"> ; </w:t>
      </w:r>
      <w:r w:rsidRPr="006056B1">
        <w:t>car ma pensée somnolait</w:t>
      </w:r>
      <w:r w:rsidR="006036B2">
        <w:t xml:space="preserve">, </w:t>
      </w:r>
      <w:r w:rsidRPr="006056B1">
        <w:t>tout engourdie</w:t>
      </w:r>
      <w:r w:rsidR="006036B2">
        <w:t xml:space="preserve">, </w:t>
      </w:r>
      <w:r w:rsidRPr="006056B1">
        <w:t>au ronronn</w:t>
      </w:r>
      <w:r w:rsidRPr="006056B1">
        <w:t>e</w:t>
      </w:r>
      <w:r w:rsidRPr="006056B1">
        <w:t>ment de notre loquace cicérone</w:t>
      </w:r>
      <w:r w:rsidR="006036B2">
        <w:t xml:space="preserve">. </w:t>
      </w:r>
      <w:r w:rsidRPr="006056B1">
        <w:t>J</w:t>
      </w:r>
      <w:r w:rsidR="006036B2">
        <w:t>’</w:t>
      </w:r>
      <w:r w:rsidRPr="006056B1">
        <w:t>avais seulement conscience</w:t>
      </w:r>
      <w:r w:rsidR="006036B2">
        <w:t xml:space="preserve"> (</w:t>
      </w:r>
      <w:r w:rsidRPr="006056B1">
        <w:t>et encore bien vague</w:t>
      </w:r>
      <w:r w:rsidR="006036B2">
        <w:t xml:space="preserve">) </w:t>
      </w:r>
      <w:r w:rsidRPr="006056B1">
        <w:t>que sans doute êtres et choses m</w:t>
      </w:r>
      <w:r w:rsidR="006036B2">
        <w:t>’</w:t>
      </w:r>
      <w:r w:rsidRPr="006056B1">
        <w:t>eussent paru dignes d</w:t>
      </w:r>
      <w:r w:rsidR="006036B2">
        <w:t>’</w:t>
      </w:r>
      <w:r w:rsidRPr="006056B1">
        <w:t>attention si je m</w:t>
      </w:r>
      <w:r w:rsidR="006036B2">
        <w:t>’</w:t>
      </w:r>
      <w:r w:rsidRPr="006056B1">
        <w:t>étais trouvé là seul et en flâneur</w:t>
      </w:r>
      <w:r w:rsidR="006036B2">
        <w:t>.</w:t>
      </w:r>
    </w:p>
    <w:p w14:paraId="17C3FAD4" w14:textId="77777777" w:rsidR="006036B2" w:rsidRDefault="00E85E1B" w:rsidP="00E85E1B">
      <w:r w:rsidRPr="006056B1">
        <w:t>Par exemple</w:t>
      </w:r>
      <w:r w:rsidR="006036B2">
        <w:t xml:space="preserve">, </w:t>
      </w:r>
      <w:r w:rsidRPr="006056B1">
        <w:t>dans ce cas</w:t>
      </w:r>
      <w:r w:rsidR="006036B2">
        <w:t xml:space="preserve">, </w:t>
      </w:r>
      <w:r w:rsidRPr="006056B1">
        <w:t>je n</w:t>
      </w:r>
      <w:r w:rsidR="006036B2">
        <w:t>’</w:t>
      </w:r>
      <w:r w:rsidRPr="006056B1">
        <w:t>eusse pas manqué de d</w:t>
      </w:r>
      <w:r w:rsidRPr="006056B1">
        <w:t>e</w:t>
      </w:r>
      <w:r w:rsidRPr="006056B1">
        <w:t>mander</w:t>
      </w:r>
      <w:r w:rsidR="006036B2">
        <w:t xml:space="preserve">, </w:t>
      </w:r>
      <w:r w:rsidRPr="006056B1">
        <w:t>et depuis longtemps</w:t>
      </w:r>
      <w:r w:rsidR="006036B2">
        <w:t> :</w:t>
      </w:r>
    </w:p>
    <w:p w14:paraId="76D583E9" w14:textId="77777777" w:rsidR="006036B2" w:rsidRDefault="006036B2" w:rsidP="00E85E1B">
      <w:r>
        <w:t>— </w:t>
      </w:r>
      <w:r w:rsidR="00E85E1B" w:rsidRPr="006056B1">
        <w:t>Mais enfin qui est-ce</w:t>
      </w:r>
      <w:r>
        <w:t xml:space="preserve">, </w:t>
      </w:r>
      <w:r w:rsidR="00E85E1B" w:rsidRPr="006056B1">
        <w:t xml:space="preserve">cette </w:t>
      </w:r>
      <w:proofErr w:type="spellStart"/>
      <w:r w:rsidR="00E85E1B" w:rsidRPr="006056B1">
        <w:t>Ch</w:t>
      </w:r>
      <w:r>
        <w:t>’</w:t>
      </w:r>
      <w:r w:rsidR="00E85E1B" w:rsidRPr="006056B1">
        <w:t>tiote</w:t>
      </w:r>
      <w:proofErr w:type="spellEnd"/>
      <w:r w:rsidR="00E85E1B" w:rsidRPr="006056B1">
        <w:t xml:space="preserve"> dont le nom revient si obstinément dans les histoires de tant de pensionnaires</w:t>
      </w:r>
      <w:r>
        <w:t> ?</w:t>
      </w:r>
    </w:p>
    <w:p w14:paraId="43C91DB9" w14:textId="77777777" w:rsidR="006036B2" w:rsidRDefault="00E85E1B" w:rsidP="00E85E1B">
      <w:r w:rsidRPr="006056B1">
        <w:t>En voilà bien une douzaine</w:t>
      </w:r>
      <w:r w:rsidR="006036B2">
        <w:t xml:space="preserve">, </w:t>
      </w:r>
      <w:r w:rsidRPr="006056B1">
        <w:t>en effet</w:t>
      </w:r>
      <w:r w:rsidR="006036B2">
        <w:t xml:space="preserve">, </w:t>
      </w:r>
      <w:r w:rsidRPr="006056B1">
        <w:t>hommes et femmes</w:t>
      </w:r>
      <w:r w:rsidR="006036B2">
        <w:t xml:space="preserve">, </w:t>
      </w:r>
      <w:r w:rsidRPr="006056B1">
        <w:t>qui nous en parlaient</w:t>
      </w:r>
      <w:r w:rsidR="006036B2">
        <w:t xml:space="preserve">, </w:t>
      </w:r>
      <w:r w:rsidRPr="006056B1">
        <w:t xml:space="preserve">de cette </w:t>
      </w:r>
      <w:proofErr w:type="spellStart"/>
      <w:r w:rsidRPr="006056B1">
        <w:t>Ch</w:t>
      </w:r>
      <w:r w:rsidR="006036B2">
        <w:t>’</w:t>
      </w:r>
      <w:r w:rsidRPr="006056B1">
        <w:t>tiote</w:t>
      </w:r>
      <w:proofErr w:type="spellEnd"/>
      <w:r w:rsidR="006036B2">
        <w:t xml:space="preserve">. </w:t>
      </w:r>
      <w:r w:rsidRPr="006056B1">
        <w:t>Tantôt</w:t>
      </w:r>
      <w:r w:rsidR="006036B2">
        <w:t xml:space="preserve">, </w:t>
      </w:r>
      <w:r w:rsidRPr="006056B1">
        <w:t>c</w:t>
      </w:r>
      <w:r w:rsidR="006036B2">
        <w:t>’</w:t>
      </w:r>
      <w:r w:rsidRPr="006056B1">
        <w:t>était pour s</w:t>
      </w:r>
      <w:r w:rsidR="006036B2">
        <w:t>’</w:t>
      </w:r>
      <w:r w:rsidRPr="006056B1">
        <w:t>en plaindre</w:t>
      </w:r>
      <w:r w:rsidR="006036B2">
        <w:t xml:space="preserve">, </w:t>
      </w:r>
      <w:r w:rsidRPr="006056B1">
        <w:t>et tantôt pour la bénir</w:t>
      </w:r>
      <w:r w:rsidR="006036B2">
        <w:t xml:space="preserve">. </w:t>
      </w:r>
      <w:r w:rsidRPr="006056B1">
        <w:t>Des mécontents</w:t>
      </w:r>
      <w:r w:rsidR="006036B2">
        <w:t xml:space="preserve">, </w:t>
      </w:r>
      <w:r w:rsidRPr="006056B1">
        <w:t xml:space="preserve">des </w:t>
      </w:r>
      <w:r w:rsidRPr="006056B1">
        <w:lastRenderedPageBreak/>
        <w:t>méco</w:t>
      </w:r>
      <w:r w:rsidRPr="006056B1">
        <w:t>n</w:t>
      </w:r>
      <w:r w:rsidRPr="006056B1">
        <w:t>tentes surtout</w:t>
      </w:r>
      <w:r w:rsidR="006036B2">
        <w:t xml:space="preserve">, </w:t>
      </w:r>
      <w:r w:rsidRPr="006056B1">
        <w:t>sans attendre qu</w:t>
      </w:r>
      <w:r w:rsidR="006036B2">
        <w:t>’</w:t>
      </w:r>
      <w:r w:rsidRPr="006056B1">
        <w:t>on les interrogeât</w:t>
      </w:r>
      <w:r w:rsidR="006036B2">
        <w:t xml:space="preserve">, </w:t>
      </w:r>
      <w:r w:rsidRPr="006056B1">
        <w:t>en aperc</w:t>
      </w:r>
      <w:r w:rsidRPr="006056B1">
        <w:t>e</w:t>
      </w:r>
      <w:r w:rsidRPr="006056B1">
        <w:t>vant l</w:t>
      </w:r>
      <w:r w:rsidR="006036B2">
        <w:t>’</w:t>
      </w:r>
      <w:r w:rsidRPr="006056B1">
        <w:t>administrateur</w:t>
      </w:r>
      <w:r w:rsidR="006036B2">
        <w:t xml:space="preserve">, </w:t>
      </w:r>
      <w:r w:rsidRPr="006056B1">
        <w:t>se mettaient à crier</w:t>
      </w:r>
      <w:r w:rsidR="006036B2">
        <w:t> :</w:t>
      </w:r>
    </w:p>
    <w:p w14:paraId="51EC6CB1" w14:textId="77777777" w:rsidR="006036B2" w:rsidRDefault="006036B2" w:rsidP="00E85E1B">
      <w:r>
        <w:t>— </w:t>
      </w:r>
      <w:r w:rsidR="00E85E1B" w:rsidRPr="006056B1">
        <w:t>M</w:t>
      </w:r>
      <w:r>
        <w:t>’</w:t>
      </w:r>
      <w:proofErr w:type="spellStart"/>
      <w:r w:rsidR="00E85E1B" w:rsidRPr="006056B1">
        <w:t>sieu</w:t>
      </w:r>
      <w:proofErr w:type="spellEnd"/>
      <w:r>
        <w:t xml:space="preserve">, </w:t>
      </w:r>
      <w:proofErr w:type="spellStart"/>
      <w:r w:rsidR="00E85E1B" w:rsidRPr="006056B1">
        <w:t>Ch</w:t>
      </w:r>
      <w:r>
        <w:t>’</w:t>
      </w:r>
      <w:r w:rsidR="00E85E1B" w:rsidRPr="006056B1">
        <w:t>tiote</w:t>
      </w:r>
      <w:proofErr w:type="spellEnd"/>
      <w:r w:rsidR="00E85E1B" w:rsidRPr="006056B1">
        <w:t xml:space="preserve"> m</w:t>
      </w:r>
      <w:r>
        <w:t>’</w:t>
      </w:r>
      <w:r w:rsidR="00E85E1B" w:rsidRPr="006056B1">
        <w:t>a encore</w:t>
      </w:r>
      <w:r>
        <w:t>…</w:t>
      </w:r>
    </w:p>
    <w:p w14:paraId="41B5317E" w14:textId="77777777" w:rsidR="006036B2" w:rsidRDefault="006036B2" w:rsidP="00E85E1B">
      <w:r>
        <w:t>— </w:t>
      </w:r>
      <w:r w:rsidR="00E85E1B" w:rsidRPr="006056B1">
        <w:t>Assez</w:t>
      </w:r>
      <w:r>
        <w:t xml:space="preserve">, </w:t>
      </w:r>
      <w:r w:rsidR="00E85E1B" w:rsidRPr="006056B1">
        <w:t>assez</w:t>
      </w:r>
      <w:r>
        <w:t xml:space="preserve"> ! </w:t>
      </w:r>
      <w:r w:rsidR="00E85E1B" w:rsidRPr="006056B1">
        <w:t>pas de réclamations en ce moment</w:t>
      </w:r>
      <w:r>
        <w:t xml:space="preserve">, </w:t>
      </w:r>
      <w:r w:rsidR="00E85E1B" w:rsidRPr="006056B1">
        <w:t>inte</w:t>
      </w:r>
      <w:r w:rsidR="00E85E1B" w:rsidRPr="006056B1">
        <w:t>r</w:t>
      </w:r>
      <w:r w:rsidR="00E85E1B" w:rsidRPr="006056B1">
        <w:t>rompait l</w:t>
      </w:r>
      <w:r>
        <w:t>’</w:t>
      </w:r>
      <w:r w:rsidR="00E85E1B" w:rsidRPr="006056B1">
        <w:t>administrateur</w:t>
      </w:r>
      <w:r>
        <w:t xml:space="preserve">, </w:t>
      </w:r>
      <w:r w:rsidR="00E85E1B" w:rsidRPr="006056B1">
        <w:t>dont la voix si melliflue devenait alors très aigre</w:t>
      </w:r>
      <w:r>
        <w:t>.</w:t>
      </w:r>
    </w:p>
    <w:p w14:paraId="1836B131" w14:textId="77777777" w:rsidR="006036B2" w:rsidRDefault="00E85E1B" w:rsidP="00E85E1B">
      <w:r w:rsidRPr="006056B1">
        <w:t>D</w:t>
      </w:r>
      <w:r w:rsidR="006036B2">
        <w:t>’</w:t>
      </w:r>
      <w:r w:rsidRPr="006056B1">
        <w:t>autres fois</w:t>
      </w:r>
      <w:r w:rsidR="006036B2">
        <w:t xml:space="preserve">, </w:t>
      </w:r>
      <w:r w:rsidRPr="006056B1">
        <w:t xml:space="preserve">avec sa douce flûte </w:t>
      </w:r>
      <w:proofErr w:type="spellStart"/>
      <w:r w:rsidRPr="006056B1">
        <w:t>ronronnante</w:t>
      </w:r>
      <w:proofErr w:type="spellEnd"/>
      <w:r w:rsidR="006036B2">
        <w:t xml:space="preserve">, </w:t>
      </w:r>
      <w:r w:rsidRPr="006056B1">
        <w:t>il questio</w:t>
      </w:r>
      <w:r w:rsidRPr="006056B1">
        <w:t>n</w:t>
      </w:r>
      <w:r w:rsidRPr="006056B1">
        <w:t>nait amicalement des vieux à visage béat</w:t>
      </w:r>
      <w:r w:rsidR="006036B2">
        <w:t xml:space="preserve">, </w:t>
      </w:r>
      <w:r w:rsidRPr="006056B1">
        <w:t>leur susurrant</w:t>
      </w:r>
      <w:r w:rsidR="006036B2">
        <w:t> :</w:t>
      </w:r>
    </w:p>
    <w:p w14:paraId="5E2F26FF" w14:textId="77777777" w:rsidR="006036B2" w:rsidRDefault="006036B2" w:rsidP="00E85E1B">
      <w:r>
        <w:t>— </w:t>
      </w:r>
      <w:r w:rsidR="00E85E1B" w:rsidRPr="006056B1">
        <w:t>Eh bien</w:t>
      </w:r>
      <w:r>
        <w:t xml:space="preserve"> ! </w:t>
      </w:r>
      <w:r w:rsidR="00E85E1B" w:rsidRPr="006056B1">
        <w:t>mon ami</w:t>
      </w:r>
      <w:r>
        <w:t xml:space="preserve">, </w:t>
      </w:r>
      <w:r w:rsidR="00E85E1B" w:rsidRPr="006056B1">
        <w:t>voyons</w:t>
      </w:r>
      <w:r>
        <w:t xml:space="preserve">, </w:t>
      </w:r>
      <w:r w:rsidR="00E85E1B" w:rsidRPr="006056B1">
        <w:t>vous vous trouvez heureux à la maison</w:t>
      </w:r>
      <w:r>
        <w:t xml:space="preserve">, </w:t>
      </w:r>
      <w:r w:rsidR="00E85E1B" w:rsidRPr="006056B1">
        <w:t>hein</w:t>
      </w:r>
      <w:r>
        <w:t> ?</w:t>
      </w:r>
    </w:p>
    <w:p w14:paraId="30AB1720" w14:textId="77777777" w:rsidR="006036B2" w:rsidRDefault="00E85E1B" w:rsidP="00E85E1B">
      <w:r w:rsidRPr="006056B1">
        <w:t>À quoi plusieurs avaient répondu par des effusions en a</w:t>
      </w:r>
      <w:r w:rsidRPr="006056B1">
        <w:t>c</w:t>
      </w:r>
      <w:r w:rsidRPr="006056B1">
        <w:t>tions de grâces</w:t>
      </w:r>
      <w:r w:rsidR="006036B2">
        <w:t xml:space="preserve">, </w:t>
      </w:r>
      <w:r w:rsidRPr="006056B1">
        <w:t xml:space="preserve">où se mêlait le nom de </w:t>
      </w:r>
      <w:proofErr w:type="spellStart"/>
      <w:r w:rsidRPr="006056B1">
        <w:t>Ch</w:t>
      </w:r>
      <w:r w:rsidR="006036B2">
        <w:t>’</w:t>
      </w:r>
      <w:r w:rsidRPr="006056B1">
        <w:t>tiote</w:t>
      </w:r>
      <w:proofErr w:type="spellEnd"/>
      <w:r w:rsidR="006036B2">
        <w:t xml:space="preserve">. </w:t>
      </w:r>
      <w:r w:rsidRPr="006056B1">
        <w:t>À les entendre ainsi parler</w:t>
      </w:r>
      <w:r w:rsidR="006036B2">
        <w:t xml:space="preserve">, </w:t>
      </w:r>
      <w:r w:rsidRPr="006056B1">
        <w:t>l</w:t>
      </w:r>
      <w:r w:rsidR="006036B2">
        <w:t>’</w:t>
      </w:r>
      <w:r w:rsidRPr="006056B1">
        <w:t>administrateur prenait</w:t>
      </w:r>
      <w:r w:rsidR="006036B2">
        <w:t xml:space="preserve">, </w:t>
      </w:r>
      <w:r w:rsidRPr="006056B1">
        <w:t>lui aussi</w:t>
      </w:r>
      <w:r w:rsidR="006036B2">
        <w:t xml:space="preserve">, </w:t>
      </w:r>
      <w:r w:rsidRPr="006056B1">
        <w:t>un air d</w:t>
      </w:r>
      <w:r w:rsidR="006036B2">
        <w:t>’</w:t>
      </w:r>
      <w:r w:rsidRPr="006056B1">
        <w:t>extase</w:t>
      </w:r>
      <w:r w:rsidR="006036B2">
        <w:t xml:space="preserve"> ; </w:t>
      </w:r>
      <w:r w:rsidRPr="006056B1">
        <w:t>et les regards au ciel</w:t>
      </w:r>
      <w:r w:rsidR="006036B2">
        <w:t xml:space="preserve">, </w:t>
      </w:r>
      <w:r w:rsidRPr="006056B1">
        <w:t>les mains élevées en posture d</w:t>
      </w:r>
      <w:r w:rsidR="006036B2">
        <w:t>’</w:t>
      </w:r>
      <w:r w:rsidRPr="006056B1">
        <w:t>oraison j</w:t>
      </w:r>
      <w:r w:rsidRPr="006056B1">
        <w:t>a</w:t>
      </w:r>
      <w:r w:rsidRPr="006056B1">
        <w:t>culatoire</w:t>
      </w:r>
      <w:r w:rsidR="006036B2">
        <w:t xml:space="preserve">, </w:t>
      </w:r>
      <w:r w:rsidRPr="006056B1">
        <w:t>il disait avec un lent hochement de tête</w:t>
      </w:r>
      <w:r w:rsidR="006036B2">
        <w:t> :</w:t>
      </w:r>
    </w:p>
    <w:p w14:paraId="3E94E40F" w14:textId="77777777" w:rsidR="006036B2" w:rsidRDefault="006036B2" w:rsidP="00E85E1B">
      <w:r>
        <w:t>— </w:t>
      </w:r>
      <w:r w:rsidR="00E85E1B" w:rsidRPr="006056B1">
        <w:t>Précieuse</w:t>
      </w:r>
      <w:r>
        <w:t xml:space="preserve">, </w:t>
      </w:r>
      <w:proofErr w:type="spellStart"/>
      <w:r w:rsidR="00E85E1B" w:rsidRPr="006056B1">
        <w:t>Ch</w:t>
      </w:r>
      <w:r>
        <w:t>’</w:t>
      </w:r>
      <w:r w:rsidR="00E85E1B" w:rsidRPr="006056B1">
        <w:t>tiote</w:t>
      </w:r>
      <w:proofErr w:type="spellEnd"/>
      <w:r>
        <w:t xml:space="preserve">, </w:t>
      </w:r>
      <w:r w:rsidR="00E85E1B" w:rsidRPr="006056B1">
        <w:t>bien précieuse</w:t>
      </w:r>
      <w:r>
        <w:t>.</w:t>
      </w:r>
    </w:p>
    <w:p w14:paraId="565D1A62" w14:textId="77777777" w:rsidR="006036B2" w:rsidRDefault="00E85E1B" w:rsidP="00E85E1B">
      <w:r w:rsidRPr="006056B1">
        <w:t>Oui</w:t>
      </w:r>
      <w:r w:rsidR="006036B2">
        <w:t xml:space="preserve">, </w:t>
      </w:r>
      <w:r w:rsidRPr="006056B1">
        <w:t>évidemment</w:t>
      </w:r>
      <w:r w:rsidR="006036B2">
        <w:t xml:space="preserve">, </w:t>
      </w:r>
      <w:r w:rsidRPr="006056B1">
        <w:t>cela m</w:t>
      </w:r>
      <w:r w:rsidR="006036B2">
        <w:t>’</w:t>
      </w:r>
      <w:r w:rsidRPr="006056B1">
        <w:t>eût intéressé</w:t>
      </w:r>
      <w:r w:rsidR="006036B2">
        <w:t xml:space="preserve">, </w:t>
      </w:r>
      <w:r w:rsidRPr="006056B1">
        <w:t>de savoir qui était cette créature</w:t>
      </w:r>
      <w:r w:rsidR="006036B2">
        <w:t xml:space="preserve">. </w:t>
      </w:r>
      <w:r w:rsidRPr="006056B1">
        <w:t>Mais pas dans les circonstances présentes</w:t>
      </w:r>
      <w:r w:rsidR="006036B2">
        <w:t xml:space="preserve">, </w:t>
      </w:r>
      <w:r w:rsidRPr="006056B1">
        <w:t>pas à travers les explications de ce bavard</w:t>
      </w:r>
      <w:r w:rsidR="006036B2">
        <w:t xml:space="preserve">, </w:t>
      </w:r>
      <w:r w:rsidRPr="006056B1">
        <w:t>que je prévoyais fila</w:t>
      </w:r>
      <w:r w:rsidRPr="006056B1">
        <w:t>n</w:t>
      </w:r>
      <w:r w:rsidRPr="006056B1">
        <w:t>dreuses</w:t>
      </w:r>
      <w:r w:rsidR="006036B2">
        <w:t xml:space="preserve">. </w:t>
      </w:r>
      <w:r w:rsidRPr="006056B1">
        <w:t>Rien qu</w:t>
      </w:r>
      <w:r w:rsidR="006036B2">
        <w:t>’</w:t>
      </w:r>
      <w:r w:rsidRPr="006056B1">
        <w:t>à l</w:t>
      </w:r>
      <w:r w:rsidR="006036B2">
        <w:t>’</w:t>
      </w:r>
      <w:r w:rsidRPr="006056B1">
        <w:t>idée des tartines qu</w:t>
      </w:r>
      <w:r w:rsidR="006036B2">
        <w:t>’</w:t>
      </w:r>
      <w:r w:rsidRPr="006056B1">
        <w:t>il faudrait avaler pour être renseigné à cet égard</w:t>
      </w:r>
      <w:r w:rsidR="006036B2">
        <w:t xml:space="preserve">, </w:t>
      </w:r>
      <w:r w:rsidRPr="006056B1">
        <w:t>le cœur me défaillait d</w:t>
      </w:r>
      <w:r w:rsidR="006036B2">
        <w:t>’</w:t>
      </w:r>
      <w:r w:rsidRPr="006056B1">
        <w:t>avance et j</w:t>
      </w:r>
      <w:r w:rsidR="006036B2">
        <w:t>’</w:t>
      </w:r>
      <w:r w:rsidRPr="006056B1">
        <w:t>aimais mieux rester à tout jamais ignorant de ce qu</w:t>
      </w:r>
      <w:r w:rsidR="006036B2">
        <w:t>’</w:t>
      </w:r>
      <w:r w:rsidRPr="006056B1">
        <w:t xml:space="preserve">était </w:t>
      </w:r>
      <w:proofErr w:type="spellStart"/>
      <w:r w:rsidRPr="006056B1">
        <w:t>Ch</w:t>
      </w:r>
      <w:r w:rsidR="006036B2">
        <w:t>’</w:t>
      </w:r>
      <w:r w:rsidRPr="006056B1">
        <w:t>tiote</w:t>
      </w:r>
      <w:proofErr w:type="spellEnd"/>
      <w:r w:rsidR="006036B2">
        <w:t>.</w:t>
      </w:r>
    </w:p>
    <w:p w14:paraId="7F4C46DA" w14:textId="77777777" w:rsidR="006036B2" w:rsidRDefault="00E85E1B" w:rsidP="00E85E1B">
      <w:r w:rsidRPr="006056B1">
        <w:t>Aussi bien</w:t>
      </w:r>
      <w:r w:rsidR="006036B2">
        <w:t xml:space="preserve">, </w:t>
      </w:r>
      <w:r w:rsidRPr="006056B1">
        <w:t>sans troubler ma somnolence</w:t>
      </w:r>
      <w:r w:rsidR="006036B2">
        <w:t xml:space="preserve">, </w:t>
      </w:r>
      <w:r w:rsidRPr="006056B1">
        <w:t>assez agréable en somme</w:t>
      </w:r>
      <w:r w:rsidR="006036B2">
        <w:t xml:space="preserve">, </w:t>
      </w:r>
      <w:r w:rsidRPr="006056B1">
        <w:t>ne pouvais-je pas l</w:t>
      </w:r>
      <w:r w:rsidR="006036B2">
        <w:t>’</w:t>
      </w:r>
      <w:r w:rsidRPr="006056B1">
        <w:t>imaginer</w:t>
      </w:r>
      <w:r w:rsidR="006036B2">
        <w:t xml:space="preserve">, </w:t>
      </w:r>
      <w:proofErr w:type="spellStart"/>
      <w:r w:rsidRPr="006056B1">
        <w:t>Ch</w:t>
      </w:r>
      <w:r w:rsidR="006036B2">
        <w:t>’</w:t>
      </w:r>
      <w:r w:rsidRPr="006056B1">
        <w:t>tiote</w:t>
      </w:r>
      <w:proofErr w:type="spellEnd"/>
      <w:r w:rsidR="006036B2">
        <w:t xml:space="preserve"> ? </w:t>
      </w:r>
      <w:r w:rsidRPr="006056B1">
        <w:t>Certes</w:t>
      </w:r>
      <w:r w:rsidR="006036B2">
        <w:t xml:space="preserve">, </w:t>
      </w:r>
      <w:r w:rsidRPr="006056B1">
        <w:t>certes</w:t>
      </w:r>
      <w:r w:rsidR="006036B2">
        <w:t xml:space="preserve">. </w:t>
      </w:r>
      <w:r w:rsidRPr="006056B1">
        <w:t>Quelque fillette</w:t>
      </w:r>
      <w:r w:rsidR="006036B2">
        <w:t xml:space="preserve">, </w:t>
      </w:r>
      <w:r w:rsidRPr="006056B1">
        <w:t>probablement</w:t>
      </w:r>
      <w:r w:rsidR="006036B2">
        <w:t xml:space="preserve">, </w:t>
      </w:r>
      <w:r w:rsidRPr="006056B1">
        <w:t>puisque son nom en patois p</w:t>
      </w:r>
      <w:r w:rsidRPr="006056B1">
        <w:t>i</w:t>
      </w:r>
      <w:r w:rsidRPr="006056B1">
        <w:t xml:space="preserve">card signifiait </w:t>
      </w:r>
      <w:r w:rsidRPr="006056B1">
        <w:rPr>
          <w:i/>
          <w:iCs/>
        </w:rPr>
        <w:t>cette petite</w:t>
      </w:r>
      <w:r w:rsidR="006036B2">
        <w:rPr>
          <w:i/>
          <w:iCs/>
        </w:rPr>
        <w:t xml:space="preserve">. </w:t>
      </w:r>
      <w:r w:rsidRPr="006056B1">
        <w:t>Une gamine</w:t>
      </w:r>
      <w:r w:rsidR="006036B2">
        <w:t xml:space="preserve">, </w:t>
      </w:r>
      <w:r w:rsidRPr="006056B1">
        <w:t>donc</w:t>
      </w:r>
      <w:r w:rsidR="006036B2">
        <w:t xml:space="preserve">, </w:t>
      </w:r>
      <w:r w:rsidRPr="006056B1">
        <w:t>l</w:t>
      </w:r>
      <w:r w:rsidR="006036B2">
        <w:t>’</w:t>
      </w:r>
      <w:r w:rsidRPr="006056B1">
        <w:t>enfant d</w:t>
      </w:r>
      <w:r w:rsidR="006036B2">
        <w:t>’</w:t>
      </w:r>
      <w:r w:rsidRPr="006056B1">
        <w:t>un e</w:t>
      </w:r>
      <w:r w:rsidRPr="006056B1">
        <w:t>m</w:t>
      </w:r>
      <w:r w:rsidRPr="006056B1">
        <w:t>ployé</w:t>
      </w:r>
      <w:r w:rsidR="006036B2">
        <w:t xml:space="preserve">, </w:t>
      </w:r>
      <w:r w:rsidRPr="006056B1">
        <w:t>sans doute</w:t>
      </w:r>
      <w:r w:rsidR="006036B2">
        <w:t xml:space="preserve">, </w:t>
      </w:r>
      <w:r w:rsidRPr="006056B1">
        <w:t>une espiègle dont les turbulences taquinaient beaucoup de ces vieilles gens</w:t>
      </w:r>
      <w:r w:rsidR="006036B2">
        <w:t xml:space="preserve">, </w:t>
      </w:r>
      <w:r w:rsidRPr="006056B1">
        <w:t xml:space="preserve">mais dont la </w:t>
      </w:r>
      <w:r w:rsidRPr="006056B1">
        <w:lastRenderedPageBreak/>
        <w:t>jeunesse rallumait dans le cœur des autres un doux souvenir de gaieté</w:t>
      </w:r>
      <w:r w:rsidR="006036B2">
        <w:t xml:space="preserve">. </w:t>
      </w:r>
      <w:r w:rsidRPr="006056B1">
        <w:t>Je me la f</w:t>
      </w:r>
      <w:r w:rsidRPr="006056B1">
        <w:t>i</w:t>
      </w:r>
      <w:r w:rsidRPr="006056B1">
        <w:t>gurais comme une fleur poussée en un coin de ces tristes cours</w:t>
      </w:r>
      <w:r w:rsidR="006036B2">
        <w:t xml:space="preserve">, </w:t>
      </w:r>
      <w:r w:rsidRPr="006056B1">
        <w:t>comme un rai de soleil dansant dans l</w:t>
      </w:r>
      <w:r w:rsidR="006036B2">
        <w:t>’</w:t>
      </w:r>
      <w:r w:rsidRPr="006056B1">
        <w:t>ombre sépulcrale de ces sinistres couloirs</w:t>
      </w:r>
      <w:r w:rsidR="006036B2">
        <w:t>.</w:t>
      </w:r>
    </w:p>
    <w:p w14:paraId="3EE56CF5" w14:textId="77777777" w:rsidR="006036B2" w:rsidRDefault="00E85E1B" w:rsidP="00E85E1B">
      <w:r w:rsidRPr="006056B1">
        <w:t>Je me la figurais si bien</w:t>
      </w:r>
      <w:r w:rsidR="006036B2">
        <w:t xml:space="preserve">, </w:t>
      </w:r>
      <w:r w:rsidRPr="006056B1">
        <w:t>que je n</w:t>
      </w:r>
      <w:r w:rsidR="006036B2">
        <w:t>’</w:t>
      </w:r>
      <w:r w:rsidRPr="006056B1">
        <w:t>éprouvais même pas le besoin de la connaître</w:t>
      </w:r>
      <w:r w:rsidR="006036B2">
        <w:t xml:space="preserve">. </w:t>
      </w:r>
      <w:r w:rsidRPr="006056B1">
        <w:t>Néanmoins</w:t>
      </w:r>
      <w:r w:rsidR="006036B2">
        <w:t xml:space="preserve">, </w:t>
      </w:r>
      <w:r w:rsidRPr="006056B1">
        <w:t>elle m</w:t>
      </w:r>
      <w:r w:rsidR="006036B2">
        <w:t>’</w:t>
      </w:r>
      <w:r w:rsidRPr="006056B1">
        <w:t>était chère</w:t>
      </w:r>
      <w:r w:rsidR="006036B2">
        <w:t xml:space="preserve">, </w:t>
      </w:r>
      <w:r w:rsidRPr="006056B1">
        <w:t>à cause de l</w:t>
      </w:r>
      <w:r w:rsidR="006036B2">
        <w:t>’</w:t>
      </w:r>
      <w:r w:rsidRPr="006056B1">
        <w:t>expression heureuse qu</w:t>
      </w:r>
      <w:r w:rsidR="006036B2">
        <w:t>’</w:t>
      </w:r>
      <w:r w:rsidRPr="006056B1">
        <w:t>avaient en parlant d</w:t>
      </w:r>
      <w:r w:rsidR="006036B2">
        <w:t>’</w:t>
      </w:r>
      <w:r w:rsidRPr="006056B1">
        <w:t>elle ceux qui la bénissaient</w:t>
      </w:r>
      <w:r w:rsidR="006036B2">
        <w:t xml:space="preserve">. </w:t>
      </w:r>
      <w:r w:rsidRPr="006056B1">
        <w:t>Et j</w:t>
      </w:r>
      <w:r w:rsidR="006036B2">
        <w:t>’</w:t>
      </w:r>
      <w:r w:rsidRPr="006056B1">
        <w:t>en voulais aux grincheux</w:t>
      </w:r>
      <w:r w:rsidR="006036B2">
        <w:t xml:space="preserve">, </w:t>
      </w:r>
      <w:r w:rsidRPr="006056B1">
        <w:t>particulièrement aux vieilles</w:t>
      </w:r>
      <w:r w:rsidR="006036B2">
        <w:t xml:space="preserve">, </w:t>
      </w:r>
      <w:r w:rsidRPr="006056B1">
        <w:t>qui récriminaient contre elle</w:t>
      </w:r>
      <w:r w:rsidR="006036B2">
        <w:t xml:space="preserve">. </w:t>
      </w:r>
      <w:r w:rsidRPr="006056B1">
        <w:t>Une seule chose m</w:t>
      </w:r>
      <w:r w:rsidR="006036B2">
        <w:t>’</w:t>
      </w:r>
      <w:r w:rsidRPr="006056B1">
        <w:t>agaçait</w:t>
      </w:r>
      <w:r w:rsidR="006036B2">
        <w:t xml:space="preserve">, </w:t>
      </w:r>
      <w:r w:rsidRPr="006056B1">
        <w:t>vraiment</w:t>
      </w:r>
      <w:r w:rsidR="006036B2">
        <w:t xml:space="preserve">, </w:t>
      </w:r>
      <w:r w:rsidRPr="006056B1">
        <w:t>c</w:t>
      </w:r>
      <w:r w:rsidR="006036B2">
        <w:t>’</w:t>
      </w:r>
      <w:r w:rsidRPr="006056B1">
        <w:t>est que l</w:t>
      </w:r>
      <w:r w:rsidR="006036B2">
        <w:t>’</w:t>
      </w:r>
      <w:r w:rsidRPr="006056B1">
        <w:t>administrateur fût parmi ceux qu</w:t>
      </w:r>
      <w:r w:rsidR="006036B2">
        <w:t>’</w:t>
      </w:r>
      <w:r w:rsidRPr="006056B1">
        <w:t>elle jetait en extase</w:t>
      </w:r>
      <w:r w:rsidR="006036B2">
        <w:t xml:space="preserve">. </w:t>
      </w:r>
      <w:r w:rsidRPr="006056B1">
        <w:t>De là aussi</w:t>
      </w:r>
      <w:r w:rsidR="006036B2">
        <w:t xml:space="preserve">, </w:t>
      </w:r>
      <w:r w:rsidRPr="006056B1">
        <w:t>sans raison plus nette</w:t>
      </w:r>
      <w:r w:rsidR="006036B2">
        <w:t xml:space="preserve">, </w:t>
      </w:r>
      <w:r w:rsidRPr="006056B1">
        <w:t>ma tenace répugnance à interroger cet homme sur elle</w:t>
      </w:r>
      <w:r w:rsidR="006036B2">
        <w:t>.</w:t>
      </w:r>
    </w:p>
    <w:p w14:paraId="2D4FB8F2" w14:textId="77777777" w:rsidR="006036B2" w:rsidRDefault="00E85E1B" w:rsidP="00E85E1B">
      <w:r w:rsidRPr="006056B1">
        <w:t>Tout cela</w:t>
      </w:r>
      <w:r w:rsidR="006036B2">
        <w:t xml:space="preserve">, </w:t>
      </w:r>
      <w:r w:rsidRPr="006056B1">
        <w:t>au reste</w:t>
      </w:r>
      <w:r w:rsidR="006036B2">
        <w:t xml:space="preserve">, </w:t>
      </w:r>
      <w:r w:rsidRPr="006056B1">
        <w:t>se passait en moi assez confusément</w:t>
      </w:r>
      <w:r w:rsidR="006036B2">
        <w:t xml:space="preserve">, </w:t>
      </w:r>
      <w:r w:rsidRPr="006056B1">
        <w:t>sans que je prisse la peine de bien fixer ni formuler mes idées et mes sensations</w:t>
      </w:r>
      <w:r w:rsidR="006036B2">
        <w:t xml:space="preserve"> ; </w:t>
      </w:r>
      <w:r w:rsidRPr="006056B1">
        <w:t>car je continuais à somnoler et à rêvasser pl</w:t>
      </w:r>
      <w:r w:rsidRPr="006056B1">
        <w:t>u</w:t>
      </w:r>
      <w:r w:rsidRPr="006056B1">
        <w:t>tôt que je ne pensais effectivement</w:t>
      </w:r>
      <w:r w:rsidR="006036B2">
        <w:t xml:space="preserve">. </w:t>
      </w:r>
      <w:r w:rsidRPr="006056B1">
        <w:t>Et il est fort probable que</w:t>
      </w:r>
      <w:r w:rsidR="006036B2">
        <w:t xml:space="preserve">, </w:t>
      </w:r>
      <w:r w:rsidRPr="006056B1">
        <w:t>ma visite une fois terminée</w:t>
      </w:r>
      <w:r w:rsidR="006036B2">
        <w:t xml:space="preserve">, </w:t>
      </w:r>
      <w:r w:rsidRPr="006056B1">
        <w:t>je n</w:t>
      </w:r>
      <w:r w:rsidR="006036B2">
        <w:t>’</w:t>
      </w:r>
      <w:r w:rsidRPr="006056B1">
        <w:t>en aurais conservé aucun so</w:t>
      </w:r>
      <w:r w:rsidRPr="006056B1">
        <w:t>u</w:t>
      </w:r>
      <w:r w:rsidRPr="006056B1">
        <w:t>venir</w:t>
      </w:r>
      <w:r w:rsidR="006036B2">
        <w:t xml:space="preserve">, </w:t>
      </w:r>
      <w:r w:rsidRPr="006056B1">
        <w:t xml:space="preserve">non pas même relatif à </w:t>
      </w:r>
      <w:proofErr w:type="spellStart"/>
      <w:r w:rsidRPr="006056B1">
        <w:t>Ch</w:t>
      </w:r>
      <w:r w:rsidR="006036B2">
        <w:t>’</w:t>
      </w:r>
      <w:r w:rsidRPr="006056B1">
        <w:t>tiote</w:t>
      </w:r>
      <w:proofErr w:type="spellEnd"/>
      <w:r w:rsidR="006036B2">
        <w:t xml:space="preserve">, </w:t>
      </w:r>
      <w:r w:rsidRPr="006056B1">
        <w:t>si je n</w:t>
      </w:r>
      <w:r w:rsidR="006036B2">
        <w:t>’</w:t>
      </w:r>
      <w:r w:rsidRPr="006056B1">
        <w:t xml:space="preserve">avais été tout à coup réveillé par la vue de </w:t>
      </w:r>
      <w:proofErr w:type="spellStart"/>
      <w:r w:rsidRPr="006056B1">
        <w:t>Ch</w:t>
      </w:r>
      <w:r w:rsidR="006036B2">
        <w:t>’</w:t>
      </w:r>
      <w:r w:rsidRPr="006056B1">
        <w:t>tiote</w:t>
      </w:r>
      <w:proofErr w:type="spellEnd"/>
      <w:r w:rsidRPr="006056B1">
        <w:t xml:space="preserve"> en personne</w:t>
      </w:r>
      <w:r w:rsidR="006036B2">
        <w:t xml:space="preserve">, </w:t>
      </w:r>
      <w:r w:rsidRPr="006056B1">
        <w:t>et bouleversé par la différence qu</w:t>
      </w:r>
      <w:r w:rsidR="006036B2">
        <w:t>’</w:t>
      </w:r>
      <w:r w:rsidRPr="006056B1">
        <w:t>il y avait entre mes imaginations et la réal</w:t>
      </w:r>
      <w:r w:rsidRPr="006056B1">
        <w:t>i</w:t>
      </w:r>
      <w:r w:rsidRPr="006056B1">
        <w:t>té</w:t>
      </w:r>
      <w:r w:rsidR="006036B2">
        <w:t>.</w:t>
      </w:r>
    </w:p>
    <w:p w14:paraId="7A940EBF" w14:textId="77777777" w:rsidR="006036B2" w:rsidRDefault="00E85E1B" w:rsidP="00E85E1B">
      <w:r w:rsidRPr="006056B1">
        <w:t>Nous venions de traverser une petite cour de derrière et nous entrions dans un très obscur corridor</w:t>
      </w:r>
      <w:r w:rsidR="006036B2">
        <w:t xml:space="preserve">, </w:t>
      </w:r>
      <w:r w:rsidRPr="006056B1">
        <w:t>lorsque</w:t>
      </w:r>
      <w:r w:rsidR="006036B2">
        <w:t xml:space="preserve">, </w:t>
      </w:r>
      <w:r w:rsidRPr="006056B1">
        <w:t>tout au bout de ce corridor</w:t>
      </w:r>
      <w:r w:rsidR="006036B2">
        <w:t xml:space="preserve">, </w:t>
      </w:r>
      <w:r w:rsidRPr="006056B1">
        <w:t>s</w:t>
      </w:r>
      <w:r w:rsidR="006036B2">
        <w:t>’</w:t>
      </w:r>
      <w:r w:rsidRPr="006056B1">
        <w:t>ouvrit vivement une porte</w:t>
      </w:r>
      <w:r w:rsidR="006036B2">
        <w:t xml:space="preserve">, </w:t>
      </w:r>
      <w:r w:rsidRPr="006056B1">
        <w:t>d</w:t>
      </w:r>
      <w:r w:rsidR="006036B2">
        <w:t>’</w:t>
      </w:r>
      <w:r w:rsidRPr="006056B1">
        <w:t>où jaillit une furtive apparition</w:t>
      </w:r>
      <w:r w:rsidR="006036B2">
        <w:t xml:space="preserve">, </w:t>
      </w:r>
      <w:r w:rsidRPr="006056B1">
        <w:t>aussitôt disparue par une autre porte</w:t>
      </w:r>
      <w:r w:rsidR="006036B2">
        <w:t xml:space="preserve">. </w:t>
      </w:r>
      <w:r w:rsidRPr="006056B1">
        <w:t>Dans la nappe de jour cataractant à ce brusque passage</w:t>
      </w:r>
      <w:r w:rsidR="006036B2">
        <w:t xml:space="preserve">, </w:t>
      </w:r>
      <w:r w:rsidRPr="006056B1">
        <w:t>s</w:t>
      </w:r>
      <w:r w:rsidR="006036B2">
        <w:t>’</w:t>
      </w:r>
      <w:r w:rsidRPr="006056B1">
        <w:t>était mod</w:t>
      </w:r>
      <w:r w:rsidRPr="006056B1">
        <w:t>e</w:t>
      </w:r>
      <w:r w:rsidRPr="006056B1">
        <w:t>lée en vigoureux reliefs</w:t>
      </w:r>
      <w:r w:rsidR="006036B2">
        <w:t xml:space="preserve">, </w:t>
      </w:r>
      <w:r w:rsidRPr="006056B1">
        <w:t>crûment lumineuse sur le fond noir</w:t>
      </w:r>
      <w:r w:rsidR="006036B2">
        <w:t xml:space="preserve">, </w:t>
      </w:r>
      <w:r w:rsidRPr="006056B1">
        <w:t>une forme féminine</w:t>
      </w:r>
      <w:r w:rsidR="006036B2">
        <w:t xml:space="preserve">. </w:t>
      </w:r>
      <w:r w:rsidRPr="006056B1">
        <w:t>Et</w:t>
      </w:r>
      <w:r w:rsidR="006036B2">
        <w:t xml:space="preserve">, </w:t>
      </w:r>
      <w:r w:rsidRPr="006056B1">
        <w:t>au même instant</w:t>
      </w:r>
      <w:r w:rsidR="006036B2">
        <w:t xml:space="preserve">, </w:t>
      </w:r>
      <w:r w:rsidRPr="006056B1">
        <w:t>l</w:t>
      </w:r>
      <w:r w:rsidR="006036B2">
        <w:t>’</w:t>
      </w:r>
      <w:r w:rsidRPr="006056B1">
        <w:t>administrateur s</w:t>
      </w:r>
      <w:r w:rsidR="006036B2">
        <w:t>’</w:t>
      </w:r>
      <w:r w:rsidRPr="006056B1">
        <w:t>était écrié</w:t>
      </w:r>
      <w:r w:rsidR="006036B2">
        <w:t xml:space="preserve">, </w:t>
      </w:r>
      <w:r w:rsidRPr="006056B1">
        <w:t>d</w:t>
      </w:r>
      <w:r w:rsidR="006036B2">
        <w:t>’</w:t>
      </w:r>
      <w:r w:rsidRPr="006056B1">
        <w:t>un ton furieux</w:t>
      </w:r>
      <w:r w:rsidR="006036B2">
        <w:t> :</w:t>
      </w:r>
    </w:p>
    <w:p w14:paraId="227A55BF" w14:textId="77777777" w:rsidR="006036B2" w:rsidRDefault="006036B2" w:rsidP="00E85E1B">
      <w:r>
        <w:t>— </w:t>
      </w:r>
      <w:proofErr w:type="spellStart"/>
      <w:r w:rsidR="00E85E1B" w:rsidRPr="006056B1">
        <w:t>Ch</w:t>
      </w:r>
      <w:r>
        <w:t>’</w:t>
      </w:r>
      <w:r w:rsidR="00E85E1B" w:rsidRPr="006056B1">
        <w:t>tiote</w:t>
      </w:r>
      <w:proofErr w:type="spellEnd"/>
      <w:r>
        <w:t xml:space="preserve"> ! </w:t>
      </w:r>
      <w:proofErr w:type="spellStart"/>
      <w:r w:rsidR="00E85E1B" w:rsidRPr="006056B1">
        <w:t>Ch</w:t>
      </w:r>
      <w:r>
        <w:t>’</w:t>
      </w:r>
      <w:r w:rsidR="00E85E1B" w:rsidRPr="006056B1">
        <w:t>tiote</w:t>
      </w:r>
      <w:proofErr w:type="spellEnd"/>
      <w:r>
        <w:t> !</w:t>
      </w:r>
    </w:p>
    <w:p w14:paraId="6C3573E8" w14:textId="77777777" w:rsidR="006036B2" w:rsidRDefault="00E85E1B" w:rsidP="00E85E1B">
      <w:r w:rsidRPr="006056B1">
        <w:lastRenderedPageBreak/>
        <w:t>Machinalement</w:t>
      </w:r>
      <w:r w:rsidR="006036B2">
        <w:t xml:space="preserve">, </w:t>
      </w:r>
      <w:r w:rsidRPr="006056B1">
        <w:t>il avait hâté le pas</w:t>
      </w:r>
      <w:r w:rsidR="006036B2">
        <w:t xml:space="preserve">, </w:t>
      </w:r>
      <w:r w:rsidRPr="006056B1">
        <w:t>presque courant</w:t>
      </w:r>
      <w:r w:rsidR="006036B2">
        <w:t xml:space="preserve">, </w:t>
      </w:r>
      <w:r w:rsidRPr="006056B1">
        <w:t>et nous l</w:t>
      </w:r>
      <w:r w:rsidR="006036B2">
        <w:t>’</w:t>
      </w:r>
      <w:r w:rsidRPr="006056B1">
        <w:t>avions suivi</w:t>
      </w:r>
      <w:r w:rsidR="006036B2">
        <w:t xml:space="preserve">. </w:t>
      </w:r>
      <w:r w:rsidRPr="006056B1">
        <w:t>Il ouvrit nerveusement la porte par où s</w:t>
      </w:r>
      <w:r w:rsidR="006036B2">
        <w:t>’</w:t>
      </w:r>
      <w:r w:rsidRPr="006056B1">
        <w:t>était évanouie l</w:t>
      </w:r>
      <w:r w:rsidR="006036B2">
        <w:t>’</w:t>
      </w:r>
      <w:r w:rsidRPr="006056B1">
        <w:t>apparition</w:t>
      </w:r>
      <w:r w:rsidR="006036B2">
        <w:t xml:space="preserve">. </w:t>
      </w:r>
      <w:r w:rsidRPr="006056B1">
        <w:t>Cette porte donnait sur un escalier</w:t>
      </w:r>
      <w:r w:rsidR="006036B2">
        <w:t xml:space="preserve">. </w:t>
      </w:r>
      <w:r w:rsidRPr="006056B1">
        <w:t>Il cria de nouveau dans le vide sonore</w:t>
      </w:r>
      <w:r w:rsidR="006036B2">
        <w:t xml:space="preserve">. </w:t>
      </w:r>
      <w:r w:rsidRPr="006056B1">
        <w:t>Un éclat de rire étouffé lui r</w:t>
      </w:r>
      <w:r w:rsidRPr="006056B1">
        <w:t>é</w:t>
      </w:r>
      <w:r w:rsidRPr="006056B1">
        <w:t>pondit</w:t>
      </w:r>
      <w:r w:rsidR="006036B2">
        <w:t xml:space="preserve">. </w:t>
      </w:r>
      <w:r w:rsidRPr="006056B1">
        <w:t>Je me penchai sur la rampe</w:t>
      </w:r>
      <w:r w:rsidR="006036B2">
        <w:t xml:space="preserve">, </w:t>
      </w:r>
      <w:r w:rsidRPr="006056B1">
        <w:t>et j</w:t>
      </w:r>
      <w:r w:rsidR="006036B2">
        <w:t>’</w:t>
      </w:r>
      <w:r w:rsidRPr="006056B1">
        <w:t>aperçus en bas une femme qui regardait fixement vers nous</w:t>
      </w:r>
      <w:r w:rsidR="006036B2">
        <w:t>.</w:t>
      </w:r>
    </w:p>
    <w:p w14:paraId="4ABACDDE" w14:textId="77777777" w:rsidR="006036B2" w:rsidRDefault="00E85E1B" w:rsidP="00E85E1B">
      <w:r w:rsidRPr="006056B1">
        <w:t>C</w:t>
      </w:r>
      <w:r w:rsidR="006036B2">
        <w:t>’</w:t>
      </w:r>
      <w:r w:rsidRPr="006056B1">
        <w:t>était une vieille</w:t>
      </w:r>
      <w:r w:rsidR="006036B2">
        <w:t xml:space="preserve">. </w:t>
      </w:r>
      <w:r w:rsidRPr="006056B1">
        <w:t>On n</w:t>
      </w:r>
      <w:r w:rsidR="006036B2">
        <w:t>’</w:t>
      </w:r>
      <w:r w:rsidRPr="006056B1">
        <w:t>en pouvait douter</w:t>
      </w:r>
      <w:r w:rsidR="006036B2">
        <w:t xml:space="preserve">, </w:t>
      </w:r>
      <w:r w:rsidRPr="006056B1">
        <w:t>à son visage fl</w:t>
      </w:r>
      <w:r w:rsidRPr="006056B1">
        <w:t>é</w:t>
      </w:r>
      <w:r w:rsidRPr="006056B1">
        <w:t>tri</w:t>
      </w:r>
      <w:r w:rsidR="006036B2">
        <w:t xml:space="preserve">, </w:t>
      </w:r>
      <w:r w:rsidRPr="006056B1">
        <w:t>fripé de rides</w:t>
      </w:r>
      <w:r w:rsidR="006036B2">
        <w:t xml:space="preserve">, </w:t>
      </w:r>
      <w:r w:rsidRPr="006056B1">
        <w:t>aux mèches grises qui floconnaient hors de sa coiffe</w:t>
      </w:r>
      <w:r w:rsidR="006036B2">
        <w:t xml:space="preserve">. </w:t>
      </w:r>
      <w:r w:rsidRPr="006056B1">
        <w:t>Mais on n</w:t>
      </w:r>
      <w:r w:rsidR="006036B2">
        <w:t>’</w:t>
      </w:r>
      <w:r w:rsidRPr="006056B1">
        <w:t>y songeait pas</w:t>
      </w:r>
      <w:r w:rsidR="006036B2">
        <w:t xml:space="preserve">, </w:t>
      </w:r>
      <w:r w:rsidRPr="006056B1">
        <w:t>dès qu</w:t>
      </w:r>
      <w:r w:rsidR="006036B2">
        <w:t>’</w:t>
      </w:r>
      <w:r w:rsidRPr="006056B1">
        <w:t>on avait rencontré ses yeux</w:t>
      </w:r>
      <w:r w:rsidR="006036B2">
        <w:t xml:space="preserve">, </w:t>
      </w:r>
      <w:r w:rsidRPr="006056B1">
        <w:t>d</w:t>
      </w:r>
      <w:r w:rsidR="006036B2">
        <w:t>’</w:t>
      </w:r>
      <w:r w:rsidRPr="006056B1">
        <w:t>une jeunesse extraordinaire</w:t>
      </w:r>
      <w:r w:rsidR="006036B2">
        <w:t xml:space="preserve">. </w:t>
      </w:r>
      <w:r w:rsidRPr="006056B1">
        <w:t>Alors</w:t>
      </w:r>
      <w:r w:rsidR="006036B2">
        <w:t xml:space="preserve">, </w:t>
      </w:r>
      <w:r w:rsidRPr="006056B1">
        <w:t>en effet</w:t>
      </w:r>
      <w:r w:rsidR="006036B2">
        <w:t xml:space="preserve">, </w:t>
      </w:r>
      <w:r w:rsidRPr="006056B1">
        <w:t>on ne voyait plus qu</w:t>
      </w:r>
      <w:r w:rsidR="006036B2">
        <w:t>’</w:t>
      </w:r>
      <w:r w:rsidRPr="006056B1">
        <w:t>eux</w:t>
      </w:r>
      <w:r w:rsidR="006036B2">
        <w:t xml:space="preserve">. </w:t>
      </w:r>
      <w:r w:rsidRPr="006056B1">
        <w:t>Des yeux profonds</w:t>
      </w:r>
      <w:r w:rsidR="006036B2">
        <w:t xml:space="preserve">, </w:t>
      </w:r>
      <w:r w:rsidRPr="006056B1">
        <w:t>d</w:t>
      </w:r>
      <w:r w:rsidR="006036B2">
        <w:t>’</w:t>
      </w:r>
      <w:r w:rsidRPr="006056B1">
        <w:t>un bleu sombre</w:t>
      </w:r>
      <w:r w:rsidR="006036B2">
        <w:t xml:space="preserve">, </w:t>
      </w:r>
      <w:r w:rsidRPr="006056B1">
        <w:t>presque vi</w:t>
      </w:r>
      <w:r w:rsidRPr="006056B1">
        <w:t>o</w:t>
      </w:r>
      <w:r w:rsidRPr="006056B1">
        <w:t>let</w:t>
      </w:r>
      <w:r w:rsidR="006036B2">
        <w:t xml:space="preserve">, </w:t>
      </w:r>
      <w:r w:rsidRPr="006056B1">
        <w:t>et trouble</w:t>
      </w:r>
      <w:r w:rsidR="006036B2">
        <w:t xml:space="preserve">. </w:t>
      </w:r>
      <w:r w:rsidRPr="006056B1">
        <w:t>Des yeux d</w:t>
      </w:r>
      <w:r w:rsidR="006036B2">
        <w:t>’</w:t>
      </w:r>
      <w:r w:rsidRPr="006056B1">
        <w:t>enfant</w:t>
      </w:r>
      <w:r w:rsidR="006036B2">
        <w:t>.</w:t>
      </w:r>
    </w:p>
    <w:p w14:paraId="5AF1183F" w14:textId="77777777" w:rsidR="006036B2" w:rsidRDefault="00E85E1B" w:rsidP="00E85E1B">
      <w:r w:rsidRPr="006056B1">
        <w:t>Soudain l</w:t>
      </w:r>
      <w:r w:rsidR="006036B2">
        <w:t>’</w:t>
      </w:r>
      <w:r w:rsidRPr="006056B1">
        <w:t>administrateur lui cria</w:t>
      </w:r>
      <w:r w:rsidR="006036B2">
        <w:t> :</w:t>
      </w:r>
    </w:p>
    <w:p w14:paraId="11A88F92" w14:textId="77777777" w:rsidR="006036B2" w:rsidRDefault="006036B2" w:rsidP="00E85E1B">
      <w:r>
        <w:t>— </w:t>
      </w:r>
      <w:r w:rsidR="00E85E1B" w:rsidRPr="006056B1">
        <w:t>Tu étais encore chez le Frisé</w:t>
      </w:r>
      <w:r>
        <w:t> !</w:t>
      </w:r>
    </w:p>
    <w:p w14:paraId="1893A4A1" w14:textId="77777777" w:rsidR="006036B2" w:rsidRDefault="00E85E1B" w:rsidP="00E85E1B">
      <w:r w:rsidRPr="006056B1">
        <w:t>La vieille ne répliqua rien</w:t>
      </w:r>
      <w:r w:rsidR="006036B2">
        <w:t xml:space="preserve">, </w:t>
      </w:r>
      <w:r w:rsidRPr="006056B1">
        <w:t>et pouffa de rire</w:t>
      </w:r>
      <w:r w:rsidR="006036B2">
        <w:t xml:space="preserve">, </w:t>
      </w:r>
      <w:r w:rsidRPr="006056B1">
        <w:t>comme tout à l</w:t>
      </w:r>
      <w:r w:rsidR="006036B2">
        <w:t>’</w:t>
      </w:r>
      <w:r w:rsidRPr="006056B1">
        <w:t>heure</w:t>
      </w:r>
      <w:r w:rsidR="006036B2">
        <w:t xml:space="preserve">, </w:t>
      </w:r>
      <w:r w:rsidRPr="006056B1">
        <w:t>à l</w:t>
      </w:r>
      <w:r w:rsidR="006036B2">
        <w:t>’</w:t>
      </w:r>
      <w:r w:rsidRPr="006056B1">
        <w:t>étouffade</w:t>
      </w:r>
      <w:r w:rsidR="006036B2">
        <w:t xml:space="preserve"> ; </w:t>
      </w:r>
      <w:r w:rsidRPr="006056B1">
        <w:t>puis elle se sauva en jetant à l</w:t>
      </w:r>
      <w:r w:rsidR="006036B2">
        <w:t>’</w:t>
      </w:r>
      <w:r w:rsidRPr="006056B1">
        <w:t>administrateur un regard qui signifiait</w:t>
      </w:r>
      <w:r w:rsidR="006036B2">
        <w:t xml:space="preserve">, </w:t>
      </w:r>
      <w:r w:rsidRPr="006056B1">
        <w:t>aussi net que si elle l</w:t>
      </w:r>
      <w:r w:rsidR="006036B2">
        <w:t>’</w:t>
      </w:r>
      <w:r w:rsidRPr="006056B1">
        <w:t>eût dit en toutes lettres</w:t>
      </w:r>
      <w:r w:rsidR="006036B2">
        <w:t> :</w:t>
      </w:r>
    </w:p>
    <w:p w14:paraId="16D3012E" w14:textId="77777777" w:rsidR="006036B2" w:rsidRDefault="006036B2" w:rsidP="00E85E1B">
      <w:r>
        <w:t>— </w:t>
      </w:r>
      <w:r w:rsidR="00E85E1B" w:rsidRPr="006056B1">
        <w:t>Je me fous de toi</w:t>
      </w:r>
      <w:r>
        <w:t>.</w:t>
      </w:r>
    </w:p>
    <w:p w14:paraId="4FCE5A35" w14:textId="77777777" w:rsidR="006036B2" w:rsidRDefault="00E85E1B" w:rsidP="00E85E1B">
      <w:r w:rsidRPr="006056B1">
        <w:t>Oui</w:t>
      </w:r>
      <w:r w:rsidR="006036B2">
        <w:t xml:space="preserve">, </w:t>
      </w:r>
      <w:r w:rsidRPr="006056B1">
        <w:t>ce verbe d</w:t>
      </w:r>
      <w:r w:rsidR="006036B2">
        <w:t>’</w:t>
      </w:r>
      <w:r w:rsidRPr="006056B1">
        <w:t>insulte et ce tutoiement familier</w:t>
      </w:r>
      <w:r w:rsidR="006036B2">
        <w:t xml:space="preserve">, </w:t>
      </w:r>
      <w:r w:rsidRPr="006056B1">
        <w:t>je les lus à plein dans ce regard</w:t>
      </w:r>
      <w:r w:rsidR="006036B2">
        <w:t xml:space="preserve">. </w:t>
      </w:r>
      <w:r w:rsidRPr="006056B1">
        <w:t>Et en même temps je constatai que l</w:t>
      </w:r>
      <w:r w:rsidR="006036B2">
        <w:t>’</w:t>
      </w:r>
      <w:r w:rsidRPr="006056B1">
        <w:t>expression des yeux de la vieille avait changé du tout au tout</w:t>
      </w:r>
      <w:r w:rsidR="006036B2">
        <w:t xml:space="preserve">. </w:t>
      </w:r>
      <w:r w:rsidRPr="006056B1">
        <w:t>Pendant cette brève bravade</w:t>
      </w:r>
      <w:r w:rsidR="006036B2">
        <w:t xml:space="preserve">, </w:t>
      </w:r>
      <w:r w:rsidRPr="006056B1">
        <w:t>les yeux d</w:t>
      </w:r>
      <w:r w:rsidR="006036B2">
        <w:t>’</w:t>
      </w:r>
      <w:r w:rsidRPr="006056B1">
        <w:t>enfant étaient devenus des yeux de singe</w:t>
      </w:r>
      <w:r w:rsidR="006036B2">
        <w:t xml:space="preserve">, </w:t>
      </w:r>
      <w:r w:rsidRPr="006056B1">
        <w:t>de macaque pervers et féroce</w:t>
      </w:r>
      <w:r w:rsidR="006036B2">
        <w:t>.</w:t>
      </w:r>
    </w:p>
    <w:p w14:paraId="3045073C" w14:textId="77777777" w:rsidR="006036B2" w:rsidRDefault="00E85E1B" w:rsidP="00E85E1B">
      <w:r w:rsidRPr="006056B1">
        <w:t>Cette fois</w:t>
      </w:r>
      <w:r w:rsidR="006036B2">
        <w:t xml:space="preserve">, </w:t>
      </w:r>
      <w:r w:rsidRPr="006056B1">
        <w:t>malgré ma répugnance à interroger notre mo</w:t>
      </w:r>
      <w:r w:rsidRPr="006056B1">
        <w:t>u</w:t>
      </w:r>
      <w:r w:rsidRPr="006056B1">
        <w:t>lin à paroles</w:t>
      </w:r>
      <w:r w:rsidR="006036B2">
        <w:t xml:space="preserve">, </w:t>
      </w:r>
      <w:r w:rsidRPr="006056B1">
        <w:t>je ne pus m</w:t>
      </w:r>
      <w:r w:rsidR="006036B2">
        <w:t>’</w:t>
      </w:r>
      <w:r w:rsidRPr="006056B1">
        <w:t>empêcher de lui dire</w:t>
      </w:r>
      <w:r w:rsidR="006036B2">
        <w:t> :</w:t>
      </w:r>
    </w:p>
    <w:p w14:paraId="44BAE021" w14:textId="77777777" w:rsidR="006036B2" w:rsidRDefault="006036B2" w:rsidP="00E85E1B">
      <w:r>
        <w:t>— </w:t>
      </w:r>
      <w:r w:rsidR="00E85E1B" w:rsidRPr="006056B1">
        <w:t>C</w:t>
      </w:r>
      <w:r>
        <w:t>’</w:t>
      </w:r>
      <w:r w:rsidR="00E85E1B" w:rsidRPr="006056B1">
        <w:t xml:space="preserve">est bien </w:t>
      </w:r>
      <w:proofErr w:type="spellStart"/>
      <w:r w:rsidR="00E85E1B" w:rsidRPr="006056B1">
        <w:t>Ch</w:t>
      </w:r>
      <w:r>
        <w:t>’</w:t>
      </w:r>
      <w:r w:rsidR="00E85E1B" w:rsidRPr="006056B1">
        <w:t>tiote</w:t>
      </w:r>
      <w:proofErr w:type="spellEnd"/>
      <w:r>
        <w:t xml:space="preserve">, </w:t>
      </w:r>
      <w:r w:rsidR="00E85E1B" w:rsidRPr="006056B1">
        <w:t>ça</w:t>
      </w:r>
      <w:r>
        <w:t xml:space="preserve">, </w:t>
      </w:r>
      <w:r w:rsidR="00E85E1B" w:rsidRPr="006056B1">
        <w:t>n</w:t>
      </w:r>
      <w:r>
        <w:t>’</w:t>
      </w:r>
      <w:r w:rsidR="00E85E1B" w:rsidRPr="006056B1">
        <w:t>est-ce pas</w:t>
      </w:r>
      <w:r>
        <w:t> ?</w:t>
      </w:r>
    </w:p>
    <w:p w14:paraId="22E4F56E" w14:textId="77777777" w:rsidR="006036B2" w:rsidRDefault="006036B2" w:rsidP="00E85E1B">
      <w:r>
        <w:lastRenderedPageBreak/>
        <w:t>— </w:t>
      </w:r>
      <w:r w:rsidR="00E85E1B" w:rsidRPr="006056B1">
        <w:t>Oui</w:t>
      </w:r>
      <w:r>
        <w:t xml:space="preserve">, </w:t>
      </w:r>
      <w:r w:rsidR="00E85E1B" w:rsidRPr="006056B1">
        <w:t>me répondit-il en rougissant</w:t>
      </w:r>
      <w:r>
        <w:t xml:space="preserve">, </w:t>
      </w:r>
      <w:r w:rsidR="00E85E1B" w:rsidRPr="006056B1">
        <w:t>comme s</w:t>
      </w:r>
      <w:r>
        <w:t>’</w:t>
      </w:r>
      <w:r w:rsidR="00E85E1B" w:rsidRPr="006056B1">
        <w:t>il devinait que j</w:t>
      </w:r>
      <w:r>
        <w:t>’</w:t>
      </w:r>
      <w:r w:rsidR="00E85E1B" w:rsidRPr="006056B1">
        <w:t>avais compris l</w:t>
      </w:r>
      <w:r>
        <w:t>’</w:t>
      </w:r>
      <w:r w:rsidR="00E85E1B" w:rsidRPr="006056B1">
        <w:t>injurieux regard de la vieille</w:t>
      </w:r>
      <w:r>
        <w:t>.</w:t>
      </w:r>
    </w:p>
    <w:p w14:paraId="07C95726" w14:textId="77777777" w:rsidR="006036B2" w:rsidRDefault="006036B2" w:rsidP="00E85E1B">
      <w:r>
        <w:t>— </w:t>
      </w:r>
      <w:r w:rsidR="00E85E1B" w:rsidRPr="006056B1">
        <w:t>Celle qui est si précieuse</w:t>
      </w:r>
      <w:r>
        <w:t xml:space="preserve"> ? </w:t>
      </w:r>
      <w:r w:rsidR="00E85E1B" w:rsidRPr="006056B1">
        <w:t>ajoutai-je avec une intonation d</w:t>
      </w:r>
      <w:r>
        <w:t>’</w:t>
      </w:r>
      <w:r w:rsidR="00E85E1B" w:rsidRPr="006056B1">
        <w:t>ironie qui le rendit tout à fait écarlate</w:t>
      </w:r>
      <w:r>
        <w:t>.</w:t>
      </w:r>
    </w:p>
    <w:p w14:paraId="59A9BE15" w14:textId="77777777" w:rsidR="006036B2" w:rsidRDefault="006036B2" w:rsidP="00E85E1B">
      <w:r>
        <w:t>— </w:t>
      </w:r>
      <w:r w:rsidR="00E85E1B" w:rsidRPr="006056B1">
        <w:t>Celle-là même</w:t>
      </w:r>
      <w:r>
        <w:t xml:space="preserve">, </w:t>
      </w:r>
      <w:r w:rsidR="00E85E1B" w:rsidRPr="006056B1">
        <w:t>précisément</w:t>
      </w:r>
      <w:r>
        <w:t xml:space="preserve">, </w:t>
      </w:r>
      <w:r w:rsidR="00E85E1B" w:rsidRPr="006056B1">
        <w:t>répliqua-t-il</w:t>
      </w:r>
      <w:r>
        <w:t xml:space="preserve">, </w:t>
      </w:r>
      <w:r w:rsidR="00E85E1B" w:rsidRPr="006056B1">
        <w:t>en prenant les devants d</w:t>
      </w:r>
      <w:r>
        <w:t>’</w:t>
      </w:r>
      <w:r w:rsidR="00E85E1B" w:rsidRPr="006056B1">
        <w:t>un pas rapide pour échapper à mes questions</w:t>
      </w:r>
      <w:r>
        <w:t>.</w:t>
      </w:r>
    </w:p>
    <w:p w14:paraId="4AF28BA4" w14:textId="77777777" w:rsidR="006036B2" w:rsidRDefault="00E85E1B" w:rsidP="00E85E1B">
      <w:r w:rsidRPr="006056B1">
        <w:t>Mais à présent j</w:t>
      </w:r>
      <w:r w:rsidR="006036B2">
        <w:t>’</w:t>
      </w:r>
      <w:r w:rsidRPr="006056B1">
        <w:t>étais aguiché</w:t>
      </w:r>
      <w:r w:rsidR="006036B2">
        <w:t xml:space="preserve">, </w:t>
      </w:r>
      <w:r w:rsidRPr="006056B1">
        <w:t>curieux</w:t>
      </w:r>
      <w:r w:rsidR="006036B2">
        <w:t xml:space="preserve">, </w:t>
      </w:r>
      <w:r w:rsidRPr="006056B1">
        <w:t>et j</w:t>
      </w:r>
      <w:r w:rsidR="006036B2">
        <w:t>’</w:t>
      </w:r>
      <w:r w:rsidRPr="006056B1">
        <w:t>insistai par un appel direct à la complaisance de notre hôte</w:t>
      </w:r>
      <w:r w:rsidR="006036B2">
        <w:t>.</w:t>
      </w:r>
    </w:p>
    <w:p w14:paraId="26EE3425" w14:textId="77777777" w:rsidR="006036B2" w:rsidRDefault="006036B2" w:rsidP="00E85E1B">
      <w:r>
        <w:t>— </w:t>
      </w:r>
      <w:r w:rsidR="00E85E1B" w:rsidRPr="006056B1">
        <w:t>Je voudrais bien</w:t>
      </w:r>
      <w:r>
        <w:t xml:space="preserve">, </w:t>
      </w:r>
      <w:r w:rsidR="00E85E1B" w:rsidRPr="006056B1">
        <w:t>lui dis-je</w:t>
      </w:r>
      <w:r>
        <w:t xml:space="preserve">, </w:t>
      </w:r>
      <w:r w:rsidR="00E85E1B" w:rsidRPr="006056B1">
        <w:t>à lui</w:t>
      </w:r>
      <w:r>
        <w:t xml:space="preserve">, </w:t>
      </w:r>
      <w:r w:rsidR="00E85E1B" w:rsidRPr="006056B1">
        <w:t>voir ce Frisé</w:t>
      </w:r>
      <w:r>
        <w:t xml:space="preserve">. </w:t>
      </w:r>
      <w:r w:rsidR="00E85E1B" w:rsidRPr="006056B1">
        <w:t>Qui est-ce</w:t>
      </w:r>
      <w:r>
        <w:t xml:space="preserve">, </w:t>
      </w:r>
      <w:r w:rsidR="00E85E1B" w:rsidRPr="006056B1">
        <w:t>ce Frisé</w:t>
      </w:r>
      <w:r>
        <w:t> ?</w:t>
      </w:r>
    </w:p>
    <w:p w14:paraId="61D0C7A0" w14:textId="77777777" w:rsidR="006036B2" w:rsidRDefault="00E85E1B" w:rsidP="00E85E1B">
      <w:r w:rsidRPr="006056B1">
        <w:t>L</w:t>
      </w:r>
      <w:r w:rsidR="006036B2">
        <w:t>’</w:t>
      </w:r>
      <w:r w:rsidRPr="006056B1">
        <w:t>administrateur se retourna</w:t>
      </w:r>
      <w:r w:rsidR="006036B2">
        <w:t xml:space="preserve">, </w:t>
      </w:r>
      <w:r w:rsidRPr="006056B1">
        <w:t>et fit</w:t>
      </w:r>
      <w:r w:rsidR="006036B2">
        <w:t> :</w:t>
      </w:r>
    </w:p>
    <w:p w14:paraId="58F7ED2D" w14:textId="77777777" w:rsidR="006036B2" w:rsidRDefault="006036B2" w:rsidP="00E85E1B">
      <w:r>
        <w:t>— </w:t>
      </w:r>
      <w:r w:rsidR="00E85E1B" w:rsidRPr="006056B1">
        <w:t>Oh</w:t>
      </w:r>
      <w:r>
        <w:t xml:space="preserve"> ! </w:t>
      </w:r>
      <w:r w:rsidR="00E85E1B" w:rsidRPr="006056B1">
        <w:t>rien</w:t>
      </w:r>
      <w:r>
        <w:t xml:space="preserve">, </w:t>
      </w:r>
      <w:r w:rsidR="00E85E1B" w:rsidRPr="006056B1">
        <w:t>rien</w:t>
      </w:r>
      <w:r>
        <w:t xml:space="preserve">. </w:t>
      </w:r>
      <w:r w:rsidR="00E85E1B" w:rsidRPr="006056B1">
        <w:t>Ce n</w:t>
      </w:r>
      <w:r>
        <w:t>’</w:t>
      </w:r>
      <w:r w:rsidR="00E85E1B" w:rsidRPr="006056B1">
        <w:t>est pas intéressant</w:t>
      </w:r>
      <w:r>
        <w:t xml:space="preserve">. </w:t>
      </w:r>
      <w:r w:rsidR="00E85E1B" w:rsidRPr="006056B1">
        <w:t>Le voir</w:t>
      </w:r>
      <w:r>
        <w:t xml:space="preserve"> ! </w:t>
      </w:r>
      <w:r w:rsidR="00E85E1B" w:rsidRPr="006056B1">
        <w:t>À quoi bon</w:t>
      </w:r>
      <w:r>
        <w:t xml:space="preserve"> ? </w:t>
      </w:r>
      <w:r w:rsidR="00E85E1B" w:rsidRPr="006056B1">
        <w:t>Cela ne vaut pas la peine</w:t>
      </w:r>
      <w:r>
        <w:t>.</w:t>
      </w:r>
    </w:p>
    <w:p w14:paraId="126144BB" w14:textId="77777777" w:rsidR="006036B2" w:rsidRDefault="00E85E1B" w:rsidP="00E85E1B">
      <w:r w:rsidRPr="006056B1">
        <w:t>Et il nous entraîna dans l</w:t>
      </w:r>
      <w:r w:rsidR="006036B2">
        <w:t>’</w:t>
      </w:r>
      <w:r w:rsidRPr="006056B1">
        <w:t>escalier</w:t>
      </w:r>
      <w:r w:rsidR="006036B2">
        <w:t xml:space="preserve">, </w:t>
      </w:r>
      <w:r w:rsidRPr="006056B1">
        <w:t>par sa façon de de</w:t>
      </w:r>
      <w:r w:rsidRPr="006056B1">
        <w:t>s</w:t>
      </w:r>
      <w:r w:rsidRPr="006056B1">
        <w:t>cendre quatre à quatre</w:t>
      </w:r>
      <w:r w:rsidR="006036B2">
        <w:t xml:space="preserve">. </w:t>
      </w:r>
      <w:r w:rsidRPr="006056B1">
        <w:t>Lui</w:t>
      </w:r>
      <w:r w:rsidR="006036B2">
        <w:t xml:space="preserve">, </w:t>
      </w:r>
      <w:r w:rsidRPr="006056B1">
        <w:t>si lent</w:t>
      </w:r>
      <w:r w:rsidR="006036B2">
        <w:t xml:space="preserve">, </w:t>
      </w:r>
      <w:r w:rsidRPr="006056B1">
        <w:t>si méticuleusement explic</w:t>
      </w:r>
      <w:r w:rsidRPr="006056B1">
        <w:t>a</w:t>
      </w:r>
      <w:r w:rsidRPr="006056B1">
        <w:t>tif</w:t>
      </w:r>
      <w:r w:rsidR="006036B2">
        <w:t xml:space="preserve">, </w:t>
      </w:r>
      <w:r w:rsidRPr="006056B1">
        <w:t>il était à présent pressé d</w:t>
      </w:r>
      <w:r w:rsidR="006036B2">
        <w:t>’</w:t>
      </w:r>
      <w:r w:rsidRPr="006056B1">
        <w:t>en finir</w:t>
      </w:r>
      <w:r w:rsidR="006036B2">
        <w:t xml:space="preserve"> ; </w:t>
      </w:r>
      <w:r w:rsidRPr="006056B1">
        <w:t>et la visite s</w:t>
      </w:r>
      <w:r w:rsidR="006036B2">
        <w:t>’</w:t>
      </w:r>
      <w:r w:rsidRPr="006056B1">
        <w:t>acheva dès lors en abrégé</w:t>
      </w:r>
      <w:r w:rsidR="006036B2">
        <w:t>.</w:t>
      </w:r>
    </w:p>
    <w:p w14:paraId="0103C363" w14:textId="77777777" w:rsidR="006036B2" w:rsidRDefault="00E85E1B" w:rsidP="00E85E1B">
      <w:r w:rsidRPr="006056B1">
        <w:t>Le lendemain</w:t>
      </w:r>
      <w:r w:rsidR="006036B2">
        <w:t xml:space="preserve">, </w:t>
      </w:r>
      <w:r w:rsidRPr="006056B1">
        <w:t>je dus quitter le pays</w:t>
      </w:r>
      <w:r w:rsidR="006036B2">
        <w:t xml:space="preserve">, </w:t>
      </w:r>
      <w:r w:rsidRPr="006056B1">
        <w:t xml:space="preserve">sans avoir sur </w:t>
      </w:r>
      <w:proofErr w:type="spellStart"/>
      <w:r w:rsidRPr="006056B1">
        <w:t>Ch</w:t>
      </w:r>
      <w:r w:rsidR="006036B2">
        <w:t>’</w:t>
      </w:r>
      <w:r w:rsidRPr="006056B1">
        <w:t>tiote</w:t>
      </w:r>
      <w:proofErr w:type="spellEnd"/>
      <w:r w:rsidRPr="006056B1">
        <w:t xml:space="preserve"> d</w:t>
      </w:r>
      <w:r w:rsidR="006036B2">
        <w:t>’</w:t>
      </w:r>
      <w:r w:rsidRPr="006056B1">
        <w:t>autres renseignements</w:t>
      </w:r>
      <w:r w:rsidR="006036B2">
        <w:t>.</w:t>
      </w:r>
    </w:p>
    <w:p w14:paraId="17D03E36" w14:textId="77777777" w:rsidR="006036B2" w:rsidRDefault="00E85E1B" w:rsidP="00E85E1B">
      <w:r w:rsidRPr="006056B1">
        <w:t>Je revins quatre mois plus tard pour l</w:t>
      </w:r>
      <w:r w:rsidR="006036B2">
        <w:t>’</w:t>
      </w:r>
      <w:r w:rsidRPr="006056B1">
        <w:t>ouverture de la chasse</w:t>
      </w:r>
      <w:r w:rsidR="006036B2">
        <w:t xml:space="preserve">. </w:t>
      </w:r>
      <w:r w:rsidRPr="006056B1">
        <w:t>Je n</w:t>
      </w:r>
      <w:r w:rsidR="006036B2">
        <w:t>’</w:t>
      </w:r>
      <w:r w:rsidRPr="006056B1">
        <w:t xml:space="preserve">avais pas oublié </w:t>
      </w:r>
      <w:proofErr w:type="spellStart"/>
      <w:r w:rsidRPr="006056B1">
        <w:t>Ch</w:t>
      </w:r>
      <w:r w:rsidR="006036B2">
        <w:t>’</w:t>
      </w:r>
      <w:r w:rsidRPr="006056B1">
        <w:t>tiote</w:t>
      </w:r>
      <w:proofErr w:type="spellEnd"/>
      <w:r w:rsidRPr="006056B1">
        <w:t xml:space="preserve"> pendant ce temps</w:t>
      </w:r>
      <w:r w:rsidR="006036B2">
        <w:t xml:space="preserve"> ; </w:t>
      </w:r>
      <w:r w:rsidRPr="006056B1">
        <w:t>car ses yeux étaient inoubliables</w:t>
      </w:r>
      <w:r w:rsidR="006036B2">
        <w:t xml:space="preserve">. </w:t>
      </w:r>
      <w:r w:rsidRPr="006056B1">
        <w:t>Ce me fut donc un vif plaisir que d</w:t>
      </w:r>
      <w:r w:rsidR="006036B2">
        <w:t>’</w:t>
      </w:r>
      <w:r w:rsidRPr="006056B1">
        <w:t>avoir pour compagnon de route</w:t>
      </w:r>
      <w:r w:rsidR="006036B2">
        <w:t xml:space="preserve"> (</w:t>
      </w:r>
      <w:r w:rsidRPr="006056B1">
        <w:t>trois heures de diligence entre la dernière station et le château de notre hôte</w:t>
      </w:r>
      <w:r w:rsidR="006036B2">
        <w:t xml:space="preserve">) </w:t>
      </w:r>
      <w:r w:rsidRPr="006056B1">
        <w:t>un homme qui ne cessa de me parler d</w:t>
      </w:r>
      <w:r w:rsidR="006036B2">
        <w:t>’</w:t>
      </w:r>
      <w:r w:rsidRPr="006056B1">
        <w:t>elle</w:t>
      </w:r>
      <w:r w:rsidR="006036B2">
        <w:t>.</w:t>
      </w:r>
    </w:p>
    <w:p w14:paraId="3E8333BA" w14:textId="77777777" w:rsidR="006036B2" w:rsidRDefault="00E85E1B" w:rsidP="00E85E1B">
      <w:r w:rsidRPr="006056B1">
        <w:t>C</w:t>
      </w:r>
      <w:r w:rsidR="006036B2">
        <w:t>’</w:t>
      </w:r>
      <w:r w:rsidRPr="006056B1">
        <w:t>était un jeune magistrat</w:t>
      </w:r>
      <w:r w:rsidR="006036B2">
        <w:t xml:space="preserve">, </w:t>
      </w:r>
      <w:r w:rsidRPr="006056B1">
        <w:t>que j</w:t>
      </w:r>
      <w:r w:rsidR="006036B2">
        <w:t>’</w:t>
      </w:r>
      <w:r w:rsidRPr="006056B1">
        <w:t>avais déjà rencontré</w:t>
      </w:r>
      <w:r w:rsidR="006036B2">
        <w:t xml:space="preserve">, </w:t>
      </w:r>
      <w:r w:rsidRPr="006056B1">
        <w:t>et qui m</w:t>
      </w:r>
      <w:r w:rsidR="006036B2">
        <w:t>’</w:t>
      </w:r>
      <w:r w:rsidRPr="006056B1">
        <w:t>avait souvent intéressé par son esprit subtil</w:t>
      </w:r>
      <w:r w:rsidR="006036B2">
        <w:t xml:space="preserve">, </w:t>
      </w:r>
      <w:r w:rsidRPr="006056B1">
        <w:lastRenderedPageBreak/>
        <w:t>observateur</w:t>
      </w:r>
      <w:r w:rsidR="006036B2">
        <w:t xml:space="preserve">, </w:t>
      </w:r>
      <w:r w:rsidRPr="006056B1">
        <w:t>sa casuistique singulièrement raffinée</w:t>
      </w:r>
      <w:r w:rsidR="006036B2">
        <w:t xml:space="preserve">, </w:t>
      </w:r>
      <w:r w:rsidRPr="006056B1">
        <w:t>et surtout l</w:t>
      </w:r>
      <w:r w:rsidR="006036B2">
        <w:t>’</w:t>
      </w:r>
      <w:r w:rsidRPr="006056B1">
        <w:t>étrange co</w:t>
      </w:r>
      <w:r w:rsidRPr="006056B1">
        <w:t>n</w:t>
      </w:r>
      <w:r w:rsidRPr="006056B1">
        <w:t>traste qu</w:t>
      </w:r>
      <w:r w:rsidR="006036B2">
        <w:t>’</w:t>
      </w:r>
      <w:r w:rsidRPr="006056B1">
        <w:t>offrait sa sévérité professionnelle et la tolérance de sa philosophie</w:t>
      </w:r>
      <w:r w:rsidR="006036B2">
        <w:t xml:space="preserve">. </w:t>
      </w:r>
      <w:r w:rsidRPr="006056B1">
        <w:t>Mais jamais il ne m</w:t>
      </w:r>
      <w:r w:rsidR="006036B2">
        <w:t>’</w:t>
      </w:r>
      <w:r w:rsidRPr="006056B1">
        <w:t>avait paru aussi captivant qu</w:t>
      </w:r>
      <w:r w:rsidR="006036B2">
        <w:t>’</w:t>
      </w:r>
      <w:r w:rsidRPr="006056B1">
        <w:t>en ce jour</w:t>
      </w:r>
      <w:r w:rsidR="006036B2">
        <w:t xml:space="preserve">, </w:t>
      </w:r>
      <w:r w:rsidRPr="006056B1">
        <w:t>où il me raconta l</w:t>
      </w:r>
      <w:r w:rsidR="006036B2">
        <w:t>’</w:t>
      </w:r>
      <w:r w:rsidRPr="006056B1">
        <w:t xml:space="preserve">histoire de cette mystérieuse </w:t>
      </w:r>
      <w:proofErr w:type="spellStart"/>
      <w:r w:rsidRPr="006056B1">
        <w:t>Ch</w:t>
      </w:r>
      <w:r w:rsidR="006036B2">
        <w:t>’</w:t>
      </w:r>
      <w:r w:rsidRPr="006056B1">
        <w:t>tiote</w:t>
      </w:r>
      <w:proofErr w:type="spellEnd"/>
      <w:r w:rsidR="006036B2">
        <w:t>.</w:t>
      </w:r>
    </w:p>
    <w:p w14:paraId="0093BA1E" w14:textId="77777777" w:rsidR="006036B2" w:rsidRDefault="00E85E1B" w:rsidP="00E85E1B">
      <w:r w:rsidRPr="006056B1">
        <w:t>Il s</w:t>
      </w:r>
      <w:r w:rsidR="006036B2">
        <w:t>’</w:t>
      </w:r>
      <w:r w:rsidRPr="006056B1">
        <w:t>en était informé</w:t>
      </w:r>
      <w:r w:rsidR="006036B2">
        <w:t xml:space="preserve">, </w:t>
      </w:r>
      <w:r w:rsidRPr="006056B1">
        <w:t>lui</w:t>
      </w:r>
      <w:r w:rsidR="006036B2">
        <w:t xml:space="preserve">, </w:t>
      </w:r>
      <w:r w:rsidRPr="006056B1">
        <w:t>et y avait appliqué ses facultés de juge d</w:t>
      </w:r>
      <w:r w:rsidR="006036B2">
        <w:t>’</w:t>
      </w:r>
      <w:r w:rsidRPr="006056B1">
        <w:t>instruction</w:t>
      </w:r>
      <w:r w:rsidR="006036B2">
        <w:t xml:space="preserve">, </w:t>
      </w:r>
      <w:r w:rsidRPr="006056B1">
        <w:t>ayant été</w:t>
      </w:r>
      <w:r w:rsidR="006036B2">
        <w:t xml:space="preserve">, </w:t>
      </w:r>
      <w:r w:rsidRPr="006056B1">
        <w:t>comme moi</w:t>
      </w:r>
      <w:r w:rsidR="006036B2">
        <w:t xml:space="preserve">, </w:t>
      </w:r>
      <w:r w:rsidRPr="006056B1">
        <w:t>excité à la curiosité par une visite à l</w:t>
      </w:r>
      <w:r w:rsidR="006036B2">
        <w:t>’</w:t>
      </w:r>
      <w:r w:rsidRPr="006056B1">
        <w:t>asile</w:t>
      </w:r>
      <w:r w:rsidR="006036B2">
        <w:t xml:space="preserve">. </w:t>
      </w:r>
      <w:r w:rsidRPr="006056B1">
        <w:t>Or voici ce qu</w:t>
      </w:r>
      <w:r w:rsidR="006036B2">
        <w:t>’</w:t>
      </w:r>
      <w:r w:rsidRPr="006056B1">
        <w:t>il avait appris et ce qu</w:t>
      </w:r>
      <w:r w:rsidR="006036B2">
        <w:t>’</w:t>
      </w:r>
      <w:r w:rsidRPr="006056B1">
        <w:t>il me communiquait</w:t>
      </w:r>
      <w:r w:rsidR="006036B2">
        <w:t>.</w:t>
      </w:r>
    </w:p>
    <w:p w14:paraId="4580464B" w14:textId="77777777" w:rsidR="006036B2" w:rsidRDefault="00E85E1B" w:rsidP="00E85E1B">
      <w:r w:rsidRPr="006056B1">
        <w:t>À l</w:t>
      </w:r>
      <w:r w:rsidR="006036B2">
        <w:t>’</w:t>
      </w:r>
      <w:r w:rsidRPr="006056B1">
        <w:t>âge de dix ans</w:t>
      </w:r>
      <w:r w:rsidR="006036B2">
        <w:t xml:space="preserve">, </w:t>
      </w:r>
      <w:proofErr w:type="spellStart"/>
      <w:r w:rsidRPr="006056B1">
        <w:t>Ch</w:t>
      </w:r>
      <w:r w:rsidR="006036B2">
        <w:t>’</w:t>
      </w:r>
      <w:r w:rsidRPr="006056B1">
        <w:t>tiote</w:t>
      </w:r>
      <w:proofErr w:type="spellEnd"/>
      <w:r w:rsidRPr="006056B1">
        <w:t xml:space="preserve"> avait été violée par son père</w:t>
      </w:r>
      <w:r w:rsidR="006036B2">
        <w:t xml:space="preserve">. </w:t>
      </w:r>
      <w:r w:rsidRPr="006056B1">
        <w:t>À treize ans</w:t>
      </w:r>
      <w:r w:rsidR="006036B2">
        <w:t xml:space="preserve">, </w:t>
      </w:r>
      <w:r w:rsidRPr="006056B1">
        <w:t>elle était mise dans une maison de correction</w:t>
      </w:r>
      <w:r w:rsidR="006036B2">
        <w:t xml:space="preserve">, </w:t>
      </w:r>
      <w:r w:rsidRPr="006056B1">
        <w:t>pour vagabondage et débauche</w:t>
      </w:r>
      <w:r w:rsidR="006036B2">
        <w:t xml:space="preserve">. </w:t>
      </w:r>
      <w:r w:rsidRPr="006056B1">
        <w:t>De vingt à quarante ans</w:t>
      </w:r>
      <w:r w:rsidR="006036B2">
        <w:t xml:space="preserve">, </w:t>
      </w:r>
      <w:r w:rsidRPr="006056B1">
        <w:t>elle avait été bonne dans le pays</w:t>
      </w:r>
      <w:r w:rsidR="006036B2">
        <w:t xml:space="preserve">, </w:t>
      </w:r>
      <w:r w:rsidRPr="006056B1">
        <w:t>changeant souvent de patron</w:t>
      </w:r>
      <w:r w:rsidR="006036B2">
        <w:t xml:space="preserve">, </w:t>
      </w:r>
      <w:r w:rsidRPr="006056B1">
        <w:t>devenant presque partout servante-maîtresse</w:t>
      </w:r>
      <w:r w:rsidR="006036B2">
        <w:t xml:space="preserve">, </w:t>
      </w:r>
      <w:r w:rsidRPr="006056B1">
        <w:t>ruinant des</w:t>
      </w:r>
      <w:r>
        <w:t xml:space="preserve"> </w:t>
      </w:r>
      <w:r w:rsidRPr="006056B1">
        <w:t>familles</w:t>
      </w:r>
      <w:r w:rsidR="006036B2">
        <w:t xml:space="preserve">, </w:t>
      </w:r>
      <w:r w:rsidRPr="006056B1">
        <w:t>mais sans rien amasser jamais</w:t>
      </w:r>
      <w:r w:rsidR="006036B2">
        <w:t xml:space="preserve">, </w:t>
      </w:r>
      <w:r w:rsidRPr="006056B1">
        <w:t xml:space="preserve">ni se faire une </w:t>
      </w:r>
      <w:r w:rsidRPr="006056B1">
        <w:rPr>
          <w:i/>
          <w:iCs/>
        </w:rPr>
        <w:t>position</w:t>
      </w:r>
      <w:r w:rsidRPr="006056B1">
        <w:t xml:space="preserve"> définitive</w:t>
      </w:r>
      <w:r w:rsidR="006036B2">
        <w:t xml:space="preserve">. </w:t>
      </w:r>
      <w:r w:rsidRPr="006056B1">
        <w:t>Un bourgeois</w:t>
      </w:r>
      <w:r>
        <w:t xml:space="preserve"> </w:t>
      </w:r>
      <w:r w:rsidRPr="006056B1">
        <w:t>s</w:t>
      </w:r>
      <w:r w:rsidR="006036B2">
        <w:t>’</w:t>
      </w:r>
      <w:r w:rsidRPr="006056B1">
        <w:t>était suicidé pour l</w:t>
      </w:r>
      <w:r w:rsidR="006036B2">
        <w:t>’</w:t>
      </w:r>
      <w:r w:rsidRPr="006056B1">
        <w:t>amour d</w:t>
      </w:r>
      <w:r w:rsidR="006036B2">
        <w:t>’</w:t>
      </w:r>
      <w:r w:rsidRPr="006056B1">
        <w:t>elle</w:t>
      </w:r>
      <w:r w:rsidR="006036B2">
        <w:t xml:space="preserve">. </w:t>
      </w:r>
      <w:r w:rsidRPr="006056B1">
        <w:t>Un honnête garçon en était devenu voleur et incendiaire et avait fini au bagne</w:t>
      </w:r>
      <w:r w:rsidR="006036B2">
        <w:t xml:space="preserve">. </w:t>
      </w:r>
      <w:r w:rsidRPr="006056B1">
        <w:t>Deux fois elle s</w:t>
      </w:r>
      <w:r w:rsidR="006036B2">
        <w:t>’</w:t>
      </w:r>
      <w:r w:rsidRPr="006056B1">
        <w:t>était mariée et deux fois elle était restée veuve</w:t>
      </w:r>
      <w:r w:rsidR="006036B2">
        <w:t xml:space="preserve">. </w:t>
      </w:r>
      <w:r w:rsidRPr="006056B1">
        <w:t>Pe</w:t>
      </w:r>
      <w:r w:rsidRPr="006056B1">
        <w:t>n</w:t>
      </w:r>
      <w:r w:rsidRPr="006056B1">
        <w:t>dant dix ans</w:t>
      </w:r>
      <w:r w:rsidR="006036B2">
        <w:t xml:space="preserve">, </w:t>
      </w:r>
      <w:r w:rsidRPr="006056B1">
        <w:t>jusqu</w:t>
      </w:r>
      <w:r w:rsidR="006036B2">
        <w:t>’</w:t>
      </w:r>
      <w:r w:rsidRPr="006056B1">
        <w:t>à la cinquantaine</w:t>
      </w:r>
      <w:r w:rsidR="006036B2">
        <w:t xml:space="preserve">, </w:t>
      </w:r>
      <w:r w:rsidRPr="006056B1">
        <w:t xml:space="preserve">elle avait été à elle seule la </w:t>
      </w:r>
      <w:r w:rsidRPr="006056B1">
        <w:rPr>
          <w:i/>
          <w:iCs/>
        </w:rPr>
        <w:t>denrée</w:t>
      </w:r>
      <w:r w:rsidRPr="006056B1">
        <w:t xml:space="preserve"> du pays</w:t>
      </w:r>
      <w:r w:rsidR="006036B2">
        <w:t xml:space="preserve">, </w:t>
      </w:r>
      <w:r w:rsidRPr="006056B1">
        <w:t>la gamelle de volupté où venaient</w:t>
      </w:r>
      <w:r w:rsidR="006036B2">
        <w:t xml:space="preserve">, </w:t>
      </w:r>
      <w:r w:rsidRPr="006056B1">
        <w:t>les jours de fête</w:t>
      </w:r>
      <w:r w:rsidR="006036B2">
        <w:t xml:space="preserve">, </w:t>
      </w:r>
      <w:r w:rsidRPr="006056B1">
        <w:t>s</w:t>
      </w:r>
      <w:r w:rsidR="006036B2">
        <w:t>’</w:t>
      </w:r>
      <w:r w:rsidRPr="006056B1">
        <w:t>empiffrer cinq villages</w:t>
      </w:r>
      <w:r w:rsidR="006036B2">
        <w:t>.</w:t>
      </w:r>
    </w:p>
    <w:p w14:paraId="0596CF0E" w14:textId="77777777" w:rsidR="006036B2" w:rsidRDefault="006036B2" w:rsidP="00E85E1B">
      <w:r>
        <w:t>— </w:t>
      </w:r>
      <w:r w:rsidR="00E85E1B" w:rsidRPr="006056B1">
        <w:t>Elle était donc bien belle</w:t>
      </w:r>
      <w:r>
        <w:t> ?</w:t>
      </w:r>
    </w:p>
    <w:p w14:paraId="4ECF146C" w14:textId="77777777" w:rsidR="006036B2" w:rsidRDefault="006036B2" w:rsidP="00E85E1B">
      <w:r>
        <w:t>— </w:t>
      </w:r>
      <w:r w:rsidR="00E85E1B" w:rsidRPr="006056B1">
        <w:t>Non</w:t>
      </w:r>
      <w:r>
        <w:t xml:space="preserve">, </w:t>
      </w:r>
      <w:r w:rsidR="00E85E1B" w:rsidRPr="006056B1">
        <w:t>jamais elle ne l</w:t>
      </w:r>
      <w:r>
        <w:t>’</w:t>
      </w:r>
      <w:r w:rsidR="00E85E1B" w:rsidRPr="006056B1">
        <w:t>a été</w:t>
      </w:r>
      <w:r>
        <w:t xml:space="preserve">, </w:t>
      </w:r>
      <w:r w:rsidR="00E85E1B" w:rsidRPr="006056B1">
        <w:t>paraît-il</w:t>
      </w:r>
      <w:r>
        <w:t xml:space="preserve">. </w:t>
      </w:r>
      <w:r w:rsidR="00E85E1B" w:rsidRPr="006056B1">
        <w:t>Une petite bique maigre</w:t>
      </w:r>
      <w:r>
        <w:t xml:space="preserve">, </w:t>
      </w:r>
      <w:r w:rsidR="00E85E1B" w:rsidRPr="006056B1">
        <w:t>peu tétonnière</w:t>
      </w:r>
      <w:r>
        <w:t xml:space="preserve">, </w:t>
      </w:r>
      <w:r w:rsidR="00E85E1B" w:rsidRPr="006056B1">
        <w:t>à la croupe plutôt sèche</w:t>
      </w:r>
      <w:r>
        <w:t xml:space="preserve">, </w:t>
      </w:r>
      <w:r w:rsidR="00E85E1B" w:rsidRPr="006056B1">
        <w:t>voilà ce qu</w:t>
      </w:r>
      <w:r>
        <w:t>’</w:t>
      </w:r>
      <w:r w:rsidR="00E85E1B" w:rsidRPr="006056B1">
        <w:t>elle était</w:t>
      </w:r>
      <w:r>
        <w:t xml:space="preserve">, </w:t>
      </w:r>
      <w:r w:rsidR="00E85E1B" w:rsidRPr="006056B1">
        <w:t>en son bon temps</w:t>
      </w:r>
      <w:r>
        <w:t xml:space="preserve">, </w:t>
      </w:r>
      <w:r w:rsidR="00E85E1B" w:rsidRPr="006056B1">
        <w:t>m</w:t>
      </w:r>
      <w:r>
        <w:t>’</w:t>
      </w:r>
      <w:r w:rsidR="00E85E1B" w:rsidRPr="006056B1">
        <w:t>a-t-on affirmé</w:t>
      </w:r>
      <w:r>
        <w:t xml:space="preserve">. </w:t>
      </w:r>
      <w:r w:rsidR="00E85E1B" w:rsidRPr="006056B1">
        <w:t>Personne ne se so</w:t>
      </w:r>
      <w:r w:rsidR="00E85E1B" w:rsidRPr="006056B1">
        <w:t>u</w:t>
      </w:r>
      <w:r w:rsidR="00E85E1B" w:rsidRPr="006056B1">
        <w:t>vient de l</w:t>
      </w:r>
      <w:r>
        <w:t>’</w:t>
      </w:r>
      <w:r w:rsidR="00E85E1B" w:rsidRPr="006056B1">
        <w:t>avoir vue seulement jolie</w:t>
      </w:r>
      <w:r>
        <w:t xml:space="preserve">, </w:t>
      </w:r>
      <w:r w:rsidR="00E85E1B" w:rsidRPr="006056B1">
        <w:t>même quand elle était jeune</w:t>
      </w:r>
      <w:r>
        <w:t>.</w:t>
      </w:r>
    </w:p>
    <w:p w14:paraId="71C589A6" w14:textId="77777777" w:rsidR="006036B2" w:rsidRDefault="006036B2" w:rsidP="00E85E1B">
      <w:r>
        <w:t>— </w:t>
      </w:r>
      <w:r w:rsidR="00E85E1B" w:rsidRPr="006056B1">
        <w:t>Alors</w:t>
      </w:r>
      <w:r>
        <w:t xml:space="preserve">, </w:t>
      </w:r>
      <w:r w:rsidR="00E85E1B" w:rsidRPr="006056B1">
        <w:t>comment expliquer</w:t>
      </w:r>
      <w:r>
        <w:t> ?…</w:t>
      </w:r>
    </w:p>
    <w:p w14:paraId="7899BB62" w14:textId="77777777" w:rsidR="006036B2" w:rsidRDefault="006036B2" w:rsidP="00E85E1B">
      <w:r>
        <w:t>— </w:t>
      </w:r>
      <w:r w:rsidR="00E85E1B" w:rsidRPr="006056B1">
        <w:t>Comment</w:t>
      </w:r>
      <w:r>
        <w:t xml:space="preserve"> ? </w:t>
      </w:r>
      <w:r w:rsidR="00E85E1B" w:rsidRPr="006056B1">
        <w:t>s</w:t>
      </w:r>
      <w:r>
        <w:t>’</w:t>
      </w:r>
      <w:r w:rsidR="00E85E1B" w:rsidRPr="006056B1">
        <w:t>écria le magistrat</w:t>
      </w:r>
      <w:r>
        <w:t xml:space="preserve">. </w:t>
      </w:r>
      <w:r w:rsidR="00E85E1B" w:rsidRPr="006056B1">
        <w:t>Eh bien</w:t>
      </w:r>
      <w:r>
        <w:t xml:space="preserve"> ! </w:t>
      </w:r>
      <w:r w:rsidR="00E85E1B" w:rsidRPr="006056B1">
        <w:t>Et ses yeux</w:t>
      </w:r>
      <w:r>
        <w:t xml:space="preserve"> ? </w:t>
      </w:r>
      <w:r w:rsidR="00E85E1B" w:rsidRPr="006056B1">
        <w:t>Vous ne les avez donc pas regardés</w:t>
      </w:r>
      <w:r>
        <w:t> ?</w:t>
      </w:r>
    </w:p>
    <w:p w14:paraId="4516B53C" w14:textId="77777777" w:rsidR="006036B2" w:rsidRDefault="006036B2" w:rsidP="00E85E1B">
      <w:r>
        <w:lastRenderedPageBreak/>
        <w:t>— </w:t>
      </w:r>
      <w:r w:rsidR="00E85E1B" w:rsidRPr="006056B1">
        <w:t>Si</w:t>
      </w:r>
      <w:r>
        <w:t xml:space="preserve">, </w:t>
      </w:r>
      <w:r w:rsidR="00E85E1B" w:rsidRPr="006056B1">
        <w:t>si</w:t>
      </w:r>
      <w:r>
        <w:t xml:space="preserve">, </w:t>
      </w:r>
      <w:r w:rsidR="00E85E1B" w:rsidRPr="006056B1">
        <w:t>vous avez raison</w:t>
      </w:r>
      <w:r>
        <w:t xml:space="preserve">, </w:t>
      </w:r>
      <w:r w:rsidR="00E85E1B" w:rsidRPr="006056B1">
        <w:t>répliquai-je</w:t>
      </w:r>
      <w:r>
        <w:t xml:space="preserve">. </w:t>
      </w:r>
      <w:r w:rsidR="00E85E1B" w:rsidRPr="006056B1">
        <w:t xml:space="preserve">Ces </w:t>
      </w:r>
      <w:proofErr w:type="spellStart"/>
      <w:r w:rsidR="00E85E1B" w:rsidRPr="006056B1">
        <w:t>yeux-là</w:t>
      </w:r>
      <w:proofErr w:type="spellEnd"/>
      <w:r w:rsidR="00E85E1B" w:rsidRPr="006056B1">
        <w:t xml:space="preserve"> expl</w:t>
      </w:r>
      <w:r w:rsidR="00E85E1B" w:rsidRPr="006056B1">
        <w:t>i</w:t>
      </w:r>
      <w:r w:rsidR="00E85E1B" w:rsidRPr="006056B1">
        <w:t>quent bien des choses</w:t>
      </w:r>
      <w:r>
        <w:t xml:space="preserve">, </w:t>
      </w:r>
      <w:r w:rsidR="00E85E1B" w:rsidRPr="006056B1">
        <w:t>en effet</w:t>
      </w:r>
      <w:r>
        <w:t xml:space="preserve">. </w:t>
      </w:r>
      <w:r w:rsidR="00E85E1B" w:rsidRPr="006056B1">
        <w:t>Son nom d</w:t>
      </w:r>
      <w:r>
        <w:t>’</w:t>
      </w:r>
      <w:r w:rsidR="00E85E1B" w:rsidRPr="006056B1">
        <w:t>abord</w:t>
      </w:r>
      <w:r>
        <w:t xml:space="preserve"> : </w:t>
      </w:r>
      <w:proofErr w:type="spellStart"/>
      <w:r w:rsidR="00E85E1B" w:rsidRPr="006056B1">
        <w:t>Ch</w:t>
      </w:r>
      <w:r>
        <w:t>’</w:t>
      </w:r>
      <w:r w:rsidR="00E85E1B" w:rsidRPr="006056B1">
        <w:t>tiote</w:t>
      </w:r>
      <w:proofErr w:type="spellEnd"/>
      <w:r>
        <w:t xml:space="preserve"> ! </w:t>
      </w:r>
      <w:r w:rsidR="00E85E1B" w:rsidRPr="006056B1">
        <w:t>Oui</w:t>
      </w:r>
      <w:r>
        <w:t xml:space="preserve">, </w:t>
      </w:r>
      <w:r w:rsidR="00E85E1B" w:rsidRPr="006056B1">
        <w:t>c</w:t>
      </w:r>
      <w:r>
        <w:t>’</w:t>
      </w:r>
      <w:r w:rsidR="00E85E1B" w:rsidRPr="006056B1">
        <w:t>est vrai</w:t>
      </w:r>
      <w:r>
        <w:t xml:space="preserve">, </w:t>
      </w:r>
      <w:r w:rsidR="00E85E1B" w:rsidRPr="006056B1">
        <w:t>elle a toujours l</w:t>
      </w:r>
      <w:r>
        <w:t>’</w:t>
      </w:r>
      <w:r w:rsidR="00E85E1B" w:rsidRPr="006056B1">
        <w:t>air de l</w:t>
      </w:r>
      <w:r>
        <w:t>’</w:t>
      </w:r>
      <w:r w:rsidR="00E85E1B" w:rsidRPr="006056B1">
        <w:t>être</w:t>
      </w:r>
      <w:r>
        <w:t xml:space="preserve">, </w:t>
      </w:r>
      <w:proofErr w:type="spellStart"/>
      <w:r w:rsidR="00E85E1B" w:rsidRPr="006056B1">
        <w:t>Ch</w:t>
      </w:r>
      <w:r>
        <w:t>’</w:t>
      </w:r>
      <w:r w:rsidR="00E85E1B" w:rsidRPr="006056B1">
        <w:t>tiote</w:t>
      </w:r>
      <w:proofErr w:type="spellEnd"/>
      <w:r>
        <w:t xml:space="preserve">. </w:t>
      </w:r>
      <w:r w:rsidR="00E85E1B" w:rsidRPr="006056B1">
        <w:t>Des yeux d</w:t>
      </w:r>
      <w:r>
        <w:t>’</w:t>
      </w:r>
      <w:r w:rsidR="00E85E1B" w:rsidRPr="006056B1">
        <w:t>enfant</w:t>
      </w:r>
      <w:r>
        <w:t xml:space="preserve">, </w:t>
      </w:r>
      <w:r w:rsidR="00E85E1B" w:rsidRPr="006056B1">
        <w:t>oui</w:t>
      </w:r>
      <w:r>
        <w:t>.</w:t>
      </w:r>
    </w:p>
    <w:p w14:paraId="3E6D8BA3" w14:textId="77777777" w:rsidR="006036B2" w:rsidRDefault="006036B2" w:rsidP="00E85E1B">
      <w:r>
        <w:t>— </w:t>
      </w:r>
      <w:r w:rsidR="00E85E1B" w:rsidRPr="006056B1">
        <w:t>Ah</w:t>
      </w:r>
      <w:r>
        <w:t xml:space="preserve"> ! </w:t>
      </w:r>
      <w:r w:rsidR="00E85E1B" w:rsidRPr="006056B1">
        <w:t>s</w:t>
      </w:r>
      <w:r>
        <w:t>’</w:t>
      </w:r>
      <w:r w:rsidR="00E85E1B" w:rsidRPr="006056B1">
        <w:t>écria de nouveau le magistrat</w:t>
      </w:r>
      <w:r>
        <w:t xml:space="preserve">, </w:t>
      </w:r>
      <w:r w:rsidR="00E85E1B" w:rsidRPr="006056B1">
        <w:t>décidément pris d</w:t>
      </w:r>
      <w:r>
        <w:t>’</w:t>
      </w:r>
      <w:r w:rsidR="00E85E1B" w:rsidRPr="006056B1">
        <w:t>enthousiasme</w:t>
      </w:r>
      <w:r>
        <w:t xml:space="preserve">, </w:t>
      </w:r>
      <w:r w:rsidR="00E85E1B" w:rsidRPr="006056B1">
        <w:t xml:space="preserve">ces </w:t>
      </w:r>
      <w:proofErr w:type="spellStart"/>
      <w:r w:rsidR="00E85E1B" w:rsidRPr="006056B1">
        <w:t>yeux-là</w:t>
      </w:r>
      <w:proofErr w:type="spellEnd"/>
      <w:r>
        <w:t xml:space="preserve">, </w:t>
      </w:r>
      <w:r w:rsidR="00E85E1B" w:rsidRPr="006056B1">
        <w:t>cher monsieur</w:t>
      </w:r>
      <w:r>
        <w:t xml:space="preserve">, </w:t>
      </w:r>
      <w:r w:rsidR="00E85E1B" w:rsidRPr="006056B1">
        <w:t>c</w:t>
      </w:r>
      <w:r>
        <w:t>’</w:t>
      </w:r>
      <w:r w:rsidR="00E85E1B" w:rsidRPr="006056B1">
        <w:t>est ainsi qu</w:t>
      </w:r>
      <w:r>
        <w:t>’</w:t>
      </w:r>
      <w:r w:rsidR="00E85E1B" w:rsidRPr="006056B1">
        <w:t>ont dû en avoir Cléopâtre</w:t>
      </w:r>
      <w:r>
        <w:t xml:space="preserve">, </w:t>
      </w:r>
      <w:r w:rsidR="00E85E1B" w:rsidRPr="006056B1">
        <w:t>Diane de Poitiers</w:t>
      </w:r>
      <w:r>
        <w:t xml:space="preserve">, </w:t>
      </w:r>
      <w:r w:rsidR="00E85E1B" w:rsidRPr="006056B1">
        <w:t>Ninon de Lenclos</w:t>
      </w:r>
      <w:r>
        <w:t xml:space="preserve">, </w:t>
      </w:r>
      <w:r w:rsidR="00E85E1B" w:rsidRPr="006056B1">
        <w:t>toutes les reines d</w:t>
      </w:r>
      <w:r>
        <w:t>’</w:t>
      </w:r>
      <w:r w:rsidR="00E85E1B" w:rsidRPr="006056B1">
        <w:t>amour qui ont été aimées à des âges invra</w:t>
      </w:r>
      <w:r w:rsidR="00E85E1B" w:rsidRPr="006056B1">
        <w:t>i</w:t>
      </w:r>
      <w:r w:rsidR="00E85E1B" w:rsidRPr="006056B1">
        <w:t>semblables</w:t>
      </w:r>
      <w:r>
        <w:t xml:space="preserve">. </w:t>
      </w:r>
      <w:r w:rsidR="00E85E1B" w:rsidRPr="006056B1">
        <w:t>Une femme n</w:t>
      </w:r>
      <w:r>
        <w:t>’</w:t>
      </w:r>
      <w:r w:rsidR="00E85E1B" w:rsidRPr="006056B1">
        <w:t>est jamais vieille</w:t>
      </w:r>
      <w:r>
        <w:t xml:space="preserve">, </w:t>
      </w:r>
      <w:r w:rsidR="00E85E1B" w:rsidRPr="006056B1">
        <w:t xml:space="preserve">avec ces </w:t>
      </w:r>
      <w:proofErr w:type="spellStart"/>
      <w:r w:rsidR="00E85E1B" w:rsidRPr="006056B1">
        <w:t>yeux-là</w:t>
      </w:r>
      <w:proofErr w:type="spellEnd"/>
      <w:r>
        <w:t xml:space="preserve">. </w:t>
      </w:r>
      <w:r w:rsidR="00E85E1B" w:rsidRPr="006056B1">
        <w:t>Mais elle peut vivre cent ans</w:t>
      </w:r>
      <w:r>
        <w:t xml:space="preserve">, </w:t>
      </w:r>
      <w:proofErr w:type="spellStart"/>
      <w:r w:rsidR="00E85E1B" w:rsidRPr="006056B1">
        <w:t>Ch</w:t>
      </w:r>
      <w:r>
        <w:t>’</w:t>
      </w:r>
      <w:r w:rsidR="00E85E1B" w:rsidRPr="006056B1">
        <w:t>tiote</w:t>
      </w:r>
      <w:proofErr w:type="spellEnd"/>
      <w:r>
        <w:t xml:space="preserve">, </w:t>
      </w:r>
      <w:r w:rsidR="00E85E1B" w:rsidRPr="006056B1">
        <w:t>elle sera toujours aimée</w:t>
      </w:r>
      <w:r>
        <w:t xml:space="preserve">, </w:t>
      </w:r>
      <w:r w:rsidR="00E85E1B" w:rsidRPr="006056B1">
        <w:t>to</w:t>
      </w:r>
      <w:r w:rsidR="00E85E1B" w:rsidRPr="006056B1">
        <w:t>u</w:t>
      </w:r>
      <w:r w:rsidR="00E85E1B" w:rsidRPr="006056B1">
        <w:t>jours</w:t>
      </w:r>
      <w:r>
        <w:t xml:space="preserve">, </w:t>
      </w:r>
      <w:r w:rsidR="00E85E1B" w:rsidRPr="006056B1">
        <w:t>comme elle l</w:t>
      </w:r>
      <w:r>
        <w:t>’</w:t>
      </w:r>
      <w:r w:rsidR="00E85E1B" w:rsidRPr="006056B1">
        <w:t>a été</w:t>
      </w:r>
      <w:r>
        <w:t xml:space="preserve">, </w:t>
      </w:r>
      <w:r w:rsidR="00E85E1B" w:rsidRPr="006056B1">
        <w:t>comme elle l</w:t>
      </w:r>
      <w:r>
        <w:t>’</w:t>
      </w:r>
      <w:r w:rsidR="00E85E1B" w:rsidRPr="006056B1">
        <w:t>est</w:t>
      </w:r>
      <w:r>
        <w:t>.</w:t>
      </w:r>
    </w:p>
    <w:p w14:paraId="16B6D06D" w14:textId="77777777" w:rsidR="006036B2" w:rsidRDefault="006036B2" w:rsidP="00E85E1B">
      <w:r>
        <w:t>— </w:t>
      </w:r>
      <w:r w:rsidR="00E85E1B" w:rsidRPr="006056B1">
        <w:t>Comme elle l</w:t>
      </w:r>
      <w:r>
        <w:t>’</w:t>
      </w:r>
      <w:r w:rsidR="00E85E1B" w:rsidRPr="006056B1">
        <w:t>est</w:t>
      </w:r>
      <w:r>
        <w:t xml:space="preserve"> ! </w:t>
      </w:r>
      <w:r w:rsidR="00E85E1B" w:rsidRPr="006056B1">
        <w:t>Bah</w:t>
      </w:r>
      <w:r>
        <w:t xml:space="preserve"> ! </w:t>
      </w:r>
      <w:r w:rsidR="00E85E1B" w:rsidRPr="006056B1">
        <w:t>Par qui donc</w:t>
      </w:r>
      <w:r>
        <w:t> ?</w:t>
      </w:r>
    </w:p>
    <w:p w14:paraId="44C2B4C4" w14:textId="77777777" w:rsidR="006036B2" w:rsidRDefault="006036B2" w:rsidP="00E85E1B">
      <w:r>
        <w:t>— </w:t>
      </w:r>
      <w:r w:rsidR="00E85E1B" w:rsidRPr="006056B1">
        <w:t>Par tous les vieux de l</w:t>
      </w:r>
      <w:r>
        <w:t>’</w:t>
      </w:r>
      <w:r w:rsidR="00E85E1B" w:rsidRPr="006056B1">
        <w:t>asile</w:t>
      </w:r>
      <w:r>
        <w:t xml:space="preserve">, </w:t>
      </w:r>
      <w:r w:rsidR="00E85E1B" w:rsidRPr="006056B1">
        <w:t>parbleu</w:t>
      </w:r>
      <w:r>
        <w:t xml:space="preserve">, </w:t>
      </w:r>
      <w:r w:rsidR="00E85E1B" w:rsidRPr="006056B1">
        <w:t>par tous ceux qui ont gardé une fibre qu</w:t>
      </w:r>
      <w:r>
        <w:t>’</w:t>
      </w:r>
      <w:r w:rsidR="00E85E1B" w:rsidRPr="006056B1">
        <w:t>on peut pincer</w:t>
      </w:r>
      <w:r>
        <w:t xml:space="preserve">, </w:t>
      </w:r>
      <w:r w:rsidR="00E85E1B" w:rsidRPr="006056B1">
        <w:t>un coin de cœur qu</w:t>
      </w:r>
      <w:r>
        <w:t>’</w:t>
      </w:r>
      <w:r w:rsidR="00E85E1B" w:rsidRPr="006056B1">
        <w:t>on peut rallumer</w:t>
      </w:r>
      <w:r>
        <w:t xml:space="preserve">, </w:t>
      </w:r>
      <w:r w:rsidR="00E85E1B" w:rsidRPr="006056B1">
        <w:t>un bout de désir frétillant et braisillant</w:t>
      </w:r>
      <w:r>
        <w:t>.</w:t>
      </w:r>
    </w:p>
    <w:p w14:paraId="481CA3F5" w14:textId="77777777" w:rsidR="006036B2" w:rsidRDefault="006036B2" w:rsidP="00E85E1B">
      <w:r>
        <w:t>— </w:t>
      </w:r>
      <w:r w:rsidR="00E85E1B" w:rsidRPr="006056B1">
        <w:t>Vous croyez</w:t>
      </w:r>
      <w:r>
        <w:t> ?</w:t>
      </w:r>
    </w:p>
    <w:p w14:paraId="383071D4" w14:textId="77777777" w:rsidR="006036B2" w:rsidRDefault="006036B2" w:rsidP="00E85E1B">
      <w:r>
        <w:t>— </w:t>
      </w:r>
      <w:r w:rsidR="00E85E1B" w:rsidRPr="006056B1">
        <w:t>Si je le crois</w:t>
      </w:r>
      <w:r>
        <w:t xml:space="preserve"> ! </w:t>
      </w:r>
      <w:r w:rsidR="00E85E1B" w:rsidRPr="006056B1">
        <w:t>Mais j</w:t>
      </w:r>
      <w:r>
        <w:t>’</w:t>
      </w:r>
      <w:r w:rsidR="00E85E1B" w:rsidRPr="006056B1">
        <w:t>en suis sûr</w:t>
      </w:r>
      <w:r>
        <w:t xml:space="preserve">. </w:t>
      </w:r>
      <w:r w:rsidR="00E85E1B" w:rsidRPr="006056B1">
        <w:t>Aimée</w:t>
      </w:r>
      <w:r>
        <w:t xml:space="preserve">, </w:t>
      </w:r>
      <w:proofErr w:type="spellStart"/>
      <w:r w:rsidR="00E85E1B" w:rsidRPr="006056B1">
        <w:t>Ch</w:t>
      </w:r>
      <w:r>
        <w:t>’</w:t>
      </w:r>
      <w:r w:rsidR="00E85E1B" w:rsidRPr="006056B1">
        <w:t>tiote</w:t>
      </w:r>
      <w:proofErr w:type="spellEnd"/>
      <w:r w:rsidR="00E85E1B" w:rsidRPr="006056B1">
        <w:t xml:space="preserve"> l</w:t>
      </w:r>
      <w:r>
        <w:t>’</w:t>
      </w:r>
      <w:r w:rsidR="00E85E1B" w:rsidRPr="006056B1">
        <w:t>est su</w:t>
      </w:r>
      <w:r w:rsidR="00E85E1B" w:rsidRPr="006056B1">
        <w:t>r</w:t>
      </w:r>
      <w:r w:rsidR="00E85E1B" w:rsidRPr="006056B1">
        <w:t>tout par l</w:t>
      </w:r>
      <w:r>
        <w:t>’</w:t>
      </w:r>
      <w:r w:rsidR="00E85E1B" w:rsidRPr="006056B1">
        <w:t>administrateur</w:t>
      </w:r>
      <w:r>
        <w:t>.</w:t>
      </w:r>
    </w:p>
    <w:p w14:paraId="4BC2716B" w14:textId="77777777" w:rsidR="006036B2" w:rsidRDefault="006036B2" w:rsidP="00E85E1B">
      <w:r>
        <w:t>— </w:t>
      </w:r>
      <w:r w:rsidR="00E85E1B" w:rsidRPr="006056B1">
        <w:t>Allons donc</w:t>
      </w:r>
      <w:r>
        <w:t> ?</w:t>
      </w:r>
    </w:p>
    <w:p w14:paraId="166C693D" w14:textId="77777777" w:rsidR="006036B2" w:rsidRDefault="006036B2" w:rsidP="00E85E1B">
      <w:r>
        <w:t>— </w:t>
      </w:r>
      <w:r w:rsidR="00E85E1B" w:rsidRPr="006056B1">
        <w:t>J</w:t>
      </w:r>
      <w:r>
        <w:t>’</w:t>
      </w:r>
      <w:r w:rsidR="00E85E1B" w:rsidRPr="006056B1">
        <w:t>en mettrais ma tête à couper</w:t>
      </w:r>
      <w:r>
        <w:t>.</w:t>
      </w:r>
    </w:p>
    <w:p w14:paraId="2FAC9C55" w14:textId="77777777" w:rsidR="006036B2" w:rsidRDefault="006036B2" w:rsidP="00E85E1B">
      <w:r>
        <w:t>— </w:t>
      </w:r>
      <w:r w:rsidR="00E85E1B" w:rsidRPr="006056B1">
        <w:t>Au fait</w:t>
      </w:r>
      <w:r>
        <w:t xml:space="preserve">, </w:t>
      </w:r>
      <w:r w:rsidR="00E85E1B" w:rsidRPr="006056B1">
        <w:t>c</w:t>
      </w:r>
      <w:r>
        <w:t>’</w:t>
      </w:r>
      <w:r w:rsidR="00E85E1B" w:rsidRPr="006056B1">
        <w:t>est bien possible</w:t>
      </w:r>
      <w:r>
        <w:t xml:space="preserve">. </w:t>
      </w:r>
      <w:r w:rsidR="00E85E1B" w:rsidRPr="006056B1">
        <w:t>C</w:t>
      </w:r>
      <w:r>
        <w:t>’</w:t>
      </w:r>
      <w:r w:rsidR="00E85E1B" w:rsidRPr="006056B1">
        <w:t>est même probable</w:t>
      </w:r>
      <w:r>
        <w:t xml:space="preserve">. </w:t>
      </w:r>
      <w:r w:rsidR="00E85E1B" w:rsidRPr="006056B1">
        <w:t>C</w:t>
      </w:r>
      <w:r>
        <w:t>’</w:t>
      </w:r>
      <w:r w:rsidR="00E85E1B" w:rsidRPr="006056B1">
        <w:t>est même certain</w:t>
      </w:r>
      <w:r>
        <w:t xml:space="preserve">. </w:t>
      </w:r>
      <w:r w:rsidR="00E85E1B" w:rsidRPr="006056B1">
        <w:t>Je me rappelle</w:t>
      </w:r>
      <w:r>
        <w:t xml:space="preserve">, </w:t>
      </w:r>
      <w:r w:rsidR="00E85E1B" w:rsidRPr="006056B1">
        <w:t>en effet</w:t>
      </w:r>
      <w:r>
        <w:t>…</w:t>
      </w:r>
    </w:p>
    <w:p w14:paraId="7D7C4BC7" w14:textId="77777777" w:rsidR="006036B2" w:rsidRDefault="00E85E1B" w:rsidP="00E85E1B">
      <w:r w:rsidRPr="006056B1">
        <w:t>Et je revoyais le regard pervers</w:t>
      </w:r>
      <w:r w:rsidR="006036B2">
        <w:t xml:space="preserve">, </w:t>
      </w:r>
      <w:r w:rsidRPr="006056B1">
        <w:t>insultant</w:t>
      </w:r>
      <w:r w:rsidR="006036B2">
        <w:t xml:space="preserve">, </w:t>
      </w:r>
      <w:r w:rsidRPr="006056B1">
        <w:t>féroce et fam</w:t>
      </w:r>
      <w:r w:rsidRPr="006056B1">
        <w:t>i</w:t>
      </w:r>
      <w:r w:rsidRPr="006056B1">
        <w:t>lier</w:t>
      </w:r>
      <w:r w:rsidR="006036B2">
        <w:t xml:space="preserve">, </w:t>
      </w:r>
      <w:r w:rsidRPr="006056B1">
        <w:t>le regard tutoyant</w:t>
      </w:r>
      <w:r w:rsidR="006036B2">
        <w:t xml:space="preserve">, </w:t>
      </w:r>
      <w:r w:rsidRPr="006056B1">
        <w:t xml:space="preserve">que </w:t>
      </w:r>
      <w:proofErr w:type="spellStart"/>
      <w:r w:rsidRPr="006056B1">
        <w:t>Ch</w:t>
      </w:r>
      <w:r w:rsidR="006036B2">
        <w:t>’</w:t>
      </w:r>
      <w:r w:rsidRPr="006056B1">
        <w:t>tiote</w:t>
      </w:r>
      <w:proofErr w:type="spellEnd"/>
      <w:r w:rsidRPr="006056B1">
        <w:t xml:space="preserve"> avait lancé d</w:t>
      </w:r>
      <w:r w:rsidR="006036B2">
        <w:t>’</w:t>
      </w:r>
      <w:r w:rsidRPr="006056B1">
        <w:t>en bas à l</w:t>
      </w:r>
      <w:r w:rsidR="006036B2">
        <w:t>’</w:t>
      </w:r>
      <w:r w:rsidRPr="006056B1">
        <w:t>administrateur</w:t>
      </w:r>
      <w:r w:rsidR="006036B2">
        <w:t>.</w:t>
      </w:r>
    </w:p>
    <w:p w14:paraId="116EA24E" w14:textId="77777777" w:rsidR="006036B2" w:rsidRDefault="006036B2" w:rsidP="00E85E1B">
      <w:r>
        <w:t>— </w:t>
      </w:r>
      <w:r w:rsidR="00E85E1B" w:rsidRPr="006056B1">
        <w:t>Et le Frisé</w:t>
      </w:r>
      <w:r>
        <w:t xml:space="preserve">, </w:t>
      </w:r>
      <w:r w:rsidR="00E85E1B" w:rsidRPr="006056B1">
        <w:t>qui est-ce donc</w:t>
      </w:r>
      <w:r>
        <w:t xml:space="preserve"> ? </w:t>
      </w:r>
      <w:r w:rsidR="00E85E1B" w:rsidRPr="006056B1">
        <w:t>demandai-je soudain au magistrat</w:t>
      </w:r>
      <w:r>
        <w:t xml:space="preserve">. </w:t>
      </w:r>
      <w:r w:rsidR="00E85E1B" w:rsidRPr="006056B1">
        <w:t>Vous devez le savoir aussi</w:t>
      </w:r>
      <w:r>
        <w:t>.</w:t>
      </w:r>
    </w:p>
    <w:p w14:paraId="4CDDC9FC" w14:textId="77777777" w:rsidR="006036B2" w:rsidRDefault="006036B2" w:rsidP="00E85E1B">
      <w:r>
        <w:lastRenderedPageBreak/>
        <w:t>— </w:t>
      </w:r>
      <w:r w:rsidR="00E85E1B" w:rsidRPr="006056B1">
        <w:t>Le Frisé</w:t>
      </w:r>
      <w:r>
        <w:t xml:space="preserve"> ? </w:t>
      </w:r>
      <w:r w:rsidR="00E85E1B" w:rsidRPr="006056B1">
        <w:t>C</w:t>
      </w:r>
      <w:r>
        <w:t>’</w:t>
      </w:r>
      <w:r w:rsidR="00E85E1B" w:rsidRPr="006056B1">
        <w:t xml:space="preserve">est un ancien boucher qui a eu les deux pieds gelés en 70 et qui est le chéri de </w:t>
      </w:r>
      <w:proofErr w:type="spellStart"/>
      <w:r w:rsidR="00E85E1B" w:rsidRPr="006056B1">
        <w:t>Ch</w:t>
      </w:r>
      <w:r>
        <w:t>’</w:t>
      </w:r>
      <w:r w:rsidR="00E85E1B" w:rsidRPr="006056B1">
        <w:t>tiote</w:t>
      </w:r>
      <w:proofErr w:type="spellEnd"/>
      <w:r>
        <w:t xml:space="preserve">. </w:t>
      </w:r>
      <w:r w:rsidR="00E85E1B" w:rsidRPr="006056B1">
        <w:t>Un infirme</w:t>
      </w:r>
      <w:r>
        <w:t xml:space="preserve">, </w:t>
      </w:r>
      <w:r w:rsidR="00E85E1B" w:rsidRPr="006056B1">
        <w:t>sans doute</w:t>
      </w:r>
      <w:r>
        <w:t xml:space="preserve"> ; </w:t>
      </w:r>
      <w:r w:rsidR="00E85E1B" w:rsidRPr="006056B1">
        <w:t>deux jambes de bois</w:t>
      </w:r>
      <w:r>
        <w:t xml:space="preserve"> ; </w:t>
      </w:r>
      <w:r w:rsidR="00E85E1B" w:rsidRPr="006056B1">
        <w:t>mais un mâle sérieux et un gai</w:t>
      </w:r>
      <w:r w:rsidR="00E85E1B" w:rsidRPr="006056B1">
        <w:t>l</w:t>
      </w:r>
      <w:r w:rsidR="00E85E1B" w:rsidRPr="006056B1">
        <w:t>lard encore</w:t>
      </w:r>
      <w:r>
        <w:t xml:space="preserve">, </w:t>
      </w:r>
      <w:r w:rsidR="00E85E1B" w:rsidRPr="006056B1">
        <w:t>malgré ses cinquante-trois ans</w:t>
      </w:r>
      <w:r>
        <w:t xml:space="preserve">. </w:t>
      </w:r>
      <w:r w:rsidR="00E85E1B" w:rsidRPr="006056B1">
        <w:t>Des reins d</w:t>
      </w:r>
      <w:r>
        <w:t>’</w:t>
      </w:r>
      <w:r w:rsidR="00E85E1B" w:rsidRPr="006056B1">
        <w:t>hercule</w:t>
      </w:r>
      <w:r>
        <w:t xml:space="preserve"> ; </w:t>
      </w:r>
      <w:r w:rsidR="00E85E1B" w:rsidRPr="006056B1">
        <w:t>une face en gueule de satyre</w:t>
      </w:r>
      <w:r>
        <w:t xml:space="preserve">. </w:t>
      </w:r>
      <w:r w:rsidR="00E85E1B" w:rsidRPr="006056B1">
        <w:t>L</w:t>
      </w:r>
      <w:r>
        <w:t>’</w:t>
      </w:r>
      <w:r w:rsidR="00E85E1B" w:rsidRPr="006056B1">
        <w:t>administrateur en est assez jaloux</w:t>
      </w:r>
      <w:r>
        <w:t> !</w:t>
      </w:r>
    </w:p>
    <w:p w14:paraId="0EECDAC9" w14:textId="77777777" w:rsidR="006036B2" w:rsidRDefault="00E85E1B" w:rsidP="00E85E1B">
      <w:r w:rsidRPr="006056B1">
        <w:t>Je me rappelais derechef</w:t>
      </w:r>
      <w:r w:rsidR="006036B2">
        <w:t xml:space="preserve"> ; </w:t>
      </w:r>
      <w:r w:rsidRPr="006056B1">
        <w:t>et tout cela me semblait vér</w:t>
      </w:r>
      <w:r w:rsidRPr="006056B1">
        <w:t>i</w:t>
      </w:r>
      <w:r w:rsidRPr="006056B1">
        <w:t>dique</w:t>
      </w:r>
      <w:r w:rsidR="006036B2">
        <w:t>.</w:t>
      </w:r>
    </w:p>
    <w:p w14:paraId="11783A27" w14:textId="77777777" w:rsidR="006036B2" w:rsidRDefault="006036B2" w:rsidP="00E85E1B">
      <w:r>
        <w:t>— </w:t>
      </w:r>
      <w:r w:rsidR="00E85E1B" w:rsidRPr="006056B1">
        <w:t>Alors</w:t>
      </w:r>
      <w:r>
        <w:t xml:space="preserve">, </w:t>
      </w:r>
      <w:r w:rsidR="00E85E1B" w:rsidRPr="006056B1">
        <w:t>le Frisé</w:t>
      </w:r>
      <w:r>
        <w:t xml:space="preserve">, </w:t>
      </w:r>
      <w:r w:rsidR="00E85E1B" w:rsidRPr="006056B1">
        <w:t>elle l</w:t>
      </w:r>
      <w:r>
        <w:t>’</w:t>
      </w:r>
      <w:r w:rsidR="00E85E1B" w:rsidRPr="006056B1">
        <w:t>aime</w:t>
      </w:r>
      <w:r>
        <w:t> ?</w:t>
      </w:r>
    </w:p>
    <w:p w14:paraId="758728E6" w14:textId="77777777" w:rsidR="006036B2" w:rsidRDefault="006036B2" w:rsidP="00E85E1B">
      <w:r>
        <w:t>— </w:t>
      </w:r>
      <w:r w:rsidR="00E85E1B" w:rsidRPr="006056B1">
        <w:t>Oui</w:t>
      </w:r>
      <w:r>
        <w:t xml:space="preserve">, </w:t>
      </w:r>
      <w:r w:rsidR="00E85E1B" w:rsidRPr="006056B1">
        <w:t>c</w:t>
      </w:r>
      <w:r>
        <w:t>’</w:t>
      </w:r>
      <w:r w:rsidR="00E85E1B" w:rsidRPr="006056B1">
        <w:t>est son amant de cœur</w:t>
      </w:r>
      <w:r>
        <w:t>.</w:t>
      </w:r>
    </w:p>
    <w:p w14:paraId="6CE11C6E" w14:textId="77777777" w:rsidR="006036B2" w:rsidRDefault="00E85E1B" w:rsidP="00E85E1B">
      <w:r w:rsidRPr="006056B1">
        <w:t>Comme nous arrivions</w:t>
      </w:r>
      <w:r w:rsidR="006036B2">
        <w:t xml:space="preserve">, </w:t>
      </w:r>
      <w:r w:rsidRPr="006056B1">
        <w:t>peu après</w:t>
      </w:r>
      <w:r w:rsidR="006036B2">
        <w:t xml:space="preserve">, </w:t>
      </w:r>
      <w:r w:rsidRPr="006056B1">
        <w:t>chez notre hôte</w:t>
      </w:r>
      <w:r w:rsidR="006036B2">
        <w:t xml:space="preserve">, </w:t>
      </w:r>
      <w:r w:rsidRPr="006056B1">
        <w:t>nous fûmes étonnés de trouver tout le monde en révolution</w:t>
      </w:r>
      <w:r w:rsidR="006036B2">
        <w:t xml:space="preserve">. </w:t>
      </w:r>
      <w:r w:rsidRPr="006056B1">
        <w:t>Un crime venait d</w:t>
      </w:r>
      <w:r w:rsidR="006036B2">
        <w:t>’</w:t>
      </w:r>
      <w:r w:rsidRPr="006056B1">
        <w:t>être commis à l</w:t>
      </w:r>
      <w:r w:rsidR="006036B2">
        <w:t>’</w:t>
      </w:r>
      <w:r w:rsidRPr="006056B1">
        <w:t>asile</w:t>
      </w:r>
      <w:r w:rsidR="006036B2">
        <w:t xml:space="preserve"> ; </w:t>
      </w:r>
      <w:r w:rsidRPr="006056B1">
        <w:t>les gendarmes y étaient</w:t>
      </w:r>
      <w:r w:rsidR="006036B2">
        <w:t xml:space="preserve"> ; </w:t>
      </w:r>
      <w:r w:rsidRPr="006056B1">
        <w:t>notre hôte avec eux</w:t>
      </w:r>
      <w:r w:rsidR="006036B2">
        <w:t xml:space="preserve"> ; </w:t>
      </w:r>
      <w:r w:rsidRPr="006056B1">
        <w:t>nous y courûmes</w:t>
      </w:r>
      <w:r w:rsidR="006036B2">
        <w:t>.</w:t>
      </w:r>
    </w:p>
    <w:p w14:paraId="6662D32D" w14:textId="77777777" w:rsidR="006036B2" w:rsidRDefault="00E85E1B" w:rsidP="00E85E1B">
      <w:r w:rsidRPr="006056B1">
        <w:t>C</w:t>
      </w:r>
      <w:r w:rsidR="006036B2">
        <w:t>’</w:t>
      </w:r>
      <w:r w:rsidRPr="006056B1">
        <w:t>est le Frisé qui avait assassiné l</w:t>
      </w:r>
      <w:r w:rsidR="006036B2">
        <w:t>’</w:t>
      </w:r>
      <w:r w:rsidRPr="006056B1">
        <w:t>administrateur</w:t>
      </w:r>
      <w:r w:rsidR="006036B2">
        <w:t>.</w:t>
      </w:r>
    </w:p>
    <w:p w14:paraId="207A021A" w14:textId="77777777" w:rsidR="006036B2" w:rsidRDefault="00E85E1B" w:rsidP="00E85E1B">
      <w:r w:rsidRPr="006056B1">
        <w:t>On nous raconta les détails</w:t>
      </w:r>
      <w:r w:rsidR="006036B2">
        <w:t xml:space="preserve">, </w:t>
      </w:r>
      <w:r w:rsidRPr="006056B1">
        <w:t>qui étaient épouvantables</w:t>
      </w:r>
      <w:r w:rsidR="006036B2">
        <w:t xml:space="preserve">. </w:t>
      </w:r>
      <w:r w:rsidRPr="006056B1">
        <w:t>L</w:t>
      </w:r>
      <w:r w:rsidR="006036B2">
        <w:t>’</w:t>
      </w:r>
      <w:r w:rsidRPr="006056B1">
        <w:t>ancien boucher s</w:t>
      </w:r>
      <w:r w:rsidR="006036B2">
        <w:t>’</w:t>
      </w:r>
      <w:r w:rsidRPr="006056B1">
        <w:t>était posté derrière une porte</w:t>
      </w:r>
      <w:r w:rsidR="006036B2">
        <w:t xml:space="preserve">, </w:t>
      </w:r>
      <w:r w:rsidRPr="006056B1">
        <w:t>avait empo</w:t>
      </w:r>
      <w:r w:rsidRPr="006056B1">
        <w:t>i</w:t>
      </w:r>
      <w:r w:rsidRPr="006056B1">
        <w:t>gné l</w:t>
      </w:r>
      <w:r w:rsidR="006036B2">
        <w:t>’</w:t>
      </w:r>
      <w:r w:rsidRPr="006056B1">
        <w:t>autre</w:t>
      </w:r>
      <w:r w:rsidR="006036B2">
        <w:t xml:space="preserve">, </w:t>
      </w:r>
      <w:r w:rsidRPr="006056B1">
        <w:t>s</w:t>
      </w:r>
      <w:r w:rsidR="006036B2">
        <w:t>’</w:t>
      </w:r>
      <w:r w:rsidRPr="006056B1">
        <w:t>était roulé par terre avec lui</w:t>
      </w:r>
      <w:r w:rsidR="006036B2">
        <w:t xml:space="preserve">, </w:t>
      </w:r>
      <w:r w:rsidRPr="006056B1">
        <w:t>et l</w:t>
      </w:r>
      <w:r w:rsidR="006036B2">
        <w:t>’</w:t>
      </w:r>
      <w:r w:rsidRPr="006056B1">
        <w:t>avait mordu à la gorge</w:t>
      </w:r>
      <w:r w:rsidR="006036B2">
        <w:t xml:space="preserve">, </w:t>
      </w:r>
      <w:r w:rsidRPr="006056B1">
        <w:t>lui déchirant et lui arrachant à pleins crocs la carotide</w:t>
      </w:r>
      <w:r w:rsidR="006036B2">
        <w:t xml:space="preserve">, </w:t>
      </w:r>
      <w:r w:rsidRPr="006056B1">
        <w:t>d</w:t>
      </w:r>
      <w:r w:rsidR="006036B2">
        <w:t>’</w:t>
      </w:r>
      <w:r w:rsidRPr="006056B1">
        <w:t>où le sang avait giclé sur toute la face de l</w:t>
      </w:r>
      <w:r w:rsidR="006036B2">
        <w:t>’</w:t>
      </w:r>
      <w:r w:rsidRPr="006056B1">
        <w:t>assassin</w:t>
      </w:r>
      <w:r w:rsidR="006036B2">
        <w:t>.</w:t>
      </w:r>
    </w:p>
    <w:p w14:paraId="7BD88DB1" w14:textId="77777777" w:rsidR="006036B2" w:rsidRDefault="00E85E1B" w:rsidP="00E85E1B">
      <w:r w:rsidRPr="006056B1">
        <w:t>Je le vis</w:t>
      </w:r>
      <w:r w:rsidR="006036B2">
        <w:t xml:space="preserve">, </w:t>
      </w:r>
      <w:r w:rsidRPr="006056B1">
        <w:t>lui</w:t>
      </w:r>
      <w:r w:rsidR="006036B2">
        <w:t xml:space="preserve">, </w:t>
      </w:r>
      <w:r w:rsidRPr="006056B1">
        <w:t>le Frisé</w:t>
      </w:r>
      <w:r w:rsidR="006036B2">
        <w:t>.</w:t>
      </w:r>
    </w:p>
    <w:p w14:paraId="24A81ED2" w14:textId="77777777" w:rsidR="006036B2" w:rsidRDefault="00E85E1B" w:rsidP="00E85E1B">
      <w:r w:rsidRPr="006056B1">
        <w:t>Sa trogne</w:t>
      </w:r>
      <w:r w:rsidR="006036B2">
        <w:t xml:space="preserve">, </w:t>
      </w:r>
      <w:r w:rsidRPr="006056B1">
        <w:t>mal essuyée</w:t>
      </w:r>
      <w:r w:rsidR="006036B2">
        <w:t xml:space="preserve">, </w:t>
      </w:r>
      <w:r w:rsidRPr="006056B1">
        <w:t>était rouge encore</w:t>
      </w:r>
      <w:r w:rsidR="006036B2">
        <w:t xml:space="preserve">. </w:t>
      </w:r>
      <w:r w:rsidRPr="006056B1">
        <w:t>Il avait le front bas</w:t>
      </w:r>
      <w:r w:rsidR="006036B2">
        <w:t xml:space="preserve">, </w:t>
      </w:r>
      <w:r w:rsidRPr="006056B1">
        <w:t>les mandibules larges</w:t>
      </w:r>
      <w:r w:rsidR="006036B2">
        <w:t xml:space="preserve">, </w:t>
      </w:r>
      <w:r w:rsidRPr="006056B1">
        <w:t>les oreilles écartées de la tête et pointues</w:t>
      </w:r>
      <w:r w:rsidR="006036B2">
        <w:t xml:space="preserve">, </w:t>
      </w:r>
      <w:r w:rsidRPr="006056B1">
        <w:t>et les narines épatées comme un mufle de fauve en rut</w:t>
      </w:r>
      <w:r w:rsidR="006036B2">
        <w:t>.</w:t>
      </w:r>
    </w:p>
    <w:p w14:paraId="5543C9C1" w14:textId="77777777" w:rsidR="006036B2" w:rsidRDefault="00E85E1B" w:rsidP="00E85E1B">
      <w:r w:rsidRPr="006056B1">
        <w:t>Et je vis aussi</w:t>
      </w:r>
      <w:r w:rsidR="006036B2">
        <w:t xml:space="preserve">, </w:t>
      </w:r>
      <w:r w:rsidRPr="006056B1">
        <w:t>je vis surtout</w:t>
      </w:r>
      <w:r w:rsidR="006036B2">
        <w:t xml:space="preserve">, </w:t>
      </w:r>
      <w:proofErr w:type="spellStart"/>
      <w:r w:rsidRPr="006056B1">
        <w:t>Ch</w:t>
      </w:r>
      <w:r w:rsidR="006036B2">
        <w:t>’</w:t>
      </w:r>
      <w:r w:rsidRPr="006056B1">
        <w:t>tiote</w:t>
      </w:r>
      <w:proofErr w:type="spellEnd"/>
      <w:r w:rsidR="006036B2">
        <w:t>.</w:t>
      </w:r>
    </w:p>
    <w:p w14:paraId="253BF625" w14:textId="77777777" w:rsidR="006036B2" w:rsidRDefault="00E85E1B" w:rsidP="00E85E1B">
      <w:r w:rsidRPr="006056B1">
        <w:lastRenderedPageBreak/>
        <w:t>Elle souriait</w:t>
      </w:r>
      <w:r w:rsidR="006036B2">
        <w:t xml:space="preserve">, </w:t>
      </w:r>
      <w:r w:rsidRPr="006056B1">
        <w:t>et ses yeux en ce moment n</w:t>
      </w:r>
      <w:r w:rsidR="006036B2">
        <w:t>’</w:t>
      </w:r>
      <w:r w:rsidRPr="006056B1">
        <w:t>avaient pas leur simiesque et féroce expression</w:t>
      </w:r>
      <w:r w:rsidR="006036B2">
        <w:t xml:space="preserve">, </w:t>
      </w:r>
      <w:r w:rsidRPr="006056B1">
        <w:t>mais ils étaient câlins et tendres et fleuris de leur plus douce candeur enfantine</w:t>
      </w:r>
      <w:r w:rsidR="006036B2">
        <w:t>.</w:t>
      </w:r>
    </w:p>
    <w:p w14:paraId="3462AAC1" w14:textId="77777777" w:rsidR="006036B2" w:rsidRDefault="006036B2" w:rsidP="00E85E1B">
      <w:r>
        <w:t>— </w:t>
      </w:r>
      <w:r w:rsidR="00E85E1B" w:rsidRPr="006056B1">
        <w:t>Vous savez</w:t>
      </w:r>
      <w:r>
        <w:t xml:space="preserve">, </w:t>
      </w:r>
      <w:r w:rsidR="00E85E1B" w:rsidRPr="006056B1">
        <w:t>me dit tout bas mon hôte</w:t>
      </w:r>
      <w:r>
        <w:t xml:space="preserve">, </w:t>
      </w:r>
      <w:r w:rsidR="00E85E1B" w:rsidRPr="006056B1">
        <w:t>que la pauvre femme est un peu en démence sénile</w:t>
      </w:r>
      <w:r>
        <w:t xml:space="preserve">. </w:t>
      </w:r>
      <w:r w:rsidR="00E85E1B" w:rsidRPr="006056B1">
        <w:t>De là vient ce regard si étrange devant un tel spectacle</w:t>
      </w:r>
      <w:r>
        <w:t>.</w:t>
      </w:r>
    </w:p>
    <w:p w14:paraId="7AC9567E" w14:textId="77777777" w:rsidR="006036B2" w:rsidRDefault="006036B2" w:rsidP="00E85E1B">
      <w:r>
        <w:t>— </w:t>
      </w:r>
      <w:r w:rsidR="00E85E1B" w:rsidRPr="006056B1">
        <w:t>Pensez-vous</w:t>
      </w:r>
      <w:r>
        <w:t xml:space="preserve">, </w:t>
      </w:r>
      <w:r w:rsidR="00E85E1B" w:rsidRPr="006056B1">
        <w:t>cher ami</w:t>
      </w:r>
      <w:r>
        <w:t xml:space="preserve"> ! </w:t>
      </w:r>
      <w:r w:rsidR="00E85E1B" w:rsidRPr="006056B1">
        <w:t>insinua le magistrat</w:t>
      </w:r>
      <w:r>
        <w:t xml:space="preserve">. </w:t>
      </w:r>
      <w:r w:rsidR="00E85E1B" w:rsidRPr="006056B1">
        <w:t>Songez qu</w:t>
      </w:r>
      <w:r>
        <w:t>’</w:t>
      </w:r>
      <w:r w:rsidR="00E85E1B" w:rsidRPr="006056B1">
        <w:t>elle n</w:t>
      </w:r>
      <w:r>
        <w:t>’</w:t>
      </w:r>
      <w:r w:rsidR="00E85E1B" w:rsidRPr="006056B1">
        <w:t>a pas encore soixante ans</w:t>
      </w:r>
      <w:r>
        <w:t xml:space="preserve">. </w:t>
      </w:r>
      <w:r w:rsidR="00E85E1B" w:rsidRPr="006056B1">
        <w:t>Moi</w:t>
      </w:r>
      <w:r>
        <w:t xml:space="preserve">, </w:t>
      </w:r>
      <w:r w:rsidR="00E85E1B" w:rsidRPr="006056B1">
        <w:t>je crois qu</w:t>
      </w:r>
      <w:r>
        <w:t>’</w:t>
      </w:r>
      <w:r w:rsidR="00E85E1B" w:rsidRPr="006056B1">
        <w:t>elle n</w:t>
      </w:r>
      <w:r>
        <w:t>’</w:t>
      </w:r>
      <w:r w:rsidR="00E85E1B" w:rsidRPr="006056B1">
        <w:t>est pas du tout en démence sénile</w:t>
      </w:r>
      <w:r>
        <w:t xml:space="preserve">, </w:t>
      </w:r>
      <w:r w:rsidR="00E85E1B" w:rsidRPr="006056B1">
        <w:t>pas du tout</w:t>
      </w:r>
      <w:r>
        <w:t xml:space="preserve">, </w:t>
      </w:r>
      <w:r w:rsidR="00E85E1B" w:rsidRPr="006056B1">
        <w:t>du tout</w:t>
      </w:r>
      <w:r>
        <w:t xml:space="preserve">, </w:t>
      </w:r>
      <w:r w:rsidR="00E85E1B" w:rsidRPr="006056B1">
        <w:t>et qu</w:t>
      </w:r>
      <w:r>
        <w:t>’</w:t>
      </w:r>
      <w:r w:rsidR="00E85E1B" w:rsidRPr="006056B1">
        <w:t>elle a conscience parfaitement du crime commis</w:t>
      </w:r>
      <w:r>
        <w:t>.</w:t>
      </w:r>
    </w:p>
    <w:p w14:paraId="6589451E" w14:textId="77777777" w:rsidR="006036B2" w:rsidRDefault="006036B2" w:rsidP="00E85E1B">
      <w:r>
        <w:t>— </w:t>
      </w:r>
      <w:r w:rsidR="00E85E1B" w:rsidRPr="006056B1">
        <w:t>Pourquoi sourirait-elle</w:t>
      </w:r>
      <w:r>
        <w:t xml:space="preserve">, </w:t>
      </w:r>
      <w:r w:rsidR="00E85E1B" w:rsidRPr="006056B1">
        <w:t>alors</w:t>
      </w:r>
      <w:r>
        <w:t> ?</w:t>
      </w:r>
    </w:p>
    <w:p w14:paraId="12324753" w14:textId="77777777" w:rsidR="006036B2" w:rsidRDefault="006036B2" w:rsidP="00E85E1B">
      <w:r>
        <w:t>— </w:t>
      </w:r>
      <w:r w:rsidR="00E85E1B" w:rsidRPr="006056B1">
        <w:t>Parce que cela lui est agréable</w:t>
      </w:r>
      <w:r>
        <w:t>.</w:t>
      </w:r>
    </w:p>
    <w:p w14:paraId="0DD9599F" w14:textId="77777777" w:rsidR="006036B2" w:rsidRDefault="006036B2" w:rsidP="00E85E1B">
      <w:r>
        <w:t>— </w:t>
      </w:r>
      <w:r w:rsidR="00E85E1B" w:rsidRPr="006056B1">
        <w:t>Oh</w:t>
      </w:r>
      <w:r>
        <w:t xml:space="preserve"> ! </w:t>
      </w:r>
      <w:r w:rsidR="00E85E1B" w:rsidRPr="006056B1">
        <w:t>non</w:t>
      </w:r>
      <w:r>
        <w:t xml:space="preserve">, </w:t>
      </w:r>
      <w:r w:rsidR="00E85E1B" w:rsidRPr="006056B1">
        <w:t>vous êtes trop subtil</w:t>
      </w:r>
      <w:r>
        <w:t xml:space="preserve">, </w:t>
      </w:r>
      <w:r w:rsidR="00E85E1B" w:rsidRPr="006056B1">
        <w:t>vraiment</w:t>
      </w:r>
      <w:r>
        <w:t>.</w:t>
      </w:r>
    </w:p>
    <w:p w14:paraId="23926160" w14:textId="77777777" w:rsidR="006036B2" w:rsidRDefault="00E85E1B" w:rsidP="00E85E1B">
      <w:r w:rsidRPr="006056B1">
        <w:t xml:space="preserve">Le magistrat se tourna brusquement vers </w:t>
      </w:r>
      <w:proofErr w:type="spellStart"/>
      <w:r w:rsidRPr="006056B1">
        <w:t>Ch</w:t>
      </w:r>
      <w:r w:rsidR="006036B2">
        <w:t>’</w:t>
      </w:r>
      <w:r w:rsidRPr="006056B1">
        <w:t>tiote</w:t>
      </w:r>
      <w:proofErr w:type="spellEnd"/>
      <w:r w:rsidR="006036B2">
        <w:t xml:space="preserve">, </w:t>
      </w:r>
      <w:r w:rsidRPr="006056B1">
        <w:t>et</w:t>
      </w:r>
      <w:r w:rsidR="006036B2">
        <w:t xml:space="preserve">, </w:t>
      </w:r>
      <w:r w:rsidRPr="006056B1">
        <w:t>lui plongeant son regard à fond d</w:t>
      </w:r>
      <w:r w:rsidR="006036B2">
        <w:t>’</w:t>
      </w:r>
      <w:r w:rsidRPr="006056B1">
        <w:t>âme</w:t>
      </w:r>
      <w:r w:rsidR="006036B2">
        <w:t> :</w:t>
      </w:r>
    </w:p>
    <w:p w14:paraId="57E5D3AF" w14:textId="77777777" w:rsidR="006036B2" w:rsidRDefault="006036B2" w:rsidP="00E85E1B">
      <w:r>
        <w:t>— </w:t>
      </w:r>
      <w:r w:rsidR="00E85E1B" w:rsidRPr="006056B1">
        <w:t>N</w:t>
      </w:r>
      <w:r>
        <w:t>’</w:t>
      </w:r>
      <w:r w:rsidR="00E85E1B" w:rsidRPr="006056B1">
        <w:t>est-ce pas</w:t>
      </w:r>
      <w:r>
        <w:t xml:space="preserve">, </w:t>
      </w:r>
      <w:r w:rsidR="00E85E1B" w:rsidRPr="006056B1">
        <w:t>lui dit-il</w:t>
      </w:r>
      <w:r>
        <w:t xml:space="preserve">, </w:t>
      </w:r>
      <w:r w:rsidR="00E85E1B" w:rsidRPr="006056B1">
        <w:t>que tu comprends bien ce qu</w:t>
      </w:r>
      <w:r>
        <w:t>’</w:t>
      </w:r>
      <w:r w:rsidR="00E85E1B" w:rsidRPr="006056B1">
        <w:t>on a fait là et pourquoi on l</w:t>
      </w:r>
      <w:r>
        <w:t>’</w:t>
      </w:r>
      <w:r w:rsidR="00E85E1B" w:rsidRPr="006056B1">
        <w:t>a fait</w:t>
      </w:r>
      <w:r>
        <w:t> ?</w:t>
      </w:r>
    </w:p>
    <w:p w14:paraId="65C13EFE" w14:textId="77777777" w:rsidR="006036B2" w:rsidRDefault="00E85E1B" w:rsidP="00E85E1B">
      <w:proofErr w:type="spellStart"/>
      <w:r w:rsidRPr="006056B1">
        <w:t>Ch</w:t>
      </w:r>
      <w:r w:rsidR="006036B2">
        <w:t>’</w:t>
      </w:r>
      <w:r w:rsidRPr="006056B1">
        <w:t>tiote</w:t>
      </w:r>
      <w:proofErr w:type="spellEnd"/>
      <w:r w:rsidRPr="006056B1">
        <w:t xml:space="preserve"> cessa de sourire</w:t>
      </w:r>
      <w:r w:rsidR="006036B2">
        <w:t xml:space="preserve">. </w:t>
      </w:r>
      <w:r w:rsidRPr="006056B1">
        <w:t>Ses jolis et tendres yeux d</w:t>
      </w:r>
      <w:r w:rsidR="006036B2">
        <w:t>’</w:t>
      </w:r>
      <w:r w:rsidRPr="006056B1">
        <w:t>enfant devinrent ses abominables yeux de macaque</w:t>
      </w:r>
      <w:r w:rsidR="006036B2">
        <w:t xml:space="preserve">. </w:t>
      </w:r>
      <w:r w:rsidRPr="006056B1">
        <w:t>Puis</w:t>
      </w:r>
      <w:r w:rsidR="006036B2">
        <w:t xml:space="preserve">, </w:t>
      </w:r>
      <w:r w:rsidRPr="006056B1">
        <w:t>pour toute réponse</w:t>
      </w:r>
      <w:r w:rsidR="006036B2">
        <w:t xml:space="preserve">, </w:t>
      </w:r>
      <w:r w:rsidRPr="006056B1">
        <w:t>elle troussa ses jupes d</w:t>
      </w:r>
      <w:r w:rsidR="006036B2">
        <w:t>’</w:t>
      </w:r>
      <w:r w:rsidRPr="006056B1">
        <w:t>un coup et nous montra son sexe</w:t>
      </w:r>
      <w:r w:rsidR="006036B2">
        <w:t>.</w:t>
      </w:r>
    </w:p>
    <w:p w14:paraId="5F529D1B" w14:textId="77777777" w:rsidR="006036B2" w:rsidRDefault="00E85E1B" w:rsidP="00E85E1B">
      <w:r w:rsidRPr="006056B1">
        <w:t>Oh</w:t>
      </w:r>
      <w:r w:rsidR="006036B2">
        <w:t xml:space="preserve"> ! </w:t>
      </w:r>
      <w:r w:rsidRPr="006056B1">
        <w:t>oui</w:t>
      </w:r>
      <w:r w:rsidR="006036B2">
        <w:t xml:space="preserve">, </w:t>
      </w:r>
      <w:r w:rsidRPr="006056B1">
        <w:t>le magistrat avait eu raison</w:t>
      </w:r>
      <w:r w:rsidR="006036B2">
        <w:t xml:space="preserve">, </w:t>
      </w:r>
      <w:r w:rsidRPr="006056B1">
        <w:t>tout à l</w:t>
      </w:r>
      <w:r w:rsidR="006036B2">
        <w:t>’</w:t>
      </w:r>
      <w:r w:rsidRPr="006056B1">
        <w:t>heure</w:t>
      </w:r>
      <w:r w:rsidR="006036B2">
        <w:t xml:space="preserve">. </w:t>
      </w:r>
      <w:r w:rsidRPr="006056B1">
        <w:t>Cette femme</w:t>
      </w:r>
      <w:r w:rsidR="006036B2">
        <w:t xml:space="preserve">, </w:t>
      </w:r>
      <w:r w:rsidRPr="006056B1">
        <w:t>cette vieille</w:t>
      </w:r>
      <w:r w:rsidR="006036B2">
        <w:t xml:space="preserve">, </w:t>
      </w:r>
      <w:r w:rsidRPr="006056B1">
        <w:t>c</w:t>
      </w:r>
      <w:r w:rsidR="006036B2">
        <w:t>’</w:t>
      </w:r>
      <w:r w:rsidRPr="006056B1">
        <w:t>était Cléopâtre</w:t>
      </w:r>
      <w:r w:rsidR="006036B2">
        <w:t xml:space="preserve">, </w:t>
      </w:r>
      <w:r w:rsidRPr="006056B1">
        <w:t>c</w:t>
      </w:r>
      <w:r w:rsidR="006036B2">
        <w:t>’</w:t>
      </w:r>
      <w:r w:rsidRPr="006056B1">
        <w:t>était Diane</w:t>
      </w:r>
      <w:r w:rsidR="006036B2">
        <w:t xml:space="preserve">, </w:t>
      </w:r>
      <w:r w:rsidRPr="006056B1">
        <w:t>c</w:t>
      </w:r>
      <w:r w:rsidR="006036B2">
        <w:t>’</w:t>
      </w:r>
      <w:r w:rsidRPr="006056B1">
        <w:t>était N</w:t>
      </w:r>
      <w:r w:rsidRPr="006056B1">
        <w:t>i</w:t>
      </w:r>
      <w:r w:rsidRPr="006056B1">
        <w:t>non</w:t>
      </w:r>
      <w:r w:rsidR="006036B2">
        <w:t xml:space="preserve">. </w:t>
      </w:r>
      <w:r w:rsidRPr="006056B1">
        <w:t>Comme ses yeux</w:t>
      </w:r>
      <w:r w:rsidR="006036B2">
        <w:t xml:space="preserve">, </w:t>
      </w:r>
      <w:r w:rsidRPr="006056B1">
        <w:t>plus que ses yeux encore</w:t>
      </w:r>
      <w:r w:rsidR="006036B2">
        <w:t xml:space="preserve">, </w:t>
      </w:r>
      <w:r w:rsidRPr="006056B1">
        <w:t>son sexe était d</w:t>
      </w:r>
      <w:r w:rsidR="006036B2">
        <w:t>’</w:t>
      </w:r>
      <w:r w:rsidRPr="006056B1">
        <w:t>un enfant</w:t>
      </w:r>
      <w:r w:rsidR="006036B2">
        <w:t xml:space="preserve">. </w:t>
      </w:r>
      <w:r w:rsidRPr="006056B1">
        <w:t>Nous en restions-tous stupéfaits</w:t>
      </w:r>
      <w:r w:rsidR="006036B2">
        <w:t>.</w:t>
      </w:r>
    </w:p>
    <w:p w14:paraId="6FC191C9" w14:textId="77777777" w:rsidR="006036B2" w:rsidRDefault="006036B2" w:rsidP="00E85E1B">
      <w:r>
        <w:t>— </w:t>
      </w:r>
      <w:r w:rsidR="00E85E1B" w:rsidRPr="006056B1">
        <w:t>Cochons</w:t>
      </w:r>
      <w:r>
        <w:t xml:space="preserve"> ! </w:t>
      </w:r>
      <w:r w:rsidR="00E85E1B" w:rsidRPr="006056B1">
        <w:t>cochons</w:t>
      </w:r>
      <w:r>
        <w:t xml:space="preserve"> ! </w:t>
      </w:r>
      <w:r w:rsidR="00E85E1B" w:rsidRPr="006056B1">
        <w:t>nous cria le Frisé</w:t>
      </w:r>
      <w:r>
        <w:t xml:space="preserve">, </w:t>
      </w:r>
      <w:r w:rsidR="00E85E1B" w:rsidRPr="006056B1">
        <w:t>vous aussi</w:t>
      </w:r>
      <w:r>
        <w:t xml:space="preserve">, </w:t>
      </w:r>
      <w:proofErr w:type="spellStart"/>
      <w:r w:rsidR="00E85E1B" w:rsidRPr="006056B1">
        <w:t>amon</w:t>
      </w:r>
      <w:proofErr w:type="spellEnd"/>
      <w:r>
        <w:t xml:space="preserve">, </w:t>
      </w:r>
      <w:r w:rsidR="00E85E1B" w:rsidRPr="006056B1">
        <w:t>vous aussi vous voulez faire avec</w:t>
      </w:r>
      <w:r>
        <w:t> !</w:t>
      </w:r>
    </w:p>
    <w:p w14:paraId="3644B9BF" w14:textId="77777777" w:rsidR="006036B2" w:rsidRDefault="00E85E1B" w:rsidP="00E85E1B">
      <w:r w:rsidRPr="006056B1">
        <w:lastRenderedPageBreak/>
        <w:t>Et je vis que le magistrat</w:t>
      </w:r>
      <w:r w:rsidR="006036B2">
        <w:t xml:space="preserve">, </w:t>
      </w:r>
      <w:r w:rsidRPr="006056B1">
        <w:t>en effet</w:t>
      </w:r>
      <w:r w:rsidR="006036B2">
        <w:t xml:space="preserve">, </w:t>
      </w:r>
      <w:r w:rsidRPr="006056B1">
        <w:t>avait le visage blême</w:t>
      </w:r>
      <w:r w:rsidR="006036B2">
        <w:t xml:space="preserve">, </w:t>
      </w:r>
      <w:r w:rsidRPr="006056B1">
        <w:t>contracté</w:t>
      </w:r>
      <w:r w:rsidR="006036B2">
        <w:t xml:space="preserve">, </w:t>
      </w:r>
      <w:r w:rsidRPr="006056B1">
        <w:t>les lèvres et les mains tremblantes</w:t>
      </w:r>
      <w:r w:rsidR="006036B2">
        <w:t xml:space="preserve">, </w:t>
      </w:r>
      <w:r w:rsidRPr="006056B1">
        <w:t>comme un homme pris en flagrant délit et encore secoué par son spasme inte</w:t>
      </w:r>
      <w:r w:rsidRPr="006056B1">
        <w:t>r</w:t>
      </w:r>
      <w:r w:rsidRPr="006056B1">
        <w:t>rompu</w:t>
      </w:r>
      <w:r w:rsidR="006036B2">
        <w:t>.</w:t>
      </w:r>
    </w:p>
    <w:p w14:paraId="4E9DB8C4" w14:textId="7002CB78" w:rsidR="00E85E1B" w:rsidRPr="006056B1" w:rsidRDefault="00E85E1B" w:rsidP="006036B2">
      <w:pPr>
        <w:pStyle w:val="Titre1"/>
      </w:pPr>
      <w:bookmarkStart w:id="19" w:name="_Toc194853053"/>
      <w:proofErr w:type="spellStart"/>
      <w:r w:rsidRPr="006056B1">
        <w:lastRenderedPageBreak/>
        <w:t>CHT</w:t>
      </w:r>
      <w:r w:rsidR="006036B2">
        <w:t>’</w:t>
      </w:r>
      <w:r w:rsidRPr="006056B1">
        <w:t>HEUMME</w:t>
      </w:r>
      <w:proofErr w:type="spellEnd"/>
      <w:r w:rsidRPr="006056B1">
        <w:t>-AUX-</w:t>
      </w:r>
      <w:proofErr w:type="spellStart"/>
      <w:r w:rsidRPr="006056B1">
        <w:t>QUIENS</w:t>
      </w:r>
      <w:bookmarkEnd w:id="19"/>
      <w:proofErr w:type="spellEnd"/>
    </w:p>
    <w:p w14:paraId="7D013F34" w14:textId="77777777" w:rsidR="006036B2" w:rsidRDefault="00E85E1B" w:rsidP="00E85E1B">
      <w:r w:rsidRPr="006056B1">
        <w:t>Bourgeoisement et respectueusement sa femme l</w:t>
      </w:r>
      <w:r w:rsidR="006036B2">
        <w:t>’</w:t>
      </w:r>
      <w:r w:rsidRPr="006056B1">
        <w:t>appelait</w:t>
      </w:r>
      <w:r w:rsidR="006036B2">
        <w:t xml:space="preserve">, </w:t>
      </w:r>
      <w:r w:rsidRPr="006056B1">
        <w:t>même parlant à sa personne</w:t>
      </w:r>
      <w:r w:rsidR="006036B2">
        <w:t xml:space="preserve">, </w:t>
      </w:r>
      <w:proofErr w:type="spellStart"/>
      <w:r w:rsidRPr="006056B1">
        <w:t>môssieu</w:t>
      </w:r>
      <w:proofErr w:type="spellEnd"/>
      <w:r w:rsidRPr="006056B1">
        <w:t xml:space="preserve"> </w:t>
      </w:r>
      <w:proofErr w:type="spellStart"/>
      <w:r w:rsidRPr="006056B1">
        <w:t>Bistaud</w:t>
      </w:r>
      <w:proofErr w:type="spellEnd"/>
      <w:r w:rsidR="006036B2">
        <w:t xml:space="preserve"> ; </w:t>
      </w:r>
      <w:r w:rsidRPr="006056B1">
        <w:t>mais par tout le pays</w:t>
      </w:r>
      <w:r w:rsidR="006036B2">
        <w:t xml:space="preserve">, </w:t>
      </w:r>
      <w:r w:rsidRPr="006056B1">
        <w:t>et dans un rayon de dix lieues en France et en Belgique</w:t>
      </w:r>
      <w:r w:rsidR="006036B2">
        <w:t xml:space="preserve">, </w:t>
      </w:r>
      <w:r w:rsidRPr="006056B1">
        <w:t xml:space="preserve">on le désignait et il était célèbre sous le sobriquet de </w:t>
      </w:r>
      <w:proofErr w:type="spellStart"/>
      <w:r w:rsidRPr="006056B1">
        <w:rPr>
          <w:i/>
          <w:iCs/>
        </w:rPr>
        <w:t>cht</w:t>
      </w:r>
      <w:r w:rsidR="006036B2">
        <w:rPr>
          <w:i/>
          <w:iCs/>
        </w:rPr>
        <w:t>’</w:t>
      </w:r>
      <w:r w:rsidRPr="006056B1">
        <w:rPr>
          <w:i/>
          <w:iCs/>
        </w:rPr>
        <w:t>heumme</w:t>
      </w:r>
      <w:proofErr w:type="spellEnd"/>
      <w:r w:rsidRPr="006056B1">
        <w:rPr>
          <w:i/>
          <w:iCs/>
        </w:rPr>
        <w:t>-aux-</w:t>
      </w:r>
      <w:proofErr w:type="spellStart"/>
      <w:r w:rsidRPr="006056B1">
        <w:rPr>
          <w:i/>
          <w:iCs/>
        </w:rPr>
        <w:t>quiens</w:t>
      </w:r>
      <w:proofErr w:type="spellEnd"/>
      <w:r w:rsidR="006036B2">
        <w:t xml:space="preserve"> (</w:t>
      </w:r>
      <w:r w:rsidRPr="006056B1">
        <w:t>prononciation picarde de</w:t>
      </w:r>
      <w:r w:rsidR="006036B2">
        <w:t xml:space="preserve"> : </w:t>
      </w:r>
      <w:r w:rsidRPr="006056B1">
        <w:t>cet homme aux chiens</w:t>
      </w:r>
      <w:r w:rsidR="006036B2">
        <w:t>).</w:t>
      </w:r>
    </w:p>
    <w:p w14:paraId="1C4BA8E0" w14:textId="77777777" w:rsidR="006036B2" w:rsidRDefault="00E85E1B" w:rsidP="00E85E1B">
      <w:r w:rsidRPr="006056B1">
        <w:t>Célébrité de mauvais aloi</w:t>
      </w:r>
      <w:r w:rsidR="006036B2">
        <w:t xml:space="preserve">, </w:t>
      </w:r>
      <w:r w:rsidRPr="006056B1">
        <w:t>au reste</w:t>
      </w:r>
      <w:r w:rsidR="006036B2">
        <w:t xml:space="preserve">, </w:t>
      </w:r>
      <w:r w:rsidRPr="006056B1">
        <w:t xml:space="preserve">et qui faisait de </w:t>
      </w:r>
      <w:proofErr w:type="spellStart"/>
      <w:r w:rsidRPr="006056B1">
        <w:t>cht</w:t>
      </w:r>
      <w:r w:rsidR="006036B2">
        <w:t>’</w:t>
      </w:r>
      <w:r w:rsidRPr="006056B1">
        <w:t>heumme</w:t>
      </w:r>
      <w:proofErr w:type="spellEnd"/>
      <w:r w:rsidRPr="006056B1">
        <w:t>-aux-</w:t>
      </w:r>
      <w:proofErr w:type="spellStart"/>
      <w:r w:rsidRPr="006056B1">
        <w:t>quiens</w:t>
      </w:r>
      <w:proofErr w:type="spellEnd"/>
      <w:r w:rsidRPr="006056B1">
        <w:t xml:space="preserve"> une façon de paria</w:t>
      </w:r>
      <w:r w:rsidR="006036B2">
        <w:t>.</w:t>
      </w:r>
    </w:p>
    <w:p w14:paraId="477F8AF5" w14:textId="77777777" w:rsidR="006036B2" w:rsidRDefault="00E85E1B" w:rsidP="00E85E1B">
      <w:r w:rsidRPr="006056B1">
        <w:t>Il faut savoir que là-bas</w:t>
      </w:r>
      <w:r w:rsidR="006036B2">
        <w:t xml:space="preserve">, </w:t>
      </w:r>
      <w:r w:rsidRPr="006056B1">
        <w:t>en Thiérache</w:t>
      </w:r>
      <w:r w:rsidR="006036B2">
        <w:t xml:space="preserve">, </w:t>
      </w:r>
      <w:r w:rsidRPr="006056B1">
        <w:t>on n</w:t>
      </w:r>
      <w:r w:rsidR="006036B2">
        <w:t>’</w:t>
      </w:r>
      <w:r w:rsidRPr="006056B1">
        <w:t>aime pas fort les douaniers</w:t>
      </w:r>
      <w:r w:rsidR="006036B2">
        <w:t xml:space="preserve"> ; </w:t>
      </w:r>
      <w:r w:rsidRPr="006056B1">
        <w:t>car tout le monde</w:t>
      </w:r>
      <w:r w:rsidR="006036B2">
        <w:t xml:space="preserve">, </w:t>
      </w:r>
      <w:r w:rsidRPr="006056B1">
        <w:t>peu ou prou</w:t>
      </w:r>
      <w:r w:rsidR="006036B2">
        <w:t xml:space="preserve">, </w:t>
      </w:r>
      <w:r w:rsidRPr="006056B1">
        <w:t>profite de la co</w:t>
      </w:r>
      <w:r w:rsidRPr="006056B1">
        <w:t>n</w:t>
      </w:r>
      <w:r w:rsidRPr="006056B1">
        <w:t>trebande</w:t>
      </w:r>
      <w:r w:rsidR="006036B2">
        <w:t xml:space="preserve">, </w:t>
      </w:r>
      <w:r w:rsidRPr="006056B1">
        <w:t>grâce à quoi beaucoup d</w:t>
      </w:r>
      <w:r w:rsidR="006036B2">
        <w:t>’</w:t>
      </w:r>
      <w:r w:rsidRPr="006056B1">
        <w:t>objets sont à bon marché</w:t>
      </w:r>
      <w:r w:rsidR="006036B2">
        <w:t xml:space="preserve">, </w:t>
      </w:r>
      <w:r w:rsidRPr="006056B1">
        <w:t>notamment le café</w:t>
      </w:r>
      <w:r w:rsidR="006036B2">
        <w:t xml:space="preserve">, </w:t>
      </w:r>
      <w:r w:rsidRPr="006056B1">
        <w:t>la poudre et le tabac</w:t>
      </w:r>
      <w:r w:rsidR="006036B2">
        <w:t xml:space="preserve">. </w:t>
      </w:r>
      <w:r w:rsidRPr="006056B1">
        <w:t>Il faut savoir aussi que sur cette frontière boisée</w:t>
      </w:r>
      <w:r w:rsidR="006036B2">
        <w:t xml:space="preserve">, </w:t>
      </w:r>
      <w:r w:rsidRPr="006056B1">
        <w:t>ravineuse</w:t>
      </w:r>
      <w:r w:rsidR="006036B2">
        <w:t xml:space="preserve">, </w:t>
      </w:r>
      <w:r w:rsidRPr="006056B1">
        <w:t>aux pâtures closes de broussailles</w:t>
      </w:r>
      <w:r w:rsidR="006036B2">
        <w:t xml:space="preserve">, </w:t>
      </w:r>
      <w:r w:rsidRPr="006056B1">
        <w:t>aux venelles obscures</w:t>
      </w:r>
      <w:r w:rsidR="006036B2">
        <w:t xml:space="preserve">, </w:t>
      </w:r>
      <w:r w:rsidRPr="006056B1">
        <w:t>la contrebande la plus active se fait par le moyen de chiens de chasse qu</w:t>
      </w:r>
      <w:r w:rsidR="006036B2">
        <w:t>’</w:t>
      </w:r>
      <w:r w:rsidRPr="006056B1">
        <w:t>une éducation sp</w:t>
      </w:r>
      <w:r w:rsidRPr="006056B1">
        <w:t>é</w:t>
      </w:r>
      <w:r w:rsidRPr="006056B1">
        <w:t>ciale rend chiens de fraude</w:t>
      </w:r>
      <w:r w:rsidR="006036B2">
        <w:t xml:space="preserve">. </w:t>
      </w:r>
      <w:r w:rsidRPr="006056B1">
        <w:t>Il ne se passe guère de soirée où l</w:t>
      </w:r>
      <w:r w:rsidR="006036B2">
        <w:t>’</w:t>
      </w:r>
      <w:r w:rsidRPr="006056B1">
        <w:t>on n</w:t>
      </w:r>
      <w:r w:rsidR="006036B2">
        <w:t>’</w:t>
      </w:r>
      <w:r w:rsidRPr="006056B1">
        <w:t>en aperçoive quelqu</w:t>
      </w:r>
      <w:r w:rsidR="006036B2">
        <w:t>’</w:t>
      </w:r>
      <w:r w:rsidRPr="006056B1">
        <w:t>un</w:t>
      </w:r>
      <w:r w:rsidR="006036B2">
        <w:t xml:space="preserve">, </w:t>
      </w:r>
      <w:r w:rsidRPr="006056B1">
        <w:t>bardé de son chargement</w:t>
      </w:r>
      <w:r w:rsidR="006036B2">
        <w:t xml:space="preserve">, </w:t>
      </w:r>
      <w:r w:rsidRPr="006056B1">
        <w:t>se faufiler d</w:t>
      </w:r>
      <w:r w:rsidR="006036B2">
        <w:t>’</w:t>
      </w:r>
      <w:r w:rsidRPr="006056B1">
        <w:t>une allure silencieuse</w:t>
      </w:r>
      <w:r w:rsidR="006036B2">
        <w:t xml:space="preserve">, </w:t>
      </w:r>
      <w:r w:rsidRPr="006056B1">
        <w:t>pointer son museau haletant au trou d</w:t>
      </w:r>
      <w:r w:rsidR="006036B2">
        <w:t>’</w:t>
      </w:r>
      <w:r w:rsidRPr="006056B1">
        <w:t>une haie</w:t>
      </w:r>
      <w:r w:rsidR="006036B2">
        <w:t xml:space="preserve">, </w:t>
      </w:r>
      <w:r w:rsidRPr="006056B1">
        <w:t>le regard inquiet et furtif</w:t>
      </w:r>
      <w:r w:rsidR="006036B2">
        <w:t xml:space="preserve">, </w:t>
      </w:r>
      <w:r w:rsidRPr="006056B1">
        <w:t>le nez froncé humant l</w:t>
      </w:r>
      <w:r w:rsidR="006036B2">
        <w:t>’</w:t>
      </w:r>
      <w:r w:rsidRPr="006056B1">
        <w:t>air pour éventer les gabelous et leurs dogues</w:t>
      </w:r>
      <w:r w:rsidR="006036B2">
        <w:t xml:space="preserve">. </w:t>
      </w:r>
      <w:r w:rsidRPr="006056B1">
        <w:t>Ces dogues</w:t>
      </w:r>
      <w:r w:rsidR="006036B2">
        <w:t xml:space="preserve">, </w:t>
      </w:r>
      <w:r w:rsidRPr="006056B1">
        <w:t>eux</w:t>
      </w:r>
      <w:r w:rsidR="006036B2">
        <w:t xml:space="preserve">, </w:t>
      </w:r>
      <w:r w:rsidRPr="006056B1">
        <w:t>une éducation toute spéciale aussi les rend bêtes féroces</w:t>
      </w:r>
      <w:r w:rsidR="006036B2">
        <w:t xml:space="preserve">, </w:t>
      </w:r>
      <w:r w:rsidRPr="006056B1">
        <w:t>et en deux coups de gueule ils étripent sans pitié leur misérable congénère</w:t>
      </w:r>
      <w:r w:rsidR="006036B2">
        <w:t xml:space="preserve">, </w:t>
      </w:r>
      <w:r w:rsidRPr="006056B1">
        <w:t>de chasseur devenu gibier</w:t>
      </w:r>
      <w:r w:rsidR="006036B2">
        <w:t>.</w:t>
      </w:r>
    </w:p>
    <w:p w14:paraId="18BC43D8" w14:textId="77777777" w:rsidR="006036B2" w:rsidRDefault="00E85E1B" w:rsidP="00E85E1B">
      <w:r w:rsidRPr="006056B1">
        <w:t>Or</w:t>
      </w:r>
      <w:r w:rsidR="006036B2">
        <w:t xml:space="preserve">, </w:t>
      </w:r>
      <w:r w:rsidRPr="006056B1">
        <w:t>cette éducation contre nature</w:t>
      </w:r>
      <w:r w:rsidR="006036B2">
        <w:t xml:space="preserve">, </w:t>
      </w:r>
      <w:r w:rsidRPr="006056B1">
        <w:t xml:space="preserve">nul ne savait la donner comme </w:t>
      </w:r>
      <w:proofErr w:type="spellStart"/>
      <w:r w:rsidRPr="006056B1">
        <w:t>cht</w:t>
      </w:r>
      <w:r w:rsidR="006036B2">
        <w:t>’</w:t>
      </w:r>
      <w:r w:rsidRPr="006056B1">
        <w:t>heumme</w:t>
      </w:r>
      <w:proofErr w:type="spellEnd"/>
      <w:r w:rsidRPr="006056B1">
        <w:t>-aux-</w:t>
      </w:r>
      <w:proofErr w:type="spellStart"/>
      <w:r w:rsidRPr="006056B1">
        <w:t>quiens</w:t>
      </w:r>
      <w:proofErr w:type="spellEnd"/>
      <w:r w:rsidR="006036B2">
        <w:t xml:space="preserve">, </w:t>
      </w:r>
      <w:r w:rsidRPr="006056B1">
        <w:t>dont le métier consistait préc</w:t>
      </w:r>
      <w:r w:rsidRPr="006056B1">
        <w:t>i</w:t>
      </w:r>
      <w:r w:rsidRPr="006056B1">
        <w:t>sément à dresser des mâtins pour la douane</w:t>
      </w:r>
      <w:r w:rsidR="006036B2">
        <w:t xml:space="preserve">. </w:t>
      </w:r>
      <w:r w:rsidRPr="006056B1">
        <w:t>Sale métier</w:t>
      </w:r>
      <w:r w:rsidR="006036B2">
        <w:t xml:space="preserve">, </w:t>
      </w:r>
      <w:r w:rsidRPr="006056B1">
        <w:t>métier de sans-cœur</w:t>
      </w:r>
      <w:r w:rsidR="006036B2">
        <w:t xml:space="preserve">, </w:t>
      </w:r>
      <w:r w:rsidRPr="006056B1">
        <w:t>pensait-on</w:t>
      </w:r>
      <w:r w:rsidR="006036B2">
        <w:t>.</w:t>
      </w:r>
    </w:p>
    <w:p w14:paraId="11A0119E" w14:textId="77777777" w:rsidR="006036B2" w:rsidRDefault="006036B2" w:rsidP="00E85E1B">
      <w:r>
        <w:lastRenderedPageBreak/>
        <w:t>— </w:t>
      </w:r>
      <w:proofErr w:type="spellStart"/>
      <w:r w:rsidR="00E85E1B" w:rsidRPr="006056B1">
        <w:t>Ch</w:t>
      </w:r>
      <w:r>
        <w:t>’</w:t>
      </w:r>
      <w:r w:rsidR="00E85E1B" w:rsidRPr="006056B1">
        <w:t>est</w:t>
      </w:r>
      <w:proofErr w:type="spellEnd"/>
      <w:r w:rsidR="00E85E1B" w:rsidRPr="006056B1">
        <w:t xml:space="preserve"> in </w:t>
      </w:r>
      <w:proofErr w:type="spellStart"/>
      <w:r w:rsidR="00E85E1B" w:rsidRPr="006056B1">
        <w:t>bringand</w:t>
      </w:r>
      <w:proofErr w:type="spellEnd"/>
      <w:r w:rsidR="00E85E1B" w:rsidRPr="006056B1">
        <w:t xml:space="preserve"> et in </w:t>
      </w:r>
      <w:proofErr w:type="spellStart"/>
      <w:r w:rsidR="00E85E1B" w:rsidRPr="006056B1">
        <w:t>merlifiche</w:t>
      </w:r>
      <w:proofErr w:type="spellEnd"/>
      <w:r>
        <w:t xml:space="preserve">, </w:t>
      </w:r>
      <w:r w:rsidR="00E85E1B" w:rsidRPr="006056B1">
        <w:t>disaient les co</w:t>
      </w:r>
      <w:r w:rsidR="00E85E1B" w:rsidRPr="006056B1">
        <w:t>m</w:t>
      </w:r>
      <w:r w:rsidR="00E85E1B" w:rsidRPr="006056B1">
        <w:t>mères</w:t>
      </w:r>
      <w:r>
        <w:t xml:space="preserve">, </w:t>
      </w:r>
      <w:r w:rsidR="00E85E1B" w:rsidRPr="006056B1">
        <w:t xml:space="preserve">chti-là qui prend </w:t>
      </w:r>
      <w:proofErr w:type="spellStart"/>
      <w:r w:rsidR="00E85E1B" w:rsidRPr="006056B1">
        <w:t>ainsin</w:t>
      </w:r>
      <w:proofErr w:type="spellEnd"/>
      <w:r w:rsidR="00E85E1B" w:rsidRPr="006056B1">
        <w:t xml:space="preserve"> d</w:t>
      </w:r>
      <w:r>
        <w:t>’</w:t>
      </w:r>
      <w:r w:rsidR="00E85E1B" w:rsidRPr="006056B1">
        <w:t xml:space="preserve">honnêtes </w:t>
      </w:r>
      <w:proofErr w:type="spellStart"/>
      <w:r w:rsidR="00E85E1B" w:rsidRPr="006056B1">
        <w:t>quiens</w:t>
      </w:r>
      <w:proofErr w:type="spellEnd"/>
      <w:r w:rsidR="00E85E1B" w:rsidRPr="006056B1">
        <w:t xml:space="preserve"> à nourrice</w:t>
      </w:r>
      <w:r>
        <w:t xml:space="preserve">, </w:t>
      </w:r>
      <w:r w:rsidR="00E85E1B" w:rsidRPr="006056B1">
        <w:t>et qu</w:t>
      </w:r>
      <w:r>
        <w:t>’</w:t>
      </w:r>
      <w:r w:rsidR="00E85E1B" w:rsidRPr="006056B1">
        <w:t xml:space="preserve">par après sont </w:t>
      </w:r>
      <w:proofErr w:type="spellStart"/>
      <w:r w:rsidR="00E85E1B" w:rsidRPr="006056B1">
        <w:t>rin</w:t>
      </w:r>
      <w:proofErr w:type="spellEnd"/>
      <w:r w:rsidR="00E85E1B" w:rsidRPr="006056B1">
        <w:t xml:space="preserve"> qu</w:t>
      </w:r>
      <w:r>
        <w:t>’</w:t>
      </w:r>
      <w:r w:rsidR="00E85E1B" w:rsidRPr="006056B1">
        <w:t>des Judas</w:t>
      </w:r>
      <w:r>
        <w:t>.</w:t>
      </w:r>
    </w:p>
    <w:p w14:paraId="117D896D" w14:textId="77777777" w:rsidR="006036B2" w:rsidRDefault="00E85E1B" w:rsidP="00E85E1B">
      <w:pPr>
        <w:rPr>
          <w:i/>
          <w:iCs/>
        </w:rPr>
      </w:pPr>
      <w:r w:rsidRPr="006056B1">
        <w:t>Et les gamins en avaient fait cette formulette</w:t>
      </w:r>
      <w:r w:rsidR="006036B2">
        <w:t xml:space="preserve">, </w:t>
      </w:r>
      <w:r w:rsidRPr="006056B1">
        <w:t>qu</w:t>
      </w:r>
      <w:r w:rsidR="006036B2">
        <w:t>’</w:t>
      </w:r>
      <w:r w:rsidRPr="006056B1">
        <w:t>ils glapi</w:t>
      </w:r>
      <w:r w:rsidRPr="006056B1">
        <w:t>s</w:t>
      </w:r>
      <w:r w:rsidRPr="006056B1">
        <w:t xml:space="preserve">saient de loin aux trousses du </w:t>
      </w:r>
      <w:proofErr w:type="spellStart"/>
      <w:r w:rsidRPr="006056B1">
        <w:rPr>
          <w:i/>
          <w:iCs/>
        </w:rPr>
        <w:t>dresseux</w:t>
      </w:r>
      <w:proofErr w:type="spellEnd"/>
      <w:r w:rsidR="006036B2">
        <w:rPr>
          <w:i/>
          <w:iCs/>
        </w:rPr>
        <w:t> :</w:t>
      </w:r>
    </w:p>
    <w:p w14:paraId="67A41E2C" w14:textId="77777777" w:rsidR="006036B2" w:rsidRDefault="00E85E1B" w:rsidP="00E85E1B">
      <w:pPr>
        <w:pStyle w:val="Taille-1RetraitGauche2XIndent0"/>
        <w:spacing w:before="0" w:after="0"/>
      </w:pPr>
      <w:proofErr w:type="spellStart"/>
      <w:r w:rsidRPr="006056B1">
        <w:t>Ch</w:t>
      </w:r>
      <w:proofErr w:type="spellEnd"/>
      <w:r w:rsidRPr="006056B1">
        <w:t xml:space="preserve"> est </w:t>
      </w:r>
      <w:proofErr w:type="spellStart"/>
      <w:r w:rsidRPr="006056B1">
        <w:t>cht</w:t>
      </w:r>
      <w:r w:rsidR="006036B2">
        <w:t>’</w:t>
      </w:r>
      <w:r w:rsidRPr="006056B1">
        <w:t>heumme</w:t>
      </w:r>
      <w:proofErr w:type="spellEnd"/>
      <w:r w:rsidRPr="006056B1">
        <w:t>-aux-</w:t>
      </w:r>
      <w:proofErr w:type="spellStart"/>
      <w:r w:rsidRPr="006056B1">
        <w:t>quiens</w:t>
      </w:r>
      <w:proofErr w:type="spellEnd"/>
      <w:r w:rsidR="006036B2">
        <w:t xml:space="preserve">, </w:t>
      </w:r>
      <w:proofErr w:type="spellStart"/>
      <w:r w:rsidRPr="006056B1">
        <w:t>cht</w:t>
      </w:r>
      <w:r w:rsidR="006036B2">
        <w:t>’</w:t>
      </w:r>
      <w:r w:rsidRPr="006056B1">
        <w:t>hcumme</w:t>
      </w:r>
      <w:proofErr w:type="spellEnd"/>
      <w:r w:rsidRPr="006056B1">
        <w:t>-aux-</w:t>
      </w:r>
      <w:proofErr w:type="spellStart"/>
      <w:r w:rsidRPr="006056B1">
        <w:t>quiens</w:t>
      </w:r>
      <w:proofErr w:type="spellEnd"/>
      <w:r w:rsidR="006036B2">
        <w:t>,</w:t>
      </w:r>
    </w:p>
    <w:p w14:paraId="42656FE8" w14:textId="77777777" w:rsidR="006036B2" w:rsidRDefault="00E85E1B" w:rsidP="00E85E1B">
      <w:pPr>
        <w:pStyle w:val="Taille-1RetraitGauche2XIndent0"/>
        <w:spacing w:before="0" w:after="0"/>
      </w:pPr>
      <w:r w:rsidRPr="006056B1">
        <w:t>L</w:t>
      </w:r>
      <w:r w:rsidR="006036B2">
        <w:t>’</w:t>
      </w:r>
      <w:proofErr w:type="spellStart"/>
      <w:r w:rsidRPr="006056B1">
        <w:t>maît</w:t>
      </w:r>
      <w:proofErr w:type="spellEnd"/>
      <w:r w:rsidR="006036B2">
        <w:t>’</w:t>
      </w:r>
      <w:r>
        <w:t xml:space="preserve"> </w:t>
      </w:r>
      <w:r w:rsidRPr="006056B1">
        <w:t>d</w:t>
      </w:r>
      <w:r w:rsidR="006036B2">
        <w:t>’</w:t>
      </w:r>
      <w:proofErr w:type="spellStart"/>
      <w:r w:rsidRPr="006056B1">
        <w:t>écol</w:t>
      </w:r>
      <w:r w:rsidR="006036B2">
        <w:t>’</w:t>
      </w:r>
      <w:r w:rsidRPr="006056B1">
        <w:t>pou</w:t>
      </w:r>
      <w:r w:rsidR="006036B2">
        <w:t>’</w:t>
      </w:r>
      <w:r w:rsidRPr="006056B1">
        <w:t>l</w:t>
      </w:r>
      <w:r w:rsidR="006036B2">
        <w:t>’</w:t>
      </w:r>
      <w:r w:rsidRPr="006056B1">
        <w:t>s</w:t>
      </w:r>
      <w:proofErr w:type="spellEnd"/>
      <w:r w:rsidRPr="006056B1">
        <w:t xml:space="preserve"> </w:t>
      </w:r>
      <w:proofErr w:type="spellStart"/>
      <w:r w:rsidRPr="006056B1">
        <w:t>achachins</w:t>
      </w:r>
      <w:proofErr w:type="spellEnd"/>
      <w:r w:rsidR="006036B2">
        <w:t> !</w:t>
      </w:r>
    </w:p>
    <w:p w14:paraId="63A535B5" w14:textId="77777777" w:rsidR="006036B2" w:rsidRDefault="00E85E1B" w:rsidP="00E85E1B">
      <w:r w:rsidRPr="006056B1">
        <w:t xml:space="preserve">Mais de loin seulement ils le </w:t>
      </w:r>
      <w:proofErr w:type="spellStart"/>
      <w:r w:rsidRPr="006056B1">
        <w:t>tarabâtaient</w:t>
      </w:r>
      <w:proofErr w:type="spellEnd"/>
      <w:r w:rsidRPr="006056B1">
        <w:t xml:space="preserve"> ainsi</w:t>
      </w:r>
      <w:r w:rsidR="006036B2">
        <w:t xml:space="preserve"> ; </w:t>
      </w:r>
      <w:r w:rsidRPr="006056B1">
        <w:t>et derrière lui seulement</w:t>
      </w:r>
      <w:r w:rsidR="006036B2">
        <w:t xml:space="preserve">, </w:t>
      </w:r>
      <w:r w:rsidRPr="006056B1">
        <w:t>non à sa barbe</w:t>
      </w:r>
      <w:r w:rsidR="006036B2">
        <w:t xml:space="preserve">, </w:t>
      </w:r>
      <w:r w:rsidRPr="006056B1">
        <w:t>l</w:t>
      </w:r>
      <w:r w:rsidR="006036B2">
        <w:t>’</w:t>
      </w:r>
      <w:r w:rsidRPr="006056B1">
        <w:t>injuriaient les commères</w:t>
      </w:r>
      <w:r w:rsidR="006036B2">
        <w:t xml:space="preserve"> ; </w:t>
      </w:r>
      <w:r w:rsidRPr="006056B1">
        <w:t>et même les hommes n</w:t>
      </w:r>
      <w:r w:rsidR="006036B2">
        <w:t>’</w:t>
      </w:r>
      <w:r w:rsidRPr="006056B1">
        <w:t>osaient guère lui témoigner leur mépris à deux pouces du nez</w:t>
      </w:r>
      <w:r w:rsidR="006036B2">
        <w:t xml:space="preserve"> ; </w:t>
      </w:r>
      <w:r w:rsidRPr="006056B1">
        <w:t>car il n</w:t>
      </w:r>
      <w:r w:rsidR="006036B2">
        <w:t>’</w:t>
      </w:r>
      <w:r w:rsidRPr="006056B1">
        <w:t>était pas endurant</w:t>
      </w:r>
      <w:r w:rsidR="006036B2">
        <w:t xml:space="preserve">, </w:t>
      </w:r>
      <w:r w:rsidRPr="006056B1">
        <w:t>et toujours se montrait escorté d</w:t>
      </w:r>
      <w:r w:rsidR="006036B2">
        <w:t>’</w:t>
      </w:r>
      <w:r w:rsidRPr="006056B1">
        <w:t>un de ses dogues</w:t>
      </w:r>
      <w:r w:rsidR="006036B2">
        <w:t xml:space="preserve">, </w:t>
      </w:r>
      <w:r w:rsidRPr="006056B1">
        <w:t>qui lui servait de porte-respect</w:t>
      </w:r>
      <w:r w:rsidR="006036B2">
        <w:t>.</w:t>
      </w:r>
    </w:p>
    <w:p w14:paraId="28739F83" w14:textId="77777777" w:rsidR="006036B2" w:rsidRDefault="00E85E1B" w:rsidP="00E85E1B">
      <w:r w:rsidRPr="006056B1">
        <w:t>Ah</w:t>
      </w:r>
      <w:r w:rsidR="006036B2">
        <w:t xml:space="preserve"> ! </w:t>
      </w:r>
      <w:r w:rsidRPr="006056B1">
        <w:t>sans ces gardes du corps</w:t>
      </w:r>
      <w:r w:rsidR="006036B2">
        <w:t xml:space="preserve">, </w:t>
      </w:r>
      <w:r w:rsidRPr="006056B1">
        <w:t>on lui en aurait fait voir de grises</w:t>
      </w:r>
      <w:r w:rsidR="006036B2">
        <w:t xml:space="preserve"> ! </w:t>
      </w:r>
      <w:r w:rsidRPr="006056B1">
        <w:t>Et les fraudeurs surtout</w:t>
      </w:r>
      <w:r w:rsidR="006036B2">
        <w:t xml:space="preserve">, </w:t>
      </w:r>
      <w:r w:rsidRPr="006056B1">
        <w:t>qui lui en voulaient à mort</w:t>
      </w:r>
      <w:r w:rsidR="006036B2">
        <w:t>.</w:t>
      </w:r>
    </w:p>
    <w:p w14:paraId="05AAB26B" w14:textId="77777777" w:rsidR="006036B2" w:rsidRDefault="00E85E1B" w:rsidP="00E85E1B">
      <w:r w:rsidRPr="006056B1">
        <w:t>D</w:t>
      </w:r>
      <w:r w:rsidR="006036B2">
        <w:t>’</w:t>
      </w:r>
      <w:r w:rsidRPr="006056B1">
        <w:t>autant que</w:t>
      </w:r>
      <w:r w:rsidR="006036B2">
        <w:t xml:space="preserve">, </w:t>
      </w:r>
      <w:r w:rsidRPr="006056B1">
        <w:t>réduit à ses propres forces</w:t>
      </w:r>
      <w:r w:rsidR="006036B2">
        <w:t xml:space="preserve">, </w:t>
      </w:r>
      <w:r w:rsidRPr="006056B1">
        <w:t>et malgré sa mine hargneuse</w:t>
      </w:r>
      <w:r w:rsidR="006036B2">
        <w:t xml:space="preserve">, </w:t>
      </w:r>
      <w:r w:rsidRPr="006056B1">
        <w:t>il ne paraissait pas bien redoutable</w:t>
      </w:r>
      <w:r w:rsidR="006036B2">
        <w:t xml:space="preserve">. </w:t>
      </w:r>
      <w:r w:rsidRPr="006056B1">
        <w:t>Gringalet et ch</w:t>
      </w:r>
      <w:r w:rsidRPr="006056B1">
        <w:t>é</w:t>
      </w:r>
      <w:r w:rsidRPr="006056B1">
        <w:t>tif</w:t>
      </w:r>
      <w:r w:rsidR="006036B2">
        <w:t xml:space="preserve">, </w:t>
      </w:r>
      <w:r w:rsidRPr="006056B1">
        <w:t>le dos rond</w:t>
      </w:r>
      <w:r w:rsidR="006036B2">
        <w:t xml:space="preserve">, </w:t>
      </w:r>
      <w:r w:rsidRPr="006056B1">
        <w:t>les jambes en manches de veste</w:t>
      </w:r>
      <w:r w:rsidR="006036B2">
        <w:t xml:space="preserve">, </w:t>
      </w:r>
      <w:r w:rsidRPr="006056B1">
        <w:t>les bras tout en longueur et maigres comme des pattes d</w:t>
      </w:r>
      <w:r w:rsidR="006036B2">
        <w:t>’</w:t>
      </w:r>
      <w:r w:rsidRPr="006056B1">
        <w:t>aragne</w:t>
      </w:r>
      <w:r w:rsidR="006036B2">
        <w:t xml:space="preserve">, </w:t>
      </w:r>
      <w:r w:rsidRPr="006056B1">
        <w:t>on l</w:t>
      </w:r>
      <w:r w:rsidR="006036B2">
        <w:t>’</w:t>
      </w:r>
      <w:r w:rsidRPr="006056B1">
        <w:t>eût sans peine culbuté d</w:t>
      </w:r>
      <w:r w:rsidR="006036B2">
        <w:t>’</w:t>
      </w:r>
      <w:r w:rsidRPr="006056B1">
        <w:t>un revers de main et défoncé d</w:t>
      </w:r>
      <w:r w:rsidR="006036B2">
        <w:t>’</w:t>
      </w:r>
      <w:r w:rsidRPr="006056B1">
        <w:t>un coup de g</w:t>
      </w:r>
      <w:r w:rsidRPr="006056B1">
        <w:t>a</w:t>
      </w:r>
      <w:r w:rsidRPr="006056B1">
        <w:t>loche</w:t>
      </w:r>
      <w:r w:rsidR="006036B2">
        <w:t>.</w:t>
      </w:r>
    </w:p>
    <w:p w14:paraId="7C52D37D" w14:textId="77777777" w:rsidR="006036B2" w:rsidRDefault="00E85E1B" w:rsidP="00E85E1B">
      <w:r w:rsidRPr="006056B1">
        <w:t>Mais il y avait ces sacrés mâtins qui gênaient les plus ha</w:t>
      </w:r>
      <w:r w:rsidRPr="006056B1">
        <w:t>i</w:t>
      </w:r>
      <w:r w:rsidRPr="006056B1">
        <w:t>neux et les plus hardis</w:t>
      </w:r>
      <w:r w:rsidR="006036B2">
        <w:t xml:space="preserve">. </w:t>
      </w:r>
      <w:r w:rsidRPr="006056B1">
        <w:t>Comment risquer même une menace</w:t>
      </w:r>
      <w:r w:rsidR="006036B2">
        <w:t xml:space="preserve">, </w:t>
      </w:r>
      <w:r w:rsidRPr="006056B1">
        <w:t>devant ces grands loups-garous à l</w:t>
      </w:r>
      <w:r w:rsidR="006036B2">
        <w:t>’</w:t>
      </w:r>
      <w:r w:rsidRPr="006056B1">
        <w:t>œil sanglant et torve</w:t>
      </w:r>
      <w:r w:rsidR="006036B2">
        <w:t xml:space="preserve">, </w:t>
      </w:r>
      <w:r w:rsidRPr="006056B1">
        <w:t>à la tête carrée dont la mâchoire semblait un étau</w:t>
      </w:r>
      <w:r w:rsidR="006036B2">
        <w:t xml:space="preserve">, </w:t>
      </w:r>
      <w:r w:rsidRPr="006056B1">
        <w:t>aux énormes crocs blancs aigus comme des poignards</w:t>
      </w:r>
      <w:r w:rsidR="006036B2">
        <w:t xml:space="preserve">, </w:t>
      </w:r>
      <w:r w:rsidRPr="006056B1">
        <w:t>aux molaires monstrueuses qui broyaient en bouillie des os de bœuf</w:t>
      </w:r>
      <w:r w:rsidR="006036B2">
        <w:t xml:space="preserve"> ? </w:t>
      </w:r>
      <w:r w:rsidRPr="006056B1">
        <w:t>Dressés à miracle</w:t>
      </w:r>
      <w:r w:rsidR="006036B2">
        <w:t xml:space="preserve">, </w:t>
      </w:r>
      <w:r w:rsidRPr="006056B1">
        <w:t>d</w:t>
      </w:r>
      <w:r w:rsidR="006036B2">
        <w:t>’</w:t>
      </w:r>
      <w:r w:rsidRPr="006056B1">
        <w:t>ailleurs</w:t>
      </w:r>
      <w:r w:rsidR="006036B2">
        <w:t xml:space="preserve">, </w:t>
      </w:r>
      <w:r w:rsidRPr="006056B1">
        <w:t>ne prenant leur nourriture que de la main du maître</w:t>
      </w:r>
      <w:r w:rsidR="006036B2">
        <w:t xml:space="preserve">, </w:t>
      </w:r>
      <w:r w:rsidRPr="006056B1">
        <w:t>lui obéissant sur un signe</w:t>
      </w:r>
      <w:r w:rsidR="006036B2">
        <w:t xml:space="preserve">, </w:t>
      </w:r>
      <w:r w:rsidRPr="006056B1">
        <w:t xml:space="preserve">et instruits non </w:t>
      </w:r>
      <w:r w:rsidRPr="006056B1">
        <w:lastRenderedPageBreak/>
        <w:t>seulement à houspi</w:t>
      </w:r>
      <w:r w:rsidRPr="006056B1">
        <w:t>l</w:t>
      </w:r>
      <w:r w:rsidRPr="006056B1">
        <w:t>ler par le ventre les chiens de fraude</w:t>
      </w:r>
      <w:r w:rsidR="006036B2">
        <w:t xml:space="preserve">, </w:t>
      </w:r>
      <w:r w:rsidRPr="006056B1">
        <w:t>mais aussi à prendre par la gorge les fraudeurs en personne</w:t>
      </w:r>
      <w:r w:rsidR="006036B2">
        <w:t>.</w:t>
      </w:r>
    </w:p>
    <w:p w14:paraId="583F60B8" w14:textId="77777777" w:rsidR="006036B2" w:rsidRDefault="00E85E1B" w:rsidP="00E85E1B">
      <w:r w:rsidRPr="006056B1">
        <w:t>On les laissait donc tranquilles</w:t>
      </w:r>
      <w:r w:rsidR="006036B2">
        <w:t xml:space="preserve">, </w:t>
      </w:r>
      <w:r w:rsidRPr="006056B1">
        <w:t>lui et ses bêtes</w:t>
      </w:r>
      <w:r w:rsidR="006036B2">
        <w:t xml:space="preserve">. </w:t>
      </w:r>
      <w:r w:rsidRPr="006056B1">
        <w:t>On se co</w:t>
      </w:r>
      <w:r w:rsidRPr="006056B1">
        <w:t>n</w:t>
      </w:r>
      <w:r w:rsidRPr="006056B1">
        <w:t>tentait d</w:t>
      </w:r>
      <w:r w:rsidR="006036B2">
        <w:t>’</w:t>
      </w:r>
      <w:r w:rsidRPr="006056B1">
        <w:t>en dire du mal et de les tenir en quarantaine</w:t>
      </w:r>
      <w:r w:rsidR="006036B2">
        <w:t xml:space="preserve">. </w:t>
      </w:r>
      <w:r w:rsidRPr="006056B1">
        <w:t>Jamais paysan ne mettait les pieds dans leur masure</w:t>
      </w:r>
      <w:r w:rsidR="006036B2">
        <w:t xml:space="preserve">, </w:t>
      </w:r>
      <w:r w:rsidRPr="006056B1">
        <w:t xml:space="preserve">bien que la femme </w:t>
      </w:r>
      <w:proofErr w:type="spellStart"/>
      <w:r w:rsidRPr="006056B1">
        <w:t>Bistaud</w:t>
      </w:r>
      <w:proofErr w:type="spellEnd"/>
      <w:r w:rsidRPr="006056B1">
        <w:t xml:space="preserve"> y eût ouvert un petit débit et qu</w:t>
      </w:r>
      <w:r w:rsidR="006036B2">
        <w:t>’</w:t>
      </w:r>
      <w:r w:rsidRPr="006056B1">
        <w:t>elle fût une belle femme</w:t>
      </w:r>
      <w:r w:rsidR="006036B2">
        <w:t xml:space="preserve">. </w:t>
      </w:r>
      <w:r w:rsidRPr="006056B1">
        <w:t>Il n</w:t>
      </w:r>
      <w:r w:rsidR="006036B2">
        <w:t>’</w:t>
      </w:r>
      <w:r w:rsidRPr="006056B1">
        <w:t>y venait que des douaniers</w:t>
      </w:r>
      <w:r w:rsidR="006036B2">
        <w:t xml:space="preserve">, </w:t>
      </w:r>
      <w:r w:rsidRPr="006056B1">
        <w:t xml:space="preserve">et on se vengeait de tout ce monde en prétendant que </w:t>
      </w:r>
      <w:proofErr w:type="spellStart"/>
      <w:r w:rsidRPr="006056B1">
        <w:t>cht</w:t>
      </w:r>
      <w:r w:rsidR="006036B2">
        <w:t>’</w:t>
      </w:r>
      <w:r w:rsidRPr="006056B1">
        <w:t>heumme</w:t>
      </w:r>
      <w:proofErr w:type="spellEnd"/>
      <w:r w:rsidRPr="006056B1">
        <w:t>-aux-</w:t>
      </w:r>
      <w:proofErr w:type="spellStart"/>
      <w:r w:rsidRPr="006056B1">
        <w:t>quiens</w:t>
      </w:r>
      <w:proofErr w:type="spellEnd"/>
      <w:r w:rsidRPr="006056B1">
        <w:t xml:space="preserve"> vendait aux gabelous sa femme comme ses dogues</w:t>
      </w:r>
      <w:r w:rsidR="006036B2">
        <w:t>.</w:t>
      </w:r>
    </w:p>
    <w:p w14:paraId="309F97C9" w14:textId="77777777" w:rsidR="006036B2" w:rsidRDefault="006036B2" w:rsidP="00E85E1B">
      <w:r>
        <w:t>— </w:t>
      </w:r>
      <w:proofErr w:type="spellStart"/>
      <w:r w:rsidR="00E85E1B" w:rsidRPr="006056B1">
        <w:t>Ch</w:t>
      </w:r>
      <w:r>
        <w:t>’</w:t>
      </w:r>
      <w:r w:rsidR="00E85E1B" w:rsidRPr="006056B1">
        <w:t>est</w:t>
      </w:r>
      <w:proofErr w:type="spellEnd"/>
      <w:r w:rsidR="00E85E1B" w:rsidRPr="006056B1">
        <w:t xml:space="preserve"> pour eux aussi qu</w:t>
      </w:r>
      <w:r>
        <w:t>’</w:t>
      </w:r>
      <w:r w:rsidR="00E85E1B" w:rsidRPr="006056B1">
        <w:t>il la dresse</w:t>
      </w:r>
      <w:r>
        <w:t xml:space="preserve">, </w:t>
      </w:r>
      <w:proofErr w:type="spellStart"/>
      <w:r w:rsidR="00E85E1B" w:rsidRPr="006056B1">
        <w:t>ainsin</w:t>
      </w:r>
      <w:proofErr w:type="spellEnd"/>
      <w:r w:rsidR="00E85E1B" w:rsidRPr="006056B1">
        <w:t xml:space="preserve"> qu</w:t>
      </w:r>
      <w:r>
        <w:t>’</w:t>
      </w:r>
      <w:proofErr w:type="spellStart"/>
      <w:r w:rsidR="00E85E1B" w:rsidRPr="006056B1">
        <w:t>ches</w:t>
      </w:r>
      <w:proofErr w:type="spellEnd"/>
      <w:r w:rsidR="00E85E1B" w:rsidRPr="006056B1">
        <w:t xml:space="preserve"> </w:t>
      </w:r>
      <w:proofErr w:type="spellStart"/>
      <w:r w:rsidR="00E85E1B" w:rsidRPr="006056B1">
        <w:t>quiens</w:t>
      </w:r>
      <w:proofErr w:type="spellEnd"/>
      <w:r>
        <w:t xml:space="preserve">, </w:t>
      </w:r>
      <w:r w:rsidR="00E85E1B" w:rsidRPr="006056B1">
        <w:t>répétait-on en goguenardant</w:t>
      </w:r>
      <w:r>
        <w:t>.</w:t>
      </w:r>
    </w:p>
    <w:p w14:paraId="00E16D70" w14:textId="77777777" w:rsidR="006036B2" w:rsidRDefault="006036B2" w:rsidP="00E85E1B">
      <w:r>
        <w:t>— </w:t>
      </w:r>
      <w:proofErr w:type="spellStart"/>
      <w:r w:rsidR="00E85E1B" w:rsidRPr="006056B1">
        <w:t>Vouette</w:t>
      </w:r>
      <w:proofErr w:type="spellEnd"/>
      <w:r>
        <w:t xml:space="preserve">, </w:t>
      </w:r>
      <w:r w:rsidR="00E85E1B" w:rsidRPr="006056B1">
        <w:t xml:space="preserve">si </w:t>
      </w:r>
      <w:proofErr w:type="spellStart"/>
      <w:r w:rsidR="00E85E1B" w:rsidRPr="006056B1">
        <w:t>ch</w:t>
      </w:r>
      <w:r>
        <w:t>’</w:t>
      </w:r>
      <w:r w:rsidR="00E85E1B" w:rsidRPr="006056B1">
        <w:t>n</w:t>
      </w:r>
      <w:r>
        <w:t>’</w:t>
      </w:r>
      <w:r w:rsidR="00E85E1B" w:rsidRPr="006056B1">
        <w:t>est</w:t>
      </w:r>
      <w:proofErr w:type="spellEnd"/>
      <w:r w:rsidR="00E85E1B" w:rsidRPr="006056B1">
        <w:t xml:space="preserve"> pas un cocu-né</w:t>
      </w:r>
      <w:r>
        <w:t xml:space="preserve">, </w:t>
      </w:r>
      <w:r w:rsidR="00E85E1B" w:rsidRPr="006056B1">
        <w:t>d</w:t>
      </w:r>
      <w:r>
        <w:t>’</w:t>
      </w:r>
      <w:proofErr w:type="spellStart"/>
      <w:r w:rsidR="00E85E1B" w:rsidRPr="006056B1">
        <w:t>aveuc</w:t>
      </w:r>
      <w:proofErr w:type="spellEnd"/>
      <w:r w:rsidR="00E85E1B" w:rsidRPr="006056B1">
        <w:t xml:space="preserve"> </w:t>
      </w:r>
      <w:proofErr w:type="spellStart"/>
      <w:r w:rsidR="00E85E1B" w:rsidRPr="006056B1">
        <w:t>ech</w:t>
      </w:r>
      <w:r>
        <w:t>’</w:t>
      </w:r>
      <w:r w:rsidR="00E85E1B" w:rsidRPr="006056B1">
        <w:t>barbe</w:t>
      </w:r>
      <w:proofErr w:type="spellEnd"/>
      <w:r w:rsidR="00E85E1B" w:rsidRPr="006056B1">
        <w:t xml:space="preserve"> et </w:t>
      </w:r>
      <w:proofErr w:type="spellStart"/>
      <w:r w:rsidR="00E85E1B" w:rsidRPr="006056B1">
        <w:t>ches</w:t>
      </w:r>
      <w:proofErr w:type="spellEnd"/>
      <w:r w:rsidR="00E85E1B" w:rsidRPr="006056B1">
        <w:t xml:space="preserve"> qu</w:t>
      </w:r>
      <w:r>
        <w:t>’</w:t>
      </w:r>
      <w:r w:rsidR="00E85E1B" w:rsidRPr="006056B1">
        <w:t>yeux jaunes</w:t>
      </w:r>
      <w:r>
        <w:t xml:space="preserve">, </w:t>
      </w:r>
      <w:r w:rsidR="00E85E1B" w:rsidRPr="006056B1">
        <w:t xml:space="preserve">et </w:t>
      </w:r>
      <w:proofErr w:type="spellStart"/>
      <w:r w:rsidR="00E85E1B" w:rsidRPr="006056B1">
        <w:t>ches</w:t>
      </w:r>
      <w:proofErr w:type="spellEnd"/>
      <w:r w:rsidR="00E85E1B" w:rsidRPr="006056B1">
        <w:t xml:space="preserve"> </w:t>
      </w:r>
      <w:proofErr w:type="spellStart"/>
      <w:r w:rsidR="00E85E1B" w:rsidRPr="006056B1">
        <w:t>soucils</w:t>
      </w:r>
      <w:proofErr w:type="spellEnd"/>
      <w:r w:rsidR="00E85E1B" w:rsidRPr="006056B1">
        <w:t xml:space="preserve"> en trompette qui lui font </w:t>
      </w:r>
      <w:proofErr w:type="spellStart"/>
      <w:r w:rsidR="00E85E1B" w:rsidRPr="006056B1">
        <w:t>ein</w:t>
      </w:r>
      <w:proofErr w:type="spellEnd"/>
      <w:r>
        <w:t>’</w:t>
      </w:r>
      <w:r w:rsidR="00E85E1B">
        <w:t xml:space="preserve"> </w:t>
      </w:r>
      <w:r w:rsidR="00E85E1B" w:rsidRPr="006056B1">
        <w:t xml:space="preserve">paire </w:t>
      </w:r>
      <w:proofErr w:type="spellStart"/>
      <w:r w:rsidR="00E85E1B" w:rsidRPr="006056B1">
        <w:t>ed</w:t>
      </w:r>
      <w:proofErr w:type="spellEnd"/>
      <w:r>
        <w:t>’</w:t>
      </w:r>
      <w:r w:rsidR="00E85E1B">
        <w:t xml:space="preserve"> </w:t>
      </w:r>
      <w:r w:rsidR="00E85E1B" w:rsidRPr="006056B1">
        <w:t>cornes</w:t>
      </w:r>
      <w:r>
        <w:t>.</w:t>
      </w:r>
    </w:p>
    <w:p w14:paraId="4658418D" w14:textId="77777777" w:rsidR="006036B2" w:rsidRDefault="00E85E1B" w:rsidP="00E85E1B">
      <w:r w:rsidRPr="006056B1">
        <w:t>Il était jaune de poil</w:t>
      </w:r>
      <w:r w:rsidR="006036B2">
        <w:t xml:space="preserve">, </w:t>
      </w:r>
      <w:r w:rsidRPr="006056B1">
        <w:t>en effet</w:t>
      </w:r>
      <w:r w:rsidR="006036B2">
        <w:t xml:space="preserve">, </w:t>
      </w:r>
      <w:r w:rsidRPr="006056B1">
        <w:t>ou plutôt roux</w:t>
      </w:r>
      <w:r w:rsidR="006036B2">
        <w:t xml:space="preserve">, </w:t>
      </w:r>
      <w:r w:rsidRPr="006056B1">
        <w:t>et ses sourcils buissonneux se retroussaient sur les tempes en deux pointes qu</w:t>
      </w:r>
      <w:r w:rsidR="006036B2">
        <w:t>’</w:t>
      </w:r>
      <w:r w:rsidRPr="006056B1">
        <w:t>il avait coutume de tire-bouchonner machinalement comme des moustaches</w:t>
      </w:r>
      <w:r w:rsidR="006036B2">
        <w:t xml:space="preserve">. </w:t>
      </w:r>
      <w:r w:rsidRPr="006056B1">
        <w:t>Et certes</w:t>
      </w:r>
      <w:r w:rsidR="006036B2">
        <w:t xml:space="preserve">, </w:t>
      </w:r>
      <w:r w:rsidRPr="006056B1">
        <w:t>ainsi coiffé</w:t>
      </w:r>
      <w:r w:rsidR="006036B2">
        <w:t xml:space="preserve">, </w:t>
      </w:r>
      <w:r w:rsidRPr="006056B1">
        <w:t>barbu et sourcillé en paille-à-poux</w:t>
      </w:r>
      <w:r w:rsidR="006036B2">
        <w:t xml:space="preserve">, </w:t>
      </w:r>
      <w:r w:rsidRPr="006056B1">
        <w:t>la face blême</w:t>
      </w:r>
      <w:r w:rsidR="006036B2">
        <w:t xml:space="preserve">, </w:t>
      </w:r>
      <w:r w:rsidRPr="006056B1">
        <w:t xml:space="preserve">les yeux </w:t>
      </w:r>
      <w:proofErr w:type="spellStart"/>
      <w:r w:rsidRPr="006056B1">
        <w:t>clignards</w:t>
      </w:r>
      <w:proofErr w:type="spellEnd"/>
      <w:r w:rsidRPr="006056B1">
        <w:t xml:space="preserve"> et de regard pâle</w:t>
      </w:r>
      <w:r w:rsidR="006036B2">
        <w:t xml:space="preserve">, </w:t>
      </w:r>
      <w:r w:rsidRPr="006056B1">
        <w:t>la bouche revêche aux lèvres minces</w:t>
      </w:r>
      <w:r w:rsidR="006036B2">
        <w:t xml:space="preserve">, </w:t>
      </w:r>
      <w:r w:rsidRPr="006056B1">
        <w:t>le nez chafouin</w:t>
      </w:r>
      <w:r w:rsidR="006036B2">
        <w:t xml:space="preserve">, </w:t>
      </w:r>
      <w:r w:rsidRPr="006056B1">
        <w:t>le tout sur son triste corps de malitorne</w:t>
      </w:r>
      <w:r w:rsidR="006036B2">
        <w:t xml:space="preserve">, </w:t>
      </w:r>
      <w:r w:rsidRPr="006056B1">
        <w:t>il n</w:t>
      </w:r>
      <w:r w:rsidR="006036B2">
        <w:t>’</w:t>
      </w:r>
      <w:r w:rsidRPr="006056B1">
        <w:t>était point beau</w:t>
      </w:r>
      <w:r w:rsidR="006036B2">
        <w:t>.</w:t>
      </w:r>
    </w:p>
    <w:p w14:paraId="65A37BF4" w14:textId="77777777" w:rsidR="006036B2" w:rsidRDefault="00E85E1B" w:rsidP="00E85E1B">
      <w:r w:rsidRPr="006056B1">
        <w:t>Quant à être un cocu complaisant</w:t>
      </w:r>
      <w:r w:rsidR="006036B2">
        <w:t xml:space="preserve">, </w:t>
      </w:r>
      <w:r w:rsidRPr="006056B1">
        <w:t>ah</w:t>
      </w:r>
      <w:r w:rsidR="006036B2">
        <w:t xml:space="preserve"> ! </w:t>
      </w:r>
      <w:r w:rsidRPr="006056B1">
        <w:t>fichtre non</w:t>
      </w:r>
      <w:r w:rsidR="006036B2">
        <w:t xml:space="preserve">, </w:t>
      </w:r>
      <w:r w:rsidRPr="006056B1">
        <w:t>par exemple</w:t>
      </w:r>
      <w:r w:rsidR="006036B2">
        <w:t xml:space="preserve"> ! </w:t>
      </w:r>
      <w:r w:rsidRPr="006056B1">
        <w:t>Ceux qui le calomniaient de la sorte ne l</w:t>
      </w:r>
      <w:r w:rsidR="006036B2">
        <w:t>’</w:t>
      </w:r>
      <w:r w:rsidRPr="006056B1">
        <w:t>avaient pas vu chez lui</w:t>
      </w:r>
      <w:r w:rsidR="006036B2">
        <w:t xml:space="preserve">. </w:t>
      </w:r>
      <w:r w:rsidRPr="006056B1">
        <w:t>Jaloux</w:t>
      </w:r>
      <w:r w:rsidR="006036B2">
        <w:t xml:space="preserve">, </w:t>
      </w:r>
      <w:r w:rsidRPr="006056B1">
        <w:t>au contraire</w:t>
      </w:r>
      <w:r w:rsidR="006036B2">
        <w:t xml:space="preserve">, </w:t>
      </w:r>
      <w:r w:rsidRPr="006056B1">
        <w:t>il tenait sa femme à l</w:t>
      </w:r>
      <w:r w:rsidR="006036B2">
        <w:t>’</w:t>
      </w:r>
      <w:r w:rsidRPr="006056B1">
        <w:t>œil</w:t>
      </w:r>
      <w:r w:rsidR="006036B2">
        <w:t xml:space="preserve">, </w:t>
      </w:r>
      <w:r w:rsidRPr="006056B1">
        <w:t>sév</w:t>
      </w:r>
      <w:r w:rsidRPr="006056B1">
        <w:t>è</w:t>
      </w:r>
      <w:r w:rsidRPr="006056B1">
        <w:t>rement</w:t>
      </w:r>
      <w:r w:rsidR="006036B2">
        <w:t xml:space="preserve">, </w:t>
      </w:r>
      <w:r w:rsidRPr="006056B1">
        <w:t xml:space="preserve">comme ses </w:t>
      </w:r>
      <w:proofErr w:type="spellStart"/>
      <w:r w:rsidRPr="006056B1">
        <w:t>quiens</w:t>
      </w:r>
      <w:proofErr w:type="spellEnd"/>
      <w:r w:rsidR="006036B2">
        <w:t xml:space="preserve"> ; </w:t>
      </w:r>
      <w:r w:rsidRPr="006056B1">
        <w:t>et s</w:t>
      </w:r>
      <w:r w:rsidR="006036B2">
        <w:t>’</w:t>
      </w:r>
      <w:r w:rsidRPr="006056B1">
        <w:t>il l</w:t>
      </w:r>
      <w:r w:rsidR="006036B2">
        <w:t>’</w:t>
      </w:r>
      <w:r w:rsidRPr="006056B1">
        <w:t>avait dressée</w:t>
      </w:r>
      <w:r w:rsidR="006036B2">
        <w:t xml:space="preserve">, </w:t>
      </w:r>
      <w:r w:rsidRPr="006056B1">
        <w:t>c</w:t>
      </w:r>
      <w:r w:rsidR="006036B2">
        <w:t>’</w:t>
      </w:r>
      <w:r w:rsidRPr="006056B1">
        <w:t>était à lui être fidèle</w:t>
      </w:r>
      <w:r w:rsidR="006036B2">
        <w:t xml:space="preserve">, </w:t>
      </w:r>
      <w:r w:rsidRPr="006056B1">
        <w:t>comme eux</w:t>
      </w:r>
      <w:r w:rsidR="006036B2">
        <w:t>.</w:t>
      </w:r>
    </w:p>
    <w:p w14:paraId="1A630288" w14:textId="77777777" w:rsidR="006036B2" w:rsidRDefault="00E85E1B" w:rsidP="00E85E1B">
      <w:r w:rsidRPr="006056B1">
        <w:t>Belle femme</w:t>
      </w:r>
      <w:r w:rsidR="006036B2">
        <w:t xml:space="preserve">, </w:t>
      </w:r>
      <w:r w:rsidRPr="006056B1">
        <w:t>ce qu</w:t>
      </w:r>
      <w:r w:rsidR="006036B2">
        <w:t>’</w:t>
      </w:r>
      <w:r w:rsidRPr="006056B1">
        <w:t>on appelle à la campagne un beau corps de femme</w:t>
      </w:r>
      <w:r w:rsidR="006036B2">
        <w:t xml:space="preserve">, </w:t>
      </w:r>
      <w:r w:rsidRPr="006056B1">
        <w:t>grande</w:t>
      </w:r>
      <w:r w:rsidR="006036B2">
        <w:t xml:space="preserve">, </w:t>
      </w:r>
      <w:r w:rsidRPr="006056B1">
        <w:t>plantureuse</w:t>
      </w:r>
      <w:r w:rsidR="006036B2">
        <w:t xml:space="preserve">, </w:t>
      </w:r>
      <w:r w:rsidRPr="006056B1">
        <w:t>tétonnière et fessue</w:t>
      </w:r>
      <w:r w:rsidR="006036B2">
        <w:t xml:space="preserve">, </w:t>
      </w:r>
      <w:r w:rsidRPr="006056B1">
        <w:t>elle faisait certainement loucher plus d</w:t>
      </w:r>
      <w:r w:rsidR="006036B2">
        <w:t>’</w:t>
      </w:r>
      <w:r w:rsidRPr="006056B1">
        <w:t>un gabelou</w:t>
      </w:r>
      <w:r w:rsidR="006036B2">
        <w:t xml:space="preserve"> ; </w:t>
      </w:r>
      <w:r w:rsidRPr="006056B1">
        <w:t xml:space="preserve">mais il ne </w:t>
      </w:r>
      <w:r w:rsidRPr="006056B1">
        <w:lastRenderedPageBreak/>
        <w:t>fallait pas renifler de trop près son parfum de grosse brune</w:t>
      </w:r>
      <w:r w:rsidR="006036B2">
        <w:t xml:space="preserve">. </w:t>
      </w:r>
      <w:r w:rsidRPr="006056B1">
        <w:t>Autrement vlan</w:t>
      </w:r>
      <w:r w:rsidR="006036B2">
        <w:t xml:space="preserve"> ! </w:t>
      </w:r>
      <w:r w:rsidRPr="006056B1">
        <w:t xml:space="preserve">une </w:t>
      </w:r>
      <w:proofErr w:type="spellStart"/>
      <w:r w:rsidRPr="006056B1">
        <w:t>tiretarrière</w:t>
      </w:r>
      <w:proofErr w:type="spellEnd"/>
      <w:r w:rsidR="006036B2">
        <w:t> !</w:t>
      </w:r>
    </w:p>
    <w:p w14:paraId="31D0F2B1" w14:textId="77777777" w:rsidR="006036B2" w:rsidRDefault="00E85E1B" w:rsidP="00E85E1B">
      <w:r w:rsidRPr="006056B1">
        <w:t>Voilà</w:t>
      </w:r>
      <w:r w:rsidR="006036B2">
        <w:t xml:space="preserve">, </w:t>
      </w:r>
      <w:r w:rsidRPr="006056B1">
        <w:t>du moins</w:t>
      </w:r>
      <w:r w:rsidR="006036B2">
        <w:t xml:space="preserve">, </w:t>
      </w:r>
      <w:r w:rsidRPr="006056B1">
        <w:t>ce que racontaient les douaniers</w:t>
      </w:r>
      <w:r w:rsidR="006036B2">
        <w:t xml:space="preserve">, </w:t>
      </w:r>
      <w:r w:rsidRPr="006056B1">
        <w:t>quand quelqu</w:t>
      </w:r>
      <w:r w:rsidR="006036B2">
        <w:t>’</w:t>
      </w:r>
      <w:r w:rsidRPr="006056B1">
        <w:t>un les gouaillait en leur disant</w:t>
      </w:r>
      <w:r w:rsidR="006036B2">
        <w:t> :</w:t>
      </w:r>
    </w:p>
    <w:p w14:paraId="3BCB961C" w14:textId="77777777" w:rsidR="006036B2" w:rsidRDefault="006036B2" w:rsidP="00E85E1B">
      <w:r>
        <w:t>— </w:t>
      </w:r>
      <w:r w:rsidR="00E85E1B" w:rsidRPr="006056B1">
        <w:t>N</w:t>
      </w:r>
      <w:r>
        <w:t>’</w:t>
      </w:r>
      <w:r w:rsidR="00E85E1B" w:rsidRPr="006056B1">
        <w:t>empêche</w:t>
      </w:r>
      <w:r>
        <w:t xml:space="preserve"> ; </w:t>
      </w:r>
      <w:r w:rsidR="00E85E1B" w:rsidRPr="006056B1">
        <w:t>vous d</w:t>
      </w:r>
      <w:r>
        <w:t>’</w:t>
      </w:r>
      <w:proofErr w:type="spellStart"/>
      <w:r w:rsidR="00E85E1B" w:rsidRPr="006056B1">
        <w:t>vez</w:t>
      </w:r>
      <w:proofErr w:type="spellEnd"/>
      <w:r w:rsidR="00E85E1B" w:rsidRPr="006056B1">
        <w:t xml:space="preserve"> </w:t>
      </w:r>
      <w:proofErr w:type="spellStart"/>
      <w:r w:rsidR="00E85E1B" w:rsidRPr="006056B1">
        <w:t>gramint</w:t>
      </w:r>
      <w:proofErr w:type="spellEnd"/>
      <w:r w:rsidR="00E85E1B" w:rsidRPr="006056B1">
        <w:t xml:space="preserve"> ramasser d</w:t>
      </w:r>
      <w:r>
        <w:t>’</w:t>
      </w:r>
      <w:proofErr w:type="spellStart"/>
      <w:r w:rsidR="00E85E1B" w:rsidRPr="006056B1">
        <w:t>ches</w:t>
      </w:r>
      <w:proofErr w:type="spellEnd"/>
      <w:r w:rsidR="00E85E1B" w:rsidRPr="006056B1">
        <w:t xml:space="preserve"> puces</w:t>
      </w:r>
      <w:r>
        <w:t xml:space="preserve">, </w:t>
      </w:r>
      <w:r w:rsidR="00E85E1B" w:rsidRPr="006056B1">
        <w:t xml:space="preserve">à vous frotter la couenne contre la femme de </w:t>
      </w:r>
      <w:proofErr w:type="spellStart"/>
      <w:r w:rsidR="00E85E1B" w:rsidRPr="006056B1">
        <w:t>cht</w:t>
      </w:r>
      <w:r>
        <w:t>’</w:t>
      </w:r>
      <w:r w:rsidR="00E85E1B" w:rsidRPr="006056B1">
        <w:t>heumme</w:t>
      </w:r>
      <w:proofErr w:type="spellEnd"/>
      <w:r w:rsidR="00E85E1B" w:rsidRPr="006056B1">
        <w:t>-aux-</w:t>
      </w:r>
      <w:proofErr w:type="spellStart"/>
      <w:r w:rsidR="00E85E1B" w:rsidRPr="006056B1">
        <w:t>quiens</w:t>
      </w:r>
      <w:proofErr w:type="spellEnd"/>
      <w:r>
        <w:t>.</w:t>
      </w:r>
    </w:p>
    <w:p w14:paraId="1F02B047" w14:textId="77777777" w:rsidR="006036B2" w:rsidRDefault="00E85E1B" w:rsidP="00E85E1B">
      <w:r w:rsidRPr="006056B1">
        <w:t>Mais ils avaient beau défendre la vertu farouche de m</w:t>
      </w:r>
      <w:r w:rsidRPr="006056B1">
        <w:t>a</w:t>
      </w:r>
      <w:r w:rsidRPr="006056B1">
        <w:t xml:space="preserve">dame </w:t>
      </w:r>
      <w:proofErr w:type="spellStart"/>
      <w:r w:rsidRPr="006056B1">
        <w:t>Bistaud</w:t>
      </w:r>
      <w:proofErr w:type="spellEnd"/>
      <w:r w:rsidR="006036B2">
        <w:t xml:space="preserve">, </w:t>
      </w:r>
      <w:r w:rsidRPr="006056B1">
        <w:t>on ne les croyait pas et on leur répondait</w:t>
      </w:r>
      <w:r w:rsidR="006036B2">
        <w:t> :</w:t>
      </w:r>
    </w:p>
    <w:p w14:paraId="113CB493" w14:textId="77777777" w:rsidR="006036B2" w:rsidRDefault="006036B2" w:rsidP="00E85E1B">
      <w:r>
        <w:t>— </w:t>
      </w:r>
      <w:r w:rsidR="00E85E1B" w:rsidRPr="006056B1">
        <w:t xml:space="preserve">Vous cachez </w:t>
      </w:r>
      <w:proofErr w:type="spellStart"/>
      <w:r w:rsidR="00E85E1B" w:rsidRPr="006056B1">
        <w:t>vô</w:t>
      </w:r>
      <w:proofErr w:type="spellEnd"/>
      <w:r w:rsidR="00E85E1B" w:rsidRPr="006056B1">
        <w:t xml:space="preserve"> </w:t>
      </w:r>
      <w:proofErr w:type="spellStart"/>
      <w:r w:rsidR="00E85E1B" w:rsidRPr="006056B1">
        <w:t>ju</w:t>
      </w:r>
      <w:proofErr w:type="spellEnd"/>
      <w:r>
        <w:t xml:space="preserve"> ; </w:t>
      </w:r>
      <w:proofErr w:type="spellStart"/>
      <w:r w:rsidR="00E85E1B" w:rsidRPr="006056B1">
        <w:t>v</w:t>
      </w:r>
      <w:r>
        <w:t>’</w:t>
      </w:r>
      <w:r w:rsidR="00E85E1B" w:rsidRPr="006056B1">
        <w:t>s</w:t>
      </w:r>
      <w:proofErr w:type="spellEnd"/>
      <w:r w:rsidR="00E85E1B" w:rsidRPr="006056B1">
        <w:t xml:space="preserve"> avez honte </w:t>
      </w:r>
      <w:proofErr w:type="spellStart"/>
      <w:r w:rsidR="00E85E1B" w:rsidRPr="006056B1">
        <w:t>ed</w:t>
      </w:r>
      <w:proofErr w:type="spellEnd"/>
      <w:r>
        <w:t>’</w:t>
      </w:r>
      <w:r w:rsidR="00E85E1B">
        <w:t xml:space="preserve"> </w:t>
      </w:r>
      <w:r w:rsidR="00E85E1B" w:rsidRPr="006056B1">
        <w:t xml:space="preserve">coucher </w:t>
      </w:r>
      <w:proofErr w:type="spellStart"/>
      <w:r w:rsidR="00E85E1B" w:rsidRPr="006056B1">
        <w:t>aveuc</w:t>
      </w:r>
      <w:proofErr w:type="spellEnd"/>
      <w:r w:rsidR="00E85E1B" w:rsidRPr="006056B1">
        <w:t xml:space="preserve"> </w:t>
      </w:r>
      <w:proofErr w:type="spellStart"/>
      <w:r w:rsidR="00E85E1B" w:rsidRPr="006056B1">
        <w:t>cte</w:t>
      </w:r>
      <w:r w:rsidR="00E85E1B" w:rsidRPr="006056B1">
        <w:t>l</w:t>
      </w:r>
      <w:r w:rsidR="00E85E1B" w:rsidRPr="006056B1">
        <w:t>la</w:t>
      </w:r>
      <w:proofErr w:type="spellEnd"/>
      <w:r w:rsidR="00E85E1B" w:rsidRPr="006056B1">
        <w:t xml:space="preserve"> qu</w:t>
      </w:r>
      <w:r>
        <w:t>’</w:t>
      </w:r>
      <w:r w:rsidR="00E85E1B" w:rsidRPr="006056B1">
        <w:t>est la va-trop d</w:t>
      </w:r>
      <w:r>
        <w:t>’</w:t>
      </w:r>
      <w:r w:rsidR="00E85E1B" w:rsidRPr="006056B1">
        <w:t>un pareil pisse-froid</w:t>
      </w:r>
      <w:r>
        <w:t>.</w:t>
      </w:r>
    </w:p>
    <w:p w14:paraId="448808D1" w14:textId="77777777" w:rsidR="006036B2" w:rsidRDefault="00E85E1B" w:rsidP="00E85E1B">
      <w:r w:rsidRPr="006056B1">
        <w:t>Et</w:t>
      </w:r>
      <w:r w:rsidR="006036B2">
        <w:t xml:space="preserve">, </w:t>
      </w:r>
      <w:r w:rsidRPr="006056B1">
        <w:t>vraisemblablement</w:t>
      </w:r>
      <w:r w:rsidR="006036B2">
        <w:t xml:space="preserve">, </w:t>
      </w:r>
      <w:r w:rsidRPr="006056B1">
        <w:t>on ne pouvait imaginer qu</w:t>
      </w:r>
      <w:r w:rsidR="006036B2">
        <w:t>’</w:t>
      </w:r>
      <w:r w:rsidRPr="006056B1">
        <w:t>une telle femme</w:t>
      </w:r>
      <w:r w:rsidR="006036B2">
        <w:t xml:space="preserve">, </w:t>
      </w:r>
      <w:r w:rsidRPr="006056B1">
        <w:t>si bien en viande</w:t>
      </w:r>
      <w:r w:rsidR="006036B2">
        <w:t xml:space="preserve">, </w:t>
      </w:r>
      <w:r w:rsidRPr="006056B1">
        <w:t>et qui avait l</w:t>
      </w:r>
      <w:r w:rsidR="006036B2">
        <w:t>’</w:t>
      </w:r>
      <w:r w:rsidRPr="006056B1">
        <w:t>air d</w:t>
      </w:r>
      <w:r w:rsidR="006036B2">
        <w:t>’</w:t>
      </w:r>
      <w:r w:rsidRPr="006056B1">
        <w:t>avoir le croupion chaud comme elle avait le regard</w:t>
      </w:r>
      <w:r w:rsidR="006036B2">
        <w:t xml:space="preserve">, </w:t>
      </w:r>
      <w:r w:rsidRPr="006056B1">
        <w:t>et qui devait aimer à être bien servie</w:t>
      </w:r>
      <w:r w:rsidR="006036B2">
        <w:t xml:space="preserve">, </w:t>
      </w:r>
      <w:r w:rsidRPr="006056B1">
        <w:t>pût se satisfaire d</w:t>
      </w:r>
      <w:r w:rsidR="006036B2">
        <w:t>’</w:t>
      </w:r>
      <w:r w:rsidRPr="006056B1">
        <w:t>un tel piètre mari</w:t>
      </w:r>
      <w:r w:rsidR="006036B2">
        <w:t xml:space="preserve">, </w:t>
      </w:r>
      <w:r w:rsidRPr="006056B1">
        <w:t>si mal en point</w:t>
      </w:r>
      <w:r w:rsidR="006036B2">
        <w:t xml:space="preserve">, </w:t>
      </w:r>
      <w:r w:rsidRPr="006056B1">
        <w:t>si laid</w:t>
      </w:r>
      <w:r w:rsidR="006036B2">
        <w:t xml:space="preserve">, </w:t>
      </w:r>
      <w:r w:rsidRPr="006056B1">
        <w:t>débile et rousseau</w:t>
      </w:r>
      <w:r w:rsidR="006036B2">
        <w:t xml:space="preserve">, </w:t>
      </w:r>
      <w:r w:rsidRPr="006056B1">
        <w:t>puant l</w:t>
      </w:r>
      <w:r w:rsidR="006036B2">
        <w:t>’</w:t>
      </w:r>
      <w:r w:rsidRPr="006056B1">
        <w:t>aigre de son poil et le remugle de son chenil charogneux</w:t>
      </w:r>
      <w:r w:rsidR="006036B2">
        <w:t>.</w:t>
      </w:r>
    </w:p>
    <w:p w14:paraId="3A7C9856" w14:textId="77777777" w:rsidR="006036B2" w:rsidRDefault="00E85E1B" w:rsidP="00E85E1B">
      <w:r w:rsidRPr="006056B1">
        <w:t>Ce qu</w:t>
      </w:r>
      <w:r w:rsidR="006036B2">
        <w:t>’</w:t>
      </w:r>
      <w:r w:rsidRPr="006056B1">
        <w:t>on ignorait</w:t>
      </w:r>
      <w:r w:rsidR="006036B2">
        <w:t xml:space="preserve">, </w:t>
      </w:r>
      <w:r w:rsidRPr="006056B1">
        <w:t>c</w:t>
      </w:r>
      <w:r w:rsidR="006036B2">
        <w:t>’</w:t>
      </w:r>
      <w:r w:rsidRPr="006056B1">
        <w:t xml:space="preserve">est que jadis </w:t>
      </w:r>
      <w:proofErr w:type="spellStart"/>
      <w:r w:rsidRPr="006056B1">
        <w:t>cht</w:t>
      </w:r>
      <w:r w:rsidR="006036B2">
        <w:t>’</w:t>
      </w:r>
      <w:r w:rsidRPr="006056B1">
        <w:t>heumme</w:t>
      </w:r>
      <w:proofErr w:type="spellEnd"/>
      <w:r w:rsidRPr="006056B1">
        <w:t>-aux-</w:t>
      </w:r>
      <w:proofErr w:type="spellStart"/>
      <w:r w:rsidRPr="006056B1">
        <w:t>quiens</w:t>
      </w:r>
      <w:proofErr w:type="spellEnd"/>
      <w:r w:rsidRPr="006056B1">
        <w:t xml:space="preserve"> lui avait donné</w:t>
      </w:r>
      <w:r w:rsidR="006036B2">
        <w:t xml:space="preserve">, </w:t>
      </w:r>
      <w:r w:rsidRPr="006056B1">
        <w:t>une fois pour toutes</w:t>
      </w:r>
      <w:r w:rsidR="006036B2">
        <w:t xml:space="preserve">, </w:t>
      </w:r>
      <w:r w:rsidRPr="006056B1">
        <w:t>une leçon de fidélité</w:t>
      </w:r>
      <w:r w:rsidR="006036B2">
        <w:t xml:space="preserve">. </w:t>
      </w:r>
      <w:r w:rsidRPr="006056B1">
        <w:t>Oh</w:t>
      </w:r>
      <w:r w:rsidR="006036B2">
        <w:t xml:space="preserve"> ! </w:t>
      </w:r>
      <w:r w:rsidRPr="006056B1">
        <w:t>à propos de peu de chose</w:t>
      </w:r>
      <w:r w:rsidR="006036B2">
        <w:t xml:space="preserve">, </w:t>
      </w:r>
      <w:r w:rsidRPr="006056B1">
        <w:t>d</w:t>
      </w:r>
      <w:r w:rsidR="006036B2">
        <w:t>’</w:t>
      </w:r>
      <w:r w:rsidRPr="006056B1">
        <w:t>un péché vraiment véniel</w:t>
      </w:r>
      <w:r w:rsidR="006036B2">
        <w:t xml:space="preserve"> ! </w:t>
      </w:r>
      <w:r w:rsidRPr="006056B1">
        <w:t>Il l</w:t>
      </w:r>
      <w:r w:rsidR="006036B2">
        <w:t>’</w:t>
      </w:r>
      <w:r w:rsidRPr="006056B1">
        <w:t>avait un jour surprise à se laisser embrasser par un galant</w:t>
      </w:r>
      <w:r w:rsidR="006036B2">
        <w:t xml:space="preserve">. </w:t>
      </w:r>
      <w:r w:rsidRPr="006056B1">
        <w:t>Cela</w:t>
      </w:r>
      <w:r w:rsidR="006036B2">
        <w:t xml:space="preserve">, </w:t>
      </w:r>
      <w:r w:rsidRPr="006056B1">
        <w:t>rien de plus</w:t>
      </w:r>
      <w:r w:rsidR="006036B2">
        <w:t xml:space="preserve"> ! </w:t>
      </w:r>
      <w:r w:rsidRPr="006056B1">
        <w:t>Il n</w:t>
      </w:r>
      <w:r w:rsidR="006036B2">
        <w:t>’</w:t>
      </w:r>
      <w:r w:rsidRPr="006056B1">
        <w:t xml:space="preserve">avait pas </w:t>
      </w:r>
      <w:proofErr w:type="spellStart"/>
      <w:r w:rsidRPr="006056B1">
        <w:t>pouffeté</w:t>
      </w:r>
      <w:proofErr w:type="spellEnd"/>
      <w:r w:rsidR="006036B2">
        <w:t xml:space="preserve">. </w:t>
      </w:r>
      <w:r w:rsidRPr="006056B1">
        <w:t>Mais</w:t>
      </w:r>
      <w:r w:rsidR="006036B2">
        <w:t xml:space="preserve">, </w:t>
      </w:r>
      <w:r w:rsidRPr="006056B1">
        <w:t>le galant parti</w:t>
      </w:r>
      <w:r w:rsidR="006036B2">
        <w:t xml:space="preserve">, </w:t>
      </w:r>
      <w:r w:rsidRPr="006056B1">
        <w:t>il avait amené deux de ses dogues dans la chambre</w:t>
      </w:r>
      <w:r w:rsidR="006036B2">
        <w:t xml:space="preserve">, </w:t>
      </w:r>
      <w:r w:rsidRPr="006056B1">
        <w:t>et avait dit</w:t>
      </w:r>
      <w:r w:rsidR="006036B2">
        <w:t> :</w:t>
      </w:r>
    </w:p>
    <w:p w14:paraId="153B1B89" w14:textId="77777777" w:rsidR="006036B2" w:rsidRDefault="006036B2" w:rsidP="00E85E1B">
      <w:r>
        <w:t>— </w:t>
      </w:r>
      <w:r w:rsidR="00E85E1B" w:rsidRPr="006056B1">
        <w:t xml:space="preserve">Si </w:t>
      </w:r>
      <w:proofErr w:type="spellStart"/>
      <w:r w:rsidR="00E85E1B" w:rsidRPr="006056B1">
        <w:t>teu</w:t>
      </w:r>
      <w:proofErr w:type="spellEnd"/>
      <w:r w:rsidR="00E85E1B" w:rsidRPr="006056B1">
        <w:t xml:space="preserve"> n</w:t>
      </w:r>
      <w:r>
        <w:t>’</w:t>
      </w:r>
      <w:r w:rsidR="00E85E1B" w:rsidRPr="006056B1">
        <w:t>veux pas qu</w:t>
      </w:r>
      <w:r>
        <w:t>’</w:t>
      </w:r>
      <w:r w:rsidR="00E85E1B" w:rsidRPr="006056B1">
        <w:t>ils t</w:t>
      </w:r>
      <w:r>
        <w:t>’</w:t>
      </w:r>
      <w:proofErr w:type="spellStart"/>
      <w:r w:rsidR="00E85E1B" w:rsidRPr="006056B1">
        <w:t>mingent</w:t>
      </w:r>
      <w:proofErr w:type="spellEnd"/>
      <w:r w:rsidR="00E85E1B" w:rsidRPr="006056B1">
        <w:t xml:space="preserve"> les boyaux et qu</w:t>
      </w:r>
      <w:r>
        <w:t>’</w:t>
      </w:r>
      <w:r w:rsidR="00E85E1B" w:rsidRPr="006056B1">
        <w:t>ils t</w:t>
      </w:r>
      <w:r>
        <w:t>’</w:t>
      </w:r>
      <w:r w:rsidR="00E85E1B" w:rsidRPr="006056B1">
        <w:t xml:space="preserve">vident comme </w:t>
      </w:r>
      <w:proofErr w:type="spellStart"/>
      <w:r w:rsidR="00E85E1B" w:rsidRPr="006056B1">
        <w:t>eine</w:t>
      </w:r>
      <w:proofErr w:type="spellEnd"/>
      <w:r w:rsidR="00E85E1B" w:rsidRPr="006056B1">
        <w:t xml:space="preserve"> lapine</w:t>
      </w:r>
      <w:r>
        <w:t xml:space="preserve">, </w:t>
      </w:r>
      <w:r w:rsidR="00E85E1B" w:rsidRPr="006056B1">
        <w:t>mets t</w:t>
      </w:r>
      <w:r>
        <w:t>’</w:t>
      </w:r>
      <w:r w:rsidR="00E85E1B" w:rsidRPr="006056B1">
        <w:t>à genoux</w:t>
      </w:r>
      <w:r>
        <w:t xml:space="preserve">, </w:t>
      </w:r>
      <w:r w:rsidR="00E85E1B" w:rsidRPr="006056B1">
        <w:t>que j</w:t>
      </w:r>
      <w:r>
        <w:t>’</w:t>
      </w:r>
      <w:r w:rsidR="00E85E1B" w:rsidRPr="006056B1">
        <w:t>te corrige</w:t>
      </w:r>
      <w:r>
        <w:t> !</w:t>
      </w:r>
    </w:p>
    <w:p w14:paraId="5C2197F1" w14:textId="77777777" w:rsidR="006036B2" w:rsidRDefault="00E85E1B" w:rsidP="00E85E1B">
      <w:r w:rsidRPr="006056B1">
        <w:t>Terrifiée</w:t>
      </w:r>
      <w:r w:rsidR="006036B2">
        <w:t xml:space="preserve">, </w:t>
      </w:r>
      <w:r w:rsidRPr="006056B1">
        <w:t>elle avait obéi</w:t>
      </w:r>
      <w:r w:rsidR="006036B2">
        <w:t xml:space="preserve">, </w:t>
      </w:r>
      <w:r w:rsidRPr="006056B1">
        <w:t xml:space="preserve">alors </w:t>
      </w:r>
      <w:proofErr w:type="spellStart"/>
      <w:r w:rsidRPr="006056B1">
        <w:t>cht</w:t>
      </w:r>
      <w:r w:rsidR="006036B2">
        <w:t>’</w:t>
      </w:r>
      <w:r w:rsidRPr="006056B1">
        <w:t>heumme</w:t>
      </w:r>
      <w:proofErr w:type="spellEnd"/>
      <w:r w:rsidRPr="006056B1">
        <w:t>-aux-</w:t>
      </w:r>
      <w:proofErr w:type="spellStart"/>
      <w:r w:rsidRPr="006056B1">
        <w:t>quiens</w:t>
      </w:r>
      <w:proofErr w:type="spellEnd"/>
      <w:r w:rsidRPr="006056B1">
        <w:t xml:space="preserve"> l</w:t>
      </w:r>
      <w:r w:rsidR="006036B2">
        <w:t>’</w:t>
      </w:r>
      <w:r w:rsidRPr="006056B1">
        <w:t>avait sanglée à coups de fouet jusqu</w:t>
      </w:r>
      <w:r w:rsidR="006036B2">
        <w:t>’</w:t>
      </w:r>
      <w:r w:rsidRPr="006056B1">
        <w:t>à ce que le bras lui tombât de fatigue</w:t>
      </w:r>
      <w:r w:rsidR="006036B2">
        <w:t xml:space="preserve">. </w:t>
      </w:r>
      <w:r w:rsidRPr="006056B1">
        <w:t>Et cela</w:t>
      </w:r>
      <w:r w:rsidR="006036B2">
        <w:t xml:space="preserve">, </w:t>
      </w:r>
      <w:r w:rsidRPr="006056B1">
        <w:t>sans qu</w:t>
      </w:r>
      <w:r w:rsidR="006036B2">
        <w:t>’</w:t>
      </w:r>
      <w:r w:rsidRPr="006056B1">
        <w:t>elle osât crier</w:t>
      </w:r>
      <w:r w:rsidR="006036B2">
        <w:t xml:space="preserve">, </w:t>
      </w:r>
      <w:r w:rsidRPr="006056B1">
        <w:t xml:space="preserve">quoique </w:t>
      </w:r>
      <w:r w:rsidRPr="006056B1">
        <w:lastRenderedPageBreak/>
        <w:t>saignante sous la lanière qui déchiquetait la robe et coupait la peau</w:t>
      </w:r>
      <w:r w:rsidR="006036B2">
        <w:t xml:space="preserve"> ; </w:t>
      </w:r>
      <w:r w:rsidRPr="006056B1">
        <w:t>sans qu</w:t>
      </w:r>
      <w:r w:rsidR="006036B2">
        <w:t>’</w:t>
      </w:r>
      <w:r w:rsidRPr="006056B1">
        <w:t>elle osât pousser autre chose que de sourds gémissements r</w:t>
      </w:r>
      <w:r w:rsidRPr="006056B1">
        <w:t>â</w:t>
      </w:r>
      <w:r w:rsidRPr="006056B1">
        <w:t>lés</w:t>
      </w:r>
      <w:r w:rsidR="006036B2">
        <w:t xml:space="preserve"> ; </w:t>
      </w:r>
      <w:r w:rsidRPr="006056B1">
        <w:t>car</w:t>
      </w:r>
      <w:r w:rsidR="006036B2">
        <w:t xml:space="preserve">, </w:t>
      </w:r>
      <w:r w:rsidRPr="006056B1">
        <w:t>tout en frappant</w:t>
      </w:r>
      <w:r w:rsidR="006036B2">
        <w:t xml:space="preserve">, </w:t>
      </w:r>
      <w:r w:rsidRPr="006056B1">
        <w:t>il répétait</w:t>
      </w:r>
      <w:r w:rsidR="006036B2">
        <w:t> :</w:t>
      </w:r>
    </w:p>
    <w:p w14:paraId="0BFFBCCA" w14:textId="77777777" w:rsidR="006036B2" w:rsidRDefault="006036B2" w:rsidP="00E85E1B">
      <w:r>
        <w:t>— </w:t>
      </w:r>
      <w:r w:rsidR="00E85E1B" w:rsidRPr="006056B1">
        <w:t>Gueule point</w:t>
      </w:r>
      <w:r>
        <w:t xml:space="preserve">, </w:t>
      </w:r>
      <w:r w:rsidR="00E85E1B" w:rsidRPr="006056B1">
        <w:t>nom des os</w:t>
      </w:r>
      <w:r>
        <w:t xml:space="preserve">, </w:t>
      </w:r>
      <w:r w:rsidR="00E85E1B" w:rsidRPr="006056B1">
        <w:t>gueule point</w:t>
      </w:r>
      <w:r>
        <w:t xml:space="preserve">, </w:t>
      </w:r>
      <w:r w:rsidR="00E85E1B" w:rsidRPr="006056B1">
        <w:t>ou j</w:t>
      </w:r>
      <w:r>
        <w:t>’</w:t>
      </w:r>
      <w:r w:rsidR="00E85E1B" w:rsidRPr="006056B1">
        <w:t xml:space="preserve">te lâche les </w:t>
      </w:r>
      <w:proofErr w:type="spellStart"/>
      <w:r w:rsidR="00E85E1B" w:rsidRPr="006056B1">
        <w:t>quiens</w:t>
      </w:r>
      <w:proofErr w:type="spellEnd"/>
      <w:r w:rsidR="00E85E1B" w:rsidRPr="006056B1">
        <w:t xml:space="preserve"> au cul</w:t>
      </w:r>
      <w:r>
        <w:t>.</w:t>
      </w:r>
    </w:p>
    <w:p w14:paraId="57F9E00D" w14:textId="77777777" w:rsidR="006036B2" w:rsidRDefault="00E85E1B" w:rsidP="00E85E1B">
      <w:r w:rsidRPr="006056B1">
        <w:t>C</w:t>
      </w:r>
      <w:r w:rsidR="006036B2">
        <w:t>’</w:t>
      </w:r>
      <w:r w:rsidRPr="006056B1">
        <w:t>est depuis lors qu</w:t>
      </w:r>
      <w:r w:rsidR="006036B2">
        <w:t>’</w:t>
      </w:r>
      <w:r w:rsidRPr="006056B1">
        <w:t xml:space="preserve">elle était si fidèle à </w:t>
      </w:r>
      <w:proofErr w:type="spellStart"/>
      <w:r w:rsidRPr="006056B1">
        <w:t>môssieu</w:t>
      </w:r>
      <w:proofErr w:type="spellEnd"/>
      <w:r w:rsidRPr="006056B1">
        <w:t xml:space="preserve"> </w:t>
      </w:r>
      <w:proofErr w:type="spellStart"/>
      <w:r w:rsidRPr="006056B1">
        <w:t>Bistaud</w:t>
      </w:r>
      <w:proofErr w:type="spellEnd"/>
      <w:r w:rsidR="006036B2">
        <w:t>.</w:t>
      </w:r>
    </w:p>
    <w:p w14:paraId="4F895FEA" w14:textId="77777777" w:rsidR="006036B2" w:rsidRDefault="00E85E1B" w:rsidP="00E85E1B">
      <w:r w:rsidRPr="006056B1">
        <w:t>La raison</w:t>
      </w:r>
      <w:r>
        <w:t xml:space="preserve"> </w:t>
      </w:r>
      <w:r w:rsidRPr="006056B1">
        <w:t>de sa fidélité</w:t>
      </w:r>
      <w:r w:rsidR="006036B2">
        <w:t xml:space="preserve">, </w:t>
      </w:r>
      <w:r w:rsidRPr="006056B1">
        <w:t>elle ne l</w:t>
      </w:r>
      <w:r w:rsidR="006036B2">
        <w:t>’</w:t>
      </w:r>
      <w:r w:rsidRPr="006056B1">
        <w:t>avait confiée</w:t>
      </w:r>
      <w:r w:rsidR="006036B2">
        <w:t xml:space="preserve">, </w:t>
      </w:r>
      <w:r w:rsidRPr="006056B1">
        <w:t>comme bien on pense</w:t>
      </w:r>
      <w:r w:rsidR="006036B2">
        <w:t xml:space="preserve">, </w:t>
      </w:r>
      <w:r w:rsidRPr="006056B1">
        <w:t>à personne</w:t>
      </w:r>
      <w:r w:rsidR="006036B2">
        <w:t>.</w:t>
      </w:r>
    </w:p>
    <w:p w14:paraId="58DC9DA8" w14:textId="77777777" w:rsidR="006036B2" w:rsidRDefault="00E85E1B" w:rsidP="00E85E1B">
      <w:r w:rsidRPr="006056B1">
        <w:t>Sa rancune encore moins</w:t>
      </w:r>
      <w:r w:rsidR="006036B2">
        <w:t xml:space="preserve">, </w:t>
      </w:r>
      <w:r w:rsidRPr="006056B1">
        <w:t xml:space="preserve">non pas même à </w:t>
      </w:r>
      <w:proofErr w:type="spellStart"/>
      <w:r w:rsidRPr="006056B1">
        <w:t>môssieu</w:t>
      </w:r>
      <w:proofErr w:type="spellEnd"/>
      <w:r w:rsidRPr="006056B1">
        <w:t xml:space="preserve"> </w:t>
      </w:r>
      <w:proofErr w:type="spellStart"/>
      <w:r w:rsidRPr="006056B1">
        <w:t>Bi</w:t>
      </w:r>
      <w:r w:rsidRPr="006056B1">
        <w:t>s</w:t>
      </w:r>
      <w:r w:rsidRPr="006056B1">
        <w:t>taud</w:t>
      </w:r>
      <w:proofErr w:type="spellEnd"/>
      <w:r w:rsidR="006036B2">
        <w:t xml:space="preserve">, </w:t>
      </w:r>
      <w:r w:rsidRPr="006056B1">
        <w:t>qui la jugeait matée à tout jamais</w:t>
      </w:r>
      <w:r w:rsidR="006036B2">
        <w:t xml:space="preserve">, </w:t>
      </w:r>
      <w:r w:rsidRPr="006056B1">
        <w:t>et qui la trouvait to</w:t>
      </w:r>
      <w:r w:rsidRPr="006056B1">
        <w:t>u</w:t>
      </w:r>
      <w:r w:rsidRPr="006056B1">
        <w:t>jours si soumise et si respectueuse</w:t>
      </w:r>
      <w:r w:rsidR="006036B2">
        <w:t xml:space="preserve">. </w:t>
      </w:r>
      <w:r w:rsidRPr="006056B1">
        <w:t>Elle la gardait pourtant au cœur</w:t>
      </w:r>
      <w:r w:rsidR="006036B2">
        <w:t xml:space="preserve">, </w:t>
      </w:r>
      <w:r w:rsidRPr="006056B1">
        <w:t xml:space="preserve">cette rancune </w:t>
      </w:r>
      <w:proofErr w:type="spellStart"/>
      <w:r w:rsidRPr="006056B1">
        <w:t>rongeante</w:t>
      </w:r>
      <w:proofErr w:type="spellEnd"/>
      <w:r w:rsidRPr="006056B1">
        <w:t xml:space="preserve"> et tenace</w:t>
      </w:r>
      <w:r w:rsidR="006036B2">
        <w:t xml:space="preserve">, </w:t>
      </w:r>
      <w:r w:rsidRPr="006056B1">
        <w:t>et depuis six ans la nourrissait de muets espoirs et de revanches promises</w:t>
      </w:r>
      <w:r w:rsidR="006036B2">
        <w:t xml:space="preserve">. </w:t>
      </w:r>
      <w:r w:rsidRPr="006056B1">
        <w:t>Et c</w:t>
      </w:r>
      <w:r w:rsidR="006036B2">
        <w:t>’</w:t>
      </w:r>
      <w:r w:rsidRPr="006056B1">
        <w:t>était cette flamme d</w:t>
      </w:r>
      <w:r w:rsidR="006036B2">
        <w:t>’</w:t>
      </w:r>
      <w:r w:rsidRPr="006056B1">
        <w:t>espoirs et cette rage de revanches qui lui me</w:t>
      </w:r>
      <w:r w:rsidRPr="006056B1">
        <w:t>t</w:t>
      </w:r>
      <w:r w:rsidRPr="006056B1">
        <w:t>taient aux yeux tant de coquetterie pour les gabelous</w:t>
      </w:r>
      <w:r w:rsidR="006036B2">
        <w:t xml:space="preserve">. </w:t>
      </w:r>
      <w:r w:rsidRPr="006056B1">
        <w:t>Elle che</w:t>
      </w:r>
      <w:r w:rsidRPr="006056B1">
        <w:t>r</w:t>
      </w:r>
      <w:r w:rsidRPr="006056B1">
        <w:t>chait</w:t>
      </w:r>
      <w:r w:rsidR="006036B2">
        <w:t xml:space="preserve">, </w:t>
      </w:r>
      <w:r w:rsidRPr="006056B1">
        <w:t>parmi ses amoureux attisés</w:t>
      </w:r>
      <w:r w:rsidR="006036B2">
        <w:t xml:space="preserve">, </w:t>
      </w:r>
      <w:r w:rsidRPr="006056B1">
        <w:t>le vengeur possible</w:t>
      </w:r>
      <w:r w:rsidR="006036B2">
        <w:t>.</w:t>
      </w:r>
    </w:p>
    <w:p w14:paraId="65F424D1" w14:textId="77777777" w:rsidR="006036B2" w:rsidRDefault="00E85E1B" w:rsidP="00E85E1B">
      <w:r w:rsidRPr="006056B1">
        <w:t>Elle le rencontra enfin</w:t>
      </w:r>
      <w:r w:rsidR="006036B2">
        <w:t xml:space="preserve">. </w:t>
      </w:r>
      <w:r w:rsidRPr="006056B1">
        <w:t>Un superbe brigadier de douane</w:t>
      </w:r>
      <w:r w:rsidR="006036B2">
        <w:t xml:space="preserve">, </w:t>
      </w:r>
      <w:r w:rsidRPr="006056B1">
        <w:t>à carrure d</w:t>
      </w:r>
      <w:r w:rsidR="006036B2">
        <w:t>’</w:t>
      </w:r>
      <w:r w:rsidRPr="006056B1">
        <w:t>hercule</w:t>
      </w:r>
      <w:r w:rsidR="006036B2">
        <w:t xml:space="preserve">, </w:t>
      </w:r>
      <w:r w:rsidRPr="006056B1">
        <w:t>à poings de boucher</w:t>
      </w:r>
      <w:r w:rsidR="006036B2">
        <w:t xml:space="preserve">, </w:t>
      </w:r>
      <w:r w:rsidRPr="006056B1">
        <w:t xml:space="preserve">et qui avait acheté de </w:t>
      </w:r>
      <w:proofErr w:type="spellStart"/>
      <w:r w:rsidRPr="006056B1">
        <w:t>cht</w:t>
      </w:r>
      <w:r w:rsidR="006036B2">
        <w:t>’</w:t>
      </w:r>
      <w:r w:rsidRPr="006056B1">
        <w:t>heumme</w:t>
      </w:r>
      <w:proofErr w:type="spellEnd"/>
      <w:r w:rsidRPr="006056B1">
        <w:t>-aux-</w:t>
      </w:r>
      <w:proofErr w:type="spellStart"/>
      <w:r w:rsidRPr="006056B1">
        <w:t>quiens</w:t>
      </w:r>
      <w:proofErr w:type="spellEnd"/>
      <w:r w:rsidRPr="006056B1">
        <w:t xml:space="preserve"> quatre de ses plus féroces dogues</w:t>
      </w:r>
      <w:r w:rsidR="006036B2">
        <w:t>.</w:t>
      </w:r>
    </w:p>
    <w:p w14:paraId="356813FD" w14:textId="77777777" w:rsidR="006036B2" w:rsidRDefault="00E85E1B" w:rsidP="00E85E1B">
      <w:r w:rsidRPr="006056B1">
        <w:t>Une fois accoutumés à leur nouveau maître</w:t>
      </w:r>
      <w:r w:rsidR="006036B2">
        <w:t xml:space="preserve">, </w:t>
      </w:r>
      <w:r w:rsidRPr="006056B1">
        <w:t>et surtout après qu</w:t>
      </w:r>
      <w:r w:rsidR="006036B2">
        <w:t>’</w:t>
      </w:r>
      <w:r w:rsidRPr="006056B1">
        <w:t>ils avaient</w:t>
      </w:r>
      <w:r w:rsidR="006036B2">
        <w:t xml:space="preserve">, </w:t>
      </w:r>
      <w:r w:rsidRPr="006056B1">
        <w:t>en chassant avec lui</w:t>
      </w:r>
      <w:r w:rsidR="006036B2">
        <w:t xml:space="preserve">, </w:t>
      </w:r>
      <w:r w:rsidRPr="006056B1">
        <w:t>goûté la chair pant</w:t>
      </w:r>
      <w:r w:rsidRPr="006056B1">
        <w:t>e</w:t>
      </w:r>
      <w:r w:rsidRPr="006056B1">
        <w:t>lante des chiens de fraude</w:t>
      </w:r>
      <w:r w:rsidR="006036B2">
        <w:t xml:space="preserve">, </w:t>
      </w:r>
      <w:r w:rsidRPr="006056B1">
        <w:t>ces mâtins se détachaient peu à peu de l</w:t>
      </w:r>
      <w:r w:rsidR="006036B2">
        <w:t>’</w:t>
      </w:r>
      <w:r w:rsidRPr="006056B1">
        <w:t>ancien patron</w:t>
      </w:r>
      <w:r w:rsidR="006036B2">
        <w:t xml:space="preserve">, </w:t>
      </w:r>
      <w:r w:rsidRPr="006056B1">
        <w:t>leur père nourricier</w:t>
      </w:r>
      <w:r w:rsidR="006036B2">
        <w:t xml:space="preserve">. </w:t>
      </w:r>
      <w:r w:rsidRPr="006056B1">
        <w:t>Sans doute ils le reco</w:t>
      </w:r>
      <w:r w:rsidRPr="006056B1">
        <w:t>n</w:t>
      </w:r>
      <w:r w:rsidRPr="006056B1">
        <w:t>naissaient toujours un tantinet</w:t>
      </w:r>
      <w:r w:rsidR="006036B2">
        <w:t xml:space="preserve">, </w:t>
      </w:r>
      <w:r w:rsidRPr="006056B1">
        <w:t>et ne lui auraient certes pas sa</w:t>
      </w:r>
      <w:r w:rsidRPr="006056B1">
        <w:t>u</w:t>
      </w:r>
      <w:r w:rsidRPr="006056B1">
        <w:t>té à la gorge comme sur le premier étranger venu</w:t>
      </w:r>
      <w:r w:rsidR="006036B2">
        <w:t xml:space="preserve">. </w:t>
      </w:r>
      <w:r w:rsidRPr="006056B1">
        <w:t>Mais</w:t>
      </w:r>
      <w:r w:rsidR="006036B2">
        <w:t xml:space="preserve">, </w:t>
      </w:r>
      <w:r w:rsidRPr="006056B1">
        <w:t>quand même</w:t>
      </w:r>
      <w:r w:rsidR="006036B2">
        <w:t xml:space="preserve">, </w:t>
      </w:r>
      <w:r w:rsidRPr="006056B1">
        <w:t>entre sa voix et celle du nouveau maître</w:t>
      </w:r>
      <w:r w:rsidR="006036B2">
        <w:t xml:space="preserve">, </w:t>
      </w:r>
      <w:r w:rsidRPr="006056B1">
        <w:t>ils n</w:t>
      </w:r>
      <w:r w:rsidR="006036B2">
        <w:t>’</w:t>
      </w:r>
      <w:r w:rsidRPr="006056B1">
        <w:t>hésitaient point</w:t>
      </w:r>
      <w:r w:rsidR="006036B2">
        <w:t xml:space="preserve">, </w:t>
      </w:r>
      <w:r w:rsidRPr="006056B1">
        <w:t>et c</w:t>
      </w:r>
      <w:r w:rsidR="006036B2">
        <w:t>’</w:t>
      </w:r>
      <w:r w:rsidRPr="006056B1">
        <w:t>est à celui-ci qu</w:t>
      </w:r>
      <w:r w:rsidR="006036B2">
        <w:t>’</w:t>
      </w:r>
      <w:r w:rsidRPr="006056B1">
        <w:t>ils obéissaient</w:t>
      </w:r>
      <w:r w:rsidR="006036B2">
        <w:t>.</w:t>
      </w:r>
    </w:p>
    <w:p w14:paraId="76D75E98" w14:textId="77777777" w:rsidR="006036B2" w:rsidRDefault="00E85E1B" w:rsidP="00E85E1B">
      <w:r w:rsidRPr="006056B1">
        <w:lastRenderedPageBreak/>
        <w:t>La chose</w:t>
      </w:r>
      <w:r w:rsidR="006036B2">
        <w:t xml:space="preserve">, </w:t>
      </w:r>
      <w:r w:rsidRPr="006056B1">
        <w:t>souvent observée par la femme</w:t>
      </w:r>
      <w:r w:rsidR="006036B2">
        <w:t xml:space="preserve">, </w:t>
      </w:r>
      <w:r w:rsidRPr="006056B1">
        <w:t>n</w:t>
      </w:r>
      <w:r w:rsidR="006036B2">
        <w:t>’</w:t>
      </w:r>
      <w:r w:rsidRPr="006056B1">
        <w:t>avait pu jusqu</w:t>
      </w:r>
      <w:r w:rsidR="006036B2">
        <w:t>’</w:t>
      </w:r>
      <w:r w:rsidRPr="006056B1">
        <w:t>alors lui servir beaucoup</w:t>
      </w:r>
      <w:r w:rsidR="006036B2">
        <w:t xml:space="preserve">. </w:t>
      </w:r>
      <w:r w:rsidRPr="006056B1">
        <w:t>Un gabelou</w:t>
      </w:r>
      <w:r w:rsidR="006036B2">
        <w:t xml:space="preserve">, </w:t>
      </w:r>
      <w:r w:rsidRPr="006056B1">
        <w:t>en général</w:t>
      </w:r>
      <w:r w:rsidR="006036B2">
        <w:t xml:space="preserve">, </w:t>
      </w:r>
      <w:r w:rsidRPr="006056B1">
        <w:t>ne se paye qu</w:t>
      </w:r>
      <w:r w:rsidR="006036B2">
        <w:t>’</w:t>
      </w:r>
      <w:r w:rsidRPr="006056B1">
        <w:t>un dogue</w:t>
      </w:r>
      <w:r w:rsidR="006036B2">
        <w:t xml:space="preserve">, </w:t>
      </w:r>
      <w:r w:rsidRPr="006056B1">
        <w:t xml:space="preserve">et </w:t>
      </w:r>
      <w:proofErr w:type="spellStart"/>
      <w:r w:rsidRPr="006056B1">
        <w:t>cht</w:t>
      </w:r>
      <w:r w:rsidR="006036B2">
        <w:t>’</w:t>
      </w:r>
      <w:r w:rsidRPr="006056B1">
        <w:t>heumme</w:t>
      </w:r>
      <w:proofErr w:type="spellEnd"/>
      <w:r w:rsidRPr="006056B1">
        <w:t>-aux-</w:t>
      </w:r>
      <w:proofErr w:type="spellStart"/>
      <w:r w:rsidRPr="006056B1">
        <w:t>quiens</w:t>
      </w:r>
      <w:proofErr w:type="spellEnd"/>
      <w:r w:rsidRPr="006056B1">
        <w:t xml:space="preserve"> en avait toujours en élevage au moins une demi-douzaine</w:t>
      </w:r>
      <w:r w:rsidR="006036B2">
        <w:t xml:space="preserve">, </w:t>
      </w:r>
      <w:r w:rsidRPr="006056B1">
        <w:t>sans compter un ga</w:t>
      </w:r>
      <w:r w:rsidRPr="006056B1">
        <w:t>r</w:t>
      </w:r>
      <w:r w:rsidRPr="006056B1">
        <w:t>dien personnel qu</w:t>
      </w:r>
      <w:r w:rsidR="006036B2">
        <w:t>’</w:t>
      </w:r>
      <w:r w:rsidRPr="006056B1">
        <w:t>il se réservait</w:t>
      </w:r>
      <w:r w:rsidR="006036B2">
        <w:t xml:space="preserve">, </w:t>
      </w:r>
      <w:r w:rsidRPr="006056B1">
        <w:t>le plus terrible de tous</w:t>
      </w:r>
      <w:r w:rsidR="006036B2">
        <w:t xml:space="preserve">. </w:t>
      </w:r>
      <w:r w:rsidRPr="006056B1">
        <w:t>Donc</w:t>
      </w:r>
      <w:r w:rsidR="006036B2">
        <w:t xml:space="preserve">, </w:t>
      </w:r>
      <w:r w:rsidRPr="006056B1">
        <w:t>un duel restait impossible</w:t>
      </w:r>
      <w:r w:rsidR="006036B2">
        <w:t xml:space="preserve">, </w:t>
      </w:r>
      <w:r w:rsidRPr="006056B1">
        <w:t>entre un galant quelconque aidé d</w:t>
      </w:r>
      <w:r w:rsidR="006036B2">
        <w:t>’</w:t>
      </w:r>
      <w:r w:rsidRPr="006056B1">
        <w:t>un seul mâtin</w:t>
      </w:r>
      <w:r w:rsidR="006036B2">
        <w:t xml:space="preserve">, </w:t>
      </w:r>
      <w:r w:rsidRPr="006056B1">
        <w:t xml:space="preserve">et le </w:t>
      </w:r>
      <w:proofErr w:type="spellStart"/>
      <w:r w:rsidRPr="006056B1">
        <w:rPr>
          <w:i/>
          <w:iCs/>
        </w:rPr>
        <w:t>dresseux</w:t>
      </w:r>
      <w:proofErr w:type="spellEnd"/>
      <w:r w:rsidRPr="006056B1">
        <w:t xml:space="preserve"> défendu par sa bande</w:t>
      </w:r>
      <w:r w:rsidR="006036B2">
        <w:t>.</w:t>
      </w:r>
    </w:p>
    <w:p w14:paraId="340EC90F" w14:textId="77777777" w:rsidR="006036B2" w:rsidRDefault="00E85E1B" w:rsidP="00E85E1B">
      <w:r w:rsidRPr="006056B1">
        <w:t>Mais</w:t>
      </w:r>
      <w:r w:rsidR="006036B2">
        <w:t xml:space="preserve">, </w:t>
      </w:r>
      <w:r w:rsidRPr="006056B1">
        <w:t>cette fois</w:t>
      </w:r>
      <w:r w:rsidR="006036B2">
        <w:t xml:space="preserve">, </w:t>
      </w:r>
      <w:r w:rsidRPr="006056B1">
        <w:t>les chances s</w:t>
      </w:r>
      <w:r w:rsidR="006036B2">
        <w:t>’</w:t>
      </w:r>
      <w:r w:rsidRPr="006056B1">
        <w:t>équilibraient mieux</w:t>
      </w:r>
      <w:r w:rsidR="006036B2">
        <w:t xml:space="preserve">. </w:t>
      </w:r>
      <w:r w:rsidRPr="006056B1">
        <w:t>Pour le quart d</w:t>
      </w:r>
      <w:r w:rsidR="006036B2">
        <w:t>’</w:t>
      </w:r>
      <w:r w:rsidRPr="006056B1">
        <w:t>heure</w:t>
      </w:r>
      <w:r w:rsidR="006036B2">
        <w:t xml:space="preserve">, </w:t>
      </w:r>
      <w:r w:rsidRPr="006056B1">
        <w:t>justement</w:t>
      </w:r>
      <w:r w:rsidR="006036B2">
        <w:t xml:space="preserve">, </w:t>
      </w:r>
      <w:r w:rsidRPr="006056B1">
        <w:t>il n</w:t>
      </w:r>
      <w:r w:rsidR="006036B2">
        <w:t>’</w:t>
      </w:r>
      <w:r w:rsidRPr="006056B1">
        <w:t>y avait au chenil que cinq élèves</w:t>
      </w:r>
      <w:r w:rsidR="006036B2">
        <w:t xml:space="preserve">, </w:t>
      </w:r>
      <w:r w:rsidRPr="006056B1">
        <w:t>dont deux très jeunes</w:t>
      </w:r>
      <w:r w:rsidR="006036B2">
        <w:t xml:space="preserve">. </w:t>
      </w:r>
      <w:r w:rsidRPr="006056B1">
        <w:t>Bien sûr le vieux compère du patron</w:t>
      </w:r>
      <w:r w:rsidR="006036B2">
        <w:t xml:space="preserve">, </w:t>
      </w:r>
      <w:r w:rsidRPr="006056B1">
        <w:t>le formidable Bourreau</w:t>
      </w:r>
      <w:r w:rsidR="006036B2">
        <w:t xml:space="preserve">, </w:t>
      </w:r>
      <w:r w:rsidRPr="006056B1">
        <w:t>comptait pour plusieurs</w:t>
      </w:r>
      <w:r w:rsidR="006036B2">
        <w:t xml:space="preserve">. </w:t>
      </w:r>
      <w:r w:rsidRPr="006056B1">
        <w:t>Mais</w:t>
      </w:r>
      <w:r w:rsidR="006036B2">
        <w:t xml:space="preserve">, </w:t>
      </w:r>
      <w:r w:rsidRPr="006056B1">
        <w:t>somme toute</w:t>
      </w:r>
      <w:r w:rsidR="006036B2">
        <w:t xml:space="preserve">, </w:t>
      </w:r>
      <w:r w:rsidRPr="006056B1">
        <w:t>contre lui et les trois autres bons</w:t>
      </w:r>
      <w:r w:rsidR="006036B2">
        <w:t xml:space="preserve">, </w:t>
      </w:r>
      <w:r w:rsidRPr="006056B1">
        <w:t>on pouvait risquer une bataille avec les deux couples du brigadier</w:t>
      </w:r>
      <w:r w:rsidR="006036B2">
        <w:t xml:space="preserve">. </w:t>
      </w:r>
      <w:r w:rsidRPr="006056B1">
        <w:t>Il fallait profiter de l</w:t>
      </w:r>
      <w:r w:rsidR="006036B2">
        <w:t>’</w:t>
      </w:r>
      <w:r w:rsidRPr="006056B1">
        <w:t>occasion</w:t>
      </w:r>
      <w:r w:rsidR="006036B2">
        <w:t> !</w:t>
      </w:r>
    </w:p>
    <w:p w14:paraId="6A1A9ECA" w14:textId="77777777" w:rsidR="006036B2" w:rsidRDefault="00E85E1B" w:rsidP="00E85E1B">
      <w:r w:rsidRPr="006056B1">
        <w:t>Et un beau soir</w:t>
      </w:r>
      <w:r w:rsidR="006036B2">
        <w:t xml:space="preserve">, </w:t>
      </w:r>
      <w:r w:rsidRPr="006056B1">
        <w:t>comme le brigadier</w:t>
      </w:r>
      <w:r w:rsidR="006036B2">
        <w:t xml:space="preserve">, </w:t>
      </w:r>
      <w:r w:rsidRPr="006056B1">
        <w:t xml:space="preserve">seul au débit auprès de la femme </w:t>
      </w:r>
      <w:proofErr w:type="spellStart"/>
      <w:r w:rsidRPr="006056B1">
        <w:t>Bistaud</w:t>
      </w:r>
      <w:proofErr w:type="spellEnd"/>
      <w:r w:rsidR="006036B2">
        <w:t xml:space="preserve">, </w:t>
      </w:r>
      <w:r w:rsidRPr="006056B1">
        <w:t>la serrait de près</w:t>
      </w:r>
      <w:r w:rsidR="006036B2">
        <w:t xml:space="preserve">, </w:t>
      </w:r>
      <w:r w:rsidRPr="006056B1">
        <w:t>elle lui dit à brûle-pourpoint</w:t>
      </w:r>
      <w:r w:rsidR="006036B2">
        <w:t> :</w:t>
      </w:r>
    </w:p>
    <w:p w14:paraId="3DF8C76A" w14:textId="77777777" w:rsidR="006036B2" w:rsidRDefault="006036B2" w:rsidP="00E85E1B">
      <w:r>
        <w:t>— </w:t>
      </w:r>
      <w:r w:rsidR="00E85E1B" w:rsidRPr="006056B1">
        <w:t>C</w:t>
      </w:r>
      <w:r>
        <w:t>’</w:t>
      </w:r>
      <w:r w:rsidR="00E85E1B" w:rsidRPr="006056B1">
        <w:t>est-il d</w:t>
      </w:r>
      <w:r>
        <w:t>’</w:t>
      </w:r>
      <w:r w:rsidR="00E85E1B" w:rsidRPr="006056B1">
        <w:t>bon cœur</w:t>
      </w:r>
      <w:r>
        <w:t xml:space="preserve">, </w:t>
      </w:r>
      <w:r w:rsidR="00E85E1B" w:rsidRPr="006056B1">
        <w:t>au moins</w:t>
      </w:r>
      <w:r>
        <w:t xml:space="preserve">, </w:t>
      </w:r>
      <w:proofErr w:type="spellStart"/>
      <w:r w:rsidR="00E85E1B" w:rsidRPr="006056B1">
        <w:t>môssieu</w:t>
      </w:r>
      <w:proofErr w:type="spellEnd"/>
      <w:r w:rsidR="00E85E1B" w:rsidRPr="006056B1">
        <w:t xml:space="preserve"> Fernand</w:t>
      </w:r>
      <w:r>
        <w:t xml:space="preserve">, </w:t>
      </w:r>
      <w:r w:rsidR="00E85E1B" w:rsidRPr="006056B1">
        <w:t>que vous voulez tâter de m</w:t>
      </w:r>
      <w:r>
        <w:t>’</w:t>
      </w:r>
      <w:proofErr w:type="spellStart"/>
      <w:r w:rsidR="00E85E1B" w:rsidRPr="006056B1">
        <w:t>piau</w:t>
      </w:r>
      <w:proofErr w:type="spellEnd"/>
      <w:r>
        <w:t> ?</w:t>
      </w:r>
    </w:p>
    <w:p w14:paraId="03F6DB6A" w14:textId="77777777" w:rsidR="006036B2" w:rsidRDefault="00E85E1B" w:rsidP="00E85E1B">
      <w:r w:rsidRPr="006056B1">
        <w:t>Il répondit en la baisant à pleines lèvres</w:t>
      </w:r>
      <w:r w:rsidR="006036B2">
        <w:t> :</w:t>
      </w:r>
    </w:p>
    <w:p w14:paraId="74088B28" w14:textId="77777777" w:rsidR="006036B2" w:rsidRDefault="006036B2" w:rsidP="00E85E1B">
      <w:r>
        <w:t>— </w:t>
      </w:r>
      <w:r w:rsidR="00E85E1B" w:rsidRPr="006056B1">
        <w:t>Si c</w:t>
      </w:r>
      <w:r>
        <w:t>’</w:t>
      </w:r>
      <w:r w:rsidR="00E85E1B" w:rsidRPr="006056B1">
        <w:t>est d</w:t>
      </w:r>
      <w:r>
        <w:t>’</w:t>
      </w:r>
      <w:r w:rsidR="00E85E1B" w:rsidRPr="006056B1">
        <w:t>bon cœur</w:t>
      </w:r>
      <w:r>
        <w:t xml:space="preserve"> ! </w:t>
      </w:r>
      <w:r w:rsidR="00E85E1B" w:rsidRPr="006056B1">
        <w:t>Mais</w:t>
      </w:r>
      <w:r>
        <w:t xml:space="preserve">, </w:t>
      </w:r>
      <w:proofErr w:type="spellStart"/>
      <w:r w:rsidR="00E85E1B" w:rsidRPr="006056B1">
        <w:t>mame</w:t>
      </w:r>
      <w:proofErr w:type="spellEnd"/>
      <w:r w:rsidR="00E85E1B" w:rsidRPr="006056B1">
        <w:t xml:space="preserve"> </w:t>
      </w:r>
      <w:proofErr w:type="spellStart"/>
      <w:r w:rsidR="00E85E1B" w:rsidRPr="006056B1">
        <w:t>Bistaud</w:t>
      </w:r>
      <w:proofErr w:type="spellEnd"/>
      <w:r>
        <w:t xml:space="preserve">, </w:t>
      </w:r>
      <w:r w:rsidR="00E85E1B" w:rsidRPr="006056B1">
        <w:t>j</w:t>
      </w:r>
      <w:r>
        <w:t>’</w:t>
      </w:r>
      <w:r w:rsidR="00E85E1B" w:rsidRPr="006056B1">
        <w:t xml:space="preserve">y </w:t>
      </w:r>
      <w:proofErr w:type="spellStart"/>
      <w:r w:rsidR="00E85E1B" w:rsidRPr="006056B1">
        <w:t>donrais</w:t>
      </w:r>
      <w:proofErr w:type="spellEnd"/>
      <w:r w:rsidR="00E85E1B" w:rsidRPr="006056B1">
        <w:t xml:space="preserve"> mes galons en pour</w:t>
      </w:r>
      <w:r>
        <w:t xml:space="preserve">. </w:t>
      </w:r>
      <w:r w:rsidR="00E85E1B" w:rsidRPr="006056B1">
        <w:t>Ainsi</w:t>
      </w:r>
      <w:r>
        <w:t xml:space="preserve">, </w:t>
      </w:r>
      <w:r w:rsidR="00E85E1B" w:rsidRPr="006056B1">
        <w:t>vous voyez</w:t>
      </w:r>
      <w:r>
        <w:t>.</w:t>
      </w:r>
    </w:p>
    <w:p w14:paraId="5ECA21A1" w14:textId="77777777" w:rsidR="006036B2" w:rsidRDefault="006036B2" w:rsidP="00E85E1B">
      <w:r>
        <w:t>— </w:t>
      </w:r>
      <w:r w:rsidR="00E85E1B" w:rsidRPr="006056B1">
        <w:t>Eh ben</w:t>
      </w:r>
      <w:r>
        <w:t xml:space="preserve"> ! </w:t>
      </w:r>
      <w:r w:rsidR="00E85E1B" w:rsidRPr="006056B1">
        <w:t>reprit-elle</w:t>
      </w:r>
      <w:r>
        <w:t xml:space="preserve">, </w:t>
      </w:r>
      <w:r w:rsidR="00E85E1B" w:rsidRPr="006056B1">
        <w:t xml:space="preserve">agissez </w:t>
      </w:r>
      <w:proofErr w:type="spellStart"/>
      <w:r w:rsidR="00E85E1B" w:rsidRPr="006056B1">
        <w:t>queusi</w:t>
      </w:r>
      <w:proofErr w:type="spellEnd"/>
      <w:r w:rsidR="00E85E1B" w:rsidRPr="006056B1">
        <w:t xml:space="preserve"> que j</w:t>
      </w:r>
      <w:r>
        <w:t>’</w:t>
      </w:r>
      <w:r w:rsidR="00E85E1B" w:rsidRPr="006056B1">
        <w:t>vos dirai</w:t>
      </w:r>
      <w:r>
        <w:t xml:space="preserve">, </w:t>
      </w:r>
      <w:r w:rsidR="00E85E1B" w:rsidRPr="006056B1">
        <w:t>et</w:t>
      </w:r>
      <w:r>
        <w:t xml:space="preserve">, </w:t>
      </w:r>
      <w:r w:rsidR="00E85E1B" w:rsidRPr="006056B1">
        <w:t>foi d</w:t>
      </w:r>
      <w:r>
        <w:t>’</w:t>
      </w:r>
      <w:r w:rsidR="00E85E1B" w:rsidRPr="006056B1">
        <w:t>honnête femme</w:t>
      </w:r>
      <w:r>
        <w:t xml:space="preserve">, </w:t>
      </w:r>
      <w:r w:rsidR="00E85E1B" w:rsidRPr="006056B1">
        <w:t>j</w:t>
      </w:r>
      <w:r>
        <w:t>’</w:t>
      </w:r>
      <w:r w:rsidR="00E85E1B" w:rsidRPr="006056B1">
        <w:t xml:space="preserve">sis </w:t>
      </w:r>
      <w:proofErr w:type="spellStart"/>
      <w:r w:rsidR="00E85E1B" w:rsidRPr="006056B1">
        <w:t>vô</w:t>
      </w:r>
      <w:proofErr w:type="spellEnd"/>
      <w:r w:rsidR="00E85E1B" w:rsidRPr="006056B1">
        <w:t xml:space="preserve"> denrée à tout faire</w:t>
      </w:r>
      <w:r>
        <w:t>.</w:t>
      </w:r>
    </w:p>
    <w:p w14:paraId="3CDA2A7D" w14:textId="77777777" w:rsidR="006036B2" w:rsidRDefault="00E85E1B" w:rsidP="00E85E1B">
      <w:r w:rsidRPr="006056B1">
        <w:t>Et</w:t>
      </w:r>
      <w:r w:rsidR="006036B2">
        <w:t xml:space="preserve">, </w:t>
      </w:r>
      <w:r w:rsidRPr="006056B1">
        <w:t xml:space="preserve">appuyant sur ce mot de </w:t>
      </w:r>
      <w:r w:rsidRPr="006056B1">
        <w:rPr>
          <w:i/>
          <w:iCs/>
        </w:rPr>
        <w:t>denrée</w:t>
      </w:r>
      <w:r w:rsidR="006036B2">
        <w:t xml:space="preserve">, </w:t>
      </w:r>
      <w:r w:rsidRPr="006056B1">
        <w:t>qui là-bas signifie p</w:t>
      </w:r>
      <w:r w:rsidRPr="006056B1">
        <w:t>u</w:t>
      </w:r>
      <w:r w:rsidRPr="006056B1">
        <w:t>tain</w:t>
      </w:r>
      <w:r w:rsidR="006036B2">
        <w:t xml:space="preserve">, </w:t>
      </w:r>
      <w:r w:rsidRPr="006056B1">
        <w:t>elle lui murmura chaudement à l</w:t>
      </w:r>
      <w:r w:rsidR="006036B2">
        <w:t>’</w:t>
      </w:r>
      <w:r w:rsidRPr="006056B1">
        <w:t>oreille</w:t>
      </w:r>
      <w:r w:rsidR="006036B2">
        <w:t> :</w:t>
      </w:r>
    </w:p>
    <w:p w14:paraId="50EF86F8" w14:textId="77777777" w:rsidR="006036B2" w:rsidRDefault="006036B2" w:rsidP="00E85E1B">
      <w:r>
        <w:t>— </w:t>
      </w:r>
      <w:proofErr w:type="spellStart"/>
      <w:r w:rsidR="00E85E1B" w:rsidRPr="006056B1">
        <w:t>Ein</w:t>
      </w:r>
      <w:proofErr w:type="spellEnd"/>
      <w:r>
        <w:t>’</w:t>
      </w:r>
      <w:r w:rsidR="00E85E1B">
        <w:t xml:space="preserve"> </w:t>
      </w:r>
      <w:r w:rsidR="00E85E1B" w:rsidRPr="006056B1">
        <w:t>denrée qui sait s</w:t>
      </w:r>
      <w:r>
        <w:t>’</w:t>
      </w:r>
      <w:r w:rsidR="00E85E1B" w:rsidRPr="006056B1">
        <w:t>n affaire</w:t>
      </w:r>
      <w:r>
        <w:t xml:space="preserve">, </w:t>
      </w:r>
      <w:r w:rsidR="00E85E1B" w:rsidRPr="006056B1">
        <w:t>allez</w:t>
      </w:r>
      <w:r>
        <w:t xml:space="preserve"> ! </w:t>
      </w:r>
      <w:r w:rsidR="00E85E1B" w:rsidRPr="006056B1">
        <w:t>Car il m</w:t>
      </w:r>
      <w:r>
        <w:t>’</w:t>
      </w:r>
      <w:r w:rsidR="00E85E1B" w:rsidRPr="006056B1">
        <w:t>a bé dre</w:t>
      </w:r>
      <w:r w:rsidR="00E85E1B" w:rsidRPr="006056B1">
        <w:t>s</w:t>
      </w:r>
      <w:r w:rsidR="00E85E1B" w:rsidRPr="006056B1">
        <w:t>sée aux saloperies</w:t>
      </w:r>
      <w:r>
        <w:t xml:space="preserve">, </w:t>
      </w:r>
      <w:r w:rsidR="00E85E1B" w:rsidRPr="006056B1">
        <w:t>mon cochon d</w:t>
      </w:r>
      <w:r>
        <w:t>’</w:t>
      </w:r>
      <w:r w:rsidR="00E85E1B" w:rsidRPr="006056B1">
        <w:t>homme</w:t>
      </w:r>
      <w:r>
        <w:t xml:space="preserve">. </w:t>
      </w:r>
      <w:r w:rsidR="00E85E1B" w:rsidRPr="006056B1">
        <w:t>Y en faut</w:t>
      </w:r>
      <w:r>
        <w:t xml:space="preserve">, </w:t>
      </w:r>
      <w:r w:rsidR="00E85E1B" w:rsidRPr="006056B1">
        <w:t>à li</w:t>
      </w:r>
      <w:r>
        <w:t xml:space="preserve">, </w:t>
      </w:r>
      <w:r w:rsidR="00E85E1B" w:rsidRPr="006056B1">
        <w:lastRenderedPageBreak/>
        <w:t>l</w:t>
      </w:r>
      <w:r>
        <w:t>’</w:t>
      </w:r>
      <w:r w:rsidR="00E85E1B" w:rsidRPr="006056B1">
        <w:t>sang de navet</w:t>
      </w:r>
      <w:r>
        <w:t xml:space="preserve">, </w:t>
      </w:r>
      <w:proofErr w:type="spellStart"/>
      <w:r w:rsidR="00E85E1B" w:rsidRPr="006056B1">
        <w:t>pou</w:t>
      </w:r>
      <w:proofErr w:type="spellEnd"/>
      <w:r w:rsidR="00E85E1B" w:rsidRPr="006056B1">
        <w:t xml:space="preserve"> qu</w:t>
      </w:r>
      <w:r>
        <w:t>’</w:t>
      </w:r>
      <w:r w:rsidR="00E85E1B" w:rsidRPr="006056B1">
        <w:t>il soit ben aise</w:t>
      </w:r>
      <w:r>
        <w:t xml:space="preserve">. </w:t>
      </w:r>
      <w:r w:rsidR="00E85E1B" w:rsidRPr="006056B1">
        <w:t>Et j</w:t>
      </w:r>
      <w:r>
        <w:t>’</w:t>
      </w:r>
      <w:r w:rsidR="00E85E1B" w:rsidRPr="006056B1">
        <w:t>vos en ferai tout si</w:t>
      </w:r>
      <w:r>
        <w:t xml:space="preserve">, </w:t>
      </w:r>
      <w:r w:rsidR="00E85E1B" w:rsidRPr="006056B1">
        <w:t xml:space="preserve">et </w:t>
      </w:r>
      <w:proofErr w:type="spellStart"/>
      <w:r w:rsidR="00E85E1B" w:rsidRPr="006056B1">
        <w:t>toudi</w:t>
      </w:r>
      <w:proofErr w:type="spellEnd"/>
      <w:r>
        <w:t xml:space="preserve">, </w:t>
      </w:r>
      <w:r w:rsidR="00E85E1B" w:rsidRPr="006056B1">
        <w:t xml:space="preserve">et plus encore </w:t>
      </w:r>
      <w:proofErr w:type="spellStart"/>
      <w:r w:rsidR="00E85E1B" w:rsidRPr="006056B1">
        <w:t>gramint</w:t>
      </w:r>
      <w:proofErr w:type="spellEnd"/>
      <w:r>
        <w:t xml:space="preserve">, </w:t>
      </w:r>
      <w:r w:rsidR="00E85E1B" w:rsidRPr="006056B1">
        <w:t>si vos y t</w:t>
      </w:r>
      <w:r>
        <w:t>’</w:t>
      </w:r>
      <w:r w:rsidR="00E85E1B" w:rsidRPr="006056B1">
        <w:t>nez</w:t>
      </w:r>
      <w:r>
        <w:t>.</w:t>
      </w:r>
    </w:p>
    <w:p w14:paraId="455E88E7" w14:textId="77777777" w:rsidR="006036B2" w:rsidRDefault="00E85E1B" w:rsidP="00E85E1B">
      <w:r w:rsidRPr="006056B1">
        <w:t>Le feu aux reins</w:t>
      </w:r>
      <w:r w:rsidR="006036B2">
        <w:t xml:space="preserve">. </w:t>
      </w:r>
      <w:r w:rsidRPr="006056B1">
        <w:t>Fernand promit tout ce qu</w:t>
      </w:r>
      <w:r w:rsidR="006036B2">
        <w:t>’</w:t>
      </w:r>
      <w:r w:rsidRPr="006056B1">
        <w:t>elle voulut</w:t>
      </w:r>
      <w:r w:rsidR="006036B2">
        <w:t xml:space="preserve">. </w:t>
      </w:r>
      <w:r w:rsidRPr="006056B1">
        <w:t>Fiévreusement</w:t>
      </w:r>
      <w:r w:rsidR="006036B2">
        <w:t xml:space="preserve">, </w:t>
      </w:r>
      <w:r w:rsidRPr="006056B1">
        <w:t>malignement</w:t>
      </w:r>
      <w:r w:rsidR="006036B2">
        <w:t xml:space="preserve">, </w:t>
      </w:r>
      <w:r w:rsidRPr="006056B1">
        <w:t>elle lui conta sa honte de jadis</w:t>
      </w:r>
      <w:r w:rsidR="006036B2">
        <w:t xml:space="preserve">, </w:t>
      </w:r>
      <w:r w:rsidRPr="006056B1">
        <w:t xml:space="preserve">sa jolie </w:t>
      </w:r>
      <w:proofErr w:type="spellStart"/>
      <w:r w:rsidRPr="006056B1">
        <w:rPr>
          <w:i/>
          <w:iCs/>
        </w:rPr>
        <w:t>piau</w:t>
      </w:r>
      <w:proofErr w:type="spellEnd"/>
      <w:r w:rsidRPr="006056B1">
        <w:t xml:space="preserve"> tant fouaillée</w:t>
      </w:r>
      <w:r w:rsidR="006036B2">
        <w:t xml:space="preserve">, </w:t>
      </w:r>
      <w:r w:rsidRPr="006056B1">
        <w:t>sa rancune</w:t>
      </w:r>
      <w:r w:rsidR="006036B2">
        <w:t xml:space="preserve">, </w:t>
      </w:r>
      <w:r w:rsidRPr="006056B1">
        <w:t>sa soif de revanche</w:t>
      </w:r>
      <w:r w:rsidR="006036B2">
        <w:t xml:space="preserve">, </w:t>
      </w:r>
      <w:r w:rsidRPr="006056B1">
        <w:t>et son plan pour se venger</w:t>
      </w:r>
      <w:r w:rsidR="006036B2">
        <w:t xml:space="preserve">. </w:t>
      </w:r>
      <w:r w:rsidRPr="006056B1">
        <w:t>Le brigadier acquiesça</w:t>
      </w:r>
      <w:r w:rsidR="006036B2">
        <w:t>.</w:t>
      </w:r>
    </w:p>
    <w:p w14:paraId="3DE1679C" w14:textId="77777777" w:rsidR="006036B2" w:rsidRDefault="00E85E1B" w:rsidP="00E85E1B">
      <w:r w:rsidRPr="006056B1">
        <w:t>Le soir même il arrivait à la masure avec ses quatre dogues</w:t>
      </w:r>
      <w:r w:rsidR="006036B2">
        <w:t xml:space="preserve">, </w:t>
      </w:r>
      <w:r w:rsidRPr="006056B1">
        <w:t>armés de colliers à pointes</w:t>
      </w:r>
      <w:r w:rsidR="006036B2">
        <w:t>.</w:t>
      </w:r>
    </w:p>
    <w:p w14:paraId="2FA2877F" w14:textId="77777777" w:rsidR="006036B2" w:rsidRDefault="006036B2" w:rsidP="00E85E1B">
      <w:r>
        <w:t>— </w:t>
      </w:r>
      <w:proofErr w:type="spellStart"/>
      <w:r w:rsidR="00E85E1B" w:rsidRPr="006056B1">
        <w:t>Qué</w:t>
      </w:r>
      <w:proofErr w:type="spellEnd"/>
      <w:r w:rsidR="00E85E1B" w:rsidRPr="006056B1">
        <w:t xml:space="preserve"> qu</w:t>
      </w:r>
      <w:r>
        <w:t>’</w:t>
      </w:r>
      <w:r w:rsidR="00E85E1B" w:rsidRPr="006056B1">
        <w:t xml:space="preserve">vos </w:t>
      </w:r>
      <w:proofErr w:type="spellStart"/>
      <w:r w:rsidR="00E85E1B" w:rsidRPr="006056B1">
        <w:t>v</w:t>
      </w:r>
      <w:r>
        <w:t>’</w:t>
      </w:r>
      <w:r w:rsidR="00E85E1B" w:rsidRPr="006056B1">
        <w:t>nez</w:t>
      </w:r>
      <w:proofErr w:type="spellEnd"/>
      <w:r w:rsidR="00E85E1B">
        <w:t xml:space="preserve"> </w:t>
      </w:r>
      <w:r w:rsidR="00E85E1B" w:rsidRPr="006056B1">
        <w:t xml:space="preserve">faire avec </w:t>
      </w:r>
      <w:proofErr w:type="spellStart"/>
      <w:r w:rsidR="00E85E1B" w:rsidRPr="006056B1">
        <w:t>cheux-là</w:t>
      </w:r>
      <w:proofErr w:type="spellEnd"/>
      <w:r>
        <w:t xml:space="preserve"> ? </w:t>
      </w:r>
      <w:r w:rsidR="00E85E1B" w:rsidRPr="006056B1">
        <w:t xml:space="preserve">demanda </w:t>
      </w:r>
      <w:proofErr w:type="spellStart"/>
      <w:r w:rsidR="00E85E1B" w:rsidRPr="006056B1">
        <w:t>cht</w:t>
      </w:r>
      <w:r>
        <w:t>’</w:t>
      </w:r>
      <w:r w:rsidR="00E85E1B" w:rsidRPr="006056B1">
        <w:t>héumme</w:t>
      </w:r>
      <w:proofErr w:type="spellEnd"/>
      <w:r w:rsidR="00E85E1B" w:rsidRPr="006056B1">
        <w:t>-aux-</w:t>
      </w:r>
      <w:proofErr w:type="spellStart"/>
      <w:r w:rsidR="00E85E1B" w:rsidRPr="006056B1">
        <w:t>quiens</w:t>
      </w:r>
      <w:proofErr w:type="spellEnd"/>
      <w:r>
        <w:t>.</w:t>
      </w:r>
    </w:p>
    <w:p w14:paraId="4C93FA17" w14:textId="77777777" w:rsidR="006036B2" w:rsidRDefault="006036B2" w:rsidP="00E85E1B">
      <w:r>
        <w:t>— </w:t>
      </w:r>
      <w:r w:rsidR="00E85E1B" w:rsidRPr="006056B1">
        <w:t>J</w:t>
      </w:r>
      <w:r>
        <w:t>’</w:t>
      </w:r>
      <w:r w:rsidR="00E85E1B" w:rsidRPr="006056B1">
        <w:t>viens voir</w:t>
      </w:r>
      <w:r>
        <w:t xml:space="preserve">, </w:t>
      </w:r>
      <w:r w:rsidR="00E85E1B" w:rsidRPr="006056B1">
        <w:t>répliqua le brigadier</w:t>
      </w:r>
      <w:r>
        <w:t xml:space="preserve">, </w:t>
      </w:r>
      <w:r w:rsidR="00E85E1B" w:rsidRPr="006056B1">
        <w:t>si vos n</w:t>
      </w:r>
      <w:r>
        <w:t>’</w:t>
      </w:r>
      <w:r w:rsidR="00E85E1B" w:rsidRPr="006056B1">
        <w:t>m</w:t>
      </w:r>
      <w:r>
        <w:t>’</w:t>
      </w:r>
      <w:r w:rsidR="00E85E1B" w:rsidRPr="006056B1">
        <w:t xml:space="preserve">avez </w:t>
      </w:r>
      <w:proofErr w:type="spellStart"/>
      <w:r w:rsidR="00E85E1B" w:rsidRPr="006056B1">
        <w:t>nin</w:t>
      </w:r>
      <w:proofErr w:type="spellEnd"/>
      <w:r w:rsidR="00E85E1B" w:rsidRPr="006056B1">
        <w:t xml:space="preserve"> v</w:t>
      </w:r>
      <w:r w:rsidR="00E85E1B" w:rsidRPr="006056B1">
        <w:t>o</w:t>
      </w:r>
      <w:r w:rsidR="00E85E1B" w:rsidRPr="006056B1">
        <w:t xml:space="preserve">lé </w:t>
      </w:r>
      <w:proofErr w:type="spellStart"/>
      <w:r w:rsidR="00E85E1B" w:rsidRPr="006056B1">
        <w:t>ein</w:t>
      </w:r>
      <w:proofErr w:type="spellEnd"/>
      <w:r w:rsidR="00E85E1B" w:rsidRPr="006056B1">
        <w:t xml:space="preserve"> m</w:t>
      </w:r>
      <w:r>
        <w:t>’</w:t>
      </w:r>
      <w:r w:rsidR="00E85E1B" w:rsidRPr="006056B1">
        <w:t>les vendant</w:t>
      </w:r>
      <w:r>
        <w:t>.</w:t>
      </w:r>
    </w:p>
    <w:p w14:paraId="409EDA9F" w14:textId="77777777" w:rsidR="006036B2" w:rsidRDefault="006036B2" w:rsidP="00E85E1B">
      <w:r>
        <w:t>— </w:t>
      </w:r>
      <w:r w:rsidR="00E85E1B" w:rsidRPr="006056B1">
        <w:t>Qu</w:t>
      </w:r>
      <w:r>
        <w:t>’</w:t>
      </w:r>
      <w:proofErr w:type="spellStart"/>
      <w:r w:rsidR="00E85E1B" w:rsidRPr="006056B1">
        <w:t>mint</w:t>
      </w:r>
      <w:proofErr w:type="spellEnd"/>
      <w:r w:rsidR="00E85E1B" w:rsidRPr="006056B1">
        <w:t xml:space="preserve"> </w:t>
      </w:r>
      <w:proofErr w:type="spellStart"/>
      <w:r w:rsidR="00E85E1B" w:rsidRPr="006056B1">
        <w:t>chà</w:t>
      </w:r>
      <w:proofErr w:type="spellEnd"/>
      <w:r>
        <w:t xml:space="preserve">, </w:t>
      </w:r>
      <w:r w:rsidR="00E85E1B" w:rsidRPr="006056B1">
        <w:t>volé</w:t>
      </w:r>
      <w:r>
        <w:t> ?</w:t>
      </w:r>
    </w:p>
    <w:p w14:paraId="12994B14" w14:textId="77777777" w:rsidR="006036B2" w:rsidRDefault="006036B2" w:rsidP="00E85E1B">
      <w:r>
        <w:t>— </w:t>
      </w:r>
      <w:proofErr w:type="spellStart"/>
      <w:r w:rsidR="00E85E1B" w:rsidRPr="006056B1">
        <w:t>Ui</w:t>
      </w:r>
      <w:proofErr w:type="spellEnd"/>
      <w:r>
        <w:t xml:space="preserve">, </w:t>
      </w:r>
      <w:r w:rsidR="00E85E1B" w:rsidRPr="006056B1">
        <w:t>volé</w:t>
      </w:r>
      <w:r>
        <w:t xml:space="preserve"> ! </w:t>
      </w:r>
      <w:proofErr w:type="spellStart"/>
      <w:r w:rsidR="00E85E1B" w:rsidRPr="006056B1">
        <w:t>Ein</w:t>
      </w:r>
      <w:proofErr w:type="spellEnd"/>
      <w:r w:rsidR="00E85E1B" w:rsidRPr="006056B1">
        <w:t xml:space="preserve"> m</w:t>
      </w:r>
      <w:r>
        <w:t>’</w:t>
      </w:r>
      <w:r w:rsidR="00E85E1B" w:rsidRPr="006056B1">
        <w:t xml:space="preserve">a dit comme </w:t>
      </w:r>
      <w:proofErr w:type="spellStart"/>
      <w:r w:rsidR="00E85E1B" w:rsidRPr="006056B1">
        <w:t>cha</w:t>
      </w:r>
      <w:proofErr w:type="spellEnd"/>
      <w:r w:rsidR="00E85E1B" w:rsidRPr="006056B1">
        <w:t xml:space="preserve"> qu</w:t>
      </w:r>
      <w:r>
        <w:t>’</w:t>
      </w:r>
      <w:r w:rsidR="00E85E1B" w:rsidRPr="006056B1">
        <w:t>ils n</w:t>
      </w:r>
      <w:r>
        <w:t>’</w:t>
      </w:r>
      <w:r w:rsidR="00E85E1B" w:rsidRPr="006056B1">
        <w:t>sauraient étr</w:t>
      </w:r>
      <w:r w:rsidR="00E85E1B" w:rsidRPr="006056B1">
        <w:t>i</w:t>
      </w:r>
      <w:r w:rsidR="00E85E1B" w:rsidRPr="006056B1">
        <w:t xml:space="preserve">per </w:t>
      </w:r>
      <w:proofErr w:type="spellStart"/>
      <w:r w:rsidR="00E85E1B" w:rsidRPr="006056B1">
        <w:t>ein</w:t>
      </w:r>
      <w:proofErr w:type="spellEnd"/>
      <w:r w:rsidR="00E85E1B" w:rsidRPr="006056B1">
        <w:t xml:space="preserve"> </w:t>
      </w:r>
      <w:proofErr w:type="spellStart"/>
      <w:r w:rsidR="00E85E1B" w:rsidRPr="006056B1">
        <w:t>quien</w:t>
      </w:r>
      <w:proofErr w:type="spellEnd"/>
      <w:r w:rsidR="00E85E1B" w:rsidRPr="006056B1">
        <w:t xml:space="preserve"> pareil à </w:t>
      </w:r>
      <w:proofErr w:type="spellStart"/>
      <w:r w:rsidR="00E85E1B" w:rsidRPr="006056B1">
        <w:t>vô</w:t>
      </w:r>
      <w:proofErr w:type="spellEnd"/>
      <w:r w:rsidR="00E85E1B" w:rsidRPr="006056B1">
        <w:t xml:space="preserve"> Bourreau</w:t>
      </w:r>
      <w:r>
        <w:t xml:space="preserve">, </w:t>
      </w:r>
      <w:r w:rsidR="00E85E1B" w:rsidRPr="006056B1">
        <w:t>et qu</w:t>
      </w:r>
      <w:r>
        <w:t>’</w:t>
      </w:r>
      <w:r w:rsidR="00E85E1B" w:rsidRPr="006056B1">
        <w:t xml:space="preserve">y a des </w:t>
      </w:r>
      <w:proofErr w:type="spellStart"/>
      <w:r w:rsidR="00E85E1B" w:rsidRPr="006056B1">
        <w:t>quiens</w:t>
      </w:r>
      <w:proofErr w:type="spellEnd"/>
      <w:r w:rsidR="00E85E1B" w:rsidRPr="006056B1">
        <w:t xml:space="preserve"> de fra</w:t>
      </w:r>
      <w:r w:rsidR="00E85E1B" w:rsidRPr="006056B1">
        <w:t>u</w:t>
      </w:r>
      <w:r w:rsidR="00E85E1B" w:rsidRPr="006056B1">
        <w:t>deurs qui l</w:t>
      </w:r>
      <w:r>
        <w:t>’</w:t>
      </w:r>
      <w:r w:rsidR="00E85E1B" w:rsidRPr="006056B1">
        <w:t>valent</w:t>
      </w:r>
      <w:r>
        <w:t xml:space="preserve">, </w:t>
      </w:r>
      <w:proofErr w:type="spellStart"/>
      <w:r w:rsidR="00E85E1B" w:rsidRPr="006056B1">
        <w:t>vô</w:t>
      </w:r>
      <w:proofErr w:type="spellEnd"/>
      <w:r w:rsidR="00E85E1B" w:rsidRPr="006056B1">
        <w:t xml:space="preserve"> Bourreau</w:t>
      </w:r>
      <w:r>
        <w:t>.</w:t>
      </w:r>
    </w:p>
    <w:p w14:paraId="002EF5C2" w14:textId="77777777" w:rsidR="006036B2" w:rsidRDefault="006036B2" w:rsidP="00E85E1B">
      <w:r>
        <w:t>— </w:t>
      </w:r>
      <w:r w:rsidR="00E85E1B" w:rsidRPr="006056B1">
        <w:t>N</w:t>
      </w:r>
      <w:r>
        <w:t>’</w:t>
      </w:r>
      <w:r w:rsidR="00E85E1B" w:rsidRPr="006056B1">
        <w:t>y en a mie</w:t>
      </w:r>
      <w:r>
        <w:t>.</w:t>
      </w:r>
    </w:p>
    <w:p w14:paraId="4986175B" w14:textId="77777777" w:rsidR="006036B2" w:rsidRDefault="006036B2" w:rsidP="00E85E1B">
      <w:r>
        <w:t>— </w:t>
      </w:r>
      <w:r w:rsidR="00E85E1B" w:rsidRPr="006056B1">
        <w:t>Enfin</w:t>
      </w:r>
      <w:r>
        <w:t xml:space="preserve">, </w:t>
      </w:r>
      <w:r w:rsidR="00E85E1B" w:rsidRPr="006056B1">
        <w:t>si y en a</w:t>
      </w:r>
      <w:r>
        <w:t xml:space="preserve">, </w:t>
      </w:r>
      <w:r w:rsidR="00E85E1B" w:rsidRPr="006056B1">
        <w:t>j</w:t>
      </w:r>
      <w:r>
        <w:t>’</w:t>
      </w:r>
      <w:r w:rsidR="00E85E1B" w:rsidRPr="006056B1">
        <w:t>veux savoir qu</w:t>
      </w:r>
      <w:r>
        <w:t>’</w:t>
      </w:r>
      <w:proofErr w:type="spellStart"/>
      <w:r w:rsidR="00E85E1B" w:rsidRPr="006056B1">
        <w:t>mint</w:t>
      </w:r>
      <w:proofErr w:type="spellEnd"/>
      <w:r w:rsidR="00E85E1B" w:rsidRPr="006056B1">
        <w:t xml:space="preserve"> qu</w:t>
      </w:r>
      <w:r>
        <w:t>’</w:t>
      </w:r>
      <w:proofErr w:type="spellStart"/>
      <w:r w:rsidR="00E85E1B" w:rsidRPr="006056B1">
        <w:t>ches</w:t>
      </w:r>
      <w:proofErr w:type="spellEnd"/>
      <w:r w:rsidR="00E85E1B" w:rsidRPr="006056B1">
        <w:t xml:space="preserve"> </w:t>
      </w:r>
      <w:proofErr w:type="spellStart"/>
      <w:r w:rsidR="00E85E1B" w:rsidRPr="006056B1">
        <w:t>quiens</w:t>
      </w:r>
      <w:proofErr w:type="spellEnd"/>
      <w:r w:rsidR="00E85E1B" w:rsidRPr="006056B1">
        <w:t xml:space="preserve"> qu</w:t>
      </w:r>
      <w:r>
        <w:t>’</w:t>
      </w:r>
      <w:r w:rsidR="00E85E1B" w:rsidRPr="006056B1">
        <w:t>vos m</w:t>
      </w:r>
      <w:r>
        <w:t>’</w:t>
      </w:r>
      <w:r w:rsidR="00E85E1B" w:rsidRPr="006056B1">
        <w:t>avez vendus s</w:t>
      </w:r>
      <w:r>
        <w:t>’</w:t>
      </w:r>
      <w:proofErr w:type="spellStart"/>
      <w:r w:rsidR="00E85E1B" w:rsidRPr="006056B1">
        <w:t>ein</w:t>
      </w:r>
      <w:proofErr w:type="spellEnd"/>
      <w:r w:rsidR="00E85E1B" w:rsidRPr="006056B1">
        <w:t xml:space="preserve"> </w:t>
      </w:r>
      <w:proofErr w:type="spellStart"/>
      <w:r w:rsidR="00E85E1B" w:rsidRPr="006056B1">
        <w:t>tirerot</w:t>
      </w:r>
      <w:proofErr w:type="spellEnd"/>
      <w:r>
        <w:t>.</w:t>
      </w:r>
    </w:p>
    <w:p w14:paraId="425A1CAB" w14:textId="77777777" w:rsidR="006036B2" w:rsidRDefault="00E85E1B" w:rsidP="00E85E1B">
      <w:r w:rsidRPr="006056B1">
        <w:t>La femme riait d</w:t>
      </w:r>
      <w:r w:rsidR="006036B2">
        <w:t>’</w:t>
      </w:r>
      <w:r w:rsidRPr="006056B1">
        <w:t>un mauvais rire</w:t>
      </w:r>
      <w:r w:rsidR="006036B2">
        <w:t xml:space="preserve">. </w:t>
      </w:r>
      <w:proofErr w:type="spellStart"/>
      <w:r w:rsidRPr="006056B1">
        <w:t>Cht</w:t>
      </w:r>
      <w:r w:rsidR="006036B2">
        <w:t>’</w:t>
      </w:r>
      <w:r w:rsidRPr="006056B1">
        <w:t>heumme</w:t>
      </w:r>
      <w:proofErr w:type="spellEnd"/>
      <w:r w:rsidRPr="006056B1">
        <w:t>-aux-</w:t>
      </w:r>
      <w:proofErr w:type="spellStart"/>
      <w:r w:rsidRPr="006056B1">
        <w:t>quiens</w:t>
      </w:r>
      <w:proofErr w:type="spellEnd"/>
      <w:r w:rsidRPr="006056B1">
        <w:t xml:space="preserve"> eut un soupçon</w:t>
      </w:r>
      <w:r w:rsidR="006036B2">
        <w:t xml:space="preserve">, </w:t>
      </w:r>
      <w:r w:rsidRPr="006056B1">
        <w:t>en constatant qu</w:t>
      </w:r>
      <w:r w:rsidR="006036B2">
        <w:t>’</w:t>
      </w:r>
      <w:r w:rsidRPr="006056B1">
        <w:t>à ce mauvais rire le brigadier répondait par un clin d</w:t>
      </w:r>
      <w:r w:rsidR="006036B2">
        <w:t>’</w:t>
      </w:r>
      <w:r w:rsidRPr="006056B1">
        <w:t>œil</w:t>
      </w:r>
      <w:r w:rsidR="006036B2">
        <w:t xml:space="preserve">. </w:t>
      </w:r>
      <w:r w:rsidRPr="006056B1">
        <w:t>Mais le soupçon était venu trop tard</w:t>
      </w:r>
      <w:r w:rsidR="006036B2">
        <w:t xml:space="preserve">. </w:t>
      </w:r>
      <w:r w:rsidRPr="006056B1">
        <w:t xml:space="preserve">Le </w:t>
      </w:r>
      <w:proofErr w:type="spellStart"/>
      <w:r w:rsidRPr="006056B1">
        <w:rPr>
          <w:i/>
          <w:iCs/>
        </w:rPr>
        <w:t>dresseux</w:t>
      </w:r>
      <w:proofErr w:type="spellEnd"/>
      <w:r w:rsidRPr="006056B1">
        <w:t xml:space="preserve"> n</w:t>
      </w:r>
      <w:r w:rsidR="006036B2">
        <w:t>’</w:t>
      </w:r>
      <w:r w:rsidRPr="006056B1">
        <w:t>avait pas eu le temps de courir au chenil a</w:t>
      </w:r>
      <w:r w:rsidRPr="006056B1">
        <w:t>p</w:t>
      </w:r>
      <w:r w:rsidRPr="006056B1">
        <w:t>peler sa meute</w:t>
      </w:r>
      <w:r w:rsidR="006036B2">
        <w:t xml:space="preserve">. </w:t>
      </w:r>
      <w:r w:rsidRPr="006056B1">
        <w:t>Déjà Bourreau était croché par les quatre mâtins du brigadier</w:t>
      </w:r>
      <w:r w:rsidR="006036B2">
        <w:t xml:space="preserve">. </w:t>
      </w:r>
      <w:r w:rsidRPr="006056B1">
        <w:t>En même temps</w:t>
      </w:r>
      <w:r w:rsidR="006036B2">
        <w:t xml:space="preserve">, </w:t>
      </w:r>
      <w:r w:rsidRPr="006056B1">
        <w:t>la femme avait fermé la porte à clef</w:t>
      </w:r>
      <w:r w:rsidR="006036B2">
        <w:t xml:space="preserve">, </w:t>
      </w:r>
      <w:r w:rsidRPr="006056B1">
        <w:t xml:space="preserve">et </w:t>
      </w:r>
      <w:proofErr w:type="spellStart"/>
      <w:r w:rsidRPr="006056B1">
        <w:t>cht</w:t>
      </w:r>
      <w:r w:rsidR="006036B2">
        <w:t>’</w:t>
      </w:r>
      <w:r w:rsidRPr="006056B1">
        <w:t>heumme</w:t>
      </w:r>
      <w:proofErr w:type="spellEnd"/>
      <w:r w:rsidRPr="006056B1">
        <w:t>-aux-</w:t>
      </w:r>
      <w:proofErr w:type="spellStart"/>
      <w:r w:rsidRPr="006056B1">
        <w:t>quiens</w:t>
      </w:r>
      <w:proofErr w:type="spellEnd"/>
      <w:r w:rsidR="006036B2">
        <w:t xml:space="preserve">, </w:t>
      </w:r>
      <w:r w:rsidRPr="006056B1">
        <w:t>attrapé à bras-le-corps par le gabelou</w:t>
      </w:r>
      <w:r w:rsidR="006036B2">
        <w:t xml:space="preserve">, </w:t>
      </w:r>
      <w:r w:rsidRPr="006056B1">
        <w:t>gisait par terre</w:t>
      </w:r>
      <w:r w:rsidR="006036B2">
        <w:t xml:space="preserve">, </w:t>
      </w:r>
      <w:r w:rsidRPr="006056B1">
        <w:t>immobilisé</w:t>
      </w:r>
      <w:r w:rsidR="006036B2">
        <w:t xml:space="preserve">. </w:t>
      </w:r>
      <w:r w:rsidRPr="006056B1">
        <w:t>Bourreau ne pouvait lui venir en aide</w:t>
      </w:r>
      <w:r w:rsidR="006036B2">
        <w:t xml:space="preserve">, </w:t>
      </w:r>
      <w:r w:rsidRPr="006056B1">
        <w:t xml:space="preserve">occupé à se défendre </w:t>
      </w:r>
      <w:r w:rsidRPr="006056B1">
        <w:lastRenderedPageBreak/>
        <w:t>contre les brigands qui l</w:t>
      </w:r>
      <w:r w:rsidR="006036B2">
        <w:t>’</w:t>
      </w:r>
      <w:r w:rsidRPr="006056B1">
        <w:t>écharpaient</w:t>
      </w:r>
      <w:r w:rsidR="006036B2">
        <w:t xml:space="preserve">, </w:t>
      </w:r>
      <w:r w:rsidRPr="006056B1">
        <w:t>malgré sa force et sa vaillance</w:t>
      </w:r>
      <w:r w:rsidR="006036B2">
        <w:t>.</w:t>
      </w:r>
    </w:p>
    <w:p w14:paraId="3339ECC5" w14:textId="77777777" w:rsidR="006036B2" w:rsidRDefault="00E85E1B" w:rsidP="00E85E1B">
      <w:r w:rsidRPr="006056B1">
        <w:t>Cinq minutes plus tard</w:t>
      </w:r>
      <w:r w:rsidR="006036B2">
        <w:t xml:space="preserve">, </w:t>
      </w:r>
      <w:r w:rsidRPr="006056B1">
        <w:t>deux des mâtins assaillants étaient hors de combat</w:t>
      </w:r>
      <w:r w:rsidR="006036B2">
        <w:t xml:space="preserve">, </w:t>
      </w:r>
      <w:r w:rsidRPr="006056B1">
        <w:t>les boyaux à l</w:t>
      </w:r>
      <w:r w:rsidR="006036B2">
        <w:t>’</w:t>
      </w:r>
      <w:r w:rsidRPr="006056B1">
        <w:t>air</w:t>
      </w:r>
      <w:r w:rsidR="006036B2">
        <w:t xml:space="preserve"> ; </w:t>
      </w:r>
      <w:r w:rsidRPr="006056B1">
        <w:t>mais Bourreau lui-même agonisait</w:t>
      </w:r>
      <w:r w:rsidR="006036B2">
        <w:t xml:space="preserve">, </w:t>
      </w:r>
      <w:r w:rsidRPr="006056B1">
        <w:t>décousu</w:t>
      </w:r>
      <w:r w:rsidR="006036B2">
        <w:t xml:space="preserve">, </w:t>
      </w:r>
      <w:r w:rsidRPr="006056B1">
        <w:t>la gorge béante</w:t>
      </w:r>
      <w:r w:rsidR="006036B2">
        <w:t>.</w:t>
      </w:r>
    </w:p>
    <w:p w14:paraId="5337579E" w14:textId="77777777" w:rsidR="006036B2" w:rsidRDefault="00E85E1B" w:rsidP="00E85E1B">
      <w:r w:rsidRPr="006056B1">
        <w:t>Alors</w:t>
      </w:r>
      <w:r w:rsidR="006036B2">
        <w:t xml:space="preserve">, </w:t>
      </w:r>
      <w:r w:rsidRPr="006056B1">
        <w:t xml:space="preserve">devant </w:t>
      </w:r>
      <w:proofErr w:type="spellStart"/>
      <w:r w:rsidRPr="006056B1">
        <w:t>cht</w:t>
      </w:r>
      <w:r w:rsidR="006036B2">
        <w:t>’</w:t>
      </w:r>
      <w:r w:rsidRPr="006056B1">
        <w:t>heumme</w:t>
      </w:r>
      <w:proofErr w:type="spellEnd"/>
      <w:r w:rsidRPr="006056B1">
        <w:t>-aux-</w:t>
      </w:r>
      <w:proofErr w:type="spellStart"/>
      <w:r w:rsidRPr="006056B1">
        <w:t>quiens</w:t>
      </w:r>
      <w:proofErr w:type="spellEnd"/>
      <w:r w:rsidRPr="006056B1">
        <w:t xml:space="preserve"> solidement ficelé</w:t>
      </w:r>
      <w:r w:rsidR="006036B2">
        <w:t xml:space="preserve">, </w:t>
      </w:r>
      <w:r w:rsidRPr="006056B1">
        <w:t>la femme et le gabelou se mirent tout nus</w:t>
      </w:r>
      <w:r w:rsidR="006036B2">
        <w:t xml:space="preserve">, </w:t>
      </w:r>
      <w:r w:rsidRPr="006056B1">
        <w:t>et la vengeance co</w:t>
      </w:r>
      <w:r w:rsidRPr="006056B1">
        <w:t>m</w:t>
      </w:r>
      <w:r w:rsidRPr="006056B1">
        <w:t>mença</w:t>
      </w:r>
      <w:r w:rsidR="006036B2">
        <w:t xml:space="preserve">, </w:t>
      </w:r>
      <w:r w:rsidRPr="006056B1">
        <w:t>longue</w:t>
      </w:r>
      <w:r w:rsidR="006036B2">
        <w:t xml:space="preserve">, </w:t>
      </w:r>
      <w:r w:rsidRPr="006056B1">
        <w:t>raffinée</w:t>
      </w:r>
      <w:r w:rsidR="006036B2">
        <w:t xml:space="preserve">, </w:t>
      </w:r>
      <w:r w:rsidRPr="006056B1">
        <w:t>sinistre</w:t>
      </w:r>
      <w:r w:rsidR="006036B2">
        <w:t xml:space="preserve">, </w:t>
      </w:r>
      <w:r w:rsidRPr="006056B1">
        <w:t>tandis que les deux mâtins e</w:t>
      </w:r>
      <w:r w:rsidRPr="006056B1">
        <w:t>n</w:t>
      </w:r>
      <w:r w:rsidRPr="006056B1">
        <w:t>core debout haletaient</w:t>
      </w:r>
      <w:r w:rsidR="006036B2">
        <w:t xml:space="preserve">, </w:t>
      </w:r>
      <w:r w:rsidRPr="006056B1">
        <w:t>que les trois autres râlaient dans leur sang</w:t>
      </w:r>
      <w:r w:rsidR="006036B2">
        <w:t xml:space="preserve">, </w:t>
      </w:r>
      <w:r w:rsidRPr="006056B1">
        <w:t>et que le couple des amants en rut haletait et râlait plus encore</w:t>
      </w:r>
      <w:r w:rsidR="006036B2">
        <w:t xml:space="preserve">, </w:t>
      </w:r>
      <w:r w:rsidRPr="006056B1">
        <w:t xml:space="preserve">excité par la rage du </w:t>
      </w:r>
      <w:proofErr w:type="spellStart"/>
      <w:r w:rsidRPr="006056B1">
        <w:rPr>
          <w:i/>
          <w:iCs/>
        </w:rPr>
        <w:t>dresseux</w:t>
      </w:r>
      <w:proofErr w:type="spellEnd"/>
      <w:r w:rsidRPr="006056B1">
        <w:t xml:space="preserve"> qui ne pouvait pas ne pas les regarder et qui hurlait désespérément</w:t>
      </w:r>
      <w:r w:rsidR="006036B2">
        <w:t> :</w:t>
      </w:r>
    </w:p>
    <w:p w14:paraId="7DD132CE" w14:textId="77777777" w:rsidR="006036B2" w:rsidRDefault="006036B2" w:rsidP="00E85E1B">
      <w:r>
        <w:t>— </w:t>
      </w:r>
      <w:r w:rsidR="00E85E1B" w:rsidRPr="006056B1">
        <w:t>Salops</w:t>
      </w:r>
      <w:r>
        <w:t xml:space="preserve"> ! </w:t>
      </w:r>
      <w:r w:rsidR="00E85E1B" w:rsidRPr="006056B1">
        <w:t>salops</w:t>
      </w:r>
      <w:r>
        <w:t xml:space="preserve"> ! </w:t>
      </w:r>
      <w:r w:rsidR="00E85E1B" w:rsidRPr="006056B1">
        <w:t>Vos me l</w:t>
      </w:r>
      <w:r>
        <w:t>’</w:t>
      </w:r>
      <w:r w:rsidR="00E85E1B" w:rsidRPr="006056B1">
        <w:t>payerez</w:t>
      </w:r>
      <w:r>
        <w:t> !</w:t>
      </w:r>
    </w:p>
    <w:p w14:paraId="03265A48" w14:textId="77777777" w:rsidR="006036B2" w:rsidRDefault="00E85E1B" w:rsidP="00E85E1B">
      <w:r w:rsidRPr="006056B1">
        <w:t>À quoi la femme ripostait par moments</w:t>
      </w:r>
      <w:r w:rsidR="006036B2">
        <w:t xml:space="preserve">, </w:t>
      </w:r>
      <w:r w:rsidRPr="006056B1">
        <w:t>d</w:t>
      </w:r>
      <w:r w:rsidR="006036B2">
        <w:t>’</w:t>
      </w:r>
      <w:r w:rsidRPr="006056B1">
        <w:t>une voix étouffée dans sa pâmoison</w:t>
      </w:r>
      <w:r w:rsidR="006036B2">
        <w:t xml:space="preserve">, </w:t>
      </w:r>
      <w:r w:rsidRPr="006056B1">
        <w:t>ce simple mot qu</w:t>
      </w:r>
      <w:r w:rsidR="006036B2">
        <w:t>’</w:t>
      </w:r>
      <w:r w:rsidRPr="006056B1">
        <w:t>elle répétait comme un r</w:t>
      </w:r>
      <w:r w:rsidRPr="006056B1">
        <w:t>é</w:t>
      </w:r>
      <w:r w:rsidRPr="006056B1">
        <w:t>pons de litanie</w:t>
      </w:r>
      <w:r w:rsidR="006036B2">
        <w:t> :</w:t>
      </w:r>
    </w:p>
    <w:p w14:paraId="5F684469" w14:textId="77777777" w:rsidR="006036B2" w:rsidRDefault="006036B2" w:rsidP="00E85E1B">
      <w:r>
        <w:t>— </w:t>
      </w:r>
      <w:r w:rsidR="00E85E1B" w:rsidRPr="006056B1">
        <w:t>Cocu</w:t>
      </w:r>
      <w:r>
        <w:t xml:space="preserve"> ! </w:t>
      </w:r>
      <w:r w:rsidR="00E85E1B" w:rsidRPr="006056B1">
        <w:t>cocu</w:t>
      </w:r>
      <w:r>
        <w:t xml:space="preserve"> ! </w:t>
      </w:r>
      <w:r w:rsidR="00E85E1B" w:rsidRPr="006056B1">
        <w:t>cocu</w:t>
      </w:r>
      <w:r>
        <w:t> !</w:t>
      </w:r>
    </w:p>
    <w:p w14:paraId="55AC6D36" w14:textId="77777777" w:rsidR="006036B2" w:rsidRDefault="00E85E1B" w:rsidP="00E85E1B">
      <w:r w:rsidRPr="006056B1">
        <w:t>Quand elle fut lasse d</w:t>
      </w:r>
      <w:r w:rsidR="006036B2">
        <w:t>’</w:t>
      </w:r>
      <w:r w:rsidRPr="006056B1">
        <w:t>amour</w:t>
      </w:r>
      <w:r w:rsidR="006036B2">
        <w:t xml:space="preserve">, </w:t>
      </w:r>
      <w:r w:rsidRPr="006056B1">
        <w:t>elle n</w:t>
      </w:r>
      <w:r w:rsidR="006036B2">
        <w:t>’</w:t>
      </w:r>
      <w:r w:rsidRPr="006056B1">
        <w:t>était pas encore rass</w:t>
      </w:r>
      <w:r w:rsidRPr="006056B1">
        <w:t>a</w:t>
      </w:r>
      <w:r w:rsidRPr="006056B1">
        <w:t>siée de haine</w:t>
      </w:r>
      <w:r w:rsidR="006036B2">
        <w:t xml:space="preserve">, </w:t>
      </w:r>
      <w:r w:rsidRPr="006056B1">
        <w:t>et elle dit au brigadier</w:t>
      </w:r>
      <w:r w:rsidR="006036B2">
        <w:t> :</w:t>
      </w:r>
    </w:p>
    <w:p w14:paraId="74D59415" w14:textId="77777777" w:rsidR="006036B2" w:rsidRDefault="006036B2" w:rsidP="00E85E1B">
      <w:r>
        <w:t>— </w:t>
      </w:r>
      <w:r w:rsidR="00E85E1B" w:rsidRPr="006056B1">
        <w:t>Fernand</w:t>
      </w:r>
      <w:r>
        <w:t xml:space="preserve">, </w:t>
      </w:r>
      <w:r w:rsidR="00E85E1B" w:rsidRPr="006056B1">
        <w:t>allez au chenil et tuez les cinq bêtes qui restent</w:t>
      </w:r>
      <w:r>
        <w:t xml:space="preserve">, </w:t>
      </w:r>
      <w:proofErr w:type="spellStart"/>
      <w:r w:rsidR="00E85E1B" w:rsidRPr="006056B1">
        <w:t>aveuc</w:t>
      </w:r>
      <w:proofErr w:type="spellEnd"/>
      <w:r w:rsidR="00E85E1B" w:rsidRPr="006056B1">
        <w:t xml:space="preserve"> </w:t>
      </w:r>
      <w:proofErr w:type="spellStart"/>
      <w:r w:rsidR="00E85E1B" w:rsidRPr="006056B1">
        <w:t>vô</w:t>
      </w:r>
      <w:proofErr w:type="spellEnd"/>
      <w:r w:rsidR="00E85E1B" w:rsidRPr="006056B1">
        <w:t xml:space="preserve"> fusil</w:t>
      </w:r>
      <w:r>
        <w:t xml:space="preserve">. </w:t>
      </w:r>
      <w:r w:rsidR="00E85E1B" w:rsidRPr="006056B1">
        <w:t>Sans ça</w:t>
      </w:r>
      <w:r>
        <w:t xml:space="preserve">, </w:t>
      </w:r>
      <w:r w:rsidR="00E85E1B" w:rsidRPr="006056B1">
        <w:t>demain</w:t>
      </w:r>
      <w:r>
        <w:t xml:space="preserve">, </w:t>
      </w:r>
      <w:r w:rsidR="00E85E1B" w:rsidRPr="006056B1">
        <w:t>il m</w:t>
      </w:r>
      <w:r>
        <w:t>’</w:t>
      </w:r>
      <w:proofErr w:type="spellStart"/>
      <w:r w:rsidR="00E85E1B" w:rsidRPr="006056B1">
        <w:t>f</w:t>
      </w:r>
      <w:r>
        <w:t>’</w:t>
      </w:r>
      <w:r w:rsidR="00E85E1B" w:rsidRPr="006056B1">
        <w:t>rait</w:t>
      </w:r>
      <w:proofErr w:type="spellEnd"/>
      <w:r w:rsidR="00E85E1B" w:rsidRPr="006056B1">
        <w:t xml:space="preserve"> </w:t>
      </w:r>
      <w:proofErr w:type="spellStart"/>
      <w:r w:rsidR="00E85E1B" w:rsidRPr="006056B1">
        <w:t>minger</w:t>
      </w:r>
      <w:proofErr w:type="spellEnd"/>
      <w:r w:rsidR="00E85E1B" w:rsidRPr="006056B1">
        <w:t xml:space="preserve"> par eusses</w:t>
      </w:r>
      <w:r>
        <w:t xml:space="preserve">. </w:t>
      </w:r>
      <w:r w:rsidR="00E85E1B" w:rsidRPr="006056B1">
        <w:t>A</w:t>
      </w:r>
      <w:r w:rsidR="00E85E1B" w:rsidRPr="006056B1">
        <w:t>l</w:t>
      </w:r>
      <w:r w:rsidR="00E85E1B" w:rsidRPr="006056B1">
        <w:t>lez-y</w:t>
      </w:r>
      <w:r>
        <w:t xml:space="preserve">, </w:t>
      </w:r>
      <w:r w:rsidR="00E85E1B" w:rsidRPr="006056B1">
        <w:t>min fieu</w:t>
      </w:r>
      <w:r>
        <w:t> !</w:t>
      </w:r>
    </w:p>
    <w:p w14:paraId="29B176D2" w14:textId="77777777" w:rsidR="006036B2" w:rsidRDefault="00E85E1B" w:rsidP="00E85E1B">
      <w:r w:rsidRPr="006056B1">
        <w:t>Le brigadier obéit</w:t>
      </w:r>
      <w:r w:rsidR="006036B2">
        <w:t xml:space="preserve">. </w:t>
      </w:r>
      <w:r w:rsidRPr="006056B1">
        <w:t>On entendit dans la nuit cinq coups de feu</w:t>
      </w:r>
      <w:r w:rsidR="006036B2">
        <w:t xml:space="preserve">. </w:t>
      </w:r>
      <w:r w:rsidRPr="006056B1">
        <w:t>Ce ne fut pas long</w:t>
      </w:r>
      <w:r w:rsidR="006036B2">
        <w:t xml:space="preserve">. </w:t>
      </w:r>
      <w:r w:rsidRPr="006056B1">
        <w:t>Mais</w:t>
      </w:r>
      <w:r w:rsidR="006036B2">
        <w:t xml:space="preserve">, </w:t>
      </w:r>
      <w:r w:rsidRPr="006056B1">
        <w:t>ce peu de temps</w:t>
      </w:r>
      <w:r w:rsidR="006036B2">
        <w:t xml:space="preserve">, </w:t>
      </w:r>
      <w:r w:rsidRPr="006056B1">
        <w:t>il n</w:t>
      </w:r>
      <w:r w:rsidR="006036B2">
        <w:t>’</w:t>
      </w:r>
      <w:r w:rsidRPr="006056B1">
        <w:t xml:space="preserve">en avait pas fallu davantage à </w:t>
      </w:r>
      <w:proofErr w:type="spellStart"/>
      <w:r w:rsidRPr="006056B1">
        <w:t>cht</w:t>
      </w:r>
      <w:r w:rsidR="006036B2">
        <w:t>’</w:t>
      </w:r>
      <w:r w:rsidRPr="006056B1">
        <w:t>heumme</w:t>
      </w:r>
      <w:proofErr w:type="spellEnd"/>
      <w:r w:rsidRPr="006056B1">
        <w:t>-aux-</w:t>
      </w:r>
      <w:proofErr w:type="spellStart"/>
      <w:r w:rsidRPr="006056B1">
        <w:t>quiens</w:t>
      </w:r>
      <w:proofErr w:type="spellEnd"/>
      <w:r w:rsidRPr="006056B1">
        <w:t xml:space="preserve"> pour montrer ce qu</w:t>
      </w:r>
      <w:r w:rsidR="006036B2">
        <w:t>’</w:t>
      </w:r>
      <w:r w:rsidRPr="006056B1">
        <w:t>il savait faire</w:t>
      </w:r>
      <w:r w:rsidR="006036B2">
        <w:t xml:space="preserve">. </w:t>
      </w:r>
      <w:r w:rsidRPr="006056B1">
        <w:t>Pendant qu</w:t>
      </w:r>
      <w:r w:rsidR="006036B2">
        <w:t>’</w:t>
      </w:r>
      <w:r w:rsidRPr="006056B1">
        <w:t>il était garrotté</w:t>
      </w:r>
      <w:r w:rsidR="006036B2">
        <w:t xml:space="preserve">, </w:t>
      </w:r>
      <w:r w:rsidRPr="006056B1">
        <w:t>les deux mâtins du g</w:t>
      </w:r>
      <w:r w:rsidRPr="006056B1">
        <w:t>a</w:t>
      </w:r>
      <w:r w:rsidRPr="006056B1">
        <w:t>belou l</w:t>
      </w:r>
      <w:r w:rsidR="006036B2">
        <w:t>’</w:t>
      </w:r>
      <w:r w:rsidRPr="006056B1">
        <w:t>avaient reconnu peu à peu</w:t>
      </w:r>
      <w:r w:rsidR="006036B2">
        <w:t xml:space="preserve">, </w:t>
      </w:r>
      <w:r w:rsidRPr="006056B1">
        <w:t>étaient venus le flatter</w:t>
      </w:r>
      <w:r w:rsidR="006036B2">
        <w:t xml:space="preserve">. </w:t>
      </w:r>
      <w:r w:rsidRPr="006056B1">
        <w:t>Une fois seul avec eux et sa femme</w:t>
      </w:r>
      <w:r w:rsidR="006036B2">
        <w:t xml:space="preserve">, </w:t>
      </w:r>
      <w:r w:rsidRPr="006056B1">
        <w:t xml:space="preserve">comme celle-ci </w:t>
      </w:r>
      <w:r w:rsidRPr="006056B1">
        <w:lastRenderedPageBreak/>
        <w:t>l</w:t>
      </w:r>
      <w:r w:rsidR="006036B2">
        <w:t>’</w:t>
      </w:r>
      <w:r w:rsidRPr="006056B1">
        <w:t>insultait</w:t>
      </w:r>
      <w:r w:rsidR="006036B2">
        <w:t xml:space="preserve">, </w:t>
      </w:r>
      <w:r w:rsidRPr="006056B1">
        <w:t>levée et face à face</w:t>
      </w:r>
      <w:r w:rsidR="006036B2">
        <w:t xml:space="preserve">, </w:t>
      </w:r>
      <w:r w:rsidRPr="006056B1">
        <w:t>il avait crié contre elle</w:t>
      </w:r>
      <w:r w:rsidR="006036B2">
        <w:t xml:space="preserve">, </w:t>
      </w:r>
      <w:r w:rsidRPr="006056B1">
        <w:t>de son verbe autoritaire</w:t>
      </w:r>
      <w:r w:rsidR="006036B2">
        <w:t> :</w:t>
      </w:r>
    </w:p>
    <w:p w14:paraId="55197E35" w14:textId="77777777" w:rsidR="006036B2" w:rsidRDefault="006036B2" w:rsidP="00E85E1B">
      <w:r>
        <w:t>— </w:t>
      </w:r>
      <w:r w:rsidR="00E85E1B" w:rsidRPr="006056B1">
        <w:t>Pille</w:t>
      </w:r>
      <w:r>
        <w:t xml:space="preserve">, </w:t>
      </w:r>
      <w:r w:rsidR="00E85E1B" w:rsidRPr="006056B1">
        <w:t>Flambard</w:t>
      </w:r>
      <w:r>
        <w:t xml:space="preserve"> ! </w:t>
      </w:r>
      <w:r w:rsidR="00E85E1B" w:rsidRPr="006056B1">
        <w:t>Pille</w:t>
      </w:r>
      <w:r>
        <w:t xml:space="preserve">, </w:t>
      </w:r>
      <w:r w:rsidR="00E85E1B" w:rsidRPr="006056B1">
        <w:t>Garou</w:t>
      </w:r>
      <w:r>
        <w:t> !</w:t>
      </w:r>
    </w:p>
    <w:p w14:paraId="2EAFE189" w14:textId="77777777" w:rsidR="006036B2" w:rsidRDefault="00E85E1B" w:rsidP="00E85E1B">
      <w:r w:rsidRPr="006056B1">
        <w:t>Et les deux brutes</w:t>
      </w:r>
      <w:r w:rsidR="006036B2">
        <w:t xml:space="preserve">, </w:t>
      </w:r>
      <w:r w:rsidRPr="006056B1">
        <w:t>se rappelant sa voix</w:t>
      </w:r>
      <w:r w:rsidR="006036B2">
        <w:t xml:space="preserve">, </w:t>
      </w:r>
      <w:r w:rsidRPr="006056B1">
        <w:t>avaient bondi sur la malheureuse toute nue l</w:t>
      </w:r>
      <w:r w:rsidR="006036B2">
        <w:t>’</w:t>
      </w:r>
      <w:r w:rsidRPr="006056B1">
        <w:t>un la prenant à la gorge</w:t>
      </w:r>
      <w:r w:rsidR="006036B2">
        <w:t xml:space="preserve">, </w:t>
      </w:r>
      <w:r w:rsidRPr="006056B1">
        <w:t>l</w:t>
      </w:r>
      <w:r w:rsidR="006036B2">
        <w:t>’</w:t>
      </w:r>
      <w:r w:rsidRPr="006056B1">
        <w:t>autre lui fouillant le ventre à pleins crocs</w:t>
      </w:r>
      <w:r w:rsidR="006036B2">
        <w:t>.</w:t>
      </w:r>
    </w:p>
    <w:p w14:paraId="49EAC356" w14:textId="77777777" w:rsidR="006036B2" w:rsidRDefault="00E85E1B" w:rsidP="00E85E1B">
      <w:r w:rsidRPr="006056B1">
        <w:t>Quand le brigadier rentra</w:t>
      </w:r>
      <w:r w:rsidR="006036B2">
        <w:t xml:space="preserve">, </w:t>
      </w:r>
      <w:r w:rsidRPr="006056B1">
        <w:t>elle mourait par terre</w:t>
      </w:r>
      <w:r w:rsidR="006036B2">
        <w:t xml:space="preserve">, </w:t>
      </w:r>
      <w:r w:rsidRPr="006056B1">
        <w:t>dans une mare de sang</w:t>
      </w:r>
      <w:r w:rsidR="006036B2">
        <w:t xml:space="preserve">. </w:t>
      </w:r>
      <w:proofErr w:type="spellStart"/>
      <w:r w:rsidRPr="006056B1">
        <w:t>Cht</w:t>
      </w:r>
      <w:r w:rsidR="006036B2">
        <w:t>’</w:t>
      </w:r>
      <w:r w:rsidRPr="006056B1">
        <w:t>heumme</w:t>
      </w:r>
      <w:proofErr w:type="spellEnd"/>
      <w:r w:rsidRPr="006056B1">
        <w:t>-aux-</w:t>
      </w:r>
      <w:proofErr w:type="spellStart"/>
      <w:r w:rsidRPr="006056B1">
        <w:t>quiens</w:t>
      </w:r>
      <w:proofErr w:type="spellEnd"/>
      <w:r w:rsidRPr="006056B1">
        <w:t xml:space="preserve"> ricanait</w:t>
      </w:r>
      <w:r w:rsidR="006036B2">
        <w:t> :</w:t>
      </w:r>
    </w:p>
    <w:p w14:paraId="1E71136A" w14:textId="77777777" w:rsidR="006036B2" w:rsidRDefault="006036B2" w:rsidP="00E85E1B">
      <w:r>
        <w:t>— </w:t>
      </w:r>
      <w:proofErr w:type="spellStart"/>
      <w:r w:rsidR="00E85E1B" w:rsidRPr="006056B1">
        <w:t>Teu</w:t>
      </w:r>
      <w:proofErr w:type="spellEnd"/>
      <w:r w:rsidR="00E85E1B" w:rsidRPr="006056B1">
        <w:t xml:space="preserve"> vois</w:t>
      </w:r>
      <w:r>
        <w:t xml:space="preserve">, </w:t>
      </w:r>
      <w:r w:rsidR="00E85E1B" w:rsidRPr="006056B1">
        <w:t>putassier</w:t>
      </w:r>
      <w:r>
        <w:t xml:space="preserve">, </w:t>
      </w:r>
      <w:proofErr w:type="spellStart"/>
      <w:r w:rsidR="00E85E1B" w:rsidRPr="006056B1">
        <w:t>teu</w:t>
      </w:r>
      <w:proofErr w:type="spellEnd"/>
      <w:r w:rsidR="00E85E1B" w:rsidRPr="006056B1">
        <w:t xml:space="preserve"> vois si j</w:t>
      </w:r>
      <w:r>
        <w:t>’</w:t>
      </w:r>
      <w:r w:rsidR="00E85E1B" w:rsidRPr="006056B1">
        <w:t>les dresse</w:t>
      </w:r>
      <w:r>
        <w:t xml:space="preserve">, </w:t>
      </w:r>
      <w:r w:rsidR="00E85E1B" w:rsidRPr="006056B1">
        <w:t xml:space="preserve">mes </w:t>
      </w:r>
      <w:proofErr w:type="spellStart"/>
      <w:r w:rsidR="00E85E1B" w:rsidRPr="006056B1">
        <w:t>quiens</w:t>
      </w:r>
      <w:proofErr w:type="spellEnd"/>
      <w:r>
        <w:t> !</w:t>
      </w:r>
    </w:p>
    <w:p w14:paraId="4402A461" w14:textId="77777777" w:rsidR="006036B2" w:rsidRDefault="00E85E1B" w:rsidP="00E85E1B">
      <w:r w:rsidRPr="006056B1">
        <w:t>Effaré</w:t>
      </w:r>
      <w:r w:rsidR="006036B2">
        <w:t xml:space="preserve">, </w:t>
      </w:r>
      <w:r w:rsidRPr="006056B1">
        <w:t>le gabelou se sauva</w:t>
      </w:r>
      <w:r w:rsidR="006036B2">
        <w:t xml:space="preserve">, </w:t>
      </w:r>
      <w:r w:rsidRPr="006056B1">
        <w:t>suivi par ses mâtins qui lui l</w:t>
      </w:r>
      <w:r w:rsidRPr="006056B1">
        <w:t>é</w:t>
      </w:r>
      <w:r w:rsidRPr="006056B1">
        <w:t>chaient les mains en courant et les lui faisaient toutes rouges</w:t>
      </w:r>
      <w:r w:rsidR="006036B2">
        <w:t>.</w:t>
      </w:r>
    </w:p>
    <w:p w14:paraId="3A0F499C" w14:textId="77777777" w:rsidR="006036B2" w:rsidRDefault="00E85E1B" w:rsidP="00E85E1B">
      <w:r w:rsidRPr="006056B1">
        <w:t>Le lendemain</w:t>
      </w:r>
      <w:r w:rsidR="006036B2">
        <w:t xml:space="preserve">, </w:t>
      </w:r>
      <w:r w:rsidRPr="006056B1">
        <w:t xml:space="preserve">on trouva </w:t>
      </w:r>
      <w:proofErr w:type="spellStart"/>
      <w:r w:rsidRPr="006056B1">
        <w:t>cht</w:t>
      </w:r>
      <w:r w:rsidR="006036B2">
        <w:t>’</w:t>
      </w:r>
      <w:r w:rsidRPr="006056B1">
        <w:t>heumme</w:t>
      </w:r>
      <w:proofErr w:type="spellEnd"/>
      <w:r w:rsidRPr="006056B1">
        <w:t>-aux-</w:t>
      </w:r>
      <w:proofErr w:type="spellStart"/>
      <w:r w:rsidRPr="006056B1">
        <w:t>quiens</w:t>
      </w:r>
      <w:proofErr w:type="spellEnd"/>
      <w:r w:rsidRPr="006056B1">
        <w:t xml:space="preserve"> toujours attaché</w:t>
      </w:r>
      <w:r w:rsidR="006036B2">
        <w:t xml:space="preserve">, </w:t>
      </w:r>
      <w:r w:rsidRPr="006056B1">
        <w:t>mais toujours</w:t>
      </w:r>
      <w:r w:rsidR="006036B2">
        <w:t xml:space="preserve">, </w:t>
      </w:r>
      <w:r w:rsidRPr="006056B1">
        <w:t>ricanant</w:t>
      </w:r>
      <w:r w:rsidR="006036B2">
        <w:t xml:space="preserve">, </w:t>
      </w:r>
      <w:r w:rsidRPr="006056B1">
        <w:t>dans sa masure transformée en abattoir</w:t>
      </w:r>
      <w:r w:rsidR="006036B2">
        <w:t>.</w:t>
      </w:r>
    </w:p>
    <w:p w14:paraId="2E1B52A4" w14:textId="77777777" w:rsidR="006036B2" w:rsidRDefault="00E85E1B" w:rsidP="00E85E1B">
      <w:r w:rsidRPr="006056B1">
        <w:t>Arrestation</w:t>
      </w:r>
      <w:r w:rsidR="006036B2">
        <w:t xml:space="preserve">, </w:t>
      </w:r>
      <w:r w:rsidRPr="006056B1">
        <w:t>procès-verbal</w:t>
      </w:r>
      <w:r w:rsidR="006036B2">
        <w:t xml:space="preserve">, </w:t>
      </w:r>
      <w:r w:rsidRPr="006056B1">
        <w:t>instruction de l</w:t>
      </w:r>
      <w:r w:rsidR="006036B2">
        <w:t>’</w:t>
      </w:r>
      <w:r w:rsidRPr="006056B1">
        <w:t>affaire</w:t>
      </w:r>
      <w:r w:rsidR="006036B2">
        <w:t xml:space="preserve">, </w:t>
      </w:r>
      <w:r w:rsidRPr="006056B1">
        <w:t>jug</w:t>
      </w:r>
      <w:r w:rsidRPr="006056B1">
        <w:t>e</w:t>
      </w:r>
      <w:r w:rsidRPr="006056B1">
        <w:t>ment</w:t>
      </w:r>
      <w:r w:rsidR="006036B2">
        <w:t xml:space="preserve">, </w:t>
      </w:r>
      <w:r w:rsidRPr="006056B1">
        <w:t>le brigadier condamné</w:t>
      </w:r>
      <w:r w:rsidR="006036B2">
        <w:t xml:space="preserve">, </w:t>
      </w:r>
      <w:proofErr w:type="spellStart"/>
      <w:r w:rsidRPr="006056B1">
        <w:t>cht</w:t>
      </w:r>
      <w:r w:rsidR="006036B2">
        <w:t>’</w:t>
      </w:r>
      <w:r w:rsidRPr="006056B1">
        <w:t>heumme</w:t>
      </w:r>
      <w:proofErr w:type="spellEnd"/>
      <w:r w:rsidRPr="006056B1">
        <w:t>-aux-</w:t>
      </w:r>
      <w:proofErr w:type="spellStart"/>
      <w:r w:rsidRPr="006056B1">
        <w:t>quiens</w:t>
      </w:r>
      <w:proofErr w:type="spellEnd"/>
      <w:r w:rsidRPr="006056B1">
        <w:t xml:space="preserve"> acquitté</w:t>
      </w:r>
      <w:r w:rsidR="006036B2">
        <w:t xml:space="preserve">, </w:t>
      </w:r>
      <w:r w:rsidRPr="006056B1">
        <w:t>ce fut toute une histoire dont on parla longtemps dans le pays</w:t>
      </w:r>
      <w:r w:rsidR="006036B2">
        <w:t xml:space="preserve">, </w:t>
      </w:r>
      <w:r w:rsidRPr="006056B1">
        <w:t>et dont on parle encore</w:t>
      </w:r>
      <w:r w:rsidR="006036B2">
        <w:t>.</w:t>
      </w:r>
    </w:p>
    <w:p w14:paraId="12C9D695" w14:textId="77777777" w:rsidR="006036B2" w:rsidRDefault="00E85E1B" w:rsidP="00E85E1B">
      <w:r w:rsidRPr="006056B1">
        <w:t xml:space="preserve">Car </w:t>
      </w:r>
      <w:proofErr w:type="spellStart"/>
      <w:r w:rsidRPr="006056B1">
        <w:t>cht</w:t>
      </w:r>
      <w:r w:rsidR="006036B2">
        <w:t>’</w:t>
      </w:r>
      <w:r w:rsidRPr="006056B1">
        <w:t>heumme</w:t>
      </w:r>
      <w:proofErr w:type="spellEnd"/>
      <w:r w:rsidRPr="006056B1">
        <w:t>-aux-</w:t>
      </w:r>
      <w:proofErr w:type="spellStart"/>
      <w:r w:rsidRPr="006056B1">
        <w:t>quiens</w:t>
      </w:r>
      <w:proofErr w:type="spellEnd"/>
      <w:r w:rsidRPr="006056B1">
        <w:t xml:space="preserve"> y est revenu</w:t>
      </w:r>
      <w:r w:rsidR="006036B2">
        <w:t xml:space="preserve">, </w:t>
      </w:r>
      <w:r w:rsidRPr="006056B1">
        <w:t>et il y est plus c</w:t>
      </w:r>
      <w:r w:rsidRPr="006056B1">
        <w:t>é</w:t>
      </w:r>
      <w:r w:rsidRPr="006056B1">
        <w:t xml:space="preserve">lèbre que jamais sous son sobriquet </w:t>
      </w:r>
      <w:proofErr w:type="spellStart"/>
      <w:r w:rsidRPr="006056B1">
        <w:t>thiérachois</w:t>
      </w:r>
      <w:proofErr w:type="spellEnd"/>
      <w:r w:rsidR="006036B2">
        <w:t>.</w:t>
      </w:r>
    </w:p>
    <w:p w14:paraId="167E6712" w14:textId="77777777" w:rsidR="006036B2" w:rsidRDefault="00E85E1B" w:rsidP="00E85E1B">
      <w:r w:rsidRPr="006056B1">
        <w:t>Mais sa célébrité n</w:t>
      </w:r>
      <w:r w:rsidR="006036B2">
        <w:t>’</w:t>
      </w:r>
      <w:r w:rsidRPr="006056B1">
        <w:t>est plus de mauvais aloi aujourd</w:t>
      </w:r>
      <w:r w:rsidR="006036B2">
        <w:t>’</w:t>
      </w:r>
      <w:r w:rsidRPr="006056B1">
        <w:t>hui</w:t>
      </w:r>
      <w:r w:rsidR="006036B2">
        <w:t xml:space="preserve">. </w:t>
      </w:r>
      <w:r w:rsidRPr="006056B1">
        <w:t>Autant on le méprisait et le détestait jadis</w:t>
      </w:r>
      <w:r w:rsidR="006036B2">
        <w:t xml:space="preserve">, </w:t>
      </w:r>
      <w:r w:rsidRPr="006056B1">
        <w:t>autant on le respecte et l</w:t>
      </w:r>
      <w:r w:rsidR="006036B2">
        <w:t>’</w:t>
      </w:r>
      <w:r w:rsidRPr="006056B1">
        <w:t>aime dorénavant</w:t>
      </w:r>
      <w:r w:rsidR="006036B2">
        <w:t xml:space="preserve">. </w:t>
      </w:r>
      <w:r w:rsidRPr="006056B1">
        <w:t>Il est toujours en effet</w:t>
      </w:r>
      <w:r w:rsidR="006036B2">
        <w:t xml:space="preserve">, </w:t>
      </w:r>
      <w:proofErr w:type="spellStart"/>
      <w:r w:rsidRPr="006056B1">
        <w:t>cht</w:t>
      </w:r>
      <w:r w:rsidR="006036B2">
        <w:t>’</w:t>
      </w:r>
      <w:r w:rsidRPr="006056B1">
        <w:t>heumme</w:t>
      </w:r>
      <w:proofErr w:type="spellEnd"/>
      <w:r w:rsidRPr="006056B1">
        <w:t>-aux-</w:t>
      </w:r>
      <w:proofErr w:type="spellStart"/>
      <w:r w:rsidRPr="006056B1">
        <w:t>quiens</w:t>
      </w:r>
      <w:proofErr w:type="spellEnd"/>
      <w:r w:rsidR="006036B2">
        <w:t xml:space="preserve">, </w:t>
      </w:r>
      <w:r w:rsidRPr="006056B1">
        <w:t>et le bien nommé</w:t>
      </w:r>
      <w:r w:rsidR="006036B2">
        <w:t xml:space="preserve">, </w:t>
      </w:r>
      <w:r w:rsidRPr="006056B1">
        <w:t xml:space="preserve">et le </w:t>
      </w:r>
      <w:proofErr w:type="spellStart"/>
      <w:r w:rsidRPr="006056B1">
        <w:rPr>
          <w:i/>
          <w:iCs/>
        </w:rPr>
        <w:t>dresseux</w:t>
      </w:r>
      <w:proofErr w:type="spellEnd"/>
      <w:r w:rsidRPr="006056B1">
        <w:t xml:space="preserve"> qui n</w:t>
      </w:r>
      <w:r w:rsidR="006036B2">
        <w:t>’</w:t>
      </w:r>
      <w:r w:rsidRPr="006056B1">
        <w:t>a pas son pareil à dix lieues à la ronde</w:t>
      </w:r>
      <w:r w:rsidR="006036B2">
        <w:t xml:space="preserve">. </w:t>
      </w:r>
      <w:r w:rsidRPr="006056B1">
        <w:t>Seulement</w:t>
      </w:r>
      <w:r w:rsidR="006036B2">
        <w:t xml:space="preserve">, </w:t>
      </w:r>
      <w:r w:rsidRPr="006056B1">
        <w:t>à cette heure</w:t>
      </w:r>
      <w:r w:rsidR="006036B2">
        <w:t xml:space="preserve">, </w:t>
      </w:r>
      <w:r w:rsidRPr="006056B1">
        <w:t xml:space="preserve">ce </w:t>
      </w:r>
      <w:proofErr w:type="gramStart"/>
      <w:r w:rsidRPr="006056B1">
        <w:t>n</w:t>
      </w:r>
      <w:r w:rsidR="006036B2">
        <w:t>’</w:t>
      </w:r>
      <w:r w:rsidRPr="006056B1">
        <w:t>est</w:t>
      </w:r>
      <w:proofErr w:type="gramEnd"/>
      <w:r w:rsidRPr="006056B1">
        <w:t xml:space="preserve"> plus des mâtins qu</w:t>
      </w:r>
      <w:r w:rsidR="006036B2">
        <w:t>’</w:t>
      </w:r>
      <w:r w:rsidRPr="006056B1">
        <w:t>il élève</w:t>
      </w:r>
      <w:r w:rsidR="006036B2">
        <w:t xml:space="preserve">. </w:t>
      </w:r>
      <w:r w:rsidRPr="006056B1">
        <w:t xml:space="preserve">Il a cessé </w:t>
      </w:r>
      <w:r w:rsidRPr="006056B1">
        <w:lastRenderedPageBreak/>
        <w:t>d</w:t>
      </w:r>
      <w:r w:rsidR="006036B2">
        <w:t>’</w:t>
      </w:r>
      <w:r w:rsidRPr="006056B1">
        <w:t>instruire</w:t>
      </w:r>
      <w:r w:rsidR="006036B2">
        <w:t xml:space="preserve">, </w:t>
      </w:r>
      <w:r w:rsidRPr="006056B1">
        <w:t>pour ces sales gabelous</w:t>
      </w:r>
      <w:r w:rsidR="006036B2">
        <w:t xml:space="preserve">, </w:t>
      </w:r>
      <w:r w:rsidRPr="006056B1">
        <w:t>d</w:t>
      </w:r>
      <w:r w:rsidR="006036B2">
        <w:t>’</w:t>
      </w:r>
      <w:r w:rsidRPr="006056B1">
        <w:t xml:space="preserve">honnêtes </w:t>
      </w:r>
      <w:proofErr w:type="spellStart"/>
      <w:r w:rsidRPr="006056B1">
        <w:t>quiens</w:t>
      </w:r>
      <w:proofErr w:type="spellEnd"/>
      <w:r w:rsidRPr="006056B1">
        <w:t xml:space="preserve"> à n</w:t>
      </w:r>
      <w:r w:rsidR="006036B2">
        <w:t>’</w:t>
      </w:r>
      <w:r w:rsidRPr="006056B1">
        <w:t xml:space="preserve">être </w:t>
      </w:r>
      <w:proofErr w:type="spellStart"/>
      <w:r w:rsidRPr="006056B1">
        <w:rPr>
          <w:i/>
          <w:iCs/>
        </w:rPr>
        <w:t>rin</w:t>
      </w:r>
      <w:proofErr w:type="spellEnd"/>
      <w:r w:rsidRPr="006056B1">
        <w:rPr>
          <w:i/>
          <w:iCs/>
        </w:rPr>
        <w:t xml:space="preserve"> qu</w:t>
      </w:r>
      <w:r w:rsidR="006036B2">
        <w:rPr>
          <w:i/>
          <w:iCs/>
        </w:rPr>
        <w:t>’</w:t>
      </w:r>
      <w:r w:rsidRPr="006056B1">
        <w:rPr>
          <w:i/>
          <w:iCs/>
        </w:rPr>
        <w:t>des Judas</w:t>
      </w:r>
      <w:r w:rsidR="006036B2">
        <w:t xml:space="preserve">. </w:t>
      </w:r>
      <w:r w:rsidRPr="006056B1">
        <w:t>Désormais</w:t>
      </w:r>
      <w:r w:rsidR="006036B2">
        <w:t xml:space="preserve">, </w:t>
      </w:r>
      <w:r w:rsidRPr="006056B1">
        <w:t>il dresse des limiers à faire la fraude</w:t>
      </w:r>
      <w:r w:rsidR="006036B2">
        <w:t>.</w:t>
      </w:r>
    </w:p>
    <w:p w14:paraId="0F2FBFD1" w14:textId="77777777" w:rsidR="006036B2" w:rsidRDefault="00E85E1B" w:rsidP="00E85E1B">
      <w:r w:rsidRPr="006056B1">
        <w:t>Et il faut l</w:t>
      </w:r>
      <w:r w:rsidR="006036B2">
        <w:t>’</w:t>
      </w:r>
      <w:r w:rsidRPr="006056B1">
        <w:t>entendre dire en se rengorgeant</w:t>
      </w:r>
      <w:r w:rsidR="006036B2">
        <w:t> :</w:t>
      </w:r>
    </w:p>
    <w:p w14:paraId="2F2756CD" w14:textId="77777777" w:rsidR="006036B2" w:rsidRDefault="006036B2" w:rsidP="00E85E1B">
      <w:r>
        <w:t>— </w:t>
      </w:r>
      <w:r w:rsidR="00E85E1B" w:rsidRPr="006056B1">
        <w:t>Et j</w:t>
      </w:r>
      <w:r>
        <w:t>’</w:t>
      </w:r>
      <w:r w:rsidR="00E85E1B" w:rsidRPr="006056B1">
        <w:t>m</w:t>
      </w:r>
      <w:r>
        <w:t>’</w:t>
      </w:r>
      <w:r w:rsidR="00E85E1B" w:rsidRPr="006056B1">
        <w:t>y entends</w:t>
      </w:r>
      <w:r>
        <w:t xml:space="preserve">, </w:t>
      </w:r>
      <w:r w:rsidR="00E85E1B" w:rsidRPr="006056B1">
        <w:t>allez</w:t>
      </w:r>
      <w:r>
        <w:t xml:space="preserve">, </w:t>
      </w:r>
      <w:r w:rsidR="00E85E1B" w:rsidRPr="006056B1">
        <w:t>comme à punir les denrées par où elles ont péché</w:t>
      </w:r>
      <w:r>
        <w:t xml:space="preserve"> ! </w:t>
      </w:r>
      <w:r w:rsidR="00E85E1B" w:rsidRPr="006056B1">
        <w:t>Car c</w:t>
      </w:r>
      <w:r>
        <w:t>’</w:t>
      </w:r>
      <w:r w:rsidR="00E85E1B" w:rsidRPr="006056B1">
        <w:t xml:space="preserve">était </w:t>
      </w:r>
      <w:proofErr w:type="spellStart"/>
      <w:r w:rsidR="00E85E1B" w:rsidRPr="006056B1">
        <w:t>gramint</w:t>
      </w:r>
      <w:proofErr w:type="spellEnd"/>
      <w:r w:rsidR="00E85E1B" w:rsidRPr="006056B1">
        <w:t xml:space="preserve"> régalant d</w:t>
      </w:r>
      <w:r>
        <w:t>’</w:t>
      </w:r>
      <w:r w:rsidR="00E85E1B" w:rsidRPr="006056B1">
        <w:t>voir mes élèves travailler l</w:t>
      </w:r>
      <w:r>
        <w:t>’</w:t>
      </w:r>
      <w:proofErr w:type="spellStart"/>
      <w:r w:rsidR="00E85E1B" w:rsidRPr="006056B1">
        <w:t>piau</w:t>
      </w:r>
      <w:proofErr w:type="spellEnd"/>
      <w:r w:rsidR="00E85E1B" w:rsidRPr="006056B1">
        <w:t xml:space="preserve"> dé m</w:t>
      </w:r>
      <w:r>
        <w:t>’</w:t>
      </w:r>
      <w:r w:rsidR="00E85E1B" w:rsidRPr="006056B1">
        <w:t>putain</w:t>
      </w:r>
      <w:r>
        <w:t xml:space="preserve">, </w:t>
      </w:r>
      <w:r w:rsidR="00E85E1B" w:rsidRPr="006056B1">
        <w:t>son gaviot qui m</w:t>
      </w:r>
      <w:r>
        <w:t>’</w:t>
      </w:r>
      <w:r w:rsidR="00E85E1B" w:rsidRPr="006056B1">
        <w:t>avait menti</w:t>
      </w:r>
      <w:r>
        <w:t xml:space="preserve">, </w:t>
      </w:r>
      <w:r w:rsidR="00E85E1B" w:rsidRPr="006056B1">
        <w:t>et son ventre qu</w:t>
      </w:r>
      <w:r>
        <w:t>’</w:t>
      </w:r>
      <w:r w:rsidR="00E85E1B" w:rsidRPr="006056B1">
        <w:t xml:space="preserve">avait bu à un </w:t>
      </w:r>
      <w:proofErr w:type="spellStart"/>
      <w:r w:rsidR="00E85E1B" w:rsidRPr="006056B1">
        <w:t>aut</w:t>
      </w:r>
      <w:r>
        <w:t>’</w:t>
      </w:r>
      <w:r w:rsidR="00E85E1B" w:rsidRPr="006056B1">
        <w:t>goulot</w:t>
      </w:r>
      <w:proofErr w:type="spellEnd"/>
      <w:r w:rsidR="00E85E1B" w:rsidRPr="006056B1">
        <w:t xml:space="preserve"> </w:t>
      </w:r>
      <w:proofErr w:type="spellStart"/>
      <w:r w:rsidR="00E85E1B" w:rsidRPr="006056B1">
        <w:t>qué</w:t>
      </w:r>
      <w:proofErr w:type="spellEnd"/>
      <w:r w:rsidR="00E85E1B" w:rsidRPr="006056B1">
        <w:t xml:space="preserve"> l</w:t>
      </w:r>
      <w:r>
        <w:t>’</w:t>
      </w:r>
      <w:r w:rsidR="00E85E1B" w:rsidRPr="006056B1">
        <w:t>mien</w:t>
      </w:r>
      <w:r>
        <w:t>.</w:t>
      </w:r>
    </w:p>
    <w:p w14:paraId="262E62D9" w14:textId="35DE6076" w:rsidR="006036B2" w:rsidRDefault="00E85E1B" w:rsidP="006036B2">
      <w:pPr>
        <w:pStyle w:val="Titre1"/>
        <w:rPr>
          <w:rFonts w:eastAsia="Batang"/>
        </w:rPr>
      </w:pPr>
      <w:bookmarkStart w:id="20" w:name="_Toc194853054"/>
      <w:r w:rsidRPr="006056B1">
        <w:rPr>
          <w:rFonts w:eastAsia="Batang"/>
        </w:rPr>
        <w:lastRenderedPageBreak/>
        <w:t>LE PATARIN</w:t>
      </w:r>
      <w:bookmarkEnd w:id="20"/>
    </w:p>
    <w:p w14:paraId="0568ED03" w14:textId="77777777" w:rsidR="006036B2" w:rsidRDefault="006036B2" w:rsidP="00E85E1B">
      <w:r>
        <w:rPr>
          <w:rFonts w:eastAsia="Batang"/>
        </w:rPr>
        <w:t>— </w:t>
      </w:r>
      <w:r w:rsidR="00E85E1B" w:rsidRPr="006056B1">
        <w:t>Viens</w:t>
      </w:r>
      <w:r>
        <w:t xml:space="preserve">, </w:t>
      </w:r>
      <w:r w:rsidR="00E85E1B" w:rsidRPr="006056B1">
        <w:t>m</w:t>
      </w:r>
      <w:r>
        <w:t>’</w:t>
      </w:r>
      <w:r w:rsidR="00E85E1B" w:rsidRPr="006056B1">
        <w:t>avait dit mon ami</w:t>
      </w:r>
      <w:r>
        <w:t xml:space="preserve">. </w:t>
      </w:r>
      <w:r w:rsidR="00E85E1B" w:rsidRPr="006056B1">
        <w:t>Tu ne regretteras pas d</w:t>
      </w:r>
      <w:r>
        <w:t>’</w:t>
      </w:r>
      <w:r w:rsidR="00E85E1B" w:rsidRPr="006056B1">
        <w:t>avoir fait l</w:t>
      </w:r>
      <w:r>
        <w:t>’</w:t>
      </w:r>
      <w:r w:rsidR="00E85E1B" w:rsidRPr="006056B1">
        <w:t>excursion</w:t>
      </w:r>
      <w:r>
        <w:t xml:space="preserve">. </w:t>
      </w:r>
      <w:r w:rsidR="00E85E1B" w:rsidRPr="006056B1">
        <w:t>Sans doute la montée est rude</w:t>
      </w:r>
      <w:r>
        <w:t xml:space="preserve"> ; </w:t>
      </w:r>
      <w:r w:rsidR="00E85E1B" w:rsidRPr="006056B1">
        <w:t>le dîner que nous trouverons chez le chevrier ne nous réconfortera guère</w:t>
      </w:r>
      <w:r>
        <w:t xml:space="preserve"> ; </w:t>
      </w:r>
      <w:r w:rsidR="00E85E1B" w:rsidRPr="006056B1">
        <w:t>le lit de feuilles sèches qu</w:t>
      </w:r>
      <w:r>
        <w:t>’</w:t>
      </w:r>
      <w:r w:rsidR="00E85E1B" w:rsidRPr="006056B1">
        <w:t>il nous offrira pour passer la nuit ne nous reposera pas beaucoup</w:t>
      </w:r>
      <w:r>
        <w:t xml:space="preserve"> ; </w:t>
      </w:r>
      <w:r w:rsidR="00E85E1B" w:rsidRPr="006056B1">
        <w:t>tout cela est vrai</w:t>
      </w:r>
      <w:r>
        <w:t xml:space="preserve"> ; </w:t>
      </w:r>
      <w:r w:rsidR="00E85E1B" w:rsidRPr="006056B1">
        <w:t>mais</w:t>
      </w:r>
      <w:r>
        <w:t xml:space="preserve">, </w:t>
      </w:r>
      <w:r w:rsidR="00E85E1B" w:rsidRPr="006056B1">
        <w:t>en r</w:t>
      </w:r>
      <w:r w:rsidR="00E85E1B" w:rsidRPr="006056B1">
        <w:t>e</w:t>
      </w:r>
      <w:r w:rsidR="00E85E1B" w:rsidRPr="006056B1">
        <w:t>vanche</w:t>
      </w:r>
      <w:r>
        <w:t xml:space="preserve">, </w:t>
      </w:r>
      <w:r w:rsidR="00E85E1B" w:rsidRPr="006056B1">
        <w:t>tu contempleras un des plus farouches paysages de nos belles Cévennes</w:t>
      </w:r>
      <w:r>
        <w:t xml:space="preserve">, </w:t>
      </w:r>
      <w:r w:rsidR="00E85E1B" w:rsidRPr="006056B1">
        <w:t>ce qui est quelque chose</w:t>
      </w:r>
      <w:r>
        <w:t xml:space="preserve"> ; </w:t>
      </w:r>
      <w:r w:rsidR="00E85E1B" w:rsidRPr="006056B1">
        <w:t>puis</w:t>
      </w:r>
      <w:r>
        <w:t xml:space="preserve">, </w:t>
      </w:r>
      <w:r w:rsidR="00E85E1B" w:rsidRPr="006056B1">
        <w:t>demain</w:t>
      </w:r>
      <w:r>
        <w:t xml:space="preserve">, </w:t>
      </w:r>
      <w:r w:rsidR="00E85E1B" w:rsidRPr="006056B1">
        <w:t>à l</w:t>
      </w:r>
      <w:r>
        <w:t>’</w:t>
      </w:r>
      <w:r w:rsidR="00E85E1B" w:rsidRPr="006056B1">
        <w:t>aube</w:t>
      </w:r>
      <w:r>
        <w:t xml:space="preserve">, </w:t>
      </w:r>
      <w:r w:rsidR="00E85E1B" w:rsidRPr="006056B1">
        <w:t>tu auras chance de tirer des aigles</w:t>
      </w:r>
      <w:r>
        <w:t xml:space="preserve">, </w:t>
      </w:r>
      <w:r w:rsidR="00E85E1B" w:rsidRPr="006056B1">
        <w:t>ce qui n</w:t>
      </w:r>
      <w:r>
        <w:t>’</w:t>
      </w:r>
      <w:r w:rsidR="00E85E1B" w:rsidRPr="006056B1">
        <w:t>est pas rien non plus</w:t>
      </w:r>
      <w:r>
        <w:t xml:space="preserve"> ; </w:t>
      </w:r>
      <w:r w:rsidR="00E85E1B" w:rsidRPr="006056B1">
        <w:t>enfin</w:t>
      </w:r>
      <w:r>
        <w:t xml:space="preserve">, </w:t>
      </w:r>
      <w:r w:rsidR="00E85E1B" w:rsidRPr="006056B1">
        <w:t xml:space="preserve">tout là-haut </w:t>
      </w:r>
      <w:proofErr w:type="spellStart"/>
      <w:r w:rsidR="00E85E1B" w:rsidRPr="006056B1">
        <w:t>là-haut</w:t>
      </w:r>
      <w:proofErr w:type="spellEnd"/>
      <w:r>
        <w:t xml:space="preserve">, </w:t>
      </w:r>
      <w:r w:rsidR="00E85E1B" w:rsidRPr="006056B1">
        <w:t>tu pourras voir de tes yeux et entendre de tes oreilles le patarin</w:t>
      </w:r>
      <w:r>
        <w:t xml:space="preserve">, </w:t>
      </w:r>
      <w:r w:rsidR="00E85E1B" w:rsidRPr="006056B1">
        <w:t>le fameux patarin</w:t>
      </w:r>
      <w:r>
        <w:t xml:space="preserve">, </w:t>
      </w:r>
      <w:r w:rsidR="00E85E1B" w:rsidRPr="006056B1">
        <w:t>l</w:t>
      </w:r>
      <w:r>
        <w:t>’</w:t>
      </w:r>
      <w:r w:rsidR="00E85E1B" w:rsidRPr="006056B1">
        <w:t>unique et le dernier patarin qui existe</w:t>
      </w:r>
      <w:r>
        <w:t xml:space="preserve"> ; </w:t>
      </w:r>
      <w:r w:rsidR="00E85E1B" w:rsidRPr="006056B1">
        <w:t>et à lui seul</w:t>
      </w:r>
      <w:r>
        <w:t xml:space="preserve">, </w:t>
      </w:r>
      <w:r w:rsidR="00E85E1B" w:rsidRPr="006056B1">
        <w:t>je t</w:t>
      </w:r>
      <w:r>
        <w:t>’</w:t>
      </w:r>
      <w:r w:rsidR="00E85E1B" w:rsidRPr="006056B1">
        <w:t>en réponds</w:t>
      </w:r>
      <w:r>
        <w:t xml:space="preserve">, </w:t>
      </w:r>
      <w:r w:rsidR="00E85E1B" w:rsidRPr="006056B1">
        <w:t>ce gaillard-là vaut le voyage</w:t>
      </w:r>
      <w:r>
        <w:t>.</w:t>
      </w:r>
    </w:p>
    <w:p w14:paraId="69648C50" w14:textId="77777777" w:rsidR="006036B2" w:rsidRDefault="00E85E1B" w:rsidP="00E85E1B">
      <w:r w:rsidRPr="006056B1">
        <w:t>Il n</w:t>
      </w:r>
      <w:r w:rsidR="006036B2">
        <w:t>’</w:t>
      </w:r>
      <w:r w:rsidRPr="006056B1">
        <w:t>était pas besoin</w:t>
      </w:r>
      <w:r w:rsidR="006036B2">
        <w:t xml:space="preserve">, </w:t>
      </w:r>
      <w:r w:rsidRPr="006056B1">
        <w:t>pour me décider</w:t>
      </w:r>
      <w:r w:rsidR="006036B2">
        <w:t xml:space="preserve">, </w:t>
      </w:r>
      <w:r w:rsidRPr="006056B1">
        <w:t>d</w:t>
      </w:r>
      <w:r w:rsidR="006036B2">
        <w:t>’</w:t>
      </w:r>
      <w:r w:rsidRPr="006056B1">
        <w:t>un aussi long di</w:t>
      </w:r>
      <w:r w:rsidRPr="006056B1">
        <w:t>s</w:t>
      </w:r>
      <w:r w:rsidRPr="006056B1">
        <w:t>cours</w:t>
      </w:r>
      <w:r w:rsidR="006036B2">
        <w:t xml:space="preserve">. </w:t>
      </w:r>
      <w:r w:rsidRPr="006056B1">
        <w:t>L</w:t>
      </w:r>
      <w:r w:rsidR="006036B2">
        <w:t>’</w:t>
      </w:r>
      <w:r w:rsidRPr="006056B1">
        <w:t>argument final suffisait</w:t>
      </w:r>
      <w:r w:rsidR="006036B2">
        <w:t xml:space="preserve">. </w:t>
      </w:r>
      <w:r w:rsidRPr="006056B1">
        <w:t>J</w:t>
      </w:r>
      <w:r w:rsidR="006036B2">
        <w:t>’</w:t>
      </w:r>
      <w:r w:rsidRPr="006056B1">
        <w:t>avais</w:t>
      </w:r>
      <w:r w:rsidR="006036B2">
        <w:t xml:space="preserve">, </w:t>
      </w:r>
      <w:r w:rsidRPr="006056B1">
        <w:t>en effet</w:t>
      </w:r>
      <w:r w:rsidR="006036B2">
        <w:t xml:space="preserve">, </w:t>
      </w:r>
      <w:r w:rsidRPr="006056B1">
        <w:t>grand désir de connaître cet étrange personnage</w:t>
      </w:r>
      <w:r w:rsidR="006036B2">
        <w:t xml:space="preserve">, </w:t>
      </w:r>
      <w:r w:rsidRPr="006056B1">
        <w:t>dont tout le monde dans le pays m</w:t>
      </w:r>
      <w:r w:rsidR="006036B2">
        <w:t>’</w:t>
      </w:r>
      <w:r w:rsidRPr="006056B1">
        <w:t>avait parlé</w:t>
      </w:r>
      <w:r w:rsidR="006036B2">
        <w:t>.</w:t>
      </w:r>
    </w:p>
    <w:p w14:paraId="18519404" w14:textId="77777777" w:rsidR="006036B2" w:rsidRDefault="00E85E1B" w:rsidP="00E85E1B">
      <w:r w:rsidRPr="006056B1">
        <w:t>On comprendra</w:t>
      </w:r>
      <w:r w:rsidR="006036B2">
        <w:t xml:space="preserve">, </w:t>
      </w:r>
      <w:r w:rsidRPr="006056B1">
        <w:t>d</w:t>
      </w:r>
      <w:r w:rsidR="006036B2">
        <w:t>’</w:t>
      </w:r>
      <w:r w:rsidRPr="006056B1">
        <w:t>un seul mot</w:t>
      </w:r>
      <w:r w:rsidR="006036B2">
        <w:t xml:space="preserve">, </w:t>
      </w:r>
      <w:r w:rsidRPr="006056B1">
        <w:t>ma curiosité</w:t>
      </w:r>
      <w:r w:rsidR="006036B2">
        <w:t xml:space="preserve"> : </w:t>
      </w:r>
      <w:r w:rsidRPr="006056B1">
        <w:t>le patarin était un ermite protestant</w:t>
      </w:r>
      <w:r w:rsidR="006036B2">
        <w:t>.</w:t>
      </w:r>
    </w:p>
    <w:p w14:paraId="27BDBF34" w14:textId="77777777" w:rsidR="006036B2" w:rsidRDefault="00E85E1B" w:rsidP="00E85E1B">
      <w:r w:rsidRPr="006056B1">
        <w:t>Il vivait dans la montagne</w:t>
      </w:r>
      <w:r w:rsidR="006036B2">
        <w:t xml:space="preserve">, </w:t>
      </w:r>
      <w:r w:rsidRPr="006056B1">
        <w:t>comme un sauvage</w:t>
      </w:r>
      <w:r w:rsidR="006036B2">
        <w:t xml:space="preserve">, </w:t>
      </w:r>
      <w:r w:rsidRPr="006056B1">
        <w:t>de baies</w:t>
      </w:r>
      <w:r w:rsidR="006036B2">
        <w:t xml:space="preserve">, </w:t>
      </w:r>
      <w:r w:rsidRPr="006056B1">
        <w:t>de glands doux</w:t>
      </w:r>
      <w:r w:rsidR="006036B2">
        <w:t xml:space="preserve">, </w:t>
      </w:r>
      <w:r w:rsidRPr="006056B1">
        <w:t>de châtaignes</w:t>
      </w:r>
      <w:r w:rsidR="006036B2">
        <w:t xml:space="preserve">, </w:t>
      </w:r>
      <w:r w:rsidRPr="006056B1">
        <w:t>et des croûtons de pain qu</w:t>
      </w:r>
      <w:r w:rsidR="006036B2">
        <w:t>’</w:t>
      </w:r>
      <w:r w:rsidRPr="006056B1">
        <w:t>il venait</w:t>
      </w:r>
      <w:r w:rsidR="006036B2">
        <w:t xml:space="preserve">, </w:t>
      </w:r>
      <w:r w:rsidRPr="006056B1">
        <w:t>une fois par mois</w:t>
      </w:r>
      <w:r w:rsidR="006036B2">
        <w:t xml:space="preserve">, </w:t>
      </w:r>
      <w:r w:rsidRPr="006056B1">
        <w:t>quêter à la porte de quelques fermes</w:t>
      </w:r>
      <w:r w:rsidR="006036B2">
        <w:t xml:space="preserve">. </w:t>
      </w:r>
      <w:r w:rsidRPr="006056B1">
        <w:t>Il avait alors coutume</w:t>
      </w:r>
      <w:r w:rsidR="006036B2">
        <w:t xml:space="preserve">, </w:t>
      </w:r>
      <w:r w:rsidRPr="006056B1">
        <w:t>en échange de l</w:t>
      </w:r>
      <w:r w:rsidR="006036B2">
        <w:t>’</w:t>
      </w:r>
      <w:r w:rsidRPr="006056B1">
        <w:t>aumône offerte</w:t>
      </w:r>
      <w:r w:rsidR="006036B2">
        <w:t xml:space="preserve">, </w:t>
      </w:r>
      <w:r w:rsidRPr="006056B1">
        <w:t>de faire un se</w:t>
      </w:r>
      <w:r w:rsidRPr="006056B1">
        <w:t>r</w:t>
      </w:r>
      <w:r w:rsidRPr="006056B1">
        <w:t>mon qui divertissait fort les paysans</w:t>
      </w:r>
      <w:r w:rsidR="006036B2">
        <w:t xml:space="preserve"> ; </w:t>
      </w:r>
      <w:r w:rsidRPr="006056B1">
        <w:t>car le bonhomme avait le cerveau un peu fêlé et prêchait de la façon la plus drolatique</w:t>
      </w:r>
      <w:r w:rsidR="006036B2">
        <w:t xml:space="preserve">, </w:t>
      </w:r>
      <w:r w:rsidRPr="006056B1">
        <w:t>paraît-il</w:t>
      </w:r>
      <w:r w:rsidR="006036B2">
        <w:t xml:space="preserve">. </w:t>
      </w:r>
      <w:r w:rsidRPr="006056B1">
        <w:t>Surtout quand il avait bu un coup de trop</w:t>
      </w:r>
      <w:r w:rsidR="006036B2">
        <w:t xml:space="preserve">, </w:t>
      </w:r>
      <w:r w:rsidRPr="006056B1">
        <w:t>ce qui lui a</w:t>
      </w:r>
      <w:r w:rsidRPr="006056B1">
        <w:t>r</w:t>
      </w:r>
      <w:r w:rsidRPr="006056B1">
        <w:t>rivait à chacune de ses descentes</w:t>
      </w:r>
      <w:r w:rsidR="006036B2">
        <w:t xml:space="preserve">, </w:t>
      </w:r>
      <w:r w:rsidRPr="006056B1">
        <w:t>vu que ses prêches l</w:t>
      </w:r>
      <w:r w:rsidR="006036B2">
        <w:t>’</w:t>
      </w:r>
      <w:r w:rsidRPr="006056B1">
        <w:t>altéraient beaucoup et qu</w:t>
      </w:r>
      <w:r w:rsidR="006036B2">
        <w:t>’</w:t>
      </w:r>
      <w:r w:rsidRPr="006056B1">
        <w:t>on s</w:t>
      </w:r>
      <w:r w:rsidR="006036B2">
        <w:t>’</w:t>
      </w:r>
      <w:r w:rsidRPr="006056B1">
        <w:t>amusait à le rafraîchir avec du vin pur</w:t>
      </w:r>
      <w:r w:rsidR="006036B2">
        <w:t>.</w:t>
      </w:r>
    </w:p>
    <w:p w14:paraId="48A8D486" w14:textId="77777777" w:rsidR="006036B2" w:rsidRDefault="00E85E1B" w:rsidP="00E85E1B">
      <w:r w:rsidRPr="006056B1">
        <w:lastRenderedPageBreak/>
        <w:t>C</w:t>
      </w:r>
      <w:r w:rsidR="006036B2">
        <w:t>’</w:t>
      </w:r>
      <w:r w:rsidRPr="006056B1">
        <w:t>était</w:t>
      </w:r>
      <w:r w:rsidR="006036B2">
        <w:t xml:space="preserve">, </w:t>
      </w:r>
      <w:r w:rsidRPr="006056B1">
        <w:t>d</w:t>
      </w:r>
      <w:r w:rsidR="006036B2">
        <w:t>’</w:t>
      </w:r>
      <w:r w:rsidRPr="006056B1">
        <w:t>ailleurs</w:t>
      </w:r>
      <w:r w:rsidR="006036B2">
        <w:t xml:space="preserve">, </w:t>
      </w:r>
      <w:r w:rsidRPr="006056B1">
        <w:t>un étranger</w:t>
      </w:r>
      <w:r w:rsidR="006036B2">
        <w:t xml:space="preserve">. </w:t>
      </w:r>
      <w:r w:rsidRPr="006056B1">
        <w:t>Il s</w:t>
      </w:r>
      <w:r w:rsidR="006036B2">
        <w:t>’</w:t>
      </w:r>
      <w:r w:rsidRPr="006056B1">
        <w:t>était installé là-haut vo</w:t>
      </w:r>
      <w:r w:rsidRPr="006056B1">
        <w:t>i</w:t>
      </w:r>
      <w:r w:rsidRPr="006056B1">
        <w:t>là dix ans</w:t>
      </w:r>
      <w:r w:rsidR="006036B2">
        <w:t xml:space="preserve">, </w:t>
      </w:r>
      <w:r w:rsidRPr="006056B1">
        <w:t>venu on ne savait d</w:t>
      </w:r>
      <w:r w:rsidR="006036B2">
        <w:t>’</w:t>
      </w:r>
      <w:r w:rsidRPr="006056B1">
        <w:t>où</w:t>
      </w:r>
      <w:r w:rsidR="006036B2">
        <w:t xml:space="preserve">, </w:t>
      </w:r>
      <w:r w:rsidRPr="006056B1">
        <w:t>n</w:t>
      </w:r>
      <w:r w:rsidR="006036B2">
        <w:t>’</w:t>
      </w:r>
      <w:r w:rsidRPr="006056B1">
        <w:t>entendait pas le patois et parlait français</w:t>
      </w:r>
      <w:r w:rsidR="006036B2">
        <w:t>.</w:t>
      </w:r>
    </w:p>
    <w:p w14:paraId="39188BFC" w14:textId="77777777" w:rsidR="006036B2" w:rsidRDefault="00E85E1B" w:rsidP="00E85E1B">
      <w:r w:rsidRPr="006056B1">
        <w:t>Pour toutes ces raisons</w:t>
      </w:r>
      <w:r w:rsidR="006036B2">
        <w:t xml:space="preserve">, </w:t>
      </w:r>
      <w:r w:rsidRPr="006056B1">
        <w:t>on le conçoit</w:t>
      </w:r>
      <w:r w:rsidR="006036B2">
        <w:t xml:space="preserve">, </w:t>
      </w:r>
      <w:r w:rsidRPr="006056B1">
        <w:t>objet de risée</w:t>
      </w:r>
      <w:r w:rsidR="006036B2">
        <w:t> !</w:t>
      </w:r>
    </w:p>
    <w:p w14:paraId="28128F3E" w14:textId="77777777" w:rsidR="006036B2" w:rsidRDefault="00E85E1B" w:rsidP="00E85E1B">
      <w:r w:rsidRPr="006056B1">
        <w:t>Moi</w:t>
      </w:r>
      <w:r w:rsidR="006036B2">
        <w:t xml:space="preserve">, </w:t>
      </w:r>
      <w:r w:rsidRPr="006056B1">
        <w:t>l</w:t>
      </w:r>
      <w:r w:rsidR="006036B2">
        <w:t>’</w:t>
      </w:r>
      <w:r w:rsidRPr="006056B1">
        <w:t>imagination aussitôt en éveil</w:t>
      </w:r>
      <w:r w:rsidR="006036B2">
        <w:t xml:space="preserve">, </w:t>
      </w:r>
      <w:r w:rsidRPr="006056B1">
        <w:t>je me figurais un my</w:t>
      </w:r>
      <w:r w:rsidRPr="006056B1">
        <w:t>s</w:t>
      </w:r>
      <w:r w:rsidRPr="006056B1">
        <w:t>térieux et suprême représentant des anciens hérésiarques</w:t>
      </w:r>
      <w:r w:rsidR="006036B2">
        <w:t xml:space="preserve">, </w:t>
      </w:r>
      <w:r w:rsidRPr="006056B1">
        <w:t>C</w:t>
      </w:r>
      <w:r w:rsidRPr="006056B1">
        <w:t>a</w:t>
      </w:r>
      <w:r w:rsidRPr="006056B1">
        <w:t>misards</w:t>
      </w:r>
      <w:r w:rsidR="006036B2">
        <w:t xml:space="preserve">, </w:t>
      </w:r>
      <w:r w:rsidRPr="006056B1">
        <w:t>Albigeois</w:t>
      </w:r>
      <w:r w:rsidR="006036B2">
        <w:t xml:space="preserve">, </w:t>
      </w:r>
      <w:r w:rsidRPr="006056B1">
        <w:t>Patarins du douzième siècle</w:t>
      </w:r>
      <w:r w:rsidR="006036B2">
        <w:t xml:space="preserve">, </w:t>
      </w:r>
      <w:r w:rsidRPr="006056B1">
        <w:t>dont il inv</w:t>
      </w:r>
      <w:r w:rsidRPr="006056B1">
        <w:t>o</w:t>
      </w:r>
      <w:r w:rsidRPr="006056B1">
        <w:t>quait volontiers le souvenir</w:t>
      </w:r>
      <w:r w:rsidR="006036B2">
        <w:t xml:space="preserve">, </w:t>
      </w:r>
      <w:r w:rsidRPr="006056B1">
        <w:t>m</w:t>
      </w:r>
      <w:r w:rsidR="006036B2">
        <w:t>’</w:t>
      </w:r>
      <w:r w:rsidRPr="006056B1">
        <w:t>avait conté mon ami</w:t>
      </w:r>
      <w:r w:rsidR="006036B2">
        <w:t xml:space="preserve">. </w:t>
      </w:r>
      <w:r w:rsidRPr="006056B1">
        <w:t>D</w:t>
      </w:r>
      <w:r w:rsidR="006036B2">
        <w:t>’</w:t>
      </w:r>
      <w:r w:rsidRPr="006056B1">
        <w:t>où le surnom</w:t>
      </w:r>
      <w:r w:rsidR="006036B2">
        <w:t xml:space="preserve">, </w:t>
      </w:r>
      <w:r w:rsidRPr="006056B1">
        <w:t>au reste</w:t>
      </w:r>
      <w:r w:rsidR="006036B2">
        <w:t>.</w:t>
      </w:r>
    </w:p>
    <w:p w14:paraId="12D1C86E" w14:textId="77777777" w:rsidR="006036B2" w:rsidRDefault="00E85E1B" w:rsidP="00E85E1B">
      <w:r w:rsidRPr="006056B1">
        <w:t>C</w:t>
      </w:r>
      <w:r w:rsidR="006036B2">
        <w:t>’</w:t>
      </w:r>
      <w:r w:rsidRPr="006056B1">
        <w:t>est donc l</w:t>
      </w:r>
      <w:r w:rsidR="006036B2">
        <w:t>’</w:t>
      </w:r>
      <w:r w:rsidRPr="006056B1">
        <w:t>esprit très excité que je fis l</w:t>
      </w:r>
      <w:r w:rsidR="006036B2">
        <w:t>’</w:t>
      </w:r>
      <w:r w:rsidRPr="006056B1">
        <w:t>âpre ascension</w:t>
      </w:r>
      <w:r w:rsidR="006036B2">
        <w:t>.</w:t>
      </w:r>
    </w:p>
    <w:p w14:paraId="2C069338" w14:textId="77777777" w:rsidR="006036B2" w:rsidRDefault="00E85E1B" w:rsidP="00E85E1B">
      <w:r w:rsidRPr="006056B1">
        <w:t>À vrai dire</w:t>
      </w:r>
      <w:r w:rsidR="006036B2">
        <w:t xml:space="preserve">, </w:t>
      </w:r>
      <w:r w:rsidRPr="006056B1">
        <w:t>même sans l</w:t>
      </w:r>
      <w:r w:rsidR="006036B2">
        <w:t>’</w:t>
      </w:r>
      <w:r w:rsidRPr="006056B1">
        <w:t>espoir de connaître le patarin</w:t>
      </w:r>
      <w:r w:rsidR="006036B2">
        <w:t xml:space="preserve">, </w:t>
      </w:r>
      <w:r w:rsidRPr="006056B1">
        <w:t>il y avait de quoi ne pas sentir la fatigue</w:t>
      </w:r>
      <w:r w:rsidR="006036B2">
        <w:t xml:space="preserve">, </w:t>
      </w:r>
      <w:r w:rsidRPr="006056B1">
        <w:t>seulement à s</w:t>
      </w:r>
      <w:r w:rsidR="006036B2">
        <w:t>’</w:t>
      </w:r>
      <w:r w:rsidRPr="006056B1">
        <w:t>emplir les regards des merveilleux tableaux incessamment déroulés par la montagne</w:t>
      </w:r>
      <w:r w:rsidR="006036B2">
        <w:t xml:space="preserve">. </w:t>
      </w:r>
      <w:r w:rsidRPr="006056B1">
        <w:t>Rien au monde ne surpasse en tragique beauté ces fauves Cévennes</w:t>
      </w:r>
      <w:r w:rsidR="006036B2">
        <w:t xml:space="preserve">, </w:t>
      </w:r>
      <w:r w:rsidRPr="006056B1">
        <w:t>aux rocs raides entaillés de hautes brèches</w:t>
      </w:r>
      <w:r w:rsidR="006036B2">
        <w:t xml:space="preserve">, </w:t>
      </w:r>
      <w:r w:rsidRPr="006056B1">
        <w:t>aux brusques arêtes</w:t>
      </w:r>
      <w:r w:rsidR="006036B2">
        <w:t xml:space="preserve">, </w:t>
      </w:r>
      <w:r w:rsidRPr="006056B1">
        <w:t>gigantesques ossements qui semblent avoir été fracassés à coups de hache par des dieux ivres de colère</w:t>
      </w:r>
      <w:r w:rsidR="006036B2">
        <w:t xml:space="preserve">, </w:t>
      </w:r>
      <w:r w:rsidRPr="006056B1">
        <w:t>ca</w:t>
      </w:r>
      <w:r w:rsidRPr="006056B1">
        <w:t>r</w:t>
      </w:r>
      <w:r w:rsidRPr="006056B1">
        <w:t>casses décharnées depuis toujours par les mains pillardes des vents</w:t>
      </w:r>
      <w:r w:rsidR="006036B2">
        <w:t xml:space="preserve">, </w:t>
      </w:r>
      <w:r w:rsidRPr="006056B1">
        <w:t xml:space="preserve">par </w:t>
      </w:r>
      <w:r>
        <w:t>l</w:t>
      </w:r>
      <w:r w:rsidRPr="006056B1">
        <w:t>es langues lécheuses et baveuses des torrents en ca</w:t>
      </w:r>
      <w:r w:rsidRPr="006056B1">
        <w:t>s</w:t>
      </w:r>
      <w:r w:rsidRPr="006056B1">
        <w:t>cades</w:t>
      </w:r>
      <w:r w:rsidR="006036B2">
        <w:t xml:space="preserve">, </w:t>
      </w:r>
      <w:r w:rsidRPr="006056B1">
        <w:t>mais carcasses depuis toujours caressées par un amo</w:t>
      </w:r>
      <w:r w:rsidRPr="006056B1">
        <w:t>u</w:t>
      </w:r>
      <w:r w:rsidRPr="006056B1">
        <w:t>reux soleil qui</w:t>
      </w:r>
      <w:r w:rsidR="006036B2">
        <w:t xml:space="preserve">, </w:t>
      </w:r>
      <w:r w:rsidRPr="006056B1">
        <w:t>sur leur lividité spectrale</w:t>
      </w:r>
      <w:r w:rsidR="006036B2">
        <w:t xml:space="preserve">, </w:t>
      </w:r>
      <w:r w:rsidRPr="006056B1">
        <w:t>fait courir le vivant frisson de sa pourpre et les ors fondus de ses baisers</w:t>
      </w:r>
      <w:r w:rsidR="006036B2">
        <w:t>.</w:t>
      </w:r>
    </w:p>
    <w:p w14:paraId="2F8DA652" w14:textId="77777777" w:rsidR="006036B2" w:rsidRDefault="00E85E1B" w:rsidP="00E85E1B">
      <w:r w:rsidRPr="006056B1">
        <w:t>Et pour être sincère</w:t>
      </w:r>
      <w:r w:rsidR="006036B2">
        <w:t xml:space="preserve">, </w:t>
      </w:r>
      <w:r w:rsidRPr="006056B1">
        <w:t>en arrivant chez le chevrier</w:t>
      </w:r>
      <w:r w:rsidR="006036B2">
        <w:t xml:space="preserve">, </w:t>
      </w:r>
      <w:r w:rsidRPr="006056B1">
        <w:t>je ne so</w:t>
      </w:r>
      <w:r w:rsidRPr="006056B1">
        <w:t>n</w:t>
      </w:r>
      <w:r w:rsidRPr="006056B1">
        <w:t>geais plus du tout au patarin</w:t>
      </w:r>
      <w:r w:rsidR="006036B2">
        <w:t xml:space="preserve">. </w:t>
      </w:r>
      <w:r w:rsidRPr="006056B1">
        <w:t>J</w:t>
      </w:r>
      <w:r w:rsidR="006036B2">
        <w:t>’</w:t>
      </w:r>
      <w:r w:rsidRPr="006056B1">
        <w:t>étais soûl d</w:t>
      </w:r>
      <w:r w:rsidR="006036B2">
        <w:t>’</w:t>
      </w:r>
      <w:r w:rsidRPr="006056B1">
        <w:t>admiration gra</w:t>
      </w:r>
      <w:r w:rsidRPr="006056B1">
        <w:t>n</w:t>
      </w:r>
      <w:r w:rsidRPr="006056B1">
        <w:t>diose</w:t>
      </w:r>
      <w:r w:rsidR="006036B2">
        <w:t xml:space="preserve">. </w:t>
      </w:r>
      <w:r w:rsidRPr="006056B1">
        <w:t>En même temps</w:t>
      </w:r>
      <w:r w:rsidR="006036B2">
        <w:t xml:space="preserve">, </w:t>
      </w:r>
      <w:r w:rsidRPr="006056B1">
        <w:t>rendu de fatigue</w:t>
      </w:r>
      <w:r w:rsidR="006036B2">
        <w:t xml:space="preserve">, </w:t>
      </w:r>
      <w:r w:rsidRPr="006056B1">
        <w:t>crevant de faim et de soif</w:t>
      </w:r>
      <w:r w:rsidR="006036B2">
        <w:t xml:space="preserve">. </w:t>
      </w:r>
      <w:r w:rsidRPr="006056B1">
        <w:t>Me repaître de n</w:t>
      </w:r>
      <w:r w:rsidR="006036B2">
        <w:t>’</w:t>
      </w:r>
      <w:r w:rsidRPr="006056B1">
        <w:t>importe quoi</w:t>
      </w:r>
      <w:r w:rsidR="006036B2">
        <w:t xml:space="preserve">, </w:t>
      </w:r>
      <w:r w:rsidRPr="006056B1">
        <w:t>boire de l</w:t>
      </w:r>
      <w:r w:rsidR="006036B2">
        <w:t>’</w:t>
      </w:r>
      <w:r w:rsidRPr="006056B1">
        <w:t>eau comme une bête harassée</w:t>
      </w:r>
      <w:r w:rsidR="006036B2">
        <w:t xml:space="preserve">, </w:t>
      </w:r>
      <w:r w:rsidRPr="006056B1">
        <w:t>voilà tout ce que je demandais</w:t>
      </w:r>
      <w:r w:rsidR="006036B2">
        <w:t xml:space="preserve">, </w:t>
      </w:r>
      <w:r w:rsidRPr="006056B1">
        <w:t>et m</w:t>
      </w:r>
      <w:r w:rsidR="006036B2">
        <w:t>’</w:t>
      </w:r>
      <w:r w:rsidRPr="006056B1">
        <w:t>étendre e</w:t>
      </w:r>
      <w:r w:rsidRPr="006056B1">
        <w:t>n</w:t>
      </w:r>
      <w:r w:rsidRPr="006056B1">
        <w:t>suite sur le dos pour cuver ma pitance quelconque</w:t>
      </w:r>
      <w:r w:rsidR="006036B2">
        <w:t xml:space="preserve">, </w:t>
      </w:r>
      <w:r w:rsidRPr="006056B1">
        <w:t>ma fatigue et mon admiration</w:t>
      </w:r>
      <w:r w:rsidR="006036B2">
        <w:t>.</w:t>
      </w:r>
    </w:p>
    <w:p w14:paraId="6EC8A6FD" w14:textId="77777777" w:rsidR="006036B2" w:rsidRDefault="00E85E1B" w:rsidP="00E85E1B">
      <w:r w:rsidRPr="006056B1">
        <w:lastRenderedPageBreak/>
        <w:t>Mais</w:t>
      </w:r>
      <w:r w:rsidR="006036B2">
        <w:t xml:space="preserve">, </w:t>
      </w:r>
      <w:r w:rsidRPr="006056B1">
        <w:t>si je ne tenais plus</w:t>
      </w:r>
      <w:r w:rsidR="006036B2">
        <w:t xml:space="preserve">, </w:t>
      </w:r>
      <w:r w:rsidRPr="006056B1">
        <w:t>pour le moment</w:t>
      </w:r>
      <w:r w:rsidR="006036B2">
        <w:t xml:space="preserve">, </w:t>
      </w:r>
      <w:r w:rsidRPr="006056B1">
        <w:t>à voir le patarin</w:t>
      </w:r>
      <w:r w:rsidR="006036B2">
        <w:t xml:space="preserve">, </w:t>
      </w:r>
      <w:r w:rsidRPr="006056B1">
        <w:t>le patarin</w:t>
      </w:r>
      <w:r w:rsidR="006036B2">
        <w:t xml:space="preserve">, </w:t>
      </w:r>
      <w:r w:rsidRPr="006056B1">
        <w:t>lui</w:t>
      </w:r>
      <w:r w:rsidR="006036B2">
        <w:t xml:space="preserve">, </w:t>
      </w:r>
      <w:r w:rsidRPr="006056B1">
        <w:t>qui nous avait aperçus du haut de sa retraite</w:t>
      </w:r>
      <w:r w:rsidR="006036B2">
        <w:t xml:space="preserve">, </w:t>
      </w:r>
      <w:r w:rsidRPr="006056B1">
        <w:t>t</w:t>
      </w:r>
      <w:r w:rsidRPr="006056B1">
        <w:t>e</w:t>
      </w:r>
      <w:r w:rsidRPr="006056B1">
        <w:t>nait sans doute beaucoup à faire notre connaissance</w:t>
      </w:r>
      <w:r w:rsidR="006036B2">
        <w:t xml:space="preserve">. </w:t>
      </w:r>
      <w:r w:rsidRPr="006056B1">
        <w:t>Car</w:t>
      </w:r>
      <w:r w:rsidR="006036B2">
        <w:t xml:space="preserve">, </w:t>
      </w:r>
      <w:r w:rsidRPr="006056B1">
        <w:t>à peine étions-nous attablés</w:t>
      </w:r>
      <w:r w:rsidR="006036B2">
        <w:t xml:space="preserve"> (</w:t>
      </w:r>
      <w:r w:rsidRPr="006056B1">
        <w:t>par terre</w:t>
      </w:r>
      <w:r w:rsidR="006036B2">
        <w:t xml:space="preserve">, </w:t>
      </w:r>
      <w:r w:rsidRPr="006056B1">
        <w:t>d</w:t>
      </w:r>
      <w:r w:rsidR="006036B2">
        <w:t>’</w:t>
      </w:r>
      <w:r w:rsidRPr="006056B1">
        <w:t>ailleurs</w:t>
      </w:r>
      <w:r w:rsidR="006036B2">
        <w:t xml:space="preserve">) </w:t>
      </w:r>
      <w:r w:rsidRPr="006056B1">
        <w:t>devant les ch</w:t>
      </w:r>
      <w:r w:rsidRPr="006056B1">
        <w:t>â</w:t>
      </w:r>
      <w:r w:rsidRPr="006056B1">
        <w:t>taignes et le fromage du chevrier</w:t>
      </w:r>
      <w:r w:rsidR="006036B2">
        <w:t xml:space="preserve">, </w:t>
      </w:r>
      <w:r w:rsidRPr="006056B1">
        <w:t>que nous entendîmes de grands cris dans la montagne</w:t>
      </w:r>
      <w:r w:rsidR="006036B2">
        <w:t xml:space="preserve"> ; </w:t>
      </w:r>
      <w:r w:rsidRPr="006056B1">
        <w:t>or</w:t>
      </w:r>
      <w:r w:rsidR="006036B2">
        <w:t xml:space="preserve">, </w:t>
      </w:r>
      <w:r w:rsidRPr="006056B1">
        <w:t>un quart d</w:t>
      </w:r>
      <w:r w:rsidR="006036B2">
        <w:t>’</w:t>
      </w:r>
      <w:r w:rsidRPr="006056B1">
        <w:t>heure après</w:t>
      </w:r>
      <w:r w:rsidR="006036B2">
        <w:t xml:space="preserve">, </w:t>
      </w:r>
      <w:r w:rsidRPr="006056B1">
        <w:t>les cris s</w:t>
      </w:r>
      <w:r w:rsidR="006036B2">
        <w:t>’</w:t>
      </w:r>
      <w:r w:rsidRPr="006056B1">
        <w:t>étant peu à peu rapprochés</w:t>
      </w:r>
      <w:r w:rsidR="006036B2">
        <w:t xml:space="preserve">, </w:t>
      </w:r>
      <w:r w:rsidRPr="006056B1">
        <w:t>le patarin en personne dévala de l</w:t>
      </w:r>
      <w:r w:rsidR="006036B2">
        <w:t>’</w:t>
      </w:r>
      <w:r w:rsidRPr="006056B1">
        <w:t>escarpement le plus voisin</w:t>
      </w:r>
      <w:r w:rsidR="006036B2">
        <w:t xml:space="preserve">, </w:t>
      </w:r>
      <w:r w:rsidRPr="006056B1">
        <w:t>tout essoufflé</w:t>
      </w:r>
      <w:r w:rsidR="006036B2">
        <w:t xml:space="preserve">, </w:t>
      </w:r>
      <w:r w:rsidRPr="006056B1">
        <w:t>toujours criant</w:t>
      </w:r>
      <w:r w:rsidR="006036B2">
        <w:t xml:space="preserve">, </w:t>
      </w:r>
      <w:r w:rsidRPr="006056B1">
        <w:t>et avec des gestes éperdus et cocasses de moulin à vent qui se d</w:t>
      </w:r>
      <w:r w:rsidRPr="006056B1">
        <w:t>é</w:t>
      </w:r>
      <w:r w:rsidRPr="006056B1">
        <w:t>traque</w:t>
      </w:r>
      <w:r w:rsidR="006036B2">
        <w:t>.</w:t>
      </w:r>
    </w:p>
    <w:p w14:paraId="03D1BD5F" w14:textId="77777777" w:rsidR="006036B2" w:rsidRDefault="006036B2" w:rsidP="00E85E1B">
      <w:r>
        <w:t>— </w:t>
      </w:r>
      <w:r w:rsidR="00E85E1B" w:rsidRPr="006056B1">
        <w:t>Holà</w:t>
      </w:r>
      <w:r>
        <w:t xml:space="preserve"> ! </w:t>
      </w:r>
      <w:r w:rsidR="00E85E1B" w:rsidRPr="006056B1">
        <w:t>holà</w:t>
      </w:r>
      <w:r>
        <w:t xml:space="preserve"> ! </w:t>
      </w:r>
      <w:r w:rsidR="00E85E1B" w:rsidRPr="006056B1">
        <w:t xml:space="preserve">fit-il en venant </w:t>
      </w:r>
      <w:proofErr w:type="spellStart"/>
      <w:r w:rsidR="00E85E1B" w:rsidRPr="006056B1">
        <w:t>se</w:t>
      </w:r>
      <w:proofErr w:type="spellEnd"/>
      <w:r w:rsidR="00E85E1B" w:rsidRPr="006056B1">
        <w:t xml:space="preserve"> camper à deux pas de nous</w:t>
      </w:r>
      <w:r>
        <w:t xml:space="preserve">, </w:t>
      </w:r>
      <w:r w:rsidR="00E85E1B" w:rsidRPr="006056B1">
        <w:t>voilà des étrangers</w:t>
      </w:r>
      <w:r>
        <w:t xml:space="preserve">. </w:t>
      </w:r>
      <w:r w:rsidR="00E85E1B" w:rsidRPr="006056B1">
        <w:t>Çà</w:t>
      </w:r>
      <w:r>
        <w:t xml:space="preserve">, </w:t>
      </w:r>
      <w:r w:rsidR="00E85E1B" w:rsidRPr="006056B1">
        <w:t>que je vous évangélise</w:t>
      </w:r>
      <w:r>
        <w:t xml:space="preserve"> ! </w:t>
      </w:r>
      <w:r w:rsidR="00E85E1B" w:rsidRPr="006056B1">
        <w:t>Je suis le patarin</w:t>
      </w:r>
      <w:r>
        <w:t xml:space="preserve">, </w:t>
      </w:r>
      <w:r w:rsidR="00E85E1B" w:rsidRPr="006056B1">
        <w:t>le patarin qui évangélise</w:t>
      </w:r>
      <w:r>
        <w:t>.</w:t>
      </w:r>
    </w:p>
    <w:p w14:paraId="4F2D4DC3" w14:textId="77777777" w:rsidR="006036B2" w:rsidRDefault="00E85E1B" w:rsidP="00E85E1B">
      <w:r w:rsidRPr="006056B1">
        <w:t>C</w:t>
      </w:r>
      <w:r w:rsidR="006036B2">
        <w:t>’</w:t>
      </w:r>
      <w:r w:rsidRPr="006056B1">
        <w:t>était un long et sec vieillard</w:t>
      </w:r>
      <w:r w:rsidR="006036B2">
        <w:t xml:space="preserve">, </w:t>
      </w:r>
      <w:r w:rsidRPr="006056B1">
        <w:t>d</w:t>
      </w:r>
      <w:r w:rsidR="006036B2">
        <w:t>’</w:t>
      </w:r>
      <w:r w:rsidRPr="006056B1">
        <w:t>une soixantaine d</w:t>
      </w:r>
      <w:r w:rsidR="006036B2">
        <w:t>’</w:t>
      </w:r>
      <w:r w:rsidRPr="006056B1">
        <w:t>années</w:t>
      </w:r>
      <w:r w:rsidR="006036B2">
        <w:t xml:space="preserve">, </w:t>
      </w:r>
      <w:r w:rsidRPr="006056B1">
        <w:t>chauve</w:t>
      </w:r>
      <w:r w:rsidR="006036B2">
        <w:t xml:space="preserve">, </w:t>
      </w:r>
      <w:r w:rsidRPr="006056B1">
        <w:t>le front très haut</w:t>
      </w:r>
      <w:r w:rsidR="006036B2">
        <w:t xml:space="preserve">, </w:t>
      </w:r>
      <w:r w:rsidRPr="006056B1">
        <w:t>des cheveux blancs en couronne h</w:t>
      </w:r>
      <w:r w:rsidRPr="006056B1">
        <w:t>é</w:t>
      </w:r>
      <w:r w:rsidRPr="006056B1">
        <w:t>rissée lui formant comme un nimbe de rayons</w:t>
      </w:r>
      <w:r w:rsidR="006036B2">
        <w:t xml:space="preserve">, </w:t>
      </w:r>
      <w:r w:rsidRPr="006056B1">
        <w:t>la barbe hirsute</w:t>
      </w:r>
      <w:r w:rsidR="006036B2">
        <w:t xml:space="preserve">, </w:t>
      </w:r>
      <w:r w:rsidRPr="006056B1">
        <w:t>large</w:t>
      </w:r>
      <w:r w:rsidR="006036B2">
        <w:t xml:space="preserve">, </w:t>
      </w:r>
      <w:r w:rsidRPr="006056B1">
        <w:t>et cependant fluviale</w:t>
      </w:r>
      <w:r w:rsidR="006036B2">
        <w:t xml:space="preserve">, </w:t>
      </w:r>
      <w:r w:rsidRPr="006056B1">
        <w:t>un nez crochu</w:t>
      </w:r>
      <w:r w:rsidR="006036B2">
        <w:t xml:space="preserve">, </w:t>
      </w:r>
      <w:r w:rsidRPr="006056B1">
        <w:t>des yeux de hibou</w:t>
      </w:r>
      <w:r w:rsidR="006036B2">
        <w:t xml:space="preserve">, </w:t>
      </w:r>
      <w:r w:rsidRPr="006056B1">
        <w:t>ronds</w:t>
      </w:r>
      <w:r w:rsidR="006036B2">
        <w:t xml:space="preserve">, </w:t>
      </w:r>
      <w:r w:rsidRPr="006056B1">
        <w:t>jaunes et vagues</w:t>
      </w:r>
      <w:r w:rsidR="006036B2">
        <w:t>.</w:t>
      </w:r>
    </w:p>
    <w:p w14:paraId="4868F9AA" w14:textId="77777777" w:rsidR="006036B2" w:rsidRDefault="00E85E1B" w:rsidP="00E85E1B">
      <w:r w:rsidRPr="006056B1">
        <w:t>Il était vêtu d</w:t>
      </w:r>
      <w:r w:rsidR="006036B2">
        <w:t>’</w:t>
      </w:r>
      <w:r w:rsidRPr="006056B1">
        <w:t>une sorte de robe en vieille toile à sac</w:t>
      </w:r>
      <w:r w:rsidR="006036B2">
        <w:t xml:space="preserve">, </w:t>
      </w:r>
      <w:r w:rsidRPr="006056B1">
        <w:t>serrée fortement à la taille par une très grosse corde</w:t>
      </w:r>
      <w:r w:rsidR="006036B2">
        <w:t xml:space="preserve">, </w:t>
      </w:r>
      <w:r w:rsidRPr="006056B1">
        <w:t>et sous laquelle on devinait que son maigre corps osseux était tout nu</w:t>
      </w:r>
      <w:r w:rsidR="006036B2">
        <w:t>.</w:t>
      </w:r>
    </w:p>
    <w:p w14:paraId="4C852604" w14:textId="77777777" w:rsidR="006036B2" w:rsidRDefault="006036B2" w:rsidP="00E85E1B">
      <w:r>
        <w:t>— </w:t>
      </w:r>
      <w:r w:rsidR="00E85E1B" w:rsidRPr="006056B1">
        <w:t>Çà</w:t>
      </w:r>
      <w:r>
        <w:t xml:space="preserve">, </w:t>
      </w:r>
      <w:r w:rsidR="00E85E1B" w:rsidRPr="006056B1">
        <w:t>çà</w:t>
      </w:r>
      <w:r>
        <w:t xml:space="preserve">, </w:t>
      </w:r>
      <w:r w:rsidR="00E85E1B" w:rsidRPr="006056B1">
        <w:t>répétait-il</w:t>
      </w:r>
      <w:r>
        <w:t xml:space="preserve">, </w:t>
      </w:r>
      <w:r w:rsidR="00E85E1B" w:rsidRPr="006056B1">
        <w:t>que je vous évangélise</w:t>
      </w:r>
      <w:r>
        <w:t xml:space="preserve"> ! </w:t>
      </w:r>
      <w:r w:rsidR="00E85E1B" w:rsidRPr="006056B1">
        <w:t>Je suis le pat</w:t>
      </w:r>
      <w:r w:rsidR="00E85E1B" w:rsidRPr="006056B1">
        <w:t>a</w:t>
      </w:r>
      <w:r w:rsidR="00E85E1B" w:rsidRPr="006056B1">
        <w:t>rin</w:t>
      </w:r>
      <w:r>
        <w:t xml:space="preserve">, </w:t>
      </w:r>
      <w:r w:rsidR="00E85E1B" w:rsidRPr="006056B1">
        <w:t>le patarin qui évangélise</w:t>
      </w:r>
      <w:r>
        <w:t>.</w:t>
      </w:r>
    </w:p>
    <w:p w14:paraId="2BD91292" w14:textId="77777777" w:rsidR="006036B2" w:rsidRDefault="00E85E1B" w:rsidP="00E85E1B">
      <w:r w:rsidRPr="006056B1">
        <w:t>Et</w:t>
      </w:r>
      <w:r w:rsidR="006036B2">
        <w:t xml:space="preserve">, </w:t>
      </w:r>
      <w:r w:rsidRPr="006056B1">
        <w:t>comme le troupeau de notre hôte rentrait en ce moment à l</w:t>
      </w:r>
      <w:r w:rsidR="006036B2">
        <w:t>’</w:t>
      </w:r>
      <w:r w:rsidRPr="006056B1">
        <w:t>étable</w:t>
      </w:r>
      <w:r w:rsidR="006036B2">
        <w:t xml:space="preserve">, </w:t>
      </w:r>
      <w:r w:rsidRPr="006056B1">
        <w:t>les chèvres à la queue-leu-leu et gravement suivies par le bouc</w:t>
      </w:r>
      <w:r w:rsidR="006036B2">
        <w:t> :</w:t>
      </w:r>
    </w:p>
    <w:p w14:paraId="3BBF81CF" w14:textId="77777777" w:rsidR="006036B2" w:rsidRDefault="006036B2" w:rsidP="00E85E1B">
      <w:r>
        <w:t>— </w:t>
      </w:r>
      <w:r w:rsidR="00E85E1B" w:rsidRPr="006056B1">
        <w:t>Ceci</w:t>
      </w:r>
      <w:r>
        <w:t xml:space="preserve">, </w:t>
      </w:r>
      <w:r w:rsidR="00E85E1B" w:rsidRPr="006056B1">
        <w:t>reprit le patarin</w:t>
      </w:r>
      <w:r>
        <w:t xml:space="preserve">, </w:t>
      </w:r>
      <w:r w:rsidR="00E85E1B" w:rsidRPr="006056B1">
        <w:t>soit le texte offert par la divine Providence</w:t>
      </w:r>
      <w:r>
        <w:t xml:space="preserve"> ! </w:t>
      </w:r>
      <w:r w:rsidR="00E85E1B" w:rsidRPr="006056B1">
        <w:t>Parlons chèvres et parlons bouc surtout</w:t>
      </w:r>
      <w:r>
        <w:t xml:space="preserve">. </w:t>
      </w:r>
      <w:r w:rsidR="00E85E1B" w:rsidRPr="006056B1">
        <w:t>C</w:t>
      </w:r>
      <w:r>
        <w:t>’</w:t>
      </w:r>
      <w:r w:rsidR="00E85E1B" w:rsidRPr="006056B1">
        <w:t>est du bouc émissaire</w:t>
      </w:r>
      <w:r>
        <w:t xml:space="preserve">, </w:t>
      </w:r>
      <w:r w:rsidR="00E85E1B" w:rsidRPr="006056B1">
        <w:t>mes frères en Dieu</w:t>
      </w:r>
      <w:r>
        <w:t xml:space="preserve">, </w:t>
      </w:r>
      <w:r w:rsidR="00E85E1B" w:rsidRPr="006056B1">
        <w:t>que je vais vous entretenir</w:t>
      </w:r>
      <w:r>
        <w:t>.</w:t>
      </w:r>
    </w:p>
    <w:p w14:paraId="05A0B51B" w14:textId="77777777" w:rsidR="006036B2" w:rsidRDefault="00E85E1B" w:rsidP="00E85E1B">
      <w:r w:rsidRPr="006056B1">
        <w:lastRenderedPageBreak/>
        <w:t>Et</w:t>
      </w:r>
      <w:r w:rsidR="006036B2">
        <w:t xml:space="preserve">, </w:t>
      </w:r>
      <w:r w:rsidRPr="006056B1">
        <w:t>sans plus attendre</w:t>
      </w:r>
      <w:r w:rsidR="006036B2">
        <w:t xml:space="preserve">, </w:t>
      </w:r>
      <w:r w:rsidRPr="006056B1">
        <w:t>l</w:t>
      </w:r>
      <w:r w:rsidR="006036B2">
        <w:t>’</w:t>
      </w:r>
      <w:r w:rsidRPr="006056B1">
        <w:t>haleine encore haletante de sa course</w:t>
      </w:r>
      <w:r w:rsidR="006036B2">
        <w:t xml:space="preserve">, </w:t>
      </w:r>
      <w:r w:rsidRPr="006056B1">
        <w:t>il entama un prêche</w:t>
      </w:r>
      <w:r w:rsidR="006036B2">
        <w:t>.</w:t>
      </w:r>
    </w:p>
    <w:p w14:paraId="06EC127E" w14:textId="77777777" w:rsidR="006036B2" w:rsidRDefault="00E85E1B" w:rsidP="00E85E1B">
      <w:r w:rsidRPr="006056B1">
        <w:t>Mais</w:t>
      </w:r>
      <w:r w:rsidR="006036B2">
        <w:t xml:space="preserve">, </w:t>
      </w:r>
      <w:r w:rsidRPr="006056B1">
        <w:t>je dois l</w:t>
      </w:r>
      <w:r w:rsidR="006036B2">
        <w:t>’</w:t>
      </w:r>
      <w:r w:rsidRPr="006056B1">
        <w:t>avouer</w:t>
      </w:r>
      <w:r w:rsidR="006036B2">
        <w:t xml:space="preserve">, </w:t>
      </w:r>
      <w:r w:rsidRPr="006056B1">
        <w:t>si l</w:t>
      </w:r>
      <w:r w:rsidR="006036B2">
        <w:t>’</w:t>
      </w:r>
      <w:r w:rsidRPr="006056B1">
        <w:t>exorde m</w:t>
      </w:r>
      <w:r w:rsidR="006036B2">
        <w:t>’</w:t>
      </w:r>
      <w:r w:rsidRPr="006056B1">
        <w:t>avait paru original</w:t>
      </w:r>
      <w:r w:rsidR="006036B2">
        <w:t xml:space="preserve">, </w:t>
      </w:r>
      <w:r w:rsidRPr="006056B1">
        <w:t>le sermon fut extrêmement ennuyeux</w:t>
      </w:r>
      <w:r w:rsidR="006036B2">
        <w:t xml:space="preserve">. </w:t>
      </w:r>
      <w:r w:rsidRPr="006056B1">
        <w:t>Un sermon véritable</w:t>
      </w:r>
      <w:r w:rsidR="006036B2">
        <w:t xml:space="preserve">, </w:t>
      </w:r>
      <w:r w:rsidRPr="006056B1">
        <w:t>aux filandreuses périodes</w:t>
      </w:r>
      <w:r w:rsidR="006036B2">
        <w:t xml:space="preserve"> ! </w:t>
      </w:r>
      <w:r w:rsidRPr="006056B1">
        <w:t>Les gestes seuls</w:t>
      </w:r>
      <w:r w:rsidR="006036B2">
        <w:t xml:space="preserve">, </w:t>
      </w:r>
      <w:r w:rsidRPr="006056B1">
        <w:t>et l</w:t>
      </w:r>
      <w:r w:rsidR="006036B2">
        <w:t>’</w:t>
      </w:r>
      <w:r w:rsidRPr="006056B1">
        <w:t>allure étrange du bonhomme</w:t>
      </w:r>
      <w:r w:rsidR="006036B2">
        <w:t xml:space="preserve">, </w:t>
      </w:r>
      <w:r w:rsidRPr="006056B1">
        <w:t>demeuraient comiques</w:t>
      </w:r>
      <w:r w:rsidR="006036B2">
        <w:t>.</w:t>
      </w:r>
    </w:p>
    <w:p w14:paraId="499456FB" w14:textId="77777777" w:rsidR="006036B2" w:rsidRDefault="00E85E1B" w:rsidP="00E85E1B">
      <w:r w:rsidRPr="006056B1">
        <w:t>Que cela</w:t>
      </w:r>
      <w:r w:rsidR="006036B2">
        <w:t xml:space="preserve">, </w:t>
      </w:r>
      <w:r w:rsidRPr="006056B1">
        <w:t>et le parler en français oratoire</w:t>
      </w:r>
      <w:r w:rsidR="006036B2">
        <w:t xml:space="preserve">, </w:t>
      </w:r>
      <w:r w:rsidRPr="006056B1">
        <w:t>fût un diverti</w:t>
      </w:r>
      <w:r w:rsidRPr="006056B1">
        <w:t>s</w:t>
      </w:r>
      <w:r w:rsidRPr="006056B1">
        <w:t>sement pour les patoisants d</w:t>
      </w:r>
      <w:r w:rsidR="006036B2">
        <w:t>’</w:t>
      </w:r>
      <w:r w:rsidRPr="006056B1">
        <w:t>en bas</w:t>
      </w:r>
      <w:r w:rsidR="006036B2">
        <w:t xml:space="preserve">, </w:t>
      </w:r>
      <w:r w:rsidRPr="006056B1">
        <w:t>sans doute</w:t>
      </w:r>
      <w:r w:rsidR="006036B2">
        <w:t xml:space="preserve"> ! </w:t>
      </w:r>
      <w:r w:rsidRPr="006056B1">
        <w:t>Pour moi</w:t>
      </w:r>
      <w:r w:rsidR="006036B2">
        <w:t xml:space="preserve">, </w:t>
      </w:r>
      <w:r w:rsidRPr="006056B1">
        <w:t>éreinté comme je l</w:t>
      </w:r>
      <w:r w:rsidR="006036B2">
        <w:t>’</w:t>
      </w:r>
      <w:r w:rsidRPr="006056B1">
        <w:t>étais</w:t>
      </w:r>
      <w:r w:rsidR="006036B2">
        <w:t xml:space="preserve">, </w:t>
      </w:r>
      <w:r w:rsidRPr="006056B1">
        <w:t>non certes</w:t>
      </w:r>
      <w:r w:rsidR="006036B2">
        <w:t xml:space="preserve">. </w:t>
      </w:r>
      <w:r w:rsidRPr="006056B1">
        <w:t>Fichtre</w:t>
      </w:r>
      <w:r w:rsidR="006036B2">
        <w:t xml:space="preserve"> ! </w:t>
      </w:r>
      <w:r w:rsidRPr="006056B1">
        <w:t>J</w:t>
      </w:r>
      <w:r w:rsidR="006036B2">
        <w:t>’</w:t>
      </w:r>
      <w:r w:rsidRPr="006056B1">
        <w:t>avais une dési</w:t>
      </w:r>
      <w:r w:rsidRPr="006056B1">
        <w:t>l</w:t>
      </w:r>
      <w:r w:rsidRPr="006056B1">
        <w:t>lusion</w:t>
      </w:r>
      <w:r w:rsidR="006036B2">
        <w:t xml:space="preserve">, </w:t>
      </w:r>
      <w:r w:rsidRPr="006056B1">
        <w:t>et je ne pus m</w:t>
      </w:r>
      <w:r w:rsidR="006036B2">
        <w:t>’</w:t>
      </w:r>
      <w:r w:rsidRPr="006056B1">
        <w:t>empêcher de dire à mon ami</w:t>
      </w:r>
      <w:r w:rsidR="006036B2">
        <w:t> :</w:t>
      </w:r>
    </w:p>
    <w:p w14:paraId="6A99E4A1" w14:textId="77777777" w:rsidR="006036B2" w:rsidRDefault="006036B2" w:rsidP="00E85E1B">
      <w:r>
        <w:t>— </w:t>
      </w:r>
      <w:r w:rsidR="00E85E1B" w:rsidRPr="006056B1">
        <w:t>Quel rasoir</w:t>
      </w:r>
      <w:r>
        <w:t> !</w:t>
      </w:r>
    </w:p>
    <w:p w14:paraId="617E762B" w14:textId="77777777" w:rsidR="006036B2" w:rsidRDefault="006036B2" w:rsidP="00E85E1B">
      <w:r>
        <w:t>— </w:t>
      </w:r>
      <w:r w:rsidR="00E85E1B" w:rsidRPr="006056B1">
        <w:t>Attends</w:t>
      </w:r>
      <w:r>
        <w:t xml:space="preserve">, </w:t>
      </w:r>
      <w:r w:rsidR="00E85E1B" w:rsidRPr="006056B1">
        <w:t>fit mon ami</w:t>
      </w:r>
      <w:r>
        <w:t xml:space="preserve">. </w:t>
      </w:r>
      <w:r w:rsidR="00E85E1B" w:rsidRPr="006056B1">
        <w:t>Il n</w:t>
      </w:r>
      <w:r>
        <w:t>’</w:t>
      </w:r>
      <w:r w:rsidR="00E85E1B" w:rsidRPr="006056B1">
        <w:t>est pas encore en train</w:t>
      </w:r>
      <w:r>
        <w:t xml:space="preserve">. </w:t>
      </w:r>
      <w:r w:rsidR="00E85E1B" w:rsidRPr="006056B1">
        <w:t>Mais je vais lui verser le Saint-Esprit</w:t>
      </w:r>
      <w:r>
        <w:t>.</w:t>
      </w:r>
    </w:p>
    <w:p w14:paraId="438E4FD0" w14:textId="77777777" w:rsidR="006036B2" w:rsidRDefault="00E85E1B" w:rsidP="00E85E1B">
      <w:r w:rsidRPr="006056B1">
        <w:t>Et</w:t>
      </w:r>
      <w:r w:rsidR="006036B2">
        <w:t xml:space="preserve">, </w:t>
      </w:r>
      <w:r w:rsidRPr="006056B1">
        <w:t>débouchant sa gourde</w:t>
      </w:r>
      <w:r w:rsidR="006036B2">
        <w:t xml:space="preserve">, </w:t>
      </w:r>
      <w:r w:rsidRPr="006056B1">
        <w:t>il la lui tendit</w:t>
      </w:r>
      <w:r w:rsidR="006036B2">
        <w:t xml:space="preserve">. </w:t>
      </w:r>
      <w:r w:rsidRPr="006056B1">
        <w:t>C</w:t>
      </w:r>
      <w:r w:rsidR="006036B2">
        <w:t>’</w:t>
      </w:r>
      <w:r w:rsidRPr="006056B1">
        <w:t>était du fort Montpellier</w:t>
      </w:r>
      <w:r w:rsidR="006036B2">
        <w:t xml:space="preserve">, </w:t>
      </w:r>
      <w:r w:rsidRPr="006056B1">
        <w:t>une eau-de-vie de sapeur</w:t>
      </w:r>
      <w:r w:rsidR="006036B2">
        <w:t xml:space="preserve">. </w:t>
      </w:r>
      <w:r w:rsidRPr="006056B1">
        <w:t>Le patarin en ingurgita d</w:t>
      </w:r>
      <w:r w:rsidR="006036B2">
        <w:t>’</w:t>
      </w:r>
      <w:r w:rsidRPr="006056B1">
        <w:t>un trait une longue et formidable rasade</w:t>
      </w:r>
      <w:r w:rsidR="006036B2">
        <w:t xml:space="preserve">. </w:t>
      </w:r>
      <w:r w:rsidRPr="006056B1">
        <w:t>Puis</w:t>
      </w:r>
      <w:r w:rsidR="006036B2">
        <w:t xml:space="preserve">, </w:t>
      </w:r>
      <w:r w:rsidRPr="006056B1">
        <w:t>tout d</w:t>
      </w:r>
      <w:r w:rsidR="006036B2">
        <w:t>’</w:t>
      </w:r>
      <w:r w:rsidRPr="006056B1">
        <w:t>un coup</w:t>
      </w:r>
      <w:r w:rsidR="006036B2">
        <w:t xml:space="preserve">, </w:t>
      </w:r>
      <w:r w:rsidRPr="006056B1">
        <w:t>m</w:t>
      </w:r>
      <w:r w:rsidR="006036B2">
        <w:t>’</w:t>
      </w:r>
      <w:r w:rsidRPr="006056B1">
        <w:t>interpellant avec un éclat de rire</w:t>
      </w:r>
      <w:r w:rsidR="006036B2">
        <w:t> :</w:t>
      </w:r>
    </w:p>
    <w:p w14:paraId="0E90DCF9" w14:textId="77777777" w:rsidR="006036B2" w:rsidRDefault="006036B2" w:rsidP="00E85E1B">
      <w:r>
        <w:t>— </w:t>
      </w:r>
      <w:r w:rsidR="00E85E1B" w:rsidRPr="006056B1">
        <w:t>Toi</w:t>
      </w:r>
      <w:r>
        <w:t xml:space="preserve">, </w:t>
      </w:r>
      <w:r w:rsidR="00E85E1B" w:rsidRPr="006056B1">
        <w:t>me cria-t-il</w:t>
      </w:r>
      <w:r>
        <w:t xml:space="preserve">, </w:t>
      </w:r>
      <w:r w:rsidR="00E85E1B" w:rsidRPr="006056B1">
        <w:t>toi</w:t>
      </w:r>
      <w:r>
        <w:t xml:space="preserve">, </w:t>
      </w:r>
      <w:r w:rsidR="00E85E1B" w:rsidRPr="006056B1">
        <w:t>tu es papiste</w:t>
      </w:r>
      <w:r>
        <w:t xml:space="preserve">, </w:t>
      </w:r>
      <w:r w:rsidR="00E85E1B" w:rsidRPr="006056B1">
        <w:t>hein</w:t>
      </w:r>
      <w:r>
        <w:t xml:space="preserve"> ? </w:t>
      </w:r>
      <w:r w:rsidR="00E85E1B" w:rsidRPr="006056B1">
        <w:t>Ah</w:t>
      </w:r>
      <w:r>
        <w:t xml:space="preserve"> ! </w:t>
      </w:r>
      <w:r w:rsidR="00E85E1B" w:rsidRPr="006056B1">
        <w:t>Ah</w:t>
      </w:r>
      <w:r>
        <w:t xml:space="preserve"> ! </w:t>
      </w:r>
      <w:r w:rsidR="00E85E1B" w:rsidRPr="006056B1">
        <w:t>p</w:t>
      </w:r>
      <w:r w:rsidR="00E85E1B" w:rsidRPr="006056B1">
        <w:t>a</w:t>
      </w:r>
      <w:r w:rsidR="00E85E1B" w:rsidRPr="006056B1">
        <w:t>piste</w:t>
      </w:r>
      <w:r>
        <w:t xml:space="preserve"> ! </w:t>
      </w:r>
      <w:r w:rsidR="00E85E1B" w:rsidRPr="006056B1">
        <w:t>Eh</w:t>
      </w:r>
      <w:r>
        <w:t xml:space="preserve"> ! </w:t>
      </w:r>
      <w:r w:rsidR="00E85E1B" w:rsidRPr="006056B1">
        <w:t>bien</w:t>
      </w:r>
      <w:r>
        <w:t xml:space="preserve">, </w:t>
      </w:r>
      <w:r w:rsidR="00E85E1B" w:rsidRPr="006056B1">
        <w:t>écoute un peu son histoire</w:t>
      </w:r>
      <w:r>
        <w:t xml:space="preserve">, </w:t>
      </w:r>
      <w:r w:rsidR="00E85E1B" w:rsidRPr="006056B1">
        <w:t>à ton pape</w:t>
      </w:r>
      <w:r>
        <w:t>.</w:t>
      </w:r>
    </w:p>
    <w:p w14:paraId="702CE787" w14:textId="77777777" w:rsidR="006036B2" w:rsidRDefault="00E85E1B" w:rsidP="00E85E1B">
      <w:r w:rsidRPr="006056B1">
        <w:t>Il s</w:t>
      </w:r>
      <w:r w:rsidR="006036B2">
        <w:t>’</w:t>
      </w:r>
      <w:r w:rsidRPr="006056B1">
        <w:t>assit tout près de moi</w:t>
      </w:r>
      <w:r w:rsidR="006036B2">
        <w:t xml:space="preserve">, </w:t>
      </w:r>
      <w:r w:rsidRPr="006056B1">
        <w:t>et se mit à me chanter</w:t>
      </w:r>
      <w:r w:rsidR="006036B2">
        <w:t xml:space="preserve">, </w:t>
      </w:r>
      <w:r w:rsidRPr="006056B1">
        <w:t>d</w:t>
      </w:r>
      <w:r w:rsidR="006036B2">
        <w:t>’</w:t>
      </w:r>
      <w:r w:rsidRPr="006056B1">
        <w:t>une voix très douce</w:t>
      </w:r>
      <w:r w:rsidR="006036B2">
        <w:t xml:space="preserve">, </w:t>
      </w:r>
      <w:r w:rsidRPr="006056B1">
        <w:t>à en paraître enfantine</w:t>
      </w:r>
      <w:r w:rsidR="006036B2">
        <w:t xml:space="preserve">, </w:t>
      </w:r>
      <w:r w:rsidRPr="006056B1">
        <w:t>sur un rythme sauti</w:t>
      </w:r>
      <w:r w:rsidRPr="006056B1">
        <w:t>l</w:t>
      </w:r>
      <w:r w:rsidRPr="006056B1">
        <w:t>lant</w:t>
      </w:r>
      <w:r w:rsidR="006036B2">
        <w:t> :</w:t>
      </w:r>
    </w:p>
    <w:p w14:paraId="7430793D" w14:textId="77777777" w:rsidR="006036B2" w:rsidRDefault="00E85E1B" w:rsidP="00E85E1B">
      <w:pPr>
        <w:pStyle w:val="Taille-1RetraitGauche2XIndent0"/>
        <w:spacing w:before="0" w:after="0"/>
      </w:pPr>
      <w:r w:rsidRPr="006056B1">
        <w:t>Le pape est dans son fauteuil</w:t>
      </w:r>
      <w:r w:rsidR="006036B2">
        <w:t>,</w:t>
      </w:r>
    </w:p>
    <w:p w14:paraId="054F3D0E" w14:textId="77777777" w:rsidR="006036B2" w:rsidRDefault="00E85E1B" w:rsidP="00E85E1B">
      <w:pPr>
        <w:pStyle w:val="Taille-1RetraitGauche2XIndent0"/>
        <w:spacing w:before="0" w:after="0"/>
      </w:pPr>
      <w:r w:rsidRPr="006056B1">
        <w:t>Qui rit</w:t>
      </w:r>
      <w:r w:rsidR="006036B2">
        <w:t xml:space="preserve">, </w:t>
      </w:r>
      <w:r w:rsidRPr="006056B1">
        <w:t>qui rit</w:t>
      </w:r>
      <w:r w:rsidR="006036B2">
        <w:t xml:space="preserve">, </w:t>
      </w:r>
      <w:r w:rsidRPr="006056B1">
        <w:t>qui</w:t>
      </w:r>
      <w:r w:rsidR="006036B2">
        <w:t>,</w:t>
      </w:r>
    </w:p>
    <w:p w14:paraId="52B97F11" w14:textId="77777777" w:rsidR="006036B2" w:rsidRDefault="00E85E1B" w:rsidP="00E85E1B">
      <w:pPr>
        <w:pStyle w:val="Taille-1RetraitGauche2XIndent0"/>
        <w:spacing w:before="0" w:after="0"/>
      </w:pPr>
      <w:r w:rsidRPr="006056B1">
        <w:t>Qui rit</w:t>
      </w:r>
      <w:r w:rsidR="006036B2">
        <w:t xml:space="preserve">, </w:t>
      </w:r>
      <w:r w:rsidRPr="006056B1">
        <w:t>qui rit</w:t>
      </w:r>
      <w:r w:rsidR="006036B2">
        <w:t xml:space="preserve">, </w:t>
      </w:r>
      <w:r w:rsidRPr="006056B1">
        <w:t>qui</w:t>
      </w:r>
      <w:r w:rsidR="006036B2">
        <w:t>,</w:t>
      </w:r>
    </w:p>
    <w:p w14:paraId="6419831E" w14:textId="77777777" w:rsidR="006036B2" w:rsidRDefault="00E85E1B" w:rsidP="00E85E1B">
      <w:pPr>
        <w:pStyle w:val="Taille-1RetraitGauche2XIndent0"/>
        <w:spacing w:before="0" w:after="0"/>
      </w:pPr>
      <w:r w:rsidRPr="006056B1">
        <w:t>Qui rit</w:t>
      </w:r>
      <w:r w:rsidR="006036B2">
        <w:t xml:space="preserve">, </w:t>
      </w:r>
      <w:r w:rsidRPr="006056B1">
        <w:t>qui rit</w:t>
      </w:r>
      <w:r w:rsidR="006036B2">
        <w:t xml:space="preserve">, </w:t>
      </w:r>
      <w:r w:rsidRPr="006056B1">
        <w:t>qui</w:t>
      </w:r>
      <w:r w:rsidR="006036B2">
        <w:t>,</w:t>
      </w:r>
    </w:p>
    <w:p w14:paraId="31C00F3E" w14:textId="77777777" w:rsidR="006036B2" w:rsidRDefault="00E85E1B" w:rsidP="00E85E1B">
      <w:pPr>
        <w:pStyle w:val="Taille-1RetraitGauche2XIndent0"/>
        <w:spacing w:before="0" w:after="0"/>
      </w:pPr>
      <w:r w:rsidRPr="006056B1">
        <w:t>Qui rit comme un fou</w:t>
      </w:r>
      <w:r w:rsidR="006036B2">
        <w:t>,</w:t>
      </w:r>
    </w:p>
    <w:p w14:paraId="4590B126" w14:textId="77777777" w:rsidR="006036B2" w:rsidRDefault="00E85E1B" w:rsidP="00E85E1B">
      <w:pPr>
        <w:pStyle w:val="Taille-1RetraitGauche2XIndent0"/>
        <w:spacing w:before="0" w:after="0"/>
      </w:pPr>
      <w:r w:rsidRPr="006056B1">
        <w:t>Qui rit comme un fou</w:t>
      </w:r>
      <w:r w:rsidR="006036B2">
        <w:t>.</w:t>
      </w:r>
    </w:p>
    <w:p w14:paraId="32CEB7FA" w14:textId="77777777" w:rsidR="006036B2" w:rsidRDefault="00E85E1B" w:rsidP="00E85E1B">
      <w:r w:rsidRPr="006056B1">
        <w:lastRenderedPageBreak/>
        <w:t>Tout en filant ce couplet</w:t>
      </w:r>
      <w:r w:rsidR="006036B2">
        <w:t xml:space="preserve">, </w:t>
      </w:r>
      <w:r w:rsidRPr="006056B1">
        <w:t>il mimait la gaieté du pape</w:t>
      </w:r>
      <w:r w:rsidR="006036B2">
        <w:t xml:space="preserve">, </w:t>
      </w:r>
      <w:r w:rsidRPr="006056B1">
        <w:t>se tordait d</w:t>
      </w:r>
      <w:r w:rsidR="006036B2">
        <w:t>’</w:t>
      </w:r>
      <w:r w:rsidRPr="006056B1">
        <w:t>hilarité et finit par se rouler par terre</w:t>
      </w:r>
      <w:r w:rsidR="006036B2">
        <w:t>.</w:t>
      </w:r>
    </w:p>
    <w:p w14:paraId="7ACD9112" w14:textId="77777777" w:rsidR="006036B2" w:rsidRDefault="00E85E1B" w:rsidP="00E85E1B">
      <w:r w:rsidRPr="006056B1">
        <w:t>Après quoi</w:t>
      </w:r>
      <w:r w:rsidR="006036B2">
        <w:t xml:space="preserve">, </w:t>
      </w:r>
      <w:r w:rsidRPr="006056B1">
        <w:t>se relevant et devenu soudain très grave</w:t>
      </w:r>
      <w:r w:rsidR="006036B2">
        <w:t xml:space="preserve">, </w:t>
      </w:r>
      <w:r w:rsidRPr="006056B1">
        <w:t>il r</w:t>
      </w:r>
      <w:r w:rsidRPr="006056B1">
        <w:t>e</w:t>
      </w:r>
      <w:r w:rsidRPr="006056B1">
        <w:t>prit</w:t>
      </w:r>
      <w:r w:rsidR="006036B2">
        <w:t xml:space="preserve">, </w:t>
      </w:r>
      <w:r w:rsidRPr="006056B1">
        <w:t>d</w:t>
      </w:r>
      <w:r w:rsidR="006036B2">
        <w:t>’</w:t>
      </w:r>
      <w:r w:rsidRPr="006056B1">
        <w:t>une voix très basse maintenant</w:t>
      </w:r>
      <w:r w:rsidR="006036B2">
        <w:t> :</w:t>
      </w:r>
    </w:p>
    <w:p w14:paraId="1F1F376A" w14:textId="77777777" w:rsidR="006036B2" w:rsidRDefault="00E85E1B" w:rsidP="00E85E1B">
      <w:pPr>
        <w:pStyle w:val="Taille-1RetraitGauche2XIndent0"/>
        <w:spacing w:before="0" w:after="0"/>
      </w:pPr>
      <w:r w:rsidRPr="006056B1">
        <w:t>Les cardinaux lui demandent</w:t>
      </w:r>
      <w:r w:rsidR="006036B2">
        <w:t> :</w:t>
      </w:r>
    </w:p>
    <w:p w14:paraId="3B2E12E9" w14:textId="77777777" w:rsidR="006036B2" w:rsidRDefault="00E85E1B" w:rsidP="00E85E1B">
      <w:pPr>
        <w:pStyle w:val="Taille-1RetraitGauche2XIndent0"/>
        <w:spacing w:before="0" w:after="0"/>
      </w:pPr>
      <w:r w:rsidRPr="006056B1">
        <w:t>Père</w:t>
      </w:r>
      <w:r w:rsidR="006036B2">
        <w:t xml:space="preserve">, </w:t>
      </w:r>
      <w:r w:rsidRPr="006056B1">
        <w:t>qu</w:t>
      </w:r>
      <w:r w:rsidR="006036B2">
        <w:t>’</w:t>
      </w:r>
      <w:r w:rsidRPr="006056B1">
        <w:t>a</w:t>
      </w:r>
      <w:r w:rsidR="006036B2">
        <w:t xml:space="preserve">, </w:t>
      </w:r>
      <w:r w:rsidRPr="006056B1">
        <w:t>qu</w:t>
      </w:r>
      <w:r w:rsidR="006036B2">
        <w:t>’</w:t>
      </w:r>
      <w:r w:rsidRPr="006056B1">
        <w:t>a</w:t>
      </w:r>
      <w:r w:rsidR="006036B2">
        <w:t xml:space="preserve">, </w:t>
      </w:r>
      <w:r w:rsidRPr="006056B1">
        <w:t>qu</w:t>
      </w:r>
      <w:r w:rsidR="006036B2">
        <w:t>’</w:t>
      </w:r>
      <w:r w:rsidRPr="006056B1">
        <w:t>a</w:t>
      </w:r>
      <w:r w:rsidR="006036B2">
        <w:t>,</w:t>
      </w:r>
    </w:p>
    <w:p w14:paraId="7C2FCF65" w14:textId="77777777" w:rsidR="006036B2" w:rsidRDefault="00E85E1B" w:rsidP="00E85E1B">
      <w:pPr>
        <w:pStyle w:val="Taille-1RetraitGauche2XIndent0"/>
        <w:spacing w:before="0" w:after="0"/>
      </w:pPr>
      <w:r w:rsidRPr="006056B1">
        <w:t>Père</w:t>
      </w:r>
      <w:r w:rsidR="006036B2">
        <w:t xml:space="preserve">, </w:t>
      </w:r>
      <w:r w:rsidRPr="006056B1">
        <w:t>qu</w:t>
      </w:r>
      <w:r w:rsidR="006036B2">
        <w:t>’</w:t>
      </w:r>
      <w:r w:rsidRPr="006056B1">
        <w:t>a</w:t>
      </w:r>
      <w:r w:rsidR="006036B2">
        <w:t xml:space="preserve">, </w:t>
      </w:r>
      <w:r w:rsidRPr="006056B1">
        <w:t>qu</w:t>
      </w:r>
      <w:r w:rsidR="006036B2">
        <w:t>’</w:t>
      </w:r>
      <w:r w:rsidRPr="006056B1">
        <w:t>a</w:t>
      </w:r>
      <w:r w:rsidR="006036B2">
        <w:t xml:space="preserve">, </w:t>
      </w:r>
      <w:r w:rsidRPr="006056B1">
        <w:t>qu</w:t>
      </w:r>
      <w:r w:rsidR="006036B2">
        <w:t>’</w:t>
      </w:r>
      <w:r w:rsidRPr="006056B1">
        <w:t>a</w:t>
      </w:r>
      <w:r w:rsidR="006036B2">
        <w:t>,</w:t>
      </w:r>
    </w:p>
    <w:p w14:paraId="5F62C8DA" w14:textId="77777777" w:rsidR="006036B2" w:rsidRDefault="00E85E1B" w:rsidP="00E85E1B">
      <w:pPr>
        <w:pStyle w:val="Taille-1RetraitGauche2XIndent0"/>
        <w:spacing w:before="0" w:after="0"/>
      </w:pPr>
      <w:r w:rsidRPr="006056B1">
        <w:t>Père</w:t>
      </w:r>
      <w:r w:rsidR="006036B2">
        <w:t xml:space="preserve">, </w:t>
      </w:r>
      <w:r w:rsidRPr="006056B1">
        <w:t>qu</w:t>
      </w:r>
      <w:r w:rsidR="006036B2">
        <w:t>’</w:t>
      </w:r>
      <w:r w:rsidRPr="006056B1">
        <w:t>a</w:t>
      </w:r>
      <w:r w:rsidR="006036B2">
        <w:t xml:space="preserve">, </w:t>
      </w:r>
      <w:r w:rsidRPr="006056B1">
        <w:t>qu</w:t>
      </w:r>
      <w:r w:rsidR="006036B2">
        <w:t>’</w:t>
      </w:r>
      <w:r w:rsidRPr="006056B1">
        <w:t>a</w:t>
      </w:r>
      <w:r w:rsidR="006036B2">
        <w:t xml:space="preserve">, </w:t>
      </w:r>
      <w:r w:rsidRPr="006056B1">
        <w:t>qu</w:t>
      </w:r>
      <w:r w:rsidR="006036B2">
        <w:t>’</w:t>
      </w:r>
      <w:r w:rsidRPr="006056B1">
        <w:t>a</w:t>
      </w:r>
      <w:r w:rsidR="006036B2">
        <w:t>,</w:t>
      </w:r>
    </w:p>
    <w:p w14:paraId="47FF5342" w14:textId="77777777" w:rsidR="006036B2" w:rsidRDefault="00E85E1B" w:rsidP="00E85E1B">
      <w:pPr>
        <w:pStyle w:val="Taille-1RetraitGauche2XIndent0"/>
        <w:spacing w:before="0" w:after="0"/>
      </w:pPr>
      <w:r w:rsidRPr="006056B1">
        <w:t>Père</w:t>
      </w:r>
      <w:r w:rsidR="006036B2">
        <w:t xml:space="preserve">, </w:t>
      </w:r>
      <w:r w:rsidRPr="006056B1">
        <w:t>qu</w:t>
      </w:r>
      <w:r w:rsidR="006036B2">
        <w:t>’</w:t>
      </w:r>
      <w:r w:rsidRPr="006056B1">
        <w:t>avez-vous</w:t>
      </w:r>
      <w:r w:rsidR="006036B2">
        <w:t> ?</w:t>
      </w:r>
    </w:p>
    <w:p w14:paraId="47FF6ECE" w14:textId="77777777" w:rsidR="006036B2" w:rsidRDefault="00E85E1B" w:rsidP="00E85E1B">
      <w:pPr>
        <w:pStyle w:val="Taille-1RetraitGauche2XIndent0"/>
        <w:spacing w:before="0" w:after="0"/>
      </w:pPr>
      <w:r w:rsidRPr="006056B1">
        <w:t>Père</w:t>
      </w:r>
      <w:r w:rsidR="006036B2">
        <w:t xml:space="preserve">, </w:t>
      </w:r>
      <w:r w:rsidRPr="006056B1">
        <w:t>qu</w:t>
      </w:r>
      <w:r w:rsidR="006036B2">
        <w:t>’</w:t>
      </w:r>
      <w:r w:rsidRPr="006056B1">
        <w:t>avez-vous</w:t>
      </w:r>
      <w:r w:rsidR="006036B2">
        <w:t> ?</w:t>
      </w:r>
    </w:p>
    <w:p w14:paraId="234A4979" w14:textId="77777777" w:rsidR="006036B2" w:rsidRDefault="006036B2" w:rsidP="00E85E1B">
      <w:r>
        <w:t>— </w:t>
      </w:r>
      <w:r w:rsidR="00E85E1B" w:rsidRPr="006056B1">
        <w:t>Si vous voulez tous</w:t>
      </w:r>
      <w:r>
        <w:t xml:space="preserve">, </w:t>
      </w:r>
      <w:r w:rsidR="00E85E1B" w:rsidRPr="006056B1">
        <w:t>ajouta-t-il</w:t>
      </w:r>
      <w:r>
        <w:t xml:space="preserve">, </w:t>
      </w:r>
      <w:r w:rsidR="00E85E1B" w:rsidRPr="006056B1">
        <w:t>savoir ce qu</w:t>
      </w:r>
      <w:r>
        <w:t>’</w:t>
      </w:r>
      <w:r w:rsidR="00E85E1B" w:rsidRPr="006056B1">
        <w:t>avait votre pape</w:t>
      </w:r>
      <w:r>
        <w:t xml:space="preserve">, </w:t>
      </w:r>
      <w:r w:rsidR="00E85E1B" w:rsidRPr="006056B1">
        <w:t>donnez encore un peu à boire au pauvre prédicant</w:t>
      </w:r>
      <w:r>
        <w:t xml:space="preserve">, </w:t>
      </w:r>
      <w:r w:rsidR="00E85E1B" w:rsidRPr="006056B1">
        <w:t>au p</w:t>
      </w:r>
      <w:r w:rsidR="00E85E1B" w:rsidRPr="006056B1">
        <w:t>a</w:t>
      </w:r>
      <w:r w:rsidR="00E85E1B" w:rsidRPr="006056B1">
        <w:t>tarin qui a soif</w:t>
      </w:r>
      <w:r>
        <w:t>.</w:t>
      </w:r>
    </w:p>
    <w:p w14:paraId="0F660C22" w14:textId="77777777" w:rsidR="006036B2" w:rsidRDefault="00E85E1B" w:rsidP="00E85E1B">
      <w:r w:rsidRPr="006056B1">
        <w:t>Il avala une nouvelle et copieuse gorgée</w:t>
      </w:r>
      <w:r w:rsidR="006036B2">
        <w:t xml:space="preserve">. </w:t>
      </w:r>
      <w:r w:rsidRPr="006056B1">
        <w:t>Puis</w:t>
      </w:r>
      <w:r w:rsidR="006036B2">
        <w:t xml:space="preserve">, </w:t>
      </w:r>
      <w:r w:rsidRPr="006056B1">
        <w:t>reprenant son timbre de petite flûte et en chevrotant comme un très vieil homme</w:t>
      </w:r>
      <w:r w:rsidR="006036B2">
        <w:t> :</w:t>
      </w:r>
    </w:p>
    <w:p w14:paraId="5E5A25E5" w14:textId="73F1696A" w:rsidR="00E85E1B" w:rsidRPr="006056B1" w:rsidRDefault="00E85E1B" w:rsidP="00E85E1B">
      <w:pPr>
        <w:pStyle w:val="Taille-1RetraitGauche2XIndent0"/>
        <w:spacing w:before="0" w:after="0"/>
      </w:pPr>
      <w:r w:rsidRPr="006056B1">
        <w:t>Je ris d</w:t>
      </w:r>
      <w:r w:rsidR="006036B2">
        <w:t>’</w:t>
      </w:r>
      <w:r w:rsidRPr="006056B1">
        <w:t>une de mes filles</w:t>
      </w:r>
    </w:p>
    <w:p w14:paraId="79AC200F" w14:textId="77777777" w:rsidR="006036B2" w:rsidRDefault="00E85E1B" w:rsidP="00E85E1B">
      <w:pPr>
        <w:pStyle w:val="Taille-1RetraitGauche2XIndent0"/>
        <w:spacing w:before="0" w:after="0"/>
      </w:pPr>
      <w:r w:rsidRPr="006056B1">
        <w:t>Qui faisait pipi</w:t>
      </w:r>
      <w:r w:rsidR="006036B2">
        <w:t>,</w:t>
      </w:r>
    </w:p>
    <w:p w14:paraId="2F251789" w14:textId="77777777" w:rsidR="006036B2" w:rsidRDefault="00E85E1B" w:rsidP="00E85E1B">
      <w:pPr>
        <w:pStyle w:val="Taille-1RetraitGauche2XIndent0"/>
        <w:spacing w:before="0" w:after="0"/>
      </w:pPr>
      <w:r w:rsidRPr="006056B1">
        <w:t>Qui faisait pipi</w:t>
      </w:r>
      <w:r w:rsidR="006036B2">
        <w:t>,</w:t>
      </w:r>
    </w:p>
    <w:p w14:paraId="7976E1D5" w14:textId="77777777" w:rsidR="006036B2" w:rsidRDefault="00E85E1B" w:rsidP="00E85E1B">
      <w:pPr>
        <w:pStyle w:val="Taille-1RetraitGauche2XIndent0"/>
        <w:spacing w:before="0" w:after="0"/>
      </w:pPr>
      <w:r w:rsidRPr="006056B1">
        <w:t>Qui faisait pipi</w:t>
      </w:r>
      <w:r w:rsidR="006036B2">
        <w:t>,</w:t>
      </w:r>
    </w:p>
    <w:p w14:paraId="26265553" w14:textId="77777777" w:rsidR="006036B2" w:rsidRDefault="00E85E1B" w:rsidP="00E85E1B">
      <w:pPr>
        <w:pStyle w:val="Taille-1RetraitGauche2XIndent0"/>
        <w:spacing w:before="0" w:after="0"/>
      </w:pPr>
      <w:r w:rsidRPr="006056B1">
        <w:t>Qui faisait pitié</w:t>
      </w:r>
      <w:r w:rsidR="006036B2">
        <w:t>,</w:t>
      </w:r>
    </w:p>
    <w:p w14:paraId="5D0CE6BC" w14:textId="77777777" w:rsidR="006036B2" w:rsidRDefault="00E85E1B" w:rsidP="00E85E1B">
      <w:pPr>
        <w:pStyle w:val="Taille-1RetraitGauche2XIndent0"/>
        <w:spacing w:before="0" w:after="0"/>
      </w:pPr>
      <w:r w:rsidRPr="006056B1">
        <w:t>Qui faisait pitié</w:t>
      </w:r>
      <w:r w:rsidR="006036B2">
        <w:t>.</w:t>
      </w:r>
    </w:p>
    <w:p w14:paraId="774CEB2B" w14:textId="27A416D6" w:rsidR="00E85E1B" w:rsidRPr="006056B1" w:rsidRDefault="00E85E1B" w:rsidP="00E85E1B">
      <w:pPr>
        <w:pStyle w:val="Taille-1RetraitGauche2XIndent0"/>
        <w:spacing w:before="0" w:after="0"/>
      </w:pPr>
      <w:r w:rsidRPr="006056B1">
        <w:t>Elle était toute couverte</w:t>
      </w:r>
    </w:p>
    <w:p w14:paraId="3E223C04" w14:textId="77777777" w:rsidR="006036B2" w:rsidRDefault="00E85E1B" w:rsidP="00E85E1B">
      <w:pPr>
        <w:pStyle w:val="Taille-1RetraitGauche2XIndent0"/>
        <w:spacing w:before="0" w:after="0"/>
      </w:pPr>
      <w:r w:rsidRPr="006056B1">
        <w:t xml:space="preserve">De </w:t>
      </w:r>
      <w:proofErr w:type="spellStart"/>
      <w:r w:rsidRPr="006056B1">
        <w:t>ca</w:t>
      </w:r>
      <w:proofErr w:type="spellEnd"/>
      <w:r w:rsidR="006036B2">
        <w:t xml:space="preserve">, </w:t>
      </w:r>
      <w:r w:rsidRPr="006056B1">
        <w:t>ca</w:t>
      </w:r>
      <w:r w:rsidR="006036B2">
        <w:t xml:space="preserve">, </w:t>
      </w:r>
      <w:r w:rsidRPr="006056B1">
        <w:t>ca</w:t>
      </w:r>
      <w:r w:rsidR="006036B2">
        <w:t xml:space="preserve">, </w:t>
      </w:r>
      <w:r w:rsidRPr="006056B1">
        <w:t>ca</w:t>
      </w:r>
      <w:r w:rsidR="006036B2">
        <w:t>,</w:t>
      </w:r>
    </w:p>
    <w:p w14:paraId="4319FC52" w14:textId="77777777" w:rsidR="006036B2" w:rsidRDefault="00E85E1B" w:rsidP="00E85E1B">
      <w:pPr>
        <w:pStyle w:val="Taille-1RetraitGauche2XIndent0"/>
        <w:spacing w:before="0" w:after="0"/>
      </w:pPr>
      <w:r w:rsidRPr="006056B1">
        <w:t xml:space="preserve">De </w:t>
      </w:r>
      <w:proofErr w:type="spellStart"/>
      <w:r w:rsidRPr="006056B1">
        <w:t>ca</w:t>
      </w:r>
      <w:proofErr w:type="spellEnd"/>
      <w:r w:rsidR="006036B2">
        <w:t xml:space="preserve">, </w:t>
      </w:r>
      <w:r w:rsidRPr="006056B1">
        <w:t>ca</w:t>
      </w:r>
      <w:r w:rsidR="006036B2">
        <w:t xml:space="preserve">, </w:t>
      </w:r>
      <w:r w:rsidRPr="006056B1">
        <w:t>ca</w:t>
      </w:r>
      <w:r w:rsidR="006036B2">
        <w:t xml:space="preserve">, </w:t>
      </w:r>
      <w:r w:rsidRPr="006056B1">
        <w:t>ca</w:t>
      </w:r>
      <w:r w:rsidR="006036B2">
        <w:t>,</w:t>
      </w:r>
    </w:p>
    <w:p w14:paraId="113361EE" w14:textId="77777777" w:rsidR="006036B2" w:rsidRDefault="00E85E1B" w:rsidP="00E85E1B">
      <w:pPr>
        <w:pStyle w:val="Taille-1RetraitGauche2XIndent0"/>
        <w:spacing w:before="0" w:after="0"/>
      </w:pPr>
      <w:r w:rsidRPr="006056B1">
        <w:t xml:space="preserve">De </w:t>
      </w:r>
      <w:proofErr w:type="spellStart"/>
      <w:r w:rsidRPr="006056B1">
        <w:t>ca</w:t>
      </w:r>
      <w:proofErr w:type="spellEnd"/>
      <w:r w:rsidR="006036B2">
        <w:t xml:space="preserve">, </w:t>
      </w:r>
      <w:r w:rsidRPr="006056B1">
        <w:t>ca</w:t>
      </w:r>
      <w:r w:rsidR="006036B2">
        <w:t xml:space="preserve">, </w:t>
      </w:r>
      <w:r w:rsidRPr="006056B1">
        <w:t>ca</w:t>
      </w:r>
      <w:r w:rsidR="006036B2">
        <w:t xml:space="preserve">, </w:t>
      </w:r>
      <w:r w:rsidRPr="006056B1">
        <w:t>ca</w:t>
      </w:r>
      <w:r w:rsidR="006036B2">
        <w:t>,</w:t>
      </w:r>
    </w:p>
    <w:p w14:paraId="7A4246D0" w14:textId="77777777" w:rsidR="006036B2" w:rsidRDefault="00E85E1B" w:rsidP="00E85E1B">
      <w:pPr>
        <w:pStyle w:val="Taille-1RetraitGauche2XIndent0"/>
        <w:spacing w:before="0" w:after="0"/>
      </w:pPr>
      <w:r w:rsidRPr="006056B1">
        <w:t>De calamités</w:t>
      </w:r>
      <w:r w:rsidR="006036B2">
        <w:t>,</w:t>
      </w:r>
    </w:p>
    <w:p w14:paraId="2A8331AA" w14:textId="77777777" w:rsidR="006036B2" w:rsidRDefault="00E85E1B" w:rsidP="00E85E1B">
      <w:pPr>
        <w:pStyle w:val="Taille-1RetraitGauche2XIndent0"/>
        <w:spacing w:before="0" w:after="0"/>
      </w:pPr>
      <w:r w:rsidRPr="006056B1">
        <w:t>De calamités</w:t>
      </w:r>
      <w:r w:rsidR="006036B2">
        <w:t>.</w:t>
      </w:r>
    </w:p>
    <w:p w14:paraId="7090E1C8" w14:textId="77777777" w:rsidR="006036B2" w:rsidRDefault="00E85E1B" w:rsidP="00E85E1B">
      <w:r w:rsidRPr="006056B1">
        <w:t>Cette fois</w:t>
      </w:r>
      <w:r w:rsidR="006036B2">
        <w:t xml:space="preserve">, </w:t>
      </w:r>
      <w:r w:rsidRPr="006056B1">
        <w:t>je l</w:t>
      </w:r>
      <w:r w:rsidR="006036B2">
        <w:t>’</w:t>
      </w:r>
      <w:r w:rsidRPr="006056B1">
        <w:t>avoue</w:t>
      </w:r>
      <w:r w:rsidR="006036B2">
        <w:t xml:space="preserve">, </w:t>
      </w:r>
      <w:r w:rsidRPr="006056B1">
        <w:t>je riais follement</w:t>
      </w:r>
      <w:r w:rsidR="006036B2">
        <w:t xml:space="preserve">, </w:t>
      </w:r>
      <w:r w:rsidRPr="006056B1">
        <w:t>et de la chanson et du chanteur</w:t>
      </w:r>
      <w:r w:rsidR="006036B2">
        <w:t xml:space="preserve">, </w:t>
      </w:r>
      <w:r w:rsidRPr="006056B1">
        <w:t>et par-dessus tout de ce qu</w:t>
      </w:r>
      <w:r w:rsidR="006036B2">
        <w:t>’</w:t>
      </w:r>
      <w:r w:rsidRPr="006056B1">
        <w:t>il y avait d</w:t>
      </w:r>
      <w:r w:rsidR="006036B2">
        <w:t>’</w:t>
      </w:r>
      <w:r w:rsidRPr="006056B1">
        <w:t>extraordinairement bouffon dans cette scène en un pareil e</w:t>
      </w:r>
      <w:r w:rsidRPr="006056B1">
        <w:t>n</w:t>
      </w:r>
      <w:r w:rsidRPr="006056B1">
        <w:t>droit</w:t>
      </w:r>
      <w:r w:rsidR="006036B2">
        <w:t>.</w:t>
      </w:r>
    </w:p>
    <w:p w14:paraId="0F91C09A" w14:textId="77777777" w:rsidR="006036B2" w:rsidRDefault="006036B2" w:rsidP="00E85E1B">
      <w:r>
        <w:lastRenderedPageBreak/>
        <w:t>— </w:t>
      </w:r>
      <w:r w:rsidR="00E85E1B" w:rsidRPr="006056B1">
        <w:t>Tu ris</w:t>
      </w:r>
      <w:r>
        <w:t xml:space="preserve"> ! </w:t>
      </w:r>
      <w:r w:rsidR="00E85E1B" w:rsidRPr="006056B1">
        <w:t>tu ris</w:t>
      </w:r>
      <w:r>
        <w:t xml:space="preserve"> ! </w:t>
      </w:r>
      <w:r w:rsidR="00E85E1B" w:rsidRPr="006056B1">
        <w:t>s</w:t>
      </w:r>
      <w:r>
        <w:t>’</w:t>
      </w:r>
      <w:r w:rsidR="00E85E1B" w:rsidRPr="006056B1">
        <w:t>écria tout à coup le patarin</w:t>
      </w:r>
      <w:r>
        <w:t xml:space="preserve">. </w:t>
      </w:r>
      <w:r w:rsidR="00E85E1B" w:rsidRPr="006056B1">
        <w:t>Mais il n</w:t>
      </w:r>
      <w:r>
        <w:t>’</w:t>
      </w:r>
      <w:r w:rsidR="00E85E1B" w:rsidRPr="006056B1">
        <w:t>y a pas de quoi rire</w:t>
      </w:r>
      <w:r>
        <w:t xml:space="preserve">. </w:t>
      </w:r>
      <w:r w:rsidR="00E85E1B" w:rsidRPr="006056B1">
        <w:t>Il y a de quoi pleurer plutôt</w:t>
      </w:r>
      <w:r>
        <w:t xml:space="preserve">, </w:t>
      </w:r>
      <w:r w:rsidR="00E85E1B" w:rsidRPr="006056B1">
        <w:t>papiste du démon</w:t>
      </w:r>
      <w:r>
        <w:t xml:space="preserve">, </w:t>
      </w:r>
      <w:r w:rsidR="00E85E1B" w:rsidRPr="006056B1">
        <w:t>dont le pape bafoue ainsi sa fille tombée par sa faute dans la d</w:t>
      </w:r>
      <w:r w:rsidR="00E85E1B" w:rsidRPr="006056B1">
        <w:t>é</w:t>
      </w:r>
      <w:r w:rsidR="00E85E1B" w:rsidRPr="006056B1">
        <w:t>solation de l</w:t>
      </w:r>
      <w:r>
        <w:t>’</w:t>
      </w:r>
      <w:r w:rsidR="00E85E1B" w:rsidRPr="006056B1">
        <w:t>abomination</w:t>
      </w:r>
      <w:r>
        <w:t xml:space="preserve"> ! </w:t>
      </w:r>
      <w:r w:rsidR="00E85E1B" w:rsidRPr="006056B1">
        <w:t>Attends</w:t>
      </w:r>
      <w:r>
        <w:t xml:space="preserve">, </w:t>
      </w:r>
      <w:r w:rsidR="00E85E1B" w:rsidRPr="006056B1">
        <w:t>d</w:t>
      </w:r>
      <w:r>
        <w:t>’</w:t>
      </w:r>
      <w:r w:rsidR="00E85E1B" w:rsidRPr="006056B1">
        <w:t>ailleurs</w:t>
      </w:r>
      <w:r>
        <w:t xml:space="preserve">, </w:t>
      </w:r>
      <w:r w:rsidR="00E85E1B" w:rsidRPr="006056B1">
        <w:t>attends</w:t>
      </w:r>
      <w:r>
        <w:t xml:space="preserve">, </w:t>
      </w:r>
      <w:r w:rsidR="00E85E1B" w:rsidRPr="006056B1">
        <w:t>et tu ne vas plus longtemps rire</w:t>
      </w:r>
      <w:r>
        <w:t xml:space="preserve">. </w:t>
      </w:r>
      <w:r w:rsidR="00E85E1B" w:rsidRPr="006056B1">
        <w:t>Encore un peu à boire au pauvre préd</w:t>
      </w:r>
      <w:r w:rsidR="00E85E1B" w:rsidRPr="006056B1">
        <w:t>i</w:t>
      </w:r>
      <w:r w:rsidR="00E85E1B" w:rsidRPr="006056B1">
        <w:t>cant qui a soif</w:t>
      </w:r>
      <w:r>
        <w:t xml:space="preserve">, </w:t>
      </w:r>
      <w:r w:rsidR="00E85E1B" w:rsidRPr="006056B1">
        <w:t>et revenons à notre texte qui est</w:t>
      </w:r>
      <w:r>
        <w:t xml:space="preserve">, </w:t>
      </w:r>
      <w:r w:rsidR="00E85E1B" w:rsidRPr="006056B1">
        <w:t>mes frères en Dieu</w:t>
      </w:r>
      <w:r>
        <w:t xml:space="preserve">, </w:t>
      </w:r>
      <w:r w:rsidR="00E85E1B" w:rsidRPr="006056B1">
        <w:t>le bouc émissaire</w:t>
      </w:r>
      <w:r>
        <w:t>.</w:t>
      </w:r>
    </w:p>
    <w:p w14:paraId="5DBE95E9" w14:textId="77777777" w:rsidR="006036B2" w:rsidRDefault="00E85E1B" w:rsidP="00E85E1B">
      <w:r w:rsidRPr="006056B1">
        <w:t>Et</w:t>
      </w:r>
      <w:r w:rsidR="006036B2">
        <w:t xml:space="preserve">, </w:t>
      </w:r>
      <w:r w:rsidRPr="006056B1">
        <w:t>vidant la gourde</w:t>
      </w:r>
      <w:r w:rsidR="006036B2">
        <w:t xml:space="preserve">, </w:t>
      </w:r>
      <w:r w:rsidRPr="006056B1">
        <w:t>près d</w:t>
      </w:r>
      <w:r w:rsidR="006036B2">
        <w:t>’</w:t>
      </w:r>
      <w:r w:rsidRPr="006056B1">
        <w:t>un demi-litre d</w:t>
      </w:r>
      <w:r w:rsidR="006036B2">
        <w:t>’</w:t>
      </w:r>
      <w:r w:rsidRPr="006056B1">
        <w:t>eau-de-vie dans le corps</w:t>
      </w:r>
      <w:r w:rsidR="006036B2">
        <w:t xml:space="preserve">, </w:t>
      </w:r>
      <w:r w:rsidRPr="006056B1">
        <w:t>il recommença son prêche</w:t>
      </w:r>
      <w:r w:rsidR="006036B2">
        <w:t>.</w:t>
      </w:r>
    </w:p>
    <w:p w14:paraId="0F5D5362" w14:textId="77777777" w:rsidR="006036B2" w:rsidRDefault="00E85E1B" w:rsidP="00E85E1B">
      <w:r w:rsidRPr="006056B1">
        <w:t>Oh</w:t>
      </w:r>
      <w:r w:rsidR="006036B2">
        <w:t xml:space="preserve"> ! </w:t>
      </w:r>
      <w:r w:rsidRPr="006056B1">
        <w:t>par exemple</w:t>
      </w:r>
      <w:r w:rsidR="006036B2">
        <w:t xml:space="preserve">, </w:t>
      </w:r>
      <w:r w:rsidRPr="006056B1">
        <w:t>plus ennuyeux du tout</w:t>
      </w:r>
      <w:r w:rsidR="006036B2">
        <w:t xml:space="preserve">, </w:t>
      </w:r>
      <w:r w:rsidRPr="006056B1">
        <w:t>à présent</w:t>
      </w:r>
      <w:r w:rsidR="006036B2">
        <w:t xml:space="preserve"> ! </w:t>
      </w:r>
      <w:r w:rsidRPr="006056B1">
        <w:t>Car il s</w:t>
      </w:r>
      <w:r w:rsidR="006036B2">
        <w:t>’</w:t>
      </w:r>
      <w:r w:rsidRPr="006056B1">
        <w:t>embarbouillait dans ses phrases</w:t>
      </w:r>
      <w:r w:rsidR="006036B2">
        <w:t xml:space="preserve">, </w:t>
      </w:r>
      <w:r w:rsidRPr="006056B1">
        <w:t>et aussi dans ses mouv</w:t>
      </w:r>
      <w:r w:rsidRPr="006056B1">
        <w:t>e</w:t>
      </w:r>
      <w:r w:rsidRPr="006056B1">
        <w:t>ments et gestes d</w:t>
      </w:r>
      <w:r w:rsidR="006036B2">
        <w:t>’</w:t>
      </w:r>
      <w:r w:rsidRPr="006056B1">
        <w:t>éloquence</w:t>
      </w:r>
      <w:r w:rsidR="006036B2">
        <w:t xml:space="preserve">, </w:t>
      </w:r>
      <w:r w:rsidRPr="006056B1">
        <w:t>titubait</w:t>
      </w:r>
      <w:r w:rsidR="006036B2">
        <w:t xml:space="preserve">, </w:t>
      </w:r>
      <w:r w:rsidRPr="006056B1">
        <w:t>chavirait</w:t>
      </w:r>
      <w:r w:rsidR="006036B2">
        <w:t xml:space="preserve">, </w:t>
      </w:r>
      <w:r w:rsidRPr="006056B1">
        <w:t>tombait par terre et là continuait à pérorer</w:t>
      </w:r>
      <w:r w:rsidR="006036B2">
        <w:t xml:space="preserve">, </w:t>
      </w:r>
      <w:r w:rsidRPr="006056B1">
        <w:t>se redressait comme mû par un ressort</w:t>
      </w:r>
      <w:r w:rsidR="006036B2">
        <w:t xml:space="preserve">, </w:t>
      </w:r>
      <w:r w:rsidRPr="006056B1">
        <w:t>semblable à un diable qui jaillit d</w:t>
      </w:r>
      <w:r w:rsidR="006036B2">
        <w:t>’</w:t>
      </w:r>
      <w:r w:rsidRPr="006056B1">
        <w:t>une boîte</w:t>
      </w:r>
      <w:r w:rsidR="006036B2">
        <w:t xml:space="preserve">, </w:t>
      </w:r>
      <w:r w:rsidRPr="006056B1">
        <w:t>roulait des yeux ainsi qu</w:t>
      </w:r>
      <w:r w:rsidR="006036B2">
        <w:t>’</w:t>
      </w:r>
      <w:r w:rsidRPr="006056B1">
        <w:t>un chat foirant dans la braise</w:t>
      </w:r>
      <w:r w:rsidR="006036B2">
        <w:t xml:space="preserve">, </w:t>
      </w:r>
      <w:r w:rsidRPr="006056B1">
        <w:t>et finalement nous montrait sa ceinture dénouée et sa robe ouverte</w:t>
      </w:r>
      <w:r w:rsidR="006036B2">
        <w:t xml:space="preserve">, </w:t>
      </w:r>
      <w:r w:rsidRPr="006056B1">
        <w:t>toute sa nudité lamentable et grotesque</w:t>
      </w:r>
      <w:r w:rsidR="006036B2">
        <w:t xml:space="preserve">, </w:t>
      </w:r>
      <w:r w:rsidRPr="006056B1">
        <w:t>sa poitrine avec le dessus de malle en soies raides et grisés</w:t>
      </w:r>
      <w:r w:rsidR="006036B2">
        <w:t xml:space="preserve">, </w:t>
      </w:r>
      <w:r w:rsidRPr="006056B1">
        <w:t>son ventre ridé où le nombril grimaçait comme un vieil anus effondré</w:t>
      </w:r>
      <w:r w:rsidR="006036B2">
        <w:t xml:space="preserve">, </w:t>
      </w:r>
      <w:r w:rsidRPr="006056B1">
        <w:t xml:space="preserve">et son sexe </w:t>
      </w:r>
      <w:proofErr w:type="spellStart"/>
      <w:r w:rsidRPr="006056B1">
        <w:t>rétri</w:t>
      </w:r>
      <w:proofErr w:type="spellEnd"/>
      <w:r w:rsidRPr="006056B1">
        <w:t xml:space="preserve"> et flétri en l</w:t>
      </w:r>
      <w:r w:rsidRPr="006056B1">
        <w:t>a</w:t>
      </w:r>
      <w:r w:rsidRPr="006056B1">
        <w:t>vette bringuebalante</w:t>
      </w:r>
      <w:r w:rsidR="006036B2">
        <w:t>.</w:t>
      </w:r>
    </w:p>
    <w:p w14:paraId="67227FDE" w14:textId="77777777" w:rsidR="006036B2" w:rsidRDefault="00E85E1B" w:rsidP="00E85E1B">
      <w:r w:rsidRPr="006056B1">
        <w:t>Le chevrier l</w:t>
      </w:r>
      <w:r w:rsidR="006036B2">
        <w:t>’</w:t>
      </w:r>
      <w:r w:rsidRPr="006056B1">
        <w:t>apostropha en patois</w:t>
      </w:r>
      <w:r w:rsidR="006036B2">
        <w:t xml:space="preserve">, </w:t>
      </w:r>
      <w:r w:rsidRPr="006056B1">
        <w:t>puis ajouta en français</w:t>
      </w:r>
      <w:r w:rsidR="006036B2">
        <w:t xml:space="preserve">, </w:t>
      </w:r>
      <w:r w:rsidRPr="006056B1">
        <w:t>avec un rude accent montagnard</w:t>
      </w:r>
      <w:r w:rsidR="006036B2">
        <w:t> :</w:t>
      </w:r>
    </w:p>
    <w:p w14:paraId="0A6039B8" w14:textId="77777777" w:rsidR="006036B2" w:rsidRDefault="006036B2" w:rsidP="00E85E1B">
      <w:r>
        <w:t>— </w:t>
      </w:r>
      <w:proofErr w:type="spellStart"/>
      <w:r w:rsidR="00E85E1B" w:rsidRPr="006056B1">
        <w:t>Vougre</w:t>
      </w:r>
      <w:proofErr w:type="spellEnd"/>
      <w:r w:rsidR="00E85E1B" w:rsidRPr="006056B1">
        <w:t xml:space="preserve"> dé saligaud</w:t>
      </w:r>
      <w:r>
        <w:t xml:space="preserve"> ! </w:t>
      </w:r>
      <w:r w:rsidR="00E85E1B" w:rsidRPr="006056B1">
        <w:t>Patarin de nom de foutre</w:t>
      </w:r>
      <w:r>
        <w:t xml:space="preserve"> ! </w:t>
      </w:r>
      <w:r w:rsidR="00E85E1B" w:rsidRPr="006056B1">
        <w:t>Préd</w:t>
      </w:r>
      <w:r w:rsidR="00E85E1B" w:rsidRPr="006056B1">
        <w:t>i</w:t>
      </w:r>
      <w:r w:rsidR="00E85E1B" w:rsidRPr="006056B1">
        <w:t>cant du diable</w:t>
      </w:r>
      <w:r>
        <w:t xml:space="preserve"> ! </w:t>
      </w:r>
      <w:r w:rsidR="00E85E1B" w:rsidRPr="006056B1">
        <w:t xml:space="preserve">Tu es soûl comme la </w:t>
      </w:r>
      <w:proofErr w:type="spellStart"/>
      <w:r w:rsidR="00E85E1B" w:rsidRPr="006056B1">
        <w:t>vourrique</w:t>
      </w:r>
      <w:proofErr w:type="spellEnd"/>
      <w:r w:rsidR="00E85E1B" w:rsidRPr="006056B1">
        <w:t xml:space="preserve"> à </w:t>
      </w:r>
      <w:proofErr w:type="spellStart"/>
      <w:r w:rsidR="00E85E1B" w:rsidRPr="006056B1">
        <w:t>Rovespierre</w:t>
      </w:r>
      <w:proofErr w:type="spellEnd"/>
      <w:r>
        <w:t xml:space="preserve">, </w:t>
      </w:r>
      <w:r w:rsidR="00E85E1B" w:rsidRPr="006056B1">
        <w:t>et tu nous fais voir ton cul</w:t>
      </w:r>
      <w:r>
        <w:t xml:space="preserve">. </w:t>
      </w:r>
      <w:r w:rsidR="00E85E1B" w:rsidRPr="006056B1">
        <w:t>Mais c</w:t>
      </w:r>
      <w:r>
        <w:t>’</w:t>
      </w:r>
      <w:r w:rsidR="00E85E1B" w:rsidRPr="006056B1">
        <w:t>est toi</w:t>
      </w:r>
      <w:r>
        <w:t xml:space="preserve">, </w:t>
      </w:r>
      <w:r w:rsidR="00E85E1B" w:rsidRPr="006056B1">
        <w:t>cochon</w:t>
      </w:r>
      <w:r>
        <w:t xml:space="preserve">, </w:t>
      </w:r>
      <w:r w:rsidR="00E85E1B" w:rsidRPr="006056B1">
        <w:t>c</w:t>
      </w:r>
      <w:r>
        <w:t>’</w:t>
      </w:r>
      <w:r w:rsidR="00E85E1B" w:rsidRPr="006056B1">
        <w:t xml:space="preserve">est toi lé </w:t>
      </w:r>
      <w:proofErr w:type="spellStart"/>
      <w:r w:rsidR="00E85E1B" w:rsidRPr="006056B1">
        <w:t>vouc</w:t>
      </w:r>
      <w:proofErr w:type="spellEnd"/>
      <w:r w:rsidR="00E85E1B" w:rsidRPr="006056B1">
        <w:t xml:space="preserve"> émissaire</w:t>
      </w:r>
      <w:r>
        <w:t>.</w:t>
      </w:r>
    </w:p>
    <w:p w14:paraId="28AC56E1" w14:textId="77777777" w:rsidR="006036B2" w:rsidRDefault="006036B2" w:rsidP="00E85E1B">
      <w:r>
        <w:t>— </w:t>
      </w:r>
      <w:r w:rsidR="00E85E1B" w:rsidRPr="006056B1">
        <w:t>Oui</w:t>
      </w:r>
      <w:r>
        <w:t xml:space="preserve">, </w:t>
      </w:r>
      <w:r w:rsidR="00E85E1B" w:rsidRPr="006056B1">
        <w:t>oui</w:t>
      </w:r>
      <w:r>
        <w:t xml:space="preserve">, </w:t>
      </w:r>
      <w:r w:rsidR="00E85E1B" w:rsidRPr="006056B1">
        <w:t>tu as raison</w:t>
      </w:r>
      <w:r>
        <w:t xml:space="preserve">, </w:t>
      </w:r>
      <w:r w:rsidR="00E85E1B" w:rsidRPr="006056B1">
        <w:t>c</w:t>
      </w:r>
      <w:r>
        <w:t>’</w:t>
      </w:r>
      <w:r w:rsidR="00E85E1B" w:rsidRPr="006056B1">
        <w:t>est moi</w:t>
      </w:r>
      <w:r>
        <w:t xml:space="preserve">, </w:t>
      </w:r>
      <w:r w:rsidR="00E85E1B" w:rsidRPr="006056B1">
        <w:t>clama le patarin</w:t>
      </w:r>
      <w:r>
        <w:t xml:space="preserve">. </w:t>
      </w:r>
      <w:r w:rsidR="00E85E1B" w:rsidRPr="006056B1">
        <w:t>Oui</w:t>
      </w:r>
      <w:r>
        <w:t xml:space="preserve">, </w:t>
      </w:r>
      <w:r w:rsidR="00E85E1B" w:rsidRPr="006056B1">
        <w:t>tous les vices sont en moi</w:t>
      </w:r>
      <w:r>
        <w:t xml:space="preserve">, </w:t>
      </w:r>
      <w:r w:rsidR="00E85E1B" w:rsidRPr="006056B1">
        <w:t>mais parce que j</w:t>
      </w:r>
      <w:r>
        <w:t>’</w:t>
      </w:r>
      <w:r w:rsidR="00E85E1B" w:rsidRPr="006056B1">
        <w:t>ai pris les vôtres</w:t>
      </w:r>
      <w:r>
        <w:t xml:space="preserve">. </w:t>
      </w:r>
      <w:r w:rsidR="00E85E1B" w:rsidRPr="006056B1">
        <w:t>Oui</w:t>
      </w:r>
      <w:r>
        <w:t xml:space="preserve">, </w:t>
      </w:r>
      <w:r w:rsidR="00E85E1B" w:rsidRPr="006056B1">
        <w:t>oui</w:t>
      </w:r>
      <w:r>
        <w:t xml:space="preserve">, </w:t>
      </w:r>
      <w:r w:rsidR="00E85E1B" w:rsidRPr="006056B1">
        <w:t>et l</w:t>
      </w:r>
      <w:r>
        <w:t>’</w:t>
      </w:r>
      <w:r w:rsidR="00E85E1B" w:rsidRPr="006056B1">
        <w:t>ivrognerie</w:t>
      </w:r>
      <w:r>
        <w:t xml:space="preserve">, </w:t>
      </w:r>
      <w:r w:rsidR="00E85E1B" w:rsidRPr="006056B1">
        <w:t>et la luxure</w:t>
      </w:r>
      <w:r>
        <w:t xml:space="preserve"> ! </w:t>
      </w:r>
      <w:r w:rsidR="00E85E1B" w:rsidRPr="006056B1">
        <w:t>Mais je vais m</w:t>
      </w:r>
      <w:r>
        <w:t>’</w:t>
      </w:r>
      <w:r w:rsidR="00E85E1B" w:rsidRPr="006056B1">
        <w:t>en déba</w:t>
      </w:r>
      <w:r w:rsidR="00E85E1B" w:rsidRPr="006056B1">
        <w:t>r</w:t>
      </w:r>
      <w:r w:rsidR="00E85E1B" w:rsidRPr="006056B1">
        <w:t>rasser</w:t>
      </w:r>
      <w:r>
        <w:t xml:space="preserve">, </w:t>
      </w:r>
      <w:r w:rsidR="00E85E1B" w:rsidRPr="006056B1">
        <w:t>de vos vices</w:t>
      </w:r>
      <w:r>
        <w:t xml:space="preserve">, </w:t>
      </w:r>
      <w:r w:rsidR="00E85E1B" w:rsidRPr="006056B1">
        <w:t>je vais en charger le bouc</w:t>
      </w:r>
      <w:r>
        <w:t xml:space="preserve">, </w:t>
      </w:r>
      <w:r w:rsidR="00E85E1B" w:rsidRPr="006056B1">
        <w:t>le vrai bouc</w:t>
      </w:r>
      <w:r>
        <w:t xml:space="preserve">, </w:t>
      </w:r>
      <w:r w:rsidR="00E85E1B" w:rsidRPr="006056B1">
        <w:lastRenderedPageBreak/>
        <w:t>pour qu</w:t>
      </w:r>
      <w:r>
        <w:t>’</w:t>
      </w:r>
      <w:r w:rsidR="00E85E1B" w:rsidRPr="006056B1">
        <w:t>il devienne le triste bouc émissaire et pour qu</w:t>
      </w:r>
      <w:r>
        <w:t>’</w:t>
      </w:r>
      <w:r w:rsidR="00E85E1B" w:rsidRPr="006056B1">
        <w:t>il les emporte au désert</w:t>
      </w:r>
      <w:r>
        <w:t>.</w:t>
      </w:r>
    </w:p>
    <w:p w14:paraId="355C20BD" w14:textId="77777777" w:rsidR="006036B2" w:rsidRDefault="00E85E1B" w:rsidP="00E85E1B">
      <w:r w:rsidRPr="006056B1">
        <w:t>Ce disant</w:t>
      </w:r>
      <w:r w:rsidR="006036B2">
        <w:t xml:space="preserve">, </w:t>
      </w:r>
      <w:r w:rsidRPr="006056B1">
        <w:t>il se rua dans l</w:t>
      </w:r>
      <w:r w:rsidR="006036B2">
        <w:t>’</w:t>
      </w:r>
      <w:r w:rsidRPr="006056B1">
        <w:t>étable</w:t>
      </w:r>
      <w:r w:rsidR="006036B2">
        <w:t xml:space="preserve">, </w:t>
      </w:r>
      <w:r w:rsidRPr="006056B1">
        <w:t>en ramena le bouc qu</w:t>
      </w:r>
      <w:r w:rsidR="006036B2">
        <w:t>’</w:t>
      </w:r>
      <w:r w:rsidRPr="006056B1">
        <w:t>il poussait devant lui</w:t>
      </w:r>
      <w:r w:rsidR="006036B2">
        <w:t xml:space="preserve">, </w:t>
      </w:r>
      <w:r w:rsidRPr="006056B1">
        <w:t>et hurla sur un ton de prophète</w:t>
      </w:r>
      <w:r w:rsidR="006036B2">
        <w:t> :</w:t>
      </w:r>
    </w:p>
    <w:p w14:paraId="5B61C0E6" w14:textId="77777777" w:rsidR="006036B2" w:rsidRDefault="006036B2" w:rsidP="00E85E1B">
      <w:r>
        <w:t>— </w:t>
      </w:r>
      <w:r w:rsidR="00E85E1B" w:rsidRPr="006056B1">
        <w:t>Va au désert</w:t>
      </w:r>
      <w:r>
        <w:t xml:space="preserve">, </w:t>
      </w:r>
      <w:r w:rsidR="00E85E1B" w:rsidRPr="006056B1">
        <w:t>bouc</w:t>
      </w:r>
      <w:r>
        <w:t xml:space="preserve">, </w:t>
      </w:r>
      <w:r w:rsidR="00E85E1B" w:rsidRPr="006056B1">
        <w:t>va</w:t>
      </w:r>
      <w:r>
        <w:t xml:space="preserve">, </w:t>
      </w:r>
      <w:r w:rsidR="00E85E1B" w:rsidRPr="006056B1">
        <w:t>et emporte les péchés d</w:t>
      </w:r>
      <w:r>
        <w:t>’</w:t>
      </w:r>
      <w:r w:rsidR="00E85E1B" w:rsidRPr="006056B1">
        <w:t>Israël</w:t>
      </w:r>
      <w:r>
        <w:t xml:space="preserve"> ! </w:t>
      </w:r>
      <w:r w:rsidR="00E85E1B" w:rsidRPr="006056B1">
        <w:t>Tiens</w:t>
      </w:r>
      <w:r>
        <w:t xml:space="preserve">, </w:t>
      </w:r>
      <w:r w:rsidR="00E85E1B" w:rsidRPr="006056B1">
        <w:t>voici la salive menteuse d</w:t>
      </w:r>
      <w:r>
        <w:t>’</w:t>
      </w:r>
      <w:r w:rsidR="00E85E1B" w:rsidRPr="006056B1">
        <w:t>Israël</w:t>
      </w:r>
      <w:r>
        <w:t> !</w:t>
      </w:r>
    </w:p>
    <w:p w14:paraId="2EAC4084" w14:textId="77777777" w:rsidR="006036B2" w:rsidRDefault="00E85E1B" w:rsidP="00E85E1B">
      <w:r w:rsidRPr="006056B1">
        <w:t>Et il crachait sur le bouc</w:t>
      </w:r>
      <w:r w:rsidR="006036B2">
        <w:t>.</w:t>
      </w:r>
    </w:p>
    <w:p w14:paraId="5CB50E13" w14:textId="77777777" w:rsidR="006036B2" w:rsidRDefault="006036B2" w:rsidP="00E85E1B">
      <w:r>
        <w:t>— </w:t>
      </w:r>
      <w:r w:rsidR="00E85E1B" w:rsidRPr="006056B1">
        <w:t>Voici l</w:t>
      </w:r>
      <w:r>
        <w:t>’</w:t>
      </w:r>
      <w:r w:rsidR="00E85E1B" w:rsidRPr="006056B1">
        <w:t>ivrognerie d</w:t>
      </w:r>
      <w:r>
        <w:t>’</w:t>
      </w:r>
      <w:r w:rsidR="00E85E1B" w:rsidRPr="006056B1">
        <w:t>Israël</w:t>
      </w:r>
      <w:r>
        <w:t> !</w:t>
      </w:r>
    </w:p>
    <w:p w14:paraId="2D989DBF" w14:textId="77777777" w:rsidR="006036B2" w:rsidRDefault="00E85E1B" w:rsidP="00E85E1B">
      <w:r w:rsidRPr="006056B1">
        <w:t>Et</w:t>
      </w:r>
      <w:r w:rsidR="006036B2">
        <w:t xml:space="preserve">, </w:t>
      </w:r>
      <w:r w:rsidRPr="006056B1">
        <w:t>se fourrant les doigts dans la bouche</w:t>
      </w:r>
      <w:r w:rsidR="006036B2">
        <w:t xml:space="preserve">, </w:t>
      </w:r>
      <w:r w:rsidRPr="006056B1">
        <w:t>il hoquetait et vomissait à grands flots sur l</w:t>
      </w:r>
      <w:r w:rsidR="006036B2">
        <w:t>’</w:t>
      </w:r>
      <w:r w:rsidRPr="006056B1">
        <w:t>animal</w:t>
      </w:r>
      <w:r w:rsidR="006036B2">
        <w:t>.</w:t>
      </w:r>
    </w:p>
    <w:p w14:paraId="3A775829" w14:textId="77777777" w:rsidR="006036B2" w:rsidRDefault="006036B2" w:rsidP="00E85E1B">
      <w:r>
        <w:t>— </w:t>
      </w:r>
      <w:r w:rsidR="00E85E1B" w:rsidRPr="006056B1">
        <w:t>Voici la vermine d</w:t>
      </w:r>
      <w:r>
        <w:t>’</w:t>
      </w:r>
      <w:r w:rsidR="00E85E1B" w:rsidRPr="006056B1">
        <w:t>Israël</w:t>
      </w:r>
      <w:r>
        <w:t> !</w:t>
      </w:r>
    </w:p>
    <w:p w14:paraId="6D10ABBE" w14:textId="77777777" w:rsidR="006036B2" w:rsidRDefault="00E85E1B" w:rsidP="00E85E1B">
      <w:r w:rsidRPr="006056B1">
        <w:t>Et il se dépouillait complètement de sa robe et la jetait sur la bête effarée</w:t>
      </w:r>
      <w:r w:rsidR="006036B2">
        <w:t xml:space="preserve">, </w:t>
      </w:r>
      <w:r w:rsidRPr="006056B1">
        <w:t>qui jusque-là s</w:t>
      </w:r>
      <w:r w:rsidR="006036B2">
        <w:t>’</w:t>
      </w:r>
      <w:r w:rsidRPr="006056B1">
        <w:t>était débattue et qui maintenant restait immobile</w:t>
      </w:r>
      <w:r w:rsidR="006036B2">
        <w:t xml:space="preserve">, </w:t>
      </w:r>
      <w:r w:rsidRPr="006056B1">
        <w:t>la tête et les yeux couverts par le vêtement</w:t>
      </w:r>
      <w:r w:rsidR="006036B2">
        <w:t>.</w:t>
      </w:r>
    </w:p>
    <w:p w14:paraId="26FBB49C" w14:textId="77777777" w:rsidR="006036B2" w:rsidRDefault="006036B2" w:rsidP="00E85E1B">
      <w:r>
        <w:t>— </w:t>
      </w:r>
      <w:r w:rsidR="00E85E1B" w:rsidRPr="006056B1">
        <w:t>Et voici enfin</w:t>
      </w:r>
      <w:r>
        <w:t xml:space="preserve">, </w:t>
      </w:r>
      <w:r w:rsidR="00E85E1B" w:rsidRPr="006056B1">
        <w:t>rugit triomphalement le patarin</w:t>
      </w:r>
      <w:r>
        <w:t xml:space="preserve">, </w:t>
      </w:r>
      <w:r w:rsidR="00E85E1B" w:rsidRPr="006056B1">
        <w:t>voici la sale et immonde luxure d</w:t>
      </w:r>
      <w:r>
        <w:t>’</w:t>
      </w:r>
      <w:r w:rsidR="00E85E1B" w:rsidRPr="006056B1">
        <w:t>Israël</w:t>
      </w:r>
      <w:r>
        <w:t> !</w:t>
      </w:r>
    </w:p>
    <w:p w14:paraId="137DF85C" w14:textId="77777777" w:rsidR="006036B2" w:rsidRDefault="00E85E1B" w:rsidP="00E85E1B">
      <w:r w:rsidRPr="006056B1">
        <w:t>Il avait empoigné le bouc par les poils de l</w:t>
      </w:r>
      <w:r w:rsidR="006036B2">
        <w:t>’</w:t>
      </w:r>
      <w:r w:rsidRPr="006056B1">
        <w:t>échine et se courbait déjà vers lui</w:t>
      </w:r>
      <w:r w:rsidR="006036B2">
        <w:t xml:space="preserve"> (</w:t>
      </w:r>
      <w:r w:rsidRPr="006056B1">
        <w:rPr>
          <w:i/>
          <w:iCs/>
        </w:rPr>
        <w:t xml:space="preserve">transversa </w:t>
      </w:r>
      <w:proofErr w:type="spellStart"/>
      <w:r w:rsidRPr="006056B1">
        <w:rPr>
          <w:i/>
          <w:iCs/>
        </w:rPr>
        <w:t>tuentibus</w:t>
      </w:r>
      <w:proofErr w:type="spellEnd"/>
      <w:r w:rsidRPr="006056B1">
        <w:rPr>
          <w:i/>
          <w:iCs/>
        </w:rPr>
        <w:t xml:space="preserve"> </w:t>
      </w:r>
      <w:proofErr w:type="spellStart"/>
      <w:r w:rsidRPr="006056B1">
        <w:rPr>
          <w:i/>
          <w:iCs/>
        </w:rPr>
        <w:t>hircis</w:t>
      </w:r>
      <w:proofErr w:type="spellEnd"/>
      <w:r w:rsidR="006036B2">
        <w:rPr>
          <w:i/>
          <w:iCs/>
        </w:rPr>
        <w:t xml:space="preserve">, </w:t>
      </w:r>
      <w:r w:rsidRPr="006056B1">
        <w:t>dit Virgile</w:t>
      </w:r>
      <w:r w:rsidR="006036B2">
        <w:t xml:space="preserve">), </w:t>
      </w:r>
      <w:r w:rsidRPr="006056B1">
        <w:t>quand le chevrier se précipita au secours du chef vénérable de son troupeau</w:t>
      </w:r>
      <w:r w:rsidR="006036B2">
        <w:t xml:space="preserve">, </w:t>
      </w:r>
      <w:r w:rsidRPr="006056B1">
        <w:t>bouscula le vieillard</w:t>
      </w:r>
      <w:r w:rsidR="006036B2">
        <w:t xml:space="preserve">, </w:t>
      </w:r>
      <w:r w:rsidRPr="006056B1">
        <w:t>l</w:t>
      </w:r>
      <w:r w:rsidR="006036B2">
        <w:t>’</w:t>
      </w:r>
      <w:r w:rsidRPr="006056B1">
        <w:t>envoya rouler par terre et lui cria</w:t>
      </w:r>
      <w:r w:rsidR="006036B2">
        <w:t xml:space="preserve">, </w:t>
      </w:r>
      <w:r w:rsidRPr="006056B1">
        <w:t>indigné</w:t>
      </w:r>
      <w:r w:rsidR="006036B2">
        <w:t> :</w:t>
      </w:r>
    </w:p>
    <w:p w14:paraId="3991DD94" w14:textId="77777777" w:rsidR="006036B2" w:rsidRDefault="006036B2" w:rsidP="00E85E1B">
      <w:r>
        <w:t>— </w:t>
      </w:r>
      <w:r w:rsidR="00E85E1B" w:rsidRPr="006056B1">
        <w:t xml:space="preserve">Fous moi </w:t>
      </w:r>
      <w:proofErr w:type="spellStart"/>
      <w:r w:rsidR="00E85E1B" w:rsidRPr="006056B1">
        <w:t>lé</w:t>
      </w:r>
      <w:proofErr w:type="spellEnd"/>
      <w:r w:rsidR="00E85E1B" w:rsidRPr="006056B1">
        <w:t xml:space="preserve"> camp</w:t>
      </w:r>
      <w:r>
        <w:t xml:space="preserve">, </w:t>
      </w:r>
      <w:r w:rsidR="00E85E1B" w:rsidRPr="006056B1">
        <w:t>eh</w:t>
      </w:r>
      <w:r>
        <w:t xml:space="preserve"> ! </w:t>
      </w:r>
      <w:proofErr w:type="spellStart"/>
      <w:r w:rsidR="00E85E1B" w:rsidRPr="006056B1">
        <w:t>vougre</w:t>
      </w:r>
      <w:proofErr w:type="spellEnd"/>
      <w:r w:rsidR="00E85E1B" w:rsidRPr="006056B1">
        <w:t xml:space="preserve"> de </w:t>
      </w:r>
      <w:proofErr w:type="spellStart"/>
      <w:r w:rsidR="00E85E1B" w:rsidRPr="006056B1">
        <w:t>pouâr</w:t>
      </w:r>
      <w:proofErr w:type="spellEnd"/>
      <w:r>
        <w:t xml:space="preserve"> ! </w:t>
      </w:r>
      <w:r w:rsidR="00E85E1B" w:rsidRPr="006056B1">
        <w:t>Tu n</w:t>
      </w:r>
      <w:r>
        <w:t>’</w:t>
      </w:r>
      <w:r w:rsidR="00E85E1B" w:rsidRPr="006056B1">
        <w:t xml:space="preserve">as pas </w:t>
      </w:r>
      <w:proofErr w:type="spellStart"/>
      <w:r w:rsidR="00E85E1B" w:rsidRPr="006056B1">
        <w:t>dé</w:t>
      </w:r>
      <w:proofErr w:type="spellEnd"/>
      <w:r w:rsidR="00E85E1B" w:rsidRPr="006056B1">
        <w:t xml:space="preserve"> la honte</w:t>
      </w:r>
      <w:r>
        <w:t xml:space="preserve">, </w:t>
      </w:r>
      <w:r w:rsidR="00E85E1B" w:rsidRPr="006056B1">
        <w:t>devant ces messieurs</w:t>
      </w:r>
      <w:r>
        <w:t xml:space="preserve"> ? </w:t>
      </w:r>
      <w:r w:rsidR="00E85E1B" w:rsidRPr="006056B1">
        <w:t>File</w:t>
      </w:r>
      <w:r>
        <w:t xml:space="preserve">, </w:t>
      </w:r>
      <w:r w:rsidR="00E85E1B" w:rsidRPr="006056B1">
        <w:t>patarin</w:t>
      </w:r>
      <w:r>
        <w:t xml:space="preserve">, </w:t>
      </w:r>
      <w:r w:rsidR="00E85E1B" w:rsidRPr="006056B1">
        <w:t>file</w:t>
      </w:r>
      <w:r>
        <w:t xml:space="preserve">, </w:t>
      </w:r>
      <w:r w:rsidR="00E85E1B" w:rsidRPr="006056B1">
        <w:t>eh</w:t>
      </w:r>
      <w:r>
        <w:t xml:space="preserve"> ! </w:t>
      </w:r>
      <w:r w:rsidR="00E85E1B" w:rsidRPr="006056B1">
        <w:t>Ou sans ça</w:t>
      </w:r>
      <w:r>
        <w:t xml:space="preserve">, </w:t>
      </w:r>
      <w:r w:rsidR="00E85E1B" w:rsidRPr="006056B1">
        <w:t>je vais t</w:t>
      </w:r>
      <w:r>
        <w:t>’</w:t>
      </w:r>
      <w:r w:rsidR="00E85E1B" w:rsidRPr="006056B1">
        <w:t>en foutre</w:t>
      </w:r>
      <w:r>
        <w:t xml:space="preserve">, </w:t>
      </w:r>
      <w:r w:rsidR="00E85E1B" w:rsidRPr="006056B1">
        <w:t>moi</w:t>
      </w:r>
      <w:r>
        <w:t xml:space="preserve">, </w:t>
      </w:r>
      <w:r w:rsidR="00E85E1B" w:rsidRPr="006056B1">
        <w:t>eh</w:t>
      </w:r>
      <w:r>
        <w:t> !</w:t>
      </w:r>
    </w:p>
    <w:p w14:paraId="7088BCA0" w14:textId="77777777" w:rsidR="006036B2" w:rsidRDefault="00E85E1B" w:rsidP="00E85E1B">
      <w:r w:rsidRPr="006056B1">
        <w:t>Subitement dessoûlé</w:t>
      </w:r>
      <w:r w:rsidR="006036B2">
        <w:t xml:space="preserve">, </w:t>
      </w:r>
      <w:r w:rsidRPr="006056B1">
        <w:t>le bonhomme ne demanda pas son reste</w:t>
      </w:r>
      <w:r w:rsidR="006036B2">
        <w:t xml:space="preserve">, </w:t>
      </w:r>
      <w:r w:rsidRPr="006056B1">
        <w:t>ramassa en hâte sa robe</w:t>
      </w:r>
      <w:r w:rsidR="006036B2">
        <w:t xml:space="preserve">, </w:t>
      </w:r>
      <w:r w:rsidRPr="006056B1">
        <w:t>et</w:t>
      </w:r>
      <w:r w:rsidR="006036B2">
        <w:t xml:space="preserve">, </w:t>
      </w:r>
      <w:r w:rsidRPr="006056B1">
        <w:t xml:space="preserve">sans même prendre le </w:t>
      </w:r>
      <w:r w:rsidRPr="006056B1">
        <w:lastRenderedPageBreak/>
        <w:t>temps de la mettre</w:t>
      </w:r>
      <w:r w:rsidR="006036B2">
        <w:t xml:space="preserve">, </w:t>
      </w:r>
      <w:r w:rsidRPr="006056B1">
        <w:t>se sauva en gambadant tout nu par les rochers</w:t>
      </w:r>
      <w:r w:rsidR="006036B2">
        <w:t xml:space="preserve">, </w:t>
      </w:r>
      <w:r w:rsidRPr="006056B1">
        <w:t>tandis que le chevrier le poursuivait en gueulant et en lui jetant des pierres</w:t>
      </w:r>
      <w:r w:rsidR="006036B2">
        <w:t>.</w:t>
      </w:r>
    </w:p>
    <w:p w14:paraId="0411559E" w14:textId="77777777" w:rsidR="006036B2" w:rsidRDefault="00E85E1B" w:rsidP="00E85E1B">
      <w:r w:rsidRPr="006056B1">
        <w:t>Mon ami et moi</w:t>
      </w:r>
      <w:r w:rsidR="006036B2">
        <w:t xml:space="preserve">, </w:t>
      </w:r>
      <w:r w:rsidRPr="006056B1">
        <w:t>nous ne pouvions plus nous tenir de rire</w:t>
      </w:r>
      <w:r w:rsidR="006036B2">
        <w:t xml:space="preserve">. </w:t>
      </w:r>
      <w:r w:rsidRPr="006056B1">
        <w:t>Nous en pleurions</w:t>
      </w:r>
      <w:r w:rsidR="006036B2">
        <w:t>.</w:t>
      </w:r>
    </w:p>
    <w:p w14:paraId="468919F8" w14:textId="77777777" w:rsidR="006036B2" w:rsidRDefault="00E85E1B" w:rsidP="00E85E1B">
      <w:r w:rsidRPr="006056B1">
        <w:t>Et nous faillîmes en mourir</w:t>
      </w:r>
      <w:r w:rsidR="006036B2">
        <w:t xml:space="preserve">, </w:t>
      </w:r>
      <w:r w:rsidRPr="006056B1">
        <w:t>quand le chevrier</w:t>
      </w:r>
      <w:r w:rsidR="006036B2">
        <w:t xml:space="preserve">, </w:t>
      </w:r>
      <w:r w:rsidRPr="006056B1">
        <w:t>revenant à nous</w:t>
      </w:r>
      <w:r w:rsidR="006036B2">
        <w:t xml:space="preserve">, </w:t>
      </w:r>
      <w:r w:rsidRPr="006056B1">
        <w:t>et toujours indigné</w:t>
      </w:r>
      <w:r w:rsidR="006036B2">
        <w:t xml:space="preserve">, </w:t>
      </w:r>
      <w:r w:rsidRPr="006056B1">
        <w:t>et nous expliquant son indignation</w:t>
      </w:r>
      <w:r w:rsidR="006036B2">
        <w:t xml:space="preserve">, </w:t>
      </w:r>
      <w:r w:rsidRPr="006056B1">
        <w:t>conclut de l</w:t>
      </w:r>
      <w:r w:rsidR="006036B2">
        <w:t>’</w:t>
      </w:r>
      <w:r w:rsidRPr="006056B1">
        <w:t>air le plus grave</w:t>
      </w:r>
      <w:r w:rsidR="006036B2">
        <w:t> :</w:t>
      </w:r>
    </w:p>
    <w:p w14:paraId="288E3E82" w14:textId="77777777" w:rsidR="006036B2" w:rsidRDefault="006036B2" w:rsidP="00E85E1B">
      <w:r>
        <w:t>— </w:t>
      </w:r>
      <w:r w:rsidR="00E85E1B" w:rsidRPr="006056B1">
        <w:t>Non</w:t>
      </w:r>
      <w:r>
        <w:t xml:space="preserve">, </w:t>
      </w:r>
      <w:r w:rsidR="00E85E1B" w:rsidRPr="006056B1">
        <w:t xml:space="preserve">vous </w:t>
      </w:r>
      <w:proofErr w:type="spellStart"/>
      <w:r w:rsidR="00E85E1B" w:rsidRPr="006056B1">
        <w:t>comprénez</w:t>
      </w:r>
      <w:proofErr w:type="spellEnd"/>
      <w:r>
        <w:t xml:space="preserve">, </w:t>
      </w:r>
      <w:r w:rsidR="00E85E1B" w:rsidRPr="006056B1">
        <w:t>c</w:t>
      </w:r>
      <w:r>
        <w:t>’</w:t>
      </w:r>
      <w:r w:rsidR="00E85E1B" w:rsidRPr="006056B1">
        <w:t>est trop fort</w:t>
      </w:r>
      <w:r>
        <w:t xml:space="preserve">, </w:t>
      </w:r>
      <w:r w:rsidR="00E85E1B" w:rsidRPr="006056B1">
        <w:t>aussi</w:t>
      </w:r>
      <w:r>
        <w:t xml:space="preserve">. </w:t>
      </w:r>
      <w:r w:rsidR="00E85E1B" w:rsidRPr="006056B1">
        <w:t>A-t-on idée d</w:t>
      </w:r>
      <w:r>
        <w:t>’</w:t>
      </w:r>
      <w:r w:rsidR="00E85E1B" w:rsidRPr="006056B1">
        <w:t xml:space="preserve">un </w:t>
      </w:r>
      <w:proofErr w:type="spellStart"/>
      <w:r w:rsidR="00E85E1B" w:rsidRPr="006056B1">
        <w:t>vougre</w:t>
      </w:r>
      <w:proofErr w:type="spellEnd"/>
      <w:r w:rsidR="00E85E1B" w:rsidRPr="006056B1">
        <w:t xml:space="preserve"> pareil</w:t>
      </w:r>
      <w:r>
        <w:t xml:space="preserve"> ? </w:t>
      </w:r>
      <w:proofErr w:type="spellStart"/>
      <w:r w:rsidR="00E85E1B" w:rsidRPr="006056B1">
        <w:t>Avé</w:t>
      </w:r>
      <w:proofErr w:type="spellEnd"/>
      <w:r w:rsidR="00E85E1B" w:rsidRPr="006056B1">
        <w:t xml:space="preserve"> le </w:t>
      </w:r>
      <w:proofErr w:type="spellStart"/>
      <w:r w:rsidR="00E85E1B" w:rsidRPr="006056B1">
        <w:t>vouc</w:t>
      </w:r>
      <w:proofErr w:type="spellEnd"/>
      <w:r>
        <w:t xml:space="preserve">, </w:t>
      </w:r>
      <w:r w:rsidR="00E85E1B" w:rsidRPr="006056B1">
        <w:t>eh</w:t>
      </w:r>
      <w:r>
        <w:t xml:space="preserve"> ! </w:t>
      </w:r>
      <w:proofErr w:type="spellStart"/>
      <w:r w:rsidR="00E85E1B" w:rsidRPr="006056B1">
        <w:t>Avé</w:t>
      </w:r>
      <w:proofErr w:type="spellEnd"/>
      <w:r w:rsidR="00E85E1B" w:rsidRPr="006056B1">
        <w:t xml:space="preserve"> le </w:t>
      </w:r>
      <w:proofErr w:type="spellStart"/>
      <w:r w:rsidR="00E85E1B" w:rsidRPr="006056B1">
        <w:t>vouc</w:t>
      </w:r>
      <w:proofErr w:type="spellEnd"/>
      <w:r>
        <w:t xml:space="preserve"> ! </w:t>
      </w:r>
      <w:r w:rsidR="00E85E1B" w:rsidRPr="006056B1">
        <w:t>A-t-on jamais vu ça</w:t>
      </w:r>
      <w:r>
        <w:t xml:space="preserve"> ? </w:t>
      </w:r>
      <w:r w:rsidR="00E85E1B" w:rsidRPr="006056B1">
        <w:t>Ah</w:t>
      </w:r>
      <w:r>
        <w:t xml:space="preserve"> ! </w:t>
      </w:r>
      <w:r w:rsidR="00E85E1B" w:rsidRPr="006056B1">
        <w:t>sacré cochon</w:t>
      </w:r>
      <w:r>
        <w:t xml:space="preserve"> ! </w:t>
      </w:r>
      <w:proofErr w:type="spellStart"/>
      <w:r w:rsidR="00E85E1B" w:rsidRPr="006056B1">
        <w:t>Avé</w:t>
      </w:r>
      <w:proofErr w:type="spellEnd"/>
      <w:r w:rsidR="00E85E1B" w:rsidRPr="006056B1">
        <w:t xml:space="preserve"> des chèvres</w:t>
      </w:r>
      <w:r>
        <w:t xml:space="preserve">, </w:t>
      </w:r>
      <w:r w:rsidR="00E85E1B" w:rsidRPr="006056B1">
        <w:t>je ne dis pas</w:t>
      </w:r>
      <w:r>
        <w:t xml:space="preserve">, </w:t>
      </w:r>
      <w:r w:rsidR="00E85E1B" w:rsidRPr="006056B1">
        <w:t>ça se fait</w:t>
      </w:r>
      <w:r>
        <w:t xml:space="preserve">, </w:t>
      </w:r>
      <w:r w:rsidR="00E85E1B" w:rsidRPr="006056B1">
        <w:t>c</w:t>
      </w:r>
      <w:r>
        <w:t>’</w:t>
      </w:r>
      <w:r w:rsidR="00E85E1B" w:rsidRPr="006056B1">
        <w:t>est chrétien</w:t>
      </w:r>
      <w:r>
        <w:t xml:space="preserve">. </w:t>
      </w:r>
      <w:r w:rsidR="00E85E1B" w:rsidRPr="006056B1">
        <w:t xml:space="preserve">Mais </w:t>
      </w:r>
      <w:proofErr w:type="spellStart"/>
      <w:r w:rsidR="00E85E1B" w:rsidRPr="006056B1">
        <w:t>avé</w:t>
      </w:r>
      <w:proofErr w:type="spellEnd"/>
      <w:r w:rsidR="00E85E1B" w:rsidRPr="006056B1">
        <w:t xml:space="preserve"> le </w:t>
      </w:r>
      <w:proofErr w:type="spellStart"/>
      <w:r w:rsidR="00E85E1B" w:rsidRPr="006056B1">
        <w:t>vouc</w:t>
      </w:r>
      <w:proofErr w:type="spellEnd"/>
      <w:r>
        <w:t xml:space="preserve">, </w:t>
      </w:r>
      <w:r w:rsidR="00E85E1B" w:rsidRPr="006056B1">
        <w:t>nom de Dieu</w:t>
      </w:r>
      <w:r>
        <w:t xml:space="preserve"> ! </w:t>
      </w:r>
      <w:proofErr w:type="spellStart"/>
      <w:r w:rsidR="00E85E1B" w:rsidRPr="006056B1">
        <w:t>avé</w:t>
      </w:r>
      <w:proofErr w:type="spellEnd"/>
      <w:r w:rsidR="00E85E1B" w:rsidRPr="006056B1">
        <w:t xml:space="preserve"> le </w:t>
      </w:r>
      <w:proofErr w:type="spellStart"/>
      <w:r w:rsidR="00E85E1B" w:rsidRPr="006056B1">
        <w:t>vouc</w:t>
      </w:r>
      <w:proofErr w:type="spellEnd"/>
      <w:r>
        <w:t xml:space="preserve">, </w:t>
      </w:r>
      <w:r w:rsidR="00E85E1B" w:rsidRPr="006056B1">
        <w:t>foutre</w:t>
      </w:r>
      <w:r>
        <w:t xml:space="preserve">, </w:t>
      </w:r>
      <w:r w:rsidR="00E85E1B" w:rsidRPr="006056B1">
        <w:t>c</w:t>
      </w:r>
      <w:r>
        <w:t>’</w:t>
      </w:r>
      <w:r w:rsidR="00E85E1B" w:rsidRPr="006056B1">
        <w:t>est pas comme il faut</w:t>
      </w:r>
      <w:r>
        <w:t xml:space="preserve">, </w:t>
      </w:r>
      <w:r w:rsidR="00E85E1B" w:rsidRPr="006056B1">
        <w:t>eh</w:t>
      </w:r>
      <w:r>
        <w:t> !</w:t>
      </w:r>
    </w:p>
    <w:p w14:paraId="62928506" w14:textId="14B6169D" w:rsidR="00E85E1B" w:rsidRPr="006056B1" w:rsidRDefault="00E85E1B" w:rsidP="006036B2">
      <w:pPr>
        <w:pStyle w:val="Titre1"/>
        <w:rPr>
          <w:rFonts w:eastAsia="Batang"/>
        </w:rPr>
      </w:pPr>
      <w:bookmarkStart w:id="21" w:name="_Toc194853055"/>
      <w:r w:rsidRPr="006056B1">
        <w:rPr>
          <w:rFonts w:eastAsia="Batang"/>
        </w:rPr>
        <w:lastRenderedPageBreak/>
        <w:t>POUILLARDS</w:t>
      </w:r>
      <w:bookmarkEnd w:id="21"/>
    </w:p>
    <w:p w14:paraId="69785998" w14:textId="77777777" w:rsidR="006036B2" w:rsidRDefault="00E85E1B" w:rsidP="00E85E1B">
      <w:r w:rsidRPr="006056B1">
        <w:t>C</w:t>
      </w:r>
      <w:r w:rsidR="006036B2">
        <w:t>’</w:t>
      </w:r>
      <w:r w:rsidRPr="006056B1">
        <w:t>est juste au bout le plus avancé de la plage</w:t>
      </w:r>
      <w:r w:rsidR="006036B2">
        <w:t xml:space="preserve">, </w:t>
      </w:r>
      <w:r w:rsidRPr="006056B1">
        <w:t>au petit pr</w:t>
      </w:r>
      <w:r w:rsidRPr="006056B1">
        <w:t>o</w:t>
      </w:r>
      <w:r w:rsidRPr="006056B1">
        <w:t>montoire où la jetée prend racine</w:t>
      </w:r>
      <w:r w:rsidR="006036B2">
        <w:t xml:space="preserve">, </w:t>
      </w:r>
      <w:r w:rsidRPr="006056B1">
        <w:t>au rendez-vous de tous les vents</w:t>
      </w:r>
      <w:r w:rsidR="006036B2">
        <w:t xml:space="preserve">, </w:t>
      </w:r>
      <w:r w:rsidRPr="006056B1">
        <w:t>de toutes les averses et de tous les embruns</w:t>
      </w:r>
      <w:r w:rsidR="006036B2">
        <w:t xml:space="preserve">, </w:t>
      </w:r>
      <w:r w:rsidRPr="006056B1">
        <w:t>qu</w:t>
      </w:r>
      <w:r w:rsidR="006036B2">
        <w:t>’</w:t>
      </w:r>
      <w:r w:rsidRPr="006056B1">
        <w:t>est situé le poste des haleurs</w:t>
      </w:r>
      <w:r w:rsidR="006036B2">
        <w:t>.</w:t>
      </w:r>
    </w:p>
    <w:p w14:paraId="5723E98B" w14:textId="77777777" w:rsidR="006036B2" w:rsidRDefault="00E85E1B" w:rsidP="00E85E1B">
      <w:r w:rsidRPr="006056B1">
        <w:t>La baraque</w:t>
      </w:r>
      <w:r w:rsidR="006036B2">
        <w:t xml:space="preserve">, </w:t>
      </w:r>
      <w:r w:rsidRPr="006056B1">
        <w:t>murailles et toiture</w:t>
      </w:r>
      <w:r w:rsidR="006036B2">
        <w:t xml:space="preserve">, </w:t>
      </w:r>
      <w:r w:rsidRPr="006056B1">
        <w:t>est en vieilles planches tant bien que mal passées au coaltar</w:t>
      </w:r>
      <w:r w:rsidR="006036B2">
        <w:t xml:space="preserve">. </w:t>
      </w:r>
      <w:r w:rsidRPr="006056B1">
        <w:t>Des tampons d</w:t>
      </w:r>
      <w:r w:rsidR="006036B2">
        <w:t>’</w:t>
      </w:r>
      <w:r w:rsidRPr="006056B1">
        <w:t>étoupe</w:t>
      </w:r>
      <w:r w:rsidR="006036B2">
        <w:t xml:space="preserve">, </w:t>
      </w:r>
      <w:r w:rsidRPr="006056B1">
        <w:t>des chiffes en filin détordu</w:t>
      </w:r>
      <w:r w:rsidR="006036B2">
        <w:t xml:space="preserve">, </w:t>
      </w:r>
      <w:r w:rsidRPr="006056B1">
        <w:t>bouchent à peu près les fentes</w:t>
      </w:r>
      <w:r w:rsidR="006036B2">
        <w:t xml:space="preserve">. </w:t>
      </w:r>
      <w:r w:rsidRPr="006056B1">
        <w:t>En litière le long des parois s</w:t>
      </w:r>
      <w:r w:rsidR="006036B2">
        <w:t>’</w:t>
      </w:r>
      <w:r w:rsidRPr="006056B1">
        <w:t>entasse du goémon desséché</w:t>
      </w:r>
      <w:r w:rsidR="006036B2">
        <w:t xml:space="preserve">. </w:t>
      </w:r>
      <w:r w:rsidRPr="006056B1">
        <w:t>Au centre de la pièce et à même le sable du sol</w:t>
      </w:r>
      <w:r w:rsidR="006036B2">
        <w:t xml:space="preserve">, </w:t>
      </w:r>
      <w:r w:rsidRPr="006056B1">
        <w:t>un pot de fonte</w:t>
      </w:r>
      <w:r w:rsidR="006036B2">
        <w:t xml:space="preserve">, </w:t>
      </w:r>
      <w:r w:rsidRPr="006056B1">
        <w:t>le cul percé sur deux briques de champ</w:t>
      </w:r>
      <w:r w:rsidR="006036B2">
        <w:t xml:space="preserve">, </w:t>
      </w:r>
      <w:r w:rsidRPr="006056B1">
        <w:t>sert de poêle quand il y a du charbon</w:t>
      </w:r>
      <w:r w:rsidR="006036B2">
        <w:t xml:space="preserve">. </w:t>
      </w:r>
      <w:r w:rsidRPr="006056B1">
        <w:t>Poêle sans tuyau</w:t>
      </w:r>
      <w:r w:rsidR="006036B2">
        <w:t xml:space="preserve">, </w:t>
      </w:r>
      <w:r w:rsidRPr="006056B1">
        <w:t>qui enfume la pièce sans fenêtre</w:t>
      </w:r>
      <w:r w:rsidR="006036B2">
        <w:t xml:space="preserve">, </w:t>
      </w:r>
      <w:r w:rsidRPr="006056B1">
        <w:t>aérée seul</w:t>
      </w:r>
      <w:r w:rsidRPr="006056B1">
        <w:t>e</w:t>
      </w:r>
      <w:r w:rsidRPr="006056B1">
        <w:t>ment par une porte basse</w:t>
      </w:r>
      <w:r w:rsidR="006036B2">
        <w:t>.</w:t>
      </w:r>
    </w:p>
    <w:p w14:paraId="3C804EFB" w14:textId="77777777" w:rsidR="006036B2" w:rsidRDefault="00E85E1B" w:rsidP="00E85E1B">
      <w:r w:rsidRPr="006056B1">
        <w:t xml:space="preserve">Là-dedans gîtent les </w:t>
      </w:r>
      <w:r w:rsidRPr="006056B1">
        <w:rPr>
          <w:i/>
          <w:iCs/>
        </w:rPr>
        <w:t>pouillards</w:t>
      </w:r>
      <w:r w:rsidR="006036B2">
        <w:t xml:space="preserve">, </w:t>
      </w:r>
      <w:r w:rsidRPr="006056B1">
        <w:t>dix-huit hommes et une femme</w:t>
      </w:r>
      <w:r w:rsidR="006036B2">
        <w:t>.</w:t>
      </w:r>
    </w:p>
    <w:p w14:paraId="67CA608E" w14:textId="77777777" w:rsidR="006036B2" w:rsidRDefault="00E85E1B" w:rsidP="00E85E1B">
      <w:r w:rsidRPr="006056B1">
        <w:t>Quelques-uns</w:t>
      </w:r>
      <w:r w:rsidR="006036B2">
        <w:t xml:space="preserve">, </w:t>
      </w:r>
      <w:r w:rsidRPr="006056B1">
        <w:t>paraît-il</w:t>
      </w:r>
      <w:r w:rsidR="006036B2">
        <w:t xml:space="preserve">, </w:t>
      </w:r>
      <w:r w:rsidRPr="006056B1">
        <w:t>repris de justice en surveillance</w:t>
      </w:r>
      <w:r w:rsidR="006036B2">
        <w:t xml:space="preserve">. </w:t>
      </w:r>
      <w:r w:rsidRPr="006056B1">
        <w:t>Les autres</w:t>
      </w:r>
      <w:r w:rsidR="006036B2">
        <w:t xml:space="preserve">, </w:t>
      </w:r>
      <w:r w:rsidRPr="006056B1">
        <w:t>qui sait quoi</w:t>
      </w:r>
      <w:r w:rsidR="006036B2">
        <w:t xml:space="preserve"> ? </w:t>
      </w:r>
      <w:r w:rsidRPr="006056B1">
        <w:t>Stropiats</w:t>
      </w:r>
      <w:r w:rsidR="006036B2">
        <w:t xml:space="preserve">, </w:t>
      </w:r>
      <w:r w:rsidRPr="006056B1">
        <w:t>mendigots</w:t>
      </w:r>
      <w:r w:rsidR="006036B2">
        <w:t xml:space="preserve">, </w:t>
      </w:r>
      <w:r w:rsidRPr="006056B1">
        <w:t>échappés d</w:t>
      </w:r>
      <w:r w:rsidR="006036B2">
        <w:t>’</w:t>
      </w:r>
      <w:r w:rsidRPr="006056B1">
        <w:t>hospice</w:t>
      </w:r>
      <w:r w:rsidR="006036B2">
        <w:t xml:space="preserve">, </w:t>
      </w:r>
      <w:r w:rsidRPr="006056B1">
        <w:t>presque tous des vieillards</w:t>
      </w:r>
      <w:r w:rsidR="006036B2">
        <w:t xml:space="preserve"> ; </w:t>
      </w:r>
      <w:r w:rsidRPr="006056B1">
        <w:t>mais tous</w:t>
      </w:r>
      <w:r w:rsidR="006036B2">
        <w:t xml:space="preserve">, </w:t>
      </w:r>
      <w:r w:rsidRPr="006056B1">
        <w:t>même les éclopés</w:t>
      </w:r>
      <w:r w:rsidR="006036B2">
        <w:t xml:space="preserve">, </w:t>
      </w:r>
      <w:r w:rsidRPr="006056B1">
        <w:t>encore assez valides pour le halage</w:t>
      </w:r>
      <w:r w:rsidR="006036B2">
        <w:t xml:space="preserve">. </w:t>
      </w:r>
      <w:r w:rsidRPr="006056B1">
        <w:t>Car la chambre de commerce les tolère là et leur donne asile dans ce chenil à co</w:t>
      </w:r>
      <w:r w:rsidRPr="006056B1">
        <w:t>n</w:t>
      </w:r>
      <w:r w:rsidRPr="006056B1">
        <w:t>dition que</w:t>
      </w:r>
      <w:r w:rsidR="006036B2">
        <w:t xml:space="preserve">, </w:t>
      </w:r>
      <w:r w:rsidRPr="006056B1">
        <w:t>pour prix du logement</w:t>
      </w:r>
      <w:r w:rsidR="006036B2">
        <w:t xml:space="preserve">, </w:t>
      </w:r>
      <w:r w:rsidRPr="006056B1">
        <w:t xml:space="preserve">ils soient prêts à </w:t>
      </w:r>
      <w:proofErr w:type="spellStart"/>
      <w:r w:rsidRPr="006056B1">
        <w:t>haler</w:t>
      </w:r>
      <w:proofErr w:type="spellEnd"/>
      <w:r w:rsidRPr="006056B1">
        <w:t xml:space="preserve"> de jour et de nuit</w:t>
      </w:r>
      <w:r w:rsidR="006036B2">
        <w:t>.</w:t>
      </w:r>
    </w:p>
    <w:p w14:paraId="10C96645" w14:textId="77777777" w:rsidR="006036B2" w:rsidRDefault="00E85E1B" w:rsidP="00E85E1B">
      <w:r w:rsidRPr="006056B1">
        <w:t>La besogne rapporte à chacun</w:t>
      </w:r>
      <w:r w:rsidR="006036B2">
        <w:t xml:space="preserve">, </w:t>
      </w:r>
      <w:r w:rsidRPr="006056B1">
        <w:t>par bateau halé</w:t>
      </w:r>
      <w:r w:rsidR="006036B2">
        <w:t xml:space="preserve">, </w:t>
      </w:r>
      <w:r w:rsidRPr="006056B1">
        <w:t>deux sous le jour et quatre la nuit</w:t>
      </w:r>
      <w:r w:rsidR="006036B2">
        <w:t xml:space="preserve">. </w:t>
      </w:r>
      <w:r w:rsidRPr="006056B1">
        <w:t>Encore n</w:t>
      </w:r>
      <w:r w:rsidR="006036B2">
        <w:t>’</w:t>
      </w:r>
      <w:r w:rsidRPr="006056B1">
        <w:t>est-elle pas assurée</w:t>
      </w:r>
      <w:r w:rsidR="006036B2">
        <w:t xml:space="preserve">, </w:t>
      </w:r>
      <w:r w:rsidRPr="006056B1">
        <w:t>à cause de la concurrence faite par les petites gens du port</w:t>
      </w:r>
      <w:r w:rsidR="006036B2">
        <w:t xml:space="preserve">, </w:t>
      </w:r>
      <w:r w:rsidRPr="006056B1">
        <w:t>matelots à la retraite</w:t>
      </w:r>
      <w:r w:rsidR="006036B2">
        <w:t xml:space="preserve">, </w:t>
      </w:r>
      <w:r w:rsidRPr="006056B1">
        <w:t>femmes de pêcheurs</w:t>
      </w:r>
      <w:r w:rsidR="006036B2">
        <w:t xml:space="preserve">, </w:t>
      </w:r>
      <w:r w:rsidRPr="006056B1">
        <w:t>travailleurs sans autre ouvrage</w:t>
      </w:r>
      <w:r w:rsidR="006036B2">
        <w:t xml:space="preserve">, </w:t>
      </w:r>
      <w:r w:rsidRPr="006056B1">
        <w:t>tous plus solides que les crève-la-faim de la baraque</w:t>
      </w:r>
      <w:r w:rsidR="006036B2">
        <w:t>.</w:t>
      </w:r>
    </w:p>
    <w:p w14:paraId="56CD19C5" w14:textId="77777777" w:rsidR="006036B2" w:rsidRDefault="00E85E1B" w:rsidP="00E85E1B">
      <w:r w:rsidRPr="006056B1">
        <w:lastRenderedPageBreak/>
        <w:t>Et pourtant ils vivaient</w:t>
      </w:r>
      <w:r w:rsidR="006036B2">
        <w:t xml:space="preserve">, </w:t>
      </w:r>
      <w:r w:rsidRPr="006056B1">
        <w:t xml:space="preserve">les dix-huit pouillards et la </w:t>
      </w:r>
      <w:proofErr w:type="spellStart"/>
      <w:r w:rsidRPr="006056B1">
        <w:t>poui</w:t>
      </w:r>
      <w:r w:rsidRPr="006056B1">
        <w:t>l</w:t>
      </w:r>
      <w:r w:rsidRPr="006056B1">
        <w:t>larde</w:t>
      </w:r>
      <w:proofErr w:type="spellEnd"/>
      <w:r w:rsidR="006036B2">
        <w:t xml:space="preserve">. </w:t>
      </w:r>
      <w:r w:rsidRPr="006056B1">
        <w:t>Heureux</w:t>
      </w:r>
      <w:r w:rsidR="006036B2">
        <w:t xml:space="preserve"> ? </w:t>
      </w:r>
      <w:r w:rsidRPr="006056B1">
        <w:t>Bien sûr non</w:t>
      </w:r>
      <w:r w:rsidR="006036B2">
        <w:t xml:space="preserve">. </w:t>
      </w:r>
      <w:r w:rsidRPr="006056B1">
        <w:t>Désespérés</w:t>
      </w:r>
      <w:r w:rsidR="006036B2">
        <w:t xml:space="preserve"> ? </w:t>
      </w:r>
      <w:r w:rsidRPr="006056B1">
        <w:t>Non plus</w:t>
      </w:r>
      <w:r w:rsidR="006036B2">
        <w:t xml:space="preserve">. </w:t>
      </w:r>
      <w:r w:rsidRPr="006056B1">
        <w:t>Car au maigre salaire s</w:t>
      </w:r>
      <w:r w:rsidR="006036B2">
        <w:t>’</w:t>
      </w:r>
      <w:r w:rsidRPr="006056B1">
        <w:t>ajoutaient quelques aumônes</w:t>
      </w:r>
      <w:r w:rsidR="006036B2">
        <w:t xml:space="preserve">, </w:t>
      </w:r>
      <w:r w:rsidRPr="006056B1">
        <w:t>et aux aumônes quelques larcins</w:t>
      </w:r>
      <w:r w:rsidR="006036B2">
        <w:t xml:space="preserve">, </w:t>
      </w:r>
      <w:r w:rsidRPr="006056B1">
        <w:t>de poisson</w:t>
      </w:r>
      <w:r w:rsidR="006036B2">
        <w:t xml:space="preserve">, </w:t>
      </w:r>
      <w:r w:rsidRPr="006056B1">
        <w:t>de houille</w:t>
      </w:r>
      <w:r w:rsidR="006036B2">
        <w:t xml:space="preserve">, </w:t>
      </w:r>
      <w:r w:rsidRPr="006056B1">
        <w:t>de vagues choses sans valeur pour les larronnés</w:t>
      </w:r>
      <w:r w:rsidR="006036B2">
        <w:t xml:space="preserve">, </w:t>
      </w:r>
      <w:r w:rsidRPr="006056B1">
        <w:t>précieuses pour les pauvres larrons si gueux</w:t>
      </w:r>
      <w:r w:rsidR="006036B2">
        <w:t>.</w:t>
      </w:r>
    </w:p>
    <w:p w14:paraId="7F06F535" w14:textId="77777777" w:rsidR="006036B2" w:rsidRDefault="00E85E1B" w:rsidP="00E85E1B">
      <w:r w:rsidRPr="006056B1">
        <w:t>Les dix-huit entretenaient la femme</w:t>
      </w:r>
      <w:r w:rsidR="006036B2">
        <w:t xml:space="preserve">. </w:t>
      </w:r>
      <w:r w:rsidRPr="006056B1">
        <w:t>Aucune jalousie entre eux</w:t>
      </w:r>
      <w:r w:rsidR="006036B2">
        <w:t xml:space="preserve"> ! </w:t>
      </w:r>
      <w:r w:rsidRPr="006056B1">
        <w:t>D</w:t>
      </w:r>
      <w:r w:rsidR="006036B2">
        <w:t>’</w:t>
      </w:r>
      <w:r w:rsidRPr="006056B1">
        <w:t>un commun accord</w:t>
      </w:r>
      <w:r w:rsidR="006036B2">
        <w:t xml:space="preserve">, </w:t>
      </w:r>
      <w:r w:rsidRPr="006056B1">
        <w:t>on se la repassait</w:t>
      </w:r>
      <w:r w:rsidR="006036B2">
        <w:t xml:space="preserve">. </w:t>
      </w:r>
      <w:r w:rsidRPr="006056B1">
        <w:t>Les besoins n</w:t>
      </w:r>
      <w:r w:rsidR="006036B2">
        <w:t>’</w:t>
      </w:r>
      <w:r w:rsidRPr="006056B1">
        <w:t>étaient pas trop fréquents</w:t>
      </w:r>
      <w:r w:rsidR="006036B2">
        <w:t xml:space="preserve">. </w:t>
      </w:r>
      <w:r w:rsidRPr="006056B1">
        <w:t>Elle y suffisait sans peine</w:t>
      </w:r>
      <w:r w:rsidR="006036B2">
        <w:t xml:space="preserve">. </w:t>
      </w:r>
      <w:r w:rsidRPr="006056B1">
        <w:t>Elle n</w:t>
      </w:r>
      <w:r w:rsidR="006036B2">
        <w:t>’</w:t>
      </w:r>
      <w:r w:rsidRPr="006056B1">
        <w:t>avait point de favori marqué</w:t>
      </w:r>
      <w:r w:rsidR="006036B2">
        <w:t>.</w:t>
      </w:r>
    </w:p>
    <w:p w14:paraId="3508A495" w14:textId="77777777" w:rsidR="006036B2" w:rsidRDefault="00E85E1B" w:rsidP="00E85E1B">
      <w:r w:rsidRPr="006056B1">
        <w:t>C</w:t>
      </w:r>
      <w:r w:rsidR="006036B2">
        <w:t>’</w:t>
      </w:r>
      <w:r w:rsidRPr="006056B1">
        <w:t>était une grosse trouille</w:t>
      </w:r>
      <w:r w:rsidR="006036B2">
        <w:t xml:space="preserve">, </w:t>
      </w:r>
      <w:r w:rsidRPr="006056B1">
        <w:t>de quarante ans environ</w:t>
      </w:r>
      <w:r w:rsidR="006036B2">
        <w:t xml:space="preserve">, </w:t>
      </w:r>
      <w:r w:rsidRPr="006056B1">
        <w:t>molle et mafflue</w:t>
      </w:r>
      <w:r w:rsidR="006036B2">
        <w:t xml:space="preserve">, </w:t>
      </w:r>
      <w:r w:rsidRPr="006056B1">
        <w:t>et dont le père la Bretagne</w:t>
      </w:r>
      <w:r w:rsidR="006036B2">
        <w:t xml:space="preserve">, </w:t>
      </w:r>
      <w:r w:rsidRPr="006056B1">
        <w:t>un des dix-huit</w:t>
      </w:r>
      <w:r w:rsidR="006036B2">
        <w:t xml:space="preserve">, </w:t>
      </w:r>
      <w:r w:rsidRPr="006056B1">
        <w:t>disait v</w:t>
      </w:r>
      <w:r w:rsidRPr="006056B1">
        <w:t>o</w:t>
      </w:r>
      <w:r w:rsidRPr="006056B1">
        <w:t>lontiers</w:t>
      </w:r>
      <w:r w:rsidR="006036B2">
        <w:t> :</w:t>
      </w:r>
    </w:p>
    <w:p w14:paraId="10A97716" w14:textId="77777777" w:rsidR="006036B2" w:rsidRDefault="006036B2" w:rsidP="00E85E1B">
      <w:r>
        <w:t>— </w:t>
      </w:r>
      <w:r w:rsidR="00E85E1B" w:rsidRPr="006056B1">
        <w:t>Elle nous fait honneur</w:t>
      </w:r>
      <w:r>
        <w:t>.</w:t>
      </w:r>
    </w:p>
    <w:p w14:paraId="4E18D814" w14:textId="77777777" w:rsidR="006036B2" w:rsidRDefault="00E85E1B" w:rsidP="00E85E1B">
      <w:r w:rsidRPr="006056B1">
        <w:t>Ce père la Bretagne</w:t>
      </w:r>
      <w:r w:rsidR="006036B2">
        <w:t xml:space="preserve">, </w:t>
      </w:r>
      <w:r w:rsidRPr="006056B1">
        <w:t>s</w:t>
      </w:r>
      <w:r w:rsidR="006036B2">
        <w:t>’</w:t>
      </w:r>
      <w:r w:rsidRPr="006056B1">
        <w:t>il y avait eu un favori parmi les dix-huit</w:t>
      </w:r>
      <w:r w:rsidR="006036B2">
        <w:t xml:space="preserve">, </w:t>
      </w:r>
      <w:r w:rsidRPr="006056B1">
        <w:t>eût certainement réuni le plus de titres à un tel privilège</w:t>
      </w:r>
      <w:r w:rsidR="006036B2">
        <w:t xml:space="preserve">. </w:t>
      </w:r>
      <w:r w:rsidRPr="006056B1">
        <w:t>Bien qu</w:t>
      </w:r>
      <w:r w:rsidR="006036B2">
        <w:t>’</w:t>
      </w:r>
      <w:r w:rsidRPr="006056B1">
        <w:t>il fût un des moins en point</w:t>
      </w:r>
      <w:r w:rsidR="006036B2">
        <w:t xml:space="preserve">, </w:t>
      </w:r>
      <w:r w:rsidRPr="006056B1">
        <w:t>étant quasi paralysé des jambes</w:t>
      </w:r>
      <w:r w:rsidR="006036B2">
        <w:t xml:space="preserve">, </w:t>
      </w:r>
      <w:r w:rsidRPr="006056B1">
        <w:t>il se montrait adroit et débrouillard comme pas un</w:t>
      </w:r>
      <w:r w:rsidR="006036B2">
        <w:t xml:space="preserve">. </w:t>
      </w:r>
      <w:r w:rsidRPr="006056B1">
        <w:t>Avec son arrière-train en retard</w:t>
      </w:r>
      <w:r w:rsidR="006036B2">
        <w:t xml:space="preserve">, </w:t>
      </w:r>
      <w:r w:rsidRPr="006056B1">
        <w:t>il s</w:t>
      </w:r>
      <w:r w:rsidR="006036B2">
        <w:t>’</w:t>
      </w:r>
      <w:r w:rsidRPr="006056B1">
        <w:t>arrangeait toujours pour être des premiers à prendre sa place</w:t>
      </w:r>
      <w:r w:rsidR="006036B2">
        <w:t xml:space="preserve">, </w:t>
      </w:r>
      <w:r w:rsidRPr="006056B1">
        <w:t>et la bonne</w:t>
      </w:r>
      <w:r w:rsidR="006036B2">
        <w:t xml:space="preserve">, </w:t>
      </w:r>
      <w:r w:rsidRPr="006056B1">
        <w:t>dans les chaînes de halage</w:t>
      </w:r>
      <w:r w:rsidR="006036B2">
        <w:t xml:space="preserve">. </w:t>
      </w:r>
      <w:r w:rsidRPr="006056B1">
        <w:t>Nul ne savait aussi bien que lui</w:t>
      </w:r>
      <w:r w:rsidR="006036B2">
        <w:t xml:space="preserve">, </w:t>
      </w:r>
      <w:r w:rsidRPr="006056B1">
        <w:t>pendant la saison</w:t>
      </w:r>
      <w:r w:rsidR="006036B2">
        <w:t xml:space="preserve">, </w:t>
      </w:r>
      <w:r w:rsidRPr="006056B1">
        <w:t>apitoyer les étrangers et leur faire mettre la main à la poche</w:t>
      </w:r>
      <w:r w:rsidR="006036B2">
        <w:t xml:space="preserve">. </w:t>
      </w:r>
      <w:r w:rsidRPr="006056B1">
        <w:t>Il était</w:t>
      </w:r>
      <w:r w:rsidR="006036B2">
        <w:t xml:space="preserve">, </w:t>
      </w:r>
      <w:r w:rsidRPr="006056B1">
        <w:t>en outre</w:t>
      </w:r>
      <w:r w:rsidR="006036B2">
        <w:t xml:space="preserve">, </w:t>
      </w:r>
      <w:r w:rsidRPr="006056B1">
        <w:t>passé maître à la foire d</w:t>
      </w:r>
      <w:r w:rsidR="006036B2">
        <w:t>’</w:t>
      </w:r>
      <w:r w:rsidRPr="006056B1">
        <w:t>empoigne</w:t>
      </w:r>
      <w:r w:rsidR="006036B2">
        <w:t xml:space="preserve">. </w:t>
      </w:r>
      <w:r w:rsidRPr="006056B1">
        <w:t>Et donc</w:t>
      </w:r>
      <w:r w:rsidR="006036B2">
        <w:t xml:space="preserve">, </w:t>
      </w:r>
      <w:r w:rsidRPr="006056B1">
        <w:t>parmi ces ventres creux et ces sans-le-sou</w:t>
      </w:r>
      <w:r w:rsidR="006036B2">
        <w:t xml:space="preserve">, </w:t>
      </w:r>
      <w:r w:rsidRPr="006056B1">
        <w:t>il avait plus souvent qu</w:t>
      </w:r>
      <w:r w:rsidR="006036B2">
        <w:t>’</w:t>
      </w:r>
      <w:r w:rsidRPr="006056B1">
        <w:t>à son tour aubaines de victuailles et provision de bi</w:t>
      </w:r>
      <w:r w:rsidRPr="006056B1">
        <w:t>l</w:t>
      </w:r>
      <w:r w:rsidRPr="006056B1">
        <w:t>lon</w:t>
      </w:r>
      <w:r w:rsidR="006036B2">
        <w:t xml:space="preserve">. </w:t>
      </w:r>
      <w:r w:rsidRPr="006056B1">
        <w:t>Mais il n</w:t>
      </w:r>
      <w:r w:rsidR="006036B2">
        <w:t>’</w:t>
      </w:r>
      <w:r w:rsidRPr="006056B1">
        <w:t>en abusait pas pour accaparer la maîtresse à tous</w:t>
      </w:r>
      <w:r w:rsidR="006036B2">
        <w:t> :</w:t>
      </w:r>
    </w:p>
    <w:p w14:paraId="1D890D62" w14:textId="77777777" w:rsidR="006036B2" w:rsidRDefault="006036B2" w:rsidP="00E85E1B">
      <w:r>
        <w:t>— </w:t>
      </w:r>
      <w:r w:rsidR="00E85E1B" w:rsidRPr="006056B1">
        <w:t>Moi</w:t>
      </w:r>
      <w:r>
        <w:t xml:space="preserve">, </w:t>
      </w:r>
      <w:r w:rsidR="00E85E1B" w:rsidRPr="006056B1">
        <w:t>disait-il</w:t>
      </w:r>
      <w:r>
        <w:t xml:space="preserve">, </w:t>
      </w:r>
      <w:r w:rsidR="00E85E1B" w:rsidRPr="006056B1">
        <w:t>je suis juste</w:t>
      </w:r>
      <w:r>
        <w:t xml:space="preserve">. </w:t>
      </w:r>
      <w:r w:rsidR="00E85E1B" w:rsidRPr="006056B1">
        <w:t>Chacun sa cuillerée</w:t>
      </w:r>
      <w:r>
        <w:t xml:space="preserve">, </w:t>
      </w:r>
      <w:r w:rsidR="00E85E1B" w:rsidRPr="006056B1">
        <w:t>pas plus</w:t>
      </w:r>
      <w:r>
        <w:t xml:space="preserve">, </w:t>
      </w:r>
      <w:r w:rsidR="00E85E1B" w:rsidRPr="006056B1">
        <w:t>quand on mange à la gamelle</w:t>
      </w:r>
      <w:r>
        <w:t>.</w:t>
      </w:r>
    </w:p>
    <w:p w14:paraId="1B9D66C1" w14:textId="77777777" w:rsidR="006036B2" w:rsidRDefault="00E85E1B" w:rsidP="00E85E1B">
      <w:r w:rsidRPr="006056B1">
        <w:lastRenderedPageBreak/>
        <w:t>Ses rabiots de houille</w:t>
      </w:r>
      <w:r w:rsidR="006036B2">
        <w:t xml:space="preserve">, </w:t>
      </w:r>
      <w:r w:rsidRPr="006056B1">
        <w:t>il en faisait bon feu pour la bande dans le pot de fonte</w:t>
      </w:r>
      <w:r w:rsidR="006036B2">
        <w:t xml:space="preserve">, </w:t>
      </w:r>
      <w:r w:rsidRPr="006056B1">
        <w:t>sur quoi il cuisinait ses flibustées de p</w:t>
      </w:r>
      <w:r w:rsidRPr="006056B1">
        <w:t>i</w:t>
      </w:r>
      <w:r w:rsidRPr="006056B1">
        <w:t>tance</w:t>
      </w:r>
      <w:r w:rsidR="006036B2">
        <w:t xml:space="preserve">, </w:t>
      </w:r>
      <w:r w:rsidRPr="006056B1">
        <w:t>sans que personne eût à s</w:t>
      </w:r>
      <w:r w:rsidR="006036B2">
        <w:t>’</w:t>
      </w:r>
      <w:r w:rsidRPr="006056B1">
        <w:t>en plaindre</w:t>
      </w:r>
      <w:r w:rsidR="006036B2">
        <w:t> :</w:t>
      </w:r>
    </w:p>
    <w:p w14:paraId="239FACF4" w14:textId="77777777" w:rsidR="006036B2" w:rsidRDefault="006036B2" w:rsidP="00E85E1B">
      <w:r>
        <w:t>— </w:t>
      </w:r>
      <w:r w:rsidR="00E85E1B" w:rsidRPr="006056B1">
        <w:t>Car</w:t>
      </w:r>
      <w:r>
        <w:t xml:space="preserve">, </w:t>
      </w:r>
      <w:r w:rsidR="00E85E1B" w:rsidRPr="006056B1">
        <w:t>observait-il</w:t>
      </w:r>
      <w:r>
        <w:t xml:space="preserve">, </w:t>
      </w:r>
      <w:r w:rsidR="00E85E1B" w:rsidRPr="006056B1">
        <w:t>je leur donne gratis à se chauffer et</w:t>
      </w:r>
      <w:r>
        <w:t xml:space="preserve">, </w:t>
      </w:r>
      <w:r w:rsidR="00E85E1B" w:rsidRPr="006056B1">
        <w:t>pour pas plus cher</w:t>
      </w:r>
      <w:r>
        <w:t xml:space="preserve">, </w:t>
      </w:r>
      <w:r w:rsidR="00E85E1B" w:rsidRPr="006056B1">
        <w:t>la fumée de mon fricot</w:t>
      </w:r>
      <w:r>
        <w:t>.</w:t>
      </w:r>
    </w:p>
    <w:p w14:paraId="7B6330D1" w14:textId="77777777" w:rsidR="006036B2" w:rsidRDefault="00E85E1B" w:rsidP="00E85E1B">
      <w:r w:rsidRPr="006056B1">
        <w:t>Quant à ses gros sous</w:t>
      </w:r>
      <w:r w:rsidR="006036B2">
        <w:t xml:space="preserve">, </w:t>
      </w:r>
      <w:r w:rsidRPr="006056B1">
        <w:t>il les buvait avec la trouille</w:t>
      </w:r>
      <w:r w:rsidR="006036B2">
        <w:t xml:space="preserve">, </w:t>
      </w:r>
      <w:r w:rsidRPr="006056B1">
        <w:t>la lai</w:t>
      </w:r>
      <w:r w:rsidRPr="006056B1">
        <w:t>s</w:t>
      </w:r>
      <w:r w:rsidRPr="006056B1">
        <w:t>sant ensuite loyalement à celui des dix-huit qui devait l</w:t>
      </w:r>
      <w:r w:rsidR="006036B2">
        <w:t>’</w:t>
      </w:r>
      <w:r w:rsidRPr="006056B1">
        <w:t>avoir</w:t>
      </w:r>
      <w:r w:rsidR="006036B2">
        <w:t>.</w:t>
      </w:r>
    </w:p>
    <w:p w14:paraId="79CD9BFA" w14:textId="77777777" w:rsidR="006036B2" w:rsidRDefault="006036B2" w:rsidP="00E85E1B">
      <w:r>
        <w:t>— </w:t>
      </w:r>
      <w:r w:rsidR="00E85E1B" w:rsidRPr="006056B1">
        <w:t>Et</w:t>
      </w:r>
      <w:r>
        <w:t xml:space="preserve">, </w:t>
      </w:r>
      <w:r w:rsidR="00E85E1B" w:rsidRPr="006056B1">
        <w:t>faisait-il</w:t>
      </w:r>
      <w:r>
        <w:t xml:space="preserve">, </w:t>
      </w:r>
      <w:r w:rsidR="00E85E1B" w:rsidRPr="006056B1">
        <w:t>tu vois si je suis juste et mieux que juste</w:t>
      </w:r>
      <w:r>
        <w:t xml:space="preserve">. </w:t>
      </w:r>
      <w:r w:rsidR="00E85E1B" w:rsidRPr="006056B1">
        <w:t>Je te la cède</w:t>
      </w:r>
      <w:r>
        <w:t xml:space="preserve">, </w:t>
      </w:r>
      <w:r w:rsidR="00E85E1B" w:rsidRPr="006056B1">
        <w:t>comme c</w:t>
      </w:r>
      <w:r>
        <w:t>’</w:t>
      </w:r>
      <w:r w:rsidR="00E85E1B" w:rsidRPr="006056B1">
        <w:t>est ton droit</w:t>
      </w:r>
      <w:r>
        <w:t xml:space="preserve"> ; </w:t>
      </w:r>
      <w:r w:rsidR="00E85E1B" w:rsidRPr="006056B1">
        <w:t>mais je te la cède tout all</w:t>
      </w:r>
      <w:r w:rsidR="00E85E1B" w:rsidRPr="006056B1">
        <w:t>u</w:t>
      </w:r>
      <w:r w:rsidR="00E85E1B" w:rsidRPr="006056B1">
        <w:t>mée</w:t>
      </w:r>
      <w:r>
        <w:t>.</w:t>
      </w:r>
    </w:p>
    <w:p w14:paraId="0A91E109" w14:textId="77777777" w:rsidR="006036B2" w:rsidRDefault="00E85E1B" w:rsidP="00E85E1B">
      <w:r w:rsidRPr="006056B1">
        <w:t>Aussi</w:t>
      </w:r>
      <w:r w:rsidR="006036B2">
        <w:t xml:space="preserve">, </w:t>
      </w:r>
      <w:r w:rsidRPr="006056B1">
        <w:t>dans la baraque</w:t>
      </w:r>
      <w:r w:rsidR="006036B2">
        <w:t xml:space="preserve">, </w:t>
      </w:r>
      <w:r w:rsidRPr="006056B1">
        <w:t>aimait-on fort le père la Bretagne</w:t>
      </w:r>
      <w:r w:rsidR="006036B2">
        <w:t xml:space="preserve">, </w:t>
      </w:r>
      <w:r w:rsidRPr="006056B1">
        <w:t>au point qu</w:t>
      </w:r>
      <w:r w:rsidR="006036B2">
        <w:t>’</w:t>
      </w:r>
      <w:r w:rsidRPr="006056B1">
        <w:t>il en tirait gloire</w:t>
      </w:r>
      <w:r w:rsidR="006036B2">
        <w:t xml:space="preserve">, </w:t>
      </w:r>
      <w:r w:rsidRPr="006056B1">
        <w:t>répétant avec orgueil</w:t>
      </w:r>
      <w:r w:rsidR="006036B2">
        <w:t> :</w:t>
      </w:r>
    </w:p>
    <w:p w14:paraId="6290231E" w14:textId="77777777" w:rsidR="006036B2" w:rsidRDefault="006036B2" w:rsidP="00E85E1B">
      <w:r>
        <w:t>— </w:t>
      </w:r>
      <w:r w:rsidR="00E85E1B" w:rsidRPr="006056B1">
        <w:t>Dommage qu</w:t>
      </w:r>
      <w:r>
        <w:t>’</w:t>
      </w:r>
      <w:r w:rsidR="00E85E1B" w:rsidRPr="006056B1">
        <w:t>on soit en République</w:t>
      </w:r>
      <w:r>
        <w:t xml:space="preserve"> ! </w:t>
      </w:r>
      <w:r w:rsidR="00E85E1B" w:rsidRPr="006056B1">
        <w:t>Ces bougres-là ne feraient ni une ni deux pour me nommer roi</w:t>
      </w:r>
      <w:r>
        <w:t>.</w:t>
      </w:r>
    </w:p>
    <w:p w14:paraId="7259BFD9" w14:textId="77777777" w:rsidR="006036B2" w:rsidRDefault="00E85E1B" w:rsidP="00E85E1B">
      <w:r w:rsidRPr="006056B1">
        <w:t>À quoi la trouille répondit un jour</w:t>
      </w:r>
      <w:r w:rsidR="006036B2">
        <w:t> :</w:t>
      </w:r>
    </w:p>
    <w:p w14:paraId="4742996E" w14:textId="77777777" w:rsidR="006036B2" w:rsidRDefault="006036B2" w:rsidP="00E85E1B">
      <w:r>
        <w:t>— </w:t>
      </w:r>
      <w:r w:rsidR="00E85E1B" w:rsidRPr="006056B1">
        <w:t>Le roi</w:t>
      </w:r>
      <w:r>
        <w:t xml:space="preserve">, </w:t>
      </w:r>
      <w:r w:rsidR="00E85E1B" w:rsidRPr="006056B1">
        <w:t>mon vieux</w:t>
      </w:r>
      <w:r>
        <w:t xml:space="preserve">, </w:t>
      </w:r>
      <w:r w:rsidR="00E85E1B" w:rsidRPr="006056B1">
        <w:t>le v</w:t>
      </w:r>
      <w:r>
        <w:t>’</w:t>
      </w:r>
      <w:r w:rsidR="00E85E1B" w:rsidRPr="006056B1">
        <w:t>là</w:t>
      </w:r>
      <w:r>
        <w:t> !</w:t>
      </w:r>
    </w:p>
    <w:p w14:paraId="127D257F" w14:textId="77777777" w:rsidR="006036B2" w:rsidRDefault="00E85E1B" w:rsidP="00E85E1B">
      <w:r w:rsidRPr="006056B1">
        <w:t>En même temps</w:t>
      </w:r>
      <w:r w:rsidR="006036B2">
        <w:t xml:space="preserve">, </w:t>
      </w:r>
      <w:r w:rsidRPr="006056B1">
        <w:t>elle présentait un nouveau compagnon</w:t>
      </w:r>
      <w:r w:rsidR="006036B2">
        <w:t xml:space="preserve">, </w:t>
      </w:r>
      <w:r w:rsidRPr="006056B1">
        <w:t>non moins haillonneux et calamiteux que les dix-huit</w:t>
      </w:r>
      <w:r w:rsidR="006036B2">
        <w:t xml:space="preserve">, </w:t>
      </w:r>
      <w:r w:rsidRPr="006056B1">
        <w:t>mais tout jeune à côté de ces birbes</w:t>
      </w:r>
      <w:r w:rsidR="006036B2">
        <w:t xml:space="preserve">. </w:t>
      </w:r>
      <w:r w:rsidRPr="006056B1">
        <w:t>C</w:t>
      </w:r>
      <w:r w:rsidR="006036B2">
        <w:t>’</w:t>
      </w:r>
      <w:r w:rsidRPr="006056B1">
        <w:t>était un grand maigre</w:t>
      </w:r>
      <w:r w:rsidR="006036B2">
        <w:t xml:space="preserve">, </w:t>
      </w:r>
      <w:r w:rsidRPr="006056B1">
        <w:t>touchant à la quarantaine</w:t>
      </w:r>
      <w:r w:rsidR="006036B2">
        <w:t xml:space="preserve">, </w:t>
      </w:r>
      <w:r w:rsidRPr="006056B1">
        <w:t>sans un poil blanc dans ses longs cheveux</w:t>
      </w:r>
      <w:r w:rsidR="006036B2">
        <w:t xml:space="preserve">. </w:t>
      </w:r>
      <w:r w:rsidRPr="006056B1">
        <w:t>Il n</w:t>
      </w:r>
      <w:r w:rsidR="006036B2">
        <w:t>’</w:t>
      </w:r>
      <w:r w:rsidRPr="006056B1">
        <w:t>était vêtu que d</w:t>
      </w:r>
      <w:r w:rsidR="006036B2">
        <w:t>’</w:t>
      </w:r>
      <w:r w:rsidRPr="006056B1">
        <w:t>un pantalon et d</w:t>
      </w:r>
      <w:r w:rsidR="006036B2">
        <w:t>’</w:t>
      </w:r>
      <w:r w:rsidRPr="006056B1">
        <w:t>une chemise passée par-dessus en guise de blouse</w:t>
      </w:r>
      <w:r w:rsidR="006036B2">
        <w:t xml:space="preserve">. </w:t>
      </w:r>
      <w:r w:rsidRPr="006056B1">
        <w:t>Et la trouille dit</w:t>
      </w:r>
      <w:r w:rsidR="006036B2">
        <w:t> :</w:t>
      </w:r>
    </w:p>
    <w:p w14:paraId="2F3F91DD" w14:textId="77777777" w:rsidR="006036B2" w:rsidRDefault="006036B2" w:rsidP="00E85E1B">
      <w:r>
        <w:t>— </w:t>
      </w:r>
      <w:r w:rsidR="00E85E1B" w:rsidRPr="006056B1">
        <w:t>Allons</w:t>
      </w:r>
      <w:r>
        <w:t xml:space="preserve">, </w:t>
      </w:r>
      <w:r w:rsidR="00E85E1B" w:rsidRPr="006056B1">
        <w:t>ho</w:t>
      </w:r>
      <w:r>
        <w:t xml:space="preserve"> ! </w:t>
      </w:r>
      <w:r w:rsidR="00E85E1B" w:rsidRPr="006056B1">
        <w:t>l</w:t>
      </w:r>
      <w:r>
        <w:t>’</w:t>
      </w:r>
      <w:r w:rsidR="00E85E1B" w:rsidRPr="006056B1">
        <w:t>père la Bretagne</w:t>
      </w:r>
      <w:r>
        <w:t xml:space="preserve">, </w:t>
      </w:r>
      <w:r w:rsidR="00E85E1B" w:rsidRPr="006056B1">
        <w:t>toi qu</w:t>
      </w:r>
      <w:r>
        <w:t>’</w:t>
      </w:r>
      <w:r w:rsidR="00E85E1B" w:rsidRPr="006056B1">
        <w:t>as deux tricots sous ta pelure</w:t>
      </w:r>
      <w:r>
        <w:t xml:space="preserve">, </w:t>
      </w:r>
      <w:r w:rsidR="00E85E1B" w:rsidRPr="006056B1">
        <w:t>donne-lui-en un</w:t>
      </w:r>
      <w:r>
        <w:t xml:space="preserve">, </w:t>
      </w:r>
      <w:r w:rsidR="00E85E1B" w:rsidRPr="006056B1">
        <w:t>et plus vite que ça</w:t>
      </w:r>
      <w:r>
        <w:t>.</w:t>
      </w:r>
    </w:p>
    <w:p w14:paraId="0162A722" w14:textId="77777777" w:rsidR="006036B2" w:rsidRDefault="006036B2" w:rsidP="00E85E1B">
      <w:r>
        <w:t>— </w:t>
      </w:r>
      <w:r w:rsidR="00E85E1B" w:rsidRPr="006056B1">
        <w:t>De quel droit</w:t>
      </w:r>
      <w:r>
        <w:t xml:space="preserve"> ? </w:t>
      </w:r>
      <w:r w:rsidR="00E85E1B" w:rsidRPr="006056B1">
        <w:t>demanda le pouillard</w:t>
      </w:r>
      <w:r>
        <w:t>.</w:t>
      </w:r>
    </w:p>
    <w:p w14:paraId="174C4E4C" w14:textId="77777777" w:rsidR="006036B2" w:rsidRDefault="006036B2" w:rsidP="00E85E1B">
      <w:r>
        <w:t>— </w:t>
      </w:r>
      <w:r w:rsidR="00E85E1B" w:rsidRPr="006056B1">
        <w:t>Du droit qu</w:t>
      </w:r>
      <w:r>
        <w:t>’</w:t>
      </w:r>
      <w:r w:rsidR="00E85E1B" w:rsidRPr="006056B1">
        <w:t>je l</w:t>
      </w:r>
      <w:r>
        <w:t>’</w:t>
      </w:r>
      <w:r w:rsidR="00E85E1B" w:rsidRPr="006056B1">
        <w:t>veux</w:t>
      </w:r>
      <w:r>
        <w:t xml:space="preserve">, </w:t>
      </w:r>
      <w:r w:rsidR="00E85E1B" w:rsidRPr="006056B1">
        <w:t>répondit la femme</w:t>
      </w:r>
      <w:r>
        <w:t xml:space="preserve">. </w:t>
      </w:r>
      <w:r w:rsidR="00E85E1B" w:rsidRPr="006056B1">
        <w:t>D</w:t>
      </w:r>
      <w:r>
        <w:t>’</w:t>
      </w:r>
      <w:r w:rsidR="00E85E1B" w:rsidRPr="006056B1">
        <w:t>puis assez longtemps j</w:t>
      </w:r>
      <w:r>
        <w:t>’</w:t>
      </w:r>
      <w:r w:rsidR="00E85E1B" w:rsidRPr="006056B1">
        <w:t>couche avec vous tous</w:t>
      </w:r>
      <w:r>
        <w:t xml:space="preserve">, </w:t>
      </w:r>
      <w:r w:rsidR="00E85E1B" w:rsidRPr="006056B1">
        <w:t>tas d</w:t>
      </w:r>
      <w:r>
        <w:t>’</w:t>
      </w:r>
      <w:r w:rsidR="00E85E1B" w:rsidRPr="006056B1">
        <w:t>vieux</w:t>
      </w:r>
      <w:r>
        <w:t xml:space="preserve"> ! </w:t>
      </w:r>
      <w:r w:rsidR="00E85E1B" w:rsidRPr="006056B1">
        <w:t>Faut m</w:t>
      </w:r>
      <w:r>
        <w:t>’</w:t>
      </w:r>
      <w:r w:rsidR="00E85E1B" w:rsidRPr="006056B1">
        <w:t xml:space="preserve">en </w:t>
      </w:r>
      <w:r w:rsidR="00E85E1B" w:rsidRPr="006056B1">
        <w:lastRenderedPageBreak/>
        <w:t>payer un jeune</w:t>
      </w:r>
      <w:r>
        <w:t xml:space="preserve">, </w:t>
      </w:r>
      <w:r w:rsidR="00E85E1B" w:rsidRPr="006056B1">
        <w:t>et c</w:t>
      </w:r>
      <w:r>
        <w:t>’</w:t>
      </w:r>
      <w:r w:rsidR="00E85E1B" w:rsidRPr="006056B1">
        <w:t>est c</w:t>
      </w:r>
      <w:r>
        <w:t>’</w:t>
      </w:r>
      <w:r w:rsidR="00E85E1B" w:rsidRPr="006056B1">
        <w:t>lui-là</w:t>
      </w:r>
      <w:r>
        <w:t xml:space="preserve">. </w:t>
      </w:r>
      <w:r w:rsidR="00E85E1B" w:rsidRPr="006056B1">
        <w:t>Et vous l</w:t>
      </w:r>
      <w:r>
        <w:t>’</w:t>
      </w:r>
      <w:r w:rsidR="00E85E1B" w:rsidRPr="006056B1">
        <w:t>frusquinerez</w:t>
      </w:r>
      <w:r>
        <w:t xml:space="preserve">, </w:t>
      </w:r>
      <w:r w:rsidR="00E85E1B" w:rsidRPr="006056B1">
        <w:t>et vous l</w:t>
      </w:r>
      <w:r>
        <w:t>’</w:t>
      </w:r>
      <w:r w:rsidR="00E85E1B" w:rsidRPr="006056B1">
        <w:t>nourrirez</w:t>
      </w:r>
      <w:r>
        <w:t xml:space="preserve">, </w:t>
      </w:r>
      <w:r w:rsidR="00E85E1B" w:rsidRPr="006056B1">
        <w:t>ou je vous lâche</w:t>
      </w:r>
      <w:r>
        <w:t xml:space="preserve">. </w:t>
      </w:r>
      <w:r w:rsidR="00E85E1B" w:rsidRPr="006056B1">
        <w:t>À prendre ou à laisser</w:t>
      </w:r>
      <w:r>
        <w:t xml:space="preserve">. </w:t>
      </w:r>
      <w:r w:rsidR="00E85E1B" w:rsidRPr="006056B1">
        <w:t>Est-ce co</w:t>
      </w:r>
      <w:r w:rsidR="00E85E1B" w:rsidRPr="006056B1">
        <w:t>m</w:t>
      </w:r>
      <w:r w:rsidR="00E85E1B" w:rsidRPr="006056B1">
        <w:t>pris</w:t>
      </w:r>
      <w:r>
        <w:t> ?</w:t>
      </w:r>
    </w:p>
    <w:p w14:paraId="5BECF1CE" w14:textId="77777777" w:rsidR="006036B2" w:rsidRDefault="00E85E1B" w:rsidP="00E85E1B">
      <w:r w:rsidRPr="006056B1">
        <w:t>Les dix-huit se regardèrent eu ouvrant des gueules</w:t>
      </w:r>
      <w:r w:rsidR="006036B2">
        <w:t xml:space="preserve">. </w:t>
      </w:r>
      <w:r w:rsidRPr="006056B1">
        <w:t>Le bon père la Bretagne se gratta la barbe</w:t>
      </w:r>
      <w:r w:rsidR="006036B2">
        <w:t xml:space="preserve">, </w:t>
      </w:r>
      <w:r w:rsidRPr="006056B1">
        <w:t>puis prononça</w:t>
      </w:r>
      <w:r w:rsidR="006036B2">
        <w:t> :</w:t>
      </w:r>
    </w:p>
    <w:p w14:paraId="6373D6D1" w14:textId="77777777" w:rsidR="006036B2" w:rsidRDefault="006036B2" w:rsidP="00E85E1B">
      <w:r>
        <w:t>— </w:t>
      </w:r>
      <w:r w:rsidR="00E85E1B" w:rsidRPr="006056B1">
        <w:t>Ce qu</w:t>
      </w:r>
      <w:r>
        <w:t>’</w:t>
      </w:r>
      <w:r w:rsidR="00E85E1B" w:rsidRPr="006056B1">
        <w:t>elle demande est juste</w:t>
      </w:r>
      <w:r>
        <w:t xml:space="preserve">. </w:t>
      </w:r>
      <w:r w:rsidR="00E85E1B" w:rsidRPr="006056B1">
        <w:t>N</w:t>
      </w:r>
      <w:r>
        <w:t>’</w:t>
      </w:r>
      <w:r w:rsidR="00E85E1B" w:rsidRPr="006056B1">
        <w:t>y a qu</w:t>
      </w:r>
      <w:r>
        <w:t>’</w:t>
      </w:r>
      <w:r w:rsidR="00E85E1B" w:rsidRPr="006056B1">
        <w:t>à s</w:t>
      </w:r>
      <w:r>
        <w:t>’</w:t>
      </w:r>
      <w:r w:rsidR="00E85E1B" w:rsidRPr="006056B1">
        <w:t>incliner</w:t>
      </w:r>
      <w:r>
        <w:t xml:space="preserve">. </w:t>
      </w:r>
      <w:r w:rsidR="00E85E1B" w:rsidRPr="006056B1">
        <w:t>Se</w:t>
      </w:r>
      <w:r w:rsidR="00E85E1B" w:rsidRPr="006056B1">
        <w:t>u</w:t>
      </w:r>
      <w:r w:rsidR="00E85E1B" w:rsidRPr="006056B1">
        <w:t>lement</w:t>
      </w:r>
      <w:r>
        <w:t xml:space="preserve">, </w:t>
      </w:r>
      <w:r w:rsidR="00E85E1B" w:rsidRPr="006056B1">
        <w:t>un instant</w:t>
      </w:r>
      <w:r>
        <w:t xml:space="preserve"> ! </w:t>
      </w:r>
      <w:r w:rsidR="00E85E1B" w:rsidRPr="006056B1">
        <w:t>Toi</w:t>
      </w:r>
      <w:r>
        <w:t xml:space="preserve">, </w:t>
      </w:r>
      <w:r w:rsidR="00E85E1B" w:rsidRPr="006056B1">
        <w:t>le conscrit</w:t>
      </w:r>
      <w:r>
        <w:t xml:space="preserve">, </w:t>
      </w:r>
      <w:r w:rsidR="00E85E1B" w:rsidRPr="006056B1">
        <w:t>t</w:t>
      </w:r>
      <w:r>
        <w:t>’</w:t>
      </w:r>
      <w:r w:rsidR="00E85E1B" w:rsidRPr="006056B1">
        <w:t>engages-tu à nous laisser notre tour de femme</w:t>
      </w:r>
      <w:r>
        <w:t xml:space="preserve"> ? </w:t>
      </w:r>
      <w:r w:rsidR="00E85E1B" w:rsidRPr="006056B1">
        <w:t>Tout est là</w:t>
      </w:r>
      <w:r>
        <w:t>.</w:t>
      </w:r>
    </w:p>
    <w:p w14:paraId="503D96B5" w14:textId="77777777" w:rsidR="006036B2" w:rsidRDefault="006036B2" w:rsidP="00E85E1B">
      <w:r>
        <w:t>— </w:t>
      </w:r>
      <w:r w:rsidR="00E85E1B" w:rsidRPr="006056B1">
        <w:t>Je vous laisserai ce que vous voudrez</w:t>
      </w:r>
      <w:r>
        <w:t xml:space="preserve">, </w:t>
      </w:r>
      <w:r w:rsidR="00E85E1B" w:rsidRPr="006056B1">
        <w:t>répliqua l</w:t>
      </w:r>
      <w:r>
        <w:t>’</w:t>
      </w:r>
      <w:r w:rsidR="00E85E1B" w:rsidRPr="006056B1">
        <w:t>intrus</w:t>
      </w:r>
      <w:r>
        <w:t xml:space="preserve">. </w:t>
      </w:r>
      <w:r w:rsidR="00E85E1B" w:rsidRPr="006056B1">
        <w:t>Ce n</w:t>
      </w:r>
      <w:r>
        <w:t>’</w:t>
      </w:r>
      <w:r w:rsidR="00E85E1B" w:rsidRPr="006056B1">
        <w:t>est pas moi qui vous embêterai</w:t>
      </w:r>
      <w:r>
        <w:t>.</w:t>
      </w:r>
    </w:p>
    <w:p w14:paraId="4A4D4D2A" w14:textId="77777777" w:rsidR="006036B2" w:rsidRDefault="00E85E1B" w:rsidP="00E85E1B">
      <w:r w:rsidRPr="006056B1">
        <w:t>Et il ajouta très doucement</w:t>
      </w:r>
      <w:r w:rsidR="006036B2">
        <w:t> :</w:t>
      </w:r>
    </w:p>
    <w:p w14:paraId="265D9C1D" w14:textId="77777777" w:rsidR="006036B2" w:rsidRDefault="006036B2" w:rsidP="00E85E1B">
      <w:r>
        <w:t>— </w:t>
      </w:r>
      <w:r w:rsidR="00E85E1B" w:rsidRPr="006056B1">
        <w:t>Pourvu que j</w:t>
      </w:r>
      <w:r>
        <w:t>’</w:t>
      </w:r>
      <w:r w:rsidR="00E85E1B" w:rsidRPr="006056B1">
        <w:t>briffe</w:t>
      </w:r>
      <w:r>
        <w:t> !</w:t>
      </w:r>
    </w:p>
    <w:p w14:paraId="1CA2E3DC" w14:textId="77777777" w:rsidR="006036B2" w:rsidRDefault="00E85E1B" w:rsidP="00E85E1B">
      <w:r w:rsidRPr="006056B1">
        <w:t>On s</w:t>
      </w:r>
      <w:r w:rsidR="006036B2">
        <w:t>’</w:t>
      </w:r>
      <w:r w:rsidRPr="006056B1">
        <w:t>expliqua</w:t>
      </w:r>
      <w:r w:rsidR="006036B2">
        <w:t xml:space="preserve">. </w:t>
      </w:r>
      <w:r w:rsidRPr="006056B1">
        <w:t>On s</w:t>
      </w:r>
      <w:r w:rsidR="006036B2">
        <w:t>’</w:t>
      </w:r>
      <w:r w:rsidRPr="006056B1">
        <w:t>entendit</w:t>
      </w:r>
      <w:r w:rsidR="006036B2">
        <w:t xml:space="preserve">. </w:t>
      </w:r>
      <w:r w:rsidRPr="006056B1">
        <w:t>Le pauvre diable ne venait certes pas en conquérant</w:t>
      </w:r>
      <w:r w:rsidR="006036B2">
        <w:t xml:space="preserve">, </w:t>
      </w:r>
      <w:r w:rsidRPr="006056B1">
        <w:t>en avale-tout-cru</w:t>
      </w:r>
      <w:r w:rsidR="006036B2">
        <w:t xml:space="preserve">. </w:t>
      </w:r>
      <w:r w:rsidRPr="006056B1">
        <w:t>C</w:t>
      </w:r>
      <w:r w:rsidR="006036B2">
        <w:t>’</w:t>
      </w:r>
      <w:r w:rsidRPr="006056B1">
        <w:t>était un malhe</w:t>
      </w:r>
      <w:r w:rsidRPr="006056B1">
        <w:t>u</w:t>
      </w:r>
      <w:r w:rsidRPr="006056B1">
        <w:t>reux paillasse</w:t>
      </w:r>
      <w:r w:rsidR="006036B2">
        <w:t xml:space="preserve">, </w:t>
      </w:r>
      <w:r w:rsidRPr="006056B1">
        <w:t>sorti de prison</w:t>
      </w:r>
      <w:r w:rsidR="006036B2">
        <w:t xml:space="preserve">, </w:t>
      </w:r>
      <w:r w:rsidRPr="006056B1">
        <w:t xml:space="preserve">où il avait </w:t>
      </w:r>
      <w:r w:rsidRPr="006056B1">
        <w:rPr>
          <w:i/>
          <w:iCs/>
        </w:rPr>
        <w:t>tiré trois berges</w:t>
      </w:r>
      <w:r w:rsidRPr="006056B1">
        <w:t xml:space="preserve"> pour attentat à la pudeur</w:t>
      </w:r>
      <w:r w:rsidR="006036B2">
        <w:t xml:space="preserve">. </w:t>
      </w:r>
      <w:r w:rsidRPr="006056B1">
        <w:t>À part cela</w:t>
      </w:r>
      <w:r w:rsidR="006036B2">
        <w:t xml:space="preserve">, </w:t>
      </w:r>
      <w:r w:rsidRPr="006056B1">
        <w:t>le meilleur zig du monde</w:t>
      </w:r>
      <w:r w:rsidR="006036B2">
        <w:t xml:space="preserve">, </w:t>
      </w:r>
      <w:proofErr w:type="spellStart"/>
      <w:r w:rsidRPr="006056B1">
        <w:t>a</w:t>
      </w:r>
      <w:r w:rsidRPr="006056B1">
        <w:t>f</w:t>
      </w:r>
      <w:r w:rsidRPr="006056B1">
        <w:t>firmait-il</w:t>
      </w:r>
      <w:proofErr w:type="spellEnd"/>
      <w:r w:rsidR="006036B2">
        <w:t>.</w:t>
      </w:r>
    </w:p>
    <w:p w14:paraId="60BDC49E" w14:textId="77777777" w:rsidR="006036B2" w:rsidRDefault="006036B2" w:rsidP="00E85E1B">
      <w:r>
        <w:t>— </w:t>
      </w:r>
      <w:r w:rsidR="00E85E1B" w:rsidRPr="006056B1">
        <w:t>Et de quoi me régaler</w:t>
      </w:r>
      <w:r>
        <w:t xml:space="preserve">, </w:t>
      </w:r>
      <w:r w:rsidR="00E85E1B" w:rsidRPr="006056B1">
        <w:t>ajouta la trouille</w:t>
      </w:r>
      <w:r>
        <w:t xml:space="preserve">. </w:t>
      </w:r>
      <w:r w:rsidR="00E85E1B" w:rsidRPr="006056B1">
        <w:t>Car</w:t>
      </w:r>
      <w:r>
        <w:t xml:space="preserve">, </w:t>
      </w:r>
      <w:r w:rsidR="00E85E1B" w:rsidRPr="006056B1">
        <w:t>pour les six sous que je lui ai donnés</w:t>
      </w:r>
      <w:r>
        <w:t xml:space="preserve">, </w:t>
      </w:r>
      <w:r w:rsidR="00E85E1B" w:rsidRPr="006056B1">
        <w:t>j</w:t>
      </w:r>
      <w:r>
        <w:t>’</w:t>
      </w:r>
      <w:r w:rsidR="00E85E1B" w:rsidRPr="006056B1">
        <w:t>vous réponds qu</w:t>
      </w:r>
      <w:r>
        <w:t>’</w:t>
      </w:r>
      <w:r w:rsidR="00E85E1B" w:rsidRPr="006056B1">
        <w:t>j</w:t>
      </w:r>
      <w:r>
        <w:t>’</w:t>
      </w:r>
      <w:r w:rsidR="00E85E1B" w:rsidRPr="006056B1">
        <w:t>en ai eu mon compte</w:t>
      </w:r>
      <w:r>
        <w:t>.</w:t>
      </w:r>
    </w:p>
    <w:p w14:paraId="2E402306" w14:textId="77777777" w:rsidR="006036B2" w:rsidRDefault="00E85E1B" w:rsidP="00E85E1B">
      <w:r w:rsidRPr="006056B1">
        <w:t>Le ménage à dix-neuf devint donc le ménage à vingt</w:t>
      </w:r>
      <w:r w:rsidR="006036B2">
        <w:t xml:space="preserve">. </w:t>
      </w:r>
      <w:r w:rsidRPr="006056B1">
        <w:t>Tout marcha bien</w:t>
      </w:r>
      <w:r w:rsidR="006036B2">
        <w:t xml:space="preserve">, </w:t>
      </w:r>
      <w:r w:rsidRPr="006056B1">
        <w:t>les premiers temps</w:t>
      </w:r>
      <w:r w:rsidR="006036B2">
        <w:t xml:space="preserve">. </w:t>
      </w:r>
      <w:r w:rsidRPr="006056B1">
        <w:t>Humble</w:t>
      </w:r>
      <w:r w:rsidR="006036B2">
        <w:t xml:space="preserve">, </w:t>
      </w:r>
      <w:r w:rsidRPr="006056B1">
        <w:t>le paillasse tâchait de ne pas être trop à charge aux pouillards</w:t>
      </w:r>
      <w:r w:rsidR="006036B2">
        <w:t xml:space="preserve">. </w:t>
      </w:r>
      <w:r w:rsidRPr="006056B1">
        <w:t>Vêtu</w:t>
      </w:r>
      <w:r w:rsidR="006036B2">
        <w:t xml:space="preserve">, </w:t>
      </w:r>
      <w:r w:rsidRPr="006056B1">
        <w:t>nourri</w:t>
      </w:r>
      <w:r w:rsidR="006036B2">
        <w:t xml:space="preserve">, </w:t>
      </w:r>
      <w:r w:rsidRPr="006056B1">
        <w:t>fourni de tabac</w:t>
      </w:r>
      <w:r w:rsidR="006036B2">
        <w:t xml:space="preserve">, </w:t>
      </w:r>
      <w:r w:rsidRPr="006056B1">
        <w:t>sur la masse</w:t>
      </w:r>
      <w:r w:rsidR="006036B2">
        <w:t xml:space="preserve">, </w:t>
      </w:r>
      <w:r w:rsidRPr="006056B1">
        <w:t>il ne se montrait pas trop exigeant</w:t>
      </w:r>
      <w:r w:rsidR="006036B2">
        <w:t xml:space="preserve">. </w:t>
      </w:r>
      <w:r w:rsidRPr="006056B1">
        <w:t>Au besoin même</w:t>
      </w:r>
      <w:r w:rsidR="006036B2">
        <w:t xml:space="preserve">, </w:t>
      </w:r>
      <w:r w:rsidRPr="006056B1">
        <w:t>il eût halé comme les autres</w:t>
      </w:r>
      <w:r w:rsidR="006036B2">
        <w:t xml:space="preserve">. </w:t>
      </w:r>
      <w:r w:rsidRPr="006056B1">
        <w:t>La trouille ne voulut pas</w:t>
      </w:r>
      <w:r w:rsidR="006036B2">
        <w:t>.</w:t>
      </w:r>
    </w:p>
    <w:p w14:paraId="3DC7EEA1" w14:textId="77777777" w:rsidR="006036B2" w:rsidRDefault="006036B2" w:rsidP="00E85E1B">
      <w:r>
        <w:t>— </w:t>
      </w:r>
      <w:r w:rsidR="00E85E1B" w:rsidRPr="006056B1">
        <w:t>Te fatigue pas</w:t>
      </w:r>
      <w:r>
        <w:t xml:space="preserve">, </w:t>
      </w:r>
      <w:r w:rsidR="00E85E1B" w:rsidRPr="006056B1">
        <w:t xml:space="preserve">mon </w:t>
      </w:r>
      <w:proofErr w:type="gramStart"/>
      <w:r w:rsidR="00E85E1B" w:rsidRPr="006056B1">
        <w:t>p</w:t>
      </w:r>
      <w:r>
        <w:t>’</w:t>
      </w:r>
      <w:r w:rsidR="00E85E1B" w:rsidRPr="006056B1">
        <w:t>tit</w:t>
      </w:r>
      <w:proofErr w:type="gramEnd"/>
      <w:r w:rsidR="00E85E1B" w:rsidRPr="006056B1">
        <w:t xml:space="preserve"> homme</w:t>
      </w:r>
      <w:r>
        <w:t xml:space="preserve">, </w:t>
      </w:r>
      <w:r w:rsidR="00E85E1B" w:rsidRPr="006056B1">
        <w:t>disait-elle</w:t>
      </w:r>
      <w:r>
        <w:t xml:space="preserve">. </w:t>
      </w:r>
      <w:r w:rsidR="00E85E1B" w:rsidRPr="006056B1">
        <w:t>Garde-toi tout entier pour moi</w:t>
      </w:r>
      <w:r>
        <w:t>.</w:t>
      </w:r>
    </w:p>
    <w:p w14:paraId="255980E9" w14:textId="77777777" w:rsidR="006036B2" w:rsidRDefault="00E85E1B" w:rsidP="00E85E1B">
      <w:r w:rsidRPr="006056B1">
        <w:lastRenderedPageBreak/>
        <w:t>Et il se laissait faire</w:t>
      </w:r>
      <w:r w:rsidR="006036B2">
        <w:t>.</w:t>
      </w:r>
    </w:p>
    <w:p w14:paraId="775771BC" w14:textId="77777777" w:rsidR="006036B2" w:rsidRDefault="00E85E1B" w:rsidP="00E85E1B">
      <w:r w:rsidRPr="006056B1">
        <w:t>Trop</w:t>
      </w:r>
      <w:r w:rsidR="006036B2">
        <w:t xml:space="preserve">, </w:t>
      </w:r>
      <w:r w:rsidRPr="006056B1">
        <w:t>pensèrent bientôt les dix-huit</w:t>
      </w:r>
      <w:r w:rsidR="006036B2">
        <w:t xml:space="preserve">. </w:t>
      </w:r>
      <w:r w:rsidRPr="006056B1">
        <w:t>La trouille</w:t>
      </w:r>
      <w:r w:rsidR="006036B2">
        <w:t xml:space="preserve">, </w:t>
      </w:r>
      <w:r w:rsidRPr="006056B1">
        <w:t>en effet</w:t>
      </w:r>
      <w:r w:rsidR="006036B2">
        <w:t xml:space="preserve">, </w:t>
      </w:r>
      <w:r w:rsidRPr="006056B1">
        <w:t>à le câliner</w:t>
      </w:r>
      <w:r w:rsidR="006036B2">
        <w:t xml:space="preserve">, </w:t>
      </w:r>
      <w:r w:rsidRPr="006056B1">
        <w:t>négligeait les autres</w:t>
      </w:r>
      <w:r w:rsidR="006036B2">
        <w:t xml:space="preserve">. </w:t>
      </w:r>
      <w:r w:rsidRPr="006056B1">
        <w:t>Elle leur donnait encore leur tour</w:t>
      </w:r>
      <w:r w:rsidR="006036B2">
        <w:t xml:space="preserve">, </w:t>
      </w:r>
      <w:r w:rsidRPr="006056B1">
        <w:t>sans doute</w:t>
      </w:r>
      <w:r w:rsidR="006036B2">
        <w:t xml:space="preserve"> ; </w:t>
      </w:r>
      <w:r w:rsidRPr="006056B1">
        <w:t>mais de mauvaise grâce et sommairement</w:t>
      </w:r>
      <w:r w:rsidR="006036B2">
        <w:t>.</w:t>
      </w:r>
    </w:p>
    <w:p w14:paraId="2752AE02" w14:textId="77777777" w:rsidR="006036B2" w:rsidRDefault="006036B2" w:rsidP="00E85E1B">
      <w:r>
        <w:t>— </w:t>
      </w:r>
      <w:r w:rsidR="00E85E1B" w:rsidRPr="006056B1">
        <w:t>Bon</w:t>
      </w:r>
      <w:r>
        <w:t xml:space="preserve">, </w:t>
      </w:r>
      <w:r w:rsidR="00E85E1B" w:rsidRPr="006056B1">
        <w:t>si nous étions de jeunes coqs</w:t>
      </w:r>
      <w:r>
        <w:t xml:space="preserve">, </w:t>
      </w:r>
      <w:r w:rsidR="00E85E1B" w:rsidRPr="006056B1">
        <w:t>disait le père la Br</w:t>
      </w:r>
      <w:r w:rsidR="00E85E1B" w:rsidRPr="006056B1">
        <w:t>e</w:t>
      </w:r>
      <w:r w:rsidR="00E85E1B" w:rsidRPr="006056B1">
        <w:t>tagne</w:t>
      </w:r>
      <w:r>
        <w:t xml:space="preserve">. </w:t>
      </w:r>
      <w:r w:rsidR="00E85E1B" w:rsidRPr="006056B1">
        <w:t>Seulement</w:t>
      </w:r>
      <w:r>
        <w:t xml:space="preserve">, </w:t>
      </w:r>
      <w:r w:rsidR="00E85E1B" w:rsidRPr="006056B1">
        <w:t>quoi</w:t>
      </w:r>
      <w:r>
        <w:t xml:space="preserve"> ! </w:t>
      </w:r>
      <w:r w:rsidR="00E85E1B" w:rsidRPr="006056B1">
        <w:t>À notre âge</w:t>
      </w:r>
      <w:r>
        <w:t xml:space="preserve">, </w:t>
      </w:r>
      <w:r w:rsidR="00E85E1B" w:rsidRPr="006056B1">
        <w:t>ça ne nous suffît pas</w:t>
      </w:r>
      <w:r>
        <w:t xml:space="preserve">, </w:t>
      </w:r>
      <w:r w:rsidR="00E85E1B" w:rsidRPr="006056B1">
        <w:t xml:space="preserve">de faire toc </w:t>
      </w:r>
      <w:proofErr w:type="spellStart"/>
      <w:r w:rsidR="00E85E1B" w:rsidRPr="006056B1">
        <w:t>toc</w:t>
      </w:r>
      <w:proofErr w:type="spellEnd"/>
      <w:r w:rsidR="00E85E1B" w:rsidRPr="006056B1">
        <w:t xml:space="preserve"> et puis bonsoir</w:t>
      </w:r>
      <w:r>
        <w:t>.</w:t>
      </w:r>
    </w:p>
    <w:p w14:paraId="1A143038" w14:textId="77777777" w:rsidR="006036B2" w:rsidRDefault="00E85E1B" w:rsidP="00E85E1B">
      <w:r w:rsidRPr="006056B1">
        <w:t>Les dix-huit</w:t>
      </w:r>
      <w:r w:rsidR="006036B2">
        <w:t xml:space="preserve">, </w:t>
      </w:r>
      <w:r w:rsidRPr="006056B1">
        <w:t>qui n</w:t>
      </w:r>
      <w:r w:rsidR="006036B2">
        <w:t>’</w:t>
      </w:r>
      <w:r w:rsidRPr="006056B1">
        <w:t>avaient jamais été jaloux les uns des autres</w:t>
      </w:r>
      <w:r w:rsidR="006036B2">
        <w:t xml:space="preserve">, </w:t>
      </w:r>
      <w:r w:rsidRPr="006056B1">
        <w:t>devinrent jaloux du préféré</w:t>
      </w:r>
      <w:r w:rsidR="006036B2">
        <w:t xml:space="preserve">. </w:t>
      </w:r>
      <w:r w:rsidRPr="006056B1">
        <w:t>D</w:t>
      </w:r>
      <w:r w:rsidR="006036B2">
        <w:t>’</w:t>
      </w:r>
      <w:r w:rsidRPr="006056B1">
        <w:t>aucuns lui cherchèrent noise</w:t>
      </w:r>
      <w:r w:rsidR="006036B2">
        <w:t xml:space="preserve">. </w:t>
      </w:r>
      <w:r w:rsidRPr="006056B1">
        <w:t>Il se rebiffa</w:t>
      </w:r>
      <w:r w:rsidR="006036B2">
        <w:t xml:space="preserve">. </w:t>
      </w:r>
      <w:r w:rsidRPr="006056B1">
        <w:t>Le meilleur zig du monde</w:t>
      </w:r>
      <w:r w:rsidR="006036B2">
        <w:t xml:space="preserve">, </w:t>
      </w:r>
      <w:r w:rsidRPr="006056B1">
        <w:t>sans doute</w:t>
      </w:r>
      <w:r w:rsidR="006036B2">
        <w:t xml:space="preserve"> ; </w:t>
      </w:r>
      <w:r w:rsidRPr="006056B1">
        <w:t>tout</w:t>
      </w:r>
      <w:r w:rsidRPr="006056B1">
        <w:t>e</w:t>
      </w:r>
      <w:r w:rsidRPr="006056B1">
        <w:t>fois il ne fallait pas le prendre pour une moule</w:t>
      </w:r>
      <w:r w:rsidR="006036B2">
        <w:t xml:space="preserve">, </w:t>
      </w:r>
      <w:r w:rsidRPr="006056B1">
        <w:t>non plus</w:t>
      </w:r>
      <w:r w:rsidR="006036B2">
        <w:t xml:space="preserve"> ! </w:t>
      </w:r>
      <w:r w:rsidRPr="006056B1">
        <w:t>Qu</w:t>
      </w:r>
      <w:r w:rsidR="006036B2">
        <w:t>’</w:t>
      </w:r>
      <w:r w:rsidRPr="006056B1">
        <w:t xml:space="preserve">on le traitât de </w:t>
      </w:r>
      <w:r w:rsidRPr="006056B1">
        <w:rPr>
          <w:i/>
          <w:iCs/>
        </w:rPr>
        <w:t>grand mac</w:t>
      </w:r>
      <w:r w:rsidR="006036B2">
        <w:rPr>
          <w:i/>
          <w:iCs/>
        </w:rPr>
        <w:t xml:space="preserve">, </w:t>
      </w:r>
      <w:r w:rsidRPr="006056B1">
        <w:rPr>
          <w:i/>
          <w:iCs/>
        </w:rPr>
        <w:t>feignant comme un prêtre</w:t>
      </w:r>
      <w:r w:rsidR="006036B2">
        <w:t xml:space="preserve">, </w:t>
      </w:r>
      <w:r w:rsidRPr="006056B1">
        <w:t>il en riait</w:t>
      </w:r>
      <w:r w:rsidR="006036B2">
        <w:t xml:space="preserve"> ; </w:t>
      </w:r>
      <w:r w:rsidRPr="006056B1">
        <w:t>mais qu</w:t>
      </w:r>
      <w:r w:rsidR="006036B2">
        <w:t>’</w:t>
      </w:r>
      <w:r w:rsidRPr="006056B1">
        <w:t>on s</w:t>
      </w:r>
      <w:r w:rsidR="006036B2">
        <w:t>’</w:t>
      </w:r>
      <w:r w:rsidRPr="006056B1">
        <w:t>amusât à lui fourrer</w:t>
      </w:r>
      <w:r w:rsidR="006036B2">
        <w:t xml:space="preserve">, </w:t>
      </w:r>
      <w:r w:rsidRPr="006056B1">
        <w:t>ainsi qu</w:t>
      </w:r>
      <w:r w:rsidR="006036B2">
        <w:t>’</w:t>
      </w:r>
      <w:r w:rsidRPr="006056B1">
        <w:t>on le fit</w:t>
      </w:r>
      <w:r w:rsidR="006036B2">
        <w:t xml:space="preserve">, </w:t>
      </w:r>
      <w:r w:rsidRPr="006056B1">
        <w:t xml:space="preserve">des paquets de cheveux dans son </w:t>
      </w:r>
      <w:r w:rsidRPr="006056B1">
        <w:rPr>
          <w:i/>
          <w:iCs/>
        </w:rPr>
        <w:t>trèfle</w:t>
      </w:r>
      <w:r w:rsidR="006036B2">
        <w:t xml:space="preserve">, </w:t>
      </w:r>
      <w:r w:rsidRPr="006056B1">
        <w:t>des poignées de ronces dans son pieu de goémon et des cervelas d</w:t>
      </w:r>
      <w:r w:rsidR="006036B2">
        <w:t>’</w:t>
      </w:r>
      <w:r w:rsidRPr="006056B1">
        <w:t>étron dans sa soupe</w:t>
      </w:r>
      <w:r w:rsidR="006036B2">
        <w:t xml:space="preserve">, </w:t>
      </w:r>
      <w:r w:rsidRPr="006056B1">
        <w:t>ah</w:t>
      </w:r>
      <w:r w:rsidR="006036B2">
        <w:t xml:space="preserve"> ! </w:t>
      </w:r>
      <w:r w:rsidRPr="006056B1">
        <w:t>zut</w:t>
      </w:r>
      <w:r w:rsidR="006036B2">
        <w:t xml:space="preserve">, </w:t>
      </w:r>
      <w:r w:rsidRPr="006056B1">
        <w:t>alors</w:t>
      </w:r>
      <w:r w:rsidR="006036B2">
        <w:t> !</w:t>
      </w:r>
    </w:p>
    <w:p w14:paraId="46CDFAD6" w14:textId="77777777" w:rsidR="006036B2" w:rsidRDefault="006036B2" w:rsidP="00E85E1B">
      <w:r>
        <w:t>— </w:t>
      </w:r>
      <w:r w:rsidR="00E85E1B" w:rsidRPr="006056B1">
        <w:t>Pas d</w:t>
      </w:r>
      <w:r>
        <w:t>’</w:t>
      </w:r>
      <w:r w:rsidR="00E85E1B" w:rsidRPr="006056B1">
        <w:t>ça</w:t>
      </w:r>
      <w:r>
        <w:t xml:space="preserve">, </w:t>
      </w:r>
      <w:r w:rsidR="00E85E1B" w:rsidRPr="006056B1">
        <w:t>la coterie</w:t>
      </w:r>
      <w:r>
        <w:t xml:space="preserve">, </w:t>
      </w:r>
      <w:r w:rsidR="00E85E1B" w:rsidRPr="006056B1">
        <w:t>ou j</w:t>
      </w:r>
      <w:r>
        <w:t>’</w:t>
      </w:r>
      <w:r w:rsidR="00E85E1B" w:rsidRPr="006056B1">
        <w:t>vous passe à tabac</w:t>
      </w:r>
      <w:r>
        <w:t>.</w:t>
      </w:r>
    </w:p>
    <w:p w14:paraId="564B3BA9" w14:textId="77777777" w:rsidR="006036B2" w:rsidRDefault="00E85E1B" w:rsidP="00E85E1B">
      <w:r w:rsidRPr="006056B1">
        <w:t>On récidiva quand même</w:t>
      </w:r>
      <w:r w:rsidR="006036B2">
        <w:t xml:space="preserve">. </w:t>
      </w:r>
      <w:r w:rsidRPr="006056B1">
        <w:t>Il cogna</w:t>
      </w:r>
      <w:r w:rsidR="006036B2">
        <w:t xml:space="preserve">. </w:t>
      </w:r>
      <w:r w:rsidRPr="006056B1">
        <w:t>Sans chercher à savoir les coupables</w:t>
      </w:r>
      <w:r w:rsidR="006036B2">
        <w:t xml:space="preserve"> ; </w:t>
      </w:r>
      <w:r w:rsidRPr="006056B1">
        <w:t>sur les premiers venus</w:t>
      </w:r>
      <w:r w:rsidR="006036B2">
        <w:t xml:space="preserve"> ; </w:t>
      </w:r>
      <w:r w:rsidRPr="006056B1">
        <w:t>au petit bonheur</w:t>
      </w:r>
      <w:r w:rsidR="006036B2">
        <w:t xml:space="preserve"> ! </w:t>
      </w:r>
      <w:r w:rsidRPr="006056B1">
        <w:t>À coups de chausson</w:t>
      </w:r>
      <w:r w:rsidR="006036B2">
        <w:t xml:space="preserve"> (</w:t>
      </w:r>
      <w:r w:rsidRPr="006056B1">
        <w:t>sa spécialité</w:t>
      </w:r>
      <w:r w:rsidR="006036B2">
        <w:t xml:space="preserve">), </w:t>
      </w:r>
      <w:r w:rsidRPr="006056B1">
        <w:t>il mit des nez en marmelade</w:t>
      </w:r>
      <w:r w:rsidR="006036B2">
        <w:t>.</w:t>
      </w:r>
    </w:p>
    <w:p w14:paraId="73C6B584" w14:textId="77777777" w:rsidR="006036B2" w:rsidRDefault="00E85E1B" w:rsidP="00E85E1B">
      <w:r w:rsidRPr="006056B1">
        <w:t>Ayant ainsi pris conscience de sa force</w:t>
      </w:r>
      <w:r w:rsidR="006036B2">
        <w:t xml:space="preserve">, </w:t>
      </w:r>
      <w:r w:rsidRPr="006056B1">
        <w:t>et aguiché par la trouille</w:t>
      </w:r>
      <w:r w:rsidR="006036B2">
        <w:t xml:space="preserve">, </w:t>
      </w:r>
      <w:r w:rsidRPr="006056B1">
        <w:t>fatalement</w:t>
      </w:r>
      <w:r w:rsidR="006036B2">
        <w:t xml:space="preserve">, </w:t>
      </w:r>
      <w:r w:rsidRPr="006056B1">
        <w:t>il tourna vite à la tyrannie</w:t>
      </w:r>
      <w:r w:rsidR="006036B2">
        <w:t xml:space="preserve">. </w:t>
      </w:r>
      <w:r w:rsidRPr="006056B1">
        <w:t>Les dix-huit se sentirent esclaves</w:t>
      </w:r>
      <w:r w:rsidR="006036B2">
        <w:t xml:space="preserve">. </w:t>
      </w:r>
      <w:r w:rsidRPr="006056B1">
        <w:t>L</w:t>
      </w:r>
      <w:r w:rsidR="006036B2">
        <w:t>’</w:t>
      </w:r>
      <w:r w:rsidRPr="006056B1">
        <w:t>ancien paradis de la baraque</w:t>
      </w:r>
      <w:r w:rsidR="006036B2">
        <w:t xml:space="preserve">, </w:t>
      </w:r>
      <w:r w:rsidRPr="006056B1">
        <w:t>à la si douce concorde</w:t>
      </w:r>
      <w:r w:rsidR="006036B2">
        <w:t xml:space="preserve">, </w:t>
      </w:r>
      <w:r w:rsidRPr="006056B1">
        <w:t>à la si bonne égalité</w:t>
      </w:r>
      <w:r w:rsidR="006036B2">
        <w:t xml:space="preserve">, </w:t>
      </w:r>
      <w:r w:rsidRPr="006056B1">
        <w:t>se changeait en enfer</w:t>
      </w:r>
      <w:r w:rsidR="006036B2">
        <w:t xml:space="preserve">. </w:t>
      </w:r>
      <w:r w:rsidRPr="006056B1">
        <w:t>Cela ne pouvait pas durer</w:t>
      </w:r>
      <w:r w:rsidR="006036B2">
        <w:t>.</w:t>
      </w:r>
    </w:p>
    <w:p w14:paraId="7995922C" w14:textId="77777777" w:rsidR="006036B2" w:rsidRDefault="006036B2" w:rsidP="00E85E1B">
      <w:r>
        <w:t>— </w:t>
      </w:r>
      <w:r w:rsidR="00E85E1B" w:rsidRPr="006056B1">
        <w:t>Ah</w:t>
      </w:r>
      <w:r>
        <w:t xml:space="preserve"> ! </w:t>
      </w:r>
      <w:r w:rsidR="00E85E1B" w:rsidRPr="006056B1">
        <w:t>grognait le père la Bretagne</w:t>
      </w:r>
      <w:r>
        <w:t xml:space="preserve">, </w:t>
      </w:r>
      <w:r w:rsidR="00E85E1B" w:rsidRPr="006056B1">
        <w:t>si j</w:t>
      </w:r>
      <w:r>
        <w:t>’</w:t>
      </w:r>
      <w:r w:rsidR="00E85E1B" w:rsidRPr="006056B1">
        <w:t>avais vingt ans de moins</w:t>
      </w:r>
      <w:r>
        <w:t xml:space="preserve">, </w:t>
      </w:r>
      <w:r w:rsidR="00E85E1B" w:rsidRPr="006056B1">
        <w:t>comme je m</w:t>
      </w:r>
      <w:r>
        <w:t>’</w:t>
      </w:r>
      <w:r w:rsidR="00E85E1B" w:rsidRPr="006056B1">
        <w:t xml:space="preserve">attellerais à sa </w:t>
      </w:r>
      <w:proofErr w:type="spellStart"/>
      <w:r w:rsidR="00E85E1B" w:rsidRPr="006056B1">
        <w:t>piau</w:t>
      </w:r>
      <w:proofErr w:type="spellEnd"/>
      <w:r>
        <w:t xml:space="preserve"> ! </w:t>
      </w:r>
      <w:r w:rsidR="00E85E1B" w:rsidRPr="006056B1">
        <w:t>J</w:t>
      </w:r>
      <w:r>
        <w:t>’</w:t>
      </w:r>
      <w:r w:rsidR="00E85E1B" w:rsidRPr="006056B1">
        <w:t xml:space="preserve">ai mon coup de </w:t>
      </w:r>
      <w:r w:rsidR="00E85E1B" w:rsidRPr="006056B1">
        <w:lastRenderedPageBreak/>
        <w:t>tête en Breton</w:t>
      </w:r>
      <w:r>
        <w:t xml:space="preserve">. </w:t>
      </w:r>
      <w:r w:rsidR="00E85E1B" w:rsidRPr="006056B1">
        <w:t>Oui</w:t>
      </w:r>
      <w:r>
        <w:t xml:space="preserve">, </w:t>
      </w:r>
      <w:r w:rsidR="00E85E1B" w:rsidRPr="006056B1">
        <w:t>mais voilà</w:t>
      </w:r>
      <w:r>
        <w:t xml:space="preserve"> ! </w:t>
      </w:r>
      <w:proofErr w:type="gramStart"/>
      <w:r w:rsidR="00E85E1B" w:rsidRPr="006056B1">
        <w:t>c</w:t>
      </w:r>
      <w:r>
        <w:t>’</w:t>
      </w:r>
      <w:r w:rsidR="00E85E1B" w:rsidRPr="006056B1">
        <w:t>est</w:t>
      </w:r>
      <w:proofErr w:type="gramEnd"/>
      <w:r w:rsidR="00E85E1B" w:rsidRPr="006056B1">
        <w:t xml:space="preserve"> mes sacrées gambes qui ne vont plus</w:t>
      </w:r>
      <w:r>
        <w:t>.</w:t>
      </w:r>
    </w:p>
    <w:p w14:paraId="28A3184A" w14:textId="77777777" w:rsidR="006036B2" w:rsidRDefault="00E85E1B" w:rsidP="00E85E1B">
      <w:r w:rsidRPr="006056B1">
        <w:t>Et il proposait bravement au paillasse un duel où celui-ci se laisserait ficeler les pieds</w:t>
      </w:r>
      <w:r w:rsidR="006036B2">
        <w:t xml:space="preserve">, </w:t>
      </w:r>
      <w:r w:rsidRPr="006056B1">
        <w:t>et où tous deux</w:t>
      </w:r>
      <w:r w:rsidR="006036B2">
        <w:t xml:space="preserve">, </w:t>
      </w:r>
      <w:r w:rsidRPr="006056B1">
        <w:t>assis par terre</w:t>
      </w:r>
      <w:r w:rsidR="006036B2">
        <w:t xml:space="preserve">, </w:t>
      </w:r>
      <w:r w:rsidRPr="006056B1">
        <w:t>se mangeraient le nez à armes égales</w:t>
      </w:r>
      <w:r w:rsidR="006036B2">
        <w:t>.</w:t>
      </w:r>
    </w:p>
    <w:p w14:paraId="38211FD0" w14:textId="77777777" w:rsidR="006036B2" w:rsidRDefault="006036B2" w:rsidP="00E85E1B">
      <w:r>
        <w:t>— </w:t>
      </w:r>
      <w:r w:rsidR="00E85E1B" w:rsidRPr="006056B1">
        <w:t>Un duel comme ça</w:t>
      </w:r>
      <w:r>
        <w:t xml:space="preserve">, </w:t>
      </w:r>
      <w:r w:rsidR="00E85E1B" w:rsidRPr="006056B1">
        <w:t>disait-il</w:t>
      </w:r>
      <w:r>
        <w:t xml:space="preserve">, </w:t>
      </w:r>
      <w:r w:rsidR="00E85E1B" w:rsidRPr="006056B1">
        <w:t>à la bonne heure</w:t>
      </w:r>
      <w:r>
        <w:t xml:space="preserve">, </w:t>
      </w:r>
      <w:r w:rsidR="00E85E1B" w:rsidRPr="006056B1">
        <w:t>ça serait juste</w:t>
      </w:r>
      <w:r>
        <w:t>.</w:t>
      </w:r>
    </w:p>
    <w:p w14:paraId="282FBAF0" w14:textId="77777777" w:rsidR="006036B2" w:rsidRDefault="006036B2" w:rsidP="00E85E1B">
      <w:r>
        <w:t>— </w:t>
      </w:r>
      <w:r w:rsidR="00E85E1B" w:rsidRPr="006056B1">
        <w:t>Tiens</w:t>
      </w:r>
      <w:r>
        <w:t xml:space="preserve">, </w:t>
      </w:r>
      <w:r w:rsidR="00E85E1B" w:rsidRPr="006056B1">
        <w:t>ça qu</w:t>
      </w:r>
      <w:r>
        <w:t>’</w:t>
      </w:r>
      <w:r w:rsidR="00E85E1B" w:rsidRPr="006056B1">
        <w:t>est juste</w:t>
      </w:r>
      <w:r>
        <w:t xml:space="preserve">, </w:t>
      </w:r>
      <w:r w:rsidR="00E85E1B" w:rsidRPr="006056B1">
        <w:t>Auguste</w:t>
      </w:r>
      <w:r>
        <w:t xml:space="preserve"> ! </w:t>
      </w:r>
      <w:r w:rsidR="00E85E1B" w:rsidRPr="006056B1">
        <w:t>ripostait l</w:t>
      </w:r>
      <w:r>
        <w:t>’</w:t>
      </w:r>
      <w:r w:rsidR="00E85E1B" w:rsidRPr="006056B1">
        <w:t>autre en lui envoyant la pointe de sa semelle dans les côtes</w:t>
      </w:r>
      <w:r>
        <w:t>.</w:t>
      </w:r>
    </w:p>
    <w:p w14:paraId="4986E1A1" w14:textId="77777777" w:rsidR="006036B2" w:rsidRDefault="00E85E1B" w:rsidP="00E85E1B">
      <w:r w:rsidRPr="006056B1">
        <w:t>Et la trouille s</w:t>
      </w:r>
      <w:r w:rsidR="006036B2">
        <w:t>’</w:t>
      </w:r>
      <w:r w:rsidRPr="006056B1">
        <w:t>esclaffait et en s</w:t>
      </w:r>
      <w:r w:rsidR="006036B2">
        <w:t>’</w:t>
      </w:r>
      <w:r w:rsidRPr="006056B1">
        <w:t>esclaffant s</w:t>
      </w:r>
      <w:r w:rsidR="006036B2">
        <w:t>’</w:t>
      </w:r>
      <w:r w:rsidRPr="006056B1">
        <w:t>écriait</w:t>
      </w:r>
      <w:r w:rsidR="006036B2">
        <w:t> :</w:t>
      </w:r>
    </w:p>
    <w:p w14:paraId="24628F46" w14:textId="77777777" w:rsidR="006036B2" w:rsidRDefault="006036B2" w:rsidP="00E85E1B">
      <w:r>
        <w:t>— </w:t>
      </w:r>
      <w:r w:rsidR="00E85E1B" w:rsidRPr="006056B1">
        <w:t>Vieux farceur de père la Bretagne</w:t>
      </w:r>
      <w:r>
        <w:t xml:space="preserve">, </w:t>
      </w:r>
      <w:r w:rsidR="00E85E1B" w:rsidRPr="006056B1">
        <w:t>va</w:t>
      </w:r>
      <w:r>
        <w:t xml:space="preserve"> ! </w:t>
      </w:r>
      <w:r w:rsidR="00E85E1B" w:rsidRPr="006056B1">
        <w:t>Pourquoi que tu lui proposes pas</w:t>
      </w:r>
      <w:r>
        <w:t xml:space="preserve">, </w:t>
      </w:r>
      <w:r w:rsidR="00E85E1B" w:rsidRPr="006056B1">
        <w:t xml:space="preserve">à mon </w:t>
      </w:r>
      <w:proofErr w:type="gramStart"/>
      <w:r w:rsidR="00E85E1B" w:rsidRPr="006056B1">
        <w:t>p</w:t>
      </w:r>
      <w:r>
        <w:t>’</w:t>
      </w:r>
      <w:r w:rsidR="00E85E1B" w:rsidRPr="006056B1">
        <w:t>tit</w:t>
      </w:r>
      <w:proofErr w:type="gramEnd"/>
      <w:r w:rsidR="00E85E1B" w:rsidRPr="006056B1">
        <w:t xml:space="preserve"> homme</w:t>
      </w:r>
      <w:r>
        <w:t xml:space="preserve">, </w:t>
      </w:r>
      <w:r w:rsidR="00E85E1B" w:rsidRPr="006056B1">
        <w:t>un duel au pistolet sur B</w:t>
      </w:r>
      <w:r w:rsidR="00E85E1B" w:rsidRPr="006056B1">
        <w:t>i</w:t>
      </w:r>
      <w:r w:rsidR="00E85E1B" w:rsidRPr="006056B1">
        <w:t>biche</w:t>
      </w:r>
      <w:r>
        <w:t xml:space="preserve">, </w:t>
      </w:r>
      <w:r w:rsidR="00E85E1B" w:rsidRPr="006056B1">
        <w:t>à condition de ficeler son outil pour qu</w:t>
      </w:r>
      <w:r>
        <w:t>’</w:t>
      </w:r>
      <w:r w:rsidR="00E85E1B" w:rsidRPr="006056B1">
        <w:t>il soit pareil au tien</w:t>
      </w:r>
      <w:r>
        <w:t xml:space="preserve"> ? </w:t>
      </w:r>
      <w:r w:rsidR="00E85E1B" w:rsidRPr="006056B1">
        <w:t>Ça aussi</w:t>
      </w:r>
      <w:r>
        <w:t xml:space="preserve">, </w:t>
      </w:r>
      <w:r w:rsidR="00E85E1B" w:rsidRPr="006056B1">
        <w:t>ça serait juste</w:t>
      </w:r>
      <w:r>
        <w:t>.</w:t>
      </w:r>
    </w:p>
    <w:p w14:paraId="6C40AF77" w14:textId="77777777" w:rsidR="006036B2" w:rsidRDefault="00E85E1B" w:rsidP="00E85E1B">
      <w:r w:rsidRPr="006056B1">
        <w:t>Le père la Bretagne geignait dans son coin</w:t>
      </w:r>
      <w:r w:rsidR="006036B2">
        <w:t xml:space="preserve">, </w:t>
      </w:r>
      <w:r w:rsidRPr="006056B1">
        <w:t>crachait rouge</w:t>
      </w:r>
      <w:r w:rsidR="006036B2">
        <w:t xml:space="preserve">. </w:t>
      </w:r>
      <w:r w:rsidRPr="006056B1">
        <w:t>Tout le monde se taisait</w:t>
      </w:r>
      <w:r w:rsidR="006036B2">
        <w:t xml:space="preserve">. </w:t>
      </w:r>
      <w:r w:rsidRPr="006056B1">
        <w:t>Lui</w:t>
      </w:r>
      <w:r w:rsidR="006036B2">
        <w:t xml:space="preserve">, </w:t>
      </w:r>
      <w:r w:rsidRPr="006056B1">
        <w:t>le plus crâne</w:t>
      </w:r>
      <w:r w:rsidR="006036B2">
        <w:t xml:space="preserve">, </w:t>
      </w:r>
      <w:r w:rsidRPr="006056B1">
        <w:t>ainsi mouché</w:t>
      </w:r>
      <w:r w:rsidR="006036B2">
        <w:t xml:space="preserve">, </w:t>
      </w:r>
      <w:r w:rsidRPr="006056B1">
        <w:t>que pouvaient faire les autres</w:t>
      </w:r>
      <w:r w:rsidR="006036B2">
        <w:t xml:space="preserve"> ? </w:t>
      </w:r>
      <w:r w:rsidRPr="006056B1">
        <w:t>On n</w:t>
      </w:r>
      <w:r w:rsidR="006036B2">
        <w:t>’</w:t>
      </w:r>
      <w:r w:rsidRPr="006056B1">
        <w:t>avait qu</w:t>
      </w:r>
      <w:r w:rsidR="006036B2">
        <w:t>’</w:t>
      </w:r>
      <w:r w:rsidRPr="006056B1">
        <w:t>à se soumettre</w:t>
      </w:r>
      <w:r w:rsidR="006036B2">
        <w:t xml:space="preserve">. </w:t>
      </w:r>
      <w:r w:rsidRPr="006056B1">
        <w:t>La trouille avait eu raison le jour où elle avait amené l</w:t>
      </w:r>
      <w:r w:rsidR="006036B2">
        <w:t>’</w:t>
      </w:r>
      <w:r w:rsidRPr="006056B1">
        <w:t>intrus en d</w:t>
      </w:r>
      <w:r w:rsidRPr="006056B1">
        <w:t>i</w:t>
      </w:r>
      <w:r w:rsidRPr="006056B1">
        <w:t>sant</w:t>
      </w:r>
      <w:r w:rsidR="006036B2">
        <w:t> :</w:t>
      </w:r>
    </w:p>
    <w:p w14:paraId="570B5D2D" w14:textId="77777777" w:rsidR="006036B2" w:rsidRDefault="006036B2" w:rsidP="00E85E1B">
      <w:r>
        <w:t>— </w:t>
      </w:r>
      <w:r w:rsidR="00E85E1B" w:rsidRPr="006056B1">
        <w:t>Le roi</w:t>
      </w:r>
      <w:r>
        <w:t xml:space="preserve">, </w:t>
      </w:r>
      <w:r w:rsidR="00E85E1B" w:rsidRPr="006056B1">
        <w:t>le v</w:t>
      </w:r>
      <w:r>
        <w:t>’</w:t>
      </w:r>
      <w:r w:rsidR="00E85E1B" w:rsidRPr="006056B1">
        <w:t>là</w:t>
      </w:r>
      <w:r>
        <w:t> !</w:t>
      </w:r>
    </w:p>
    <w:p w14:paraId="7C3133BF" w14:textId="77777777" w:rsidR="006036B2" w:rsidRDefault="00E85E1B" w:rsidP="00E85E1B">
      <w:r w:rsidRPr="006056B1">
        <w:t>Seulement</w:t>
      </w:r>
      <w:r w:rsidR="006036B2">
        <w:t xml:space="preserve">, </w:t>
      </w:r>
      <w:r w:rsidRPr="006056B1">
        <w:t>elle aurait dû se rappeler qu</w:t>
      </w:r>
      <w:r w:rsidR="006036B2">
        <w:t>’</w:t>
      </w:r>
      <w:r w:rsidRPr="006056B1">
        <w:t>elle seule</w:t>
      </w:r>
      <w:r w:rsidR="006036B2">
        <w:t xml:space="preserve">, </w:t>
      </w:r>
      <w:r w:rsidRPr="006056B1">
        <w:t>en somme</w:t>
      </w:r>
      <w:r w:rsidR="006036B2">
        <w:t xml:space="preserve">, </w:t>
      </w:r>
      <w:r w:rsidRPr="006056B1">
        <w:t>tenait ses sujets</w:t>
      </w:r>
      <w:r w:rsidR="006036B2">
        <w:t xml:space="preserve">, </w:t>
      </w:r>
      <w:r w:rsidRPr="006056B1">
        <w:t>et</w:t>
      </w:r>
      <w:r w:rsidR="006036B2">
        <w:t xml:space="preserve">, </w:t>
      </w:r>
      <w:r w:rsidRPr="006056B1">
        <w:t>selon la juste expression du père la Bretagne</w:t>
      </w:r>
      <w:r w:rsidR="006036B2">
        <w:t xml:space="preserve">, </w:t>
      </w:r>
      <w:r w:rsidRPr="006056B1">
        <w:t>par le bon bout</w:t>
      </w:r>
      <w:r w:rsidR="006036B2">
        <w:t xml:space="preserve">. </w:t>
      </w:r>
      <w:r w:rsidRPr="006056B1">
        <w:t>Avec elle pour fiche de consolation</w:t>
      </w:r>
      <w:r w:rsidR="006036B2">
        <w:t xml:space="preserve">, </w:t>
      </w:r>
      <w:r w:rsidRPr="006056B1">
        <w:t>ils auraient supporté n</w:t>
      </w:r>
      <w:r w:rsidR="006036B2">
        <w:t>’</w:t>
      </w:r>
      <w:r w:rsidRPr="006056B1">
        <w:t>importe quoi</w:t>
      </w:r>
      <w:r w:rsidR="006036B2">
        <w:t xml:space="preserve">, </w:t>
      </w:r>
      <w:r w:rsidRPr="006056B1">
        <w:t>sans doute</w:t>
      </w:r>
      <w:r w:rsidR="006036B2">
        <w:t xml:space="preserve">. </w:t>
      </w:r>
      <w:r w:rsidRPr="006056B1">
        <w:t>Elle commit la maladresse de leur couper les vivres</w:t>
      </w:r>
      <w:r w:rsidR="006036B2">
        <w:t xml:space="preserve">, </w:t>
      </w:r>
      <w:r w:rsidRPr="006056B1">
        <w:t>la fameuse gamelle</w:t>
      </w:r>
      <w:r w:rsidR="006036B2">
        <w:t xml:space="preserve"> ! </w:t>
      </w:r>
      <w:r w:rsidRPr="006056B1">
        <w:t>Elle voulut tout réserver pour son chéri</w:t>
      </w:r>
      <w:r w:rsidR="006036B2">
        <w:t xml:space="preserve">. </w:t>
      </w:r>
      <w:r w:rsidRPr="006056B1">
        <w:t>Cela porta au comble l</w:t>
      </w:r>
      <w:r w:rsidR="006036B2">
        <w:t>’</w:t>
      </w:r>
      <w:r w:rsidRPr="006056B1">
        <w:t>exaspération des dix-huit</w:t>
      </w:r>
      <w:r w:rsidR="006036B2">
        <w:t>.</w:t>
      </w:r>
    </w:p>
    <w:p w14:paraId="09F61717" w14:textId="77777777" w:rsidR="006036B2" w:rsidRDefault="00E85E1B" w:rsidP="00E85E1B">
      <w:r w:rsidRPr="006056B1">
        <w:lastRenderedPageBreak/>
        <w:t>Et</w:t>
      </w:r>
      <w:r w:rsidR="006036B2">
        <w:t xml:space="preserve">, </w:t>
      </w:r>
      <w:r w:rsidRPr="006056B1">
        <w:t>une nuit</w:t>
      </w:r>
      <w:r w:rsidR="006036B2">
        <w:t xml:space="preserve">, </w:t>
      </w:r>
      <w:r w:rsidRPr="006056B1">
        <w:t>comme le paillasse et elle dormaient</w:t>
      </w:r>
      <w:r w:rsidR="006036B2">
        <w:t xml:space="preserve">, </w:t>
      </w:r>
      <w:r w:rsidRPr="006056B1">
        <w:t>repus d</w:t>
      </w:r>
      <w:r w:rsidR="006036B2">
        <w:t>’</w:t>
      </w:r>
      <w:r w:rsidRPr="006056B1">
        <w:t>amour parmi ces amoureux à jeun</w:t>
      </w:r>
      <w:r w:rsidR="006036B2">
        <w:t xml:space="preserve">, </w:t>
      </w:r>
      <w:r w:rsidRPr="006056B1">
        <w:t>les dix-huit se ruèrent sur eux</w:t>
      </w:r>
      <w:r w:rsidR="006036B2">
        <w:t xml:space="preserve">. </w:t>
      </w:r>
      <w:r w:rsidRPr="006056B1">
        <w:t>On empaqueta dans un prélart les jambes et les bras du despote</w:t>
      </w:r>
      <w:r w:rsidR="006036B2">
        <w:t xml:space="preserve">, </w:t>
      </w:r>
      <w:r w:rsidRPr="006056B1">
        <w:t>et</w:t>
      </w:r>
      <w:r w:rsidR="006036B2">
        <w:t xml:space="preserve">, </w:t>
      </w:r>
      <w:r w:rsidRPr="006056B1">
        <w:t>devant la femme solidement garrottée</w:t>
      </w:r>
      <w:r w:rsidR="006036B2">
        <w:t>…</w:t>
      </w:r>
    </w:p>
    <w:p w14:paraId="0092D35B" w14:textId="77777777" w:rsidR="006036B2" w:rsidRDefault="006036B2" w:rsidP="00E85E1B">
      <w:r>
        <w:t>— </w:t>
      </w:r>
      <w:r w:rsidR="00E85E1B" w:rsidRPr="006056B1">
        <w:t>Oui</w:t>
      </w:r>
      <w:r>
        <w:t xml:space="preserve">, </w:t>
      </w:r>
      <w:r w:rsidR="00E85E1B" w:rsidRPr="006056B1">
        <w:t>me racontait le père la Bretagne en personne</w:t>
      </w:r>
      <w:r>
        <w:t xml:space="preserve">, </w:t>
      </w:r>
      <w:r w:rsidR="00E85E1B" w:rsidRPr="006056B1">
        <w:t>oui</w:t>
      </w:r>
      <w:r>
        <w:t xml:space="preserve">, </w:t>
      </w:r>
      <w:r w:rsidR="00E85E1B" w:rsidRPr="006056B1">
        <w:t>monsieur</w:t>
      </w:r>
      <w:r>
        <w:t xml:space="preserve">, </w:t>
      </w:r>
      <w:r w:rsidR="00E85E1B" w:rsidRPr="006056B1">
        <w:t>nous nous sommes vengés ainsi</w:t>
      </w:r>
      <w:r>
        <w:t xml:space="preserve">. </w:t>
      </w:r>
      <w:r w:rsidR="00E85E1B" w:rsidRPr="006056B1">
        <w:t>C</w:t>
      </w:r>
      <w:r>
        <w:t>’</w:t>
      </w:r>
      <w:r w:rsidR="00E85E1B" w:rsidRPr="006056B1">
        <w:t>était juste</w:t>
      </w:r>
      <w:r>
        <w:t xml:space="preserve">, </w:t>
      </w:r>
      <w:r w:rsidR="00E85E1B" w:rsidRPr="006056B1">
        <w:t>n</w:t>
      </w:r>
      <w:r>
        <w:t>’</w:t>
      </w:r>
      <w:r w:rsidR="00E85E1B" w:rsidRPr="006056B1">
        <w:t>est-ce pas</w:t>
      </w:r>
      <w:r>
        <w:t xml:space="preserve"> ? </w:t>
      </w:r>
      <w:r w:rsidR="00E85E1B" w:rsidRPr="006056B1">
        <w:t>On a bien guillotiné le roi en 93</w:t>
      </w:r>
      <w:r>
        <w:t xml:space="preserve">. </w:t>
      </w:r>
      <w:r w:rsidR="00E85E1B" w:rsidRPr="006056B1">
        <w:t>Alors</w:t>
      </w:r>
      <w:r>
        <w:t xml:space="preserve">, </w:t>
      </w:r>
      <w:r w:rsidR="00E85E1B" w:rsidRPr="006056B1">
        <w:t>nous aussi</w:t>
      </w:r>
      <w:r>
        <w:t xml:space="preserve">, </w:t>
      </w:r>
      <w:r w:rsidR="00E85E1B" w:rsidRPr="006056B1">
        <w:t>bon sang</w:t>
      </w:r>
      <w:r>
        <w:t xml:space="preserve">, </w:t>
      </w:r>
      <w:r w:rsidR="00E85E1B" w:rsidRPr="006056B1">
        <w:t>nous avons guillotiné le nôtre</w:t>
      </w:r>
      <w:r>
        <w:t>.</w:t>
      </w:r>
    </w:p>
    <w:p w14:paraId="2220A6F9" w14:textId="77777777" w:rsidR="006036B2" w:rsidRDefault="00E85E1B" w:rsidP="00E85E1B">
      <w:r w:rsidRPr="006056B1">
        <w:t>Et il concluait en ricanant</w:t>
      </w:r>
      <w:r w:rsidR="006036B2">
        <w:t> :</w:t>
      </w:r>
    </w:p>
    <w:p w14:paraId="29447C54" w14:textId="77777777" w:rsidR="006036B2" w:rsidRDefault="006036B2" w:rsidP="00E85E1B">
      <w:r>
        <w:t>— </w:t>
      </w:r>
      <w:r w:rsidR="00E85E1B" w:rsidRPr="006056B1">
        <w:t>Oh</w:t>
      </w:r>
      <w:r>
        <w:t xml:space="preserve"> ! </w:t>
      </w:r>
      <w:r w:rsidR="00E85E1B" w:rsidRPr="006056B1">
        <w:t>par exemple</w:t>
      </w:r>
      <w:r>
        <w:t xml:space="preserve">, </w:t>
      </w:r>
      <w:r w:rsidR="00E85E1B" w:rsidRPr="006056B1">
        <w:t>faut être juste</w:t>
      </w:r>
      <w:r>
        <w:t xml:space="preserve">, </w:t>
      </w:r>
      <w:r w:rsidR="00E85E1B" w:rsidRPr="006056B1">
        <w:t>comme c</w:t>
      </w:r>
      <w:r>
        <w:t>’</w:t>
      </w:r>
      <w:r w:rsidR="00E85E1B" w:rsidRPr="006056B1">
        <w:t>est pas sa tête qui le faisait roi</w:t>
      </w:r>
      <w:r>
        <w:t xml:space="preserve">, </w:t>
      </w:r>
      <w:r w:rsidR="00E85E1B" w:rsidRPr="006056B1">
        <w:t>lui</w:t>
      </w:r>
      <w:r>
        <w:t xml:space="preserve">, </w:t>
      </w:r>
      <w:r w:rsidR="00E85E1B" w:rsidRPr="006056B1">
        <w:t>c</w:t>
      </w:r>
      <w:r>
        <w:t>’</w:t>
      </w:r>
      <w:r w:rsidR="00E85E1B" w:rsidRPr="006056B1">
        <w:t>est pas la tête non plus</w:t>
      </w:r>
      <w:r>
        <w:t xml:space="preserve">, </w:t>
      </w:r>
      <w:r w:rsidR="00E85E1B" w:rsidRPr="006056B1">
        <w:t>dame</w:t>
      </w:r>
      <w:r>
        <w:t xml:space="preserve">, </w:t>
      </w:r>
      <w:r w:rsidR="00E85E1B" w:rsidRPr="006056B1">
        <w:t xml:space="preserve">que je lui </w:t>
      </w:r>
      <w:proofErr w:type="spellStart"/>
      <w:r w:rsidR="00E85E1B" w:rsidRPr="006056B1">
        <w:t>ons</w:t>
      </w:r>
      <w:proofErr w:type="spellEnd"/>
      <w:r w:rsidR="00E85E1B" w:rsidRPr="006056B1">
        <w:t xml:space="preserve"> coupée</w:t>
      </w:r>
      <w:r>
        <w:t>.</w:t>
      </w:r>
    </w:p>
    <w:p w14:paraId="6142D9DF" w14:textId="59B253C4" w:rsidR="00E85E1B" w:rsidRPr="006056B1" w:rsidRDefault="00E85E1B" w:rsidP="006036B2">
      <w:pPr>
        <w:pStyle w:val="Titre1"/>
        <w:rPr>
          <w:rFonts w:eastAsia="Batang"/>
        </w:rPr>
      </w:pPr>
      <w:bookmarkStart w:id="22" w:name="_Toc194853056"/>
      <w:r w:rsidRPr="006056B1">
        <w:rPr>
          <w:rFonts w:eastAsia="Batang"/>
        </w:rPr>
        <w:lastRenderedPageBreak/>
        <w:t>HAINE</w:t>
      </w:r>
      <w:bookmarkEnd w:id="22"/>
    </w:p>
    <w:p w14:paraId="0E8CD515" w14:textId="77777777" w:rsidR="006036B2" w:rsidRDefault="00E85E1B" w:rsidP="00E85E1B">
      <w:r w:rsidRPr="006056B1">
        <w:t>Le pertuis n</w:t>
      </w:r>
      <w:r w:rsidR="006036B2">
        <w:t>’</w:t>
      </w:r>
      <w:r w:rsidRPr="006056B1">
        <w:t>est pas large</w:t>
      </w:r>
      <w:r w:rsidR="006036B2">
        <w:t xml:space="preserve"> (</w:t>
      </w:r>
      <w:r w:rsidRPr="006056B1">
        <w:t>ah</w:t>
      </w:r>
      <w:r w:rsidR="006036B2">
        <w:t xml:space="preserve"> ! </w:t>
      </w:r>
      <w:r w:rsidRPr="006056B1">
        <w:t>foutre non</w:t>
      </w:r>
      <w:r w:rsidR="006036B2">
        <w:t xml:space="preserve">, </w:t>
      </w:r>
      <w:r w:rsidRPr="006056B1">
        <w:t>bonne Vierge</w:t>
      </w:r>
      <w:r w:rsidR="006036B2">
        <w:t xml:space="preserve"> !) </w:t>
      </w:r>
      <w:r w:rsidRPr="006056B1">
        <w:t xml:space="preserve">entre la maudite roche </w:t>
      </w:r>
      <w:proofErr w:type="spellStart"/>
      <w:r w:rsidRPr="006056B1">
        <w:t>Flaupière</w:t>
      </w:r>
      <w:proofErr w:type="spellEnd"/>
      <w:r w:rsidRPr="006056B1">
        <w:t xml:space="preserve"> et le sacré banc des </w:t>
      </w:r>
      <w:proofErr w:type="spellStart"/>
      <w:r w:rsidRPr="006056B1">
        <w:t>Erdoux</w:t>
      </w:r>
      <w:proofErr w:type="spellEnd"/>
      <w:r w:rsidR="006036B2">
        <w:t xml:space="preserve">. </w:t>
      </w:r>
      <w:r w:rsidRPr="006056B1">
        <w:t xml:space="preserve">Et quand par </w:t>
      </w:r>
      <w:proofErr w:type="spellStart"/>
      <w:r w:rsidRPr="006056B1">
        <w:t>malechance</w:t>
      </w:r>
      <w:proofErr w:type="spellEnd"/>
      <w:r w:rsidRPr="006056B1">
        <w:t xml:space="preserve"> il vente du nordet</w:t>
      </w:r>
      <w:r w:rsidR="006036B2">
        <w:t xml:space="preserve"> (</w:t>
      </w:r>
      <w:r w:rsidRPr="006056B1">
        <w:t>chose rare heureus</w:t>
      </w:r>
      <w:r w:rsidRPr="006056B1">
        <w:t>e</w:t>
      </w:r>
      <w:r w:rsidRPr="006056B1">
        <w:t>ment en ces parages</w:t>
      </w:r>
      <w:r w:rsidR="006036B2">
        <w:t xml:space="preserve">), </w:t>
      </w:r>
      <w:r w:rsidRPr="006056B1">
        <w:t>il faut prendre joliment court sa bordée</w:t>
      </w:r>
      <w:r w:rsidR="006036B2">
        <w:t xml:space="preserve">, </w:t>
      </w:r>
      <w:r w:rsidRPr="006056B1">
        <w:t xml:space="preserve">juste à ranger la </w:t>
      </w:r>
      <w:proofErr w:type="spellStart"/>
      <w:r w:rsidRPr="006056B1">
        <w:t>Flaupière</w:t>
      </w:r>
      <w:proofErr w:type="spellEnd"/>
      <w:r w:rsidR="006036B2">
        <w:t xml:space="preserve">, </w:t>
      </w:r>
      <w:r w:rsidRPr="006056B1">
        <w:t xml:space="preserve">pour arriver tout </w:t>
      </w:r>
      <w:proofErr w:type="spellStart"/>
      <w:r w:rsidRPr="006056B1">
        <w:t>dret</w:t>
      </w:r>
      <w:proofErr w:type="spellEnd"/>
      <w:r w:rsidRPr="006056B1">
        <w:t xml:space="preserve"> d</w:t>
      </w:r>
      <w:r w:rsidR="006036B2">
        <w:t>’</w:t>
      </w:r>
      <w:r w:rsidRPr="006056B1">
        <w:t>un coup dans le mitan du goulet et mettre alors le cap sur la passe de l</w:t>
      </w:r>
      <w:r w:rsidR="006036B2">
        <w:t>’</w:t>
      </w:r>
      <w:proofErr w:type="spellStart"/>
      <w:r w:rsidRPr="006056B1">
        <w:t>Angrade</w:t>
      </w:r>
      <w:proofErr w:type="spellEnd"/>
      <w:r w:rsidRPr="006056B1">
        <w:t xml:space="preserve"> et le moulin des </w:t>
      </w:r>
      <w:proofErr w:type="spellStart"/>
      <w:r w:rsidRPr="006056B1">
        <w:t>Herbaudes</w:t>
      </w:r>
      <w:proofErr w:type="spellEnd"/>
      <w:r w:rsidR="006036B2">
        <w:t xml:space="preserve">. </w:t>
      </w:r>
      <w:r w:rsidRPr="006056B1">
        <w:t>Faute d</w:t>
      </w:r>
      <w:r w:rsidR="006036B2">
        <w:t>’</w:t>
      </w:r>
      <w:r w:rsidRPr="006056B1">
        <w:t>un rien</w:t>
      </w:r>
      <w:r w:rsidR="006036B2">
        <w:t xml:space="preserve">, </w:t>
      </w:r>
      <w:r w:rsidRPr="006056B1">
        <w:t>par ces temps-là</w:t>
      </w:r>
      <w:r w:rsidR="006036B2">
        <w:t xml:space="preserve">, </w:t>
      </w:r>
      <w:r w:rsidRPr="006056B1">
        <w:t>on risque d</w:t>
      </w:r>
      <w:r w:rsidR="006036B2">
        <w:t>’</w:t>
      </w:r>
      <w:r w:rsidRPr="006056B1">
        <w:t>aller à bâbord s</w:t>
      </w:r>
      <w:r w:rsidR="006036B2">
        <w:t>’</w:t>
      </w:r>
      <w:r w:rsidRPr="006056B1">
        <w:t xml:space="preserve">éventrer dans la herse des </w:t>
      </w:r>
      <w:proofErr w:type="spellStart"/>
      <w:r w:rsidRPr="006056B1">
        <w:t>Erdoux</w:t>
      </w:r>
      <w:proofErr w:type="spellEnd"/>
      <w:r w:rsidR="006036B2">
        <w:t xml:space="preserve">, </w:t>
      </w:r>
      <w:r w:rsidRPr="006056B1">
        <w:t>ou à tribord s</w:t>
      </w:r>
      <w:r w:rsidR="006036B2">
        <w:t>’</w:t>
      </w:r>
      <w:r w:rsidRPr="006056B1">
        <w:t xml:space="preserve">écraser entre les deux pinces de la </w:t>
      </w:r>
      <w:proofErr w:type="spellStart"/>
      <w:r w:rsidRPr="006056B1">
        <w:t>Fla</w:t>
      </w:r>
      <w:r w:rsidRPr="006056B1">
        <w:t>u</w:t>
      </w:r>
      <w:r w:rsidRPr="006056B1">
        <w:t>pière</w:t>
      </w:r>
      <w:proofErr w:type="spellEnd"/>
      <w:r w:rsidR="006036B2">
        <w:t>.</w:t>
      </w:r>
    </w:p>
    <w:p w14:paraId="1E6C267D" w14:textId="77777777" w:rsidR="006036B2" w:rsidRDefault="00E85E1B" w:rsidP="00E85E1B">
      <w:pPr>
        <w:rPr>
          <w:i/>
          <w:iCs/>
        </w:rPr>
      </w:pPr>
      <w:r w:rsidRPr="006056B1">
        <w:t>Aussi</w:t>
      </w:r>
      <w:r w:rsidR="006036B2">
        <w:t xml:space="preserve">, </w:t>
      </w:r>
      <w:r w:rsidRPr="006056B1">
        <w:t>quoiqu</w:t>
      </w:r>
      <w:r w:rsidR="006036B2">
        <w:t>’</w:t>
      </w:r>
      <w:r w:rsidRPr="006056B1">
        <w:t xml:space="preserve">il eût fait cette manœuvre </w:t>
      </w:r>
      <w:proofErr w:type="gramStart"/>
      <w:r w:rsidRPr="006056B1">
        <w:t>des fois</w:t>
      </w:r>
      <w:proofErr w:type="gramEnd"/>
      <w:r w:rsidRPr="006056B1">
        <w:t xml:space="preserve"> et </w:t>
      </w:r>
      <w:proofErr w:type="gramStart"/>
      <w:r w:rsidRPr="006056B1">
        <w:t>des fois</w:t>
      </w:r>
      <w:proofErr w:type="gramEnd"/>
      <w:r w:rsidR="006036B2">
        <w:t xml:space="preserve">, </w:t>
      </w:r>
      <w:r w:rsidRPr="006056B1">
        <w:t>et qu</w:t>
      </w:r>
      <w:r w:rsidR="006036B2">
        <w:t>’</w:t>
      </w:r>
      <w:r w:rsidRPr="006056B1">
        <w:t>il l</w:t>
      </w:r>
      <w:r w:rsidR="006036B2">
        <w:t>’</w:t>
      </w:r>
      <w:r w:rsidRPr="006056B1">
        <w:t>eût quasi dans la main assez pour la faire même en dormant</w:t>
      </w:r>
      <w:r w:rsidR="006036B2">
        <w:t xml:space="preserve">, </w:t>
      </w:r>
      <w:r w:rsidRPr="006056B1">
        <w:t>aussi ouvrait-il l</w:t>
      </w:r>
      <w:r w:rsidR="006036B2">
        <w:t>’</w:t>
      </w:r>
      <w:r w:rsidRPr="006056B1">
        <w:t>œil</w:t>
      </w:r>
      <w:r w:rsidR="006036B2">
        <w:t xml:space="preserve">, </w:t>
      </w:r>
      <w:r w:rsidRPr="006056B1">
        <w:t>et le bon</w:t>
      </w:r>
      <w:r w:rsidR="006036B2">
        <w:t xml:space="preserve">, </w:t>
      </w:r>
      <w:r w:rsidRPr="006056B1">
        <w:t>depuis un grand quart d</w:t>
      </w:r>
      <w:r w:rsidR="006036B2">
        <w:t>’</w:t>
      </w:r>
      <w:r w:rsidRPr="006056B1">
        <w:t>heure déjà</w:t>
      </w:r>
      <w:r w:rsidR="006036B2">
        <w:t xml:space="preserve">, </w:t>
      </w:r>
      <w:r w:rsidRPr="006056B1">
        <w:t xml:space="preserve">le vieux père </w:t>
      </w:r>
      <w:proofErr w:type="spellStart"/>
      <w:r w:rsidRPr="006056B1">
        <w:t>Gélin</w:t>
      </w:r>
      <w:proofErr w:type="spellEnd"/>
      <w:r w:rsidR="006036B2">
        <w:t xml:space="preserve">, </w:t>
      </w:r>
      <w:r w:rsidRPr="006056B1">
        <w:t xml:space="preserve">surnommé le </w:t>
      </w:r>
      <w:r w:rsidRPr="006056B1">
        <w:rPr>
          <w:i/>
          <w:iCs/>
        </w:rPr>
        <w:t>Petit-Doux</w:t>
      </w:r>
      <w:r w:rsidR="006036B2">
        <w:rPr>
          <w:i/>
          <w:iCs/>
        </w:rPr>
        <w:t xml:space="preserve">, </w:t>
      </w:r>
      <w:r w:rsidRPr="006056B1">
        <w:t>p</w:t>
      </w:r>
      <w:r w:rsidRPr="006056B1">
        <w:t>a</w:t>
      </w:r>
      <w:r w:rsidRPr="006056B1">
        <w:t>tron du chalutier l</w:t>
      </w:r>
      <w:r w:rsidR="006036B2">
        <w:t>’</w:t>
      </w:r>
      <w:r w:rsidRPr="006056B1">
        <w:rPr>
          <w:i/>
          <w:iCs/>
        </w:rPr>
        <w:t>Augustine</w:t>
      </w:r>
      <w:r w:rsidR="006036B2">
        <w:rPr>
          <w:i/>
          <w:iCs/>
        </w:rPr>
        <w:t>.</w:t>
      </w:r>
    </w:p>
    <w:p w14:paraId="3486C668" w14:textId="77777777" w:rsidR="006036B2" w:rsidRDefault="00E85E1B" w:rsidP="00E85E1B">
      <w:r w:rsidRPr="006056B1">
        <w:t>Mais ce n</w:t>
      </w:r>
      <w:r w:rsidR="006036B2">
        <w:t>’</w:t>
      </w:r>
      <w:r w:rsidRPr="006056B1">
        <w:t>était pas tant l</w:t>
      </w:r>
      <w:r w:rsidR="006036B2">
        <w:t>’</w:t>
      </w:r>
      <w:r w:rsidRPr="006056B1">
        <w:t>entrée du pertuis qu</w:t>
      </w:r>
      <w:r w:rsidR="006036B2">
        <w:t>’</w:t>
      </w:r>
      <w:r w:rsidRPr="006056B1">
        <w:t>il considérait de la sorte</w:t>
      </w:r>
      <w:r w:rsidR="006036B2">
        <w:t xml:space="preserve"> ; </w:t>
      </w:r>
      <w:r w:rsidRPr="006056B1">
        <w:t>et dire qu</w:t>
      </w:r>
      <w:r w:rsidR="006036B2">
        <w:t>’</w:t>
      </w:r>
      <w:r w:rsidRPr="006056B1">
        <w:t>il ouvrait l</w:t>
      </w:r>
      <w:r w:rsidR="006036B2">
        <w:t>’</w:t>
      </w:r>
      <w:r w:rsidRPr="006056B1">
        <w:t>œil</w:t>
      </w:r>
      <w:r w:rsidR="006036B2">
        <w:t xml:space="preserve">, </w:t>
      </w:r>
      <w:r w:rsidRPr="006056B1">
        <w:t>et le bon</w:t>
      </w:r>
      <w:r w:rsidR="006036B2">
        <w:t xml:space="preserve">, </w:t>
      </w:r>
      <w:r w:rsidRPr="006056B1">
        <w:t>c</w:t>
      </w:r>
      <w:r w:rsidR="006036B2">
        <w:t>’</w:t>
      </w:r>
      <w:r w:rsidRPr="006056B1">
        <w:t>est une façon de dire</w:t>
      </w:r>
      <w:r w:rsidR="006036B2">
        <w:t xml:space="preserve"> ; </w:t>
      </w:r>
      <w:r w:rsidRPr="006056B1">
        <w:t>car ses bougresses de prunelles grises</w:t>
      </w:r>
      <w:r w:rsidR="006036B2">
        <w:t xml:space="preserve">, </w:t>
      </w:r>
      <w:r w:rsidRPr="006056B1">
        <w:t>dures et pe</w:t>
      </w:r>
      <w:r w:rsidRPr="006056B1">
        <w:t>r</w:t>
      </w:r>
      <w:r w:rsidRPr="006056B1">
        <w:t>çantes</w:t>
      </w:r>
      <w:r w:rsidR="006036B2">
        <w:t xml:space="preserve">, </w:t>
      </w:r>
      <w:r w:rsidRPr="006056B1">
        <w:t>avaient plutôt en ce moment le mauvais œil</w:t>
      </w:r>
      <w:r w:rsidR="006036B2">
        <w:t xml:space="preserve">, </w:t>
      </w:r>
      <w:r w:rsidRPr="006056B1">
        <w:t>et fusi</w:t>
      </w:r>
      <w:r w:rsidRPr="006056B1">
        <w:t>l</w:t>
      </w:r>
      <w:r w:rsidRPr="006056B1">
        <w:t xml:space="preserve">laient à distance un </w:t>
      </w:r>
      <w:proofErr w:type="spellStart"/>
      <w:r w:rsidRPr="006056B1">
        <w:t>follier</w:t>
      </w:r>
      <w:proofErr w:type="spellEnd"/>
      <w:r w:rsidRPr="006056B1">
        <w:t xml:space="preserve"> qui naviguait au plus près de la </w:t>
      </w:r>
      <w:proofErr w:type="spellStart"/>
      <w:r w:rsidRPr="006056B1">
        <w:t>Fla</w:t>
      </w:r>
      <w:r w:rsidRPr="006056B1">
        <w:t>u</w:t>
      </w:r>
      <w:r w:rsidRPr="006056B1">
        <w:t>pière</w:t>
      </w:r>
      <w:proofErr w:type="spellEnd"/>
      <w:r w:rsidR="006036B2">
        <w:t xml:space="preserve">, </w:t>
      </w:r>
      <w:r w:rsidRPr="006056B1">
        <w:t>cherchant le point pour s</w:t>
      </w:r>
      <w:r w:rsidR="006036B2">
        <w:t>’</w:t>
      </w:r>
      <w:r w:rsidRPr="006056B1">
        <w:t>engager dans le goulet</w:t>
      </w:r>
      <w:r w:rsidR="006036B2">
        <w:t>.</w:t>
      </w:r>
    </w:p>
    <w:p w14:paraId="22436D58" w14:textId="77777777" w:rsidR="006036B2" w:rsidRDefault="00E85E1B" w:rsidP="00E85E1B">
      <w:pPr>
        <w:rPr>
          <w:i/>
          <w:iCs/>
        </w:rPr>
      </w:pPr>
      <w:r w:rsidRPr="006056B1">
        <w:t xml:space="preserve">Le </w:t>
      </w:r>
      <w:r w:rsidRPr="006056B1">
        <w:rPr>
          <w:i/>
          <w:iCs/>
        </w:rPr>
        <w:t>Petit-Doux</w:t>
      </w:r>
      <w:r w:rsidR="006036B2">
        <w:t xml:space="preserve">, </w:t>
      </w:r>
      <w:r w:rsidRPr="006056B1">
        <w:t>en effet</w:t>
      </w:r>
      <w:r w:rsidR="006036B2">
        <w:t xml:space="preserve"> (</w:t>
      </w:r>
      <w:r w:rsidRPr="006056B1">
        <w:t xml:space="preserve">ainsi </w:t>
      </w:r>
      <w:proofErr w:type="spellStart"/>
      <w:r w:rsidRPr="006056B1">
        <w:t>sobriqueté</w:t>
      </w:r>
      <w:proofErr w:type="spellEnd"/>
      <w:r w:rsidRPr="006056B1">
        <w:t xml:space="preserve"> par ironie</w:t>
      </w:r>
      <w:r w:rsidR="006036B2">
        <w:t xml:space="preserve">), </w:t>
      </w:r>
      <w:r w:rsidRPr="006056B1">
        <w:t xml:space="preserve">avait reconnu en ce </w:t>
      </w:r>
      <w:proofErr w:type="spellStart"/>
      <w:r w:rsidRPr="006056B1">
        <w:t>follier</w:t>
      </w:r>
      <w:proofErr w:type="spellEnd"/>
      <w:r w:rsidRPr="006056B1">
        <w:t xml:space="preserve"> le bateau de son mortel ennemi</w:t>
      </w:r>
      <w:r w:rsidR="006036B2">
        <w:t xml:space="preserve">, </w:t>
      </w:r>
      <w:r w:rsidRPr="006056B1">
        <w:t xml:space="preserve">Pierre </w:t>
      </w:r>
      <w:proofErr w:type="spellStart"/>
      <w:r w:rsidRPr="006056B1">
        <w:t>Larzennec</w:t>
      </w:r>
      <w:proofErr w:type="spellEnd"/>
      <w:r w:rsidR="006036B2">
        <w:t xml:space="preserve">, </w:t>
      </w:r>
      <w:r w:rsidRPr="006056B1">
        <w:t xml:space="preserve">dit </w:t>
      </w:r>
      <w:r w:rsidRPr="006056B1">
        <w:rPr>
          <w:i/>
          <w:iCs/>
        </w:rPr>
        <w:t>le Breton</w:t>
      </w:r>
      <w:r w:rsidR="006036B2">
        <w:rPr>
          <w:i/>
          <w:iCs/>
        </w:rPr>
        <w:t>.</w:t>
      </w:r>
    </w:p>
    <w:p w14:paraId="506F673E" w14:textId="77777777" w:rsidR="006036B2" w:rsidRDefault="00E85E1B" w:rsidP="00E85E1B">
      <w:r w:rsidRPr="006056B1">
        <w:t>Ah</w:t>
      </w:r>
      <w:r w:rsidR="006036B2">
        <w:t xml:space="preserve"> ! </w:t>
      </w:r>
      <w:r w:rsidRPr="006056B1">
        <w:t>ce Breton</w:t>
      </w:r>
      <w:r w:rsidR="006036B2">
        <w:t xml:space="preserve">, </w:t>
      </w:r>
      <w:r w:rsidRPr="006056B1">
        <w:t>comme il lui en voulait</w:t>
      </w:r>
      <w:r w:rsidR="006036B2">
        <w:t xml:space="preserve">, </w:t>
      </w:r>
      <w:r w:rsidRPr="006056B1">
        <w:t>de quelle profonde haine</w:t>
      </w:r>
      <w:r w:rsidR="006036B2">
        <w:t xml:space="preserve">, </w:t>
      </w:r>
      <w:r w:rsidRPr="006056B1">
        <w:t>et comme</w:t>
      </w:r>
      <w:r w:rsidR="006036B2">
        <w:t xml:space="preserve">, </w:t>
      </w:r>
      <w:r w:rsidRPr="006056B1">
        <w:t>à le voir là-bas près du péril</w:t>
      </w:r>
      <w:r w:rsidR="006036B2">
        <w:t xml:space="preserve">, </w:t>
      </w:r>
      <w:r w:rsidRPr="006056B1">
        <w:t>il murmurait en lui-même rageusement</w:t>
      </w:r>
      <w:r w:rsidR="006036B2">
        <w:t> :</w:t>
      </w:r>
    </w:p>
    <w:p w14:paraId="7E4AEE90" w14:textId="77777777" w:rsidR="006036B2" w:rsidRDefault="006036B2" w:rsidP="00E85E1B">
      <w:r>
        <w:lastRenderedPageBreak/>
        <w:t>— </w:t>
      </w:r>
      <w:r w:rsidR="00E85E1B" w:rsidRPr="006056B1">
        <w:t>Souffle</w:t>
      </w:r>
      <w:r>
        <w:t xml:space="preserve">, </w:t>
      </w:r>
      <w:r w:rsidR="00E85E1B" w:rsidRPr="006056B1">
        <w:t>souffle</w:t>
      </w:r>
      <w:r>
        <w:t xml:space="preserve">, </w:t>
      </w:r>
      <w:r w:rsidR="00E85E1B" w:rsidRPr="006056B1">
        <w:t>nordet</w:t>
      </w:r>
      <w:r>
        <w:t xml:space="preserve"> ! </w:t>
      </w:r>
      <w:r w:rsidR="00E85E1B" w:rsidRPr="006056B1">
        <w:t xml:space="preserve">Casse-lui la goule contre la </w:t>
      </w:r>
      <w:proofErr w:type="spellStart"/>
      <w:r w:rsidR="00E85E1B" w:rsidRPr="006056B1">
        <w:t>Flaupière</w:t>
      </w:r>
      <w:proofErr w:type="spellEnd"/>
      <w:r>
        <w:t xml:space="preserve">, </w:t>
      </w:r>
      <w:r w:rsidR="00E85E1B" w:rsidRPr="006056B1">
        <w:t>bon nordet</w:t>
      </w:r>
      <w:r>
        <w:t xml:space="preserve"> ! </w:t>
      </w:r>
      <w:r w:rsidR="00E85E1B" w:rsidRPr="006056B1">
        <w:t>Qu</w:t>
      </w:r>
      <w:r>
        <w:t>’</w:t>
      </w:r>
      <w:r w:rsidR="00E85E1B" w:rsidRPr="006056B1">
        <w:t>il y coule à pic</w:t>
      </w:r>
      <w:r>
        <w:t xml:space="preserve">, </w:t>
      </w:r>
      <w:r w:rsidR="00E85E1B" w:rsidRPr="006056B1">
        <w:t>dans le trou aux h</w:t>
      </w:r>
      <w:r w:rsidR="00E85E1B" w:rsidRPr="006056B1">
        <w:t>o</w:t>
      </w:r>
      <w:r w:rsidR="00E85E1B" w:rsidRPr="006056B1">
        <w:t>mards</w:t>
      </w:r>
      <w:r>
        <w:t xml:space="preserve">, </w:t>
      </w:r>
      <w:r w:rsidR="00E85E1B" w:rsidRPr="006056B1">
        <w:t>et qu</w:t>
      </w:r>
      <w:r>
        <w:t>’</w:t>
      </w:r>
      <w:r w:rsidR="00E85E1B" w:rsidRPr="006056B1">
        <w:t>il y soit chiqué par eux jusqu</w:t>
      </w:r>
      <w:r>
        <w:t>’</w:t>
      </w:r>
      <w:r w:rsidR="00E85E1B" w:rsidRPr="006056B1">
        <w:t>au cœur</w:t>
      </w:r>
      <w:r>
        <w:t xml:space="preserve">, </w:t>
      </w:r>
      <w:r w:rsidR="00E85E1B" w:rsidRPr="006056B1">
        <w:t>ce forban qui m</w:t>
      </w:r>
      <w:r>
        <w:t>’</w:t>
      </w:r>
      <w:r w:rsidR="00E85E1B" w:rsidRPr="006056B1">
        <w:t>a fait tort</w:t>
      </w:r>
      <w:r>
        <w:t> !</w:t>
      </w:r>
    </w:p>
    <w:p w14:paraId="22677BFB" w14:textId="77777777" w:rsidR="006036B2" w:rsidRDefault="00E85E1B" w:rsidP="00E85E1B">
      <w:r w:rsidRPr="006056B1">
        <w:t>Et il remâchait</w:t>
      </w:r>
      <w:r w:rsidR="006036B2">
        <w:t xml:space="preserve">, </w:t>
      </w:r>
      <w:r w:rsidRPr="006056B1">
        <w:t>avec une bile amère</w:t>
      </w:r>
      <w:r w:rsidR="006036B2">
        <w:t xml:space="preserve">, </w:t>
      </w:r>
      <w:r w:rsidRPr="006056B1">
        <w:t>tout ce qui lui rendait odieux et abominable ce Breton de malheur</w:t>
      </w:r>
      <w:r w:rsidR="006036B2">
        <w:t>.</w:t>
      </w:r>
    </w:p>
    <w:p w14:paraId="22EE6179" w14:textId="77777777" w:rsidR="006036B2" w:rsidRDefault="00E85E1B" w:rsidP="00E85E1B">
      <w:r w:rsidRPr="006056B1">
        <w:t>Un gueux</w:t>
      </w:r>
      <w:r w:rsidR="006036B2">
        <w:t xml:space="preserve">, </w:t>
      </w:r>
      <w:r w:rsidRPr="006056B1">
        <w:t>un va-nu-pattes</w:t>
      </w:r>
      <w:r w:rsidR="006036B2">
        <w:t xml:space="preserve">, </w:t>
      </w:r>
      <w:r w:rsidRPr="006056B1">
        <w:t>un rat de quai</w:t>
      </w:r>
      <w:r w:rsidR="006036B2">
        <w:t xml:space="preserve">, </w:t>
      </w:r>
      <w:r w:rsidRPr="006056B1">
        <w:t>un étranger au pays</w:t>
      </w:r>
      <w:r w:rsidR="006036B2">
        <w:t xml:space="preserve">, </w:t>
      </w:r>
      <w:r w:rsidRPr="006056B1">
        <w:t>qui était venu s</w:t>
      </w:r>
      <w:r w:rsidR="006036B2">
        <w:t>’</w:t>
      </w:r>
      <w:r w:rsidRPr="006056B1">
        <w:t>échouer ici comme une épave</w:t>
      </w:r>
      <w:r w:rsidR="006036B2">
        <w:t xml:space="preserve">, </w:t>
      </w:r>
      <w:r w:rsidRPr="006056B1">
        <w:t>au sortir de l</w:t>
      </w:r>
      <w:r w:rsidR="006036B2">
        <w:t>’</w:t>
      </w:r>
      <w:r w:rsidRPr="006056B1">
        <w:t>hospice</w:t>
      </w:r>
      <w:r w:rsidR="006036B2">
        <w:t xml:space="preserve">, </w:t>
      </w:r>
      <w:r w:rsidRPr="006056B1">
        <w:t>après quelque sale maladie sans doute</w:t>
      </w:r>
      <w:r w:rsidR="006036B2">
        <w:t xml:space="preserve">, </w:t>
      </w:r>
      <w:r w:rsidRPr="006056B1">
        <w:t>et qui</w:t>
      </w:r>
      <w:r w:rsidR="006036B2">
        <w:t xml:space="preserve">, </w:t>
      </w:r>
      <w:r w:rsidRPr="006056B1">
        <w:t>malgré ça</w:t>
      </w:r>
      <w:r w:rsidR="006036B2">
        <w:t xml:space="preserve">, </w:t>
      </w:r>
      <w:r w:rsidRPr="006056B1">
        <w:t>le voleur</w:t>
      </w:r>
      <w:r w:rsidR="006036B2">
        <w:t xml:space="preserve">, </w:t>
      </w:r>
      <w:r w:rsidRPr="006056B1">
        <w:t xml:space="preserve">avait pris à la traîne de ses chansons et de ses mines câlines la propre fille unique de maître </w:t>
      </w:r>
      <w:proofErr w:type="spellStart"/>
      <w:r w:rsidRPr="006056B1">
        <w:t>Gélin</w:t>
      </w:r>
      <w:proofErr w:type="spellEnd"/>
      <w:r w:rsidR="006036B2">
        <w:t xml:space="preserve">, </w:t>
      </w:r>
      <w:r w:rsidRPr="006056B1">
        <w:t>patron de l</w:t>
      </w:r>
      <w:r w:rsidR="006036B2">
        <w:t>’</w:t>
      </w:r>
      <w:r w:rsidRPr="006056B1">
        <w:rPr>
          <w:i/>
          <w:iCs/>
        </w:rPr>
        <w:t>Augustine</w:t>
      </w:r>
      <w:r w:rsidRPr="006056B1">
        <w:t xml:space="preserve"> et le plus riche chalutier du port</w:t>
      </w:r>
      <w:r w:rsidR="006036B2">
        <w:t> !</w:t>
      </w:r>
    </w:p>
    <w:p w14:paraId="55A71C1D" w14:textId="77777777" w:rsidR="006036B2" w:rsidRDefault="00E85E1B" w:rsidP="00E85E1B">
      <w:r w:rsidRPr="006056B1">
        <w:t>Et</w:t>
      </w:r>
      <w:r w:rsidR="006036B2">
        <w:t xml:space="preserve">, </w:t>
      </w:r>
      <w:r w:rsidRPr="006056B1">
        <w:t>de cet amour</w:t>
      </w:r>
      <w:r w:rsidR="006036B2">
        <w:t xml:space="preserve">, </w:t>
      </w:r>
      <w:r w:rsidRPr="006056B1">
        <w:t>impossible de la démarrer</w:t>
      </w:r>
      <w:r w:rsidR="006036B2">
        <w:t xml:space="preserve">, </w:t>
      </w:r>
      <w:r w:rsidRPr="006056B1">
        <w:t>la gaupe</w:t>
      </w:r>
      <w:r w:rsidR="006036B2">
        <w:t xml:space="preserve">, </w:t>
      </w:r>
      <w:r w:rsidRPr="006056B1">
        <w:t>aff</w:t>
      </w:r>
      <w:r w:rsidRPr="006056B1">
        <w:t>o</w:t>
      </w:r>
      <w:r w:rsidRPr="006056B1">
        <w:t>lée de son sans-le-sou</w:t>
      </w:r>
      <w:r w:rsidR="006036B2">
        <w:t xml:space="preserve"> ! </w:t>
      </w:r>
      <w:r w:rsidRPr="006056B1">
        <w:t>Il l</w:t>
      </w:r>
      <w:r w:rsidR="006036B2">
        <w:t>’</w:t>
      </w:r>
      <w:r w:rsidRPr="006056B1">
        <w:t>avait ensorcelée</w:t>
      </w:r>
      <w:r w:rsidR="006036B2">
        <w:t xml:space="preserve">, </w:t>
      </w:r>
      <w:r w:rsidRPr="006056B1">
        <w:t>bien sûr</w:t>
      </w:r>
      <w:r w:rsidR="006036B2">
        <w:t xml:space="preserve"> ! </w:t>
      </w:r>
      <w:r w:rsidRPr="006056B1">
        <w:t>Elle n</w:t>
      </w:r>
      <w:r w:rsidR="006036B2">
        <w:t>’</w:t>
      </w:r>
      <w:r w:rsidRPr="006056B1">
        <w:t>avait voulu entendre à rien</w:t>
      </w:r>
      <w:r w:rsidR="006036B2">
        <w:t xml:space="preserve">, </w:t>
      </w:r>
      <w:r w:rsidRPr="006056B1">
        <w:t>ni aux menaces</w:t>
      </w:r>
      <w:r w:rsidR="006036B2">
        <w:t xml:space="preserve">, </w:t>
      </w:r>
      <w:r w:rsidRPr="006056B1">
        <w:t>ni aux prières</w:t>
      </w:r>
      <w:r w:rsidR="006036B2">
        <w:t xml:space="preserve">, </w:t>
      </w:r>
      <w:r w:rsidRPr="006056B1">
        <w:t>ni aux remords de laisser à l</w:t>
      </w:r>
      <w:r w:rsidR="006036B2">
        <w:t>’</w:t>
      </w:r>
      <w:r w:rsidRPr="006056B1">
        <w:t>abandon la maison de son père</w:t>
      </w:r>
      <w:r w:rsidR="006036B2">
        <w:t xml:space="preserve">, </w:t>
      </w:r>
      <w:r w:rsidRPr="006056B1">
        <w:t xml:space="preserve">resté </w:t>
      </w:r>
      <w:proofErr w:type="spellStart"/>
      <w:r w:rsidRPr="006056B1">
        <w:t>veuvier</w:t>
      </w:r>
      <w:proofErr w:type="spellEnd"/>
      <w:r w:rsidRPr="006056B1">
        <w:t xml:space="preserve"> pourtant par affection pour elle</w:t>
      </w:r>
      <w:r w:rsidR="006036B2">
        <w:t xml:space="preserve"> ! </w:t>
      </w:r>
      <w:r w:rsidRPr="006056B1">
        <w:t>Et contre le gré du vieux</w:t>
      </w:r>
      <w:r w:rsidR="006036B2">
        <w:t xml:space="preserve">, </w:t>
      </w:r>
      <w:r w:rsidRPr="006056B1">
        <w:t>et à sa barbe</w:t>
      </w:r>
      <w:r w:rsidR="006036B2">
        <w:t xml:space="preserve">, </w:t>
      </w:r>
      <w:r w:rsidRPr="006056B1">
        <w:t>la loi en main</w:t>
      </w:r>
      <w:r w:rsidR="006036B2">
        <w:t xml:space="preserve"> (</w:t>
      </w:r>
      <w:r w:rsidRPr="006056B1">
        <w:t>l</w:t>
      </w:r>
      <w:r w:rsidR="006036B2">
        <w:t>’</w:t>
      </w:r>
      <w:r w:rsidRPr="006056B1">
        <w:t>injuste loi qui soutenait l</w:t>
      </w:r>
      <w:r w:rsidR="006036B2">
        <w:t>’</w:t>
      </w:r>
      <w:r w:rsidRPr="006056B1">
        <w:t>enfant ingrat et l</w:t>
      </w:r>
      <w:r w:rsidR="006036B2">
        <w:t>’</w:t>
      </w:r>
      <w:r w:rsidRPr="006056B1">
        <w:t>arrachait à l</w:t>
      </w:r>
      <w:r w:rsidR="006036B2">
        <w:t>’</w:t>
      </w:r>
      <w:r w:rsidRPr="006056B1">
        <w:t>autorité domestique</w:t>
      </w:r>
      <w:r w:rsidR="006036B2">
        <w:t xml:space="preserve"> !) </w:t>
      </w:r>
      <w:r w:rsidRPr="006056B1">
        <w:t>elle avait épousé l</w:t>
      </w:r>
      <w:r w:rsidR="006036B2">
        <w:t>’</w:t>
      </w:r>
      <w:r w:rsidRPr="006056B1">
        <w:t>étranger</w:t>
      </w:r>
      <w:r w:rsidR="006036B2">
        <w:t xml:space="preserve">, </w:t>
      </w:r>
      <w:r w:rsidRPr="006056B1">
        <w:t>le rat de quai</w:t>
      </w:r>
      <w:r w:rsidR="006036B2">
        <w:t xml:space="preserve">, </w:t>
      </w:r>
      <w:r w:rsidRPr="006056B1">
        <w:t>le va-nu-pattes</w:t>
      </w:r>
      <w:r w:rsidR="006036B2">
        <w:t xml:space="preserve">, </w:t>
      </w:r>
      <w:r w:rsidRPr="006056B1">
        <w:t>le gueux</w:t>
      </w:r>
      <w:r w:rsidR="006036B2">
        <w:t xml:space="preserve"> ! </w:t>
      </w:r>
      <w:r w:rsidRPr="006056B1">
        <w:t>Elle avait avec lui préféré la noire misère</w:t>
      </w:r>
      <w:r w:rsidR="006036B2">
        <w:t xml:space="preserve">, </w:t>
      </w:r>
      <w:r w:rsidRPr="006056B1">
        <w:t>la guenille</w:t>
      </w:r>
      <w:r w:rsidR="006036B2">
        <w:t xml:space="preserve">, </w:t>
      </w:r>
      <w:r w:rsidRPr="006056B1">
        <w:t>la marmaille bientôt pullulante</w:t>
      </w:r>
      <w:r w:rsidR="006036B2">
        <w:t xml:space="preserve">, </w:t>
      </w:r>
      <w:r w:rsidRPr="006056B1">
        <w:t>tout ce que lui avait prédit son père</w:t>
      </w:r>
      <w:r w:rsidR="006036B2">
        <w:t xml:space="preserve">, </w:t>
      </w:r>
      <w:r w:rsidRPr="006056B1">
        <w:t>tout ce qui était arrivé fatalement</w:t>
      </w:r>
      <w:r w:rsidR="006036B2">
        <w:t xml:space="preserve">, </w:t>
      </w:r>
      <w:r w:rsidRPr="006056B1">
        <w:t>et qu</w:t>
      </w:r>
      <w:r w:rsidR="006036B2">
        <w:t>’</w:t>
      </w:r>
      <w:r w:rsidRPr="006056B1">
        <w:t>elle avait supporté sans se plaindre</w:t>
      </w:r>
      <w:r w:rsidR="006036B2">
        <w:t>.</w:t>
      </w:r>
    </w:p>
    <w:p w14:paraId="00C164E6" w14:textId="77777777" w:rsidR="006036B2" w:rsidRDefault="00E85E1B" w:rsidP="00E85E1B">
      <w:r w:rsidRPr="006056B1">
        <w:t>Sans se plaindre</w:t>
      </w:r>
      <w:r w:rsidR="006036B2">
        <w:t xml:space="preserve">, </w:t>
      </w:r>
      <w:r w:rsidRPr="006056B1">
        <w:t>elle</w:t>
      </w:r>
      <w:r w:rsidR="006036B2">
        <w:t xml:space="preserve">, </w:t>
      </w:r>
      <w:r w:rsidRPr="006056B1">
        <w:t>oui</w:t>
      </w:r>
      <w:r w:rsidR="006036B2">
        <w:t xml:space="preserve"> ; </w:t>
      </w:r>
      <w:r w:rsidRPr="006056B1">
        <w:t xml:space="preserve">mais non sans que le </w:t>
      </w:r>
      <w:r w:rsidRPr="006056B1">
        <w:rPr>
          <w:i/>
          <w:iCs/>
        </w:rPr>
        <w:t>Petit-Doux</w:t>
      </w:r>
      <w:r w:rsidRPr="006056B1">
        <w:t xml:space="preserve"> le lui reprochât et lui en fît injure chaque fois qu</w:t>
      </w:r>
      <w:r w:rsidR="006036B2">
        <w:t>’</w:t>
      </w:r>
      <w:r w:rsidRPr="006056B1">
        <w:t>il la renco</w:t>
      </w:r>
      <w:r w:rsidRPr="006056B1">
        <w:t>n</w:t>
      </w:r>
      <w:r w:rsidRPr="006056B1">
        <w:t>trait</w:t>
      </w:r>
      <w:r w:rsidR="006036B2">
        <w:t xml:space="preserve">, </w:t>
      </w:r>
      <w:r w:rsidRPr="006056B1">
        <w:t>halant sur le quai pour gagner quatre pauvres sous</w:t>
      </w:r>
      <w:r w:rsidR="006036B2">
        <w:t xml:space="preserve">, </w:t>
      </w:r>
      <w:r w:rsidRPr="006056B1">
        <w:t>ou portant la hottée des mareyeurs</w:t>
      </w:r>
      <w:r w:rsidR="006036B2">
        <w:t xml:space="preserve">, </w:t>
      </w:r>
      <w:r w:rsidRPr="006056B1">
        <w:t xml:space="preserve">ou pêchant la grenade dans les </w:t>
      </w:r>
      <w:proofErr w:type="spellStart"/>
      <w:r w:rsidRPr="006056B1">
        <w:t>flâches</w:t>
      </w:r>
      <w:proofErr w:type="spellEnd"/>
      <w:r w:rsidRPr="006056B1">
        <w:t xml:space="preserve"> de la côte</w:t>
      </w:r>
      <w:r w:rsidR="006036B2">
        <w:t xml:space="preserve">. </w:t>
      </w:r>
      <w:r w:rsidRPr="006056B1">
        <w:t>Car alors</w:t>
      </w:r>
      <w:r w:rsidR="006036B2">
        <w:t xml:space="preserve">, </w:t>
      </w:r>
      <w:r w:rsidRPr="006056B1">
        <w:t>il ne manquait jamais de l</w:t>
      </w:r>
      <w:r w:rsidR="006036B2">
        <w:t>’</w:t>
      </w:r>
      <w:r w:rsidRPr="006056B1">
        <w:t>insulter</w:t>
      </w:r>
      <w:r w:rsidR="006036B2">
        <w:t xml:space="preserve">, </w:t>
      </w:r>
      <w:r w:rsidRPr="006056B1">
        <w:t xml:space="preserve">surtout les jours où il avait la </w:t>
      </w:r>
      <w:proofErr w:type="spellStart"/>
      <w:r w:rsidRPr="006056B1">
        <w:t>soute</w:t>
      </w:r>
      <w:proofErr w:type="spellEnd"/>
      <w:r w:rsidRPr="006056B1">
        <w:t xml:space="preserve"> pleine</w:t>
      </w:r>
      <w:r w:rsidR="006036B2">
        <w:t xml:space="preserve">, </w:t>
      </w:r>
      <w:r w:rsidRPr="006056B1">
        <w:t>pour avoir trop bu du dur</w:t>
      </w:r>
      <w:r w:rsidR="006036B2">
        <w:t>.</w:t>
      </w:r>
    </w:p>
    <w:p w14:paraId="73D70341" w14:textId="77777777" w:rsidR="006036B2" w:rsidRDefault="006036B2" w:rsidP="00E85E1B">
      <w:r>
        <w:lastRenderedPageBreak/>
        <w:t>— </w:t>
      </w:r>
      <w:r w:rsidR="00E85E1B" w:rsidRPr="006056B1">
        <w:t>Mauvaise gouine</w:t>
      </w:r>
      <w:r>
        <w:t xml:space="preserve">, </w:t>
      </w:r>
      <w:r w:rsidR="00E85E1B" w:rsidRPr="006056B1">
        <w:t>lui criait-il</w:t>
      </w:r>
      <w:r>
        <w:t xml:space="preserve">, </w:t>
      </w:r>
      <w:r w:rsidR="00E85E1B" w:rsidRPr="006056B1">
        <w:t>te v</w:t>
      </w:r>
      <w:r>
        <w:t>’</w:t>
      </w:r>
      <w:r w:rsidR="00E85E1B" w:rsidRPr="006056B1">
        <w:t>là encore à me désh</w:t>
      </w:r>
      <w:r w:rsidR="00E85E1B" w:rsidRPr="006056B1">
        <w:t>o</w:t>
      </w:r>
      <w:r w:rsidR="00E85E1B" w:rsidRPr="006056B1">
        <w:t>norer</w:t>
      </w:r>
      <w:r>
        <w:t xml:space="preserve"> ! </w:t>
      </w:r>
      <w:r w:rsidR="00E85E1B" w:rsidRPr="006056B1">
        <w:t>Il vous laisse donc crever de faim</w:t>
      </w:r>
      <w:r>
        <w:t xml:space="preserve">, </w:t>
      </w:r>
      <w:r w:rsidR="00E85E1B" w:rsidRPr="006056B1">
        <w:t>toi et tes petits</w:t>
      </w:r>
      <w:r>
        <w:t xml:space="preserve">, </w:t>
      </w:r>
      <w:r w:rsidR="00E85E1B" w:rsidRPr="006056B1">
        <w:t>celui que t</w:t>
      </w:r>
      <w:r>
        <w:t>’</w:t>
      </w:r>
      <w:r w:rsidR="00E85E1B" w:rsidRPr="006056B1">
        <w:t>as voulu pour homme</w:t>
      </w:r>
      <w:r>
        <w:t xml:space="preserve"> ? </w:t>
      </w:r>
      <w:r w:rsidR="00E85E1B" w:rsidRPr="006056B1">
        <w:t>Toi</w:t>
      </w:r>
      <w:r>
        <w:t xml:space="preserve">, </w:t>
      </w:r>
      <w:r w:rsidR="00E85E1B" w:rsidRPr="006056B1">
        <w:t xml:space="preserve">la fille à maître </w:t>
      </w:r>
      <w:proofErr w:type="spellStart"/>
      <w:r w:rsidR="00E85E1B" w:rsidRPr="006056B1">
        <w:t>Gélin</w:t>
      </w:r>
      <w:proofErr w:type="spellEnd"/>
      <w:r>
        <w:t xml:space="preserve">, </w:t>
      </w:r>
      <w:r w:rsidR="00E85E1B" w:rsidRPr="006056B1">
        <w:t>faire des métiers pareils</w:t>
      </w:r>
      <w:r>
        <w:t xml:space="preserve">, </w:t>
      </w:r>
      <w:r w:rsidR="00E85E1B" w:rsidRPr="006056B1">
        <w:t>si c</w:t>
      </w:r>
      <w:r>
        <w:t>’</w:t>
      </w:r>
      <w:r w:rsidR="00E85E1B" w:rsidRPr="006056B1">
        <w:t>est pas à dégueuler de honte</w:t>
      </w:r>
      <w:r>
        <w:t xml:space="preserve"> ! </w:t>
      </w:r>
      <w:r w:rsidR="00E85E1B" w:rsidRPr="006056B1">
        <w:t>Et tout ça</w:t>
      </w:r>
      <w:r>
        <w:t xml:space="preserve">, </w:t>
      </w:r>
      <w:r w:rsidR="00E85E1B" w:rsidRPr="006056B1">
        <w:t xml:space="preserve">pour te planter dans la </w:t>
      </w:r>
      <w:proofErr w:type="spellStart"/>
      <w:r w:rsidR="00E85E1B" w:rsidRPr="006056B1">
        <w:t>piau</w:t>
      </w:r>
      <w:proofErr w:type="spellEnd"/>
      <w:r w:rsidR="00E85E1B" w:rsidRPr="006056B1">
        <w:t xml:space="preserve"> le bout-dehors d</w:t>
      </w:r>
      <w:r>
        <w:t>’</w:t>
      </w:r>
      <w:r w:rsidR="00E85E1B" w:rsidRPr="006056B1">
        <w:t>un propre à rien</w:t>
      </w:r>
      <w:r>
        <w:t xml:space="preserve"> ! </w:t>
      </w:r>
      <w:r w:rsidR="00E85E1B" w:rsidRPr="006056B1">
        <w:t>Oui</w:t>
      </w:r>
      <w:r>
        <w:t xml:space="preserve">, </w:t>
      </w:r>
      <w:r w:rsidR="00E85E1B" w:rsidRPr="006056B1">
        <w:t>d</w:t>
      </w:r>
      <w:r>
        <w:t>’</w:t>
      </w:r>
      <w:r w:rsidR="00E85E1B" w:rsidRPr="006056B1">
        <w:t>un propre à rien</w:t>
      </w:r>
      <w:r>
        <w:t xml:space="preserve">, </w:t>
      </w:r>
      <w:r w:rsidR="00E85E1B" w:rsidRPr="006056B1">
        <w:t>sinon à te semer des enfants qu</w:t>
      </w:r>
      <w:r>
        <w:t>’</w:t>
      </w:r>
      <w:r w:rsidR="00E85E1B" w:rsidRPr="006056B1">
        <w:t>il ne peut pas nourrir</w:t>
      </w:r>
      <w:r>
        <w:t xml:space="preserve">. </w:t>
      </w:r>
      <w:r w:rsidR="00E85E1B" w:rsidRPr="006056B1">
        <w:t>Putain</w:t>
      </w:r>
      <w:r>
        <w:t xml:space="preserve">, </w:t>
      </w:r>
      <w:r w:rsidR="00E85E1B" w:rsidRPr="006056B1">
        <w:t>salope</w:t>
      </w:r>
      <w:r>
        <w:t xml:space="preserve">, </w:t>
      </w:r>
      <w:r w:rsidR="00E85E1B" w:rsidRPr="006056B1">
        <w:t>paillasse à mendiant</w:t>
      </w:r>
      <w:r>
        <w:t> !</w:t>
      </w:r>
    </w:p>
    <w:p w14:paraId="3C5C27A0" w14:textId="77777777" w:rsidR="006036B2" w:rsidRDefault="00E85E1B" w:rsidP="00E85E1B">
      <w:r w:rsidRPr="006056B1">
        <w:t>Et toute une débondonnée d</w:t>
      </w:r>
      <w:r w:rsidR="006036B2">
        <w:t>’</w:t>
      </w:r>
      <w:r w:rsidRPr="006056B1">
        <w:t>ordures</w:t>
      </w:r>
      <w:r w:rsidR="006036B2">
        <w:t xml:space="preserve">, </w:t>
      </w:r>
      <w:r w:rsidRPr="006056B1">
        <w:t>dont il l</w:t>
      </w:r>
      <w:r w:rsidR="006036B2">
        <w:t>’</w:t>
      </w:r>
      <w:r w:rsidRPr="006056B1">
        <w:t>accablait d</w:t>
      </w:r>
      <w:r w:rsidR="006036B2">
        <w:t>’</w:t>
      </w:r>
      <w:r w:rsidRPr="006056B1">
        <w:t>autant plus que la malheureuse ne répondait jamais</w:t>
      </w:r>
      <w:r w:rsidR="006036B2">
        <w:t xml:space="preserve">. </w:t>
      </w:r>
      <w:r w:rsidRPr="006056B1">
        <w:t>Car elle respectait son père</w:t>
      </w:r>
      <w:r w:rsidR="006036B2">
        <w:t xml:space="preserve">, </w:t>
      </w:r>
      <w:r w:rsidRPr="006056B1">
        <w:t>malgré tout</w:t>
      </w:r>
      <w:r w:rsidR="006036B2">
        <w:t xml:space="preserve">, </w:t>
      </w:r>
      <w:r w:rsidRPr="006056B1">
        <w:t xml:space="preserve">et voulait que le </w:t>
      </w:r>
      <w:r w:rsidRPr="006056B1">
        <w:rPr>
          <w:i/>
          <w:iCs/>
        </w:rPr>
        <w:t>Breton</w:t>
      </w:r>
      <w:r w:rsidRPr="006056B1">
        <w:t xml:space="preserve"> aussi le respectât</w:t>
      </w:r>
      <w:r w:rsidR="006036B2">
        <w:t xml:space="preserve">, </w:t>
      </w:r>
      <w:r w:rsidRPr="006056B1">
        <w:t>et eût craint en ripostant d</w:t>
      </w:r>
      <w:r w:rsidR="006036B2">
        <w:t>’</w:t>
      </w:r>
      <w:r w:rsidRPr="006056B1">
        <w:t>exciter son mari à riposter de même</w:t>
      </w:r>
      <w:r w:rsidR="006036B2">
        <w:t xml:space="preserve">, </w:t>
      </w:r>
      <w:r w:rsidRPr="006056B1">
        <w:t>ce qui eût amené bataille entre les deux hommes</w:t>
      </w:r>
      <w:r w:rsidR="006036B2">
        <w:t xml:space="preserve">. </w:t>
      </w:r>
      <w:r w:rsidRPr="006056B1">
        <w:t>Mais</w:t>
      </w:r>
      <w:r w:rsidR="006036B2">
        <w:t xml:space="preserve">, </w:t>
      </w:r>
      <w:r w:rsidRPr="006056B1">
        <w:t>dans le silence du couple</w:t>
      </w:r>
      <w:r w:rsidR="006036B2">
        <w:t xml:space="preserve">, </w:t>
      </w:r>
      <w:r w:rsidRPr="006056B1">
        <w:t>le vieux ne voyait que basse couardise</w:t>
      </w:r>
      <w:r w:rsidR="006036B2">
        <w:t xml:space="preserve">, </w:t>
      </w:r>
      <w:r w:rsidRPr="006056B1">
        <w:t>et redoublait d</w:t>
      </w:r>
      <w:r w:rsidR="006036B2">
        <w:t>’</w:t>
      </w:r>
      <w:r w:rsidRPr="006056B1">
        <w:t>invectives</w:t>
      </w:r>
      <w:r w:rsidR="006036B2">
        <w:t xml:space="preserve">, </w:t>
      </w:r>
      <w:r w:rsidRPr="006056B1">
        <w:t>et souvent poursuivait son gendre en le traitant de lâche</w:t>
      </w:r>
      <w:r w:rsidR="006036B2">
        <w:t>.</w:t>
      </w:r>
    </w:p>
    <w:p w14:paraId="75633764" w14:textId="77777777" w:rsidR="006036B2" w:rsidRDefault="00E85E1B" w:rsidP="00E85E1B">
      <w:r w:rsidRPr="006056B1">
        <w:t>Si bien qu</w:t>
      </w:r>
      <w:r w:rsidR="006036B2">
        <w:t>’</w:t>
      </w:r>
      <w:r w:rsidRPr="006056B1">
        <w:t xml:space="preserve">une fois le </w:t>
      </w:r>
      <w:r w:rsidRPr="006056B1">
        <w:rPr>
          <w:i/>
          <w:iCs/>
        </w:rPr>
        <w:t>Breton</w:t>
      </w:r>
      <w:r w:rsidR="006036B2">
        <w:t xml:space="preserve">, </w:t>
      </w:r>
      <w:r w:rsidRPr="006056B1">
        <w:t>à bout de patience</w:t>
      </w:r>
      <w:r w:rsidR="006036B2">
        <w:t xml:space="preserve">, </w:t>
      </w:r>
      <w:r w:rsidRPr="006056B1">
        <w:t>s</w:t>
      </w:r>
      <w:r w:rsidR="006036B2">
        <w:t>’</w:t>
      </w:r>
      <w:r w:rsidRPr="006056B1">
        <w:t>était r</w:t>
      </w:r>
      <w:r w:rsidRPr="006056B1">
        <w:t>e</w:t>
      </w:r>
      <w:r w:rsidRPr="006056B1">
        <w:t>tourné et avait à son tour déchargé son cœur</w:t>
      </w:r>
      <w:r w:rsidR="006036B2">
        <w:t xml:space="preserve">, </w:t>
      </w:r>
      <w:r w:rsidRPr="006056B1">
        <w:t>disant tout ce qu</w:t>
      </w:r>
      <w:r w:rsidR="006036B2">
        <w:t>’</w:t>
      </w:r>
      <w:r w:rsidRPr="006056B1">
        <w:t>il y avait à dire contre ce vieux requin sans entrailles</w:t>
      </w:r>
      <w:r w:rsidR="006036B2">
        <w:t xml:space="preserve">, </w:t>
      </w:r>
      <w:r w:rsidRPr="006056B1">
        <w:t>qui n</w:t>
      </w:r>
      <w:r w:rsidR="006036B2">
        <w:t>’</w:t>
      </w:r>
      <w:r w:rsidRPr="006056B1">
        <w:t>avait qu</w:t>
      </w:r>
      <w:r w:rsidR="006036B2">
        <w:t>’</w:t>
      </w:r>
      <w:r w:rsidRPr="006056B1">
        <w:t>une fille et qui ne lui donnait tant seulement pas un chanteau de pain</w:t>
      </w:r>
      <w:r w:rsidR="006036B2">
        <w:t xml:space="preserve">, </w:t>
      </w:r>
      <w:r w:rsidRPr="006056B1">
        <w:t>ni à ses petits-enfants non plus</w:t>
      </w:r>
      <w:r w:rsidR="006036B2">
        <w:t xml:space="preserve">, </w:t>
      </w:r>
      <w:r w:rsidRPr="006056B1">
        <w:t>et qui aimait mieux tout dépenser à se soûler comme un cochon</w:t>
      </w:r>
      <w:r w:rsidR="006036B2">
        <w:t xml:space="preserve">, </w:t>
      </w:r>
      <w:r w:rsidRPr="006056B1">
        <w:t>tandis qu</w:t>
      </w:r>
      <w:r w:rsidR="006036B2">
        <w:t>’</w:t>
      </w:r>
      <w:r w:rsidRPr="006056B1">
        <w:t>elle et eux n</w:t>
      </w:r>
      <w:r w:rsidR="006036B2">
        <w:t>’</w:t>
      </w:r>
      <w:r w:rsidRPr="006056B1">
        <w:t>avaient quelquefois rien dans le ventre</w:t>
      </w:r>
      <w:r w:rsidR="006036B2">
        <w:t xml:space="preserve">, </w:t>
      </w:r>
      <w:r w:rsidRPr="006056B1">
        <w:t>et qu</w:t>
      </w:r>
      <w:r w:rsidR="006036B2">
        <w:t>’</w:t>
      </w:r>
      <w:r w:rsidRPr="006056B1">
        <w:t>un père et un grand-père de ce gabarit-là c</w:t>
      </w:r>
      <w:r w:rsidR="006036B2">
        <w:t>’</w:t>
      </w:r>
      <w:r w:rsidRPr="006056B1">
        <w:t>était pire qu</w:t>
      </w:r>
      <w:r w:rsidR="006036B2">
        <w:t>’</w:t>
      </w:r>
      <w:r w:rsidRPr="006056B1">
        <w:t>un ennemi</w:t>
      </w:r>
      <w:r w:rsidR="006036B2">
        <w:t>.</w:t>
      </w:r>
    </w:p>
    <w:p w14:paraId="0D3DE4B7" w14:textId="77777777" w:rsidR="006036B2" w:rsidRDefault="00E85E1B" w:rsidP="00E85E1B">
      <w:r w:rsidRPr="006056B1">
        <w:t>Et l</w:t>
      </w:r>
      <w:r w:rsidR="006036B2">
        <w:t>’</w:t>
      </w:r>
      <w:r w:rsidRPr="006056B1">
        <w:t>autre répliquant de plus belle</w:t>
      </w:r>
      <w:r w:rsidR="006036B2">
        <w:t xml:space="preserve">, </w:t>
      </w:r>
      <w:r w:rsidRPr="006056B1">
        <w:t>des paroles on en était venu aux gourmades</w:t>
      </w:r>
      <w:r w:rsidR="006036B2">
        <w:t xml:space="preserve">. </w:t>
      </w:r>
      <w:r w:rsidRPr="006056B1">
        <w:t>Solide était le vieux</w:t>
      </w:r>
      <w:r w:rsidR="006036B2">
        <w:t xml:space="preserve">, </w:t>
      </w:r>
      <w:r w:rsidRPr="006056B1">
        <w:t>quoique vieux</w:t>
      </w:r>
      <w:r w:rsidR="006036B2">
        <w:t xml:space="preserve"> ; </w:t>
      </w:r>
      <w:r w:rsidRPr="006056B1">
        <w:t xml:space="preserve">mais </w:t>
      </w:r>
      <w:proofErr w:type="spellStart"/>
      <w:r w:rsidRPr="006056B1">
        <w:t>rétu</w:t>
      </w:r>
      <w:proofErr w:type="spellEnd"/>
      <w:r w:rsidRPr="006056B1">
        <w:t xml:space="preserve"> était le </w:t>
      </w:r>
      <w:r w:rsidRPr="006056B1">
        <w:rPr>
          <w:i/>
          <w:iCs/>
        </w:rPr>
        <w:t>Breton</w:t>
      </w:r>
      <w:r w:rsidR="006036B2">
        <w:rPr>
          <w:i/>
          <w:iCs/>
        </w:rPr>
        <w:t xml:space="preserve">, </w:t>
      </w:r>
      <w:r w:rsidRPr="006056B1">
        <w:t>et traître à la bataille</w:t>
      </w:r>
      <w:r w:rsidR="006036B2">
        <w:t xml:space="preserve">, </w:t>
      </w:r>
      <w:r w:rsidRPr="006056B1">
        <w:t>avec ses crocs-en-jambe et ses coups de caboche dans la poitrine</w:t>
      </w:r>
      <w:r w:rsidR="006036B2">
        <w:t xml:space="preserve">. </w:t>
      </w:r>
      <w:r w:rsidRPr="006056B1">
        <w:t>Et</w:t>
      </w:r>
      <w:r w:rsidR="006036B2">
        <w:t xml:space="preserve">, </w:t>
      </w:r>
      <w:r w:rsidRPr="006056B1">
        <w:t>finalement</w:t>
      </w:r>
      <w:r w:rsidR="006036B2">
        <w:t xml:space="preserve">, </w:t>
      </w:r>
      <w:r w:rsidRPr="006056B1">
        <w:t xml:space="preserve">le </w:t>
      </w:r>
      <w:r w:rsidRPr="006056B1">
        <w:rPr>
          <w:i/>
          <w:iCs/>
        </w:rPr>
        <w:t>Petit-Doux</w:t>
      </w:r>
      <w:r w:rsidRPr="006056B1">
        <w:t xml:space="preserve"> était resté sur le carreau</w:t>
      </w:r>
      <w:r w:rsidR="006036B2">
        <w:t xml:space="preserve">, </w:t>
      </w:r>
      <w:r w:rsidRPr="006056B1">
        <w:t>les quatre fers en l</w:t>
      </w:r>
      <w:r w:rsidR="006036B2">
        <w:t>’</w:t>
      </w:r>
      <w:r w:rsidRPr="006056B1">
        <w:t>air</w:t>
      </w:r>
      <w:r w:rsidR="006036B2">
        <w:t xml:space="preserve">, </w:t>
      </w:r>
      <w:r w:rsidRPr="006056B1">
        <w:t>une côte défoncée</w:t>
      </w:r>
      <w:r w:rsidR="006036B2">
        <w:t xml:space="preserve">, </w:t>
      </w:r>
      <w:r w:rsidRPr="006056B1">
        <w:t>vomissant rouge</w:t>
      </w:r>
      <w:r w:rsidR="006036B2">
        <w:t>.</w:t>
      </w:r>
    </w:p>
    <w:p w14:paraId="1F145DA5" w14:textId="77777777" w:rsidR="006036B2" w:rsidRDefault="00E85E1B" w:rsidP="00E85E1B">
      <w:r w:rsidRPr="006056B1">
        <w:lastRenderedPageBreak/>
        <w:t>Il y avait cinq ans de ça</w:t>
      </w:r>
      <w:r w:rsidR="006036B2">
        <w:t xml:space="preserve"> ; </w:t>
      </w:r>
      <w:r w:rsidRPr="006056B1">
        <w:t>mais le vieux l</w:t>
      </w:r>
      <w:r w:rsidR="006036B2">
        <w:t>’</w:t>
      </w:r>
      <w:r w:rsidRPr="006056B1">
        <w:t>avait toujours sur l</w:t>
      </w:r>
      <w:r w:rsidR="006036B2">
        <w:t>’</w:t>
      </w:r>
      <w:r w:rsidRPr="006056B1">
        <w:t>âme</w:t>
      </w:r>
      <w:r w:rsidR="006036B2">
        <w:t xml:space="preserve">, </w:t>
      </w:r>
      <w:r w:rsidRPr="006056B1">
        <w:t>comme un poids dont il étouffait</w:t>
      </w:r>
      <w:r w:rsidR="006036B2">
        <w:t xml:space="preserve">. </w:t>
      </w:r>
      <w:r w:rsidRPr="006056B1">
        <w:t>Déshériter sa fille</w:t>
      </w:r>
      <w:r w:rsidR="006036B2">
        <w:t xml:space="preserve">, </w:t>
      </w:r>
      <w:r w:rsidRPr="006056B1">
        <w:t>c</w:t>
      </w:r>
      <w:r w:rsidR="006036B2">
        <w:t>’</w:t>
      </w:r>
      <w:r w:rsidRPr="006056B1">
        <w:t>était une vengeance</w:t>
      </w:r>
      <w:r w:rsidR="006036B2">
        <w:t xml:space="preserve">, </w:t>
      </w:r>
      <w:r w:rsidRPr="006056B1">
        <w:t>certes</w:t>
      </w:r>
      <w:r w:rsidR="006036B2">
        <w:t xml:space="preserve">, </w:t>
      </w:r>
      <w:r w:rsidRPr="006056B1">
        <w:t>et il avait pris ses mesures pour</w:t>
      </w:r>
      <w:r w:rsidR="006036B2">
        <w:t xml:space="preserve">. </w:t>
      </w:r>
      <w:r w:rsidRPr="006056B1">
        <w:t>Toutefois</w:t>
      </w:r>
      <w:r w:rsidR="006036B2">
        <w:t xml:space="preserve">, </w:t>
      </w:r>
      <w:r w:rsidRPr="006056B1">
        <w:t>cela ne lui suffisait point</w:t>
      </w:r>
      <w:r w:rsidR="006036B2">
        <w:t xml:space="preserve">. </w:t>
      </w:r>
      <w:r w:rsidRPr="006056B1">
        <w:t>Et c</w:t>
      </w:r>
      <w:r w:rsidR="006036B2">
        <w:t>’</w:t>
      </w:r>
      <w:r w:rsidRPr="006056B1">
        <w:t>est de son vivant</w:t>
      </w:r>
      <w:r w:rsidR="006036B2">
        <w:t xml:space="preserve">, </w:t>
      </w:r>
      <w:r w:rsidRPr="006056B1">
        <w:t>et en jouissant à son loisir</w:t>
      </w:r>
      <w:r w:rsidR="006036B2">
        <w:t xml:space="preserve">, </w:t>
      </w:r>
      <w:r w:rsidRPr="006056B1">
        <w:t>qu</w:t>
      </w:r>
      <w:r w:rsidR="006036B2">
        <w:t>’</w:t>
      </w:r>
      <w:r w:rsidRPr="006056B1">
        <w:t>il espérait toujours rendre au damné Breton</w:t>
      </w:r>
      <w:r w:rsidR="006036B2">
        <w:t xml:space="preserve">, </w:t>
      </w:r>
      <w:r w:rsidRPr="006056B1">
        <w:t>et avec usure</w:t>
      </w:r>
      <w:r w:rsidR="006036B2">
        <w:t xml:space="preserve">, </w:t>
      </w:r>
      <w:r w:rsidRPr="006056B1">
        <w:t>la monnaie de sa pièce</w:t>
      </w:r>
      <w:r w:rsidR="006036B2">
        <w:t>.</w:t>
      </w:r>
    </w:p>
    <w:p w14:paraId="5BED917C" w14:textId="77777777" w:rsidR="006036B2" w:rsidRDefault="006036B2" w:rsidP="00E85E1B">
      <w:r>
        <w:t>— </w:t>
      </w:r>
      <w:r w:rsidR="00E85E1B" w:rsidRPr="006056B1">
        <w:t>Souffle</w:t>
      </w:r>
      <w:r>
        <w:t xml:space="preserve">, </w:t>
      </w:r>
      <w:r w:rsidR="00E85E1B" w:rsidRPr="006056B1">
        <w:t>souffle</w:t>
      </w:r>
      <w:r>
        <w:t xml:space="preserve">, </w:t>
      </w:r>
      <w:r w:rsidR="00E85E1B" w:rsidRPr="006056B1">
        <w:t>bon nordet</w:t>
      </w:r>
      <w:r>
        <w:t xml:space="preserve">, </w:t>
      </w:r>
      <w:r w:rsidR="00E85E1B" w:rsidRPr="006056B1">
        <w:t>continuait-il à grommeler</w:t>
      </w:r>
      <w:r>
        <w:t xml:space="preserve">. </w:t>
      </w:r>
      <w:r w:rsidR="00E85E1B" w:rsidRPr="006056B1">
        <w:t>Souffle plus dru et bien de guingois</w:t>
      </w:r>
      <w:r>
        <w:t xml:space="preserve">. </w:t>
      </w:r>
      <w:r w:rsidR="00E85E1B" w:rsidRPr="006056B1">
        <w:t>Le vaurien a déjà manqué le point deux fois</w:t>
      </w:r>
      <w:r>
        <w:t xml:space="preserve">, </w:t>
      </w:r>
      <w:r w:rsidR="00E85E1B" w:rsidRPr="006056B1">
        <w:t>m</w:t>
      </w:r>
      <w:r>
        <w:t>’</w:t>
      </w:r>
      <w:r w:rsidR="00E85E1B" w:rsidRPr="006056B1">
        <w:t>est avis</w:t>
      </w:r>
      <w:r>
        <w:t xml:space="preserve">. </w:t>
      </w:r>
      <w:r w:rsidR="00E85E1B" w:rsidRPr="006056B1">
        <w:t>Il revire au large pour reprendre du lof</w:t>
      </w:r>
      <w:r>
        <w:t xml:space="preserve">. </w:t>
      </w:r>
      <w:r w:rsidR="00E85E1B" w:rsidRPr="006056B1">
        <w:t>Souffle</w:t>
      </w:r>
      <w:r>
        <w:t xml:space="preserve">, </w:t>
      </w:r>
      <w:r w:rsidR="00E85E1B" w:rsidRPr="006056B1">
        <w:t xml:space="preserve">afin que la troisième fois soit la bonne pour les homards de la </w:t>
      </w:r>
      <w:proofErr w:type="spellStart"/>
      <w:r w:rsidR="00E85E1B" w:rsidRPr="006056B1">
        <w:t>Flaupière</w:t>
      </w:r>
      <w:proofErr w:type="spellEnd"/>
      <w:r>
        <w:t xml:space="preserve">, </w:t>
      </w:r>
      <w:r w:rsidR="00E85E1B" w:rsidRPr="006056B1">
        <w:t>qui n</w:t>
      </w:r>
      <w:r>
        <w:t>’</w:t>
      </w:r>
      <w:r w:rsidR="00E85E1B" w:rsidRPr="006056B1">
        <w:t>auront jamais eu à se régaler de pareille charogne</w:t>
      </w:r>
      <w:r>
        <w:t>.</w:t>
      </w:r>
    </w:p>
    <w:p w14:paraId="63A680EC" w14:textId="77777777" w:rsidR="006036B2" w:rsidRDefault="00E85E1B" w:rsidP="00E85E1B">
      <w:r w:rsidRPr="006056B1">
        <w:t>Le chalutier</w:t>
      </w:r>
      <w:r w:rsidR="006036B2">
        <w:t xml:space="preserve">, </w:t>
      </w:r>
      <w:r w:rsidRPr="006056B1">
        <w:t>en cet instant</w:t>
      </w:r>
      <w:r w:rsidR="006036B2">
        <w:t xml:space="preserve">, </w:t>
      </w:r>
      <w:r w:rsidRPr="006056B1">
        <w:t xml:space="preserve">arrivait à portée de la voix par le travers du </w:t>
      </w:r>
      <w:proofErr w:type="spellStart"/>
      <w:r w:rsidRPr="006056B1">
        <w:t>follier</w:t>
      </w:r>
      <w:proofErr w:type="spellEnd"/>
      <w:r w:rsidR="006036B2">
        <w:t xml:space="preserve">, </w:t>
      </w:r>
      <w:r w:rsidRPr="006056B1">
        <w:t xml:space="preserve">où le </w:t>
      </w:r>
      <w:r w:rsidRPr="006056B1">
        <w:rPr>
          <w:i/>
          <w:iCs/>
        </w:rPr>
        <w:t>Breton</w:t>
      </w:r>
      <w:r w:rsidRPr="006056B1">
        <w:t xml:space="preserve"> et son matelot larguaient toute leur toile et pesaient sur la barre et nageaient aussi de l</w:t>
      </w:r>
      <w:r w:rsidR="006036B2">
        <w:t>’</w:t>
      </w:r>
      <w:r w:rsidRPr="006056B1">
        <w:t>aviron pour se parer au droit du pertuis</w:t>
      </w:r>
      <w:r w:rsidR="006036B2">
        <w:t>.</w:t>
      </w:r>
    </w:p>
    <w:p w14:paraId="5346D7CF" w14:textId="77777777" w:rsidR="006036B2" w:rsidRDefault="00E85E1B" w:rsidP="00E85E1B">
      <w:r w:rsidRPr="006056B1">
        <w:t xml:space="preserve">Le </w:t>
      </w:r>
      <w:r w:rsidRPr="006056B1">
        <w:rPr>
          <w:i/>
          <w:iCs/>
        </w:rPr>
        <w:t>Petit-Doux</w:t>
      </w:r>
      <w:r w:rsidRPr="006056B1">
        <w:t xml:space="preserve"> mit ses deux mains en entonnoir autour de sa bouche et hurla dans le vent</w:t>
      </w:r>
      <w:r w:rsidR="006036B2">
        <w:t> :</w:t>
      </w:r>
    </w:p>
    <w:p w14:paraId="150AA7F7" w14:textId="77777777" w:rsidR="006036B2" w:rsidRDefault="006036B2" w:rsidP="00E85E1B">
      <w:r>
        <w:t>— </w:t>
      </w:r>
      <w:r w:rsidR="00E85E1B" w:rsidRPr="006056B1">
        <w:t>Tire au fond</w:t>
      </w:r>
      <w:r>
        <w:t xml:space="preserve">, </w:t>
      </w:r>
      <w:r w:rsidR="00E85E1B" w:rsidRPr="006056B1">
        <w:t>Breton</w:t>
      </w:r>
      <w:r>
        <w:t> !</w:t>
      </w:r>
    </w:p>
    <w:p w14:paraId="5821A67F" w14:textId="77777777" w:rsidR="006036B2" w:rsidRDefault="00E85E1B" w:rsidP="00E85E1B">
      <w:r w:rsidRPr="006056B1">
        <w:t>En même temps</w:t>
      </w:r>
      <w:r w:rsidR="006036B2">
        <w:t xml:space="preserve">, </w:t>
      </w:r>
      <w:r w:rsidRPr="006056B1">
        <w:t>au lieu de donner de la bande à tribord</w:t>
      </w:r>
      <w:r w:rsidR="006036B2">
        <w:t xml:space="preserve">, </w:t>
      </w:r>
      <w:r w:rsidRPr="006056B1">
        <w:t>pour prendre le vent de son avant-dernière bordée</w:t>
      </w:r>
      <w:r w:rsidR="006036B2">
        <w:t xml:space="preserve">, </w:t>
      </w:r>
      <w:r w:rsidRPr="006056B1">
        <w:t xml:space="preserve">il piquait sur le </w:t>
      </w:r>
      <w:proofErr w:type="spellStart"/>
      <w:r w:rsidRPr="006056B1">
        <w:t>follier</w:t>
      </w:r>
      <w:proofErr w:type="spellEnd"/>
      <w:r w:rsidRPr="006056B1">
        <w:t xml:space="preserve"> tout droit</w:t>
      </w:r>
      <w:r w:rsidR="006036B2">
        <w:t xml:space="preserve">, </w:t>
      </w:r>
      <w:r w:rsidRPr="006056B1">
        <w:t>comme pour l</w:t>
      </w:r>
      <w:r w:rsidR="006036B2">
        <w:t>’</w:t>
      </w:r>
      <w:r w:rsidRPr="006056B1">
        <w:t>accoster</w:t>
      </w:r>
      <w:r w:rsidR="006036B2">
        <w:t xml:space="preserve">. </w:t>
      </w:r>
      <w:r w:rsidRPr="006056B1">
        <w:t>Ses quatre hommes d</w:t>
      </w:r>
      <w:r w:rsidR="006036B2">
        <w:t>’</w:t>
      </w:r>
      <w:r w:rsidRPr="006056B1">
        <w:t>équipage en poussèrent un cri</w:t>
      </w:r>
      <w:r w:rsidR="006036B2">
        <w:t xml:space="preserve">, </w:t>
      </w:r>
      <w:r w:rsidRPr="006056B1">
        <w:t>le croyant devenu fou</w:t>
      </w:r>
      <w:r w:rsidR="006036B2">
        <w:t xml:space="preserve">. </w:t>
      </w:r>
      <w:r w:rsidRPr="006056B1">
        <w:t>Mais presque aussitôt il commanda</w:t>
      </w:r>
      <w:r w:rsidR="006036B2">
        <w:t> :</w:t>
      </w:r>
    </w:p>
    <w:p w14:paraId="14CA5FA2" w14:textId="77777777" w:rsidR="006036B2" w:rsidRDefault="006036B2" w:rsidP="00E85E1B">
      <w:r>
        <w:t>— </w:t>
      </w:r>
      <w:r w:rsidR="00E85E1B" w:rsidRPr="006056B1">
        <w:t>Attrape à virer</w:t>
      </w:r>
      <w:r>
        <w:t> !</w:t>
      </w:r>
    </w:p>
    <w:p w14:paraId="131E74FF" w14:textId="77777777" w:rsidR="006036B2" w:rsidRDefault="00E85E1B" w:rsidP="00E85E1B">
      <w:r w:rsidRPr="006056B1">
        <w:t>Et d</w:t>
      </w:r>
      <w:r w:rsidR="006036B2">
        <w:t>’</w:t>
      </w:r>
      <w:r w:rsidRPr="006056B1">
        <w:t>un coup de barre</w:t>
      </w:r>
      <w:r w:rsidR="006036B2">
        <w:t xml:space="preserve">, </w:t>
      </w:r>
      <w:r w:rsidRPr="006056B1">
        <w:t>plus brutal qu</w:t>
      </w:r>
      <w:r w:rsidR="006036B2">
        <w:t>’</w:t>
      </w:r>
      <w:r w:rsidRPr="006056B1">
        <w:t>à son habitude</w:t>
      </w:r>
      <w:r w:rsidR="006036B2">
        <w:t xml:space="preserve">, </w:t>
      </w:r>
      <w:r w:rsidRPr="006056B1">
        <w:t>il r</w:t>
      </w:r>
      <w:r w:rsidRPr="006056B1">
        <w:t>e</w:t>
      </w:r>
      <w:r w:rsidRPr="006056B1">
        <w:t>mit le bateau dans le bon chemin</w:t>
      </w:r>
      <w:r w:rsidR="006036B2">
        <w:t>.</w:t>
      </w:r>
    </w:p>
    <w:p w14:paraId="19209A72" w14:textId="54F10D47" w:rsidR="006036B2" w:rsidRDefault="00E85E1B" w:rsidP="00E85E1B">
      <w:r w:rsidRPr="006056B1">
        <w:t>Toutefois</w:t>
      </w:r>
      <w:r w:rsidR="006036B2">
        <w:t xml:space="preserve">, </w:t>
      </w:r>
      <w:r w:rsidRPr="006056B1">
        <w:t>du retard qu</w:t>
      </w:r>
      <w:r w:rsidR="006036B2">
        <w:t>’</w:t>
      </w:r>
      <w:r w:rsidRPr="006056B1">
        <w:t>il avait fait subir à la manœuvre</w:t>
      </w:r>
      <w:r w:rsidR="006036B2">
        <w:t xml:space="preserve">, </w:t>
      </w:r>
      <w:r w:rsidRPr="006056B1">
        <w:t xml:space="preserve">le </w:t>
      </w:r>
      <w:proofErr w:type="spellStart"/>
      <w:r w:rsidRPr="006056B1">
        <w:t>follier</w:t>
      </w:r>
      <w:proofErr w:type="spellEnd"/>
      <w:r w:rsidRPr="006056B1">
        <w:t xml:space="preserve"> avait eu le temps de se juger en péril d</w:t>
      </w:r>
      <w:r w:rsidR="006036B2">
        <w:t>’</w:t>
      </w:r>
      <w:r w:rsidRPr="006056B1">
        <w:t>abordage</w:t>
      </w:r>
      <w:r w:rsidR="006036B2">
        <w:t xml:space="preserve">, </w:t>
      </w:r>
      <w:r w:rsidRPr="006056B1">
        <w:t xml:space="preserve">et </w:t>
      </w:r>
      <w:r w:rsidRPr="006056B1">
        <w:lastRenderedPageBreak/>
        <w:t>ainsi avait suspendu un instant son effort vers le pertuis</w:t>
      </w:r>
      <w:r w:rsidR="006036B2">
        <w:t xml:space="preserve">, </w:t>
      </w:r>
      <w:r w:rsidRPr="006056B1">
        <w:t>juste à la minute où les deux hommes avaient besoin de toute leur déc</w:t>
      </w:r>
      <w:r w:rsidRPr="006056B1">
        <w:t>i</w:t>
      </w:r>
      <w:r w:rsidRPr="006056B1">
        <w:t>sion</w:t>
      </w:r>
      <w:r w:rsidR="006036B2">
        <w:t xml:space="preserve">. </w:t>
      </w:r>
      <w:r w:rsidRPr="006056B1">
        <w:t>Le terrible hurlement du vieux les avait aussi obligés à quitter du regard l</w:t>
      </w:r>
      <w:r w:rsidR="006036B2">
        <w:t>’</w:t>
      </w:r>
      <w:r w:rsidRPr="006056B1">
        <w:t>entrée visée</w:t>
      </w:r>
      <w:r w:rsidR="006036B2">
        <w:t xml:space="preserve">. </w:t>
      </w:r>
      <w:r w:rsidRPr="006056B1">
        <w:t xml:space="preserve">Le </w:t>
      </w:r>
      <w:r w:rsidRPr="006056B1">
        <w:rPr>
          <w:i/>
          <w:iCs/>
        </w:rPr>
        <w:t>Breton</w:t>
      </w:r>
      <w:r w:rsidRPr="006056B1">
        <w:t xml:space="preserve"> en avait même re</w:t>
      </w:r>
      <w:r w:rsidRPr="006056B1">
        <w:t>s</w:t>
      </w:r>
      <w:r w:rsidRPr="006056B1">
        <w:t>senti une commotion soudaine et in</w:t>
      </w:r>
      <w:r w:rsidR="006036B2">
        <w:t>coer</w:t>
      </w:r>
      <w:r w:rsidRPr="006056B1">
        <w:t>cible dans ses deux poings crispés sur la barre</w:t>
      </w:r>
      <w:r w:rsidR="006036B2">
        <w:t xml:space="preserve"> ; </w:t>
      </w:r>
      <w:r w:rsidRPr="006056B1">
        <w:t>d</w:t>
      </w:r>
      <w:r w:rsidR="006036B2">
        <w:t>’</w:t>
      </w:r>
      <w:r w:rsidRPr="006056B1">
        <w:t>où une poussée à faux</w:t>
      </w:r>
      <w:r w:rsidR="006036B2">
        <w:t>.</w:t>
      </w:r>
    </w:p>
    <w:p w14:paraId="168DA561" w14:textId="77777777" w:rsidR="006036B2" w:rsidRDefault="00E85E1B" w:rsidP="00E85E1B">
      <w:r w:rsidRPr="006056B1">
        <w:t>Et maintenant</w:t>
      </w:r>
      <w:r w:rsidR="006036B2">
        <w:t xml:space="preserve">, </w:t>
      </w:r>
      <w:r w:rsidRPr="006056B1">
        <w:t xml:space="preserve">voici que le </w:t>
      </w:r>
      <w:proofErr w:type="spellStart"/>
      <w:r w:rsidRPr="006056B1">
        <w:t>follier</w:t>
      </w:r>
      <w:proofErr w:type="spellEnd"/>
      <w:r w:rsidRPr="006056B1">
        <w:t xml:space="preserve"> s</w:t>
      </w:r>
      <w:r w:rsidR="006036B2">
        <w:t>’</w:t>
      </w:r>
      <w:r w:rsidRPr="006056B1">
        <w:t>engouffrait dans le co</w:t>
      </w:r>
      <w:r w:rsidRPr="006056B1">
        <w:t>u</w:t>
      </w:r>
      <w:r w:rsidRPr="006056B1">
        <w:t>rant du goulet</w:t>
      </w:r>
      <w:r w:rsidR="006036B2">
        <w:t xml:space="preserve">, </w:t>
      </w:r>
      <w:r w:rsidRPr="006056B1">
        <w:t>sa voile claquant</w:t>
      </w:r>
      <w:r w:rsidR="006036B2">
        <w:t xml:space="preserve">, </w:t>
      </w:r>
      <w:r w:rsidRPr="006056B1">
        <w:t>les avirons à vau-l</w:t>
      </w:r>
      <w:r w:rsidR="006036B2">
        <w:t>’</w:t>
      </w:r>
      <w:r w:rsidRPr="006056B1">
        <w:t>eau</w:t>
      </w:r>
      <w:r w:rsidR="006036B2">
        <w:t xml:space="preserve">, </w:t>
      </w:r>
      <w:r w:rsidRPr="006056B1">
        <w:t>l</w:t>
      </w:r>
      <w:r w:rsidR="006036B2">
        <w:t>’</w:t>
      </w:r>
      <w:r w:rsidRPr="006056B1">
        <w:t>arrière paralysé</w:t>
      </w:r>
      <w:r w:rsidR="006036B2">
        <w:t xml:space="preserve">. </w:t>
      </w:r>
      <w:r w:rsidRPr="006056B1">
        <w:t>Ah</w:t>
      </w:r>
      <w:r w:rsidR="006036B2">
        <w:t xml:space="preserve"> ! </w:t>
      </w:r>
      <w:r w:rsidRPr="006056B1">
        <w:t>il allait la ranger</w:t>
      </w:r>
      <w:r w:rsidR="006036B2">
        <w:t xml:space="preserve">, </w:t>
      </w:r>
      <w:r w:rsidRPr="006056B1">
        <w:t xml:space="preserve">la </w:t>
      </w:r>
      <w:proofErr w:type="spellStart"/>
      <w:r w:rsidRPr="006056B1">
        <w:t>Flaupière</w:t>
      </w:r>
      <w:proofErr w:type="spellEnd"/>
      <w:r w:rsidR="006036B2">
        <w:t xml:space="preserve">, </w:t>
      </w:r>
      <w:r w:rsidRPr="006056B1">
        <w:t>la ranger au plus près</w:t>
      </w:r>
      <w:r w:rsidR="006036B2">
        <w:t xml:space="preserve">, </w:t>
      </w:r>
      <w:r w:rsidRPr="006056B1">
        <w:t>au trop près</w:t>
      </w:r>
      <w:r w:rsidR="006036B2">
        <w:t xml:space="preserve">, </w:t>
      </w:r>
      <w:r w:rsidRPr="006056B1">
        <w:t>à s</w:t>
      </w:r>
      <w:r w:rsidR="006036B2">
        <w:t>’</w:t>
      </w:r>
      <w:r w:rsidRPr="006056B1">
        <w:t>y aplatir comme une tripée de goémons fouettée par le flot</w:t>
      </w:r>
      <w:r w:rsidR="006036B2">
        <w:t>.</w:t>
      </w:r>
    </w:p>
    <w:p w14:paraId="60FFA288" w14:textId="77777777" w:rsidR="006036B2" w:rsidRDefault="00E85E1B" w:rsidP="00E85E1B">
      <w:r w:rsidRPr="006056B1">
        <w:t xml:space="preserve">Le </w:t>
      </w:r>
      <w:r w:rsidRPr="006056B1">
        <w:rPr>
          <w:i/>
          <w:iCs/>
        </w:rPr>
        <w:t>Petit-Doux</w:t>
      </w:r>
      <w:r w:rsidRPr="006056B1">
        <w:t xml:space="preserve"> ricanait silencieusement</w:t>
      </w:r>
      <w:r w:rsidR="006036B2">
        <w:t xml:space="preserve">, </w:t>
      </w:r>
      <w:r w:rsidRPr="006056B1">
        <w:t>les yeux illuminés</w:t>
      </w:r>
      <w:r w:rsidR="006036B2">
        <w:t>.</w:t>
      </w:r>
    </w:p>
    <w:p w14:paraId="28C48655" w14:textId="77777777" w:rsidR="006036B2" w:rsidRDefault="00E85E1B" w:rsidP="00E85E1B">
      <w:r w:rsidRPr="006056B1">
        <w:t>Flac</w:t>
      </w:r>
      <w:r w:rsidR="006036B2">
        <w:t xml:space="preserve"> ! </w:t>
      </w:r>
      <w:r w:rsidRPr="006056B1">
        <w:t>Bouf</w:t>
      </w:r>
      <w:r w:rsidR="006036B2">
        <w:t xml:space="preserve"> ! </w:t>
      </w:r>
      <w:r w:rsidRPr="006056B1">
        <w:t>Ça y était</w:t>
      </w:r>
      <w:r w:rsidR="006036B2">
        <w:t xml:space="preserve">. </w:t>
      </w:r>
      <w:r w:rsidRPr="006056B1">
        <w:t>Dans un paquet de mer mon</w:t>
      </w:r>
      <w:r w:rsidRPr="006056B1">
        <w:t>s</w:t>
      </w:r>
      <w:r w:rsidRPr="006056B1">
        <w:t>trueux</w:t>
      </w:r>
      <w:r w:rsidR="006036B2">
        <w:t xml:space="preserve">, </w:t>
      </w:r>
      <w:r w:rsidRPr="006056B1">
        <w:t xml:space="preserve">le </w:t>
      </w:r>
      <w:proofErr w:type="spellStart"/>
      <w:r w:rsidRPr="006056B1">
        <w:t>follier</w:t>
      </w:r>
      <w:proofErr w:type="spellEnd"/>
      <w:r w:rsidRPr="006056B1">
        <w:t xml:space="preserve"> s</w:t>
      </w:r>
      <w:r w:rsidR="006036B2">
        <w:t>’</w:t>
      </w:r>
      <w:r w:rsidRPr="006056B1">
        <w:t>était plaqué sur la muraille</w:t>
      </w:r>
      <w:r w:rsidR="006036B2">
        <w:t xml:space="preserve">, </w:t>
      </w:r>
      <w:r w:rsidRPr="006056B1">
        <w:t xml:space="preserve">puis avait été happé entre les deux pinces de la </w:t>
      </w:r>
      <w:proofErr w:type="spellStart"/>
      <w:r w:rsidRPr="006056B1">
        <w:t>Flaupière</w:t>
      </w:r>
      <w:proofErr w:type="spellEnd"/>
      <w:r w:rsidR="006036B2">
        <w:t xml:space="preserve">, </w:t>
      </w:r>
      <w:r w:rsidRPr="006056B1">
        <w:t>au plus étroit</w:t>
      </w:r>
      <w:r w:rsidR="006036B2">
        <w:t xml:space="preserve">, </w:t>
      </w:r>
      <w:r w:rsidRPr="006056B1">
        <w:t>dans le haut</w:t>
      </w:r>
      <w:r w:rsidR="006036B2">
        <w:t xml:space="preserve">, </w:t>
      </w:r>
      <w:r w:rsidRPr="006056B1">
        <w:t>où il pendait à présent</w:t>
      </w:r>
      <w:r w:rsidR="006036B2">
        <w:t xml:space="preserve">, </w:t>
      </w:r>
      <w:r w:rsidRPr="006056B1">
        <w:t>le mât cassé</w:t>
      </w:r>
      <w:r w:rsidR="006036B2">
        <w:t xml:space="preserve">, </w:t>
      </w:r>
      <w:r w:rsidRPr="006056B1">
        <w:t>le ventre crevé</w:t>
      </w:r>
      <w:r w:rsidR="006036B2">
        <w:t xml:space="preserve">, </w:t>
      </w:r>
      <w:r w:rsidRPr="006056B1">
        <w:t>la quille vers le ciel</w:t>
      </w:r>
      <w:r w:rsidR="006036B2">
        <w:t xml:space="preserve">, </w:t>
      </w:r>
      <w:r w:rsidRPr="006056B1">
        <w:t>vidé des deux hommes</w:t>
      </w:r>
      <w:r w:rsidR="006036B2">
        <w:t>.</w:t>
      </w:r>
    </w:p>
    <w:p w14:paraId="5149ABA8" w14:textId="77777777" w:rsidR="006036B2" w:rsidRDefault="00E85E1B" w:rsidP="00E85E1B">
      <w:r w:rsidRPr="006056B1">
        <w:t>Le chalutier avait pris le vent et filait sa sûre route</w:t>
      </w:r>
      <w:r w:rsidR="006036B2">
        <w:t xml:space="preserve">, </w:t>
      </w:r>
      <w:r w:rsidRPr="006056B1">
        <w:t>s</w:t>
      </w:r>
      <w:r w:rsidR="006036B2">
        <w:t>’</w:t>
      </w:r>
      <w:r w:rsidRPr="006056B1">
        <w:t>engouffrant à son tour dans le pertuis</w:t>
      </w:r>
      <w:r w:rsidR="006036B2">
        <w:t xml:space="preserve">, </w:t>
      </w:r>
      <w:r w:rsidRPr="006056B1">
        <w:t>mais dirigé juste où il fallait</w:t>
      </w:r>
      <w:r w:rsidR="006036B2">
        <w:t xml:space="preserve">. </w:t>
      </w:r>
      <w:r w:rsidRPr="006056B1">
        <w:t>L</w:t>
      </w:r>
      <w:r w:rsidR="006036B2">
        <w:t>’</w:t>
      </w:r>
      <w:r w:rsidRPr="006056B1">
        <w:t>arrêter dans son élan</w:t>
      </w:r>
      <w:r w:rsidR="006036B2">
        <w:t xml:space="preserve">, </w:t>
      </w:r>
      <w:r w:rsidRPr="006056B1">
        <w:t>pour porter secours aux deux malheureux en perdition</w:t>
      </w:r>
      <w:r w:rsidR="006036B2">
        <w:t xml:space="preserve">, </w:t>
      </w:r>
      <w:r w:rsidRPr="006056B1">
        <w:t>on ne pouvait y songer</w:t>
      </w:r>
      <w:r w:rsidR="006036B2">
        <w:t xml:space="preserve">. </w:t>
      </w:r>
      <w:r w:rsidRPr="006056B1">
        <w:t>C</w:t>
      </w:r>
      <w:r w:rsidR="006036B2">
        <w:t>’</w:t>
      </w:r>
      <w:r w:rsidRPr="006056B1">
        <w:t>eût été le vouer</w:t>
      </w:r>
      <w:r w:rsidR="006036B2">
        <w:t xml:space="preserve">, </w:t>
      </w:r>
      <w:r w:rsidRPr="006056B1">
        <w:t>lui aussi</w:t>
      </w:r>
      <w:r w:rsidR="006036B2">
        <w:t xml:space="preserve">, </w:t>
      </w:r>
      <w:r w:rsidRPr="006056B1">
        <w:t xml:space="preserve">aux pinces de la </w:t>
      </w:r>
      <w:proofErr w:type="spellStart"/>
      <w:r w:rsidRPr="006056B1">
        <w:t>Flaupière</w:t>
      </w:r>
      <w:proofErr w:type="spellEnd"/>
      <w:r w:rsidR="006036B2">
        <w:t xml:space="preserve">. </w:t>
      </w:r>
      <w:r w:rsidRPr="006056B1">
        <w:t>Personne de l</w:t>
      </w:r>
      <w:r w:rsidR="006036B2">
        <w:t>’</w:t>
      </w:r>
      <w:r w:rsidRPr="006056B1">
        <w:t>équipage ne le proposa</w:t>
      </w:r>
      <w:r w:rsidR="006036B2">
        <w:t xml:space="preserve">, </w:t>
      </w:r>
      <w:r w:rsidRPr="006056B1">
        <w:t>même des yeux</w:t>
      </w:r>
      <w:r w:rsidR="006036B2">
        <w:t xml:space="preserve">. </w:t>
      </w:r>
      <w:r w:rsidRPr="006056B1">
        <w:t>D</w:t>
      </w:r>
      <w:r w:rsidR="006036B2">
        <w:t>’</w:t>
      </w:r>
      <w:r w:rsidRPr="006056B1">
        <w:t>ailleurs</w:t>
      </w:r>
      <w:r w:rsidR="006036B2">
        <w:t xml:space="preserve">, </w:t>
      </w:r>
      <w:r w:rsidRPr="006056B1">
        <w:t xml:space="preserve">les </w:t>
      </w:r>
      <w:proofErr w:type="spellStart"/>
      <w:r w:rsidRPr="006056B1">
        <w:t>folliers</w:t>
      </w:r>
      <w:proofErr w:type="spellEnd"/>
      <w:r w:rsidRPr="006056B1">
        <w:t xml:space="preserve"> devaient être en morceaux</w:t>
      </w:r>
      <w:r w:rsidR="006036B2">
        <w:t xml:space="preserve">, </w:t>
      </w:r>
      <w:r w:rsidRPr="006056B1">
        <w:t>certainement</w:t>
      </w:r>
      <w:r w:rsidR="006036B2">
        <w:t xml:space="preserve">, </w:t>
      </w:r>
      <w:r w:rsidRPr="006056B1">
        <w:t>après ce choc à toute volée</w:t>
      </w:r>
      <w:r w:rsidR="006036B2">
        <w:t xml:space="preserve">, </w:t>
      </w:r>
      <w:r w:rsidRPr="006056B1">
        <w:t>après cette chute à pic dans les remous convulsifs du fo</w:t>
      </w:r>
      <w:r w:rsidRPr="006056B1">
        <w:t>r</w:t>
      </w:r>
      <w:r w:rsidRPr="006056B1">
        <w:t>midable trou aux homards</w:t>
      </w:r>
      <w:r w:rsidR="006036B2">
        <w:t>.</w:t>
      </w:r>
    </w:p>
    <w:p w14:paraId="6751F52F" w14:textId="77777777" w:rsidR="006036B2" w:rsidRDefault="00E85E1B" w:rsidP="00E85E1B">
      <w:r w:rsidRPr="006056B1">
        <w:t>Pourtant</w:t>
      </w:r>
      <w:r w:rsidR="006036B2">
        <w:t xml:space="preserve">, </w:t>
      </w:r>
      <w:r w:rsidRPr="006056B1">
        <w:t>non</w:t>
      </w:r>
      <w:r w:rsidR="006036B2">
        <w:t xml:space="preserve"> ! </w:t>
      </w:r>
      <w:r w:rsidRPr="006056B1">
        <w:t>Là</w:t>
      </w:r>
      <w:r w:rsidR="006036B2">
        <w:t xml:space="preserve">, </w:t>
      </w:r>
      <w:r w:rsidRPr="006056B1">
        <w:t>parmi l</w:t>
      </w:r>
      <w:r w:rsidR="006036B2">
        <w:t>’</w:t>
      </w:r>
      <w:r w:rsidRPr="006056B1">
        <w:t>écume bouillonnante</w:t>
      </w:r>
      <w:r w:rsidR="006036B2">
        <w:t xml:space="preserve">, </w:t>
      </w:r>
      <w:r w:rsidRPr="006056B1">
        <w:t>au fond soudainement découvert par un retrait du flot</w:t>
      </w:r>
      <w:r w:rsidR="006036B2">
        <w:t xml:space="preserve">, </w:t>
      </w:r>
      <w:r w:rsidRPr="006056B1">
        <w:t>voici qu</w:t>
      </w:r>
      <w:r w:rsidR="006036B2">
        <w:t>’</w:t>
      </w:r>
      <w:r w:rsidRPr="006056B1">
        <w:t>apparaît une tête</w:t>
      </w:r>
      <w:r w:rsidR="006036B2">
        <w:t xml:space="preserve">, </w:t>
      </w:r>
      <w:r w:rsidRPr="006056B1">
        <w:t>les cheveux collés sur la face</w:t>
      </w:r>
      <w:r w:rsidR="006036B2">
        <w:t xml:space="preserve">, </w:t>
      </w:r>
      <w:r w:rsidRPr="006056B1">
        <w:t>le regard hagard</w:t>
      </w:r>
      <w:r w:rsidR="006036B2">
        <w:t xml:space="preserve">, </w:t>
      </w:r>
      <w:r w:rsidRPr="006056B1">
        <w:lastRenderedPageBreak/>
        <w:t>la bouche grande ouverte pour prendre une bouffée d</w:t>
      </w:r>
      <w:r w:rsidR="006036B2">
        <w:t>’</w:t>
      </w:r>
      <w:r w:rsidRPr="006056B1">
        <w:t>air et app</w:t>
      </w:r>
      <w:r w:rsidRPr="006056B1">
        <w:t>e</w:t>
      </w:r>
      <w:r w:rsidRPr="006056B1">
        <w:t>ler à l</w:t>
      </w:r>
      <w:r w:rsidR="006036B2">
        <w:t>’</w:t>
      </w:r>
      <w:r w:rsidRPr="006056B1">
        <w:t>aide</w:t>
      </w:r>
      <w:r w:rsidR="006036B2">
        <w:t xml:space="preserve">. </w:t>
      </w:r>
      <w:r w:rsidRPr="006056B1">
        <w:t>Et c</w:t>
      </w:r>
      <w:r w:rsidR="006036B2">
        <w:t>’</w:t>
      </w:r>
      <w:r w:rsidRPr="006056B1">
        <w:t xml:space="preserve">est le </w:t>
      </w:r>
      <w:r w:rsidRPr="006056B1">
        <w:rPr>
          <w:i/>
          <w:iCs/>
        </w:rPr>
        <w:t>Breton</w:t>
      </w:r>
      <w:r w:rsidR="006036B2">
        <w:t xml:space="preserve">, </w:t>
      </w:r>
      <w:r w:rsidRPr="006056B1">
        <w:t>vivant encore</w:t>
      </w:r>
      <w:r w:rsidR="006036B2">
        <w:t xml:space="preserve"> ! </w:t>
      </w:r>
      <w:r w:rsidRPr="006056B1">
        <w:t>Et les hommes du ch</w:t>
      </w:r>
      <w:r w:rsidRPr="006056B1">
        <w:t>a</w:t>
      </w:r>
      <w:r w:rsidRPr="006056B1">
        <w:t>lutier</w:t>
      </w:r>
      <w:r w:rsidR="006036B2">
        <w:t xml:space="preserve">, </w:t>
      </w:r>
      <w:r w:rsidRPr="006056B1">
        <w:t>muets d</w:t>
      </w:r>
      <w:r w:rsidR="006036B2">
        <w:t>’</w:t>
      </w:r>
      <w:r w:rsidRPr="006056B1">
        <w:t>épouvante</w:t>
      </w:r>
      <w:r w:rsidR="006036B2">
        <w:t xml:space="preserve">, </w:t>
      </w:r>
      <w:r w:rsidRPr="006056B1">
        <w:t>ont entendu le noyé</w:t>
      </w:r>
      <w:r w:rsidR="006036B2">
        <w:t xml:space="preserve">, </w:t>
      </w:r>
      <w:r w:rsidRPr="006056B1">
        <w:t>presque un spectre déjà</w:t>
      </w:r>
      <w:r w:rsidR="006036B2">
        <w:t xml:space="preserve">, </w:t>
      </w:r>
      <w:r w:rsidRPr="006056B1">
        <w:t>crier d</w:t>
      </w:r>
      <w:r w:rsidR="006036B2">
        <w:t>’</w:t>
      </w:r>
      <w:r w:rsidRPr="006056B1">
        <w:t>une voix lamentable</w:t>
      </w:r>
      <w:r w:rsidR="006036B2">
        <w:t> :</w:t>
      </w:r>
    </w:p>
    <w:p w14:paraId="52BE0532" w14:textId="77777777" w:rsidR="006036B2" w:rsidRDefault="006036B2" w:rsidP="00E85E1B">
      <w:r>
        <w:t>— </w:t>
      </w:r>
      <w:r w:rsidR="00E85E1B" w:rsidRPr="006056B1">
        <w:t>Assassin</w:t>
      </w:r>
      <w:r>
        <w:t> !</w:t>
      </w:r>
    </w:p>
    <w:p w14:paraId="72249FE1" w14:textId="77777777" w:rsidR="006036B2" w:rsidRDefault="00E85E1B" w:rsidP="00E85E1B">
      <w:r w:rsidRPr="006056B1">
        <w:t>Puis le flot est revenu</w:t>
      </w:r>
      <w:r w:rsidR="006036B2">
        <w:t xml:space="preserve">, </w:t>
      </w:r>
      <w:r w:rsidRPr="006056B1">
        <w:t>l</w:t>
      </w:r>
      <w:r w:rsidR="006036B2">
        <w:t>’</w:t>
      </w:r>
      <w:r w:rsidRPr="006056B1">
        <w:t>a submergé</w:t>
      </w:r>
      <w:r w:rsidR="006036B2">
        <w:t xml:space="preserve">, </w:t>
      </w:r>
      <w:r w:rsidRPr="006056B1">
        <w:t>et l</w:t>
      </w:r>
      <w:r w:rsidR="006036B2">
        <w:t>’</w:t>
      </w:r>
      <w:r w:rsidRPr="006056B1">
        <w:rPr>
          <w:i/>
          <w:iCs/>
        </w:rPr>
        <w:t>Augustine</w:t>
      </w:r>
      <w:r w:rsidRPr="006056B1">
        <w:t xml:space="preserve"> a suivi son chemin</w:t>
      </w:r>
      <w:r w:rsidR="006036B2">
        <w:t xml:space="preserve">, </w:t>
      </w:r>
      <w:r w:rsidRPr="006056B1">
        <w:t>toujours guidée d</w:t>
      </w:r>
      <w:r w:rsidR="006036B2">
        <w:t>’</w:t>
      </w:r>
      <w:r w:rsidRPr="006056B1">
        <w:t xml:space="preserve">une main ferme par le </w:t>
      </w:r>
      <w:r w:rsidRPr="006056B1">
        <w:rPr>
          <w:i/>
          <w:iCs/>
        </w:rPr>
        <w:t>Petit-Doux</w:t>
      </w:r>
      <w:r w:rsidR="006036B2">
        <w:t xml:space="preserve">, </w:t>
      </w:r>
      <w:r w:rsidRPr="006056B1">
        <w:t>qui n</w:t>
      </w:r>
      <w:r w:rsidR="006036B2">
        <w:t>’</w:t>
      </w:r>
      <w:r w:rsidRPr="006056B1">
        <w:t>a pas cessé de ricaner silencieusement</w:t>
      </w:r>
      <w:r w:rsidR="006036B2">
        <w:t xml:space="preserve">, </w:t>
      </w:r>
      <w:r w:rsidRPr="006056B1">
        <w:t>même quand le vent lui a souffleté l</w:t>
      </w:r>
      <w:r w:rsidR="006036B2">
        <w:t>’</w:t>
      </w:r>
      <w:r w:rsidRPr="006056B1">
        <w:t>oreille du terrible cri</w:t>
      </w:r>
      <w:r w:rsidR="006036B2">
        <w:t xml:space="preserve">, </w:t>
      </w:r>
      <w:r w:rsidRPr="006056B1">
        <w:t>même quand la vague où l</w:t>
      </w:r>
      <w:r w:rsidR="006036B2">
        <w:t>’</w:t>
      </w:r>
      <w:r w:rsidRPr="006056B1">
        <w:t>autre avait sombré est venue lancer au visage du vieux criminel son jet d</w:t>
      </w:r>
      <w:r w:rsidR="006036B2">
        <w:t>’</w:t>
      </w:r>
      <w:r w:rsidRPr="006056B1">
        <w:t>écume visqueuse pareille à un suprême crachat</w:t>
      </w:r>
      <w:r w:rsidR="006036B2">
        <w:t>.</w:t>
      </w:r>
    </w:p>
    <w:p w14:paraId="2FBCEC3C" w14:textId="77777777" w:rsidR="006036B2" w:rsidRDefault="00E85E1B" w:rsidP="00E85E1B">
      <w:r w:rsidRPr="006056B1">
        <w:t>Le lendemain</w:t>
      </w:r>
      <w:r w:rsidR="006036B2">
        <w:t xml:space="preserve">, </w:t>
      </w:r>
      <w:r w:rsidRPr="006056B1">
        <w:t>à la côte</w:t>
      </w:r>
      <w:r w:rsidR="006036B2">
        <w:t xml:space="preserve">, </w:t>
      </w:r>
      <w:r w:rsidRPr="006056B1">
        <w:t>on trouva un cadavre</w:t>
      </w:r>
      <w:r w:rsidR="006036B2">
        <w:t xml:space="preserve"> : </w:t>
      </w:r>
      <w:r w:rsidRPr="006056B1">
        <w:t>c</w:t>
      </w:r>
      <w:r w:rsidR="006036B2">
        <w:t>’</w:t>
      </w:r>
      <w:r w:rsidRPr="006056B1">
        <w:t xml:space="preserve">était le matelot du </w:t>
      </w:r>
      <w:r w:rsidRPr="006056B1">
        <w:rPr>
          <w:i/>
          <w:iCs/>
        </w:rPr>
        <w:t>Breton</w:t>
      </w:r>
      <w:r w:rsidR="006036B2">
        <w:t xml:space="preserve">. </w:t>
      </w:r>
      <w:r w:rsidRPr="006056B1">
        <w:t xml:space="preserve">Mais le </w:t>
      </w:r>
      <w:r w:rsidRPr="006056B1">
        <w:rPr>
          <w:i/>
          <w:iCs/>
        </w:rPr>
        <w:t>Breton</w:t>
      </w:r>
      <w:r w:rsidRPr="006056B1">
        <w:t xml:space="preserve"> lui-même</w:t>
      </w:r>
      <w:r w:rsidR="006036B2">
        <w:t xml:space="preserve">, </w:t>
      </w:r>
      <w:r w:rsidRPr="006056B1">
        <w:t>ni ce jour-là ni un autre</w:t>
      </w:r>
      <w:r w:rsidR="006036B2">
        <w:t xml:space="preserve">, </w:t>
      </w:r>
      <w:r w:rsidRPr="006056B1">
        <w:t>ni au bout des vingt et un jours traditionnels</w:t>
      </w:r>
      <w:r w:rsidR="006036B2">
        <w:t xml:space="preserve">, </w:t>
      </w:r>
      <w:r w:rsidRPr="006056B1">
        <w:t>on ne revit son pauvre corps</w:t>
      </w:r>
      <w:r w:rsidR="006036B2">
        <w:t xml:space="preserve">. </w:t>
      </w:r>
      <w:r w:rsidRPr="006056B1">
        <w:t>Il devait</w:t>
      </w:r>
      <w:r w:rsidR="006036B2">
        <w:t xml:space="preserve">, </w:t>
      </w:r>
      <w:r w:rsidRPr="006056B1">
        <w:t xml:space="preserve">selon le vœu féroce du </w:t>
      </w:r>
      <w:r w:rsidRPr="006056B1">
        <w:rPr>
          <w:i/>
          <w:iCs/>
        </w:rPr>
        <w:t>Petit-Doux</w:t>
      </w:r>
      <w:r w:rsidR="006036B2">
        <w:t xml:space="preserve">, </w:t>
      </w:r>
      <w:r w:rsidRPr="006056B1">
        <w:t>être resté dans le trou aux homards</w:t>
      </w:r>
      <w:r w:rsidR="006036B2">
        <w:t xml:space="preserve">, </w:t>
      </w:r>
      <w:r w:rsidRPr="006056B1">
        <w:t>qui s</w:t>
      </w:r>
      <w:r w:rsidR="006036B2">
        <w:t>’</w:t>
      </w:r>
      <w:r w:rsidRPr="006056B1">
        <w:t>en étaient régalés jusqu</w:t>
      </w:r>
      <w:r w:rsidR="006036B2">
        <w:t>’</w:t>
      </w:r>
      <w:r w:rsidRPr="006056B1">
        <w:t>au dernier lambeau</w:t>
      </w:r>
      <w:r w:rsidR="006036B2">
        <w:t>.</w:t>
      </w:r>
    </w:p>
    <w:p w14:paraId="389B67E2" w14:textId="77777777" w:rsidR="006036B2" w:rsidRDefault="00E85E1B" w:rsidP="00E85E1B">
      <w:r w:rsidRPr="006056B1">
        <w:t xml:space="preserve">Et le </w:t>
      </w:r>
      <w:r w:rsidRPr="006056B1">
        <w:rPr>
          <w:i/>
          <w:iCs/>
        </w:rPr>
        <w:t>Petit-Doux</w:t>
      </w:r>
      <w:r w:rsidRPr="006056B1">
        <w:t xml:space="preserve"> ne se gênait pas pour le dire et en être joyeux</w:t>
      </w:r>
      <w:r w:rsidR="006036B2">
        <w:t xml:space="preserve">, </w:t>
      </w:r>
      <w:r w:rsidRPr="006056B1">
        <w:t>même devant sa fille</w:t>
      </w:r>
      <w:r w:rsidR="006036B2">
        <w:t xml:space="preserve">, </w:t>
      </w:r>
      <w:r w:rsidRPr="006056B1">
        <w:t>la triste veuve</w:t>
      </w:r>
      <w:r w:rsidR="006036B2">
        <w:t xml:space="preserve">, </w:t>
      </w:r>
      <w:r w:rsidRPr="006056B1">
        <w:t>surtout devant elle</w:t>
      </w:r>
      <w:r w:rsidR="006036B2">
        <w:t>.</w:t>
      </w:r>
    </w:p>
    <w:p w14:paraId="6FB5D0FB" w14:textId="77777777" w:rsidR="006036B2" w:rsidRDefault="00E85E1B" w:rsidP="00E85E1B">
      <w:r w:rsidRPr="006056B1">
        <w:t>Il avait voulu la recueillir et avec elle ses sept orphelins</w:t>
      </w:r>
      <w:r w:rsidR="006036B2">
        <w:t xml:space="preserve"> ; </w:t>
      </w:r>
      <w:r w:rsidRPr="006056B1">
        <w:t>mais elle avait eu horreur de revenir sous le toit du scélérat par qui son homme était mort</w:t>
      </w:r>
      <w:r w:rsidR="006036B2">
        <w:t xml:space="preserve">, </w:t>
      </w:r>
      <w:r w:rsidRPr="006056B1">
        <w:t>et qu</w:t>
      </w:r>
      <w:r w:rsidR="006036B2">
        <w:t>’</w:t>
      </w:r>
      <w:r w:rsidRPr="006056B1">
        <w:t>elle ne pouvait plus considérer comme son père</w:t>
      </w:r>
      <w:r w:rsidR="006036B2">
        <w:t xml:space="preserve">, </w:t>
      </w:r>
      <w:r w:rsidRPr="006056B1">
        <w:t>jusqu</w:t>
      </w:r>
      <w:r w:rsidR="006036B2">
        <w:t>’</w:t>
      </w:r>
      <w:r w:rsidRPr="006056B1">
        <w:t>à oser lui répondre un jour</w:t>
      </w:r>
      <w:r w:rsidR="006036B2">
        <w:t> :</w:t>
      </w:r>
    </w:p>
    <w:p w14:paraId="1CDB6638" w14:textId="77777777" w:rsidR="006036B2" w:rsidRDefault="006036B2" w:rsidP="00E85E1B">
      <w:r>
        <w:t>— </w:t>
      </w:r>
      <w:r w:rsidR="00E85E1B" w:rsidRPr="006056B1">
        <w:t>Je ne suis pas votre enfant</w:t>
      </w:r>
      <w:r>
        <w:t xml:space="preserve">, </w:t>
      </w:r>
      <w:r w:rsidR="00E85E1B" w:rsidRPr="006056B1">
        <w:t>bien sûr</w:t>
      </w:r>
      <w:r>
        <w:t xml:space="preserve">, </w:t>
      </w:r>
      <w:r w:rsidR="00E85E1B" w:rsidRPr="006056B1">
        <w:t>et ma mère a dû m</w:t>
      </w:r>
      <w:r>
        <w:t>’</w:t>
      </w:r>
      <w:r w:rsidR="00E85E1B" w:rsidRPr="006056B1">
        <w:t>avoir avec un autre homme que vous</w:t>
      </w:r>
      <w:r>
        <w:t>.</w:t>
      </w:r>
    </w:p>
    <w:p w14:paraId="51AB059F" w14:textId="77777777" w:rsidR="006036B2" w:rsidRDefault="00E85E1B" w:rsidP="00E85E1B">
      <w:r w:rsidRPr="006056B1">
        <w:t>Et la haine de ces deux êtres devint farouche</w:t>
      </w:r>
      <w:r w:rsidR="006036B2">
        <w:t>.</w:t>
      </w:r>
    </w:p>
    <w:p w14:paraId="07A0BA29" w14:textId="77777777" w:rsidR="006036B2" w:rsidRDefault="006036B2" w:rsidP="00E85E1B">
      <w:r>
        <w:lastRenderedPageBreak/>
        <w:t>— </w:t>
      </w:r>
      <w:r w:rsidR="00E85E1B" w:rsidRPr="006056B1">
        <w:t xml:space="preserve">Ton </w:t>
      </w:r>
      <w:r w:rsidR="00E85E1B" w:rsidRPr="006056B1">
        <w:rPr>
          <w:i/>
          <w:iCs/>
        </w:rPr>
        <w:t>Breton</w:t>
      </w:r>
      <w:r>
        <w:rPr>
          <w:i/>
          <w:iCs/>
        </w:rPr>
        <w:t xml:space="preserve">, </w:t>
      </w:r>
      <w:r w:rsidR="00E85E1B" w:rsidRPr="006056B1">
        <w:t>disait parfois le vieux</w:t>
      </w:r>
      <w:r>
        <w:t xml:space="preserve">, </w:t>
      </w:r>
      <w:r w:rsidR="00E85E1B" w:rsidRPr="006056B1">
        <w:t>je voudrais pêcher le homard qui lui a sucé le cœur</w:t>
      </w:r>
      <w:r>
        <w:t xml:space="preserve">. </w:t>
      </w:r>
      <w:r w:rsidR="00E85E1B" w:rsidRPr="006056B1">
        <w:t>J</w:t>
      </w:r>
      <w:r>
        <w:t>’</w:t>
      </w:r>
      <w:r w:rsidR="00E85E1B" w:rsidRPr="006056B1">
        <w:t>en mangerais</w:t>
      </w:r>
      <w:r>
        <w:t xml:space="preserve">, </w:t>
      </w:r>
      <w:r w:rsidR="00E85E1B" w:rsidRPr="006056B1">
        <w:t>de c</w:t>
      </w:r>
      <w:r>
        <w:t>’</w:t>
      </w:r>
      <w:r w:rsidR="00E85E1B" w:rsidRPr="006056B1">
        <w:t>t homard-là</w:t>
      </w:r>
      <w:r>
        <w:t xml:space="preserve">, </w:t>
      </w:r>
      <w:r w:rsidR="00E85E1B" w:rsidRPr="006056B1">
        <w:t>comme du pain bénit</w:t>
      </w:r>
      <w:r>
        <w:t>.</w:t>
      </w:r>
    </w:p>
    <w:p w14:paraId="2C534FFC" w14:textId="77777777" w:rsidR="006036B2" w:rsidRDefault="00E85E1B" w:rsidP="00E85E1B">
      <w:r w:rsidRPr="006056B1">
        <w:t>Advint qu</w:t>
      </w:r>
      <w:r w:rsidR="006036B2">
        <w:t>’</w:t>
      </w:r>
      <w:r w:rsidRPr="006056B1">
        <w:t>une nuit</w:t>
      </w:r>
      <w:r w:rsidR="006036B2">
        <w:t xml:space="preserve">, </w:t>
      </w:r>
      <w:r w:rsidRPr="006056B1">
        <w:t xml:space="preserve">en chalutant par un temps calme aux environs de la </w:t>
      </w:r>
      <w:proofErr w:type="spellStart"/>
      <w:r w:rsidRPr="006056B1">
        <w:t>Flaupière</w:t>
      </w:r>
      <w:proofErr w:type="spellEnd"/>
      <w:r w:rsidR="006036B2">
        <w:t xml:space="preserve">, </w:t>
      </w:r>
      <w:r w:rsidRPr="006056B1">
        <w:t>l</w:t>
      </w:r>
      <w:r w:rsidR="006036B2">
        <w:t>’</w:t>
      </w:r>
      <w:r w:rsidRPr="006056B1">
        <w:rPr>
          <w:i/>
          <w:iCs/>
        </w:rPr>
        <w:t>Augustine</w:t>
      </w:r>
      <w:r w:rsidRPr="006056B1">
        <w:t xml:space="preserve"> amena sur le pont un h</w:t>
      </w:r>
      <w:r w:rsidRPr="006056B1">
        <w:t>o</w:t>
      </w:r>
      <w:r w:rsidRPr="006056B1">
        <w:t>mard monstrueux</w:t>
      </w:r>
      <w:r w:rsidR="006036B2">
        <w:t xml:space="preserve">, </w:t>
      </w:r>
      <w:r w:rsidRPr="006056B1">
        <w:t xml:space="preserve">et le </w:t>
      </w:r>
      <w:r w:rsidRPr="006056B1">
        <w:rPr>
          <w:i/>
          <w:iCs/>
        </w:rPr>
        <w:t>Petit-Doux</w:t>
      </w:r>
      <w:r w:rsidRPr="006056B1">
        <w:t xml:space="preserve"> s</w:t>
      </w:r>
      <w:r w:rsidR="006036B2">
        <w:t>’</w:t>
      </w:r>
      <w:r w:rsidRPr="006056B1">
        <w:t>imagina que son féroce d</w:t>
      </w:r>
      <w:r w:rsidRPr="006056B1">
        <w:t>é</w:t>
      </w:r>
      <w:r w:rsidRPr="006056B1">
        <w:t>sir était exaucé</w:t>
      </w:r>
      <w:r w:rsidR="006036B2">
        <w:t>.</w:t>
      </w:r>
    </w:p>
    <w:p w14:paraId="3B2A89F2" w14:textId="77777777" w:rsidR="006036B2" w:rsidRDefault="006036B2" w:rsidP="00E85E1B">
      <w:r>
        <w:t>— </w:t>
      </w:r>
      <w:r w:rsidR="00E85E1B" w:rsidRPr="006056B1">
        <w:t>Oui</w:t>
      </w:r>
      <w:r>
        <w:t xml:space="preserve">, </w:t>
      </w:r>
      <w:r w:rsidR="00E85E1B" w:rsidRPr="006056B1">
        <w:t>oui</w:t>
      </w:r>
      <w:r>
        <w:t xml:space="preserve">, </w:t>
      </w:r>
      <w:r w:rsidR="00E85E1B" w:rsidRPr="006056B1">
        <w:t>s</w:t>
      </w:r>
      <w:r>
        <w:t>’</w:t>
      </w:r>
      <w:r w:rsidR="00E85E1B" w:rsidRPr="006056B1">
        <w:t>écria-t-il</w:t>
      </w:r>
      <w:r>
        <w:t xml:space="preserve">, </w:t>
      </w:r>
      <w:r w:rsidR="00E85E1B" w:rsidRPr="006056B1">
        <w:t>c</w:t>
      </w:r>
      <w:r>
        <w:t>’</w:t>
      </w:r>
      <w:r w:rsidR="00E85E1B" w:rsidRPr="006056B1">
        <w:t>est celui-là qui a dû lui sucer le cœur</w:t>
      </w:r>
      <w:r>
        <w:t xml:space="preserve">, </w:t>
      </w:r>
      <w:r w:rsidR="00E85E1B" w:rsidRPr="006056B1">
        <w:t xml:space="preserve">au </w:t>
      </w:r>
      <w:r w:rsidR="00E85E1B" w:rsidRPr="006056B1">
        <w:rPr>
          <w:i/>
          <w:iCs/>
        </w:rPr>
        <w:t>Breton</w:t>
      </w:r>
      <w:r>
        <w:t xml:space="preserve">. </w:t>
      </w:r>
      <w:r w:rsidR="00E85E1B" w:rsidRPr="006056B1">
        <w:t>Ah</w:t>
      </w:r>
      <w:r>
        <w:t xml:space="preserve"> ! </w:t>
      </w:r>
      <w:r w:rsidR="00E85E1B" w:rsidRPr="006056B1">
        <w:t>je ne te vendrai point</w:t>
      </w:r>
      <w:r>
        <w:t xml:space="preserve">, </w:t>
      </w:r>
      <w:r w:rsidR="00E85E1B" w:rsidRPr="006056B1">
        <w:t>toi</w:t>
      </w:r>
      <w:r>
        <w:t xml:space="preserve">, </w:t>
      </w:r>
      <w:r w:rsidR="00E85E1B" w:rsidRPr="006056B1">
        <w:t>mon gros</w:t>
      </w:r>
      <w:r>
        <w:t xml:space="preserve">, </w:t>
      </w:r>
      <w:r w:rsidR="00E85E1B" w:rsidRPr="006056B1">
        <w:t>quoique tu vailles bien une pistole</w:t>
      </w:r>
      <w:r>
        <w:t xml:space="preserve">. </w:t>
      </w:r>
      <w:r w:rsidR="00E85E1B" w:rsidRPr="006056B1">
        <w:t>Ta chair m</w:t>
      </w:r>
      <w:r>
        <w:t>’</w:t>
      </w:r>
      <w:r w:rsidR="00E85E1B" w:rsidRPr="006056B1">
        <w:t>est trop goûtée</w:t>
      </w:r>
      <w:r>
        <w:t xml:space="preserve">. </w:t>
      </w:r>
      <w:r w:rsidR="00E85E1B" w:rsidRPr="006056B1">
        <w:t xml:space="preserve">Même à des </w:t>
      </w:r>
      <w:proofErr w:type="gramStart"/>
      <w:r w:rsidR="00E85E1B" w:rsidRPr="006056B1">
        <w:t>cents</w:t>
      </w:r>
      <w:proofErr w:type="gramEnd"/>
      <w:r w:rsidR="00E85E1B" w:rsidRPr="006056B1">
        <w:t xml:space="preserve"> et des mille la livre</w:t>
      </w:r>
      <w:r>
        <w:t xml:space="preserve">, </w:t>
      </w:r>
      <w:r w:rsidR="00E85E1B" w:rsidRPr="006056B1">
        <w:t>je te garde pour moi</w:t>
      </w:r>
      <w:r>
        <w:t xml:space="preserve">. </w:t>
      </w:r>
      <w:r w:rsidR="00E85E1B" w:rsidRPr="006056B1">
        <w:rPr>
          <w:i/>
          <w:iCs/>
        </w:rPr>
        <w:t>Br</w:t>
      </w:r>
      <w:r w:rsidR="00E85E1B" w:rsidRPr="006056B1">
        <w:rPr>
          <w:i/>
          <w:iCs/>
        </w:rPr>
        <w:t>e</w:t>
      </w:r>
      <w:r w:rsidR="00E85E1B" w:rsidRPr="006056B1">
        <w:rPr>
          <w:i/>
          <w:iCs/>
        </w:rPr>
        <w:t>ton</w:t>
      </w:r>
      <w:r w:rsidR="00E85E1B" w:rsidRPr="006056B1">
        <w:t xml:space="preserve"> de malheur</w:t>
      </w:r>
      <w:r>
        <w:t xml:space="preserve">, </w:t>
      </w:r>
      <w:r w:rsidR="00E85E1B" w:rsidRPr="006056B1">
        <w:t xml:space="preserve">charogne de </w:t>
      </w:r>
      <w:r w:rsidR="00E85E1B" w:rsidRPr="006056B1">
        <w:rPr>
          <w:i/>
          <w:iCs/>
        </w:rPr>
        <w:t>Breton</w:t>
      </w:r>
      <w:r>
        <w:t xml:space="preserve">, </w:t>
      </w:r>
      <w:r w:rsidR="00E85E1B" w:rsidRPr="006056B1">
        <w:t>je t</w:t>
      </w:r>
      <w:r>
        <w:t>’</w:t>
      </w:r>
      <w:r w:rsidR="00E85E1B" w:rsidRPr="006056B1">
        <w:t>enterrerai dans mon ventre</w:t>
      </w:r>
      <w:r>
        <w:t>.</w:t>
      </w:r>
    </w:p>
    <w:p w14:paraId="578F46A8" w14:textId="77777777" w:rsidR="006036B2" w:rsidRDefault="00E85E1B" w:rsidP="00E85E1B">
      <w:r w:rsidRPr="006056B1">
        <w:t>Et le lendemain</w:t>
      </w:r>
      <w:r w:rsidR="006036B2">
        <w:t xml:space="preserve">, </w:t>
      </w:r>
      <w:r w:rsidRPr="006056B1">
        <w:t>à sa fille</w:t>
      </w:r>
      <w:r w:rsidR="006036B2">
        <w:t xml:space="preserve">, </w:t>
      </w:r>
      <w:r w:rsidRPr="006056B1">
        <w:t>il redit la chose</w:t>
      </w:r>
      <w:r w:rsidR="006036B2">
        <w:t xml:space="preserve">, </w:t>
      </w:r>
      <w:r w:rsidRPr="006056B1">
        <w:t>s</w:t>
      </w:r>
      <w:r w:rsidR="006036B2">
        <w:t>’</w:t>
      </w:r>
      <w:r w:rsidRPr="006056B1">
        <w:t>exaltant en sa folie</w:t>
      </w:r>
      <w:r w:rsidR="006036B2">
        <w:t xml:space="preserve">, </w:t>
      </w:r>
      <w:r w:rsidRPr="006056B1">
        <w:t>se délectant à ressasser</w:t>
      </w:r>
      <w:r w:rsidR="006036B2">
        <w:t> :</w:t>
      </w:r>
    </w:p>
    <w:p w14:paraId="5F056A0D" w14:textId="77777777" w:rsidR="006036B2" w:rsidRDefault="006036B2" w:rsidP="00E85E1B">
      <w:r>
        <w:t>— </w:t>
      </w:r>
      <w:r w:rsidR="00E85E1B" w:rsidRPr="006056B1">
        <w:t>Dans mon ventre</w:t>
      </w:r>
      <w:r>
        <w:t xml:space="preserve">, </w:t>
      </w:r>
      <w:r w:rsidR="00E85E1B" w:rsidRPr="006056B1">
        <w:t>entends-tu</w:t>
      </w:r>
      <w:r>
        <w:t xml:space="preserve">, </w:t>
      </w:r>
      <w:r w:rsidR="00E85E1B" w:rsidRPr="006056B1">
        <w:t>gouine</w:t>
      </w:r>
      <w:r>
        <w:t xml:space="preserve">, </w:t>
      </w:r>
      <w:r w:rsidR="00E85E1B" w:rsidRPr="006056B1">
        <w:t>dans mon ventre</w:t>
      </w:r>
      <w:r>
        <w:t xml:space="preserve"> ! </w:t>
      </w:r>
      <w:r w:rsidR="00E85E1B" w:rsidRPr="006056B1">
        <w:t>Il sera dans mon ventre</w:t>
      </w:r>
      <w:r>
        <w:t xml:space="preserve">, </w:t>
      </w:r>
      <w:r w:rsidR="00E85E1B" w:rsidRPr="006056B1">
        <w:t>ton homme</w:t>
      </w:r>
      <w:r>
        <w:t xml:space="preserve">, </w:t>
      </w:r>
      <w:r w:rsidR="00E85E1B" w:rsidRPr="006056B1">
        <w:t>ton gueux d</w:t>
      </w:r>
      <w:r>
        <w:t>’</w:t>
      </w:r>
      <w:r w:rsidR="00E85E1B" w:rsidRPr="006056B1">
        <w:t>homme</w:t>
      </w:r>
      <w:r>
        <w:t xml:space="preserve">, </w:t>
      </w:r>
      <w:r w:rsidR="00E85E1B" w:rsidRPr="006056B1">
        <w:t>ton salop d</w:t>
      </w:r>
      <w:r>
        <w:t>’</w:t>
      </w:r>
      <w:r w:rsidR="00E85E1B" w:rsidRPr="006056B1">
        <w:t>homme</w:t>
      </w:r>
      <w:r>
        <w:t xml:space="preserve">, </w:t>
      </w:r>
      <w:r w:rsidR="00E85E1B" w:rsidRPr="006056B1">
        <w:t>dans mon ventre où j</w:t>
      </w:r>
      <w:r>
        <w:t>’</w:t>
      </w:r>
      <w:r w:rsidR="00E85E1B" w:rsidRPr="006056B1">
        <w:t>en ferai de la merde</w:t>
      </w:r>
      <w:r>
        <w:t>.</w:t>
      </w:r>
    </w:p>
    <w:p w14:paraId="53638F70" w14:textId="77777777" w:rsidR="006036B2" w:rsidRDefault="00E85E1B" w:rsidP="00E85E1B">
      <w:r w:rsidRPr="006056B1">
        <w:t>Elle blêmit de male rage et répliqua</w:t>
      </w:r>
      <w:r w:rsidR="006036B2">
        <w:t> :</w:t>
      </w:r>
    </w:p>
    <w:p w14:paraId="08F687F5" w14:textId="77777777" w:rsidR="006036B2" w:rsidRDefault="006036B2" w:rsidP="00E85E1B">
      <w:r>
        <w:t>— </w:t>
      </w:r>
      <w:r w:rsidR="00E85E1B" w:rsidRPr="006056B1">
        <w:t>Vous n</w:t>
      </w:r>
      <w:r>
        <w:t>’</w:t>
      </w:r>
      <w:r w:rsidR="00E85E1B" w:rsidRPr="006056B1">
        <w:t>oseriez pas</w:t>
      </w:r>
      <w:r>
        <w:t xml:space="preserve">. </w:t>
      </w:r>
      <w:r w:rsidR="00E85E1B" w:rsidRPr="006056B1">
        <w:t>Il vous le rongerait</w:t>
      </w:r>
      <w:r>
        <w:t xml:space="preserve">, </w:t>
      </w:r>
      <w:r w:rsidR="00E85E1B" w:rsidRPr="006056B1">
        <w:t>le ventre</w:t>
      </w:r>
      <w:r>
        <w:t xml:space="preserve">, </w:t>
      </w:r>
      <w:r w:rsidR="00E85E1B" w:rsidRPr="006056B1">
        <w:t>si c</w:t>
      </w:r>
      <w:r>
        <w:t>’</w:t>
      </w:r>
      <w:r w:rsidR="00E85E1B" w:rsidRPr="006056B1">
        <w:t>est lui</w:t>
      </w:r>
      <w:r>
        <w:t xml:space="preserve"> ! </w:t>
      </w:r>
      <w:r w:rsidR="00E85E1B" w:rsidRPr="006056B1">
        <w:t>Il vous le rongerait comme vous le méritez</w:t>
      </w:r>
      <w:r>
        <w:t>.</w:t>
      </w:r>
    </w:p>
    <w:p w14:paraId="13DC1A73" w14:textId="77777777" w:rsidR="006036B2" w:rsidRDefault="006036B2" w:rsidP="00E85E1B">
      <w:r>
        <w:t>— </w:t>
      </w:r>
      <w:r w:rsidR="00E85E1B" w:rsidRPr="006056B1">
        <w:t>C</w:t>
      </w:r>
      <w:r>
        <w:t>’</w:t>
      </w:r>
      <w:r w:rsidR="00E85E1B" w:rsidRPr="006056B1">
        <w:t>est lui</w:t>
      </w:r>
      <w:r>
        <w:t xml:space="preserve">, </w:t>
      </w:r>
      <w:r w:rsidR="00E85E1B" w:rsidRPr="006056B1">
        <w:t>c</w:t>
      </w:r>
      <w:r>
        <w:t>’</w:t>
      </w:r>
      <w:r w:rsidR="00E85E1B" w:rsidRPr="006056B1">
        <w:t>est lui</w:t>
      </w:r>
      <w:r>
        <w:t xml:space="preserve">, </w:t>
      </w:r>
      <w:r w:rsidR="00E85E1B" w:rsidRPr="006056B1">
        <w:t>que je te dis</w:t>
      </w:r>
      <w:r>
        <w:t xml:space="preserve">, </w:t>
      </w:r>
      <w:r w:rsidR="00E85E1B" w:rsidRPr="006056B1">
        <w:t>clamait le vieux</w:t>
      </w:r>
      <w:r>
        <w:t xml:space="preserve">. </w:t>
      </w:r>
      <w:r w:rsidR="00E85E1B" w:rsidRPr="006056B1">
        <w:t>Je suis sûr que c</w:t>
      </w:r>
      <w:r>
        <w:t>’</w:t>
      </w:r>
      <w:r w:rsidR="00E85E1B" w:rsidRPr="006056B1">
        <w:t>est lui</w:t>
      </w:r>
      <w:r>
        <w:t xml:space="preserve">. </w:t>
      </w:r>
      <w:r w:rsidR="00E85E1B" w:rsidRPr="006056B1">
        <w:t>Regarde comme il veut m</w:t>
      </w:r>
      <w:r>
        <w:t>’</w:t>
      </w:r>
      <w:r w:rsidR="00E85E1B" w:rsidRPr="006056B1">
        <w:t>agripper</w:t>
      </w:r>
      <w:r>
        <w:t xml:space="preserve">, </w:t>
      </w:r>
      <w:r w:rsidR="00E85E1B" w:rsidRPr="006056B1">
        <w:t>le forban</w:t>
      </w:r>
      <w:r>
        <w:t> !</w:t>
      </w:r>
    </w:p>
    <w:p w14:paraId="6275D7AA" w14:textId="77777777" w:rsidR="006036B2" w:rsidRDefault="00E85E1B" w:rsidP="00E85E1B">
      <w:r w:rsidRPr="006056B1">
        <w:t>Et elle répétait</w:t>
      </w:r>
      <w:r w:rsidR="006036B2">
        <w:t xml:space="preserve">, </w:t>
      </w:r>
      <w:r w:rsidRPr="006056B1">
        <w:t>s</w:t>
      </w:r>
      <w:r w:rsidR="006036B2">
        <w:t>’</w:t>
      </w:r>
      <w:r w:rsidRPr="006056B1">
        <w:t>affolant</w:t>
      </w:r>
      <w:r w:rsidR="006036B2">
        <w:t xml:space="preserve">, </w:t>
      </w:r>
      <w:r w:rsidRPr="006056B1">
        <w:t>elle aussi</w:t>
      </w:r>
      <w:r w:rsidR="006036B2">
        <w:t> :</w:t>
      </w:r>
    </w:p>
    <w:p w14:paraId="623217C4" w14:textId="77777777" w:rsidR="006036B2" w:rsidRDefault="006036B2" w:rsidP="00E85E1B">
      <w:r>
        <w:t>— </w:t>
      </w:r>
      <w:r w:rsidR="00E85E1B" w:rsidRPr="006056B1">
        <w:t>Il vous rongera le ventre</w:t>
      </w:r>
      <w:r>
        <w:t xml:space="preserve">, </w:t>
      </w:r>
      <w:r w:rsidR="00E85E1B" w:rsidRPr="006056B1">
        <w:t>vieil assassin</w:t>
      </w:r>
      <w:r>
        <w:t xml:space="preserve">. </w:t>
      </w:r>
      <w:r w:rsidR="00E85E1B" w:rsidRPr="006056B1">
        <w:t>Il vous le rong</w:t>
      </w:r>
      <w:r w:rsidR="00E85E1B" w:rsidRPr="006056B1">
        <w:t>e</w:t>
      </w:r>
      <w:r w:rsidR="00E85E1B" w:rsidRPr="006056B1">
        <w:t>ra</w:t>
      </w:r>
      <w:r>
        <w:t xml:space="preserve">, </w:t>
      </w:r>
      <w:r w:rsidR="00E85E1B" w:rsidRPr="006056B1">
        <w:t>j</w:t>
      </w:r>
      <w:r>
        <w:t>’</w:t>
      </w:r>
      <w:r w:rsidR="00E85E1B" w:rsidRPr="006056B1">
        <w:t>en réponds</w:t>
      </w:r>
      <w:r>
        <w:t xml:space="preserve">. </w:t>
      </w:r>
      <w:r w:rsidR="00E85E1B" w:rsidRPr="006056B1">
        <w:t>Il est plus fort que vous</w:t>
      </w:r>
      <w:r>
        <w:t xml:space="preserve">, </w:t>
      </w:r>
      <w:r w:rsidR="00E85E1B" w:rsidRPr="006056B1">
        <w:t>hein</w:t>
      </w:r>
      <w:r>
        <w:t xml:space="preserve"> ? </w:t>
      </w:r>
      <w:r w:rsidR="00E85E1B" w:rsidRPr="006056B1">
        <w:t xml:space="preserve">Vous </w:t>
      </w:r>
      <w:r w:rsidR="00E85E1B" w:rsidRPr="006056B1">
        <w:lastRenderedPageBreak/>
        <w:t>l</w:t>
      </w:r>
      <w:r>
        <w:t>’</w:t>
      </w:r>
      <w:proofErr w:type="spellStart"/>
      <w:r w:rsidR="00E85E1B" w:rsidRPr="006056B1">
        <w:t>savez</w:t>
      </w:r>
      <w:proofErr w:type="spellEnd"/>
      <w:r w:rsidR="00E85E1B" w:rsidRPr="006056B1">
        <w:t xml:space="preserve"> ben</w:t>
      </w:r>
      <w:r>
        <w:t xml:space="preserve">. </w:t>
      </w:r>
      <w:r w:rsidR="00E85E1B" w:rsidRPr="006056B1">
        <w:t>Osez donc le manger</w:t>
      </w:r>
      <w:r>
        <w:t xml:space="preserve">, </w:t>
      </w:r>
      <w:r w:rsidR="00E85E1B" w:rsidRPr="006056B1">
        <w:t>alors</w:t>
      </w:r>
      <w:r>
        <w:t xml:space="preserve">. </w:t>
      </w:r>
      <w:r w:rsidR="00E85E1B" w:rsidRPr="006056B1">
        <w:t>Osez donc</w:t>
      </w:r>
      <w:r>
        <w:t xml:space="preserve"> ! </w:t>
      </w:r>
      <w:r w:rsidR="00E85E1B" w:rsidRPr="006056B1">
        <w:t>Vous n</w:t>
      </w:r>
      <w:r>
        <w:t>’</w:t>
      </w:r>
      <w:r w:rsidR="00E85E1B" w:rsidRPr="006056B1">
        <w:t>oseriez pas</w:t>
      </w:r>
      <w:r>
        <w:t> !</w:t>
      </w:r>
    </w:p>
    <w:p w14:paraId="7E045AD1" w14:textId="77777777" w:rsidR="006036B2" w:rsidRDefault="006036B2" w:rsidP="00E85E1B">
      <w:r>
        <w:t>— </w:t>
      </w:r>
      <w:r w:rsidR="00E85E1B" w:rsidRPr="006056B1">
        <w:t>Je n</w:t>
      </w:r>
      <w:r>
        <w:t>’</w:t>
      </w:r>
      <w:r w:rsidR="00E85E1B" w:rsidRPr="006056B1">
        <w:t>oserais pas</w:t>
      </w:r>
      <w:r>
        <w:t xml:space="preserve"> ! </w:t>
      </w:r>
      <w:r w:rsidR="00E85E1B" w:rsidRPr="006056B1">
        <w:t xml:space="preserve">gueula le </w:t>
      </w:r>
      <w:r w:rsidR="00E85E1B" w:rsidRPr="006056B1">
        <w:rPr>
          <w:i/>
          <w:iCs/>
        </w:rPr>
        <w:t>Petit-Doux</w:t>
      </w:r>
      <w:r>
        <w:rPr>
          <w:i/>
          <w:iCs/>
        </w:rPr>
        <w:t xml:space="preserve">. </w:t>
      </w:r>
      <w:r w:rsidR="00E85E1B" w:rsidRPr="006056B1">
        <w:t>Tiens</w:t>
      </w:r>
      <w:r>
        <w:t xml:space="preserve">, </w:t>
      </w:r>
      <w:r w:rsidR="00E85E1B" w:rsidRPr="006056B1">
        <w:t>putain</w:t>
      </w:r>
      <w:r>
        <w:t xml:space="preserve">, </w:t>
      </w:r>
      <w:r w:rsidR="00E85E1B" w:rsidRPr="006056B1">
        <w:t>tiens</w:t>
      </w:r>
      <w:r>
        <w:t xml:space="preserve">, </w:t>
      </w:r>
      <w:r w:rsidR="00E85E1B" w:rsidRPr="006056B1">
        <w:t>tu vas voir</w:t>
      </w:r>
      <w:r>
        <w:t xml:space="preserve">. </w:t>
      </w:r>
      <w:r w:rsidR="00E85E1B" w:rsidRPr="006056B1">
        <w:t>Tout cru</w:t>
      </w:r>
      <w:r>
        <w:t xml:space="preserve">, </w:t>
      </w:r>
      <w:r w:rsidR="00E85E1B" w:rsidRPr="006056B1">
        <w:t>que je le mangerai</w:t>
      </w:r>
      <w:r>
        <w:t xml:space="preserve">, </w:t>
      </w:r>
      <w:r w:rsidR="00E85E1B" w:rsidRPr="006056B1">
        <w:t>tout cru</w:t>
      </w:r>
      <w:r>
        <w:t xml:space="preserve">, </w:t>
      </w:r>
      <w:r w:rsidR="00E85E1B" w:rsidRPr="006056B1">
        <w:t>comme je l</w:t>
      </w:r>
      <w:r>
        <w:t>’</w:t>
      </w:r>
      <w:r w:rsidR="00E85E1B" w:rsidRPr="006056B1">
        <w:t>aurais mangé de son vivant</w:t>
      </w:r>
      <w:r>
        <w:t xml:space="preserve">, </w:t>
      </w:r>
      <w:r w:rsidR="00E85E1B" w:rsidRPr="006056B1">
        <w:t>tout cru</w:t>
      </w:r>
      <w:r>
        <w:t xml:space="preserve">, </w:t>
      </w:r>
      <w:r w:rsidR="00E85E1B" w:rsidRPr="006056B1">
        <w:t>pour mieux le sentir sous mes dents</w:t>
      </w:r>
      <w:r>
        <w:t xml:space="preserve">, </w:t>
      </w:r>
      <w:r w:rsidR="00E85E1B" w:rsidRPr="006056B1">
        <w:t>et pour qu</w:t>
      </w:r>
      <w:r>
        <w:t>’</w:t>
      </w:r>
      <w:r w:rsidR="00E85E1B" w:rsidRPr="006056B1">
        <w:t>il sente si je n</w:t>
      </w:r>
      <w:r>
        <w:t>’</w:t>
      </w:r>
      <w:r w:rsidR="00E85E1B" w:rsidRPr="006056B1">
        <w:t>ose pas</w:t>
      </w:r>
      <w:r>
        <w:t>.</w:t>
      </w:r>
    </w:p>
    <w:p w14:paraId="5A7F4B64" w14:textId="77777777" w:rsidR="006036B2" w:rsidRDefault="00E85E1B" w:rsidP="00E85E1B">
      <w:r w:rsidRPr="006056B1">
        <w:t>Et</w:t>
      </w:r>
      <w:r w:rsidR="006036B2">
        <w:t xml:space="preserve">, </w:t>
      </w:r>
      <w:r w:rsidRPr="006056B1">
        <w:t>à coups de hachette</w:t>
      </w:r>
      <w:r w:rsidR="006036B2">
        <w:t xml:space="preserve">, </w:t>
      </w:r>
      <w:r w:rsidRPr="006056B1">
        <w:t>il tronçonna le homard</w:t>
      </w:r>
      <w:r w:rsidR="006036B2">
        <w:t xml:space="preserve">, </w:t>
      </w:r>
      <w:r w:rsidRPr="006056B1">
        <w:t>puis mo</w:t>
      </w:r>
      <w:r w:rsidRPr="006056B1">
        <w:t>r</w:t>
      </w:r>
      <w:r w:rsidRPr="006056B1">
        <w:t>dit à pleine bouche dans la chair pantelante et coriace</w:t>
      </w:r>
      <w:r w:rsidR="006036B2">
        <w:t xml:space="preserve">, </w:t>
      </w:r>
      <w:r w:rsidRPr="006056B1">
        <w:t>qu</w:t>
      </w:r>
      <w:r w:rsidR="006036B2">
        <w:t>’</w:t>
      </w:r>
      <w:r w:rsidRPr="006056B1">
        <w:t>il d</w:t>
      </w:r>
      <w:r w:rsidRPr="006056B1">
        <w:t>é</w:t>
      </w:r>
      <w:r w:rsidRPr="006056B1">
        <w:t>chiquetait</w:t>
      </w:r>
      <w:r w:rsidR="006036B2">
        <w:t xml:space="preserve">, </w:t>
      </w:r>
      <w:r w:rsidRPr="006056B1">
        <w:t>avalait par grands lambeaux sans la mastiquer</w:t>
      </w:r>
      <w:r w:rsidR="006036B2">
        <w:t>.</w:t>
      </w:r>
    </w:p>
    <w:p w14:paraId="1621E351" w14:textId="77777777" w:rsidR="006036B2" w:rsidRDefault="00E85E1B" w:rsidP="00E85E1B">
      <w:r w:rsidRPr="006056B1">
        <w:t>La femme</w:t>
      </w:r>
      <w:r w:rsidR="006036B2">
        <w:t xml:space="preserve">, </w:t>
      </w:r>
      <w:r w:rsidRPr="006056B1">
        <w:t>à voix basse et rauque maintenant</w:t>
      </w:r>
      <w:r w:rsidR="006036B2">
        <w:t xml:space="preserve">, </w:t>
      </w:r>
      <w:r w:rsidRPr="006056B1">
        <w:t>comme si elle récitait des litanies de sorcière</w:t>
      </w:r>
      <w:r w:rsidR="006036B2">
        <w:t xml:space="preserve">, </w:t>
      </w:r>
      <w:r w:rsidRPr="006056B1">
        <w:t>marmottait en le regardant jusqu</w:t>
      </w:r>
      <w:r w:rsidR="006036B2">
        <w:t>’</w:t>
      </w:r>
      <w:r w:rsidRPr="006056B1">
        <w:t>au fond des yeux avec un regard envoûteur</w:t>
      </w:r>
      <w:r w:rsidR="006036B2">
        <w:t> :</w:t>
      </w:r>
    </w:p>
    <w:p w14:paraId="68982125" w14:textId="77777777" w:rsidR="006036B2" w:rsidRDefault="006036B2" w:rsidP="00E85E1B">
      <w:r>
        <w:t>— </w:t>
      </w:r>
      <w:r w:rsidR="00E85E1B" w:rsidRPr="006056B1">
        <w:t>Manges-y le ventre</w:t>
      </w:r>
      <w:r>
        <w:t xml:space="preserve">, </w:t>
      </w:r>
      <w:r w:rsidR="00E85E1B" w:rsidRPr="006056B1">
        <w:t>mon homme</w:t>
      </w:r>
      <w:r>
        <w:t xml:space="preserve">, </w:t>
      </w:r>
      <w:r w:rsidR="00E85E1B" w:rsidRPr="006056B1">
        <w:t>manges-y le ventre</w:t>
      </w:r>
      <w:r>
        <w:t xml:space="preserve">, </w:t>
      </w:r>
      <w:r w:rsidR="00E85E1B" w:rsidRPr="006056B1">
        <w:t>à ton assassin</w:t>
      </w:r>
      <w:r>
        <w:t xml:space="preserve">, </w:t>
      </w:r>
      <w:r w:rsidR="00E85E1B" w:rsidRPr="006056B1">
        <w:t>manges-y le ventre</w:t>
      </w:r>
      <w:r>
        <w:t>.</w:t>
      </w:r>
    </w:p>
    <w:p w14:paraId="3BDDC6F5" w14:textId="77777777" w:rsidR="006036B2" w:rsidRDefault="00E85E1B" w:rsidP="00E85E1B">
      <w:r w:rsidRPr="006056B1">
        <w:t xml:space="preserve">Et soudain le </w:t>
      </w:r>
      <w:r w:rsidRPr="006056B1">
        <w:rPr>
          <w:i/>
          <w:iCs/>
        </w:rPr>
        <w:t>Petit-Doux</w:t>
      </w:r>
      <w:r w:rsidR="006036B2">
        <w:rPr>
          <w:i/>
          <w:iCs/>
        </w:rPr>
        <w:t xml:space="preserve">, </w:t>
      </w:r>
      <w:r w:rsidRPr="006056B1">
        <w:t>obéissant malgré lui à l</w:t>
      </w:r>
      <w:r w:rsidR="006036B2">
        <w:t>’</w:t>
      </w:r>
      <w:r w:rsidRPr="006056B1">
        <w:t>impérieuse suggestion</w:t>
      </w:r>
      <w:r w:rsidR="006036B2">
        <w:t xml:space="preserve">, </w:t>
      </w:r>
      <w:r w:rsidRPr="006056B1">
        <w:t>se sentit comme des crocs plantés au creux de l</w:t>
      </w:r>
      <w:r w:rsidR="006036B2">
        <w:t>’</w:t>
      </w:r>
      <w:r w:rsidRPr="006056B1">
        <w:t>estomac</w:t>
      </w:r>
      <w:r w:rsidR="006036B2">
        <w:t xml:space="preserve">, </w:t>
      </w:r>
      <w:r w:rsidRPr="006056B1">
        <w:t>et pâlit d</w:t>
      </w:r>
      <w:r w:rsidR="006036B2">
        <w:t>’</w:t>
      </w:r>
      <w:r w:rsidRPr="006056B1">
        <w:t>horreur</w:t>
      </w:r>
      <w:r w:rsidR="006036B2">
        <w:t xml:space="preserve">, </w:t>
      </w:r>
      <w:r w:rsidRPr="006056B1">
        <w:t>puis s</w:t>
      </w:r>
      <w:r w:rsidR="006036B2">
        <w:t>’</w:t>
      </w:r>
      <w:r w:rsidRPr="006056B1">
        <w:t>empourpra d</w:t>
      </w:r>
      <w:r w:rsidR="006036B2">
        <w:t>’</w:t>
      </w:r>
      <w:r w:rsidRPr="006056B1">
        <w:t>étouffement</w:t>
      </w:r>
      <w:r w:rsidR="006036B2">
        <w:t xml:space="preserve">, </w:t>
      </w:r>
      <w:r w:rsidRPr="006056B1">
        <w:t>la face violette</w:t>
      </w:r>
      <w:r w:rsidR="006036B2">
        <w:t xml:space="preserve">, </w:t>
      </w:r>
      <w:r w:rsidRPr="006056B1">
        <w:t>et cria dans un affreux hoquet</w:t>
      </w:r>
      <w:r w:rsidR="006036B2">
        <w:t> :</w:t>
      </w:r>
    </w:p>
    <w:p w14:paraId="4BC36E53" w14:textId="77777777" w:rsidR="006036B2" w:rsidRDefault="006036B2" w:rsidP="00E85E1B">
      <w:r>
        <w:t>— </w:t>
      </w:r>
      <w:r w:rsidR="00E85E1B" w:rsidRPr="006056B1">
        <w:t>À boire</w:t>
      </w:r>
      <w:r>
        <w:t xml:space="preserve"> ! </w:t>
      </w:r>
      <w:r w:rsidR="00E85E1B" w:rsidRPr="006056B1">
        <w:t>À boire</w:t>
      </w:r>
      <w:r>
        <w:t> !</w:t>
      </w:r>
    </w:p>
    <w:p w14:paraId="0B4FDFE8" w14:textId="77777777" w:rsidR="006036B2" w:rsidRDefault="006036B2" w:rsidP="00E85E1B">
      <w:r>
        <w:t>— </w:t>
      </w:r>
      <w:r w:rsidR="00E85E1B" w:rsidRPr="006056B1">
        <w:t>Manges-y le ventre</w:t>
      </w:r>
      <w:r>
        <w:t xml:space="preserve">, </w:t>
      </w:r>
      <w:r w:rsidR="00E85E1B" w:rsidRPr="006056B1">
        <w:t>mon homme</w:t>
      </w:r>
      <w:r>
        <w:t xml:space="preserve">, </w:t>
      </w:r>
      <w:r w:rsidR="00E85E1B" w:rsidRPr="006056B1">
        <w:t>ronronnait toujours la veuve</w:t>
      </w:r>
      <w:r>
        <w:t xml:space="preserve">, </w:t>
      </w:r>
      <w:r w:rsidR="00E85E1B" w:rsidRPr="006056B1">
        <w:t>implacablement</w:t>
      </w:r>
      <w:r>
        <w:t xml:space="preserve">, </w:t>
      </w:r>
      <w:r w:rsidR="00E85E1B" w:rsidRPr="006056B1">
        <w:t>manges-y le ventre</w:t>
      </w:r>
      <w:r>
        <w:t xml:space="preserve">, </w:t>
      </w:r>
      <w:r w:rsidR="00E85E1B" w:rsidRPr="006056B1">
        <w:t>à ton assassin</w:t>
      </w:r>
      <w:r>
        <w:t xml:space="preserve">, </w:t>
      </w:r>
      <w:r w:rsidR="00E85E1B" w:rsidRPr="006056B1">
        <w:t>manges-y le ventre</w:t>
      </w:r>
      <w:r>
        <w:t>.</w:t>
      </w:r>
    </w:p>
    <w:p w14:paraId="40432378" w14:textId="77777777" w:rsidR="006036B2" w:rsidRDefault="00E85E1B" w:rsidP="00E85E1B">
      <w:r w:rsidRPr="006056B1">
        <w:t xml:space="preserve">Le </w:t>
      </w:r>
      <w:r w:rsidRPr="006056B1">
        <w:rPr>
          <w:i/>
          <w:iCs/>
        </w:rPr>
        <w:t>Petit-Doux</w:t>
      </w:r>
      <w:r w:rsidRPr="006056B1">
        <w:t xml:space="preserve"> empoigna par le col un litre d</w:t>
      </w:r>
      <w:r w:rsidR="006036B2">
        <w:t>’</w:t>
      </w:r>
      <w:r w:rsidRPr="006056B1">
        <w:t>eau-de-vie</w:t>
      </w:r>
      <w:r w:rsidR="006036B2">
        <w:t xml:space="preserve">, </w:t>
      </w:r>
      <w:r w:rsidRPr="006056B1">
        <w:t>et vite</w:t>
      </w:r>
      <w:r w:rsidR="006036B2">
        <w:t xml:space="preserve">, </w:t>
      </w:r>
      <w:r w:rsidRPr="006056B1">
        <w:t>vite</w:t>
      </w:r>
      <w:r w:rsidR="006036B2">
        <w:t xml:space="preserve">, </w:t>
      </w:r>
      <w:r w:rsidRPr="006056B1">
        <w:t>à larges goulées</w:t>
      </w:r>
      <w:r w:rsidR="006036B2">
        <w:t xml:space="preserve">, </w:t>
      </w:r>
      <w:r w:rsidRPr="006056B1">
        <w:t>se jeta du liquide à flots dans la gorge</w:t>
      </w:r>
      <w:r w:rsidR="006036B2">
        <w:t>.</w:t>
      </w:r>
    </w:p>
    <w:p w14:paraId="2BC9EC81" w14:textId="77777777" w:rsidR="006036B2" w:rsidRDefault="00E85E1B" w:rsidP="00E85E1B">
      <w:r w:rsidRPr="006056B1">
        <w:t>Mais plus il versait</w:t>
      </w:r>
      <w:r w:rsidR="006036B2">
        <w:t xml:space="preserve">, </w:t>
      </w:r>
      <w:r w:rsidRPr="006056B1">
        <w:t>plus il avait soif</w:t>
      </w:r>
      <w:r w:rsidR="006036B2">
        <w:t xml:space="preserve">, </w:t>
      </w:r>
      <w:r w:rsidRPr="006056B1">
        <w:t>et plus le trou se cre</w:t>
      </w:r>
      <w:r w:rsidRPr="006056B1">
        <w:t>u</w:t>
      </w:r>
      <w:r w:rsidRPr="006056B1">
        <w:t>sait</w:t>
      </w:r>
      <w:r w:rsidR="006036B2">
        <w:t xml:space="preserve">, </w:t>
      </w:r>
      <w:r w:rsidRPr="006056B1">
        <w:t>là-bas</w:t>
      </w:r>
      <w:r w:rsidR="006036B2">
        <w:t xml:space="preserve">, </w:t>
      </w:r>
      <w:r w:rsidRPr="006056B1">
        <w:t>dans son estomac dévoré</w:t>
      </w:r>
      <w:r w:rsidR="006036B2">
        <w:t xml:space="preserve">, </w:t>
      </w:r>
      <w:r w:rsidRPr="006056B1">
        <w:t>dans ses boyaux comme mâchés et remâchés</w:t>
      </w:r>
      <w:r w:rsidR="006036B2">
        <w:t>.</w:t>
      </w:r>
    </w:p>
    <w:p w14:paraId="45F4273E" w14:textId="77777777" w:rsidR="006036B2" w:rsidRDefault="00E85E1B" w:rsidP="00E85E1B">
      <w:r w:rsidRPr="006056B1">
        <w:lastRenderedPageBreak/>
        <w:t>D</w:t>
      </w:r>
      <w:r w:rsidR="006036B2">
        <w:t>’</w:t>
      </w:r>
      <w:r w:rsidRPr="006056B1">
        <w:t>une lampée nouvelle</w:t>
      </w:r>
      <w:r w:rsidR="006036B2">
        <w:t xml:space="preserve">, </w:t>
      </w:r>
      <w:r w:rsidRPr="006056B1">
        <w:t>il ingurgita le litre jusqu</w:t>
      </w:r>
      <w:r w:rsidR="006036B2">
        <w:t>’</w:t>
      </w:r>
      <w:r w:rsidRPr="006056B1">
        <w:t>à la mo</w:t>
      </w:r>
      <w:r w:rsidRPr="006056B1">
        <w:t>i</w:t>
      </w:r>
      <w:r w:rsidRPr="006056B1">
        <w:t>tié</w:t>
      </w:r>
      <w:r w:rsidR="006036B2">
        <w:t xml:space="preserve">, </w:t>
      </w:r>
      <w:r w:rsidRPr="006056B1">
        <w:t>puis d</w:t>
      </w:r>
      <w:r w:rsidR="006036B2">
        <w:t>’</w:t>
      </w:r>
      <w:r w:rsidRPr="006056B1">
        <w:t>une autre jusqu</w:t>
      </w:r>
      <w:r w:rsidR="006036B2">
        <w:t>’</w:t>
      </w:r>
      <w:r w:rsidRPr="006056B1">
        <w:t>aux trois quarts</w:t>
      </w:r>
      <w:r w:rsidR="006036B2">
        <w:t xml:space="preserve">, </w:t>
      </w:r>
      <w:r w:rsidRPr="006056B1">
        <w:t>et enfin d</w:t>
      </w:r>
      <w:r w:rsidR="006036B2">
        <w:t>’</w:t>
      </w:r>
      <w:r w:rsidRPr="006056B1">
        <w:t>un dernier trait il le vida</w:t>
      </w:r>
      <w:r w:rsidR="006036B2">
        <w:t xml:space="preserve">, </w:t>
      </w:r>
      <w:r w:rsidRPr="006056B1">
        <w:t>pour tâcher de le noyer et de le brûler tout à la fois</w:t>
      </w:r>
      <w:r w:rsidR="006036B2">
        <w:t xml:space="preserve">, </w:t>
      </w:r>
      <w:r w:rsidRPr="006056B1">
        <w:t>le hideux et victorieux ennemi dont il se sentait la proie v</w:t>
      </w:r>
      <w:r w:rsidRPr="006056B1">
        <w:t>i</w:t>
      </w:r>
      <w:r w:rsidRPr="006056B1">
        <w:t>vante</w:t>
      </w:r>
      <w:r w:rsidR="006036B2">
        <w:t>.</w:t>
      </w:r>
    </w:p>
    <w:p w14:paraId="02E16A1D" w14:textId="77777777" w:rsidR="006036B2" w:rsidRDefault="00E85E1B" w:rsidP="00E85E1B">
      <w:r w:rsidRPr="006056B1">
        <w:t>Et tout d</w:t>
      </w:r>
      <w:r w:rsidR="006036B2">
        <w:t>’</w:t>
      </w:r>
      <w:r w:rsidRPr="006056B1">
        <w:t>un coup</w:t>
      </w:r>
      <w:r w:rsidR="006036B2">
        <w:t xml:space="preserve">, </w:t>
      </w:r>
      <w:r w:rsidRPr="006056B1">
        <w:t>comme une masse</w:t>
      </w:r>
      <w:r w:rsidR="006036B2">
        <w:t xml:space="preserve">, </w:t>
      </w:r>
      <w:r w:rsidRPr="006056B1">
        <w:t xml:space="preserve">le </w:t>
      </w:r>
      <w:r w:rsidRPr="006056B1">
        <w:rPr>
          <w:i/>
          <w:iCs/>
        </w:rPr>
        <w:t>Petit-Doux</w:t>
      </w:r>
      <w:r w:rsidRPr="006056B1">
        <w:t xml:space="preserve"> se lai</w:t>
      </w:r>
      <w:r w:rsidRPr="006056B1">
        <w:t>s</w:t>
      </w:r>
      <w:r w:rsidRPr="006056B1">
        <w:t>sa choir</w:t>
      </w:r>
      <w:r w:rsidR="006036B2">
        <w:t xml:space="preserve">, </w:t>
      </w:r>
      <w:proofErr w:type="spellStart"/>
      <w:r w:rsidRPr="006056B1">
        <w:t>ahogué</w:t>
      </w:r>
      <w:proofErr w:type="spellEnd"/>
      <w:r w:rsidRPr="006056B1">
        <w:t xml:space="preserve"> par la viande dense et lourde</w:t>
      </w:r>
      <w:r w:rsidR="006036B2">
        <w:t xml:space="preserve">, </w:t>
      </w:r>
      <w:r w:rsidRPr="006056B1">
        <w:t>assommé sous le coup de poing de l</w:t>
      </w:r>
      <w:r w:rsidR="006036B2">
        <w:t>’</w:t>
      </w:r>
      <w:r w:rsidRPr="006056B1">
        <w:t>alcool</w:t>
      </w:r>
      <w:r w:rsidR="006036B2">
        <w:t>.</w:t>
      </w:r>
    </w:p>
    <w:p w14:paraId="3E8980A4" w14:textId="77777777" w:rsidR="006036B2" w:rsidRDefault="00E85E1B" w:rsidP="00E85E1B">
      <w:r w:rsidRPr="006056B1">
        <w:t>Et</w:t>
      </w:r>
      <w:r w:rsidR="006036B2">
        <w:t xml:space="preserve">, </w:t>
      </w:r>
      <w:r w:rsidRPr="006056B1">
        <w:t>tandis qu</w:t>
      </w:r>
      <w:r w:rsidR="006036B2">
        <w:t>’</w:t>
      </w:r>
      <w:r w:rsidRPr="006056B1">
        <w:t>il gigotait encore aux</w:t>
      </w:r>
      <w:r w:rsidRPr="006056B1">
        <w:rPr>
          <w:bCs/>
        </w:rPr>
        <w:t xml:space="preserve"> </w:t>
      </w:r>
      <w:r w:rsidRPr="006056B1">
        <w:t>suprêmes sursauts de la congestion</w:t>
      </w:r>
      <w:r w:rsidR="006036B2">
        <w:t xml:space="preserve">, </w:t>
      </w:r>
      <w:r w:rsidRPr="006056B1">
        <w:t>tandis qu</w:t>
      </w:r>
      <w:r w:rsidR="006036B2">
        <w:t>’</w:t>
      </w:r>
      <w:r w:rsidRPr="006056B1">
        <w:t>il râlait agonisant</w:t>
      </w:r>
      <w:r w:rsidR="006036B2">
        <w:t xml:space="preserve">, </w:t>
      </w:r>
      <w:r w:rsidRPr="006056B1">
        <w:t xml:space="preserve">la veuve du </w:t>
      </w:r>
      <w:r w:rsidRPr="006056B1">
        <w:rPr>
          <w:i/>
          <w:iCs/>
        </w:rPr>
        <w:t>Breton</w:t>
      </w:r>
      <w:r w:rsidRPr="006056B1">
        <w:rPr>
          <w:bCs/>
          <w:iCs/>
        </w:rPr>
        <w:t xml:space="preserve"> </w:t>
      </w:r>
      <w:r w:rsidRPr="006056B1">
        <w:t>co</w:t>
      </w:r>
      <w:r w:rsidRPr="006056B1">
        <w:t>n</w:t>
      </w:r>
      <w:r w:rsidRPr="006056B1">
        <w:t>tinuait à psalmodier ainsi que des</w:t>
      </w:r>
      <w:r w:rsidRPr="006056B1">
        <w:rPr>
          <w:bCs/>
        </w:rPr>
        <w:t xml:space="preserve"> </w:t>
      </w:r>
      <w:r w:rsidRPr="006056B1">
        <w:t>litanies de sorcière envo</w:t>
      </w:r>
      <w:r w:rsidRPr="006056B1">
        <w:t>û</w:t>
      </w:r>
      <w:r w:rsidRPr="006056B1">
        <w:t>teuse</w:t>
      </w:r>
      <w:r w:rsidR="006036B2">
        <w:t xml:space="preserve">, </w:t>
      </w:r>
      <w:r w:rsidRPr="006056B1">
        <w:t>d</w:t>
      </w:r>
      <w:r w:rsidR="006036B2">
        <w:t>’</w:t>
      </w:r>
      <w:r w:rsidRPr="006056B1">
        <w:t>une voix</w:t>
      </w:r>
      <w:r w:rsidRPr="006056B1">
        <w:rPr>
          <w:bCs/>
        </w:rPr>
        <w:t xml:space="preserve"> </w:t>
      </w:r>
      <w:r w:rsidRPr="006056B1">
        <w:t>monotone</w:t>
      </w:r>
      <w:r w:rsidR="006036B2">
        <w:t xml:space="preserve">, </w:t>
      </w:r>
      <w:r w:rsidRPr="006056B1">
        <w:t>machinale et somnambulique</w:t>
      </w:r>
      <w:r w:rsidR="006036B2">
        <w:t> :</w:t>
      </w:r>
    </w:p>
    <w:p w14:paraId="22B51AEB" w14:textId="77777777" w:rsidR="006036B2" w:rsidRDefault="006036B2" w:rsidP="00E85E1B">
      <w:r>
        <w:t>— </w:t>
      </w:r>
      <w:r w:rsidR="00E85E1B" w:rsidRPr="006056B1">
        <w:t>Manges-y le ventre</w:t>
      </w:r>
      <w:r>
        <w:t xml:space="preserve">, </w:t>
      </w:r>
      <w:r w:rsidR="00E85E1B" w:rsidRPr="006056B1">
        <w:t>mon homme</w:t>
      </w:r>
      <w:r>
        <w:t xml:space="preserve">, </w:t>
      </w:r>
      <w:r w:rsidR="00E85E1B" w:rsidRPr="006056B1">
        <w:t>manges-y le ventre</w:t>
      </w:r>
      <w:r>
        <w:t xml:space="preserve">, </w:t>
      </w:r>
      <w:r w:rsidR="00E85E1B" w:rsidRPr="006056B1">
        <w:t>à ton assassin</w:t>
      </w:r>
      <w:r>
        <w:t xml:space="preserve">, </w:t>
      </w:r>
      <w:r w:rsidR="00E85E1B" w:rsidRPr="006056B1">
        <w:t>manges-y le ventre</w:t>
      </w:r>
      <w:r>
        <w:t xml:space="preserve">, </w:t>
      </w:r>
      <w:r w:rsidR="00E85E1B" w:rsidRPr="006056B1">
        <w:t>mon homme</w:t>
      </w:r>
      <w:r>
        <w:t xml:space="preserve">, </w:t>
      </w:r>
      <w:r w:rsidR="00E85E1B" w:rsidRPr="006056B1">
        <w:t>manges-y le ventre</w:t>
      </w:r>
      <w:r>
        <w:t> !</w:t>
      </w:r>
    </w:p>
    <w:p w14:paraId="4AAA50F9" w14:textId="3C18E926" w:rsidR="00E85E1B" w:rsidRPr="006056B1" w:rsidRDefault="00E85E1B" w:rsidP="006036B2">
      <w:pPr>
        <w:pStyle w:val="Titre1"/>
        <w:rPr>
          <w:rFonts w:eastAsia="Batang"/>
        </w:rPr>
      </w:pPr>
      <w:bookmarkStart w:id="23" w:name="_Toc194853057"/>
      <w:r w:rsidRPr="006056B1">
        <w:rPr>
          <w:rFonts w:eastAsia="Batang"/>
        </w:rPr>
        <w:lastRenderedPageBreak/>
        <w:t>TRIPES</w:t>
      </w:r>
      <w:bookmarkEnd w:id="23"/>
    </w:p>
    <w:p w14:paraId="77CEFF58" w14:textId="77777777" w:rsidR="006036B2" w:rsidRDefault="00E85E1B" w:rsidP="00E85E1B">
      <w:r w:rsidRPr="006056B1">
        <w:t xml:space="preserve">Le Normand Guillaume et le Provençal </w:t>
      </w:r>
      <w:proofErr w:type="spellStart"/>
      <w:r w:rsidRPr="006056B1">
        <w:t>Barthoumiou</w:t>
      </w:r>
      <w:proofErr w:type="spellEnd"/>
      <w:r w:rsidR="006036B2">
        <w:t xml:space="preserve">, </w:t>
      </w:r>
      <w:r w:rsidRPr="006056B1">
        <w:t>a</w:t>
      </w:r>
      <w:r w:rsidRPr="006056B1">
        <w:t>n</w:t>
      </w:r>
      <w:r w:rsidRPr="006056B1">
        <w:t>ciens marsouins de la flotte</w:t>
      </w:r>
      <w:r w:rsidR="006036B2">
        <w:t xml:space="preserve">, </w:t>
      </w:r>
      <w:r w:rsidRPr="006056B1">
        <w:t>aujourd</w:t>
      </w:r>
      <w:r w:rsidR="006036B2">
        <w:t>’</w:t>
      </w:r>
      <w:r w:rsidRPr="006056B1">
        <w:t>hui matelots au grand c</w:t>
      </w:r>
      <w:r w:rsidRPr="006056B1">
        <w:t>a</w:t>
      </w:r>
      <w:r w:rsidRPr="006056B1">
        <w:t>botage</w:t>
      </w:r>
      <w:r w:rsidR="006036B2">
        <w:t xml:space="preserve">, </w:t>
      </w:r>
      <w:r w:rsidRPr="006056B1">
        <w:t>étaient deux lascars portant bien la toile</w:t>
      </w:r>
      <w:r w:rsidR="006036B2">
        <w:t>.</w:t>
      </w:r>
    </w:p>
    <w:p w14:paraId="7B6BFFF2" w14:textId="77777777" w:rsidR="006036B2" w:rsidRDefault="00E85E1B" w:rsidP="00E85E1B">
      <w:r w:rsidRPr="006056B1">
        <w:t>Quand même</w:t>
      </w:r>
      <w:r w:rsidR="006036B2">
        <w:t xml:space="preserve">, </w:t>
      </w:r>
      <w:r w:rsidRPr="006056B1">
        <w:t>voilà qu</w:t>
      </w:r>
      <w:r w:rsidR="006036B2">
        <w:t>’</w:t>
      </w:r>
      <w:r w:rsidRPr="006056B1">
        <w:t>ils commençaient à rouler bord sur bord un peu</w:t>
      </w:r>
      <w:r w:rsidR="006036B2">
        <w:t xml:space="preserve">, </w:t>
      </w:r>
      <w:r w:rsidRPr="006056B1">
        <w:t>comme s</w:t>
      </w:r>
      <w:r w:rsidR="006036B2">
        <w:t>’</w:t>
      </w:r>
      <w:r w:rsidRPr="006056B1">
        <w:t>ils avaient le vent debout</w:t>
      </w:r>
      <w:r w:rsidR="006036B2">
        <w:t xml:space="preserve"> ; </w:t>
      </w:r>
      <w:r w:rsidRPr="006056B1">
        <w:t>et les rues de Dieppe leur paraissaient devenir de plus en plus étroites</w:t>
      </w:r>
      <w:r w:rsidR="006036B2">
        <w:t xml:space="preserve">. </w:t>
      </w:r>
      <w:r w:rsidRPr="006056B1">
        <w:t>Tous les trois pas</w:t>
      </w:r>
      <w:r w:rsidR="006036B2">
        <w:t xml:space="preserve">, </w:t>
      </w:r>
      <w:r w:rsidRPr="006056B1">
        <w:t>on s</w:t>
      </w:r>
      <w:r w:rsidR="006036B2">
        <w:t>’</w:t>
      </w:r>
      <w:r w:rsidRPr="006056B1">
        <w:t>y cognait aux murs</w:t>
      </w:r>
      <w:r w:rsidR="006036B2">
        <w:t> !</w:t>
      </w:r>
    </w:p>
    <w:p w14:paraId="2DE6F533" w14:textId="77777777" w:rsidR="006036B2" w:rsidRDefault="00E85E1B" w:rsidP="00E85E1B">
      <w:r w:rsidRPr="006056B1">
        <w:t>Il est vrai qu</w:t>
      </w:r>
      <w:r w:rsidR="006036B2">
        <w:t>’</w:t>
      </w:r>
      <w:r w:rsidRPr="006056B1">
        <w:t>alors on se trouvait souvent à la porte d</w:t>
      </w:r>
      <w:r w:rsidR="006036B2">
        <w:t>’</w:t>
      </w:r>
      <w:r w:rsidRPr="006056B1">
        <w:t>un débitant</w:t>
      </w:r>
      <w:r w:rsidR="006036B2">
        <w:t xml:space="preserve">, </w:t>
      </w:r>
      <w:r w:rsidRPr="006056B1">
        <w:t>où l</w:t>
      </w:r>
      <w:r w:rsidR="006036B2">
        <w:t>’</w:t>
      </w:r>
      <w:r w:rsidRPr="006056B1">
        <w:t>on pouvait s</w:t>
      </w:r>
      <w:r w:rsidR="006036B2">
        <w:t>’</w:t>
      </w:r>
      <w:r w:rsidRPr="006056B1">
        <w:t>accoiser</w:t>
      </w:r>
      <w:r w:rsidR="006036B2">
        <w:t xml:space="preserve">, </w:t>
      </w:r>
      <w:r w:rsidRPr="006056B1">
        <w:t xml:space="preserve">le temps de se </w:t>
      </w:r>
      <w:proofErr w:type="spellStart"/>
      <w:r w:rsidRPr="006056B1">
        <w:t>suiver</w:t>
      </w:r>
      <w:proofErr w:type="spellEnd"/>
      <w:r w:rsidRPr="006056B1">
        <w:t xml:space="preserve"> la </w:t>
      </w:r>
      <w:proofErr w:type="spellStart"/>
      <w:r w:rsidRPr="006056B1">
        <w:t>ga</w:t>
      </w:r>
      <w:r w:rsidRPr="006056B1">
        <w:t>r</w:t>
      </w:r>
      <w:r w:rsidRPr="006056B1">
        <w:t>garousse</w:t>
      </w:r>
      <w:proofErr w:type="spellEnd"/>
      <w:r w:rsidRPr="006056B1">
        <w:t xml:space="preserve"> avec un nouveau boujaron de fil-en-quatre</w:t>
      </w:r>
      <w:r w:rsidR="006036B2">
        <w:t>.</w:t>
      </w:r>
    </w:p>
    <w:p w14:paraId="51AF2AE4" w14:textId="77777777" w:rsidR="006036B2" w:rsidRDefault="00E85E1B" w:rsidP="00E85E1B">
      <w:r w:rsidRPr="006056B1">
        <w:t>Et cela durait ainsi depuis ce matin</w:t>
      </w:r>
      <w:r w:rsidR="006036B2">
        <w:t xml:space="preserve">, </w:t>
      </w:r>
      <w:r w:rsidRPr="006056B1">
        <w:t>qu</w:t>
      </w:r>
      <w:r w:rsidR="006036B2">
        <w:t>’</w:t>
      </w:r>
      <w:r w:rsidRPr="006056B1">
        <w:t>ils avaient déba</w:t>
      </w:r>
      <w:r w:rsidRPr="006056B1">
        <w:t>r</w:t>
      </w:r>
      <w:r w:rsidRPr="006056B1">
        <w:t>qué</w:t>
      </w:r>
      <w:r w:rsidR="006036B2">
        <w:t>.</w:t>
      </w:r>
    </w:p>
    <w:p w14:paraId="43FA7626" w14:textId="77777777" w:rsidR="006036B2" w:rsidRDefault="00E85E1B" w:rsidP="00E85E1B">
      <w:r w:rsidRPr="006056B1">
        <w:t>Ils venaient de faire leur vingt-troisième station</w:t>
      </w:r>
      <w:r w:rsidR="006036B2">
        <w:t xml:space="preserve">, </w:t>
      </w:r>
      <w:r w:rsidRPr="006056B1">
        <w:t>et repa</w:t>
      </w:r>
      <w:r w:rsidRPr="006056B1">
        <w:t>r</w:t>
      </w:r>
      <w:r w:rsidRPr="006056B1">
        <w:t xml:space="preserve">taient à la dérive dans la </w:t>
      </w:r>
      <w:proofErr w:type="spellStart"/>
      <w:r w:rsidRPr="006056B1">
        <w:t>Grand</w:t>
      </w:r>
      <w:r w:rsidR="006036B2">
        <w:t>’</w:t>
      </w:r>
      <w:r w:rsidRPr="006056B1">
        <w:t>Rue</w:t>
      </w:r>
      <w:proofErr w:type="spellEnd"/>
      <w:r w:rsidR="006036B2">
        <w:t xml:space="preserve">, </w:t>
      </w:r>
      <w:r w:rsidRPr="006056B1">
        <w:t xml:space="preserve">quand </w:t>
      </w:r>
      <w:proofErr w:type="spellStart"/>
      <w:r w:rsidRPr="006056B1">
        <w:t>Barthoumiou</w:t>
      </w:r>
      <w:proofErr w:type="spellEnd"/>
      <w:r w:rsidRPr="006056B1">
        <w:t xml:space="preserve"> s</w:t>
      </w:r>
      <w:r w:rsidR="006036B2">
        <w:t>’</w:t>
      </w:r>
      <w:r w:rsidRPr="006056B1">
        <w:t>arrêta soudain</w:t>
      </w:r>
      <w:r w:rsidR="006036B2">
        <w:t xml:space="preserve">, </w:t>
      </w:r>
      <w:r w:rsidRPr="006056B1">
        <w:t>et soupira tristement</w:t>
      </w:r>
      <w:r w:rsidR="006036B2">
        <w:t xml:space="preserve">, </w:t>
      </w:r>
      <w:r w:rsidRPr="006056B1">
        <w:t>avec des sanglots dans la gorge</w:t>
      </w:r>
      <w:r w:rsidR="006036B2">
        <w:t> :</w:t>
      </w:r>
    </w:p>
    <w:p w14:paraId="0693163C" w14:textId="77777777" w:rsidR="006036B2" w:rsidRDefault="006036B2" w:rsidP="00E85E1B">
      <w:r>
        <w:t>— </w:t>
      </w:r>
      <w:proofErr w:type="spellStart"/>
      <w:r w:rsidR="00E85E1B" w:rsidRPr="006056B1">
        <w:t>Guiomme</w:t>
      </w:r>
      <w:proofErr w:type="spellEnd"/>
      <w:r>
        <w:t xml:space="preserve">, </w:t>
      </w:r>
      <w:proofErr w:type="spellStart"/>
      <w:r w:rsidR="00E85E1B" w:rsidRPr="006056B1">
        <w:t>Guiomme</w:t>
      </w:r>
      <w:proofErr w:type="spellEnd"/>
      <w:r>
        <w:t xml:space="preserve"> (</w:t>
      </w:r>
      <w:r w:rsidR="00E85E1B" w:rsidRPr="006056B1">
        <w:t>ainsi prononçait-il</w:t>
      </w:r>
      <w:r>
        <w:t xml:space="preserve">, </w:t>
      </w:r>
      <w:r w:rsidR="00E85E1B" w:rsidRPr="006056B1">
        <w:t>d</w:t>
      </w:r>
      <w:r>
        <w:t>’</w:t>
      </w:r>
      <w:r w:rsidR="00E85E1B" w:rsidRPr="006056B1">
        <w:t>une seule émission de voix et en accentuant l</w:t>
      </w:r>
      <w:r>
        <w:t>’</w:t>
      </w:r>
      <w:r w:rsidR="00E85E1B" w:rsidRPr="006056B1">
        <w:rPr>
          <w:i/>
          <w:iCs/>
        </w:rPr>
        <w:t>o</w:t>
      </w:r>
      <w:r w:rsidR="00E85E1B" w:rsidRPr="006056B1">
        <w:t xml:space="preserve"> très bref</w:t>
      </w:r>
      <w:r>
        <w:t xml:space="preserve">), </w:t>
      </w:r>
      <w:proofErr w:type="spellStart"/>
      <w:r w:rsidR="00E85E1B" w:rsidRPr="006056B1">
        <w:t>Guiomme</w:t>
      </w:r>
      <w:proofErr w:type="spellEnd"/>
      <w:r>
        <w:t xml:space="preserve">, </w:t>
      </w:r>
      <w:r w:rsidR="00E85E1B" w:rsidRPr="006056B1">
        <w:t>tu te fous d</w:t>
      </w:r>
      <w:r>
        <w:t>’</w:t>
      </w:r>
      <w:r w:rsidR="00E85E1B" w:rsidRPr="006056B1">
        <w:t>un ami</w:t>
      </w:r>
      <w:r>
        <w:t xml:space="preserve">. </w:t>
      </w:r>
      <w:proofErr w:type="gramStart"/>
      <w:r w:rsidR="00E85E1B" w:rsidRPr="006056B1">
        <w:t>T</w:t>
      </w:r>
      <w:r>
        <w:t>’</w:t>
      </w:r>
      <w:r w:rsidR="00E85E1B" w:rsidRPr="006056B1">
        <w:t>es</w:t>
      </w:r>
      <w:proofErr w:type="gramEnd"/>
      <w:r w:rsidR="00E85E1B" w:rsidRPr="006056B1">
        <w:t xml:space="preserve"> pas un vrai-z-ami</w:t>
      </w:r>
      <w:r>
        <w:t>.</w:t>
      </w:r>
    </w:p>
    <w:p w14:paraId="556BDCED" w14:textId="77777777" w:rsidR="006036B2" w:rsidRDefault="006036B2" w:rsidP="00E85E1B">
      <w:r>
        <w:t>— </w:t>
      </w:r>
      <w:proofErr w:type="spellStart"/>
      <w:r w:rsidR="00E85E1B" w:rsidRPr="006056B1">
        <w:t>Barthoumiou</w:t>
      </w:r>
      <w:proofErr w:type="spellEnd"/>
      <w:r>
        <w:t xml:space="preserve">, </w:t>
      </w:r>
      <w:r w:rsidR="00E85E1B" w:rsidRPr="006056B1">
        <w:t>riposta l</w:t>
      </w:r>
      <w:r>
        <w:t>’</w:t>
      </w:r>
      <w:r w:rsidR="00E85E1B" w:rsidRPr="006056B1">
        <w:t>autre avec ferveur</w:t>
      </w:r>
      <w:r>
        <w:t xml:space="preserve">, </w:t>
      </w:r>
      <w:r w:rsidR="00E85E1B" w:rsidRPr="006056B1">
        <w:t>je suis ton ami</w:t>
      </w:r>
      <w:r>
        <w:t xml:space="preserve">, </w:t>
      </w:r>
      <w:r w:rsidR="00E85E1B" w:rsidRPr="006056B1">
        <w:t>je te le jure</w:t>
      </w:r>
      <w:r>
        <w:t xml:space="preserve">, </w:t>
      </w:r>
      <w:r w:rsidR="00E85E1B" w:rsidRPr="006056B1">
        <w:t>un vrai-t-ami</w:t>
      </w:r>
      <w:r>
        <w:t xml:space="preserve">. </w:t>
      </w:r>
      <w:r w:rsidR="00E85E1B" w:rsidRPr="006056B1">
        <w:t>Ce n</w:t>
      </w:r>
      <w:r>
        <w:t>’</w:t>
      </w:r>
      <w:r w:rsidR="00E85E1B" w:rsidRPr="006056B1">
        <w:t>est pas moi qui se fout de toi</w:t>
      </w:r>
      <w:r>
        <w:t xml:space="preserve">. </w:t>
      </w:r>
      <w:r w:rsidR="00E85E1B" w:rsidRPr="006056B1">
        <w:t>C</w:t>
      </w:r>
      <w:r>
        <w:t>’</w:t>
      </w:r>
      <w:r w:rsidR="00E85E1B" w:rsidRPr="006056B1">
        <w:t>est le sort de nom de foutre de nom de Dieu de tonnerre de Dieu qui se fout de nous deux</w:t>
      </w:r>
      <w:r>
        <w:t> !</w:t>
      </w:r>
    </w:p>
    <w:p w14:paraId="04A5E015" w14:textId="77777777" w:rsidR="006036B2" w:rsidRDefault="006036B2" w:rsidP="00E85E1B">
      <w:r>
        <w:t>— </w:t>
      </w:r>
      <w:proofErr w:type="spellStart"/>
      <w:r w:rsidR="00E85E1B" w:rsidRPr="006056B1">
        <w:t>Guiomme</w:t>
      </w:r>
      <w:proofErr w:type="spellEnd"/>
      <w:r>
        <w:t xml:space="preserve">, </w:t>
      </w:r>
      <w:r w:rsidR="00E85E1B" w:rsidRPr="006056B1">
        <w:t>reprit le Provençal tout à fait lugubre</w:t>
      </w:r>
      <w:r>
        <w:t xml:space="preserve">, </w:t>
      </w:r>
      <w:r w:rsidR="00E85E1B" w:rsidRPr="006056B1">
        <w:t>nous ne la trouverons puis pas</w:t>
      </w:r>
      <w:r>
        <w:t xml:space="preserve">, </w:t>
      </w:r>
      <w:r w:rsidR="00E85E1B" w:rsidRPr="006056B1">
        <w:t>ta tripière</w:t>
      </w:r>
      <w:r>
        <w:t>.</w:t>
      </w:r>
    </w:p>
    <w:p w14:paraId="066C1512" w14:textId="77777777" w:rsidR="006036B2" w:rsidRDefault="00E85E1B" w:rsidP="00E85E1B">
      <w:r w:rsidRPr="006056B1">
        <w:lastRenderedPageBreak/>
        <w:t>Et</w:t>
      </w:r>
      <w:r w:rsidR="006036B2">
        <w:t xml:space="preserve">, </w:t>
      </w:r>
      <w:r w:rsidRPr="006056B1">
        <w:t>en signe de découragement</w:t>
      </w:r>
      <w:r w:rsidR="006036B2">
        <w:t xml:space="preserve">, </w:t>
      </w:r>
      <w:r w:rsidRPr="006056B1">
        <w:t>il s</w:t>
      </w:r>
      <w:r w:rsidR="006036B2">
        <w:t>’</w:t>
      </w:r>
      <w:r w:rsidRPr="006056B1">
        <w:t>assit au bord du tro</w:t>
      </w:r>
      <w:r w:rsidRPr="006056B1">
        <w:t>t</w:t>
      </w:r>
      <w:r w:rsidRPr="006056B1">
        <w:t>toir</w:t>
      </w:r>
      <w:r w:rsidR="006036B2">
        <w:t xml:space="preserve">. </w:t>
      </w:r>
      <w:r w:rsidRPr="006056B1">
        <w:t>Le Normand prit place auprès de son ami</w:t>
      </w:r>
      <w:r w:rsidR="006036B2">
        <w:t xml:space="preserve">, </w:t>
      </w:r>
      <w:r w:rsidRPr="006056B1">
        <w:t>et le serra te</w:t>
      </w:r>
      <w:r w:rsidRPr="006056B1">
        <w:t>n</w:t>
      </w:r>
      <w:r w:rsidRPr="006056B1">
        <w:t>drement dans ses bras en disant d</w:t>
      </w:r>
      <w:r w:rsidR="006036B2">
        <w:t>’</w:t>
      </w:r>
      <w:r w:rsidRPr="006056B1">
        <w:t>une voix lente et grave</w:t>
      </w:r>
      <w:r w:rsidR="006036B2">
        <w:t> :</w:t>
      </w:r>
    </w:p>
    <w:p w14:paraId="3AF02D13" w14:textId="77777777" w:rsidR="006036B2" w:rsidRDefault="006036B2" w:rsidP="00E85E1B">
      <w:r>
        <w:t>— </w:t>
      </w:r>
      <w:r w:rsidR="00E85E1B" w:rsidRPr="006056B1">
        <w:t>Nous la trouverons</w:t>
      </w:r>
      <w:r>
        <w:t xml:space="preserve">, </w:t>
      </w:r>
      <w:proofErr w:type="spellStart"/>
      <w:r w:rsidR="00E85E1B" w:rsidRPr="006056B1">
        <w:t>Barthoumiou</w:t>
      </w:r>
      <w:proofErr w:type="spellEnd"/>
      <w:r>
        <w:t xml:space="preserve">, </w:t>
      </w:r>
      <w:r w:rsidR="00E85E1B" w:rsidRPr="006056B1">
        <w:t>quand nous devrions faire tous les débits de la ville</w:t>
      </w:r>
      <w:r>
        <w:t>.</w:t>
      </w:r>
    </w:p>
    <w:p w14:paraId="6C076CDF" w14:textId="77777777" w:rsidR="006036B2" w:rsidRDefault="006036B2" w:rsidP="00E85E1B">
      <w:r>
        <w:t>— </w:t>
      </w:r>
      <w:r w:rsidR="00E85E1B" w:rsidRPr="006056B1">
        <w:t>Et si elle est morte</w:t>
      </w:r>
      <w:r>
        <w:t xml:space="preserve"> ? </w:t>
      </w:r>
      <w:r w:rsidR="00E85E1B" w:rsidRPr="006056B1">
        <w:t>gémit le Provençal</w:t>
      </w:r>
      <w:r>
        <w:t>.</w:t>
      </w:r>
    </w:p>
    <w:p w14:paraId="3AD4AF3C" w14:textId="77777777" w:rsidR="006036B2" w:rsidRDefault="006036B2" w:rsidP="00E85E1B">
      <w:r>
        <w:t>— </w:t>
      </w:r>
      <w:r w:rsidR="00E85E1B" w:rsidRPr="006056B1">
        <w:t>Elle ne l</w:t>
      </w:r>
      <w:r>
        <w:t>’</w:t>
      </w:r>
      <w:r w:rsidR="00E85E1B" w:rsidRPr="006056B1">
        <w:t>est pas</w:t>
      </w:r>
      <w:r>
        <w:t xml:space="preserve">, </w:t>
      </w:r>
      <w:r w:rsidR="00E85E1B" w:rsidRPr="006056B1">
        <w:t>répondit Guillaume</w:t>
      </w:r>
      <w:r>
        <w:t xml:space="preserve">. </w:t>
      </w:r>
      <w:r w:rsidR="00E85E1B" w:rsidRPr="006056B1">
        <w:t>Des aucuns m</w:t>
      </w:r>
      <w:r>
        <w:t>’</w:t>
      </w:r>
      <w:r w:rsidR="00E85E1B" w:rsidRPr="006056B1">
        <w:t>en ont encore parlé il y a six mois</w:t>
      </w:r>
      <w:r>
        <w:t xml:space="preserve">. </w:t>
      </w:r>
      <w:r w:rsidR="00E85E1B" w:rsidRPr="006056B1">
        <w:t>Toujours prospère</w:t>
      </w:r>
      <w:r>
        <w:t> !</w:t>
      </w:r>
    </w:p>
    <w:p w14:paraId="75F28F1C" w14:textId="77777777" w:rsidR="006036B2" w:rsidRDefault="006036B2" w:rsidP="00E85E1B">
      <w:r>
        <w:t>— </w:t>
      </w:r>
      <w:r w:rsidR="00E85E1B" w:rsidRPr="006056B1">
        <w:t>Et pourquoi ne leur as-tu pas demandé sa rue</w:t>
      </w:r>
      <w:r>
        <w:t xml:space="preserve">, </w:t>
      </w:r>
      <w:proofErr w:type="spellStart"/>
      <w:r w:rsidR="00E85E1B" w:rsidRPr="006056B1">
        <w:t>Guiomme</w:t>
      </w:r>
      <w:proofErr w:type="spellEnd"/>
      <w:r>
        <w:t> ?</w:t>
      </w:r>
    </w:p>
    <w:p w14:paraId="5CAC328E" w14:textId="77777777" w:rsidR="006036B2" w:rsidRDefault="006036B2" w:rsidP="00E85E1B">
      <w:r>
        <w:t>— </w:t>
      </w:r>
      <w:r w:rsidR="00E85E1B" w:rsidRPr="006056B1">
        <w:t>Parce que j</w:t>
      </w:r>
      <w:r>
        <w:t>’</w:t>
      </w:r>
      <w:r w:rsidR="00E85E1B" w:rsidRPr="006056B1">
        <w:t>étais sûr de me la rappeler</w:t>
      </w:r>
      <w:r>
        <w:t>.</w:t>
      </w:r>
    </w:p>
    <w:p w14:paraId="3907EBF6" w14:textId="77777777" w:rsidR="006036B2" w:rsidRDefault="006036B2" w:rsidP="00E85E1B">
      <w:r>
        <w:t>— </w:t>
      </w:r>
      <w:r w:rsidR="00E85E1B" w:rsidRPr="006056B1">
        <w:t>Tu vois bien comme tu te rappelles</w:t>
      </w:r>
      <w:r>
        <w:t xml:space="preserve">, </w:t>
      </w:r>
      <w:r w:rsidR="00E85E1B" w:rsidRPr="006056B1">
        <w:t>pourtant</w:t>
      </w:r>
      <w:r>
        <w:t>.</w:t>
      </w:r>
    </w:p>
    <w:p w14:paraId="506113CF" w14:textId="77777777" w:rsidR="006036B2" w:rsidRDefault="006036B2" w:rsidP="00E85E1B">
      <w:r>
        <w:t>— </w:t>
      </w:r>
      <w:r w:rsidR="00E85E1B" w:rsidRPr="006056B1">
        <w:t>Que veux-tu</w:t>
      </w:r>
      <w:r>
        <w:t xml:space="preserve">, </w:t>
      </w:r>
      <w:proofErr w:type="spellStart"/>
      <w:r w:rsidR="00E85E1B" w:rsidRPr="006056B1">
        <w:t>Barthoumiou</w:t>
      </w:r>
      <w:proofErr w:type="spellEnd"/>
      <w:r>
        <w:t xml:space="preserve"> ? </w:t>
      </w:r>
      <w:r w:rsidR="00E85E1B" w:rsidRPr="006056B1">
        <w:t>V</w:t>
      </w:r>
      <w:r>
        <w:t>’</w:t>
      </w:r>
      <w:r w:rsidR="00E85E1B" w:rsidRPr="006056B1">
        <w:t>l</w:t>
      </w:r>
      <w:r w:rsidR="00E85E1B">
        <w:t>à</w:t>
      </w:r>
      <w:r w:rsidR="00E85E1B" w:rsidRPr="006056B1">
        <w:t xml:space="preserve"> dans les douze ans que j</w:t>
      </w:r>
      <w:r>
        <w:t>’</w:t>
      </w:r>
      <w:r w:rsidR="00E85E1B" w:rsidRPr="006056B1">
        <w:t>y suis venu</w:t>
      </w:r>
      <w:r>
        <w:t xml:space="preserve">. </w:t>
      </w:r>
      <w:r w:rsidR="00E85E1B" w:rsidRPr="006056B1">
        <w:t>Et rien qu</w:t>
      </w:r>
      <w:r>
        <w:t>’</w:t>
      </w:r>
      <w:r w:rsidR="00E85E1B" w:rsidRPr="006056B1">
        <w:t>une fois</w:t>
      </w:r>
      <w:r>
        <w:t xml:space="preserve"> ! </w:t>
      </w:r>
      <w:r w:rsidR="00E85E1B" w:rsidRPr="006056B1">
        <w:t>Et le soir</w:t>
      </w:r>
      <w:r>
        <w:t xml:space="preserve"> ! </w:t>
      </w:r>
      <w:r w:rsidR="00E85E1B" w:rsidRPr="006056B1">
        <w:t>Et ce soir-là</w:t>
      </w:r>
      <w:r>
        <w:t xml:space="preserve">, </w:t>
      </w:r>
      <w:r w:rsidR="00E85E1B" w:rsidRPr="006056B1">
        <w:t>j</w:t>
      </w:r>
      <w:r>
        <w:t>’</w:t>
      </w:r>
      <w:r w:rsidR="00E85E1B" w:rsidRPr="006056B1">
        <w:t xml:space="preserve">avais une </w:t>
      </w:r>
      <w:proofErr w:type="spellStart"/>
      <w:r w:rsidR="00E85E1B" w:rsidRPr="006056B1">
        <w:t>petée</w:t>
      </w:r>
      <w:proofErr w:type="spellEnd"/>
      <w:r w:rsidR="00E85E1B" w:rsidRPr="006056B1">
        <w:t xml:space="preserve"> à ne pas compter mes mains sur mes doigts</w:t>
      </w:r>
      <w:r>
        <w:t>.</w:t>
      </w:r>
    </w:p>
    <w:p w14:paraId="6F745507" w14:textId="77777777" w:rsidR="006036B2" w:rsidRDefault="006036B2" w:rsidP="00E85E1B">
      <w:r>
        <w:t>— </w:t>
      </w:r>
      <w:r w:rsidR="00E85E1B" w:rsidRPr="006056B1">
        <w:t>Alors</w:t>
      </w:r>
      <w:r>
        <w:t xml:space="preserve">, </w:t>
      </w:r>
      <w:r w:rsidR="00E85E1B" w:rsidRPr="006056B1">
        <w:t xml:space="preserve">mon </w:t>
      </w:r>
      <w:proofErr w:type="spellStart"/>
      <w:r w:rsidR="00E85E1B" w:rsidRPr="006056B1">
        <w:t>couillou</w:t>
      </w:r>
      <w:proofErr w:type="spellEnd"/>
      <w:r>
        <w:t xml:space="preserve">, </w:t>
      </w:r>
      <w:r w:rsidR="00E85E1B" w:rsidRPr="006056B1">
        <w:t>comment te souviens-tu si tant du fameux goût qu</w:t>
      </w:r>
      <w:r>
        <w:t>’</w:t>
      </w:r>
      <w:r w:rsidR="00E85E1B" w:rsidRPr="006056B1">
        <w:t>avaient ses tripes</w:t>
      </w:r>
      <w:r>
        <w:t> ?</w:t>
      </w:r>
    </w:p>
    <w:p w14:paraId="555747CE" w14:textId="77777777" w:rsidR="006036B2" w:rsidRDefault="006036B2" w:rsidP="00E85E1B">
      <w:r>
        <w:t>— </w:t>
      </w:r>
      <w:r w:rsidR="00E85E1B" w:rsidRPr="006056B1">
        <w:t>Ah</w:t>
      </w:r>
      <w:r>
        <w:t xml:space="preserve"> ! </w:t>
      </w:r>
      <w:proofErr w:type="spellStart"/>
      <w:r w:rsidR="00E85E1B" w:rsidRPr="006056B1">
        <w:t>Barthoumiou</w:t>
      </w:r>
      <w:proofErr w:type="spellEnd"/>
      <w:r>
        <w:t xml:space="preserve">, </w:t>
      </w:r>
      <w:r w:rsidR="00E85E1B" w:rsidRPr="006056B1">
        <w:t>c</w:t>
      </w:r>
      <w:r>
        <w:t>’</w:t>
      </w:r>
      <w:r w:rsidR="00E85E1B" w:rsidRPr="006056B1">
        <w:t>étaient des tripes</w:t>
      </w:r>
      <w:r>
        <w:t xml:space="preserve">, </w:t>
      </w:r>
      <w:r w:rsidR="00E85E1B" w:rsidRPr="006056B1">
        <w:t>entends-tu</w:t>
      </w:r>
      <w:r>
        <w:t xml:space="preserve">, </w:t>
      </w:r>
      <w:r w:rsidR="00E85E1B" w:rsidRPr="006056B1">
        <w:t>comme jamais</w:t>
      </w:r>
      <w:r>
        <w:t xml:space="preserve">, </w:t>
      </w:r>
      <w:r w:rsidR="00E85E1B" w:rsidRPr="006056B1">
        <w:t>au grand jamais</w:t>
      </w:r>
      <w:r>
        <w:t xml:space="preserve">, </w:t>
      </w:r>
      <w:r w:rsidR="00E85E1B" w:rsidRPr="006056B1">
        <w:t>y a eu des tripes</w:t>
      </w:r>
      <w:r>
        <w:t>.</w:t>
      </w:r>
    </w:p>
    <w:p w14:paraId="62A625DF" w14:textId="77777777" w:rsidR="006036B2" w:rsidRDefault="006036B2" w:rsidP="00E85E1B">
      <w:r>
        <w:t>— </w:t>
      </w:r>
      <w:proofErr w:type="spellStart"/>
      <w:r w:rsidR="00E85E1B" w:rsidRPr="006056B1">
        <w:t>Guiomme</w:t>
      </w:r>
      <w:proofErr w:type="spellEnd"/>
      <w:r>
        <w:t xml:space="preserve">, </w:t>
      </w:r>
      <w:r w:rsidR="00E85E1B" w:rsidRPr="006056B1">
        <w:t>tu te fous encore de moi</w:t>
      </w:r>
      <w:r>
        <w:t xml:space="preserve">. </w:t>
      </w:r>
      <w:r w:rsidR="00E85E1B" w:rsidRPr="006056B1">
        <w:t>Tu veux m</w:t>
      </w:r>
      <w:r>
        <w:t>’</w:t>
      </w:r>
      <w:r w:rsidR="00E85E1B" w:rsidRPr="006056B1">
        <w:t>en me</w:t>
      </w:r>
      <w:r w:rsidR="00E85E1B" w:rsidRPr="006056B1">
        <w:t>t</w:t>
      </w:r>
      <w:r w:rsidR="00E85E1B" w:rsidRPr="006056B1">
        <w:t>tre</w:t>
      </w:r>
      <w:r>
        <w:t xml:space="preserve">, </w:t>
      </w:r>
      <w:proofErr w:type="spellStart"/>
      <w:r w:rsidR="00E85E1B" w:rsidRPr="006056B1">
        <w:t>avé</w:t>
      </w:r>
      <w:proofErr w:type="spellEnd"/>
      <w:r w:rsidR="00E85E1B" w:rsidRPr="006056B1">
        <w:t xml:space="preserve"> tes tripes</w:t>
      </w:r>
      <w:r>
        <w:t>.</w:t>
      </w:r>
    </w:p>
    <w:p w14:paraId="11C9DE84" w14:textId="77777777" w:rsidR="006036B2" w:rsidRDefault="006036B2" w:rsidP="00E85E1B">
      <w:r>
        <w:t>— </w:t>
      </w:r>
      <w:r w:rsidR="00E85E1B" w:rsidRPr="006056B1">
        <w:t>Je ne veux pas t</w:t>
      </w:r>
      <w:r>
        <w:t>’</w:t>
      </w:r>
      <w:r w:rsidR="00E85E1B" w:rsidRPr="006056B1">
        <w:t>en mettre</w:t>
      </w:r>
      <w:r>
        <w:t xml:space="preserve">, </w:t>
      </w:r>
      <w:proofErr w:type="spellStart"/>
      <w:r w:rsidR="00E85E1B" w:rsidRPr="006056B1">
        <w:t>Barthoumiou</w:t>
      </w:r>
      <w:proofErr w:type="spellEnd"/>
      <w:r>
        <w:t xml:space="preserve">. </w:t>
      </w:r>
      <w:r w:rsidR="00E85E1B" w:rsidRPr="006056B1">
        <w:t>Des reines de tripes</w:t>
      </w:r>
      <w:r>
        <w:t xml:space="preserve">, </w:t>
      </w:r>
      <w:r w:rsidR="00E85E1B" w:rsidRPr="006056B1">
        <w:t>que je te dis</w:t>
      </w:r>
      <w:r>
        <w:t xml:space="preserve">, </w:t>
      </w:r>
      <w:r w:rsidR="00E85E1B" w:rsidRPr="006056B1">
        <w:t>des tripes en fleurs de tripes</w:t>
      </w:r>
      <w:r>
        <w:t xml:space="preserve">. </w:t>
      </w:r>
      <w:r w:rsidR="00E85E1B" w:rsidRPr="006056B1">
        <w:t>Enfin</w:t>
      </w:r>
      <w:r>
        <w:t xml:space="preserve">, </w:t>
      </w:r>
      <w:r w:rsidR="00E85E1B" w:rsidRPr="006056B1">
        <w:t>quoi</w:t>
      </w:r>
      <w:r>
        <w:t xml:space="preserve"> ?… </w:t>
      </w:r>
      <w:r w:rsidR="00E85E1B" w:rsidRPr="006056B1">
        <w:t>Nos tripes</w:t>
      </w:r>
      <w:r>
        <w:t> !</w:t>
      </w:r>
    </w:p>
    <w:p w14:paraId="6D9687D7" w14:textId="77777777" w:rsidR="006036B2" w:rsidRDefault="00E85E1B" w:rsidP="00E85E1B">
      <w:proofErr w:type="spellStart"/>
      <w:r w:rsidRPr="006056B1">
        <w:lastRenderedPageBreak/>
        <w:t>Barthoumiou</w:t>
      </w:r>
      <w:proofErr w:type="spellEnd"/>
      <w:r w:rsidRPr="006056B1">
        <w:t xml:space="preserve"> changea sa chique de joue</w:t>
      </w:r>
      <w:r w:rsidR="006036B2">
        <w:t xml:space="preserve">, </w:t>
      </w:r>
      <w:r w:rsidRPr="006056B1">
        <w:t>fit gicler de sa lippe une longue fusée noire</w:t>
      </w:r>
      <w:r w:rsidR="006036B2">
        <w:t xml:space="preserve">, </w:t>
      </w:r>
      <w:r w:rsidRPr="006056B1">
        <w:t>et prononça d</w:t>
      </w:r>
      <w:r w:rsidR="006036B2">
        <w:t>’</w:t>
      </w:r>
      <w:r w:rsidRPr="006056B1">
        <w:t>un ton sentencieux</w:t>
      </w:r>
      <w:r w:rsidR="006036B2">
        <w:t> :</w:t>
      </w:r>
    </w:p>
    <w:p w14:paraId="17381972" w14:textId="77777777" w:rsidR="006036B2" w:rsidRDefault="006036B2" w:rsidP="00E85E1B">
      <w:r>
        <w:t>— </w:t>
      </w:r>
      <w:r w:rsidR="00E85E1B" w:rsidRPr="006056B1">
        <w:t>Vos tripes</w:t>
      </w:r>
      <w:r>
        <w:t xml:space="preserve">, </w:t>
      </w:r>
      <w:r w:rsidR="00E85E1B" w:rsidRPr="006056B1">
        <w:t>ça n</w:t>
      </w:r>
      <w:r>
        <w:t>’</w:t>
      </w:r>
      <w:proofErr w:type="spellStart"/>
      <w:r w:rsidR="00E85E1B" w:rsidRPr="006056B1">
        <w:t>eziste</w:t>
      </w:r>
      <w:proofErr w:type="spellEnd"/>
      <w:r w:rsidR="00E85E1B" w:rsidRPr="006056B1">
        <w:t xml:space="preserve"> pas</w:t>
      </w:r>
      <w:r>
        <w:t>.</w:t>
      </w:r>
    </w:p>
    <w:p w14:paraId="2EEED175" w14:textId="77777777" w:rsidR="006036B2" w:rsidRDefault="006036B2" w:rsidP="00E85E1B">
      <w:r>
        <w:t>— </w:t>
      </w:r>
      <w:r w:rsidR="00E85E1B" w:rsidRPr="006056B1">
        <w:t>Et</w:t>
      </w:r>
      <w:r>
        <w:t xml:space="preserve">, </w:t>
      </w:r>
      <w:r w:rsidR="00E85E1B" w:rsidRPr="006056B1">
        <w:t>interrogea ironiquement Guillaume</w:t>
      </w:r>
      <w:r>
        <w:t xml:space="preserve">, </w:t>
      </w:r>
      <w:r w:rsidR="00E85E1B" w:rsidRPr="006056B1">
        <w:t>qu</w:t>
      </w:r>
      <w:r>
        <w:t>’</w:t>
      </w:r>
      <w:r w:rsidR="00E85E1B" w:rsidRPr="006056B1">
        <w:t>est-ce qui existe pour lors</w:t>
      </w:r>
      <w:r>
        <w:t> ?</w:t>
      </w:r>
    </w:p>
    <w:p w14:paraId="0CB0407C" w14:textId="77777777" w:rsidR="006036B2" w:rsidRDefault="00E85E1B" w:rsidP="00E85E1B">
      <w:proofErr w:type="spellStart"/>
      <w:r w:rsidRPr="006056B1">
        <w:t>Barthoumiou</w:t>
      </w:r>
      <w:proofErr w:type="spellEnd"/>
      <w:r w:rsidRPr="006056B1">
        <w:t xml:space="preserve"> se leva et dit</w:t>
      </w:r>
      <w:r w:rsidR="006036B2">
        <w:t xml:space="preserve">, </w:t>
      </w:r>
      <w:r w:rsidRPr="006056B1">
        <w:t>avec une pitié dédaigneuse</w:t>
      </w:r>
      <w:r w:rsidR="006036B2">
        <w:t> :</w:t>
      </w:r>
    </w:p>
    <w:p w14:paraId="72235394" w14:textId="77777777" w:rsidR="006036B2" w:rsidRDefault="006036B2" w:rsidP="00E85E1B">
      <w:r>
        <w:t>— </w:t>
      </w:r>
      <w:r w:rsidR="00E85E1B" w:rsidRPr="006056B1">
        <w:t xml:space="preserve">Ce qui </w:t>
      </w:r>
      <w:proofErr w:type="spellStart"/>
      <w:r w:rsidR="00E85E1B" w:rsidRPr="006056B1">
        <w:t>eziste</w:t>
      </w:r>
      <w:proofErr w:type="spellEnd"/>
      <w:r>
        <w:t xml:space="preserve">, </w:t>
      </w:r>
      <w:r w:rsidR="00E85E1B" w:rsidRPr="006056B1">
        <w:t xml:space="preserve">mon </w:t>
      </w:r>
      <w:proofErr w:type="spellStart"/>
      <w:r w:rsidR="00E85E1B" w:rsidRPr="006056B1">
        <w:t>povre</w:t>
      </w:r>
      <w:proofErr w:type="spellEnd"/>
      <w:r w:rsidR="00E85E1B" w:rsidRPr="006056B1">
        <w:t xml:space="preserve"> ami</w:t>
      </w:r>
      <w:r>
        <w:t> ?</w:t>
      </w:r>
    </w:p>
    <w:p w14:paraId="4D3D7031" w14:textId="77777777" w:rsidR="006036B2" w:rsidRDefault="00E85E1B" w:rsidP="00E85E1B">
      <w:r w:rsidRPr="006056B1">
        <w:t>Ici</w:t>
      </w:r>
      <w:r w:rsidR="006036B2">
        <w:t xml:space="preserve">, </w:t>
      </w:r>
      <w:r w:rsidRPr="006056B1">
        <w:t>il prit un temps</w:t>
      </w:r>
      <w:r w:rsidR="006036B2">
        <w:t xml:space="preserve">, </w:t>
      </w:r>
      <w:r w:rsidRPr="006056B1">
        <w:t>considéra de haut Guillaume toujours assis par terre</w:t>
      </w:r>
      <w:r w:rsidR="006036B2">
        <w:t xml:space="preserve"> ; </w:t>
      </w:r>
      <w:r w:rsidRPr="006056B1">
        <w:t>puis il ajouta triomphalement</w:t>
      </w:r>
      <w:r w:rsidR="006036B2">
        <w:t xml:space="preserve">, </w:t>
      </w:r>
      <w:r w:rsidRPr="006056B1">
        <w:t>lançant les pr</w:t>
      </w:r>
      <w:r w:rsidRPr="006056B1">
        <w:t>e</w:t>
      </w:r>
      <w:r w:rsidRPr="006056B1">
        <w:t>miers mots de sa phrase comme une âcre bouffée d</w:t>
      </w:r>
      <w:r w:rsidR="006036B2">
        <w:t>’</w:t>
      </w:r>
      <w:r w:rsidRPr="006056B1">
        <w:t>haleine à l</w:t>
      </w:r>
      <w:r w:rsidR="006036B2">
        <w:t>’</w:t>
      </w:r>
      <w:r w:rsidRPr="006056B1">
        <w:t>ail</w:t>
      </w:r>
      <w:r w:rsidR="006036B2">
        <w:t xml:space="preserve">, </w:t>
      </w:r>
      <w:r w:rsidRPr="006056B1">
        <w:t>et s</w:t>
      </w:r>
      <w:r w:rsidR="006036B2">
        <w:t>’</w:t>
      </w:r>
      <w:r w:rsidRPr="006056B1">
        <w:t>étalant sur le grasseyement du dernier comme dans un bain d</w:t>
      </w:r>
      <w:r w:rsidR="006036B2">
        <w:t>’</w:t>
      </w:r>
      <w:r w:rsidRPr="006056B1">
        <w:t>huile</w:t>
      </w:r>
      <w:r w:rsidR="006036B2">
        <w:t> :</w:t>
      </w:r>
    </w:p>
    <w:p w14:paraId="7F8EDAB0" w14:textId="77777777" w:rsidR="006036B2" w:rsidRDefault="006036B2" w:rsidP="00E85E1B">
      <w:r>
        <w:t>— </w:t>
      </w:r>
      <w:r w:rsidR="00E85E1B" w:rsidRPr="006056B1">
        <w:t xml:space="preserve">Il </w:t>
      </w:r>
      <w:proofErr w:type="spellStart"/>
      <w:r w:rsidR="00E85E1B" w:rsidRPr="006056B1">
        <w:t>eziste</w:t>
      </w:r>
      <w:proofErr w:type="spellEnd"/>
      <w:r w:rsidR="00E85E1B" w:rsidRPr="006056B1">
        <w:t xml:space="preserve"> les pieds-et-paquets de Marseille</w:t>
      </w:r>
      <w:r>
        <w:t>.</w:t>
      </w:r>
    </w:p>
    <w:p w14:paraId="16678D7C" w14:textId="77777777" w:rsidR="006036B2" w:rsidRDefault="00E85E1B" w:rsidP="00E85E1B">
      <w:r w:rsidRPr="006056B1">
        <w:t>Guillaume haussa les épaules</w:t>
      </w:r>
      <w:r w:rsidR="006036B2">
        <w:t xml:space="preserve">, </w:t>
      </w:r>
      <w:r w:rsidRPr="006056B1">
        <w:t>à son tour se leva</w:t>
      </w:r>
      <w:r w:rsidR="006036B2">
        <w:t xml:space="preserve">, </w:t>
      </w:r>
      <w:r w:rsidRPr="006056B1">
        <w:t>et répo</w:t>
      </w:r>
      <w:r w:rsidRPr="006056B1">
        <w:t>n</w:t>
      </w:r>
      <w:r w:rsidRPr="006056B1">
        <w:t>dit simplement</w:t>
      </w:r>
      <w:r w:rsidR="006036B2">
        <w:t> :</w:t>
      </w:r>
    </w:p>
    <w:p w14:paraId="577AE484" w14:textId="77777777" w:rsidR="006036B2" w:rsidRDefault="006036B2" w:rsidP="00E85E1B">
      <w:r>
        <w:t>— </w:t>
      </w:r>
      <w:r w:rsidR="00E85E1B" w:rsidRPr="006056B1">
        <w:t>Cherchons ma tripière</w:t>
      </w:r>
      <w:r>
        <w:t>.</w:t>
      </w:r>
    </w:p>
    <w:p w14:paraId="537AA164" w14:textId="77777777" w:rsidR="006036B2" w:rsidRDefault="00E85E1B" w:rsidP="00E85E1B">
      <w:r w:rsidRPr="006056B1">
        <w:t>Et ils recommencèrent à tirer des bordées de débit en d</w:t>
      </w:r>
      <w:r w:rsidRPr="006056B1">
        <w:t>é</w:t>
      </w:r>
      <w:r w:rsidRPr="006056B1">
        <w:t>bit</w:t>
      </w:r>
      <w:r w:rsidR="006036B2">
        <w:t>.</w:t>
      </w:r>
    </w:p>
    <w:p w14:paraId="4BBCEBE7" w14:textId="77777777" w:rsidR="006036B2" w:rsidRDefault="00E85E1B" w:rsidP="00E85E1B">
      <w:r w:rsidRPr="006056B1">
        <w:t>Ce n</w:t>
      </w:r>
      <w:r w:rsidR="006036B2">
        <w:t>’</w:t>
      </w:r>
      <w:r w:rsidRPr="006056B1">
        <w:t>était pas la prime fois que se dressait entre eux cette question capitale de savoir à qui doit appartenir la prééminence</w:t>
      </w:r>
      <w:r w:rsidR="006036B2">
        <w:t xml:space="preserve">, </w:t>
      </w:r>
      <w:r w:rsidRPr="006056B1">
        <w:t>des tripes à la mode de Caen ou des pieds-et-paquets à la ma</w:t>
      </w:r>
      <w:r w:rsidRPr="006056B1">
        <w:t>r</w:t>
      </w:r>
      <w:r w:rsidRPr="006056B1">
        <w:t>seillaise</w:t>
      </w:r>
      <w:r w:rsidR="006036B2">
        <w:t xml:space="preserve">. </w:t>
      </w:r>
      <w:r w:rsidRPr="006056B1">
        <w:t>De tout temps</w:t>
      </w:r>
      <w:r w:rsidR="006036B2">
        <w:t xml:space="preserve">, </w:t>
      </w:r>
      <w:r w:rsidRPr="006056B1">
        <w:t>du jour où ils s</w:t>
      </w:r>
      <w:r w:rsidR="006036B2">
        <w:t>’</w:t>
      </w:r>
      <w:r w:rsidRPr="006056B1">
        <w:t>étaient connus au se</w:t>
      </w:r>
      <w:r w:rsidRPr="006056B1">
        <w:t>r</w:t>
      </w:r>
      <w:r w:rsidRPr="006056B1">
        <w:t>vice de l</w:t>
      </w:r>
      <w:r w:rsidR="006036B2">
        <w:t>’</w:t>
      </w:r>
      <w:r w:rsidRPr="006056B1">
        <w:t>État</w:t>
      </w:r>
      <w:r w:rsidR="006036B2">
        <w:t xml:space="preserve">, </w:t>
      </w:r>
      <w:r w:rsidRPr="006056B1">
        <w:t>à chaque occasion où ils s</w:t>
      </w:r>
      <w:r w:rsidR="006036B2">
        <w:t>’</w:t>
      </w:r>
      <w:r w:rsidRPr="006056B1">
        <w:t>étaient rencontrés au cabotage</w:t>
      </w:r>
      <w:r w:rsidR="006036B2">
        <w:t xml:space="preserve">, </w:t>
      </w:r>
      <w:r w:rsidRPr="006056B1">
        <w:t>ils avaient débattu ce procès</w:t>
      </w:r>
      <w:r w:rsidR="006036B2">
        <w:t xml:space="preserve">, </w:t>
      </w:r>
      <w:r w:rsidRPr="006056B1">
        <w:t>sans pouvoir jamais tomber d</w:t>
      </w:r>
      <w:r w:rsidR="006036B2">
        <w:t>’</w:t>
      </w:r>
      <w:r w:rsidRPr="006056B1">
        <w:t>accord</w:t>
      </w:r>
      <w:r w:rsidR="006036B2">
        <w:t>.</w:t>
      </w:r>
    </w:p>
    <w:p w14:paraId="4B6D1317" w14:textId="77777777" w:rsidR="006036B2" w:rsidRDefault="00E85E1B" w:rsidP="00E85E1B">
      <w:r w:rsidRPr="006056B1">
        <w:lastRenderedPageBreak/>
        <w:t>À vrai dire</w:t>
      </w:r>
      <w:r w:rsidR="006036B2">
        <w:t xml:space="preserve">, </w:t>
      </w:r>
      <w:r w:rsidRPr="006056B1">
        <w:t>c</w:t>
      </w:r>
      <w:r w:rsidR="006036B2">
        <w:t>’</w:t>
      </w:r>
      <w:r w:rsidRPr="006056B1">
        <w:t>est en ce point que se résumait pour eux l</w:t>
      </w:r>
      <w:r w:rsidR="006036B2">
        <w:t>’</w:t>
      </w:r>
      <w:r w:rsidRPr="006056B1">
        <w:t>éternelle dispute entre Nord et Midi</w:t>
      </w:r>
      <w:r w:rsidR="006036B2">
        <w:t xml:space="preserve">. </w:t>
      </w:r>
      <w:r w:rsidRPr="006056B1">
        <w:t>Pour tout le reste</w:t>
      </w:r>
      <w:r w:rsidR="006036B2">
        <w:t xml:space="preserve">, </w:t>
      </w:r>
      <w:r w:rsidRPr="006056B1">
        <w:t>ils s</w:t>
      </w:r>
      <w:r w:rsidR="006036B2">
        <w:t>’</w:t>
      </w:r>
      <w:r w:rsidRPr="006056B1">
        <w:t>entendaient</w:t>
      </w:r>
      <w:r w:rsidR="006036B2">
        <w:t xml:space="preserve">, </w:t>
      </w:r>
      <w:r w:rsidRPr="006056B1">
        <w:t>grâce aux concessions de Guillaume</w:t>
      </w:r>
      <w:r w:rsidR="006036B2">
        <w:t xml:space="preserve">, </w:t>
      </w:r>
      <w:r w:rsidRPr="006056B1">
        <w:t xml:space="preserve">qui aimait </w:t>
      </w:r>
      <w:proofErr w:type="spellStart"/>
      <w:r w:rsidRPr="006056B1">
        <w:t>Barthoumiou</w:t>
      </w:r>
      <w:proofErr w:type="spellEnd"/>
      <w:r w:rsidRPr="006056B1">
        <w:t xml:space="preserve"> de tout son cœur</w:t>
      </w:r>
      <w:r w:rsidR="006036B2">
        <w:t xml:space="preserve">, </w:t>
      </w:r>
      <w:r w:rsidRPr="006056B1">
        <w:t>et volontiers lui faisait sacrifice d</w:t>
      </w:r>
      <w:r w:rsidR="006036B2">
        <w:t>’</w:t>
      </w:r>
      <w:r w:rsidRPr="006056B1">
        <w:t>opinion</w:t>
      </w:r>
      <w:r w:rsidR="006036B2">
        <w:t xml:space="preserve">, </w:t>
      </w:r>
      <w:r w:rsidRPr="006056B1">
        <w:t>jusqu</w:t>
      </w:r>
      <w:r w:rsidR="006036B2">
        <w:t>’</w:t>
      </w:r>
      <w:r w:rsidRPr="006056B1">
        <w:t>à confesser humblement la supériorité du vin de Langlade sur le cidre</w:t>
      </w:r>
      <w:r w:rsidR="006036B2">
        <w:t xml:space="preserve">, </w:t>
      </w:r>
      <w:r w:rsidRPr="006056B1">
        <w:t>du roquefort sur le livarot</w:t>
      </w:r>
      <w:r w:rsidR="006036B2">
        <w:t xml:space="preserve">, </w:t>
      </w:r>
      <w:r w:rsidRPr="006056B1">
        <w:t>de l</w:t>
      </w:r>
      <w:r w:rsidR="006036B2">
        <w:t>’</w:t>
      </w:r>
      <w:r w:rsidRPr="006056B1">
        <w:t>huile sur le beurre</w:t>
      </w:r>
      <w:r w:rsidR="006036B2">
        <w:t xml:space="preserve">, </w:t>
      </w:r>
      <w:r w:rsidRPr="006056B1">
        <w:t>et même du poisson de la Méditerranée sur le poisson de l</w:t>
      </w:r>
      <w:r w:rsidR="006036B2">
        <w:t>’</w:t>
      </w:r>
      <w:r w:rsidRPr="006056B1">
        <w:t>Océan</w:t>
      </w:r>
      <w:r w:rsidR="006036B2">
        <w:t>.</w:t>
      </w:r>
    </w:p>
    <w:p w14:paraId="484BF2D4" w14:textId="77777777" w:rsidR="006036B2" w:rsidRDefault="00E85E1B" w:rsidP="00E85E1B">
      <w:r w:rsidRPr="006056B1">
        <w:t>Où ils se comprenaient surtout et se congratulaient m</w:t>
      </w:r>
      <w:r w:rsidRPr="006056B1">
        <w:t>u</w:t>
      </w:r>
      <w:r w:rsidRPr="006056B1">
        <w:t>tuellement de leurs pays</w:t>
      </w:r>
      <w:r w:rsidR="006036B2">
        <w:t xml:space="preserve">, </w:t>
      </w:r>
      <w:r w:rsidRPr="006056B1">
        <w:t>c</w:t>
      </w:r>
      <w:r w:rsidR="006036B2">
        <w:t>’</w:t>
      </w:r>
      <w:r w:rsidRPr="006056B1">
        <w:t>est à propos des femmes</w:t>
      </w:r>
      <w:r w:rsidR="006036B2">
        <w:t xml:space="preserve">. </w:t>
      </w:r>
      <w:r w:rsidRPr="006056B1">
        <w:t>Là</w:t>
      </w:r>
      <w:r w:rsidR="006036B2">
        <w:t xml:space="preserve">, </w:t>
      </w:r>
      <w:r w:rsidRPr="006056B1">
        <w:t xml:space="preserve">sans lâche complaisance chez Guillaume et de bon cœur chez </w:t>
      </w:r>
      <w:proofErr w:type="spellStart"/>
      <w:r w:rsidRPr="006056B1">
        <w:t>Ba</w:t>
      </w:r>
      <w:r w:rsidRPr="006056B1">
        <w:t>r</w:t>
      </w:r>
      <w:r w:rsidRPr="006056B1">
        <w:t>thoumiou</w:t>
      </w:r>
      <w:proofErr w:type="spellEnd"/>
      <w:r w:rsidR="006036B2">
        <w:t xml:space="preserve">, </w:t>
      </w:r>
      <w:r w:rsidRPr="006056B1">
        <w:t>ils ne tarissaient point d</w:t>
      </w:r>
      <w:r w:rsidR="006036B2">
        <w:t>’</w:t>
      </w:r>
      <w:r w:rsidRPr="006056B1">
        <w:t>éloges</w:t>
      </w:r>
      <w:r w:rsidR="006036B2">
        <w:t xml:space="preserve">, </w:t>
      </w:r>
      <w:r w:rsidRPr="006056B1">
        <w:t>le Normand to</w:t>
      </w:r>
      <w:r w:rsidRPr="006056B1">
        <w:t>u</w:t>
      </w:r>
      <w:r w:rsidRPr="006056B1">
        <w:t>chant les Provençales et le Provençal touchant les Normandes</w:t>
      </w:r>
      <w:r w:rsidR="006036B2">
        <w:t>.</w:t>
      </w:r>
    </w:p>
    <w:p w14:paraId="7B2B01DC" w14:textId="77777777" w:rsidR="006036B2" w:rsidRDefault="006036B2" w:rsidP="00E85E1B">
      <w:r>
        <w:t>— </w:t>
      </w:r>
      <w:r w:rsidR="00E85E1B" w:rsidRPr="006056B1">
        <w:t>Tu conçois</w:t>
      </w:r>
      <w:r>
        <w:t xml:space="preserve">, </w:t>
      </w:r>
      <w:r w:rsidR="00E85E1B" w:rsidRPr="006056B1">
        <w:t>disait Guillaume</w:t>
      </w:r>
      <w:r>
        <w:t xml:space="preserve">, </w:t>
      </w:r>
      <w:r w:rsidR="00E85E1B" w:rsidRPr="006056B1">
        <w:t>à moi</w:t>
      </w:r>
      <w:r>
        <w:t xml:space="preserve">, </w:t>
      </w:r>
      <w:r w:rsidR="00E85E1B" w:rsidRPr="006056B1">
        <w:t>ce qui me plaît</w:t>
      </w:r>
      <w:r>
        <w:t xml:space="preserve">, </w:t>
      </w:r>
      <w:r w:rsidR="00E85E1B" w:rsidRPr="006056B1">
        <w:t>c</w:t>
      </w:r>
      <w:r>
        <w:t>’</w:t>
      </w:r>
      <w:r w:rsidR="00E85E1B" w:rsidRPr="006056B1">
        <w:t>est votre petite fourmi de là-bas</w:t>
      </w:r>
      <w:r>
        <w:t xml:space="preserve">, </w:t>
      </w:r>
      <w:r w:rsidR="00E85E1B" w:rsidRPr="006056B1">
        <w:t>toute en nerfs</w:t>
      </w:r>
      <w:r>
        <w:t>.</w:t>
      </w:r>
    </w:p>
    <w:p w14:paraId="7FDC2C8A" w14:textId="77777777" w:rsidR="006036B2" w:rsidRDefault="006036B2" w:rsidP="00E85E1B">
      <w:r>
        <w:t>— </w:t>
      </w:r>
      <w:r w:rsidR="00E85E1B" w:rsidRPr="006056B1">
        <w:t>Et à moi</w:t>
      </w:r>
      <w:r>
        <w:t xml:space="preserve">, </w:t>
      </w:r>
      <w:r w:rsidR="00E85E1B" w:rsidRPr="006056B1">
        <w:t xml:space="preserve">disait </w:t>
      </w:r>
      <w:proofErr w:type="spellStart"/>
      <w:r w:rsidR="00E85E1B" w:rsidRPr="006056B1">
        <w:t>Barthoumiou</w:t>
      </w:r>
      <w:proofErr w:type="spellEnd"/>
      <w:r>
        <w:t xml:space="preserve">, </w:t>
      </w:r>
      <w:r w:rsidR="00E85E1B" w:rsidRPr="006056B1">
        <w:t>c</w:t>
      </w:r>
      <w:r>
        <w:t>’</w:t>
      </w:r>
      <w:r w:rsidR="00E85E1B" w:rsidRPr="006056B1">
        <w:t>est votre belle grasse vache</w:t>
      </w:r>
      <w:r>
        <w:t xml:space="preserve">, </w:t>
      </w:r>
      <w:r w:rsidR="00E85E1B" w:rsidRPr="006056B1">
        <w:t>toute en viande</w:t>
      </w:r>
      <w:r>
        <w:t>.</w:t>
      </w:r>
    </w:p>
    <w:p w14:paraId="3ADD930E" w14:textId="77777777" w:rsidR="006036B2" w:rsidRDefault="006036B2" w:rsidP="00E85E1B">
      <w:r>
        <w:t>— </w:t>
      </w:r>
      <w:r w:rsidR="00E85E1B" w:rsidRPr="006056B1">
        <w:t>Ah</w:t>
      </w:r>
      <w:r>
        <w:t xml:space="preserve"> ! </w:t>
      </w:r>
      <w:r w:rsidR="00E85E1B" w:rsidRPr="006056B1">
        <w:t>s</w:t>
      </w:r>
      <w:r>
        <w:t>’</w:t>
      </w:r>
      <w:r w:rsidR="00E85E1B" w:rsidRPr="006056B1">
        <w:t>écriait le premier</w:t>
      </w:r>
      <w:r>
        <w:t xml:space="preserve">, </w:t>
      </w:r>
      <w:r w:rsidR="00E85E1B" w:rsidRPr="006056B1">
        <w:t xml:space="preserve">sentir ces </w:t>
      </w:r>
      <w:proofErr w:type="spellStart"/>
      <w:r w:rsidR="00E85E1B" w:rsidRPr="006056B1">
        <w:t>gringalettes</w:t>
      </w:r>
      <w:proofErr w:type="spellEnd"/>
      <w:r w:rsidR="00E85E1B" w:rsidRPr="006056B1">
        <w:t xml:space="preserve"> se raidir dans vos bras</w:t>
      </w:r>
      <w:r>
        <w:t xml:space="preserve">, </w:t>
      </w:r>
      <w:r w:rsidR="00E85E1B" w:rsidRPr="006056B1">
        <w:t>comme des cordes tendues</w:t>
      </w:r>
      <w:r>
        <w:t xml:space="preserve">, </w:t>
      </w:r>
      <w:r w:rsidR="00E85E1B" w:rsidRPr="006056B1">
        <w:t>ça qu</w:t>
      </w:r>
      <w:r>
        <w:t>’</w:t>
      </w:r>
      <w:r w:rsidR="00E85E1B" w:rsidRPr="006056B1">
        <w:t>est bon</w:t>
      </w:r>
      <w:r>
        <w:t> !</w:t>
      </w:r>
    </w:p>
    <w:p w14:paraId="22294959" w14:textId="77777777" w:rsidR="006036B2" w:rsidRDefault="006036B2" w:rsidP="00E85E1B">
      <w:r>
        <w:t>— </w:t>
      </w:r>
      <w:proofErr w:type="spellStart"/>
      <w:r w:rsidR="00E85E1B" w:rsidRPr="006056B1">
        <w:t>Vaï</w:t>
      </w:r>
      <w:proofErr w:type="spellEnd"/>
      <w:r>
        <w:t xml:space="preserve">, </w:t>
      </w:r>
      <w:proofErr w:type="spellStart"/>
      <w:r w:rsidR="00E85E1B" w:rsidRPr="006056B1">
        <w:t>vaï</w:t>
      </w:r>
      <w:proofErr w:type="spellEnd"/>
      <w:r>
        <w:t xml:space="preserve">, </w:t>
      </w:r>
      <w:r w:rsidR="00E85E1B" w:rsidRPr="006056B1">
        <w:t>faisait l</w:t>
      </w:r>
      <w:r>
        <w:t>’</w:t>
      </w:r>
      <w:r w:rsidR="00E85E1B" w:rsidRPr="006056B1">
        <w:t>autre</w:t>
      </w:r>
      <w:r>
        <w:t xml:space="preserve">, </w:t>
      </w:r>
      <w:r w:rsidR="00E85E1B" w:rsidRPr="006056B1">
        <w:t>prendre à poignes-mains des t</w:t>
      </w:r>
      <w:r w:rsidR="00E85E1B" w:rsidRPr="006056B1">
        <w:t>é</w:t>
      </w:r>
      <w:r w:rsidR="00E85E1B" w:rsidRPr="006056B1">
        <w:t>tasses</w:t>
      </w:r>
      <w:r>
        <w:t xml:space="preserve">, </w:t>
      </w:r>
      <w:r w:rsidR="00E85E1B" w:rsidRPr="006056B1">
        <w:t>que ça vous filtre entre les doigts</w:t>
      </w:r>
      <w:r>
        <w:t xml:space="preserve">, </w:t>
      </w:r>
      <w:r w:rsidR="00E85E1B" w:rsidRPr="006056B1">
        <w:t>voilà de fine gourma</w:t>
      </w:r>
      <w:r w:rsidR="00E85E1B" w:rsidRPr="006056B1">
        <w:t>n</w:t>
      </w:r>
      <w:r w:rsidR="00E85E1B" w:rsidRPr="006056B1">
        <w:t>dise</w:t>
      </w:r>
      <w:r>
        <w:t> !</w:t>
      </w:r>
    </w:p>
    <w:p w14:paraId="19E99776" w14:textId="77777777" w:rsidR="006036B2" w:rsidRDefault="00E85E1B" w:rsidP="00E85E1B">
      <w:r w:rsidRPr="006056B1">
        <w:t>Et combien</w:t>
      </w:r>
      <w:r w:rsidR="006036B2">
        <w:t xml:space="preserve">, </w:t>
      </w:r>
      <w:r w:rsidRPr="006056B1">
        <w:t>en cela</w:t>
      </w:r>
      <w:r w:rsidR="006036B2">
        <w:t xml:space="preserve">, </w:t>
      </w:r>
      <w:r w:rsidRPr="006056B1">
        <w:t>sincères tous deux</w:t>
      </w:r>
      <w:r w:rsidR="006036B2">
        <w:t xml:space="preserve">, </w:t>
      </w:r>
      <w:r w:rsidRPr="006056B1">
        <w:t>le Normand de haute taille</w:t>
      </w:r>
      <w:r w:rsidR="006036B2">
        <w:t xml:space="preserve">, </w:t>
      </w:r>
      <w:r w:rsidRPr="006056B1">
        <w:t>à large encolure</w:t>
      </w:r>
      <w:r w:rsidR="006036B2">
        <w:t xml:space="preserve">, </w:t>
      </w:r>
      <w:r w:rsidRPr="006056B1">
        <w:t>au poil roux</w:t>
      </w:r>
      <w:r w:rsidR="006036B2">
        <w:t xml:space="preserve">, </w:t>
      </w:r>
      <w:r w:rsidRPr="006056B1">
        <w:t>et le Provençal menu</w:t>
      </w:r>
      <w:r w:rsidR="006036B2">
        <w:t xml:space="preserve">, </w:t>
      </w:r>
      <w:r w:rsidRPr="006056B1">
        <w:t>maigriot</w:t>
      </w:r>
      <w:r w:rsidR="006036B2">
        <w:t xml:space="preserve">, </w:t>
      </w:r>
      <w:r w:rsidRPr="006056B1">
        <w:t>avec sa face en nœuds d</w:t>
      </w:r>
      <w:r w:rsidR="006036B2">
        <w:t>’</w:t>
      </w:r>
      <w:r w:rsidRPr="006056B1">
        <w:t>acajou et son allure sauti</w:t>
      </w:r>
      <w:r w:rsidRPr="006056B1">
        <w:t>l</w:t>
      </w:r>
      <w:r w:rsidRPr="006056B1">
        <w:t>lante de grillon brun</w:t>
      </w:r>
      <w:r w:rsidR="006036B2">
        <w:t> !</w:t>
      </w:r>
    </w:p>
    <w:p w14:paraId="71272162" w14:textId="77777777" w:rsidR="006036B2" w:rsidRDefault="00E85E1B" w:rsidP="00E85E1B">
      <w:r w:rsidRPr="006056B1">
        <w:t>Oh</w:t>
      </w:r>
      <w:r w:rsidR="006036B2">
        <w:t xml:space="preserve"> ! </w:t>
      </w:r>
      <w:r w:rsidRPr="006056B1">
        <w:t>sur ce chapitre</w:t>
      </w:r>
      <w:r w:rsidR="006036B2">
        <w:t xml:space="preserve">, </w:t>
      </w:r>
      <w:r w:rsidRPr="006056B1">
        <w:t>à la bonne heure</w:t>
      </w:r>
      <w:r w:rsidR="006036B2">
        <w:t xml:space="preserve"> ! </w:t>
      </w:r>
      <w:r w:rsidRPr="006056B1">
        <w:t>Ils s</w:t>
      </w:r>
      <w:r w:rsidR="006036B2">
        <w:t>’</w:t>
      </w:r>
      <w:r w:rsidRPr="006056B1">
        <w:t>entendaient en frères</w:t>
      </w:r>
      <w:r w:rsidR="006036B2">
        <w:t>.</w:t>
      </w:r>
    </w:p>
    <w:p w14:paraId="68AF1F00" w14:textId="77777777" w:rsidR="006036B2" w:rsidRDefault="00E85E1B" w:rsidP="00E85E1B">
      <w:r w:rsidRPr="006056B1">
        <w:lastRenderedPageBreak/>
        <w:t>Mais une fois les tripes en jeu</w:t>
      </w:r>
      <w:r w:rsidR="006036B2">
        <w:t xml:space="preserve">, </w:t>
      </w:r>
      <w:r w:rsidRPr="006056B1">
        <w:t>bonsoir la concorde</w:t>
      </w:r>
      <w:r w:rsidR="006036B2">
        <w:t xml:space="preserve"> ! </w:t>
      </w:r>
      <w:r w:rsidRPr="006056B1">
        <w:t>Nord et Midi se réveillaient</w:t>
      </w:r>
      <w:r w:rsidR="006036B2">
        <w:t xml:space="preserve">, </w:t>
      </w:r>
      <w:r w:rsidRPr="006056B1">
        <w:t>hargneux</w:t>
      </w:r>
      <w:r w:rsidR="006036B2">
        <w:t xml:space="preserve">, </w:t>
      </w:r>
      <w:r w:rsidRPr="006056B1">
        <w:t>irréconciliables</w:t>
      </w:r>
      <w:r w:rsidR="006036B2">
        <w:t xml:space="preserve">. </w:t>
      </w:r>
      <w:r w:rsidRPr="006056B1">
        <w:t>Guillaume</w:t>
      </w:r>
      <w:r w:rsidR="006036B2">
        <w:t xml:space="preserve">, </w:t>
      </w:r>
      <w:r w:rsidRPr="006056B1">
        <w:t>si tolérant</w:t>
      </w:r>
      <w:r w:rsidR="006036B2">
        <w:t xml:space="preserve">, </w:t>
      </w:r>
      <w:r w:rsidRPr="006056B1">
        <w:t>se hérissait</w:t>
      </w:r>
      <w:r w:rsidR="006036B2">
        <w:t xml:space="preserve">, </w:t>
      </w:r>
      <w:r w:rsidRPr="006056B1">
        <w:t>ne cédait plus</w:t>
      </w:r>
      <w:r w:rsidR="006036B2">
        <w:t xml:space="preserve">, </w:t>
      </w:r>
      <w:r w:rsidRPr="006056B1">
        <w:t>n</w:t>
      </w:r>
      <w:r w:rsidR="006036B2">
        <w:t>’</w:t>
      </w:r>
      <w:r w:rsidRPr="006056B1">
        <w:t>admettait même pas la possibilité d</w:t>
      </w:r>
      <w:r w:rsidR="006036B2">
        <w:t>’</w:t>
      </w:r>
      <w:r w:rsidRPr="006056B1">
        <w:t>une contradiction</w:t>
      </w:r>
      <w:r w:rsidR="006036B2">
        <w:t>.</w:t>
      </w:r>
    </w:p>
    <w:p w14:paraId="7572BEA0" w14:textId="77777777" w:rsidR="006036B2" w:rsidRDefault="006036B2" w:rsidP="00E85E1B">
      <w:r>
        <w:t>— </w:t>
      </w:r>
      <w:r w:rsidR="00E85E1B" w:rsidRPr="006056B1">
        <w:t>Tout ce que tu voudras</w:t>
      </w:r>
      <w:r>
        <w:t xml:space="preserve">, </w:t>
      </w:r>
      <w:r w:rsidR="00E85E1B" w:rsidRPr="006056B1">
        <w:t>disait-il</w:t>
      </w:r>
      <w:r>
        <w:t xml:space="preserve">, </w:t>
      </w:r>
      <w:r w:rsidR="00E85E1B" w:rsidRPr="006056B1">
        <w:t>soit</w:t>
      </w:r>
      <w:r>
        <w:t xml:space="preserve"> ! </w:t>
      </w:r>
      <w:r w:rsidR="00E85E1B" w:rsidRPr="006056B1">
        <w:t>Le Midi vaut mieux en tout</w:t>
      </w:r>
      <w:r>
        <w:t xml:space="preserve">, </w:t>
      </w:r>
      <w:r w:rsidR="00E85E1B" w:rsidRPr="006056B1">
        <w:t>c</w:t>
      </w:r>
      <w:r>
        <w:t>’</w:t>
      </w:r>
      <w:r w:rsidR="00E85E1B" w:rsidRPr="006056B1">
        <w:t>est convenu</w:t>
      </w:r>
      <w:r>
        <w:t xml:space="preserve">. </w:t>
      </w:r>
      <w:r w:rsidR="00E85E1B" w:rsidRPr="006056B1">
        <w:t>En tout</w:t>
      </w:r>
      <w:r>
        <w:t xml:space="preserve">, </w:t>
      </w:r>
      <w:r w:rsidR="00E85E1B" w:rsidRPr="006056B1">
        <w:t>oui</w:t>
      </w:r>
      <w:r>
        <w:t xml:space="preserve"> ; </w:t>
      </w:r>
      <w:r w:rsidR="00E85E1B" w:rsidRPr="006056B1">
        <w:t>mais excepté en tripes</w:t>
      </w:r>
      <w:r>
        <w:t>.</w:t>
      </w:r>
    </w:p>
    <w:p w14:paraId="229FD819" w14:textId="77777777" w:rsidR="006036B2" w:rsidRDefault="00E85E1B" w:rsidP="00E85E1B">
      <w:r w:rsidRPr="006056B1">
        <w:t>Et il concluait en général par</w:t>
      </w:r>
      <w:r w:rsidR="006036B2">
        <w:t> :</w:t>
      </w:r>
    </w:p>
    <w:p w14:paraId="3C28544D" w14:textId="77777777" w:rsidR="006036B2" w:rsidRDefault="006036B2" w:rsidP="00E85E1B">
      <w:r>
        <w:t>— </w:t>
      </w:r>
      <w:r w:rsidR="00E85E1B" w:rsidRPr="006056B1">
        <w:t>Enfin</w:t>
      </w:r>
      <w:r>
        <w:t xml:space="preserve">, </w:t>
      </w:r>
      <w:r w:rsidR="00E85E1B" w:rsidRPr="006056B1">
        <w:t>tu verras</w:t>
      </w:r>
      <w:r>
        <w:t xml:space="preserve">, </w:t>
      </w:r>
      <w:r w:rsidR="00E85E1B" w:rsidRPr="006056B1">
        <w:t>un jour</w:t>
      </w:r>
      <w:r>
        <w:t xml:space="preserve">, </w:t>
      </w:r>
      <w:r w:rsidR="00E85E1B" w:rsidRPr="006056B1">
        <w:t>quand nous pourrons en ma</w:t>
      </w:r>
      <w:r w:rsidR="00E85E1B" w:rsidRPr="006056B1">
        <w:t>n</w:t>
      </w:r>
      <w:r w:rsidR="00E85E1B" w:rsidRPr="006056B1">
        <w:t>ger ensemble</w:t>
      </w:r>
      <w:r>
        <w:t xml:space="preserve">, </w:t>
      </w:r>
      <w:r w:rsidR="00E85E1B" w:rsidRPr="006056B1">
        <w:t>à Dieppe</w:t>
      </w:r>
      <w:r>
        <w:t xml:space="preserve">, </w:t>
      </w:r>
      <w:r w:rsidR="00E85E1B" w:rsidRPr="006056B1">
        <w:t>chez une tripière que je connais</w:t>
      </w:r>
      <w:r>
        <w:t>.</w:t>
      </w:r>
    </w:p>
    <w:p w14:paraId="3EF7CD47" w14:textId="77777777" w:rsidR="006036B2" w:rsidRDefault="00E85E1B" w:rsidP="00E85E1B">
      <w:r w:rsidRPr="006056B1">
        <w:t>Mais</w:t>
      </w:r>
      <w:r w:rsidR="006036B2">
        <w:t xml:space="preserve">, </w:t>
      </w:r>
      <w:r w:rsidRPr="006056B1">
        <w:t>depuis dix ans</w:t>
      </w:r>
      <w:r w:rsidR="006036B2">
        <w:t xml:space="preserve">, </w:t>
      </w:r>
      <w:r w:rsidRPr="006056B1">
        <w:t>jamais ce jour n</w:t>
      </w:r>
      <w:r w:rsidR="006036B2">
        <w:t>’</w:t>
      </w:r>
      <w:r w:rsidRPr="006056B1">
        <w:t>avait pu se trouver</w:t>
      </w:r>
      <w:r w:rsidR="006036B2">
        <w:t xml:space="preserve">. </w:t>
      </w:r>
      <w:r w:rsidRPr="006056B1">
        <w:t>Ils avaient servi au même bord</w:t>
      </w:r>
      <w:r w:rsidR="006036B2">
        <w:t xml:space="preserve">, </w:t>
      </w:r>
      <w:r w:rsidRPr="006056B1">
        <w:t>comme mathurins</w:t>
      </w:r>
      <w:r w:rsidR="006036B2">
        <w:t xml:space="preserve">, </w:t>
      </w:r>
      <w:r w:rsidRPr="006056B1">
        <w:t>puis s</w:t>
      </w:r>
      <w:r w:rsidR="006036B2">
        <w:t>’</w:t>
      </w:r>
      <w:r w:rsidRPr="006056B1">
        <w:t>étaient rencontrés au cabotage un peu partout</w:t>
      </w:r>
      <w:r w:rsidR="006036B2">
        <w:t xml:space="preserve">, </w:t>
      </w:r>
      <w:r w:rsidRPr="006056B1">
        <w:t>dans les ports les plus divers</w:t>
      </w:r>
      <w:r w:rsidR="006036B2">
        <w:t xml:space="preserve">, </w:t>
      </w:r>
      <w:r w:rsidRPr="006056B1">
        <w:t>mais jamais ils n</w:t>
      </w:r>
      <w:r w:rsidR="006036B2">
        <w:t>’</w:t>
      </w:r>
      <w:r w:rsidRPr="006056B1">
        <w:t>étaient venus tous deux e</w:t>
      </w:r>
      <w:r w:rsidRPr="006056B1">
        <w:t>n</w:t>
      </w:r>
      <w:r w:rsidRPr="006056B1">
        <w:t>semble à Dieppe</w:t>
      </w:r>
      <w:r w:rsidR="006036B2">
        <w:t>.</w:t>
      </w:r>
    </w:p>
    <w:p w14:paraId="462CEAA0" w14:textId="77777777" w:rsidR="006036B2" w:rsidRDefault="00E85E1B" w:rsidP="00E85E1B">
      <w:r w:rsidRPr="006056B1">
        <w:t>Et voilà qu</w:t>
      </w:r>
      <w:r w:rsidR="006036B2">
        <w:t>’</w:t>
      </w:r>
      <w:r w:rsidRPr="006056B1">
        <w:t>aujourd</w:t>
      </w:r>
      <w:r w:rsidR="006036B2">
        <w:t>’</w:t>
      </w:r>
      <w:r w:rsidRPr="006056B1">
        <w:t>hui</w:t>
      </w:r>
      <w:r w:rsidR="006036B2">
        <w:t xml:space="preserve">, </w:t>
      </w:r>
      <w:r w:rsidRPr="006056B1">
        <w:t>par un hasard miraculeux</w:t>
      </w:r>
      <w:r w:rsidR="006036B2">
        <w:t xml:space="preserve">, </w:t>
      </w:r>
      <w:r w:rsidRPr="006056B1">
        <w:t>Gui</w:t>
      </w:r>
      <w:r w:rsidRPr="006056B1">
        <w:t>l</w:t>
      </w:r>
      <w:r w:rsidRPr="006056B1">
        <w:t xml:space="preserve">laume était en passe de convaincre </w:t>
      </w:r>
      <w:proofErr w:type="spellStart"/>
      <w:r w:rsidRPr="006056B1">
        <w:t>Barthoumiou</w:t>
      </w:r>
      <w:proofErr w:type="spellEnd"/>
      <w:r w:rsidR="006036B2">
        <w:t xml:space="preserve"> ! </w:t>
      </w:r>
      <w:r w:rsidRPr="006056B1">
        <w:t>Et</w:t>
      </w:r>
      <w:r w:rsidR="006036B2">
        <w:t xml:space="preserve">, </w:t>
      </w:r>
      <w:r w:rsidRPr="006056B1">
        <w:t>va te faire fiche</w:t>
      </w:r>
      <w:r w:rsidR="006036B2">
        <w:t xml:space="preserve"> ! </w:t>
      </w:r>
      <w:r w:rsidRPr="006056B1">
        <w:t>Impossible de mettre le cap sur la boutique de la tr</w:t>
      </w:r>
      <w:r w:rsidRPr="006056B1">
        <w:t>i</w:t>
      </w:r>
      <w:r w:rsidRPr="006056B1">
        <w:t>pière</w:t>
      </w:r>
      <w:r w:rsidR="006036B2">
        <w:t> !</w:t>
      </w:r>
    </w:p>
    <w:p w14:paraId="47856F6B" w14:textId="77777777" w:rsidR="006036B2" w:rsidRDefault="006036B2" w:rsidP="00E85E1B">
      <w:r>
        <w:t>— </w:t>
      </w:r>
      <w:r w:rsidR="00E85E1B" w:rsidRPr="006056B1">
        <w:t>Mais</w:t>
      </w:r>
      <w:r>
        <w:t xml:space="preserve">, </w:t>
      </w:r>
      <w:r w:rsidR="00E85E1B" w:rsidRPr="006056B1">
        <w:t xml:space="preserve">insinuait </w:t>
      </w:r>
      <w:proofErr w:type="spellStart"/>
      <w:r w:rsidR="00E85E1B" w:rsidRPr="006056B1">
        <w:t>Barthoumiou</w:t>
      </w:r>
      <w:proofErr w:type="spellEnd"/>
      <w:r>
        <w:t xml:space="preserve">, </w:t>
      </w:r>
      <w:r w:rsidR="00E85E1B" w:rsidRPr="006056B1">
        <w:t>mangeons des tripes dans le premier débit venu</w:t>
      </w:r>
      <w:r>
        <w:t xml:space="preserve">. </w:t>
      </w:r>
      <w:r w:rsidR="00E85E1B" w:rsidRPr="006056B1">
        <w:t>Pourquoi pas</w:t>
      </w:r>
      <w:r>
        <w:t xml:space="preserve">, </w:t>
      </w:r>
      <w:proofErr w:type="spellStart"/>
      <w:r w:rsidR="00E85E1B" w:rsidRPr="006056B1">
        <w:t>Guiomme</w:t>
      </w:r>
      <w:proofErr w:type="spellEnd"/>
      <w:r>
        <w:t> ?</w:t>
      </w:r>
    </w:p>
    <w:p w14:paraId="3AFD4C60" w14:textId="77777777" w:rsidR="006036B2" w:rsidRDefault="006036B2" w:rsidP="00E85E1B">
      <w:r>
        <w:t>— </w:t>
      </w:r>
      <w:r w:rsidR="00E85E1B" w:rsidRPr="006056B1">
        <w:t>Du tout</w:t>
      </w:r>
      <w:r>
        <w:t xml:space="preserve">, </w:t>
      </w:r>
      <w:r w:rsidR="00E85E1B" w:rsidRPr="006056B1">
        <w:t>objectait Guillaume</w:t>
      </w:r>
      <w:r>
        <w:t xml:space="preserve">. </w:t>
      </w:r>
      <w:r w:rsidR="00E85E1B" w:rsidRPr="006056B1">
        <w:t xml:space="preserve">Je veux te faire manger les </w:t>
      </w:r>
      <w:proofErr w:type="gramStart"/>
      <w:r w:rsidR="00E85E1B" w:rsidRPr="006056B1">
        <w:t>plus meilleures</w:t>
      </w:r>
      <w:proofErr w:type="gramEnd"/>
      <w:r w:rsidR="00E85E1B" w:rsidRPr="006056B1">
        <w:t xml:space="preserve"> des meilleures</w:t>
      </w:r>
      <w:r>
        <w:t xml:space="preserve">. </w:t>
      </w:r>
      <w:r w:rsidR="00E85E1B" w:rsidRPr="006056B1">
        <w:t>Sans compter qu</w:t>
      </w:r>
      <w:r>
        <w:t>’</w:t>
      </w:r>
      <w:r w:rsidR="00E85E1B" w:rsidRPr="006056B1">
        <w:t>elles te para</w:t>
      </w:r>
      <w:r w:rsidR="00E85E1B" w:rsidRPr="006056B1">
        <w:t>î</w:t>
      </w:r>
      <w:r w:rsidR="00E85E1B" w:rsidRPr="006056B1">
        <w:t>tront encore meilleures</w:t>
      </w:r>
      <w:r>
        <w:t xml:space="preserve">, </w:t>
      </w:r>
      <w:r w:rsidR="00E85E1B" w:rsidRPr="006056B1">
        <w:t>à cause de la tripière</w:t>
      </w:r>
      <w:r>
        <w:t>.</w:t>
      </w:r>
    </w:p>
    <w:p w14:paraId="03148BA0" w14:textId="77777777" w:rsidR="006036B2" w:rsidRDefault="006036B2" w:rsidP="00E85E1B">
      <w:r>
        <w:t>— </w:t>
      </w:r>
      <w:r w:rsidR="00E85E1B" w:rsidRPr="006056B1">
        <w:t>Oui</w:t>
      </w:r>
      <w:r>
        <w:t xml:space="preserve">, </w:t>
      </w:r>
      <w:r w:rsidR="00E85E1B" w:rsidRPr="006056B1">
        <w:t>tu m</w:t>
      </w:r>
      <w:r>
        <w:t>’</w:t>
      </w:r>
      <w:r w:rsidR="00E85E1B" w:rsidRPr="006056B1">
        <w:t>as dit déjà</w:t>
      </w:r>
      <w:r>
        <w:t xml:space="preserve">. </w:t>
      </w:r>
      <w:r w:rsidR="00E85E1B" w:rsidRPr="006056B1">
        <w:t>Une grasse</w:t>
      </w:r>
      <w:r>
        <w:t xml:space="preserve">, </w:t>
      </w:r>
      <w:r w:rsidR="00E85E1B" w:rsidRPr="006056B1">
        <w:t>hé</w:t>
      </w:r>
      <w:r>
        <w:t xml:space="preserve"> ? </w:t>
      </w:r>
      <w:r w:rsidR="00E85E1B" w:rsidRPr="006056B1">
        <w:t>Comme j</w:t>
      </w:r>
      <w:r>
        <w:t>’</w:t>
      </w:r>
      <w:r w:rsidR="00E85E1B" w:rsidRPr="006056B1">
        <w:t>en a</w:t>
      </w:r>
      <w:r w:rsidR="00E85E1B" w:rsidRPr="006056B1">
        <w:t>i</w:t>
      </w:r>
      <w:r w:rsidR="00E85E1B" w:rsidRPr="006056B1">
        <w:t>me</w:t>
      </w:r>
      <w:r>
        <w:t> ?</w:t>
      </w:r>
    </w:p>
    <w:p w14:paraId="32DC6D85" w14:textId="77777777" w:rsidR="006036B2" w:rsidRDefault="006036B2" w:rsidP="00E85E1B">
      <w:r>
        <w:t>— </w:t>
      </w:r>
      <w:r w:rsidR="00E85E1B" w:rsidRPr="006056B1">
        <w:t>Plus encore</w:t>
      </w:r>
      <w:r>
        <w:t xml:space="preserve">, </w:t>
      </w:r>
      <w:proofErr w:type="spellStart"/>
      <w:r w:rsidR="00E85E1B" w:rsidRPr="006056B1">
        <w:t>Barthoumiou</w:t>
      </w:r>
      <w:proofErr w:type="spellEnd"/>
      <w:r>
        <w:t>.</w:t>
      </w:r>
    </w:p>
    <w:p w14:paraId="4F2B1040" w14:textId="77777777" w:rsidR="006036B2" w:rsidRDefault="006036B2" w:rsidP="00E85E1B">
      <w:r>
        <w:lastRenderedPageBreak/>
        <w:t>— </w:t>
      </w:r>
      <w:r w:rsidR="00E85E1B" w:rsidRPr="006056B1">
        <w:t>Tu es un gros brave</w:t>
      </w:r>
      <w:r>
        <w:t xml:space="preserve">, </w:t>
      </w:r>
      <w:proofErr w:type="spellStart"/>
      <w:r w:rsidR="00E85E1B" w:rsidRPr="006056B1">
        <w:t>Guiomme</w:t>
      </w:r>
      <w:proofErr w:type="spellEnd"/>
      <w:r>
        <w:t>.</w:t>
      </w:r>
    </w:p>
    <w:p w14:paraId="2B2F7A6F" w14:textId="77777777" w:rsidR="006036B2" w:rsidRDefault="00E85E1B" w:rsidP="00E85E1B">
      <w:r w:rsidRPr="006056B1">
        <w:t>Et ils entrèrent dans leur vingt-septième débit</w:t>
      </w:r>
      <w:r w:rsidR="006036B2">
        <w:t>.</w:t>
      </w:r>
    </w:p>
    <w:p w14:paraId="4DB87364" w14:textId="77777777" w:rsidR="006036B2" w:rsidRDefault="006036B2" w:rsidP="00E85E1B">
      <w:r>
        <w:t>— </w:t>
      </w:r>
      <w:r w:rsidR="00E85E1B" w:rsidRPr="006056B1">
        <w:t>Nom de nom</w:t>
      </w:r>
      <w:r>
        <w:t xml:space="preserve">, </w:t>
      </w:r>
      <w:r w:rsidR="00E85E1B" w:rsidRPr="006056B1">
        <w:t>c</w:t>
      </w:r>
      <w:r>
        <w:t>’</w:t>
      </w:r>
      <w:r w:rsidR="00E85E1B" w:rsidRPr="006056B1">
        <w:t>est elle</w:t>
      </w:r>
      <w:r>
        <w:t xml:space="preserve">, </w:t>
      </w:r>
      <w:r w:rsidR="00E85E1B" w:rsidRPr="006056B1">
        <w:t>cria Guillaume</w:t>
      </w:r>
      <w:r>
        <w:t xml:space="preserve">. </w:t>
      </w:r>
      <w:r w:rsidR="00E85E1B" w:rsidRPr="006056B1">
        <w:t>Elle a encore e</w:t>
      </w:r>
      <w:r w:rsidR="00E85E1B" w:rsidRPr="006056B1">
        <w:t>n</w:t>
      </w:r>
      <w:r w:rsidR="00E85E1B" w:rsidRPr="006056B1">
        <w:t>graissé</w:t>
      </w:r>
      <w:r>
        <w:t>.</w:t>
      </w:r>
    </w:p>
    <w:p w14:paraId="15656F87" w14:textId="77777777" w:rsidR="006036B2" w:rsidRDefault="006036B2" w:rsidP="00E85E1B">
      <w:r>
        <w:t>— </w:t>
      </w:r>
      <w:r w:rsidR="00E85E1B" w:rsidRPr="006056B1">
        <w:t>Boudiou</w:t>
      </w:r>
      <w:r>
        <w:t xml:space="preserve"> ! </w:t>
      </w:r>
      <w:r w:rsidR="00E85E1B" w:rsidRPr="006056B1">
        <w:t>s</w:t>
      </w:r>
      <w:r>
        <w:t>’</w:t>
      </w:r>
      <w:r w:rsidR="00E85E1B" w:rsidRPr="006056B1">
        <w:t xml:space="preserve">exclama </w:t>
      </w:r>
      <w:proofErr w:type="spellStart"/>
      <w:r w:rsidR="00E85E1B" w:rsidRPr="006056B1">
        <w:t>Barthoumiou</w:t>
      </w:r>
      <w:proofErr w:type="spellEnd"/>
      <w:r w:rsidR="00E85E1B" w:rsidRPr="006056B1">
        <w:t xml:space="preserve"> soudain en extase</w:t>
      </w:r>
      <w:r>
        <w:t xml:space="preserve">. </w:t>
      </w:r>
      <w:r w:rsidR="00E85E1B" w:rsidRPr="006056B1">
        <w:t>Boudiou</w:t>
      </w:r>
      <w:r>
        <w:t xml:space="preserve"> ! </w:t>
      </w:r>
      <w:proofErr w:type="spellStart"/>
      <w:r w:rsidR="00E85E1B" w:rsidRPr="006056B1">
        <w:t>Qué</w:t>
      </w:r>
      <w:proofErr w:type="spellEnd"/>
      <w:r w:rsidR="00E85E1B" w:rsidRPr="006056B1">
        <w:t xml:space="preserve"> morceau</w:t>
      </w:r>
      <w:r>
        <w:t xml:space="preserve"> ! </w:t>
      </w:r>
      <w:r w:rsidR="00E85E1B" w:rsidRPr="006056B1">
        <w:t>Eh ben</w:t>
      </w:r>
      <w:r>
        <w:t xml:space="preserve"> ! </w:t>
      </w:r>
      <w:r w:rsidR="00E85E1B" w:rsidRPr="006056B1">
        <w:t>en voilà</w:t>
      </w:r>
      <w:r>
        <w:t xml:space="preserve">, </w:t>
      </w:r>
      <w:r w:rsidR="00E85E1B" w:rsidRPr="006056B1">
        <w:t>de femme</w:t>
      </w:r>
      <w:r>
        <w:t> !</w:t>
      </w:r>
    </w:p>
    <w:p w14:paraId="5DE2105F" w14:textId="77777777" w:rsidR="006036B2" w:rsidRDefault="00E85E1B" w:rsidP="00E85E1B">
      <w:r w:rsidRPr="006056B1">
        <w:t>C</w:t>
      </w:r>
      <w:r w:rsidR="006036B2">
        <w:t>’</w:t>
      </w:r>
      <w:r w:rsidRPr="006056B1">
        <w:t>était la fameuse tripière</w:t>
      </w:r>
      <w:r w:rsidR="006036B2">
        <w:t xml:space="preserve">, </w:t>
      </w:r>
      <w:r w:rsidRPr="006056B1">
        <w:t>en effet</w:t>
      </w:r>
      <w:r w:rsidR="006036B2">
        <w:t xml:space="preserve">. </w:t>
      </w:r>
      <w:r w:rsidRPr="006056B1">
        <w:t>Elle devait peser dans les trois cent cinquante livres</w:t>
      </w:r>
      <w:r w:rsidR="006036B2">
        <w:t xml:space="preserve">. </w:t>
      </w:r>
      <w:r w:rsidRPr="006056B1">
        <w:t>Une bonne demi-douzaine de mentons en panne blanche faisaient coussinets à sa face énorme et rose</w:t>
      </w:r>
      <w:r w:rsidR="006036B2">
        <w:t xml:space="preserve">. </w:t>
      </w:r>
      <w:r w:rsidRPr="006056B1">
        <w:t>Sa vaste poitrine s</w:t>
      </w:r>
      <w:r w:rsidR="006036B2">
        <w:t>’</w:t>
      </w:r>
      <w:r w:rsidRPr="006056B1">
        <w:t>avançait presque horizontale</w:t>
      </w:r>
      <w:r w:rsidR="006036B2">
        <w:t xml:space="preserve">, </w:t>
      </w:r>
      <w:r w:rsidRPr="006056B1">
        <w:t>soul</w:t>
      </w:r>
      <w:r w:rsidRPr="006056B1">
        <w:t>e</w:t>
      </w:r>
      <w:r w:rsidRPr="006056B1">
        <w:t>vée en deux vagues étalées par un corset qui servait comme d</w:t>
      </w:r>
      <w:r w:rsidR="006036B2">
        <w:t>’</w:t>
      </w:r>
      <w:r w:rsidRPr="006056B1">
        <w:t>éventaire à ces flottantes mollesses d</w:t>
      </w:r>
      <w:r w:rsidR="006036B2">
        <w:t>’</w:t>
      </w:r>
      <w:r w:rsidRPr="006056B1">
        <w:t>édredon</w:t>
      </w:r>
      <w:r w:rsidR="006036B2">
        <w:t>.</w:t>
      </w:r>
    </w:p>
    <w:p w14:paraId="051C6107" w14:textId="77777777" w:rsidR="006036B2" w:rsidRDefault="00E85E1B" w:rsidP="00E85E1B">
      <w:proofErr w:type="spellStart"/>
      <w:r w:rsidRPr="006056B1">
        <w:t>Barthoumiou</w:t>
      </w:r>
      <w:proofErr w:type="spellEnd"/>
      <w:r w:rsidRPr="006056B1">
        <w:t xml:space="preserve"> contemplait</w:t>
      </w:r>
      <w:r w:rsidR="006036B2">
        <w:t xml:space="preserve">, </w:t>
      </w:r>
      <w:r w:rsidRPr="006056B1">
        <w:t>bouche bée</w:t>
      </w:r>
      <w:r w:rsidR="006036B2">
        <w:t xml:space="preserve">. </w:t>
      </w:r>
      <w:r w:rsidRPr="006056B1">
        <w:t>Sa chique lui en tomba de la joue</w:t>
      </w:r>
      <w:r w:rsidR="006036B2">
        <w:t xml:space="preserve">. </w:t>
      </w:r>
      <w:r w:rsidRPr="006056B1">
        <w:t>Quand il revint à lui</w:t>
      </w:r>
      <w:r w:rsidR="006036B2">
        <w:t xml:space="preserve">, </w:t>
      </w:r>
      <w:r w:rsidRPr="006056B1">
        <w:t>ce fut pour demander à la tripière</w:t>
      </w:r>
      <w:r w:rsidR="006036B2">
        <w:t xml:space="preserve">, </w:t>
      </w:r>
      <w:r w:rsidRPr="006056B1">
        <w:t>en désignant du geste la masse</w:t>
      </w:r>
      <w:r w:rsidR="006036B2">
        <w:t xml:space="preserve">, </w:t>
      </w:r>
      <w:r w:rsidRPr="006056B1">
        <w:t>respectueusement</w:t>
      </w:r>
      <w:r w:rsidR="006036B2">
        <w:t> :</w:t>
      </w:r>
    </w:p>
    <w:p w14:paraId="4E9CC40F" w14:textId="77777777" w:rsidR="006036B2" w:rsidRDefault="006036B2" w:rsidP="00E85E1B">
      <w:r>
        <w:t>— </w:t>
      </w:r>
      <w:r w:rsidR="00E85E1B" w:rsidRPr="006056B1">
        <w:t>Ce n</w:t>
      </w:r>
      <w:r>
        <w:t>’</w:t>
      </w:r>
      <w:r w:rsidR="00E85E1B" w:rsidRPr="006056B1">
        <w:t xml:space="preserve">est pas </w:t>
      </w:r>
      <w:proofErr w:type="spellStart"/>
      <w:r w:rsidR="00E85E1B" w:rsidRPr="006056B1">
        <w:t>du</w:t>
      </w:r>
      <w:proofErr w:type="spellEnd"/>
      <w:r w:rsidR="00E85E1B" w:rsidRPr="006056B1">
        <w:t xml:space="preserve"> qu</w:t>
      </w:r>
      <w:r>
        <w:t>’</w:t>
      </w:r>
      <w:r w:rsidR="00E85E1B" w:rsidRPr="006056B1">
        <w:t>est trop dur</w:t>
      </w:r>
      <w:r>
        <w:t xml:space="preserve">, </w:t>
      </w:r>
      <w:r w:rsidR="00E85E1B" w:rsidRPr="006056B1">
        <w:t xml:space="preserve">au </w:t>
      </w:r>
      <w:proofErr w:type="spellStart"/>
      <w:r w:rsidR="00E85E1B" w:rsidRPr="006056B1">
        <w:t>moinss</w:t>
      </w:r>
      <w:proofErr w:type="spellEnd"/>
      <w:r>
        <w:t xml:space="preserve">, </w:t>
      </w:r>
      <w:r w:rsidR="00E85E1B" w:rsidRPr="006056B1">
        <w:t>hé</w:t>
      </w:r>
      <w:r>
        <w:t> ?</w:t>
      </w:r>
    </w:p>
    <w:p w14:paraId="5EB7E5B1" w14:textId="77777777" w:rsidR="006036B2" w:rsidRDefault="00E85E1B" w:rsidP="00E85E1B">
      <w:r w:rsidRPr="006056B1">
        <w:t>Après quoi il ajouta</w:t>
      </w:r>
      <w:r w:rsidR="006036B2">
        <w:t xml:space="preserve">, </w:t>
      </w:r>
      <w:r w:rsidRPr="006056B1">
        <w:t>avec un sourire et en approchant ses mains dont les doigts frétillaient</w:t>
      </w:r>
      <w:r w:rsidR="006036B2">
        <w:t> :</w:t>
      </w:r>
    </w:p>
    <w:p w14:paraId="508C474C" w14:textId="77777777" w:rsidR="006036B2" w:rsidRDefault="006036B2" w:rsidP="00E85E1B">
      <w:r>
        <w:t>— </w:t>
      </w:r>
      <w:r w:rsidR="00E85E1B" w:rsidRPr="006056B1">
        <w:t>Parce que moi</w:t>
      </w:r>
      <w:r>
        <w:t xml:space="preserve">, </w:t>
      </w:r>
      <w:r w:rsidR="00E85E1B" w:rsidRPr="006056B1">
        <w:t>vé</w:t>
      </w:r>
      <w:r>
        <w:t xml:space="preserve">, </w:t>
      </w:r>
      <w:r w:rsidR="00E85E1B" w:rsidRPr="006056B1">
        <w:t>je les aime qu</w:t>
      </w:r>
      <w:r>
        <w:t>’</w:t>
      </w:r>
      <w:r w:rsidR="00E85E1B" w:rsidRPr="006056B1">
        <w:t>on y enfonce</w:t>
      </w:r>
      <w:r>
        <w:t>.</w:t>
      </w:r>
    </w:p>
    <w:p w14:paraId="55941DE9" w14:textId="77777777" w:rsidR="006036B2" w:rsidRDefault="006036B2" w:rsidP="00E85E1B">
      <w:r>
        <w:t>— </w:t>
      </w:r>
      <w:r w:rsidR="00E85E1B" w:rsidRPr="006056B1">
        <w:t>Et en attendant</w:t>
      </w:r>
      <w:r>
        <w:t xml:space="preserve">, </w:t>
      </w:r>
      <w:r w:rsidR="00E85E1B" w:rsidRPr="006056B1">
        <w:t>fit tranquillement la commère</w:t>
      </w:r>
      <w:r>
        <w:t xml:space="preserve">, </w:t>
      </w:r>
      <w:r w:rsidR="00E85E1B" w:rsidRPr="006056B1">
        <w:t>qu</w:t>
      </w:r>
      <w:r>
        <w:t>’</w:t>
      </w:r>
      <w:r w:rsidR="00E85E1B" w:rsidRPr="006056B1">
        <w:t>est-ce qu</w:t>
      </w:r>
      <w:r>
        <w:t>’</w:t>
      </w:r>
      <w:r w:rsidR="00E85E1B" w:rsidRPr="006056B1">
        <w:t>il te faut</w:t>
      </w:r>
      <w:r>
        <w:t xml:space="preserve">, </w:t>
      </w:r>
      <w:r w:rsidR="00E85E1B" w:rsidRPr="006056B1">
        <w:t>moko</w:t>
      </w:r>
      <w:r>
        <w:t> ?</w:t>
      </w:r>
    </w:p>
    <w:p w14:paraId="42C942C0" w14:textId="77777777" w:rsidR="006036B2" w:rsidRDefault="006036B2" w:rsidP="00E85E1B">
      <w:r>
        <w:t>— </w:t>
      </w:r>
      <w:r w:rsidR="00E85E1B" w:rsidRPr="006056B1">
        <w:t>Des tripes</w:t>
      </w:r>
      <w:r>
        <w:t xml:space="preserve">, </w:t>
      </w:r>
      <w:r w:rsidR="00E85E1B" w:rsidRPr="006056B1">
        <w:t>cria Guillaume</w:t>
      </w:r>
      <w:r>
        <w:t xml:space="preserve">. </w:t>
      </w:r>
      <w:r w:rsidR="00E85E1B" w:rsidRPr="006056B1">
        <w:t>Et des tripes ce qu</w:t>
      </w:r>
      <w:r>
        <w:t>’</w:t>
      </w:r>
      <w:r w:rsidR="00E85E1B" w:rsidRPr="006056B1">
        <w:t>il y a de plus tripes</w:t>
      </w:r>
      <w:r>
        <w:t xml:space="preserve">, </w:t>
      </w:r>
      <w:r w:rsidR="00E85E1B" w:rsidRPr="006056B1">
        <w:t>hein</w:t>
      </w:r>
      <w:r>
        <w:t xml:space="preserve"> ? </w:t>
      </w:r>
      <w:r w:rsidR="00E85E1B" w:rsidRPr="006056B1">
        <w:t>Les mêmes qu</w:t>
      </w:r>
      <w:r>
        <w:t>’</w:t>
      </w:r>
      <w:r w:rsidR="00E85E1B" w:rsidRPr="006056B1">
        <w:t>y a douze ans</w:t>
      </w:r>
      <w:r>
        <w:t>.</w:t>
      </w:r>
    </w:p>
    <w:p w14:paraId="6A2DCC70" w14:textId="77777777" w:rsidR="006036B2" w:rsidRDefault="00E85E1B" w:rsidP="00E85E1B">
      <w:r w:rsidRPr="006056B1">
        <w:t xml:space="preserve">Puis il empoigna </w:t>
      </w:r>
      <w:proofErr w:type="spellStart"/>
      <w:r w:rsidRPr="006056B1">
        <w:t>Barthoumiou</w:t>
      </w:r>
      <w:proofErr w:type="spellEnd"/>
      <w:r w:rsidR="006036B2">
        <w:t xml:space="preserve">, </w:t>
      </w:r>
      <w:r w:rsidRPr="006056B1">
        <w:t>retombé en extase</w:t>
      </w:r>
      <w:r w:rsidR="006036B2">
        <w:t xml:space="preserve">, </w:t>
      </w:r>
      <w:r w:rsidRPr="006056B1">
        <w:t>et l</w:t>
      </w:r>
      <w:r w:rsidR="006036B2">
        <w:t>’</w:t>
      </w:r>
      <w:r w:rsidRPr="006056B1">
        <w:t>emmena dans la cuisine</w:t>
      </w:r>
      <w:r w:rsidR="006036B2">
        <w:t>.</w:t>
      </w:r>
    </w:p>
    <w:p w14:paraId="42A94BD8" w14:textId="77777777" w:rsidR="006036B2" w:rsidRDefault="006036B2" w:rsidP="00E85E1B">
      <w:r>
        <w:lastRenderedPageBreak/>
        <w:t>— </w:t>
      </w:r>
      <w:r w:rsidR="00E85E1B" w:rsidRPr="006056B1">
        <w:t>Viens voir</w:t>
      </w:r>
      <w:r>
        <w:t xml:space="preserve">, </w:t>
      </w:r>
      <w:r w:rsidR="00E85E1B" w:rsidRPr="006056B1">
        <w:t>disait-il</w:t>
      </w:r>
      <w:r>
        <w:t xml:space="preserve">, </w:t>
      </w:r>
      <w:r w:rsidR="00E85E1B" w:rsidRPr="006056B1">
        <w:t>comment ça se prépare</w:t>
      </w:r>
      <w:r>
        <w:t xml:space="preserve">, </w:t>
      </w:r>
      <w:r w:rsidR="00E85E1B" w:rsidRPr="006056B1">
        <w:t>nos tripes</w:t>
      </w:r>
      <w:r>
        <w:t xml:space="preserve">. </w:t>
      </w:r>
      <w:r w:rsidR="00E85E1B" w:rsidRPr="006056B1">
        <w:t>Ah</w:t>
      </w:r>
      <w:r>
        <w:t xml:space="preserve"> ! </w:t>
      </w:r>
      <w:r w:rsidR="00E85E1B" w:rsidRPr="006056B1">
        <w:t>ce n</w:t>
      </w:r>
      <w:r>
        <w:t>’</w:t>
      </w:r>
      <w:r w:rsidR="00E85E1B" w:rsidRPr="006056B1">
        <w:t>est pas ainsi qu</w:t>
      </w:r>
      <w:r>
        <w:t>’</w:t>
      </w:r>
      <w:r w:rsidR="00E85E1B" w:rsidRPr="006056B1">
        <w:t>on les mijote</w:t>
      </w:r>
      <w:r>
        <w:t xml:space="preserve">, </w:t>
      </w:r>
      <w:r w:rsidR="00E85E1B" w:rsidRPr="006056B1">
        <w:t>va</w:t>
      </w:r>
      <w:r>
        <w:t xml:space="preserve">, </w:t>
      </w:r>
      <w:r w:rsidR="00E85E1B" w:rsidRPr="006056B1">
        <w:t>vos nom de Dieu de pieds-et-paquets</w:t>
      </w:r>
      <w:r>
        <w:t xml:space="preserve">. </w:t>
      </w:r>
      <w:r w:rsidR="00E85E1B" w:rsidRPr="006056B1">
        <w:t>Regarde-moi ça</w:t>
      </w:r>
      <w:r>
        <w:t xml:space="preserve">, </w:t>
      </w:r>
      <w:r w:rsidR="00E85E1B" w:rsidRPr="006056B1">
        <w:t>cette marmite</w:t>
      </w:r>
      <w:r>
        <w:t xml:space="preserve">, </w:t>
      </w:r>
      <w:r w:rsidR="00E85E1B" w:rsidRPr="006056B1">
        <w:t>crois-tu</w:t>
      </w:r>
      <w:r>
        <w:t xml:space="preserve"> ! </w:t>
      </w:r>
      <w:r w:rsidR="00E85E1B" w:rsidRPr="006056B1">
        <w:t>Et des jours et des nuits</w:t>
      </w:r>
      <w:r>
        <w:t xml:space="preserve">, </w:t>
      </w:r>
      <w:r w:rsidR="00E85E1B" w:rsidRPr="006056B1">
        <w:t>et encore des jours</w:t>
      </w:r>
      <w:r>
        <w:t xml:space="preserve">, </w:t>
      </w:r>
      <w:r w:rsidR="00E85E1B" w:rsidRPr="006056B1">
        <w:t>que ça cuit</w:t>
      </w:r>
      <w:r>
        <w:t xml:space="preserve">. </w:t>
      </w:r>
      <w:r w:rsidR="00E85E1B" w:rsidRPr="006056B1">
        <w:t>Et ce qu</w:t>
      </w:r>
      <w:r>
        <w:t>’</w:t>
      </w:r>
      <w:r w:rsidR="00E85E1B" w:rsidRPr="006056B1">
        <w:t>on vous les lave</w:t>
      </w:r>
      <w:r>
        <w:t xml:space="preserve">, </w:t>
      </w:r>
      <w:r w:rsidR="00E85E1B" w:rsidRPr="006056B1">
        <w:t>avant</w:t>
      </w:r>
      <w:r>
        <w:t xml:space="preserve"> ! </w:t>
      </w:r>
      <w:r w:rsidR="00E85E1B" w:rsidRPr="006056B1">
        <w:t>Viens voir ça aussi</w:t>
      </w:r>
      <w:r>
        <w:t xml:space="preserve">. </w:t>
      </w:r>
      <w:r w:rsidR="00E85E1B" w:rsidRPr="006056B1">
        <w:t>Je me rappelle l</w:t>
      </w:r>
      <w:r>
        <w:t>’</w:t>
      </w:r>
      <w:r w:rsidR="00E85E1B" w:rsidRPr="006056B1">
        <w:t>endroit</w:t>
      </w:r>
      <w:r>
        <w:t xml:space="preserve">. </w:t>
      </w:r>
      <w:r w:rsidR="00E85E1B" w:rsidRPr="006056B1">
        <w:t>Je me rappelle tout</w:t>
      </w:r>
      <w:r>
        <w:t xml:space="preserve">, </w:t>
      </w:r>
      <w:r w:rsidR="00E85E1B" w:rsidRPr="006056B1">
        <w:t>maintenant</w:t>
      </w:r>
      <w:r>
        <w:t xml:space="preserve">. </w:t>
      </w:r>
      <w:r w:rsidR="00E85E1B" w:rsidRPr="006056B1">
        <w:t>Viens</w:t>
      </w:r>
      <w:r>
        <w:t xml:space="preserve"> ! </w:t>
      </w:r>
      <w:r w:rsidR="00E85E1B" w:rsidRPr="006056B1">
        <w:t>c</w:t>
      </w:r>
      <w:r>
        <w:t>’</w:t>
      </w:r>
      <w:r w:rsidR="00E85E1B" w:rsidRPr="006056B1">
        <w:t>est dans une espèce de cave</w:t>
      </w:r>
      <w:r>
        <w:t xml:space="preserve">, </w:t>
      </w:r>
      <w:r w:rsidR="00E85E1B" w:rsidRPr="006056B1">
        <w:t>là</w:t>
      </w:r>
      <w:r>
        <w:t xml:space="preserve">, </w:t>
      </w:r>
      <w:r w:rsidR="00E85E1B" w:rsidRPr="006056B1">
        <w:t>à gauche</w:t>
      </w:r>
      <w:r>
        <w:t xml:space="preserve">. </w:t>
      </w:r>
      <w:r w:rsidR="00E85E1B" w:rsidRPr="006056B1">
        <w:t>Ah</w:t>
      </w:r>
      <w:r>
        <w:t xml:space="preserve"> ! </w:t>
      </w:r>
      <w:r w:rsidR="00E85E1B" w:rsidRPr="006056B1">
        <w:t>ce qu</w:t>
      </w:r>
      <w:r>
        <w:t>’</w:t>
      </w:r>
      <w:r w:rsidR="00E85E1B" w:rsidRPr="006056B1">
        <w:t>on vous les lave</w:t>
      </w:r>
      <w:r>
        <w:t xml:space="preserve">, </w:t>
      </w:r>
      <w:r w:rsidR="00E85E1B" w:rsidRPr="006056B1">
        <w:t>et rince</w:t>
      </w:r>
      <w:r>
        <w:t xml:space="preserve">, </w:t>
      </w:r>
      <w:r w:rsidR="00E85E1B" w:rsidRPr="006056B1">
        <w:t>et rinceras-tu</w:t>
      </w:r>
      <w:r>
        <w:t xml:space="preserve"> ! </w:t>
      </w:r>
      <w:r w:rsidR="00E85E1B" w:rsidRPr="006056B1">
        <w:t>Regarde dans ce grand baquet</w:t>
      </w:r>
      <w:r>
        <w:t xml:space="preserve">. </w:t>
      </w:r>
      <w:proofErr w:type="spellStart"/>
      <w:r w:rsidR="00E85E1B" w:rsidRPr="006056B1">
        <w:t>C</w:t>
      </w:r>
      <w:r>
        <w:t>’</w:t>
      </w:r>
      <w:proofErr w:type="spellEnd"/>
      <w:r w:rsidR="00E85E1B" w:rsidRPr="006056B1">
        <w:t>est-il blanc</w:t>
      </w:r>
      <w:r>
        <w:t xml:space="preserve"> ! </w:t>
      </w:r>
      <w:proofErr w:type="spellStart"/>
      <w:r w:rsidR="00E85E1B" w:rsidRPr="006056B1">
        <w:t>c</w:t>
      </w:r>
      <w:r>
        <w:t>’</w:t>
      </w:r>
      <w:proofErr w:type="spellEnd"/>
      <w:r w:rsidR="00E85E1B" w:rsidRPr="006056B1">
        <w:t>est-il propre</w:t>
      </w:r>
      <w:r>
        <w:t xml:space="preserve"> ! </w:t>
      </w:r>
      <w:r w:rsidR="00E85E1B" w:rsidRPr="006056B1">
        <w:t>Tu ne me feras pas croire qu</w:t>
      </w:r>
      <w:r>
        <w:t>’</w:t>
      </w:r>
      <w:r w:rsidR="00E85E1B" w:rsidRPr="006056B1">
        <w:t>on les le</w:t>
      </w:r>
      <w:r w:rsidR="00E85E1B" w:rsidRPr="006056B1">
        <w:t>s</w:t>
      </w:r>
      <w:r w:rsidR="00E85E1B" w:rsidRPr="006056B1">
        <w:t>sive tant que ça</w:t>
      </w:r>
      <w:r>
        <w:t xml:space="preserve">, </w:t>
      </w:r>
      <w:r w:rsidR="00E85E1B" w:rsidRPr="006056B1">
        <w:t>vos sacrés pieds-et-paquets de sacré nom de Dieu de Marseille</w:t>
      </w:r>
      <w:r>
        <w:t xml:space="preserve">. </w:t>
      </w:r>
      <w:r w:rsidR="00E85E1B" w:rsidRPr="006056B1">
        <w:t>Non</w:t>
      </w:r>
      <w:r>
        <w:t xml:space="preserve">, </w:t>
      </w:r>
      <w:r w:rsidR="00E85E1B" w:rsidRPr="006056B1">
        <w:t>mais regarde</w:t>
      </w:r>
      <w:r>
        <w:t xml:space="preserve">, </w:t>
      </w:r>
      <w:r w:rsidR="00E85E1B" w:rsidRPr="006056B1">
        <w:t>quoiqu</w:t>
      </w:r>
      <w:r>
        <w:t>’</w:t>
      </w:r>
      <w:r w:rsidR="00E85E1B" w:rsidRPr="006056B1">
        <w:t>il ne fasse pas clair</w:t>
      </w:r>
      <w:r>
        <w:t xml:space="preserve">, </w:t>
      </w:r>
      <w:r w:rsidR="00E85E1B" w:rsidRPr="006056B1">
        <w:t>regarde</w:t>
      </w:r>
      <w:r>
        <w:t> !</w:t>
      </w:r>
    </w:p>
    <w:p w14:paraId="79D8DB17" w14:textId="77777777" w:rsidR="006036B2" w:rsidRDefault="00E85E1B" w:rsidP="00E85E1B">
      <w:r w:rsidRPr="006056B1">
        <w:t>Guillaume pouvait bien insulter les pieds-et-paquets</w:t>
      </w:r>
      <w:r w:rsidR="006036B2">
        <w:t xml:space="preserve">, </w:t>
      </w:r>
      <w:r w:rsidRPr="006056B1">
        <w:t>et Marseille</w:t>
      </w:r>
      <w:r w:rsidR="006036B2">
        <w:t xml:space="preserve">, </w:t>
      </w:r>
      <w:r w:rsidRPr="006056B1">
        <w:t>et tout le Midi</w:t>
      </w:r>
      <w:r w:rsidR="006036B2">
        <w:t xml:space="preserve"> ! </w:t>
      </w:r>
      <w:proofErr w:type="spellStart"/>
      <w:r w:rsidRPr="006056B1">
        <w:t>Barthoumiou</w:t>
      </w:r>
      <w:proofErr w:type="spellEnd"/>
      <w:r w:rsidRPr="006056B1">
        <w:t xml:space="preserve"> n</w:t>
      </w:r>
      <w:r w:rsidR="006036B2">
        <w:t>’</w:t>
      </w:r>
      <w:r w:rsidRPr="006056B1">
        <w:t>entendait plus rien</w:t>
      </w:r>
      <w:r w:rsidR="006036B2">
        <w:t xml:space="preserve">. </w:t>
      </w:r>
      <w:r w:rsidRPr="006056B1">
        <w:t>Il ne regardait pas non plus</w:t>
      </w:r>
      <w:r w:rsidR="006036B2">
        <w:t xml:space="preserve">. </w:t>
      </w:r>
      <w:r w:rsidRPr="006056B1">
        <w:t>Ravi</w:t>
      </w:r>
      <w:r w:rsidR="006036B2">
        <w:t xml:space="preserve">, </w:t>
      </w:r>
      <w:r w:rsidRPr="006056B1">
        <w:t>béat</w:t>
      </w:r>
      <w:r w:rsidR="006036B2">
        <w:t xml:space="preserve">, </w:t>
      </w:r>
      <w:r w:rsidRPr="006056B1">
        <w:t>les yeux mi-clos</w:t>
      </w:r>
      <w:r w:rsidR="006036B2">
        <w:t xml:space="preserve">, </w:t>
      </w:r>
      <w:r w:rsidRPr="006056B1">
        <w:t>en une vision de pochard tout halluciné par son idée fixe</w:t>
      </w:r>
      <w:r w:rsidR="006036B2">
        <w:t xml:space="preserve">, </w:t>
      </w:r>
      <w:r w:rsidRPr="006056B1">
        <w:t>il continuait à contempler en esprit la poitrine de la tripière</w:t>
      </w:r>
      <w:r w:rsidR="006036B2">
        <w:t>.</w:t>
      </w:r>
    </w:p>
    <w:p w14:paraId="0BA714F1" w14:textId="77777777" w:rsidR="006036B2" w:rsidRDefault="00E85E1B" w:rsidP="00E85E1B">
      <w:r w:rsidRPr="006056B1">
        <w:t>Cependant Guillaume venait de surexciter son ivresse</w:t>
      </w:r>
      <w:r w:rsidR="006036B2">
        <w:t xml:space="preserve">, </w:t>
      </w:r>
      <w:proofErr w:type="spellStart"/>
      <w:r w:rsidRPr="006056B1">
        <w:t>à</w:t>
      </w:r>
      <w:proofErr w:type="spellEnd"/>
      <w:r w:rsidRPr="006056B1">
        <w:t xml:space="preserve"> lui aussi</w:t>
      </w:r>
      <w:r w:rsidR="006036B2">
        <w:t xml:space="preserve">, </w:t>
      </w:r>
      <w:r w:rsidRPr="006056B1">
        <w:t>en s</w:t>
      </w:r>
      <w:r w:rsidR="006036B2">
        <w:t>’</w:t>
      </w:r>
      <w:r w:rsidRPr="006056B1">
        <w:t>exaltant d</w:t>
      </w:r>
      <w:r w:rsidR="006036B2">
        <w:t>’</w:t>
      </w:r>
      <w:r w:rsidRPr="006056B1">
        <w:t>enthousiasme pour les tripes</w:t>
      </w:r>
      <w:r w:rsidR="006036B2">
        <w:t xml:space="preserve"> ; </w:t>
      </w:r>
      <w:r w:rsidRPr="006056B1">
        <w:t>et c</w:t>
      </w:r>
      <w:r w:rsidR="006036B2">
        <w:t>’</w:t>
      </w:r>
      <w:r w:rsidRPr="006056B1">
        <w:t>est avec un attendrissement d</w:t>
      </w:r>
      <w:r w:rsidR="006036B2">
        <w:t>’</w:t>
      </w:r>
      <w:r w:rsidRPr="006056B1">
        <w:t>homme soûl qu</w:t>
      </w:r>
      <w:r w:rsidR="006036B2">
        <w:t>’</w:t>
      </w:r>
      <w:r w:rsidRPr="006056B1">
        <w:t>il s</w:t>
      </w:r>
      <w:r w:rsidR="006036B2">
        <w:t>’</w:t>
      </w:r>
      <w:r w:rsidRPr="006056B1">
        <w:t>agenouilla en murm</w:t>
      </w:r>
      <w:r w:rsidRPr="006056B1">
        <w:t>u</w:t>
      </w:r>
      <w:r w:rsidRPr="006056B1">
        <w:t>rant</w:t>
      </w:r>
      <w:r w:rsidR="006036B2">
        <w:t> :</w:t>
      </w:r>
    </w:p>
    <w:p w14:paraId="252D3174" w14:textId="77777777" w:rsidR="006036B2" w:rsidRDefault="006036B2" w:rsidP="00E85E1B">
      <w:r>
        <w:t>— </w:t>
      </w:r>
      <w:r w:rsidR="00E85E1B" w:rsidRPr="006056B1">
        <w:t>Comme elles sont belles</w:t>
      </w:r>
      <w:r>
        <w:t xml:space="preserve">, </w:t>
      </w:r>
      <w:proofErr w:type="spellStart"/>
      <w:r w:rsidR="00E85E1B" w:rsidRPr="006056B1">
        <w:t>Barthoumiou</w:t>
      </w:r>
      <w:proofErr w:type="spellEnd"/>
      <w:r>
        <w:t xml:space="preserve"> ! </w:t>
      </w:r>
      <w:r w:rsidR="00E85E1B" w:rsidRPr="006056B1">
        <w:t>Ce sont nos tripes d</w:t>
      </w:r>
      <w:r>
        <w:t>’</w:t>
      </w:r>
      <w:r w:rsidR="00E85E1B" w:rsidRPr="006056B1">
        <w:t>ici</w:t>
      </w:r>
      <w:r>
        <w:t xml:space="preserve">, </w:t>
      </w:r>
      <w:r w:rsidR="00E85E1B" w:rsidRPr="006056B1">
        <w:t>nos belles tripes</w:t>
      </w:r>
      <w:r>
        <w:t xml:space="preserve">. </w:t>
      </w:r>
      <w:r w:rsidR="00E85E1B" w:rsidRPr="006056B1">
        <w:t>Dis-moi qu</w:t>
      </w:r>
      <w:r>
        <w:t>’</w:t>
      </w:r>
      <w:r w:rsidR="00E85E1B" w:rsidRPr="006056B1">
        <w:t>elles sont belles</w:t>
      </w:r>
      <w:r>
        <w:t xml:space="preserve">, </w:t>
      </w:r>
      <w:r w:rsidR="00E85E1B" w:rsidRPr="006056B1">
        <w:t>dis-le-moi</w:t>
      </w:r>
      <w:r>
        <w:t xml:space="preserve">, </w:t>
      </w:r>
      <w:proofErr w:type="spellStart"/>
      <w:r w:rsidR="00E85E1B" w:rsidRPr="006056B1">
        <w:t>Barthoumiou</w:t>
      </w:r>
      <w:proofErr w:type="spellEnd"/>
      <w:r>
        <w:t>.</w:t>
      </w:r>
    </w:p>
    <w:p w14:paraId="099EF027" w14:textId="77777777" w:rsidR="006036B2" w:rsidRDefault="00E85E1B" w:rsidP="00E85E1B">
      <w:r w:rsidRPr="006056B1">
        <w:t>Il attira violemment vers lui le Provençal</w:t>
      </w:r>
      <w:r w:rsidR="006036B2">
        <w:t xml:space="preserve">, </w:t>
      </w:r>
      <w:r w:rsidRPr="006056B1">
        <w:t>qui</w:t>
      </w:r>
      <w:r w:rsidR="006036B2">
        <w:t xml:space="preserve">, </w:t>
      </w:r>
      <w:r w:rsidRPr="006056B1">
        <w:t>de la s</w:t>
      </w:r>
      <w:r w:rsidRPr="006056B1">
        <w:t>e</w:t>
      </w:r>
      <w:r w:rsidRPr="006056B1">
        <w:t>cousse</w:t>
      </w:r>
      <w:r w:rsidR="006036B2">
        <w:t xml:space="preserve">, </w:t>
      </w:r>
      <w:r w:rsidRPr="006056B1">
        <w:t>perdit l</w:t>
      </w:r>
      <w:r w:rsidR="006036B2">
        <w:t>’</w:t>
      </w:r>
      <w:r w:rsidRPr="006056B1">
        <w:t>équilibre</w:t>
      </w:r>
      <w:r w:rsidR="006036B2">
        <w:t xml:space="preserve">, </w:t>
      </w:r>
      <w:r w:rsidRPr="006056B1">
        <w:t>et piqua une tête en avant</w:t>
      </w:r>
      <w:r w:rsidR="006036B2">
        <w:t xml:space="preserve">, </w:t>
      </w:r>
      <w:r w:rsidRPr="006056B1">
        <w:t>juste à même le baquet</w:t>
      </w:r>
      <w:r w:rsidR="006036B2">
        <w:t>.</w:t>
      </w:r>
    </w:p>
    <w:p w14:paraId="240EB6AE" w14:textId="77777777" w:rsidR="006036B2" w:rsidRDefault="00E85E1B" w:rsidP="00E85E1B">
      <w:r w:rsidRPr="006056B1">
        <w:t>Et soudain</w:t>
      </w:r>
      <w:r w:rsidR="006036B2">
        <w:t xml:space="preserve">, </w:t>
      </w:r>
      <w:r w:rsidRPr="006056B1">
        <w:t xml:space="preserve">quand </w:t>
      </w:r>
      <w:proofErr w:type="spellStart"/>
      <w:r w:rsidRPr="006056B1">
        <w:t>Barthoumiou</w:t>
      </w:r>
      <w:proofErr w:type="spellEnd"/>
      <w:r w:rsidRPr="006056B1">
        <w:t xml:space="preserve"> sentit dans ses doigts</w:t>
      </w:r>
      <w:r w:rsidR="006036B2">
        <w:t xml:space="preserve">, </w:t>
      </w:r>
      <w:r w:rsidRPr="006056B1">
        <w:t>contre son visage</w:t>
      </w:r>
      <w:r w:rsidR="006036B2">
        <w:t xml:space="preserve">, </w:t>
      </w:r>
      <w:r w:rsidRPr="006056B1">
        <w:t>sous ses pectoraux</w:t>
      </w:r>
      <w:r w:rsidR="006036B2">
        <w:t xml:space="preserve">, </w:t>
      </w:r>
      <w:r w:rsidRPr="006056B1">
        <w:t xml:space="preserve">la </w:t>
      </w:r>
      <w:proofErr w:type="spellStart"/>
      <w:r w:rsidRPr="006056B1">
        <w:t>ballottante</w:t>
      </w:r>
      <w:proofErr w:type="spellEnd"/>
      <w:r w:rsidRPr="006056B1">
        <w:t xml:space="preserve"> marée de </w:t>
      </w:r>
      <w:r w:rsidRPr="006056B1">
        <w:lastRenderedPageBreak/>
        <w:t>caoutchouc</w:t>
      </w:r>
      <w:r w:rsidR="006036B2">
        <w:t xml:space="preserve">, </w:t>
      </w:r>
      <w:proofErr w:type="spellStart"/>
      <w:r w:rsidRPr="006056B1">
        <w:t>Barthoumiou</w:t>
      </w:r>
      <w:proofErr w:type="spellEnd"/>
      <w:r w:rsidRPr="006056B1">
        <w:t xml:space="preserve"> ferma tout à fait les yeux et se mit à geindre doucement</w:t>
      </w:r>
      <w:r w:rsidR="006036B2">
        <w:t xml:space="preserve">, </w:t>
      </w:r>
      <w:r w:rsidRPr="006056B1">
        <w:t>prenant la tripée pour la tripière</w:t>
      </w:r>
      <w:r w:rsidR="006036B2">
        <w:t> :</w:t>
      </w:r>
    </w:p>
    <w:p w14:paraId="3143D1D3" w14:textId="77777777" w:rsidR="006036B2" w:rsidRDefault="006036B2" w:rsidP="00E85E1B">
      <w:r>
        <w:t>— </w:t>
      </w:r>
      <w:r w:rsidR="00E85E1B" w:rsidRPr="006056B1">
        <w:t>Si elles sont belles</w:t>
      </w:r>
      <w:r>
        <w:t xml:space="preserve">, </w:t>
      </w:r>
      <w:r w:rsidR="00E85E1B" w:rsidRPr="006056B1">
        <w:t xml:space="preserve">mon </w:t>
      </w:r>
      <w:proofErr w:type="spellStart"/>
      <w:r w:rsidR="00E85E1B" w:rsidRPr="006056B1">
        <w:t>Guiomme</w:t>
      </w:r>
      <w:proofErr w:type="spellEnd"/>
      <w:r>
        <w:t xml:space="preserve"> ! </w:t>
      </w:r>
      <w:r w:rsidR="00E85E1B" w:rsidRPr="006056B1">
        <w:t>Ah</w:t>
      </w:r>
      <w:r>
        <w:t xml:space="preserve"> ! </w:t>
      </w:r>
      <w:r w:rsidR="00E85E1B" w:rsidRPr="006056B1">
        <w:t>je te crois qu</w:t>
      </w:r>
      <w:r>
        <w:t>’</w:t>
      </w:r>
      <w:r w:rsidR="00E85E1B" w:rsidRPr="006056B1">
        <w:t>elles y sont</w:t>
      </w:r>
      <w:r>
        <w:t xml:space="preserve"> ! </w:t>
      </w:r>
      <w:r w:rsidR="00E85E1B" w:rsidRPr="006056B1">
        <w:t>Té</w:t>
      </w:r>
      <w:r>
        <w:t xml:space="preserve">, </w:t>
      </w:r>
      <w:r w:rsidR="00E85E1B" w:rsidRPr="006056B1">
        <w:t>vé</w:t>
      </w:r>
      <w:r>
        <w:t xml:space="preserve">, </w:t>
      </w:r>
      <w:r w:rsidR="00E85E1B" w:rsidRPr="006056B1">
        <w:t>que je les aime</w:t>
      </w:r>
      <w:r>
        <w:t xml:space="preserve"> ! </w:t>
      </w:r>
      <w:r w:rsidR="00E85E1B" w:rsidRPr="006056B1">
        <w:t>C</w:t>
      </w:r>
      <w:r>
        <w:t>’</w:t>
      </w:r>
      <w:r w:rsidR="00E85E1B" w:rsidRPr="006056B1">
        <w:t>est de tétasses</w:t>
      </w:r>
      <w:r>
        <w:t xml:space="preserve">, </w:t>
      </w:r>
      <w:r w:rsidR="00E85E1B" w:rsidRPr="006056B1">
        <w:t>ça</w:t>
      </w:r>
      <w:r>
        <w:t xml:space="preserve">, </w:t>
      </w:r>
      <w:r w:rsidR="00E85E1B" w:rsidRPr="006056B1">
        <w:t>de belle et bonne</w:t>
      </w:r>
      <w:r>
        <w:t xml:space="preserve">, </w:t>
      </w:r>
      <w:r w:rsidR="00E85E1B" w:rsidRPr="006056B1">
        <w:t>pécaïre</w:t>
      </w:r>
      <w:r>
        <w:t xml:space="preserve">. </w:t>
      </w:r>
      <w:r w:rsidR="00E85E1B" w:rsidRPr="006056B1">
        <w:t>Té</w:t>
      </w:r>
      <w:r>
        <w:t xml:space="preserve">, </w:t>
      </w:r>
      <w:r w:rsidR="00E85E1B" w:rsidRPr="006056B1">
        <w:t xml:space="preserve">en voilà </w:t>
      </w:r>
      <w:proofErr w:type="spellStart"/>
      <w:r w:rsidR="00E85E1B" w:rsidRPr="006056B1">
        <w:t>z</w:t>
      </w:r>
      <w:r>
        <w:t>’</w:t>
      </w:r>
      <w:r w:rsidR="00E85E1B" w:rsidRPr="006056B1">
        <w:t>une</w:t>
      </w:r>
      <w:proofErr w:type="spellEnd"/>
      <w:r>
        <w:t xml:space="preserve">, </w:t>
      </w:r>
      <w:r w:rsidR="00E85E1B" w:rsidRPr="006056B1">
        <w:t>de tétasse</w:t>
      </w:r>
      <w:r>
        <w:t xml:space="preserve">, </w:t>
      </w:r>
      <w:r w:rsidR="00E85E1B" w:rsidRPr="006056B1">
        <w:t>qu</w:t>
      </w:r>
      <w:r>
        <w:t>’</w:t>
      </w:r>
      <w:r w:rsidR="00E85E1B" w:rsidRPr="006056B1">
        <w:t>elle me fait le tour du cou</w:t>
      </w:r>
      <w:r>
        <w:t xml:space="preserve">, </w:t>
      </w:r>
      <w:r w:rsidR="00E85E1B" w:rsidRPr="006056B1">
        <w:t>comme un cache-nez</w:t>
      </w:r>
      <w:r>
        <w:t>.</w:t>
      </w:r>
    </w:p>
    <w:p w14:paraId="40112210" w14:textId="77777777" w:rsidR="006036B2" w:rsidRDefault="00E85E1B" w:rsidP="00E85E1B">
      <w:r w:rsidRPr="006056B1">
        <w:t>Et il soulevait les tripes par brassées amoureuses</w:t>
      </w:r>
      <w:r w:rsidR="006036B2">
        <w:t xml:space="preserve">, </w:t>
      </w:r>
      <w:r w:rsidRPr="006056B1">
        <w:t>furie</w:t>
      </w:r>
      <w:r w:rsidRPr="006056B1">
        <w:t>u</w:t>
      </w:r>
      <w:r w:rsidRPr="006056B1">
        <w:t>sement</w:t>
      </w:r>
      <w:r w:rsidR="006036B2">
        <w:t xml:space="preserve">, </w:t>
      </w:r>
      <w:r w:rsidRPr="006056B1">
        <w:t>et y fourrait ses poings jusqu</w:t>
      </w:r>
      <w:r w:rsidR="006036B2">
        <w:t>’</w:t>
      </w:r>
      <w:r w:rsidRPr="006056B1">
        <w:t>au coude</w:t>
      </w:r>
      <w:r w:rsidR="006036B2">
        <w:t xml:space="preserve">, </w:t>
      </w:r>
      <w:r w:rsidRPr="006056B1">
        <w:t>et s</w:t>
      </w:r>
      <w:r w:rsidR="006036B2">
        <w:t>’</w:t>
      </w:r>
      <w:r w:rsidRPr="006056B1">
        <w:t>en déba</w:t>
      </w:r>
      <w:r w:rsidRPr="006056B1">
        <w:t>r</w:t>
      </w:r>
      <w:r w:rsidRPr="006056B1">
        <w:t>bouillait le visage</w:t>
      </w:r>
      <w:r w:rsidR="006036B2">
        <w:t xml:space="preserve">, </w:t>
      </w:r>
      <w:r w:rsidRPr="006056B1">
        <w:t>et faisait sangloter de joie le bon Guillaume en lui répétant</w:t>
      </w:r>
      <w:r w:rsidR="006036B2">
        <w:t> :</w:t>
      </w:r>
    </w:p>
    <w:p w14:paraId="0238E8A2" w14:textId="77777777" w:rsidR="006036B2" w:rsidRDefault="006036B2" w:rsidP="00E85E1B">
      <w:r>
        <w:t>— </w:t>
      </w:r>
      <w:proofErr w:type="spellStart"/>
      <w:r w:rsidR="00E85E1B" w:rsidRPr="006056B1">
        <w:t>Guiomme</w:t>
      </w:r>
      <w:proofErr w:type="spellEnd"/>
      <w:r>
        <w:t xml:space="preserve">, </w:t>
      </w:r>
      <w:proofErr w:type="spellStart"/>
      <w:r w:rsidR="00E85E1B" w:rsidRPr="006056B1">
        <w:t>Guiomme</w:t>
      </w:r>
      <w:proofErr w:type="spellEnd"/>
      <w:r>
        <w:t xml:space="preserve">, </w:t>
      </w:r>
      <w:r w:rsidR="00E85E1B" w:rsidRPr="006056B1">
        <w:t>tu es un gros brave</w:t>
      </w:r>
      <w:r>
        <w:t xml:space="preserve">. </w:t>
      </w:r>
      <w:r w:rsidR="00E85E1B" w:rsidRPr="006056B1">
        <w:t>Merci</w:t>
      </w:r>
      <w:r>
        <w:t xml:space="preserve"> ! </w:t>
      </w:r>
      <w:r w:rsidR="00E85E1B" w:rsidRPr="006056B1">
        <w:t>Ah</w:t>
      </w:r>
      <w:r>
        <w:t xml:space="preserve"> ! </w:t>
      </w:r>
      <w:r w:rsidR="00E85E1B" w:rsidRPr="006056B1">
        <w:t>tu m</w:t>
      </w:r>
      <w:r>
        <w:t>’</w:t>
      </w:r>
      <w:r w:rsidR="00E85E1B" w:rsidRPr="006056B1">
        <w:t>en donnes</w:t>
      </w:r>
      <w:r>
        <w:t xml:space="preserve">, </w:t>
      </w:r>
      <w:r w:rsidR="00E85E1B" w:rsidRPr="006056B1">
        <w:t xml:space="preserve">de la </w:t>
      </w:r>
      <w:proofErr w:type="spellStart"/>
      <w:r w:rsidR="00E85E1B" w:rsidRPr="006056B1">
        <w:t>satisfassion</w:t>
      </w:r>
      <w:proofErr w:type="spellEnd"/>
      <w:r>
        <w:t xml:space="preserve">. </w:t>
      </w:r>
      <w:r w:rsidR="00E85E1B" w:rsidRPr="006056B1">
        <w:t>Mais aussi tu peux dire que je l</w:t>
      </w:r>
      <w:r>
        <w:t>’</w:t>
      </w:r>
      <w:r w:rsidR="00E85E1B" w:rsidRPr="006056B1">
        <w:t>aime</w:t>
      </w:r>
      <w:r>
        <w:t xml:space="preserve">, </w:t>
      </w:r>
      <w:proofErr w:type="spellStart"/>
      <w:r w:rsidR="00E85E1B" w:rsidRPr="006056B1">
        <w:t>vaï</w:t>
      </w:r>
      <w:proofErr w:type="spellEnd"/>
      <w:r>
        <w:t xml:space="preserve">, </w:t>
      </w:r>
      <w:r w:rsidR="00E85E1B" w:rsidRPr="006056B1">
        <w:t>ta payse</w:t>
      </w:r>
      <w:r>
        <w:t>.</w:t>
      </w:r>
    </w:p>
    <w:p w14:paraId="4CA078F3" w14:textId="77777777" w:rsidR="006036B2" w:rsidRDefault="006036B2" w:rsidP="00E85E1B">
      <w:r>
        <w:t>— </w:t>
      </w:r>
      <w:proofErr w:type="spellStart"/>
      <w:r w:rsidR="00E85E1B" w:rsidRPr="006056B1">
        <w:t>Voui</w:t>
      </w:r>
      <w:proofErr w:type="spellEnd"/>
      <w:r>
        <w:t xml:space="preserve">, </w:t>
      </w:r>
      <w:proofErr w:type="spellStart"/>
      <w:r w:rsidR="00E85E1B" w:rsidRPr="006056B1">
        <w:t>voui</w:t>
      </w:r>
      <w:proofErr w:type="spellEnd"/>
      <w:r>
        <w:t xml:space="preserve">, </w:t>
      </w:r>
      <w:r w:rsidR="00E85E1B" w:rsidRPr="006056B1">
        <w:t>répondait Guillaume sans chercher à co</w:t>
      </w:r>
      <w:r w:rsidR="00E85E1B" w:rsidRPr="006056B1">
        <w:t>m</w:t>
      </w:r>
      <w:r w:rsidR="00E85E1B" w:rsidRPr="006056B1">
        <w:t>prendre</w:t>
      </w:r>
      <w:r>
        <w:t xml:space="preserve">, </w:t>
      </w:r>
      <w:r w:rsidR="00E85E1B" w:rsidRPr="006056B1">
        <w:t>mais pleurant de plus en plus</w:t>
      </w:r>
      <w:r>
        <w:t>.</w:t>
      </w:r>
    </w:p>
    <w:p w14:paraId="797C7BD9" w14:textId="77777777" w:rsidR="006036B2" w:rsidRDefault="006036B2" w:rsidP="00E85E1B">
      <w:r>
        <w:t>— </w:t>
      </w:r>
      <w:r w:rsidR="00E85E1B" w:rsidRPr="006056B1">
        <w:t>Tu pleures</w:t>
      </w:r>
      <w:r>
        <w:t xml:space="preserve"> ? </w:t>
      </w:r>
      <w:r w:rsidR="00E85E1B" w:rsidRPr="006056B1">
        <w:t>s</w:t>
      </w:r>
      <w:r>
        <w:t>’</w:t>
      </w:r>
      <w:r w:rsidR="00E85E1B" w:rsidRPr="006056B1">
        <w:t>écria tout à coup le Provençal</w:t>
      </w:r>
      <w:r>
        <w:t xml:space="preserve">. </w:t>
      </w:r>
      <w:r w:rsidR="00E85E1B" w:rsidRPr="006056B1">
        <w:t>Pourquoi que tu pleures</w:t>
      </w:r>
      <w:r>
        <w:t xml:space="preserve">, </w:t>
      </w:r>
      <w:r w:rsidR="00E85E1B" w:rsidRPr="006056B1">
        <w:t xml:space="preserve">mon </w:t>
      </w:r>
      <w:proofErr w:type="spellStart"/>
      <w:r w:rsidR="00E85E1B" w:rsidRPr="006056B1">
        <w:t>Guiomme</w:t>
      </w:r>
      <w:proofErr w:type="spellEnd"/>
      <w:r>
        <w:t> ?</w:t>
      </w:r>
    </w:p>
    <w:p w14:paraId="49CA3BA3" w14:textId="77777777" w:rsidR="006036B2" w:rsidRDefault="00E85E1B" w:rsidP="00E85E1B">
      <w:r w:rsidRPr="006056B1">
        <w:t>Il avait en même temps lâché les tripes qui retombèrent en flicflaquant</w:t>
      </w:r>
      <w:r w:rsidR="006036B2">
        <w:t>.</w:t>
      </w:r>
    </w:p>
    <w:p w14:paraId="412AB7E4" w14:textId="77777777" w:rsidR="006036B2" w:rsidRDefault="00E85E1B" w:rsidP="00E85E1B">
      <w:r w:rsidRPr="006056B1">
        <w:t>Il ajouta</w:t>
      </w:r>
      <w:r w:rsidR="006036B2">
        <w:t xml:space="preserve">, </w:t>
      </w:r>
      <w:r w:rsidRPr="006056B1">
        <w:t>la voix tremblante</w:t>
      </w:r>
      <w:r w:rsidR="006036B2">
        <w:t> :</w:t>
      </w:r>
    </w:p>
    <w:p w14:paraId="2FEDF206" w14:textId="77777777" w:rsidR="006036B2" w:rsidRDefault="006036B2" w:rsidP="00E85E1B">
      <w:r>
        <w:t>— </w:t>
      </w:r>
      <w:r w:rsidR="00E85E1B" w:rsidRPr="006056B1">
        <w:t>C</w:t>
      </w:r>
      <w:r>
        <w:t>’</w:t>
      </w:r>
      <w:r w:rsidR="00E85E1B" w:rsidRPr="006056B1">
        <w:t>est pas ta sœur</w:t>
      </w:r>
      <w:r>
        <w:t xml:space="preserve">, </w:t>
      </w:r>
      <w:r w:rsidR="00E85E1B" w:rsidRPr="006056B1">
        <w:t xml:space="preserve">au </w:t>
      </w:r>
      <w:proofErr w:type="spellStart"/>
      <w:r w:rsidR="00E85E1B" w:rsidRPr="006056B1">
        <w:t>moinss</w:t>
      </w:r>
      <w:proofErr w:type="spellEnd"/>
      <w:r>
        <w:t> ?</w:t>
      </w:r>
    </w:p>
    <w:p w14:paraId="50D0841D" w14:textId="77777777" w:rsidR="006036B2" w:rsidRDefault="006036B2" w:rsidP="00E85E1B">
      <w:r>
        <w:t>— </w:t>
      </w:r>
      <w:r w:rsidR="00E85E1B" w:rsidRPr="006056B1">
        <w:t>Non</w:t>
      </w:r>
      <w:r>
        <w:t xml:space="preserve">, </w:t>
      </w:r>
      <w:r w:rsidR="00E85E1B" w:rsidRPr="006056B1">
        <w:t>non</w:t>
      </w:r>
      <w:r>
        <w:t xml:space="preserve">, </w:t>
      </w:r>
      <w:r w:rsidR="00E85E1B" w:rsidRPr="006056B1">
        <w:t>répliqua Guillaume</w:t>
      </w:r>
      <w:r>
        <w:t>.</w:t>
      </w:r>
    </w:p>
    <w:p w14:paraId="611FA975" w14:textId="77777777" w:rsidR="006036B2" w:rsidRDefault="006036B2" w:rsidP="00E85E1B">
      <w:r>
        <w:t>— </w:t>
      </w:r>
      <w:r w:rsidR="00E85E1B" w:rsidRPr="006056B1">
        <w:t>Pourquoi que tu pleures</w:t>
      </w:r>
      <w:r>
        <w:t xml:space="preserve">, </w:t>
      </w:r>
      <w:r w:rsidR="00E85E1B" w:rsidRPr="006056B1">
        <w:t>donc</w:t>
      </w:r>
      <w:r>
        <w:t> ?</w:t>
      </w:r>
    </w:p>
    <w:p w14:paraId="312AC2D0" w14:textId="77777777" w:rsidR="006036B2" w:rsidRDefault="006036B2" w:rsidP="00E85E1B">
      <w:r>
        <w:t>— </w:t>
      </w:r>
      <w:r w:rsidR="00E85E1B" w:rsidRPr="006056B1">
        <w:t>Parce que je suis content que tu l</w:t>
      </w:r>
      <w:r>
        <w:t>’</w:t>
      </w:r>
      <w:r w:rsidR="00E85E1B" w:rsidRPr="006056B1">
        <w:t>aimes</w:t>
      </w:r>
      <w:r>
        <w:t xml:space="preserve">, </w:t>
      </w:r>
      <w:r w:rsidR="00E85E1B" w:rsidRPr="006056B1">
        <w:t>quoique pas ma sœur</w:t>
      </w:r>
      <w:r>
        <w:t>.</w:t>
      </w:r>
    </w:p>
    <w:p w14:paraId="6BA1AFBA" w14:textId="77777777" w:rsidR="006036B2" w:rsidRDefault="006036B2" w:rsidP="00E85E1B">
      <w:r>
        <w:t>— </w:t>
      </w:r>
      <w:r w:rsidR="00E85E1B" w:rsidRPr="006056B1">
        <w:t>C</w:t>
      </w:r>
      <w:r>
        <w:t>’</w:t>
      </w:r>
      <w:r w:rsidR="00E85E1B" w:rsidRPr="006056B1">
        <w:t>est vrai</w:t>
      </w:r>
      <w:r>
        <w:t xml:space="preserve">, </w:t>
      </w:r>
      <w:r w:rsidR="00E85E1B" w:rsidRPr="006056B1">
        <w:t xml:space="preserve">mon </w:t>
      </w:r>
      <w:proofErr w:type="spellStart"/>
      <w:r w:rsidR="00E85E1B" w:rsidRPr="006056B1">
        <w:t>Guiomme</w:t>
      </w:r>
      <w:proofErr w:type="spellEnd"/>
      <w:r>
        <w:t> ?</w:t>
      </w:r>
    </w:p>
    <w:p w14:paraId="7948FE6F" w14:textId="77777777" w:rsidR="006036B2" w:rsidRDefault="006036B2" w:rsidP="00E85E1B">
      <w:r>
        <w:lastRenderedPageBreak/>
        <w:t>— </w:t>
      </w:r>
      <w:proofErr w:type="spellStart"/>
      <w:r w:rsidR="00E85E1B" w:rsidRPr="006056B1">
        <w:t>Voui</w:t>
      </w:r>
      <w:proofErr w:type="spellEnd"/>
      <w:r>
        <w:t xml:space="preserve">, </w:t>
      </w:r>
      <w:proofErr w:type="spellStart"/>
      <w:r w:rsidR="00E85E1B" w:rsidRPr="006056B1">
        <w:t>voui</w:t>
      </w:r>
      <w:proofErr w:type="spellEnd"/>
      <w:r>
        <w:t xml:space="preserve">, </w:t>
      </w:r>
      <w:r w:rsidR="00E85E1B" w:rsidRPr="006056B1">
        <w:t>répéta le Normand</w:t>
      </w:r>
      <w:r>
        <w:t>.</w:t>
      </w:r>
    </w:p>
    <w:p w14:paraId="7B366FD1" w14:textId="77777777" w:rsidR="006036B2" w:rsidRDefault="00E85E1B" w:rsidP="00E85E1B">
      <w:r w:rsidRPr="006056B1">
        <w:t xml:space="preserve">Alors </w:t>
      </w:r>
      <w:proofErr w:type="spellStart"/>
      <w:r w:rsidRPr="006056B1">
        <w:t>Barthoumiou</w:t>
      </w:r>
      <w:proofErr w:type="spellEnd"/>
      <w:r w:rsidRPr="006056B1">
        <w:t xml:space="preserve"> reprit les tripes comme à bras-le-corps</w:t>
      </w:r>
      <w:r w:rsidR="006036B2">
        <w:t xml:space="preserve">, </w:t>
      </w:r>
      <w:r w:rsidRPr="006056B1">
        <w:t>se coucha dedans</w:t>
      </w:r>
      <w:r w:rsidR="006036B2">
        <w:t xml:space="preserve">, </w:t>
      </w:r>
      <w:r w:rsidRPr="006056B1">
        <w:t>et s</w:t>
      </w:r>
      <w:r w:rsidR="006036B2">
        <w:t>’</w:t>
      </w:r>
      <w:r w:rsidRPr="006056B1">
        <w:t>écria</w:t>
      </w:r>
      <w:r w:rsidR="006036B2">
        <w:t> :</w:t>
      </w:r>
    </w:p>
    <w:p w14:paraId="4DF65850" w14:textId="77777777" w:rsidR="006036B2" w:rsidRDefault="006036B2" w:rsidP="00E85E1B">
      <w:r>
        <w:t>— </w:t>
      </w:r>
      <w:r w:rsidR="00E85E1B" w:rsidRPr="006056B1">
        <w:t>Eh bien</w:t>
      </w:r>
      <w:r>
        <w:t xml:space="preserve"> ! </w:t>
      </w:r>
      <w:r w:rsidR="00E85E1B" w:rsidRPr="006056B1">
        <w:t>puisque c</w:t>
      </w:r>
      <w:r>
        <w:t>’</w:t>
      </w:r>
      <w:r w:rsidR="00E85E1B" w:rsidRPr="006056B1">
        <w:t>est pas ta sœur</w:t>
      </w:r>
      <w:r>
        <w:t xml:space="preserve">, </w:t>
      </w:r>
      <w:r w:rsidR="00E85E1B" w:rsidRPr="006056B1">
        <w:t xml:space="preserve">mon </w:t>
      </w:r>
      <w:proofErr w:type="spellStart"/>
      <w:r w:rsidR="00E85E1B" w:rsidRPr="006056B1">
        <w:t>Guiomme</w:t>
      </w:r>
      <w:proofErr w:type="spellEnd"/>
      <w:r>
        <w:t xml:space="preserve">, </w:t>
      </w:r>
      <w:r w:rsidR="00E85E1B" w:rsidRPr="006056B1">
        <w:t>adieu-vat</w:t>
      </w:r>
      <w:r>
        <w:t xml:space="preserve"> ! </w:t>
      </w:r>
      <w:r w:rsidR="00E85E1B" w:rsidRPr="006056B1">
        <w:t>Je lui s-y fais un enfant</w:t>
      </w:r>
      <w:r>
        <w:t>.</w:t>
      </w:r>
    </w:p>
    <w:p w14:paraId="2E4C34CA" w14:textId="726CAB59" w:rsidR="006036B2" w:rsidRDefault="00E85E1B" w:rsidP="006036B2">
      <w:pPr>
        <w:pStyle w:val="Titre1"/>
      </w:pPr>
      <w:bookmarkStart w:id="24" w:name="_Toc194853058"/>
      <w:r w:rsidRPr="006056B1">
        <w:lastRenderedPageBreak/>
        <w:t>LA DETTE</w:t>
      </w:r>
      <w:bookmarkEnd w:id="24"/>
    </w:p>
    <w:p w14:paraId="0B5A594C" w14:textId="77777777" w:rsidR="006036B2" w:rsidRDefault="006036B2" w:rsidP="00E85E1B">
      <w:r>
        <w:t>— </w:t>
      </w:r>
      <w:r w:rsidR="00E85E1B" w:rsidRPr="006056B1">
        <w:t>Pst</w:t>
      </w:r>
      <w:r>
        <w:t xml:space="preserve"> ! </w:t>
      </w:r>
      <w:r w:rsidR="00E85E1B" w:rsidRPr="006056B1">
        <w:t>pst</w:t>
      </w:r>
      <w:r>
        <w:t xml:space="preserve"> ! </w:t>
      </w:r>
      <w:r w:rsidR="00E85E1B" w:rsidRPr="006056B1">
        <w:t>Joli brun</w:t>
      </w:r>
      <w:r>
        <w:t xml:space="preserve">, </w:t>
      </w:r>
      <w:r w:rsidR="00E85E1B" w:rsidRPr="006056B1">
        <w:t>monte donc</w:t>
      </w:r>
      <w:r>
        <w:t xml:space="preserve"> ! </w:t>
      </w:r>
      <w:r w:rsidR="00E85E1B" w:rsidRPr="006056B1">
        <w:t>Je suis bien mignonne</w:t>
      </w:r>
      <w:r>
        <w:t xml:space="preserve">, </w:t>
      </w:r>
      <w:r w:rsidR="00E85E1B" w:rsidRPr="006056B1">
        <w:t>tu verras</w:t>
      </w:r>
      <w:r>
        <w:t xml:space="preserve">. </w:t>
      </w:r>
      <w:r w:rsidR="00E85E1B" w:rsidRPr="006056B1">
        <w:t>Monte donc</w:t>
      </w:r>
      <w:r>
        <w:t xml:space="preserve"> ! </w:t>
      </w:r>
      <w:r w:rsidR="00E85E1B" w:rsidRPr="006056B1">
        <w:t>Tu pourras toujours te chauffer</w:t>
      </w:r>
      <w:r>
        <w:t xml:space="preserve"> ; </w:t>
      </w:r>
      <w:r w:rsidR="00E85E1B" w:rsidRPr="006056B1">
        <w:t>j</w:t>
      </w:r>
      <w:r>
        <w:t>’</w:t>
      </w:r>
      <w:r w:rsidR="00E85E1B" w:rsidRPr="006056B1">
        <w:t>ai une bonne grille</w:t>
      </w:r>
      <w:r>
        <w:t>.</w:t>
      </w:r>
    </w:p>
    <w:p w14:paraId="0A60DF5C" w14:textId="77777777" w:rsidR="006036B2" w:rsidRDefault="00E85E1B" w:rsidP="00E85E1B">
      <w:r w:rsidRPr="006056B1">
        <w:t>Mais rien n</w:t>
      </w:r>
      <w:r w:rsidR="006036B2">
        <w:t>’</w:t>
      </w:r>
      <w:r w:rsidRPr="006056B1">
        <w:t>amorçait le passant</w:t>
      </w:r>
      <w:r w:rsidR="006036B2">
        <w:t xml:space="preserve">, </w:t>
      </w:r>
      <w:r w:rsidRPr="006056B1">
        <w:t>rien</w:t>
      </w:r>
      <w:r w:rsidR="006036B2">
        <w:t xml:space="preserve">, </w:t>
      </w:r>
      <w:r w:rsidRPr="006056B1">
        <w:t>ni</w:t>
      </w:r>
      <w:r w:rsidRPr="006056B1">
        <w:rPr>
          <w:i/>
          <w:iCs/>
        </w:rPr>
        <w:t xml:space="preserve"> </w:t>
      </w:r>
      <w:r w:rsidRPr="006056B1">
        <w:t>cette appellation de joli brun</w:t>
      </w:r>
      <w:r w:rsidR="006036B2">
        <w:t xml:space="preserve">, </w:t>
      </w:r>
      <w:r w:rsidRPr="006056B1">
        <w:t>doucement susurrée à des birbes chauves et ve</w:t>
      </w:r>
      <w:r w:rsidRPr="006056B1">
        <w:t>n</w:t>
      </w:r>
      <w:r w:rsidRPr="006056B1">
        <w:t>trus</w:t>
      </w:r>
      <w:r w:rsidR="006036B2">
        <w:t xml:space="preserve">, </w:t>
      </w:r>
      <w:r w:rsidRPr="006056B1">
        <w:t>ni la lubrique promesse que soulignaient une œillade et un sourire déjà caressants</w:t>
      </w:r>
      <w:r w:rsidR="006036B2">
        <w:t xml:space="preserve">, </w:t>
      </w:r>
      <w:r w:rsidRPr="006056B1">
        <w:t>ni même l</w:t>
      </w:r>
      <w:r w:rsidR="006036B2">
        <w:t>’</w:t>
      </w:r>
      <w:r w:rsidRPr="006056B1">
        <w:t>évocation de la bonne grille au rouge brasier de coke</w:t>
      </w:r>
      <w:r w:rsidR="006036B2">
        <w:t xml:space="preserve">, </w:t>
      </w:r>
      <w:r w:rsidRPr="006056B1">
        <w:t>si alléchante par cette âpre bise de d</w:t>
      </w:r>
      <w:r w:rsidRPr="006056B1">
        <w:t>é</w:t>
      </w:r>
      <w:r w:rsidRPr="006056B1">
        <w:t>cembre</w:t>
      </w:r>
      <w:r w:rsidR="006036B2">
        <w:t>.</w:t>
      </w:r>
    </w:p>
    <w:p w14:paraId="6C44BF1B" w14:textId="77777777" w:rsidR="006036B2" w:rsidRDefault="00E85E1B" w:rsidP="00E85E1B">
      <w:r w:rsidRPr="006056B1">
        <w:t>Et la grande Fanny continuait lamentablement</w:t>
      </w:r>
      <w:r w:rsidR="006036B2">
        <w:t xml:space="preserve">, </w:t>
      </w:r>
      <w:r w:rsidRPr="006056B1">
        <w:t>sous cette bise glacée</w:t>
      </w:r>
      <w:r w:rsidR="006036B2">
        <w:t xml:space="preserve">, </w:t>
      </w:r>
      <w:r w:rsidRPr="006056B1">
        <w:t>à battre son quart inutile</w:t>
      </w:r>
      <w:r w:rsidR="006036B2">
        <w:t xml:space="preserve">, </w:t>
      </w:r>
      <w:r w:rsidRPr="006056B1">
        <w:t>et la nuit s</w:t>
      </w:r>
      <w:r w:rsidR="006036B2">
        <w:t>’</w:t>
      </w:r>
      <w:r w:rsidRPr="006056B1">
        <w:t>avançait</w:t>
      </w:r>
      <w:r w:rsidR="006036B2">
        <w:t xml:space="preserve">, </w:t>
      </w:r>
      <w:r w:rsidRPr="006056B1">
        <w:t>et les passants se faisaient de plus en plus rares</w:t>
      </w:r>
      <w:r w:rsidR="006036B2">
        <w:t xml:space="preserve">. </w:t>
      </w:r>
      <w:r w:rsidRPr="006056B1">
        <w:t>Encore une heure comme ça et la rue serait absolument déserte</w:t>
      </w:r>
      <w:r w:rsidR="006036B2">
        <w:t xml:space="preserve"> ! </w:t>
      </w:r>
      <w:r w:rsidRPr="006056B1">
        <w:t>À moins d</w:t>
      </w:r>
      <w:r w:rsidR="006036B2">
        <w:t>’</w:t>
      </w:r>
      <w:r w:rsidRPr="006056B1">
        <w:t>une chance</w:t>
      </w:r>
      <w:r w:rsidR="006036B2">
        <w:t xml:space="preserve">, </w:t>
      </w:r>
      <w:r w:rsidRPr="006056B1">
        <w:t>d</w:t>
      </w:r>
      <w:r w:rsidR="006036B2">
        <w:t>’</w:t>
      </w:r>
      <w:r w:rsidRPr="006056B1">
        <w:t>un pochard attardé</w:t>
      </w:r>
      <w:r w:rsidR="006036B2">
        <w:t xml:space="preserve">, </w:t>
      </w:r>
      <w:r w:rsidRPr="006056B1">
        <w:t>il faudrait rentrer bredouille</w:t>
      </w:r>
      <w:r w:rsidR="006036B2">
        <w:t>.</w:t>
      </w:r>
    </w:p>
    <w:p w14:paraId="3A20AD90" w14:textId="77777777" w:rsidR="006036B2" w:rsidRDefault="00E85E1B" w:rsidP="00E85E1B">
      <w:r w:rsidRPr="006056B1">
        <w:t>C</w:t>
      </w:r>
      <w:r w:rsidR="006036B2">
        <w:t>’</w:t>
      </w:r>
      <w:r w:rsidRPr="006056B1">
        <w:t>était pourtant une belle créature</w:t>
      </w:r>
      <w:r w:rsidR="006036B2">
        <w:t xml:space="preserve">, </w:t>
      </w:r>
      <w:r w:rsidRPr="006056B1">
        <w:t>que la grande Fanny</w:t>
      </w:r>
      <w:r w:rsidR="006036B2">
        <w:t xml:space="preserve"> ! </w:t>
      </w:r>
      <w:r w:rsidRPr="006056B1">
        <w:t>Avec sa tête de bacchante et son corps de déesse</w:t>
      </w:r>
      <w:r w:rsidR="006036B2">
        <w:t xml:space="preserve">, </w:t>
      </w:r>
      <w:r w:rsidRPr="006056B1">
        <w:t>dans la sple</w:t>
      </w:r>
      <w:r w:rsidRPr="006056B1">
        <w:t>n</w:t>
      </w:r>
      <w:r w:rsidRPr="006056B1">
        <w:t>deur épanouie de ses vingt-trois ans</w:t>
      </w:r>
      <w:r w:rsidR="006036B2">
        <w:t xml:space="preserve">, </w:t>
      </w:r>
      <w:r w:rsidRPr="006056B1">
        <w:t>elle méritait autre chose que ce trottoir misérable</w:t>
      </w:r>
      <w:r w:rsidR="006036B2">
        <w:t xml:space="preserve">, </w:t>
      </w:r>
      <w:r w:rsidRPr="006056B1">
        <w:t>où elle ne trouvait seulement pas les cent sous dont elle avait besoin pour manger demain</w:t>
      </w:r>
      <w:r w:rsidR="006036B2">
        <w:t>.</w:t>
      </w:r>
    </w:p>
    <w:p w14:paraId="6A88867B" w14:textId="77777777" w:rsidR="006036B2" w:rsidRDefault="00E85E1B" w:rsidP="00E85E1B">
      <w:r w:rsidRPr="006056B1">
        <w:t>Mais voilà</w:t>
      </w:r>
      <w:r w:rsidR="006036B2">
        <w:t xml:space="preserve"> ! </w:t>
      </w:r>
      <w:r w:rsidRPr="006056B1">
        <w:t>Dans cet infernal Paris</w:t>
      </w:r>
      <w:r w:rsidR="006036B2">
        <w:t xml:space="preserve">, </w:t>
      </w:r>
      <w:r w:rsidRPr="006056B1">
        <w:t>grouillante cohue de concurrences qui s</w:t>
      </w:r>
      <w:r w:rsidR="006036B2">
        <w:t>’</w:t>
      </w:r>
      <w:r w:rsidRPr="006056B1">
        <w:t>entre-dévorent</w:t>
      </w:r>
      <w:r w:rsidR="006036B2">
        <w:t xml:space="preserve">, </w:t>
      </w:r>
      <w:r w:rsidRPr="006056B1">
        <w:t>la renommée ne vient aux filles</w:t>
      </w:r>
      <w:r w:rsidR="006036B2">
        <w:t xml:space="preserve">, </w:t>
      </w:r>
      <w:r w:rsidRPr="006056B1">
        <w:t>comme aux artistes la gloire</w:t>
      </w:r>
      <w:r w:rsidR="006036B2">
        <w:t xml:space="preserve">, </w:t>
      </w:r>
      <w:r w:rsidRPr="006056B1">
        <w:t>qu</w:t>
      </w:r>
      <w:r w:rsidR="006036B2">
        <w:t>’</w:t>
      </w:r>
      <w:r w:rsidRPr="006056B1">
        <w:t>en leur arrière-saison</w:t>
      </w:r>
      <w:r w:rsidR="006036B2">
        <w:t xml:space="preserve">. </w:t>
      </w:r>
      <w:r w:rsidRPr="006056B1">
        <w:t xml:space="preserve">Elles ressemblent </w:t>
      </w:r>
      <w:proofErr w:type="spellStart"/>
      <w:r w:rsidRPr="006056B1">
        <w:t>par là</w:t>
      </w:r>
      <w:proofErr w:type="spellEnd"/>
      <w:r w:rsidRPr="006056B1">
        <w:t xml:space="preserve"> aux pierres précieuses</w:t>
      </w:r>
      <w:r w:rsidR="006036B2">
        <w:t xml:space="preserve">, </w:t>
      </w:r>
      <w:r w:rsidRPr="006056B1">
        <w:t>dont les plus c</w:t>
      </w:r>
      <w:r w:rsidRPr="006056B1">
        <w:t>é</w:t>
      </w:r>
      <w:r w:rsidRPr="006056B1">
        <w:t>lèbres sont celles qui ont été le plus souvent montées</w:t>
      </w:r>
      <w:r w:rsidR="006036B2">
        <w:t>.</w:t>
      </w:r>
    </w:p>
    <w:p w14:paraId="0A6BDDDF" w14:textId="77777777" w:rsidR="006036B2" w:rsidRDefault="00E85E1B" w:rsidP="00E85E1B">
      <w:r w:rsidRPr="006056B1">
        <w:t>Et c</w:t>
      </w:r>
      <w:r w:rsidR="006036B2">
        <w:t>’</w:t>
      </w:r>
      <w:r w:rsidRPr="006056B1">
        <w:t>est pourquoi battait obscurément son quart inutile</w:t>
      </w:r>
      <w:r w:rsidR="006036B2">
        <w:t xml:space="preserve">, </w:t>
      </w:r>
      <w:r w:rsidRPr="006056B1">
        <w:t>sous l</w:t>
      </w:r>
      <w:r w:rsidR="006036B2">
        <w:t>’</w:t>
      </w:r>
      <w:r w:rsidRPr="006056B1">
        <w:t>âpre brise de décembre</w:t>
      </w:r>
      <w:r w:rsidR="006036B2">
        <w:t xml:space="preserve">, </w:t>
      </w:r>
      <w:r w:rsidRPr="006056B1">
        <w:t>sans un sou dans sa poche</w:t>
      </w:r>
      <w:r w:rsidR="006036B2">
        <w:t xml:space="preserve">, </w:t>
      </w:r>
      <w:r w:rsidRPr="006056B1">
        <w:lastRenderedPageBreak/>
        <w:t>ma</w:t>
      </w:r>
      <w:r w:rsidRPr="006056B1">
        <w:t>l</w:t>
      </w:r>
      <w:r w:rsidRPr="006056B1">
        <w:t>gré sa tête de bacchante et son corps de déesse et la splendeur épanouie de ses vingt-trois ans</w:t>
      </w:r>
      <w:r w:rsidR="006036B2">
        <w:t xml:space="preserve">, </w:t>
      </w:r>
      <w:r w:rsidRPr="006056B1">
        <w:t>cette grande Fanny qui devait être plus tard une des plus brillantes et des plus riches étoiles de la galanterie parisienne</w:t>
      </w:r>
      <w:r w:rsidR="006036B2">
        <w:t>.</w:t>
      </w:r>
    </w:p>
    <w:p w14:paraId="09BA7ABB" w14:textId="77777777" w:rsidR="006036B2" w:rsidRDefault="00E85E1B" w:rsidP="00E85E1B">
      <w:r w:rsidRPr="006056B1">
        <w:t>Cependant l</w:t>
      </w:r>
      <w:r w:rsidR="006036B2">
        <w:t>’</w:t>
      </w:r>
      <w:r w:rsidRPr="006056B1">
        <w:t>heure suprême s</w:t>
      </w:r>
      <w:r w:rsidR="006036B2">
        <w:t>’</w:t>
      </w:r>
      <w:r w:rsidRPr="006056B1">
        <w:t>était écoulée</w:t>
      </w:r>
      <w:r w:rsidR="006036B2">
        <w:t xml:space="preserve">. </w:t>
      </w:r>
      <w:r w:rsidRPr="006056B1">
        <w:t>Plus un seul passant</w:t>
      </w:r>
      <w:r w:rsidR="006036B2">
        <w:t xml:space="preserve"> ! </w:t>
      </w:r>
      <w:r w:rsidRPr="006056B1">
        <w:t>La rue était décidément vide</w:t>
      </w:r>
      <w:r w:rsidR="006036B2">
        <w:t xml:space="preserve">, </w:t>
      </w:r>
      <w:r w:rsidRPr="006056B1">
        <w:t>morne et morte</w:t>
      </w:r>
      <w:r w:rsidR="006036B2">
        <w:t xml:space="preserve">. </w:t>
      </w:r>
      <w:r w:rsidRPr="006056B1">
        <w:t>On n</w:t>
      </w:r>
      <w:r w:rsidR="006036B2">
        <w:t>’</w:t>
      </w:r>
      <w:r w:rsidRPr="006056B1">
        <w:t>y entendait plus que les sifflements entrecoupés des rafales</w:t>
      </w:r>
      <w:r w:rsidR="006036B2">
        <w:t xml:space="preserve">. </w:t>
      </w:r>
      <w:r w:rsidRPr="006056B1">
        <w:t>On n</w:t>
      </w:r>
      <w:r w:rsidR="006036B2">
        <w:t>’</w:t>
      </w:r>
      <w:r w:rsidRPr="006056B1">
        <w:t>y voyait plus vivre que les flammes des réverbères</w:t>
      </w:r>
      <w:r w:rsidR="006036B2">
        <w:t xml:space="preserve">, </w:t>
      </w:r>
      <w:r w:rsidRPr="006056B1">
        <w:t>trembl</w:t>
      </w:r>
      <w:r w:rsidRPr="006056B1">
        <w:t>o</w:t>
      </w:r>
      <w:r w:rsidRPr="006056B1">
        <w:t>tantes</w:t>
      </w:r>
      <w:r w:rsidR="006036B2">
        <w:t xml:space="preserve">, </w:t>
      </w:r>
      <w:r w:rsidRPr="006056B1">
        <w:t>effarées</w:t>
      </w:r>
      <w:r w:rsidR="006036B2">
        <w:t xml:space="preserve">, </w:t>
      </w:r>
      <w:r w:rsidRPr="006056B1">
        <w:t>pareilles à des papillons agonisants</w:t>
      </w:r>
      <w:r w:rsidR="006036B2">
        <w:t xml:space="preserve">. </w:t>
      </w:r>
      <w:r w:rsidRPr="006056B1">
        <w:t>Allons</w:t>
      </w:r>
      <w:r w:rsidR="006036B2">
        <w:t xml:space="preserve">, </w:t>
      </w:r>
      <w:r w:rsidRPr="006056B1">
        <w:t>il n</w:t>
      </w:r>
      <w:r w:rsidR="006036B2">
        <w:t>’</w:t>
      </w:r>
      <w:r w:rsidRPr="006056B1">
        <w:t>y avait qu</w:t>
      </w:r>
      <w:r w:rsidR="006036B2">
        <w:t>’</w:t>
      </w:r>
      <w:r w:rsidRPr="006056B1">
        <w:t>à rentrer</w:t>
      </w:r>
      <w:r w:rsidR="006036B2">
        <w:t xml:space="preserve">, </w:t>
      </w:r>
      <w:r w:rsidRPr="006056B1">
        <w:t>et rentrer bredouille</w:t>
      </w:r>
      <w:r w:rsidR="006036B2">
        <w:t> !</w:t>
      </w:r>
    </w:p>
    <w:p w14:paraId="57920712" w14:textId="77777777" w:rsidR="006036B2" w:rsidRDefault="00E85E1B" w:rsidP="00E85E1B">
      <w:r w:rsidRPr="006056B1">
        <w:t>Soudain</w:t>
      </w:r>
      <w:r w:rsidR="006036B2">
        <w:t xml:space="preserve">, </w:t>
      </w:r>
      <w:r w:rsidRPr="006056B1">
        <w:t>au prochain carrefour</w:t>
      </w:r>
      <w:r w:rsidR="006036B2">
        <w:t xml:space="preserve">, </w:t>
      </w:r>
      <w:r w:rsidRPr="006056B1">
        <w:t>là-bas</w:t>
      </w:r>
      <w:r w:rsidR="006036B2">
        <w:t xml:space="preserve">, </w:t>
      </w:r>
      <w:r w:rsidRPr="006056B1">
        <w:t>sur la chaussée</w:t>
      </w:r>
      <w:r w:rsidR="006036B2">
        <w:t xml:space="preserve">, </w:t>
      </w:r>
      <w:r w:rsidRPr="006056B1">
        <w:t>la grande Fanny aperçut une forme humaine</w:t>
      </w:r>
      <w:r w:rsidR="006036B2">
        <w:t xml:space="preserve">. </w:t>
      </w:r>
      <w:r w:rsidRPr="006056B1">
        <w:t>Cela faisait halte</w:t>
      </w:r>
      <w:r w:rsidR="006036B2">
        <w:t xml:space="preserve">, </w:t>
      </w:r>
      <w:r w:rsidRPr="006056B1">
        <w:t>semblait hésiter</w:t>
      </w:r>
      <w:r w:rsidR="006036B2">
        <w:t xml:space="preserve">, </w:t>
      </w:r>
      <w:r w:rsidRPr="006056B1">
        <w:t>chercher son chemin</w:t>
      </w:r>
      <w:r w:rsidR="006036B2">
        <w:t xml:space="preserve">. </w:t>
      </w:r>
      <w:r w:rsidRPr="006056B1">
        <w:t>C</w:t>
      </w:r>
      <w:r w:rsidR="006036B2">
        <w:t>’</w:t>
      </w:r>
      <w:r w:rsidRPr="006056B1">
        <w:t>était enveloppé dans un vêtement qui pendait presque jusqu</w:t>
      </w:r>
      <w:r w:rsidR="006036B2">
        <w:t>’</w:t>
      </w:r>
      <w:r w:rsidRPr="006056B1">
        <w:t>à terre</w:t>
      </w:r>
      <w:r w:rsidR="006036B2">
        <w:t xml:space="preserve">. </w:t>
      </w:r>
      <w:r w:rsidRPr="006056B1">
        <w:t>C</w:t>
      </w:r>
      <w:r w:rsidR="006036B2">
        <w:t>’</w:t>
      </w:r>
      <w:r w:rsidRPr="006056B1">
        <w:t>était tout m</w:t>
      </w:r>
      <w:r w:rsidRPr="006056B1">
        <w:t>e</w:t>
      </w:r>
      <w:r w:rsidRPr="006056B1">
        <w:t>nu</w:t>
      </w:r>
      <w:r w:rsidR="006036B2">
        <w:t xml:space="preserve">, </w:t>
      </w:r>
      <w:r w:rsidRPr="006056B1">
        <w:t>tout gringalet</w:t>
      </w:r>
      <w:r w:rsidR="006036B2">
        <w:t xml:space="preserve">, </w:t>
      </w:r>
      <w:r w:rsidRPr="006056B1">
        <w:t>quelqu</w:t>
      </w:r>
      <w:r w:rsidR="006036B2">
        <w:t>’</w:t>
      </w:r>
      <w:r w:rsidRPr="006056B1">
        <w:t>un de très petit</w:t>
      </w:r>
      <w:r w:rsidR="006036B2">
        <w:t xml:space="preserve">, </w:t>
      </w:r>
      <w:r w:rsidRPr="006056B1">
        <w:t>à coup sûr</w:t>
      </w:r>
      <w:r w:rsidR="006036B2">
        <w:t>.</w:t>
      </w:r>
    </w:p>
    <w:p w14:paraId="072DE37E" w14:textId="77777777" w:rsidR="006036B2" w:rsidRDefault="006036B2" w:rsidP="00E85E1B">
      <w:r>
        <w:t>— </w:t>
      </w:r>
      <w:r w:rsidR="00E85E1B" w:rsidRPr="006056B1">
        <w:t>Peut-être un bosco</w:t>
      </w:r>
      <w:r>
        <w:t xml:space="preserve">, </w:t>
      </w:r>
      <w:r w:rsidR="00E85E1B" w:rsidRPr="006056B1">
        <w:t>pensa la fille</w:t>
      </w:r>
      <w:r>
        <w:t xml:space="preserve">. </w:t>
      </w:r>
      <w:r w:rsidR="00E85E1B" w:rsidRPr="006056B1">
        <w:t>Ils aiment les grandes femmes</w:t>
      </w:r>
      <w:r>
        <w:t xml:space="preserve">, </w:t>
      </w:r>
      <w:r w:rsidR="00E85E1B" w:rsidRPr="006056B1">
        <w:t>ceux-là</w:t>
      </w:r>
      <w:r>
        <w:t> !</w:t>
      </w:r>
    </w:p>
    <w:p w14:paraId="07D59335" w14:textId="77777777" w:rsidR="006036B2" w:rsidRDefault="00E85E1B" w:rsidP="00E85E1B">
      <w:r w:rsidRPr="006056B1">
        <w:t>Et vivement elle se dirigea vers l</w:t>
      </w:r>
      <w:r w:rsidR="006036B2">
        <w:t>’</w:t>
      </w:r>
      <w:r w:rsidRPr="006056B1">
        <w:t>individu</w:t>
      </w:r>
      <w:r w:rsidR="006036B2">
        <w:t xml:space="preserve">, </w:t>
      </w:r>
      <w:r w:rsidRPr="006056B1">
        <w:t>en faisant déjà</w:t>
      </w:r>
      <w:r w:rsidR="006036B2">
        <w:t xml:space="preserve">, </w:t>
      </w:r>
      <w:r w:rsidRPr="006056B1">
        <w:t>par habitude</w:t>
      </w:r>
      <w:r w:rsidR="006036B2">
        <w:t xml:space="preserve">, </w:t>
      </w:r>
      <w:r w:rsidRPr="006056B1">
        <w:t>et comme s</w:t>
      </w:r>
      <w:r w:rsidR="006036B2">
        <w:t>’</w:t>
      </w:r>
      <w:r w:rsidRPr="006056B1">
        <w:t>il pouvait l</w:t>
      </w:r>
      <w:r w:rsidR="006036B2">
        <w:t>’</w:t>
      </w:r>
      <w:r w:rsidRPr="006056B1">
        <w:t>entendre de si loin</w:t>
      </w:r>
      <w:r w:rsidR="006036B2">
        <w:t> :</w:t>
      </w:r>
    </w:p>
    <w:p w14:paraId="04C764A2" w14:textId="77777777" w:rsidR="006036B2" w:rsidRDefault="006036B2" w:rsidP="00E85E1B">
      <w:r>
        <w:t>— </w:t>
      </w:r>
      <w:r w:rsidR="00E85E1B" w:rsidRPr="006056B1">
        <w:t>Pst</w:t>
      </w:r>
      <w:r>
        <w:t xml:space="preserve"> ! </w:t>
      </w:r>
      <w:r w:rsidR="00E85E1B" w:rsidRPr="006056B1">
        <w:t>pst</w:t>
      </w:r>
      <w:r>
        <w:t xml:space="preserve"> ! </w:t>
      </w:r>
      <w:r w:rsidR="00E85E1B" w:rsidRPr="006056B1">
        <w:t>joli brun</w:t>
      </w:r>
      <w:r>
        <w:t> !</w:t>
      </w:r>
    </w:p>
    <w:p w14:paraId="06591A71" w14:textId="77777777" w:rsidR="006036B2" w:rsidRDefault="00E85E1B" w:rsidP="00E85E1B">
      <w:r w:rsidRPr="006056B1">
        <w:t>Quelle veine</w:t>
      </w:r>
      <w:r w:rsidR="006036B2">
        <w:t xml:space="preserve"> ! </w:t>
      </w:r>
      <w:r w:rsidRPr="006056B1">
        <w:t>L</w:t>
      </w:r>
      <w:r w:rsidR="006036B2">
        <w:t>’</w:t>
      </w:r>
      <w:r w:rsidRPr="006056B1">
        <w:t>individu ne se sauvait pas</w:t>
      </w:r>
      <w:r w:rsidR="006036B2">
        <w:t xml:space="preserve">, </w:t>
      </w:r>
      <w:r w:rsidRPr="006056B1">
        <w:t>mais venait à la rencontre de Fanny</w:t>
      </w:r>
      <w:r w:rsidR="006036B2">
        <w:t xml:space="preserve">, </w:t>
      </w:r>
      <w:r w:rsidRPr="006056B1">
        <w:t>quoique d</w:t>
      </w:r>
      <w:r w:rsidR="006036B2">
        <w:t>’</w:t>
      </w:r>
      <w:r w:rsidRPr="006056B1">
        <w:t>une allure timide</w:t>
      </w:r>
      <w:r w:rsidR="006036B2">
        <w:t xml:space="preserve">. </w:t>
      </w:r>
      <w:r w:rsidRPr="006056B1">
        <w:t>Elle courut à lui</w:t>
      </w:r>
      <w:r w:rsidR="006036B2">
        <w:t xml:space="preserve">, </w:t>
      </w:r>
      <w:r w:rsidRPr="006056B1">
        <w:t xml:space="preserve">en répétant son appel câlin pour </w:t>
      </w:r>
      <w:r>
        <w:t>l</w:t>
      </w:r>
      <w:r w:rsidRPr="006056B1">
        <w:t>e rassurer</w:t>
      </w:r>
      <w:r w:rsidR="006036B2">
        <w:t xml:space="preserve">. </w:t>
      </w:r>
      <w:r w:rsidRPr="006056B1">
        <w:t>Elle courut d</w:t>
      </w:r>
      <w:r w:rsidR="006036B2">
        <w:t>’</w:t>
      </w:r>
      <w:r w:rsidRPr="006056B1">
        <w:t>autant plus qu</w:t>
      </w:r>
      <w:r w:rsidR="006036B2">
        <w:t>’</w:t>
      </w:r>
      <w:r w:rsidRPr="006056B1">
        <w:t>elle le voyait maintenant tituber avec des zi</w:t>
      </w:r>
      <w:r w:rsidRPr="006056B1">
        <w:t>g</w:t>
      </w:r>
      <w:r w:rsidRPr="006056B1">
        <w:t>zags d</w:t>
      </w:r>
      <w:r w:rsidR="006036B2">
        <w:t>’</w:t>
      </w:r>
      <w:r w:rsidRPr="006056B1">
        <w:t>homme soûl</w:t>
      </w:r>
      <w:r w:rsidR="006036B2">
        <w:t xml:space="preserve">, </w:t>
      </w:r>
      <w:r w:rsidRPr="006056B1">
        <w:t>et qu</w:t>
      </w:r>
      <w:r w:rsidR="006036B2">
        <w:t>’</w:t>
      </w:r>
      <w:r w:rsidRPr="006056B1">
        <w:t>elle se disait</w:t>
      </w:r>
      <w:r w:rsidR="006036B2">
        <w:t> :</w:t>
      </w:r>
    </w:p>
    <w:p w14:paraId="046058FF" w14:textId="77777777" w:rsidR="006036B2" w:rsidRDefault="006036B2" w:rsidP="00E85E1B">
      <w:r>
        <w:t>— </w:t>
      </w:r>
      <w:r w:rsidR="00E85E1B" w:rsidRPr="006056B1">
        <w:t>Une fois que c</w:t>
      </w:r>
      <w:r>
        <w:t>’</w:t>
      </w:r>
      <w:r w:rsidR="00E85E1B" w:rsidRPr="006056B1">
        <w:t>est sur le cul</w:t>
      </w:r>
      <w:r>
        <w:t xml:space="preserve">, </w:t>
      </w:r>
      <w:r w:rsidR="00E85E1B" w:rsidRPr="006056B1">
        <w:t>ces bougres-là</w:t>
      </w:r>
      <w:r>
        <w:t xml:space="preserve">, </w:t>
      </w:r>
      <w:r w:rsidR="00E85E1B" w:rsidRPr="006056B1">
        <w:t>il n</w:t>
      </w:r>
      <w:r>
        <w:t>’</w:t>
      </w:r>
      <w:r w:rsidR="00E85E1B" w:rsidRPr="006056B1">
        <w:t>y a plus moyen de les relever</w:t>
      </w:r>
      <w:r>
        <w:t xml:space="preserve">. </w:t>
      </w:r>
      <w:r w:rsidR="00E85E1B" w:rsidRPr="006056B1">
        <w:t>Ça veut dormir où ça se trouve</w:t>
      </w:r>
      <w:r>
        <w:t xml:space="preserve">. </w:t>
      </w:r>
      <w:r w:rsidR="00E85E1B" w:rsidRPr="006056B1">
        <w:t>Pourvu que j</w:t>
      </w:r>
      <w:r>
        <w:t>’</w:t>
      </w:r>
      <w:r w:rsidR="00E85E1B" w:rsidRPr="006056B1">
        <w:t>arrive avant qu</w:t>
      </w:r>
      <w:r>
        <w:t>’</w:t>
      </w:r>
      <w:r w:rsidR="00E85E1B" w:rsidRPr="006056B1">
        <w:t>il tombe</w:t>
      </w:r>
      <w:r>
        <w:t>.</w:t>
      </w:r>
    </w:p>
    <w:p w14:paraId="43200D43" w14:textId="77777777" w:rsidR="006036B2" w:rsidRDefault="00E85E1B" w:rsidP="00E85E1B">
      <w:r w:rsidRPr="006056B1">
        <w:lastRenderedPageBreak/>
        <w:t>Elle arriva</w:t>
      </w:r>
      <w:r w:rsidR="006036B2">
        <w:t xml:space="preserve">, </w:t>
      </w:r>
      <w:r w:rsidRPr="006056B1">
        <w:t>en effet</w:t>
      </w:r>
      <w:r w:rsidR="006036B2">
        <w:t xml:space="preserve">, </w:t>
      </w:r>
      <w:r w:rsidRPr="006056B1">
        <w:t>juste à temps pour le recevoir dans ses bras</w:t>
      </w:r>
      <w:r w:rsidR="006036B2">
        <w:t xml:space="preserve">. </w:t>
      </w:r>
      <w:r w:rsidRPr="006056B1">
        <w:t>Mais à peine l</w:t>
      </w:r>
      <w:r w:rsidR="006036B2">
        <w:t>’</w:t>
      </w:r>
      <w:r w:rsidRPr="006056B1">
        <w:t>eut-elle fait</w:t>
      </w:r>
      <w:r w:rsidR="006036B2">
        <w:t xml:space="preserve">, </w:t>
      </w:r>
      <w:r w:rsidRPr="006056B1">
        <w:t>qu</w:t>
      </w:r>
      <w:r w:rsidR="006036B2">
        <w:t>’</w:t>
      </w:r>
      <w:r w:rsidRPr="006056B1">
        <w:t>elle faillit le lâcher</w:t>
      </w:r>
      <w:r w:rsidR="006036B2">
        <w:t xml:space="preserve">, </w:t>
      </w:r>
      <w:r w:rsidRPr="006056B1">
        <w:t>de stup</w:t>
      </w:r>
      <w:r w:rsidRPr="006056B1">
        <w:t>é</w:t>
      </w:r>
      <w:r w:rsidRPr="006056B1">
        <w:t>faction</w:t>
      </w:r>
      <w:r w:rsidR="006036B2">
        <w:t xml:space="preserve"> ! </w:t>
      </w:r>
      <w:r w:rsidRPr="006056B1">
        <w:t>Ce n</w:t>
      </w:r>
      <w:r w:rsidR="006036B2">
        <w:t>’</w:t>
      </w:r>
      <w:r w:rsidRPr="006056B1">
        <w:t>était ni un ivrogne</w:t>
      </w:r>
      <w:r w:rsidR="006036B2">
        <w:t xml:space="preserve">, </w:t>
      </w:r>
      <w:r w:rsidRPr="006056B1">
        <w:t>ni un bosco</w:t>
      </w:r>
      <w:r w:rsidR="006036B2">
        <w:t xml:space="preserve">. </w:t>
      </w:r>
      <w:r w:rsidRPr="006056B1">
        <w:t>C</w:t>
      </w:r>
      <w:r w:rsidR="006036B2">
        <w:t>’</w:t>
      </w:r>
      <w:r w:rsidRPr="006056B1">
        <w:t>était</w:t>
      </w:r>
      <w:r w:rsidR="006036B2">
        <w:t xml:space="preserve">, </w:t>
      </w:r>
      <w:r w:rsidRPr="006056B1">
        <w:t>dans une redingote et sous un feutre d</w:t>
      </w:r>
      <w:r w:rsidR="006036B2">
        <w:t>’</w:t>
      </w:r>
      <w:r w:rsidRPr="006056B1">
        <w:t>homme</w:t>
      </w:r>
      <w:r w:rsidR="006036B2">
        <w:t xml:space="preserve">, </w:t>
      </w:r>
      <w:r w:rsidRPr="006056B1">
        <w:t>un enfant de douze à treize ans</w:t>
      </w:r>
      <w:r w:rsidR="006036B2">
        <w:t xml:space="preserve">, </w:t>
      </w:r>
      <w:r w:rsidRPr="006056B1">
        <w:t>et qui pleurait</w:t>
      </w:r>
      <w:r w:rsidR="006036B2">
        <w:t xml:space="preserve">, </w:t>
      </w:r>
      <w:r w:rsidRPr="006056B1">
        <w:t>et qui gémissait d</w:t>
      </w:r>
      <w:r w:rsidR="006036B2">
        <w:t>’</w:t>
      </w:r>
      <w:r w:rsidRPr="006056B1">
        <w:t>une voix faible</w:t>
      </w:r>
      <w:r w:rsidR="006036B2">
        <w:t> :</w:t>
      </w:r>
    </w:p>
    <w:p w14:paraId="662B5FF9" w14:textId="77777777" w:rsidR="006036B2" w:rsidRDefault="006036B2" w:rsidP="00E85E1B">
      <w:r>
        <w:t>— </w:t>
      </w:r>
      <w:r w:rsidR="00E85E1B" w:rsidRPr="006056B1">
        <w:t>Pardon</w:t>
      </w:r>
      <w:r>
        <w:t xml:space="preserve">, </w:t>
      </w:r>
      <w:r w:rsidR="00E85E1B" w:rsidRPr="006056B1">
        <w:t>madame</w:t>
      </w:r>
      <w:r>
        <w:t xml:space="preserve">, </w:t>
      </w:r>
      <w:r w:rsidR="00E85E1B" w:rsidRPr="006056B1">
        <w:t>pardon</w:t>
      </w:r>
      <w:r>
        <w:t xml:space="preserve"> ! </w:t>
      </w:r>
      <w:r w:rsidR="00E85E1B" w:rsidRPr="006056B1">
        <w:t>J</w:t>
      </w:r>
      <w:r>
        <w:t>’</w:t>
      </w:r>
      <w:r w:rsidR="00E85E1B" w:rsidRPr="006056B1">
        <w:t>ai faim</w:t>
      </w:r>
      <w:r>
        <w:t xml:space="preserve">. </w:t>
      </w:r>
      <w:r w:rsidR="00E85E1B" w:rsidRPr="006056B1">
        <w:t>Si vous saviez comme j</w:t>
      </w:r>
      <w:r>
        <w:t>’</w:t>
      </w:r>
      <w:r w:rsidR="00E85E1B" w:rsidRPr="006056B1">
        <w:t>ai faim</w:t>
      </w:r>
      <w:r>
        <w:t xml:space="preserve"> ! </w:t>
      </w:r>
      <w:r w:rsidR="00E85E1B" w:rsidRPr="006056B1">
        <w:t>Et froid aussi</w:t>
      </w:r>
      <w:r>
        <w:t xml:space="preserve">, </w:t>
      </w:r>
      <w:r w:rsidR="00E85E1B" w:rsidRPr="006056B1">
        <w:t>madame</w:t>
      </w:r>
      <w:r>
        <w:t xml:space="preserve">. </w:t>
      </w:r>
      <w:r w:rsidR="00E85E1B" w:rsidRPr="006056B1">
        <w:t>Pardon</w:t>
      </w:r>
      <w:r>
        <w:t xml:space="preserve"> ! </w:t>
      </w:r>
      <w:r w:rsidR="00E85E1B" w:rsidRPr="006056B1">
        <w:t>Oh</w:t>
      </w:r>
      <w:r>
        <w:t xml:space="preserve"> ! </w:t>
      </w:r>
      <w:r w:rsidR="00E85E1B" w:rsidRPr="006056B1">
        <w:t>oui</w:t>
      </w:r>
      <w:r>
        <w:t xml:space="preserve">, </w:t>
      </w:r>
      <w:r w:rsidR="00E85E1B" w:rsidRPr="006056B1">
        <w:t>bien froid</w:t>
      </w:r>
      <w:r>
        <w:t>.</w:t>
      </w:r>
    </w:p>
    <w:p w14:paraId="0D144A68" w14:textId="77777777" w:rsidR="006036B2" w:rsidRDefault="006036B2" w:rsidP="00E85E1B">
      <w:r>
        <w:t>— </w:t>
      </w:r>
      <w:proofErr w:type="spellStart"/>
      <w:r w:rsidR="00E85E1B" w:rsidRPr="006056B1">
        <w:t>Pauv</w:t>
      </w:r>
      <w:r>
        <w:t>’</w:t>
      </w:r>
      <w:r w:rsidR="00E85E1B" w:rsidRPr="006056B1">
        <w:t>gosse</w:t>
      </w:r>
      <w:proofErr w:type="spellEnd"/>
      <w:r>
        <w:t xml:space="preserve"> ! </w:t>
      </w:r>
      <w:r w:rsidR="00E85E1B" w:rsidRPr="006056B1">
        <w:t>fit-elle</w:t>
      </w:r>
      <w:r>
        <w:t xml:space="preserve">, </w:t>
      </w:r>
      <w:r w:rsidR="00E85E1B" w:rsidRPr="006056B1">
        <w:t>en le soulevant contre sa poitrine et en l</w:t>
      </w:r>
      <w:r>
        <w:t>’</w:t>
      </w:r>
      <w:r w:rsidR="00E85E1B" w:rsidRPr="006056B1">
        <w:t>embrassant</w:t>
      </w:r>
      <w:r>
        <w:t>.</w:t>
      </w:r>
    </w:p>
    <w:p w14:paraId="1B6A642C" w14:textId="77777777" w:rsidR="006036B2" w:rsidRDefault="00E85E1B" w:rsidP="00E85E1B">
      <w:r w:rsidRPr="006056B1">
        <w:t>Et elle l</w:t>
      </w:r>
      <w:r w:rsidR="006036B2">
        <w:t>’</w:t>
      </w:r>
      <w:r w:rsidRPr="006056B1">
        <w:t>emporta</w:t>
      </w:r>
      <w:r w:rsidR="006036B2">
        <w:t xml:space="preserve">, </w:t>
      </w:r>
      <w:r w:rsidRPr="006056B1">
        <w:t>le cœur tout gros</w:t>
      </w:r>
      <w:r w:rsidR="006036B2">
        <w:t xml:space="preserve">, </w:t>
      </w:r>
      <w:r w:rsidRPr="006056B1">
        <w:t>mais en même temps tout joyeux</w:t>
      </w:r>
      <w:r w:rsidR="006036B2">
        <w:t xml:space="preserve"> ; </w:t>
      </w:r>
      <w:r w:rsidRPr="006056B1">
        <w:t>et</w:t>
      </w:r>
      <w:r w:rsidR="006036B2">
        <w:t xml:space="preserve">, </w:t>
      </w:r>
      <w:r w:rsidRPr="006056B1">
        <w:t>tandis qu</w:t>
      </w:r>
      <w:r w:rsidR="006036B2">
        <w:t>’</w:t>
      </w:r>
      <w:r w:rsidRPr="006056B1">
        <w:t>il continuait à sangloter</w:t>
      </w:r>
      <w:r w:rsidR="006036B2">
        <w:t xml:space="preserve">, </w:t>
      </w:r>
      <w:r w:rsidRPr="006056B1">
        <w:t>elle lui rép</w:t>
      </w:r>
      <w:r w:rsidRPr="006056B1">
        <w:t>é</w:t>
      </w:r>
      <w:r w:rsidRPr="006056B1">
        <w:t>tait machinalement</w:t>
      </w:r>
      <w:r w:rsidR="006036B2">
        <w:t> :</w:t>
      </w:r>
    </w:p>
    <w:p w14:paraId="7BED0B8E" w14:textId="77777777" w:rsidR="006036B2" w:rsidRDefault="006036B2" w:rsidP="00E85E1B">
      <w:r>
        <w:t>— </w:t>
      </w:r>
      <w:r w:rsidR="00E85E1B" w:rsidRPr="006056B1">
        <w:t>Crains rien</w:t>
      </w:r>
      <w:r>
        <w:t xml:space="preserve">, </w:t>
      </w:r>
      <w:r w:rsidR="00E85E1B" w:rsidRPr="006056B1">
        <w:t>va</w:t>
      </w:r>
      <w:r>
        <w:t xml:space="preserve">, </w:t>
      </w:r>
      <w:r w:rsidR="00E85E1B" w:rsidRPr="006056B1">
        <w:t>mon petit homme</w:t>
      </w:r>
      <w:r>
        <w:t xml:space="preserve">. </w:t>
      </w:r>
      <w:r w:rsidR="00E85E1B" w:rsidRPr="006056B1">
        <w:t>Je suis bien m</w:t>
      </w:r>
      <w:r w:rsidR="00E85E1B" w:rsidRPr="006056B1">
        <w:t>i</w:t>
      </w:r>
      <w:r w:rsidR="00E85E1B" w:rsidRPr="006056B1">
        <w:t>gnonne</w:t>
      </w:r>
      <w:r>
        <w:t xml:space="preserve">, </w:t>
      </w:r>
      <w:r w:rsidR="00E85E1B" w:rsidRPr="006056B1">
        <w:t>tu verras</w:t>
      </w:r>
      <w:r>
        <w:t xml:space="preserve"> ! </w:t>
      </w:r>
      <w:r w:rsidR="00E85E1B" w:rsidRPr="006056B1">
        <w:t>Et puis</w:t>
      </w:r>
      <w:r>
        <w:t xml:space="preserve">, </w:t>
      </w:r>
      <w:r w:rsidR="00E85E1B" w:rsidRPr="006056B1">
        <w:t>tu pourras toujours te chauffer</w:t>
      </w:r>
      <w:r>
        <w:t xml:space="preserve"> ; </w:t>
      </w:r>
      <w:r w:rsidR="00E85E1B" w:rsidRPr="006056B1">
        <w:t>j</w:t>
      </w:r>
      <w:r>
        <w:t>’</w:t>
      </w:r>
      <w:r w:rsidR="00E85E1B" w:rsidRPr="006056B1">
        <w:t>ai une bonne grille</w:t>
      </w:r>
      <w:r>
        <w:t>.</w:t>
      </w:r>
    </w:p>
    <w:p w14:paraId="0E601C69" w14:textId="77777777" w:rsidR="006036B2" w:rsidRDefault="00E85E1B" w:rsidP="00E85E1B">
      <w:r w:rsidRPr="006056B1">
        <w:t>Elle était éteinte</w:t>
      </w:r>
      <w:r w:rsidR="006036B2">
        <w:t xml:space="preserve">, </w:t>
      </w:r>
      <w:r w:rsidRPr="006056B1">
        <w:t>la bonne grille</w:t>
      </w:r>
      <w:r w:rsidR="006036B2">
        <w:t xml:space="preserve">. </w:t>
      </w:r>
      <w:r w:rsidRPr="006056B1">
        <w:t>Mais</w:t>
      </w:r>
      <w:r w:rsidR="006036B2">
        <w:t xml:space="preserve">, </w:t>
      </w:r>
      <w:r w:rsidRPr="006056B1">
        <w:t>tout de même</w:t>
      </w:r>
      <w:r w:rsidR="006036B2">
        <w:t xml:space="preserve">, </w:t>
      </w:r>
      <w:r w:rsidRPr="006056B1">
        <w:t>la chambre était tiède</w:t>
      </w:r>
      <w:r w:rsidR="006036B2">
        <w:t xml:space="preserve">. </w:t>
      </w:r>
      <w:r w:rsidRPr="006056B1">
        <w:t>Aussi</w:t>
      </w:r>
      <w:r w:rsidR="006036B2">
        <w:t xml:space="preserve">, </w:t>
      </w:r>
      <w:r w:rsidRPr="006056B1">
        <w:t>l</w:t>
      </w:r>
      <w:r w:rsidR="006036B2">
        <w:t>’</w:t>
      </w:r>
      <w:r w:rsidRPr="006056B1">
        <w:t>enfant murmura-t-il</w:t>
      </w:r>
      <w:r w:rsidR="006036B2">
        <w:t xml:space="preserve">, </w:t>
      </w:r>
      <w:r w:rsidRPr="006056B1">
        <w:t>en y entrant</w:t>
      </w:r>
      <w:r w:rsidR="006036B2">
        <w:t> :</w:t>
      </w:r>
    </w:p>
    <w:p w14:paraId="51FD72F0" w14:textId="77777777" w:rsidR="006036B2" w:rsidRDefault="006036B2" w:rsidP="00E85E1B">
      <w:r>
        <w:t>— </w:t>
      </w:r>
      <w:r w:rsidR="00E85E1B" w:rsidRPr="006056B1">
        <w:t>Ah</w:t>
      </w:r>
      <w:r>
        <w:t xml:space="preserve"> ! </w:t>
      </w:r>
      <w:r w:rsidR="00E85E1B" w:rsidRPr="006056B1">
        <w:t>comme on est bien</w:t>
      </w:r>
      <w:r>
        <w:t xml:space="preserve">, </w:t>
      </w:r>
      <w:r w:rsidR="00E85E1B" w:rsidRPr="006056B1">
        <w:t>ici</w:t>
      </w:r>
      <w:r>
        <w:t xml:space="preserve"> ! </w:t>
      </w:r>
      <w:r w:rsidR="00E85E1B" w:rsidRPr="006056B1">
        <w:t>Il fait rudement meilleur que dans la rue</w:t>
      </w:r>
      <w:r>
        <w:t xml:space="preserve">, </w:t>
      </w:r>
      <w:r w:rsidR="00E85E1B" w:rsidRPr="006056B1">
        <w:t>allez</w:t>
      </w:r>
      <w:r>
        <w:t xml:space="preserve"> ! </w:t>
      </w:r>
      <w:r w:rsidR="00E85E1B" w:rsidRPr="006056B1">
        <w:t>Et voilà six jours que j</w:t>
      </w:r>
      <w:r>
        <w:t>’</w:t>
      </w:r>
      <w:r w:rsidR="00E85E1B" w:rsidRPr="006056B1">
        <w:t>y suis</w:t>
      </w:r>
      <w:r>
        <w:t xml:space="preserve">, </w:t>
      </w:r>
      <w:r w:rsidR="00E85E1B" w:rsidRPr="006056B1">
        <w:t>dans la rue</w:t>
      </w:r>
      <w:r>
        <w:t>.</w:t>
      </w:r>
    </w:p>
    <w:p w14:paraId="46ECA239" w14:textId="77777777" w:rsidR="006036B2" w:rsidRDefault="00E85E1B" w:rsidP="00E85E1B">
      <w:r w:rsidRPr="006056B1">
        <w:t>Il se remit à pleurer et ajouta</w:t>
      </w:r>
      <w:r w:rsidR="006036B2">
        <w:t> :</w:t>
      </w:r>
    </w:p>
    <w:p w14:paraId="5F5292F9" w14:textId="77777777" w:rsidR="006036B2" w:rsidRDefault="006036B2" w:rsidP="00E85E1B">
      <w:r>
        <w:t>— </w:t>
      </w:r>
      <w:r w:rsidR="00E85E1B" w:rsidRPr="006056B1">
        <w:t>Pardon</w:t>
      </w:r>
      <w:r>
        <w:t xml:space="preserve">, </w:t>
      </w:r>
      <w:r w:rsidR="00E85E1B" w:rsidRPr="006056B1">
        <w:t>madame</w:t>
      </w:r>
      <w:r>
        <w:t xml:space="preserve">, </w:t>
      </w:r>
      <w:r w:rsidR="00E85E1B" w:rsidRPr="006056B1">
        <w:t>pardon</w:t>
      </w:r>
      <w:r>
        <w:t xml:space="preserve"> ! </w:t>
      </w:r>
      <w:r w:rsidR="00E85E1B" w:rsidRPr="006056B1">
        <w:t>Et depuis deux jours je n</w:t>
      </w:r>
      <w:r>
        <w:t>’</w:t>
      </w:r>
      <w:r w:rsidR="00E85E1B" w:rsidRPr="006056B1">
        <w:t>ai rien mangé</w:t>
      </w:r>
      <w:r>
        <w:t>.</w:t>
      </w:r>
    </w:p>
    <w:p w14:paraId="2D95F1F8" w14:textId="77777777" w:rsidR="006036B2" w:rsidRDefault="00E85E1B" w:rsidP="00E85E1B">
      <w:r w:rsidRPr="006056B1">
        <w:t>La grande Fanny ouvrit son armoire à glace</w:t>
      </w:r>
      <w:r w:rsidR="006036B2">
        <w:t xml:space="preserve">. </w:t>
      </w:r>
      <w:r w:rsidRPr="006056B1">
        <w:t>Sur la tablette du milieu</w:t>
      </w:r>
      <w:r w:rsidR="006036B2">
        <w:t xml:space="preserve">, </w:t>
      </w:r>
      <w:r w:rsidRPr="006056B1">
        <w:t>il y avait toute sa lingerie</w:t>
      </w:r>
      <w:r w:rsidR="006036B2">
        <w:t xml:space="preserve">. </w:t>
      </w:r>
      <w:r w:rsidRPr="006056B1">
        <w:t>Sur celle du haut</w:t>
      </w:r>
      <w:r w:rsidR="006036B2">
        <w:t xml:space="preserve">, </w:t>
      </w:r>
      <w:r w:rsidRPr="006056B1">
        <w:lastRenderedPageBreak/>
        <w:t>parmi des fouffes</w:t>
      </w:r>
      <w:r w:rsidR="006036B2">
        <w:t xml:space="preserve">, </w:t>
      </w:r>
      <w:r w:rsidRPr="006056B1">
        <w:t>il y avait une vieille boîte de biscuits Albert</w:t>
      </w:r>
      <w:r w:rsidR="006036B2">
        <w:t xml:space="preserve">, </w:t>
      </w:r>
      <w:r w:rsidRPr="006056B1">
        <w:t>un re</w:t>
      </w:r>
      <w:r w:rsidRPr="006056B1">
        <w:t>s</w:t>
      </w:r>
      <w:r w:rsidRPr="006056B1">
        <w:t xml:space="preserve">tant de </w:t>
      </w:r>
      <w:proofErr w:type="spellStart"/>
      <w:r w:rsidRPr="006056B1">
        <w:t>cogneji</w:t>
      </w:r>
      <w:proofErr w:type="spellEnd"/>
      <w:r w:rsidRPr="006056B1">
        <w:t xml:space="preserve"> au fond d</w:t>
      </w:r>
      <w:r w:rsidR="006036B2">
        <w:t>’</w:t>
      </w:r>
      <w:r w:rsidRPr="006056B1">
        <w:t>un litre</w:t>
      </w:r>
      <w:r w:rsidR="006036B2">
        <w:t xml:space="preserve">, </w:t>
      </w:r>
      <w:r w:rsidRPr="006056B1">
        <w:t>et quelques morceaux de sucre chipés dans les cafés</w:t>
      </w:r>
      <w:r w:rsidR="006036B2">
        <w:t xml:space="preserve">. </w:t>
      </w:r>
      <w:r w:rsidRPr="006056B1">
        <w:t>Avec le tout et l</w:t>
      </w:r>
      <w:r w:rsidR="006036B2">
        <w:t>’</w:t>
      </w:r>
      <w:r w:rsidRPr="006056B1">
        <w:t>eau de sa carafe</w:t>
      </w:r>
      <w:r w:rsidR="006036B2">
        <w:t xml:space="preserve">, </w:t>
      </w:r>
      <w:r w:rsidRPr="006056B1">
        <w:t>elle fit une espèce de soupe qu</w:t>
      </w:r>
      <w:r w:rsidR="006036B2">
        <w:t>’</w:t>
      </w:r>
      <w:r w:rsidRPr="006056B1">
        <w:t>il avala délicieusement</w:t>
      </w:r>
      <w:r w:rsidR="006036B2">
        <w:t>.</w:t>
      </w:r>
    </w:p>
    <w:p w14:paraId="31A39E78" w14:textId="77777777" w:rsidR="006036B2" w:rsidRDefault="00E85E1B" w:rsidP="00E85E1B">
      <w:r w:rsidRPr="006056B1">
        <w:t>Il voulut ensuite raconter son histoire</w:t>
      </w:r>
      <w:r w:rsidR="006036B2">
        <w:t xml:space="preserve">. </w:t>
      </w:r>
      <w:r w:rsidRPr="006056B1">
        <w:t>Il commença tout en bâillant</w:t>
      </w:r>
      <w:r w:rsidR="006036B2">
        <w:t>.</w:t>
      </w:r>
    </w:p>
    <w:p w14:paraId="2D430312" w14:textId="77777777" w:rsidR="006036B2" w:rsidRDefault="00E85E1B" w:rsidP="00E85E1B">
      <w:r w:rsidRPr="006056B1">
        <w:t>Son grand-père</w:t>
      </w:r>
      <w:r w:rsidR="006036B2">
        <w:t xml:space="preserve"> (</w:t>
      </w:r>
      <w:r w:rsidRPr="006056B1">
        <w:t>la seule famille qu</w:t>
      </w:r>
      <w:r w:rsidR="006036B2">
        <w:t>’</w:t>
      </w:r>
      <w:r w:rsidRPr="006056B1">
        <w:t>il eût jamais connue</w:t>
      </w:r>
      <w:r w:rsidR="006036B2">
        <w:t xml:space="preserve">), </w:t>
      </w:r>
      <w:r w:rsidRPr="006056B1">
        <w:t>peintre décorateur à Soissons</w:t>
      </w:r>
      <w:r w:rsidR="006036B2">
        <w:t xml:space="preserve">, </w:t>
      </w:r>
      <w:r w:rsidRPr="006056B1">
        <w:t>était mort la quinzaine passée</w:t>
      </w:r>
      <w:r w:rsidR="006036B2">
        <w:t xml:space="preserve">. </w:t>
      </w:r>
      <w:r w:rsidRPr="006056B1">
        <w:t>De son vivant</w:t>
      </w:r>
      <w:r w:rsidR="006036B2">
        <w:t xml:space="preserve">, </w:t>
      </w:r>
      <w:r w:rsidRPr="006056B1">
        <w:t>il lui disait toujours</w:t>
      </w:r>
      <w:r w:rsidR="006036B2">
        <w:t> :</w:t>
      </w:r>
    </w:p>
    <w:p w14:paraId="7C412A38" w14:textId="77777777" w:rsidR="006036B2" w:rsidRDefault="006036B2" w:rsidP="00E85E1B">
      <w:r>
        <w:t>— </w:t>
      </w:r>
      <w:r w:rsidR="00E85E1B" w:rsidRPr="006056B1">
        <w:t>Quand je n</w:t>
      </w:r>
      <w:r>
        <w:t>’</w:t>
      </w:r>
      <w:r w:rsidR="00E85E1B" w:rsidRPr="006056B1">
        <w:t>y serai plus</w:t>
      </w:r>
      <w:r>
        <w:t xml:space="preserve">, </w:t>
      </w:r>
      <w:r w:rsidR="00E85E1B" w:rsidRPr="006056B1">
        <w:t>petiot</w:t>
      </w:r>
      <w:r>
        <w:t xml:space="preserve">, </w:t>
      </w:r>
      <w:r w:rsidR="00E85E1B" w:rsidRPr="006056B1">
        <w:t>tu trouveras dans mes p</w:t>
      </w:r>
      <w:r w:rsidR="00E85E1B" w:rsidRPr="006056B1">
        <w:t>a</w:t>
      </w:r>
      <w:r w:rsidR="00E85E1B" w:rsidRPr="006056B1">
        <w:t>piers une lettre pour mon frère</w:t>
      </w:r>
      <w:r>
        <w:t xml:space="preserve">, </w:t>
      </w:r>
      <w:r w:rsidR="00E85E1B" w:rsidRPr="006056B1">
        <w:t>qui est commerçant à Paris</w:t>
      </w:r>
      <w:r>
        <w:t xml:space="preserve">. </w:t>
      </w:r>
      <w:r w:rsidR="00E85E1B" w:rsidRPr="006056B1">
        <w:t>Tu iras la lui porter</w:t>
      </w:r>
      <w:r>
        <w:t xml:space="preserve">. </w:t>
      </w:r>
      <w:r w:rsidR="00E85E1B" w:rsidRPr="006056B1">
        <w:t>Il te prendra sûrement avec lui</w:t>
      </w:r>
      <w:r>
        <w:t xml:space="preserve">. </w:t>
      </w:r>
      <w:r w:rsidR="00E85E1B" w:rsidRPr="006056B1">
        <w:t>D</w:t>
      </w:r>
      <w:r>
        <w:t>’</w:t>
      </w:r>
      <w:r w:rsidR="00E85E1B" w:rsidRPr="006056B1">
        <w:t>ailleurs</w:t>
      </w:r>
      <w:r>
        <w:t xml:space="preserve">, </w:t>
      </w:r>
      <w:r w:rsidR="00E85E1B" w:rsidRPr="006056B1">
        <w:t>de toutes façons</w:t>
      </w:r>
      <w:r>
        <w:t xml:space="preserve">, </w:t>
      </w:r>
      <w:r w:rsidR="00E85E1B" w:rsidRPr="006056B1">
        <w:t>il faut que tu ailles à Paris</w:t>
      </w:r>
      <w:r>
        <w:t xml:space="preserve">. </w:t>
      </w:r>
      <w:r w:rsidR="00E85E1B" w:rsidRPr="006056B1">
        <w:t>Tu as des dispos</w:t>
      </w:r>
      <w:r w:rsidR="00E85E1B" w:rsidRPr="006056B1">
        <w:t>i</w:t>
      </w:r>
      <w:r w:rsidR="00E85E1B" w:rsidRPr="006056B1">
        <w:t>tions pour la peinture</w:t>
      </w:r>
      <w:r>
        <w:t xml:space="preserve">. </w:t>
      </w:r>
      <w:r w:rsidR="00E85E1B" w:rsidRPr="006056B1">
        <w:t>Là seulement tu deviendras un artiste</w:t>
      </w:r>
      <w:r>
        <w:t>.</w:t>
      </w:r>
    </w:p>
    <w:p w14:paraId="20FF0E31" w14:textId="77777777" w:rsidR="006036B2" w:rsidRDefault="00E85E1B" w:rsidP="00E85E1B">
      <w:r w:rsidRPr="006056B1">
        <w:t>Le vieux mort</w:t>
      </w:r>
      <w:r w:rsidR="006036B2">
        <w:t xml:space="preserve">, </w:t>
      </w:r>
      <w:r w:rsidRPr="006056B1">
        <w:t>l</w:t>
      </w:r>
      <w:r w:rsidR="006036B2">
        <w:t>’</w:t>
      </w:r>
      <w:r w:rsidRPr="006056B1">
        <w:t>enfant était donc parti</w:t>
      </w:r>
      <w:r w:rsidR="006036B2">
        <w:t xml:space="preserve">, </w:t>
      </w:r>
      <w:r w:rsidRPr="006056B1">
        <w:t>vêtu de la défroque du grand-père</w:t>
      </w:r>
      <w:r w:rsidR="006036B2">
        <w:t xml:space="preserve">, </w:t>
      </w:r>
      <w:r w:rsidRPr="006056B1">
        <w:t>et avec trente francs en poche</w:t>
      </w:r>
      <w:r w:rsidR="006036B2">
        <w:t xml:space="preserve">, </w:t>
      </w:r>
      <w:r w:rsidRPr="006056B1">
        <w:t>tout l</w:t>
      </w:r>
      <w:r w:rsidR="006036B2">
        <w:t>’</w:t>
      </w:r>
      <w:r w:rsidRPr="006056B1">
        <w:t>héritage du bonhomme qui avait trépassé à l</w:t>
      </w:r>
      <w:r w:rsidR="006036B2">
        <w:t>’</w:t>
      </w:r>
      <w:r w:rsidRPr="006056B1">
        <w:t>hôpital</w:t>
      </w:r>
      <w:r w:rsidR="006036B2">
        <w:t xml:space="preserve">. </w:t>
      </w:r>
      <w:r w:rsidRPr="006056B1">
        <w:t>Mais à Paris</w:t>
      </w:r>
      <w:r w:rsidR="006036B2">
        <w:t xml:space="preserve">, </w:t>
      </w:r>
      <w:r w:rsidRPr="006056B1">
        <w:t>à l</w:t>
      </w:r>
      <w:r w:rsidR="006036B2">
        <w:t>’</w:t>
      </w:r>
      <w:r w:rsidRPr="006056B1">
        <w:t>adresse mentionnée sur la lettre</w:t>
      </w:r>
      <w:r w:rsidR="006036B2">
        <w:t xml:space="preserve">, </w:t>
      </w:r>
      <w:r w:rsidRPr="006056B1">
        <w:t>personne</w:t>
      </w:r>
      <w:r w:rsidR="006036B2">
        <w:t xml:space="preserve"> ! </w:t>
      </w:r>
      <w:r w:rsidRPr="006056B1">
        <w:t>Le frère du défunt n</w:t>
      </w:r>
      <w:r w:rsidR="006036B2">
        <w:t>’</w:t>
      </w:r>
      <w:r w:rsidRPr="006056B1">
        <w:t>y habitait plus depuis six mois</w:t>
      </w:r>
      <w:r w:rsidR="006036B2">
        <w:t xml:space="preserve">, </w:t>
      </w:r>
      <w:r w:rsidRPr="006056B1">
        <w:t>et l</w:t>
      </w:r>
      <w:r w:rsidR="006036B2">
        <w:t>’</w:t>
      </w:r>
      <w:r w:rsidRPr="006056B1">
        <w:t>on ignorait même ce qu</w:t>
      </w:r>
      <w:r w:rsidR="006036B2">
        <w:t>’</w:t>
      </w:r>
      <w:r w:rsidRPr="006056B1">
        <w:t>il était devenu</w:t>
      </w:r>
      <w:r w:rsidR="006036B2">
        <w:t xml:space="preserve">. </w:t>
      </w:r>
      <w:r w:rsidRPr="006056B1">
        <w:t>L</w:t>
      </w:r>
      <w:r w:rsidR="006036B2">
        <w:t>’</w:t>
      </w:r>
      <w:r w:rsidRPr="006056B1">
        <w:t>enfant restait seul</w:t>
      </w:r>
      <w:r w:rsidR="006036B2">
        <w:t xml:space="preserve">. </w:t>
      </w:r>
      <w:r w:rsidRPr="006056B1">
        <w:t>Son voyage payé</w:t>
      </w:r>
      <w:r w:rsidR="006036B2">
        <w:t xml:space="preserve">, </w:t>
      </w:r>
      <w:r w:rsidRPr="006056B1">
        <w:t>il avait vécu quelques jours tant bien que mal</w:t>
      </w:r>
      <w:r w:rsidR="006036B2">
        <w:t xml:space="preserve">. </w:t>
      </w:r>
      <w:r w:rsidRPr="006056B1">
        <w:t>Puis ses derniers francs avaient filé</w:t>
      </w:r>
      <w:r w:rsidR="006036B2">
        <w:t xml:space="preserve">. </w:t>
      </w:r>
      <w:r w:rsidRPr="006056B1">
        <w:t>Et enfin</w:t>
      </w:r>
      <w:r w:rsidR="006036B2">
        <w:t xml:space="preserve">, </w:t>
      </w:r>
      <w:r w:rsidRPr="006056B1">
        <w:t>depuis bientôt une semaine</w:t>
      </w:r>
      <w:r w:rsidR="006036B2">
        <w:t xml:space="preserve">, </w:t>
      </w:r>
      <w:r w:rsidRPr="006056B1">
        <w:t>il vagabo</w:t>
      </w:r>
      <w:r w:rsidRPr="006056B1">
        <w:t>n</w:t>
      </w:r>
      <w:r w:rsidRPr="006056B1">
        <w:t>dait</w:t>
      </w:r>
      <w:r w:rsidR="006036B2">
        <w:t xml:space="preserve">, </w:t>
      </w:r>
      <w:r w:rsidRPr="006056B1">
        <w:t>n</w:t>
      </w:r>
      <w:r w:rsidR="006036B2">
        <w:t>’</w:t>
      </w:r>
      <w:r w:rsidRPr="006056B1">
        <w:t>ayant plus de quoi se payer un lit</w:t>
      </w:r>
      <w:r w:rsidR="006036B2">
        <w:t xml:space="preserve">, </w:t>
      </w:r>
      <w:r w:rsidRPr="006056B1">
        <w:t>achetant du pain sou à sou</w:t>
      </w:r>
      <w:r w:rsidR="006036B2">
        <w:t xml:space="preserve">, </w:t>
      </w:r>
      <w:r w:rsidRPr="006056B1">
        <w:t>jusqu</w:t>
      </w:r>
      <w:r w:rsidR="006036B2">
        <w:t>’</w:t>
      </w:r>
      <w:r w:rsidRPr="006056B1">
        <w:t>au moment où</w:t>
      </w:r>
      <w:r w:rsidR="006036B2">
        <w:t xml:space="preserve">, </w:t>
      </w:r>
      <w:r w:rsidRPr="006056B1">
        <w:t>voici quarante-huit heures</w:t>
      </w:r>
      <w:r w:rsidR="006036B2">
        <w:t xml:space="preserve">, </w:t>
      </w:r>
      <w:r w:rsidRPr="006056B1">
        <w:t>il s</w:t>
      </w:r>
      <w:r w:rsidR="006036B2">
        <w:t>’</w:t>
      </w:r>
      <w:r w:rsidRPr="006056B1">
        <w:t>était trouvé sans rien</w:t>
      </w:r>
      <w:r w:rsidR="006036B2">
        <w:t xml:space="preserve">, </w:t>
      </w:r>
      <w:r w:rsidRPr="006056B1">
        <w:t>absolument rien</w:t>
      </w:r>
      <w:r w:rsidR="006036B2">
        <w:t>.</w:t>
      </w:r>
    </w:p>
    <w:p w14:paraId="178A3990" w14:textId="77777777" w:rsidR="006036B2" w:rsidRDefault="00E85E1B" w:rsidP="00E85E1B">
      <w:r w:rsidRPr="006056B1">
        <w:t>Tout cela raconté dans un demi-sommeil</w:t>
      </w:r>
      <w:r w:rsidR="006036B2">
        <w:t xml:space="preserve">, </w:t>
      </w:r>
      <w:r w:rsidRPr="006056B1">
        <w:t>parmi des h</w:t>
      </w:r>
      <w:r w:rsidRPr="006056B1">
        <w:t>o</w:t>
      </w:r>
      <w:r w:rsidRPr="006056B1">
        <w:t>quets de sanglots revenus et des bâillements d</w:t>
      </w:r>
      <w:r w:rsidR="006036B2">
        <w:t>’</w:t>
      </w:r>
      <w:r w:rsidRPr="006056B1">
        <w:t>hébétude</w:t>
      </w:r>
      <w:r w:rsidR="006036B2">
        <w:t xml:space="preserve">, </w:t>
      </w:r>
      <w:r w:rsidRPr="006056B1">
        <w:t>si bien que la fille</w:t>
      </w:r>
      <w:r w:rsidR="006036B2">
        <w:t xml:space="preserve">, </w:t>
      </w:r>
      <w:r w:rsidRPr="006056B1">
        <w:t>malgré sa curiosité</w:t>
      </w:r>
      <w:r w:rsidR="006036B2">
        <w:t xml:space="preserve">, </w:t>
      </w:r>
      <w:r w:rsidRPr="006056B1">
        <w:t>n</w:t>
      </w:r>
      <w:r w:rsidR="006036B2">
        <w:t>’</w:t>
      </w:r>
      <w:r w:rsidRPr="006056B1">
        <w:t>osait lui faire aucune question</w:t>
      </w:r>
      <w:r w:rsidR="006036B2">
        <w:t xml:space="preserve">, </w:t>
      </w:r>
      <w:r w:rsidRPr="006056B1">
        <w:t>mais au contraire avait hâte qu</w:t>
      </w:r>
      <w:r w:rsidR="006036B2">
        <w:t>’</w:t>
      </w:r>
      <w:r w:rsidRPr="006056B1">
        <w:t>il eût terminé</w:t>
      </w:r>
      <w:r w:rsidR="006036B2">
        <w:t xml:space="preserve">, </w:t>
      </w:r>
      <w:r w:rsidRPr="006056B1">
        <w:t xml:space="preserve">et le </w:t>
      </w:r>
      <w:r w:rsidRPr="006056B1">
        <w:lastRenderedPageBreak/>
        <w:t>déshabillait en l</w:t>
      </w:r>
      <w:r w:rsidR="006036B2">
        <w:t>’</w:t>
      </w:r>
      <w:r w:rsidRPr="006056B1">
        <w:t>écoutant</w:t>
      </w:r>
      <w:r w:rsidR="006036B2">
        <w:t xml:space="preserve">, </w:t>
      </w:r>
      <w:r w:rsidRPr="006056B1">
        <w:t>et ne l</w:t>
      </w:r>
      <w:r w:rsidR="006036B2">
        <w:t>’</w:t>
      </w:r>
      <w:r w:rsidRPr="006056B1">
        <w:t>interrompait que pour l</w:t>
      </w:r>
      <w:r w:rsidR="006036B2">
        <w:t>’</w:t>
      </w:r>
      <w:r w:rsidRPr="006056B1">
        <w:t>embrasser et lui dire</w:t>
      </w:r>
      <w:r w:rsidR="006036B2">
        <w:t> :</w:t>
      </w:r>
    </w:p>
    <w:p w14:paraId="1FF1F2F3" w14:textId="77777777" w:rsidR="006036B2" w:rsidRDefault="006036B2" w:rsidP="00E85E1B">
      <w:r>
        <w:t>— </w:t>
      </w:r>
      <w:r w:rsidR="00E85E1B" w:rsidRPr="006056B1">
        <w:t>Bien</w:t>
      </w:r>
      <w:r>
        <w:t xml:space="preserve">, </w:t>
      </w:r>
      <w:r w:rsidR="00E85E1B" w:rsidRPr="006056B1">
        <w:t>bien</w:t>
      </w:r>
      <w:r>
        <w:t xml:space="preserve">, </w:t>
      </w:r>
      <w:r w:rsidR="00E85E1B" w:rsidRPr="006056B1">
        <w:t xml:space="preserve">mon </w:t>
      </w:r>
      <w:proofErr w:type="spellStart"/>
      <w:r w:rsidR="00E85E1B" w:rsidRPr="006056B1">
        <w:t>pau</w:t>
      </w:r>
      <w:r>
        <w:t>’</w:t>
      </w:r>
      <w:r w:rsidR="00E85E1B" w:rsidRPr="006056B1">
        <w:t>p</w:t>
      </w:r>
      <w:r>
        <w:t>’</w:t>
      </w:r>
      <w:r w:rsidR="00E85E1B" w:rsidRPr="006056B1">
        <w:t>tit</w:t>
      </w:r>
      <w:proofErr w:type="spellEnd"/>
      <w:r>
        <w:t xml:space="preserve"> ! </w:t>
      </w:r>
      <w:r w:rsidR="00E85E1B" w:rsidRPr="006056B1">
        <w:t>Tu finiras demain</w:t>
      </w:r>
      <w:r>
        <w:t xml:space="preserve">. </w:t>
      </w:r>
      <w:r w:rsidR="00E85E1B" w:rsidRPr="006056B1">
        <w:t>Tu n</w:t>
      </w:r>
      <w:r>
        <w:t>’</w:t>
      </w:r>
      <w:r w:rsidR="00E85E1B" w:rsidRPr="006056B1">
        <w:t>en peux plus</w:t>
      </w:r>
      <w:r>
        <w:t xml:space="preserve">. </w:t>
      </w:r>
      <w:proofErr w:type="spellStart"/>
      <w:r w:rsidR="00E85E1B" w:rsidRPr="006056B1">
        <w:t>Couche-toi</w:t>
      </w:r>
      <w:proofErr w:type="spellEnd"/>
      <w:r w:rsidR="00E85E1B" w:rsidRPr="006056B1">
        <w:t xml:space="preserve"> et dors</w:t>
      </w:r>
      <w:r>
        <w:t>.</w:t>
      </w:r>
    </w:p>
    <w:p w14:paraId="091886FA" w14:textId="77777777" w:rsidR="006036B2" w:rsidRDefault="00E85E1B" w:rsidP="00E85E1B">
      <w:r w:rsidRPr="006056B1">
        <w:t>Et comme il achevait</w:t>
      </w:r>
      <w:r w:rsidR="006036B2">
        <w:t xml:space="preserve">, </w:t>
      </w:r>
      <w:r w:rsidRPr="006056B1">
        <w:t>elle le porta dans le lit</w:t>
      </w:r>
      <w:r w:rsidR="006036B2">
        <w:t xml:space="preserve">, </w:t>
      </w:r>
      <w:r w:rsidRPr="006056B1">
        <w:t>où il s</w:t>
      </w:r>
      <w:r w:rsidR="006036B2">
        <w:t>’</w:t>
      </w:r>
      <w:r w:rsidRPr="006056B1">
        <w:t>endormit aussitôt profondément</w:t>
      </w:r>
      <w:r w:rsidR="006036B2">
        <w:t xml:space="preserve">. </w:t>
      </w:r>
      <w:r w:rsidRPr="006056B1">
        <w:t>Après quoi elle se déshabilla vite</w:t>
      </w:r>
      <w:r w:rsidR="006036B2">
        <w:t xml:space="preserve">, </w:t>
      </w:r>
      <w:r w:rsidRPr="006056B1">
        <w:t>se coucha contre lui pour qu</w:t>
      </w:r>
      <w:r w:rsidR="006036B2">
        <w:t>’</w:t>
      </w:r>
      <w:r w:rsidRPr="006056B1">
        <w:t>il eût bien chaud</w:t>
      </w:r>
      <w:r w:rsidR="006036B2">
        <w:t xml:space="preserve">, </w:t>
      </w:r>
      <w:r w:rsidRPr="006056B1">
        <w:t>et s</w:t>
      </w:r>
      <w:r w:rsidR="006036B2">
        <w:t>’</w:t>
      </w:r>
      <w:r w:rsidRPr="006056B1">
        <w:t>endormit à son tour</w:t>
      </w:r>
      <w:r w:rsidR="006036B2">
        <w:t xml:space="preserve">, </w:t>
      </w:r>
      <w:r w:rsidRPr="006056B1">
        <w:t>en pleurant de douces larmes sans savoir pourquoi</w:t>
      </w:r>
      <w:r w:rsidR="006036B2">
        <w:t>.</w:t>
      </w:r>
    </w:p>
    <w:p w14:paraId="2A858D36" w14:textId="77777777" w:rsidR="006036B2" w:rsidRDefault="00E85E1B" w:rsidP="00E85E1B">
      <w:r w:rsidRPr="006056B1">
        <w:t>Le lendemain</w:t>
      </w:r>
      <w:r w:rsidR="006036B2">
        <w:t xml:space="preserve">, </w:t>
      </w:r>
      <w:r w:rsidRPr="006056B1">
        <w:t>ils déjeunèrent et dînèrent ensemble chez un mastroquet</w:t>
      </w:r>
      <w:r w:rsidR="006036B2">
        <w:t xml:space="preserve">, </w:t>
      </w:r>
      <w:r w:rsidRPr="006056B1">
        <w:t>avec de l</w:t>
      </w:r>
      <w:r w:rsidR="006036B2">
        <w:t>’</w:t>
      </w:r>
      <w:r w:rsidRPr="006056B1">
        <w:t>argent qu</w:t>
      </w:r>
      <w:r w:rsidR="006036B2">
        <w:t>’</w:t>
      </w:r>
      <w:r w:rsidRPr="006056B1">
        <w:t>elle emprunta</w:t>
      </w:r>
      <w:r w:rsidR="006036B2">
        <w:t xml:space="preserve">. </w:t>
      </w:r>
      <w:r w:rsidRPr="006056B1">
        <w:t>Le soir venu</w:t>
      </w:r>
      <w:r w:rsidR="006036B2">
        <w:t xml:space="preserve">, </w:t>
      </w:r>
      <w:r w:rsidRPr="006056B1">
        <w:t>elle dit à l</w:t>
      </w:r>
      <w:r w:rsidR="006036B2">
        <w:t>’</w:t>
      </w:r>
      <w:r w:rsidRPr="006056B1">
        <w:t>enfant</w:t>
      </w:r>
      <w:r w:rsidR="006036B2">
        <w:t> :</w:t>
      </w:r>
    </w:p>
    <w:p w14:paraId="38B4875F" w14:textId="77777777" w:rsidR="006036B2" w:rsidRDefault="006036B2" w:rsidP="00E85E1B">
      <w:r>
        <w:t>— </w:t>
      </w:r>
      <w:r w:rsidR="00E85E1B" w:rsidRPr="006056B1">
        <w:t>Attends-moi ici</w:t>
      </w:r>
      <w:r>
        <w:t xml:space="preserve">. </w:t>
      </w:r>
      <w:r w:rsidR="00E85E1B" w:rsidRPr="006056B1">
        <w:t>Je reviendrai te prendre à la fermeture</w:t>
      </w:r>
      <w:r>
        <w:t>.</w:t>
      </w:r>
    </w:p>
    <w:p w14:paraId="7EDAD428" w14:textId="77777777" w:rsidR="006036B2" w:rsidRDefault="00E85E1B" w:rsidP="00E85E1B">
      <w:r w:rsidRPr="006056B1">
        <w:t>Elle revint plus tôt</w:t>
      </w:r>
      <w:r w:rsidR="006036B2">
        <w:t xml:space="preserve">, </w:t>
      </w:r>
      <w:r w:rsidRPr="006056B1">
        <w:t>vers les dix heures</w:t>
      </w:r>
      <w:r w:rsidR="006036B2">
        <w:t xml:space="preserve">. </w:t>
      </w:r>
      <w:r w:rsidRPr="006056B1">
        <w:t>Elle avait douze francs qu</w:t>
      </w:r>
      <w:r w:rsidR="006036B2">
        <w:t>’</w:t>
      </w:r>
      <w:r w:rsidRPr="006056B1">
        <w:t>elle lui donna et qu</w:t>
      </w:r>
      <w:r w:rsidR="006036B2">
        <w:t>’</w:t>
      </w:r>
      <w:r w:rsidRPr="006056B1">
        <w:t xml:space="preserve">elle avait </w:t>
      </w:r>
      <w:r w:rsidRPr="006056B1">
        <w:rPr>
          <w:i/>
          <w:iCs/>
        </w:rPr>
        <w:t>gagnés</w:t>
      </w:r>
      <w:r w:rsidR="006036B2">
        <w:rPr>
          <w:i/>
          <w:iCs/>
        </w:rPr>
        <w:t xml:space="preserve">. </w:t>
      </w:r>
      <w:r w:rsidRPr="006056B1">
        <w:t>Elle fit</w:t>
      </w:r>
      <w:r w:rsidR="006036B2">
        <w:t xml:space="preserve">, </w:t>
      </w:r>
      <w:r w:rsidRPr="006056B1">
        <w:t>en riant</w:t>
      </w:r>
      <w:r w:rsidR="006036B2">
        <w:t> :</w:t>
      </w:r>
    </w:p>
    <w:p w14:paraId="18C6F030" w14:textId="77777777" w:rsidR="006036B2" w:rsidRDefault="006036B2" w:rsidP="00E85E1B">
      <w:r>
        <w:t>— </w:t>
      </w:r>
      <w:r w:rsidR="00E85E1B" w:rsidRPr="006056B1">
        <w:t>Je sens que j</w:t>
      </w:r>
      <w:r>
        <w:t>’</w:t>
      </w:r>
      <w:r w:rsidR="00E85E1B" w:rsidRPr="006056B1">
        <w:t>vais en ramasser encore</w:t>
      </w:r>
      <w:r>
        <w:t xml:space="preserve">. </w:t>
      </w:r>
      <w:r w:rsidR="00E85E1B" w:rsidRPr="006056B1">
        <w:t>J</w:t>
      </w:r>
      <w:r>
        <w:t>’</w:t>
      </w:r>
      <w:r w:rsidR="00E85E1B" w:rsidRPr="006056B1">
        <w:t>ai la veine</w:t>
      </w:r>
      <w:r>
        <w:t xml:space="preserve">, </w:t>
      </w:r>
      <w:r w:rsidR="00E85E1B" w:rsidRPr="006056B1">
        <w:t>ce soir</w:t>
      </w:r>
      <w:r>
        <w:t xml:space="preserve">. </w:t>
      </w:r>
      <w:r w:rsidR="00E85E1B" w:rsidRPr="006056B1">
        <w:t>Tu m</w:t>
      </w:r>
      <w:r>
        <w:t>’</w:t>
      </w:r>
      <w:r w:rsidR="00E85E1B" w:rsidRPr="006056B1">
        <w:t>as porté bonheur</w:t>
      </w:r>
      <w:r>
        <w:t xml:space="preserve">. </w:t>
      </w:r>
      <w:r w:rsidR="00E85E1B" w:rsidRPr="006056B1">
        <w:t>Ne t</w:t>
      </w:r>
      <w:r>
        <w:t>’</w:t>
      </w:r>
      <w:r w:rsidR="00E85E1B" w:rsidRPr="006056B1">
        <w:t>impatiente pas</w:t>
      </w:r>
      <w:r>
        <w:t xml:space="preserve">. </w:t>
      </w:r>
      <w:r w:rsidR="00E85E1B" w:rsidRPr="006056B1">
        <w:t>Prends une bavaroise en attendant</w:t>
      </w:r>
      <w:r>
        <w:t>.</w:t>
      </w:r>
    </w:p>
    <w:p w14:paraId="48CF44BD" w14:textId="77777777" w:rsidR="006036B2" w:rsidRDefault="00E85E1B" w:rsidP="00E85E1B">
      <w:r w:rsidRPr="006056B1">
        <w:t>Et</w:t>
      </w:r>
      <w:r w:rsidR="006036B2">
        <w:t xml:space="preserve">, </w:t>
      </w:r>
      <w:r w:rsidRPr="006056B1">
        <w:t>à l</w:t>
      </w:r>
      <w:r w:rsidR="006036B2">
        <w:t>’</w:t>
      </w:r>
      <w:r w:rsidRPr="006056B1">
        <w:t>embrasser en s</w:t>
      </w:r>
      <w:r w:rsidR="006036B2">
        <w:t>’</w:t>
      </w:r>
      <w:r w:rsidRPr="006056B1">
        <w:t>en allant</w:t>
      </w:r>
      <w:r w:rsidR="006036B2">
        <w:t xml:space="preserve">, </w:t>
      </w:r>
      <w:r w:rsidRPr="006056B1">
        <w:t>elle éprouvait</w:t>
      </w:r>
      <w:r w:rsidR="006036B2">
        <w:t xml:space="preserve">, </w:t>
      </w:r>
      <w:r w:rsidRPr="006056B1">
        <w:t>la brave fille</w:t>
      </w:r>
      <w:r w:rsidR="006036B2">
        <w:t xml:space="preserve">, </w:t>
      </w:r>
      <w:r w:rsidRPr="006056B1">
        <w:t>une grande joie maternelle</w:t>
      </w:r>
      <w:r w:rsidR="006036B2">
        <w:t>.</w:t>
      </w:r>
    </w:p>
    <w:p w14:paraId="03B82737" w14:textId="77777777" w:rsidR="006036B2" w:rsidRDefault="00E85E1B" w:rsidP="00E85E1B">
      <w:pPr>
        <w:rPr>
          <w:i/>
          <w:iCs/>
        </w:rPr>
      </w:pPr>
      <w:r w:rsidRPr="006056B1">
        <w:t>Une heure plus tard</w:t>
      </w:r>
      <w:r w:rsidR="006036B2">
        <w:t xml:space="preserve">, </w:t>
      </w:r>
      <w:r w:rsidRPr="006056B1">
        <w:t xml:space="preserve">elle était </w:t>
      </w:r>
      <w:r w:rsidRPr="006056B1">
        <w:rPr>
          <w:i/>
          <w:iCs/>
        </w:rPr>
        <w:t xml:space="preserve">emballée </w:t>
      </w:r>
      <w:r w:rsidRPr="006056B1">
        <w:t xml:space="preserve">par les </w:t>
      </w:r>
      <w:r w:rsidRPr="006056B1">
        <w:rPr>
          <w:i/>
          <w:iCs/>
        </w:rPr>
        <w:t>fliques</w:t>
      </w:r>
      <w:r w:rsidR="006036B2">
        <w:rPr>
          <w:i/>
          <w:iCs/>
        </w:rPr>
        <w:t xml:space="preserve">, </w:t>
      </w:r>
      <w:r w:rsidRPr="006056B1">
        <w:t xml:space="preserve">pour délit de </w:t>
      </w:r>
      <w:r w:rsidRPr="006056B1">
        <w:rPr>
          <w:i/>
          <w:iCs/>
        </w:rPr>
        <w:t>retape</w:t>
      </w:r>
      <w:r w:rsidRPr="006056B1">
        <w:t xml:space="preserve"> dans un endroit prohibé</w:t>
      </w:r>
      <w:r w:rsidR="006036B2">
        <w:t xml:space="preserve">. </w:t>
      </w:r>
      <w:r w:rsidRPr="006056B1">
        <w:t>En route</w:t>
      </w:r>
      <w:r w:rsidR="006036B2">
        <w:t xml:space="preserve">, </w:t>
      </w:r>
      <w:r w:rsidRPr="006056B1">
        <w:t xml:space="preserve">le gibier pour </w:t>
      </w:r>
      <w:r w:rsidRPr="006056B1">
        <w:rPr>
          <w:i/>
          <w:iCs/>
        </w:rPr>
        <w:t>Saint-Lago</w:t>
      </w:r>
      <w:r w:rsidR="006036B2">
        <w:rPr>
          <w:i/>
          <w:iCs/>
        </w:rPr>
        <w:t> !</w:t>
      </w:r>
    </w:p>
    <w:p w14:paraId="085A153D" w14:textId="77777777" w:rsidR="006036B2" w:rsidRDefault="00E85E1B" w:rsidP="00E85E1B">
      <w:r w:rsidRPr="006056B1">
        <w:t>Et l</w:t>
      </w:r>
      <w:r w:rsidR="006036B2">
        <w:t>’</w:t>
      </w:r>
      <w:r w:rsidRPr="006056B1">
        <w:t>enfant</w:t>
      </w:r>
      <w:r w:rsidR="006036B2">
        <w:t xml:space="preserve">, </w:t>
      </w:r>
      <w:r w:rsidRPr="006056B1">
        <w:t>mis à la porte par le mastroquet au moment de la fermeture</w:t>
      </w:r>
      <w:r w:rsidR="006036B2">
        <w:t xml:space="preserve">, </w:t>
      </w:r>
      <w:r w:rsidRPr="006056B1">
        <w:t xml:space="preserve">puis chassé le lendemain de la maison meublée où on lui dit que </w:t>
      </w:r>
      <w:r w:rsidRPr="006056B1">
        <w:rPr>
          <w:i/>
          <w:iCs/>
        </w:rPr>
        <w:t>la grande Fanny était à l</w:t>
      </w:r>
      <w:r w:rsidR="006036B2">
        <w:rPr>
          <w:i/>
          <w:iCs/>
        </w:rPr>
        <w:t>’</w:t>
      </w:r>
      <w:proofErr w:type="spellStart"/>
      <w:r w:rsidRPr="006056B1">
        <w:rPr>
          <w:i/>
          <w:iCs/>
        </w:rPr>
        <w:t>ousto</w:t>
      </w:r>
      <w:proofErr w:type="spellEnd"/>
      <w:r w:rsidR="006036B2">
        <w:rPr>
          <w:i/>
          <w:iCs/>
        </w:rPr>
        <w:t xml:space="preserve">, </w:t>
      </w:r>
      <w:r w:rsidRPr="006056B1">
        <w:t xml:space="preserve">reprit son </w:t>
      </w:r>
      <w:r w:rsidRPr="006056B1">
        <w:lastRenderedPageBreak/>
        <w:t>mis</w:t>
      </w:r>
      <w:r w:rsidRPr="006056B1">
        <w:t>é</w:t>
      </w:r>
      <w:r w:rsidRPr="006056B1">
        <w:t>rable vagabondage par les rues</w:t>
      </w:r>
      <w:r w:rsidR="006036B2">
        <w:t xml:space="preserve">, </w:t>
      </w:r>
      <w:r w:rsidRPr="006056B1">
        <w:t>avec les douze francs pour tout viatique</w:t>
      </w:r>
      <w:r w:rsidR="006036B2">
        <w:t>.</w:t>
      </w:r>
    </w:p>
    <w:p w14:paraId="6FDE5C3D" w14:textId="4AC52645" w:rsidR="00E85E1B" w:rsidRPr="006056B1" w:rsidRDefault="00E85E1B" w:rsidP="00E85E1B"/>
    <w:p w14:paraId="6ABE3C72" w14:textId="77777777" w:rsidR="006036B2" w:rsidRDefault="00E85E1B" w:rsidP="00E85E1B">
      <w:r w:rsidRPr="006056B1">
        <w:t>À quinze ans de là</w:t>
      </w:r>
      <w:r w:rsidR="006036B2">
        <w:t xml:space="preserve">, </w:t>
      </w:r>
      <w:r w:rsidRPr="006056B1">
        <w:t>les journaux annoncèrent un matin qu</w:t>
      </w:r>
      <w:r w:rsidR="006036B2">
        <w:t>’</w:t>
      </w:r>
      <w:r w:rsidRPr="006056B1">
        <w:t>on venait d</w:t>
      </w:r>
      <w:r w:rsidR="006036B2">
        <w:t>’</w:t>
      </w:r>
      <w:r w:rsidRPr="006056B1">
        <w:t>enfermer comme folle la fameuse Fanny Clairet</w:t>
      </w:r>
      <w:r w:rsidR="006036B2">
        <w:t xml:space="preserve">, </w:t>
      </w:r>
      <w:r w:rsidRPr="006056B1">
        <w:t>l</w:t>
      </w:r>
      <w:r w:rsidR="006036B2">
        <w:t>’</w:t>
      </w:r>
      <w:r w:rsidRPr="006056B1">
        <w:rPr>
          <w:i/>
          <w:iCs/>
        </w:rPr>
        <w:t>horizontale de grande marque</w:t>
      </w:r>
      <w:r w:rsidRPr="006056B1">
        <w:t xml:space="preserve"> dont les fantaisies avaient rév</w:t>
      </w:r>
      <w:r w:rsidRPr="006056B1">
        <w:t>o</w:t>
      </w:r>
      <w:r w:rsidRPr="006056B1">
        <w:t xml:space="preserve">lutionné le </w:t>
      </w:r>
      <w:r w:rsidRPr="006056B1">
        <w:rPr>
          <w:i/>
          <w:iCs/>
        </w:rPr>
        <w:t>high-life</w:t>
      </w:r>
      <w:r w:rsidR="006036B2">
        <w:rPr>
          <w:i/>
          <w:iCs/>
        </w:rPr>
        <w:t xml:space="preserve">, </w:t>
      </w:r>
      <w:r w:rsidRPr="006056B1">
        <w:t xml:space="preserve">la reine des </w:t>
      </w:r>
      <w:r w:rsidRPr="006056B1">
        <w:rPr>
          <w:i/>
          <w:iCs/>
        </w:rPr>
        <w:t>capiteuses</w:t>
      </w:r>
      <w:r w:rsidRPr="006056B1">
        <w:t xml:space="preserve"> pour qui trois hommes s</w:t>
      </w:r>
      <w:r w:rsidR="006036B2">
        <w:t>’</w:t>
      </w:r>
      <w:r w:rsidRPr="006056B1">
        <w:t>étaient tués et tant d</w:t>
      </w:r>
      <w:r w:rsidR="006036B2">
        <w:t>’</w:t>
      </w:r>
      <w:r w:rsidRPr="006056B1">
        <w:t>autres s</w:t>
      </w:r>
      <w:r w:rsidR="006036B2">
        <w:t>’</w:t>
      </w:r>
      <w:r w:rsidRPr="006056B1">
        <w:t>étaient ruinés</w:t>
      </w:r>
      <w:r w:rsidR="006036B2">
        <w:t xml:space="preserve">, </w:t>
      </w:r>
      <w:r w:rsidRPr="006056B1">
        <w:t>l</w:t>
      </w:r>
      <w:r w:rsidR="006036B2">
        <w:t>’</w:t>
      </w:r>
      <w:r w:rsidRPr="006056B1">
        <w:t>incomparable statue vivante qui avait fait courir tout Paris au théâtre où elle incarnait Vénus dans son transparent maillot fait d</w:t>
      </w:r>
      <w:r w:rsidR="006036B2">
        <w:t>’</w:t>
      </w:r>
      <w:r w:rsidRPr="006056B1">
        <w:t>air tramé et de rien tissu</w:t>
      </w:r>
      <w:r w:rsidR="006036B2">
        <w:t>.</w:t>
      </w:r>
    </w:p>
    <w:p w14:paraId="6F978D11" w14:textId="77777777" w:rsidR="006036B2" w:rsidRDefault="00E85E1B" w:rsidP="00E85E1B">
      <w:r w:rsidRPr="006056B1">
        <w:t>Elle venait d</w:t>
      </w:r>
      <w:r w:rsidR="006036B2">
        <w:t>’</w:t>
      </w:r>
      <w:r w:rsidRPr="006056B1">
        <w:t>être frappée subitement</w:t>
      </w:r>
      <w:r w:rsidR="006036B2">
        <w:t xml:space="preserve">. </w:t>
      </w:r>
      <w:r w:rsidRPr="006056B1">
        <w:t>Une attaque de par</w:t>
      </w:r>
      <w:r w:rsidRPr="006056B1">
        <w:t>a</w:t>
      </w:r>
      <w:r w:rsidRPr="006056B1">
        <w:t>lysie générale</w:t>
      </w:r>
      <w:r w:rsidR="006036B2">
        <w:t xml:space="preserve"> ! </w:t>
      </w:r>
      <w:r w:rsidRPr="006056B1">
        <w:t>Et</w:t>
      </w:r>
      <w:r w:rsidR="006036B2">
        <w:t xml:space="preserve">, </w:t>
      </w:r>
      <w:r w:rsidRPr="006056B1">
        <w:t>liquidation faite</w:t>
      </w:r>
      <w:r w:rsidR="006036B2">
        <w:t xml:space="preserve">, </w:t>
      </w:r>
      <w:r w:rsidRPr="006056B1">
        <w:t>comme ses dettes étaient énormes</w:t>
      </w:r>
      <w:r w:rsidR="006036B2">
        <w:t xml:space="preserve">, </w:t>
      </w:r>
      <w:r w:rsidRPr="006056B1">
        <w:t>elle achèverait ses jours à la Salpêtrière</w:t>
      </w:r>
      <w:r w:rsidR="006036B2">
        <w:t>.</w:t>
      </w:r>
    </w:p>
    <w:p w14:paraId="6EDA1770" w14:textId="77777777" w:rsidR="006036B2" w:rsidRDefault="006036B2" w:rsidP="00E85E1B">
      <w:r>
        <w:t>— </w:t>
      </w:r>
      <w:r w:rsidR="00E85E1B" w:rsidRPr="006056B1">
        <w:t>Eh bien</w:t>
      </w:r>
      <w:r>
        <w:t xml:space="preserve">, </w:t>
      </w:r>
      <w:r w:rsidR="00E85E1B" w:rsidRPr="006056B1">
        <w:t>non</w:t>
      </w:r>
      <w:r>
        <w:t xml:space="preserve">, </w:t>
      </w:r>
      <w:r w:rsidR="00E85E1B" w:rsidRPr="006056B1">
        <w:t>se dit</w:t>
      </w:r>
      <w:r>
        <w:t xml:space="preserve">, </w:t>
      </w:r>
      <w:r w:rsidR="00E85E1B" w:rsidRPr="006056B1">
        <w:t>en lisant cet écho</w:t>
      </w:r>
      <w:r>
        <w:t xml:space="preserve">, </w:t>
      </w:r>
      <w:r w:rsidR="00E85E1B" w:rsidRPr="006056B1">
        <w:t>le peintre Fra</w:t>
      </w:r>
      <w:r w:rsidR="00E85E1B" w:rsidRPr="006056B1">
        <w:t>n</w:t>
      </w:r>
      <w:r w:rsidR="00E85E1B" w:rsidRPr="006056B1">
        <w:t xml:space="preserve">çois </w:t>
      </w:r>
      <w:proofErr w:type="spellStart"/>
      <w:r w:rsidR="00E85E1B" w:rsidRPr="006056B1">
        <w:t>Guerland</w:t>
      </w:r>
      <w:proofErr w:type="spellEnd"/>
      <w:r>
        <w:t xml:space="preserve">. </w:t>
      </w:r>
      <w:r w:rsidR="00E85E1B" w:rsidRPr="006056B1">
        <w:t>Non</w:t>
      </w:r>
      <w:r>
        <w:t xml:space="preserve">, </w:t>
      </w:r>
      <w:r w:rsidR="00E85E1B" w:rsidRPr="006056B1">
        <w:t>la grande Fanny ne finira pas de la sorte</w:t>
      </w:r>
      <w:r>
        <w:t>.</w:t>
      </w:r>
    </w:p>
    <w:p w14:paraId="11AC0469" w14:textId="77777777" w:rsidR="006036B2" w:rsidRDefault="00E85E1B" w:rsidP="00E85E1B">
      <w:r w:rsidRPr="006056B1">
        <w:t>Car c</w:t>
      </w:r>
      <w:r w:rsidR="006036B2">
        <w:t>’</w:t>
      </w:r>
      <w:r w:rsidRPr="006056B1">
        <w:t>était bien elle</w:t>
      </w:r>
      <w:r w:rsidR="006036B2">
        <w:t xml:space="preserve"> ! </w:t>
      </w:r>
      <w:r w:rsidRPr="006056B1">
        <w:t>Il n</w:t>
      </w:r>
      <w:r w:rsidR="006036B2">
        <w:t>’</w:t>
      </w:r>
      <w:r w:rsidRPr="006056B1">
        <w:t>en pouvait point douter</w:t>
      </w:r>
      <w:r w:rsidR="006036B2">
        <w:t>.</w:t>
      </w:r>
    </w:p>
    <w:p w14:paraId="0718C665" w14:textId="77777777" w:rsidR="006036B2" w:rsidRDefault="00E85E1B" w:rsidP="00E85E1B">
      <w:r w:rsidRPr="006056B1">
        <w:t>Longtemps</w:t>
      </w:r>
      <w:r w:rsidR="006036B2">
        <w:t xml:space="preserve">, </w:t>
      </w:r>
      <w:r w:rsidRPr="006056B1">
        <w:t>très longtemps</w:t>
      </w:r>
      <w:r w:rsidR="006036B2">
        <w:t xml:space="preserve">, </w:t>
      </w:r>
      <w:r w:rsidRPr="006056B1">
        <w:t>après l</w:t>
      </w:r>
      <w:r w:rsidR="006036B2">
        <w:t>’</w:t>
      </w:r>
      <w:r w:rsidRPr="006056B1">
        <w:t>inoubliable charité qu</w:t>
      </w:r>
      <w:r w:rsidR="006036B2">
        <w:t>’</w:t>
      </w:r>
      <w:r w:rsidRPr="006056B1">
        <w:t>elle lui avait faite</w:t>
      </w:r>
      <w:r w:rsidR="006036B2">
        <w:t xml:space="preserve">, </w:t>
      </w:r>
      <w:r w:rsidRPr="006056B1">
        <w:t>l</w:t>
      </w:r>
      <w:r w:rsidR="006036B2">
        <w:t>’</w:t>
      </w:r>
      <w:r w:rsidRPr="006056B1">
        <w:t>enfant avait cherché à revoir sa bienfa</w:t>
      </w:r>
      <w:r w:rsidRPr="006056B1">
        <w:t>i</w:t>
      </w:r>
      <w:r w:rsidRPr="006056B1">
        <w:t>trice</w:t>
      </w:r>
      <w:r w:rsidR="006036B2">
        <w:t xml:space="preserve">. </w:t>
      </w:r>
      <w:r w:rsidRPr="006056B1">
        <w:t>Mais Paris est si mystérieux</w:t>
      </w:r>
      <w:r w:rsidR="006036B2">
        <w:t xml:space="preserve"> ! </w:t>
      </w:r>
      <w:r w:rsidRPr="006056B1">
        <w:t>Et lui-même avait eu tant d</w:t>
      </w:r>
      <w:r w:rsidR="006036B2">
        <w:t>’</w:t>
      </w:r>
      <w:r w:rsidRPr="006056B1">
        <w:t>aventures</w:t>
      </w:r>
      <w:r w:rsidR="006036B2">
        <w:t xml:space="preserve">, </w:t>
      </w:r>
      <w:r w:rsidRPr="006056B1">
        <w:t>avant de devenir un homme et ensuite à peu près quelqu</w:t>
      </w:r>
      <w:r w:rsidR="006036B2">
        <w:t>’</w:t>
      </w:r>
      <w:r w:rsidRPr="006056B1">
        <w:t>un</w:t>
      </w:r>
      <w:r w:rsidR="006036B2">
        <w:t xml:space="preserve"> ! </w:t>
      </w:r>
      <w:r w:rsidRPr="006056B1">
        <w:t>Il ne l</w:t>
      </w:r>
      <w:r w:rsidR="006036B2">
        <w:t>’</w:t>
      </w:r>
      <w:r w:rsidRPr="006056B1">
        <w:t>avait donc retrouvée que lorsqu</w:t>
      </w:r>
      <w:r w:rsidR="006036B2">
        <w:t>’</w:t>
      </w:r>
      <w:r w:rsidRPr="006056B1">
        <w:t>elle était déjà célèbre</w:t>
      </w:r>
      <w:r w:rsidR="006036B2">
        <w:t xml:space="preserve">. </w:t>
      </w:r>
      <w:r w:rsidRPr="006056B1">
        <w:t>Mais retrouvée de loin seulement</w:t>
      </w:r>
      <w:r w:rsidR="006036B2">
        <w:t xml:space="preserve"> ; </w:t>
      </w:r>
      <w:r w:rsidRPr="006056B1">
        <w:t>reconnue au théâtre</w:t>
      </w:r>
      <w:r w:rsidR="006036B2">
        <w:t xml:space="preserve">, </w:t>
      </w:r>
      <w:r w:rsidRPr="006056B1">
        <w:t>dans une avant-scène</w:t>
      </w:r>
      <w:r w:rsidR="006036B2">
        <w:t xml:space="preserve">, </w:t>
      </w:r>
      <w:r w:rsidRPr="006056B1">
        <w:t>ou au passage</w:t>
      </w:r>
      <w:r w:rsidR="006036B2">
        <w:t xml:space="preserve">, </w:t>
      </w:r>
      <w:r w:rsidRPr="006056B1">
        <w:t>dans son équipage de princesse</w:t>
      </w:r>
      <w:r w:rsidR="006036B2">
        <w:t xml:space="preserve">. </w:t>
      </w:r>
      <w:r w:rsidRPr="006056B1">
        <w:t>Et pouvait-il l</w:t>
      </w:r>
      <w:r w:rsidR="006036B2">
        <w:t>’</w:t>
      </w:r>
      <w:r w:rsidRPr="006056B1">
        <w:t>aborder</w:t>
      </w:r>
      <w:r w:rsidR="006036B2">
        <w:t xml:space="preserve">, </w:t>
      </w:r>
      <w:r w:rsidRPr="006056B1">
        <w:t>alors</w:t>
      </w:r>
      <w:r w:rsidR="006036B2">
        <w:t xml:space="preserve"> ? </w:t>
      </w:r>
      <w:r w:rsidRPr="006056B1">
        <w:t xml:space="preserve">Pouvait-il lui rappeler le temps où elle </w:t>
      </w:r>
      <w:r w:rsidRPr="006056B1">
        <w:rPr>
          <w:i/>
          <w:iCs/>
        </w:rPr>
        <w:t>raccrochait</w:t>
      </w:r>
      <w:r w:rsidRPr="006056B1">
        <w:t xml:space="preserve"> à cent sous</w:t>
      </w:r>
      <w:r w:rsidR="006036B2">
        <w:t xml:space="preserve"> ? </w:t>
      </w:r>
      <w:r w:rsidRPr="006056B1">
        <w:t>Non</w:t>
      </w:r>
      <w:r w:rsidR="006036B2">
        <w:t xml:space="preserve">, </w:t>
      </w:r>
      <w:r w:rsidRPr="006056B1">
        <w:t>bien sûr</w:t>
      </w:r>
      <w:r w:rsidR="006036B2">
        <w:t xml:space="preserve">. </w:t>
      </w:r>
      <w:r w:rsidRPr="006056B1">
        <w:t>Et c</w:t>
      </w:r>
      <w:r w:rsidR="006036B2">
        <w:t>’</w:t>
      </w:r>
      <w:r w:rsidRPr="006056B1">
        <w:t>est de loin qu</w:t>
      </w:r>
      <w:r w:rsidR="006036B2">
        <w:t>’</w:t>
      </w:r>
      <w:r w:rsidRPr="006056B1">
        <w:t>il l</w:t>
      </w:r>
      <w:r w:rsidR="006036B2">
        <w:t>’</w:t>
      </w:r>
      <w:r w:rsidRPr="006056B1">
        <w:t>avait suivie</w:t>
      </w:r>
      <w:r w:rsidR="006036B2">
        <w:t xml:space="preserve">, </w:t>
      </w:r>
      <w:r w:rsidRPr="006056B1">
        <w:t>remerciée</w:t>
      </w:r>
      <w:r w:rsidR="006036B2">
        <w:t xml:space="preserve">, </w:t>
      </w:r>
      <w:r w:rsidRPr="006056B1">
        <w:t>bénie</w:t>
      </w:r>
      <w:r w:rsidR="006036B2">
        <w:t>.</w:t>
      </w:r>
    </w:p>
    <w:p w14:paraId="2E13C618" w14:textId="77777777" w:rsidR="006036B2" w:rsidRDefault="00E85E1B" w:rsidP="00E85E1B">
      <w:r w:rsidRPr="006056B1">
        <w:lastRenderedPageBreak/>
        <w:t>Mais à présent l</w:t>
      </w:r>
      <w:r w:rsidR="006036B2">
        <w:t>’</w:t>
      </w:r>
      <w:r w:rsidRPr="006056B1">
        <w:t>heure était venue de payer sa dette</w:t>
      </w:r>
      <w:r w:rsidR="006036B2">
        <w:t xml:space="preserve">. </w:t>
      </w:r>
      <w:r w:rsidRPr="006056B1">
        <w:t>Et il la paya</w:t>
      </w:r>
      <w:r w:rsidR="006036B2">
        <w:t>.</w:t>
      </w:r>
    </w:p>
    <w:p w14:paraId="60045368" w14:textId="77777777" w:rsidR="006036B2" w:rsidRDefault="00E85E1B" w:rsidP="00E85E1B">
      <w:r w:rsidRPr="006056B1">
        <w:t>Quoique assez connu déjà</w:t>
      </w:r>
      <w:r w:rsidR="006036B2">
        <w:t xml:space="preserve">, </w:t>
      </w:r>
      <w:r w:rsidRPr="006056B1">
        <w:t>peintre de talent et d</w:t>
      </w:r>
      <w:r w:rsidR="006036B2">
        <w:t>’</w:t>
      </w:r>
      <w:r w:rsidRPr="006056B1">
        <w:t>avenir</w:t>
      </w:r>
      <w:r w:rsidR="006036B2">
        <w:t xml:space="preserve">, </w:t>
      </w:r>
      <w:r w:rsidRPr="006056B1">
        <w:t>il n</w:t>
      </w:r>
      <w:r w:rsidR="006036B2">
        <w:t>’</w:t>
      </w:r>
      <w:r w:rsidRPr="006056B1">
        <w:t>était point riche</w:t>
      </w:r>
      <w:r w:rsidR="006036B2">
        <w:t xml:space="preserve">. </w:t>
      </w:r>
      <w:r w:rsidRPr="006056B1">
        <w:t>Qu</w:t>
      </w:r>
      <w:r w:rsidR="006036B2">
        <w:t>’</w:t>
      </w:r>
      <w:r w:rsidRPr="006056B1">
        <w:t>importe</w:t>
      </w:r>
      <w:r w:rsidR="006036B2">
        <w:t xml:space="preserve"> ! </w:t>
      </w:r>
      <w:r w:rsidRPr="006056B1">
        <w:t>Il engagea cet avenir qu</w:t>
      </w:r>
      <w:r w:rsidR="006036B2">
        <w:t>’</w:t>
      </w:r>
      <w:r w:rsidRPr="006056B1">
        <w:t>on lui promettait</w:t>
      </w:r>
      <w:r w:rsidR="006036B2">
        <w:t xml:space="preserve">, </w:t>
      </w:r>
      <w:r w:rsidRPr="006056B1">
        <w:t>il se livra pieds et poings liés à un marchand de t</w:t>
      </w:r>
      <w:r w:rsidRPr="006056B1">
        <w:t>a</w:t>
      </w:r>
      <w:r w:rsidRPr="006056B1">
        <w:t>bleaux</w:t>
      </w:r>
      <w:r w:rsidR="006036B2">
        <w:t xml:space="preserve">. </w:t>
      </w:r>
      <w:r w:rsidRPr="006056B1">
        <w:t>Et il fit transporter la pauvre femme dans une excellente maison de santé où elle pût avoir non seulement des soins</w:t>
      </w:r>
      <w:r w:rsidR="006036B2">
        <w:t xml:space="preserve">, </w:t>
      </w:r>
      <w:r w:rsidRPr="006056B1">
        <w:t>mais tout le confortable nécessaire et même du luxe</w:t>
      </w:r>
      <w:r w:rsidR="006036B2">
        <w:t>.</w:t>
      </w:r>
    </w:p>
    <w:p w14:paraId="310EE75F" w14:textId="77777777" w:rsidR="006036B2" w:rsidRDefault="00E85E1B" w:rsidP="00E85E1B">
      <w:r w:rsidRPr="006056B1">
        <w:t>Hélas</w:t>
      </w:r>
      <w:r w:rsidR="006036B2">
        <w:t xml:space="preserve"> ! </w:t>
      </w:r>
      <w:r w:rsidRPr="006056B1">
        <w:t>la paralysie générale ne pardonne point</w:t>
      </w:r>
      <w:r w:rsidR="006036B2">
        <w:t xml:space="preserve">. </w:t>
      </w:r>
      <w:r w:rsidRPr="006056B1">
        <w:t>Si elle lâche parfois sa proie</w:t>
      </w:r>
      <w:r w:rsidR="006036B2">
        <w:t xml:space="preserve">, </w:t>
      </w:r>
      <w:r w:rsidRPr="006056B1">
        <w:t>c</w:t>
      </w:r>
      <w:r w:rsidR="006036B2">
        <w:t>’</w:t>
      </w:r>
      <w:r w:rsidRPr="006056B1">
        <w:t>est comme le chat cruel lâche la souris</w:t>
      </w:r>
      <w:r w:rsidR="006036B2">
        <w:t xml:space="preserve">, </w:t>
      </w:r>
      <w:r w:rsidRPr="006056B1">
        <w:t>pour un moment</w:t>
      </w:r>
      <w:r w:rsidR="006036B2">
        <w:t xml:space="preserve">, </w:t>
      </w:r>
      <w:r w:rsidRPr="006056B1">
        <w:t>pour un très bref moment</w:t>
      </w:r>
      <w:r w:rsidR="006036B2">
        <w:t xml:space="preserve">, </w:t>
      </w:r>
      <w:r w:rsidRPr="006056B1">
        <w:t>et pour la r</w:t>
      </w:r>
      <w:r w:rsidRPr="006056B1">
        <w:t>e</w:t>
      </w:r>
      <w:r w:rsidRPr="006056B1">
        <w:t>prendre plus tard avec plus de férocité</w:t>
      </w:r>
      <w:r w:rsidR="006036B2">
        <w:t xml:space="preserve">. </w:t>
      </w:r>
      <w:r w:rsidRPr="006056B1">
        <w:t>Fanny connut cette p</w:t>
      </w:r>
      <w:r w:rsidRPr="006056B1">
        <w:t>é</w:t>
      </w:r>
      <w:r w:rsidRPr="006056B1">
        <w:t>riode de rémission</w:t>
      </w:r>
      <w:r w:rsidR="006036B2">
        <w:t xml:space="preserve">. </w:t>
      </w:r>
      <w:r w:rsidRPr="006056B1">
        <w:t>Le médecin put dire un matin au jeune homme</w:t>
      </w:r>
      <w:r w:rsidR="006036B2">
        <w:t> :</w:t>
      </w:r>
    </w:p>
    <w:p w14:paraId="559960B4" w14:textId="77777777" w:rsidR="006036B2" w:rsidRDefault="006036B2" w:rsidP="00E85E1B">
      <w:r>
        <w:t>— </w:t>
      </w:r>
      <w:r w:rsidR="00E85E1B" w:rsidRPr="006056B1">
        <w:t>Vous tenez à la faire sortir</w:t>
      </w:r>
      <w:r>
        <w:t xml:space="preserve"> ? </w:t>
      </w:r>
      <w:r w:rsidR="00E85E1B" w:rsidRPr="006056B1">
        <w:t>Soit</w:t>
      </w:r>
      <w:r>
        <w:t xml:space="preserve"> ! </w:t>
      </w:r>
      <w:r w:rsidR="00E85E1B" w:rsidRPr="006056B1">
        <w:t>Mais il faudra la ram</w:t>
      </w:r>
      <w:r w:rsidR="00E85E1B" w:rsidRPr="006056B1">
        <w:t>e</w:t>
      </w:r>
      <w:r w:rsidR="00E85E1B" w:rsidRPr="006056B1">
        <w:t>ner</w:t>
      </w:r>
      <w:r>
        <w:t xml:space="preserve">, </w:t>
      </w:r>
      <w:r w:rsidR="00E85E1B" w:rsidRPr="006056B1">
        <w:t>et sous peu</w:t>
      </w:r>
      <w:r>
        <w:t xml:space="preserve">. </w:t>
      </w:r>
      <w:r w:rsidR="00E85E1B" w:rsidRPr="006056B1">
        <w:t>La guérison n</w:t>
      </w:r>
      <w:r>
        <w:t>’</w:t>
      </w:r>
      <w:r w:rsidR="00E85E1B" w:rsidRPr="006056B1">
        <w:t>est qu</w:t>
      </w:r>
      <w:r>
        <w:t>’</w:t>
      </w:r>
      <w:r w:rsidR="00E85E1B" w:rsidRPr="006056B1">
        <w:t>apparente</w:t>
      </w:r>
      <w:r>
        <w:t xml:space="preserve">. </w:t>
      </w:r>
      <w:r w:rsidR="00E85E1B" w:rsidRPr="006056B1">
        <w:t>L</w:t>
      </w:r>
      <w:r>
        <w:t>’</w:t>
      </w:r>
      <w:r w:rsidR="00E85E1B" w:rsidRPr="006056B1">
        <w:t>état pr</w:t>
      </w:r>
      <w:r w:rsidR="00E85E1B" w:rsidRPr="006056B1">
        <w:t>é</w:t>
      </w:r>
      <w:r w:rsidR="00E85E1B" w:rsidRPr="006056B1">
        <w:t>sent durera un mois</w:t>
      </w:r>
      <w:r>
        <w:t xml:space="preserve">, </w:t>
      </w:r>
      <w:r w:rsidR="00E85E1B" w:rsidRPr="006056B1">
        <w:t>au plus</w:t>
      </w:r>
      <w:r>
        <w:t xml:space="preserve">. </w:t>
      </w:r>
      <w:r w:rsidR="00E85E1B" w:rsidRPr="006056B1">
        <w:t>Et encore</w:t>
      </w:r>
      <w:r>
        <w:t xml:space="preserve">, </w:t>
      </w:r>
      <w:r w:rsidR="00E85E1B" w:rsidRPr="006056B1">
        <w:t>si la malade est tenue à l</w:t>
      </w:r>
      <w:r>
        <w:t>’</w:t>
      </w:r>
      <w:r w:rsidR="00E85E1B" w:rsidRPr="006056B1">
        <w:t>abri de toute surexcitation</w:t>
      </w:r>
      <w:r>
        <w:t xml:space="preserve">, </w:t>
      </w:r>
      <w:r w:rsidR="00E85E1B" w:rsidRPr="006056B1">
        <w:t>de tout excès</w:t>
      </w:r>
      <w:r>
        <w:t> !</w:t>
      </w:r>
    </w:p>
    <w:p w14:paraId="7744E0E6" w14:textId="77777777" w:rsidR="006036B2" w:rsidRDefault="006036B2" w:rsidP="00E85E1B">
      <w:r>
        <w:t>— </w:t>
      </w:r>
      <w:r w:rsidR="00E85E1B" w:rsidRPr="006056B1">
        <w:t>Et sans cette précaution</w:t>
      </w:r>
      <w:r>
        <w:t xml:space="preserve"> ? </w:t>
      </w:r>
      <w:r w:rsidR="00E85E1B" w:rsidRPr="006056B1">
        <w:t xml:space="preserve">demanda </w:t>
      </w:r>
      <w:proofErr w:type="spellStart"/>
      <w:r w:rsidR="00E85E1B" w:rsidRPr="006056B1">
        <w:t>Guerland</w:t>
      </w:r>
      <w:proofErr w:type="spellEnd"/>
      <w:r>
        <w:t>.</w:t>
      </w:r>
    </w:p>
    <w:p w14:paraId="24440DB6" w14:textId="77777777" w:rsidR="006036B2" w:rsidRDefault="006036B2" w:rsidP="00E85E1B">
      <w:r>
        <w:t>— </w:t>
      </w:r>
      <w:r w:rsidR="00E85E1B" w:rsidRPr="006056B1">
        <w:t>Alors</w:t>
      </w:r>
      <w:r>
        <w:t xml:space="preserve">, </w:t>
      </w:r>
      <w:r w:rsidR="00E85E1B" w:rsidRPr="006056B1">
        <w:t>répondit le docteur</w:t>
      </w:r>
      <w:r>
        <w:t xml:space="preserve">, </w:t>
      </w:r>
      <w:r w:rsidR="00E85E1B" w:rsidRPr="006056B1">
        <w:t>la crise finale sera plus proche</w:t>
      </w:r>
      <w:r>
        <w:t xml:space="preserve">, </w:t>
      </w:r>
      <w:r w:rsidR="00E85E1B" w:rsidRPr="006056B1">
        <w:t>voilà tout</w:t>
      </w:r>
      <w:r>
        <w:t xml:space="preserve">. </w:t>
      </w:r>
      <w:r w:rsidR="00E85E1B" w:rsidRPr="006056B1">
        <w:t>Mais</w:t>
      </w:r>
      <w:r>
        <w:t xml:space="preserve">, </w:t>
      </w:r>
      <w:r w:rsidR="00E85E1B" w:rsidRPr="006056B1">
        <w:t>plus ou moins proche</w:t>
      </w:r>
      <w:r>
        <w:t xml:space="preserve">, </w:t>
      </w:r>
      <w:r w:rsidR="00E85E1B" w:rsidRPr="006056B1">
        <w:t>elle n</w:t>
      </w:r>
      <w:r>
        <w:t>’</w:t>
      </w:r>
      <w:r w:rsidR="00E85E1B" w:rsidRPr="006056B1">
        <w:t>en est pas moins fatale</w:t>
      </w:r>
      <w:r>
        <w:t>.</w:t>
      </w:r>
    </w:p>
    <w:p w14:paraId="52CE5592" w14:textId="77777777" w:rsidR="006036B2" w:rsidRDefault="006036B2" w:rsidP="00E85E1B">
      <w:r>
        <w:t>— </w:t>
      </w:r>
      <w:r w:rsidR="00E85E1B" w:rsidRPr="006056B1">
        <w:t>Vous en êtes sûr</w:t>
      </w:r>
      <w:r>
        <w:t> ?</w:t>
      </w:r>
    </w:p>
    <w:p w14:paraId="61B9BD74" w14:textId="77777777" w:rsidR="006036B2" w:rsidRDefault="006036B2" w:rsidP="00E85E1B">
      <w:r>
        <w:t>— </w:t>
      </w:r>
      <w:r w:rsidR="00E85E1B" w:rsidRPr="006056B1">
        <w:t>Absolument sûr</w:t>
      </w:r>
      <w:r>
        <w:t>.</w:t>
      </w:r>
    </w:p>
    <w:p w14:paraId="5153D716" w14:textId="77777777" w:rsidR="006036B2" w:rsidRDefault="00E85E1B" w:rsidP="00E85E1B">
      <w:r w:rsidRPr="006056B1">
        <w:t xml:space="preserve">François </w:t>
      </w:r>
      <w:proofErr w:type="spellStart"/>
      <w:r w:rsidRPr="006056B1">
        <w:t>Guerland</w:t>
      </w:r>
      <w:proofErr w:type="spellEnd"/>
      <w:r w:rsidRPr="006056B1">
        <w:t xml:space="preserve"> fit sortir la grande Fanny</w:t>
      </w:r>
      <w:r w:rsidR="006036B2">
        <w:t xml:space="preserve">, </w:t>
      </w:r>
      <w:r w:rsidRPr="006056B1">
        <w:t>l</w:t>
      </w:r>
      <w:r w:rsidR="006036B2">
        <w:t>’</w:t>
      </w:r>
      <w:r w:rsidRPr="006056B1">
        <w:t>installa dans un splendide appartement</w:t>
      </w:r>
      <w:r w:rsidR="006036B2">
        <w:t xml:space="preserve">, </w:t>
      </w:r>
      <w:r w:rsidRPr="006056B1">
        <w:t>et y vécut avec elle</w:t>
      </w:r>
      <w:r w:rsidR="006036B2">
        <w:t xml:space="preserve">. </w:t>
      </w:r>
      <w:r w:rsidRPr="006056B1">
        <w:t>Elle était vieillie</w:t>
      </w:r>
      <w:r w:rsidR="006036B2">
        <w:t xml:space="preserve">, </w:t>
      </w:r>
      <w:r w:rsidRPr="006056B1">
        <w:t>bouffie</w:t>
      </w:r>
      <w:r w:rsidR="006036B2">
        <w:t xml:space="preserve">, </w:t>
      </w:r>
      <w:r w:rsidRPr="006056B1">
        <w:t>avait des cheveux blancs et déraisonnait parfois</w:t>
      </w:r>
      <w:r w:rsidR="006036B2">
        <w:t xml:space="preserve">. </w:t>
      </w:r>
      <w:r w:rsidRPr="006056B1">
        <w:t xml:space="preserve">Elle ne reconnut pas en lui le pauvre petit à qui elle avait </w:t>
      </w:r>
      <w:r w:rsidRPr="006056B1">
        <w:lastRenderedPageBreak/>
        <w:t>fait l</w:t>
      </w:r>
      <w:r w:rsidR="006036B2">
        <w:t>’</w:t>
      </w:r>
      <w:r w:rsidRPr="006056B1">
        <w:t>aumône jadis</w:t>
      </w:r>
      <w:r w:rsidR="006036B2">
        <w:t xml:space="preserve">. </w:t>
      </w:r>
      <w:r w:rsidRPr="006056B1">
        <w:t>Il ne lui rappela point la chose</w:t>
      </w:r>
      <w:r w:rsidR="006036B2">
        <w:t xml:space="preserve">, </w:t>
      </w:r>
      <w:r w:rsidRPr="006056B1">
        <w:t>il lui laissa croire qu</w:t>
      </w:r>
      <w:r w:rsidR="006036B2">
        <w:t>’</w:t>
      </w:r>
      <w:r w:rsidRPr="006056B1">
        <w:t>elle était adorée par un jeune homme riche et passionnément épris d</w:t>
      </w:r>
      <w:r w:rsidR="006036B2">
        <w:t>’</w:t>
      </w:r>
      <w:r w:rsidRPr="006056B1">
        <w:t>elle</w:t>
      </w:r>
      <w:r w:rsidR="006036B2">
        <w:t xml:space="preserve">. </w:t>
      </w:r>
      <w:r w:rsidRPr="006056B1">
        <w:t>Il était beau</w:t>
      </w:r>
      <w:r w:rsidR="006036B2">
        <w:t xml:space="preserve">, </w:t>
      </w:r>
      <w:r w:rsidRPr="006056B1">
        <w:t>ardent</w:t>
      </w:r>
      <w:r w:rsidR="006036B2">
        <w:t xml:space="preserve">, </w:t>
      </w:r>
      <w:r w:rsidRPr="006056B1">
        <w:t>caressant</w:t>
      </w:r>
      <w:r w:rsidR="006036B2">
        <w:t xml:space="preserve">. </w:t>
      </w:r>
      <w:r w:rsidRPr="006056B1">
        <w:t>Jamais maîtresse n</w:t>
      </w:r>
      <w:r w:rsidR="006036B2">
        <w:t>’</w:t>
      </w:r>
      <w:r w:rsidRPr="006056B1">
        <w:t>eut un amant pareil</w:t>
      </w:r>
      <w:r w:rsidR="006036B2">
        <w:t xml:space="preserve">. </w:t>
      </w:r>
      <w:r w:rsidRPr="006056B1">
        <w:t>Et pendant trois semaines</w:t>
      </w:r>
      <w:r w:rsidR="006036B2">
        <w:t xml:space="preserve">, </w:t>
      </w:r>
      <w:r w:rsidRPr="006056B1">
        <w:t>avant de retomber dans les horreurs de la folie</w:t>
      </w:r>
      <w:r w:rsidR="006036B2">
        <w:t xml:space="preserve">, </w:t>
      </w:r>
      <w:r w:rsidRPr="006056B1">
        <w:t>qui heureusement furent tôt term</w:t>
      </w:r>
      <w:r w:rsidRPr="006056B1">
        <w:t>i</w:t>
      </w:r>
      <w:r w:rsidRPr="006056B1">
        <w:t>nées par la mort</w:t>
      </w:r>
      <w:r w:rsidR="006036B2">
        <w:t xml:space="preserve">, </w:t>
      </w:r>
      <w:r w:rsidRPr="006056B1">
        <w:t>elle s</w:t>
      </w:r>
      <w:r w:rsidR="006036B2">
        <w:t>’</w:t>
      </w:r>
      <w:r w:rsidRPr="006056B1">
        <w:t>enivra sous les baisers aux plus radieuses extases</w:t>
      </w:r>
      <w:r w:rsidR="006036B2">
        <w:t xml:space="preserve">, </w:t>
      </w:r>
      <w:r w:rsidRPr="006056B1">
        <w:t>et quitta ainsi la vie consciente dans une apothéose d</w:t>
      </w:r>
      <w:r w:rsidR="006036B2">
        <w:t>’</w:t>
      </w:r>
      <w:r w:rsidRPr="006056B1">
        <w:t>amour</w:t>
      </w:r>
      <w:r w:rsidR="006036B2">
        <w:t>.</w:t>
      </w:r>
    </w:p>
    <w:p w14:paraId="22562350" w14:textId="2DA5EBCD" w:rsidR="00E85E1B" w:rsidRPr="006056B1" w:rsidRDefault="00E85E1B" w:rsidP="00E85E1B"/>
    <w:p w14:paraId="00504EF5" w14:textId="77777777" w:rsidR="006036B2" w:rsidRDefault="00E85E1B" w:rsidP="00E85E1B">
      <w:r w:rsidRPr="006056B1">
        <w:t>L</w:t>
      </w:r>
      <w:r w:rsidR="006036B2">
        <w:t>’</w:t>
      </w:r>
      <w:r w:rsidRPr="006056B1">
        <w:t>autre jour</w:t>
      </w:r>
      <w:r w:rsidR="006036B2">
        <w:t xml:space="preserve">, </w:t>
      </w:r>
      <w:r w:rsidRPr="006056B1">
        <w:t>au dessert d</w:t>
      </w:r>
      <w:r w:rsidR="006036B2">
        <w:t>’</w:t>
      </w:r>
      <w:r w:rsidRPr="006056B1">
        <w:t>un dîner d</w:t>
      </w:r>
      <w:r w:rsidR="006036B2">
        <w:t>’</w:t>
      </w:r>
      <w:r w:rsidRPr="006056B1">
        <w:t>artistes</w:t>
      </w:r>
      <w:r w:rsidR="006036B2">
        <w:t xml:space="preserve">, </w:t>
      </w:r>
      <w:r w:rsidRPr="006056B1">
        <w:t xml:space="preserve">on parlait de François </w:t>
      </w:r>
      <w:proofErr w:type="spellStart"/>
      <w:r w:rsidRPr="006056B1">
        <w:t>Guerland</w:t>
      </w:r>
      <w:proofErr w:type="spellEnd"/>
      <w:r w:rsidR="006036B2">
        <w:t xml:space="preserve">, </w:t>
      </w:r>
      <w:r w:rsidRPr="006056B1">
        <w:t>dont le dernier envoi au Salon a été si ju</w:t>
      </w:r>
      <w:r w:rsidRPr="006056B1">
        <w:t>s</w:t>
      </w:r>
      <w:r w:rsidRPr="006056B1">
        <w:t>tement remarqué</w:t>
      </w:r>
      <w:r w:rsidR="006036B2">
        <w:t>.</w:t>
      </w:r>
    </w:p>
    <w:p w14:paraId="0E0D0DDE" w14:textId="77777777" w:rsidR="006036B2" w:rsidRDefault="006036B2" w:rsidP="00E85E1B">
      <w:r>
        <w:t>— </w:t>
      </w:r>
      <w:r w:rsidR="00E85E1B" w:rsidRPr="006056B1">
        <w:t>Ah</w:t>
      </w:r>
      <w:r>
        <w:t xml:space="preserve"> ! </w:t>
      </w:r>
      <w:r w:rsidR="00E85E1B" w:rsidRPr="006056B1">
        <w:t>oui</w:t>
      </w:r>
      <w:r>
        <w:t xml:space="preserve">, </w:t>
      </w:r>
      <w:r w:rsidR="00E85E1B" w:rsidRPr="006056B1">
        <w:t>fit quelqu</w:t>
      </w:r>
      <w:r>
        <w:t>’</w:t>
      </w:r>
      <w:r w:rsidR="00E85E1B" w:rsidRPr="006056B1">
        <w:t>un avec une intonation et une moue de mépris</w:t>
      </w:r>
      <w:r>
        <w:t xml:space="preserve">, </w:t>
      </w:r>
      <w:proofErr w:type="spellStart"/>
      <w:r w:rsidR="00E85E1B" w:rsidRPr="006056B1">
        <w:t>Guerland</w:t>
      </w:r>
      <w:proofErr w:type="spellEnd"/>
      <w:r>
        <w:t xml:space="preserve">, </w:t>
      </w:r>
      <w:r w:rsidR="00E85E1B" w:rsidRPr="006056B1">
        <w:t>le beau garçon</w:t>
      </w:r>
      <w:r>
        <w:t> !</w:t>
      </w:r>
    </w:p>
    <w:p w14:paraId="2B6FCA2B" w14:textId="77777777" w:rsidR="006036B2" w:rsidRDefault="00E85E1B" w:rsidP="00E85E1B">
      <w:r w:rsidRPr="006056B1">
        <w:t>Et un autre</w:t>
      </w:r>
      <w:r w:rsidR="006036B2">
        <w:t xml:space="preserve">, </w:t>
      </w:r>
      <w:r w:rsidRPr="006056B1">
        <w:t>accentuant le sous-entendu</w:t>
      </w:r>
      <w:r w:rsidR="006036B2">
        <w:t xml:space="preserve">, </w:t>
      </w:r>
      <w:r w:rsidRPr="006056B1">
        <w:t>ajouta carrément</w:t>
      </w:r>
      <w:r w:rsidR="006036B2">
        <w:t> :</w:t>
      </w:r>
    </w:p>
    <w:p w14:paraId="267B016E" w14:textId="77777777" w:rsidR="006036B2" w:rsidRDefault="006036B2" w:rsidP="00E85E1B">
      <w:r>
        <w:t>— </w:t>
      </w:r>
      <w:r w:rsidR="00E85E1B" w:rsidRPr="006056B1">
        <w:t>Oui</w:t>
      </w:r>
      <w:r>
        <w:t xml:space="preserve">, </w:t>
      </w:r>
      <w:r w:rsidR="00E85E1B" w:rsidRPr="006056B1">
        <w:t>c</w:t>
      </w:r>
      <w:r>
        <w:t>’</w:t>
      </w:r>
      <w:r w:rsidR="00E85E1B" w:rsidRPr="006056B1">
        <w:t>est cela</w:t>
      </w:r>
      <w:r>
        <w:t xml:space="preserve"> ! </w:t>
      </w:r>
      <w:proofErr w:type="spellStart"/>
      <w:r w:rsidR="00E85E1B" w:rsidRPr="006056B1">
        <w:t>Guerland</w:t>
      </w:r>
      <w:proofErr w:type="spellEnd"/>
      <w:r w:rsidR="00E85E1B" w:rsidRPr="006056B1">
        <w:t xml:space="preserve"> le beau garçon</w:t>
      </w:r>
      <w:r>
        <w:t xml:space="preserve">, </w:t>
      </w:r>
      <w:r w:rsidR="00E85E1B" w:rsidRPr="006056B1">
        <w:t>le trop beau garçon</w:t>
      </w:r>
      <w:r>
        <w:t xml:space="preserve">, </w:t>
      </w:r>
      <w:r w:rsidR="00E85E1B" w:rsidRPr="006056B1">
        <w:t>celui qui se fait entretenir par des gâteuses</w:t>
      </w:r>
      <w:r>
        <w:t>.</w:t>
      </w:r>
    </w:p>
    <w:p w14:paraId="085EBE14" w14:textId="7AABA8E3" w:rsidR="00E85E1B" w:rsidRPr="006056B1" w:rsidRDefault="00E85E1B" w:rsidP="006036B2">
      <w:pPr>
        <w:pStyle w:val="Titre1"/>
      </w:pPr>
      <w:bookmarkStart w:id="25" w:name="_Toc194853059"/>
      <w:r w:rsidRPr="006056B1">
        <w:lastRenderedPageBreak/>
        <w:t>LE MARQUIS</w:t>
      </w:r>
      <w:bookmarkEnd w:id="25"/>
    </w:p>
    <w:p w14:paraId="6B36E0AE" w14:textId="77777777" w:rsidR="006036B2" w:rsidRDefault="00E85E1B" w:rsidP="00E85E1B">
      <w:bookmarkStart w:id="26" w:name="bookmark18"/>
      <w:bookmarkEnd w:id="26"/>
      <w:r w:rsidRPr="006056B1">
        <w:t xml:space="preserve">Inutile de </w:t>
      </w:r>
      <w:proofErr w:type="spellStart"/>
      <w:r w:rsidRPr="006056B1">
        <w:t>rétipoler</w:t>
      </w:r>
      <w:proofErr w:type="spellEnd"/>
      <w:r w:rsidR="006036B2">
        <w:t xml:space="preserve">, </w:t>
      </w:r>
      <w:r w:rsidRPr="006056B1">
        <w:t xml:space="preserve">quand elle avait dit </w:t>
      </w:r>
      <w:r w:rsidR="006036B2">
        <w:t>« </w:t>
      </w:r>
      <w:r w:rsidRPr="006056B1">
        <w:t>je veux</w:t>
      </w:r>
      <w:r w:rsidR="006036B2">
        <w:t xml:space="preserve"> », </w:t>
      </w:r>
      <w:r w:rsidRPr="006056B1">
        <w:t>cette volontaire petite Sonia</w:t>
      </w:r>
      <w:r w:rsidR="006036B2">
        <w:t xml:space="preserve">, </w:t>
      </w:r>
      <w:r w:rsidRPr="006056B1">
        <w:t>au nom et aux caprices moscovites</w:t>
      </w:r>
      <w:r w:rsidR="006036B2">
        <w:t xml:space="preserve">. </w:t>
      </w:r>
      <w:r w:rsidRPr="006056B1">
        <w:t>Si mignonne</w:t>
      </w:r>
      <w:r w:rsidR="006036B2">
        <w:t xml:space="preserve">, </w:t>
      </w:r>
      <w:r w:rsidRPr="006056B1">
        <w:t>d</w:t>
      </w:r>
      <w:r w:rsidR="006036B2">
        <w:t>’</w:t>
      </w:r>
      <w:r w:rsidRPr="006056B1">
        <w:t>ailleurs</w:t>
      </w:r>
      <w:r w:rsidR="006036B2">
        <w:t xml:space="preserve">, </w:t>
      </w:r>
      <w:r w:rsidRPr="006056B1">
        <w:t>si charmante</w:t>
      </w:r>
      <w:r w:rsidR="006036B2">
        <w:t xml:space="preserve">, </w:t>
      </w:r>
      <w:r w:rsidRPr="006056B1">
        <w:t xml:space="preserve">avec son </w:t>
      </w:r>
      <w:proofErr w:type="spellStart"/>
      <w:r w:rsidRPr="006056B1">
        <w:t>moure</w:t>
      </w:r>
      <w:proofErr w:type="spellEnd"/>
      <w:r w:rsidRPr="006056B1">
        <w:t xml:space="preserve"> retroussé de sauvagesse</w:t>
      </w:r>
      <w:r w:rsidR="006036B2">
        <w:t xml:space="preserve">, </w:t>
      </w:r>
      <w:r w:rsidRPr="006056B1">
        <w:t>ses joues en pomme</w:t>
      </w:r>
      <w:r w:rsidR="006036B2">
        <w:t xml:space="preserve">, </w:t>
      </w:r>
      <w:r w:rsidRPr="006056B1">
        <w:t>rondes</w:t>
      </w:r>
      <w:r w:rsidR="006036B2">
        <w:t xml:space="preserve">, </w:t>
      </w:r>
      <w:r w:rsidRPr="006056B1">
        <w:t>roses</w:t>
      </w:r>
      <w:r w:rsidR="006036B2">
        <w:t xml:space="preserve">, </w:t>
      </w:r>
      <w:r w:rsidRPr="006056B1">
        <w:t>enfantines e</w:t>
      </w:r>
      <w:r w:rsidRPr="006056B1">
        <w:t>n</w:t>
      </w:r>
      <w:r w:rsidRPr="006056B1">
        <w:t>core</w:t>
      </w:r>
      <w:r w:rsidR="006036B2">
        <w:t xml:space="preserve">, </w:t>
      </w:r>
      <w:r w:rsidRPr="006056B1">
        <w:t>tandis que toutes les perversités de la femme miroitaient au fond de ses étranges prunelles</w:t>
      </w:r>
      <w:r w:rsidR="006036B2">
        <w:t xml:space="preserve">, </w:t>
      </w:r>
      <w:r w:rsidRPr="006056B1">
        <w:t>couleur d</w:t>
      </w:r>
      <w:r w:rsidR="006036B2">
        <w:t>’</w:t>
      </w:r>
      <w:r w:rsidRPr="006056B1">
        <w:t>eau par les soirs d</w:t>
      </w:r>
      <w:r w:rsidR="006036B2">
        <w:t>’</w:t>
      </w:r>
      <w:r w:rsidRPr="006056B1">
        <w:t>orage</w:t>
      </w:r>
      <w:r w:rsidR="006036B2">
        <w:t xml:space="preserve"> ! </w:t>
      </w:r>
      <w:r w:rsidRPr="006056B1">
        <w:t>Oui</w:t>
      </w:r>
      <w:r w:rsidR="006036B2">
        <w:t xml:space="preserve">, </w:t>
      </w:r>
      <w:r w:rsidRPr="006056B1">
        <w:t>si charmante</w:t>
      </w:r>
      <w:r w:rsidR="006036B2">
        <w:t xml:space="preserve">, </w:t>
      </w:r>
      <w:r w:rsidRPr="006056B1">
        <w:t>cette fantasque</w:t>
      </w:r>
      <w:r w:rsidR="006036B2">
        <w:t xml:space="preserve">, </w:t>
      </w:r>
      <w:r w:rsidRPr="006056B1">
        <w:t>si Russe surtout</w:t>
      </w:r>
      <w:r w:rsidR="006036B2">
        <w:t xml:space="preserve">, </w:t>
      </w:r>
      <w:r w:rsidRPr="006056B1">
        <w:t>délicieusement et impérieusement Russe</w:t>
      </w:r>
      <w:r w:rsidR="006036B2">
        <w:t xml:space="preserve">, </w:t>
      </w:r>
      <w:r w:rsidRPr="006056B1">
        <w:t>d</w:t>
      </w:r>
      <w:r w:rsidR="006036B2">
        <w:t>’</w:t>
      </w:r>
      <w:r w:rsidRPr="006056B1">
        <w:t>autant plus Russe qu</w:t>
      </w:r>
      <w:r w:rsidR="006036B2">
        <w:t>’</w:t>
      </w:r>
      <w:r w:rsidRPr="006056B1">
        <w:t>elle était de Montmartre</w:t>
      </w:r>
      <w:r w:rsidR="006036B2">
        <w:t>.</w:t>
      </w:r>
    </w:p>
    <w:p w14:paraId="15320B4B" w14:textId="77777777" w:rsidR="006036B2" w:rsidRDefault="00E85E1B" w:rsidP="00E85E1B">
      <w:r w:rsidRPr="006056B1">
        <w:t>Et donc</w:t>
      </w:r>
      <w:r w:rsidR="006036B2">
        <w:t xml:space="preserve">, </w:t>
      </w:r>
      <w:r w:rsidRPr="006056B1">
        <w:t>parmi les sept amants qui composaient sa mén</w:t>
      </w:r>
      <w:r w:rsidRPr="006056B1">
        <w:t>a</w:t>
      </w:r>
      <w:r w:rsidRPr="006056B1">
        <w:t>gerie ordinaire</w:t>
      </w:r>
      <w:r w:rsidR="006036B2">
        <w:t xml:space="preserve">, </w:t>
      </w:r>
      <w:r w:rsidRPr="006056B1">
        <w:t>aucun n</w:t>
      </w:r>
      <w:r w:rsidR="006036B2">
        <w:t>’</w:t>
      </w:r>
      <w:r w:rsidRPr="006056B1">
        <w:t xml:space="preserve">avait </w:t>
      </w:r>
      <w:proofErr w:type="spellStart"/>
      <w:r w:rsidRPr="006056B1">
        <w:t>pouffeté</w:t>
      </w:r>
      <w:proofErr w:type="spellEnd"/>
      <w:r w:rsidRPr="006056B1">
        <w:t xml:space="preserve"> quand leur dompteuse avait déclaré l</w:t>
      </w:r>
      <w:r w:rsidR="006036B2">
        <w:t>’</w:t>
      </w:r>
      <w:r w:rsidRPr="006056B1">
        <w:t>autre jour</w:t>
      </w:r>
      <w:r w:rsidR="006036B2">
        <w:t> :</w:t>
      </w:r>
    </w:p>
    <w:p w14:paraId="4EB5DD6B" w14:textId="77777777" w:rsidR="006036B2" w:rsidRDefault="006036B2" w:rsidP="00E85E1B">
      <w:r>
        <w:t>— </w:t>
      </w:r>
      <w:r w:rsidR="00E85E1B" w:rsidRPr="006056B1">
        <w:t>Vous savez</w:t>
      </w:r>
      <w:r>
        <w:t xml:space="preserve">, </w:t>
      </w:r>
      <w:r w:rsidR="00E85E1B" w:rsidRPr="006056B1">
        <w:t xml:space="preserve">mon château féodal de </w:t>
      </w:r>
      <w:proofErr w:type="spellStart"/>
      <w:r w:rsidR="00E85E1B" w:rsidRPr="006056B1">
        <w:t>Pludunô-Kerlouët</w:t>
      </w:r>
      <w:proofErr w:type="spellEnd"/>
      <w:r>
        <w:t xml:space="preserve">, </w:t>
      </w:r>
      <w:r w:rsidR="00E85E1B" w:rsidRPr="006056B1">
        <w:t>près Saint-Jacut-de-la-Mer</w:t>
      </w:r>
      <w:r>
        <w:t xml:space="preserve">, </w:t>
      </w:r>
      <w:r w:rsidR="00E85E1B" w:rsidRPr="006056B1">
        <w:t>mon château que j</w:t>
      </w:r>
      <w:r>
        <w:t>’</w:t>
      </w:r>
      <w:r w:rsidR="00E85E1B" w:rsidRPr="006056B1">
        <w:t>ai acheté voici deux ans et où jamais je n</w:t>
      </w:r>
      <w:r>
        <w:t>’</w:t>
      </w:r>
      <w:r w:rsidR="00E85E1B" w:rsidRPr="006056B1">
        <w:t>ai mis les pieds</w:t>
      </w:r>
      <w:r>
        <w:t xml:space="preserve">. </w:t>
      </w:r>
      <w:r w:rsidR="00E85E1B" w:rsidRPr="006056B1">
        <w:t>Eh bien</w:t>
      </w:r>
      <w:r>
        <w:t xml:space="preserve"> ! </w:t>
      </w:r>
      <w:r w:rsidR="00E85E1B" w:rsidRPr="006056B1">
        <w:t>après-demain</w:t>
      </w:r>
      <w:r>
        <w:t xml:space="preserve">, </w:t>
      </w:r>
      <w:r w:rsidR="00E85E1B" w:rsidRPr="006056B1">
        <w:t>premier mai</w:t>
      </w:r>
      <w:r>
        <w:t xml:space="preserve">, </w:t>
      </w:r>
      <w:r w:rsidR="00E85E1B" w:rsidRPr="006056B1">
        <w:t>nous y pendons la crémaillère</w:t>
      </w:r>
      <w:r>
        <w:t>.</w:t>
      </w:r>
    </w:p>
    <w:p w14:paraId="324B151C" w14:textId="77777777" w:rsidR="006036B2" w:rsidRDefault="00E85E1B" w:rsidP="00E85E1B">
      <w:r w:rsidRPr="006056B1">
        <w:t>Les sept n</w:t>
      </w:r>
      <w:r w:rsidR="006036B2">
        <w:t>’</w:t>
      </w:r>
      <w:r w:rsidRPr="006056B1">
        <w:t>avaient point demandé de plus ample explic</w:t>
      </w:r>
      <w:r w:rsidRPr="006056B1">
        <w:t>a</w:t>
      </w:r>
      <w:r w:rsidRPr="006056B1">
        <w:t>tion</w:t>
      </w:r>
      <w:r w:rsidR="006036B2">
        <w:t xml:space="preserve">, </w:t>
      </w:r>
      <w:r w:rsidRPr="006056B1">
        <w:t>avaient raté le Vernissage</w:t>
      </w:r>
      <w:r w:rsidR="006036B2">
        <w:t xml:space="preserve">, </w:t>
      </w:r>
      <w:r w:rsidRPr="006056B1">
        <w:t>bravement accompagné la petite Sonia</w:t>
      </w:r>
      <w:r w:rsidR="006036B2">
        <w:t xml:space="preserve">, </w:t>
      </w:r>
      <w:r w:rsidRPr="006056B1">
        <w:t>et maintenant étaient prêts à s</w:t>
      </w:r>
      <w:r w:rsidR="006036B2">
        <w:t>’</w:t>
      </w:r>
      <w:r w:rsidRPr="006056B1">
        <w:t>attabler sous sa prés</w:t>
      </w:r>
      <w:r w:rsidRPr="006056B1">
        <w:t>i</w:t>
      </w:r>
      <w:r w:rsidRPr="006056B1">
        <w:t>dence dans la salle à manger du vieux castel situé à dix heures de Paris</w:t>
      </w:r>
      <w:r w:rsidR="006036B2">
        <w:t xml:space="preserve">. </w:t>
      </w:r>
      <w:r w:rsidRPr="006056B1">
        <w:t>On était arrivé ce matin</w:t>
      </w:r>
      <w:r w:rsidR="006036B2">
        <w:t xml:space="preserve"> ; </w:t>
      </w:r>
      <w:r w:rsidRPr="006056B1">
        <w:t xml:space="preserve">on allait dîner </w:t>
      </w:r>
      <w:proofErr w:type="spellStart"/>
      <w:r w:rsidRPr="006056B1">
        <w:t>soupatoir</w:t>
      </w:r>
      <w:r w:rsidRPr="006056B1">
        <w:t>e</w:t>
      </w:r>
      <w:r w:rsidRPr="006056B1">
        <w:t>ment</w:t>
      </w:r>
      <w:proofErr w:type="spellEnd"/>
      <w:r w:rsidR="006036B2">
        <w:t xml:space="preserve"> ; </w:t>
      </w:r>
      <w:r w:rsidRPr="006056B1">
        <w:t>on repartirait au jour</w:t>
      </w:r>
      <w:r w:rsidR="006036B2">
        <w:t xml:space="preserve"> ; </w:t>
      </w:r>
      <w:r w:rsidRPr="006056B1">
        <w:t>tel était l</w:t>
      </w:r>
      <w:r w:rsidR="006036B2">
        <w:t>’</w:t>
      </w:r>
      <w:r w:rsidRPr="006056B1">
        <w:t>ordre de Sonia</w:t>
      </w:r>
      <w:r w:rsidR="006036B2">
        <w:t xml:space="preserve"> ; </w:t>
      </w:r>
      <w:r w:rsidRPr="006056B1">
        <w:t>et pe</w:t>
      </w:r>
      <w:r w:rsidRPr="006056B1">
        <w:t>r</w:t>
      </w:r>
      <w:r w:rsidRPr="006056B1">
        <w:t>sonne n</w:t>
      </w:r>
      <w:r w:rsidR="006036B2">
        <w:t>’</w:t>
      </w:r>
      <w:r w:rsidRPr="006056B1">
        <w:t>avait objecté quoi que ce fût</w:t>
      </w:r>
      <w:r w:rsidR="006036B2">
        <w:t>.</w:t>
      </w:r>
    </w:p>
    <w:p w14:paraId="0C2258CB" w14:textId="77777777" w:rsidR="006036B2" w:rsidRDefault="00E85E1B" w:rsidP="00E85E1B">
      <w:r w:rsidRPr="006056B1">
        <w:t>Seuls</w:t>
      </w:r>
      <w:r w:rsidR="006036B2">
        <w:t xml:space="preserve">, </w:t>
      </w:r>
      <w:r w:rsidRPr="006056B1">
        <w:t>deux des soupirants</w:t>
      </w:r>
      <w:r w:rsidR="006036B2">
        <w:t xml:space="preserve">, </w:t>
      </w:r>
      <w:r w:rsidRPr="006056B1">
        <w:t>les derniers en date</w:t>
      </w:r>
      <w:r w:rsidR="006036B2">
        <w:t xml:space="preserve">, </w:t>
      </w:r>
      <w:r w:rsidRPr="006056B1">
        <w:t>encore mal habitués aux frasques de la folle</w:t>
      </w:r>
      <w:r w:rsidR="006036B2">
        <w:t xml:space="preserve">, </w:t>
      </w:r>
      <w:r w:rsidRPr="006056B1">
        <w:t>avaient éprouvé quelque su</w:t>
      </w:r>
      <w:r w:rsidRPr="006056B1">
        <w:t>r</w:t>
      </w:r>
      <w:r w:rsidRPr="006056B1">
        <w:t>prise</w:t>
      </w:r>
      <w:r w:rsidR="006036B2">
        <w:t xml:space="preserve">, </w:t>
      </w:r>
      <w:r w:rsidRPr="006056B1">
        <w:t>vite corrigée par des effusions d</w:t>
      </w:r>
      <w:r w:rsidR="006036B2">
        <w:t>’</w:t>
      </w:r>
      <w:r w:rsidRPr="006056B1">
        <w:t>enthousiasme</w:t>
      </w:r>
      <w:r w:rsidR="006036B2">
        <w:t>.</w:t>
      </w:r>
    </w:p>
    <w:p w14:paraId="6CCF7A47" w14:textId="77777777" w:rsidR="006036B2" w:rsidRDefault="006036B2" w:rsidP="00E85E1B">
      <w:r>
        <w:lastRenderedPageBreak/>
        <w:t>— </w:t>
      </w:r>
      <w:r w:rsidR="00E85E1B" w:rsidRPr="006056B1">
        <w:t>Quelle idée originale</w:t>
      </w:r>
      <w:r>
        <w:t xml:space="preserve">, </w:t>
      </w:r>
      <w:r w:rsidR="00E85E1B" w:rsidRPr="006056B1">
        <w:t>exquise</w:t>
      </w:r>
      <w:r>
        <w:t xml:space="preserve"> ! </w:t>
      </w:r>
      <w:r w:rsidR="00E85E1B" w:rsidRPr="006056B1">
        <w:t>Il n</w:t>
      </w:r>
      <w:r>
        <w:t>’</w:t>
      </w:r>
      <w:r w:rsidR="00E85E1B" w:rsidRPr="006056B1">
        <w:t>y a qu</w:t>
      </w:r>
      <w:r>
        <w:t>’</w:t>
      </w:r>
      <w:r w:rsidR="00E85E1B" w:rsidRPr="006056B1">
        <w:t>elle pour avoir de ces idées-là</w:t>
      </w:r>
      <w:r>
        <w:t xml:space="preserve"> ! </w:t>
      </w:r>
      <w:r w:rsidR="00E85E1B" w:rsidRPr="006056B1">
        <w:t>Positivement</w:t>
      </w:r>
      <w:r>
        <w:t xml:space="preserve">, </w:t>
      </w:r>
      <w:r w:rsidR="00E85E1B" w:rsidRPr="006056B1">
        <w:t>il n</w:t>
      </w:r>
      <w:r>
        <w:t>’</w:t>
      </w:r>
      <w:r w:rsidR="00E85E1B" w:rsidRPr="006056B1">
        <w:t>y a qu</w:t>
      </w:r>
      <w:r>
        <w:t>’</w:t>
      </w:r>
      <w:r w:rsidR="00E85E1B" w:rsidRPr="006056B1">
        <w:t>elle</w:t>
      </w:r>
      <w:r>
        <w:t xml:space="preserve">. </w:t>
      </w:r>
      <w:r w:rsidR="00E85E1B" w:rsidRPr="006056B1">
        <w:t>Épatante</w:t>
      </w:r>
      <w:r>
        <w:t xml:space="preserve"> ! </w:t>
      </w:r>
      <w:r w:rsidR="00E85E1B" w:rsidRPr="006056B1">
        <w:t>Oh</w:t>
      </w:r>
      <w:r>
        <w:t xml:space="preserve"> ! </w:t>
      </w:r>
      <w:r w:rsidR="00E85E1B" w:rsidRPr="006056B1">
        <w:t>ces Russes</w:t>
      </w:r>
      <w:r>
        <w:t> !</w:t>
      </w:r>
    </w:p>
    <w:p w14:paraId="15E8B57D" w14:textId="77777777" w:rsidR="006036B2" w:rsidRDefault="00E85E1B" w:rsidP="00E85E1B">
      <w:r w:rsidRPr="006056B1">
        <w:t>Les anciens</w:t>
      </w:r>
      <w:r w:rsidR="006036B2">
        <w:t xml:space="preserve">, </w:t>
      </w:r>
      <w:r w:rsidRPr="006056B1">
        <w:t>eux</w:t>
      </w:r>
      <w:r w:rsidR="006036B2">
        <w:t xml:space="preserve">, </w:t>
      </w:r>
      <w:r w:rsidRPr="006056B1">
        <w:t>dressés depuis longtemps à ne plus s</w:t>
      </w:r>
      <w:r w:rsidR="006036B2">
        <w:t>’</w:t>
      </w:r>
      <w:r w:rsidRPr="006056B1">
        <w:t>étonner de rien</w:t>
      </w:r>
      <w:r w:rsidR="006036B2">
        <w:t xml:space="preserve">, </w:t>
      </w:r>
      <w:r w:rsidRPr="006056B1">
        <w:t>avaient trouvé la chose toute naturelle</w:t>
      </w:r>
      <w:r w:rsidR="006036B2">
        <w:t>.</w:t>
      </w:r>
    </w:p>
    <w:p w14:paraId="2E3ED260" w14:textId="77777777" w:rsidR="006036B2" w:rsidRDefault="00E85E1B" w:rsidP="00E85E1B">
      <w:r w:rsidRPr="006056B1">
        <w:t>Il était six heures et demie du soir</w:t>
      </w:r>
      <w:r w:rsidR="006036B2">
        <w:t xml:space="preserve">. </w:t>
      </w:r>
      <w:r w:rsidRPr="006056B1">
        <w:t>Ces messieurs proc</w:t>
      </w:r>
      <w:r w:rsidRPr="006056B1">
        <w:t>é</w:t>
      </w:r>
      <w:r w:rsidRPr="006056B1">
        <w:t>daient à leur toilette</w:t>
      </w:r>
      <w:r w:rsidR="006036B2">
        <w:t xml:space="preserve"> ; </w:t>
      </w:r>
      <w:r w:rsidRPr="006056B1">
        <w:t>car il va de soi que le frac était de rigueur</w:t>
      </w:r>
      <w:r w:rsidR="006036B2">
        <w:t xml:space="preserve">. </w:t>
      </w:r>
      <w:r w:rsidRPr="006056B1">
        <w:t>Sonia</w:t>
      </w:r>
      <w:r w:rsidR="006036B2">
        <w:t xml:space="preserve">, </w:t>
      </w:r>
      <w:r w:rsidRPr="006056B1">
        <w:t>elle</w:t>
      </w:r>
      <w:r w:rsidR="006036B2">
        <w:t xml:space="preserve">, </w:t>
      </w:r>
      <w:r w:rsidRPr="006056B1">
        <w:t>s</w:t>
      </w:r>
      <w:r w:rsidR="006036B2">
        <w:t>’</w:t>
      </w:r>
      <w:r w:rsidRPr="006056B1">
        <w:t>était décidée à rester en robe de chambre</w:t>
      </w:r>
      <w:r w:rsidR="006036B2">
        <w:t xml:space="preserve">. </w:t>
      </w:r>
      <w:r w:rsidRPr="006056B1">
        <w:t>Ou bien</w:t>
      </w:r>
      <w:r w:rsidR="006036B2">
        <w:t xml:space="preserve">, </w:t>
      </w:r>
      <w:r w:rsidRPr="006056B1">
        <w:t>si elle s</w:t>
      </w:r>
      <w:r w:rsidR="006036B2">
        <w:t>’</w:t>
      </w:r>
      <w:r w:rsidRPr="006056B1">
        <w:t>habillait</w:t>
      </w:r>
      <w:r w:rsidR="006036B2">
        <w:t xml:space="preserve">, </w:t>
      </w:r>
      <w:r w:rsidRPr="006056B1">
        <w:t>ce serait plus tard</w:t>
      </w:r>
      <w:r w:rsidR="006036B2">
        <w:t xml:space="preserve">. </w:t>
      </w:r>
      <w:r w:rsidRPr="006056B1">
        <w:t>Pour le moment</w:t>
      </w:r>
      <w:r w:rsidR="006036B2">
        <w:t xml:space="preserve">, </w:t>
      </w:r>
      <w:r w:rsidRPr="006056B1">
        <w:t>elle ne voulait pas bouger de cette grande balancine où elle souriait en regardant le soleil se coucher là-bas sur la mer</w:t>
      </w:r>
      <w:r w:rsidR="006036B2">
        <w:t xml:space="preserve">. </w:t>
      </w:r>
      <w:r w:rsidRPr="006056B1">
        <w:t>Ce spectacle l</w:t>
      </w:r>
      <w:r w:rsidR="006036B2">
        <w:t>’</w:t>
      </w:r>
      <w:r w:rsidRPr="006056B1">
        <w:t>amusait prodigieusement</w:t>
      </w:r>
      <w:r w:rsidR="006036B2">
        <w:t xml:space="preserve">. </w:t>
      </w:r>
      <w:r w:rsidRPr="006056B1">
        <w:t>On eût dit une grosse boule de bi</w:t>
      </w:r>
      <w:r w:rsidRPr="006056B1">
        <w:t>l</w:t>
      </w:r>
      <w:r w:rsidRPr="006056B1">
        <w:t>lard</w:t>
      </w:r>
      <w:r w:rsidR="006036B2">
        <w:t xml:space="preserve">, </w:t>
      </w:r>
      <w:r w:rsidRPr="006056B1">
        <w:t>la rouge</w:t>
      </w:r>
      <w:r w:rsidR="006036B2">
        <w:t xml:space="preserve">, </w:t>
      </w:r>
      <w:r w:rsidRPr="006056B1">
        <w:t>qui rebondissait sur le tapis vert</w:t>
      </w:r>
      <w:r w:rsidR="006036B2">
        <w:t xml:space="preserve">. </w:t>
      </w:r>
      <w:r w:rsidRPr="006056B1">
        <w:t>Était-ce drôle</w:t>
      </w:r>
      <w:r w:rsidR="006036B2">
        <w:t xml:space="preserve"> ! </w:t>
      </w:r>
      <w:r w:rsidRPr="006056B1">
        <w:t>Et quelle chance</w:t>
      </w:r>
      <w:r w:rsidR="006036B2">
        <w:t xml:space="preserve">, </w:t>
      </w:r>
      <w:r w:rsidRPr="006056B1">
        <w:t>d</w:t>
      </w:r>
      <w:r w:rsidR="006036B2">
        <w:t>’</w:t>
      </w:r>
      <w:r w:rsidRPr="006056B1">
        <w:t>être toute seule pour contempler ça</w:t>
      </w:r>
      <w:r w:rsidR="006036B2">
        <w:t xml:space="preserve"> ! </w:t>
      </w:r>
      <w:r w:rsidRPr="006056B1">
        <w:t>Ils n</w:t>
      </w:r>
      <w:r w:rsidR="006036B2">
        <w:t>’</w:t>
      </w:r>
      <w:r w:rsidRPr="006056B1">
        <w:t>y auraient rien compris</w:t>
      </w:r>
      <w:r w:rsidR="006036B2">
        <w:t xml:space="preserve">, </w:t>
      </w:r>
      <w:r w:rsidRPr="006056B1">
        <w:t>eux</w:t>
      </w:r>
      <w:r w:rsidR="006036B2">
        <w:t xml:space="preserve">, </w:t>
      </w:r>
      <w:r w:rsidRPr="006056B1">
        <w:t>les sept</w:t>
      </w:r>
      <w:r w:rsidR="006036B2">
        <w:t xml:space="preserve"> ! </w:t>
      </w:r>
      <w:r w:rsidRPr="006056B1">
        <w:t>Ces hommes</w:t>
      </w:r>
      <w:r w:rsidR="006036B2">
        <w:t xml:space="preserve">, </w:t>
      </w:r>
      <w:r w:rsidRPr="006056B1">
        <w:t>ça n</w:t>
      </w:r>
      <w:r w:rsidR="006036B2">
        <w:t>’</w:t>
      </w:r>
      <w:r w:rsidRPr="006056B1">
        <w:t>a point d</w:t>
      </w:r>
      <w:r w:rsidR="006036B2">
        <w:t>’</w:t>
      </w:r>
      <w:r w:rsidRPr="006056B1">
        <w:t>âme</w:t>
      </w:r>
      <w:r w:rsidR="006036B2">
        <w:t xml:space="preserve">, </w:t>
      </w:r>
      <w:r w:rsidRPr="006056B1">
        <w:t>n</w:t>
      </w:r>
      <w:r w:rsidR="006036B2">
        <w:t>’</w:t>
      </w:r>
      <w:r w:rsidRPr="006056B1">
        <w:t>est-ce pas</w:t>
      </w:r>
      <w:r w:rsidR="006036B2">
        <w:t> ?</w:t>
      </w:r>
    </w:p>
    <w:p w14:paraId="5DCAA6B8" w14:textId="77777777" w:rsidR="006036B2" w:rsidRDefault="00E85E1B" w:rsidP="00E85E1B">
      <w:r w:rsidRPr="006056B1">
        <w:t>C</w:t>
      </w:r>
      <w:r w:rsidR="006036B2">
        <w:t>’</w:t>
      </w:r>
      <w:r w:rsidRPr="006056B1">
        <w:t>était drôle d</w:t>
      </w:r>
      <w:r w:rsidR="006036B2">
        <w:t>’</w:t>
      </w:r>
      <w:r w:rsidRPr="006056B1">
        <w:t>abord</w:t>
      </w:r>
      <w:r w:rsidR="006036B2">
        <w:t xml:space="preserve">, </w:t>
      </w:r>
      <w:r w:rsidRPr="006056B1">
        <w:t>oui</w:t>
      </w:r>
      <w:r w:rsidR="006036B2">
        <w:t xml:space="preserve">, </w:t>
      </w:r>
      <w:r w:rsidRPr="006056B1">
        <w:t>ce soleil couchant</w:t>
      </w:r>
      <w:r w:rsidR="006036B2">
        <w:t xml:space="preserve">. </w:t>
      </w:r>
      <w:r w:rsidRPr="006056B1">
        <w:t>Puis</w:t>
      </w:r>
      <w:r w:rsidR="006036B2">
        <w:t xml:space="preserve">, </w:t>
      </w:r>
      <w:r w:rsidRPr="006056B1">
        <w:t>à la longue</w:t>
      </w:r>
      <w:r w:rsidR="006036B2">
        <w:t xml:space="preserve">, </w:t>
      </w:r>
      <w:r w:rsidRPr="006056B1">
        <w:t>c</w:t>
      </w:r>
      <w:r w:rsidR="006036B2">
        <w:t>’</w:t>
      </w:r>
      <w:r w:rsidRPr="006056B1">
        <w:t>était d</w:t>
      </w:r>
      <w:r w:rsidR="006036B2">
        <w:t>’</w:t>
      </w:r>
      <w:r w:rsidRPr="006056B1">
        <w:t>une tristesse</w:t>
      </w:r>
      <w:r w:rsidR="006036B2">
        <w:t xml:space="preserve"> ! </w:t>
      </w:r>
      <w:r w:rsidRPr="006056B1">
        <w:t>Sonia en avait à présent comme le cœur gros</w:t>
      </w:r>
      <w:r w:rsidR="006036B2">
        <w:t xml:space="preserve">. </w:t>
      </w:r>
      <w:r w:rsidRPr="006056B1">
        <w:t>Mais elle était douce</w:t>
      </w:r>
      <w:r w:rsidR="006036B2">
        <w:t xml:space="preserve">, </w:t>
      </w:r>
      <w:r w:rsidRPr="006056B1">
        <w:t>pourtant</w:t>
      </w:r>
      <w:r w:rsidR="006036B2">
        <w:t xml:space="preserve">, </w:t>
      </w:r>
      <w:r w:rsidRPr="006056B1">
        <w:t>cette tristesse</w:t>
      </w:r>
      <w:r w:rsidR="006036B2">
        <w:t xml:space="preserve">. </w:t>
      </w:r>
      <w:r w:rsidRPr="006056B1">
        <w:t>Plus que jamais Sonia se félicitait d</w:t>
      </w:r>
      <w:r w:rsidR="006036B2">
        <w:t>’</w:t>
      </w:r>
      <w:r w:rsidRPr="006056B1">
        <w:t>être toute seule à savourer cette langueur où il lui semblait s</w:t>
      </w:r>
      <w:r w:rsidR="006036B2">
        <w:t>’</w:t>
      </w:r>
      <w:r w:rsidRPr="006056B1">
        <w:t>évanouir comme à la pâmoison d</w:t>
      </w:r>
      <w:r w:rsidR="006036B2">
        <w:t>’</w:t>
      </w:r>
      <w:r w:rsidRPr="006056B1">
        <w:t>une lente jouissance</w:t>
      </w:r>
      <w:r w:rsidR="006036B2">
        <w:t>.</w:t>
      </w:r>
    </w:p>
    <w:p w14:paraId="1645FDB2" w14:textId="77777777" w:rsidR="006036B2" w:rsidRDefault="00E85E1B" w:rsidP="00E85E1B">
      <w:r w:rsidRPr="006056B1">
        <w:t>Et voilà qu</w:t>
      </w:r>
      <w:r w:rsidR="006036B2">
        <w:t>’</w:t>
      </w:r>
      <w:r w:rsidRPr="006056B1">
        <w:t>en harmonie parfaite avec cette mélancolique et suave sensation d</w:t>
      </w:r>
      <w:r w:rsidR="006036B2">
        <w:t>’</w:t>
      </w:r>
      <w:r w:rsidRPr="006056B1">
        <w:t>en-aller</w:t>
      </w:r>
      <w:r w:rsidR="006036B2">
        <w:t xml:space="preserve">, </w:t>
      </w:r>
      <w:r w:rsidRPr="006056B1">
        <w:t>une voix s</w:t>
      </w:r>
      <w:r w:rsidR="006036B2">
        <w:t>’</w:t>
      </w:r>
      <w:r w:rsidRPr="006056B1">
        <w:t>éleva</w:t>
      </w:r>
      <w:r w:rsidR="006036B2">
        <w:t xml:space="preserve">, </w:t>
      </w:r>
      <w:r w:rsidRPr="006056B1">
        <w:t>du chemin creux que surplombait la terrasse</w:t>
      </w:r>
      <w:r w:rsidR="006036B2">
        <w:t xml:space="preserve">, </w:t>
      </w:r>
      <w:r w:rsidRPr="006056B1">
        <w:t>une voix chevrotante et pourtant pure et fraîche</w:t>
      </w:r>
      <w:r w:rsidR="006036B2">
        <w:t xml:space="preserve">, </w:t>
      </w:r>
      <w:r w:rsidRPr="006056B1">
        <w:t>qui chantait ces gaies paroles sur un rythme traînard de cantilène</w:t>
      </w:r>
      <w:r w:rsidR="006036B2">
        <w:t> :</w:t>
      </w:r>
    </w:p>
    <w:p w14:paraId="3B150A7E" w14:textId="77777777" w:rsidR="006036B2" w:rsidRDefault="00E85E1B" w:rsidP="00E85E1B">
      <w:pPr>
        <w:pStyle w:val="Taille-1RetraitGauche2XIndent0"/>
        <w:spacing w:before="0" w:after="0"/>
      </w:pPr>
      <w:r w:rsidRPr="006056B1">
        <w:t>Passant par Paris</w:t>
      </w:r>
      <w:r w:rsidR="006036B2">
        <w:t>,</w:t>
      </w:r>
    </w:p>
    <w:p w14:paraId="0EAD1231" w14:textId="77777777" w:rsidR="006036B2" w:rsidRDefault="00E85E1B" w:rsidP="00E85E1B">
      <w:pPr>
        <w:pStyle w:val="Taille-1RetraitGauche2XIndent0"/>
        <w:spacing w:before="0" w:after="0"/>
      </w:pPr>
      <w:r w:rsidRPr="006056B1">
        <w:t>Vidant ma bouteille</w:t>
      </w:r>
      <w:r w:rsidR="006036B2">
        <w:t>,</w:t>
      </w:r>
    </w:p>
    <w:p w14:paraId="17C9E38C" w14:textId="3140669B" w:rsidR="00E85E1B" w:rsidRPr="006056B1" w:rsidRDefault="00E85E1B" w:rsidP="00E85E1B">
      <w:pPr>
        <w:pStyle w:val="Taille-1RetraitGauche2XIndent0"/>
        <w:spacing w:before="0" w:after="0"/>
      </w:pPr>
      <w:r w:rsidRPr="006056B1">
        <w:t>Un de mes amis</w:t>
      </w:r>
    </w:p>
    <w:p w14:paraId="25BE5000" w14:textId="77777777" w:rsidR="006036B2" w:rsidRDefault="00E85E1B" w:rsidP="00E85E1B">
      <w:pPr>
        <w:pStyle w:val="Taille-1RetraitGauche2XIndent0"/>
        <w:spacing w:before="0" w:after="0"/>
      </w:pPr>
      <w:r w:rsidRPr="006056B1">
        <w:t>M</w:t>
      </w:r>
      <w:r w:rsidR="006036B2">
        <w:t>’</w:t>
      </w:r>
      <w:r w:rsidRPr="006056B1">
        <w:t>a dit à l</w:t>
      </w:r>
      <w:r w:rsidR="006036B2">
        <w:t>’</w:t>
      </w:r>
      <w:r w:rsidRPr="006056B1">
        <w:t>oreille</w:t>
      </w:r>
      <w:r w:rsidR="006036B2">
        <w:t> :</w:t>
      </w:r>
    </w:p>
    <w:p w14:paraId="28574820" w14:textId="77777777" w:rsidR="006036B2" w:rsidRDefault="00E85E1B" w:rsidP="00E85E1B">
      <w:pPr>
        <w:pStyle w:val="Taille-1RetraitGauche2XIndent0"/>
        <w:spacing w:before="0" w:after="0"/>
      </w:pPr>
      <w:r w:rsidRPr="006056B1">
        <w:lastRenderedPageBreak/>
        <w:t>Et bon</w:t>
      </w:r>
      <w:r w:rsidR="006036B2">
        <w:t xml:space="preserve">, </w:t>
      </w:r>
      <w:r w:rsidRPr="006056B1">
        <w:t>bon</w:t>
      </w:r>
      <w:r w:rsidR="006036B2">
        <w:t xml:space="preserve">, </w:t>
      </w:r>
      <w:r w:rsidRPr="006056B1">
        <w:t>bon</w:t>
      </w:r>
      <w:r w:rsidR="006036B2">
        <w:t>,</w:t>
      </w:r>
    </w:p>
    <w:p w14:paraId="06251ED9" w14:textId="110FDB28" w:rsidR="00E85E1B" w:rsidRPr="006056B1" w:rsidRDefault="00E85E1B" w:rsidP="00E85E1B">
      <w:pPr>
        <w:pStyle w:val="Taille-1RetraitGauche2XIndent0"/>
        <w:spacing w:before="0" w:after="0"/>
      </w:pPr>
      <w:r w:rsidRPr="006056B1">
        <w:t>Le bon vin m</w:t>
      </w:r>
      <w:r w:rsidR="006036B2">
        <w:t>’</w:t>
      </w:r>
      <w:r w:rsidRPr="006056B1">
        <w:t>endort</w:t>
      </w:r>
    </w:p>
    <w:p w14:paraId="63F45D0E" w14:textId="77777777" w:rsidR="006036B2" w:rsidRDefault="00E85E1B" w:rsidP="00E85E1B">
      <w:pPr>
        <w:pStyle w:val="Taille-1RetraitGauche2XIndent0"/>
        <w:spacing w:before="0" w:after="0"/>
      </w:pPr>
      <w:r w:rsidRPr="006056B1">
        <w:t>Et l</w:t>
      </w:r>
      <w:r w:rsidR="006036B2">
        <w:t>’</w:t>
      </w:r>
      <w:r w:rsidRPr="006056B1">
        <w:t>amour m</w:t>
      </w:r>
      <w:r w:rsidR="006036B2">
        <w:t>’</w:t>
      </w:r>
      <w:r w:rsidRPr="006056B1">
        <w:t>y réveille encor</w:t>
      </w:r>
      <w:r w:rsidR="006036B2">
        <w:t>.</w:t>
      </w:r>
    </w:p>
    <w:p w14:paraId="71A81B62" w14:textId="77777777" w:rsidR="006036B2" w:rsidRDefault="00E85E1B" w:rsidP="00E85E1B">
      <w:r w:rsidRPr="006056B1">
        <w:t>La voix s</w:t>
      </w:r>
      <w:r w:rsidR="006036B2">
        <w:t>’</w:t>
      </w:r>
      <w:r w:rsidRPr="006056B1">
        <w:t>était éloignée avec le chanteur qui marchait sur le chemin</w:t>
      </w:r>
      <w:r w:rsidR="006036B2">
        <w:t xml:space="preserve">. </w:t>
      </w:r>
      <w:r w:rsidRPr="006056B1">
        <w:t xml:space="preserve">Sonia </w:t>
      </w:r>
      <w:proofErr w:type="gramStart"/>
      <w:r w:rsidRPr="006056B1">
        <w:t>eut peur</w:t>
      </w:r>
      <w:proofErr w:type="gramEnd"/>
      <w:r w:rsidRPr="006056B1">
        <w:t xml:space="preserve"> de ne plus entendre la suite</w:t>
      </w:r>
      <w:r w:rsidR="006036B2">
        <w:t xml:space="preserve">. </w:t>
      </w:r>
      <w:r w:rsidRPr="006056B1">
        <w:t>Ce fut un désespoir</w:t>
      </w:r>
      <w:r w:rsidR="006036B2">
        <w:t xml:space="preserve">. </w:t>
      </w:r>
      <w:r w:rsidRPr="006056B1">
        <w:t>D</w:t>
      </w:r>
      <w:r w:rsidR="006036B2">
        <w:t>’</w:t>
      </w:r>
      <w:r w:rsidRPr="006056B1">
        <w:t>un saut elle quitta la balancine</w:t>
      </w:r>
      <w:r w:rsidR="006036B2">
        <w:t xml:space="preserve">, </w:t>
      </w:r>
      <w:r w:rsidRPr="006056B1">
        <w:t>courut à la balu</w:t>
      </w:r>
      <w:r w:rsidRPr="006056B1">
        <w:t>s</w:t>
      </w:r>
      <w:r w:rsidRPr="006056B1">
        <w:t>trade de la terrasse</w:t>
      </w:r>
      <w:r w:rsidR="006036B2">
        <w:t xml:space="preserve">, </w:t>
      </w:r>
      <w:r w:rsidRPr="006056B1">
        <w:t>et se pencha en criant de son verbe autor</w:t>
      </w:r>
      <w:r w:rsidRPr="006056B1">
        <w:t>i</w:t>
      </w:r>
      <w:r w:rsidRPr="006056B1">
        <w:t>taire</w:t>
      </w:r>
      <w:r w:rsidR="006036B2">
        <w:t> :</w:t>
      </w:r>
    </w:p>
    <w:p w14:paraId="0BE75031" w14:textId="77777777" w:rsidR="006036B2" w:rsidRDefault="006036B2" w:rsidP="00E85E1B">
      <w:r>
        <w:t>— </w:t>
      </w:r>
      <w:r w:rsidR="00E85E1B" w:rsidRPr="006056B1">
        <w:t>Encore</w:t>
      </w:r>
      <w:r>
        <w:t xml:space="preserve">, </w:t>
      </w:r>
      <w:r w:rsidR="00E85E1B" w:rsidRPr="006056B1">
        <w:t>encore</w:t>
      </w:r>
      <w:r>
        <w:t xml:space="preserve"> ! </w:t>
      </w:r>
      <w:r w:rsidR="00E85E1B" w:rsidRPr="006056B1">
        <w:t>Je le veux</w:t>
      </w:r>
      <w:r>
        <w:t xml:space="preserve">. </w:t>
      </w:r>
      <w:r w:rsidR="00E85E1B" w:rsidRPr="006056B1">
        <w:t>La chanson</w:t>
      </w:r>
      <w:r>
        <w:t xml:space="preserve"> ! </w:t>
      </w:r>
      <w:r w:rsidR="00E85E1B" w:rsidRPr="006056B1">
        <w:t>Toute la cha</w:t>
      </w:r>
      <w:r w:rsidR="00E85E1B" w:rsidRPr="006056B1">
        <w:t>n</w:t>
      </w:r>
      <w:r w:rsidR="00E85E1B" w:rsidRPr="006056B1">
        <w:t>son</w:t>
      </w:r>
      <w:r>
        <w:t> !</w:t>
      </w:r>
    </w:p>
    <w:p w14:paraId="3C36075E" w14:textId="77777777" w:rsidR="006036B2" w:rsidRDefault="00E85E1B" w:rsidP="00E85E1B">
      <w:r w:rsidRPr="006056B1">
        <w:t>À cette injonction</w:t>
      </w:r>
      <w:r w:rsidR="006036B2">
        <w:t xml:space="preserve">, </w:t>
      </w:r>
      <w:r w:rsidRPr="006056B1">
        <w:t>le chanteur tourna la tête</w:t>
      </w:r>
      <w:r w:rsidR="006036B2">
        <w:t xml:space="preserve">, </w:t>
      </w:r>
      <w:r w:rsidRPr="006056B1">
        <w:t>puis revint sur ses pas</w:t>
      </w:r>
      <w:r w:rsidR="006036B2">
        <w:t xml:space="preserve">, </w:t>
      </w:r>
      <w:r w:rsidRPr="006056B1">
        <w:t>sans hâte d</w:t>
      </w:r>
      <w:r w:rsidR="006036B2">
        <w:t>’</w:t>
      </w:r>
      <w:r w:rsidRPr="006056B1">
        <w:t>ailleurs</w:t>
      </w:r>
      <w:r w:rsidR="006036B2">
        <w:t xml:space="preserve">, </w:t>
      </w:r>
      <w:r w:rsidRPr="006056B1">
        <w:t>et comme s</w:t>
      </w:r>
      <w:r w:rsidR="006036B2">
        <w:t>’</w:t>
      </w:r>
      <w:r w:rsidRPr="006056B1">
        <w:t>il agissait plutôt par curiosité que par obéissance</w:t>
      </w:r>
      <w:r w:rsidR="006036B2">
        <w:t xml:space="preserve">. </w:t>
      </w:r>
      <w:r w:rsidRPr="006056B1">
        <w:t>La main au-dessus des sourcils</w:t>
      </w:r>
      <w:r w:rsidR="006036B2">
        <w:t xml:space="preserve">, </w:t>
      </w:r>
      <w:r w:rsidRPr="006056B1">
        <w:t>il considérait attentivement Sonia</w:t>
      </w:r>
      <w:r w:rsidR="006036B2">
        <w:t xml:space="preserve">, </w:t>
      </w:r>
      <w:r w:rsidRPr="006056B1">
        <w:t>qui eut ainsi elle-même tout loisir de l</w:t>
      </w:r>
      <w:r w:rsidR="006036B2">
        <w:t>’</w:t>
      </w:r>
      <w:r w:rsidRPr="006056B1">
        <w:t>examiner</w:t>
      </w:r>
      <w:r w:rsidR="006036B2">
        <w:t>.</w:t>
      </w:r>
    </w:p>
    <w:p w14:paraId="5500B99C" w14:textId="77777777" w:rsidR="006036B2" w:rsidRDefault="00E85E1B" w:rsidP="00E85E1B">
      <w:r w:rsidRPr="006056B1">
        <w:t>C</w:t>
      </w:r>
      <w:r w:rsidR="006036B2">
        <w:t>’</w:t>
      </w:r>
      <w:r w:rsidRPr="006056B1">
        <w:t>était un vieillard de soixante-cinq ans environ</w:t>
      </w:r>
      <w:r w:rsidR="006036B2">
        <w:t xml:space="preserve">. </w:t>
      </w:r>
      <w:r w:rsidRPr="006056B1">
        <w:t>Ses loques</w:t>
      </w:r>
      <w:r w:rsidR="006036B2">
        <w:t xml:space="preserve">, </w:t>
      </w:r>
      <w:r w:rsidRPr="006056B1">
        <w:t>sa besace à l</w:t>
      </w:r>
      <w:r w:rsidR="006036B2">
        <w:t>’</w:t>
      </w:r>
      <w:r w:rsidRPr="006056B1">
        <w:t>épaule</w:t>
      </w:r>
      <w:r w:rsidR="006036B2">
        <w:t xml:space="preserve">, </w:t>
      </w:r>
      <w:r w:rsidRPr="006056B1">
        <w:t>dénotaient un mendiant</w:t>
      </w:r>
      <w:r w:rsidR="006036B2">
        <w:t xml:space="preserve">. </w:t>
      </w:r>
      <w:r w:rsidRPr="006056B1">
        <w:t>Pourtant Sonia remarqua tout de suite qu</w:t>
      </w:r>
      <w:r w:rsidR="006036B2">
        <w:t>’</w:t>
      </w:r>
      <w:r w:rsidRPr="006056B1">
        <w:t>il y avait une certaine coquett</w:t>
      </w:r>
      <w:r w:rsidRPr="006056B1">
        <w:t>e</w:t>
      </w:r>
      <w:r w:rsidRPr="006056B1">
        <w:t>rie dans cette misère</w:t>
      </w:r>
      <w:r w:rsidR="006036B2">
        <w:t xml:space="preserve">. </w:t>
      </w:r>
      <w:r w:rsidRPr="006056B1">
        <w:t>La barbe et les cheveux du bonhomme n</w:t>
      </w:r>
      <w:r w:rsidR="006036B2">
        <w:t>’</w:t>
      </w:r>
      <w:r w:rsidRPr="006056B1">
        <w:t>étaient point hirsutes</w:t>
      </w:r>
      <w:r w:rsidR="006036B2">
        <w:t xml:space="preserve">, </w:t>
      </w:r>
      <w:r w:rsidRPr="006056B1">
        <w:t>ainsi que les ont ses pareils</w:t>
      </w:r>
      <w:r w:rsidR="006036B2">
        <w:t xml:space="preserve">. </w:t>
      </w:r>
      <w:r w:rsidRPr="006056B1">
        <w:t>Évide</w:t>
      </w:r>
      <w:r w:rsidRPr="006056B1">
        <w:t>m</w:t>
      </w:r>
      <w:r w:rsidRPr="006056B1">
        <w:t>ment</w:t>
      </w:r>
      <w:r w:rsidR="006036B2">
        <w:t xml:space="preserve">, </w:t>
      </w:r>
      <w:r w:rsidRPr="006056B1">
        <w:t>celui-ci se taillait le poil de temps à autre</w:t>
      </w:r>
      <w:r w:rsidR="006036B2">
        <w:t xml:space="preserve">. </w:t>
      </w:r>
      <w:r w:rsidRPr="006056B1">
        <w:t>Au reste</w:t>
      </w:r>
      <w:r w:rsidR="006036B2">
        <w:t xml:space="preserve">, </w:t>
      </w:r>
      <w:r w:rsidRPr="006056B1">
        <w:t xml:space="preserve">il avait le visage fin et même </w:t>
      </w:r>
      <w:r w:rsidRPr="006056B1">
        <w:rPr>
          <w:i/>
          <w:iCs/>
        </w:rPr>
        <w:t>distingué</w:t>
      </w:r>
      <w:r w:rsidR="006036B2">
        <w:t xml:space="preserve">, </w:t>
      </w:r>
      <w:r w:rsidRPr="006056B1">
        <w:t>jugea Sonia</w:t>
      </w:r>
      <w:r w:rsidR="006036B2">
        <w:t xml:space="preserve">. </w:t>
      </w:r>
      <w:r w:rsidRPr="006056B1">
        <w:t>Mais de cela elle ne s</w:t>
      </w:r>
      <w:r w:rsidR="006036B2">
        <w:t>’</w:t>
      </w:r>
      <w:r w:rsidRPr="006056B1">
        <w:t>occupa guère</w:t>
      </w:r>
      <w:r w:rsidR="006036B2">
        <w:t xml:space="preserve">, </w:t>
      </w:r>
      <w:r w:rsidRPr="006056B1">
        <w:t>ayant depuis longtemps observé que les vieilles gens du bord de mer ont presque tous l</w:t>
      </w:r>
      <w:r w:rsidR="006036B2">
        <w:t>’</w:t>
      </w:r>
      <w:r w:rsidRPr="006056B1">
        <w:t>air de ge</w:t>
      </w:r>
      <w:r w:rsidRPr="006056B1">
        <w:t>n</w:t>
      </w:r>
      <w:r w:rsidRPr="006056B1">
        <w:t>tilshommes</w:t>
      </w:r>
      <w:r w:rsidR="006036B2">
        <w:t>.</w:t>
      </w:r>
    </w:p>
    <w:p w14:paraId="24EF078F" w14:textId="77777777" w:rsidR="006036B2" w:rsidRDefault="00E85E1B" w:rsidP="00E85E1B">
      <w:r w:rsidRPr="006056B1">
        <w:t>Quand il fut au pied de la terrasse</w:t>
      </w:r>
      <w:r w:rsidR="006036B2">
        <w:t xml:space="preserve">, </w:t>
      </w:r>
      <w:r w:rsidRPr="006056B1">
        <w:t>le mendiant fit halte</w:t>
      </w:r>
      <w:r w:rsidR="006036B2">
        <w:t xml:space="preserve">, </w:t>
      </w:r>
      <w:r w:rsidRPr="006056B1">
        <w:t>et se mit à hocher la tête en murmurant</w:t>
      </w:r>
      <w:r w:rsidR="006036B2">
        <w:t> :</w:t>
      </w:r>
    </w:p>
    <w:p w14:paraId="389C9F22" w14:textId="77777777" w:rsidR="006036B2" w:rsidRDefault="006036B2" w:rsidP="00E85E1B">
      <w:r>
        <w:t>— </w:t>
      </w:r>
      <w:r w:rsidR="00E85E1B" w:rsidRPr="006056B1">
        <w:t>Jolie</w:t>
      </w:r>
      <w:r>
        <w:t xml:space="preserve">, </w:t>
      </w:r>
      <w:r w:rsidR="00E85E1B" w:rsidRPr="006056B1">
        <w:t>la petite</w:t>
      </w:r>
      <w:r>
        <w:t xml:space="preserve">, </w:t>
      </w:r>
      <w:r w:rsidR="00E85E1B" w:rsidRPr="006056B1">
        <w:t>jolie</w:t>
      </w:r>
      <w:r>
        <w:t> !</w:t>
      </w:r>
    </w:p>
    <w:p w14:paraId="4D4BD3AE" w14:textId="77777777" w:rsidR="006036B2" w:rsidRDefault="00E85E1B" w:rsidP="00E85E1B">
      <w:r w:rsidRPr="006056B1">
        <w:t>Et dans ses yeux pâles</w:t>
      </w:r>
      <w:r w:rsidR="006036B2">
        <w:t xml:space="preserve">, </w:t>
      </w:r>
      <w:r w:rsidRPr="006056B1">
        <w:t>comme usés</w:t>
      </w:r>
      <w:r w:rsidR="006036B2">
        <w:t xml:space="preserve">, </w:t>
      </w:r>
      <w:r w:rsidRPr="006056B1">
        <w:t>un paillon s</w:t>
      </w:r>
      <w:r w:rsidR="006036B2">
        <w:t>’</w:t>
      </w:r>
      <w:r w:rsidRPr="006056B1">
        <w:t>alluma soudain</w:t>
      </w:r>
      <w:r w:rsidR="006036B2">
        <w:t xml:space="preserve">. </w:t>
      </w:r>
      <w:r w:rsidRPr="006056B1">
        <w:t>Mais il n</w:t>
      </w:r>
      <w:r w:rsidR="006036B2">
        <w:t>’</w:t>
      </w:r>
      <w:r w:rsidRPr="006056B1">
        <w:t>obéissait toujours pas à l</w:t>
      </w:r>
      <w:r w:rsidR="006036B2">
        <w:t>’</w:t>
      </w:r>
      <w:r w:rsidRPr="006056B1">
        <w:t>ordre de Sonia</w:t>
      </w:r>
      <w:r w:rsidR="006036B2">
        <w:t xml:space="preserve">, </w:t>
      </w:r>
      <w:r w:rsidRPr="006056B1">
        <w:lastRenderedPageBreak/>
        <w:t>qui s</w:t>
      </w:r>
      <w:r w:rsidR="006036B2">
        <w:t>’</w:t>
      </w:r>
      <w:r w:rsidRPr="006056B1">
        <w:t>était reprise à répéter</w:t>
      </w:r>
      <w:r w:rsidR="006036B2">
        <w:t xml:space="preserve">, </w:t>
      </w:r>
      <w:r w:rsidRPr="006056B1">
        <w:t>presque rageusement cette fois</w:t>
      </w:r>
      <w:r w:rsidR="006036B2">
        <w:t xml:space="preserve">, </w:t>
      </w:r>
      <w:r w:rsidRPr="006056B1">
        <w:t>ses p</w:t>
      </w:r>
      <w:r w:rsidRPr="006056B1">
        <w:t>e</w:t>
      </w:r>
      <w:r w:rsidRPr="006056B1">
        <w:t>tits poings cognés en tambourinade violente sur la pierre de la balustrade</w:t>
      </w:r>
      <w:r w:rsidR="006036B2">
        <w:t> :</w:t>
      </w:r>
    </w:p>
    <w:p w14:paraId="5A7F2810" w14:textId="77777777" w:rsidR="006036B2" w:rsidRDefault="006036B2" w:rsidP="00E85E1B">
      <w:r>
        <w:t>— </w:t>
      </w:r>
      <w:r w:rsidR="00E85E1B" w:rsidRPr="006056B1">
        <w:t>La chanson</w:t>
      </w:r>
      <w:r>
        <w:t xml:space="preserve">, </w:t>
      </w:r>
      <w:r w:rsidR="00E85E1B" w:rsidRPr="006056B1">
        <w:t>toute la chanson</w:t>
      </w:r>
      <w:r>
        <w:t> !</w:t>
      </w:r>
    </w:p>
    <w:p w14:paraId="7A2B9A8B" w14:textId="77777777" w:rsidR="006036B2" w:rsidRDefault="00E85E1B" w:rsidP="00E85E1B">
      <w:r w:rsidRPr="006056B1">
        <w:t>Il semblait ne pas l</w:t>
      </w:r>
      <w:r w:rsidR="006036B2">
        <w:t>’</w:t>
      </w:r>
      <w:r w:rsidRPr="006056B1">
        <w:t>entendre</w:t>
      </w:r>
      <w:r w:rsidR="006036B2">
        <w:t xml:space="preserve">, </w:t>
      </w:r>
      <w:r w:rsidRPr="006056B1">
        <w:t>et demeurait là</w:t>
      </w:r>
      <w:r w:rsidR="006036B2">
        <w:t xml:space="preserve">, </w:t>
      </w:r>
      <w:r w:rsidRPr="006056B1">
        <w:t>bouche bée</w:t>
      </w:r>
      <w:r w:rsidR="006036B2">
        <w:t xml:space="preserve">, </w:t>
      </w:r>
      <w:r w:rsidRPr="006056B1">
        <w:t>avec un vague sourire</w:t>
      </w:r>
      <w:r w:rsidR="006036B2">
        <w:t xml:space="preserve">. </w:t>
      </w:r>
      <w:r w:rsidRPr="006056B1">
        <w:t>Comme il avait la tête un peu inclinée sur l</w:t>
      </w:r>
      <w:r w:rsidR="006036B2">
        <w:t>’</w:t>
      </w:r>
      <w:r w:rsidRPr="006056B1">
        <w:t>épaule gauche</w:t>
      </w:r>
      <w:r w:rsidR="006036B2">
        <w:t xml:space="preserve">, </w:t>
      </w:r>
      <w:r w:rsidRPr="006056B1">
        <w:t>un mince filet de salive lui coulait de la co</w:t>
      </w:r>
      <w:r w:rsidRPr="006056B1">
        <w:t>m</w:t>
      </w:r>
      <w:r w:rsidRPr="006056B1">
        <w:t>missure des lèvres dans la barbe</w:t>
      </w:r>
      <w:r w:rsidR="006036B2">
        <w:t xml:space="preserve">. </w:t>
      </w:r>
      <w:r w:rsidRPr="006056B1">
        <w:t>Ses regards de plus en plus flambaient</w:t>
      </w:r>
      <w:r w:rsidR="006036B2">
        <w:t>.</w:t>
      </w:r>
    </w:p>
    <w:p w14:paraId="7D05E7B9" w14:textId="77777777" w:rsidR="006036B2" w:rsidRDefault="006036B2" w:rsidP="00E85E1B">
      <w:r>
        <w:t>— </w:t>
      </w:r>
      <w:r w:rsidR="00E85E1B" w:rsidRPr="006056B1">
        <w:t>Que je suis bête</w:t>
      </w:r>
      <w:r>
        <w:t xml:space="preserve"> ! </w:t>
      </w:r>
      <w:r w:rsidR="00E85E1B" w:rsidRPr="006056B1">
        <w:t>pensa tout à coup Sonia</w:t>
      </w:r>
      <w:r>
        <w:t xml:space="preserve">. </w:t>
      </w:r>
      <w:r w:rsidR="00E85E1B" w:rsidRPr="006056B1">
        <w:t>Il attend mon aumône</w:t>
      </w:r>
      <w:r>
        <w:t>.</w:t>
      </w:r>
    </w:p>
    <w:p w14:paraId="60187E15" w14:textId="77777777" w:rsidR="006036B2" w:rsidRDefault="00E85E1B" w:rsidP="00E85E1B">
      <w:r w:rsidRPr="006056B1">
        <w:t>Elle fouilla dans sa poche</w:t>
      </w:r>
      <w:r w:rsidR="006036B2">
        <w:t xml:space="preserve">, </w:t>
      </w:r>
      <w:r w:rsidRPr="006056B1">
        <w:t>qu</w:t>
      </w:r>
      <w:r w:rsidR="006036B2">
        <w:t>’</w:t>
      </w:r>
      <w:r w:rsidRPr="006056B1">
        <w:t>elle avait toujours garnie de pièces d</w:t>
      </w:r>
      <w:r w:rsidR="006036B2">
        <w:t>’</w:t>
      </w:r>
      <w:r w:rsidRPr="006056B1">
        <w:t>or en guise de sous</w:t>
      </w:r>
      <w:r w:rsidR="006036B2">
        <w:t xml:space="preserve">. </w:t>
      </w:r>
      <w:r w:rsidRPr="006056B1">
        <w:t>Elle en tira un louis</w:t>
      </w:r>
      <w:r w:rsidR="006036B2">
        <w:t xml:space="preserve">, </w:t>
      </w:r>
      <w:r w:rsidRPr="006056B1">
        <w:t>qu</w:t>
      </w:r>
      <w:r w:rsidR="006036B2">
        <w:t>’</w:t>
      </w:r>
      <w:r w:rsidRPr="006056B1">
        <w:t>elle jeta au vieux</w:t>
      </w:r>
      <w:r w:rsidR="006036B2">
        <w:t xml:space="preserve">. </w:t>
      </w:r>
      <w:r w:rsidRPr="006056B1">
        <w:t>Mais il n</w:t>
      </w:r>
      <w:r w:rsidR="006036B2">
        <w:t>’</w:t>
      </w:r>
      <w:r w:rsidRPr="006056B1">
        <w:t>y prit pas garde</w:t>
      </w:r>
      <w:r w:rsidR="006036B2">
        <w:t xml:space="preserve">, </w:t>
      </w:r>
      <w:r w:rsidRPr="006056B1">
        <w:t>continua béatement à la co</w:t>
      </w:r>
      <w:r w:rsidRPr="006056B1">
        <w:t>n</w:t>
      </w:r>
      <w:r w:rsidRPr="006056B1">
        <w:t>templer</w:t>
      </w:r>
      <w:r w:rsidR="006036B2">
        <w:t xml:space="preserve">, </w:t>
      </w:r>
      <w:r w:rsidRPr="006056B1">
        <w:t>et ne se réveilla de son extase qu</w:t>
      </w:r>
      <w:r w:rsidR="006036B2">
        <w:t>’</w:t>
      </w:r>
      <w:r w:rsidRPr="006056B1">
        <w:t>en recevant en pleine face une poignée de gravier qu</w:t>
      </w:r>
      <w:r w:rsidR="006036B2">
        <w:t>’</w:t>
      </w:r>
      <w:r w:rsidRPr="006056B1">
        <w:t>elle lui lança</w:t>
      </w:r>
      <w:r w:rsidR="006036B2">
        <w:t>.</w:t>
      </w:r>
    </w:p>
    <w:p w14:paraId="5D6A9756" w14:textId="77777777" w:rsidR="006036B2" w:rsidRDefault="006036B2" w:rsidP="00E85E1B">
      <w:r>
        <w:t>— </w:t>
      </w:r>
      <w:r w:rsidR="00E85E1B" w:rsidRPr="006056B1">
        <w:t>Chantez donc</w:t>
      </w:r>
      <w:r>
        <w:t xml:space="preserve"> ! </w:t>
      </w:r>
      <w:r w:rsidR="00E85E1B" w:rsidRPr="006056B1">
        <w:t>criait-elle</w:t>
      </w:r>
      <w:r>
        <w:t xml:space="preserve">. </w:t>
      </w:r>
      <w:r w:rsidR="00E85E1B" w:rsidRPr="006056B1">
        <w:t>Je le veux</w:t>
      </w:r>
      <w:r>
        <w:t xml:space="preserve">. </w:t>
      </w:r>
      <w:r w:rsidR="00E85E1B" w:rsidRPr="006056B1">
        <w:t>Puisque je le veux</w:t>
      </w:r>
      <w:r>
        <w:t xml:space="preserve">. </w:t>
      </w:r>
      <w:r w:rsidR="00E85E1B" w:rsidRPr="006056B1">
        <w:t>Puisque je vous paye</w:t>
      </w:r>
      <w:r>
        <w:t>.</w:t>
      </w:r>
    </w:p>
    <w:p w14:paraId="7C6623F9" w14:textId="77777777" w:rsidR="006036B2" w:rsidRDefault="00E85E1B" w:rsidP="00E85E1B">
      <w:r w:rsidRPr="006056B1">
        <w:t>Alors</w:t>
      </w:r>
      <w:r w:rsidR="006036B2">
        <w:t xml:space="preserve">, </w:t>
      </w:r>
      <w:r w:rsidRPr="006056B1">
        <w:t>toujours souriant</w:t>
      </w:r>
      <w:r w:rsidR="006036B2">
        <w:t xml:space="preserve">, </w:t>
      </w:r>
      <w:r w:rsidRPr="006056B1">
        <w:t>il ramassa le louis et le rejeta sur la terrasse</w:t>
      </w:r>
      <w:r w:rsidR="006036B2">
        <w:t xml:space="preserve">. </w:t>
      </w:r>
      <w:r w:rsidRPr="006056B1">
        <w:t>Il dit ensuite fièrement</w:t>
      </w:r>
      <w:r w:rsidR="006036B2">
        <w:t xml:space="preserve">, </w:t>
      </w:r>
      <w:r w:rsidRPr="006056B1">
        <w:t>et pourtant d</w:t>
      </w:r>
      <w:r w:rsidR="006036B2">
        <w:t>’</w:t>
      </w:r>
      <w:r w:rsidRPr="006056B1">
        <w:t>un ton très doux</w:t>
      </w:r>
      <w:r w:rsidR="006036B2">
        <w:t> :</w:t>
      </w:r>
    </w:p>
    <w:p w14:paraId="25588FF0" w14:textId="77777777" w:rsidR="006036B2" w:rsidRDefault="006036B2" w:rsidP="00E85E1B">
      <w:r>
        <w:t>— </w:t>
      </w:r>
      <w:r w:rsidR="00E85E1B" w:rsidRPr="006056B1">
        <w:t>Je ne demande pas la charité</w:t>
      </w:r>
      <w:r>
        <w:t xml:space="preserve">, </w:t>
      </w:r>
      <w:r w:rsidR="00E85E1B" w:rsidRPr="006056B1">
        <w:t>ma petite</w:t>
      </w:r>
      <w:r>
        <w:t xml:space="preserve">. </w:t>
      </w:r>
      <w:r w:rsidR="00E85E1B" w:rsidRPr="006056B1">
        <w:t>Mais</w:t>
      </w:r>
      <w:r>
        <w:t xml:space="preserve">, </w:t>
      </w:r>
      <w:r w:rsidR="00E85E1B" w:rsidRPr="006056B1">
        <w:t>si ça t</w:t>
      </w:r>
      <w:r>
        <w:t>’</w:t>
      </w:r>
      <w:r w:rsidR="00E85E1B" w:rsidRPr="006056B1">
        <w:t>amuse</w:t>
      </w:r>
      <w:r>
        <w:t xml:space="preserve">, </w:t>
      </w:r>
      <w:r w:rsidR="00E85E1B" w:rsidRPr="006056B1">
        <w:t>je chanterai toute la chanson</w:t>
      </w:r>
      <w:r>
        <w:t xml:space="preserve">, </w:t>
      </w:r>
      <w:r w:rsidR="00E85E1B" w:rsidRPr="006056B1">
        <w:t>toute</w:t>
      </w:r>
      <w:r>
        <w:t xml:space="preserve">, </w:t>
      </w:r>
      <w:r w:rsidR="00E85E1B" w:rsidRPr="006056B1">
        <w:t>autant de fois que tu voudras</w:t>
      </w:r>
      <w:r>
        <w:t>.</w:t>
      </w:r>
    </w:p>
    <w:p w14:paraId="1F3E99FA" w14:textId="77777777" w:rsidR="006036B2" w:rsidRDefault="00E85E1B" w:rsidP="00E85E1B">
      <w:r w:rsidRPr="006056B1">
        <w:t>Et</w:t>
      </w:r>
      <w:r w:rsidR="006036B2">
        <w:t xml:space="preserve">, </w:t>
      </w:r>
      <w:r w:rsidRPr="006056B1">
        <w:t>de sa voix chevrotante</w:t>
      </w:r>
      <w:r w:rsidR="006036B2">
        <w:t xml:space="preserve">, </w:t>
      </w:r>
      <w:r w:rsidRPr="006056B1">
        <w:t>plus chevrotante encore que tout à l</w:t>
      </w:r>
      <w:r w:rsidR="006036B2">
        <w:t>’</w:t>
      </w:r>
      <w:r w:rsidRPr="006056B1">
        <w:t>heure</w:t>
      </w:r>
      <w:r w:rsidR="006036B2">
        <w:t xml:space="preserve">, </w:t>
      </w:r>
      <w:r w:rsidRPr="006056B1">
        <w:t>comme s</w:t>
      </w:r>
      <w:r w:rsidR="006036B2">
        <w:t>’</w:t>
      </w:r>
      <w:r w:rsidRPr="006056B1">
        <w:t>il était ému</w:t>
      </w:r>
      <w:r w:rsidR="006036B2">
        <w:t xml:space="preserve">, </w:t>
      </w:r>
      <w:r w:rsidRPr="006056B1">
        <w:t>il recommença la chanson</w:t>
      </w:r>
      <w:r w:rsidR="006036B2">
        <w:t>.</w:t>
      </w:r>
    </w:p>
    <w:p w14:paraId="5726BB92" w14:textId="77777777" w:rsidR="006036B2" w:rsidRDefault="00E85E1B" w:rsidP="00E85E1B">
      <w:r w:rsidRPr="006056B1">
        <w:lastRenderedPageBreak/>
        <w:t>Sonia était restée abasourdie</w:t>
      </w:r>
      <w:r w:rsidR="006036B2">
        <w:t xml:space="preserve">, </w:t>
      </w:r>
      <w:r w:rsidRPr="006056B1">
        <w:t>et</w:t>
      </w:r>
      <w:r w:rsidR="006036B2">
        <w:t xml:space="preserve">, </w:t>
      </w:r>
      <w:r w:rsidRPr="006056B1">
        <w:t>sans savoir pourquoi</w:t>
      </w:r>
      <w:r w:rsidR="006036B2">
        <w:t xml:space="preserve">, </w:t>
      </w:r>
      <w:r w:rsidRPr="006056B1">
        <w:t>to</w:t>
      </w:r>
      <w:r w:rsidRPr="006056B1">
        <w:t>u</w:t>
      </w:r>
      <w:r w:rsidRPr="006056B1">
        <w:t>chée jusqu</w:t>
      </w:r>
      <w:r w:rsidR="006036B2">
        <w:t>’</w:t>
      </w:r>
      <w:r w:rsidRPr="006056B1">
        <w:t>aux larmes</w:t>
      </w:r>
      <w:r w:rsidR="006036B2">
        <w:t xml:space="preserve">, </w:t>
      </w:r>
      <w:r w:rsidRPr="006056B1">
        <w:t>ravie d</w:t>
      </w:r>
      <w:r w:rsidR="006036B2">
        <w:t>’</w:t>
      </w:r>
      <w:r w:rsidRPr="006056B1">
        <w:t>être tutoyée ainsi par le bo</w:t>
      </w:r>
      <w:r w:rsidRPr="006056B1">
        <w:t>n</w:t>
      </w:r>
      <w:r w:rsidRPr="006056B1">
        <w:t>homme</w:t>
      </w:r>
      <w:r w:rsidR="006036B2">
        <w:t xml:space="preserve">, </w:t>
      </w:r>
      <w:r w:rsidRPr="006056B1">
        <w:t>honteuse un peu de l</w:t>
      </w:r>
      <w:r w:rsidR="006036B2">
        <w:t>’</w:t>
      </w:r>
      <w:r w:rsidRPr="006056B1">
        <w:t>avoir traité en mendiant</w:t>
      </w:r>
      <w:r w:rsidR="006036B2">
        <w:t xml:space="preserve"> ; </w:t>
      </w:r>
      <w:r w:rsidRPr="006056B1">
        <w:t>et maintenant tout son être se fondait au lent bercement de la ca</w:t>
      </w:r>
      <w:r w:rsidRPr="006056B1">
        <w:t>n</w:t>
      </w:r>
      <w:r w:rsidRPr="006056B1">
        <w:t>tilène</w:t>
      </w:r>
      <w:r w:rsidR="006036B2">
        <w:t xml:space="preserve">, </w:t>
      </w:r>
      <w:r w:rsidRPr="006056B1">
        <w:t>qui racontait une vieille histoire d</w:t>
      </w:r>
      <w:r w:rsidR="006036B2">
        <w:t>’</w:t>
      </w:r>
      <w:r w:rsidRPr="006056B1">
        <w:t>amour</w:t>
      </w:r>
      <w:r w:rsidR="006036B2">
        <w:t> :</w:t>
      </w:r>
    </w:p>
    <w:p w14:paraId="1B5014BF" w14:textId="3FA5CFEE" w:rsidR="00E85E1B" w:rsidRPr="006056B1" w:rsidRDefault="00E85E1B" w:rsidP="00E85E1B">
      <w:pPr>
        <w:pStyle w:val="Taille-1RetraitGauche2XIndent0"/>
        <w:spacing w:before="0" w:after="0"/>
      </w:pPr>
      <w:r w:rsidRPr="006056B1">
        <w:t>J</w:t>
      </w:r>
      <w:r w:rsidR="006036B2">
        <w:t>’</w:t>
      </w:r>
      <w:r w:rsidRPr="006056B1">
        <w:t>ai eu de son cœur</w:t>
      </w:r>
    </w:p>
    <w:p w14:paraId="29AEE51A" w14:textId="77777777" w:rsidR="006036B2" w:rsidRDefault="00E85E1B" w:rsidP="00E85E1B">
      <w:pPr>
        <w:pStyle w:val="Taille-1RetraitGauche2XIndent0"/>
        <w:spacing w:before="0" w:after="0"/>
      </w:pPr>
      <w:r w:rsidRPr="006056B1">
        <w:t>La fleur la première</w:t>
      </w:r>
      <w:r w:rsidR="006036B2">
        <w:t> ;</w:t>
      </w:r>
    </w:p>
    <w:p w14:paraId="1C787A7D" w14:textId="03F6AF47" w:rsidR="00E85E1B" w:rsidRPr="006056B1" w:rsidRDefault="00E85E1B" w:rsidP="00E85E1B">
      <w:pPr>
        <w:pStyle w:val="Taille-1RetraitGauche2XIndent0"/>
        <w:spacing w:before="0" w:after="0"/>
      </w:pPr>
      <w:r w:rsidRPr="006056B1">
        <w:t>J</w:t>
      </w:r>
      <w:r w:rsidR="006036B2">
        <w:t>’</w:t>
      </w:r>
      <w:r w:rsidRPr="006056B1">
        <w:t>ai couché trois ans</w:t>
      </w:r>
    </w:p>
    <w:p w14:paraId="1C9FE399" w14:textId="77777777" w:rsidR="006036B2" w:rsidRDefault="00E85E1B" w:rsidP="00E85E1B">
      <w:pPr>
        <w:pStyle w:val="Taille-1RetraitGauche2XIndent0"/>
        <w:spacing w:before="0" w:after="0"/>
      </w:pPr>
      <w:r w:rsidRPr="006056B1">
        <w:t>La nuit avec elle</w:t>
      </w:r>
      <w:r w:rsidR="006036B2">
        <w:t>.</w:t>
      </w:r>
    </w:p>
    <w:p w14:paraId="22294792" w14:textId="77777777" w:rsidR="006036B2" w:rsidRDefault="00E85E1B" w:rsidP="00E85E1B">
      <w:pPr>
        <w:pStyle w:val="Taille-1RetraitGauche2XIndent0"/>
        <w:spacing w:before="0" w:after="0"/>
      </w:pPr>
      <w:r w:rsidRPr="006056B1">
        <w:t>Et bon</w:t>
      </w:r>
      <w:r w:rsidR="006036B2">
        <w:t xml:space="preserve">, </w:t>
      </w:r>
      <w:r w:rsidRPr="006056B1">
        <w:t>bon</w:t>
      </w:r>
      <w:r w:rsidR="006036B2">
        <w:t xml:space="preserve">, </w:t>
      </w:r>
      <w:r w:rsidRPr="006056B1">
        <w:t>bon</w:t>
      </w:r>
      <w:r w:rsidR="006036B2">
        <w:t>,</w:t>
      </w:r>
    </w:p>
    <w:p w14:paraId="6D6938FB" w14:textId="3CEB18F5" w:rsidR="00E85E1B" w:rsidRPr="006056B1" w:rsidRDefault="00E85E1B" w:rsidP="00E85E1B">
      <w:pPr>
        <w:pStyle w:val="Taille-1RetraitGauche2XIndent0"/>
        <w:spacing w:before="0" w:after="0"/>
      </w:pPr>
      <w:r w:rsidRPr="006056B1">
        <w:t>Le bon vin m</w:t>
      </w:r>
      <w:r w:rsidR="006036B2">
        <w:t>’</w:t>
      </w:r>
      <w:r w:rsidRPr="006056B1">
        <w:t>endort</w:t>
      </w:r>
    </w:p>
    <w:p w14:paraId="61812E53" w14:textId="77777777" w:rsidR="006036B2" w:rsidRDefault="00E85E1B" w:rsidP="00E85E1B">
      <w:pPr>
        <w:pStyle w:val="Taille-1RetraitGauche2XIndent0"/>
        <w:spacing w:before="0" w:after="0"/>
      </w:pPr>
      <w:r w:rsidRPr="006056B1">
        <w:t>Et l</w:t>
      </w:r>
      <w:r w:rsidR="006036B2">
        <w:t>’</w:t>
      </w:r>
      <w:r w:rsidRPr="006056B1">
        <w:t>amour m</w:t>
      </w:r>
      <w:r w:rsidR="006036B2">
        <w:t>’</w:t>
      </w:r>
      <w:r w:rsidRPr="006056B1">
        <w:t>y réveille encor</w:t>
      </w:r>
      <w:r w:rsidR="006036B2">
        <w:t>.</w:t>
      </w:r>
    </w:p>
    <w:p w14:paraId="76A961C4" w14:textId="77777777" w:rsidR="006036B2" w:rsidRDefault="00E85E1B" w:rsidP="00E85E1B">
      <w:r w:rsidRPr="006056B1">
        <w:t>Quand il eut achevé</w:t>
      </w:r>
      <w:r w:rsidR="006036B2">
        <w:t xml:space="preserve">, </w:t>
      </w:r>
      <w:r w:rsidRPr="006056B1">
        <w:t>il se remit à la contempler en so</w:t>
      </w:r>
      <w:r w:rsidRPr="006056B1">
        <w:t>u</w:t>
      </w:r>
      <w:r w:rsidRPr="006056B1">
        <w:t>riant</w:t>
      </w:r>
      <w:r w:rsidR="006036B2">
        <w:t xml:space="preserve"> ; </w:t>
      </w:r>
      <w:r w:rsidRPr="006056B1">
        <w:t>et</w:t>
      </w:r>
      <w:r w:rsidR="006036B2">
        <w:t xml:space="preserve">, </w:t>
      </w:r>
      <w:r w:rsidRPr="006056B1">
        <w:t>comme elle pleurait</w:t>
      </w:r>
      <w:r w:rsidR="006036B2">
        <w:t xml:space="preserve">, </w:t>
      </w:r>
      <w:r w:rsidRPr="006056B1">
        <w:t>il lui dit</w:t>
      </w:r>
      <w:r w:rsidR="006036B2">
        <w:t> :</w:t>
      </w:r>
    </w:p>
    <w:p w14:paraId="58E1E2CA" w14:textId="77777777" w:rsidR="006036B2" w:rsidRDefault="006036B2" w:rsidP="00E85E1B">
      <w:r>
        <w:t>— </w:t>
      </w:r>
      <w:r w:rsidR="00E85E1B" w:rsidRPr="006056B1">
        <w:t>Tu as peut-être un beau cheval ou un petit toutou que tu aimes</w:t>
      </w:r>
      <w:r>
        <w:t xml:space="preserve">, </w:t>
      </w:r>
      <w:r w:rsidR="00E85E1B" w:rsidRPr="006056B1">
        <w:t>et qui est malade</w:t>
      </w:r>
      <w:r>
        <w:t xml:space="preserve"> ? </w:t>
      </w:r>
      <w:r w:rsidR="00E85E1B" w:rsidRPr="006056B1">
        <w:t>Mène-moi près de lui</w:t>
      </w:r>
      <w:r>
        <w:t xml:space="preserve">. </w:t>
      </w:r>
      <w:r w:rsidR="00E85E1B" w:rsidRPr="006056B1">
        <w:t>Je te le guér</w:t>
      </w:r>
      <w:r w:rsidR="00E85E1B" w:rsidRPr="006056B1">
        <w:t>i</w:t>
      </w:r>
      <w:r w:rsidR="00E85E1B" w:rsidRPr="006056B1">
        <w:t>rai</w:t>
      </w:r>
      <w:r>
        <w:t xml:space="preserve">. </w:t>
      </w:r>
      <w:r w:rsidR="00E85E1B" w:rsidRPr="006056B1">
        <w:t>Je sais très bien</w:t>
      </w:r>
      <w:r>
        <w:t xml:space="preserve">. </w:t>
      </w:r>
      <w:r w:rsidR="00E85E1B" w:rsidRPr="006056B1">
        <w:t>Et ce sera gratis</w:t>
      </w:r>
      <w:r>
        <w:t xml:space="preserve">, </w:t>
      </w:r>
      <w:r w:rsidR="00E85E1B" w:rsidRPr="006056B1">
        <w:t>pour toi</w:t>
      </w:r>
      <w:r>
        <w:t xml:space="preserve">, </w:t>
      </w:r>
      <w:r w:rsidR="00E85E1B" w:rsidRPr="006056B1">
        <w:t>parce que tu es jolie</w:t>
      </w:r>
      <w:r>
        <w:t>.</w:t>
      </w:r>
    </w:p>
    <w:p w14:paraId="0AAAFB99" w14:textId="77777777" w:rsidR="006036B2" w:rsidRDefault="00E85E1B" w:rsidP="00E85E1B">
      <w:r w:rsidRPr="006056B1">
        <w:t>Elle ne put s</w:t>
      </w:r>
      <w:r w:rsidR="006036B2">
        <w:t>’</w:t>
      </w:r>
      <w:r w:rsidRPr="006056B1">
        <w:t>empêcher de rire</w:t>
      </w:r>
      <w:r w:rsidR="006036B2">
        <w:t>.</w:t>
      </w:r>
    </w:p>
    <w:p w14:paraId="24320191" w14:textId="77777777" w:rsidR="006036B2" w:rsidRDefault="006036B2" w:rsidP="00E85E1B">
      <w:r>
        <w:t>— </w:t>
      </w:r>
      <w:r w:rsidR="00E85E1B" w:rsidRPr="006056B1">
        <w:t>Il ne faut pas rire</w:t>
      </w:r>
      <w:r>
        <w:t xml:space="preserve">, </w:t>
      </w:r>
      <w:r w:rsidR="00E85E1B" w:rsidRPr="006056B1">
        <w:t>reprit-il</w:t>
      </w:r>
      <w:r>
        <w:t xml:space="preserve">. </w:t>
      </w:r>
      <w:r w:rsidR="00E85E1B" w:rsidRPr="006056B1">
        <w:t>Tu ris de quoi</w:t>
      </w:r>
      <w:r>
        <w:t xml:space="preserve"> ? </w:t>
      </w:r>
      <w:r w:rsidR="00E85E1B" w:rsidRPr="006056B1">
        <w:t>De ce que je suis pauvre</w:t>
      </w:r>
      <w:r>
        <w:t xml:space="preserve"> ? </w:t>
      </w:r>
      <w:r w:rsidR="00E85E1B" w:rsidRPr="006056B1">
        <w:t>Mais je ne suis pas pauvre</w:t>
      </w:r>
      <w:r>
        <w:t xml:space="preserve">. </w:t>
      </w:r>
      <w:r w:rsidR="00E85E1B" w:rsidRPr="006056B1">
        <w:t>J</w:t>
      </w:r>
      <w:r>
        <w:t>’</w:t>
      </w:r>
      <w:r w:rsidR="00E85E1B" w:rsidRPr="006056B1">
        <w:t>ai eu du travail hier</w:t>
      </w:r>
      <w:r>
        <w:t xml:space="preserve">, </w:t>
      </w:r>
      <w:r w:rsidR="00E85E1B" w:rsidRPr="006056B1">
        <w:t>et aujourd</w:t>
      </w:r>
      <w:r>
        <w:t>’</w:t>
      </w:r>
      <w:r w:rsidR="00E85E1B" w:rsidRPr="006056B1">
        <w:t>hui encore</w:t>
      </w:r>
      <w:r>
        <w:t xml:space="preserve">. </w:t>
      </w:r>
      <w:r w:rsidR="00E85E1B" w:rsidRPr="006056B1">
        <w:t>J</w:t>
      </w:r>
      <w:r>
        <w:t>’</w:t>
      </w:r>
      <w:r w:rsidR="00E85E1B" w:rsidRPr="006056B1">
        <w:t>ai le sac</w:t>
      </w:r>
      <w:r>
        <w:t xml:space="preserve">. </w:t>
      </w:r>
      <w:r w:rsidR="00E85E1B" w:rsidRPr="006056B1">
        <w:t>Tiens</w:t>
      </w:r>
      <w:r>
        <w:t xml:space="preserve">, </w:t>
      </w:r>
      <w:r w:rsidR="00E85E1B" w:rsidRPr="006056B1">
        <w:t>regarde</w:t>
      </w:r>
      <w:r>
        <w:t>.</w:t>
      </w:r>
    </w:p>
    <w:p w14:paraId="2C60755F" w14:textId="77777777" w:rsidR="006036B2" w:rsidRDefault="00E85E1B" w:rsidP="00E85E1B">
      <w:r w:rsidRPr="006056B1">
        <w:t>Il tira de sa ceinture une bourse de cuir où sonnait du bi</w:t>
      </w:r>
      <w:r w:rsidRPr="006056B1">
        <w:t>l</w:t>
      </w:r>
      <w:r w:rsidRPr="006056B1">
        <w:t>lon</w:t>
      </w:r>
      <w:r w:rsidR="006036B2">
        <w:t xml:space="preserve">. </w:t>
      </w:r>
      <w:r w:rsidRPr="006056B1">
        <w:t>Il fit dégringoler les pièces dans le creux de sa main</w:t>
      </w:r>
      <w:r w:rsidR="006036B2">
        <w:t xml:space="preserve">, </w:t>
      </w:r>
      <w:r w:rsidRPr="006056B1">
        <w:t>et cria joyeusement</w:t>
      </w:r>
      <w:r w:rsidR="006036B2">
        <w:t> :</w:t>
      </w:r>
    </w:p>
    <w:p w14:paraId="4DEB5C10" w14:textId="77777777" w:rsidR="006036B2" w:rsidRDefault="006036B2" w:rsidP="00E85E1B">
      <w:r>
        <w:t>— </w:t>
      </w:r>
      <w:r w:rsidR="00E85E1B" w:rsidRPr="006056B1">
        <w:t>Tu vois bien</w:t>
      </w:r>
      <w:r>
        <w:t xml:space="preserve">, </w:t>
      </w:r>
      <w:r w:rsidR="00E85E1B" w:rsidRPr="006056B1">
        <w:t>petite</w:t>
      </w:r>
      <w:r>
        <w:t xml:space="preserve">. </w:t>
      </w:r>
      <w:r w:rsidR="00E85E1B" w:rsidRPr="006056B1">
        <w:t>J</w:t>
      </w:r>
      <w:r>
        <w:t>’</w:t>
      </w:r>
      <w:r w:rsidR="00E85E1B" w:rsidRPr="006056B1">
        <w:t>ai le sac</w:t>
      </w:r>
      <w:r>
        <w:t xml:space="preserve">. </w:t>
      </w:r>
      <w:r w:rsidR="00E85E1B" w:rsidRPr="006056B1">
        <w:t>Quarante-sept sous</w:t>
      </w:r>
      <w:r>
        <w:t xml:space="preserve">. </w:t>
      </w:r>
      <w:r w:rsidR="00E85E1B" w:rsidRPr="006056B1">
        <w:t>Qu</w:t>
      </w:r>
      <w:r w:rsidR="00E85E1B" w:rsidRPr="006056B1">
        <w:t>a</w:t>
      </w:r>
      <w:r w:rsidR="00E85E1B" w:rsidRPr="006056B1">
        <w:t>rante-sept</w:t>
      </w:r>
      <w:r>
        <w:t> !</w:t>
      </w:r>
    </w:p>
    <w:p w14:paraId="4850B0E0" w14:textId="77777777" w:rsidR="006036B2" w:rsidRDefault="006036B2" w:rsidP="00E85E1B">
      <w:r>
        <w:t>— </w:t>
      </w:r>
      <w:r w:rsidR="00E85E1B" w:rsidRPr="006056B1">
        <w:t>Alors</w:t>
      </w:r>
      <w:r>
        <w:t xml:space="preserve">, </w:t>
      </w:r>
      <w:r w:rsidR="00E85E1B" w:rsidRPr="006056B1">
        <w:t>dit Sonia</w:t>
      </w:r>
      <w:r>
        <w:t xml:space="preserve">, </w:t>
      </w:r>
      <w:r w:rsidR="00E85E1B" w:rsidRPr="006056B1">
        <w:t>le tutoyant à son tour</w:t>
      </w:r>
      <w:r>
        <w:t xml:space="preserve">, </w:t>
      </w:r>
      <w:r w:rsidR="00E85E1B" w:rsidRPr="006056B1">
        <w:t>tu ne veux pas de mon louis</w:t>
      </w:r>
      <w:r>
        <w:t> ?</w:t>
      </w:r>
    </w:p>
    <w:p w14:paraId="05EAB801" w14:textId="77777777" w:rsidR="006036B2" w:rsidRDefault="006036B2" w:rsidP="00E85E1B">
      <w:r>
        <w:lastRenderedPageBreak/>
        <w:t>— </w:t>
      </w:r>
      <w:r w:rsidR="00E85E1B" w:rsidRPr="006056B1">
        <w:t>Bien sûr</w:t>
      </w:r>
      <w:r>
        <w:t xml:space="preserve">, </w:t>
      </w:r>
      <w:r w:rsidR="00E85E1B" w:rsidRPr="006056B1">
        <w:t>répondit-il</w:t>
      </w:r>
      <w:r>
        <w:t xml:space="preserve">. </w:t>
      </w:r>
      <w:r w:rsidR="00E85E1B" w:rsidRPr="006056B1">
        <w:t>Je n</w:t>
      </w:r>
      <w:r>
        <w:t>’</w:t>
      </w:r>
      <w:r w:rsidR="00E85E1B" w:rsidRPr="006056B1">
        <w:t>en ai pas besoin</w:t>
      </w:r>
      <w:r>
        <w:t xml:space="preserve">. </w:t>
      </w:r>
      <w:r w:rsidR="00E85E1B" w:rsidRPr="006056B1">
        <w:t>Et puis</w:t>
      </w:r>
      <w:r>
        <w:t xml:space="preserve">, </w:t>
      </w:r>
      <w:r w:rsidR="00E85E1B" w:rsidRPr="006056B1">
        <w:t>je te le répète</w:t>
      </w:r>
      <w:r>
        <w:t xml:space="preserve">, </w:t>
      </w:r>
      <w:r w:rsidR="00E85E1B" w:rsidRPr="006056B1">
        <w:t>je n</w:t>
      </w:r>
      <w:r>
        <w:t>’</w:t>
      </w:r>
      <w:r w:rsidR="00E85E1B" w:rsidRPr="006056B1">
        <w:t>accepte pas la charité</w:t>
      </w:r>
      <w:r>
        <w:t xml:space="preserve">. </w:t>
      </w:r>
      <w:r w:rsidR="00E85E1B" w:rsidRPr="006056B1">
        <w:t>Tu ne me connais donc pas</w:t>
      </w:r>
      <w:r>
        <w:t> ?</w:t>
      </w:r>
    </w:p>
    <w:p w14:paraId="0E6F93EF" w14:textId="77777777" w:rsidR="006036B2" w:rsidRDefault="006036B2" w:rsidP="00E85E1B">
      <w:r>
        <w:t>— </w:t>
      </w:r>
      <w:r w:rsidR="00E85E1B" w:rsidRPr="006056B1">
        <w:t>Non</w:t>
      </w:r>
      <w:r>
        <w:t>.</w:t>
      </w:r>
    </w:p>
    <w:p w14:paraId="15099143" w14:textId="77777777" w:rsidR="006036B2" w:rsidRDefault="006036B2" w:rsidP="00E85E1B">
      <w:r>
        <w:t>— </w:t>
      </w:r>
      <w:r w:rsidR="00E85E1B" w:rsidRPr="006056B1">
        <w:t>Eh bien</w:t>
      </w:r>
      <w:r>
        <w:t xml:space="preserve"> ! </w:t>
      </w:r>
      <w:r w:rsidR="00E85E1B" w:rsidRPr="006056B1">
        <w:t>demande dans le pays</w:t>
      </w:r>
      <w:r>
        <w:t xml:space="preserve">. </w:t>
      </w:r>
      <w:r w:rsidR="00E85E1B" w:rsidRPr="006056B1">
        <w:t>Tout le monde te dira que le marquis ne vit pas d</w:t>
      </w:r>
      <w:r>
        <w:t>’</w:t>
      </w:r>
      <w:r w:rsidR="00E85E1B" w:rsidRPr="006056B1">
        <w:t>aumône</w:t>
      </w:r>
      <w:r>
        <w:t>.</w:t>
      </w:r>
    </w:p>
    <w:p w14:paraId="19933CFE" w14:textId="77777777" w:rsidR="006036B2" w:rsidRDefault="00E85E1B" w:rsidP="00E85E1B">
      <w:pPr>
        <w:rPr>
          <w:i/>
          <w:iCs/>
        </w:rPr>
      </w:pPr>
      <w:r w:rsidRPr="006056B1">
        <w:t>Le marquis</w:t>
      </w:r>
      <w:r w:rsidR="006036B2">
        <w:t xml:space="preserve"> ! </w:t>
      </w:r>
      <w:r w:rsidRPr="006056B1">
        <w:t>À ce nom</w:t>
      </w:r>
      <w:r w:rsidR="006036B2">
        <w:t xml:space="preserve">, </w:t>
      </w:r>
      <w:r w:rsidRPr="006056B1">
        <w:t>elle se rappela soudain qu</w:t>
      </w:r>
      <w:r w:rsidR="006036B2">
        <w:t>’</w:t>
      </w:r>
      <w:r w:rsidRPr="006056B1">
        <w:t>on lui avait raconté</w:t>
      </w:r>
      <w:r w:rsidR="006036B2">
        <w:t xml:space="preserve">, </w:t>
      </w:r>
      <w:r w:rsidRPr="006056B1">
        <w:t>en effet</w:t>
      </w:r>
      <w:r w:rsidR="006036B2">
        <w:t xml:space="preserve">, </w:t>
      </w:r>
      <w:r w:rsidRPr="006056B1">
        <w:t>voici deux ans</w:t>
      </w:r>
      <w:r w:rsidR="006036B2">
        <w:t xml:space="preserve">, </w:t>
      </w:r>
      <w:r w:rsidRPr="006056B1">
        <w:t>la légende du bonhomme</w:t>
      </w:r>
      <w:r w:rsidR="006036B2">
        <w:t xml:space="preserve">. </w:t>
      </w:r>
      <w:r w:rsidRPr="006056B1">
        <w:t>C</w:t>
      </w:r>
      <w:r w:rsidR="006036B2">
        <w:t>’</w:t>
      </w:r>
      <w:r w:rsidRPr="006056B1">
        <w:t>est à l</w:t>
      </w:r>
      <w:r w:rsidR="006036B2">
        <w:t>’</w:t>
      </w:r>
      <w:r w:rsidRPr="006056B1">
        <w:t>époque où elle avait acheté le château</w:t>
      </w:r>
      <w:r w:rsidR="006036B2">
        <w:t xml:space="preserve">. </w:t>
      </w:r>
      <w:r w:rsidRPr="006056B1">
        <w:t>Parmi les curi</w:t>
      </w:r>
      <w:r w:rsidRPr="006056B1">
        <w:t>o</w:t>
      </w:r>
      <w:r w:rsidRPr="006056B1">
        <w:t>sités du terroir</w:t>
      </w:r>
      <w:r w:rsidR="006036B2">
        <w:t xml:space="preserve">, </w:t>
      </w:r>
      <w:r w:rsidRPr="006056B1">
        <w:t xml:space="preserve">le vendeur avait précisément cité le </w:t>
      </w:r>
      <w:r w:rsidRPr="006056B1">
        <w:rPr>
          <w:i/>
          <w:iCs/>
        </w:rPr>
        <w:t>marquis</w:t>
      </w:r>
      <w:r w:rsidR="006036B2">
        <w:rPr>
          <w:i/>
          <w:iCs/>
        </w:rPr>
        <w:t xml:space="preserve">. </w:t>
      </w:r>
      <w:r w:rsidRPr="006056B1">
        <w:t>Un demi-fou</w:t>
      </w:r>
      <w:r w:rsidR="006036B2">
        <w:t xml:space="preserve">, </w:t>
      </w:r>
      <w:r w:rsidRPr="006056B1">
        <w:t>paraît-il</w:t>
      </w:r>
      <w:r w:rsidR="006036B2">
        <w:t xml:space="preserve">, </w:t>
      </w:r>
      <w:r w:rsidRPr="006056B1">
        <w:t>tout au moins un original</w:t>
      </w:r>
      <w:r w:rsidR="006036B2">
        <w:t xml:space="preserve">, </w:t>
      </w:r>
      <w:r w:rsidRPr="006056B1">
        <w:t>presque en enfance</w:t>
      </w:r>
      <w:r w:rsidR="006036B2">
        <w:t xml:space="preserve">, </w:t>
      </w:r>
      <w:r w:rsidRPr="006056B1">
        <w:t>vivant de raccrocs à des besognes mystérieuses de m</w:t>
      </w:r>
      <w:r w:rsidRPr="006056B1">
        <w:t>a</w:t>
      </w:r>
      <w:r w:rsidRPr="006056B1">
        <w:t>quignon et de vétérinaire</w:t>
      </w:r>
      <w:r w:rsidR="006036B2">
        <w:t xml:space="preserve">. </w:t>
      </w:r>
      <w:r w:rsidRPr="006056B1">
        <w:t>Les paysans le faisaient travailler un peu</w:t>
      </w:r>
      <w:r w:rsidR="006036B2">
        <w:t xml:space="preserve">, </w:t>
      </w:r>
      <w:r w:rsidRPr="006056B1">
        <w:t xml:space="preserve">par crainte des </w:t>
      </w:r>
      <w:r w:rsidRPr="006056B1">
        <w:rPr>
          <w:i/>
          <w:iCs/>
        </w:rPr>
        <w:t>sorts</w:t>
      </w:r>
      <w:r w:rsidRPr="006056B1">
        <w:t xml:space="preserve"> qu</w:t>
      </w:r>
      <w:r w:rsidR="006036B2">
        <w:t>’</w:t>
      </w:r>
      <w:r w:rsidRPr="006056B1">
        <w:t>il pouvait jeter à qui le rebutait</w:t>
      </w:r>
      <w:r w:rsidR="006036B2">
        <w:t xml:space="preserve">. </w:t>
      </w:r>
      <w:r w:rsidRPr="006056B1">
        <w:t>On le respectait aussi à cause de son opulence passée et de son titre</w:t>
      </w:r>
      <w:r w:rsidR="006036B2">
        <w:t xml:space="preserve">. </w:t>
      </w:r>
      <w:r w:rsidRPr="006056B1">
        <w:t>Il avait été riche</w:t>
      </w:r>
      <w:r w:rsidR="006036B2">
        <w:t xml:space="preserve">, </w:t>
      </w:r>
      <w:r w:rsidRPr="006056B1">
        <w:t>très riche</w:t>
      </w:r>
      <w:r w:rsidR="006036B2">
        <w:t xml:space="preserve">, </w:t>
      </w:r>
      <w:r w:rsidRPr="006056B1">
        <w:t>et on le disait marquis positivement</w:t>
      </w:r>
      <w:r w:rsidR="006036B2">
        <w:t xml:space="preserve">. </w:t>
      </w:r>
      <w:r w:rsidRPr="006056B1">
        <w:t>Il s</w:t>
      </w:r>
      <w:r w:rsidR="006036B2">
        <w:t>’</w:t>
      </w:r>
      <w:r w:rsidRPr="006056B1">
        <w:t>était</w:t>
      </w:r>
      <w:r w:rsidR="006036B2">
        <w:t xml:space="preserve">, </w:t>
      </w:r>
      <w:r w:rsidRPr="006056B1">
        <w:t>disait-on</w:t>
      </w:r>
      <w:r w:rsidR="006036B2">
        <w:t xml:space="preserve">, </w:t>
      </w:r>
      <w:r w:rsidRPr="006056B1">
        <w:t>ruiné à Paris</w:t>
      </w:r>
      <w:r w:rsidR="006036B2">
        <w:t xml:space="preserve">, </w:t>
      </w:r>
      <w:r w:rsidRPr="006056B1">
        <w:t>autrefois</w:t>
      </w:r>
      <w:r w:rsidR="006036B2">
        <w:t xml:space="preserve">, </w:t>
      </w:r>
      <w:r w:rsidRPr="006056B1">
        <w:t>ruiné la bourse et la raison</w:t>
      </w:r>
      <w:r w:rsidR="006036B2">
        <w:t xml:space="preserve">, </w:t>
      </w:r>
      <w:r w:rsidRPr="006056B1">
        <w:rPr>
          <w:i/>
          <w:iCs/>
        </w:rPr>
        <w:t>pour les femmes</w:t>
      </w:r>
      <w:r w:rsidR="006036B2">
        <w:rPr>
          <w:i/>
          <w:iCs/>
        </w:rPr>
        <w:t> !</w:t>
      </w:r>
    </w:p>
    <w:p w14:paraId="12EDF95B" w14:textId="77777777" w:rsidR="006036B2" w:rsidRDefault="00E85E1B" w:rsidP="00E85E1B">
      <w:r w:rsidRPr="006056B1">
        <w:t>En ce moment</w:t>
      </w:r>
      <w:r w:rsidR="006036B2">
        <w:t xml:space="preserve">, </w:t>
      </w:r>
      <w:r w:rsidRPr="006056B1">
        <w:t>la cloche du château sonnait le premier coup pour le dîner</w:t>
      </w:r>
      <w:r w:rsidR="006036B2">
        <w:t xml:space="preserve">. </w:t>
      </w:r>
      <w:r w:rsidRPr="006056B1">
        <w:t>Une idée passa par la folle tête de Sonia</w:t>
      </w:r>
      <w:r w:rsidR="006036B2">
        <w:t xml:space="preserve">. </w:t>
      </w:r>
      <w:r w:rsidRPr="006056B1">
        <w:t>Elle courut à la petite porte qui donnait de la terrasse sur le chemin creux</w:t>
      </w:r>
      <w:r w:rsidR="006036B2">
        <w:t xml:space="preserve">, </w:t>
      </w:r>
      <w:r w:rsidRPr="006056B1">
        <w:t>rejoignit le bonhomme</w:t>
      </w:r>
      <w:r w:rsidR="006036B2">
        <w:t xml:space="preserve">, </w:t>
      </w:r>
      <w:r w:rsidRPr="006056B1">
        <w:t>et</w:t>
      </w:r>
      <w:r w:rsidR="006036B2">
        <w:t xml:space="preserve">, </w:t>
      </w:r>
      <w:r w:rsidRPr="006056B1">
        <w:t>lui tirant une révérence cér</w:t>
      </w:r>
      <w:r w:rsidRPr="006056B1">
        <w:t>é</w:t>
      </w:r>
      <w:r w:rsidRPr="006056B1">
        <w:t>monieuse</w:t>
      </w:r>
      <w:r w:rsidR="006036B2">
        <w:t xml:space="preserve">, </w:t>
      </w:r>
      <w:r w:rsidRPr="006056B1">
        <w:t>elle dit</w:t>
      </w:r>
      <w:r w:rsidR="006036B2">
        <w:t> :</w:t>
      </w:r>
    </w:p>
    <w:p w14:paraId="300A651E" w14:textId="77777777" w:rsidR="006036B2" w:rsidRDefault="006036B2" w:rsidP="00E85E1B">
      <w:r>
        <w:t>— </w:t>
      </w:r>
      <w:r w:rsidR="00E85E1B" w:rsidRPr="006056B1">
        <w:t>Monsieur le marquis veut-il me faire le plaisir et l</w:t>
      </w:r>
      <w:r>
        <w:t>’</w:t>
      </w:r>
      <w:r w:rsidR="00E85E1B" w:rsidRPr="006056B1">
        <w:t>honneur d</w:t>
      </w:r>
      <w:r>
        <w:t>’</w:t>
      </w:r>
      <w:r w:rsidR="00E85E1B" w:rsidRPr="006056B1">
        <w:t>accepter à dîner avec moi</w:t>
      </w:r>
      <w:r>
        <w:t> ?</w:t>
      </w:r>
    </w:p>
    <w:p w14:paraId="40778968" w14:textId="77777777" w:rsidR="006036B2" w:rsidRDefault="00E85E1B" w:rsidP="00E85E1B">
      <w:r w:rsidRPr="006056B1">
        <w:t>Le vieux cessa de sourire</w:t>
      </w:r>
      <w:r w:rsidR="006036B2">
        <w:t xml:space="preserve">, </w:t>
      </w:r>
      <w:r w:rsidRPr="006056B1">
        <w:t>devint grave</w:t>
      </w:r>
      <w:r w:rsidR="006036B2">
        <w:t xml:space="preserve">, </w:t>
      </w:r>
      <w:r w:rsidRPr="006056B1">
        <w:t>se posa la main sur le front comme pour y rappeler de très anciens souvenirs</w:t>
      </w:r>
      <w:r w:rsidR="006036B2">
        <w:t xml:space="preserve">. </w:t>
      </w:r>
      <w:r w:rsidRPr="006056B1">
        <w:t>Puis</w:t>
      </w:r>
      <w:r w:rsidR="006036B2">
        <w:t xml:space="preserve">, </w:t>
      </w:r>
      <w:r w:rsidRPr="006056B1">
        <w:t>avec une inclinaison de tout le buste</w:t>
      </w:r>
      <w:r w:rsidR="006036B2">
        <w:t xml:space="preserve">, </w:t>
      </w:r>
      <w:r w:rsidRPr="006056B1">
        <w:t>à la mode de jadis</w:t>
      </w:r>
      <w:r w:rsidR="006036B2">
        <w:t> :</w:t>
      </w:r>
    </w:p>
    <w:p w14:paraId="3FD06201" w14:textId="77777777" w:rsidR="006036B2" w:rsidRDefault="006036B2" w:rsidP="00E85E1B">
      <w:r>
        <w:t>— </w:t>
      </w:r>
      <w:r w:rsidR="00E85E1B" w:rsidRPr="006056B1">
        <w:t>Volontiers</w:t>
      </w:r>
      <w:r>
        <w:t xml:space="preserve">, </w:t>
      </w:r>
      <w:r w:rsidR="00E85E1B" w:rsidRPr="006056B1">
        <w:t>chère</w:t>
      </w:r>
      <w:r>
        <w:t xml:space="preserve">, </w:t>
      </w:r>
      <w:r w:rsidR="00E85E1B" w:rsidRPr="006056B1">
        <w:t>répondit-il</w:t>
      </w:r>
      <w:r>
        <w:t>.</w:t>
      </w:r>
    </w:p>
    <w:p w14:paraId="700EF42D" w14:textId="77777777" w:rsidR="006036B2" w:rsidRDefault="00E85E1B" w:rsidP="00E85E1B">
      <w:r w:rsidRPr="006056B1">
        <w:lastRenderedPageBreak/>
        <w:t>Et</w:t>
      </w:r>
      <w:r w:rsidR="006036B2">
        <w:t xml:space="preserve">, </w:t>
      </w:r>
      <w:r w:rsidRPr="006056B1">
        <w:t>laissant choir sa besace</w:t>
      </w:r>
      <w:r w:rsidR="006036B2">
        <w:t xml:space="preserve">, </w:t>
      </w:r>
      <w:r w:rsidRPr="006056B1">
        <w:t>il offrit le bras à Sonia</w:t>
      </w:r>
      <w:r w:rsidR="006036B2">
        <w:t>.</w:t>
      </w:r>
    </w:p>
    <w:p w14:paraId="71D0C80D" w14:textId="77777777" w:rsidR="006036B2" w:rsidRDefault="00E85E1B" w:rsidP="00E85E1B">
      <w:r w:rsidRPr="006056B1">
        <w:t>Quand elle présenta ce nouveau convive</w:t>
      </w:r>
      <w:r w:rsidR="006036B2">
        <w:t xml:space="preserve">, </w:t>
      </w:r>
      <w:r w:rsidRPr="006056B1">
        <w:t>les sept</w:t>
      </w:r>
      <w:r w:rsidR="006036B2">
        <w:t xml:space="preserve">, </w:t>
      </w:r>
      <w:r w:rsidRPr="006056B1">
        <w:t>même les mieux dressés</w:t>
      </w:r>
      <w:r w:rsidR="006036B2">
        <w:t xml:space="preserve">, </w:t>
      </w:r>
      <w:r w:rsidRPr="006056B1">
        <w:t>eurent un haut-le-corps</w:t>
      </w:r>
      <w:r w:rsidR="006036B2">
        <w:t>.</w:t>
      </w:r>
    </w:p>
    <w:p w14:paraId="60A0A1F3" w14:textId="77777777" w:rsidR="006036B2" w:rsidRDefault="006036B2" w:rsidP="00E85E1B">
      <w:r>
        <w:t>— </w:t>
      </w:r>
      <w:r w:rsidR="00E85E1B" w:rsidRPr="006056B1">
        <w:t>Je vois ce qui vous trouble</w:t>
      </w:r>
      <w:r>
        <w:t xml:space="preserve">, </w:t>
      </w:r>
      <w:r w:rsidR="00E85E1B" w:rsidRPr="006056B1">
        <w:t>fit-elle</w:t>
      </w:r>
      <w:r>
        <w:t xml:space="preserve">. </w:t>
      </w:r>
      <w:r w:rsidR="00E85E1B" w:rsidRPr="006056B1">
        <w:t>C</w:t>
      </w:r>
      <w:r>
        <w:t>’</w:t>
      </w:r>
      <w:r w:rsidR="00E85E1B" w:rsidRPr="006056B1">
        <w:t>est son costume</w:t>
      </w:r>
      <w:r>
        <w:t xml:space="preserve">. </w:t>
      </w:r>
      <w:r w:rsidR="00E85E1B" w:rsidRPr="006056B1">
        <w:t>En effet</w:t>
      </w:r>
      <w:r>
        <w:t xml:space="preserve"> ! </w:t>
      </w:r>
      <w:r w:rsidR="00E85E1B" w:rsidRPr="006056B1">
        <w:t>Il manque un peu de chic</w:t>
      </w:r>
      <w:r>
        <w:t xml:space="preserve">. </w:t>
      </w:r>
      <w:r w:rsidR="00E85E1B" w:rsidRPr="006056B1">
        <w:t>Mais</w:t>
      </w:r>
      <w:r>
        <w:t xml:space="preserve">, </w:t>
      </w:r>
      <w:r w:rsidR="00E85E1B" w:rsidRPr="006056B1">
        <w:t>un moment</w:t>
      </w:r>
      <w:r>
        <w:t xml:space="preserve"> ! </w:t>
      </w:r>
      <w:r w:rsidR="00E85E1B" w:rsidRPr="006056B1">
        <w:t>ça peut s</w:t>
      </w:r>
      <w:r>
        <w:t>’</w:t>
      </w:r>
      <w:r w:rsidR="00E85E1B" w:rsidRPr="006056B1">
        <w:t>arranger</w:t>
      </w:r>
      <w:r>
        <w:t>.</w:t>
      </w:r>
    </w:p>
    <w:p w14:paraId="60F06339" w14:textId="77777777" w:rsidR="006036B2" w:rsidRDefault="00E85E1B" w:rsidP="00E85E1B">
      <w:r w:rsidRPr="006056B1">
        <w:t>Elle appela sa femme de chambre et lui parla tout bas</w:t>
      </w:r>
      <w:r w:rsidR="006036B2">
        <w:t xml:space="preserve">. </w:t>
      </w:r>
      <w:r w:rsidRPr="006056B1">
        <w:t>Après quoi</w:t>
      </w:r>
      <w:r w:rsidR="006036B2">
        <w:t> :</w:t>
      </w:r>
    </w:p>
    <w:p w14:paraId="13D88169" w14:textId="77777777" w:rsidR="006036B2" w:rsidRDefault="006036B2" w:rsidP="00E85E1B">
      <w:r>
        <w:t>— </w:t>
      </w:r>
      <w:r w:rsidR="00E85E1B" w:rsidRPr="006056B1">
        <w:t>Marquis</w:t>
      </w:r>
      <w:r>
        <w:t xml:space="preserve">, </w:t>
      </w:r>
      <w:r w:rsidR="00E85E1B" w:rsidRPr="006056B1">
        <w:t>dit-elle</w:t>
      </w:r>
      <w:r>
        <w:t xml:space="preserve">, </w:t>
      </w:r>
      <w:r w:rsidR="00E85E1B" w:rsidRPr="006056B1">
        <w:t>votre bain est prêt dans votre cabinet de toilette</w:t>
      </w:r>
      <w:r>
        <w:t xml:space="preserve">. </w:t>
      </w:r>
      <w:r w:rsidR="00E85E1B" w:rsidRPr="006056B1">
        <w:t>Si vous voulez suivre Sabine</w:t>
      </w:r>
      <w:r>
        <w:t xml:space="preserve">, </w:t>
      </w:r>
      <w:r w:rsidR="00E85E1B" w:rsidRPr="006056B1">
        <w:t>elle va vous y conduire</w:t>
      </w:r>
      <w:r>
        <w:t xml:space="preserve">. </w:t>
      </w:r>
      <w:r w:rsidR="00E85E1B" w:rsidRPr="006056B1">
        <w:t>Nous vous attendrons le temps qu</w:t>
      </w:r>
      <w:r>
        <w:t>’</w:t>
      </w:r>
      <w:r w:rsidR="00E85E1B" w:rsidRPr="006056B1">
        <w:t>il faudra pour nous mettre à table</w:t>
      </w:r>
      <w:r>
        <w:t xml:space="preserve">, </w:t>
      </w:r>
      <w:r w:rsidR="00E85E1B" w:rsidRPr="006056B1">
        <w:t>ces messieurs et moi</w:t>
      </w:r>
      <w:r>
        <w:t>.</w:t>
      </w:r>
    </w:p>
    <w:p w14:paraId="59D6B9CB" w14:textId="77777777" w:rsidR="006036B2" w:rsidRDefault="00E85E1B" w:rsidP="00E85E1B">
      <w:r w:rsidRPr="006056B1">
        <w:t>Puis</w:t>
      </w:r>
      <w:r w:rsidR="006036B2">
        <w:t xml:space="preserve">, </w:t>
      </w:r>
      <w:r w:rsidRPr="006056B1">
        <w:t>quand il fut sorti</w:t>
      </w:r>
      <w:r w:rsidR="006036B2">
        <w:t> :</w:t>
      </w:r>
    </w:p>
    <w:p w14:paraId="7FFD3EDD" w14:textId="77777777" w:rsidR="006036B2" w:rsidRDefault="006036B2" w:rsidP="00E85E1B">
      <w:r>
        <w:t>— </w:t>
      </w:r>
      <w:r w:rsidR="00E85E1B" w:rsidRPr="006056B1">
        <w:t>Et maintenant</w:t>
      </w:r>
      <w:r>
        <w:t xml:space="preserve">, </w:t>
      </w:r>
      <w:r w:rsidR="00E85E1B" w:rsidRPr="006056B1">
        <w:t>Ernest</w:t>
      </w:r>
      <w:r>
        <w:t xml:space="preserve">, </w:t>
      </w:r>
      <w:r w:rsidR="00E85E1B" w:rsidRPr="006056B1">
        <w:t>dit-elle au plus jeune de la bande</w:t>
      </w:r>
      <w:r>
        <w:t xml:space="preserve">, </w:t>
      </w:r>
      <w:proofErr w:type="spellStart"/>
      <w:r w:rsidR="00E85E1B" w:rsidRPr="006056B1">
        <w:t>montez vous</w:t>
      </w:r>
      <w:proofErr w:type="spellEnd"/>
      <w:r w:rsidR="00E85E1B" w:rsidRPr="006056B1">
        <w:t xml:space="preserve"> déshabiller</w:t>
      </w:r>
      <w:r>
        <w:t xml:space="preserve">. </w:t>
      </w:r>
      <w:r w:rsidR="00E85E1B" w:rsidRPr="006056B1">
        <w:t>Je vous autorise</w:t>
      </w:r>
      <w:r>
        <w:t xml:space="preserve">, </w:t>
      </w:r>
      <w:r w:rsidR="00E85E1B" w:rsidRPr="006056B1">
        <w:t>mon ami</w:t>
      </w:r>
      <w:r>
        <w:t xml:space="preserve">, </w:t>
      </w:r>
      <w:r w:rsidR="00E85E1B" w:rsidRPr="006056B1">
        <w:t>à dîner en redingote</w:t>
      </w:r>
      <w:r>
        <w:t xml:space="preserve">. </w:t>
      </w:r>
      <w:r w:rsidR="00E85E1B" w:rsidRPr="006056B1">
        <w:t>Vous donnerez votre frac et tout le reste à Sabine</w:t>
      </w:r>
      <w:r>
        <w:t xml:space="preserve">. </w:t>
      </w:r>
      <w:r w:rsidR="00E85E1B" w:rsidRPr="006056B1">
        <w:t>Ce sera pour le marquis</w:t>
      </w:r>
      <w:r>
        <w:t>.</w:t>
      </w:r>
    </w:p>
    <w:p w14:paraId="09E4A1AE" w14:textId="77777777" w:rsidR="006036B2" w:rsidRDefault="00E85E1B" w:rsidP="00E85E1B">
      <w:r w:rsidRPr="006056B1">
        <w:t>Ernest était enchanté d</w:t>
      </w:r>
      <w:r w:rsidR="006036B2">
        <w:t>’</w:t>
      </w:r>
      <w:r w:rsidRPr="006056B1">
        <w:t>avoir dans la pièce un rôle à part</w:t>
      </w:r>
      <w:r w:rsidR="006036B2">
        <w:t xml:space="preserve">. </w:t>
      </w:r>
      <w:r w:rsidRPr="006056B1">
        <w:t>Les six autres battirent des mains</w:t>
      </w:r>
      <w:r w:rsidR="006036B2">
        <w:t>.</w:t>
      </w:r>
    </w:p>
    <w:p w14:paraId="65B3431F" w14:textId="77777777" w:rsidR="006036B2" w:rsidRDefault="006036B2" w:rsidP="00E85E1B">
      <w:r>
        <w:t>— </w:t>
      </w:r>
      <w:r w:rsidR="00E85E1B" w:rsidRPr="006056B1">
        <w:t>Il n</w:t>
      </w:r>
      <w:r>
        <w:t>’</w:t>
      </w:r>
      <w:r w:rsidR="00E85E1B" w:rsidRPr="006056B1">
        <w:t>y a qu</w:t>
      </w:r>
      <w:r>
        <w:t>’</w:t>
      </w:r>
      <w:r w:rsidR="00E85E1B" w:rsidRPr="006056B1">
        <w:t>elle pour avoir de ces idées-là</w:t>
      </w:r>
      <w:r>
        <w:t xml:space="preserve"> ! </w:t>
      </w:r>
      <w:r w:rsidR="00E85E1B" w:rsidRPr="006056B1">
        <w:t>Épatant</w:t>
      </w:r>
      <w:r>
        <w:t xml:space="preserve"> ! </w:t>
      </w:r>
      <w:r w:rsidR="00E85E1B" w:rsidRPr="006056B1">
        <w:t>Ép</w:t>
      </w:r>
      <w:r w:rsidR="00E85E1B" w:rsidRPr="006056B1">
        <w:t>a</w:t>
      </w:r>
      <w:r w:rsidR="00E85E1B" w:rsidRPr="006056B1">
        <w:t>tant</w:t>
      </w:r>
      <w:r>
        <w:t> !</w:t>
      </w:r>
    </w:p>
    <w:p w14:paraId="388AD479" w14:textId="77777777" w:rsidR="006036B2" w:rsidRDefault="00E85E1B" w:rsidP="00E85E1B">
      <w:r w:rsidRPr="006056B1">
        <w:t>Une demi-heure plus tard</w:t>
      </w:r>
      <w:r w:rsidR="006036B2">
        <w:t xml:space="preserve">, </w:t>
      </w:r>
      <w:r w:rsidRPr="006056B1">
        <w:t>on était à table</w:t>
      </w:r>
      <w:r w:rsidR="006036B2">
        <w:t xml:space="preserve">, </w:t>
      </w:r>
      <w:r w:rsidRPr="006056B1">
        <w:t>le marquis en frac à la gauche de Sonia</w:t>
      </w:r>
      <w:r w:rsidR="006036B2">
        <w:t>.</w:t>
      </w:r>
    </w:p>
    <w:p w14:paraId="1B0B4B20" w14:textId="77777777" w:rsidR="006036B2" w:rsidRDefault="00E85E1B" w:rsidP="00E85E1B">
      <w:r w:rsidRPr="006056B1">
        <w:t>À vrai dire</w:t>
      </w:r>
      <w:r w:rsidR="006036B2">
        <w:t xml:space="preserve">, </w:t>
      </w:r>
      <w:r w:rsidRPr="006056B1">
        <w:t>pour les sept</w:t>
      </w:r>
      <w:r w:rsidR="006036B2">
        <w:t xml:space="preserve">, </w:t>
      </w:r>
      <w:r w:rsidRPr="006056B1">
        <w:t>ce fut une grande déception</w:t>
      </w:r>
      <w:r w:rsidR="006036B2">
        <w:t xml:space="preserve">. </w:t>
      </w:r>
      <w:r w:rsidRPr="006056B1">
        <w:t>Ils avaient compté s</w:t>
      </w:r>
      <w:r w:rsidR="006036B2">
        <w:t>’</w:t>
      </w:r>
      <w:r w:rsidRPr="006056B1">
        <w:t>amuser du bonhomme</w:t>
      </w:r>
      <w:r w:rsidR="006036B2">
        <w:t xml:space="preserve">, </w:t>
      </w:r>
      <w:r w:rsidRPr="006056B1">
        <w:t>et le spirituel Ernest</w:t>
      </w:r>
      <w:r w:rsidR="006036B2">
        <w:t xml:space="preserve">, </w:t>
      </w:r>
      <w:r w:rsidRPr="006056B1">
        <w:t>notamment</w:t>
      </w:r>
      <w:r w:rsidR="006036B2">
        <w:t xml:space="preserve">, </w:t>
      </w:r>
      <w:r w:rsidRPr="006056B1">
        <w:t xml:space="preserve">se préparait à lui </w:t>
      </w:r>
      <w:r w:rsidRPr="006056B1">
        <w:rPr>
          <w:i/>
          <w:iCs/>
        </w:rPr>
        <w:t>monter des scies</w:t>
      </w:r>
      <w:r w:rsidR="006036B2">
        <w:rPr>
          <w:i/>
          <w:iCs/>
        </w:rPr>
        <w:t xml:space="preserve">. </w:t>
      </w:r>
      <w:r w:rsidRPr="006056B1">
        <w:t>Mais</w:t>
      </w:r>
      <w:r w:rsidR="006036B2">
        <w:t xml:space="preserve">, </w:t>
      </w:r>
      <w:r w:rsidRPr="006056B1">
        <w:t>à la pr</w:t>
      </w:r>
      <w:r w:rsidRPr="006056B1">
        <w:t>e</w:t>
      </w:r>
      <w:r w:rsidRPr="006056B1">
        <w:t>mière tentative de ce genre</w:t>
      </w:r>
      <w:r w:rsidR="006036B2">
        <w:t xml:space="preserve">, </w:t>
      </w:r>
      <w:r w:rsidRPr="006056B1">
        <w:t>Sonia l</w:t>
      </w:r>
      <w:r w:rsidR="006036B2">
        <w:t>’</w:t>
      </w:r>
      <w:r w:rsidRPr="006056B1">
        <w:t>avait foudroyé d</w:t>
      </w:r>
      <w:r w:rsidR="006036B2">
        <w:t>’</w:t>
      </w:r>
      <w:r w:rsidRPr="006056B1">
        <w:t xml:space="preserve">un </w:t>
      </w:r>
      <w:r w:rsidRPr="006056B1">
        <w:lastRenderedPageBreak/>
        <w:t>regard que tout le monde avait compris</w:t>
      </w:r>
      <w:r w:rsidR="006036B2">
        <w:t xml:space="preserve"> ; </w:t>
      </w:r>
      <w:r w:rsidRPr="006056B1">
        <w:t>et le dîner avait commencé</w:t>
      </w:r>
      <w:r w:rsidR="006036B2">
        <w:t xml:space="preserve">, </w:t>
      </w:r>
      <w:r w:rsidRPr="006056B1">
        <w:t>en grande étiquette pour les sept</w:t>
      </w:r>
      <w:r w:rsidR="006036B2">
        <w:t xml:space="preserve">, </w:t>
      </w:r>
      <w:r w:rsidRPr="006056B1">
        <w:t>tout intime et joyeux entre Sonia et le vieillard</w:t>
      </w:r>
      <w:r w:rsidR="006036B2">
        <w:t> !</w:t>
      </w:r>
    </w:p>
    <w:p w14:paraId="1182919C" w14:textId="77777777" w:rsidR="006036B2" w:rsidRDefault="00E85E1B" w:rsidP="00E85E1B">
      <w:r w:rsidRPr="006056B1">
        <w:t>Ils faisaient un nez</w:t>
      </w:r>
      <w:r w:rsidR="006036B2">
        <w:t xml:space="preserve">, </w:t>
      </w:r>
      <w:r w:rsidRPr="006056B1">
        <w:t>les sept</w:t>
      </w:r>
      <w:r w:rsidR="006036B2">
        <w:t xml:space="preserve"> ! </w:t>
      </w:r>
      <w:r w:rsidRPr="006056B1">
        <w:t>Mais un nez en dedans</w:t>
      </w:r>
      <w:r w:rsidR="006036B2">
        <w:t xml:space="preserve">, </w:t>
      </w:r>
      <w:r w:rsidRPr="006056B1">
        <w:t>si l</w:t>
      </w:r>
      <w:r w:rsidR="006036B2">
        <w:t>’</w:t>
      </w:r>
      <w:r w:rsidRPr="006056B1">
        <w:t>on peut dire</w:t>
      </w:r>
      <w:r w:rsidR="006036B2">
        <w:t xml:space="preserve">. </w:t>
      </w:r>
      <w:r w:rsidRPr="006056B1">
        <w:t>Car montrer qu</w:t>
      </w:r>
      <w:r w:rsidR="006036B2">
        <w:t>’</w:t>
      </w:r>
      <w:r w:rsidRPr="006056B1">
        <w:t>on n</w:t>
      </w:r>
      <w:r w:rsidR="006036B2">
        <w:t>’</w:t>
      </w:r>
      <w:r w:rsidRPr="006056B1">
        <w:t>était pas très content</w:t>
      </w:r>
      <w:r w:rsidR="006036B2">
        <w:t xml:space="preserve">, </w:t>
      </w:r>
      <w:r w:rsidRPr="006056B1">
        <w:t>il n</w:t>
      </w:r>
      <w:r w:rsidR="006036B2">
        <w:t>’</w:t>
      </w:r>
      <w:r w:rsidRPr="006056B1">
        <w:t>y fa</w:t>
      </w:r>
      <w:r w:rsidRPr="006056B1">
        <w:t>l</w:t>
      </w:r>
      <w:r w:rsidRPr="006056B1">
        <w:t>lait pas songer</w:t>
      </w:r>
      <w:r w:rsidR="006036B2">
        <w:t> !</w:t>
      </w:r>
    </w:p>
    <w:p w14:paraId="282C2428" w14:textId="77777777" w:rsidR="006036B2" w:rsidRDefault="00E85E1B" w:rsidP="00E85E1B">
      <w:r w:rsidRPr="006056B1">
        <w:t>Ce nez intérieur s</w:t>
      </w:r>
      <w:r w:rsidR="006036B2">
        <w:t>’</w:t>
      </w:r>
      <w:r w:rsidRPr="006056B1">
        <w:t>allongea bien plus encore quand</w:t>
      </w:r>
      <w:r w:rsidR="006036B2">
        <w:t xml:space="preserve">, </w:t>
      </w:r>
      <w:r w:rsidRPr="006056B1">
        <w:t>tout à coup</w:t>
      </w:r>
      <w:r w:rsidR="006036B2">
        <w:t xml:space="preserve">, </w:t>
      </w:r>
      <w:r w:rsidRPr="006056B1">
        <w:t>Sonia dit au bonhomme</w:t>
      </w:r>
      <w:r w:rsidR="006036B2">
        <w:t> :</w:t>
      </w:r>
    </w:p>
    <w:p w14:paraId="37294DC0" w14:textId="77777777" w:rsidR="006036B2" w:rsidRDefault="006036B2" w:rsidP="00E85E1B">
      <w:r>
        <w:t>— </w:t>
      </w:r>
      <w:r w:rsidR="00E85E1B" w:rsidRPr="006056B1">
        <w:t>Ils sont embêtants</w:t>
      </w:r>
      <w:r>
        <w:t xml:space="preserve">, </w:t>
      </w:r>
      <w:r w:rsidR="00E85E1B" w:rsidRPr="006056B1">
        <w:t>hein</w:t>
      </w:r>
      <w:r>
        <w:t xml:space="preserve">, </w:t>
      </w:r>
      <w:r w:rsidR="00E85E1B" w:rsidRPr="006056B1">
        <w:t>ces messieurs</w:t>
      </w:r>
      <w:r>
        <w:t xml:space="preserve"> ? </w:t>
      </w:r>
      <w:r w:rsidR="00E85E1B" w:rsidRPr="006056B1">
        <w:t>Si nous les l</w:t>
      </w:r>
      <w:r w:rsidR="00E85E1B" w:rsidRPr="006056B1">
        <w:t>â</w:t>
      </w:r>
      <w:r w:rsidR="00E85E1B" w:rsidRPr="006056B1">
        <w:t>chions</w:t>
      </w:r>
      <w:r>
        <w:t> !</w:t>
      </w:r>
    </w:p>
    <w:p w14:paraId="646DE9B1" w14:textId="77777777" w:rsidR="006036B2" w:rsidRDefault="00E85E1B" w:rsidP="00E85E1B">
      <w:r w:rsidRPr="006056B1">
        <w:t>Le marquis se leva</w:t>
      </w:r>
      <w:r w:rsidR="006036B2">
        <w:t xml:space="preserve">, </w:t>
      </w:r>
      <w:r w:rsidRPr="006056B1">
        <w:t>lui offrit le bras de nouveau</w:t>
      </w:r>
      <w:r w:rsidR="006036B2">
        <w:t>.</w:t>
      </w:r>
    </w:p>
    <w:p w14:paraId="2BFBADAF" w14:textId="77777777" w:rsidR="006036B2" w:rsidRDefault="006036B2" w:rsidP="00E85E1B">
      <w:r>
        <w:t>— </w:t>
      </w:r>
      <w:r w:rsidR="00E85E1B" w:rsidRPr="006056B1">
        <w:t>Où allons-nous</w:t>
      </w:r>
      <w:r>
        <w:t xml:space="preserve"> ? </w:t>
      </w:r>
      <w:r w:rsidR="00E85E1B" w:rsidRPr="006056B1">
        <w:t>demanda-t-il</w:t>
      </w:r>
      <w:r>
        <w:t>.</w:t>
      </w:r>
    </w:p>
    <w:p w14:paraId="2E0D2059" w14:textId="77777777" w:rsidR="006036B2" w:rsidRDefault="00E85E1B" w:rsidP="00E85E1B">
      <w:r w:rsidRPr="006056B1">
        <w:t>Pour toute réponse</w:t>
      </w:r>
      <w:r w:rsidR="006036B2">
        <w:t xml:space="preserve">, </w:t>
      </w:r>
      <w:r w:rsidRPr="006056B1">
        <w:t>Sonia se mit à chanter ce couplet de la chanson</w:t>
      </w:r>
      <w:r w:rsidR="006036B2">
        <w:t xml:space="preserve">, </w:t>
      </w:r>
      <w:r w:rsidRPr="006056B1">
        <w:t>qu</w:t>
      </w:r>
      <w:r w:rsidR="006036B2">
        <w:t>’</w:t>
      </w:r>
      <w:r w:rsidRPr="006056B1">
        <w:t>elle avait retenu</w:t>
      </w:r>
      <w:r w:rsidR="006036B2">
        <w:t> :</w:t>
      </w:r>
    </w:p>
    <w:p w14:paraId="42F25E3B" w14:textId="7142E30B" w:rsidR="00E85E1B" w:rsidRPr="006056B1" w:rsidRDefault="00E85E1B" w:rsidP="00E85E1B">
      <w:pPr>
        <w:pStyle w:val="Taille-1RetraitGauche2XIndent0"/>
        <w:spacing w:before="0" w:after="0"/>
      </w:pPr>
      <w:r w:rsidRPr="006056B1">
        <w:t>J</w:t>
      </w:r>
      <w:r w:rsidR="006036B2">
        <w:t>’</w:t>
      </w:r>
      <w:r w:rsidRPr="006056B1">
        <w:t>ai couché trois ans</w:t>
      </w:r>
    </w:p>
    <w:p w14:paraId="0C4C6033" w14:textId="77777777" w:rsidR="006036B2" w:rsidRDefault="00E85E1B" w:rsidP="00E85E1B">
      <w:pPr>
        <w:pStyle w:val="Taille-1RetraitGauche2XIndent0"/>
        <w:spacing w:before="0" w:after="0"/>
      </w:pPr>
      <w:r w:rsidRPr="006056B1">
        <w:t>La nuit avec elle</w:t>
      </w:r>
      <w:r w:rsidR="006036B2">
        <w:t>,</w:t>
      </w:r>
    </w:p>
    <w:p w14:paraId="4C550593" w14:textId="489EB9D8" w:rsidR="00E85E1B" w:rsidRPr="006056B1" w:rsidRDefault="00E85E1B" w:rsidP="00E85E1B">
      <w:pPr>
        <w:pStyle w:val="Taille-1RetraitGauche2XIndent0"/>
        <w:spacing w:before="0" w:after="0"/>
      </w:pPr>
      <w:r w:rsidRPr="006056B1">
        <w:t>Dans de beaux draps blancs</w:t>
      </w:r>
    </w:p>
    <w:p w14:paraId="2158500A" w14:textId="77777777" w:rsidR="006036B2" w:rsidRDefault="00E85E1B" w:rsidP="00E85E1B">
      <w:pPr>
        <w:pStyle w:val="Taille-1RetraitGauche2XIndent0"/>
        <w:spacing w:before="0" w:after="0"/>
      </w:pPr>
      <w:r w:rsidRPr="006056B1">
        <w:t>Garnis de dentelle</w:t>
      </w:r>
      <w:r w:rsidR="006036B2">
        <w:t>.</w:t>
      </w:r>
    </w:p>
    <w:p w14:paraId="1C211B9F" w14:textId="77777777" w:rsidR="006036B2" w:rsidRDefault="00E85E1B" w:rsidP="00E85E1B">
      <w:pPr>
        <w:pStyle w:val="Taille-1RetraitGauche2XIndent0"/>
        <w:spacing w:before="0" w:after="0"/>
      </w:pPr>
      <w:r w:rsidRPr="006056B1">
        <w:t>Et bon</w:t>
      </w:r>
      <w:r w:rsidR="006036B2">
        <w:t xml:space="preserve">, </w:t>
      </w:r>
      <w:r w:rsidRPr="006056B1">
        <w:t>bon</w:t>
      </w:r>
      <w:r w:rsidR="006036B2">
        <w:t xml:space="preserve">, </w:t>
      </w:r>
      <w:r w:rsidRPr="006056B1">
        <w:t>bon</w:t>
      </w:r>
      <w:r w:rsidR="006036B2">
        <w:t>,</w:t>
      </w:r>
    </w:p>
    <w:p w14:paraId="1683AAD7" w14:textId="540342A8" w:rsidR="00E85E1B" w:rsidRPr="006056B1" w:rsidRDefault="00E85E1B" w:rsidP="00E85E1B">
      <w:pPr>
        <w:pStyle w:val="Taille-1RetraitGauche2XIndent0"/>
        <w:spacing w:before="0" w:after="0"/>
      </w:pPr>
      <w:r w:rsidRPr="006056B1">
        <w:t>Le bon vin m</w:t>
      </w:r>
      <w:r w:rsidR="006036B2">
        <w:t>’</w:t>
      </w:r>
      <w:r w:rsidRPr="006056B1">
        <w:t>endort</w:t>
      </w:r>
    </w:p>
    <w:p w14:paraId="12F589EF" w14:textId="77777777" w:rsidR="006036B2" w:rsidRDefault="00E85E1B" w:rsidP="00E85E1B">
      <w:pPr>
        <w:pStyle w:val="Taille-1RetraitGauche2XIndent0"/>
        <w:spacing w:before="0" w:after="0"/>
      </w:pPr>
      <w:r w:rsidRPr="006056B1">
        <w:t>Et l</w:t>
      </w:r>
      <w:r w:rsidR="006036B2">
        <w:t>’</w:t>
      </w:r>
      <w:r w:rsidRPr="006056B1">
        <w:t>amour m</w:t>
      </w:r>
      <w:r w:rsidR="006036B2">
        <w:t>’</w:t>
      </w:r>
      <w:r w:rsidRPr="006056B1">
        <w:t>y réveille encor</w:t>
      </w:r>
      <w:r w:rsidR="006036B2">
        <w:t>.</w:t>
      </w:r>
    </w:p>
    <w:p w14:paraId="104C147E" w14:textId="77777777" w:rsidR="006036B2" w:rsidRDefault="00E85E1B" w:rsidP="00E85E1B">
      <w:r w:rsidRPr="006056B1">
        <w:t>Et les sept</w:t>
      </w:r>
      <w:r w:rsidR="006036B2">
        <w:t xml:space="preserve">, </w:t>
      </w:r>
      <w:r w:rsidRPr="006056B1">
        <w:t>tous stupéfaits</w:t>
      </w:r>
      <w:r w:rsidR="006036B2">
        <w:t xml:space="preserve">, </w:t>
      </w:r>
      <w:r w:rsidRPr="006056B1">
        <w:t>cette fois</w:t>
      </w:r>
      <w:r w:rsidR="006036B2">
        <w:t xml:space="preserve">, </w:t>
      </w:r>
      <w:r w:rsidRPr="006056B1">
        <w:t>et ne dissimulant plus leur mécontentement</w:t>
      </w:r>
      <w:r w:rsidR="006036B2">
        <w:t xml:space="preserve">, </w:t>
      </w:r>
      <w:r w:rsidRPr="006056B1">
        <w:t>virent le couple disparaître dans l</w:t>
      </w:r>
      <w:r w:rsidR="006036B2">
        <w:t>’</w:t>
      </w:r>
      <w:r w:rsidRPr="006056B1">
        <w:t>escalier qui menait à la chambre de Sonia</w:t>
      </w:r>
      <w:r w:rsidR="006036B2">
        <w:t>.</w:t>
      </w:r>
    </w:p>
    <w:p w14:paraId="078C452B" w14:textId="77777777" w:rsidR="006036B2" w:rsidRDefault="006036B2" w:rsidP="00E85E1B">
      <w:r>
        <w:t>— </w:t>
      </w:r>
      <w:r w:rsidR="00E85E1B" w:rsidRPr="006056B1">
        <w:t>Hum</w:t>
      </w:r>
      <w:r>
        <w:t xml:space="preserve"> ! </w:t>
      </w:r>
      <w:r w:rsidR="00E85E1B" w:rsidRPr="006056B1">
        <w:t>osa dire Ernest</w:t>
      </w:r>
      <w:r>
        <w:t xml:space="preserve">, </w:t>
      </w:r>
      <w:r w:rsidR="00E85E1B" w:rsidRPr="006056B1">
        <w:t>elle est peut-être un peu raide</w:t>
      </w:r>
      <w:r>
        <w:t xml:space="preserve">, </w:t>
      </w:r>
      <w:r w:rsidR="00E85E1B" w:rsidRPr="006056B1">
        <w:t>celle-là</w:t>
      </w:r>
      <w:r>
        <w:t>.</w:t>
      </w:r>
    </w:p>
    <w:p w14:paraId="3F9BEE7F" w14:textId="77777777" w:rsidR="006036B2" w:rsidRDefault="006036B2" w:rsidP="00E85E1B">
      <w:r>
        <w:lastRenderedPageBreak/>
        <w:t>— </w:t>
      </w:r>
      <w:r w:rsidR="00E85E1B" w:rsidRPr="006056B1">
        <w:t>Sans doute</w:t>
      </w:r>
      <w:r>
        <w:t xml:space="preserve">, </w:t>
      </w:r>
      <w:r w:rsidR="00E85E1B" w:rsidRPr="006056B1">
        <w:t>fit le plus ancien de la ménagerie</w:t>
      </w:r>
      <w:r>
        <w:t xml:space="preserve">. </w:t>
      </w:r>
      <w:r w:rsidR="00E85E1B" w:rsidRPr="006056B1">
        <w:t>Un peu corsée</w:t>
      </w:r>
      <w:r>
        <w:t xml:space="preserve">, </w:t>
      </w:r>
      <w:r w:rsidR="00E85E1B" w:rsidRPr="006056B1">
        <w:t>oui</w:t>
      </w:r>
      <w:r>
        <w:t xml:space="preserve"> ; </w:t>
      </w:r>
      <w:r w:rsidR="00E85E1B" w:rsidRPr="006056B1">
        <w:t>mais d</w:t>
      </w:r>
      <w:r>
        <w:t>’</w:t>
      </w:r>
      <w:r w:rsidR="00E85E1B" w:rsidRPr="006056B1">
        <w:t xml:space="preserve">un </w:t>
      </w:r>
      <w:proofErr w:type="spellStart"/>
      <w:r w:rsidR="00E85E1B" w:rsidRPr="006056B1">
        <w:t>v</w:t>
      </w:r>
      <w:r>
        <w:t>’</w:t>
      </w:r>
      <w:r w:rsidR="00E85E1B" w:rsidRPr="006056B1">
        <w:t>lan</w:t>
      </w:r>
      <w:proofErr w:type="spellEnd"/>
      <w:r>
        <w:t xml:space="preserve"> ! </w:t>
      </w:r>
      <w:r w:rsidR="00E85E1B" w:rsidRPr="006056B1">
        <w:t>Il n</w:t>
      </w:r>
      <w:r>
        <w:t>’</w:t>
      </w:r>
      <w:r w:rsidR="00E85E1B" w:rsidRPr="006056B1">
        <w:t>y a qu</w:t>
      </w:r>
      <w:r>
        <w:t>’</w:t>
      </w:r>
      <w:r w:rsidR="00E85E1B" w:rsidRPr="006056B1">
        <w:t>elle</w:t>
      </w:r>
      <w:r>
        <w:t xml:space="preserve">, </w:t>
      </w:r>
      <w:r w:rsidR="00E85E1B" w:rsidRPr="006056B1">
        <w:t>vous savez</w:t>
      </w:r>
      <w:r>
        <w:t xml:space="preserve">, </w:t>
      </w:r>
      <w:r w:rsidR="00E85E1B" w:rsidRPr="006056B1">
        <w:t>pour trouver ça</w:t>
      </w:r>
      <w:r>
        <w:t> !</w:t>
      </w:r>
    </w:p>
    <w:p w14:paraId="5203727E" w14:textId="77777777" w:rsidR="006036B2" w:rsidRDefault="00E85E1B" w:rsidP="00E85E1B">
      <w:r w:rsidRPr="006056B1">
        <w:t>Le lendemain matin</w:t>
      </w:r>
      <w:r w:rsidR="006036B2">
        <w:t xml:space="preserve">, </w:t>
      </w:r>
      <w:r w:rsidRPr="006056B1">
        <w:t>à six heures</w:t>
      </w:r>
      <w:r w:rsidR="006036B2">
        <w:t xml:space="preserve">, </w:t>
      </w:r>
      <w:r w:rsidRPr="006056B1">
        <w:t>la cloche du château r</w:t>
      </w:r>
      <w:r w:rsidRPr="006056B1">
        <w:t>é</w:t>
      </w:r>
      <w:r w:rsidRPr="006056B1">
        <w:t>veilla tout le monde</w:t>
      </w:r>
      <w:r w:rsidR="006036B2">
        <w:t xml:space="preserve">, </w:t>
      </w:r>
      <w:r w:rsidRPr="006056B1">
        <w:t>sonnant le départ convenu pour Paris</w:t>
      </w:r>
      <w:r w:rsidR="006036B2">
        <w:t xml:space="preserve">. </w:t>
      </w:r>
      <w:r w:rsidRPr="006056B1">
        <w:t>Les sept se demandèrent s</w:t>
      </w:r>
      <w:r w:rsidR="006036B2">
        <w:t>’</w:t>
      </w:r>
      <w:r w:rsidRPr="006056B1">
        <w:t>ils devaient aller</w:t>
      </w:r>
      <w:r w:rsidR="006036B2">
        <w:t xml:space="preserve">, </w:t>
      </w:r>
      <w:r w:rsidRPr="006056B1">
        <w:t>selon leur habitude</w:t>
      </w:r>
      <w:r w:rsidR="006036B2">
        <w:t xml:space="preserve">, </w:t>
      </w:r>
      <w:r w:rsidRPr="006056B1">
        <w:t>s</w:t>
      </w:r>
      <w:r w:rsidRPr="006056B1">
        <w:t>a</w:t>
      </w:r>
      <w:r w:rsidRPr="006056B1">
        <w:t>luer Sonia dans son lit à son petit lever</w:t>
      </w:r>
      <w:r w:rsidR="006036B2">
        <w:t xml:space="preserve">. </w:t>
      </w:r>
      <w:r w:rsidRPr="006056B1">
        <w:t>Ernest surtout hésitait</w:t>
      </w:r>
      <w:r w:rsidR="006036B2">
        <w:t xml:space="preserve">. </w:t>
      </w:r>
      <w:r w:rsidRPr="006056B1">
        <w:t>Il fallut que Sabine vînt leur dire qu</w:t>
      </w:r>
      <w:r w:rsidR="006036B2">
        <w:t>’</w:t>
      </w:r>
      <w:r w:rsidRPr="006056B1">
        <w:t>on les exigeait absolument</w:t>
      </w:r>
      <w:r w:rsidR="006036B2">
        <w:t>.</w:t>
      </w:r>
    </w:p>
    <w:p w14:paraId="2BE0EBF7" w14:textId="77777777" w:rsidR="006036B2" w:rsidRDefault="00E85E1B" w:rsidP="00E85E1B">
      <w:r w:rsidRPr="006056B1">
        <w:t>Ils furent étonnés de trouver Sonia toute seule dans son lit</w:t>
      </w:r>
      <w:r w:rsidR="006036B2">
        <w:t>.</w:t>
      </w:r>
    </w:p>
    <w:p w14:paraId="3503AE4E" w14:textId="77777777" w:rsidR="006036B2" w:rsidRDefault="006036B2" w:rsidP="00E85E1B">
      <w:r>
        <w:t>— </w:t>
      </w:r>
      <w:r w:rsidR="00E85E1B" w:rsidRPr="006056B1">
        <w:t>Eh bien</w:t>
      </w:r>
      <w:r>
        <w:t xml:space="preserve"> ! </w:t>
      </w:r>
      <w:r w:rsidR="00E85E1B" w:rsidRPr="006056B1">
        <w:t>interrogea bravement Ernest</w:t>
      </w:r>
      <w:r>
        <w:t xml:space="preserve">, </w:t>
      </w:r>
      <w:r w:rsidR="00E85E1B" w:rsidRPr="006056B1">
        <w:t>et le marquis</w:t>
      </w:r>
      <w:r>
        <w:t> ?</w:t>
      </w:r>
    </w:p>
    <w:p w14:paraId="3E15EF93" w14:textId="77777777" w:rsidR="006036B2" w:rsidRDefault="006036B2" w:rsidP="00E85E1B">
      <w:r>
        <w:t>— </w:t>
      </w:r>
      <w:r w:rsidR="00E85E1B" w:rsidRPr="006056B1">
        <w:t>Il est parti de bonne heure</w:t>
      </w:r>
      <w:r>
        <w:t xml:space="preserve">, </w:t>
      </w:r>
      <w:r w:rsidR="00E85E1B" w:rsidRPr="006056B1">
        <w:t>répondit Sonia</w:t>
      </w:r>
      <w:r>
        <w:t>.</w:t>
      </w:r>
    </w:p>
    <w:p w14:paraId="66F8B301" w14:textId="77777777" w:rsidR="006036B2" w:rsidRDefault="006036B2" w:rsidP="00E85E1B">
      <w:r>
        <w:t>— </w:t>
      </w:r>
      <w:r w:rsidR="00E85E1B" w:rsidRPr="006056B1">
        <w:t>Un drôle de marquis</w:t>
      </w:r>
      <w:r>
        <w:t xml:space="preserve">, </w:t>
      </w:r>
      <w:r w:rsidR="00E85E1B" w:rsidRPr="006056B1">
        <w:t>tout de même</w:t>
      </w:r>
      <w:r>
        <w:t xml:space="preserve"> ! </w:t>
      </w:r>
      <w:r w:rsidR="00E85E1B" w:rsidRPr="006056B1">
        <w:t>s</w:t>
      </w:r>
      <w:r>
        <w:t>’</w:t>
      </w:r>
      <w:r w:rsidR="00E85E1B" w:rsidRPr="006056B1">
        <w:t>écria dédaigne</w:t>
      </w:r>
      <w:r w:rsidR="00E85E1B" w:rsidRPr="006056B1">
        <w:t>u</w:t>
      </w:r>
      <w:r w:rsidR="00E85E1B" w:rsidRPr="006056B1">
        <w:t>sement Ernest</w:t>
      </w:r>
      <w:r>
        <w:t xml:space="preserve">, </w:t>
      </w:r>
      <w:r w:rsidR="00E85E1B" w:rsidRPr="006056B1">
        <w:t>de plus en plus audacieux</w:t>
      </w:r>
      <w:r>
        <w:t>.</w:t>
      </w:r>
    </w:p>
    <w:p w14:paraId="5F67257E" w14:textId="77777777" w:rsidR="006036B2" w:rsidRDefault="006036B2" w:rsidP="00E85E1B">
      <w:r>
        <w:t>— </w:t>
      </w:r>
      <w:r w:rsidR="00E85E1B" w:rsidRPr="006056B1">
        <w:t>Pourquoi donc</w:t>
      </w:r>
      <w:r>
        <w:t xml:space="preserve"> ? </w:t>
      </w:r>
      <w:r w:rsidR="00E85E1B" w:rsidRPr="006056B1">
        <w:t>dit Sonia en s</w:t>
      </w:r>
      <w:r>
        <w:t>’</w:t>
      </w:r>
      <w:r w:rsidR="00E85E1B" w:rsidRPr="006056B1">
        <w:t>étirant</w:t>
      </w:r>
      <w:r>
        <w:t xml:space="preserve">. </w:t>
      </w:r>
      <w:r w:rsidR="00E85E1B" w:rsidRPr="006056B1">
        <w:t>Dame</w:t>
      </w:r>
      <w:r>
        <w:t xml:space="preserve"> ! </w:t>
      </w:r>
      <w:r w:rsidR="00E85E1B" w:rsidRPr="006056B1">
        <w:t>Il a ses habitudes</w:t>
      </w:r>
      <w:r>
        <w:t xml:space="preserve">, </w:t>
      </w:r>
      <w:r w:rsidR="00E85E1B" w:rsidRPr="006056B1">
        <w:t>il faut croire</w:t>
      </w:r>
      <w:r>
        <w:t xml:space="preserve">, </w:t>
      </w:r>
      <w:r w:rsidR="00E85E1B" w:rsidRPr="006056B1">
        <w:t>c</w:t>
      </w:r>
      <w:r>
        <w:t>’</w:t>
      </w:r>
      <w:r w:rsidR="00E85E1B" w:rsidRPr="006056B1">
        <w:t>t</w:t>
      </w:r>
      <w:r>
        <w:t>’</w:t>
      </w:r>
      <w:r w:rsidR="00E85E1B" w:rsidRPr="006056B1">
        <w:t>homme</w:t>
      </w:r>
      <w:r>
        <w:t> !</w:t>
      </w:r>
    </w:p>
    <w:p w14:paraId="564CC29A" w14:textId="77777777" w:rsidR="006036B2" w:rsidRDefault="006036B2" w:rsidP="00E85E1B">
      <w:r>
        <w:t>— </w:t>
      </w:r>
      <w:r w:rsidR="00E85E1B" w:rsidRPr="006056B1">
        <w:t>Vous savez</w:t>
      </w:r>
      <w:r>
        <w:t xml:space="preserve">, </w:t>
      </w:r>
      <w:r w:rsidR="00E85E1B" w:rsidRPr="006056B1">
        <w:t>madame</w:t>
      </w:r>
      <w:r>
        <w:t xml:space="preserve">, </w:t>
      </w:r>
      <w:r w:rsidR="00E85E1B" w:rsidRPr="006056B1">
        <w:t>interrompit Sabine</w:t>
      </w:r>
      <w:r>
        <w:t xml:space="preserve">, </w:t>
      </w:r>
      <w:r w:rsidR="00E85E1B" w:rsidRPr="006056B1">
        <w:t>qu</w:t>
      </w:r>
      <w:r>
        <w:t>’</w:t>
      </w:r>
      <w:r w:rsidR="00E85E1B" w:rsidRPr="006056B1">
        <w:t>il est rev</w:t>
      </w:r>
      <w:r w:rsidR="00E85E1B" w:rsidRPr="006056B1">
        <w:t>e</w:t>
      </w:r>
      <w:r w:rsidR="00E85E1B" w:rsidRPr="006056B1">
        <w:t>nu une demi-heure après être sorti</w:t>
      </w:r>
      <w:r>
        <w:t>.</w:t>
      </w:r>
    </w:p>
    <w:p w14:paraId="77999F0D" w14:textId="77777777" w:rsidR="006036B2" w:rsidRDefault="006036B2" w:rsidP="00E85E1B">
      <w:r>
        <w:t>— </w:t>
      </w:r>
      <w:r w:rsidR="00E85E1B" w:rsidRPr="006056B1">
        <w:t>Ah</w:t>
      </w:r>
      <w:r>
        <w:t xml:space="preserve"> ! </w:t>
      </w:r>
      <w:r w:rsidR="00E85E1B" w:rsidRPr="006056B1">
        <w:t>fit Sonia</w:t>
      </w:r>
      <w:r>
        <w:t xml:space="preserve">, </w:t>
      </w:r>
      <w:r w:rsidR="00E85E1B" w:rsidRPr="006056B1">
        <w:t>levée et rôdant par la chambre</w:t>
      </w:r>
      <w:r>
        <w:t xml:space="preserve">. </w:t>
      </w:r>
      <w:r w:rsidR="00E85E1B" w:rsidRPr="006056B1">
        <w:t>Il est rev</w:t>
      </w:r>
      <w:r w:rsidR="00E85E1B" w:rsidRPr="006056B1">
        <w:t>e</w:t>
      </w:r>
      <w:r w:rsidR="00E85E1B" w:rsidRPr="006056B1">
        <w:t>nu</w:t>
      </w:r>
      <w:r>
        <w:t xml:space="preserve"> ? </w:t>
      </w:r>
      <w:r w:rsidR="00E85E1B" w:rsidRPr="006056B1">
        <w:t>Et qu</w:t>
      </w:r>
      <w:r>
        <w:t>’</w:t>
      </w:r>
      <w:r w:rsidR="00E85E1B" w:rsidRPr="006056B1">
        <w:t>est-ce qu</w:t>
      </w:r>
      <w:r>
        <w:t>’</w:t>
      </w:r>
      <w:r w:rsidR="00E85E1B" w:rsidRPr="006056B1">
        <w:t>il voulait</w:t>
      </w:r>
      <w:r>
        <w:t> ?</w:t>
      </w:r>
    </w:p>
    <w:p w14:paraId="19492555" w14:textId="77777777" w:rsidR="006036B2" w:rsidRDefault="006036B2" w:rsidP="00E85E1B">
      <w:r>
        <w:t>— </w:t>
      </w:r>
      <w:r w:rsidR="00E85E1B" w:rsidRPr="006056B1">
        <w:t>Il ne l</w:t>
      </w:r>
      <w:r>
        <w:t>’</w:t>
      </w:r>
      <w:r w:rsidR="00E85E1B" w:rsidRPr="006056B1">
        <w:t>a pas dit</w:t>
      </w:r>
      <w:r>
        <w:t xml:space="preserve">, </w:t>
      </w:r>
      <w:r w:rsidR="00E85E1B" w:rsidRPr="006056B1">
        <w:t>madame</w:t>
      </w:r>
      <w:r>
        <w:t xml:space="preserve">. </w:t>
      </w:r>
      <w:r w:rsidR="00E85E1B" w:rsidRPr="006056B1">
        <w:t>Il est remonté vous voir</w:t>
      </w:r>
      <w:r>
        <w:t xml:space="preserve">, </w:t>
      </w:r>
      <w:r w:rsidR="00E85E1B" w:rsidRPr="006056B1">
        <w:t>si</w:t>
      </w:r>
      <w:r w:rsidR="00E85E1B" w:rsidRPr="006056B1">
        <w:t>m</w:t>
      </w:r>
      <w:r w:rsidR="00E85E1B" w:rsidRPr="006056B1">
        <w:t>plement</w:t>
      </w:r>
      <w:r>
        <w:t xml:space="preserve">. </w:t>
      </w:r>
      <w:r w:rsidR="00E85E1B" w:rsidRPr="006056B1">
        <w:t>Il était rhabillé avec ses loques</w:t>
      </w:r>
      <w:r>
        <w:t>.</w:t>
      </w:r>
    </w:p>
    <w:p w14:paraId="30DF4469" w14:textId="77777777" w:rsidR="006036B2" w:rsidRDefault="00E85E1B" w:rsidP="00E85E1B">
      <w:r w:rsidRPr="006056B1">
        <w:t>Tout à coup Sonia poussa un grand cri en battant des mains</w:t>
      </w:r>
      <w:r w:rsidR="006036B2">
        <w:t xml:space="preserve">. </w:t>
      </w:r>
      <w:r w:rsidRPr="006056B1">
        <w:t>Les sept accoururent l</w:t>
      </w:r>
      <w:r w:rsidR="006036B2">
        <w:t>’</w:t>
      </w:r>
      <w:r w:rsidRPr="006056B1">
        <w:t>entourer</w:t>
      </w:r>
      <w:r w:rsidR="006036B2">
        <w:t>.</w:t>
      </w:r>
    </w:p>
    <w:p w14:paraId="22C2FF44" w14:textId="77777777" w:rsidR="006036B2" w:rsidRDefault="006036B2" w:rsidP="00E85E1B">
      <w:r>
        <w:t>— </w:t>
      </w:r>
      <w:r w:rsidR="00E85E1B" w:rsidRPr="006056B1">
        <w:t>Là</w:t>
      </w:r>
      <w:r>
        <w:t xml:space="preserve">, </w:t>
      </w:r>
      <w:r w:rsidR="00E85E1B" w:rsidRPr="006056B1">
        <w:t>là</w:t>
      </w:r>
      <w:r>
        <w:t xml:space="preserve">, </w:t>
      </w:r>
      <w:r w:rsidR="00E85E1B" w:rsidRPr="006056B1">
        <w:t>s</w:t>
      </w:r>
      <w:r>
        <w:t>’</w:t>
      </w:r>
      <w:r w:rsidR="00E85E1B" w:rsidRPr="006056B1">
        <w:t>exclamait-elle</w:t>
      </w:r>
      <w:r>
        <w:t xml:space="preserve">, </w:t>
      </w:r>
      <w:r w:rsidR="00E85E1B" w:rsidRPr="006056B1">
        <w:t>là</w:t>
      </w:r>
      <w:r>
        <w:t xml:space="preserve">, </w:t>
      </w:r>
      <w:r w:rsidR="00E85E1B" w:rsidRPr="006056B1">
        <w:t>sur la cheminée</w:t>
      </w:r>
      <w:r>
        <w:t xml:space="preserve">, </w:t>
      </w:r>
      <w:r w:rsidR="00E85E1B" w:rsidRPr="006056B1">
        <w:t>regardez donc</w:t>
      </w:r>
      <w:r>
        <w:t xml:space="preserve"> ! </w:t>
      </w:r>
      <w:r w:rsidR="00E85E1B" w:rsidRPr="006056B1">
        <w:t>Est-ce charmant</w:t>
      </w:r>
      <w:r>
        <w:t xml:space="preserve"> ! </w:t>
      </w:r>
      <w:r w:rsidR="00E85E1B" w:rsidRPr="006056B1">
        <w:t>Mais regardez donc</w:t>
      </w:r>
      <w:r>
        <w:t> !</w:t>
      </w:r>
    </w:p>
    <w:p w14:paraId="5B9F6400" w14:textId="77777777" w:rsidR="006036B2" w:rsidRDefault="00E85E1B" w:rsidP="00E85E1B">
      <w:r w:rsidRPr="006056B1">
        <w:lastRenderedPageBreak/>
        <w:t>Et</w:t>
      </w:r>
      <w:r w:rsidR="006036B2">
        <w:t xml:space="preserve">, </w:t>
      </w:r>
      <w:r w:rsidRPr="006056B1">
        <w:t>les yeux à la fois souriants et mélancoliques</w:t>
      </w:r>
      <w:r w:rsidR="006036B2">
        <w:t xml:space="preserve">, </w:t>
      </w:r>
      <w:r w:rsidRPr="006056B1">
        <w:t>dans un a</w:t>
      </w:r>
      <w:r w:rsidRPr="006056B1">
        <w:t>t</w:t>
      </w:r>
      <w:r w:rsidRPr="006056B1">
        <w:t>tendrissement qu</w:t>
      </w:r>
      <w:r w:rsidR="006036B2">
        <w:t>’</w:t>
      </w:r>
      <w:r w:rsidRPr="006056B1">
        <w:t>ils ne comprirent pas</w:t>
      </w:r>
      <w:r w:rsidR="006036B2">
        <w:t xml:space="preserve">, </w:t>
      </w:r>
      <w:r w:rsidRPr="006056B1">
        <w:t>elle leur montrait un petit bouquet de fleurs des champs à côté d</w:t>
      </w:r>
      <w:r w:rsidR="006036B2">
        <w:t>’</w:t>
      </w:r>
      <w:r w:rsidRPr="006056B1">
        <w:t>une pile de sous</w:t>
      </w:r>
      <w:r w:rsidR="006036B2">
        <w:t>.</w:t>
      </w:r>
    </w:p>
    <w:p w14:paraId="1088BCF6" w14:textId="77777777" w:rsidR="006036B2" w:rsidRDefault="00E85E1B" w:rsidP="00E85E1B">
      <w:r w:rsidRPr="006056B1">
        <w:t>Machinalement elle compta les sous</w:t>
      </w:r>
      <w:r w:rsidR="006036B2">
        <w:t xml:space="preserve">, </w:t>
      </w:r>
      <w:r w:rsidRPr="006056B1">
        <w:t>et soudain se prit à pleurer</w:t>
      </w:r>
      <w:r w:rsidR="006036B2">
        <w:t>.</w:t>
      </w:r>
    </w:p>
    <w:p w14:paraId="0A9931ED" w14:textId="77777777" w:rsidR="006036B2" w:rsidRDefault="00E85E1B">
      <w:r w:rsidRPr="006056B1">
        <w:t>Il y en avait quarante-sept</w:t>
      </w:r>
      <w:r w:rsidR="006036B2">
        <w:t>.</w:t>
      </w:r>
    </w:p>
    <w:p w14:paraId="5824C1EB" w14:textId="68C5E2C3" w:rsidR="00E85E1B" w:rsidRDefault="00E85E1B">
      <w:pPr>
        <w:sectPr w:rsidR="00E85E1B" w:rsidSect="006036B2">
          <w:footerReference w:type="default" r:id="rId10"/>
          <w:endnotePr>
            <w:numFmt w:val="lowerLetter"/>
          </w:endnotePr>
          <w:pgSz w:w="11906" w:h="16838" w:code="9"/>
          <w:pgMar w:top="1134" w:right="1134" w:bottom="1134" w:left="1134" w:header="709" w:footer="709" w:gutter="0"/>
          <w:cols w:space="708"/>
          <w:titlePg/>
          <w:docGrid w:linePitch="360"/>
        </w:sectPr>
      </w:pPr>
    </w:p>
    <w:p w14:paraId="1530327C" w14:textId="77777777" w:rsidR="00E85E1B" w:rsidRDefault="00E85E1B" w:rsidP="00CC2CBC">
      <w:pPr>
        <w:pStyle w:val="Titre1"/>
        <w:spacing w:before="0" w:after="480"/>
      </w:pPr>
      <w:bookmarkStart w:id="27" w:name="_Toc194853060"/>
      <w:r>
        <w:lastRenderedPageBreak/>
        <w:t xml:space="preserve">À propos de cette </w:t>
      </w:r>
      <w:r w:rsidRPr="007C1C6B">
        <w:t>édition</w:t>
      </w:r>
      <w:r>
        <w:t xml:space="preserve"> électronique</w:t>
      </w:r>
      <w:bookmarkEnd w:id="27"/>
    </w:p>
    <w:p w14:paraId="17631BBB" w14:textId="77777777" w:rsidR="008C09BE" w:rsidRPr="00633842" w:rsidRDefault="008C09BE" w:rsidP="008C09BE">
      <w:pPr>
        <w:spacing w:before="180" w:after="180"/>
        <w:ind w:firstLine="0"/>
        <w:jc w:val="center"/>
        <w:rPr>
          <w:b/>
          <w:bCs/>
          <w:szCs w:val="32"/>
        </w:rPr>
      </w:pPr>
      <w:r w:rsidRPr="00633842">
        <w:rPr>
          <w:b/>
          <w:bCs/>
          <w:szCs w:val="32"/>
        </w:rPr>
        <w:t>Texte libre de droits.</w:t>
      </w:r>
    </w:p>
    <w:p w14:paraId="502BA51B" w14:textId="77777777" w:rsidR="008C09BE" w:rsidRPr="00633842" w:rsidRDefault="008C09BE" w:rsidP="008C09BE">
      <w:pPr>
        <w:pStyle w:val="Centr"/>
        <w:spacing w:before="180" w:after="180"/>
      </w:pPr>
      <w:r w:rsidRPr="00633842">
        <w:t>Corrections, édition, conversion informatique et publication par le groupe :</w:t>
      </w:r>
    </w:p>
    <w:p w14:paraId="3569E449" w14:textId="77777777" w:rsidR="008C09BE" w:rsidRPr="00633842" w:rsidRDefault="008C09BE" w:rsidP="008C09BE">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3A679871" w14:textId="77777777" w:rsidR="008C09BE" w:rsidRPr="00633842" w:rsidRDefault="008C09BE" w:rsidP="008C09BE">
      <w:pPr>
        <w:pStyle w:val="Centr"/>
        <w:spacing w:before="180" w:after="180"/>
      </w:pPr>
      <w:hyperlink r:id="rId11" w:history="1">
        <w:r w:rsidRPr="00F74CD6">
          <w:rPr>
            <w:rStyle w:val="Lienhypertexte"/>
          </w:rPr>
          <w:t>https://groups.google.com/g/ebooksgratuits</w:t>
        </w:r>
      </w:hyperlink>
    </w:p>
    <w:p w14:paraId="334FEB50" w14:textId="77777777" w:rsidR="008C09BE" w:rsidRPr="00633842" w:rsidRDefault="008C09BE" w:rsidP="008C09BE">
      <w:pPr>
        <w:pStyle w:val="Centr"/>
        <w:spacing w:before="180" w:after="180"/>
      </w:pPr>
      <w:r w:rsidRPr="00633842">
        <w:t>Adresse du site web du groupe :</w:t>
      </w:r>
      <w:r w:rsidRPr="00633842">
        <w:br/>
      </w:r>
      <w:hyperlink r:id="rId12" w:history="1">
        <w:r w:rsidRPr="00F5257C">
          <w:rPr>
            <w:rStyle w:val="Lienhypertexte"/>
            <w:b/>
            <w:bCs/>
            <w:szCs w:val="32"/>
          </w:rPr>
          <w:t>https://www.ebooksgratuits.com/</w:t>
        </w:r>
      </w:hyperlink>
    </w:p>
    <w:p w14:paraId="1C0321C0" w14:textId="77777777" w:rsidR="008C09BE" w:rsidRPr="00633842" w:rsidRDefault="008C09BE" w:rsidP="008C09BE">
      <w:pPr>
        <w:pStyle w:val="Centr"/>
        <w:spacing w:before="180" w:after="180"/>
      </w:pPr>
      <w:r w:rsidRPr="00633842">
        <w:t>—</w:t>
      </w:r>
    </w:p>
    <w:p w14:paraId="3F327361" w14:textId="77777777" w:rsidR="008C09BE" w:rsidRPr="00633842" w:rsidRDefault="008C09BE" w:rsidP="008C09BE">
      <w:pPr>
        <w:spacing w:before="180" w:after="180"/>
        <w:ind w:firstLine="0"/>
        <w:jc w:val="center"/>
        <w:rPr>
          <w:b/>
          <w:bCs/>
          <w:szCs w:val="32"/>
        </w:rPr>
      </w:pPr>
      <w:r>
        <w:rPr>
          <w:b/>
          <w:bCs/>
          <w:szCs w:val="32"/>
        </w:rPr>
        <w:t>Avril 2025</w:t>
      </w:r>
    </w:p>
    <w:p w14:paraId="0D8125A9" w14:textId="77777777" w:rsidR="008C09BE" w:rsidRPr="00633842" w:rsidRDefault="008C09BE" w:rsidP="008C09BE">
      <w:pPr>
        <w:pStyle w:val="Centr"/>
        <w:spacing w:before="180" w:after="180"/>
      </w:pPr>
      <w:r w:rsidRPr="00633842">
        <w:t>—</w:t>
      </w:r>
    </w:p>
    <w:p w14:paraId="2E8E7A92" w14:textId="77777777" w:rsidR="008C09BE" w:rsidRPr="00633842" w:rsidRDefault="008C09BE" w:rsidP="008C09BE">
      <w:pPr>
        <w:spacing w:before="180" w:after="180"/>
      </w:pPr>
      <w:r w:rsidRPr="00633842">
        <w:t>– </w:t>
      </w:r>
      <w:r w:rsidRPr="00633842">
        <w:rPr>
          <w:b/>
        </w:rPr>
        <w:t>Élaboration de ce livre électronique</w:t>
      </w:r>
      <w:r w:rsidRPr="00633842">
        <w:t> :</w:t>
      </w:r>
    </w:p>
    <w:p w14:paraId="2B00F308" w14:textId="388375D8" w:rsidR="008C09BE" w:rsidRPr="00633842" w:rsidRDefault="008C09BE" w:rsidP="008C09BE">
      <w:pPr>
        <w:suppressAutoHyphens/>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8C09BE">
        <w:t>Chloet</w:t>
      </w:r>
      <w:proofErr w:type="spellEnd"/>
      <w:r w:rsidRPr="008C09BE">
        <w:t xml:space="preserve">, Jean-Marc, </w:t>
      </w:r>
      <w:proofErr w:type="spellStart"/>
      <w:r w:rsidRPr="008C09BE">
        <w:t>DanielS</w:t>
      </w:r>
      <w:proofErr w:type="spellEnd"/>
      <w:r>
        <w:t xml:space="preserve">, </w:t>
      </w:r>
      <w:proofErr w:type="spellStart"/>
      <w:r>
        <w:t>Coolmicro</w:t>
      </w:r>
      <w:proofErr w:type="spellEnd"/>
      <w:r>
        <w:t>.</w:t>
      </w:r>
    </w:p>
    <w:p w14:paraId="5E783207" w14:textId="77777777" w:rsidR="008C09BE" w:rsidRPr="00633842" w:rsidRDefault="008C09BE" w:rsidP="008C09BE">
      <w:pPr>
        <w:spacing w:before="180" w:after="180"/>
      </w:pPr>
      <w:r w:rsidRPr="00633842">
        <w:t>– </w:t>
      </w:r>
      <w:r w:rsidRPr="00633842">
        <w:rPr>
          <w:b/>
        </w:rPr>
        <w:t>Dispositions</w:t>
      </w:r>
      <w:r w:rsidRPr="00633842">
        <w:t> :</w:t>
      </w:r>
    </w:p>
    <w:p w14:paraId="44241241" w14:textId="77777777" w:rsidR="008C09BE" w:rsidRPr="00633842" w:rsidRDefault="008C09BE" w:rsidP="008C09BE">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36DD2E0B" w14:textId="77777777" w:rsidR="008C09BE" w:rsidRPr="00633842" w:rsidRDefault="008C09BE" w:rsidP="008C09BE">
      <w:pPr>
        <w:spacing w:before="180" w:after="180"/>
      </w:pPr>
      <w:r w:rsidRPr="00633842">
        <w:t>– </w:t>
      </w:r>
      <w:r w:rsidRPr="00633842">
        <w:rPr>
          <w:b/>
        </w:rPr>
        <w:t>Qualité</w:t>
      </w:r>
      <w:r w:rsidRPr="00633842">
        <w:t> :</w:t>
      </w:r>
    </w:p>
    <w:p w14:paraId="5E3C1B16" w14:textId="77777777" w:rsidR="008C09BE" w:rsidRPr="00633842" w:rsidRDefault="008C09BE" w:rsidP="008C09BE">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42E7F295" w14:textId="77777777" w:rsidR="008C09BE" w:rsidRPr="00633842" w:rsidRDefault="008C09BE" w:rsidP="008C09BE">
      <w:pPr>
        <w:spacing w:before="180" w:after="180"/>
        <w:ind w:firstLine="0"/>
        <w:jc w:val="center"/>
        <w:rPr>
          <w:i/>
          <w:iCs/>
          <w:szCs w:val="32"/>
        </w:rPr>
      </w:pPr>
      <w:r w:rsidRPr="00633842">
        <w:rPr>
          <w:i/>
          <w:iCs/>
          <w:szCs w:val="32"/>
        </w:rPr>
        <w:t>Votre aide est la bienvenue !</w:t>
      </w:r>
    </w:p>
    <w:p w14:paraId="76CF0ADE" w14:textId="2E1C5AF5" w:rsidR="00E85E1B" w:rsidRPr="007C1C6B" w:rsidRDefault="008C09BE" w:rsidP="008C09BE">
      <w:pPr>
        <w:pStyle w:val="Centr"/>
        <w:suppressAutoHyphens/>
        <w:spacing w:before="180" w:after="180"/>
      </w:pPr>
      <w:r w:rsidRPr="00633842">
        <w:t>VOUS POUVEZ NOUS AIDER À FAIRE CONNAÎTRE CES CLASSIQUES LITTÉRAIRES.</w:t>
      </w:r>
    </w:p>
    <w:sectPr w:rsidR="00E85E1B" w:rsidRPr="007C1C6B" w:rsidSect="00CC2CBC">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FA466" w14:textId="77777777" w:rsidR="00A645DE" w:rsidRDefault="00A645DE">
      <w:r>
        <w:separator/>
      </w:r>
    </w:p>
  </w:endnote>
  <w:endnote w:type="continuationSeparator" w:id="0">
    <w:p w14:paraId="2707AA91" w14:textId="77777777" w:rsidR="00A645DE" w:rsidRDefault="00A64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Courier"/>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5A87A" w14:textId="77777777" w:rsidR="00E85E1B" w:rsidRDefault="00E85E1B">
    <w:pPr>
      <w:pStyle w:val="Pieddepage"/>
    </w:pPr>
    <w:r>
      <w:t xml:space="preserve">– </w:t>
    </w:r>
    <w:r>
      <w:rPr>
        <w:rStyle w:val="Numrodepage"/>
      </w:rPr>
      <w:fldChar w:fldCharType="begin"/>
    </w:r>
    <w:r>
      <w:rPr>
        <w:rStyle w:val="Numrodepage"/>
      </w:rPr>
      <w:instrText xml:space="preserve"> </w:instrText>
    </w:r>
    <w:r w:rsidR="007167CD">
      <w:rPr>
        <w:rStyle w:val="Numrodepage"/>
      </w:rPr>
      <w:instrText>PAGE</w:instrText>
    </w:r>
    <w:r>
      <w:rPr>
        <w:rStyle w:val="Numrodepage"/>
      </w:rPr>
      <w:instrText xml:space="preserv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9DE46" w14:textId="77777777" w:rsidR="00E85E1B" w:rsidRDefault="00E85E1B">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w:instrText>
    </w:r>
    <w:r w:rsidR="007167CD">
      <w:rPr>
        <w:rStyle w:val="Numrodepage"/>
        <w:sz w:val="30"/>
        <w:szCs w:val="30"/>
      </w:rPr>
      <w:instrText>PAGE</w:instrText>
    </w:r>
    <w:r>
      <w:rPr>
        <w:rStyle w:val="Numrodepage"/>
        <w:sz w:val="30"/>
        <w:szCs w:val="30"/>
      </w:rPr>
      <w:instrText xml:space="preserve"> </w:instrText>
    </w:r>
    <w:r>
      <w:rPr>
        <w:rStyle w:val="Numrodepage"/>
        <w:sz w:val="30"/>
        <w:szCs w:val="30"/>
      </w:rPr>
      <w:fldChar w:fldCharType="separate"/>
    </w:r>
    <w:r w:rsidR="00016DDD">
      <w:rPr>
        <w:rStyle w:val="Numrodepage"/>
        <w:noProof/>
        <w:sz w:val="30"/>
        <w:szCs w:val="30"/>
      </w:rPr>
      <w:t>153</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9C0B5" w14:textId="77777777" w:rsidR="00A645DE" w:rsidRDefault="00A645DE">
      <w:r>
        <w:separator/>
      </w:r>
    </w:p>
  </w:footnote>
  <w:footnote w:type="continuationSeparator" w:id="0">
    <w:p w14:paraId="2165DB49" w14:textId="77777777" w:rsidR="00A645DE" w:rsidRDefault="00A645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624800195">
    <w:abstractNumId w:val="10"/>
  </w:num>
  <w:num w:numId="2" w16cid:durableId="876969731">
    <w:abstractNumId w:val="11"/>
  </w:num>
  <w:num w:numId="3" w16cid:durableId="2009211317">
    <w:abstractNumId w:val="12"/>
  </w:num>
  <w:num w:numId="4" w16cid:durableId="1336809398">
    <w:abstractNumId w:val="13"/>
  </w:num>
  <w:num w:numId="5" w16cid:durableId="1253784060">
    <w:abstractNumId w:val="8"/>
  </w:num>
  <w:num w:numId="6" w16cid:durableId="893661578">
    <w:abstractNumId w:val="3"/>
  </w:num>
  <w:num w:numId="7" w16cid:durableId="761024651">
    <w:abstractNumId w:val="2"/>
  </w:num>
  <w:num w:numId="8" w16cid:durableId="748307453">
    <w:abstractNumId w:val="1"/>
  </w:num>
  <w:num w:numId="9" w16cid:durableId="269551991">
    <w:abstractNumId w:val="0"/>
  </w:num>
  <w:num w:numId="10" w16cid:durableId="1531453089">
    <w:abstractNumId w:val="9"/>
  </w:num>
  <w:num w:numId="11" w16cid:durableId="1348942318">
    <w:abstractNumId w:val="7"/>
  </w:num>
  <w:num w:numId="12" w16cid:durableId="668290930">
    <w:abstractNumId w:val="6"/>
  </w:num>
  <w:num w:numId="13" w16cid:durableId="13389449">
    <w:abstractNumId w:val="5"/>
  </w:num>
  <w:num w:numId="14" w16cid:durableId="4345245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16DDD"/>
    <w:rsid w:val="00211DA5"/>
    <w:rsid w:val="006036B2"/>
    <w:rsid w:val="007167CD"/>
    <w:rsid w:val="008C09BE"/>
    <w:rsid w:val="009C7152"/>
    <w:rsid w:val="00A645DE"/>
    <w:rsid w:val="00AC5DF5"/>
    <w:rsid w:val="00CC2CBC"/>
    <w:rsid w:val="00E6606E"/>
    <w:rsid w:val="00E85E1B"/>
  </w:rsids>
  <m:mathPr>
    <m:mathFont m:val="Cambria Math"/>
    <m:brkBin m:val="before"/>
    <m:brkBinSub m:val="--"/>
    <m:smallFrac m:val="0"/>
    <m:dispDef m:val="0"/>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ED8A98"/>
  <w15:chartTrackingRefBased/>
  <w15:docId w15:val="{71A3E670-729D-436B-AC82-C09F368C5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6B2"/>
    <w:pPr>
      <w:spacing w:before="240" w:after="240"/>
      <w:ind w:firstLine="680"/>
      <w:jc w:val="both"/>
    </w:pPr>
    <w:rPr>
      <w:rFonts w:ascii="Amasis30" w:hAnsi="Amasis30"/>
      <w:sz w:val="36"/>
      <w:szCs w:val="24"/>
    </w:rPr>
  </w:style>
  <w:style w:type="paragraph" w:styleId="Titre1">
    <w:name w:val="heading 1"/>
    <w:basedOn w:val="Normal"/>
    <w:next w:val="Normal"/>
    <w:qFormat/>
    <w:rsid w:val="006036B2"/>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6036B2"/>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6036B2"/>
    <w:pPr>
      <w:keepNext/>
      <w:suppressAutoHyphens/>
      <w:spacing w:before="480"/>
      <w:ind w:firstLine="0"/>
      <w:jc w:val="center"/>
      <w:outlineLvl w:val="2"/>
    </w:pPr>
    <w:rPr>
      <w:rFonts w:cs="Arial"/>
      <w:b/>
      <w:bCs/>
      <w:sz w:val="40"/>
      <w:szCs w:val="36"/>
    </w:rPr>
  </w:style>
  <w:style w:type="paragraph" w:styleId="Titre4">
    <w:name w:val="heading 4"/>
    <w:basedOn w:val="Normal"/>
    <w:next w:val="Normal"/>
    <w:qFormat/>
    <w:rsid w:val="00471926"/>
    <w:pPr>
      <w:keepNext/>
      <w:spacing w:before="960" w:after="360"/>
      <w:ind w:firstLine="0"/>
      <w:jc w:val="center"/>
      <w:outlineLvl w:val="3"/>
    </w:pPr>
    <w:rPr>
      <w:b/>
      <w:bCs/>
    </w:rPr>
  </w:style>
  <w:style w:type="character" w:default="1" w:styleId="Policepardfaut">
    <w:name w:val="Default Paragraph Font"/>
    <w:semiHidden/>
    <w:rsid w:val="006036B2"/>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6036B2"/>
  </w:style>
  <w:style w:type="character" w:styleId="Lienhypertexte">
    <w:name w:val="Hyperlink"/>
    <w:uiPriority w:val="99"/>
    <w:rsid w:val="006036B2"/>
    <w:rPr>
      <w:rFonts w:ascii="Amasis30" w:hAnsi="Amasis30"/>
      <w:color w:val="004080"/>
      <w:u w:val="single"/>
    </w:rPr>
  </w:style>
  <w:style w:type="paragraph" w:styleId="Explorateurdedocuments">
    <w:name w:val="Document Map"/>
    <w:basedOn w:val="Normal"/>
    <w:semiHidden/>
    <w:rsid w:val="006036B2"/>
    <w:pPr>
      <w:shd w:val="clear" w:color="auto" w:fill="000080"/>
    </w:pPr>
    <w:rPr>
      <w:rFonts w:ascii="Tahoma" w:hAnsi="Tahoma" w:cs="Tahoma"/>
    </w:rPr>
  </w:style>
  <w:style w:type="paragraph" w:styleId="TM1">
    <w:name w:val="toc 1"/>
    <w:basedOn w:val="Normal"/>
    <w:next w:val="Normal"/>
    <w:autoRedefine/>
    <w:uiPriority w:val="39"/>
    <w:rsid w:val="006036B2"/>
    <w:pPr>
      <w:tabs>
        <w:tab w:val="right" w:leader="dot" w:pos="9639"/>
      </w:tabs>
      <w:spacing w:before="180" w:after="180"/>
      <w:ind w:firstLine="0"/>
      <w:jc w:val="left"/>
    </w:pPr>
    <w:rPr>
      <w:bCs/>
      <w:iCs/>
      <w:noProof/>
      <w:color w:val="000080"/>
      <w:szCs w:val="28"/>
    </w:rPr>
  </w:style>
  <w:style w:type="paragraph" w:styleId="En-tte">
    <w:name w:val="header"/>
    <w:basedOn w:val="Normal"/>
    <w:link w:val="En-tteCar"/>
    <w:rsid w:val="006036B2"/>
    <w:pPr>
      <w:tabs>
        <w:tab w:val="center" w:pos="4536"/>
        <w:tab w:val="right" w:pos="9072"/>
      </w:tabs>
    </w:pPr>
  </w:style>
  <w:style w:type="paragraph" w:styleId="Pieddepage">
    <w:name w:val="footer"/>
    <w:basedOn w:val="Normal"/>
    <w:rsid w:val="006036B2"/>
    <w:pPr>
      <w:tabs>
        <w:tab w:val="center" w:pos="4536"/>
        <w:tab w:val="right" w:pos="9072"/>
      </w:tabs>
      <w:ind w:firstLine="0"/>
      <w:jc w:val="center"/>
    </w:pPr>
    <w:rPr>
      <w:sz w:val="32"/>
    </w:rPr>
  </w:style>
  <w:style w:type="character" w:styleId="Numrodepage">
    <w:name w:val="page number"/>
    <w:basedOn w:val="Policepardfaut"/>
    <w:rsid w:val="006036B2"/>
  </w:style>
  <w:style w:type="paragraph" w:styleId="TM2">
    <w:name w:val="toc 2"/>
    <w:basedOn w:val="Normal"/>
    <w:next w:val="Normal"/>
    <w:autoRedefine/>
    <w:uiPriority w:val="39"/>
    <w:rsid w:val="006036B2"/>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6036B2"/>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6036B2"/>
    <w:pPr>
      <w:ind w:left="780"/>
    </w:pPr>
  </w:style>
  <w:style w:type="paragraph" w:styleId="TM5">
    <w:name w:val="toc 5"/>
    <w:basedOn w:val="Normal"/>
    <w:next w:val="Normal"/>
    <w:autoRedefine/>
    <w:semiHidden/>
    <w:rsid w:val="006036B2"/>
    <w:pPr>
      <w:ind w:left="1040"/>
    </w:pPr>
  </w:style>
  <w:style w:type="paragraph" w:styleId="TM6">
    <w:name w:val="toc 6"/>
    <w:basedOn w:val="Normal"/>
    <w:next w:val="Normal"/>
    <w:autoRedefine/>
    <w:semiHidden/>
    <w:rsid w:val="006036B2"/>
    <w:pPr>
      <w:ind w:left="1300"/>
    </w:pPr>
  </w:style>
  <w:style w:type="paragraph" w:styleId="TM7">
    <w:name w:val="toc 7"/>
    <w:basedOn w:val="Normal"/>
    <w:next w:val="Normal"/>
    <w:autoRedefine/>
    <w:semiHidden/>
    <w:rsid w:val="006036B2"/>
    <w:pPr>
      <w:ind w:left="1560"/>
    </w:pPr>
  </w:style>
  <w:style w:type="paragraph" w:styleId="TM8">
    <w:name w:val="toc 8"/>
    <w:basedOn w:val="Normal"/>
    <w:next w:val="Normal"/>
    <w:autoRedefine/>
    <w:semiHidden/>
    <w:rsid w:val="006036B2"/>
    <w:pPr>
      <w:ind w:left="1820"/>
    </w:pPr>
  </w:style>
  <w:style w:type="paragraph" w:styleId="TM9">
    <w:name w:val="toc 9"/>
    <w:basedOn w:val="Normal"/>
    <w:next w:val="Normal"/>
    <w:autoRedefine/>
    <w:semiHidden/>
    <w:rsid w:val="006036B2"/>
    <w:pPr>
      <w:ind w:left="2080"/>
    </w:pPr>
  </w:style>
  <w:style w:type="character" w:styleId="Appelnotedebasdep">
    <w:name w:val="footnote reference"/>
    <w:qFormat/>
    <w:rsid w:val="006036B2"/>
    <w:rPr>
      <w:rFonts w:ascii="Amasis30" w:hAnsi="Amasis30"/>
      <w:b/>
      <w:sz w:val="36"/>
      <w:vertAlign w:val="superscript"/>
    </w:rPr>
  </w:style>
  <w:style w:type="paragraph" w:styleId="Notedebasdepage">
    <w:name w:val="footnote text"/>
    <w:basedOn w:val="Taille-1Normal"/>
    <w:qFormat/>
    <w:rsid w:val="006036B2"/>
    <w:rPr>
      <w:szCs w:val="30"/>
    </w:rPr>
  </w:style>
  <w:style w:type="paragraph" w:customStyle="1" w:styleId="Auteur">
    <w:name w:val="Auteur"/>
    <w:basedOn w:val="Normal"/>
    <w:rsid w:val="006036B2"/>
    <w:pPr>
      <w:spacing w:before="0" w:after="1800"/>
      <w:ind w:right="851" w:firstLine="0"/>
      <w:jc w:val="right"/>
    </w:pPr>
    <w:rPr>
      <w:sz w:val="48"/>
    </w:rPr>
  </w:style>
  <w:style w:type="paragraph" w:customStyle="1" w:styleId="Titrelivre">
    <w:name w:val="Titre_livre"/>
    <w:basedOn w:val="Normal"/>
    <w:rsid w:val="006036B2"/>
    <w:pPr>
      <w:spacing w:before="0" w:after="1200"/>
      <w:ind w:left="2268" w:right="851" w:firstLine="0"/>
      <w:jc w:val="right"/>
    </w:pPr>
    <w:rPr>
      <w:b/>
      <w:bCs/>
      <w:sz w:val="72"/>
    </w:rPr>
  </w:style>
  <w:style w:type="paragraph" w:customStyle="1" w:styleId="Soustitrelivre">
    <w:name w:val="Sous_titre_livre"/>
    <w:basedOn w:val="Normal"/>
    <w:rsid w:val="006036B2"/>
    <w:pPr>
      <w:spacing w:before="0" w:after="2160"/>
      <w:ind w:left="2268" w:right="851" w:firstLine="0"/>
      <w:jc w:val="right"/>
    </w:pPr>
    <w:rPr>
      <w:bCs/>
      <w:sz w:val="44"/>
      <w:szCs w:val="36"/>
    </w:rPr>
  </w:style>
  <w:style w:type="paragraph" w:customStyle="1" w:styleId="Photoauteur">
    <w:name w:val="Photo_auteur"/>
    <w:basedOn w:val="Normal"/>
    <w:rsid w:val="006036B2"/>
    <w:pPr>
      <w:spacing w:after="1080"/>
      <w:ind w:left="2268" w:firstLine="0"/>
      <w:jc w:val="center"/>
    </w:pPr>
    <w:rPr>
      <w:noProof/>
    </w:rPr>
  </w:style>
  <w:style w:type="paragraph" w:customStyle="1" w:styleId="DateSortie">
    <w:name w:val="Date_Sortie"/>
    <w:basedOn w:val="Normal"/>
    <w:rsid w:val="006036B2"/>
    <w:pPr>
      <w:spacing w:before="0" w:after="0"/>
      <w:ind w:right="1418" w:firstLine="0"/>
      <w:jc w:val="right"/>
    </w:pPr>
    <w:rPr>
      <w:bCs/>
      <w:sz w:val="40"/>
    </w:rPr>
  </w:style>
  <w:style w:type="paragraph" w:customStyle="1" w:styleId="Titretablematires">
    <w:name w:val="Titre table matières"/>
    <w:basedOn w:val="Normal"/>
    <w:rsid w:val="006036B2"/>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6036B2"/>
    <w:pPr>
      <w:ind w:firstLine="0"/>
      <w:jc w:val="center"/>
    </w:pPr>
    <w:rPr>
      <w:szCs w:val="20"/>
    </w:rPr>
  </w:style>
  <w:style w:type="paragraph" w:customStyle="1" w:styleId="NormalSansIndent">
    <w:name w:val="NormalSansIndent"/>
    <w:basedOn w:val="Normal"/>
    <w:rsid w:val="006036B2"/>
    <w:pPr>
      <w:ind w:firstLine="0"/>
    </w:pPr>
    <w:rPr>
      <w:szCs w:val="20"/>
    </w:rPr>
  </w:style>
  <w:style w:type="paragraph" w:customStyle="1" w:styleId="NormalSolidaire">
    <w:name w:val="NormalSolidaire"/>
    <w:basedOn w:val="Normal"/>
    <w:qFormat/>
    <w:rsid w:val="006036B2"/>
    <w:pPr>
      <w:keepNext/>
    </w:pPr>
  </w:style>
  <w:style w:type="paragraph" w:customStyle="1" w:styleId="NormalSautPageAvant">
    <w:name w:val="NormalSautPageAvant"/>
    <w:basedOn w:val="Normal"/>
    <w:qFormat/>
    <w:rsid w:val="006036B2"/>
    <w:pPr>
      <w:pageBreakBefore/>
    </w:pPr>
  </w:style>
  <w:style w:type="paragraph" w:customStyle="1" w:styleId="NormalEspAvtGrand">
    <w:name w:val="NormalEspAvtGrand"/>
    <w:basedOn w:val="Normal"/>
    <w:rsid w:val="006036B2"/>
    <w:pPr>
      <w:spacing w:before="2640"/>
    </w:pPr>
    <w:rPr>
      <w:szCs w:val="20"/>
    </w:rPr>
  </w:style>
  <w:style w:type="paragraph" w:customStyle="1" w:styleId="CentrEspAvt0">
    <w:name w:val="CentréEspAvt0"/>
    <w:basedOn w:val="Centr"/>
    <w:next w:val="CentrEspAvt0EspApr0"/>
    <w:rsid w:val="006036B2"/>
    <w:pPr>
      <w:spacing w:before="0"/>
    </w:pPr>
  </w:style>
  <w:style w:type="paragraph" w:customStyle="1" w:styleId="CentrEspApr0">
    <w:name w:val="CentréEspApr0"/>
    <w:basedOn w:val="Centr"/>
    <w:next w:val="Normal"/>
    <w:rsid w:val="006036B2"/>
    <w:pPr>
      <w:spacing w:after="0"/>
    </w:pPr>
  </w:style>
  <w:style w:type="paragraph" w:customStyle="1" w:styleId="CentrEspAvt0EspApr0">
    <w:name w:val="CentréEspAvt0EspApr0"/>
    <w:basedOn w:val="Centr"/>
    <w:rsid w:val="006036B2"/>
    <w:pPr>
      <w:spacing w:before="0" w:after="0"/>
    </w:pPr>
  </w:style>
  <w:style w:type="paragraph" w:customStyle="1" w:styleId="Droite">
    <w:name w:val="Droite"/>
    <w:basedOn w:val="Normal"/>
    <w:next w:val="Normal"/>
    <w:rsid w:val="006036B2"/>
    <w:pPr>
      <w:ind w:firstLine="0"/>
      <w:jc w:val="right"/>
    </w:pPr>
    <w:rPr>
      <w:szCs w:val="20"/>
    </w:rPr>
  </w:style>
  <w:style w:type="paragraph" w:customStyle="1" w:styleId="DroiteRetraitGauche1X">
    <w:name w:val="DroiteRetraitGauche1X"/>
    <w:basedOn w:val="Droite"/>
    <w:next w:val="Normal"/>
    <w:rsid w:val="006036B2"/>
    <w:pPr>
      <w:ind w:left="680"/>
    </w:pPr>
  </w:style>
  <w:style w:type="paragraph" w:customStyle="1" w:styleId="DroiteRetraitGauche2X">
    <w:name w:val="DroiteRetraitGauche2X"/>
    <w:basedOn w:val="Droite"/>
    <w:next w:val="Normal"/>
    <w:rsid w:val="006036B2"/>
    <w:pPr>
      <w:ind w:left="1361"/>
    </w:pPr>
  </w:style>
  <w:style w:type="paragraph" w:customStyle="1" w:styleId="DroiteRetraitGauche3X">
    <w:name w:val="DroiteRetraitGauche3X"/>
    <w:basedOn w:val="Droite"/>
    <w:next w:val="Normal"/>
    <w:rsid w:val="006036B2"/>
    <w:pPr>
      <w:ind w:left="2041"/>
    </w:pPr>
  </w:style>
  <w:style w:type="paragraph" w:customStyle="1" w:styleId="DroiteRetraitGauche4X">
    <w:name w:val="DroiteRetraitGauche4X"/>
    <w:basedOn w:val="Droite"/>
    <w:next w:val="Normal"/>
    <w:rsid w:val="006036B2"/>
    <w:pPr>
      <w:ind w:left="2722"/>
    </w:pPr>
  </w:style>
  <w:style w:type="paragraph" w:customStyle="1" w:styleId="Taille-1Normal">
    <w:name w:val="Taille-1Normal"/>
    <w:basedOn w:val="Normal"/>
    <w:rsid w:val="006036B2"/>
    <w:rPr>
      <w:sz w:val="32"/>
      <w:szCs w:val="28"/>
    </w:rPr>
  </w:style>
  <w:style w:type="paragraph" w:customStyle="1" w:styleId="Taille-1RetraitGauche1X">
    <w:name w:val="Taille-1RetraitGauche1X"/>
    <w:basedOn w:val="Taille-1Normal"/>
    <w:rsid w:val="006036B2"/>
    <w:pPr>
      <w:ind w:left="680"/>
    </w:pPr>
    <w:rPr>
      <w:szCs w:val="20"/>
    </w:rPr>
  </w:style>
  <w:style w:type="paragraph" w:customStyle="1" w:styleId="Taille-1RetraitGauche2X">
    <w:name w:val="Taille-1RetraitGauche2X"/>
    <w:basedOn w:val="Taille-1Normal"/>
    <w:rsid w:val="006036B2"/>
    <w:pPr>
      <w:ind w:left="1361"/>
    </w:pPr>
    <w:rPr>
      <w:szCs w:val="20"/>
    </w:rPr>
  </w:style>
  <w:style w:type="paragraph" w:customStyle="1" w:styleId="Taille-1RetraitGauche3X">
    <w:name w:val="Taille-1RetraitGauche3X"/>
    <w:basedOn w:val="Taille-1Normal"/>
    <w:rsid w:val="006036B2"/>
    <w:pPr>
      <w:ind w:left="2041"/>
    </w:pPr>
    <w:rPr>
      <w:szCs w:val="20"/>
    </w:rPr>
  </w:style>
  <w:style w:type="paragraph" w:customStyle="1" w:styleId="Taille-1RetraitGauche1XIndent0">
    <w:name w:val="Taille-1RetraitGauche1XIndent0"/>
    <w:basedOn w:val="Taille-1RetraitGauche1X"/>
    <w:rsid w:val="006036B2"/>
    <w:pPr>
      <w:ind w:firstLine="0"/>
    </w:pPr>
  </w:style>
  <w:style w:type="paragraph" w:customStyle="1" w:styleId="Taille-1RetraitGauche2XIndent0">
    <w:name w:val="Taille-1RetraitGauche2XIndent0"/>
    <w:basedOn w:val="Taille-1RetraitGauche2X"/>
    <w:rsid w:val="006036B2"/>
    <w:pPr>
      <w:ind w:firstLine="0"/>
    </w:pPr>
  </w:style>
  <w:style w:type="paragraph" w:customStyle="1" w:styleId="Taille-1RetraitGauche3XIndent0">
    <w:name w:val="Taille-1RetraitGauche3XIndent0"/>
    <w:basedOn w:val="Taille-1RetraitGauche3X"/>
    <w:rsid w:val="006036B2"/>
    <w:pPr>
      <w:ind w:firstLine="0"/>
    </w:pPr>
  </w:style>
  <w:style w:type="paragraph" w:customStyle="1" w:styleId="Taille-1RetraitGauche4XIndent0">
    <w:name w:val="Taille-1RetraitGauche4XIndent0"/>
    <w:basedOn w:val="Taille-1Normal"/>
    <w:rsid w:val="006036B2"/>
    <w:pPr>
      <w:ind w:left="2722" w:firstLine="0"/>
    </w:pPr>
    <w:rPr>
      <w:szCs w:val="20"/>
    </w:rPr>
  </w:style>
  <w:style w:type="paragraph" w:customStyle="1" w:styleId="NormalRetraitGauche1X">
    <w:name w:val="NormalRetraitGauche1X"/>
    <w:basedOn w:val="Normal"/>
    <w:rsid w:val="006036B2"/>
    <w:pPr>
      <w:ind w:left="680"/>
    </w:pPr>
    <w:rPr>
      <w:szCs w:val="20"/>
    </w:rPr>
  </w:style>
  <w:style w:type="paragraph" w:customStyle="1" w:styleId="NormalRetraitGauche2X">
    <w:name w:val="NormalRetraitGauche2X"/>
    <w:basedOn w:val="Normal"/>
    <w:rsid w:val="006036B2"/>
    <w:pPr>
      <w:ind w:left="1361"/>
    </w:pPr>
    <w:rPr>
      <w:szCs w:val="20"/>
    </w:rPr>
  </w:style>
  <w:style w:type="paragraph" w:customStyle="1" w:styleId="NormalRetraitGauche3X">
    <w:name w:val="NormalRetraitGauche3X"/>
    <w:basedOn w:val="Normal"/>
    <w:rsid w:val="006036B2"/>
    <w:pPr>
      <w:ind w:left="2041"/>
    </w:pPr>
    <w:rPr>
      <w:szCs w:val="20"/>
    </w:rPr>
  </w:style>
  <w:style w:type="paragraph" w:customStyle="1" w:styleId="NormalRetraitGauche1XIndent0">
    <w:name w:val="NormalRetraitGauche1XIndent0"/>
    <w:basedOn w:val="NormalRetraitGauche1X"/>
    <w:rsid w:val="006036B2"/>
    <w:pPr>
      <w:ind w:firstLine="0"/>
    </w:pPr>
  </w:style>
  <w:style w:type="paragraph" w:customStyle="1" w:styleId="NormalRetraitGauche2XIndent0">
    <w:name w:val="NormalRetraitGauche2XIndent0"/>
    <w:basedOn w:val="NormalRetraitGauche2X"/>
    <w:rsid w:val="006036B2"/>
    <w:pPr>
      <w:ind w:firstLine="0"/>
    </w:pPr>
  </w:style>
  <w:style w:type="paragraph" w:customStyle="1" w:styleId="NormalRetraitGauche3XIndent0">
    <w:name w:val="NormalRetraitGauche3XIndent0"/>
    <w:basedOn w:val="NormalRetraitGauche3X"/>
    <w:rsid w:val="006036B2"/>
    <w:pPr>
      <w:ind w:firstLine="0"/>
    </w:pPr>
  </w:style>
  <w:style w:type="paragraph" w:customStyle="1" w:styleId="NormalRetraitGauche4XIndent0">
    <w:name w:val="NormalRetraitGauche4XIndent0"/>
    <w:basedOn w:val="Normal"/>
    <w:rsid w:val="006036B2"/>
    <w:pPr>
      <w:ind w:left="2722" w:firstLine="0"/>
    </w:pPr>
    <w:rPr>
      <w:szCs w:val="20"/>
    </w:rPr>
  </w:style>
  <w:style w:type="paragraph" w:styleId="Notedefin">
    <w:name w:val="endnote text"/>
    <w:basedOn w:val="Taille-1Normal"/>
    <w:link w:val="NotedefinCar"/>
    <w:uiPriority w:val="99"/>
    <w:semiHidden/>
    <w:unhideWhenUsed/>
    <w:qFormat/>
    <w:rsid w:val="006036B2"/>
    <w:rPr>
      <w:szCs w:val="20"/>
      <w:lang w:val="x-none" w:eastAsia="x-none"/>
    </w:rPr>
  </w:style>
  <w:style w:type="character" w:customStyle="1" w:styleId="NotedefinCar">
    <w:name w:val="Note de fin Car"/>
    <w:link w:val="Notedefin"/>
    <w:uiPriority w:val="99"/>
    <w:semiHidden/>
    <w:rsid w:val="006036B2"/>
    <w:rPr>
      <w:rFonts w:ascii="Amasis30" w:hAnsi="Amasis30"/>
      <w:sz w:val="32"/>
      <w:lang w:val="x-none" w:eastAsia="x-none"/>
    </w:rPr>
  </w:style>
  <w:style w:type="character" w:styleId="Appeldenotedefin">
    <w:name w:val="endnote reference"/>
    <w:uiPriority w:val="99"/>
    <w:unhideWhenUsed/>
    <w:qFormat/>
    <w:rsid w:val="006036B2"/>
    <w:rPr>
      <w:rFonts w:ascii="Amasis30" w:hAnsi="Amasis30"/>
      <w:b/>
      <w:sz w:val="36"/>
      <w:vertAlign w:val="superscript"/>
    </w:rPr>
  </w:style>
  <w:style w:type="paragraph" w:customStyle="1" w:styleId="NormalSuspendu1X">
    <w:name w:val="NormalSuspendu1X"/>
    <w:basedOn w:val="Normal"/>
    <w:rsid w:val="006036B2"/>
    <w:pPr>
      <w:ind w:left="680" w:hanging="680"/>
    </w:pPr>
    <w:rPr>
      <w:szCs w:val="20"/>
    </w:rPr>
  </w:style>
  <w:style w:type="paragraph" w:customStyle="1" w:styleId="NormalSuspendu1XRetrait1X">
    <w:name w:val="NormalSuspendu1XRetrait1X"/>
    <w:basedOn w:val="Normal"/>
    <w:rsid w:val="006036B2"/>
    <w:pPr>
      <w:ind w:left="1360" w:hanging="680"/>
    </w:pPr>
  </w:style>
  <w:style w:type="paragraph" w:customStyle="1" w:styleId="NormalEspAvt0EspApr0">
    <w:name w:val="NormalEspAvt0EspApr0"/>
    <w:basedOn w:val="Normal"/>
    <w:rsid w:val="006036B2"/>
    <w:pPr>
      <w:spacing w:before="0" w:after="0"/>
    </w:pPr>
    <w:rPr>
      <w:szCs w:val="20"/>
    </w:rPr>
  </w:style>
  <w:style w:type="paragraph" w:customStyle="1" w:styleId="NormalSuspendu1XRetrait2X">
    <w:name w:val="NormalSuspendu1XRetrait2X"/>
    <w:basedOn w:val="Normal"/>
    <w:rsid w:val="006036B2"/>
    <w:pPr>
      <w:ind w:left="2041" w:hanging="680"/>
    </w:pPr>
  </w:style>
  <w:style w:type="paragraph" w:customStyle="1" w:styleId="NormalSuspendu1XRetrait3X">
    <w:name w:val="NormalSuspendu1XRetrait3X"/>
    <w:basedOn w:val="Normal"/>
    <w:rsid w:val="006036B2"/>
    <w:pPr>
      <w:ind w:left="2721" w:hanging="680"/>
    </w:pPr>
    <w:rPr>
      <w:szCs w:val="20"/>
    </w:rPr>
  </w:style>
  <w:style w:type="paragraph" w:customStyle="1" w:styleId="NormalSuspendu1XRetrait4X">
    <w:name w:val="NormalSuspendu1XRetrait4X"/>
    <w:basedOn w:val="Normal"/>
    <w:rsid w:val="006036B2"/>
    <w:pPr>
      <w:ind w:left="3402" w:hanging="680"/>
    </w:pPr>
    <w:rPr>
      <w:szCs w:val="20"/>
    </w:rPr>
  </w:style>
  <w:style w:type="character" w:customStyle="1" w:styleId="En-tteCar">
    <w:name w:val="En-tête Car"/>
    <w:link w:val="En-tte"/>
    <w:rsid w:val="00471926"/>
    <w:rPr>
      <w:rFonts w:ascii="Amasis30" w:hAnsi="Amasis30"/>
      <w:sz w:val="36"/>
      <w:szCs w:val="24"/>
    </w:rPr>
  </w:style>
  <w:style w:type="paragraph" w:customStyle="1" w:styleId="NormalCitation">
    <w:name w:val="NormalCitation"/>
    <w:basedOn w:val="Normal"/>
    <w:qFormat/>
    <w:rsid w:val="00471926"/>
    <w:pPr>
      <w:keepNext/>
      <w:ind w:left="1134" w:firstLine="0"/>
      <w:jc w:val="left"/>
    </w:pPr>
    <w:rPr>
      <w:sz w:val="24"/>
    </w:rPr>
  </w:style>
  <w:style w:type="paragraph" w:styleId="NormalWeb">
    <w:name w:val="Normal (Web)"/>
    <w:basedOn w:val="Normal"/>
    <w:unhideWhenUsed/>
    <w:rsid w:val="00471926"/>
    <w:pPr>
      <w:spacing w:before="100" w:beforeAutospacing="1" w:after="100" w:afterAutospacing="1"/>
    </w:pPr>
  </w:style>
  <w:style w:type="paragraph" w:styleId="Textedebulles">
    <w:name w:val="Balloon Text"/>
    <w:basedOn w:val="Normal"/>
    <w:link w:val="TextedebullesCar"/>
    <w:uiPriority w:val="99"/>
    <w:semiHidden/>
    <w:unhideWhenUsed/>
    <w:rsid w:val="000C61C0"/>
    <w:pPr>
      <w:spacing w:before="0" w:after="0"/>
    </w:pPr>
    <w:rPr>
      <w:rFonts w:ascii="Lucida Grande" w:hAnsi="Lucida Grande"/>
      <w:sz w:val="18"/>
      <w:szCs w:val="18"/>
    </w:rPr>
  </w:style>
  <w:style w:type="character" w:customStyle="1" w:styleId="TextedebullesCar">
    <w:name w:val="Texte de bulles Car"/>
    <w:link w:val="Textedebulles"/>
    <w:uiPriority w:val="99"/>
    <w:semiHidden/>
    <w:rsid w:val="000C61C0"/>
    <w:rPr>
      <w:rFonts w:ascii="Lucida Grande" w:hAnsi="Lucida Grande"/>
      <w:sz w:val="18"/>
      <w:szCs w:val="18"/>
    </w:rPr>
  </w:style>
  <w:style w:type="character" w:styleId="Marquedecommentaire">
    <w:name w:val="annotation reference"/>
    <w:uiPriority w:val="99"/>
    <w:semiHidden/>
    <w:unhideWhenUsed/>
    <w:rsid w:val="00805120"/>
    <w:rPr>
      <w:sz w:val="18"/>
      <w:szCs w:val="18"/>
    </w:rPr>
  </w:style>
  <w:style w:type="paragraph" w:styleId="Commentaire">
    <w:name w:val="annotation text"/>
    <w:basedOn w:val="Normal"/>
    <w:link w:val="CommentaireCar"/>
    <w:uiPriority w:val="99"/>
    <w:semiHidden/>
    <w:unhideWhenUsed/>
    <w:rsid w:val="00805120"/>
    <w:rPr>
      <w:sz w:val="24"/>
    </w:rPr>
  </w:style>
  <w:style w:type="character" w:customStyle="1" w:styleId="CommentaireCar">
    <w:name w:val="Commentaire Car"/>
    <w:link w:val="Commentaire"/>
    <w:uiPriority w:val="99"/>
    <w:semiHidden/>
    <w:rsid w:val="00805120"/>
    <w:rPr>
      <w:rFonts w:ascii="Georgia" w:hAnsi="Georgia"/>
      <w:sz w:val="24"/>
      <w:szCs w:val="24"/>
    </w:rPr>
  </w:style>
  <w:style w:type="paragraph" w:styleId="Objetducommentaire">
    <w:name w:val="annotation subject"/>
    <w:basedOn w:val="Commentaire"/>
    <w:next w:val="Commentaire"/>
    <w:link w:val="ObjetducommentaireCar"/>
    <w:uiPriority w:val="99"/>
    <w:semiHidden/>
    <w:unhideWhenUsed/>
    <w:rsid w:val="00805120"/>
    <w:rPr>
      <w:b/>
      <w:bCs/>
      <w:sz w:val="20"/>
      <w:szCs w:val="20"/>
    </w:rPr>
  </w:style>
  <w:style w:type="character" w:customStyle="1" w:styleId="ObjetducommentaireCar">
    <w:name w:val="Objet du commentaire Car"/>
    <w:link w:val="Objetducommentaire"/>
    <w:uiPriority w:val="99"/>
    <w:semiHidden/>
    <w:rsid w:val="00805120"/>
    <w:rPr>
      <w:rFonts w:ascii="Georgia" w:hAnsi="Georgia"/>
      <w:b/>
      <w:bCs/>
      <w:sz w:val="24"/>
      <w:szCs w:val="24"/>
    </w:rPr>
  </w:style>
  <w:style w:type="table" w:styleId="Grilledutableau">
    <w:name w:val="Table Grid"/>
    <w:basedOn w:val="TableauNormal"/>
    <w:uiPriority w:val="59"/>
    <w:rsid w:val="00016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ille-1Caracteres">
    <w:name w:val="Taille-1Caracteres"/>
    <w:qFormat/>
    <w:rsid w:val="006036B2"/>
    <w:rPr>
      <w:sz w:val="32"/>
      <w:szCs w:val="20"/>
    </w:rPr>
  </w:style>
  <w:style w:type="paragraph" w:customStyle="1" w:styleId="Etoile">
    <w:name w:val="Etoile"/>
    <w:basedOn w:val="Normal"/>
    <w:qFormat/>
    <w:rsid w:val="006036B2"/>
    <w:pPr>
      <w:ind w:firstLine="0"/>
      <w:jc w:val="center"/>
    </w:pPr>
    <w:rPr>
      <w:b/>
      <w:sz w:val="40"/>
      <w:szCs w:val="28"/>
    </w:rPr>
  </w:style>
  <w:style w:type="paragraph" w:customStyle="1" w:styleId="Taille-1Suspendu1XRetrait1XEsp0">
    <w:name w:val="Taille-1Suspendu1XRetrait1XEsp0"/>
    <w:basedOn w:val="Taille-1RetraitGauche1X"/>
    <w:qFormat/>
    <w:rsid w:val="006036B2"/>
    <w:pPr>
      <w:spacing w:before="0" w:after="0"/>
      <w:ind w:left="1360" w:hanging="680"/>
    </w:pPr>
  </w:style>
  <w:style w:type="character" w:styleId="Mentionnonrsolue">
    <w:name w:val="Unresolved Mention"/>
    <w:uiPriority w:val="99"/>
    <w:semiHidden/>
    <w:unhideWhenUsed/>
    <w:rsid w:val="006036B2"/>
    <w:rPr>
      <w:color w:val="605E5C"/>
      <w:shd w:val="clear" w:color="auto" w:fill="E1DFDD"/>
    </w:rPr>
  </w:style>
  <w:style w:type="paragraph" w:customStyle="1" w:styleId="Taille-1Suspendu1XRetrait2XEsp0">
    <w:name w:val="Taille-1Suspendu1XRetrait2XEsp0"/>
    <w:basedOn w:val="Taille-1RetraitGauche2X"/>
    <w:qFormat/>
    <w:rsid w:val="006036B2"/>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6036B2"/>
    <w:pPr>
      <w:spacing w:before="0" w:after="0"/>
    </w:pPr>
  </w:style>
  <w:style w:type="paragraph" w:customStyle="1" w:styleId="NormalSuspendu1XEsp0">
    <w:name w:val="NormalSuspendu1XEsp0"/>
    <w:basedOn w:val="NormalSuspendu1X"/>
    <w:qFormat/>
    <w:rsid w:val="006036B2"/>
    <w:pPr>
      <w:spacing w:before="0" w:after="0"/>
    </w:pPr>
  </w:style>
  <w:style w:type="paragraph" w:customStyle="1" w:styleId="NormalSuspendu1XRetrait2XEsp0">
    <w:name w:val="NormalSuspendu1XRetrait2XEsp0"/>
    <w:basedOn w:val="NormalSuspendu1XRetrait2X"/>
    <w:qFormat/>
    <w:rsid w:val="006036B2"/>
    <w:pPr>
      <w:spacing w:before="0" w:after="0"/>
    </w:pPr>
  </w:style>
  <w:style w:type="paragraph" w:customStyle="1" w:styleId="ParagrapheVideNormal">
    <w:name w:val="ParagrapheVideNormal"/>
    <w:basedOn w:val="Normal"/>
    <w:next w:val="Normal"/>
    <w:qFormat/>
    <w:rsid w:val="006036B2"/>
  </w:style>
  <w:style w:type="paragraph" w:customStyle="1" w:styleId="ParagrapheVideNormal2">
    <w:name w:val="ParagrapheVideNormal2"/>
    <w:basedOn w:val="ParagrapheVideNormal"/>
    <w:next w:val="Normal"/>
    <w:qFormat/>
    <w:rsid w:val="006036B2"/>
  </w:style>
  <w:style w:type="paragraph" w:customStyle="1" w:styleId="Image">
    <w:name w:val="Image"/>
    <w:basedOn w:val="Centr"/>
    <w:next w:val="Normal"/>
    <w:qFormat/>
    <w:rsid w:val="00603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7</TotalTime>
  <Pages>1</Pages>
  <Words>36583</Words>
  <Characters>201208</Characters>
  <Application>Microsoft Office Word</Application>
  <DocSecurity>0</DocSecurity>
  <Lines>1676</Lines>
  <Paragraphs>474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Truandailles</vt:lpstr>
      <vt:lpstr>TRUANDAILLES</vt:lpstr>
    </vt:vector>
  </TitlesOfParts>
  <Company>Ebooks libres et gratuits</Company>
  <LinksUpToDate>false</LinksUpToDate>
  <CharactersWithSpaces>237317</CharactersWithSpaces>
  <SharedDoc>false</SharedDoc>
  <HLinks>
    <vt:vector size="138" baseType="variant">
      <vt:variant>
        <vt:i4>2293820</vt:i4>
      </vt:variant>
      <vt:variant>
        <vt:i4>132</vt:i4>
      </vt:variant>
      <vt:variant>
        <vt:i4>0</vt:i4>
      </vt:variant>
      <vt:variant>
        <vt:i4>5</vt:i4>
      </vt:variant>
      <vt:variant>
        <vt:lpwstr>http://www.ebooksgratuits.com/</vt:lpwstr>
      </vt:variant>
      <vt:variant>
        <vt:lpwstr/>
      </vt:variant>
      <vt:variant>
        <vt:i4>7929972</vt:i4>
      </vt:variant>
      <vt:variant>
        <vt:i4>129</vt:i4>
      </vt:variant>
      <vt:variant>
        <vt:i4>0</vt:i4>
      </vt:variant>
      <vt:variant>
        <vt:i4>5</vt:i4>
      </vt:variant>
      <vt:variant>
        <vt:lpwstr>http://fr.groups.yahoo.com/group/ebooksgratuits</vt:lpwstr>
      </vt:variant>
      <vt:variant>
        <vt:lpwstr/>
      </vt:variant>
      <vt:variant>
        <vt:i4>1507383</vt:i4>
      </vt:variant>
      <vt:variant>
        <vt:i4>122</vt:i4>
      </vt:variant>
      <vt:variant>
        <vt:i4>0</vt:i4>
      </vt:variant>
      <vt:variant>
        <vt:i4>5</vt:i4>
      </vt:variant>
      <vt:variant>
        <vt:lpwstr/>
      </vt:variant>
      <vt:variant>
        <vt:lpwstr>_Toc335335258</vt:lpwstr>
      </vt:variant>
      <vt:variant>
        <vt:i4>1507383</vt:i4>
      </vt:variant>
      <vt:variant>
        <vt:i4>116</vt:i4>
      </vt:variant>
      <vt:variant>
        <vt:i4>0</vt:i4>
      </vt:variant>
      <vt:variant>
        <vt:i4>5</vt:i4>
      </vt:variant>
      <vt:variant>
        <vt:lpwstr/>
      </vt:variant>
      <vt:variant>
        <vt:lpwstr>_Toc335335257</vt:lpwstr>
      </vt:variant>
      <vt:variant>
        <vt:i4>1507383</vt:i4>
      </vt:variant>
      <vt:variant>
        <vt:i4>110</vt:i4>
      </vt:variant>
      <vt:variant>
        <vt:i4>0</vt:i4>
      </vt:variant>
      <vt:variant>
        <vt:i4>5</vt:i4>
      </vt:variant>
      <vt:variant>
        <vt:lpwstr/>
      </vt:variant>
      <vt:variant>
        <vt:lpwstr>_Toc335335256</vt:lpwstr>
      </vt:variant>
      <vt:variant>
        <vt:i4>1507383</vt:i4>
      </vt:variant>
      <vt:variant>
        <vt:i4>104</vt:i4>
      </vt:variant>
      <vt:variant>
        <vt:i4>0</vt:i4>
      </vt:variant>
      <vt:variant>
        <vt:i4>5</vt:i4>
      </vt:variant>
      <vt:variant>
        <vt:lpwstr/>
      </vt:variant>
      <vt:variant>
        <vt:lpwstr>_Toc335335255</vt:lpwstr>
      </vt:variant>
      <vt:variant>
        <vt:i4>1507383</vt:i4>
      </vt:variant>
      <vt:variant>
        <vt:i4>98</vt:i4>
      </vt:variant>
      <vt:variant>
        <vt:i4>0</vt:i4>
      </vt:variant>
      <vt:variant>
        <vt:i4>5</vt:i4>
      </vt:variant>
      <vt:variant>
        <vt:lpwstr/>
      </vt:variant>
      <vt:variant>
        <vt:lpwstr>_Toc335335254</vt:lpwstr>
      </vt:variant>
      <vt:variant>
        <vt:i4>1507383</vt:i4>
      </vt:variant>
      <vt:variant>
        <vt:i4>92</vt:i4>
      </vt:variant>
      <vt:variant>
        <vt:i4>0</vt:i4>
      </vt:variant>
      <vt:variant>
        <vt:i4>5</vt:i4>
      </vt:variant>
      <vt:variant>
        <vt:lpwstr/>
      </vt:variant>
      <vt:variant>
        <vt:lpwstr>_Toc335335253</vt:lpwstr>
      </vt:variant>
      <vt:variant>
        <vt:i4>1507383</vt:i4>
      </vt:variant>
      <vt:variant>
        <vt:i4>86</vt:i4>
      </vt:variant>
      <vt:variant>
        <vt:i4>0</vt:i4>
      </vt:variant>
      <vt:variant>
        <vt:i4>5</vt:i4>
      </vt:variant>
      <vt:variant>
        <vt:lpwstr/>
      </vt:variant>
      <vt:variant>
        <vt:lpwstr>_Toc335335252</vt:lpwstr>
      </vt:variant>
      <vt:variant>
        <vt:i4>1507383</vt:i4>
      </vt:variant>
      <vt:variant>
        <vt:i4>80</vt:i4>
      </vt:variant>
      <vt:variant>
        <vt:i4>0</vt:i4>
      </vt:variant>
      <vt:variant>
        <vt:i4>5</vt:i4>
      </vt:variant>
      <vt:variant>
        <vt:lpwstr/>
      </vt:variant>
      <vt:variant>
        <vt:lpwstr>_Toc335335251</vt:lpwstr>
      </vt:variant>
      <vt:variant>
        <vt:i4>1507383</vt:i4>
      </vt:variant>
      <vt:variant>
        <vt:i4>74</vt:i4>
      </vt:variant>
      <vt:variant>
        <vt:i4>0</vt:i4>
      </vt:variant>
      <vt:variant>
        <vt:i4>5</vt:i4>
      </vt:variant>
      <vt:variant>
        <vt:lpwstr/>
      </vt:variant>
      <vt:variant>
        <vt:lpwstr>_Toc335335250</vt:lpwstr>
      </vt:variant>
      <vt:variant>
        <vt:i4>1441847</vt:i4>
      </vt:variant>
      <vt:variant>
        <vt:i4>68</vt:i4>
      </vt:variant>
      <vt:variant>
        <vt:i4>0</vt:i4>
      </vt:variant>
      <vt:variant>
        <vt:i4>5</vt:i4>
      </vt:variant>
      <vt:variant>
        <vt:lpwstr/>
      </vt:variant>
      <vt:variant>
        <vt:lpwstr>_Toc335335249</vt:lpwstr>
      </vt:variant>
      <vt:variant>
        <vt:i4>1441847</vt:i4>
      </vt:variant>
      <vt:variant>
        <vt:i4>62</vt:i4>
      </vt:variant>
      <vt:variant>
        <vt:i4>0</vt:i4>
      </vt:variant>
      <vt:variant>
        <vt:i4>5</vt:i4>
      </vt:variant>
      <vt:variant>
        <vt:lpwstr/>
      </vt:variant>
      <vt:variant>
        <vt:lpwstr>_Toc335335248</vt:lpwstr>
      </vt:variant>
      <vt:variant>
        <vt:i4>1441847</vt:i4>
      </vt:variant>
      <vt:variant>
        <vt:i4>56</vt:i4>
      </vt:variant>
      <vt:variant>
        <vt:i4>0</vt:i4>
      </vt:variant>
      <vt:variant>
        <vt:i4>5</vt:i4>
      </vt:variant>
      <vt:variant>
        <vt:lpwstr/>
      </vt:variant>
      <vt:variant>
        <vt:lpwstr>_Toc335335247</vt:lpwstr>
      </vt:variant>
      <vt:variant>
        <vt:i4>1441847</vt:i4>
      </vt:variant>
      <vt:variant>
        <vt:i4>50</vt:i4>
      </vt:variant>
      <vt:variant>
        <vt:i4>0</vt:i4>
      </vt:variant>
      <vt:variant>
        <vt:i4>5</vt:i4>
      </vt:variant>
      <vt:variant>
        <vt:lpwstr/>
      </vt:variant>
      <vt:variant>
        <vt:lpwstr>_Toc335335246</vt:lpwstr>
      </vt:variant>
      <vt:variant>
        <vt:i4>1441847</vt:i4>
      </vt:variant>
      <vt:variant>
        <vt:i4>44</vt:i4>
      </vt:variant>
      <vt:variant>
        <vt:i4>0</vt:i4>
      </vt:variant>
      <vt:variant>
        <vt:i4>5</vt:i4>
      </vt:variant>
      <vt:variant>
        <vt:lpwstr/>
      </vt:variant>
      <vt:variant>
        <vt:lpwstr>_Toc335335245</vt:lpwstr>
      </vt:variant>
      <vt:variant>
        <vt:i4>1441847</vt:i4>
      </vt:variant>
      <vt:variant>
        <vt:i4>38</vt:i4>
      </vt:variant>
      <vt:variant>
        <vt:i4>0</vt:i4>
      </vt:variant>
      <vt:variant>
        <vt:i4>5</vt:i4>
      </vt:variant>
      <vt:variant>
        <vt:lpwstr/>
      </vt:variant>
      <vt:variant>
        <vt:lpwstr>_Toc335335244</vt:lpwstr>
      </vt:variant>
      <vt:variant>
        <vt:i4>1441847</vt:i4>
      </vt:variant>
      <vt:variant>
        <vt:i4>32</vt:i4>
      </vt:variant>
      <vt:variant>
        <vt:i4>0</vt:i4>
      </vt:variant>
      <vt:variant>
        <vt:i4>5</vt:i4>
      </vt:variant>
      <vt:variant>
        <vt:lpwstr/>
      </vt:variant>
      <vt:variant>
        <vt:lpwstr>_Toc335335243</vt:lpwstr>
      </vt:variant>
      <vt:variant>
        <vt:i4>1441847</vt:i4>
      </vt:variant>
      <vt:variant>
        <vt:i4>26</vt:i4>
      </vt:variant>
      <vt:variant>
        <vt:i4>0</vt:i4>
      </vt:variant>
      <vt:variant>
        <vt:i4>5</vt:i4>
      </vt:variant>
      <vt:variant>
        <vt:lpwstr/>
      </vt:variant>
      <vt:variant>
        <vt:lpwstr>_Toc335335242</vt:lpwstr>
      </vt:variant>
      <vt:variant>
        <vt:i4>1441847</vt:i4>
      </vt:variant>
      <vt:variant>
        <vt:i4>20</vt:i4>
      </vt:variant>
      <vt:variant>
        <vt:i4>0</vt:i4>
      </vt:variant>
      <vt:variant>
        <vt:i4>5</vt:i4>
      </vt:variant>
      <vt:variant>
        <vt:lpwstr/>
      </vt:variant>
      <vt:variant>
        <vt:lpwstr>_Toc335335241</vt:lpwstr>
      </vt:variant>
      <vt:variant>
        <vt:i4>1441847</vt:i4>
      </vt:variant>
      <vt:variant>
        <vt:i4>14</vt:i4>
      </vt:variant>
      <vt:variant>
        <vt:i4>0</vt:i4>
      </vt:variant>
      <vt:variant>
        <vt:i4>5</vt:i4>
      </vt:variant>
      <vt:variant>
        <vt:lpwstr/>
      </vt:variant>
      <vt:variant>
        <vt:lpwstr>_Toc335335240</vt:lpwstr>
      </vt:variant>
      <vt:variant>
        <vt:i4>1114167</vt:i4>
      </vt:variant>
      <vt:variant>
        <vt:i4>8</vt:i4>
      </vt:variant>
      <vt:variant>
        <vt:i4>0</vt:i4>
      </vt:variant>
      <vt:variant>
        <vt:i4>5</vt:i4>
      </vt:variant>
      <vt:variant>
        <vt:lpwstr/>
      </vt:variant>
      <vt:variant>
        <vt:lpwstr>_Toc335335239</vt:lpwstr>
      </vt:variant>
      <vt:variant>
        <vt:i4>1114167</vt:i4>
      </vt:variant>
      <vt:variant>
        <vt:i4>2</vt:i4>
      </vt:variant>
      <vt:variant>
        <vt:i4>0</vt:i4>
      </vt:variant>
      <vt:variant>
        <vt:i4>5</vt:i4>
      </vt:variant>
      <vt:variant>
        <vt:lpwstr/>
      </vt:variant>
      <vt:variant>
        <vt:lpwstr>_Toc335335238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Truandailles</dc:title>
  <dc:subject>Nouvelles</dc:subject>
  <dc:creator>Jean Richepin</dc:creator>
  <cp:keywords/>
  <dc:description>Vingt nouvelles mettant en scène des personnages de saltimbanques, d'indigents, d'affreux, d'estropiés, de prostituées et de gueux de tout poil. Des portraits hallucinants, vachards, où la monstruosité ne se situe pas là où on le croit, où la normalité réside elle aussi à des endroits assez inattendus et où une vraie tendresse pour ces gens de sac et de corde se dégage. Le tout est pétri dans une langue savamment enlevée où l'argot pratiqué par Richepin devient un art au service de l'impertinence et d'un humour souvent très noir.(Extrait d'un article de fabula.org)</dc:description>
  <cp:lastModifiedBy>Cool Micro</cp:lastModifiedBy>
  <cp:revision>4</cp:revision>
  <cp:lastPrinted>2025-04-06T15:34:00Z</cp:lastPrinted>
  <dcterms:created xsi:type="dcterms:W3CDTF">2025-04-06T15:34:00Z</dcterms:created>
  <dcterms:modified xsi:type="dcterms:W3CDTF">2025-04-06T15:40:00Z</dcterms:modified>
  <cp:category>Nouvelles</cp:category>
</cp:coreProperties>
</file>